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69392F" w:rsidP="00BE6934">
      <w:pPr>
        <w:pStyle w:val="libCenter"/>
      </w:pPr>
      <w:r w:rsidRPr="0069392F">
        <w:rPr>
          <w:rtl/>
        </w:rPr>
        <w:drawing>
          <wp:inline distT="0" distB="0" distL="0" distR="0">
            <wp:extent cx="5887149" cy="8331958"/>
            <wp:effectExtent l="0" t="0" r="0" b="0"/>
            <wp:docPr id="1" name="Picture 1" descr="L:\New_kar\1440\jamaadi_al_sani_1440\islami_tehzeeb_wa_tamaddun\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jamaadi_al_sani_1440\islami_tehzeeb_wa_tamaddun\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5326" cy="8343531"/>
                    </a:xfrm>
                    <a:prstGeom prst="rect">
                      <a:avLst/>
                    </a:prstGeom>
                    <a:noFill/>
                    <a:ln>
                      <a:noFill/>
                    </a:ln>
                  </pic:spPr>
                </pic:pic>
              </a:graphicData>
            </a:graphic>
          </wp:inline>
        </w:drawing>
      </w:r>
    </w:p>
    <w:p w:rsidR="00FF6072" w:rsidRDefault="00FF6072" w:rsidP="00BE6934">
      <w:pPr>
        <w:pStyle w:val="libNormal"/>
        <w:rPr>
          <w:rtl/>
        </w:rPr>
      </w:pPr>
      <w:r>
        <w:rPr>
          <w:rtl/>
        </w:rPr>
        <w:br w:type="page"/>
      </w:r>
    </w:p>
    <w:p w:rsidR="00FF6072" w:rsidRDefault="00FF6072" w:rsidP="00BE6934">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0A0CDC">
        <w:rPr>
          <w:rtl/>
        </w:rPr>
        <w:t xml:space="preserve">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0A0CDC">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61102A" w:rsidRDefault="00FF6072" w:rsidP="00BE6934">
      <w:pPr>
        <w:pStyle w:val="libNormal"/>
        <w:rPr>
          <w:rtl/>
        </w:rPr>
      </w:pPr>
      <w:r>
        <w:rPr>
          <w:rtl/>
        </w:rPr>
        <w:br w:type="page"/>
      </w:r>
    </w:p>
    <w:p w:rsidR="0061102A" w:rsidRDefault="0061102A" w:rsidP="00BE6934">
      <w:pPr>
        <w:pStyle w:val="libNormal"/>
        <w:rPr>
          <w:rtl/>
        </w:rPr>
      </w:pPr>
    </w:p>
    <w:p w:rsidR="0061102A" w:rsidRDefault="0061102A" w:rsidP="00BE6934">
      <w:pPr>
        <w:pStyle w:val="libNormal"/>
        <w:rPr>
          <w:rtl/>
        </w:rPr>
      </w:pPr>
    </w:p>
    <w:p w:rsidR="0061102A" w:rsidRDefault="0061102A" w:rsidP="00BE6934">
      <w:pPr>
        <w:pStyle w:val="libCenterBold2"/>
        <w:rPr>
          <w:rtl/>
        </w:rPr>
      </w:pPr>
      <w:r>
        <w:rPr>
          <w:rtl/>
        </w:rPr>
        <w:t xml:space="preserve">نام كتاب: اسلامى تہذيب و ثقافت </w:t>
      </w:r>
    </w:p>
    <w:p w:rsidR="0061102A" w:rsidRDefault="0061102A" w:rsidP="00BE6934">
      <w:pPr>
        <w:pStyle w:val="libCenterBold2"/>
        <w:rPr>
          <w:rtl/>
        </w:rPr>
      </w:pPr>
      <w:r>
        <w:rPr>
          <w:rtl/>
        </w:rPr>
        <w:t xml:space="preserve">مؤلف: ڈاكٹر على اكبر ولايتي </w:t>
      </w:r>
    </w:p>
    <w:p w:rsidR="0061102A" w:rsidRDefault="0061102A" w:rsidP="00BE6934">
      <w:pPr>
        <w:pStyle w:val="libCenterBold2"/>
        <w:rPr>
          <w:rtl/>
        </w:rPr>
      </w:pPr>
      <w:r>
        <w:rPr>
          <w:rtl/>
        </w:rPr>
        <w:t xml:space="preserve">مترجم: معارف اسلام پبلشرز </w:t>
      </w:r>
    </w:p>
    <w:p w:rsidR="0061102A" w:rsidRDefault="0061102A" w:rsidP="00BE6934">
      <w:pPr>
        <w:pStyle w:val="libCenterBold2"/>
        <w:rPr>
          <w:rtl/>
        </w:rPr>
      </w:pPr>
      <w:r>
        <w:rPr>
          <w:rtl/>
        </w:rPr>
        <w:t xml:space="preserve">ناشر: انتشارات نور مطاف </w:t>
      </w:r>
    </w:p>
    <w:p w:rsidR="0061102A" w:rsidRDefault="0061102A" w:rsidP="00BE6934">
      <w:pPr>
        <w:pStyle w:val="libCenterBold2"/>
        <w:rPr>
          <w:rtl/>
        </w:rPr>
      </w:pPr>
      <w:r>
        <w:rPr>
          <w:rtl/>
        </w:rPr>
        <w:t xml:space="preserve">اشاعت: دوم </w:t>
      </w:r>
    </w:p>
    <w:p w:rsidR="0061102A" w:rsidRDefault="0061102A" w:rsidP="00BE6934">
      <w:pPr>
        <w:pStyle w:val="libCenterBold2"/>
        <w:rPr>
          <w:rtl/>
        </w:rPr>
      </w:pPr>
      <w:r>
        <w:rPr>
          <w:rtl/>
        </w:rPr>
        <w:t xml:space="preserve">تاريخ اشاعت: رجب المرجب 1428 ھ_ق </w:t>
      </w:r>
    </w:p>
    <w:p w:rsidR="0069392F" w:rsidRDefault="0069392F" w:rsidP="00BE6934">
      <w:pPr>
        <w:pStyle w:val="libNormal"/>
        <w:rPr>
          <w:rtl/>
        </w:rPr>
      </w:pPr>
      <w:r>
        <w:rPr>
          <w:rtl/>
        </w:rPr>
        <w:br w:type="page"/>
      </w:r>
    </w:p>
    <w:p w:rsidR="0061102A" w:rsidRDefault="0061102A" w:rsidP="00BE6934">
      <w:pPr>
        <w:pStyle w:val="Heading2Center"/>
        <w:rPr>
          <w:rtl/>
        </w:rPr>
      </w:pPr>
      <w:bookmarkStart w:id="0" w:name="_Toc268556"/>
      <w:r>
        <w:rPr>
          <w:rtl/>
        </w:rPr>
        <w:lastRenderedPageBreak/>
        <w:t>مقدمہ:</w:t>
      </w:r>
      <w:bookmarkEnd w:id="0"/>
    </w:p>
    <w:p w:rsidR="0061102A" w:rsidRDefault="0061102A" w:rsidP="00BE6934">
      <w:pPr>
        <w:pStyle w:val="libNormal"/>
        <w:rPr>
          <w:rtl/>
        </w:rPr>
      </w:pPr>
      <w:r>
        <w:rPr>
          <w:rtl/>
        </w:rPr>
        <w:t>جو كچھ آپ كے سامنے ہے وہ اسلامى سرزمينو</w:t>
      </w:r>
      <w:r w:rsidR="000A0CDC">
        <w:rPr>
          <w:rtl/>
        </w:rPr>
        <w:t xml:space="preserve">ں </w:t>
      </w:r>
      <w:r>
        <w:rPr>
          <w:rtl/>
        </w:rPr>
        <w:t>مي</w:t>
      </w:r>
      <w:r w:rsidR="000A0CDC">
        <w:rPr>
          <w:rtl/>
        </w:rPr>
        <w:t xml:space="preserve">ں </w:t>
      </w:r>
      <w:r>
        <w:rPr>
          <w:rtl/>
        </w:rPr>
        <w:t>جنم لينے والى تہذيب و تمدن كى دقيق تحقيق اور منصفانہ جائزہ ہے، فاضل مصنف نے اسلامى تہذيب و ثقافت كے معرض وجود مي</w:t>
      </w:r>
      <w:r w:rsidR="000A0CDC">
        <w:rPr>
          <w:rtl/>
        </w:rPr>
        <w:t xml:space="preserve">ں </w:t>
      </w:r>
      <w:r>
        <w:rPr>
          <w:rtl/>
        </w:rPr>
        <w:t xml:space="preserve">آنے، اسكى نشو و نما كے اسباب اور پھر اسكے جمود كى وجوہات كى ايك مكمل تصوير پيش كرنے كى قابل تحسين كوشش كى ہے_ </w:t>
      </w:r>
    </w:p>
    <w:p w:rsidR="0061102A" w:rsidRDefault="0061102A" w:rsidP="00BE6934">
      <w:pPr>
        <w:pStyle w:val="libNormal"/>
        <w:rPr>
          <w:rtl/>
        </w:rPr>
      </w:pPr>
      <w:r>
        <w:rPr>
          <w:rtl/>
        </w:rPr>
        <w:t>ابتدائي ابواب مي</w:t>
      </w:r>
      <w:r w:rsidR="000A0CDC">
        <w:rPr>
          <w:rtl/>
        </w:rPr>
        <w:t xml:space="preserve">ں </w:t>
      </w:r>
      <w:r>
        <w:rPr>
          <w:rtl/>
        </w:rPr>
        <w:t>اسلام كى آمد ، قلوب كى فتح اور پھر مسلمانو</w:t>
      </w:r>
      <w:r w:rsidR="000A0CDC">
        <w:rPr>
          <w:rtl/>
        </w:rPr>
        <w:t xml:space="preserve">ں </w:t>
      </w:r>
      <w:r>
        <w:rPr>
          <w:rtl/>
        </w:rPr>
        <w:t>كا نہايت جد و جہد سے اپنى تہذيب و ثقافت كو اسلامى رنگ مي</w:t>
      </w:r>
      <w:r w:rsidR="000A0CDC">
        <w:rPr>
          <w:rtl/>
        </w:rPr>
        <w:t xml:space="preserve">ں </w:t>
      </w:r>
      <w:r>
        <w:rPr>
          <w:rtl/>
        </w:rPr>
        <w:t>ڈھالنے كو بہت خوبصورت انداز مي</w:t>
      </w:r>
      <w:r w:rsidR="000A0CDC">
        <w:rPr>
          <w:rtl/>
        </w:rPr>
        <w:t xml:space="preserve">ں </w:t>
      </w:r>
      <w:r>
        <w:rPr>
          <w:rtl/>
        </w:rPr>
        <w:t>منقش كيا گيا ہے اور يہ بھى بيان كيا گيا ہے كہ كس طرح اسلامى تعليمات كو دل وجان سے قبول كرنے كى وجہ سے وہ نہايت قليل مدت مي</w:t>
      </w:r>
      <w:r w:rsidR="000A0CDC">
        <w:rPr>
          <w:rtl/>
        </w:rPr>
        <w:t xml:space="preserve">ں </w:t>
      </w:r>
      <w:r>
        <w:rPr>
          <w:rtl/>
        </w:rPr>
        <w:t>علم و ترقى كى بلندترين چوٹيو</w:t>
      </w:r>
      <w:r w:rsidR="000A0CDC">
        <w:rPr>
          <w:rtl/>
        </w:rPr>
        <w:t xml:space="preserve">ں </w:t>
      </w:r>
      <w:r>
        <w:rPr>
          <w:rtl/>
        </w:rPr>
        <w:t xml:space="preserve">كو مسخر كرتے ہوئے ترقى وپيشرفت كے ميدان كے فاتح اور ہراول دستہ بن گئے_ </w:t>
      </w:r>
    </w:p>
    <w:p w:rsidR="0061102A" w:rsidRDefault="0061102A" w:rsidP="00BE6934">
      <w:pPr>
        <w:pStyle w:val="libNormal"/>
        <w:rPr>
          <w:rtl/>
        </w:rPr>
      </w:pPr>
      <w:r>
        <w:rPr>
          <w:rtl/>
        </w:rPr>
        <w:t>اس كے بعد كے ابواب مسلمانو</w:t>
      </w:r>
      <w:r w:rsidR="000A0CDC">
        <w:rPr>
          <w:rtl/>
        </w:rPr>
        <w:t xml:space="preserve">ں </w:t>
      </w:r>
      <w:r>
        <w:rPr>
          <w:rtl/>
        </w:rPr>
        <w:t>كى عزت و عظمت كے زوال كے اسباب و وجوہات كو بيان كرتے ہي</w:t>
      </w:r>
      <w:r w:rsidR="000A0CDC">
        <w:rPr>
          <w:rtl/>
        </w:rPr>
        <w:t xml:space="preserve">ں </w:t>
      </w:r>
      <w:r>
        <w:rPr>
          <w:rtl/>
        </w:rPr>
        <w:t>اور بتاتے ہي</w:t>
      </w:r>
      <w:r w:rsidR="000A0CDC">
        <w:rPr>
          <w:rtl/>
        </w:rPr>
        <w:t xml:space="preserve">ں </w:t>
      </w:r>
      <w:r>
        <w:rPr>
          <w:rtl/>
        </w:rPr>
        <w:t>كہ كس طرح مغربى طاقتو</w:t>
      </w:r>
      <w:r w:rsidR="000A0CDC">
        <w:rPr>
          <w:rtl/>
        </w:rPr>
        <w:t xml:space="preserve">ں </w:t>
      </w:r>
      <w:r>
        <w:rPr>
          <w:rtl/>
        </w:rPr>
        <w:t>نے مشرق خصوصاً مسلمانو</w:t>
      </w:r>
      <w:r w:rsidR="000A0CDC">
        <w:rPr>
          <w:rtl/>
        </w:rPr>
        <w:t xml:space="preserve">ں </w:t>
      </w:r>
      <w:r>
        <w:rPr>
          <w:rtl/>
        </w:rPr>
        <w:t>كى مادى اور روحانى دولت كو لوٹ كر اور انہي</w:t>
      </w:r>
      <w:r w:rsidR="000A0CDC">
        <w:rPr>
          <w:rtl/>
        </w:rPr>
        <w:t xml:space="preserve">ں </w:t>
      </w:r>
      <w:r>
        <w:rPr>
          <w:rtl/>
        </w:rPr>
        <w:t>بيرونى جنگو</w:t>
      </w:r>
      <w:r w:rsidR="000A0CDC">
        <w:rPr>
          <w:rtl/>
        </w:rPr>
        <w:t xml:space="preserve">ں </w:t>
      </w:r>
      <w:r>
        <w:rPr>
          <w:rtl/>
        </w:rPr>
        <w:t>اور داخلى خودساختہ تنازعات مي</w:t>
      </w:r>
      <w:r w:rsidR="000A0CDC">
        <w:rPr>
          <w:rtl/>
        </w:rPr>
        <w:t xml:space="preserve">ں </w:t>
      </w:r>
      <w:r>
        <w:rPr>
          <w:rtl/>
        </w:rPr>
        <w:t>الجھا كر اپنے ليے عليحدہ جائے امن و سكون بنالى ہے اور مسلمانو</w:t>
      </w:r>
      <w:r w:rsidR="000A0CDC">
        <w:rPr>
          <w:rtl/>
        </w:rPr>
        <w:t xml:space="preserve">ں </w:t>
      </w:r>
      <w:r>
        <w:rPr>
          <w:rtl/>
        </w:rPr>
        <w:t>كو ان شيطانى ہتھكنڈو</w:t>
      </w:r>
      <w:r w:rsidR="000A0CDC">
        <w:rPr>
          <w:rtl/>
        </w:rPr>
        <w:t xml:space="preserve">ں </w:t>
      </w:r>
      <w:r>
        <w:rPr>
          <w:rtl/>
        </w:rPr>
        <w:t>سے صنعت اور ٹيكنالوجى كے دائرے سے باہر نكالتے ہوئے خود ان علمى ميدانو</w:t>
      </w:r>
      <w:r w:rsidR="000A0CDC">
        <w:rPr>
          <w:rtl/>
        </w:rPr>
        <w:t xml:space="preserve">ں </w:t>
      </w:r>
      <w:r>
        <w:rPr>
          <w:rtl/>
        </w:rPr>
        <w:t>كے حاكم بن بيٹھے ہي</w:t>
      </w:r>
      <w:r w:rsidR="000A0CDC">
        <w:rPr>
          <w:rtl/>
        </w:rPr>
        <w:t xml:space="preserve">ں </w:t>
      </w:r>
      <w:r>
        <w:rPr>
          <w:rtl/>
        </w:rPr>
        <w:t>،البتہ اس كے ساتھ ساتھ انہو</w:t>
      </w:r>
      <w:r w:rsidR="000A0CDC">
        <w:rPr>
          <w:rtl/>
        </w:rPr>
        <w:t xml:space="preserve">ں </w:t>
      </w:r>
      <w:r>
        <w:rPr>
          <w:rtl/>
        </w:rPr>
        <w:t>نے نئے سے نئے آلات كے ذريعے اپنى روال پذير اور مضر ثقافت كو دوسرے ممالك مي</w:t>
      </w:r>
      <w:r w:rsidR="000A0CDC">
        <w:rPr>
          <w:rtl/>
        </w:rPr>
        <w:t xml:space="preserve">ں </w:t>
      </w:r>
      <w:r>
        <w:rPr>
          <w:rtl/>
        </w:rPr>
        <w:t xml:space="preserve">برآمد كرديا ہے_ </w:t>
      </w:r>
    </w:p>
    <w:p w:rsidR="0069392F" w:rsidRDefault="0069392F" w:rsidP="00BE6934">
      <w:pPr>
        <w:pStyle w:val="libNormal"/>
        <w:rPr>
          <w:rtl/>
        </w:rPr>
      </w:pPr>
      <w:r>
        <w:rPr>
          <w:rtl/>
        </w:rPr>
        <w:br w:type="page"/>
      </w:r>
    </w:p>
    <w:p w:rsidR="0061102A" w:rsidRDefault="0061102A" w:rsidP="00BE6934">
      <w:pPr>
        <w:pStyle w:val="libNormal"/>
        <w:rPr>
          <w:rtl/>
        </w:rPr>
      </w:pPr>
      <w:r>
        <w:rPr>
          <w:rtl/>
        </w:rPr>
        <w:lastRenderedPageBreak/>
        <w:t>مسلمانو</w:t>
      </w:r>
      <w:r w:rsidR="000A0CDC">
        <w:rPr>
          <w:rtl/>
        </w:rPr>
        <w:t xml:space="preserve">ں </w:t>
      </w:r>
      <w:r>
        <w:rPr>
          <w:rtl/>
        </w:rPr>
        <w:t>كى اپنے اصلى مقام كو حاصل كرنے كے ليے دوبارہ بيداري، مغرب كى حقيقى تہذيب مسلمان دانشورو</w:t>
      </w:r>
      <w:r w:rsidR="000A0CDC">
        <w:rPr>
          <w:rtl/>
        </w:rPr>
        <w:t xml:space="preserve">ں </w:t>
      </w:r>
      <w:r>
        <w:rPr>
          <w:rtl/>
        </w:rPr>
        <w:t>كى زبانى مغرب كے انحطاط اور انكى آسمانى و فطرى اقدار اور روحانيت سے دورى كا تجزيہ، اور ساتھ ہى انہى دانشورو</w:t>
      </w:r>
      <w:r w:rsidR="000A0CDC">
        <w:rPr>
          <w:rtl/>
        </w:rPr>
        <w:t xml:space="preserve">ں </w:t>
      </w:r>
      <w:r>
        <w:rPr>
          <w:rtl/>
        </w:rPr>
        <w:t>اور دوسرے مجددين كى طرف سے مغربى ثقافت كے نفوذ كے خطرات سے متنبہ كرنا، جيسے موضوعات كتاب كے آخرى حصے كو تشكيل ديتے ہي</w:t>
      </w:r>
      <w:r w:rsidR="000A0CDC">
        <w:rPr>
          <w:rtl/>
        </w:rPr>
        <w:t xml:space="preserve">ں </w:t>
      </w:r>
      <w:r>
        <w:rPr>
          <w:rtl/>
        </w:rPr>
        <w:t xml:space="preserve">_ </w:t>
      </w:r>
    </w:p>
    <w:p w:rsidR="0061102A" w:rsidRDefault="0061102A" w:rsidP="00BE6934">
      <w:pPr>
        <w:pStyle w:val="libNormal"/>
        <w:rPr>
          <w:rtl/>
        </w:rPr>
      </w:pPr>
      <w:r>
        <w:rPr>
          <w:rtl/>
        </w:rPr>
        <w:t>مؤلف نے اس گرا</w:t>
      </w:r>
      <w:r w:rsidR="000A0CDC">
        <w:rPr>
          <w:rtl/>
        </w:rPr>
        <w:t xml:space="preserve">ں </w:t>
      </w:r>
      <w:r>
        <w:rPr>
          <w:rtl/>
        </w:rPr>
        <w:t>بہا تحقيق مي</w:t>
      </w:r>
      <w:r w:rsidR="000A0CDC">
        <w:rPr>
          <w:rtl/>
        </w:rPr>
        <w:t xml:space="preserve">ں </w:t>
      </w:r>
      <w:r>
        <w:rPr>
          <w:rtl/>
        </w:rPr>
        <w:t>اپنى استعداد اور صلاحيتو</w:t>
      </w:r>
      <w:r w:rsidR="000A0CDC">
        <w:rPr>
          <w:rtl/>
        </w:rPr>
        <w:t xml:space="preserve">ں </w:t>
      </w:r>
      <w:r>
        <w:rPr>
          <w:rtl/>
        </w:rPr>
        <w:t>كا كھل كر اظہار كيا ہے اور سال باسال سے كيے جانے والے اپنے كتابى اور ميدانى مطالعات كے علاوہ دنيا كى مختلف اقوام ، علمي، ثقافتى اور سياسى شخصيتو</w:t>
      </w:r>
      <w:r w:rsidR="000A0CDC">
        <w:rPr>
          <w:rtl/>
        </w:rPr>
        <w:t xml:space="preserve">ں </w:t>
      </w:r>
      <w:r>
        <w:rPr>
          <w:rtl/>
        </w:rPr>
        <w:t>كے ساتھ گزارے گئے لمحات اور تجربات كو نہايت خوبصورت انداز مي</w:t>
      </w:r>
      <w:r w:rsidR="000A0CDC">
        <w:rPr>
          <w:rtl/>
        </w:rPr>
        <w:t xml:space="preserve">ں </w:t>
      </w:r>
      <w:r>
        <w:rPr>
          <w:rtl/>
        </w:rPr>
        <w:t>زيور تحرير سے آراستہ كيا ہے_ جس پر ہم انكے ليے خداوند متعال سے اجر اور توفيقات كے طالب ہي</w:t>
      </w:r>
      <w:r w:rsidR="000A0CDC">
        <w:rPr>
          <w:rtl/>
        </w:rPr>
        <w:t xml:space="preserve">ں </w:t>
      </w:r>
      <w:r>
        <w:rPr>
          <w:rtl/>
        </w:rPr>
        <w:t xml:space="preserve">_ </w:t>
      </w:r>
    </w:p>
    <w:p w:rsidR="0061102A" w:rsidRDefault="0061102A" w:rsidP="00BE6934">
      <w:pPr>
        <w:pStyle w:val="libNormal"/>
        <w:rPr>
          <w:rtl/>
        </w:rPr>
      </w:pPr>
      <w:r>
        <w:rPr>
          <w:rtl/>
        </w:rPr>
        <w:t>مؤسسہ معارف اسلامى جس كے نامہ اعمال مي</w:t>
      </w:r>
      <w:r w:rsidR="000A0CDC">
        <w:rPr>
          <w:rtl/>
        </w:rPr>
        <w:t xml:space="preserve">ں </w:t>
      </w:r>
      <w:r>
        <w:rPr>
          <w:rtl/>
        </w:rPr>
        <w:t>علوم اسلامى مثلاً فقہ، تفسير، كلام، تاريخ، سيرت ،اخلاق اور معاشرتى علوم كى بھر پور اشاعت و تبليغ جيسے كارہائے نمايا</w:t>
      </w:r>
      <w:r w:rsidR="000A0CDC">
        <w:rPr>
          <w:rtl/>
        </w:rPr>
        <w:t xml:space="preserve">ں </w:t>
      </w:r>
      <w:r>
        <w:rPr>
          <w:rtl/>
        </w:rPr>
        <w:t>درج ہي</w:t>
      </w:r>
      <w:r w:rsidR="000A0CDC">
        <w:rPr>
          <w:rtl/>
        </w:rPr>
        <w:t xml:space="preserve">ں </w:t>
      </w:r>
      <w:r>
        <w:rPr>
          <w:rtl/>
        </w:rPr>
        <w:t xml:space="preserve">خداوند متعال كا بے حد شكر گزار ہے كہ اس نے اس قيمتى اور مفيد كتاب كے ترجمے كى سعادت اس علمى مؤسسے كو بخشي_ </w:t>
      </w:r>
    </w:p>
    <w:p w:rsidR="0061102A" w:rsidRDefault="0061102A" w:rsidP="00BE6934">
      <w:pPr>
        <w:pStyle w:val="libNormal"/>
        <w:rPr>
          <w:rtl/>
        </w:rPr>
      </w:pPr>
      <w:r>
        <w:rPr>
          <w:rtl/>
        </w:rPr>
        <w:t>اميد ہے كہ اس كتاب كى طباعت اور اجراء اسلامى ممالك اور مسلمانو</w:t>
      </w:r>
      <w:r w:rsidR="000A0CDC">
        <w:rPr>
          <w:rtl/>
        </w:rPr>
        <w:t xml:space="preserve">ں </w:t>
      </w:r>
      <w:r>
        <w:rPr>
          <w:rtl/>
        </w:rPr>
        <w:t>كى سربلندى كى راہ مي</w:t>
      </w:r>
      <w:r w:rsidR="000A0CDC">
        <w:rPr>
          <w:rtl/>
        </w:rPr>
        <w:t xml:space="preserve">ں </w:t>
      </w:r>
      <w:r>
        <w:rPr>
          <w:rtl/>
        </w:rPr>
        <w:t>ايك بہت بڑا قدم شمار ہوگا يہا</w:t>
      </w:r>
      <w:r w:rsidR="000A0CDC">
        <w:rPr>
          <w:rtl/>
        </w:rPr>
        <w:t xml:space="preserve">ں </w:t>
      </w:r>
      <w:r>
        <w:rPr>
          <w:rtl/>
        </w:rPr>
        <w:t>ہم ضرورى سمجھتے ہي</w:t>
      </w:r>
      <w:r w:rsidR="000A0CDC">
        <w:rPr>
          <w:rtl/>
        </w:rPr>
        <w:t xml:space="preserve">ں </w:t>
      </w:r>
      <w:r>
        <w:rPr>
          <w:rtl/>
        </w:rPr>
        <w:t>كہ محترم مترجم على اصغر سيفى اور محترم مصحح سيد عون نقوى كى بے لوث اور مخلصانہ كاوشو</w:t>
      </w:r>
      <w:r w:rsidR="000A0CDC">
        <w:rPr>
          <w:rtl/>
        </w:rPr>
        <w:t xml:space="preserve">ں </w:t>
      </w:r>
      <w:r>
        <w:rPr>
          <w:rtl/>
        </w:rPr>
        <w:t>كا شكريہ ادا كري</w:t>
      </w:r>
      <w:r w:rsidR="000A0CDC">
        <w:rPr>
          <w:rtl/>
        </w:rPr>
        <w:t xml:space="preserve">ں </w:t>
      </w:r>
      <w:r>
        <w:rPr>
          <w:rtl/>
        </w:rPr>
        <w:t>، خداوند متعال سے ان كى مزيد كا ميابيو</w:t>
      </w:r>
      <w:r w:rsidR="000A0CDC">
        <w:rPr>
          <w:rtl/>
        </w:rPr>
        <w:t xml:space="preserve">ں </w:t>
      </w:r>
      <w:r>
        <w:rPr>
          <w:rtl/>
        </w:rPr>
        <w:t>كے ليے دعا گو ہي</w:t>
      </w:r>
      <w:r w:rsidR="000A0CDC">
        <w:rPr>
          <w:rtl/>
        </w:rPr>
        <w:t xml:space="preserve">ں </w:t>
      </w:r>
      <w:r>
        <w:rPr>
          <w:rtl/>
        </w:rPr>
        <w:t xml:space="preserve">_ </w:t>
      </w:r>
    </w:p>
    <w:p w:rsidR="0061102A" w:rsidRDefault="0061102A" w:rsidP="00BE6934">
      <w:pPr>
        <w:pStyle w:val="libNormal"/>
        <w:rPr>
          <w:rtl/>
        </w:rPr>
      </w:pPr>
    </w:p>
    <w:p w:rsidR="0061102A" w:rsidRDefault="0061102A" w:rsidP="00BE6934">
      <w:pPr>
        <w:pStyle w:val="libNormal"/>
        <w:rPr>
          <w:rtl/>
        </w:rPr>
      </w:pPr>
      <w:r>
        <w:rPr>
          <w:rtl/>
        </w:rPr>
        <w:t xml:space="preserve">معارف اسلام پبلشرز </w:t>
      </w:r>
    </w:p>
    <w:p w:rsidR="0069392F" w:rsidRDefault="0069392F" w:rsidP="00BE6934">
      <w:pPr>
        <w:pStyle w:val="libNormal"/>
        <w:rPr>
          <w:rtl/>
        </w:rPr>
      </w:pPr>
      <w:r>
        <w:rPr>
          <w:rtl/>
        </w:rPr>
        <w:br w:type="page"/>
      </w:r>
    </w:p>
    <w:p w:rsidR="0061102A" w:rsidRDefault="0061102A" w:rsidP="00BE6934">
      <w:pPr>
        <w:pStyle w:val="Heading2Center"/>
        <w:rPr>
          <w:rtl/>
        </w:rPr>
      </w:pPr>
      <w:bookmarkStart w:id="1" w:name="_Toc268557"/>
      <w:r>
        <w:rPr>
          <w:rtl/>
        </w:rPr>
        <w:lastRenderedPageBreak/>
        <w:t>تمہيد</w:t>
      </w:r>
      <w:bookmarkEnd w:id="1"/>
    </w:p>
    <w:p w:rsidR="0061102A" w:rsidRDefault="0061102A" w:rsidP="00BE6934">
      <w:pPr>
        <w:pStyle w:val="libNormal"/>
        <w:rPr>
          <w:rtl/>
        </w:rPr>
      </w:pPr>
      <w:r>
        <w:rPr>
          <w:rtl/>
        </w:rPr>
        <w:t>عرصہ دراز سے ايك ايرانى مسلمان ہونے كے ناطے اسلام اور ايران كے تہذيبى اور ثقافتى تشخص كا تعين ہر وقت ميرا مقصد جستجو رہا ہے، اسى ليے جہا</w:t>
      </w:r>
      <w:r w:rsidR="000A0CDC">
        <w:rPr>
          <w:rtl/>
        </w:rPr>
        <w:t xml:space="preserve">ں </w:t>
      </w:r>
      <w:r>
        <w:rPr>
          <w:rtl/>
        </w:rPr>
        <w:t>كہي</w:t>
      </w:r>
      <w:r w:rsidR="000A0CDC">
        <w:rPr>
          <w:rtl/>
        </w:rPr>
        <w:t xml:space="preserve">ں </w:t>
      </w:r>
      <w:r>
        <w:rPr>
          <w:rtl/>
        </w:rPr>
        <w:t>امكان ہوتا كہ مجھے ميرى گم شدہ منزل كا سراغ مل جائے گا مي</w:t>
      </w:r>
      <w:r w:rsidR="000A0CDC">
        <w:rPr>
          <w:rtl/>
        </w:rPr>
        <w:t xml:space="preserve">ں </w:t>
      </w:r>
      <w:r>
        <w:rPr>
          <w:rtl/>
        </w:rPr>
        <w:t>بڑے شوق كے ساتھ وہا</w:t>
      </w:r>
      <w:r w:rsidR="000A0CDC">
        <w:rPr>
          <w:rtl/>
        </w:rPr>
        <w:t xml:space="preserve">ں </w:t>
      </w:r>
      <w:r>
        <w:rPr>
          <w:rtl/>
        </w:rPr>
        <w:t>بڑھتا كوئي تقرير ہوتى تو اسے سنتا اور كوئي كتاب يامقالہ ہوتا تو مطالعہ كرتا اور حقيقى كى بات جو مي</w:t>
      </w:r>
      <w:r w:rsidR="000A0CDC">
        <w:rPr>
          <w:rtl/>
        </w:rPr>
        <w:t xml:space="preserve">ں </w:t>
      </w:r>
      <w:r>
        <w:rPr>
          <w:rtl/>
        </w:rPr>
        <w:t>بتدريج سمجھا يہ تھى كہ ہمارى امت و قوم اور اسكى تہذيب و تمدن پر غيرو</w:t>
      </w:r>
      <w:r w:rsidR="000A0CDC">
        <w:rPr>
          <w:rtl/>
        </w:rPr>
        <w:t xml:space="preserve">ں </w:t>
      </w:r>
      <w:r>
        <w:rPr>
          <w:rtl/>
        </w:rPr>
        <w:t xml:space="preserve">كى بدنيتى اور ہمارى سستى كے باعث بہت بڑا ظلم ہوا ہے_ </w:t>
      </w:r>
    </w:p>
    <w:p w:rsidR="0061102A" w:rsidRDefault="0061102A" w:rsidP="00BE6934">
      <w:pPr>
        <w:pStyle w:val="libNormal"/>
        <w:rPr>
          <w:rtl/>
        </w:rPr>
      </w:pPr>
      <w:r>
        <w:rPr>
          <w:rtl/>
        </w:rPr>
        <w:t>ايك طرف اغيار نے مسلمانو</w:t>
      </w:r>
      <w:r w:rsidR="000A0CDC">
        <w:rPr>
          <w:rtl/>
        </w:rPr>
        <w:t xml:space="preserve">ں </w:t>
      </w:r>
      <w:r>
        <w:rPr>
          <w:rtl/>
        </w:rPr>
        <w:t>كى تمام خوبيو</w:t>
      </w:r>
      <w:r w:rsidR="000A0CDC">
        <w:rPr>
          <w:rtl/>
        </w:rPr>
        <w:t xml:space="preserve">ں </w:t>
      </w:r>
      <w:r>
        <w:rPr>
          <w:rtl/>
        </w:rPr>
        <w:t>كو ماننے سے انكار كيا اور دوسرى طرف مسلمانو</w:t>
      </w:r>
      <w:r w:rsidR="000A0CDC">
        <w:rPr>
          <w:rtl/>
        </w:rPr>
        <w:t xml:space="preserve">ں </w:t>
      </w:r>
      <w:r>
        <w:rPr>
          <w:rtl/>
        </w:rPr>
        <w:t>نے اپنے علمى اور ثقافتى سرمايہ كے اندراج ، ريكارڈ اور منظر عام پر لانے مي</w:t>
      </w:r>
      <w:r w:rsidR="000A0CDC">
        <w:rPr>
          <w:rtl/>
        </w:rPr>
        <w:t xml:space="preserve">ں </w:t>
      </w:r>
      <w:r>
        <w:rPr>
          <w:rtl/>
        </w:rPr>
        <w:t>غفلت كا مظاہرہ كيا اور اسكا نتيجہ اس غلط عالمى سوچ كى صورت مي</w:t>
      </w:r>
      <w:r w:rsidR="000A0CDC">
        <w:rPr>
          <w:rtl/>
        </w:rPr>
        <w:t xml:space="preserve">ں </w:t>
      </w:r>
      <w:r>
        <w:rPr>
          <w:rtl/>
        </w:rPr>
        <w:t>نكلا كہ جو خود مسلمانو</w:t>
      </w:r>
      <w:r w:rsidR="000A0CDC">
        <w:rPr>
          <w:rtl/>
        </w:rPr>
        <w:t xml:space="preserve">ں </w:t>
      </w:r>
      <w:r>
        <w:rPr>
          <w:rtl/>
        </w:rPr>
        <w:t>اور ايرانيو</w:t>
      </w:r>
      <w:r w:rsidR="000A0CDC">
        <w:rPr>
          <w:rtl/>
        </w:rPr>
        <w:t xml:space="preserve">ں </w:t>
      </w:r>
      <w:r>
        <w:rPr>
          <w:rtl/>
        </w:rPr>
        <w:t>كے ذہنو</w:t>
      </w:r>
      <w:r w:rsidR="000A0CDC">
        <w:rPr>
          <w:rtl/>
        </w:rPr>
        <w:t xml:space="preserve">ں </w:t>
      </w:r>
      <w:r>
        <w:rPr>
          <w:rtl/>
        </w:rPr>
        <w:t>مي</w:t>
      </w:r>
      <w:r w:rsidR="000A0CDC">
        <w:rPr>
          <w:rtl/>
        </w:rPr>
        <w:t xml:space="preserve">ں </w:t>
      </w:r>
      <w:r>
        <w:rPr>
          <w:rtl/>
        </w:rPr>
        <w:t>بھى سرايت كرگئي كہ يہ مغربى اقوام عالم خلقت مي</w:t>
      </w:r>
      <w:r w:rsidR="000A0CDC">
        <w:rPr>
          <w:rtl/>
        </w:rPr>
        <w:t xml:space="preserve">ں </w:t>
      </w:r>
      <w:r>
        <w:rPr>
          <w:rtl/>
        </w:rPr>
        <w:t>ايك منفرد نوعيت كى حامل ہي</w:t>
      </w:r>
      <w:r w:rsidR="000A0CDC">
        <w:rPr>
          <w:rtl/>
        </w:rPr>
        <w:t xml:space="preserve">ں </w:t>
      </w:r>
      <w:r>
        <w:rPr>
          <w:rtl/>
        </w:rPr>
        <w:t>كہ جو غير معمولى ذہن اور صلاحيتو</w:t>
      </w:r>
      <w:r w:rsidR="000A0CDC">
        <w:rPr>
          <w:rtl/>
        </w:rPr>
        <w:t xml:space="preserve">ں </w:t>
      </w:r>
      <w:r>
        <w:rPr>
          <w:rtl/>
        </w:rPr>
        <w:t>سے مالامال ہي</w:t>
      </w:r>
      <w:r w:rsidR="000A0CDC">
        <w:rPr>
          <w:rtl/>
        </w:rPr>
        <w:t xml:space="preserve">ں </w:t>
      </w:r>
      <w:r>
        <w:rPr>
          <w:rtl/>
        </w:rPr>
        <w:t>، جبكہ مسلمان اور ديگر اقوام ان نعمتو</w:t>
      </w:r>
      <w:r w:rsidR="000A0CDC">
        <w:rPr>
          <w:rtl/>
        </w:rPr>
        <w:t xml:space="preserve">ں </w:t>
      </w:r>
      <w:r>
        <w:rPr>
          <w:rtl/>
        </w:rPr>
        <w:t>سے محروم ہي</w:t>
      </w:r>
      <w:r w:rsidR="000A0CDC">
        <w:rPr>
          <w:rtl/>
        </w:rPr>
        <w:t xml:space="preserve">ں </w:t>
      </w:r>
      <w:r>
        <w:rPr>
          <w:rtl/>
        </w:rPr>
        <w:t>;قديم يونانى دور سے روم اور يورپى نشا ةثانيہ كے دورتك يہى مغربى اقوام ہميشہ ترقى يافتہ اور موجد ہي</w:t>
      </w:r>
      <w:r w:rsidR="000A0CDC">
        <w:rPr>
          <w:rtl/>
        </w:rPr>
        <w:t xml:space="preserve">ں </w:t>
      </w:r>
      <w:r>
        <w:rPr>
          <w:rtl/>
        </w:rPr>
        <w:t>جبكہ مشرقى اقوام اور مسلمان ہميشہ سے انكے مقلد اور انكى ايجادات كے صارف رہے ہي</w:t>
      </w:r>
      <w:r w:rsidR="000A0CDC">
        <w:rPr>
          <w:rtl/>
        </w:rPr>
        <w:t xml:space="preserve">ں </w:t>
      </w:r>
      <w:r>
        <w:rPr>
          <w:rtl/>
        </w:rPr>
        <w:t xml:space="preserve">_ </w:t>
      </w:r>
    </w:p>
    <w:p w:rsidR="0061102A" w:rsidRDefault="0061102A" w:rsidP="00BE6934">
      <w:pPr>
        <w:pStyle w:val="libNormal"/>
        <w:rPr>
          <w:rtl/>
        </w:rPr>
      </w:pPr>
      <w:r>
        <w:rPr>
          <w:rtl/>
        </w:rPr>
        <w:t>دو صديو</w:t>
      </w:r>
      <w:r w:rsidR="000A0CDC">
        <w:rPr>
          <w:rtl/>
        </w:rPr>
        <w:t xml:space="preserve">ں </w:t>
      </w:r>
      <w:r>
        <w:rPr>
          <w:rtl/>
        </w:rPr>
        <w:t>سے ليكر اب تك اس قسم كے نظر يے كا وسيع پيمانے پرپروپيگنڈا ہوا كہ جسكا عملى نتيجہ يہ سامنے آيا كہ گويا ہم لوگ (علمى ميدان مي</w:t>
      </w:r>
      <w:r w:rsidR="000A0CDC">
        <w:rPr>
          <w:rtl/>
        </w:rPr>
        <w:t xml:space="preserve">ں </w:t>
      </w:r>
      <w:r>
        <w:rPr>
          <w:rtl/>
        </w:rPr>
        <w:t>) فضول كوشش نہ كري</w:t>
      </w:r>
      <w:r w:rsidR="000A0CDC">
        <w:rPr>
          <w:rtl/>
        </w:rPr>
        <w:t xml:space="preserve">ں </w:t>
      </w:r>
      <w:r>
        <w:rPr>
          <w:rtl/>
        </w:rPr>
        <w:t>اور نچلے درجہ كے انسان كى حيثيت سے اسے اپنى قسمت كا لكھا ہوا سمجھ كر تمام سياسى اور ثقافتى نتائج كے ساتھ قبول كرلي</w:t>
      </w:r>
      <w:r w:rsidR="000A0CDC">
        <w:rPr>
          <w:rtl/>
        </w:rPr>
        <w:t xml:space="preserve">ں </w:t>
      </w:r>
      <w:r>
        <w:rPr>
          <w:rtl/>
        </w:rPr>
        <w:t xml:space="preserve">اس طرح معلوم ہوا كہ مغربى استعمار كى </w:t>
      </w:r>
    </w:p>
    <w:p w:rsidR="0069392F" w:rsidRDefault="0069392F" w:rsidP="00BE6934">
      <w:pPr>
        <w:pStyle w:val="libNormal"/>
        <w:rPr>
          <w:rtl/>
        </w:rPr>
      </w:pPr>
      <w:r>
        <w:rPr>
          <w:rtl/>
        </w:rPr>
        <w:br w:type="page"/>
      </w:r>
    </w:p>
    <w:p w:rsidR="0061102A" w:rsidRDefault="0061102A" w:rsidP="00BE6934">
      <w:pPr>
        <w:pStyle w:val="libNormal"/>
        <w:rPr>
          <w:rtl/>
        </w:rPr>
      </w:pPr>
      <w:r>
        <w:rPr>
          <w:rtl/>
        </w:rPr>
        <w:lastRenderedPageBreak/>
        <w:t>شيطانى مكارى اور ہم سب كى غفلت آہستہ آہستہ لوگو</w:t>
      </w:r>
      <w:r w:rsidR="000A0CDC">
        <w:rPr>
          <w:rtl/>
        </w:rPr>
        <w:t xml:space="preserve">ں </w:t>
      </w:r>
      <w:r>
        <w:rPr>
          <w:rtl/>
        </w:rPr>
        <w:t>مي</w:t>
      </w:r>
      <w:r w:rsidR="000A0CDC">
        <w:rPr>
          <w:rtl/>
        </w:rPr>
        <w:t xml:space="preserve">ں </w:t>
      </w:r>
      <w:r>
        <w:rPr>
          <w:rtl/>
        </w:rPr>
        <w:t>اس قسم كے نظريات پيدا ہونے كا باعث بنى جنہي</w:t>
      </w:r>
      <w:r w:rsidR="000A0CDC">
        <w:rPr>
          <w:rtl/>
        </w:rPr>
        <w:t xml:space="preserve">ں </w:t>
      </w:r>
      <w:r>
        <w:rPr>
          <w:rtl/>
        </w:rPr>
        <w:t>ثانوى صفات كا عنوان دينا چاہيے اور وہ (نظريات) يہ ہي</w:t>
      </w:r>
      <w:r w:rsidR="000A0CDC">
        <w:rPr>
          <w:rtl/>
        </w:rPr>
        <w:t xml:space="preserve">ں </w:t>
      </w:r>
      <w:r>
        <w:rPr>
          <w:rtl/>
        </w:rPr>
        <w:t>كہ '' ہم فضول كوشش نہ كر لي</w:t>
      </w:r>
      <w:r w:rsidR="000A0CDC">
        <w:rPr>
          <w:rtl/>
        </w:rPr>
        <w:t xml:space="preserve">ں </w:t>
      </w:r>
      <w:r>
        <w:rPr>
          <w:rtl/>
        </w:rPr>
        <w:t>'' ہم اس لائق نہي</w:t>
      </w:r>
      <w:r w:rsidR="000A0CDC">
        <w:rPr>
          <w:rtl/>
        </w:rPr>
        <w:t xml:space="preserve">ں </w:t>
      </w:r>
      <w:r>
        <w:rPr>
          <w:rtl/>
        </w:rPr>
        <w:t>ہي</w:t>
      </w:r>
      <w:r w:rsidR="000A0CDC">
        <w:rPr>
          <w:rtl/>
        </w:rPr>
        <w:t xml:space="preserve">ں </w:t>
      </w:r>
      <w:r>
        <w:rPr>
          <w:rtl/>
        </w:rPr>
        <w:t>كہ علم و دانش كے بلند و بالا درجات كى تمنا كري</w:t>
      </w:r>
      <w:r w:rsidR="000A0CDC">
        <w:rPr>
          <w:rtl/>
        </w:rPr>
        <w:t xml:space="preserve">ں </w:t>
      </w:r>
      <w:r>
        <w:rPr>
          <w:rtl/>
        </w:rPr>
        <w:t>بلك اسى حد تك قانع رہي</w:t>
      </w:r>
      <w:r w:rsidR="000A0CDC">
        <w:rPr>
          <w:rtl/>
        </w:rPr>
        <w:t xml:space="preserve">ں </w:t>
      </w:r>
      <w:r>
        <w:rPr>
          <w:rtl/>
        </w:rPr>
        <w:t>كہ جو ازل سے ہمارى قسمت مي</w:t>
      </w:r>
      <w:r w:rsidR="000A0CDC">
        <w:rPr>
          <w:rtl/>
        </w:rPr>
        <w:t xml:space="preserve">ں </w:t>
      </w:r>
      <w:r>
        <w:rPr>
          <w:rtl/>
        </w:rPr>
        <w:t xml:space="preserve">لكھا جاچكاہے_ </w:t>
      </w:r>
    </w:p>
    <w:p w:rsidR="0061102A" w:rsidRDefault="0061102A" w:rsidP="00BE6934">
      <w:pPr>
        <w:pStyle w:val="libNormal"/>
        <w:rPr>
          <w:rtl/>
        </w:rPr>
      </w:pPr>
      <w:r>
        <w:rPr>
          <w:rtl/>
        </w:rPr>
        <w:t>كسى بھى ذمہ دار درد دل ركھنے والے كے ليے اس سے بڑھ كہ جانسوز غم نہ ہوگا كہ اسكى نظرياتى اور قومى حيثيت كو اسطرح پامال كيا جائے ، درست اسى زمانہ سے جب اسلامى اور مشرقى سرزمين اہل مغرب كى فوجى اور ثقافتى يلغار كا مركز بنى اس قسم كے نظريات كى نشر و اشاعت اور لوگو</w:t>
      </w:r>
      <w:r w:rsidR="000A0CDC">
        <w:rPr>
          <w:rtl/>
        </w:rPr>
        <w:t xml:space="preserve">ں </w:t>
      </w:r>
      <w:r>
        <w:rPr>
          <w:rtl/>
        </w:rPr>
        <w:t>كے ذہنو</w:t>
      </w:r>
      <w:r w:rsidR="000A0CDC">
        <w:rPr>
          <w:rtl/>
        </w:rPr>
        <w:t xml:space="preserve">ں </w:t>
      </w:r>
      <w:r>
        <w:rPr>
          <w:rtl/>
        </w:rPr>
        <w:t>مي</w:t>
      </w:r>
      <w:r w:rsidR="000A0CDC">
        <w:rPr>
          <w:rtl/>
        </w:rPr>
        <w:t xml:space="preserve">ں </w:t>
      </w:r>
      <w:r>
        <w:rPr>
          <w:rtl/>
        </w:rPr>
        <w:t>انہي</w:t>
      </w:r>
      <w:r w:rsidR="000A0CDC">
        <w:rPr>
          <w:rtl/>
        </w:rPr>
        <w:t xml:space="preserve">ں </w:t>
      </w:r>
      <w:r>
        <w:rPr>
          <w:rtl/>
        </w:rPr>
        <w:t>راسخ كرنے كا آغاز ہوا جو كہ اپنى جگہ استعماريت كا واضح نمونہ تھا، تو كچھ عظيم لوگ اٹھ كھڑے ہوئے جنہو</w:t>
      </w:r>
      <w:r w:rsidR="000A0CDC">
        <w:rPr>
          <w:rtl/>
        </w:rPr>
        <w:t xml:space="preserve">ں </w:t>
      </w:r>
      <w:r>
        <w:rPr>
          <w:rtl/>
        </w:rPr>
        <w:t>نے اہل مشرق اور مسلمانو</w:t>
      </w:r>
      <w:r w:rsidR="000A0CDC">
        <w:rPr>
          <w:rtl/>
        </w:rPr>
        <w:t xml:space="preserve">ں </w:t>
      </w:r>
      <w:r>
        <w:rPr>
          <w:rtl/>
        </w:rPr>
        <w:t>كى بيدارى كا نعرہ لگايا اور فرنگيو</w:t>
      </w:r>
      <w:r w:rsidR="000A0CDC">
        <w:rPr>
          <w:rtl/>
        </w:rPr>
        <w:t xml:space="preserve">ں </w:t>
      </w:r>
      <w:r>
        <w:rPr>
          <w:rtl/>
        </w:rPr>
        <w:t>كے متكبرانہ عزائم كے مقابلے مي</w:t>
      </w:r>
      <w:r w:rsidR="000A0CDC">
        <w:rPr>
          <w:rtl/>
        </w:rPr>
        <w:t xml:space="preserve">ں </w:t>
      </w:r>
      <w:r>
        <w:rPr>
          <w:rtl/>
        </w:rPr>
        <w:t xml:space="preserve">اسلامى بيدارى كا نقارہ بجايا_ </w:t>
      </w:r>
    </w:p>
    <w:p w:rsidR="0061102A" w:rsidRDefault="0061102A" w:rsidP="00BE6934">
      <w:pPr>
        <w:pStyle w:val="libNormal"/>
        <w:rPr>
          <w:rtl/>
        </w:rPr>
      </w:pPr>
      <w:r>
        <w:rPr>
          <w:rtl/>
        </w:rPr>
        <w:t>اسلامى بيدارى كى لہري</w:t>
      </w:r>
      <w:r w:rsidR="000A0CDC">
        <w:rPr>
          <w:rtl/>
        </w:rPr>
        <w:t xml:space="preserve">ں </w:t>
      </w:r>
      <w:r>
        <w:rPr>
          <w:rtl/>
        </w:rPr>
        <w:t>دو سو سال سے اب تك روز بروز بلند اور وسيع تر ہو رہى ہي</w:t>
      </w:r>
      <w:r w:rsidR="000A0CDC">
        <w:rPr>
          <w:rtl/>
        </w:rPr>
        <w:t xml:space="preserve">ں </w:t>
      </w:r>
      <w:r>
        <w:rPr>
          <w:rtl/>
        </w:rPr>
        <w:t>، عالم اسلام مي</w:t>
      </w:r>
      <w:r w:rsidR="000A0CDC">
        <w:rPr>
          <w:rtl/>
        </w:rPr>
        <w:t xml:space="preserve">ں </w:t>
      </w:r>
      <w:r>
        <w:rPr>
          <w:rtl/>
        </w:rPr>
        <w:t>اس تاريخى تحريك كا اہم ترين كا رنامہ بتدريج خود اعتمادى كے احساسات كے پلٹنے كى صورت مي</w:t>
      </w:r>
      <w:r w:rsidR="000A0CDC">
        <w:rPr>
          <w:rtl/>
        </w:rPr>
        <w:t xml:space="preserve">ں </w:t>
      </w:r>
      <w:r>
        <w:rPr>
          <w:rtl/>
        </w:rPr>
        <w:t xml:space="preserve">سامنے آيا ،آج ترقى يافتہ آڈيو ، ويڈيو اور اليكڑونك پروپيگنڈے كے باوجود اہل مغرب كا اپنى بڑائي اور برترى پر مبنى قديم دعوى مسلمان اور مشرقى اقوام پر بہت كم اثر چھوڑرہا ہے،اور آج فراعين زمانہ كے جادو كى قلعى كھل گئي ہے ليكن ان سے بے زارى كى يہ حالت علمى كم، سياسى زيادہ ہے اور يہ اسى طرح ہے جسطرح استعمار نے سياسى نفوذ كے بعد اقتصادى استحصال كے ليے ثقافتى و علمى غلبہ حاصل كيا(يعنى مغرب كے خلاف سياسى بيدارى ثقافتى اور علمى بيدارى پر منتج ہوگي)_ </w:t>
      </w:r>
    </w:p>
    <w:p w:rsidR="0061102A" w:rsidRDefault="0061102A" w:rsidP="00BE6934">
      <w:pPr>
        <w:pStyle w:val="libNormal"/>
        <w:rPr>
          <w:rtl/>
        </w:rPr>
      </w:pPr>
      <w:r>
        <w:rPr>
          <w:rtl/>
        </w:rPr>
        <w:t>اسى ليے سياسى اور ثقافتى لحاظ سے بيدارى پيدا كرنے والے صف اول كے رہنماؤ</w:t>
      </w:r>
      <w:r w:rsidR="000A0CDC">
        <w:rPr>
          <w:rtl/>
        </w:rPr>
        <w:t xml:space="preserve">ں </w:t>
      </w:r>
      <w:r>
        <w:rPr>
          <w:rtl/>
        </w:rPr>
        <w:t>نے جو ماحول فراہم كيا ہے اس سے فائدہ اٹھا نے اور ساتھ ساتھ علم و دانش مي</w:t>
      </w:r>
      <w:r w:rsidR="000A0CDC">
        <w:rPr>
          <w:rtl/>
        </w:rPr>
        <w:t xml:space="preserve">ں </w:t>
      </w:r>
      <w:r>
        <w:rPr>
          <w:rtl/>
        </w:rPr>
        <w:t xml:space="preserve">خود اعتمادى اور استقلال كو پلٹانے كيلئے </w:t>
      </w:r>
    </w:p>
    <w:p w:rsidR="0069392F" w:rsidRDefault="0069392F" w:rsidP="00BE6934">
      <w:pPr>
        <w:pStyle w:val="libNormal"/>
        <w:rPr>
          <w:rtl/>
        </w:rPr>
      </w:pPr>
      <w:r>
        <w:rPr>
          <w:rtl/>
        </w:rPr>
        <w:br w:type="page"/>
      </w:r>
    </w:p>
    <w:p w:rsidR="0061102A" w:rsidRDefault="0061102A" w:rsidP="00BE6934">
      <w:pPr>
        <w:pStyle w:val="libNormal"/>
        <w:rPr>
          <w:rtl/>
        </w:rPr>
      </w:pPr>
      <w:r>
        <w:rPr>
          <w:rtl/>
        </w:rPr>
        <w:lastRenderedPageBreak/>
        <w:t>جواسباب مہيا كرنا ضرورى تھے ان ہى مقاصد تك پہنچنے كيليے بعض شخصيات نے قابل قدر كوشش كي</w:t>
      </w:r>
      <w:r w:rsidR="000A0CDC">
        <w:rPr>
          <w:rtl/>
        </w:rPr>
        <w:t xml:space="preserve">ں </w:t>
      </w:r>
      <w:r>
        <w:rPr>
          <w:rtl/>
        </w:rPr>
        <w:t>، ليكن اس ميدان مي</w:t>
      </w:r>
      <w:r w:rsidR="000A0CDC">
        <w:rPr>
          <w:rtl/>
        </w:rPr>
        <w:t xml:space="preserve">ں </w:t>
      </w:r>
      <w:r>
        <w:rPr>
          <w:rtl/>
        </w:rPr>
        <w:t>اگر غور و فكر كري</w:t>
      </w:r>
      <w:r w:rsidR="000A0CDC">
        <w:rPr>
          <w:rtl/>
        </w:rPr>
        <w:t xml:space="preserve">ں </w:t>
      </w:r>
      <w:r>
        <w:rPr>
          <w:rtl/>
        </w:rPr>
        <w:t>تو معلوم ہو گا كہ ابھى راہ كے آغاز مي</w:t>
      </w:r>
      <w:r w:rsidR="000A0CDC">
        <w:rPr>
          <w:rtl/>
        </w:rPr>
        <w:t xml:space="preserve">ں </w:t>
      </w:r>
      <w:r>
        <w:rPr>
          <w:rtl/>
        </w:rPr>
        <w:t>ہي</w:t>
      </w:r>
      <w:r w:rsidR="000A0CDC">
        <w:rPr>
          <w:rtl/>
        </w:rPr>
        <w:t xml:space="preserve">ں </w:t>
      </w:r>
      <w:r>
        <w:rPr>
          <w:rtl/>
        </w:rPr>
        <w:t>اورمنزل مقصود تك پہنچے مي</w:t>
      </w:r>
      <w:r w:rsidR="000A0CDC">
        <w:rPr>
          <w:rtl/>
        </w:rPr>
        <w:t xml:space="preserve">ں </w:t>
      </w:r>
      <w:r>
        <w:rPr>
          <w:rtl/>
        </w:rPr>
        <w:t xml:space="preserve">كافى فاصلہ پڑا ہے اگر چہ بلا شبہ حركت كا آغاز ہوچكا ہے_ </w:t>
      </w:r>
    </w:p>
    <w:p w:rsidR="0061102A" w:rsidRDefault="0061102A" w:rsidP="00BE6934">
      <w:pPr>
        <w:pStyle w:val="libNormal"/>
        <w:rPr>
          <w:rtl/>
        </w:rPr>
      </w:pPr>
      <w:r>
        <w:rPr>
          <w:rtl/>
        </w:rPr>
        <w:t>ہم نے بھى كوشش كى كہ اپنى بساط كے مطابق قدم اٹھائي</w:t>
      </w:r>
      <w:r w:rsidR="000A0CDC">
        <w:rPr>
          <w:rtl/>
        </w:rPr>
        <w:t xml:space="preserve">ں </w:t>
      </w:r>
      <w:r>
        <w:rPr>
          <w:rtl/>
        </w:rPr>
        <w:t>ہمي</w:t>
      </w:r>
      <w:r w:rsidR="000A0CDC">
        <w:rPr>
          <w:rtl/>
        </w:rPr>
        <w:t xml:space="preserve">ں </w:t>
      </w:r>
      <w:r>
        <w:rPr>
          <w:rtl/>
        </w:rPr>
        <w:t>اميد ہے كہ كاميابى سے ہمكنار ہونگے ، چار جلد كتاب ''پويايى فرہنگ و تمدن اسلام و ايران'' جوكہ اب تك نشر ہوچكى ہے وہ انہى اہداف كے پيش نظر ايك كوشش ہے اور يہ كتاب '' اسلامى تہذيب و تمدن كى تاريخ '' اس چار جلد كتاب كى اہم مباحث كا خلاصہ ہے كہ جو يونيورسٹيو</w:t>
      </w:r>
      <w:r w:rsidR="000A0CDC">
        <w:rPr>
          <w:rtl/>
        </w:rPr>
        <w:t xml:space="preserve">ں </w:t>
      </w:r>
      <w:r>
        <w:rPr>
          <w:rtl/>
        </w:rPr>
        <w:t xml:space="preserve">كى نصابى ضروريات كے مطابق مرتب كى گئي ہے_ </w:t>
      </w:r>
    </w:p>
    <w:p w:rsidR="0061102A" w:rsidRDefault="0061102A" w:rsidP="00BE6934">
      <w:pPr>
        <w:pStyle w:val="libNormal"/>
        <w:rPr>
          <w:rtl/>
        </w:rPr>
      </w:pPr>
      <w:r>
        <w:rPr>
          <w:rtl/>
        </w:rPr>
        <w:t>اسلامى تاريخ كے مطالعہ سے معلوم ہوتاہے كہ اسلامى تہذيب و تمدن كا سفر معين اور دقيق مراحل كا حامل ہے جو واضح اور قابل درك منطقى بنياد پر تشكيل پايا ہے جو شايد اسى فلسفہ تاريخ كا نمونہ ہے كہ ''تاريخ اپنے كو دہراتى ہے ''اور اگر ہم اسكا گراف بنائي</w:t>
      </w:r>
      <w:r w:rsidR="000A0CDC">
        <w:rPr>
          <w:rtl/>
        </w:rPr>
        <w:t xml:space="preserve">ں </w:t>
      </w:r>
      <w:r>
        <w:rPr>
          <w:rtl/>
        </w:rPr>
        <w:t>تو ہمي</w:t>
      </w:r>
      <w:r w:rsidR="000A0CDC">
        <w:rPr>
          <w:rtl/>
        </w:rPr>
        <w:t xml:space="preserve">ں </w:t>
      </w:r>
      <w:r>
        <w:rPr>
          <w:rtl/>
        </w:rPr>
        <w:t>چند صديو</w:t>
      </w:r>
      <w:r w:rsidR="000A0CDC">
        <w:rPr>
          <w:rtl/>
        </w:rPr>
        <w:t xml:space="preserve">ں </w:t>
      </w:r>
      <w:r>
        <w:rPr>
          <w:rtl/>
        </w:rPr>
        <w:t>اور چند ہزاريو</w:t>
      </w:r>
      <w:r w:rsidR="000A0CDC">
        <w:rPr>
          <w:rtl/>
        </w:rPr>
        <w:t xml:space="preserve">ں </w:t>
      </w:r>
      <w:r>
        <w:rPr>
          <w:rtl/>
        </w:rPr>
        <w:t>مي</w:t>
      </w:r>
      <w:r w:rsidR="000A0CDC">
        <w:rPr>
          <w:rtl/>
        </w:rPr>
        <w:t xml:space="preserve">ں </w:t>
      </w:r>
      <w:r>
        <w:rPr>
          <w:rtl/>
        </w:rPr>
        <w:t>ملتے جلتے بلكہ ايك دوسرے كے عين مطابق نكات حاصل ہونگے ان مراحل كے اصلى عناوين يہ ہي</w:t>
      </w:r>
      <w:r w:rsidR="000A0CDC">
        <w:rPr>
          <w:rtl/>
        </w:rPr>
        <w:t xml:space="preserve">ں </w:t>
      </w:r>
      <w:r>
        <w:rPr>
          <w:rtl/>
        </w:rPr>
        <w:t xml:space="preserve">: </w:t>
      </w:r>
    </w:p>
    <w:p w:rsidR="0061102A" w:rsidRDefault="0061102A" w:rsidP="00BE6934">
      <w:pPr>
        <w:pStyle w:val="libNormal"/>
        <w:rPr>
          <w:rtl/>
        </w:rPr>
      </w:pPr>
    </w:p>
    <w:p w:rsidR="0061102A" w:rsidRDefault="0061102A" w:rsidP="00BE6934">
      <w:pPr>
        <w:pStyle w:val="libNormal"/>
        <w:rPr>
          <w:rtl/>
        </w:rPr>
      </w:pPr>
      <w:r>
        <w:rPr>
          <w:rtl/>
        </w:rPr>
        <w:t xml:space="preserve">مرحلہ اول : زمانہ دعوت يا اسلامى تاريخ و تمدن كا آغاز </w:t>
      </w:r>
    </w:p>
    <w:p w:rsidR="0061102A" w:rsidRDefault="0061102A" w:rsidP="00BE6934">
      <w:pPr>
        <w:pStyle w:val="libNormal"/>
        <w:rPr>
          <w:rtl/>
        </w:rPr>
      </w:pPr>
    </w:p>
    <w:p w:rsidR="0061102A" w:rsidRDefault="0061102A" w:rsidP="00BE6934">
      <w:pPr>
        <w:pStyle w:val="libNormal"/>
        <w:rPr>
          <w:rtl/>
        </w:rPr>
      </w:pPr>
      <w:r>
        <w:rPr>
          <w:rtl/>
        </w:rPr>
        <w:t>مرحلہ دوم: يثرب مي</w:t>
      </w:r>
      <w:r w:rsidR="000A0CDC">
        <w:rPr>
          <w:rtl/>
        </w:rPr>
        <w:t xml:space="preserve">ں </w:t>
      </w:r>
      <w:r>
        <w:rPr>
          <w:rtl/>
        </w:rPr>
        <w:t xml:space="preserve">اسلامى حكومت كے تشكيل كا زمانہ اور تمدن اسلامى كى علامتى بنياد قائم ہونا </w:t>
      </w:r>
    </w:p>
    <w:p w:rsidR="0061102A" w:rsidRDefault="0061102A" w:rsidP="00BE6934">
      <w:pPr>
        <w:pStyle w:val="libNormal"/>
        <w:rPr>
          <w:rtl/>
        </w:rPr>
      </w:pPr>
    </w:p>
    <w:p w:rsidR="0061102A" w:rsidRDefault="0061102A" w:rsidP="00BE6934">
      <w:pPr>
        <w:pStyle w:val="libNormal"/>
        <w:rPr>
          <w:rtl/>
        </w:rPr>
      </w:pPr>
      <w:r>
        <w:rPr>
          <w:rtl/>
        </w:rPr>
        <w:t>مرحلہ سوم: جزيرة العرب اور اس دور كى تہذيب يافتہ دنيا مي</w:t>
      </w:r>
      <w:r w:rsidR="000A0CDC">
        <w:rPr>
          <w:rtl/>
        </w:rPr>
        <w:t xml:space="preserve">ں </w:t>
      </w:r>
      <w:r>
        <w:rPr>
          <w:rtl/>
        </w:rPr>
        <w:t>اسلام كى وسيع پيمانے پر نشر و اشاعت كا زمانہ كہ جس مي</w:t>
      </w:r>
      <w:r w:rsidR="000A0CDC">
        <w:rPr>
          <w:rtl/>
        </w:rPr>
        <w:t xml:space="preserve">ں </w:t>
      </w:r>
      <w:r>
        <w:rPr>
          <w:rtl/>
        </w:rPr>
        <w:t>بين النہري</w:t>
      </w:r>
      <w:r w:rsidR="000A0CDC">
        <w:rPr>
          <w:rtl/>
        </w:rPr>
        <w:t xml:space="preserve">ں </w:t>
      </w:r>
      <w:r>
        <w:rPr>
          <w:rtl/>
        </w:rPr>
        <w:t>، ايران، روم، مصر ،حبشہ ، ہند، ماورا النہر، چين ، شمالى آفريقا اور آخر كار جنوبى يورپ شامل ہي</w:t>
      </w:r>
      <w:r w:rsidR="000A0CDC">
        <w:rPr>
          <w:rtl/>
        </w:rPr>
        <w:t xml:space="preserve">ں </w:t>
      </w:r>
      <w:r>
        <w:rPr>
          <w:rtl/>
        </w:rPr>
        <w:t xml:space="preserve">_ </w:t>
      </w:r>
    </w:p>
    <w:p w:rsidR="0061102A" w:rsidRDefault="0061102A" w:rsidP="00BE6934">
      <w:pPr>
        <w:pStyle w:val="libNormal"/>
        <w:rPr>
          <w:rtl/>
        </w:rPr>
      </w:pPr>
    </w:p>
    <w:p w:rsidR="0061102A" w:rsidRDefault="0061102A" w:rsidP="00BE6934">
      <w:pPr>
        <w:pStyle w:val="libNormal"/>
        <w:rPr>
          <w:rtl/>
        </w:rPr>
      </w:pPr>
      <w:r>
        <w:rPr>
          <w:rtl/>
        </w:rPr>
        <w:t>مرحلہ چہارم : نئي اسلامى تہذيب و تمدن كا دنيا كى قديم ترين تہذيبو</w:t>
      </w:r>
      <w:r w:rsidR="000A0CDC">
        <w:rPr>
          <w:rtl/>
        </w:rPr>
        <w:t xml:space="preserve">ں </w:t>
      </w:r>
      <w:r>
        <w:rPr>
          <w:rtl/>
        </w:rPr>
        <w:t>كے قريب ہونا اور ان سے آگاہى كى كوشش اور ان ثقافتو</w:t>
      </w:r>
      <w:r w:rsidR="000A0CDC">
        <w:rPr>
          <w:rtl/>
        </w:rPr>
        <w:t xml:space="preserve">ں </w:t>
      </w:r>
      <w:r>
        <w:rPr>
          <w:rtl/>
        </w:rPr>
        <w:t>كواسلامى تہذيب مي</w:t>
      </w:r>
      <w:r w:rsidR="000A0CDC">
        <w:rPr>
          <w:rtl/>
        </w:rPr>
        <w:t xml:space="preserve">ں </w:t>
      </w:r>
      <w:r>
        <w:rPr>
          <w:rtl/>
        </w:rPr>
        <w:t>ترجمہ ،لائبريريو</w:t>
      </w:r>
      <w:r w:rsidR="000A0CDC">
        <w:rPr>
          <w:rtl/>
        </w:rPr>
        <w:t xml:space="preserve">ں </w:t>
      </w:r>
      <w:r>
        <w:rPr>
          <w:rtl/>
        </w:rPr>
        <w:t xml:space="preserve">اور مدارس كى تاسيس كے ذريعے منتقل كرنا اور انكے دانشمند مفكر اذہان كو اسلام كے علمى و تعليمى مراكز كى طرف مائل كرنا_ </w:t>
      </w:r>
    </w:p>
    <w:p w:rsidR="0061102A" w:rsidRDefault="0069392F" w:rsidP="00BE6934">
      <w:pPr>
        <w:pStyle w:val="libNormal"/>
        <w:rPr>
          <w:rtl/>
        </w:rPr>
      </w:pPr>
      <w:r>
        <w:rPr>
          <w:rtl/>
        </w:rPr>
        <w:cr/>
      </w:r>
      <w:r>
        <w:rPr>
          <w:rtl/>
        </w:rPr>
        <w:br w:type="page"/>
      </w:r>
      <w:r>
        <w:rPr>
          <w:rtl/>
        </w:rPr>
        <w:lastRenderedPageBreak/>
        <w:cr/>
      </w:r>
      <w:r w:rsidR="0061102A">
        <w:rPr>
          <w:rtl/>
        </w:rPr>
        <w:t xml:space="preserve">مرحلہ پنجم: اسلامى تمدن كے پھلنے پھولنے كا زمانہ_ </w:t>
      </w:r>
    </w:p>
    <w:p w:rsidR="0061102A" w:rsidRDefault="0061102A" w:rsidP="00BE6934">
      <w:pPr>
        <w:pStyle w:val="libNormal"/>
        <w:rPr>
          <w:rtl/>
        </w:rPr>
      </w:pPr>
      <w:r>
        <w:rPr>
          <w:rtl/>
        </w:rPr>
        <w:t xml:space="preserve">مرحلہ ششم: اسلام كى عميق ثقافت اور عرفانى ادبيات كى بہاركازمانہ </w:t>
      </w:r>
    </w:p>
    <w:p w:rsidR="0061102A" w:rsidRDefault="0061102A" w:rsidP="00BE6934">
      <w:pPr>
        <w:pStyle w:val="libNormal"/>
        <w:rPr>
          <w:rtl/>
        </w:rPr>
      </w:pPr>
      <w:r>
        <w:rPr>
          <w:rtl/>
        </w:rPr>
        <w:t xml:space="preserve">مرحلہ ہفتم: آرٹ اور معمارى كا زمانہ </w:t>
      </w:r>
    </w:p>
    <w:p w:rsidR="0061102A" w:rsidRDefault="0061102A" w:rsidP="00BE6934">
      <w:pPr>
        <w:pStyle w:val="libNormal"/>
        <w:rPr>
          <w:rtl/>
        </w:rPr>
      </w:pPr>
      <w:r>
        <w:rPr>
          <w:rtl/>
        </w:rPr>
        <w:t>مرحلہ ہشتم: اسلامى تمدن كے زوال كا زمانہ يا وہ زمانہ كہ جب عيسائيو</w:t>
      </w:r>
      <w:r w:rsidR="000A0CDC">
        <w:rPr>
          <w:rtl/>
        </w:rPr>
        <w:t xml:space="preserve">ں </w:t>
      </w:r>
      <w:r>
        <w:rPr>
          <w:rtl/>
        </w:rPr>
        <w:t>اورمنگولو</w:t>
      </w:r>
      <w:r w:rsidR="000A0CDC">
        <w:rPr>
          <w:rtl/>
        </w:rPr>
        <w:t xml:space="preserve">ں </w:t>
      </w:r>
      <w:r>
        <w:rPr>
          <w:rtl/>
        </w:rPr>
        <w:t>نے انتہائي شقاوت اور بے رحمى سے عالم اسلام پر حملے كرتے ہوئے اسلامى كلچرمي</w:t>
      </w:r>
      <w:r w:rsidR="000A0CDC">
        <w:rPr>
          <w:rtl/>
        </w:rPr>
        <w:t xml:space="preserve">ں </w:t>
      </w:r>
      <w:r>
        <w:rPr>
          <w:rtl/>
        </w:rPr>
        <w:t>مايوسى كى روح پھونك دى اور شہرو</w:t>
      </w:r>
      <w:r w:rsidR="000A0CDC">
        <w:rPr>
          <w:rtl/>
        </w:rPr>
        <w:t xml:space="preserve">ں </w:t>
      </w:r>
      <w:r>
        <w:rPr>
          <w:rtl/>
        </w:rPr>
        <w:t>كو تباہ و برباد كرتے ہوئے اسلامى تمدن كى بنيادو</w:t>
      </w:r>
      <w:r w:rsidR="000A0CDC">
        <w:rPr>
          <w:rtl/>
        </w:rPr>
        <w:t xml:space="preserve">ں </w:t>
      </w:r>
      <w:r>
        <w:rPr>
          <w:rtl/>
        </w:rPr>
        <w:t xml:space="preserve">كو ہلاديا_ </w:t>
      </w:r>
    </w:p>
    <w:p w:rsidR="0061102A" w:rsidRDefault="0061102A" w:rsidP="00BE6934">
      <w:pPr>
        <w:pStyle w:val="libNormal"/>
        <w:rPr>
          <w:rtl/>
        </w:rPr>
      </w:pPr>
    </w:p>
    <w:p w:rsidR="0061102A" w:rsidRDefault="0061102A" w:rsidP="00BE6934">
      <w:pPr>
        <w:pStyle w:val="libNormal"/>
        <w:rPr>
          <w:rtl/>
        </w:rPr>
      </w:pPr>
      <w:r>
        <w:rPr>
          <w:rtl/>
        </w:rPr>
        <w:t>مرحلہ نہم: عالم اسلام كا دوبارہ اپنے پاؤ</w:t>
      </w:r>
      <w:r w:rsidR="000A0CDC">
        <w:rPr>
          <w:rtl/>
        </w:rPr>
        <w:t xml:space="preserve">ں </w:t>
      </w:r>
      <w:r>
        <w:rPr>
          <w:rtl/>
        </w:rPr>
        <w:t xml:space="preserve">پر كھڑے ہونا_ </w:t>
      </w:r>
    </w:p>
    <w:p w:rsidR="0061102A" w:rsidRDefault="0061102A" w:rsidP="00BE6934">
      <w:pPr>
        <w:pStyle w:val="libNormal"/>
        <w:rPr>
          <w:rtl/>
        </w:rPr>
      </w:pPr>
    </w:p>
    <w:p w:rsidR="0061102A" w:rsidRDefault="0061102A" w:rsidP="00BE6934">
      <w:pPr>
        <w:pStyle w:val="libNormal"/>
        <w:rPr>
          <w:rtl/>
        </w:rPr>
      </w:pPr>
      <w:r>
        <w:rPr>
          <w:rtl/>
        </w:rPr>
        <w:t>مرحلہ دہم: استعمار كا حملہ اورزوال كے دوسرے دور كا آغاز يا مسلمانو</w:t>
      </w:r>
      <w:r w:rsidR="000A0CDC">
        <w:rPr>
          <w:rtl/>
        </w:rPr>
        <w:t xml:space="preserve">ں </w:t>
      </w:r>
      <w:r>
        <w:rPr>
          <w:rtl/>
        </w:rPr>
        <w:t>كے كلچر مي</w:t>
      </w:r>
      <w:r w:rsidR="000A0CDC">
        <w:rPr>
          <w:rtl/>
        </w:rPr>
        <w:t xml:space="preserve">ں </w:t>
      </w:r>
      <w:r>
        <w:rPr>
          <w:rtl/>
        </w:rPr>
        <w:t>تبديليو</w:t>
      </w:r>
      <w:r w:rsidR="000A0CDC">
        <w:rPr>
          <w:rtl/>
        </w:rPr>
        <w:t xml:space="preserve">ں </w:t>
      </w:r>
      <w:r>
        <w:rPr>
          <w:rtl/>
        </w:rPr>
        <w:t>كا زمانہ ، يہ ايسا حملہ تھا كہ جو عالم اسلام كے حساس مراكز پر برقى جھٹكے كى مانند اثر انداز ہوا اس يلغار كے ديگر اثرات سے قطع نظر اس سے ايسى حياتى لہري</w:t>
      </w:r>
      <w:r w:rsidR="000A0CDC">
        <w:rPr>
          <w:rtl/>
        </w:rPr>
        <w:t xml:space="preserve">ں </w:t>
      </w:r>
      <w:r>
        <w:rPr>
          <w:rtl/>
        </w:rPr>
        <w:t>پيدا ہوئي</w:t>
      </w:r>
      <w:r w:rsidR="000A0CDC">
        <w:rPr>
          <w:rtl/>
        </w:rPr>
        <w:t xml:space="preserve">ں </w:t>
      </w:r>
      <w:r>
        <w:rPr>
          <w:rtl/>
        </w:rPr>
        <w:t>كہ جو اسلام كى جغرافيايى كى حدود مي</w:t>
      </w:r>
      <w:r w:rsidR="000A0CDC">
        <w:rPr>
          <w:rtl/>
        </w:rPr>
        <w:t xml:space="preserve">ں </w:t>
      </w:r>
      <w:r>
        <w:rPr>
          <w:rtl/>
        </w:rPr>
        <w:t>مسلسل تاريخى تحريكو</w:t>
      </w:r>
      <w:r w:rsidR="000A0CDC">
        <w:rPr>
          <w:rtl/>
        </w:rPr>
        <w:t xml:space="preserve">ں </w:t>
      </w:r>
      <w:r>
        <w:rPr>
          <w:rtl/>
        </w:rPr>
        <w:t>كے وجود مي</w:t>
      </w:r>
      <w:r w:rsidR="000A0CDC">
        <w:rPr>
          <w:rtl/>
        </w:rPr>
        <w:t xml:space="preserve">ں </w:t>
      </w:r>
      <w:r>
        <w:rPr>
          <w:rtl/>
        </w:rPr>
        <w:t>آنے كا باعث بني</w:t>
      </w:r>
      <w:r w:rsidR="000A0CDC">
        <w:rPr>
          <w:rtl/>
        </w:rPr>
        <w:t xml:space="preserve">ں </w:t>
      </w:r>
      <w:r>
        <w:rPr>
          <w:rtl/>
        </w:rPr>
        <w:t>كہ جسے ہم اسلامى بيدارى سے تعبير كرتے ہي</w:t>
      </w:r>
      <w:r w:rsidR="000A0CDC">
        <w:rPr>
          <w:rtl/>
        </w:rPr>
        <w:t xml:space="preserve">ں </w:t>
      </w:r>
      <w:r>
        <w:rPr>
          <w:rtl/>
        </w:rPr>
        <w:t>اسلامى بيدارى يا يہ كہ اسلام كى طرف لوٹنے كى دعوت (اس مرحلہ كے تحت چند ديگر مراحل مورد بحث ہي</w:t>
      </w:r>
      <w:r w:rsidR="000A0CDC">
        <w:rPr>
          <w:rtl/>
        </w:rPr>
        <w:t xml:space="preserve">ں </w:t>
      </w:r>
      <w:r>
        <w:rPr>
          <w:rtl/>
        </w:rPr>
        <w:t xml:space="preserve">)_ </w:t>
      </w:r>
    </w:p>
    <w:p w:rsidR="0061102A" w:rsidRDefault="0061102A" w:rsidP="00BE6934">
      <w:pPr>
        <w:pStyle w:val="libNormal"/>
        <w:rPr>
          <w:rtl/>
        </w:rPr>
      </w:pPr>
    </w:p>
    <w:p w:rsidR="0061102A" w:rsidRDefault="0061102A" w:rsidP="00BE6934">
      <w:pPr>
        <w:pStyle w:val="Heading2Center"/>
        <w:rPr>
          <w:rtl/>
        </w:rPr>
      </w:pPr>
      <w:bookmarkStart w:id="2" w:name="_Toc268558"/>
      <w:r>
        <w:rPr>
          <w:rtl/>
        </w:rPr>
        <w:t>مرحلہ 1: اسلامى بيداري</w:t>
      </w:r>
      <w:bookmarkEnd w:id="2"/>
    </w:p>
    <w:p w:rsidR="0061102A" w:rsidRDefault="0061102A" w:rsidP="00BE6934">
      <w:pPr>
        <w:pStyle w:val="libNormal"/>
        <w:rPr>
          <w:rtl/>
        </w:rPr>
      </w:pPr>
      <w:r>
        <w:rPr>
          <w:rtl/>
        </w:rPr>
        <w:t>يہ كہ كس زاويے سے اس واقعہ پر نگاہ ڈالي</w:t>
      </w:r>
      <w:r w:rsidR="000A0CDC">
        <w:rPr>
          <w:rtl/>
        </w:rPr>
        <w:t xml:space="preserve">ں </w:t>
      </w:r>
      <w:r>
        <w:rPr>
          <w:rtl/>
        </w:rPr>
        <w:t>يقيناہمارے تجزيہ و تحليل مي</w:t>
      </w:r>
      <w:r w:rsidR="000A0CDC">
        <w:rPr>
          <w:rtl/>
        </w:rPr>
        <w:t xml:space="preserve">ں </w:t>
      </w:r>
      <w:r>
        <w:rPr>
          <w:rtl/>
        </w:rPr>
        <w:t>( دوسرو</w:t>
      </w:r>
      <w:r w:rsidR="000A0CDC">
        <w:rPr>
          <w:rtl/>
        </w:rPr>
        <w:t xml:space="preserve">ں </w:t>
      </w:r>
      <w:r>
        <w:rPr>
          <w:rtl/>
        </w:rPr>
        <w:t>كى نسبت ) فرق پايا جائے گااسى ليے اہل فكر حضرات نے مسلمانو</w:t>
      </w:r>
      <w:r w:rsidR="000A0CDC">
        <w:rPr>
          <w:rtl/>
        </w:rPr>
        <w:t xml:space="preserve">ں </w:t>
      </w:r>
      <w:r>
        <w:rPr>
          <w:rtl/>
        </w:rPr>
        <w:t>كے اس بيدار ہونے كے واقعہ كو گوناگون عناوين سے ياد كيا ہے ، انكى نوع فہم كو مندرجہ ذيل اصطلاحات كى صورت مي</w:t>
      </w:r>
      <w:r w:rsidR="000A0CDC">
        <w:rPr>
          <w:rtl/>
        </w:rPr>
        <w:t xml:space="preserve">ں </w:t>
      </w:r>
      <w:r>
        <w:rPr>
          <w:rtl/>
        </w:rPr>
        <w:t xml:space="preserve">معنون كيا جاسكتاہے: </w:t>
      </w:r>
    </w:p>
    <w:p w:rsidR="0061102A" w:rsidRDefault="0061102A" w:rsidP="00BE6934">
      <w:pPr>
        <w:pStyle w:val="libNormal"/>
        <w:rPr>
          <w:rtl/>
        </w:rPr>
      </w:pPr>
      <w:r>
        <w:rPr>
          <w:rtl/>
        </w:rPr>
        <w:t xml:space="preserve">اصلاح پسندي، سلفى گرى ، اپنى حقيقت كى طرف لوٹنا ، خرافات سے جنگ، جديديت ،استعمار سے مقابلہ ، اتحاد بين مسلمين ... اور اسلامى بيداري_ </w:t>
      </w:r>
    </w:p>
    <w:p w:rsidR="0061102A" w:rsidRDefault="0061102A" w:rsidP="00BE6934">
      <w:pPr>
        <w:pStyle w:val="libNormal"/>
        <w:rPr>
          <w:rtl/>
        </w:rPr>
      </w:pPr>
      <w:r>
        <w:rPr>
          <w:rtl/>
        </w:rPr>
        <w:t xml:space="preserve">اسلامى بيدارى كى اصطلاح كا انتخاب اور ايك اہم باب اس بحث سے مختص كرنے كى وجہ يہ ہے كہ يہ كلمہ </w:t>
      </w:r>
    </w:p>
    <w:p w:rsidR="0061102A" w:rsidRDefault="0069392F" w:rsidP="00BE6934">
      <w:pPr>
        <w:pStyle w:val="libNormal"/>
        <w:rPr>
          <w:rtl/>
        </w:rPr>
      </w:pPr>
      <w:r>
        <w:rPr>
          <w:rtl/>
        </w:rPr>
        <w:cr/>
      </w:r>
      <w:r>
        <w:rPr>
          <w:rtl/>
        </w:rPr>
        <w:br w:type="page"/>
      </w:r>
      <w:r>
        <w:rPr>
          <w:rtl/>
        </w:rPr>
        <w:lastRenderedPageBreak/>
        <w:cr/>
      </w:r>
      <w:r w:rsidR="0061102A">
        <w:rPr>
          <w:rtl/>
        </w:rPr>
        <w:t>انتہائي جامعيت كا حامل ہونے كے ساتھ ساتھ ديگر ابواب كے ساتھ بھى مناسبت ركھتا ہے ،ايك اور نكتہ كہ جو اسطرح نام ركھنے كى نسبت كافى اہم محسوس ہو رہا ہے وہ يہ كہ شايد سب كيلئے واضح ہو چكا ہو كہ پہلے دور يعنى منگولو</w:t>
      </w:r>
      <w:r w:rsidR="000A0CDC">
        <w:rPr>
          <w:rtl/>
        </w:rPr>
        <w:t xml:space="preserve">ں </w:t>
      </w:r>
      <w:r w:rsidR="0061102A">
        <w:rPr>
          <w:rtl/>
        </w:rPr>
        <w:t>كے حملہ سے پہلے اور موجود ہ دور مي</w:t>
      </w:r>
      <w:r w:rsidR="000A0CDC">
        <w:rPr>
          <w:rtl/>
        </w:rPr>
        <w:t xml:space="preserve">ں </w:t>
      </w:r>
      <w:r w:rsidR="0061102A">
        <w:rPr>
          <w:rtl/>
        </w:rPr>
        <w:t>اسلامى تہذيب و تمدن كے تمام گوناگون مراحل مي</w:t>
      </w:r>
      <w:r w:rsidR="000A0CDC">
        <w:rPr>
          <w:rtl/>
        </w:rPr>
        <w:t xml:space="preserve">ں </w:t>
      </w:r>
      <w:r w:rsidR="0061102A">
        <w:rPr>
          <w:rtl/>
        </w:rPr>
        <w:t>يكسانيت موجود ہے گويا اسلامى تہذيب و تمدن كے سفر كے تمام پيچ و خم كو دھرايا جارہا ہو اور يہ صورت حال فلسفہ تاريخ كے اس مقولے كو ياد دلاتى ہے كہ '' تاريخ صرف واقعات اور حادثات تكرار كا نام ہے'' يا يہ كہي</w:t>
      </w:r>
      <w:r w:rsidR="000A0CDC">
        <w:rPr>
          <w:rtl/>
        </w:rPr>
        <w:t xml:space="preserve">ں </w:t>
      </w:r>
      <w:r w:rsidR="0061102A">
        <w:rPr>
          <w:rtl/>
        </w:rPr>
        <w:t>گے كہ وجود اسلام مي</w:t>
      </w:r>
      <w:r w:rsidR="000A0CDC">
        <w:rPr>
          <w:rtl/>
        </w:rPr>
        <w:t xml:space="preserve">ں </w:t>
      </w:r>
      <w:r w:rsidR="0061102A">
        <w:rPr>
          <w:rtl/>
        </w:rPr>
        <w:t>تجديد حيات اور ترقى كرنے كى استعداد اور خصوصيت قدرتاً موجود ہے اس دعوى پر گواہ عصر حاضر مي</w:t>
      </w:r>
      <w:r w:rsidR="000A0CDC">
        <w:rPr>
          <w:rtl/>
        </w:rPr>
        <w:t xml:space="preserve">ں </w:t>
      </w:r>
      <w:r w:rsidR="0061102A">
        <w:rPr>
          <w:rtl/>
        </w:rPr>
        <w:t>اسلام كى صورت حال ہے اپنے اور غير سب تجزيہ نگارو</w:t>
      </w:r>
      <w:r w:rsidR="000A0CDC">
        <w:rPr>
          <w:rtl/>
        </w:rPr>
        <w:t xml:space="preserve">ں </w:t>
      </w:r>
      <w:r w:rsidR="0061102A">
        <w:rPr>
          <w:rtl/>
        </w:rPr>
        <w:t>كا يہى كہنا ہے كہ اسلام دنيا كى تمام اقوام كيلئے پركشش ترين دين ہے اسكى ترقى كى سرعت دنيا كے ديگر مذاہب سے قابل موازنہ نہي</w:t>
      </w:r>
      <w:r w:rsidR="000A0CDC">
        <w:rPr>
          <w:rtl/>
        </w:rPr>
        <w:t xml:space="preserve">ں </w:t>
      </w:r>
      <w:r w:rsidR="0061102A">
        <w:rPr>
          <w:rtl/>
        </w:rPr>
        <w:t>ہے، اسى بات سے يہ نتيجہ ليا جا سكتا ہے كہ يہ دين اب بھى زندہ ہے اور ديگر زندہ موجودات كى مانند اپنے اندر پاكيزگى اور تلخيص كا عمل، بوسيدہ عناصر كى اصلاح اور تعمير كا عمل ،فاسد اور مفسد مواد خارج كرنے ، اجنبى موذى اور مضر عناصر كے حملہ كے مقابلے مي</w:t>
      </w:r>
      <w:r w:rsidR="000A0CDC">
        <w:rPr>
          <w:rtl/>
        </w:rPr>
        <w:t xml:space="preserve">ں </w:t>
      </w:r>
      <w:r w:rsidR="0061102A">
        <w:rPr>
          <w:rtl/>
        </w:rPr>
        <w:t>دفاع كرنے ، ترقى اور نشو ونما كرنے اور استعداد اور صلاحيتو</w:t>
      </w:r>
      <w:r w:rsidR="000A0CDC">
        <w:rPr>
          <w:rtl/>
        </w:rPr>
        <w:t xml:space="preserve">ں </w:t>
      </w:r>
      <w:r w:rsidR="0061102A">
        <w:rPr>
          <w:rtl/>
        </w:rPr>
        <w:t>كو عمل مي</w:t>
      </w:r>
      <w:r w:rsidR="000A0CDC">
        <w:rPr>
          <w:rtl/>
        </w:rPr>
        <w:t xml:space="preserve">ں </w:t>
      </w:r>
      <w:r w:rsidR="0061102A">
        <w:rPr>
          <w:rtl/>
        </w:rPr>
        <w:t xml:space="preserve">لانے كى قدرت ركھتا ہے_ </w:t>
      </w:r>
    </w:p>
    <w:p w:rsidR="0061102A" w:rsidRDefault="0061102A" w:rsidP="00BE6934">
      <w:pPr>
        <w:pStyle w:val="libNormal"/>
        <w:rPr>
          <w:rtl/>
        </w:rPr>
      </w:pPr>
      <w:r>
        <w:rPr>
          <w:rtl/>
        </w:rPr>
        <w:t>اسلامى بيدارى كا آغاز خود اصل اسلام كى مانند لوگو</w:t>
      </w:r>
      <w:r w:rsidR="000A0CDC">
        <w:rPr>
          <w:rtl/>
        </w:rPr>
        <w:t xml:space="preserve">ں </w:t>
      </w:r>
      <w:r>
        <w:rPr>
          <w:rtl/>
        </w:rPr>
        <w:t>كو دعوت دينے سے شروع ہوا ،امير عبدالقادر، سيد جمال الدين اسد آبادى ، شيخ محمد عبدہ، سيداحمد خان، شيخ فضل اللہ نورى ، عبدالرحمان كواكبي، شيخ شامل ، رشيد رضا، علامہ اقبال لاہوري، سيد حسن مدرس، حسن البنائ، سيد قطب، ابو الاعلامودودي، سيد محسن امين جبل عاملي ... اور آخر كا امام خمينى سب نے لوگو</w:t>
      </w:r>
      <w:r w:rsidR="000A0CDC">
        <w:rPr>
          <w:rtl/>
        </w:rPr>
        <w:t xml:space="preserve">ں </w:t>
      </w:r>
      <w:r>
        <w:rPr>
          <w:rtl/>
        </w:rPr>
        <w:t>كو پلٹنے اور احياء اسلام كى دعوت دى اور لوگو</w:t>
      </w:r>
      <w:r w:rsidR="000A0CDC">
        <w:rPr>
          <w:rtl/>
        </w:rPr>
        <w:t xml:space="preserve">ں </w:t>
      </w:r>
      <w:r>
        <w:rPr>
          <w:rtl/>
        </w:rPr>
        <w:t>نے اس دعوت كو قبول كيا، اسلامى اقوام سے گرو ہ درگروہ لوگو</w:t>
      </w:r>
      <w:r w:rsidR="000A0CDC">
        <w:rPr>
          <w:rtl/>
        </w:rPr>
        <w:t xml:space="preserve">ں </w:t>
      </w:r>
      <w:r>
        <w:rPr>
          <w:rtl/>
        </w:rPr>
        <w:t>نے دوبارہ اسلام كے ساتھ بيعت كى ، خواص كى اس دعوت اور عوام كى قبوليت كا نتيجہ تمام عالم اسلام مي</w:t>
      </w:r>
      <w:r w:rsidR="000A0CDC">
        <w:rPr>
          <w:rtl/>
        </w:rPr>
        <w:t xml:space="preserve">ں </w:t>
      </w:r>
      <w:r>
        <w:rPr>
          <w:rtl/>
        </w:rPr>
        <w:t>دين اور دينى اقدار كو زندہ كرنے كى ايك وسيع تحريك كو جنم دينے كى صورت مي</w:t>
      </w:r>
      <w:r w:rsidR="000A0CDC">
        <w:rPr>
          <w:rtl/>
        </w:rPr>
        <w:t xml:space="preserve">ں </w:t>
      </w:r>
      <w:r>
        <w:rPr>
          <w:rtl/>
        </w:rPr>
        <w:t xml:space="preserve">نكلا_ </w:t>
      </w:r>
    </w:p>
    <w:p w:rsidR="0061102A" w:rsidRDefault="0069392F" w:rsidP="00BE6934">
      <w:pPr>
        <w:pStyle w:val="libNormal"/>
        <w:rPr>
          <w:rtl/>
        </w:rPr>
      </w:pPr>
      <w:r>
        <w:rPr>
          <w:rtl/>
        </w:rPr>
        <w:cr/>
      </w:r>
      <w:r>
        <w:rPr>
          <w:rtl/>
        </w:rPr>
        <w:br w:type="page"/>
      </w:r>
      <w:r>
        <w:rPr>
          <w:rtl/>
        </w:rPr>
        <w:lastRenderedPageBreak/>
        <w:cr/>
      </w:r>
      <w:r w:rsidR="0061102A">
        <w:rPr>
          <w:rtl/>
        </w:rPr>
        <w:t>عصر حاضر كى تاريخ اور موجودہ زمانہ كے واقعات كا تجزيہ كري</w:t>
      </w:r>
      <w:r w:rsidR="000A0CDC">
        <w:rPr>
          <w:rtl/>
        </w:rPr>
        <w:t xml:space="preserve">ں </w:t>
      </w:r>
      <w:r w:rsidR="0061102A">
        <w:rPr>
          <w:rtl/>
        </w:rPr>
        <w:t>تو مكمل طور پر يہ حقيقت ہم پر آشكار ہوتى ہے كہ كوئي ايسا اسلامى ملك نہي</w:t>
      </w:r>
      <w:r w:rsidR="000A0CDC">
        <w:rPr>
          <w:rtl/>
        </w:rPr>
        <w:t xml:space="preserve">ں </w:t>
      </w:r>
      <w:r w:rsidR="0061102A">
        <w:rPr>
          <w:rtl/>
        </w:rPr>
        <w:t>ہے كہ جہا</w:t>
      </w:r>
      <w:r w:rsidR="000A0CDC">
        <w:rPr>
          <w:rtl/>
        </w:rPr>
        <w:t xml:space="preserve">ں </w:t>
      </w:r>
      <w:r w:rsidR="0061102A">
        <w:rPr>
          <w:rtl/>
        </w:rPr>
        <w:t>اسلامى بيدارى يا اسلام كى طرف پلٹنے كى تحريك كى علامات نہ ہو</w:t>
      </w:r>
      <w:r w:rsidR="000A0CDC">
        <w:rPr>
          <w:rtl/>
        </w:rPr>
        <w:t xml:space="preserve">ں </w:t>
      </w:r>
      <w:r w:rsidR="0061102A">
        <w:rPr>
          <w:rtl/>
        </w:rPr>
        <w:t>يہ حقيقت اسلامى نشا ة ثانيہ كى پہلے مرحلہ مي</w:t>
      </w:r>
      <w:r w:rsidR="000A0CDC">
        <w:rPr>
          <w:rtl/>
        </w:rPr>
        <w:t xml:space="preserve">ں </w:t>
      </w:r>
      <w:r w:rsidR="0061102A">
        <w:rPr>
          <w:rtl/>
        </w:rPr>
        <w:t>واضح كاميابى كى حكايت كر رہى ہے ، اس مرحلہ كى اہميت اتنى زيادہ ہے كہ آج اسلامى سرزمينو</w:t>
      </w:r>
      <w:r w:rsidR="000A0CDC">
        <w:rPr>
          <w:rtl/>
        </w:rPr>
        <w:t xml:space="preserve">ں </w:t>
      </w:r>
      <w:r w:rsidR="0061102A">
        <w:rPr>
          <w:rtl/>
        </w:rPr>
        <w:t>پر بھو كى نگاہي</w:t>
      </w:r>
      <w:r w:rsidR="000A0CDC">
        <w:rPr>
          <w:rtl/>
        </w:rPr>
        <w:t xml:space="preserve">ں </w:t>
      </w:r>
      <w:r w:rsidR="0061102A">
        <w:rPr>
          <w:rtl/>
        </w:rPr>
        <w:t>ركھے ہوئے قديم استعمار كے وارث '' انسانى حقوق كى حمايت '' اور '' صلح ،امن اورجمہوريت كے دفاع'' كى چادر اوڑھے '' تہذيبو</w:t>
      </w:r>
      <w:r w:rsidR="000A0CDC">
        <w:rPr>
          <w:rtl/>
        </w:rPr>
        <w:t xml:space="preserve">ں </w:t>
      </w:r>
      <w:r w:rsidR="0061102A">
        <w:rPr>
          <w:rtl/>
        </w:rPr>
        <w:t>كے ٹكراؤ'' كا راگ الاپتے ہوئے اسكى نابودى پر كمر باندھ چكے ہي</w:t>
      </w:r>
      <w:r w:rsidR="000A0CDC">
        <w:rPr>
          <w:rtl/>
        </w:rPr>
        <w:t xml:space="preserve">ں </w:t>
      </w:r>
      <w:r w:rsidR="0061102A">
        <w:rPr>
          <w:rtl/>
        </w:rPr>
        <w:t>اور سوويت يونين كے ٹوٹنے كے بعد اپنى تمام تر فوجى طاقت كے ساتھ مسلمانو</w:t>
      </w:r>
      <w:r w:rsidR="000A0CDC">
        <w:rPr>
          <w:rtl/>
        </w:rPr>
        <w:t xml:space="preserve">ں </w:t>
      </w:r>
      <w:r w:rsidR="0061102A">
        <w:rPr>
          <w:rtl/>
        </w:rPr>
        <w:t>كے مقابلے مي</w:t>
      </w:r>
      <w:r w:rsidR="000A0CDC">
        <w:rPr>
          <w:rtl/>
        </w:rPr>
        <w:t xml:space="preserve">ں </w:t>
      </w:r>
      <w:r w:rsidR="0061102A">
        <w:rPr>
          <w:rtl/>
        </w:rPr>
        <w:t>صف آرا ہو چكے ہي</w:t>
      </w:r>
      <w:r w:rsidR="000A0CDC">
        <w:rPr>
          <w:rtl/>
        </w:rPr>
        <w:t xml:space="preserve">ں </w:t>
      </w:r>
      <w:r w:rsidR="0061102A">
        <w:rPr>
          <w:rtl/>
        </w:rPr>
        <w:t xml:space="preserve">_ </w:t>
      </w:r>
    </w:p>
    <w:p w:rsidR="0061102A" w:rsidRDefault="0061102A" w:rsidP="00BE6934">
      <w:pPr>
        <w:pStyle w:val="libNormal"/>
        <w:rPr>
          <w:rtl/>
        </w:rPr>
      </w:pPr>
    </w:p>
    <w:p w:rsidR="0061102A" w:rsidRDefault="0061102A" w:rsidP="00BE6934">
      <w:pPr>
        <w:pStyle w:val="Heading2Center"/>
        <w:rPr>
          <w:rtl/>
        </w:rPr>
      </w:pPr>
      <w:bookmarkStart w:id="3" w:name="_Toc268559"/>
      <w:r>
        <w:rPr>
          <w:rtl/>
        </w:rPr>
        <w:t>مرحلہ 2: اسلامى حكومت كى تشكيل</w:t>
      </w:r>
      <w:bookmarkEnd w:id="3"/>
    </w:p>
    <w:p w:rsidR="0061102A" w:rsidRDefault="0061102A" w:rsidP="00BE6934">
      <w:pPr>
        <w:pStyle w:val="libNormal"/>
        <w:rPr>
          <w:rtl/>
        </w:rPr>
      </w:pPr>
      <w:r>
        <w:rPr>
          <w:rtl/>
        </w:rPr>
        <w:t>پہلى تقسيم كے مطابق زمانہ دعوت (اسلام كى طرف لوٹنا) كے بعد دوسرا مرحلہ اسلامى حكومت كى تشكيل ہے، شيعہ اور سنى دونو</w:t>
      </w:r>
      <w:r w:rsidR="000A0CDC">
        <w:rPr>
          <w:rtl/>
        </w:rPr>
        <w:t xml:space="preserve">ں </w:t>
      </w:r>
      <w:r>
        <w:rPr>
          <w:rtl/>
        </w:rPr>
        <w:t>مكاتب فكر مي</w:t>
      </w:r>
      <w:r w:rsidR="000A0CDC">
        <w:rPr>
          <w:rtl/>
        </w:rPr>
        <w:t xml:space="preserve">ں </w:t>
      </w:r>
      <w:r>
        <w:rPr>
          <w:rtl/>
        </w:rPr>
        <w:t>ايك اسلامى حكومت كى تشكيل كے حوالے سے نظرياتى اور عملى ميدانو</w:t>
      </w:r>
      <w:r w:rsidR="000A0CDC">
        <w:rPr>
          <w:rtl/>
        </w:rPr>
        <w:t xml:space="preserve">ں </w:t>
      </w:r>
      <w:r>
        <w:rPr>
          <w:rtl/>
        </w:rPr>
        <w:t>مي</w:t>
      </w:r>
      <w:r w:rsidR="000A0CDC">
        <w:rPr>
          <w:rtl/>
        </w:rPr>
        <w:t xml:space="preserve">ں </w:t>
      </w:r>
      <w:r>
        <w:rPr>
          <w:rtl/>
        </w:rPr>
        <w:t>شدت سے كوشش شروع ہوئي، اہل سنت كى دنيا مي</w:t>
      </w:r>
      <w:r w:rsidR="000A0CDC">
        <w:rPr>
          <w:rtl/>
        </w:rPr>
        <w:t xml:space="preserve">ں </w:t>
      </w:r>
      <w:r>
        <w:rPr>
          <w:rtl/>
        </w:rPr>
        <w:t>عنوان خلافت كو مختلف دانشور حضرات نے اسلامى حكومت كى تشكيل كيلئے محور قرار ديتے ہوئے لوگو</w:t>
      </w:r>
      <w:r w:rsidR="000A0CDC">
        <w:rPr>
          <w:rtl/>
        </w:rPr>
        <w:t xml:space="preserve">ں </w:t>
      </w:r>
      <w:r>
        <w:rPr>
          <w:rtl/>
        </w:rPr>
        <w:t>كو اسى عنوان كى طرف لوٹنے كى دعوت دي، رشيد رضا جو كہ سلفى فكر كے اساسى ستونو</w:t>
      </w:r>
      <w:r w:rsidR="000A0CDC">
        <w:rPr>
          <w:rtl/>
        </w:rPr>
        <w:t xml:space="preserve">ں </w:t>
      </w:r>
      <w:r>
        <w:rPr>
          <w:rtl/>
        </w:rPr>
        <w:t>مي</w:t>
      </w:r>
      <w:r w:rsidR="000A0CDC">
        <w:rPr>
          <w:rtl/>
        </w:rPr>
        <w:t xml:space="preserve">ں </w:t>
      </w:r>
      <w:r>
        <w:rPr>
          <w:rtl/>
        </w:rPr>
        <w:t>سے شمار ہوئے ہي</w:t>
      </w:r>
      <w:r w:rsidR="000A0CDC">
        <w:rPr>
          <w:rtl/>
        </w:rPr>
        <w:t xml:space="preserve">ں </w:t>
      </w:r>
      <w:r>
        <w:rPr>
          <w:rtl/>
        </w:rPr>
        <w:t>انہو</w:t>
      </w:r>
      <w:r w:rsidR="000A0CDC">
        <w:rPr>
          <w:rtl/>
        </w:rPr>
        <w:t xml:space="preserve">ں </w:t>
      </w:r>
      <w:r>
        <w:rPr>
          <w:rtl/>
        </w:rPr>
        <w:t>نے خلافت كے موضوع كو انتہائي مضبوط انداز مي</w:t>
      </w:r>
      <w:r w:rsidR="000A0CDC">
        <w:rPr>
          <w:rtl/>
        </w:rPr>
        <w:t xml:space="preserve">ں </w:t>
      </w:r>
      <w:r>
        <w:rPr>
          <w:rtl/>
        </w:rPr>
        <w:t>پيش كيا اس حوالے سے انكى عملى تجويز يہ تھى :عالم اسلام مي</w:t>
      </w:r>
      <w:r w:rsidR="000A0CDC">
        <w:rPr>
          <w:rtl/>
        </w:rPr>
        <w:t xml:space="preserve">ں </w:t>
      </w:r>
      <w:r>
        <w:rPr>
          <w:rtl/>
        </w:rPr>
        <w:t xml:space="preserve">شہر موصل كو مركز قرار ديتے ہوئے اور امام ہادى يعنى يمن كے زيدى امام (رشيد رضا كے ہم عصر ) كى خليفةالمسلمين كے عنوان سے بيعت كرتے ہوئے بين الاقوامى اسلامى حكومت تشكيل دى جائے_ </w:t>
      </w:r>
    </w:p>
    <w:p w:rsidR="0061102A" w:rsidRDefault="0061102A" w:rsidP="00BE6934">
      <w:pPr>
        <w:pStyle w:val="libNormal"/>
        <w:rPr>
          <w:rtl/>
        </w:rPr>
      </w:pPr>
      <w:r>
        <w:rPr>
          <w:rtl/>
        </w:rPr>
        <w:t>شيعہ دنيا مي</w:t>
      </w:r>
      <w:r w:rsidR="000A0CDC">
        <w:rPr>
          <w:rtl/>
        </w:rPr>
        <w:t xml:space="preserve">ں </w:t>
      </w:r>
      <w:r>
        <w:rPr>
          <w:rtl/>
        </w:rPr>
        <w:t>آيت اللہ نائينى نے عصر جديد مي</w:t>
      </w:r>
      <w:r w:rsidR="000A0CDC">
        <w:rPr>
          <w:rtl/>
        </w:rPr>
        <w:t xml:space="preserve">ں </w:t>
      </w:r>
      <w:r>
        <w:rPr>
          <w:rtl/>
        </w:rPr>
        <w:t>اسلامى حكومت كى تشكيل كو نظرى شكل دى اور اسے ايك كتاب '' تنبيہ الامة و تنزيہ الملة'' كى صورت مي</w:t>
      </w:r>
      <w:r w:rsidR="000A0CDC">
        <w:rPr>
          <w:rtl/>
        </w:rPr>
        <w:t xml:space="preserve">ں </w:t>
      </w:r>
      <w:r>
        <w:rPr>
          <w:rtl/>
        </w:rPr>
        <w:t>نشر كيا، اور امام خمينى نے ولايت فقيہ كے موضوع كو پيش كرتے ہوئے آج كے دور كے تقاضو</w:t>
      </w:r>
      <w:r w:rsidR="000A0CDC">
        <w:rPr>
          <w:rtl/>
        </w:rPr>
        <w:t xml:space="preserve">ں </w:t>
      </w:r>
      <w:r>
        <w:rPr>
          <w:rtl/>
        </w:rPr>
        <w:t xml:space="preserve">كے عين مطابق اسلامى حكومت كے ماڈل كو سامنے لائے_ </w:t>
      </w:r>
    </w:p>
    <w:p w:rsidR="0061102A" w:rsidRDefault="0069392F" w:rsidP="00BE6934">
      <w:pPr>
        <w:pStyle w:val="libNormal"/>
        <w:rPr>
          <w:rtl/>
        </w:rPr>
      </w:pPr>
      <w:r>
        <w:rPr>
          <w:rtl/>
        </w:rPr>
        <w:cr/>
      </w:r>
      <w:r>
        <w:rPr>
          <w:rtl/>
        </w:rPr>
        <w:br w:type="page"/>
      </w:r>
      <w:r>
        <w:rPr>
          <w:rtl/>
        </w:rPr>
        <w:lastRenderedPageBreak/>
        <w:cr/>
      </w:r>
      <w:r w:rsidR="0061102A">
        <w:rPr>
          <w:rtl/>
        </w:rPr>
        <w:t>اس مرحلہ كا دوسرا حصہ اسلامى حكومت كى تشكيل ہے ، شمالى نائجيريا مي</w:t>
      </w:r>
      <w:r w:rsidR="000A0CDC">
        <w:rPr>
          <w:rtl/>
        </w:rPr>
        <w:t xml:space="preserve">ں </w:t>
      </w:r>
      <w:r w:rsidR="0061102A">
        <w:rPr>
          <w:rtl/>
        </w:rPr>
        <w:t>عثمان دان فوديو نے انيسوي</w:t>
      </w:r>
      <w:r w:rsidR="000A0CDC">
        <w:rPr>
          <w:rtl/>
        </w:rPr>
        <w:t xml:space="preserve">ں </w:t>
      </w:r>
      <w:r w:rsidR="0061102A">
        <w:rPr>
          <w:rtl/>
        </w:rPr>
        <w:t>صدى عيسوى كے آغاز مي</w:t>
      </w:r>
      <w:r w:rsidR="000A0CDC">
        <w:rPr>
          <w:rtl/>
        </w:rPr>
        <w:t xml:space="preserve">ں </w:t>
      </w:r>
      <w:r w:rsidR="0061102A">
        <w:rPr>
          <w:rtl/>
        </w:rPr>
        <w:t>اسلامى حكومت قائم كى جو ايك صدى تك قائم رہي، مكتب اہل سنت مي</w:t>
      </w:r>
      <w:r w:rsidR="000A0CDC">
        <w:rPr>
          <w:rtl/>
        </w:rPr>
        <w:t xml:space="preserve">ں </w:t>
      </w:r>
      <w:r w:rsidR="0061102A">
        <w:rPr>
          <w:rtl/>
        </w:rPr>
        <w:t>اسكے علاوہ بھى كامياب اور نيم كامياب اقدام ہوئے ، سوڈان مي</w:t>
      </w:r>
      <w:r w:rsidR="000A0CDC">
        <w:rPr>
          <w:rtl/>
        </w:rPr>
        <w:t xml:space="preserve">ں </w:t>
      </w:r>
      <w:r w:rsidR="0061102A">
        <w:rPr>
          <w:rtl/>
        </w:rPr>
        <w:t>اخوان المسلمين گروہ كے حسن ترابى اسلامى حكومت كى تشكيل كا نظريہ دينے والے مفكر كى حيثيت سے ابھرے اور حسن عمرالبشير كے تعاون سے جعفر نميرى كى سيكولر حكومت كا تختہ الٹ ديا اور اس ملك مي</w:t>
      </w:r>
      <w:r w:rsidR="000A0CDC">
        <w:rPr>
          <w:rtl/>
        </w:rPr>
        <w:t xml:space="preserve">ں </w:t>
      </w:r>
      <w:r w:rsidR="0061102A">
        <w:rPr>
          <w:rtl/>
        </w:rPr>
        <w:t>شريعت كے اجراكا نعرہ بلند كرتے ہوئے اسلامى حكومت قائم كى ، تركى مي</w:t>
      </w:r>
      <w:r w:rsidR="000A0CDC">
        <w:rPr>
          <w:rtl/>
        </w:rPr>
        <w:t xml:space="preserve">ں </w:t>
      </w:r>
      <w:r w:rsidR="0061102A">
        <w:rPr>
          <w:rtl/>
        </w:rPr>
        <w:t>نجم الدين اربكان نے اسلامى حكومت كے ہدف كى خاطر قومى رفاہ پارٹى قائم كى اگر چہ اس ہدف كا صريحا (فوجى جرنيلو</w:t>
      </w:r>
      <w:r w:rsidR="000A0CDC">
        <w:rPr>
          <w:rtl/>
        </w:rPr>
        <w:t xml:space="preserve">ں </w:t>
      </w:r>
      <w:r w:rsidR="0061102A">
        <w:rPr>
          <w:rtl/>
        </w:rPr>
        <w:t>كے ڈرسے) اعلان نہي</w:t>
      </w:r>
      <w:r w:rsidR="000A0CDC">
        <w:rPr>
          <w:rtl/>
        </w:rPr>
        <w:t xml:space="preserve">ں </w:t>
      </w:r>
      <w:r w:rsidR="0061102A">
        <w:rPr>
          <w:rtl/>
        </w:rPr>
        <w:t>كيا ، اس پارٹى نے بہت كوشش كرتے ہوئے اور كئي بار اپنى روش اور طريقہ كار مي</w:t>
      </w:r>
      <w:r w:rsidR="000A0CDC">
        <w:rPr>
          <w:rtl/>
        </w:rPr>
        <w:t xml:space="preserve">ں </w:t>
      </w:r>
      <w:r w:rsidR="0061102A">
        <w:rPr>
          <w:rtl/>
        </w:rPr>
        <w:t>تبديلى لاتے ہوئے بالآخرہ ميڈم تانسو چيلركے ساتھ اتحاد قائم كركے ايك مخلوط حكومت كو تشكيل ديا كہ اس حكومت كے واضح ترين ثمرات خواتين كا پردہ بر قرار كرنا، ادارو</w:t>
      </w:r>
      <w:r w:rsidR="000A0CDC">
        <w:rPr>
          <w:rtl/>
        </w:rPr>
        <w:t xml:space="preserve">ں </w:t>
      </w:r>
      <w:r w:rsidR="0061102A">
        <w:rPr>
          <w:rtl/>
        </w:rPr>
        <w:t>مي</w:t>
      </w:r>
      <w:r w:rsidR="000A0CDC">
        <w:rPr>
          <w:rtl/>
        </w:rPr>
        <w:t xml:space="preserve">ں </w:t>
      </w:r>
      <w:r w:rsidR="0061102A">
        <w:rPr>
          <w:rtl/>
        </w:rPr>
        <w:t>نماز جماعت كا قيام اور امام وخطيب كى درسگاہو</w:t>
      </w:r>
      <w:r w:rsidR="000A0CDC">
        <w:rPr>
          <w:rtl/>
        </w:rPr>
        <w:t xml:space="preserve">ں </w:t>
      </w:r>
      <w:r w:rsidR="0061102A">
        <w:rPr>
          <w:rtl/>
        </w:rPr>
        <w:t>كو وسعت دينے كى صورت مي</w:t>
      </w:r>
      <w:r w:rsidR="000A0CDC">
        <w:rPr>
          <w:rtl/>
        </w:rPr>
        <w:t xml:space="preserve">ں </w:t>
      </w:r>
      <w:r w:rsidR="0061102A">
        <w:rPr>
          <w:rtl/>
        </w:rPr>
        <w:t xml:space="preserve">سانے آئے_ </w:t>
      </w:r>
    </w:p>
    <w:p w:rsidR="0061102A" w:rsidRDefault="0061102A" w:rsidP="00BE6934">
      <w:pPr>
        <w:pStyle w:val="libNormal"/>
        <w:rPr>
          <w:rtl/>
        </w:rPr>
      </w:pPr>
      <w:r>
        <w:rPr>
          <w:rtl/>
        </w:rPr>
        <w:t>الجزائر مي</w:t>
      </w:r>
      <w:r w:rsidR="000A0CDC">
        <w:rPr>
          <w:rtl/>
        </w:rPr>
        <w:t xml:space="preserve">ں </w:t>
      </w:r>
      <w:r>
        <w:rPr>
          <w:rtl/>
        </w:rPr>
        <w:t>عباس مدنى كى قيادت مي</w:t>
      </w:r>
      <w:r w:rsidR="000A0CDC">
        <w:rPr>
          <w:rtl/>
        </w:rPr>
        <w:t xml:space="preserve">ں </w:t>
      </w:r>
      <w:r>
        <w:rPr>
          <w:rtl/>
        </w:rPr>
        <w:t>'' نجات اسلامى جماعت'' حكومت اسلامى كى تشكيل كے اہداف كے پيش نظر قائم ہوئي اور بہت سرعت سے پھيل گئي ، اسطرح كہ الجزائر كے تمام شہرو</w:t>
      </w:r>
      <w:r w:rsidR="000A0CDC">
        <w:rPr>
          <w:rtl/>
        </w:rPr>
        <w:t xml:space="preserve">ں </w:t>
      </w:r>
      <w:r>
        <w:rPr>
          <w:rtl/>
        </w:rPr>
        <w:t>كے بلدياتى انتخابات مي</w:t>
      </w:r>
      <w:r w:rsidR="000A0CDC">
        <w:rPr>
          <w:rtl/>
        </w:rPr>
        <w:t xml:space="preserve">ں </w:t>
      </w:r>
      <w:r>
        <w:rPr>
          <w:rtl/>
        </w:rPr>
        <w:t xml:space="preserve">سب سے زيادہ ووٹ حاصل كيے_ </w:t>
      </w:r>
    </w:p>
    <w:p w:rsidR="0061102A" w:rsidRDefault="0061102A" w:rsidP="00BE6934">
      <w:pPr>
        <w:pStyle w:val="libNormal"/>
        <w:rPr>
          <w:rtl/>
        </w:rPr>
      </w:pPr>
      <w:r>
        <w:rPr>
          <w:rtl/>
        </w:rPr>
        <w:t>عالم تشيع مي</w:t>
      </w:r>
      <w:r w:rsidR="000A0CDC">
        <w:rPr>
          <w:rtl/>
        </w:rPr>
        <w:t xml:space="preserve">ں </w:t>
      </w:r>
      <w:r>
        <w:rPr>
          <w:rtl/>
        </w:rPr>
        <w:t>بيسوي</w:t>
      </w:r>
      <w:r w:rsidR="000A0CDC">
        <w:rPr>
          <w:rtl/>
        </w:rPr>
        <w:t xml:space="preserve">ں </w:t>
      </w:r>
      <w:r>
        <w:rPr>
          <w:rtl/>
        </w:rPr>
        <w:t>صدى عيسوى كے آغاز مي</w:t>
      </w:r>
      <w:r w:rsidR="000A0CDC">
        <w:rPr>
          <w:rtl/>
        </w:rPr>
        <w:t xml:space="preserve">ں </w:t>
      </w:r>
      <w:r>
        <w:rPr>
          <w:rtl/>
        </w:rPr>
        <w:t>آيت اللہ سيد عبدالحسين لارى نے ايران كے جنوب مي</w:t>
      </w:r>
      <w:r w:rsidR="000A0CDC">
        <w:rPr>
          <w:rtl/>
        </w:rPr>
        <w:t xml:space="preserve">ں </w:t>
      </w:r>
      <w:r>
        <w:rPr>
          <w:rtl/>
        </w:rPr>
        <w:t xml:space="preserve">ولايت فقيہ كى بنيادپر اسلامى حكومت تشكيل دى _ </w:t>
      </w:r>
    </w:p>
    <w:p w:rsidR="0061102A" w:rsidRDefault="0061102A" w:rsidP="00BE6934">
      <w:pPr>
        <w:pStyle w:val="libNormal"/>
        <w:rPr>
          <w:rtl/>
        </w:rPr>
      </w:pPr>
      <w:r>
        <w:rPr>
          <w:rtl/>
        </w:rPr>
        <w:t xml:space="preserve">ميرزا كوچك خان جنگلى كے ذريعہ ' ' حزب اتحاد اسلام'' كے تحت گيلان كى حكومت كو بھى شايد حكومت اسلامى كى تشكيل كے حوالے سے نامكمل نمونہ شمار كيا جاسكتاہے_ </w:t>
      </w:r>
    </w:p>
    <w:p w:rsidR="0061102A" w:rsidRDefault="0061102A" w:rsidP="00BE6934">
      <w:pPr>
        <w:pStyle w:val="libNormal"/>
        <w:rPr>
          <w:rtl/>
        </w:rPr>
      </w:pPr>
      <w:r>
        <w:rPr>
          <w:rtl/>
        </w:rPr>
        <w:t>اسى طرح پاكستان مي</w:t>
      </w:r>
      <w:r w:rsidR="000A0CDC">
        <w:rPr>
          <w:rtl/>
        </w:rPr>
        <w:t xml:space="preserve">ں </w:t>
      </w:r>
      <w:r>
        <w:rPr>
          <w:rtl/>
        </w:rPr>
        <w:t>ضياء الحق كے زمانے مي</w:t>
      </w:r>
      <w:r w:rsidR="000A0CDC">
        <w:rPr>
          <w:rtl/>
        </w:rPr>
        <w:t xml:space="preserve">ں </w:t>
      </w:r>
      <w:r>
        <w:rPr>
          <w:rtl/>
        </w:rPr>
        <w:t>پارليمنٹ مي</w:t>
      </w:r>
      <w:r w:rsidR="000A0CDC">
        <w:rPr>
          <w:rtl/>
        </w:rPr>
        <w:t xml:space="preserve">ں </w:t>
      </w:r>
      <w:r>
        <w:rPr>
          <w:rtl/>
        </w:rPr>
        <w:t>شريعت بل كى منظورى كيلئے كيے گئے اقدام كے تحت پاكستان كا نام '' اسلامى جمہور يہ پاكستان '' كى صورت مي</w:t>
      </w:r>
      <w:r w:rsidR="000A0CDC">
        <w:rPr>
          <w:rtl/>
        </w:rPr>
        <w:t xml:space="preserve">ں </w:t>
      </w:r>
      <w:r>
        <w:rPr>
          <w:rtl/>
        </w:rPr>
        <w:t xml:space="preserve">تبديل كيا گيا اسے ايك اسلامى </w:t>
      </w:r>
    </w:p>
    <w:p w:rsidR="0061102A" w:rsidRDefault="0069392F" w:rsidP="00BE6934">
      <w:pPr>
        <w:pStyle w:val="libNormal"/>
        <w:rPr>
          <w:rtl/>
        </w:rPr>
      </w:pPr>
      <w:r>
        <w:rPr>
          <w:rtl/>
        </w:rPr>
        <w:cr/>
      </w:r>
      <w:r>
        <w:rPr>
          <w:rtl/>
        </w:rPr>
        <w:br w:type="page"/>
      </w:r>
      <w:r>
        <w:rPr>
          <w:rtl/>
        </w:rPr>
        <w:lastRenderedPageBreak/>
        <w:cr/>
      </w:r>
      <w:r w:rsidR="0061102A">
        <w:rPr>
          <w:rtl/>
        </w:rPr>
        <w:t>حكومت كے قيام كيلئے كى گئي بعض كوششو</w:t>
      </w:r>
      <w:r w:rsidR="000A0CDC">
        <w:rPr>
          <w:rtl/>
        </w:rPr>
        <w:t xml:space="preserve">ں </w:t>
      </w:r>
      <w:r w:rsidR="0061102A">
        <w:rPr>
          <w:rtl/>
        </w:rPr>
        <w:t xml:space="preserve">كى حدتك شماركياجاسكتاہے_ </w:t>
      </w:r>
    </w:p>
    <w:p w:rsidR="0061102A" w:rsidRDefault="0061102A" w:rsidP="00BE6934">
      <w:pPr>
        <w:pStyle w:val="libNormal"/>
        <w:rPr>
          <w:rtl/>
        </w:rPr>
      </w:pPr>
      <w:r>
        <w:rPr>
          <w:rtl/>
        </w:rPr>
        <w:t>آخر مي</w:t>
      </w:r>
      <w:r w:rsidR="000A0CDC">
        <w:rPr>
          <w:rtl/>
        </w:rPr>
        <w:t xml:space="preserve">ں </w:t>
      </w:r>
      <w:r>
        <w:rPr>
          <w:rtl/>
        </w:rPr>
        <w:t>اسلامى جمہوريہ ايران كى حكومت كے قيام كو زمانہ حاضر مي</w:t>
      </w:r>
      <w:r w:rsidR="000A0CDC">
        <w:rPr>
          <w:rtl/>
        </w:rPr>
        <w:t xml:space="preserve">ں </w:t>
      </w:r>
      <w:r>
        <w:rPr>
          <w:rtl/>
        </w:rPr>
        <w:t xml:space="preserve">اسلامى حكومت كا بہترين اور واضح ماڈل قرار دياجا سكتا ہے_ </w:t>
      </w:r>
    </w:p>
    <w:p w:rsidR="0061102A" w:rsidRDefault="0061102A" w:rsidP="00BE6934">
      <w:pPr>
        <w:pStyle w:val="libNormal"/>
        <w:rPr>
          <w:rtl/>
        </w:rPr>
      </w:pPr>
    </w:p>
    <w:p w:rsidR="0061102A" w:rsidRDefault="0061102A" w:rsidP="00BE6934">
      <w:pPr>
        <w:pStyle w:val="Heading2Center"/>
        <w:rPr>
          <w:rtl/>
        </w:rPr>
      </w:pPr>
      <w:bookmarkStart w:id="4" w:name="_Toc268560"/>
      <w:r>
        <w:rPr>
          <w:rtl/>
        </w:rPr>
        <w:t>مرحلہ 3: اسلام كى نشر و اشاعت</w:t>
      </w:r>
      <w:bookmarkEnd w:id="4"/>
    </w:p>
    <w:p w:rsidR="0061102A" w:rsidRDefault="0061102A" w:rsidP="00BE6934">
      <w:pPr>
        <w:pStyle w:val="libNormal"/>
        <w:rPr>
          <w:rtl/>
        </w:rPr>
      </w:pPr>
      <w:r>
        <w:rPr>
          <w:rtl/>
        </w:rPr>
        <w:t>تيسرامرحلہ جو كہ پہلى صدى ہجرى سے ہى شروع ہوا اور اس نے بہت تيزى سے پيش رفت كى ، اسى طرح عصر حاضر مي</w:t>
      </w:r>
      <w:r w:rsidR="000A0CDC">
        <w:rPr>
          <w:rtl/>
        </w:rPr>
        <w:t xml:space="preserve">ں </w:t>
      </w:r>
      <w:r>
        <w:rPr>
          <w:rtl/>
        </w:rPr>
        <w:t>اسلام كى تجديد حيات كے حوالے سے بھى يہى تيز رفتار پيش رفت سامنے آئي،آخرى عشرو</w:t>
      </w:r>
      <w:r w:rsidR="000A0CDC">
        <w:rPr>
          <w:rtl/>
        </w:rPr>
        <w:t xml:space="preserve">ں </w:t>
      </w:r>
      <w:r>
        <w:rPr>
          <w:rtl/>
        </w:rPr>
        <w:t>مي</w:t>
      </w:r>
      <w:r w:rsidR="000A0CDC">
        <w:rPr>
          <w:rtl/>
        </w:rPr>
        <w:t xml:space="preserve">ں </w:t>
      </w:r>
      <w:r>
        <w:rPr>
          <w:rtl/>
        </w:rPr>
        <w:t>امريكہ يورپ اور افريقہ مي</w:t>
      </w:r>
      <w:r w:rsidR="000A0CDC">
        <w:rPr>
          <w:rtl/>
        </w:rPr>
        <w:t xml:space="preserve">ں </w:t>
      </w:r>
      <w:r>
        <w:rPr>
          <w:rtl/>
        </w:rPr>
        <w:t>اسلام كى سرعت كے ساتھ نشر و اشاعت كو '' اسلام كے عصر حاضر كے تقاضو</w:t>
      </w:r>
      <w:r w:rsidR="000A0CDC">
        <w:rPr>
          <w:rtl/>
        </w:rPr>
        <w:t xml:space="preserve">ں </w:t>
      </w:r>
      <w:r>
        <w:rPr>
          <w:rtl/>
        </w:rPr>
        <w:t xml:space="preserve">كے مطابق پھيلاؤ كا واضح ترين نمونہ شمار كيا جاسكتاہے''_ </w:t>
      </w:r>
    </w:p>
    <w:p w:rsidR="0061102A" w:rsidRDefault="0061102A" w:rsidP="00BE6934">
      <w:pPr>
        <w:pStyle w:val="libNormal"/>
        <w:rPr>
          <w:rtl/>
        </w:rPr>
      </w:pPr>
    </w:p>
    <w:p w:rsidR="0061102A" w:rsidRDefault="0061102A" w:rsidP="00BE6934">
      <w:pPr>
        <w:pStyle w:val="Heading2Center"/>
        <w:rPr>
          <w:rtl/>
        </w:rPr>
      </w:pPr>
      <w:bookmarkStart w:id="5" w:name="_Toc268561"/>
      <w:r>
        <w:rPr>
          <w:rtl/>
        </w:rPr>
        <w:t>مرحلہ 4: اسلامى تہذيب و تمدن كى تجديد</w:t>
      </w:r>
      <w:bookmarkEnd w:id="5"/>
    </w:p>
    <w:p w:rsidR="0061102A" w:rsidRDefault="0061102A" w:rsidP="00BE6934">
      <w:pPr>
        <w:pStyle w:val="libNormal"/>
        <w:rPr>
          <w:rtl/>
        </w:rPr>
      </w:pPr>
      <w:r>
        <w:rPr>
          <w:rtl/>
        </w:rPr>
        <w:t>مسلمانو</w:t>
      </w:r>
      <w:r w:rsidR="000A0CDC">
        <w:rPr>
          <w:rtl/>
        </w:rPr>
        <w:t xml:space="preserve">ں </w:t>
      </w:r>
      <w:r>
        <w:rPr>
          <w:rtl/>
        </w:rPr>
        <w:t>كى بيدارى اور اٹھان كے سايہ مي</w:t>
      </w:r>
      <w:r w:rsidR="000A0CDC">
        <w:rPr>
          <w:rtl/>
        </w:rPr>
        <w:t xml:space="preserve">ں </w:t>
      </w:r>
      <w:r>
        <w:rPr>
          <w:rtl/>
        </w:rPr>
        <w:t>اسلامى تہذيب و تمدن بھى تجديد كے مراحل سے گزر رہاہے اسلامى ثقافت كے احياء اور تجديد سے فراعين عصر كے فريب آميز سحر كى قلعى كھل گئي ہے ،آج درآمد شدہ مغربى اقدار نہ صرف اہل علم و دانش بلكہ كئي ملين مسلمان عوام كے سامنے اپنا رنگ و روپ كھوچكى ہي</w:t>
      </w:r>
      <w:r w:rsidR="000A0CDC">
        <w:rPr>
          <w:rtl/>
        </w:rPr>
        <w:t xml:space="preserve">ں </w:t>
      </w:r>
      <w:r>
        <w:rPr>
          <w:rtl/>
        </w:rPr>
        <w:t>اور اسلامى تہذيب كے علمدار مغربى ثقافت كے حامى مفكرين كے سامنے مردانہ وار كھڑے ہوكر اور زرخيز اسلامى ثقافت اور اعتقادات پر تكيہ كرتے ہوئے ايك عظيم ثقافت كى تشكيل كا سبب بنے ہي</w:t>
      </w:r>
      <w:r w:rsidR="000A0CDC">
        <w:rPr>
          <w:rtl/>
        </w:rPr>
        <w:t xml:space="preserve">ں </w:t>
      </w:r>
      <w:r>
        <w:rPr>
          <w:rtl/>
        </w:rPr>
        <w:t>، شاہكار قيمتى تاليفات مثلاً ''بيسوي</w:t>
      </w:r>
      <w:r w:rsidR="000A0CDC">
        <w:rPr>
          <w:rtl/>
        </w:rPr>
        <w:t xml:space="preserve">ں </w:t>
      </w:r>
      <w:r>
        <w:rPr>
          <w:rtl/>
        </w:rPr>
        <w:t>صدى كى جہالت ''(محمد قطب)، ''اسلامى قلمرو مي</w:t>
      </w:r>
      <w:r w:rsidR="000A0CDC">
        <w:rPr>
          <w:rtl/>
        </w:rPr>
        <w:t xml:space="preserve">ں </w:t>
      </w:r>
      <w:r>
        <w:rPr>
          <w:rtl/>
        </w:rPr>
        <w:t>زمانہ مستقبل ''(سيد قطب) ''ہمارا فلسفہ اور ہمارا اقتصاد ''(آيت اللہ سيد محمد باقر صدر) ''ماذا خسر العالم بالانحطاط المسلمين ''(ابوالحسن ندوي) ''اصول فلسفہ و روش رئاليزم ''(علامہ طباطبائي اور آيت اللہ مطہري) يہ سب اسلامى كلچر كى تشكيل اور تجديد كيلئے عالم اسلام كے اہل علم و دانش كى نظرياتى كوششو</w:t>
      </w:r>
      <w:r w:rsidR="000A0CDC">
        <w:rPr>
          <w:rtl/>
        </w:rPr>
        <w:t xml:space="preserve">ں </w:t>
      </w:r>
      <w:r>
        <w:rPr>
          <w:rtl/>
        </w:rPr>
        <w:t>كے نمونے ہي</w:t>
      </w:r>
      <w:r w:rsidR="000A0CDC">
        <w:rPr>
          <w:rtl/>
        </w:rPr>
        <w:t xml:space="preserve">ں </w:t>
      </w:r>
      <w:r>
        <w:rPr>
          <w:rtl/>
        </w:rPr>
        <w:t xml:space="preserve">،بسا اوقات بعض اسلامى اقوام كى ترقى يافتہ </w:t>
      </w:r>
    </w:p>
    <w:p w:rsidR="0061102A" w:rsidRDefault="0069392F" w:rsidP="00BE6934">
      <w:pPr>
        <w:pStyle w:val="libNormal"/>
        <w:rPr>
          <w:rtl/>
        </w:rPr>
      </w:pPr>
      <w:r>
        <w:rPr>
          <w:rtl/>
        </w:rPr>
        <w:cr/>
      </w:r>
      <w:r>
        <w:rPr>
          <w:rtl/>
        </w:rPr>
        <w:br w:type="page"/>
      </w:r>
      <w:r>
        <w:rPr>
          <w:rtl/>
        </w:rPr>
        <w:lastRenderedPageBreak/>
        <w:cr/>
      </w:r>
      <w:r w:rsidR="0061102A">
        <w:rPr>
          <w:rtl/>
        </w:rPr>
        <w:t>ٹيكنالوجى كے حصول كے ليے كى گئي كوششي</w:t>
      </w:r>
      <w:r w:rsidR="000A0CDC">
        <w:rPr>
          <w:rtl/>
        </w:rPr>
        <w:t xml:space="preserve">ں </w:t>
      </w:r>
      <w:r w:rsidR="0061102A">
        <w:rPr>
          <w:rtl/>
        </w:rPr>
        <w:t>مغربى استعمار كو وحشت مي</w:t>
      </w:r>
      <w:r w:rsidR="000A0CDC">
        <w:rPr>
          <w:rtl/>
        </w:rPr>
        <w:t xml:space="preserve">ں </w:t>
      </w:r>
      <w:r w:rsidR="0061102A">
        <w:rPr>
          <w:rtl/>
        </w:rPr>
        <w:t>ڈال ديتى ہي</w:t>
      </w:r>
      <w:r w:rsidR="000A0CDC">
        <w:rPr>
          <w:rtl/>
        </w:rPr>
        <w:t xml:space="preserve">ں </w:t>
      </w:r>
      <w:r w:rsidR="0061102A">
        <w:rPr>
          <w:rtl/>
        </w:rPr>
        <w:t xml:space="preserve">اور يہ چيز تمدن اسلامى كے دوبارہ طلوع كى حكايت كر رہى ہے_ </w:t>
      </w:r>
    </w:p>
    <w:p w:rsidR="0061102A" w:rsidRDefault="0061102A" w:rsidP="00BE6934">
      <w:pPr>
        <w:pStyle w:val="libNormal"/>
        <w:rPr>
          <w:rtl/>
        </w:rPr>
      </w:pPr>
      <w:r>
        <w:rPr>
          <w:rtl/>
        </w:rPr>
        <w:t>تہذيب و تمدن كے اتار چڑھاؤ پر مشتمل تاريخى سفر كے مطالعہ سے يہ نتيجہ ليا جا سكتا ہے كہ ايك دفعہ پھر وہ زمانہ زيادہ دور نہي</w:t>
      </w:r>
      <w:r w:rsidR="000A0CDC">
        <w:rPr>
          <w:rtl/>
        </w:rPr>
        <w:t xml:space="preserve">ں </w:t>
      </w:r>
      <w:r>
        <w:rPr>
          <w:rtl/>
        </w:rPr>
        <w:t>كہ ہم مسلمانو</w:t>
      </w:r>
      <w:r w:rsidR="000A0CDC">
        <w:rPr>
          <w:rtl/>
        </w:rPr>
        <w:t xml:space="preserve">ں </w:t>
      </w:r>
      <w:r>
        <w:rPr>
          <w:rtl/>
        </w:rPr>
        <w:t>اور اسلامى تہذيب و تمدن كے عروج اور عظمت كا دوبارہ مشاہدہ كري</w:t>
      </w:r>
      <w:r w:rsidR="000A0CDC">
        <w:rPr>
          <w:rtl/>
        </w:rPr>
        <w:t xml:space="preserve">ں </w:t>
      </w:r>
      <w:r>
        <w:rPr>
          <w:rtl/>
        </w:rPr>
        <w:t xml:space="preserve">گے ان شاء اللہ_ </w:t>
      </w:r>
    </w:p>
    <w:p w:rsidR="0061102A" w:rsidRDefault="0061102A" w:rsidP="00BE6934">
      <w:pPr>
        <w:pStyle w:val="libNormal"/>
        <w:rPr>
          <w:rtl/>
        </w:rPr>
      </w:pPr>
      <w:r>
        <w:rPr>
          <w:rtl/>
        </w:rPr>
        <w:t>ضرورى سمجھتاہو</w:t>
      </w:r>
      <w:r w:rsidR="000A0CDC">
        <w:rPr>
          <w:rtl/>
        </w:rPr>
        <w:t xml:space="preserve">ں </w:t>
      </w:r>
      <w:r>
        <w:rPr>
          <w:rtl/>
        </w:rPr>
        <w:t>كہ ان تمام احباب كا شكريہ ادا كرو</w:t>
      </w:r>
      <w:r w:rsidR="000A0CDC">
        <w:rPr>
          <w:rtl/>
        </w:rPr>
        <w:t xml:space="preserve">ں </w:t>
      </w:r>
      <w:r>
        <w:rPr>
          <w:rtl/>
        </w:rPr>
        <w:t>كہ جنہو</w:t>
      </w:r>
      <w:r w:rsidR="000A0CDC">
        <w:rPr>
          <w:rtl/>
        </w:rPr>
        <w:t xml:space="preserve">ں </w:t>
      </w:r>
      <w:r>
        <w:rPr>
          <w:rtl/>
        </w:rPr>
        <w:t>نے اس كتاب كى تاليف كے مختلف مراحل مي</w:t>
      </w:r>
      <w:r w:rsidR="000A0CDC">
        <w:rPr>
          <w:rtl/>
        </w:rPr>
        <w:t xml:space="preserve">ں </w:t>
      </w:r>
      <w:r>
        <w:rPr>
          <w:rtl/>
        </w:rPr>
        <w:t>تعاون فرمايا اور اسى طرح اس حوالے سے ديگر خدمات انجام دينے والے تمام حضرات كا تہہ دل سے شكر گزار ہو</w:t>
      </w:r>
      <w:r w:rsidR="000A0CDC">
        <w:rPr>
          <w:rtl/>
        </w:rPr>
        <w:t xml:space="preserve">ں </w:t>
      </w:r>
      <w:r>
        <w:rPr>
          <w:rtl/>
        </w:rPr>
        <w:t>اورخداوند كريم كى بارگاہ سے سب كيلئے زيادہ سے زيادہ تو فيقات كا طالب ہو</w:t>
      </w:r>
      <w:r w:rsidR="000A0CDC">
        <w:rPr>
          <w:rtl/>
        </w:rPr>
        <w:t xml:space="preserve">ں </w:t>
      </w:r>
      <w:r>
        <w:rPr>
          <w:rtl/>
        </w:rPr>
        <w:t>،مجھے اميد ہے كہ صاحب نظر حضرات ، اساتيد اور اس مضمون كے طلباء اس كتاب مي</w:t>
      </w:r>
      <w:r w:rsidR="000A0CDC">
        <w:rPr>
          <w:rtl/>
        </w:rPr>
        <w:t xml:space="preserve">ں </w:t>
      </w:r>
      <w:r>
        <w:rPr>
          <w:rtl/>
        </w:rPr>
        <w:t>كو ئي كمى بيشى دور كرنے اور كسى غلطى كى درستگى كے حوالے سے ہمارى مدد فرمائي</w:t>
      </w:r>
      <w:r w:rsidR="000A0CDC">
        <w:rPr>
          <w:rtl/>
        </w:rPr>
        <w:t xml:space="preserve">ں </w:t>
      </w:r>
      <w:r>
        <w:rPr>
          <w:rtl/>
        </w:rPr>
        <w:t xml:space="preserve">گے_و من اللہ التوفيق و عليہ التكلان </w:t>
      </w:r>
    </w:p>
    <w:p w:rsidR="0061102A" w:rsidRDefault="0061102A" w:rsidP="00BE6934">
      <w:pPr>
        <w:pStyle w:val="libNormal"/>
        <w:rPr>
          <w:rtl/>
        </w:rPr>
      </w:pPr>
    </w:p>
    <w:p w:rsidR="0061102A" w:rsidRDefault="0061102A" w:rsidP="00BE6934">
      <w:pPr>
        <w:pStyle w:val="libNormal"/>
        <w:rPr>
          <w:rtl/>
        </w:rPr>
      </w:pPr>
      <w:r>
        <w:rPr>
          <w:rtl/>
        </w:rPr>
        <w:t xml:space="preserve">على اكبر ولايتي </w:t>
      </w:r>
    </w:p>
    <w:p w:rsidR="0061102A" w:rsidRDefault="0061102A" w:rsidP="00BE6934">
      <w:pPr>
        <w:pStyle w:val="libNormal"/>
        <w:rPr>
          <w:rtl/>
        </w:rPr>
      </w:pPr>
      <w:r>
        <w:rPr>
          <w:rtl/>
        </w:rPr>
        <w:t xml:space="preserve">خزان 1383 ہجرى شمسى (ايرانى تقويم كے مطابق) </w:t>
      </w:r>
    </w:p>
    <w:p w:rsidR="0061102A" w:rsidRDefault="0069392F" w:rsidP="00BE6934">
      <w:pPr>
        <w:pStyle w:val="Heading2Center"/>
        <w:rPr>
          <w:rtl/>
        </w:rPr>
      </w:pPr>
      <w:r>
        <w:rPr>
          <w:rtl/>
        </w:rPr>
        <w:br w:type="page"/>
      </w:r>
      <w:r>
        <w:rPr>
          <w:rtl/>
        </w:rPr>
        <w:lastRenderedPageBreak/>
        <w:cr/>
      </w:r>
      <w:bookmarkStart w:id="6" w:name="_Toc268562"/>
      <w:r w:rsidR="0061102A">
        <w:rPr>
          <w:rtl/>
        </w:rPr>
        <w:t>پہلا باب:</w:t>
      </w:r>
      <w:bookmarkEnd w:id="6"/>
      <w:r w:rsidR="0061102A">
        <w:rPr>
          <w:rtl/>
        </w:rPr>
        <w:t xml:space="preserve"> </w:t>
      </w:r>
    </w:p>
    <w:p w:rsidR="0061102A" w:rsidRDefault="0061102A" w:rsidP="00BE6934">
      <w:pPr>
        <w:pStyle w:val="Heading2Center"/>
        <w:rPr>
          <w:rtl/>
        </w:rPr>
      </w:pPr>
      <w:bookmarkStart w:id="7" w:name="_Toc268563"/>
      <w:r>
        <w:rPr>
          <w:rtl/>
        </w:rPr>
        <w:t>كلى مباحث</w:t>
      </w:r>
      <w:bookmarkEnd w:id="7"/>
    </w:p>
    <w:p w:rsidR="0061102A" w:rsidRDefault="0069392F" w:rsidP="00BE6934">
      <w:pPr>
        <w:pStyle w:val="Heading2Center"/>
        <w:rPr>
          <w:rtl/>
        </w:rPr>
      </w:pPr>
      <w:r>
        <w:rPr>
          <w:rtl/>
        </w:rPr>
        <w:cr/>
      </w:r>
      <w:r>
        <w:rPr>
          <w:rtl/>
        </w:rPr>
        <w:br w:type="page"/>
      </w:r>
      <w:r>
        <w:rPr>
          <w:rtl/>
        </w:rPr>
        <w:lastRenderedPageBreak/>
        <w:cr/>
      </w:r>
      <w:bookmarkStart w:id="8" w:name="_Toc268564"/>
      <w:r w:rsidR="0061102A">
        <w:rPr>
          <w:rtl/>
        </w:rPr>
        <w:t>1_ علمى بنياد اور تاريخى سرچشمے</w:t>
      </w:r>
      <w:bookmarkEnd w:id="8"/>
    </w:p>
    <w:p w:rsidR="0061102A" w:rsidRDefault="0061102A" w:rsidP="00BE6934">
      <w:pPr>
        <w:pStyle w:val="libNormal"/>
        <w:rPr>
          <w:rtl/>
        </w:rPr>
      </w:pPr>
      <w:r>
        <w:rPr>
          <w:rtl/>
        </w:rPr>
        <w:t>تقريبا سنہ 610عيسوى مي</w:t>
      </w:r>
      <w:r w:rsidR="000A0CDC">
        <w:rPr>
          <w:rtl/>
        </w:rPr>
        <w:t xml:space="preserve">ں </w:t>
      </w:r>
      <w:r>
        <w:rPr>
          <w:rtl/>
        </w:rPr>
        <w:t>پيغمبر اسلام (ص) كى دعوت كے ساتھ سرزمين مكہ مي</w:t>
      </w:r>
      <w:r w:rsidR="000A0CDC">
        <w:rPr>
          <w:rtl/>
        </w:rPr>
        <w:t xml:space="preserve">ں </w:t>
      </w:r>
      <w:r>
        <w:rPr>
          <w:rtl/>
        </w:rPr>
        <w:t>دين اسلام ظہور پذير ہوا، دين اسلام كى تاريخى شناخت كو اس زمانہ سے دومر حلو</w:t>
      </w:r>
      <w:r w:rsidR="000A0CDC">
        <w:rPr>
          <w:rtl/>
        </w:rPr>
        <w:t xml:space="preserve">ں </w:t>
      </w:r>
      <w:r>
        <w:rPr>
          <w:rtl/>
        </w:rPr>
        <w:t>مي</w:t>
      </w:r>
      <w:r w:rsidR="000A0CDC">
        <w:rPr>
          <w:rtl/>
        </w:rPr>
        <w:t xml:space="preserve">ں </w:t>
      </w:r>
      <w:r>
        <w:rPr>
          <w:rtl/>
        </w:rPr>
        <w:t>تقسيم كيا جا سكتا ہے:1_ دعوت كا مرحلہ،2_ پيغمبر اسلامى (ع) كى يثرب كى طرف ہجرت اور اسلامى حكومت كى تشكيل كا مرحلہ ، اسلامى حكومت كى تشكيل كے بعد اسلام ايك وسيع نشر و اشاعت كے دور مي</w:t>
      </w:r>
      <w:r w:rsidR="000A0CDC">
        <w:rPr>
          <w:rtl/>
        </w:rPr>
        <w:t xml:space="preserve">ں </w:t>
      </w:r>
      <w:r>
        <w:rPr>
          <w:rtl/>
        </w:rPr>
        <w:t xml:space="preserve">داخل ہوا_ </w:t>
      </w:r>
    </w:p>
    <w:p w:rsidR="0061102A" w:rsidRDefault="0061102A" w:rsidP="00BE6934">
      <w:pPr>
        <w:pStyle w:val="libNormal"/>
        <w:rPr>
          <w:rtl/>
        </w:rPr>
      </w:pPr>
      <w:r>
        <w:rPr>
          <w:rtl/>
        </w:rPr>
        <w:t>اسلام كا اس زمانے كى ديگر تہذيبو</w:t>
      </w:r>
      <w:r w:rsidR="000A0CDC">
        <w:rPr>
          <w:rtl/>
        </w:rPr>
        <w:t xml:space="preserve">ں </w:t>
      </w:r>
      <w:r>
        <w:rPr>
          <w:rtl/>
        </w:rPr>
        <w:t>يعنى ايران، روم اور مصر كا ہمسايہ بننے سے ان تہذيبو</w:t>
      </w:r>
      <w:r w:rsidR="000A0CDC">
        <w:rPr>
          <w:rtl/>
        </w:rPr>
        <w:t xml:space="preserve">ں </w:t>
      </w:r>
      <w:r>
        <w:rPr>
          <w:rtl/>
        </w:rPr>
        <w:t>سے روابط كے اسباب فراہم ہوے ،پيغمبر اسلام (ص) نے صلح حديبيہ كے بعد (جسكى وجہ سے جزيرہ عرب مي</w:t>
      </w:r>
      <w:r w:rsidR="000A0CDC">
        <w:rPr>
          <w:rtl/>
        </w:rPr>
        <w:t xml:space="preserve">ں </w:t>
      </w:r>
      <w:r>
        <w:rPr>
          <w:rtl/>
        </w:rPr>
        <w:t>اسلام كى حاكميت مستحكم ہوئي) ہمسايہ ممالك كے حكام كو خطوط بھيج كر مسلمانو</w:t>
      </w:r>
      <w:r w:rsidR="000A0CDC">
        <w:rPr>
          <w:rtl/>
        </w:rPr>
        <w:t xml:space="preserve">ں </w:t>
      </w:r>
      <w:r>
        <w:rPr>
          <w:rtl/>
        </w:rPr>
        <w:t>كے ان سے روابط كے اسباب فراہم كيے، يہ صورت حال پيغمبر اكرم (ص) كے بعد خلفاء راشدين كے دور ، بنى اميہ اور بنى عباس كے دور مي</w:t>
      </w:r>
      <w:r w:rsidR="000A0CDC">
        <w:rPr>
          <w:rtl/>
        </w:rPr>
        <w:t xml:space="preserve">ں </w:t>
      </w:r>
      <w:r>
        <w:rPr>
          <w:rtl/>
        </w:rPr>
        <w:t>بھى بحال رہى ،بنى عباس كے دوركے وسط مي</w:t>
      </w:r>
      <w:r w:rsidR="000A0CDC">
        <w:rPr>
          <w:rtl/>
        </w:rPr>
        <w:t xml:space="preserve">ں </w:t>
      </w:r>
      <w:r>
        <w:rPr>
          <w:rtl/>
        </w:rPr>
        <w:t>اسلام تين براعظمو</w:t>
      </w:r>
      <w:r w:rsidR="000A0CDC">
        <w:rPr>
          <w:rtl/>
        </w:rPr>
        <w:t xml:space="preserve">ں </w:t>
      </w:r>
      <w:r>
        <w:rPr>
          <w:rtl/>
        </w:rPr>
        <w:t>ايشياء ، آفريقا اور يورپ تك پھيل گيا، اس دورانيہ مي</w:t>
      </w:r>
      <w:r w:rsidR="000A0CDC">
        <w:rPr>
          <w:rtl/>
        </w:rPr>
        <w:t xml:space="preserve">ں </w:t>
      </w:r>
      <w:r>
        <w:rPr>
          <w:rtl/>
        </w:rPr>
        <w:t>دين اسلام كى جغرافيائي حدود مشرق مي</w:t>
      </w:r>
      <w:r w:rsidR="000A0CDC">
        <w:rPr>
          <w:rtl/>
        </w:rPr>
        <w:t xml:space="preserve">ں </w:t>
      </w:r>
      <w:r>
        <w:rPr>
          <w:rtl/>
        </w:rPr>
        <w:t>آج كے چين كى سرحد تك ، مغرب مي</w:t>
      </w:r>
      <w:r w:rsidR="000A0CDC">
        <w:rPr>
          <w:rtl/>
        </w:rPr>
        <w:t xml:space="preserve">ں </w:t>
      </w:r>
      <w:r>
        <w:rPr>
          <w:rtl/>
        </w:rPr>
        <w:t>آج كے مراكش تك كہ جو اس زمانے كے مغربى افريقا كى آخرى آبادى تھى ،شمال مي</w:t>
      </w:r>
      <w:r w:rsidR="000A0CDC">
        <w:rPr>
          <w:rtl/>
        </w:rPr>
        <w:t xml:space="preserve">ں </w:t>
      </w:r>
      <w:r>
        <w:rPr>
          <w:rtl/>
        </w:rPr>
        <w:t xml:space="preserve">تمام ماوراء النہر كا علاقہ اور جنوبى سائبريا، ايشيا صغير كا وسيع حصہ، بحيرہ روم كا تمام مشرقى ساحل اور پيرنيز </w:t>
      </w:r>
      <w:r>
        <w:t>pyrenees</w:t>
      </w:r>
      <w:r>
        <w:rPr>
          <w:rtl/>
        </w:rPr>
        <w:t>كى پہاڑ يا</w:t>
      </w:r>
      <w:r w:rsidR="000A0CDC">
        <w:rPr>
          <w:rtl/>
        </w:rPr>
        <w:t xml:space="preserve">ں </w:t>
      </w:r>
      <w:r>
        <w:rPr>
          <w:rtl/>
        </w:rPr>
        <w:t>جو كہ اسپين اور فرانس مي</w:t>
      </w:r>
      <w:r w:rsidR="000A0CDC">
        <w:rPr>
          <w:rtl/>
        </w:rPr>
        <w:t xml:space="preserve">ں </w:t>
      </w:r>
      <w:r>
        <w:rPr>
          <w:rtl/>
        </w:rPr>
        <w:t>حد فاصل ہي</w:t>
      </w:r>
      <w:r w:rsidR="000A0CDC">
        <w:rPr>
          <w:rtl/>
        </w:rPr>
        <w:t xml:space="preserve">ں </w:t>
      </w:r>
      <w:r>
        <w:rPr>
          <w:rtl/>
        </w:rPr>
        <w:t>اور جنوب مي</w:t>
      </w:r>
      <w:r w:rsidR="000A0CDC">
        <w:rPr>
          <w:rtl/>
        </w:rPr>
        <w:t xml:space="preserve">ں </w:t>
      </w:r>
      <w:r>
        <w:rPr>
          <w:rtl/>
        </w:rPr>
        <w:t>مجمع الجزائر يعنى جنوبى شرقى ايشيا، جزيرہ جافنا جو كہ سرى لنكا مي</w:t>
      </w:r>
      <w:r w:rsidR="000A0CDC">
        <w:rPr>
          <w:rtl/>
        </w:rPr>
        <w:t xml:space="preserve">ں </w:t>
      </w:r>
      <w:r>
        <w:rPr>
          <w:rtl/>
        </w:rPr>
        <w:t>ہے اورصحراے افريقا كے جنوب تك پھيلى گئي تھي</w:t>
      </w:r>
      <w:r w:rsidR="000A0CDC">
        <w:rPr>
          <w:rtl/>
        </w:rPr>
        <w:t xml:space="preserve">ں </w:t>
      </w:r>
      <w:r>
        <w:rPr>
          <w:rtl/>
        </w:rPr>
        <w:t xml:space="preserve">_ </w:t>
      </w:r>
    </w:p>
    <w:p w:rsidR="0061102A" w:rsidRDefault="0061102A" w:rsidP="00BE6934">
      <w:pPr>
        <w:pStyle w:val="libNormal"/>
        <w:rPr>
          <w:rtl/>
        </w:rPr>
      </w:pPr>
      <w:r>
        <w:rPr>
          <w:rtl/>
        </w:rPr>
        <w:t>اس وسيع و عريض سرزمين مي</w:t>
      </w:r>
      <w:r w:rsidR="000A0CDC">
        <w:rPr>
          <w:rtl/>
        </w:rPr>
        <w:t xml:space="preserve">ں </w:t>
      </w:r>
      <w:r>
        <w:rPr>
          <w:rtl/>
        </w:rPr>
        <w:t>جو گوناگون اقوام اور زبانو</w:t>
      </w:r>
      <w:r w:rsidR="000A0CDC">
        <w:rPr>
          <w:rtl/>
        </w:rPr>
        <w:t xml:space="preserve">ں </w:t>
      </w:r>
      <w:r>
        <w:rPr>
          <w:rtl/>
        </w:rPr>
        <w:t>كى حامل تھى اسلام كے پھيلنے سے لوگو</w:t>
      </w:r>
      <w:r w:rsidR="000A0CDC">
        <w:rPr>
          <w:rtl/>
        </w:rPr>
        <w:t xml:space="preserve">ں </w:t>
      </w:r>
      <w:r>
        <w:rPr>
          <w:rtl/>
        </w:rPr>
        <w:t xml:space="preserve">كے </w:t>
      </w:r>
    </w:p>
    <w:p w:rsidR="0061102A" w:rsidRDefault="0069392F" w:rsidP="00BE6934">
      <w:pPr>
        <w:pStyle w:val="libNormal"/>
        <w:rPr>
          <w:rtl/>
        </w:rPr>
      </w:pPr>
      <w:r>
        <w:rPr>
          <w:rtl/>
        </w:rPr>
        <w:cr/>
      </w:r>
      <w:r>
        <w:rPr>
          <w:rtl/>
        </w:rPr>
        <w:br w:type="page"/>
      </w:r>
      <w:r>
        <w:rPr>
          <w:rtl/>
        </w:rPr>
        <w:lastRenderedPageBreak/>
        <w:cr/>
      </w:r>
      <w:r w:rsidR="0061102A">
        <w:rPr>
          <w:rtl/>
        </w:rPr>
        <w:t>در ميان الفت اور وحدت پيدا ہوگئي جبكہ اسلام كے ظہور سے پہلے انكى زندگى كے روز و شب لا حاصل جنگ و جدال مي</w:t>
      </w:r>
      <w:r w:rsidR="000A0CDC">
        <w:rPr>
          <w:rtl/>
        </w:rPr>
        <w:t xml:space="preserve">ں </w:t>
      </w:r>
      <w:r w:rsidR="0061102A">
        <w:rPr>
          <w:rtl/>
        </w:rPr>
        <w:t>گزرتے تھے_</w:t>
      </w:r>
      <w:r w:rsidR="0061102A" w:rsidRPr="00F67D4B">
        <w:rPr>
          <w:rStyle w:val="libFootnotenumChar"/>
          <w:rtl/>
        </w:rPr>
        <w:t>(1)</w:t>
      </w:r>
      <w:r w:rsidR="0061102A">
        <w:rPr>
          <w:rtl/>
        </w:rPr>
        <w:t>دين اسلام نے اسلامى تمدن اورديگر گذشتہ تہذيبو</w:t>
      </w:r>
      <w:r w:rsidR="000A0CDC">
        <w:rPr>
          <w:rtl/>
        </w:rPr>
        <w:t xml:space="preserve">ں </w:t>
      </w:r>
      <w:r w:rsidR="0061102A">
        <w:rPr>
          <w:rtl/>
        </w:rPr>
        <w:t>اور ثقافتو</w:t>
      </w:r>
      <w:r w:rsidR="000A0CDC">
        <w:rPr>
          <w:rtl/>
        </w:rPr>
        <w:t xml:space="preserve">ں </w:t>
      </w:r>
      <w:r w:rsidR="0061102A">
        <w:rPr>
          <w:rtl/>
        </w:rPr>
        <w:t>مي</w:t>
      </w:r>
      <w:r w:rsidR="000A0CDC">
        <w:rPr>
          <w:rtl/>
        </w:rPr>
        <w:t xml:space="preserve">ں </w:t>
      </w:r>
      <w:r w:rsidR="0061102A">
        <w:rPr>
          <w:rtl/>
        </w:rPr>
        <w:t>آراء وافكار كے تبادلہ كے حوالے سے اسباب فراہم كيے، اسكے بعد والے مرحلہ مي</w:t>
      </w:r>
      <w:r w:rsidR="000A0CDC">
        <w:rPr>
          <w:rtl/>
        </w:rPr>
        <w:t xml:space="preserve">ں </w:t>
      </w:r>
      <w:r w:rsidR="0061102A">
        <w:rPr>
          <w:rtl/>
        </w:rPr>
        <w:t>قرآن مجيد كو محور قرار ديتے ہوئے اوران علاقو</w:t>
      </w:r>
      <w:r w:rsidR="000A0CDC">
        <w:rPr>
          <w:rtl/>
        </w:rPr>
        <w:t xml:space="preserve">ں </w:t>
      </w:r>
      <w:r w:rsidR="0061102A">
        <w:rPr>
          <w:rtl/>
        </w:rPr>
        <w:t>مي</w:t>
      </w:r>
      <w:r w:rsidR="000A0CDC">
        <w:rPr>
          <w:rtl/>
        </w:rPr>
        <w:t xml:space="preserve">ں </w:t>
      </w:r>
      <w:r w:rsidR="0061102A">
        <w:rPr>
          <w:rtl/>
        </w:rPr>
        <w:t>اسلام سے پہلے كے علوم سے بہترين فائدہ اٹھاتے ہوئے '' علوم اسلامي'' وجود مي</w:t>
      </w:r>
      <w:r w:rsidR="000A0CDC">
        <w:rPr>
          <w:rtl/>
        </w:rPr>
        <w:t xml:space="preserve">ں </w:t>
      </w:r>
      <w:r w:rsidR="0061102A">
        <w:rPr>
          <w:rtl/>
        </w:rPr>
        <w:t>لائے گئے، اس كام كا آغاز دوسرى صدى ہجرى كے آخر مي</w:t>
      </w:r>
      <w:r w:rsidR="000A0CDC">
        <w:rPr>
          <w:rtl/>
        </w:rPr>
        <w:t xml:space="preserve">ں </w:t>
      </w:r>
      <w:r w:rsidR="0061102A">
        <w:rPr>
          <w:rtl/>
        </w:rPr>
        <w:t>شروع ہوا اور اسكا عروج چھٹى صدى مي</w:t>
      </w:r>
      <w:r w:rsidR="000A0CDC">
        <w:rPr>
          <w:rtl/>
        </w:rPr>
        <w:t xml:space="preserve">ں </w:t>
      </w:r>
      <w:r w:rsidR="0061102A">
        <w:rPr>
          <w:rtl/>
        </w:rPr>
        <w:t>تھا،'' ادب '' كا غنچہ چوتھى صدى مي</w:t>
      </w:r>
      <w:r w:rsidR="000A0CDC">
        <w:rPr>
          <w:rtl/>
        </w:rPr>
        <w:t xml:space="preserve">ں </w:t>
      </w:r>
      <w:r w:rsidR="0061102A">
        <w:rPr>
          <w:rtl/>
        </w:rPr>
        <w:t>كھلا اور پانچوي</w:t>
      </w:r>
      <w:r w:rsidR="000A0CDC">
        <w:rPr>
          <w:rtl/>
        </w:rPr>
        <w:t xml:space="preserve">ں </w:t>
      </w:r>
      <w:r w:rsidR="0061102A">
        <w:rPr>
          <w:rtl/>
        </w:rPr>
        <w:t>،چھٹى اور ساتوي</w:t>
      </w:r>
      <w:r w:rsidR="000A0CDC">
        <w:rPr>
          <w:rtl/>
        </w:rPr>
        <w:t xml:space="preserve">ں </w:t>
      </w:r>
      <w:r w:rsidR="0061102A">
        <w:rPr>
          <w:rtl/>
        </w:rPr>
        <w:t>ہجرى مي</w:t>
      </w:r>
      <w:r w:rsidR="000A0CDC">
        <w:rPr>
          <w:rtl/>
        </w:rPr>
        <w:t xml:space="preserve">ں </w:t>
      </w:r>
      <w:r w:rsidR="0061102A">
        <w:rPr>
          <w:rtl/>
        </w:rPr>
        <w:t xml:space="preserve">اپنے عروج پر پہنچ گيا_ </w:t>
      </w:r>
    </w:p>
    <w:p w:rsidR="0061102A" w:rsidRDefault="0061102A" w:rsidP="00BE6934">
      <w:pPr>
        <w:pStyle w:val="libNormal"/>
        <w:rPr>
          <w:rtl/>
        </w:rPr>
      </w:pPr>
      <w:r>
        <w:rPr>
          <w:rtl/>
        </w:rPr>
        <w:t>'' عرفان'' نظرى اور عملى كاپھول چو تھى سے چھٹى صدى تك كھلا اور نوي</w:t>
      </w:r>
      <w:r w:rsidR="000A0CDC">
        <w:rPr>
          <w:rtl/>
        </w:rPr>
        <w:t xml:space="preserve">ں </w:t>
      </w:r>
      <w:r>
        <w:rPr>
          <w:rtl/>
        </w:rPr>
        <w:t>صدى تك اسكى خوشبو جارى رہي، ''آرٹ'' كو پانچوي</w:t>
      </w:r>
      <w:r w:rsidR="000A0CDC">
        <w:rPr>
          <w:rtl/>
        </w:rPr>
        <w:t xml:space="preserve">ں </w:t>
      </w:r>
      <w:r>
        <w:rPr>
          <w:rtl/>
        </w:rPr>
        <w:t>اور چھٹى صدى مي</w:t>
      </w:r>
      <w:r w:rsidR="000A0CDC">
        <w:rPr>
          <w:rtl/>
        </w:rPr>
        <w:t xml:space="preserve">ں </w:t>
      </w:r>
      <w:r>
        <w:rPr>
          <w:rtl/>
        </w:rPr>
        <w:t>رونق ملى اور اس نے دسوي</w:t>
      </w:r>
      <w:r w:rsidR="000A0CDC">
        <w:rPr>
          <w:rtl/>
        </w:rPr>
        <w:t xml:space="preserve">ں </w:t>
      </w:r>
      <w:r>
        <w:rPr>
          <w:rtl/>
        </w:rPr>
        <w:t>اور گيا رھوي</w:t>
      </w:r>
      <w:r w:rsidR="000A0CDC">
        <w:rPr>
          <w:rtl/>
        </w:rPr>
        <w:t xml:space="preserve">ں </w:t>
      </w:r>
      <w:r>
        <w:rPr>
          <w:rtl/>
        </w:rPr>
        <w:t>صدى تك اپنا عروج كا زمانہ گزارا</w:t>
      </w:r>
      <w:r w:rsidRPr="00F67D4B">
        <w:rPr>
          <w:rStyle w:val="libFootnotenumChar"/>
          <w:rtl/>
        </w:rPr>
        <w:t>(1)</w:t>
      </w:r>
      <w:r>
        <w:rPr>
          <w:rtl/>
        </w:rPr>
        <w:t xml:space="preserve"> دسوي</w:t>
      </w:r>
      <w:r w:rsidR="000A0CDC">
        <w:rPr>
          <w:rtl/>
        </w:rPr>
        <w:t xml:space="preserve">ں </w:t>
      </w:r>
      <w:r>
        <w:rPr>
          <w:rtl/>
        </w:rPr>
        <w:t>صدى كے آخر اور گيا رھوي</w:t>
      </w:r>
      <w:r w:rsidR="000A0CDC">
        <w:rPr>
          <w:rtl/>
        </w:rPr>
        <w:t xml:space="preserve">ں </w:t>
      </w:r>
      <w:r>
        <w:rPr>
          <w:rtl/>
        </w:rPr>
        <w:t>صدى كے اوائل مي</w:t>
      </w:r>
      <w:r w:rsidR="000A0CDC">
        <w:rPr>
          <w:rtl/>
        </w:rPr>
        <w:t xml:space="preserve">ں </w:t>
      </w:r>
      <w:r>
        <w:rPr>
          <w:rtl/>
        </w:rPr>
        <w:t>اسلامى تہذيب و تمدن كى بلندى اورعظمت متزلزل ہوگئي او ر يہ تمدن زوال پذير ہونے لگا، يہ انحطام اور تنزلى داخلى اور خارجى دونو</w:t>
      </w:r>
      <w:r w:rsidR="000A0CDC">
        <w:rPr>
          <w:rtl/>
        </w:rPr>
        <w:t xml:space="preserve">ں </w:t>
      </w:r>
      <w:r>
        <w:rPr>
          <w:rtl/>
        </w:rPr>
        <w:t>اسباب كى بناء پر تھى ، اكثريت كى رائے كے مطابق ممكن تھا اس تنزلى كى بناء پر اسلامى تہذيب كى بنيادي</w:t>
      </w:r>
      <w:r w:rsidR="000A0CDC">
        <w:rPr>
          <w:rtl/>
        </w:rPr>
        <w:t xml:space="preserve">ں </w:t>
      </w:r>
      <w:r>
        <w:rPr>
          <w:rtl/>
        </w:rPr>
        <w:t>ختم ہوجاتي</w:t>
      </w:r>
      <w:r w:rsidR="000A0CDC">
        <w:rPr>
          <w:rtl/>
        </w:rPr>
        <w:t xml:space="preserve">ں </w:t>
      </w:r>
      <w:r>
        <w:rPr>
          <w:rtl/>
        </w:rPr>
        <w:t>اور بالاخر اسلامى معاشرو</w:t>
      </w:r>
      <w:r w:rsidR="000A0CDC">
        <w:rPr>
          <w:rtl/>
        </w:rPr>
        <w:t xml:space="preserve">ں </w:t>
      </w:r>
      <w:r>
        <w:rPr>
          <w:rtl/>
        </w:rPr>
        <w:t>مي</w:t>
      </w:r>
      <w:r w:rsidR="000A0CDC">
        <w:rPr>
          <w:rtl/>
        </w:rPr>
        <w:t xml:space="preserve">ں </w:t>
      </w:r>
      <w:r>
        <w:rPr>
          <w:rtl/>
        </w:rPr>
        <w:t>دين كا رنگ پھيكا پڑجاتا، ليكن اسلامى بيدارى كى تحريك سے معلوم ہوا كہ يہ انحطاط و تنزلى كا زمانہ اسلامى تہذيب و تمدن كے سفر مي</w:t>
      </w:r>
      <w:r w:rsidR="000A0CDC">
        <w:rPr>
          <w:rtl/>
        </w:rPr>
        <w:t xml:space="preserve">ں </w:t>
      </w:r>
      <w:r>
        <w:rPr>
          <w:rtl/>
        </w:rPr>
        <w:t xml:space="preserve">ايك عارضى وقفہ تھا_ </w:t>
      </w:r>
    </w:p>
    <w:p w:rsidR="0061102A" w:rsidRDefault="0061102A" w:rsidP="00BE6934">
      <w:pPr>
        <w:pStyle w:val="libNormal"/>
        <w:rPr>
          <w:rtl/>
        </w:rPr>
      </w:pPr>
      <w:r>
        <w:rPr>
          <w:rtl/>
        </w:rPr>
        <w:t>اسلامى بيدارى كہ جو يورپ كے نئے نظريات كے مقابلے مي</w:t>
      </w:r>
      <w:r w:rsidR="000A0CDC">
        <w:rPr>
          <w:rtl/>
        </w:rPr>
        <w:t xml:space="preserve">ں </w:t>
      </w:r>
      <w:r>
        <w:rPr>
          <w:rtl/>
        </w:rPr>
        <w:t>اسلامى مفكرين كے اضطراب كا نتيجہ تھى در اصل سيد جمال الدين افغانى ، شيخ محمد عبدہ، عبدالرحمان كواكبى اور بہت سى ديگر شخصيات كے نظريات اور دعوت اسلامى كى بناء پر وجود مي</w:t>
      </w:r>
      <w:r w:rsidR="000A0CDC">
        <w:rPr>
          <w:rtl/>
        </w:rPr>
        <w:t xml:space="preserve">ں </w:t>
      </w:r>
      <w:r>
        <w:rPr>
          <w:rtl/>
        </w:rPr>
        <w:t>آئي ، قرآنى مفاہيم كى حفاظت اور پاسدارى كى طرف دوبارہ دعوت سے ايك ننے عصر دعوت كا آغاز ہوا ، اس دورانيہ كے بعد ہم اسلامى حكومت كى تشكيل كيلئے بہت سى تحريكو</w:t>
      </w:r>
      <w:r w:rsidR="000A0CDC">
        <w:rPr>
          <w:rtl/>
        </w:rPr>
        <w:t xml:space="preserve">ں </w:t>
      </w:r>
      <w:r>
        <w:rPr>
          <w:rtl/>
        </w:rPr>
        <w:t>كا سامنا كرتے ہي</w:t>
      </w:r>
      <w:r w:rsidR="000A0CDC">
        <w:rPr>
          <w:rtl/>
        </w:rPr>
        <w:t xml:space="preserve">ں </w:t>
      </w:r>
      <w:r>
        <w:rPr>
          <w:rtl/>
        </w:rPr>
        <w:t>كہ سب كا ہدف كمال مطلق تك رسائي يعنى مدينہ مي</w:t>
      </w:r>
      <w:r w:rsidR="000A0CDC">
        <w:rPr>
          <w:rtl/>
        </w:rPr>
        <w:t xml:space="preserve">ں </w:t>
      </w:r>
      <w:r>
        <w:rPr>
          <w:rtl/>
        </w:rPr>
        <w:t xml:space="preserve">زمانہ پيغمبر (ص) كے كامل نمونے تك پہنچنا تھا_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اس حوالے سے مزيد معلومات كيلئے رجوع فرمائي</w:t>
      </w:r>
      <w:r w:rsidR="000A0CDC">
        <w:rPr>
          <w:rtl/>
        </w:rPr>
        <w:t xml:space="preserve">ں </w:t>
      </w:r>
      <w:r>
        <w:rPr>
          <w:rtl/>
        </w:rPr>
        <w:t xml:space="preserve">: دائرة المعارف بزرگ اسلامى ، ج 8، ذيل '' اسلام''_ </w:t>
      </w:r>
    </w:p>
    <w:p w:rsidR="00EA4FDD" w:rsidRPr="00EA4FDD" w:rsidRDefault="0061102A" w:rsidP="00BE6934">
      <w:pPr>
        <w:pStyle w:val="libFootnote"/>
        <w:rPr>
          <w:rStyle w:val="libNormalChar"/>
          <w:rtl/>
        </w:rPr>
      </w:pPr>
      <w:r>
        <w:rPr>
          <w:rtl/>
        </w:rPr>
        <w:t>2) تاريخ تمدن اسلام مؤلف جرجى زيدان ، ترجمہ على جواہر كلام چاپ امير كبير ، تہران ، ص 150 _ 100 و ص 559_ 551_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F67D4B">
        <w:rPr>
          <w:rStyle w:val="libNormalChar"/>
          <w:rtl/>
        </w:rPr>
        <w:t>بالآخريہ تحريكي</w:t>
      </w:r>
      <w:r w:rsidR="000A0CDC" w:rsidRPr="00F67D4B">
        <w:rPr>
          <w:rStyle w:val="libNormalChar"/>
          <w:rtl/>
        </w:rPr>
        <w:t xml:space="preserve">ں </w:t>
      </w:r>
      <w:r w:rsidRPr="00F67D4B">
        <w:rPr>
          <w:rStyle w:val="libNormalChar"/>
          <w:rtl/>
        </w:rPr>
        <w:t>دوسرے اسباب كى معيت مي</w:t>
      </w:r>
      <w:r w:rsidR="000A0CDC" w:rsidRPr="00F67D4B">
        <w:rPr>
          <w:rStyle w:val="libNormalChar"/>
          <w:rtl/>
        </w:rPr>
        <w:t xml:space="preserve">ں </w:t>
      </w:r>
      <w:r w:rsidRPr="00F67D4B">
        <w:rPr>
          <w:rStyle w:val="libNormalChar"/>
          <w:rtl/>
        </w:rPr>
        <w:t>ايران مي</w:t>
      </w:r>
      <w:r w:rsidR="000A0CDC" w:rsidRPr="00F67D4B">
        <w:rPr>
          <w:rStyle w:val="libNormalChar"/>
          <w:rtl/>
        </w:rPr>
        <w:t xml:space="preserve">ں </w:t>
      </w:r>
      <w:r w:rsidRPr="00F67D4B">
        <w:rPr>
          <w:rStyle w:val="libNormalChar"/>
          <w:rtl/>
        </w:rPr>
        <w:t>امام خمينى كى قيادت مي</w:t>
      </w:r>
      <w:r w:rsidR="000A0CDC" w:rsidRPr="00F67D4B">
        <w:rPr>
          <w:rStyle w:val="libNormalChar"/>
          <w:rtl/>
        </w:rPr>
        <w:t xml:space="preserve">ں </w:t>
      </w:r>
      <w:r w:rsidRPr="00F67D4B">
        <w:rPr>
          <w:rStyle w:val="libNormalChar"/>
          <w:rtl/>
        </w:rPr>
        <w:t>اسلامى حكومت كى تشكيل كا باعث بني</w:t>
      </w:r>
      <w:r w:rsidR="000A0CDC" w:rsidRPr="00F67D4B">
        <w:rPr>
          <w:rStyle w:val="libNormalChar"/>
          <w:rtl/>
        </w:rPr>
        <w:t xml:space="preserve">ں </w:t>
      </w:r>
      <w:r w:rsidRPr="00F67D4B">
        <w:rPr>
          <w:rStyle w:val="libNormalChar"/>
          <w:rtl/>
        </w:rPr>
        <w:t>،ليكن يہ تحريك صرف ايك مسلم ملك يعنى ايران تك محدود نہي</w:t>
      </w:r>
      <w:r w:rsidR="000A0CDC" w:rsidRPr="00F67D4B">
        <w:rPr>
          <w:rStyle w:val="libNormalChar"/>
          <w:rtl/>
        </w:rPr>
        <w:t xml:space="preserve">ں </w:t>
      </w:r>
      <w:r w:rsidRPr="00F67D4B">
        <w:rPr>
          <w:rStyle w:val="libNormalChar"/>
          <w:rtl/>
        </w:rPr>
        <w:t>رہى بلكہ ہم ديگر اسلامى ممالك مي</w:t>
      </w:r>
      <w:r w:rsidR="000A0CDC" w:rsidRPr="00F67D4B">
        <w:rPr>
          <w:rStyle w:val="libNormalChar"/>
          <w:rtl/>
        </w:rPr>
        <w:t xml:space="preserve">ں </w:t>
      </w:r>
      <w:r w:rsidRPr="00F67D4B">
        <w:rPr>
          <w:rStyle w:val="libNormalChar"/>
          <w:rtl/>
        </w:rPr>
        <w:t>بھى اسلامى تحريكو</w:t>
      </w:r>
      <w:r w:rsidR="000A0CDC" w:rsidRPr="00F67D4B">
        <w:rPr>
          <w:rStyle w:val="libNormalChar"/>
          <w:rtl/>
        </w:rPr>
        <w:t xml:space="preserve">ں </w:t>
      </w:r>
      <w:r w:rsidRPr="00F67D4B">
        <w:rPr>
          <w:rStyle w:val="libNormalChar"/>
          <w:rtl/>
        </w:rPr>
        <w:t>كے ظہور كا مشاہدہ كر رہے ہي</w:t>
      </w:r>
      <w:r w:rsidR="000A0CDC" w:rsidRPr="00F67D4B">
        <w:rPr>
          <w:rStyle w:val="libNormalChar"/>
          <w:rtl/>
        </w:rPr>
        <w:t xml:space="preserve">ں </w:t>
      </w:r>
      <w:r w:rsidRPr="00F67D4B">
        <w:rPr>
          <w:rStyle w:val="libNormalChar"/>
          <w:rtl/>
        </w:rPr>
        <w:t>كہ جو اسلامى اقدار كا احياء اور شريعت محمدي(ص) كے اجراء جيسے مقاصد كو پيش نظر ركھتى ہي</w:t>
      </w:r>
      <w:r w:rsidR="000A0CDC" w:rsidRPr="00F67D4B">
        <w:rPr>
          <w:rStyle w:val="libNormalChar"/>
          <w:rtl/>
        </w:rPr>
        <w:t xml:space="preserve">ں </w:t>
      </w:r>
      <w:r w:rsidRPr="00F67D4B">
        <w:rPr>
          <w:rStyle w:val="libNormalChar"/>
          <w:rtl/>
        </w:rPr>
        <w:t>_</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9" w:name="_Toc268565"/>
      <w:r>
        <w:rPr>
          <w:rtl/>
        </w:rPr>
        <w:t>تعريفي</w:t>
      </w:r>
      <w:r w:rsidR="000A0CDC">
        <w:rPr>
          <w:rtl/>
        </w:rPr>
        <w:t>ں</w:t>
      </w:r>
      <w:bookmarkEnd w:id="9"/>
      <w:r w:rsidR="000A0CDC">
        <w:rPr>
          <w:rtl/>
        </w:rPr>
        <w:t xml:space="preserve"> </w:t>
      </w:r>
    </w:p>
    <w:p w:rsidR="0061102A" w:rsidRDefault="0061102A" w:rsidP="00BE6934">
      <w:pPr>
        <w:pStyle w:val="libNormal"/>
        <w:rPr>
          <w:rtl/>
        </w:rPr>
      </w:pPr>
      <w:r>
        <w:rPr>
          <w:rtl/>
        </w:rPr>
        <w:t>اسلامى تہذيب و تمدن پر بحث كے ليے ضرورى ہے كہ اس موضوع كے اہم مفاہيم كى تعريف كري</w:t>
      </w:r>
      <w:r w:rsidR="000A0CDC">
        <w:rPr>
          <w:rtl/>
        </w:rPr>
        <w:t xml:space="preserve">ں </w:t>
      </w:r>
      <w:r>
        <w:rPr>
          <w:rtl/>
        </w:rPr>
        <w:t>، ان مفاہيم مي</w:t>
      </w:r>
      <w:r w:rsidR="000A0CDC">
        <w:rPr>
          <w:rtl/>
        </w:rPr>
        <w:t xml:space="preserve">ں </w:t>
      </w:r>
      <w:r>
        <w:rPr>
          <w:rtl/>
        </w:rPr>
        <w:t xml:space="preserve">سب سے اہم '' تمدن '' ہے_ </w:t>
      </w:r>
    </w:p>
    <w:p w:rsidR="0061102A" w:rsidRDefault="0061102A" w:rsidP="00BE6934">
      <w:pPr>
        <w:pStyle w:val="libNormal"/>
        <w:rPr>
          <w:rtl/>
        </w:rPr>
      </w:pPr>
      <w:r>
        <w:rPr>
          <w:rtl/>
        </w:rPr>
        <w:t>سيموئل ہينٹنگٹن كى نظر مي</w:t>
      </w:r>
      <w:r w:rsidR="000A0CDC">
        <w:rPr>
          <w:rtl/>
        </w:rPr>
        <w:t xml:space="preserve">ں </w:t>
      </w:r>
      <w:r>
        <w:rPr>
          <w:rtl/>
        </w:rPr>
        <w:t>تمدن سے مراد اعلى سطح كى ثقافتى گروہ بندى اور ثقافتى تشخص كا وسيع ترين درجہ ہے_</w:t>
      </w:r>
      <w:r w:rsidRPr="00F67D4B">
        <w:rPr>
          <w:rStyle w:val="libFootnotenumChar"/>
          <w:rtl/>
        </w:rPr>
        <w:t>(1)</w:t>
      </w:r>
      <w:r>
        <w:rPr>
          <w:rtl/>
        </w:rPr>
        <w:t xml:space="preserve"> ہنرى لوكس تمدن كو باہمى پيوستہ كاايك ايسا مظہر سمجھتاہے جو اجتماعي، اقتصادي، سياسى مسائل حتى آرٹ اور ادب كو بھى سموئے ہوئے ہے_</w:t>
      </w:r>
      <w:r w:rsidRPr="00F67D4B">
        <w:rPr>
          <w:rStyle w:val="libFootnotenumChar"/>
          <w:rtl/>
        </w:rPr>
        <w:t>(2)</w:t>
      </w:r>
      <w:r>
        <w:rPr>
          <w:rtl/>
        </w:rPr>
        <w:t xml:space="preserve"> </w:t>
      </w:r>
    </w:p>
    <w:p w:rsidR="0061102A" w:rsidRDefault="0061102A" w:rsidP="00BE6934">
      <w:pPr>
        <w:pStyle w:val="libNormal"/>
        <w:rPr>
          <w:rtl/>
        </w:rPr>
      </w:pPr>
      <w:r>
        <w:rPr>
          <w:rtl/>
        </w:rPr>
        <w:t>ديگر مغربى دانشور حضرات لفظ تمدن كو اجتماعى تغيركے معين مراحل كى وضاحت كيلئے استعمال كرتے ہي</w:t>
      </w:r>
      <w:r w:rsidR="000A0CDC">
        <w:rPr>
          <w:rtl/>
        </w:rPr>
        <w:t xml:space="preserve">ں </w:t>
      </w:r>
      <w:r>
        <w:rPr>
          <w:rtl/>
        </w:rPr>
        <w:t>، جبكہ اسكے مقابلے مي</w:t>
      </w:r>
      <w:r w:rsidR="000A0CDC">
        <w:rPr>
          <w:rtl/>
        </w:rPr>
        <w:t xml:space="preserve">ں </w:t>
      </w:r>
      <w:r>
        <w:rPr>
          <w:rtl/>
        </w:rPr>
        <w:t>تمدن كو دانشور طبقہ يعنى معاشرے كا وہ ممتاز طبقہ جو كہ ذھانت، فطانت اور جدت كى خصوصيات كا حامل ہوتاہے معاشرے كى تدريجى ترقى اور تغيرات كے سايہ مي</w:t>
      </w:r>
      <w:r w:rsidR="000A0CDC">
        <w:rPr>
          <w:rtl/>
        </w:rPr>
        <w:t xml:space="preserve">ں </w:t>
      </w:r>
      <w:r>
        <w:rPr>
          <w:rtl/>
        </w:rPr>
        <w:t xml:space="preserve">غير معمولى دريافت سمجھتاہے_ </w:t>
      </w:r>
      <w:r w:rsidRPr="00F67D4B">
        <w:rPr>
          <w:rStyle w:val="libFootnotenumChar"/>
          <w:rtl/>
        </w:rPr>
        <w:t>(2)</w:t>
      </w:r>
      <w:r>
        <w:rPr>
          <w:rtl/>
        </w:rPr>
        <w:t xml:space="preserve"> </w:t>
      </w:r>
    </w:p>
    <w:p w:rsidR="0061102A" w:rsidRDefault="0061102A" w:rsidP="00BE6934">
      <w:pPr>
        <w:pStyle w:val="libNormal"/>
        <w:rPr>
          <w:rtl/>
        </w:rPr>
      </w:pPr>
      <w:r>
        <w:rPr>
          <w:rtl/>
        </w:rPr>
        <w:t>الفرڈويبركى تعريف بھى ويل ڈيورنٹ كے مشابہہ ہے ، ويبر تمدن كو علم و ٹيكنالوجى كا ثمر سمجھتاہے، ڈيورنٹ كے خيال مي</w:t>
      </w:r>
      <w:r w:rsidR="000A0CDC">
        <w:rPr>
          <w:rtl/>
        </w:rPr>
        <w:t xml:space="preserve">ں </w:t>
      </w:r>
      <w:r>
        <w:rPr>
          <w:rtl/>
        </w:rPr>
        <w:t xml:space="preserve">جب كوئي عمومى ثقافت ترقى كے كسى درجہ تك پہنچتى ہے تو زراعت كى فكر پيدا ہوتى ہے ،يہ نظريہ بھى وبر كى رائے كى مانند تمدن كے لغوى معنى سے ليا گيا ہے كہ تمدن سے مراد شہرنشينى يعنى شہرى زندگى ہے_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ساموئل ھانتينگتون '' نظريہ برخورد تمدنہا'' ترجمہ مجتبى اميري، تہران، ص 47_ </w:t>
      </w:r>
    </w:p>
    <w:p w:rsidR="0061102A" w:rsidRDefault="0061102A" w:rsidP="00BE6934">
      <w:pPr>
        <w:pStyle w:val="libFootnote"/>
        <w:rPr>
          <w:rtl/>
        </w:rPr>
      </w:pPr>
      <w:r>
        <w:rPr>
          <w:rtl/>
        </w:rPr>
        <w:t xml:space="preserve">2) ہنرى لوكاس'' تاريخ تمدن '' ترجمہ عبدالحسين آذرنگ ،تہران ، ج 1 ، ص 7 و 16_ </w:t>
      </w:r>
    </w:p>
    <w:p w:rsidR="00EA4FDD" w:rsidRPr="00EA4FDD" w:rsidRDefault="0061102A" w:rsidP="00BE6934">
      <w:pPr>
        <w:pStyle w:val="libFootnote"/>
        <w:rPr>
          <w:rStyle w:val="libNormalChar"/>
          <w:rtl/>
        </w:rPr>
      </w:pPr>
      <w:r>
        <w:rPr>
          <w:rtl/>
        </w:rPr>
        <w:t>3)منير البعلبكى '' موسوعة المورد'' ، ج 3، 28_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F67D4B">
        <w:rPr>
          <w:rStyle w:val="libNormalChar"/>
          <w:rtl/>
        </w:rPr>
        <w:t>زراعت كى طرف توجہ كے بعد تجارتى مبادلات اور شہرو</w:t>
      </w:r>
      <w:r w:rsidR="000A0CDC" w:rsidRPr="00F67D4B">
        <w:rPr>
          <w:rStyle w:val="libNormalChar"/>
          <w:rtl/>
        </w:rPr>
        <w:t xml:space="preserve">ں </w:t>
      </w:r>
      <w:r w:rsidRPr="00F67D4B">
        <w:rPr>
          <w:rStyle w:val="libNormalChar"/>
          <w:rtl/>
        </w:rPr>
        <w:t>كے باہمى تعلقات سے لوگو</w:t>
      </w:r>
      <w:r w:rsidR="000A0CDC" w:rsidRPr="00F67D4B">
        <w:rPr>
          <w:rStyle w:val="libNormalChar"/>
          <w:rtl/>
        </w:rPr>
        <w:t xml:space="preserve">ں </w:t>
      </w:r>
      <w:r w:rsidRPr="00F67D4B">
        <w:rPr>
          <w:rStyle w:val="libNormalChar"/>
          <w:rtl/>
        </w:rPr>
        <w:t>كى شعورى سطح بلند ہوتى ہے، اسى بناء پران مي</w:t>
      </w:r>
      <w:r w:rsidR="000A0CDC" w:rsidRPr="00F67D4B">
        <w:rPr>
          <w:rStyle w:val="libNormalChar"/>
          <w:rtl/>
        </w:rPr>
        <w:t xml:space="preserve">ں </w:t>
      </w:r>
      <w:r w:rsidRPr="00F67D4B">
        <w:rPr>
          <w:rStyle w:val="libNormalChar"/>
          <w:rtl/>
        </w:rPr>
        <w:t>اخلاقى خوبيا</w:t>
      </w:r>
      <w:r w:rsidR="000A0CDC" w:rsidRPr="00F67D4B">
        <w:rPr>
          <w:rStyle w:val="libNormalChar"/>
          <w:rtl/>
        </w:rPr>
        <w:t xml:space="preserve">ں </w:t>
      </w:r>
      <w:r w:rsidRPr="00F67D4B">
        <w:rPr>
          <w:rStyle w:val="libNormalChar"/>
          <w:rtl/>
        </w:rPr>
        <w:t>اور نيك خصلتي</w:t>
      </w:r>
      <w:r w:rsidR="000A0CDC" w:rsidRPr="00F67D4B">
        <w:rPr>
          <w:rStyle w:val="libNormalChar"/>
          <w:rtl/>
        </w:rPr>
        <w:t xml:space="preserve">ں </w:t>
      </w:r>
      <w:r w:rsidRPr="00F67D4B">
        <w:rPr>
          <w:rStyle w:val="libNormalChar"/>
          <w:rtl/>
        </w:rPr>
        <w:t>پيدا ہوتى ہي</w:t>
      </w:r>
      <w:r w:rsidR="000A0CDC" w:rsidRPr="00F67D4B">
        <w:rPr>
          <w:rStyle w:val="libNormalChar"/>
          <w:rtl/>
        </w:rPr>
        <w:t xml:space="preserve">ں </w:t>
      </w:r>
      <w:r w:rsidRPr="00F67D4B">
        <w:rPr>
          <w:rStyle w:val="libNormalChar"/>
          <w:rtl/>
        </w:rPr>
        <w:t>جو بھى پسنديدہ اخلاق اور حسن معاشرت كا حامل ہو اسے مہذب سمجھا جاتا ہے_</w:t>
      </w:r>
      <w:r>
        <w:rPr>
          <w:rtl/>
        </w:rPr>
        <w:t xml:space="preserve"> </w:t>
      </w:r>
    </w:p>
    <w:p w:rsidR="0061102A" w:rsidRDefault="0061102A" w:rsidP="00BE6934">
      <w:pPr>
        <w:pStyle w:val="libNormal"/>
        <w:rPr>
          <w:rtl/>
        </w:rPr>
      </w:pPr>
      <w:r>
        <w:rPr>
          <w:rtl/>
        </w:rPr>
        <w:t xml:space="preserve">مشرقى دانشور حضرات نے بھى اہل مغرب كى مانند لفظ تمدن كى خاص تعريف اور مفہوم پيش كيا ہے : </w:t>
      </w:r>
    </w:p>
    <w:p w:rsidR="0061102A" w:rsidRDefault="0061102A" w:rsidP="00BE6934">
      <w:pPr>
        <w:pStyle w:val="libNormal"/>
        <w:rPr>
          <w:rtl/>
        </w:rPr>
      </w:pPr>
      <w:r>
        <w:rPr>
          <w:rtl/>
        </w:rPr>
        <w:t>ابن خلدون كے مطابق انسان كا اجتماعى ہونا تمدن ہے ،ايك اور دانشور كے نزديك ان تمام اخلاقى اور مادى اسباب كے مجموعہ كو تمدن كہتے ہي</w:t>
      </w:r>
      <w:r w:rsidR="000A0CDC">
        <w:rPr>
          <w:rtl/>
        </w:rPr>
        <w:t xml:space="preserve">ں </w:t>
      </w:r>
      <w:r>
        <w:rPr>
          <w:rtl/>
        </w:rPr>
        <w:t>كہ جو معاشرے كو موقع فراہم كرتا ہے كہ وہ اپنے تمام افراد مي</w:t>
      </w:r>
      <w:r w:rsidR="000A0CDC">
        <w:rPr>
          <w:rtl/>
        </w:rPr>
        <w:t xml:space="preserve">ں </w:t>
      </w:r>
      <w:r>
        <w:rPr>
          <w:rtl/>
        </w:rPr>
        <w:t>ہر فرد سے زندگى كے تمام مراحل مي</w:t>
      </w:r>
      <w:r w:rsidR="000A0CDC">
        <w:rPr>
          <w:rtl/>
        </w:rPr>
        <w:t xml:space="preserve">ں </w:t>
      </w:r>
      <w:r>
        <w:rPr>
          <w:rtl/>
        </w:rPr>
        <w:t>بچپن سے بڑھاپے تك كمال و رشد تك پہنچتے مي</w:t>
      </w:r>
      <w:r w:rsidR="000A0CDC">
        <w:rPr>
          <w:rtl/>
        </w:rPr>
        <w:t xml:space="preserve">ں </w:t>
      </w:r>
      <w:r>
        <w:rPr>
          <w:rtl/>
        </w:rPr>
        <w:t>ضرورى تعاون كرے_</w:t>
      </w:r>
      <w:r w:rsidRPr="00F67D4B">
        <w:rPr>
          <w:rStyle w:val="libFootnotenumChar"/>
          <w:rtl/>
        </w:rPr>
        <w:t>(1)</w:t>
      </w:r>
      <w:r>
        <w:rPr>
          <w:rtl/>
        </w:rPr>
        <w:t xml:space="preserve"> </w:t>
      </w:r>
    </w:p>
    <w:p w:rsidR="0061102A" w:rsidRDefault="0061102A" w:rsidP="00BE6934">
      <w:pPr>
        <w:pStyle w:val="libNormal"/>
        <w:rPr>
          <w:rtl/>
        </w:rPr>
      </w:pPr>
      <w:r>
        <w:rPr>
          <w:rtl/>
        </w:rPr>
        <w:t>مجموعى طور پر اس بنيادى مفہوم كى يو</w:t>
      </w:r>
      <w:r w:rsidR="000A0CDC">
        <w:rPr>
          <w:rtl/>
        </w:rPr>
        <w:t xml:space="preserve">ں </w:t>
      </w:r>
      <w:r>
        <w:rPr>
          <w:rtl/>
        </w:rPr>
        <w:t xml:space="preserve">تعريف كى جاسكتى ہے كہ تہذيب يا تمدن ، ثقافت كى ترقى و پيش رفت اور اجتماعى نظم كى قبوليت كا نتيجہ ہے يعنى صحرانشينى كے مرحلہ سے نكلنا اور اجتماعى امور كے منظم ہونے كى شاہراہ پرقدم ركھنا_ </w:t>
      </w:r>
    </w:p>
    <w:p w:rsidR="0061102A" w:rsidRDefault="0061102A" w:rsidP="00BE6934">
      <w:pPr>
        <w:pStyle w:val="libNormal"/>
        <w:rPr>
          <w:rtl/>
        </w:rPr>
      </w:pPr>
      <w:r>
        <w:rPr>
          <w:rtl/>
        </w:rPr>
        <w:t>ايك اور مفہوم كہ جسكى يہا</w:t>
      </w:r>
      <w:r w:rsidR="000A0CDC">
        <w:rPr>
          <w:rtl/>
        </w:rPr>
        <w:t xml:space="preserve">ں </w:t>
      </w:r>
      <w:r>
        <w:rPr>
          <w:rtl/>
        </w:rPr>
        <w:t>تعريف ضرورى ہے '' ثقافت ''كا مفہوم ہے ، كلچر يا ثقافت اقوام كى ان تمام روايات ، عقائد ، آداب اور انفرادى ياخاندانى رہن سہن كے مجموعہ كا نام ہے كہ جسكى پابندى سے وہ ديگر اقوام اور قبائل سے منفرد ہو جاتے ہي</w:t>
      </w:r>
      <w:r w:rsidR="000A0CDC">
        <w:rPr>
          <w:rtl/>
        </w:rPr>
        <w:t xml:space="preserve">ں </w:t>
      </w:r>
      <w:r>
        <w:rPr>
          <w:rtl/>
        </w:rPr>
        <w:t>،دوسرے الفاظ مي</w:t>
      </w:r>
      <w:r w:rsidR="000A0CDC">
        <w:rPr>
          <w:rtl/>
        </w:rPr>
        <w:t xml:space="preserve">ں </w:t>
      </w:r>
      <w:r>
        <w:rPr>
          <w:rtl/>
        </w:rPr>
        <w:t>ثقافت كسى شخص يا گروہ كے خاص عقائد كے مجموعہ كا نام ہے چونكہ عقايد عام طور پر ذہنى ہوتے ہي</w:t>
      </w:r>
      <w:r w:rsidR="000A0CDC">
        <w:rPr>
          <w:rtl/>
        </w:rPr>
        <w:t xml:space="preserve">ں </w:t>
      </w:r>
      <w:r>
        <w:rPr>
          <w:rtl/>
        </w:rPr>
        <w:t>لہذا ثقافت بھى عينى اور خارجى پہلو كى حامل نہي</w:t>
      </w:r>
      <w:r w:rsidR="000A0CDC">
        <w:rPr>
          <w:rtl/>
        </w:rPr>
        <w:t xml:space="preserve">ں </w:t>
      </w:r>
      <w:r>
        <w:rPr>
          <w:rtl/>
        </w:rPr>
        <w:t xml:space="preserve">ہے_ </w:t>
      </w:r>
    </w:p>
    <w:p w:rsidR="0061102A" w:rsidRDefault="0061102A" w:rsidP="00BE6934">
      <w:pPr>
        <w:pStyle w:val="libNormal"/>
        <w:rPr>
          <w:rtl/>
        </w:rPr>
      </w:pPr>
    </w:p>
    <w:p w:rsidR="0061102A" w:rsidRDefault="0061102A" w:rsidP="00BE6934">
      <w:pPr>
        <w:pStyle w:val="Heading2Center"/>
        <w:rPr>
          <w:rtl/>
        </w:rPr>
      </w:pPr>
      <w:bookmarkStart w:id="10" w:name="_Toc268566"/>
      <w:r>
        <w:rPr>
          <w:rtl/>
        </w:rPr>
        <w:t>تہذيب كا ثقافت سے ربط</w:t>
      </w:r>
      <w:bookmarkEnd w:id="10"/>
    </w:p>
    <w:p w:rsidR="0061102A" w:rsidRDefault="0061102A" w:rsidP="00BE6934">
      <w:pPr>
        <w:pStyle w:val="libNormal"/>
        <w:rPr>
          <w:rtl/>
        </w:rPr>
      </w:pPr>
      <w:r>
        <w:rPr>
          <w:rtl/>
        </w:rPr>
        <w:t>تہذيب اور ثقافت كے آپس مي</w:t>
      </w:r>
      <w:r w:rsidR="000A0CDC">
        <w:rPr>
          <w:rtl/>
        </w:rPr>
        <w:t xml:space="preserve">ں </w:t>
      </w:r>
      <w:r>
        <w:rPr>
          <w:rtl/>
        </w:rPr>
        <w:t>تعلق كے باوجود يہ ايك دوسرے كيلئے لازم و مُلزوم نہي</w:t>
      </w:r>
      <w:r w:rsidR="000A0CDC">
        <w:rPr>
          <w:rtl/>
        </w:rPr>
        <w:t xml:space="preserve">ں </w:t>
      </w:r>
      <w:r>
        <w:rPr>
          <w:rtl/>
        </w:rPr>
        <w:t>ہي</w:t>
      </w:r>
      <w:r w:rsidR="000A0CDC">
        <w:rPr>
          <w:rtl/>
        </w:rPr>
        <w:t xml:space="preserve">ں </w:t>
      </w:r>
      <w:r>
        <w:rPr>
          <w:rtl/>
        </w:rPr>
        <w:t xml:space="preserve">كيونكہ ممكن ہے كہ كسى ثقافت كى بلندى كے باعث كوئي معاشرہ مہذب اور شہريت كا حامل ہوجائے اسى طرح ممكن ہے </w:t>
      </w:r>
    </w:p>
    <w:p w:rsidR="0061102A" w:rsidRDefault="003A7D4A" w:rsidP="00BE6934">
      <w:pPr>
        <w:pStyle w:val="libLine"/>
        <w:rPr>
          <w:rtl/>
        </w:rPr>
      </w:pPr>
      <w:r>
        <w:rPr>
          <w:rtl/>
        </w:rPr>
        <w:t>____________________</w:t>
      </w:r>
    </w:p>
    <w:p w:rsidR="00EA4FDD" w:rsidRPr="00EA4FDD" w:rsidRDefault="0061102A" w:rsidP="00BE6934">
      <w:pPr>
        <w:pStyle w:val="libFootnote"/>
        <w:rPr>
          <w:rStyle w:val="libNormalChar"/>
          <w:rtl/>
        </w:rPr>
      </w:pPr>
      <w:r>
        <w:rPr>
          <w:rtl/>
        </w:rPr>
        <w:t>1) ويل دورانت ، تاريخ تمدن ، مشرق زمين ، گہوارہ تمدن ،تہران ، ج 1 ، ص 5_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F67D4B">
        <w:rPr>
          <w:rStyle w:val="libNormalChar"/>
          <w:rtl/>
        </w:rPr>
        <w:t>ايك معاشرہ ايك دوسرے تمدن كى پيروى مي</w:t>
      </w:r>
      <w:r w:rsidR="000A0CDC" w:rsidRPr="00F67D4B">
        <w:rPr>
          <w:rStyle w:val="libNormalChar"/>
          <w:rtl/>
        </w:rPr>
        <w:t xml:space="preserve">ں </w:t>
      </w:r>
      <w:r w:rsidRPr="00F67D4B">
        <w:rPr>
          <w:rStyle w:val="libNormalChar"/>
          <w:rtl/>
        </w:rPr>
        <w:t>ترقى كرتے ہوئے ايسے تمدن كى صورت حال مي</w:t>
      </w:r>
      <w:r w:rsidR="000A0CDC" w:rsidRPr="00F67D4B">
        <w:rPr>
          <w:rStyle w:val="libNormalChar"/>
          <w:rtl/>
        </w:rPr>
        <w:t xml:space="preserve">ں </w:t>
      </w:r>
      <w:r w:rsidRPr="00F67D4B">
        <w:rPr>
          <w:rStyle w:val="libNormalChar"/>
          <w:rtl/>
        </w:rPr>
        <w:t>سامنے آئے جو كہ اصلى تمدن (جس كى پيروى كى تھي) سے مختلف ہو ہو، دوسرى طرف يہ نكتہ بھى اہم ہے كہ تمدن اور شہريت كے بغير بھى ايك معاشرہ ثقافت كا حامل ہو سكتا ہے، آسٹريليا اور افريقہ كے اصلى باشندے كسى تمدن كے حامل نہ تھے ليكن عقائد و آداب اور رسوم كے مجموعہ كى شكل مي</w:t>
      </w:r>
      <w:r w:rsidR="000A0CDC" w:rsidRPr="00F67D4B">
        <w:rPr>
          <w:rStyle w:val="libNormalChar"/>
          <w:rtl/>
        </w:rPr>
        <w:t xml:space="preserve">ں </w:t>
      </w:r>
      <w:r w:rsidRPr="00F67D4B">
        <w:rPr>
          <w:rStyle w:val="libNormalChar"/>
          <w:rtl/>
        </w:rPr>
        <w:t>مقامى ثقافت ركھتے تھے ،لہذا انسانى گروہ اگر چہ ابتدائي شكل مي</w:t>
      </w:r>
      <w:r w:rsidR="000A0CDC" w:rsidRPr="00F67D4B">
        <w:rPr>
          <w:rStyle w:val="libNormalChar"/>
          <w:rtl/>
        </w:rPr>
        <w:t xml:space="preserve">ں </w:t>
      </w:r>
      <w:r w:rsidRPr="00F67D4B">
        <w:rPr>
          <w:rStyle w:val="libNormalChar"/>
          <w:rtl/>
        </w:rPr>
        <w:t>كيو</w:t>
      </w:r>
      <w:r w:rsidR="000A0CDC" w:rsidRPr="00F67D4B">
        <w:rPr>
          <w:rStyle w:val="libNormalChar"/>
          <w:rtl/>
        </w:rPr>
        <w:t xml:space="preserve">ں </w:t>
      </w:r>
      <w:r w:rsidRPr="00F67D4B">
        <w:rPr>
          <w:rStyle w:val="libNormalChar"/>
          <w:rtl/>
        </w:rPr>
        <w:t>نہ ہو</w:t>
      </w:r>
      <w:r w:rsidR="000A0CDC" w:rsidRPr="00F67D4B">
        <w:rPr>
          <w:rStyle w:val="libNormalChar"/>
          <w:rtl/>
        </w:rPr>
        <w:t xml:space="preserve">ں </w:t>
      </w:r>
      <w:r w:rsidRPr="00F67D4B">
        <w:rPr>
          <w:rStyle w:val="libNormalChar"/>
          <w:rtl/>
        </w:rPr>
        <w:t>اپنى خاص ثقافت كے حامل ہي</w:t>
      </w:r>
      <w:r w:rsidR="000A0CDC" w:rsidRPr="00F67D4B">
        <w:rPr>
          <w:rStyle w:val="libNormalChar"/>
          <w:rtl/>
        </w:rPr>
        <w:t xml:space="preserve">ں </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1" w:name="_Toc268567"/>
      <w:r>
        <w:rPr>
          <w:rtl/>
        </w:rPr>
        <w:t>تہذيبو</w:t>
      </w:r>
      <w:r w:rsidR="000A0CDC">
        <w:rPr>
          <w:rtl/>
        </w:rPr>
        <w:t xml:space="preserve">ں </w:t>
      </w:r>
      <w:r>
        <w:rPr>
          <w:rtl/>
        </w:rPr>
        <w:t>كى پيدايش اور ترقى مي</w:t>
      </w:r>
      <w:r w:rsidR="000A0CDC">
        <w:rPr>
          <w:rtl/>
        </w:rPr>
        <w:t xml:space="preserve">ں </w:t>
      </w:r>
      <w:r>
        <w:rPr>
          <w:rtl/>
        </w:rPr>
        <w:t>مؤثر اسباب</w:t>
      </w:r>
      <w:bookmarkEnd w:id="11"/>
    </w:p>
    <w:p w:rsidR="0061102A" w:rsidRDefault="0061102A" w:rsidP="00BE6934">
      <w:pPr>
        <w:pStyle w:val="libNormal"/>
        <w:rPr>
          <w:rtl/>
        </w:rPr>
      </w:pPr>
      <w:r>
        <w:rPr>
          <w:rtl/>
        </w:rPr>
        <w:t>تہذيبو</w:t>
      </w:r>
      <w:r w:rsidR="000A0CDC">
        <w:rPr>
          <w:rtl/>
        </w:rPr>
        <w:t xml:space="preserve">ں </w:t>
      </w:r>
      <w:r>
        <w:rPr>
          <w:rtl/>
        </w:rPr>
        <w:t>كى پيدايش اور ترقى مي</w:t>
      </w:r>
      <w:r w:rsidR="000A0CDC">
        <w:rPr>
          <w:rtl/>
        </w:rPr>
        <w:t xml:space="preserve">ں </w:t>
      </w:r>
      <w:r>
        <w:rPr>
          <w:rtl/>
        </w:rPr>
        <w:t>متعدد اسباب كا كردار ہے :ايك سبب امن اور سكون كا ہونا ہے ، يعنى اضطراب اور پريشانيو</w:t>
      </w:r>
      <w:r w:rsidR="000A0CDC">
        <w:rPr>
          <w:rtl/>
        </w:rPr>
        <w:t xml:space="preserve">ں </w:t>
      </w:r>
      <w:r>
        <w:rPr>
          <w:rtl/>
        </w:rPr>
        <w:t xml:space="preserve">كا كم ہونا ہے ، دوسرا سبب جو كہ در حقيقت ہر تہذيب كى اصلى روح ہے قومى غرور اور يكجہتى ہے يا ابن خلدون كى تعبير كے مطابق عصبيت وقوميت ہے_ </w:t>
      </w:r>
    </w:p>
    <w:p w:rsidR="0061102A" w:rsidRDefault="0061102A" w:rsidP="00BE6934">
      <w:pPr>
        <w:pStyle w:val="libNormal"/>
        <w:rPr>
          <w:rtl/>
        </w:rPr>
      </w:pPr>
      <w:r>
        <w:rPr>
          <w:rtl/>
        </w:rPr>
        <w:t>اسكے بعد والا سبب اصول تعاون اور امداد ہے تا كہ ہم فكر گروہ تعاون اور اخلاقيات كى بنياد پر تمدن كى اساس قائم كري</w:t>
      </w:r>
      <w:r w:rsidR="000A0CDC">
        <w:rPr>
          <w:rtl/>
        </w:rPr>
        <w:t xml:space="preserve">ں </w:t>
      </w:r>
      <w:r>
        <w:rPr>
          <w:rtl/>
        </w:rPr>
        <w:t>، ان اسباب كے ساتھ ساتھ '' اخلاق'' سے غافل نہي</w:t>
      </w:r>
      <w:r w:rsidR="000A0CDC">
        <w:rPr>
          <w:rtl/>
        </w:rPr>
        <w:t xml:space="preserve">ں </w:t>
      </w:r>
      <w:r>
        <w:rPr>
          <w:rtl/>
        </w:rPr>
        <w:t>ہونا چاہيے نيزتحمل ، بردبارى اور صبر اسى طرح وحدت و اتفاق اور دين كو قائم ركھنا سب تمدن سازى كے ديگر اسباب مي</w:t>
      </w:r>
      <w:r w:rsidR="000A0CDC">
        <w:rPr>
          <w:rtl/>
        </w:rPr>
        <w:t xml:space="preserve">ں </w:t>
      </w:r>
      <w:r>
        <w:rPr>
          <w:rtl/>
        </w:rPr>
        <w:t>شمار ہوتے ہي</w:t>
      </w:r>
      <w:r w:rsidR="000A0CDC">
        <w:rPr>
          <w:rtl/>
        </w:rPr>
        <w:t xml:space="preserve">ں </w:t>
      </w:r>
      <w:r>
        <w:rPr>
          <w:rtl/>
        </w:rPr>
        <w:t xml:space="preserve">_ </w:t>
      </w:r>
    </w:p>
    <w:p w:rsidR="0061102A" w:rsidRDefault="0061102A" w:rsidP="00BE6934">
      <w:pPr>
        <w:pStyle w:val="libNormal"/>
        <w:rPr>
          <w:rtl/>
        </w:rPr>
      </w:pPr>
      <w:r>
        <w:rPr>
          <w:rtl/>
        </w:rPr>
        <w:t xml:space="preserve">ان سات بنيادى اجزا كے ساتھ ساتھ دو ديگر اسباب كا ذكر بھى ہونا چاہيے : </w:t>
      </w:r>
    </w:p>
    <w:p w:rsidR="0061102A" w:rsidRDefault="0061102A" w:rsidP="00BE6934">
      <w:pPr>
        <w:pStyle w:val="libNormal"/>
        <w:rPr>
          <w:rtl/>
        </w:rPr>
      </w:pPr>
      <w:r>
        <w:rPr>
          <w:rtl/>
        </w:rPr>
        <w:t xml:space="preserve">1) مناسب فلاح و بہبود_2) اقتصادى و معاشرتى دباؤ_ </w:t>
      </w:r>
    </w:p>
    <w:p w:rsidR="0061102A" w:rsidRDefault="0061102A" w:rsidP="00BE6934">
      <w:pPr>
        <w:pStyle w:val="libNormal"/>
        <w:rPr>
          <w:rtl/>
        </w:rPr>
      </w:pPr>
      <w:r>
        <w:rPr>
          <w:rtl/>
        </w:rPr>
        <w:t>پہلا سبب كسى بھى معاشرہ مي</w:t>
      </w:r>
      <w:r w:rsidR="000A0CDC">
        <w:rPr>
          <w:rtl/>
        </w:rPr>
        <w:t xml:space="preserve">ں </w:t>
      </w:r>
      <w:r>
        <w:rPr>
          <w:rtl/>
        </w:rPr>
        <w:t>ايك تمدن كى بنياد بن سكتا ہے اور اسكو پانے سے (تمدن كى تشكيل كيلئے )تمام ضرورى توانائيا</w:t>
      </w:r>
      <w:r w:rsidR="000A0CDC">
        <w:rPr>
          <w:rtl/>
        </w:rPr>
        <w:t xml:space="preserve">ں </w:t>
      </w:r>
      <w:r>
        <w:rPr>
          <w:rtl/>
        </w:rPr>
        <w:t>اور معاشرے مي</w:t>
      </w:r>
      <w:r w:rsidR="000A0CDC">
        <w:rPr>
          <w:rtl/>
        </w:rPr>
        <w:t xml:space="preserve">ں </w:t>
      </w:r>
      <w:r>
        <w:rPr>
          <w:rtl/>
        </w:rPr>
        <w:t>پائي جانے والى صلاحيتي</w:t>
      </w:r>
      <w:r w:rsidR="000A0CDC">
        <w:rPr>
          <w:rtl/>
        </w:rPr>
        <w:t xml:space="preserve">ں </w:t>
      </w:r>
      <w:r>
        <w:rPr>
          <w:rtl/>
        </w:rPr>
        <w:t>واضح ہو جاتى ہي</w:t>
      </w:r>
      <w:r w:rsidR="000A0CDC">
        <w:rPr>
          <w:rtl/>
        </w:rPr>
        <w:t xml:space="preserve">ں </w:t>
      </w:r>
      <w:r>
        <w:rPr>
          <w:rtl/>
        </w:rPr>
        <w:t>_اور دوسرے سبب كى خصوصيت يہ ہے كہ وہ معاشرہ كى ضرورتو</w:t>
      </w:r>
      <w:r w:rsidR="000A0CDC">
        <w:rPr>
          <w:rtl/>
        </w:rPr>
        <w:t xml:space="preserve">ں </w:t>
      </w:r>
      <w:r>
        <w:rPr>
          <w:rtl/>
        </w:rPr>
        <w:t>كو عيا</w:t>
      </w:r>
      <w:r w:rsidR="000A0CDC">
        <w:rPr>
          <w:rtl/>
        </w:rPr>
        <w:t xml:space="preserve">ں </w:t>
      </w:r>
      <w:r>
        <w:rPr>
          <w:rtl/>
        </w:rPr>
        <w:t>كر ديتا ہے اور افراد كو ايك محور كے گرد جمع كر ديتا ہے، اسطرح سے تمدن كى پيدايش يا اسكى ترقى و پيش رفت كے حالات فراہم ہو جاتے ہي</w:t>
      </w:r>
      <w:r w:rsidR="000A0CDC">
        <w:rPr>
          <w:rtl/>
        </w:rPr>
        <w:t xml:space="preserve">ں </w:t>
      </w:r>
      <w:r>
        <w:rPr>
          <w:rtl/>
        </w:rPr>
        <w:t>_</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محمد تقى جعفري، فرہنگ پيرو، فرہنگ پيشرو ، تہران ، ص 1173_ </w:t>
      </w:r>
    </w:p>
    <w:p w:rsidR="003A7D4A" w:rsidRPr="00EA4FDD" w:rsidRDefault="0061102A" w:rsidP="00BE6934">
      <w:pPr>
        <w:pStyle w:val="libFootnote"/>
        <w:rPr>
          <w:rStyle w:val="libNormalChar"/>
          <w:rtl/>
        </w:rPr>
      </w:pPr>
      <w:r>
        <w:rPr>
          <w:rtl/>
        </w:rPr>
        <w:t>2) ابولاكوست ، جہان بينى ابن خلدون ، ترجمہ مظفر مہدى ، تہران ، ص 38 _ 33_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2" w:name="_Toc268568"/>
      <w:r>
        <w:rPr>
          <w:rtl/>
        </w:rPr>
        <w:t>تہذيبو</w:t>
      </w:r>
      <w:r w:rsidR="000A0CDC">
        <w:rPr>
          <w:rtl/>
        </w:rPr>
        <w:t xml:space="preserve">ں </w:t>
      </w:r>
      <w:r>
        <w:rPr>
          <w:rtl/>
        </w:rPr>
        <w:t>كے انحطاط اور زوال كے اسباب</w:t>
      </w:r>
      <w:bookmarkEnd w:id="12"/>
    </w:p>
    <w:p w:rsidR="0061102A" w:rsidRDefault="0061102A" w:rsidP="00BE6934">
      <w:pPr>
        <w:pStyle w:val="libNormal"/>
        <w:rPr>
          <w:rtl/>
        </w:rPr>
      </w:pPr>
      <w:r>
        <w:rPr>
          <w:rtl/>
        </w:rPr>
        <w:t>بعض اہل نظر كا عقيدہ ہے كہ ہر تمدن اپنى پورى زندگى مي</w:t>
      </w:r>
      <w:r w:rsidR="000A0CDC">
        <w:rPr>
          <w:rtl/>
        </w:rPr>
        <w:t xml:space="preserve">ں </w:t>
      </w:r>
      <w:r>
        <w:rPr>
          <w:rtl/>
        </w:rPr>
        <w:t>كچھ مراحل طے كرتا ہے: ڈيورينٹ كى رائے كے مطابق ہر تمدن كے لوگ كچھ مدت كے بعد اپنے عقلى پيش رفت كى بناء پر توحيد اور مبدا ء معنوى كى پرستش كى بجائے علم و عقل كى ستايش مي</w:t>
      </w:r>
      <w:r w:rsidR="000A0CDC">
        <w:rPr>
          <w:rtl/>
        </w:rPr>
        <w:t xml:space="preserve">ں </w:t>
      </w:r>
      <w:r>
        <w:rPr>
          <w:rtl/>
        </w:rPr>
        <w:t>مشغول ہو جاتے ہي</w:t>
      </w:r>
      <w:r w:rsidR="000A0CDC">
        <w:rPr>
          <w:rtl/>
        </w:rPr>
        <w:t xml:space="preserve">ں </w:t>
      </w:r>
      <w:r>
        <w:rPr>
          <w:rtl/>
        </w:rPr>
        <w:t>، اسكے بعد اقدار اور علم مي</w:t>
      </w:r>
      <w:r w:rsidR="000A0CDC">
        <w:rPr>
          <w:rtl/>
        </w:rPr>
        <w:t xml:space="preserve">ں </w:t>
      </w:r>
      <w:r>
        <w:rPr>
          <w:rtl/>
        </w:rPr>
        <w:t xml:space="preserve">جنگ شروع ہو جاتى ہے ، معاشرے كى قوت محركہ بتدريج ختم ہوجاتى ہے اور اسكے بعد اس تہذيب كا دور انحطاط و زوال شروع ہوجاتا ہے_ </w:t>
      </w:r>
    </w:p>
    <w:p w:rsidR="0061102A" w:rsidRDefault="0061102A" w:rsidP="00BE6934">
      <w:pPr>
        <w:pStyle w:val="libNormal"/>
        <w:rPr>
          <w:rtl/>
        </w:rPr>
      </w:pPr>
      <w:r>
        <w:rPr>
          <w:rtl/>
        </w:rPr>
        <w:t>ابن خلدون كى نظر مي</w:t>
      </w:r>
      <w:r w:rsidR="000A0CDC">
        <w:rPr>
          <w:rtl/>
        </w:rPr>
        <w:t xml:space="preserve">ں </w:t>
      </w:r>
      <w:r>
        <w:rPr>
          <w:rtl/>
        </w:rPr>
        <w:t>ہر تمدن تين مراحل كو طے كرتا ہے</w:t>
      </w:r>
      <w:r w:rsidR="000A0CDC">
        <w:rPr>
          <w:rtl/>
        </w:rPr>
        <w:t xml:space="preserve">ں </w:t>
      </w:r>
      <w:r>
        <w:rPr>
          <w:rtl/>
        </w:rPr>
        <w:t>: جنگ اور مقابلہ كا ابتدائي مرحلہ ، خود غرضى اور استبداد كا مرحلہ اور آخر كار رياكارى اور فساد كا مرحلہ جوكہ تمدن كا اختتام شمار ہوتاہے ، دور حاضر كے الجزائرى دانشور مالك بن بنى بھى اسى اساس پر اسلامى تمدن كے تين مراحل روح ، عقل اور غريزہ كو سمجھتے ہي</w:t>
      </w:r>
      <w:r w:rsidR="000A0CDC">
        <w:rPr>
          <w:rtl/>
        </w:rPr>
        <w:t xml:space="preserve">ں </w:t>
      </w:r>
      <w:r>
        <w:rPr>
          <w:rtl/>
        </w:rPr>
        <w:t>انكا عقيدہ ہے كہ: اسلامى تمدن مي</w:t>
      </w:r>
      <w:r w:rsidR="000A0CDC">
        <w:rPr>
          <w:rtl/>
        </w:rPr>
        <w:t xml:space="preserve">ں </w:t>
      </w:r>
      <w:r>
        <w:rPr>
          <w:rtl/>
        </w:rPr>
        <w:t>آٹھوي</w:t>
      </w:r>
      <w:r w:rsidR="000A0CDC">
        <w:rPr>
          <w:rtl/>
        </w:rPr>
        <w:t xml:space="preserve">ں </w:t>
      </w:r>
      <w:r>
        <w:rPr>
          <w:rtl/>
        </w:rPr>
        <w:t>صدى ہجرى كے بعد سے خواہشات نفسانى كا روح پر غلبے كا مرحلہ شروع ہوا اور اسلامى تمدن ترقى كے مرحلہ سے دور ہوگيا_</w:t>
      </w:r>
      <w:r w:rsidRPr="00F67D4B">
        <w:rPr>
          <w:rStyle w:val="libFootnotenumChar"/>
          <w:rtl/>
        </w:rPr>
        <w:t>(1)</w:t>
      </w:r>
      <w:r>
        <w:rPr>
          <w:rtl/>
        </w:rPr>
        <w:t xml:space="preserve"> </w:t>
      </w:r>
    </w:p>
    <w:p w:rsidR="0061102A" w:rsidRDefault="0061102A" w:rsidP="00BE6934">
      <w:pPr>
        <w:pStyle w:val="libNormal"/>
        <w:rPr>
          <w:rtl/>
        </w:rPr>
      </w:pPr>
      <w:r>
        <w:rPr>
          <w:rtl/>
        </w:rPr>
        <w:t>اسكے علاوہ اور بھى اسباب كو تہذيبو</w:t>
      </w:r>
      <w:r w:rsidR="000A0CDC">
        <w:rPr>
          <w:rtl/>
        </w:rPr>
        <w:t xml:space="preserve">ں </w:t>
      </w:r>
      <w:r>
        <w:rPr>
          <w:rtl/>
        </w:rPr>
        <w:t>كے زوال كے حوالے سے ذكر كيا گيا ہے مثلا معاشرہ مي</w:t>
      </w:r>
      <w:r w:rsidR="000A0CDC">
        <w:rPr>
          <w:rtl/>
        </w:rPr>
        <w:t xml:space="preserve">ں </w:t>
      </w:r>
      <w:r>
        <w:rPr>
          <w:rtl/>
        </w:rPr>
        <w:t>وحدت اور نظم كا فقدان ، بيرونى دشمنو</w:t>
      </w:r>
      <w:r w:rsidR="000A0CDC">
        <w:rPr>
          <w:rtl/>
        </w:rPr>
        <w:t xml:space="preserve">ں </w:t>
      </w:r>
      <w:r>
        <w:rPr>
          <w:rtl/>
        </w:rPr>
        <w:t>كا حملہ ، معاشرتى طبقات كى ساخت مي</w:t>
      </w:r>
      <w:r w:rsidR="000A0CDC">
        <w:rPr>
          <w:rtl/>
        </w:rPr>
        <w:t xml:space="preserve">ں </w:t>
      </w:r>
      <w:r>
        <w:rPr>
          <w:rtl/>
        </w:rPr>
        <w:t xml:space="preserve">انتشار تصنع اور بناوٹ كا پيدا ہونا اور تاجرانہ رويہ اور مزاج وغيرہ_ </w:t>
      </w:r>
    </w:p>
    <w:p w:rsidR="0061102A" w:rsidRDefault="0061102A" w:rsidP="00BE6934">
      <w:pPr>
        <w:pStyle w:val="libNormal"/>
        <w:rPr>
          <w:rtl/>
        </w:rPr>
      </w:pPr>
    </w:p>
    <w:p w:rsidR="0061102A" w:rsidRDefault="0061102A" w:rsidP="00BE6934">
      <w:pPr>
        <w:pStyle w:val="Heading2Center"/>
        <w:rPr>
          <w:rtl/>
        </w:rPr>
      </w:pPr>
      <w:bookmarkStart w:id="13" w:name="_Toc268569"/>
      <w:r>
        <w:rPr>
          <w:rtl/>
        </w:rPr>
        <w:t>اخلاق ، ثقافت، تہذيب اور قانون</w:t>
      </w:r>
      <w:bookmarkEnd w:id="13"/>
    </w:p>
    <w:p w:rsidR="0061102A" w:rsidRDefault="0061102A" w:rsidP="00BE6934">
      <w:pPr>
        <w:pStyle w:val="libNormal"/>
        <w:rPr>
          <w:rtl/>
        </w:rPr>
      </w:pPr>
      <w:r>
        <w:rPr>
          <w:rtl/>
        </w:rPr>
        <w:t>ہر معاشرے مي</w:t>
      </w:r>
      <w:r w:rsidR="000A0CDC">
        <w:rPr>
          <w:rtl/>
        </w:rPr>
        <w:t xml:space="preserve">ں </w:t>
      </w:r>
      <w:r>
        <w:rPr>
          <w:rtl/>
        </w:rPr>
        <w:t>اخلاق ، ثقافت ، تہذيب اور قانون مي</w:t>
      </w:r>
      <w:r w:rsidR="000A0CDC">
        <w:rPr>
          <w:rtl/>
        </w:rPr>
        <w:t xml:space="preserve">ں </w:t>
      </w:r>
      <w:r>
        <w:rPr>
          <w:rtl/>
        </w:rPr>
        <w:t xml:space="preserve">سے ہر ايك مفہوم كى پيش رفت و ترقى دوسرے مفہوم كى پيش رفت كے برابر ہے جبكہ ہر ايك كا انحطاط خواہ ناخواہ دوسرے كى تباہى و بربادى كى علامت ہے_ </w:t>
      </w:r>
    </w:p>
    <w:p w:rsidR="0061102A" w:rsidRDefault="003A7D4A" w:rsidP="00BE6934">
      <w:pPr>
        <w:pStyle w:val="libLine"/>
        <w:rPr>
          <w:rtl/>
        </w:rPr>
      </w:pPr>
      <w:r>
        <w:rPr>
          <w:rtl/>
        </w:rPr>
        <w:t>____________________</w:t>
      </w:r>
    </w:p>
    <w:p w:rsidR="00EA4FDD" w:rsidRPr="00EA4FDD" w:rsidRDefault="0061102A" w:rsidP="00BE6934">
      <w:pPr>
        <w:pStyle w:val="libFootnote"/>
        <w:rPr>
          <w:rStyle w:val="libNormalChar"/>
          <w:rtl/>
        </w:rPr>
      </w:pPr>
      <w:r>
        <w:rPr>
          <w:rtl/>
        </w:rPr>
        <w:t>1) دانشنامہ جہان اسلام ، ج 4، ذيل بن بنى مالك ( محمد على مہتدي)_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F67D4B">
        <w:rPr>
          <w:rStyle w:val="libNormalChar"/>
          <w:rtl/>
        </w:rPr>
        <w:t>جب اخلاق ترقى كرتا ہے اور لوگ اخلاقى اصولو</w:t>
      </w:r>
      <w:r w:rsidR="000A0CDC" w:rsidRPr="00F67D4B">
        <w:rPr>
          <w:rStyle w:val="libNormalChar"/>
          <w:rtl/>
        </w:rPr>
        <w:t xml:space="preserve">ں </w:t>
      </w:r>
      <w:r w:rsidRPr="00F67D4B">
        <w:rPr>
          <w:rStyle w:val="libNormalChar"/>
          <w:rtl/>
        </w:rPr>
        <w:t>كا خيال ركھي</w:t>
      </w:r>
      <w:r w:rsidR="000A0CDC" w:rsidRPr="00F67D4B">
        <w:rPr>
          <w:rStyle w:val="libNormalChar"/>
          <w:rtl/>
        </w:rPr>
        <w:t xml:space="preserve">ں </w:t>
      </w:r>
      <w:r w:rsidRPr="00F67D4B">
        <w:rPr>
          <w:rStyle w:val="libNormalChar"/>
          <w:rtl/>
        </w:rPr>
        <w:t>تو اعتماد كى فضا تعلقات وروابط كى پيش رفت كے اسباب فراہم كرتى ہے ، اور اس فضا كاپھيلاؤ معاشرہ كى ثقافت كو نمايا</w:t>
      </w:r>
      <w:r w:rsidR="000A0CDC" w:rsidRPr="00F67D4B">
        <w:rPr>
          <w:rStyle w:val="libNormalChar"/>
          <w:rtl/>
        </w:rPr>
        <w:t xml:space="preserve">ں </w:t>
      </w:r>
      <w:r w:rsidRPr="00F67D4B">
        <w:rPr>
          <w:rStyle w:val="libNormalChar"/>
          <w:rtl/>
        </w:rPr>
        <w:t>كرتا ہے ، اسى طرح ہر معاشرہ اپنے اجتماعى نظام كے اندر پانے جائے والى مفاہمت كى تقويت اور اسے محفوظ كرنے كيلئے قوانين كا محتاج ہے، لوگو</w:t>
      </w:r>
      <w:r w:rsidR="000A0CDC" w:rsidRPr="00F67D4B">
        <w:rPr>
          <w:rStyle w:val="libNormalChar"/>
          <w:rtl/>
        </w:rPr>
        <w:t xml:space="preserve">ں </w:t>
      </w:r>
      <w:r w:rsidRPr="00F67D4B">
        <w:rPr>
          <w:rStyle w:val="libNormalChar"/>
          <w:rtl/>
        </w:rPr>
        <w:t>كا ان چار اسباب كے بارے مي</w:t>
      </w:r>
      <w:r w:rsidR="000A0CDC" w:rsidRPr="00F67D4B">
        <w:rPr>
          <w:rStyle w:val="libNormalChar"/>
          <w:rtl/>
        </w:rPr>
        <w:t xml:space="preserve">ں </w:t>
      </w:r>
      <w:r w:rsidRPr="00F67D4B">
        <w:rPr>
          <w:rStyle w:val="libNormalChar"/>
          <w:rtl/>
        </w:rPr>
        <w:t>رويہ معاشرے كى ترقى و پيش رفت يا زوال و انحطاط كا باعث بنتاہے، جس طرح لوگو</w:t>
      </w:r>
      <w:r w:rsidR="000A0CDC" w:rsidRPr="00F67D4B">
        <w:rPr>
          <w:rStyle w:val="libNormalChar"/>
          <w:rtl/>
        </w:rPr>
        <w:t xml:space="preserve">ں </w:t>
      </w:r>
      <w:r w:rsidRPr="00F67D4B">
        <w:rPr>
          <w:rStyle w:val="libNormalChar"/>
          <w:rtl/>
        </w:rPr>
        <w:t>كا ان چار اسباب كو قبول كرنا اور توجہ دينا معاشرے كى خوشبختى اور سعادت كا باعث ہے اسى طرح ان سے دورى اور منہ پھيرنا فساد، تباہى ، فحشاء اور آخر مي</w:t>
      </w:r>
      <w:r w:rsidR="000A0CDC" w:rsidRPr="00F67D4B">
        <w:rPr>
          <w:rStyle w:val="libNormalChar"/>
          <w:rtl/>
        </w:rPr>
        <w:t xml:space="preserve">ں </w:t>
      </w:r>
      <w:r w:rsidRPr="00F67D4B">
        <w:rPr>
          <w:rStyle w:val="libNormalChar"/>
          <w:rtl/>
        </w:rPr>
        <w:t>معاشرے كى بربادى كا باعث ہے_</w:t>
      </w:r>
      <w:r>
        <w:rPr>
          <w:rtl/>
        </w:rPr>
        <w:t xml:space="preserve"> </w:t>
      </w:r>
    </w:p>
    <w:p w:rsidR="0061102A" w:rsidRDefault="0061102A" w:rsidP="00BE6934">
      <w:pPr>
        <w:pStyle w:val="libNormal"/>
        <w:rPr>
          <w:rtl/>
        </w:rPr>
      </w:pPr>
    </w:p>
    <w:p w:rsidR="0061102A" w:rsidRDefault="0061102A" w:rsidP="00BE6934">
      <w:pPr>
        <w:pStyle w:val="libNormal"/>
        <w:rPr>
          <w:rtl/>
        </w:rPr>
      </w:pPr>
      <w:r>
        <w:rPr>
          <w:rtl/>
        </w:rPr>
        <w:t>2) عصر دعوت سے فتوحات كے زمانہ تك اسلامى اور ثقافتى تاريخ كا خلاصہ</w:t>
      </w:r>
    </w:p>
    <w:p w:rsidR="0061102A" w:rsidRDefault="0061102A" w:rsidP="00BE6934">
      <w:pPr>
        <w:pStyle w:val="libNormal"/>
        <w:rPr>
          <w:rtl/>
        </w:rPr>
      </w:pPr>
      <w:r>
        <w:rPr>
          <w:rtl/>
        </w:rPr>
        <w:t>مورخين عرب كى تاريخ كو تين ادوار مي</w:t>
      </w:r>
      <w:r w:rsidR="000A0CDC">
        <w:rPr>
          <w:rtl/>
        </w:rPr>
        <w:t xml:space="preserve">ں </w:t>
      </w:r>
      <w:r>
        <w:rPr>
          <w:rtl/>
        </w:rPr>
        <w:t>تقسيم كرتے ہي</w:t>
      </w:r>
      <w:r w:rsidR="000A0CDC">
        <w:rPr>
          <w:rtl/>
        </w:rPr>
        <w:t xml:space="preserve">ں </w:t>
      </w:r>
      <w:r>
        <w:rPr>
          <w:rtl/>
        </w:rPr>
        <w:t xml:space="preserve">: </w:t>
      </w:r>
    </w:p>
    <w:p w:rsidR="0061102A" w:rsidRDefault="0061102A" w:rsidP="00BE6934">
      <w:pPr>
        <w:pStyle w:val="libNormal"/>
        <w:rPr>
          <w:rtl/>
        </w:rPr>
      </w:pPr>
      <w:r>
        <w:rPr>
          <w:rtl/>
        </w:rPr>
        <w:t>1) سبا اور حمير كا دور جو بہت ہى قديم زمانے مي</w:t>
      </w:r>
      <w:r w:rsidR="000A0CDC">
        <w:rPr>
          <w:rtl/>
        </w:rPr>
        <w:t xml:space="preserve">ں </w:t>
      </w:r>
      <w:r>
        <w:rPr>
          <w:rtl/>
        </w:rPr>
        <w:t xml:space="preserve">شروع اور پھر ختم ہو جاتا ہے_ </w:t>
      </w:r>
    </w:p>
    <w:p w:rsidR="0061102A" w:rsidRDefault="0061102A" w:rsidP="00BE6934">
      <w:pPr>
        <w:pStyle w:val="libNormal"/>
        <w:rPr>
          <w:rtl/>
        </w:rPr>
      </w:pPr>
      <w:r>
        <w:rPr>
          <w:rtl/>
        </w:rPr>
        <w:t xml:space="preserve">2) دوسرا دور جاہليت كہ چھٹى صدى عيسوى سے شروع ہوتا ہے اور اسلام كے ظہور پر ختم ہو جاتا ہے_ </w:t>
      </w:r>
    </w:p>
    <w:p w:rsidR="0061102A" w:rsidRDefault="0061102A" w:rsidP="00BE6934">
      <w:pPr>
        <w:pStyle w:val="libNormal"/>
        <w:rPr>
          <w:rtl/>
        </w:rPr>
      </w:pPr>
      <w:r>
        <w:rPr>
          <w:rtl/>
        </w:rPr>
        <w:t xml:space="preserve">3) اسلامى دور يعنى صدر اسلام سے اب تك_ </w:t>
      </w:r>
    </w:p>
    <w:p w:rsidR="0061102A" w:rsidRDefault="0061102A" w:rsidP="00BE6934">
      <w:pPr>
        <w:pStyle w:val="libNormal"/>
        <w:rPr>
          <w:rtl/>
        </w:rPr>
      </w:pPr>
      <w:r>
        <w:rPr>
          <w:rtl/>
        </w:rPr>
        <w:t>تاريخ اور آثار قديمہ پر مبنى شواہد كے مطابق جزيرہ عرب مي</w:t>
      </w:r>
      <w:r w:rsidR="000A0CDC">
        <w:rPr>
          <w:rtl/>
        </w:rPr>
        <w:t xml:space="preserve">ں </w:t>
      </w:r>
      <w:r>
        <w:rPr>
          <w:rtl/>
        </w:rPr>
        <w:t>بہت سے مكاتب فكراور ثقافتى وتاريخى نظريات موجود تھے، حضرت ابراہيم (ع) نے اسى تمدن مي</w:t>
      </w:r>
      <w:r w:rsidR="000A0CDC">
        <w:rPr>
          <w:rtl/>
        </w:rPr>
        <w:t xml:space="preserve">ں </w:t>
      </w:r>
      <w:r>
        <w:rPr>
          <w:rtl/>
        </w:rPr>
        <w:t>اپنى دعوت كا آغاز كيا تھا ، بين النہرين اور شمال مي</w:t>
      </w:r>
      <w:r w:rsidR="000A0CDC">
        <w:rPr>
          <w:rtl/>
        </w:rPr>
        <w:t xml:space="preserve">ں </w:t>
      </w:r>
      <w:r>
        <w:rPr>
          <w:rtl/>
        </w:rPr>
        <w:t>آل غسان اور آل منذر اور جنوب مي</w:t>
      </w:r>
      <w:r w:rsidR="000A0CDC">
        <w:rPr>
          <w:rtl/>
        </w:rPr>
        <w:t xml:space="preserve">ں </w:t>
      </w:r>
      <w:r>
        <w:rPr>
          <w:rtl/>
        </w:rPr>
        <w:t>نجران و يمن كے لوگ عيسائي تھے، بازار جيسے مثلا ''بازار عكاظ ''شعرا اور اديبو</w:t>
      </w:r>
      <w:r w:rsidR="000A0CDC">
        <w:rPr>
          <w:rtl/>
        </w:rPr>
        <w:t xml:space="preserve">ں </w:t>
      </w:r>
      <w:r>
        <w:rPr>
          <w:rtl/>
        </w:rPr>
        <w:t>كے جمع ہونے كى جگہ تھے كہ جو عربى ثقافت كے اہم ترين ركن يعنى شاعرى كا محل ظہور تھے ،جس قبيلہ مي</w:t>
      </w:r>
      <w:r w:rsidR="000A0CDC">
        <w:rPr>
          <w:rtl/>
        </w:rPr>
        <w:t xml:space="preserve">ں </w:t>
      </w:r>
      <w:r>
        <w:rPr>
          <w:rtl/>
        </w:rPr>
        <w:t>كوئي زبردست اور بڑا شاعر ظاہر ہوتا اسكے افراد دوسرو</w:t>
      </w:r>
      <w:r w:rsidR="000A0CDC">
        <w:rPr>
          <w:rtl/>
        </w:rPr>
        <w:t xml:space="preserve">ں </w:t>
      </w:r>
      <w:r>
        <w:rPr>
          <w:rtl/>
        </w:rPr>
        <w:t>پر فخر برترى كا اظہار كيا كرتے تھے_</w:t>
      </w:r>
      <w:r w:rsidRPr="00F67D4B">
        <w:rPr>
          <w:rStyle w:val="libFootnotenumChar"/>
          <w:rtl/>
        </w:rPr>
        <w:t>(1)</w:t>
      </w:r>
      <w:r>
        <w:rPr>
          <w:rtl/>
        </w:rPr>
        <w:t xml:space="preserve"> </w:t>
      </w:r>
    </w:p>
    <w:p w:rsidR="0061102A" w:rsidRDefault="0061102A" w:rsidP="00BE6934">
      <w:pPr>
        <w:pStyle w:val="libNormal"/>
        <w:rPr>
          <w:rtl/>
        </w:rPr>
      </w:pPr>
      <w:r>
        <w:rPr>
          <w:rtl/>
        </w:rPr>
        <w:t>معاشرتى اور اجتماعى حوالے سے سياسى اور حكومتى عہدے لياقت اور طاقت كى بنياد پر نہي</w:t>
      </w:r>
      <w:r w:rsidR="000A0CDC">
        <w:rPr>
          <w:rtl/>
        </w:rPr>
        <w:t xml:space="preserve">ں </w:t>
      </w:r>
      <w:r>
        <w:rPr>
          <w:rtl/>
        </w:rPr>
        <w:t xml:space="preserve">بلكہ اپنى رسوم و </w:t>
      </w:r>
    </w:p>
    <w:p w:rsidR="0061102A" w:rsidRDefault="003A7D4A" w:rsidP="00BE6934">
      <w:pPr>
        <w:pStyle w:val="libLine"/>
        <w:rPr>
          <w:rtl/>
        </w:rPr>
      </w:pPr>
      <w:r>
        <w:rPr>
          <w:rtl/>
        </w:rPr>
        <w:t>____________________</w:t>
      </w:r>
    </w:p>
    <w:p w:rsidR="00EA4FDD" w:rsidRPr="00EA4FDD" w:rsidRDefault="0061102A" w:rsidP="00BE6934">
      <w:pPr>
        <w:pStyle w:val="libFootnote"/>
        <w:rPr>
          <w:rStyle w:val="libNormalChar"/>
          <w:rtl/>
        </w:rPr>
      </w:pPr>
      <w:r>
        <w:rPr>
          <w:rtl/>
        </w:rPr>
        <w:t>1) سيد جعفر شہيدي، تاريخ تحليلى اسلام، تہران 1366، ص 15 _ 14_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F67D4B">
        <w:rPr>
          <w:rStyle w:val="libNormalChar"/>
          <w:rtl/>
        </w:rPr>
        <w:t>روايات اور وراثت كى بناء پر تقسيم ہوتے تھے، اسى ليے درخشان صلاحيتي</w:t>
      </w:r>
      <w:r w:rsidR="000A0CDC" w:rsidRPr="00F67D4B">
        <w:rPr>
          <w:rStyle w:val="libNormalChar"/>
          <w:rtl/>
        </w:rPr>
        <w:t xml:space="preserve">ں </w:t>
      </w:r>
      <w:r w:rsidRPr="00F67D4B">
        <w:rPr>
          <w:rStyle w:val="libNormalChar"/>
          <w:rtl/>
        </w:rPr>
        <w:t>كو اپنے ظہور كاموقع نہي</w:t>
      </w:r>
      <w:r w:rsidR="000A0CDC" w:rsidRPr="00F67D4B">
        <w:rPr>
          <w:rStyle w:val="libNormalChar"/>
          <w:rtl/>
        </w:rPr>
        <w:t xml:space="preserve">ں </w:t>
      </w:r>
      <w:r w:rsidRPr="00F67D4B">
        <w:rPr>
          <w:rStyle w:val="libNormalChar"/>
          <w:rtl/>
        </w:rPr>
        <w:t>ملتا تھا_ مكہ كے لوگ كعبہ كے وجود اور اسكى ہمسايگى كى بركت سے اور زمانہ جاہليت كے رسوم و رواج سے ما خوذ خاص روابط كى بناپر آرام و سكون كى زندگى گزاررہے تھے، مشترك دفاع مي</w:t>
      </w:r>
      <w:r w:rsidR="000A0CDC" w:rsidRPr="00F67D4B">
        <w:rPr>
          <w:rStyle w:val="libNormalChar"/>
          <w:rtl/>
        </w:rPr>
        <w:t xml:space="preserve">ں </w:t>
      </w:r>
      <w:r w:rsidRPr="00F67D4B">
        <w:rPr>
          <w:rStyle w:val="libNormalChar"/>
          <w:rtl/>
        </w:rPr>
        <w:t>شركت كيا كرتے تھے_</w:t>
      </w:r>
      <w:r>
        <w:rPr>
          <w:rtl/>
        </w:rPr>
        <w:t xml:space="preserve"> </w:t>
      </w:r>
    </w:p>
    <w:p w:rsidR="0061102A" w:rsidRDefault="0061102A" w:rsidP="00BE6934">
      <w:pPr>
        <w:pStyle w:val="libNormal"/>
        <w:rPr>
          <w:rtl/>
        </w:rPr>
      </w:pPr>
      <w:r>
        <w:rPr>
          <w:rtl/>
        </w:rPr>
        <w:t xml:space="preserve">اسى كے ساتھ ساتھ مكہ اور يثرب كے درميان واضح فرق اور امتياز نظر آتاہے ، مكہ كے لوگ تاجر اور دورانديش تھے جبكہ يثرب والے زراعت پيشہ اور سخت محنت كش شمار ہوتے تھے_ </w:t>
      </w:r>
    </w:p>
    <w:p w:rsidR="0061102A" w:rsidRDefault="0061102A" w:rsidP="00BE6934">
      <w:pPr>
        <w:pStyle w:val="libNormal"/>
        <w:rPr>
          <w:rtl/>
        </w:rPr>
      </w:pPr>
      <w:r>
        <w:rPr>
          <w:rtl/>
        </w:rPr>
        <w:t>اس قسم كى فضاء مي</w:t>
      </w:r>
      <w:r w:rsidR="000A0CDC">
        <w:rPr>
          <w:rtl/>
        </w:rPr>
        <w:t xml:space="preserve">ں </w:t>
      </w:r>
      <w:r>
        <w:rPr>
          <w:rtl/>
        </w:rPr>
        <w:t>تقريبا 610 عيسوى مي</w:t>
      </w:r>
      <w:r w:rsidR="000A0CDC">
        <w:rPr>
          <w:rtl/>
        </w:rPr>
        <w:t xml:space="preserve">ں </w:t>
      </w:r>
      <w:r>
        <w:rPr>
          <w:rtl/>
        </w:rPr>
        <w:t>پيغمبر اسلام(ص) نے مكہ مي</w:t>
      </w:r>
      <w:r w:rsidR="000A0CDC">
        <w:rPr>
          <w:rtl/>
        </w:rPr>
        <w:t xml:space="preserve">ں </w:t>
      </w:r>
      <w:r>
        <w:rPr>
          <w:rtl/>
        </w:rPr>
        <w:t>اپنى دعوت كا آغاز كيا، اس دعوت كے نتيجے مي</w:t>
      </w:r>
      <w:r w:rsidR="000A0CDC">
        <w:rPr>
          <w:rtl/>
        </w:rPr>
        <w:t xml:space="preserve">ں </w:t>
      </w:r>
      <w:r>
        <w:rPr>
          <w:rtl/>
        </w:rPr>
        <w:t>مسلمانو</w:t>
      </w:r>
      <w:r w:rsidR="000A0CDC">
        <w:rPr>
          <w:rtl/>
        </w:rPr>
        <w:t xml:space="preserve">ں </w:t>
      </w:r>
      <w:r>
        <w:rPr>
          <w:rtl/>
        </w:rPr>
        <w:t>كا ايك گروہ مكہ مي</w:t>
      </w:r>
      <w:r w:rsidR="000A0CDC">
        <w:rPr>
          <w:rtl/>
        </w:rPr>
        <w:t xml:space="preserve">ں </w:t>
      </w:r>
      <w:r>
        <w:rPr>
          <w:rtl/>
        </w:rPr>
        <w:t>وجودمي</w:t>
      </w:r>
      <w:r w:rsidR="000A0CDC">
        <w:rPr>
          <w:rtl/>
        </w:rPr>
        <w:t xml:space="preserve">ں </w:t>
      </w:r>
      <w:r>
        <w:rPr>
          <w:rtl/>
        </w:rPr>
        <w:t xml:space="preserve">آيا كہ جو اہل مكہ كى بدسلوكى اور رقابت كا شكارہوگيا_ </w:t>
      </w:r>
    </w:p>
    <w:p w:rsidR="0061102A" w:rsidRDefault="0061102A" w:rsidP="00BE6934">
      <w:pPr>
        <w:pStyle w:val="libNormal"/>
        <w:rPr>
          <w:rtl/>
        </w:rPr>
      </w:pPr>
      <w:r>
        <w:rPr>
          <w:rtl/>
        </w:rPr>
        <w:t>بعثت كے گيا رھوي</w:t>
      </w:r>
      <w:r w:rsidR="000A0CDC">
        <w:rPr>
          <w:rtl/>
        </w:rPr>
        <w:t xml:space="preserve">ں </w:t>
      </w:r>
      <w:r>
        <w:rPr>
          <w:rtl/>
        </w:rPr>
        <w:t>سال مدينہ كے ساكن قبيلہ خزرج كا ايك گروہ كہ جو حج كيلئے مكہ آئے تھے انہو</w:t>
      </w:r>
      <w:r w:rsidR="000A0CDC">
        <w:rPr>
          <w:rtl/>
        </w:rPr>
        <w:t xml:space="preserve">ں </w:t>
      </w:r>
      <w:r>
        <w:rPr>
          <w:rtl/>
        </w:rPr>
        <w:t>نے عقبہ مي</w:t>
      </w:r>
      <w:r w:rsidR="000A0CDC">
        <w:rPr>
          <w:rtl/>
        </w:rPr>
        <w:t xml:space="preserve">ں </w:t>
      </w:r>
      <w:r>
        <w:rPr>
          <w:rtl/>
        </w:rPr>
        <w:t>پڑاؤ كے دوران پيغمبر (ص) سے ملاقات كى اس ملاقات مي</w:t>
      </w:r>
      <w:r w:rsidR="000A0CDC">
        <w:rPr>
          <w:rtl/>
        </w:rPr>
        <w:t xml:space="preserve">ں </w:t>
      </w:r>
      <w:r>
        <w:rPr>
          <w:rtl/>
        </w:rPr>
        <w:t>پيغمبر اكرم(ص) نے انہي</w:t>
      </w:r>
      <w:r w:rsidR="000A0CDC">
        <w:rPr>
          <w:rtl/>
        </w:rPr>
        <w:t xml:space="preserve">ں </w:t>
      </w:r>
      <w:r>
        <w:rPr>
          <w:rtl/>
        </w:rPr>
        <w:t>اپنى اور اپنے دين كى شناخت كروائي اور ان لوگو</w:t>
      </w:r>
      <w:r w:rsidR="000A0CDC">
        <w:rPr>
          <w:rtl/>
        </w:rPr>
        <w:t xml:space="preserve">ں </w:t>
      </w:r>
      <w:r>
        <w:rPr>
          <w:rtl/>
        </w:rPr>
        <w:t>نے قبول كيا، اسكے ايك سال بعد قبيلہ خزرج كے بارہ مردو</w:t>
      </w:r>
      <w:r w:rsidR="000A0CDC">
        <w:rPr>
          <w:rtl/>
        </w:rPr>
        <w:t xml:space="preserve">ں </w:t>
      </w:r>
      <w:r>
        <w:rPr>
          <w:rtl/>
        </w:rPr>
        <w:t>اور ايك عورت نے اسى جگہ پيغمبر اكرم(ص) كى بيعت كى كہ اسلامى تاريخ مي</w:t>
      </w:r>
      <w:r w:rsidR="000A0CDC">
        <w:rPr>
          <w:rtl/>
        </w:rPr>
        <w:t xml:space="preserve">ں </w:t>
      </w:r>
      <w:r>
        <w:rPr>
          <w:rtl/>
        </w:rPr>
        <w:t>اسے پہلى بيعت عقبہ كہ نام سے ياد كيا جاتا ہے ، پيغمبر اكرم(ص) نے اسى بيعت كى بناء پر مصعب بن عمير كو پہلے داعى اسلام كے طور پر مدينہ مي</w:t>
      </w:r>
      <w:r w:rsidR="000A0CDC">
        <w:rPr>
          <w:rtl/>
        </w:rPr>
        <w:t xml:space="preserve">ں </w:t>
      </w:r>
      <w:r>
        <w:rPr>
          <w:rtl/>
        </w:rPr>
        <w:t>بھيجا تا كہ وہ مدينہ والو</w:t>
      </w:r>
      <w:r w:rsidR="000A0CDC">
        <w:rPr>
          <w:rtl/>
        </w:rPr>
        <w:t xml:space="preserve">ں </w:t>
      </w:r>
      <w:r>
        <w:rPr>
          <w:rtl/>
        </w:rPr>
        <w:t>كو قرآن ، اسلامى تعليمات اور نماز كے آداب سكھائي</w:t>
      </w:r>
      <w:r w:rsidR="000A0CDC">
        <w:rPr>
          <w:rtl/>
        </w:rPr>
        <w:t xml:space="preserve">ں </w:t>
      </w:r>
      <w:r>
        <w:rPr>
          <w:rtl/>
        </w:rPr>
        <w:t>چونكہ معلوم ہوچكا تھا كہ مدينہ اسلام اور مسلمانو</w:t>
      </w:r>
      <w:r w:rsidR="000A0CDC">
        <w:rPr>
          <w:rtl/>
        </w:rPr>
        <w:t xml:space="preserve">ں </w:t>
      </w:r>
      <w:r>
        <w:rPr>
          <w:rtl/>
        </w:rPr>
        <w:t>كيلئے مناسب پناہ گاہ ثابت ہوگى ، تو پيغمبر اكرم(ص) نے بعثت كے چودھوي</w:t>
      </w:r>
      <w:r w:rsidR="000A0CDC">
        <w:rPr>
          <w:rtl/>
        </w:rPr>
        <w:t xml:space="preserve">ں </w:t>
      </w:r>
      <w:r>
        <w:rPr>
          <w:rtl/>
        </w:rPr>
        <w:t xml:space="preserve">سال بارہ ربيع الاول كو اپنى تاريخى ہجرت كي_ </w:t>
      </w:r>
    </w:p>
    <w:p w:rsidR="0061102A" w:rsidRDefault="0061102A" w:rsidP="00BE6934">
      <w:pPr>
        <w:pStyle w:val="libNormal"/>
        <w:rPr>
          <w:rtl/>
        </w:rPr>
      </w:pPr>
      <w:r>
        <w:rPr>
          <w:rtl/>
        </w:rPr>
        <w:t>اسكے بعد پيغمبراكرم(ص) كے اصحاب دو گروہ مي</w:t>
      </w:r>
      <w:r w:rsidR="000A0CDC">
        <w:rPr>
          <w:rtl/>
        </w:rPr>
        <w:t xml:space="preserve">ں </w:t>
      </w:r>
      <w:r>
        <w:rPr>
          <w:rtl/>
        </w:rPr>
        <w:t>تقسيم ہوگئے : مہاجرين كہ جو مكہ سے آئے تھے ، او رانصار يعنى مدينہ كے ساكن كہ جنہو</w:t>
      </w:r>
      <w:r w:rsidR="000A0CDC">
        <w:rPr>
          <w:rtl/>
        </w:rPr>
        <w:t xml:space="preserve">ں </w:t>
      </w:r>
      <w:r>
        <w:rPr>
          <w:rtl/>
        </w:rPr>
        <w:t>نے اسى شہر مي</w:t>
      </w:r>
      <w:r w:rsidR="000A0CDC">
        <w:rPr>
          <w:rtl/>
        </w:rPr>
        <w:t xml:space="preserve">ں </w:t>
      </w:r>
      <w:r>
        <w:rPr>
          <w:rtl/>
        </w:rPr>
        <w:t>پيغمبر اكرم(ص) كا استقبال كيا_</w:t>
      </w:r>
      <w:r w:rsidRPr="00F67D4B">
        <w:rPr>
          <w:rStyle w:val="libFootnotenumChar"/>
          <w:rtl/>
        </w:rPr>
        <w:t>(1)</w:t>
      </w:r>
      <w:r>
        <w:rPr>
          <w:rtl/>
        </w:rPr>
        <w:t xml:space="preserve"> </w:t>
      </w:r>
    </w:p>
    <w:p w:rsidR="0061102A" w:rsidRDefault="0061102A" w:rsidP="00BE6934">
      <w:pPr>
        <w:pStyle w:val="libNormal"/>
        <w:rPr>
          <w:rtl/>
        </w:rPr>
      </w:pPr>
      <w:r>
        <w:rPr>
          <w:rtl/>
        </w:rPr>
        <w:t>پيغمبر اكرم(ص) نے مدينہ مي</w:t>
      </w:r>
      <w:r w:rsidR="000A0CDC">
        <w:rPr>
          <w:rtl/>
        </w:rPr>
        <w:t xml:space="preserve">ں </w:t>
      </w:r>
      <w:r>
        <w:rPr>
          <w:rtl/>
        </w:rPr>
        <w:t>اسلامى معاشرے كى عمارت كو تين اہم بنيادو</w:t>
      </w:r>
      <w:r w:rsidR="000A0CDC">
        <w:rPr>
          <w:rtl/>
        </w:rPr>
        <w:t xml:space="preserve">ں </w:t>
      </w:r>
      <w:r>
        <w:rPr>
          <w:rtl/>
        </w:rPr>
        <w:t xml:space="preserve">پر قائم كيا يعنى مسجد بنائي گئي ، </w:t>
      </w:r>
    </w:p>
    <w:p w:rsidR="0061102A" w:rsidRDefault="003A7D4A" w:rsidP="00BE6934">
      <w:pPr>
        <w:pStyle w:val="libLine"/>
        <w:rPr>
          <w:rtl/>
        </w:rPr>
      </w:pPr>
      <w:r>
        <w:rPr>
          <w:rtl/>
        </w:rPr>
        <w:t>____________________</w:t>
      </w:r>
    </w:p>
    <w:p w:rsidR="00EA4FDD" w:rsidRPr="00EA4FDD" w:rsidRDefault="0061102A" w:rsidP="00BE6934">
      <w:pPr>
        <w:pStyle w:val="libFootnote"/>
        <w:rPr>
          <w:rStyle w:val="libNormalChar"/>
          <w:rtl/>
        </w:rPr>
      </w:pPr>
      <w:r>
        <w:rPr>
          <w:rtl/>
        </w:rPr>
        <w:t>1) دائرة المعارف بزرگ اسلامى و مجمع اڈريس_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F67D4B">
        <w:rPr>
          <w:rStyle w:val="libNormalChar"/>
          <w:rtl/>
        </w:rPr>
        <w:t>مہاجرين اور انصار مي</w:t>
      </w:r>
      <w:r w:rsidR="000A0CDC" w:rsidRPr="00F67D4B">
        <w:rPr>
          <w:rStyle w:val="libNormalChar"/>
          <w:rtl/>
        </w:rPr>
        <w:t xml:space="preserve">ں </w:t>
      </w:r>
      <w:r w:rsidRPr="00F67D4B">
        <w:rPr>
          <w:rStyle w:val="libNormalChar"/>
          <w:rtl/>
        </w:rPr>
        <w:t>عقد اخوت قائم ہوا اور مسلمانو</w:t>
      </w:r>
      <w:r w:rsidR="000A0CDC" w:rsidRPr="00F67D4B">
        <w:rPr>
          <w:rStyle w:val="libNormalChar"/>
          <w:rtl/>
        </w:rPr>
        <w:t xml:space="preserve">ں </w:t>
      </w:r>
      <w:r w:rsidRPr="00F67D4B">
        <w:rPr>
          <w:rStyle w:val="libNormalChar"/>
          <w:rtl/>
        </w:rPr>
        <w:t>اور غير مسلم قبائل مي</w:t>
      </w:r>
      <w:r w:rsidR="000A0CDC" w:rsidRPr="00F67D4B">
        <w:rPr>
          <w:rStyle w:val="libNormalChar"/>
          <w:rtl/>
        </w:rPr>
        <w:t xml:space="preserve">ں </w:t>
      </w:r>
      <w:r w:rsidRPr="00F67D4B">
        <w:rPr>
          <w:rStyle w:val="libNormalChar"/>
          <w:rtl/>
        </w:rPr>
        <w:t>با ہمى تعاون كا معاہدہ طے پايا، يعنى حقيقت مي</w:t>
      </w:r>
      <w:r w:rsidR="000A0CDC" w:rsidRPr="00F67D4B">
        <w:rPr>
          <w:rStyle w:val="libNormalChar"/>
          <w:rtl/>
        </w:rPr>
        <w:t xml:space="preserve">ں </w:t>
      </w:r>
      <w:r w:rsidRPr="00F67D4B">
        <w:rPr>
          <w:rStyle w:val="libNormalChar"/>
          <w:rtl/>
        </w:rPr>
        <w:t>اسلامى سياسى معاشرہ بھى مدينہ كى طرف ہجرت كے بعد تشكيل پايا، مدينہ كى اسلامى حكومت ايك حكومت كيلئے ضرورى تمام لوازمات يعنى زمينى جگہ ، آبادى ، حاكميت اور دفترى اور انتظامى نظام كى حامل تھي_</w:t>
      </w:r>
      <w:r>
        <w:rPr>
          <w:rtl/>
        </w:rPr>
        <w:t xml:space="preserve"> </w:t>
      </w:r>
    </w:p>
    <w:p w:rsidR="0061102A" w:rsidRDefault="0061102A" w:rsidP="00BE6934">
      <w:pPr>
        <w:pStyle w:val="libNormal"/>
        <w:rPr>
          <w:rtl/>
        </w:rPr>
      </w:pPr>
      <w:r>
        <w:rPr>
          <w:rtl/>
        </w:rPr>
        <w:t>اس اسلامى معاشرہ مي</w:t>
      </w:r>
      <w:r w:rsidR="000A0CDC">
        <w:rPr>
          <w:rtl/>
        </w:rPr>
        <w:t xml:space="preserve">ں </w:t>
      </w:r>
      <w:r>
        <w:rPr>
          <w:rtl/>
        </w:rPr>
        <w:t>ايك خصوصيت اوربھى تھى كہ جو اس زمانہ تك انسانى تاريخ مي</w:t>
      </w:r>
      <w:r w:rsidR="000A0CDC">
        <w:rPr>
          <w:rtl/>
        </w:rPr>
        <w:t xml:space="preserve">ں </w:t>
      </w:r>
      <w:r>
        <w:rPr>
          <w:rtl/>
        </w:rPr>
        <w:t>پہلے كہي</w:t>
      </w:r>
      <w:r w:rsidR="000A0CDC">
        <w:rPr>
          <w:rtl/>
        </w:rPr>
        <w:t xml:space="preserve">ں </w:t>
      </w:r>
      <w:r>
        <w:rPr>
          <w:rtl/>
        </w:rPr>
        <w:t xml:space="preserve">موجود نہ تھى وہ يہ كہ معاشرہ كى تشكيل كے اہم ركن يعنى قانون كى حاكميت تھى ، يعنى معاشرہ كے تمام افراد كيلئے بغير كسى امتياز كے ايك جيسا قانونى نظام قائم تھا_ </w:t>
      </w:r>
    </w:p>
    <w:p w:rsidR="0061102A" w:rsidRDefault="0061102A" w:rsidP="00BE6934">
      <w:pPr>
        <w:pStyle w:val="libNormal"/>
        <w:rPr>
          <w:rtl/>
        </w:rPr>
      </w:pPr>
      <w:r>
        <w:rPr>
          <w:rtl/>
        </w:rPr>
        <w:t>ان اقدامات كے ذريعے پيغمبر اكرم (ص) نے اپنى منشاء كے مطابق مدينہ مي</w:t>
      </w:r>
      <w:r w:rsidR="000A0CDC">
        <w:rPr>
          <w:rtl/>
        </w:rPr>
        <w:t xml:space="preserve">ں </w:t>
      </w:r>
      <w:r>
        <w:rPr>
          <w:rtl/>
        </w:rPr>
        <w:t>بتدريج سياسى اور ادارہ جاتى نظام قائم كرديا، دينى عقايد كے گوہر سے استفادہ كرتے ہوئے اور انكے تحفظ اور انكى نشر و اشاعت _جو كہ آپكا معاشرہ مي</w:t>
      </w:r>
      <w:r w:rsidR="000A0CDC">
        <w:rPr>
          <w:rtl/>
        </w:rPr>
        <w:t xml:space="preserve">ں </w:t>
      </w:r>
      <w:r>
        <w:rPr>
          <w:rtl/>
        </w:rPr>
        <w:t>اصلى ہدف تھا_كى وجہ سے معاشرہ كى سياسى اور انتظامى حالت مستحكم ہوگئي، اسى طرح پيغمبر اكرم(ص) كى دس سالہ حكمرانى مي</w:t>
      </w:r>
      <w:r w:rsidR="000A0CDC">
        <w:rPr>
          <w:rtl/>
        </w:rPr>
        <w:t xml:space="preserve">ں </w:t>
      </w:r>
      <w:r>
        <w:rPr>
          <w:rtl/>
        </w:rPr>
        <w:t>تقريبا اسّى چھوٹى بڑى جنگي</w:t>
      </w:r>
      <w:r w:rsidR="000A0CDC">
        <w:rPr>
          <w:rtl/>
        </w:rPr>
        <w:t xml:space="preserve">ں </w:t>
      </w:r>
      <w:r>
        <w:rPr>
          <w:rtl/>
        </w:rPr>
        <w:t>بھى مدينہ مي</w:t>
      </w:r>
      <w:r w:rsidR="000A0CDC">
        <w:rPr>
          <w:rtl/>
        </w:rPr>
        <w:t xml:space="preserve">ں </w:t>
      </w:r>
      <w:r>
        <w:rPr>
          <w:rtl/>
        </w:rPr>
        <w:t>انجام پائي</w:t>
      </w:r>
      <w:r w:rsidR="000A0CDC">
        <w:rPr>
          <w:rtl/>
        </w:rPr>
        <w:t xml:space="preserve">ں </w:t>
      </w:r>
      <w:r>
        <w:rPr>
          <w:rtl/>
        </w:rPr>
        <w:t>، كہ پيغمبر اكرم(ص) يا بذات خود ان مي</w:t>
      </w:r>
      <w:r w:rsidR="000A0CDC">
        <w:rPr>
          <w:rtl/>
        </w:rPr>
        <w:t xml:space="preserve">ں </w:t>
      </w:r>
      <w:r>
        <w:rPr>
          <w:rtl/>
        </w:rPr>
        <w:t>شريك ہوتے تھے اور لشكر كى كمانڈ كرتے تھے يا خود مدينہ مي</w:t>
      </w:r>
      <w:r w:rsidR="000A0CDC">
        <w:rPr>
          <w:rtl/>
        </w:rPr>
        <w:t xml:space="preserve">ں </w:t>
      </w:r>
      <w:r>
        <w:rPr>
          <w:rtl/>
        </w:rPr>
        <w:t>تشريف فرما رہتے اور كسى ايك صحابى كو لشكر كے سپہ سالار كے طور پر روانہ كرتے ،ان جنگو</w:t>
      </w:r>
      <w:r w:rsidR="000A0CDC">
        <w:rPr>
          <w:rtl/>
        </w:rPr>
        <w:t xml:space="preserve">ں </w:t>
      </w:r>
      <w:r>
        <w:rPr>
          <w:rtl/>
        </w:rPr>
        <w:t>نے اسلام كى تازہ تشكيل شدہ حكومت كى سياسى اور فوجى حيثيت كو مضبوط كرنے مي</w:t>
      </w:r>
      <w:r w:rsidR="000A0CDC">
        <w:rPr>
          <w:rtl/>
        </w:rPr>
        <w:t xml:space="preserve">ں </w:t>
      </w:r>
      <w:r>
        <w:rPr>
          <w:rtl/>
        </w:rPr>
        <w:t xml:space="preserve">بہت بنيادى كردار ادا كيا_ </w:t>
      </w:r>
    </w:p>
    <w:p w:rsidR="0061102A" w:rsidRDefault="0061102A" w:rsidP="00BE6934">
      <w:pPr>
        <w:pStyle w:val="libNormal"/>
        <w:rPr>
          <w:rtl/>
        </w:rPr>
      </w:pPr>
      <w:r>
        <w:rPr>
          <w:rtl/>
        </w:rPr>
        <w:t>پيغمبر اكرم(ص) نے مختلف قبائل مثلا يہودى اور عيسائي قبائل كے ساتھ معاہدے كيے ،پيغمبر(ص) نے ان معاہدو</w:t>
      </w:r>
      <w:r w:rsidR="000A0CDC">
        <w:rPr>
          <w:rtl/>
        </w:rPr>
        <w:t xml:space="preserve">ں </w:t>
      </w:r>
      <w:r>
        <w:rPr>
          <w:rtl/>
        </w:rPr>
        <w:t>مي</w:t>
      </w:r>
      <w:r w:rsidR="000A0CDC">
        <w:rPr>
          <w:rtl/>
        </w:rPr>
        <w:t xml:space="preserve">ں </w:t>
      </w:r>
      <w:r>
        <w:rPr>
          <w:rtl/>
        </w:rPr>
        <w:t>ايك موزون اور كامياب حكمت كے ساتھ مدينہ كى نئي حكومت كے تحفظ اور ثبات كى ضمانت فراہم كى ، اسكے علاوہ ہمسايہ ممالك مثلا ايران ، روم ، مصر ، يمن اور حبشہ كے بادشاہو</w:t>
      </w:r>
      <w:r w:rsidR="000A0CDC">
        <w:rPr>
          <w:rtl/>
        </w:rPr>
        <w:t xml:space="preserve">ں </w:t>
      </w:r>
      <w:r>
        <w:rPr>
          <w:rtl/>
        </w:rPr>
        <w:t>اور حكام كى طرف خط بھيجے، مورخين كى نگاہو</w:t>
      </w:r>
      <w:r w:rsidR="000A0CDC">
        <w:rPr>
          <w:rtl/>
        </w:rPr>
        <w:t xml:space="preserve">ں </w:t>
      </w:r>
      <w:r>
        <w:rPr>
          <w:rtl/>
        </w:rPr>
        <w:t>مي</w:t>
      </w:r>
      <w:r w:rsidR="000A0CDC">
        <w:rPr>
          <w:rtl/>
        </w:rPr>
        <w:t xml:space="preserve">ں </w:t>
      </w:r>
      <w:r>
        <w:rPr>
          <w:rtl/>
        </w:rPr>
        <w:t>يہ خطوط پيغمبر اكرم (ص) خارجہ پاليسى كا كچھ حصہ شمار ہوتے ہي</w:t>
      </w:r>
      <w:r w:rsidR="000A0CDC">
        <w:rPr>
          <w:rtl/>
        </w:rPr>
        <w:t xml:space="preserve">ں </w:t>
      </w:r>
      <w:r>
        <w:rPr>
          <w:rtl/>
        </w:rPr>
        <w:t xml:space="preserve">_ </w:t>
      </w:r>
    </w:p>
    <w:p w:rsidR="0061102A" w:rsidRDefault="0061102A" w:rsidP="00BE6934">
      <w:pPr>
        <w:pStyle w:val="libNormal"/>
        <w:rPr>
          <w:rtl/>
        </w:rPr>
      </w:pPr>
      <w:r>
        <w:rPr>
          <w:rtl/>
        </w:rPr>
        <w:t>ان اقدامات اور ديگر بے شمار شواہد كى بناء پريہ كہا جاسكتا ہے كہ ہجرت كے ابتدائي ايام مي</w:t>
      </w:r>
      <w:r w:rsidR="000A0CDC">
        <w:rPr>
          <w:rtl/>
        </w:rPr>
        <w:t xml:space="preserve">ں </w:t>
      </w:r>
      <w:r>
        <w:rPr>
          <w:rtl/>
        </w:rPr>
        <w:t>ہى اسلامى تمدن كى تشكيل كے مختلف پہلو ظاہر ہوچكے تھے اوريہ بات نازل شدہ آيات كے لہجے كے تغير سے بخوبى معلوم ہوتى ہے كہ دعوت اسلام كے ابتدائي ايام كے برعكس مدينہ مي</w:t>
      </w:r>
      <w:r w:rsidR="000A0CDC">
        <w:rPr>
          <w:rtl/>
        </w:rPr>
        <w:t xml:space="preserve">ں </w:t>
      </w:r>
      <w:r>
        <w:rPr>
          <w:rtl/>
        </w:rPr>
        <w:t>الہى آيات بيشتر احكام و حدود كے پہلوكى حامل ہي</w:t>
      </w:r>
      <w:r w:rsidR="000A0CDC">
        <w:rPr>
          <w:rtl/>
        </w:rPr>
        <w:t xml:space="preserve">ں </w:t>
      </w:r>
      <w:r>
        <w:rPr>
          <w:rtl/>
        </w:rPr>
        <w:t>اور ان مي</w:t>
      </w:r>
      <w:r w:rsidR="000A0CDC">
        <w:rPr>
          <w:rtl/>
        </w:rPr>
        <w:t xml:space="preserve">ں </w:t>
      </w:r>
      <w:r>
        <w:rPr>
          <w:rtl/>
        </w:rPr>
        <w:t xml:space="preserve">قوانين شريعت اور معاشرتى احكامات كى گفتگو ہوئي ہے _ </w:t>
      </w:r>
    </w:p>
    <w:p w:rsidR="0061102A" w:rsidRDefault="0069392F" w:rsidP="00BE6934">
      <w:pPr>
        <w:pStyle w:val="libNormal"/>
        <w:rPr>
          <w:rtl/>
        </w:rPr>
      </w:pPr>
      <w:r>
        <w:rPr>
          <w:rtl/>
        </w:rPr>
        <w:cr/>
      </w:r>
      <w:r>
        <w:rPr>
          <w:rtl/>
        </w:rPr>
        <w:br w:type="page"/>
      </w:r>
      <w:r>
        <w:rPr>
          <w:rtl/>
        </w:rPr>
        <w:lastRenderedPageBreak/>
        <w:cr/>
      </w:r>
      <w:r w:rsidR="0061102A">
        <w:rPr>
          <w:rtl/>
        </w:rPr>
        <w:t>اس كے بعد پيغمبر اكرم(ص) نے ادارہ جاتى اور محكمانہ نظام كے ابتدائي مراحل كى تشكيل كيلئے كوشش كى ، اپنے ليے معاونين كا انتخاب كيا اور ہر ايك كو ايك ذمہ دارى سپردكى ، اگلے مرحلے مي</w:t>
      </w:r>
      <w:r w:rsidR="000A0CDC">
        <w:rPr>
          <w:rtl/>
        </w:rPr>
        <w:t xml:space="preserve">ں </w:t>
      </w:r>
      <w:r w:rsidR="0061102A">
        <w:rPr>
          <w:rtl/>
        </w:rPr>
        <w:t>اسلامى حاكميت كے پھيلاؤ كے ليے كاركنو</w:t>
      </w:r>
      <w:r w:rsidR="000A0CDC">
        <w:rPr>
          <w:rtl/>
        </w:rPr>
        <w:t xml:space="preserve">ں </w:t>
      </w:r>
      <w:r w:rsidR="0061102A">
        <w:rPr>
          <w:rtl/>
        </w:rPr>
        <w:t>كا تقرر كيا ان مي</w:t>
      </w:r>
      <w:r w:rsidR="000A0CDC">
        <w:rPr>
          <w:rtl/>
        </w:rPr>
        <w:t xml:space="preserve">ں </w:t>
      </w:r>
      <w:r w:rsidR="0061102A">
        <w:rPr>
          <w:rtl/>
        </w:rPr>
        <w:t>سے بعض زكوة اور صدقات كى وصولى مي</w:t>
      </w:r>
      <w:r w:rsidR="000A0CDC">
        <w:rPr>
          <w:rtl/>
        </w:rPr>
        <w:t xml:space="preserve">ں </w:t>
      </w:r>
      <w:r w:rsidR="0061102A">
        <w:rPr>
          <w:rtl/>
        </w:rPr>
        <w:t>مشغول ہوئے اور دوسرے گروہ كو معاشرتى امور كو منظم كرنے كى ذمہ دارى سوپنى ،اس دور مي</w:t>
      </w:r>
      <w:r w:rsidR="000A0CDC">
        <w:rPr>
          <w:rtl/>
        </w:rPr>
        <w:t xml:space="preserve">ں </w:t>
      </w:r>
      <w:r w:rsidR="0061102A">
        <w:rPr>
          <w:rtl/>
        </w:rPr>
        <w:t>جو دس سال تك چلا جو آيات الہى نازل ہوئي</w:t>
      </w:r>
      <w:r w:rsidR="000A0CDC">
        <w:rPr>
          <w:rtl/>
        </w:rPr>
        <w:t xml:space="preserve">ں </w:t>
      </w:r>
      <w:r w:rsidR="0061102A">
        <w:rPr>
          <w:rtl/>
        </w:rPr>
        <w:t>ان مي</w:t>
      </w:r>
      <w:r w:rsidR="000A0CDC">
        <w:rPr>
          <w:rtl/>
        </w:rPr>
        <w:t xml:space="preserve">ں </w:t>
      </w:r>
      <w:r w:rsidR="0061102A">
        <w:rPr>
          <w:rtl/>
        </w:rPr>
        <w:t>اسلامى حاكميت كے اركان كو مستحكم كرنے كى تاكيد ہوئي ،انہى سالو</w:t>
      </w:r>
      <w:r w:rsidR="000A0CDC">
        <w:rPr>
          <w:rtl/>
        </w:rPr>
        <w:t xml:space="preserve">ں </w:t>
      </w:r>
      <w:r w:rsidR="0061102A">
        <w:rPr>
          <w:rtl/>
        </w:rPr>
        <w:t>مي</w:t>
      </w:r>
      <w:r w:rsidR="000A0CDC">
        <w:rPr>
          <w:rtl/>
        </w:rPr>
        <w:t xml:space="preserve">ں </w:t>
      </w:r>
      <w:r w:rsidR="0061102A">
        <w:rPr>
          <w:rtl/>
        </w:rPr>
        <w:t>كچھ اور اقدام بھى ہوئے جن مي</w:t>
      </w:r>
      <w:r w:rsidR="000A0CDC">
        <w:rPr>
          <w:rtl/>
        </w:rPr>
        <w:t xml:space="preserve">ں </w:t>
      </w:r>
      <w:r w:rsidR="0061102A">
        <w:rPr>
          <w:rtl/>
        </w:rPr>
        <w:t xml:space="preserve">غور و فكر كرنے سے پيغمبر اكرم (ص) كى اصلى ذمہ دارى اور انكے اندرونى ميلانات كى حقيقى تصوير سامنے آتى ہے_ </w:t>
      </w:r>
    </w:p>
    <w:p w:rsidR="0061102A" w:rsidRDefault="0061102A" w:rsidP="00BE6934">
      <w:pPr>
        <w:pStyle w:val="libNormal"/>
        <w:rPr>
          <w:rtl/>
        </w:rPr>
      </w:pPr>
      <w:r>
        <w:rPr>
          <w:rtl/>
        </w:rPr>
        <w:t>گيارہ ہجرى كو پيغمبر اكرم (ص) كى وفات عظمى كے بعد انكى جانشينى والے مسئلہ مي</w:t>
      </w:r>
      <w:r w:rsidR="000A0CDC">
        <w:rPr>
          <w:rtl/>
        </w:rPr>
        <w:t xml:space="preserve">ں </w:t>
      </w:r>
      <w:r>
        <w:rPr>
          <w:rtl/>
        </w:rPr>
        <w:t>اختلاف پيدا ہوا ، بالاخرہ سقيفہ بنى ساعدہ كے ماجرا كے نتيجہ مي</w:t>
      </w:r>
      <w:r w:rsidR="000A0CDC">
        <w:rPr>
          <w:rtl/>
        </w:rPr>
        <w:t xml:space="preserve">ں </w:t>
      </w:r>
      <w:r>
        <w:rPr>
          <w:rtl/>
        </w:rPr>
        <w:t>حضرت ابوبكر كى بيعت انجام پائي ، ابوبكر نے بہت زيادہ كوشش اور ان لوگو</w:t>
      </w:r>
      <w:r w:rsidR="000A0CDC">
        <w:rPr>
          <w:rtl/>
        </w:rPr>
        <w:t xml:space="preserve">ں </w:t>
      </w:r>
      <w:r>
        <w:rPr>
          <w:rtl/>
        </w:rPr>
        <w:t>سے دو سال تك جنگ و جدال كرنے كے بعد كہ جو خليفہ كى حاكميت اور ايك مركزى حكومت كو قبول نہي</w:t>
      </w:r>
      <w:r w:rsidR="000A0CDC">
        <w:rPr>
          <w:rtl/>
        </w:rPr>
        <w:t xml:space="preserve">ں </w:t>
      </w:r>
      <w:r>
        <w:rPr>
          <w:rtl/>
        </w:rPr>
        <w:t>كرتے تھے_ بالاخرہ سارے جزيرہ عرب كو اپنى حكومت كے تحت لے ليا، اسكے بعد مذہب اسلام كى نشر و اشاعت كے حوالے سے شام اور عراق كى طرف لشكر بھيجے ،ابوبكر نے تير ھوي</w:t>
      </w:r>
      <w:r w:rsidR="000A0CDC">
        <w:rPr>
          <w:rtl/>
        </w:rPr>
        <w:t xml:space="preserve">ں </w:t>
      </w:r>
      <w:r>
        <w:rPr>
          <w:rtl/>
        </w:rPr>
        <w:t>ہجرى مي</w:t>
      </w:r>
      <w:r w:rsidR="000A0CDC">
        <w:rPr>
          <w:rtl/>
        </w:rPr>
        <w:t xml:space="preserve">ں </w:t>
      </w:r>
      <w:r>
        <w:rPr>
          <w:rtl/>
        </w:rPr>
        <w:t xml:space="preserve">انتقال كيا ليكن اپنى وفات سے قبل حضرت عمر بن خطاب كو خليفہ نامزد كر ديا تھا _ </w:t>
      </w:r>
    </w:p>
    <w:p w:rsidR="0061102A" w:rsidRDefault="0061102A" w:rsidP="00BE6934">
      <w:pPr>
        <w:pStyle w:val="libNormal"/>
        <w:rPr>
          <w:rtl/>
        </w:rPr>
      </w:pPr>
      <w:r>
        <w:rPr>
          <w:rtl/>
        </w:rPr>
        <w:t>حضرت عمر كى خلافت كا آغاز مصر ، ايران اور شام مي</w:t>
      </w:r>
      <w:r w:rsidR="000A0CDC">
        <w:rPr>
          <w:rtl/>
        </w:rPr>
        <w:t xml:space="preserve">ں </w:t>
      </w:r>
      <w:r>
        <w:rPr>
          <w:rtl/>
        </w:rPr>
        <w:t>فتوحات كے زمانہ مي</w:t>
      </w:r>
      <w:r w:rsidR="000A0CDC">
        <w:rPr>
          <w:rtl/>
        </w:rPr>
        <w:t xml:space="preserve">ں </w:t>
      </w:r>
      <w:r>
        <w:rPr>
          <w:rtl/>
        </w:rPr>
        <w:t>ہوا جس زمانہ مي</w:t>
      </w:r>
      <w:r w:rsidR="000A0CDC">
        <w:rPr>
          <w:rtl/>
        </w:rPr>
        <w:t xml:space="preserve">ں </w:t>
      </w:r>
      <w:r>
        <w:rPr>
          <w:rtl/>
        </w:rPr>
        <w:t>عرب اسلام كے زير سايہ طاقتور ہو رہے تھے اسى زمانہ مي</w:t>
      </w:r>
      <w:r w:rsidR="000A0CDC">
        <w:rPr>
          <w:rtl/>
        </w:rPr>
        <w:t xml:space="preserve">ں </w:t>
      </w:r>
      <w:r>
        <w:rPr>
          <w:rtl/>
        </w:rPr>
        <w:t>روم اور ايران كى حكومتي</w:t>
      </w:r>
      <w:r w:rsidR="000A0CDC">
        <w:rPr>
          <w:rtl/>
        </w:rPr>
        <w:t xml:space="preserve">ں </w:t>
      </w:r>
      <w:r>
        <w:rPr>
          <w:rtl/>
        </w:rPr>
        <w:t>با ہمى طويل اور لا حاصل جنگو</w:t>
      </w:r>
      <w:r w:rsidR="000A0CDC">
        <w:rPr>
          <w:rtl/>
        </w:rPr>
        <w:t xml:space="preserve">ں </w:t>
      </w:r>
      <w:r>
        <w:rPr>
          <w:rtl/>
        </w:rPr>
        <w:t>كے بعد كمزور اور ناتوا</w:t>
      </w:r>
      <w:r w:rsidR="000A0CDC">
        <w:rPr>
          <w:rtl/>
        </w:rPr>
        <w:t xml:space="preserve">ں </w:t>
      </w:r>
      <w:r>
        <w:rPr>
          <w:rtl/>
        </w:rPr>
        <w:t>ہو چكى تھي</w:t>
      </w:r>
      <w:r w:rsidR="000A0CDC">
        <w:rPr>
          <w:rtl/>
        </w:rPr>
        <w:t xml:space="preserve">ں </w:t>
      </w:r>
      <w:r>
        <w:rPr>
          <w:rtl/>
        </w:rPr>
        <w:t>، ان ممالك كے لوگو</w:t>
      </w:r>
      <w:r w:rsidR="000A0CDC">
        <w:rPr>
          <w:rtl/>
        </w:rPr>
        <w:t xml:space="preserve">ں </w:t>
      </w:r>
      <w:r>
        <w:rPr>
          <w:rtl/>
        </w:rPr>
        <w:t>كى اپنى حكومتو</w:t>
      </w:r>
      <w:r w:rsidR="000A0CDC">
        <w:rPr>
          <w:rtl/>
        </w:rPr>
        <w:t xml:space="preserve">ں </w:t>
      </w:r>
      <w:r>
        <w:rPr>
          <w:rtl/>
        </w:rPr>
        <w:t xml:space="preserve">سے بيزارى لشكر اسلام كے استقبال كا باعث بنى _ </w:t>
      </w:r>
    </w:p>
    <w:p w:rsidR="0061102A" w:rsidRDefault="0061102A" w:rsidP="00BE6934">
      <w:pPr>
        <w:pStyle w:val="libNormal"/>
        <w:rPr>
          <w:rtl/>
        </w:rPr>
      </w:pPr>
      <w:r>
        <w:rPr>
          <w:rtl/>
        </w:rPr>
        <w:t>آدھى صدى سے كمتر عرصہ مي</w:t>
      </w:r>
      <w:r w:rsidR="000A0CDC">
        <w:rPr>
          <w:rtl/>
        </w:rPr>
        <w:t xml:space="preserve">ں </w:t>
      </w:r>
      <w:r>
        <w:rPr>
          <w:rtl/>
        </w:rPr>
        <w:t>ہى ، اسلام ايران اور افريقہ كے غالب دين كے طور پر ابھرا مسلمانو</w:t>
      </w:r>
      <w:r w:rsidR="000A0CDC">
        <w:rPr>
          <w:rtl/>
        </w:rPr>
        <w:t xml:space="preserve">ں </w:t>
      </w:r>
      <w:r>
        <w:rPr>
          <w:rtl/>
        </w:rPr>
        <w:t>كى ان ممالك كے لوگو</w:t>
      </w:r>
      <w:r w:rsidR="000A0CDC">
        <w:rPr>
          <w:rtl/>
        </w:rPr>
        <w:t xml:space="preserve">ں </w:t>
      </w:r>
      <w:r>
        <w:rPr>
          <w:rtl/>
        </w:rPr>
        <w:t>كے عقائد اور آداب سے آشنائي نے مدينہ كى اجتماعى فضا كو بھى متغير كرديا تھا، دوسرى طرف سے مفتوحہ سرزمينو</w:t>
      </w:r>
      <w:r w:rsidR="000A0CDC">
        <w:rPr>
          <w:rtl/>
        </w:rPr>
        <w:t xml:space="preserve">ں </w:t>
      </w:r>
      <w:r>
        <w:rPr>
          <w:rtl/>
        </w:rPr>
        <w:t>كا نظم سنبھالنے كى وجہ سے مسلمانو</w:t>
      </w:r>
      <w:r w:rsidR="000A0CDC">
        <w:rPr>
          <w:rtl/>
        </w:rPr>
        <w:t xml:space="preserve">ں </w:t>
      </w:r>
      <w:r>
        <w:rPr>
          <w:rtl/>
        </w:rPr>
        <w:t>كو گوناگو</w:t>
      </w:r>
      <w:r w:rsidR="000A0CDC">
        <w:rPr>
          <w:rtl/>
        </w:rPr>
        <w:t xml:space="preserve">ں </w:t>
      </w:r>
      <w:r>
        <w:rPr>
          <w:rtl/>
        </w:rPr>
        <w:t>معلومات اور تجربات حاصل ہوئے ، يہى دور تھا كہ آہستہ آہستہ حكومت كے تمام سياسى ستونو</w:t>
      </w:r>
      <w:r w:rsidR="000A0CDC">
        <w:rPr>
          <w:rtl/>
        </w:rPr>
        <w:t xml:space="preserve">ں </w:t>
      </w:r>
      <w:r>
        <w:rPr>
          <w:rtl/>
        </w:rPr>
        <w:t>كو منظم كرنے كيلئے دفاتر اور محكمے وجود مي</w:t>
      </w:r>
      <w:r w:rsidR="000A0CDC">
        <w:rPr>
          <w:rtl/>
        </w:rPr>
        <w:t xml:space="preserve">ں </w:t>
      </w:r>
      <w:r>
        <w:rPr>
          <w:rtl/>
        </w:rPr>
        <w:t xml:space="preserve">آئے_ </w:t>
      </w:r>
    </w:p>
    <w:p w:rsidR="003A7D4A" w:rsidRDefault="0069392F" w:rsidP="00BE6934">
      <w:pPr>
        <w:pStyle w:val="libNormal"/>
        <w:rPr>
          <w:rtl/>
        </w:rPr>
      </w:pPr>
      <w:r>
        <w:rPr>
          <w:rtl/>
        </w:rPr>
        <w:br w:type="page"/>
      </w:r>
      <w:r>
        <w:rPr>
          <w:rtl/>
        </w:rPr>
        <w:lastRenderedPageBreak/>
        <w:cr/>
      </w:r>
    </w:p>
    <w:p w:rsidR="0061102A" w:rsidRDefault="0061102A" w:rsidP="00BE6934">
      <w:pPr>
        <w:pStyle w:val="Heading2Center"/>
        <w:rPr>
          <w:rtl/>
        </w:rPr>
      </w:pPr>
      <w:bookmarkStart w:id="14" w:name="_Toc268570"/>
      <w:r>
        <w:rPr>
          <w:rtl/>
        </w:rPr>
        <w:t>دوسرا باب:</w:t>
      </w:r>
      <w:bookmarkEnd w:id="14"/>
      <w:r>
        <w:rPr>
          <w:rtl/>
        </w:rPr>
        <w:t xml:space="preserve"> </w:t>
      </w:r>
    </w:p>
    <w:p w:rsidR="0061102A" w:rsidRDefault="0061102A" w:rsidP="00BE6934">
      <w:pPr>
        <w:pStyle w:val="Heading2Center"/>
        <w:rPr>
          <w:rtl/>
        </w:rPr>
      </w:pPr>
      <w:bookmarkStart w:id="15" w:name="_Toc268571"/>
      <w:r>
        <w:rPr>
          <w:rtl/>
        </w:rPr>
        <w:t>اسلامى تمدن كى تشكيل كا پس منظر</w:t>
      </w:r>
      <w:bookmarkEnd w:id="15"/>
    </w:p>
    <w:p w:rsidR="003A7D4A"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16" w:name="_Toc268572"/>
      <w:r>
        <w:rPr>
          <w:rtl/>
        </w:rPr>
        <w:t>1 اسلام مي</w:t>
      </w:r>
      <w:r w:rsidR="000A0CDC">
        <w:rPr>
          <w:rtl/>
        </w:rPr>
        <w:t xml:space="preserve">ں </w:t>
      </w:r>
      <w:r>
        <w:rPr>
          <w:rtl/>
        </w:rPr>
        <w:t>علم و دانش كا مقام</w:t>
      </w:r>
      <w:bookmarkEnd w:id="16"/>
    </w:p>
    <w:p w:rsidR="0061102A" w:rsidRDefault="0061102A" w:rsidP="00BE6934">
      <w:pPr>
        <w:pStyle w:val="libNormal"/>
        <w:rPr>
          <w:rtl/>
        </w:rPr>
      </w:pPr>
      <w:r>
        <w:rPr>
          <w:rtl/>
        </w:rPr>
        <w:t>جو كچھ آيات اورروايات مي</w:t>
      </w:r>
      <w:r w:rsidR="000A0CDC">
        <w:rPr>
          <w:rtl/>
        </w:rPr>
        <w:t xml:space="preserve">ں </w:t>
      </w:r>
      <w:r>
        <w:rPr>
          <w:rtl/>
        </w:rPr>
        <w:t>علم و دانش اور معرفت كى فضيلت كے حوالے سے ذكر ہوا ہے اگر اسے بغير كسى تفسير اور تشريح كے جمع كري</w:t>
      </w:r>
      <w:r w:rsidR="000A0CDC">
        <w:rPr>
          <w:rtl/>
        </w:rPr>
        <w:t xml:space="preserve">ں </w:t>
      </w:r>
      <w:r>
        <w:rPr>
          <w:rtl/>
        </w:rPr>
        <w:t>تو بڑى كتابو</w:t>
      </w:r>
      <w:r w:rsidR="000A0CDC">
        <w:rPr>
          <w:rtl/>
        </w:rPr>
        <w:t xml:space="preserve">ں </w:t>
      </w:r>
      <w:r>
        <w:rPr>
          <w:rtl/>
        </w:rPr>
        <w:t>كى شكل مي</w:t>
      </w:r>
      <w:r w:rsidR="000A0CDC">
        <w:rPr>
          <w:rtl/>
        </w:rPr>
        <w:t xml:space="preserve">ں </w:t>
      </w:r>
      <w:r>
        <w:rPr>
          <w:rtl/>
        </w:rPr>
        <w:t xml:space="preserve">سامنے آئيگا، اگر اس حد تك اسلام كے اولياء علم اور تعليم پر تاكيد نہ فرماتے ہوتے تو كبھى بھى اسلامى تمدن عظمت كے اس بلند مقام پر فائز نہ ہوتا_ </w:t>
      </w:r>
    </w:p>
    <w:p w:rsidR="0061102A" w:rsidRDefault="0061102A" w:rsidP="00BE6934">
      <w:pPr>
        <w:pStyle w:val="libNormal"/>
        <w:rPr>
          <w:rtl/>
        </w:rPr>
      </w:pPr>
      <w:r>
        <w:rPr>
          <w:rtl/>
        </w:rPr>
        <w:t>خود كلمہ '' علم '' اپنے مشتقات كے علاوہ تقريبا اسّى بار قرآن مجيد مي</w:t>
      </w:r>
      <w:r w:rsidR="000A0CDC">
        <w:rPr>
          <w:rtl/>
        </w:rPr>
        <w:t xml:space="preserve">ں </w:t>
      </w:r>
      <w:r>
        <w:rPr>
          <w:rtl/>
        </w:rPr>
        <w:t>مختلف موارد مي</w:t>
      </w:r>
      <w:r w:rsidR="000A0CDC">
        <w:rPr>
          <w:rtl/>
        </w:rPr>
        <w:t xml:space="preserve">ں </w:t>
      </w:r>
      <w:r>
        <w:rPr>
          <w:rtl/>
        </w:rPr>
        <w:t>استعمال ہوا ہے ،كلمہ ''عقل'' اگر چہ قرآن مجيد مي</w:t>
      </w:r>
      <w:r w:rsidR="000A0CDC">
        <w:rPr>
          <w:rtl/>
        </w:rPr>
        <w:t xml:space="preserve">ں </w:t>
      </w:r>
      <w:r>
        <w:rPr>
          <w:rtl/>
        </w:rPr>
        <w:t>نہي</w:t>
      </w:r>
      <w:r w:rsidR="000A0CDC">
        <w:rPr>
          <w:rtl/>
        </w:rPr>
        <w:t xml:space="preserve">ں </w:t>
      </w:r>
      <w:r>
        <w:rPr>
          <w:rtl/>
        </w:rPr>
        <w:t>آيا ليكن '' اولى الالباب'' كى تركيب كہ جسكا معنى صاحبان عقل ہے قرآن مي</w:t>
      </w:r>
      <w:r w:rsidR="000A0CDC">
        <w:rPr>
          <w:rtl/>
        </w:rPr>
        <w:t xml:space="preserve">ں </w:t>
      </w:r>
      <w:r>
        <w:rPr>
          <w:rtl/>
        </w:rPr>
        <w:t>موجود ہے ، اسى طرح '' حكمت ، برہان ، فكر ، فقہ و غيرہ جيسے كلمات كئي بار قرآن مجيد مي</w:t>
      </w:r>
      <w:r w:rsidR="000A0CDC">
        <w:rPr>
          <w:rtl/>
        </w:rPr>
        <w:t xml:space="preserve">ں </w:t>
      </w:r>
      <w:r>
        <w:rPr>
          <w:rtl/>
        </w:rPr>
        <w:t>استعمال ہوئے ہي</w:t>
      </w:r>
      <w:r w:rsidR="000A0CDC">
        <w:rPr>
          <w:rtl/>
        </w:rPr>
        <w:t xml:space="preserve">ں </w:t>
      </w:r>
      <w:r>
        <w:rPr>
          <w:rtl/>
        </w:rPr>
        <w:t>، اللہ تعالى نے مومنين كو اس حوالے سے كہ وہ اندھى تقليد كى بناء پر اس پر ايمان لائي</w:t>
      </w:r>
      <w:r w:rsidR="000A0CDC">
        <w:rPr>
          <w:rtl/>
        </w:rPr>
        <w:t xml:space="preserve">ں </w:t>
      </w:r>
      <w:r>
        <w:rPr>
          <w:rtl/>
        </w:rPr>
        <w:t>نہى فرمائي ہے ، حتى كہ ايك آيت مي</w:t>
      </w:r>
      <w:r w:rsidR="000A0CDC">
        <w:rPr>
          <w:rtl/>
        </w:rPr>
        <w:t xml:space="preserve">ں </w:t>
      </w:r>
      <w:r>
        <w:rPr>
          <w:rtl/>
        </w:rPr>
        <w:t xml:space="preserve">(روم 65) علم اور ايمان كا اكھٹا ذكر كيا ہے _ </w:t>
      </w:r>
    </w:p>
    <w:p w:rsidR="0061102A" w:rsidRDefault="0061102A" w:rsidP="00BE6934">
      <w:pPr>
        <w:pStyle w:val="libNormal"/>
        <w:rPr>
          <w:rtl/>
        </w:rPr>
      </w:pPr>
      <w:r>
        <w:rPr>
          <w:rtl/>
        </w:rPr>
        <w:t>مزيد يہ كہ صرف ان كلمات پر اكتفاء نہي</w:t>
      </w:r>
      <w:r w:rsidR="000A0CDC">
        <w:rPr>
          <w:rtl/>
        </w:rPr>
        <w:t xml:space="preserve">ں </w:t>
      </w:r>
      <w:r>
        <w:rPr>
          <w:rtl/>
        </w:rPr>
        <w:t>ہوا بلكہ تعليم و تربيت كے حوالے سے بہت سى آيات قرآن مي</w:t>
      </w:r>
      <w:r w:rsidR="000A0CDC">
        <w:rPr>
          <w:rtl/>
        </w:rPr>
        <w:t xml:space="preserve">ں </w:t>
      </w:r>
      <w:r>
        <w:rPr>
          <w:rtl/>
        </w:rPr>
        <w:t>موجود ہي</w:t>
      </w:r>
      <w:r w:rsidR="000A0CDC">
        <w:rPr>
          <w:rtl/>
        </w:rPr>
        <w:t xml:space="preserve">ں </w:t>
      </w:r>
      <w:r>
        <w:rPr>
          <w:rtl/>
        </w:rPr>
        <w:t>، مثلا آل عمران كى آيت 190، انعام آيت 97، يونس كى آيت 5 ... يہا</w:t>
      </w:r>
      <w:r w:rsidR="000A0CDC">
        <w:rPr>
          <w:rtl/>
        </w:rPr>
        <w:t xml:space="preserve">ں </w:t>
      </w:r>
      <w:r>
        <w:rPr>
          <w:rtl/>
        </w:rPr>
        <w:t>تك كہ وہ آيات كہ جو گذشتہ لوگو</w:t>
      </w:r>
      <w:r w:rsidR="000A0CDC">
        <w:rPr>
          <w:rtl/>
        </w:rPr>
        <w:t xml:space="preserve">ں </w:t>
      </w:r>
      <w:r>
        <w:rPr>
          <w:rtl/>
        </w:rPr>
        <w:t>كے قصے بيان كرتى ہي</w:t>
      </w:r>
      <w:r w:rsidR="000A0CDC">
        <w:rPr>
          <w:rtl/>
        </w:rPr>
        <w:t xml:space="preserve">ں </w:t>
      </w:r>
      <w:r>
        <w:rPr>
          <w:rtl/>
        </w:rPr>
        <w:t>اور ان واقعات كو بيان كرنے سے انكا ہدف عبرت دلانا ہے ان مي</w:t>
      </w:r>
      <w:r w:rsidR="000A0CDC">
        <w:rPr>
          <w:rtl/>
        </w:rPr>
        <w:t xml:space="preserve">ں </w:t>
      </w:r>
      <w:r>
        <w:rPr>
          <w:rtl/>
        </w:rPr>
        <w:t xml:space="preserve">بھى تاريخى موضوعات ، تاريخ نويسى پر حوصلہ افزائي ، آثار تاريخى كا مشاہدہ اور حقائق بينى جيسے احساسات كو واضح اور آشكار طور پر درك كيا جاسكتا ہے_(سورہ انعام 11) </w:t>
      </w:r>
    </w:p>
    <w:p w:rsidR="0061102A" w:rsidRDefault="0061102A" w:rsidP="00BE6934">
      <w:pPr>
        <w:pStyle w:val="libNormal"/>
        <w:rPr>
          <w:rtl/>
        </w:rPr>
      </w:pPr>
      <w:r>
        <w:rPr>
          <w:rtl/>
        </w:rPr>
        <w:t>پيغمبر اكرم(ص) اور ائمہ اطہار عليہم السلام سے منقول احاديث اور اقوال مي</w:t>
      </w:r>
      <w:r w:rsidR="000A0CDC">
        <w:rPr>
          <w:rtl/>
        </w:rPr>
        <w:t xml:space="preserve">ں </w:t>
      </w:r>
      <w:r>
        <w:rPr>
          <w:rtl/>
        </w:rPr>
        <w:t xml:space="preserve">بھى عظمت علم اور فضيلت علماء كے حوالے سے بہت كچھ ذكر ہوا ہے، پيغمبر اسلام (ص) كى يہ تاكيد كہ ہر مسلمان مرد اور عورت پر حصول علم واجب اور </w:t>
      </w:r>
    </w:p>
    <w:p w:rsidR="0061102A" w:rsidRDefault="0069392F" w:rsidP="00BE6934">
      <w:pPr>
        <w:pStyle w:val="libNormal"/>
        <w:rPr>
          <w:rtl/>
        </w:rPr>
      </w:pPr>
      <w:r>
        <w:rPr>
          <w:rtl/>
        </w:rPr>
        <w:cr/>
      </w:r>
      <w:r>
        <w:rPr>
          <w:rtl/>
        </w:rPr>
        <w:br w:type="page"/>
      </w:r>
      <w:r>
        <w:rPr>
          <w:rtl/>
        </w:rPr>
        <w:lastRenderedPageBreak/>
        <w:cr/>
      </w:r>
      <w:r w:rsidR="0061102A">
        <w:rPr>
          <w:rtl/>
        </w:rPr>
        <w:t>فرض ہے يا يہ كہ ايك گھنٹے كى فكر ايك سالہ عبادت سے بہتر ہے ، يہ سب اسلام مي</w:t>
      </w:r>
      <w:r w:rsidR="000A0CDC">
        <w:rPr>
          <w:rtl/>
        </w:rPr>
        <w:t xml:space="preserve">ں </w:t>
      </w:r>
      <w:r w:rsidR="0061102A">
        <w:rPr>
          <w:rtl/>
        </w:rPr>
        <w:t>تعليم و تعلم كے حوالے سے تاكيد كى مثالي</w:t>
      </w:r>
      <w:r w:rsidR="000A0CDC">
        <w:rPr>
          <w:rtl/>
        </w:rPr>
        <w:t xml:space="preserve">ں </w:t>
      </w:r>
      <w:r w:rsidR="0061102A">
        <w:rPr>
          <w:rtl/>
        </w:rPr>
        <w:t>ہي</w:t>
      </w:r>
      <w:r w:rsidR="000A0CDC">
        <w:rPr>
          <w:rtl/>
        </w:rPr>
        <w:t xml:space="preserve">ں </w:t>
      </w:r>
      <w:r w:rsidR="0061102A">
        <w:rPr>
          <w:rtl/>
        </w:rPr>
        <w:t xml:space="preserve">_ </w:t>
      </w:r>
    </w:p>
    <w:p w:rsidR="0061102A" w:rsidRDefault="0061102A" w:rsidP="00BE6934">
      <w:pPr>
        <w:pStyle w:val="libNormal"/>
        <w:rPr>
          <w:rtl/>
        </w:rPr>
      </w:pPr>
      <w:r>
        <w:rPr>
          <w:rtl/>
        </w:rPr>
        <w:t>آئمہ عليہم السلام كى حيات مباركہ كے ادوار مي</w:t>
      </w:r>
      <w:r w:rsidR="000A0CDC">
        <w:rPr>
          <w:rtl/>
        </w:rPr>
        <w:t xml:space="preserve">ں </w:t>
      </w:r>
      <w:r>
        <w:rPr>
          <w:rtl/>
        </w:rPr>
        <w:t>بالخصوص امام جعفر صادق (ع) كا سنہرى دور كہ جب علم و تعليم عروج پر تھى آب اپنے اصحاب كو علم كے حصول پر شوق دلاتے تھے ،يہ كہ قيامت كے دن دانشورو</w:t>
      </w:r>
      <w:r w:rsidR="000A0CDC">
        <w:rPr>
          <w:rtl/>
        </w:rPr>
        <w:t xml:space="preserve">ں </w:t>
      </w:r>
      <w:r>
        <w:rPr>
          <w:rtl/>
        </w:rPr>
        <w:t>كے قلم شہداء كے خون پر بھارى پڑ جائي</w:t>
      </w:r>
      <w:r w:rsidR="000A0CDC">
        <w:rPr>
          <w:rtl/>
        </w:rPr>
        <w:t xml:space="preserve">ں </w:t>
      </w:r>
      <w:r>
        <w:rPr>
          <w:rtl/>
        </w:rPr>
        <w:t>گے اس قسم كى رغبت اور شوق دلانے كى مثالو</w:t>
      </w:r>
      <w:r w:rsidR="000A0CDC">
        <w:rPr>
          <w:rtl/>
        </w:rPr>
        <w:t xml:space="preserve">ں </w:t>
      </w:r>
      <w:r>
        <w:rPr>
          <w:rtl/>
        </w:rPr>
        <w:t>مي</w:t>
      </w:r>
      <w:r w:rsidR="000A0CDC">
        <w:rPr>
          <w:rtl/>
        </w:rPr>
        <w:t xml:space="preserve">ں </w:t>
      </w:r>
      <w:r>
        <w:rPr>
          <w:rtl/>
        </w:rPr>
        <w:t>سے ہے، البتہ اس نكتہ پر توجہ ركھنى چاہيے كہ حصول علم كى اسلام مي</w:t>
      </w:r>
      <w:r w:rsidR="000A0CDC">
        <w:rPr>
          <w:rtl/>
        </w:rPr>
        <w:t xml:space="preserve">ں </w:t>
      </w:r>
      <w:r>
        <w:rPr>
          <w:rtl/>
        </w:rPr>
        <w:t>كچھ شرائط ہي</w:t>
      </w:r>
      <w:r w:rsidR="000A0CDC">
        <w:rPr>
          <w:rtl/>
        </w:rPr>
        <w:t xml:space="preserve">ں </w:t>
      </w:r>
      <w:r>
        <w:rPr>
          <w:rtl/>
        </w:rPr>
        <w:t>: اسلام علم اور اخلاق مي</w:t>
      </w:r>
      <w:r w:rsidR="000A0CDC">
        <w:rPr>
          <w:rtl/>
        </w:rPr>
        <w:t xml:space="preserve">ں </w:t>
      </w:r>
      <w:r>
        <w:rPr>
          <w:rtl/>
        </w:rPr>
        <w:t>كسى فاصلے كا قائل نہي</w:t>
      </w:r>
      <w:r w:rsidR="000A0CDC">
        <w:rPr>
          <w:rtl/>
        </w:rPr>
        <w:t xml:space="preserve">ں </w:t>
      </w:r>
      <w:r>
        <w:rPr>
          <w:rtl/>
        </w:rPr>
        <w:t>ہے بلكہ ان دونو</w:t>
      </w:r>
      <w:r w:rsidR="000A0CDC">
        <w:rPr>
          <w:rtl/>
        </w:rPr>
        <w:t xml:space="preserve">ں </w:t>
      </w:r>
      <w:r>
        <w:rPr>
          <w:rtl/>
        </w:rPr>
        <w:t>كے با ہم پيوستہ رہنے پر تاكيد كرتا ہے، اسلام مي</w:t>
      </w:r>
      <w:r w:rsidR="000A0CDC">
        <w:rPr>
          <w:rtl/>
        </w:rPr>
        <w:t xml:space="preserve">ں </w:t>
      </w:r>
      <w:r>
        <w:rPr>
          <w:rtl/>
        </w:rPr>
        <w:t>اہل علم و دانش ذمہ دار فرد ہے اور اخلاق سے بے بہرہ استاد سوائے گمراہى كے كوئي اور راہنمايى نہي</w:t>
      </w:r>
      <w:r w:rsidR="000A0CDC">
        <w:rPr>
          <w:rtl/>
        </w:rPr>
        <w:t xml:space="preserve">ں </w:t>
      </w:r>
      <w:r>
        <w:rPr>
          <w:rtl/>
        </w:rPr>
        <w:t>كرتا ، يہ موضوع بذات خود اسلام كے امتيازات مي</w:t>
      </w:r>
      <w:r w:rsidR="000A0CDC">
        <w:rPr>
          <w:rtl/>
        </w:rPr>
        <w:t xml:space="preserve">ں </w:t>
      </w:r>
      <w:r>
        <w:rPr>
          <w:rtl/>
        </w:rPr>
        <w:t>سے ہے كہ وہ تعليم و تربيت كے حوالے سے ايك عليحدہ اور خاص مكتب كا مقام ركھتا ہے_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7" w:name="_Toc268573"/>
      <w:r>
        <w:rPr>
          <w:rtl/>
        </w:rPr>
        <w:t>اسلامى تہذيب و تمدن مي</w:t>
      </w:r>
      <w:r w:rsidR="000A0CDC">
        <w:rPr>
          <w:rtl/>
        </w:rPr>
        <w:t xml:space="preserve">ں </w:t>
      </w:r>
      <w:r>
        <w:rPr>
          <w:rtl/>
        </w:rPr>
        <w:t>تاريخ كتابت پر ايك نظر</w:t>
      </w:r>
      <w:bookmarkEnd w:id="17"/>
    </w:p>
    <w:p w:rsidR="0061102A" w:rsidRDefault="0061102A" w:rsidP="00BE6934">
      <w:pPr>
        <w:pStyle w:val="libNormal"/>
        <w:rPr>
          <w:rtl/>
        </w:rPr>
      </w:pPr>
      <w:r>
        <w:rPr>
          <w:rtl/>
        </w:rPr>
        <w:t>تاريخ كے مختلف اوراق سے جو معلومات حاصل ہوئي مي</w:t>
      </w:r>
      <w:r w:rsidR="000A0CDC">
        <w:rPr>
          <w:rtl/>
        </w:rPr>
        <w:t xml:space="preserve">ں </w:t>
      </w:r>
      <w:r>
        <w:rPr>
          <w:rtl/>
        </w:rPr>
        <w:t>وہ يہ كہ زمانہ جاہليت مي</w:t>
      </w:r>
      <w:r w:rsidR="000A0CDC">
        <w:rPr>
          <w:rtl/>
        </w:rPr>
        <w:t xml:space="preserve">ں </w:t>
      </w:r>
      <w:r>
        <w:rPr>
          <w:rtl/>
        </w:rPr>
        <w:t>اہل عرب اگر چہ لكھنے كے فن سے مطلع تھے ليكن ان كى صحرائي زندگى ايسى نہ تھى كہ فن كتابت انكے لئے ضرورى ہو،اس دور مي</w:t>
      </w:r>
      <w:r w:rsidR="000A0CDC">
        <w:rPr>
          <w:rtl/>
        </w:rPr>
        <w:t xml:space="preserve">ں </w:t>
      </w:r>
      <w:r>
        <w:rPr>
          <w:rtl/>
        </w:rPr>
        <w:t>زبانى ياد كرنے اور حفظ كرنے كے كلچر كا غلبہ تھا، جزيرہ عرب كے بعضى مناطق مثلا حجاز سے ايك لكھا ہوا پتھر ملا ہے كہ جو اس منطقہ كے قديم زمانے سے تعلق ركھتا ہے ماہرين اس نتيجہ پرپہنچے ہي</w:t>
      </w:r>
      <w:r w:rsidR="000A0CDC">
        <w:rPr>
          <w:rtl/>
        </w:rPr>
        <w:t xml:space="preserve">ں </w:t>
      </w:r>
      <w:r>
        <w:rPr>
          <w:rtl/>
        </w:rPr>
        <w:t>كہ اس علاقے مي</w:t>
      </w:r>
      <w:r w:rsidR="000A0CDC">
        <w:rPr>
          <w:rtl/>
        </w:rPr>
        <w:t xml:space="preserve">ں </w:t>
      </w:r>
      <w:r>
        <w:rPr>
          <w:rtl/>
        </w:rPr>
        <w:t xml:space="preserve">پہلے خط نبطى كى ايك قسم رائج تھي_ </w:t>
      </w:r>
    </w:p>
    <w:p w:rsidR="0061102A" w:rsidRDefault="0061102A" w:rsidP="00BE6934">
      <w:pPr>
        <w:pStyle w:val="libNormal"/>
        <w:rPr>
          <w:rtl/>
        </w:rPr>
      </w:pPr>
      <w:r>
        <w:rPr>
          <w:rtl/>
        </w:rPr>
        <w:t>قرآن مجيد مي</w:t>
      </w:r>
      <w:r w:rsidR="000A0CDC">
        <w:rPr>
          <w:rtl/>
        </w:rPr>
        <w:t xml:space="preserve">ں </w:t>
      </w:r>
      <w:r>
        <w:rPr>
          <w:rtl/>
        </w:rPr>
        <w:t>كتابت كے حوالے سے خاص الفاظ كا موجود ہونا بتاتاہے كہ ظہور اسلام كے زمانہ مي</w:t>
      </w:r>
      <w:r w:rsidR="000A0CDC">
        <w:rPr>
          <w:rtl/>
        </w:rPr>
        <w:t xml:space="preserve">ں </w:t>
      </w:r>
      <w:r>
        <w:rPr>
          <w:rtl/>
        </w:rPr>
        <w:t>اہل عرب كتابت كى مختلف اقسام كا كچھ علم ركھتے تھے، ان الفاظ مي</w:t>
      </w:r>
      <w:r w:rsidR="000A0CDC">
        <w:rPr>
          <w:rtl/>
        </w:rPr>
        <w:t xml:space="preserve">ں </w:t>
      </w:r>
      <w:r>
        <w:rPr>
          <w:rtl/>
        </w:rPr>
        <w:t xml:space="preserve">سے ايك لفظ '' كتاب'' ہے اگر چہ يہ </w:t>
      </w:r>
    </w:p>
    <w:p w:rsidR="0061102A" w:rsidRDefault="003A7D4A" w:rsidP="00BE6934">
      <w:pPr>
        <w:pStyle w:val="libLine"/>
        <w:rPr>
          <w:rtl/>
        </w:rPr>
      </w:pPr>
      <w:r>
        <w:rPr>
          <w:rtl/>
        </w:rPr>
        <w:t>____________________</w:t>
      </w:r>
    </w:p>
    <w:p w:rsidR="003A7D4A" w:rsidRDefault="0061102A" w:rsidP="00BE6934">
      <w:pPr>
        <w:pStyle w:val="libFootnote"/>
        <w:rPr>
          <w:rtl/>
        </w:rPr>
      </w:pPr>
      <w:r>
        <w:rPr>
          <w:rtl/>
        </w:rPr>
        <w:t>1) محمد رضا حكيمى ، اور ديگران '' الحياة'' تہران ، ج 1_</w:t>
      </w:r>
    </w:p>
    <w:p w:rsidR="003A7D4A" w:rsidRDefault="003A7D4A" w:rsidP="00BE6934">
      <w:pPr>
        <w:pStyle w:val="libNormal"/>
        <w:rPr>
          <w:rtl/>
        </w:rPr>
      </w:pPr>
      <w:r>
        <w:rPr>
          <w:rtl/>
        </w:rPr>
        <w:br w:type="page"/>
      </w:r>
    </w:p>
    <w:p w:rsidR="0061102A" w:rsidRDefault="0061102A" w:rsidP="00BE6934">
      <w:pPr>
        <w:pStyle w:val="libNormal"/>
        <w:rPr>
          <w:rtl/>
        </w:rPr>
      </w:pPr>
    </w:p>
    <w:p w:rsidR="00EA4FDD" w:rsidRDefault="00EA4FDD" w:rsidP="00BE6934">
      <w:pPr>
        <w:pStyle w:val="libNormal"/>
        <w:rPr>
          <w:rtl/>
        </w:rPr>
      </w:pPr>
    </w:p>
    <w:p w:rsidR="0061102A" w:rsidRDefault="0061102A" w:rsidP="00BE6934">
      <w:pPr>
        <w:pStyle w:val="libNormal"/>
        <w:rPr>
          <w:rtl/>
        </w:rPr>
      </w:pPr>
      <w:r>
        <w:rPr>
          <w:rtl/>
        </w:rPr>
        <w:t>واضح نہي</w:t>
      </w:r>
      <w:r w:rsidR="000A0CDC">
        <w:rPr>
          <w:rtl/>
        </w:rPr>
        <w:t xml:space="preserve">ں </w:t>
      </w:r>
      <w:r>
        <w:rPr>
          <w:rtl/>
        </w:rPr>
        <w:t>ہے كہ اس سے مقصود وہ چيز ہے كہ جسے ہم كتاب كہتے ہي</w:t>
      </w:r>
      <w:r w:rsidR="000A0CDC">
        <w:rPr>
          <w:rtl/>
        </w:rPr>
        <w:t xml:space="preserve">ں </w:t>
      </w:r>
      <w:r>
        <w:rPr>
          <w:rtl/>
        </w:rPr>
        <w:t>، بہرحال كسى لكھى ہوئي اور مكتوب چيز كااشارہ دے رہاہے، اسى طرح لفظ صحيفہ جمع كى صورت مي</w:t>
      </w:r>
      <w:r w:rsidR="000A0CDC">
        <w:rPr>
          <w:rtl/>
        </w:rPr>
        <w:t xml:space="preserve">ں </w:t>
      </w:r>
      <w:r>
        <w:rPr>
          <w:rtl/>
        </w:rPr>
        <w:t>يعنى '' صحف'' قرآن مي</w:t>
      </w:r>
      <w:r w:rsidR="000A0CDC">
        <w:rPr>
          <w:rtl/>
        </w:rPr>
        <w:t xml:space="preserve">ں </w:t>
      </w:r>
      <w:r>
        <w:rPr>
          <w:rtl/>
        </w:rPr>
        <w:t>ذكر ہوا ہے ، يہا</w:t>
      </w:r>
      <w:r w:rsidR="000A0CDC">
        <w:rPr>
          <w:rtl/>
        </w:rPr>
        <w:t xml:space="preserve">ں </w:t>
      </w:r>
      <w:r>
        <w:rPr>
          <w:rtl/>
        </w:rPr>
        <w:t>يقينا مراد مكتوب اورلكھى ہوئي چيز ہے، با وجود اس كے كہ اہل عرب حفظ اور زبانى ياد كرنے پر بہت زيادہ رغبت ركھتے تھے قرآ</w:t>
      </w:r>
      <w:r w:rsidR="000A0CDC">
        <w:rPr>
          <w:rtl/>
        </w:rPr>
        <w:t xml:space="preserve">ں </w:t>
      </w:r>
      <w:r>
        <w:rPr>
          <w:rtl/>
        </w:rPr>
        <w:t>مجيد كا كتابت پر تاكيد و اصرار بہت دلچسپ اور اہم ہے اور اس بات پر اشارہ ہے كہ مسلمان ان اولين ايام مي</w:t>
      </w:r>
      <w:r w:rsidR="000A0CDC">
        <w:rPr>
          <w:rtl/>
        </w:rPr>
        <w:t xml:space="preserve">ں </w:t>
      </w:r>
      <w:r>
        <w:rPr>
          <w:rtl/>
        </w:rPr>
        <w:t>ہى جانتے تھے كہ كتاب آسمانى كى آيات مي</w:t>
      </w:r>
      <w:r w:rsidR="000A0CDC">
        <w:rPr>
          <w:rtl/>
        </w:rPr>
        <w:t xml:space="preserve">ں </w:t>
      </w:r>
      <w:r>
        <w:rPr>
          <w:rtl/>
        </w:rPr>
        <w:t>كوئي لفظ تبديل نہي</w:t>
      </w:r>
      <w:r w:rsidR="000A0CDC">
        <w:rPr>
          <w:rtl/>
        </w:rPr>
        <w:t xml:space="preserve">ں </w:t>
      </w:r>
      <w:r>
        <w:rPr>
          <w:rtl/>
        </w:rPr>
        <w:t>ہونا چاہيے_</w:t>
      </w:r>
      <w:r w:rsidRPr="00F67D4B">
        <w:rPr>
          <w:rStyle w:val="libFootnotenumChar"/>
          <w:rtl/>
        </w:rPr>
        <w:t>(1)</w:t>
      </w:r>
      <w:r>
        <w:rPr>
          <w:rtl/>
        </w:rPr>
        <w:t xml:space="preserve"> </w:t>
      </w:r>
    </w:p>
    <w:p w:rsidR="0061102A" w:rsidRDefault="0061102A" w:rsidP="00BE6934">
      <w:pPr>
        <w:pStyle w:val="libNormal"/>
        <w:rPr>
          <w:rtl/>
        </w:rPr>
      </w:pPr>
      <w:r>
        <w:rPr>
          <w:rtl/>
        </w:rPr>
        <w:t>جلد اورر چمڑا ان چيزو</w:t>
      </w:r>
      <w:r w:rsidR="000A0CDC">
        <w:rPr>
          <w:rtl/>
        </w:rPr>
        <w:t xml:space="preserve">ں </w:t>
      </w:r>
      <w:r>
        <w:rPr>
          <w:rtl/>
        </w:rPr>
        <w:t>مي</w:t>
      </w:r>
      <w:r w:rsidR="000A0CDC">
        <w:rPr>
          <w:rtl/>
        </w:rPr>
        <w:t xml:space="preserve">ں </w:t>
      </w:r>
      <w:r>
        <w:rPr>
          <w:rtl/>
        </w:rPr>
        <w:t>سے ايك تھى كہ جس پر قرآن لكھا جاتا تھا اس زمانہ مي</w:t>
      </w:r>
      <w:r w:rsidR="000A0CDC">
        <w:rPr>
          <w:rtl/>
        </w:rPr>
        <w:t xml:space="preserve">ں </w:t>
      </w:r>
      <w:r>
        <w:rPr>
          <w:rtl/>
        </w:rPr>
        <w:t>اہم مسائل تحرير كرنے كے ليے جلد يا چمڑااستعمال كرنے كى وجہ اسكى پائيدارى تھى ليكن اسكا حصول امير لوگو</w:t>
      </w:r>
      <w:r w:rsidR="000A0CDC">
        <w:rPr>
          <w:rtl/>
        </w:rPr>
        <w:t xml:space="preserve">ں </w:t>
      </w:r>
      <w:r>
        <w:rPr>
          <w:rtl/>
        </w:rPr>
        <w:t>كيلئے بھى دشوار تھا، اسى لئے اہل عرب كچھ اور مناسب چيزو</w:t>
      </w:r>
      <w:r w:rsidR="000A0CDC">
        <w:rPr>
          <w:rtl/>
        </w:rPr>
        <w:t xml:space="preserve">ں </w:t>
      </w:r>
      <w:r>
        <w:rPr>
          <w:rtl/>
        </w:rPr>
        <w:t>كو كتابت كيلئے استعمال كرتے تھے ، مثلا كھجور كے درخت كى خشك كى ہوئي چھال يا اسكى كوئي خشك شاخ ،مسلمانو</w:t>
      </w:r>
      <w:r w:rsidR="000A0CDC">
        <w:rPr>
          <w:rtl/>
        </w:rPr>
        <w:t xml:space="preserve">ں </w:t>
      </w:r>
      <w:r>
        <w:rPr>
          <w:rtl/>
        </w:rPr>
        <w:t>كى اردگرد كى تہذيبو</w:t>
      </w:r>
      <w:r w:rsidR="000A0CDC">
        <w:rPr>
          <w:rtl/>
        </w:rPr>
        <w:t xml:space="preserve">ں </w:t>
      </w:r>
      <w:r>
        <w:rPr>
          <w:rtl/>
        </w:rPr>
        <w:t>سے آشنائي انكى كتابت كے وسائل سے آگاہى مي</w:t>
      </w:r>
      <w:r w:rsidR="000A0CDC">
        <w:rPr>
          <w:rtl/>
        </w:rPr>
        <w:t xml:space="preserve">ں </w:t>
      </w:r>
      <w:r>
        <w:rPr>
          <w:rtl/>
        </w:rPr>
        <w:t>بھى بہت اثرات كى حامل تھى ،مسلمان، مصر وشام كى سرزمينو</w:t>
      </w:r>
      <w:r w:rsidR="000A0CDC">
        <w:rPr>
          <w:rtl/>
        </w:rPr>
        <w:t xml:space="preserve">ں </w:t>
      </w:r>
      <w:r>
        <w:rPr>
          <w:rtl/>
        </w:rPr>
        <w:t>كو فتح كرنے كے بعد قرطاس يا پيپورس سے آشنا ہوئے ، اسكے بعد انہي</w:t>
      </w:r>
      <w:r w:rsidR="000A0CDC">
        <w:rPr>
          <w:rtl/>
        </w:rPr>
        <w:t xml:space="preserve">ں </w:t>
      </w:r>
      <w:r>
        <w:rPr>
          <w:rtl/>
        </w:rPr>
        <w:t>كتابت كيلئے ديگر چيزو</w:t>
      </w:r>
      <w:r w:rsidR="000A0CDC">
        <w:rPr>
          <w:rtl/>
        </w:rPr>
        <w:t xml:space="preserve">ں </w:t>
      </w:r>
      <w:r>
        <w:rPr>
          <w:rtl/>
        </w:rPr>
        <w:t xml:space="preserve">پر ترجيح ديتے تھے ليكن پيپورس (كاغذ كى طرح ايك چيز) بھى انكے لئے بہت مہنگا ثابت ہوا_ </w:t>
      </w:r>
    </w:p>
    <w:p w:rsidR="0061102A" w:rsidRDefault="0061102A" w:rsidP="00BE6934">
      <w:pPr>
        <w:pStyle w:val="libNormal"/>
        <w:rPr>
          <w:rtl/>
        </w:rPr>
      </w:pPr>
      <w:r>
        <w:rPr>
          <w:rtl/>
        </w:rPr>
        <w:t>لہذا تحرير كے ليے مناسب انتخاب '' كاغذ'' تھا مسلمان شروع مي</w:t>
      </w:r>
      <w:r w:rsidR="000A0CDC">
        <w:rPr>
          <w:rtl/>
        </w:rPr>
        <w:t xml:space="preserve">ں </w:t>
      </w:r>
      <w:r>
        <w:rPr>
          <w:rtl/>
        </w:rPr>
        <w:t>ماوراالنہر كے علاقے فتح كرنے كے زمانے مي</w:t>
      </w:r>
      <w:r w:rsidR="000A0CDC">
        <w:rPr>
          <w:rtl/>
        </w:rPr>
        <w:t xml:space="preserve">ں </w:t>
      </w:r>
      <w:r>
        <w:rPr>
          <w:rtl/>
        </w:rPr>
        <w:t>كاغذ سے آشنا ہوئے تھے، سمرقند كہ جہا</w:t>
      </w:r>
      <w:r w:rsidR="000A0CDC">
        <w:rPr>
          <w:rtl/>
        </w:rPr>
        <w:t xml:space="preserve">ں </w:t>
      </w:r>
      <w:r>
        <w:rPr>
          <w:rtl/>
        </w:rPr>
        <w:t>بہت سے چينى كاغذ سازى كى صنعت مي</w:t>
      </w:r>
      <w:r w:rsidR="000A0CDC">
        <w:rPr>
          <w:rtl/>
        </w:rPr>
        <w:t xml:space="preserve">ں </w:t>
      </w:r>
      <w:r>
        <w:rPr>
          <w:rtl/>
        </w:rPr>
        <w:t>مشغول تھے وہا</w:t>
      </w:r>
      <w:r w:rsidR="000A0CDC">
        <w:rPr>
          <w:rtl/>
        </w:rPr>
        <w:t xml:space="preserve">ں </w:t>
      </w:r>
      <w:r>
        <w:rPr>
          <w:rtl/>
        </w:rPr>
        <w:t>سے يہ صنعت ديگر اسلامى سرزمينو</w:t>
      </w:r>
      <w:r w:rsidR="000A0CDC">
        <w:rPr>
          <w:rtl/>
        </w:rPr>
        <w:t xml:space="preserve">ں </w:t>
      </w:r>
      <w:r>
        <w:rPr>
          <w:rtl/>
        </w:rPr>
        <w:t>مي</w:t>
      </w:r>
      <w:r w:rsidR="000A0CDC">
        <w:rPr>
          <w:rtl/>
        </w:rPr>
        <w:t xml:space="preserve">ں </w:t>
      </w:r>
      <w:r>
        <w:rPr>
          <w:rtl/>
        </w:rPr>
        <w:t>منتقل ہوئي ، كاغذكے خام مال كو مختلف مقدار مي</w:t>
      </w:r>
      <w:r w:rsidR="000A0CDC">
        <w:rPr>
          <w:rtl/>
        </w:rPr>
        <w:t xml:space="preserve">ں </w:t>
      </w:r>
      <w:r>
        <w:rPr>
          <w:rtl/>
        </w:rPr>
        <w:t>استعمال كرنے كى وجہ سے پہلى صدى ہجرى مي</w:t>
      </w:r>
      <w:r w:rsidR="000A0CDC">
        <w:rPr>
          <w:rtl/>
        </w:rPr>
        <w:t xml:space="preserve">ں </w:t>
      </w:r>
      <w:r>
        <w:rPr>
          <w:rtl/>
        </w:rPr>
        <w:t>مختلف انواع اقسام كے كاغذ تيار ہوئے تھے، يہ كاغذ اپنى نوعيت ، استحكام ، ضخامت ، چمك اور رنگ مي</w:t>
      </w:r>
      <w:r w:rsidR="000A0CDC">
        <w:rPr>
          <w:rtl/>
        </w:rPr>
        <w:t xml:space="preserve">ں </w:t>
      </w:r>
      <w:r>
        <w:rPr>
          <w:rtl/>
        </w:rPr>
        <w:t xml:space="preserve">ايك دوسرے سے مختلف ہوتے تھے_ </w:t>
      </w:r>
    </w:p>
    <w:p w:rsidR="0061102A" w:rsidRDefault="0061102A" w:rsidP="00BE6934">
      <w:pPr>
        <w:pStyle w:val="libNormal"/>
        <w:rPr>
          <w:rtl/>
        </w:rPr>
      </w:pPr>
      <w:r>
        <w:rPr>
          <w:rtl/>
        </w:rPr>
        <w:t>اس سے معلوم ہوتاہے كہ مسلمانو</w:t>
      </w:r>
      <w:r w:rsidR="000A0CDC">
        <w:rPr>
          <w:rtl/>
        </w:rPr>
        <w:t xml:space="preserve">ں </w:t>
      </w:r>
      <w:r>
        <w:rPr>
          <w:rtl/>
        </w:rPr>
        <w:t>نے چينى لوگو</w:t>
      </w:r>
      <w:r w:rsidR="000A0CDC">
        <w:rPr>
          <w:rtl/>
        </w:rPr>
        <w:t xml:space="preserve">ں </w:t>
      </w:r>
      <w:r>
        <w:rPr>
          <w:rtl/>
        </w:rPr>
        <w:t>سے كاغذ سازى كى روش كو سيكھنے پر اكتفاء نہي</w:t>
      </w:r>
      <w:r w:rsidR="000A0CDC">
        <w:rPr>
          <w:rtl/>
        </w:rPr>
        <w:t xml:space="preserve">ں </w:t>
      </w:r>
      <w:r>
        <w:rPr>
          <w:rtl/>
        </w:rPr>
        <w:t>كيا بلكہ اس صنعت كو ترقى دى اور كمال تك پہنچايا ، بتدريج تمام اسلامى شہرو</w:t>
      </w:r>
      <w:r w:rsidR="000A0CDC">
        <w:rPr>
          <w:rtl/>
        </w:rPr>
        <w:t xml:space="preserve">ں </w:t>
      </w:r>
      <w:r>
        <w:rPr>
          <w:rtl/>
        </w:rPr>
        <w:t>اور سرزمينو</w:t>
      </w:r>
      <w:r w:rsidR="000A0CDC">
        <w:rPr>
          <w:rtl/>
        </w:rPr>
        <w:t xml:space="preserve">ں </w:t>
      </w:r>
      <w:r>
        <w:rPr>
          <w:rtl/>
        </w:rPr>
        <w:t>مي</w:t>
      </w:r>
      <w:r w:rsidR="000A0CDC">
        <w:rPr>
          <w:rtl/>
        </w:rPr>
        <w:t xml:space="preserve">ں </w:t>
      </w:r>
      <w:r>
        <w:rPr>
          <w:rtl/>
        </w:rPr>
        <w:t xml:space="preserve">مثلا عراق ، مصر ، </w:t>
      </w:r>
    </w:p>
    <w:p w:rsidR="0061102A" w:rsidRDefault="003A7D4A" w:rsidP="00BE6934">
      <w:pPr>
        <w:pStyle w:val="libLine"/>
        <w:rPr>
          <w:rtl/>
        </w:rPr>
      </w:pPr>
      <w:r>
        <w:rPr>
          <w:rtl/>
        </w:rPr>
        <w:t>____________________</w:t>
      </w:r>
    </w:p>
    <w:p w:rsidR="003A7D4A" w:rsidRDefault="0061102A" w:rsidP="00BE6934">
      <w:pPr>
        <w:pStyle w:val="libFootnote"/>
        <w:rPr>
          <w:rtl/>
        </w:rPr>
      </w:pPr>
      <w:r>
        <w:rPr>
          <w:rtl/>
        </w:rPr>
        <w:t>1) يحيى وہب الجبورى ، الخط و الكتابة فى الحضارة العربيہ ، بيروت ، ص 249 كے بعد تك_</w:t>
      </w:r>
    </w:p>
    <w:p w:rsidR="003A7D4A" w:rsidRDefault="003A7D4A" w:rsidP="00BE6934">
      <w:pPr>
        <w:pStyle w:val="libNormal"/>
        <w:rPr>
          <w:rtl/>
        </w:rPr>
      </w:pPr>
      <w:r>
        <w:rPr>
          <w:rtl/>
        </w:rPr>
        <w:br w:type="page"/>
      </w:r>
    </w:p>
    <w:p w:rsidR="0061102A" w:rsidRDefault="0061102A" w:rsidP="00BE6934">
      <w:pPr>
        <w:pStyle w:val="libNormal"/>
        <w:rPr>
          <w:rtl/>
        </w:rPr>
      </w:pPr>
    </w:p>
    <w:p w:rsidR="00EA4FDD" w:rsidRDefault="00EA4FDD" w:rsidP="00BE6934">
      <w:pPr>
        <w:pStyle w:val="libNormal"/>
        <w:rPr>
          <w:rtl/>
        </w:rPr>
      </w:pPr>
    </w:p>
    <w:p w:rsidR="0061102A" w:rsidRDefault="0061102A" w:rsidP="00BE6934">
      <w:pPr>
        <w:pStyle w:val="libNormal"/>
        <w:rPr>
          <w:rtl/>
        </w:rPr>
      </w:pPr>
      <w:r>
        <w:rPr>
          <w:rtl/>
        </w:rPr>
        <w:t>ايران اور اندلس مي</w:t>
      </w:r>
      <w:r w:rsidR="000A0CDC">
        <w:rPr>
          <w:rtl/>
        </w:rPr>
        <w:t xml:space="preserve">ں </w:t>
      </w:r>
      <w:r>
        <w:rPr>
          <w:rtl/>
        </w:rPr>
        <w:t>كاغذ سازى شروع ہوگئي ، دوسرى صدى ہجرى كے اختتام مي</w:t>
      </w:r>
      <w:r w:rsidR="000A0CDC">
        <w:rPr>
          <w:rtl/>
        </w:rPr>
        <w:t xml:space="preserve">ں </w:t>
      </w:r>
      <w:r>
        <w:rPr>
          <w:rtl/>
        </w:rPr>
        <w:t>ہارون الرشيد كے علم دوست وزير فضل بن يحيى برمكى كى كوششو</w:t>
      </w:r>
      <w:r w:rsidR="000A0CDC">
        <w:rPr>
          <w:rtl/>
        </w:rPr>
        <w:t xml:space="preserve">ں </w:t>
      </w:r>
      <w:r>
        <w:rPr>
          <w:rtl/>
        </w:rPr>
        <w:t>سے كاغذ سازى كى صنعت بغداد مي</w:t>
      </w:r>
      <w:r w:rsidR="000A0CDC">
        <w:rPr>
          <w:rtl/>
        </w:rPr>
        <w:t xml:space="preserve">ں </w:t>
      </w:r>
      <w:r>
        <w:rPr>
          <w:rtl/>
        </w:rPr>
        <w:t xml:space="preserve">شروع ہوئي اور اس صنعت نے بہت سرعت كے ساتھ كھال اور چمڑا كى جگہ لے لي_ </w:t>
      </w:r>
    </w:p>
    <w:p w:rsidR="0061102A" w:rsidRDefault="0061102A" w:rsidP="00BE6934">
      <w:pPr>
        <w:pStyle w:val="libNormal"/>
        <w:rPr>
          <w:rtl/>
        </w:rPr>
      </w:pPr>
      <w:r>
        <w:rPr>
          <w:rtl/>
        </w:rPr>
        <w:t>يانچوي</w:t>
      </w:r>
      <w:r w:rsidR="000A0CDC">
        <w:rPr>
          <w:rtl/>
        </w:rPr>
        <w:t xml:space="preserve">ں </w:t>
      </w:r>
      <w:r>
        <w:rPr>
          <w:rtl/>
        </w:rPr>
        <w:t>صدى ہجرى مي</w:t>
      </w:r>
      <w:r w:rsidR="000A0CDC">
        <w:rPr>
          <w:rtl/>
        </w:rPr>
        <w:t xml:space="preserve">ں </w:t>
      </w:r>
      <w:r>
        <w:rPr>
          <w:rtl/>
        </w:rPr>
        <w:t>يہ صنعت عراق سے شام كى طرف منتقل ہوئي اور وہا</w:t>
      </w:r>
      <w:r w:rsidR="000A0CDC">
        <w:rPr>
          <w:rtl/>
        </w:rPr>
        <w:t xml:space="preserve">ں </w:t>
      </w:r>
      <w:r>
        <w:rPr>
          <w:rtl/>
        </w:rPr>
        <w:t>اس نے حيران كن انقلاب بپا كرديا، اسطرح ناصر خسرو اپنے سفرنامہ مي</w:t>
      </w:r>
      <w:r w:rsidR="000A0CDC">
        <w:rPr>
          <w:rtl/>
        </w:rPr>
        <w:t xml:space="preserve">ں </w:t>
      </w:r>
      <w:r>
        <w:rPr>
          <w:rtl/>
        </w:rPr>
        <w:t>لبنان كے شہر طرابلس كے حوالے سے لكھتا ہے كہ اس شہر مي</w:t>
      </w:r>
      <w:r w:rsidR="000A0CDC">
        <w:rPr>
          <w:rtl/>
        </w:rPr>
        <w:t xml:space="preserve">ں </w:t>
      </w:r>
      <w:r>
        <w:rPr>
          <w:rtl/>
        </w:rPr>
        <w:t>سمرقندى اور اق كى طرح خوبصورت اوراق تيار ہوتے تھے اور ان سے كيفيت مي</w:t>
      </w:r>
      <w:r w:rsidR="000A0CDC">
        <w:rPr>
          <w:rtl/>
        </w:rPr>
        <w:t xml:space="preserve">ں </w:t>
      </w:r>
      <w:r>
        <w:rPr>
          <w:rtl/>
        </w:rPr>
        <w:t>بہتر ہوتے تھے، گويا اس طرح مسلمانو</w:t>
      </w:r>
      <w:r w:rsidR="000A0CDC">
        <w:rPr>
          <w:rtl/>
        </w:rPr>
        <w:t xml:space="preserve">ں </w:t>
      </w:r>
      <w:r>
        <w:rPr>
          <w:rtl/>
        </w:rPr>
        <w:t>نے ثقافتى روابط كے اہم ذرائع مي</w:t>
      </w:r>
      <w:r w:rsidR="000A0CDC">
        <w:rPr>
          <w:rtl/>
        </w:rPr>
        <w:t xml:space="preserve">ں </w:t>
      </w:r>
      <w:r>
        <w:rPr>
          <w:rtl/>
        </w:rPr>
        <w:t>سے ايك يعنى كاغذ كى ترقى اور پھيلاؤ مي</w:t>
      </w:r>
      <w:r w:rsidR="000A0CDC">
        <w:rPr>
          <w:rtl/>
        </w:rPr>
        <w:t xml:space="preserve">ں </w:t>
      </w:r>
      <w:r>
        <w:rPr>
          <w:rtl/>
        </w:rPr>
        <w:t>اہم كردار ادا كيا ، يہ صنعت مصر اور اندلس كے ذريعے يورپ منتقل ہوئي اور سب سے پہلا كاغذ سازى كا كارخانہ اٹلى مي</w:t>
      </w:r>
      <w:r w:rsidR="000A0CDC">
        <w:rPr>
          <w:rtl/>
        </w:rPr>
        <w:t xml:space="preserve">ں </w:t>
      </w:r>
      <w:r>
        <w:rPr>
          <w:rtl/>
        </w:rPr>
        <w:t>تقريبا تيرھوي</w:t>
      </w:r>
      <w:r w:rsidR="000A0CDC">
        <w:rPr>
          <w:rtl/>
        </w:rPr>
        <w:t xml:space="preserve">ں </w:t>
      </w:r>
      <w:r>
        <w:rPr>
          <w:rtl/>
        </w:rPr>
        <w:t>صدى عيسوى مي</w:t>
      </w:r>
      <w:r w:rsidR="000A0CDC">
        <w:rPr>
          <w:rtl/>
        </w:rPr>
        <w:t xml:space="preserve">ں </w:t>
      </w:r>
      <w:r>
        <w:rPr>
          <w:rtl/>
        </w:rPr>
        <w:t>تعمير ہوا اور اس نے كام شروع كيا_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libNormal"/>
        <w:rPr>
          <w:rtl/>
        </w:rPr>
      </w:pPr>
    </w:p>
    <w:p w:rsidR="000A0CDC" w:rsidRDefault="0061102A" w:rsidP="00BE6934">
      <w:pPr>
        <w:pStyle w:val="Heading2Center"/>
        <w:rPr>
          <w:rtl/>
        </w:rPr>
      </w:pPr>
      <w:bookmarkStart w:id="18" w:name="_Toc268574"/>
      <w:r>
        <w:rPr>
          <w:rtl/>
        </w:rPr>
        <w:t>2_ علوم كا منتقل ہونا اور اہل علم و دانش كى دنيائے اسلام مي</w:t>
      </w:r>
      <w:r w:rsidR="000A0CDC">
        <w:rPr>
          <w:rtl/>
        </w:rPr>
        <w:t xml:space="preserve">ں </w:t>
      </w:r>
      <w:r>
        <w:rPr>
          <w:rtl/>
        </w:rPr>
        <w:t>شموليت</w:t>
      </w:r>
      <w:bookmarkEnd w:id="18"/>
    </w:p>
    <w:p w:rsidR="0061102A" w:rsidRDefault="0061102A" w:rsidP="00BE6934">
      <w:pPr>
        <w:pStyle w:val="libNormal"/>
        <w:rPr>
          <w:rtl/>
        </w:rPr>
      </w:pPr>
      <w:r>
        <w:rPr>
          <w:rtl/>
        </w:rPr>
        <w:t xml:space="preserve"> عالم اسلام مي</w:t>
      </w:r>
      <w:r w:rsidR="000A0CDC">
        <w:rPr>
          <w:rtl/>
        </w:rPr>
        <w:t xml:space="preserve">ں </w:t>
      </w:r>
      <w:r>
        <w:rPr>
          <w:rtl/>
        </w:rPr>
        <w:t>علوم عقلى كى پيدائشے كا اصلى منبع يونان اور اسكى علمى محفل تھى ، اگر چہ اكثر علوم بالواسطہ يونانى زبان سے سريانى اور لاتينى زبان مي</w:t>
      </w:r>
      <w:r w:rsidR="000A0CDC">
        <w:rPr>
          <w:rtl/>
        </w:rPr>
        <w:t xml:space="preserve">ں </w:t>
      </w:r>
      <w:r>
        <w:rPr>
          <w:rtl/>
        </w:rPr>
        <w:t>ترجمہ كى شكل مي</w:t>
      </w:r>
      <w:r w:rsidR="000A0CDC">
        <w:rPr>
          <w:rtl/>
        </w:rPr>
        <w:t xml:space="preserve">ں </w:t>
      </w:r>
      <w:r>
        <w:rPr>
          <w:rtl/>
        </w:rPr>
        <w:t>مسلمانو</w:t>
      </w:r>
      <w:r w:rsidR="000A0CDC">
        <w:rPr>
          <w:rtl/>
        </w:rPr>
        <w:t xml:space="preserve">ں </w:t>
      </w:r>
      <w:r>
        <w:rPr>
          <w:rtl/>
        </w:rPr>
        <w:t>كے پاس پہنچے ليكن ان علوم كا ايك حصہ اسكندريہ (مصر مي</w:t>
      </w:r>
      <w:r w:rsidR="000A0CDC">
        <w:rPr>
          <w:rtl/>
        </w:rPr>
        <w:t xml:space="preserve">ں </w:t>
      </w:r>
      <w:r>
        <w:rPr>
          <w:rtl/>
        </w:rPr>
        <w:t>) اور وہا</w:t>
      </w:r>
      <w:r w:rsidR="000A0CDC">
        <w:rPr>
          <w:rtl/>
        </w:rPr>
        <w:t xml:space="preserve">ں </w:t>
      </w:r>
      <w:r>
        <w:rPr>
          <w:rtl/>
        </w:rPr>
        <w:t>كے علمى مركز سے يعنى مدرسہ اسكندريہ كے ذريعے مسلمانو</w:t>
      </w:r>
      <w:r w:rsidR="000A0CDC">
        <w:rPr>
          <w:rtl/>
        </w:rPr>
        <w:t xml:space="preserve">ں </w:t>
      </w:r>
      <w:r>
        <w:rPr>
          <w:rtl/>
        </w:rPr>
        <w:t>كے پاس پہنچا</w:t>
      </w:r>
      <w:r w:rsidRPr="00F67D4B">
        <w:rPr>
          <w:rStyle w:val="libFootnotenumChar"/>
          <w:rtl/>
        </w:rPr>
        <w:t>(2)</w:t>
      </w:r>
      <w:r>
        <w:rPr>
          <w:rtl/>
        </w:rPr>
        <w:t xml:space="preserve"> وہ علوم جو مسلمانو</w:t>
      </w:r>
      <w:r w:rsidR="000A0CDC">
        <w:rPr>
          <w:rtl/>
        </w:rPr>
        <w:t xml:space="preserve">ں </w:t>
      </w:r>
      <w:r>
        <w:rPr>
          <w:rtl/>
        </w:rPr>
        <w:t>نے يونانيو</w:t>
      </w:r>
      <w:r w:rsidR="000A0CDC">
        <w:rPr>
          <w:rtl/>
        </w:rPr>
        <w:t xml:space="preserve">ں </w:t>
      </w:r>
      <w:r>
        <w:rPr>
          <w:rtl/>
        </w:rPr>
        <w:t>سے حاصل كيے يہ ہي</w:t>
      </w:r>
      <w:r w:rsidR="000A0CDC">
        <w:rPr>
          <w:rtl/>
        </w:rPr>
        <w:t xml:space="preserve">ں </w:t>
      </w:r>
      <w:r>
        <w:rPr>
          <w:rtl/>
        </w:rPr>
        <w:t xml:space="preserve">: رياضى ، نجوم، طب اور علوم طبيعى _ </w:t>
      </w:r>
    </w:p>
    <w:p w:rsidR="0061102A" w:rsidRDefault="0061102A" w:rsidP="00BE6934">
      <w:pPr>
        <w:pStyle w:val="libNormal"/>
        <w:rPr>
          <w:rtl/>
        </w:rPr>
      </w:pPr>
      <w:r>
        <w:rPr>
          <w:rtl/>
        </w:rPr>
        <w:t>اسلامى دانشورو</w:t>
      </w:r>
      <w:r w:rsidR="000A0CDC">
        <w:rPr>
          <w:rtl/>
        </w:rPr>
        <w:t xml:space="preserve">ں </w:t>
      </w:r>
      <w:r>
        <w:rPr>
          <w:rtl/>
        </w:rPr>
        <w:t>كى تاليفات بتاتى ہي</w:t>
      </w:r>
      <w:r w:rsidR="000A0CDC">
        <w:rPr>
          <w:rtl/>
        </w:rPr>
        <w:t xml:space="preserve">ں </w:t>
      </w:r>
      <w:r>
        <w:rPr>
          <w:rtl/>
        </w:rPr>
        <w:t>كہ كس حد تك مسلمانو</w:t>
      </w:r>
      <w:r w:rsidR="000A0CDC">
        <w:rPr>
          <w:rtl/>
        </w:rPr>
        <w:t xml:space="preserve">ں </w:t>
      </w:r>
      <w:r>
        <w:rPr>
          <w:rtl/>
        </w:rPr>
        <w:t>نے بقراط ، جالينوس ، افلاطون ، فيثاغوريث اور ارسطو كى كتابو</w:t>
      </w:r>
      <w:r w:rsidR="000A0CDC">
        <w:rPr>
          <w:rtl/>
        </w:rPr>
        <w:t xml:space="preserve">ں </w:t>
      </w:r>
      <w:r>
        <w:rPr>
          <w:rtl/>
        </w:rPr>
        <w:t xml:space="preserve">سے فائدہ اٹھايا، ايك اہم نكتہ يہ ہے كہ پہلے پہل مسلمان ان علوم سے يوناني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دايرة المعارف فارسي، غلام حسين مصاحب، ج2 ص 2144_ </w:t>
      </w:r>
    </w:p>
    <w:p w:rsidR="001C7933" w:rsidRPr="001C7933" w:rsidRDefault="0061102A" w:rsidP="00BE6934">
      <w:pPr>
        <w:pStyle w:val="libFootnote"/>
        <w:rPr>
          <w:rStyle w:val="libNormalChar"/>
          <w:rtl/>
        </w:rPr>
      </w:pPr>
      <w:r>
        <w:rPr>
          <w:rtl/>
        </w:rPr>
        <w:t>2) سيد حسن تقى زادہ ، تاريخ علوم در اسلام ، تہران 1379 شمسى ص 31،30_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1C7933">
        <w:rPr>
          <w:rStyle w:val="libNormalChar"/>
          <w:rtl/>
        </w:rPr>
        <w:t>كتابو</w:t>
      </w:r>
      <w:r w:rsidR="000A0CDC" w:rsidRPr="001C7933">
        <w:rPr>
          <w:rStyle w:val="libNormalChar"/>
          <w:rtl/>
        </w:rPr>
        <w:t xml:space="preserve">ں </w:t>
      </w:r>
      <w:r w:rsidRPr="001C7933">
        <w:rPr>
          <w:rStyle w:val="libNormalChar"/>
          <w:rtl/>
        </w:rPr>
        <w:t>كے ترجمہ كے كى بجائے ان اطباء كے ذريعے آگاہ ہوئے كہ جو مسلمانو</w:t>
      </w:r>
      <w:r w:rsidR="000A0CDC" w:rsidRPr="001C7933">
        <w:rPr>
          <w:rStyle w:val="libNormalChar"/>
          <w:rtl/>
        </w:rPr>
        <w:t xml:space="preserve">ں </w:t>
      </w:r>
      <w:r w:rsidRPr="001C7933">
        <w:rPr>
          <w:rStyle w:val="libNormalChar"/>
          <w:rtl/>
        </w:rPr>
        <w:t>كى فتح كے زمانہ مي</w:t>
      </w:r>
      <w:r w:rsidR="000A0CDC" w:rsidRPr="001C7933">
        <w:rPr>
          <w:rStyle w:val="libNormalChar"/>
          <w:rtl/>
        </w:rPr>
        <w:t xml:space="preserve">ں </w:t>
      </w:r>
      <w:r w:rsidRPr="001C7933">
        <w:rPr>
          <w:rStyle w:val="libNormalChar"/>
          <w:rtl/>
        </w:rPr>
        <w:t>ان يونانى سرزمينو</w:t>
      </w:r>
      <w:r w:rsidR="000A0CDC" w:rsidRPr="001C7933">
        <w:rPr>
          <w:rStyle w:val="libNormalChar"/>
          <w:rtl/>
        </w:rPr>
        <w:t xml:space="preserve">ں </w:t>
      </w:r>
      <w:r w:rsidRPr="001C7933">
        <w:rPr>
          <w:rStyle w:val="libNormalChar"/>
          <w:rtl/>
        </w:rPr>
        <w:t>مي</w:t>
      </w:r>
      <w:r w:rsidR="000A0CDC" w:rsidRPr="001C7933">
        <w:rPr>
          <w:rStyle w:val="libNormalChar"/>
          <w:rtl/>
        </w:rPr>
        <w:t xml:space="preserve">ں </w:t>
      </w:r>
      <w:r w:rsidRPr="001C7933">
        <w:rPr>
          <w:rStyle w:val="libNormalChar"/>
          <w:rtl/>
        </w:rPr>
        <w:t>رہتے تھے، دمشق كو مركز خلافت كے طور پر انتخاب كرنا باعث بنا كہ يونانى دانشورو</w:t>
      </w:r>
      <w:r w:rsidR="000A0CDC" w:rsidRPr="001C7933">
        <w:rPr>
          <w:rStyle w:val="libNormalChar"/>
          <w:rtl/>
        </w:rPr>
        <w:t xml:space="preserve">ں </w:t>
      </w:r>
      <w:r w:rsidRPr="001C7933">
        <w:rPr>
          <w:rStyle w:val="libNormalChar"/>
          <w:rtl/>
        </w:rPr>
        <w:t>سے رابطہ كئي گناآسان ہوگيا ، كچھ علوم ہندوستان سے عالم اسلام مي</w:t>
      </w:r>
      <w:r w:rsidR="000A0CDC" w:rsidRPr="001C7933">
        <w:rPr>
          <w:rStyle w:val="libNormalChar"/>
          <w:rtl/>
        </w:rPr>
        <w:t xml:space="preserve">ں </w:t>
      </w:r>
      <w:r w:rsidRPr="001C7933">
        <w:rPr>
          <w:rStyle w:val="libNormalChar"/>
          <w:rtl/>
        </w:rPr>
        <w:t>وارد ہوئے ، عباسى دور كے اوائل مي</w:t>
      </w:r>
      <w:r w:rsidR="000A0CDC" w:rsidRPr="001C7933">
        <w:rPr>
          <w:rStyle w:val="libNormalChar"/>
          <w:rtl/>
        </w:rPr>
        <w:t xml:space="preserve">ں </w:t>
      </w:r>
      <w:r w:rsidRPr="001C7933">
        <w:rPr>
          <w:rStyle w:val="libNormalChar"/>
          <w:rtl/>
        </w:rPr>
        <w:t>يہ علمى رابط برقرار ہوا ، علوم طب ، نجوم وغيرہ مي</w:t>
      </w:r>
      <w:r w:rsidR="000A0CDC" w:rsidRPr="001C7933">
        <w:rPr>
          <w:rStyle w:val="libNormalChar"/>
          <w:rtl/>
        </w:rPr>
        <w:t xml:space="preserve">ں </w:t>
      </w:r>
      <w:r w:rsidRPr="001C7933">
        <w:rPr>
          <w:rStyle w:val="libNormalChar"/>
          <w:rtl/>
        </w:rPr>
        <w:t>ہندى كتابو</w:t>
      </w:r>
      <w:r w:rsidR="000A0CDC" w:rsidRPr="001C7933">
        <w:rPr>
          <w:rStyle w:val="libNormalChar"/>
          <w:rtl/>
        </w:rPr>
        <w:t xml:space="preserve">ں </w:t>
      </w:r>
      <w:r w:rsidRPr="001C7933">
        <w:rPr>
          <w:rStyle w:val="libNormalChar"/>
          <w:rtl/>
        </w:rPr>
        <w:t>سے ترجمہ كيا گيا، اسى طرح چند ہندى ماہرين كہ جن مي</w:t>
      </w:r>
      <w:r w:rsidR="000A0CDC" w:rsidRPr="001C7933">
        <w:rPr>
          <w:rStyle w:val="libNormalChar"/>
          <w:rtl/>
        </w:rPr>
        <w:t xml:space="preserve">ں </w:t>
      </w:r>
      <w:r w:rsidRPr="001C7933">
        <w:rPr>
          <w:rStyle w:val="libNormalChar"/>
          <w:rtl/>
        </w:rPr>
        <w:t>ايك صف اول كا ستارہ شناس بھى تھا خليفہ عباسى منصور كے پاس آئے ، تو منصور نے اس ستارہ شناس سے چاہا كہ ان علوم كا كچھ حصہ اسكے دربار كے علماء كو سكھائے ، اسطرح ہندى علوم وسيع پيمانے پر علوم اسلامى كى محفلو</w:t>
      </w:r>
      <w:r w:rsidR="000A0CDC" w:rsidRPr="001C7933">
        <w:rPr>
          <w:rStyle w:val="libNormalChar"/>
          <w:rtl/>
        </w:rPr>
        <w:t xml:space="preserve">ں </w:t>
      </w:r>
      <w:r w:rsidRPr="001C7933">
        <w:rPr>
          <w:rStyle w:val="libNormalChar"/>
          <w:rtl/>
        </w:rPr>
        <w:t>مي</w:t>
      </w:r>
      <w:r w:rsidR="000A0CDC" w:rsidRPr="001C7933">
        <w:rPr>
          <w:rStyle w:val="libNormalChar"/>
          <w:rtl/>
        </w:rPr>
        <w:t xml:space="preserve">ں </w:t>
      </w:r>
      <w:r w:rsidRPr="001C7933">
        <w:rPr>
          <w:rStyle w:val="libNormalChar"/>
          <w:rtl/>
        </w:rPr>
        <w:t>وارد ہوئے_</w:t>
      </w:r>
      <w:r>
        <w:rPr>
          <w:rtl/>
        </w:rPr>
        <w:t xml:space="preserve"> </w:t>
      </w:r>
    </w:p>
    <w:p w:rsidR="0061102A" w:rsidRDefault="0061102A" w:rsidP="00BE6934">
      <w:pPr>
        <w:pStyle w:val="libNormal"/>
        <w:rPr>
          <w:rtl/>
        </w:rPr>
      </w:pPr>
      <w:r>
        <w:rPr>
          <w:rtl/>
        </w:rPr>
        <w:t>دنيا كا ايك اور علمى مركز كہ جہا</w:t>
      </w:r>
      <w:r w:rsidR="000A0CDC">
        <w:rPr>
          <w:rtl/>
        </w:rPr>
        <w:t xml:space="preserve">ں </w:t>
      </w:r>
      <w:r>
        <w:rPr>
          <w:rtl/>
        </w:rPr>
        <w:t>سے مختلف علوم اسلامى تمدن مي</w:t>
      </w:r>
      <w:r w:rsidR="000A0CDC">
        <w:rPr>
          <w:rtl/>
        </w:rPr>
        <w:t xml:space="preserve">ں </w:t>
      </w:r>
      <w:r>
        <w:rPr>
          <w:rtl/>
        </w:rPr>
        <w:t>داخل ہوئے وہ ايران بالخصوص ايران كا شہر گُندى شاپور(شوستر شہر اور دزفول شہر كے درميان) تھا، گُندى شاپور مي</w:t>
      </w:r>
      <w:r w:rsidR="000A0CDC">
        <w:rPr>
          <w:rtl/>
        </w:rPr>
        <w:t xml:space="preserve">ں </w:t>
      </w:r>
      <w:r>
        <w:rPr>
          <w:rtl/>
        </w:rPr>
        <w:t>خسرو انوشيروان كى حكومت كے زمانے سے مدرسہ اور ايك ہسپتال تعمير ہوا تھا كہ جہا</w:t>
      </w:r>
      <w:r w:rsidR="000A0CDC">
        <w:rPr>
          <w:rtl/>
        </w:rPr>
        <w:t xml:space="preserve">ں </w:t>
      </w:r>
      <w:r>
        <w:rPr>
          <w:rtl/>
        </w:rPr>
        <w:t>مختلف ممالك سے طبيب اور ماہرين مشغول تھے_ گندى شاپور كى ترقى كى ايك وجہ نسطوريو</w:t>
      </w:r>
      <w:r w:rsidR="000A0CDC">
        <w:rPr>
          <w:rtl/>
        </w:rPr>
        <w:t xml:space="preserve">ں </w:t>
      </w:r>
      <w:r>
        <w:rPr>
          <w:rtl/>
        </w:rPr>
        <w:t>كا وہا</w:t>
      </w:r>
      <w:r w:rsidR="000A0CDC">
        <w:rPr>
          <w:rtl/>
        </w:rPr>
        <w:t xml:space="preserve">ں </w:t>
      </w:r>
      <w:r>
        <w:rPr>
          <w:rtl/>
        </w:rPr>
        <w:t>آنا تھا، جب نسطوريو</w:t>
      </w:r>
      <w:r w:rsidR="000A0CDC">
        <w:rPr>
          <w:rtl/>
        </w:rPr>
        <w:t xml:space="preserve">ں </w:t>
      </w:r>
      <w:r>
        <w:rPr>
          <w:rtl/>
        </w:rPr>
        <w:t>كو مدرسہ ادسا ء سے نكالا گيا تو وہ ايران كى طرف آئے اور گندى شاپور شہر مي</w:t>
      </w:r>
      <w:r w:rsidR="000A0CDC">
        <w:rPr>
          <w:rtl/>
        </w:rPr>
        <w:t xml:space="preserve">ں </w:t>
      </w:r>
      <w:r>
        <w:rPr>
          <w:rtl/>
        </w:rPr>
        <w:t>مقيم ہوئے ، وہ يونانى كتابو</w:t>
      </w:r>
      <w:r w:rsidR="000A0CDC">
        <w:rPr>
          <w:rtl/>
        </w:rPr>
        <w:t xml:space="preserve">ں </w:t>
      </w:r>
      <w:r>
        <w:rPr>
          <w:rtl/>
        </w:rPr>
        <w:t>كا سريانى ترجمہ بھى اپنے ساتھ لائے تھے ، اشراقى (ايك فلسفى مكتب ) حكماء كہ جو اہل يونان تھے '' ايتھنز '' سے انہي</w:t>
      </w:r>
      <w:r w:rsidR="000A0CDC">
        <w:rPr>
          <w:rtl/>
        </w:rPr>
        <w:t xml:space="preserve">ں </w:t>
      </w:r>
      <w:r>
        <w:rPr>
          <w:rtl/>
        </w:rPr>
        <w:t>در بدر كيا گيا تو وہ بھى يہا</w:t>
      </w:r>
      <w:r w:rsidR="000A0CDC">
        <w:rPr>
          <w:rtl/>
        </w:rPr>
        <w:t xml:space="preserve">ں </w:t>
      </w:r>
      <w:r>
        <w:rPr>
          <w:rtl/>
        </w:rPr>
        <w:t>آكرفلسفہ كى تعليم مي</w:t>
      </w:r>
      <w:r w:rsidR="000A0CDC">
        <w:rPr>
          <w:rtl/>
        </w:rPr>
        <w:t xml:space="preserve">ں </w:t>
      </w:r>
      <w:r>
        <w:rPr>
          <w:rtl/>
        </w:rPr>
        <w:t>مشغول ہوگئے اور انوشيروان كے حكم سے انہو</w:t>
      </w:r>
      <w:r w:rsidR="000A0CDC">
        <w:rPr>
          <w:rtl/>
        </w:rPr>
        <w:t xml:space="preserve">ں </w:t>
      </w:r>
      <w:r>
        <w:rPr>
          <w:rtl/>
        </w:rPr>
        <w:t>نے افلاطون اور ارسطو كى بعض كتابو</w:t>
      </w:r>
      <w:r w:rsidR="000A0CDC">
        <w:rPr>
          <w:rtl/>
        </w:rPr>
        <w:t xml:space="preserve">ں </w:t>
      </w:r>
      <w:r>
        <w:rPr>
          <w:rtl/>
        </w:rPr>
        <w:t>كا پھلوى زبان (قديم فارسي) مي</w:t>
      </w:r>
      <w:r w:rsidR="000A0CDC">
        <w:rPr>
          <w:rtl/>
        </w:rPr>
        <w:t xml:space="preserve">ں </w:t>
      </w:r>
      <w:r>
        <w:rPr>
          <w:rtl/>
        </w:rPr>
        <w:t xml:space="preserve">ترجمہ كيا_ </w:t>
      </w:r>
    </w:p>
    <w:p w:rsidR="0061102A" w:rsidRDefault="0061102A" w:rsidP="00BE6934">
      <w:pPr>
        <w:pStyle w:val="libNormal"/>
        <w:rPr>
          <w:rtl/>
        </w:rPr>
      </w:pPr>
      <w:r>
        <w:rPr>
          <w:rtl/>
        </w:rPr>
        <w:t>مسلمانو</w:t>
      </w:r>
      <w:r w:rsidR="000A0CDC">
        <w:rPr>
          <w:rtl/>
        </w:rPr>
        <w:t xml:space="preserve">ں </w:t>
      </w:r>
      <w:r>
        <w:rPr>
          <w:rtl/>
        </w:rPr>
        <w:t>كے ہاتھو</w:t>
      </w:r>
      <w:r w:rsidR="000A0CDC">
        <w:rPr>
          <w:rtl/>
        </w:rPr>
        <w:t xml:space="preserve">ں </w:t>
      </w:r>
      <w:r>
        <w:rPr>
          <w:rtl/>
        </w:rPr>
        <w:t>ايران كى فتح كے بعد ان كتابو</w:t>
      </w:r>
      <w:r w:rsidR="000A0CDC">
        <w:rPr>
          <w:rtl/>
        </w:rPr>
        <w:t xml:space="preserve">ں </w:t>
      </w:r>
      <w:r>
        <w:rPr>
          <w:rtl/>
        </w:rPr>
        <w:t>كا فارسى سے عربى زبان مي</w:t>
      </w:r>
      <w:r w:rsidR="000A0CDC">
        <w:rPr>
          <w:rtl/>
        </w:rPr>
        <w:t xml:space="preserve">ں </w:t>
      </w:r>
      <w:r>
        <w:rPr>
          <w:rtl/>
        </w:rPr>
        <w:t>ترجمہ ايك قدرتى امر تھا، عباسى خلافت كے زمانے مي</w:t>
      </w:r>
      <w:r w:rsidR="000A0CDC">
        <w:rPr>
          <w:rtl/>
        </w:rPr>
        <w:t xml:space="preserve">ں </w:t>
      </w:r>
      <w:r>
        <w:rPr>
          <w:rtl/>
        </w:rPr>
        <w:t>كچھ كتابو</w:t>
      </w:r>
      <w:r w:rsidR="000A0CDC">
        <w:rPr>
          <w:rtl/>
        </w:rPr>
        <w:t xml:space="preserve">ں </w:t>
      </w:r>
      <w:r>
        <w:rPr>
          <w:rtl/>
        </w:rPr>
        <w:t>كا پھلوى سے عربى مي</w:t>
      </w:r>
      <w:r w:rsidR="000A0CDC">
        <w:rPr>
          <w:rtl/>
        </w:rPr>
        <w:t xml:space="preserve">ں </w:t>
      </w:r>
      <w:r>
        <w:rPr>
          <w:rtl/>
        </w:rPr>
        <w:t>ترجمہ كيا گيا بعد مي</w:t>
      </w:r>
      <w:r w:rsidR="000A0CDC">
        <w:rPr>
          <w:rtl/>
        </w:rPr>
        <w:t xml:space="preserve">ں </w:t>
      </w:r>
      <w:r>
        <w:rPr>
          <w:rtl/>
        </w:rPr>
        <w:t>يہ كتابي</w:t>
      </w:r>
      <w:r w:rsidR="000A0CDC">
        <w:rPr>
          <w:rtl/>
        </w:rPr>
        <w:t xml:space="preserve">ں </w:t>
      </w:r>
      <w:r>
        <w:rPr>
          <w:rtl/>
        </w:rPr>
        <w:t>اسلامى نجوم كے علم كى تكميل كے حوالے سے اہم ترين منبع شمار ہوتى ہي</w:t>
      </w:r>
      <w:r w:rsidR="000A0CDC">
        <w:rPr>
          <w:rtl/>
        </w:rPr>
        <w:t xml:space="preserve">ں </w:t>
      </w:r>
      <w:r>
        <w:rPr>
          <w:rtl/>
        </w:rPr>
        <w:t xml:space="preserve">_ </w:t>
      </w:r>
    </w:p>
    <w:p w:rsidR="0061102A" w:rsidRDefault="0061102A" w:rsidP="00BE6934">
      <w:pPr>
        <w:pStyle w:val="libNormal"/>
        <w:rPr>
          <w:rtl/>
        </w:rPr>
      </w:pPr>
      <w:r>
        <w:rPr>
          <w:rtl/>
        </w:rPr>
        <w:t>علوم طبيعى كے ميدان مي</w:t>
      </w:r>
      <w:r w:rsidR="000A0CDC">
        <w:rPr>
          <w:rtl/>
        </w:rPr>
        <w:t xml:space="preserve">ں </w:t>
      </w:r>
      <w:r>
        <w:rPr>
          <w:rtl/>
        </w:rPr>
        <w:t>ايك اہم ترين علم '' علم الادوية''تھا جو يونان سے اسلامى دنيا مي</w:t>
      </w:r>
      <w:r w:rsidR="000A0CDC">
        <w:rPr>
          <w:rtl/>
        </w:rPr>
        <w:t xml:space="preserve">ں </w:t>
      </w:r>
      <w:r>
        <w:rPr>
          <w:rtl/>
        </w:rPr>
        <w:t xml:space="preserve">داخل ہوا، ايشياى كوچك كے ايك ماہر و دانشور ديسقوريدس كى كتاب '' حشائشے يا الھيولى فى الطب '' كى نام سے عربى </w:t>
      </w:r>
    </w:p>
    <w:p w:rsidR="0061102A" w:rsidRDefault="0069392F" w:rsidP="00BE6934">
      <w:pPr>
        <w:pStyle w:val="libNormal"/>
        <w:rPr>
          <w:rtl/>
        </w:rPr>
      </w:pPr>
      <w:r>
        <w:rPr>
          <w:rtl/>
        </w:rPr>
        <w:cr/>
      </w:r>
      <w:r>
        <w:rPr>
          <w:rtl/>
        </w:rPr>
        <w:br w:type="page"/>
      </w:r>
      <w:r>
        <w:rPr>
          <w:rtl/>
        </w:rPr>
        <w:lastRenderedPageBreak/>
        <w:cr/>
      </w:r>
      <w:r w:rsidR="0061102A">
        <w:rPr>
          <w:rtl/>
        </w:rPr>
        <w:t>مي</w:t>
      </w:r>
      <w:r w:rsidR="000A0CDC">
        <w:rPr>
          <w:rtl/>
        </w:rPr>
        <w:t xml:space="preserve">ں </w:t>
      </w:r>
      <w:r w:rsidR="0061102A">
        <w:rPr>
          <w:rtl/>
        </w:rPr>
        <w:t>ترجمہ ہوئي ،يہ كتاب يونانيو</w:t>
      </w:r>
      <w:r w:rsidR="000A0CDC">
        <w:rPr>
          <w:rtl/>
        </w:rPr>
        <w:t xml:space="preserve">ں </w:t>
      </w:r>
      <w:r w:rsidR="0061102A">
        <w:rPr>
          <w:rtl/>
        </w:rPr>
        <w:t>كے نزديك بہت اہميت كى حامل تھى اور عربو</w:t>
      </w:r>
      <w:r w:rsidR="000A0CDC">
        <w:rPr>
          <w:rtl/>
        </w:rPr>
        <w:t xml:space="preserve">ں </w:t>
      </w:r>
      <w:r w:rsidR="0061102A">
        <w:rPr>
          <w:rtl/>
        </w:rPr>
        <w:t>كے ہاتھو</w:t>
      </w:r>
      <w:r w:rsidR="000A0CDC">
        <w:rPr>
          <w:rtl/>
        </w:rPr>
        <w:t xml:space="preserve">ں </w:t>
      </w:r>
      <w:r w:rsidR="0061102A">
        <w:rPr>
          <w:rtl/>
        </w:rPr>
        <w:t>بہت دقيق انداز سے ترجمہ اور تحقيق ہوئي ، اس قسم كى قديم اور معيارى كتب كے ذريعے مسلمان علم الادويہ اور طبى مفردات مي</w:t>
      </w:r>
      <w:r w:rsidR="000A0CDC">
        <w:rPr>
          <w:rtl/>
        </w:rPr>
        <w:t xml:space="preserve">ں </w:t>
      </w:r>
      <w:r w:rsidR="0061102A">
        <w:rPr>
          <w:rtl/>
        </w:rPr>
        <w:t>ممتاز مقام كے حامل ہوگئے_</w:t>
      </w:r>
      <w:r w:rsidR="0061102A" w:rsidRPr="00F67D4B">
        <w:rPr>
          <w:rStyle w:val="libFootnotenumChar"/>
          <w:rtl/>
        </w:rPr>
        <w:t>(1)</w:t>
      </w:r>
      <w:r w:rsidR="0061102A">
        <w:rPr>
          <w:rtl/>
        </w:rPr>
        <w:t xml:space="preserve"> </w:t>
      </w:r>
    </w:p>
    <w:p w:rsidR="0061102A" w:rsidRDefault="0061102A" w:rsidP="00BE6934">
      <w:pPr>
        <w:pStyle w:val="libNormal"/>
        <w:rPr>
          <w:rtl/>
        </w:rPr>
      </w:pPr>
    </w:p>
    <w:p w:rsidR="0061102A" w:rsidRDefault="0061102A" w:rsidP="00BE6934">
      <w:pPr>
        <w:pStyle w:val="Heading2Center"/>
        <w:rPr>
          <w:rtl/>
        </w:rPr>
      </w:pPr>
      <w:bookmarkStart w:id="19" w:name="_Toc268575"/>
      <w:r>
        <w:rPr>
          <w:rtl/>
        </w:rPr>
        <w:t>3_ترجمے كى تحريك:</w:t>
      </w:r>
      <w:bookmarkEnd w:id="19"/>
    </w:p>
    <w:p w:rsidR="0061102A" w:rsidRDefault="0061102A" w:rsidP="00BE6934">
      <w:pPr>
        <w:pStyle w:val="libNormal"/>
        <w:rPr>
          <w:rtl/>
        </w:rPr>
      </w:pPr>
      <w:r>
        <w:rPr>
          <w:rtl/>
        </w:rPr>
        <w:t>فتوحات كے عروج كا زمانہ گزرنے كے بعد جب اسلامى حكومت مستحكم ہوگئي اور مسلمان اسلام كے بنيادى علوم كى تدوين سے كچھ حد تك فراغت پاگئے ، بعض عباسى خلفاء كے اہتمام اور حوصلہ افزا سياست كے زير سايہ اور بيت المال كى بے پناہ دولت سے استفادہ كرنے كے باعث اسلامى معاشرہ آہستہ آہستہ ان علوم اور صنعتو</w:t>
      </w:r>
      <w:r w:rsidR="000A0CDC">
        <w:rPr>
          <w:rtl/>
        </w:rPr>
        <w:t xml:space="preserve">ں </w:t>
      </w:r>
      <w:r>
        <w:rPr>
          <w:rtl/>
        </w:rPr>
        <w:t>كى طرف متوجہ ہوگيا كہ جو غير مسلم تہذيبو</w:t>
      </w:r>
      <w:r w:rsidR="000A0CDC">
        <w:rPr>
          <w:rtl/>
        </w:rPr>
        <w:t xml:space="preserve">ں </w:t>
      </w:r>
      <w:r>
        <w:rPr>
          <w:rtl/>
        </w:rPr>
        <w:t>مي</w:t>
      </w:r>
      <w:r w:rsidR="000A0CDC">
        <w:rPr>
          <w:rtl/>
        </w:rPr>
        <w:t xml:space="preserve">ں </w:t>
      </w:r>
      <w:r>
        <w:rPr>
          <w:rtl/>
        </w:rPr>
        <w:t>موجود تھے، اس توجہ كا اصلى سرچشمہ قرآن اور بہت سى احاديث تھي</w:t>
      </w:r>
      <w:r w:rsidR="000A0CDC">
        <w:rPr>
          <w:rtl/>
        </w:rPr>
        <w:t xml:space="preserve">ں </w:t>
      </w:r>
      <w:r>
        <w:rPr>
          <w:rtl/>
        </w:rPr>
        <w:t>جو مومنين كو علم و فن كے كسب كرنے پر ترغيب دلاتى تھي</w:t>
      </w:r>
      <w:r w:rsidR="000A0CDC">
        <w:rPr>
          <w:rtl/>
        </w:rPr>
        <w:t xml:space="preserve">ں </w:t>
      </w:r>
      <w:r>
        <w:rPr>
          <w:rtl/>
        </w:rPr>
        <w:t xml:space="preserve">_ </w:t>
      </w:r>
    </w:p>
    <w:p w:rsidR="0061102A" w:rsidRDefault="0061102A" w:rsidP="00BE6934">
      <w:pPr>
        <w:pStyle w:val="libNormal"/>
        <w:rPr>
          <w:rtl/>
        </w:rPr>
      </w:pPr>
      <w:r>
        <w:rPr>
          <w:rtl/>
        </w:rPr>
        <w:t>دہ چيز جو سب سے زيادہ اس تحريك كے اسباب كو فراہم كرنے كا باعث تھى وہ مسلمانو</w:t>
      </w:r>
      <w:r w:rsidR="000A0CDC">
        <w:rPr>
          <w:rtl/>
        </w:rPr>
        <w:t xml:space="preserve">ں </w:t>
      </w:r>
      <w:r>
        <w:rPr>
          <w:rtl/>
        </w:rPr>
        <w:t>كى فتوحات بالخصوص مسلمانو</w:t>
      </w:r>
      <w:r w:rsidR="000A0CDC">
        <w:rPr>
          <w:rtl/>
        </w:rPr>
        <w:t xml:space="preserve">ں </w:t>
      </w:r>
      <w:r>
        <w:rPr>
          <w:rtl/>
        </w:rPr>
        <w:t>كا ساسانيو</w:t>
      </w:r>
      <w:r w:rsidR="000A0CDC">
        <w:rPr>
          <w:rtl/>
        </w:rPr>
        <w:t xml:space="preserve">ں </w:t>
      </w:r>
      <w:r>
        <w:rPr>
          <w:rtl/>
        </w:rPr>
        <w:t>كى سارى مملكت پر تسلط اور مشرقى روم كے كچھ مناطق پر قبضہ تھا ، ان مي</w:t>
      </w:r>
      <w:r w:rsidR="000A0CDC">
        <w:rPr>
          <w:rtl/>
        </w:rPr>
        <w:t xml:space="preserve">ں </w:t>
      </w:r>
      <w:r>
        <w:rPr>
          <w:rtl/>
        </w:rPr>
        <w:t>سے ہر سرزمين ايك قديم تہذيب كى حامل تھي، اس سے بڑھ كر يہ كہ ايك ہزار سال قبل يہا</w:t>
      </w:r>
      <w:r w:rsidR="000A0CDC">
        <w:rPr>
          <w:rtl/>
        </w:rPr>
        <w:t xml:space="preserve">ں </w:t>
      </w:r>
      <w:r>
        <w:rPr>
          <w:rtl/>
        </w:rPr>
        <w:t>اسكندر اعظم نے لشكر كشى كى تھى ، جس كى بناء پر ان مي</w:t>
      </w:r>
      <w:r w:rsidR="000A0CDC">
        <w:rPr>
          <w:rtl/>
        </w:rPr>
        <w:t xml:space="preserve">ں </w:t>
      </w:r>
      <w:r>
        <w:rPr>
          <w:rtl/>
        </w:rPr>
        <w:t>كچھ حد تك يونانيو</w:t>
      </w:r>
      <w:r w:rsidR="000A0CDC">
        <w:rPr>
          <w:rtl/>
        </w:rPr>
        <w:t xml:space="preserve">ں </w:t>
      </w:r>
      <w:r>
        <w:rPr>
          <w:rtl/>
        </w:rPr>
        <w:t xml:space="preserve">كا مزاج رسوخ كرگيا تھا_ </w:t>
      </w:r>
    </w:p>
    <w:p w:rsidR="0061102A" w:rsidRDefault="0061102A" w:rsidP="00BE6934">
      <w:pPr>
        <w:pStyle w:val="libNormal"/>
        <w:rPr>
          <w:rtl/>
        </w:rPr>
      </w:pPr>
      <w:r>
        <w:rPr>
          <w:rtl/>
        </w:rPr>
        <w:t>مسلمان فاتحين نے اپنے زير تسلط سرزمينو</w:t>
      </w:r>
      <w:r w:rsidR="000A0CDC">
        <w:rPr>
          <w:rtl/>
        </w:rPr>
        <w:t xml:space="preserve">ں </w:t>
      </w:r>
      <w:r>
        <w:rPr>
          <w:rtl/>
        </w:rPr>
        <w:t>سے ايك متحدمملكت تشكيل دى _ دوسرى تہذيبو</w:t>
      </w:r>
      <w:r w:rsidR="000A0CDC">
        <w:rPr>
          <w:rtl/>
        </w:rPr>
        <w:t xml:space="preserve">ں </w:t>
      </w:r>
      <w:r>
        <w:rPr>
          <w:rtl/>
        </w:rPr>
        <w:t>كے ساتھ ساتھ يونانيو</w:t>
      </w:r>
      <w:r w:rsidR="000A0CDC">
        <w:rPr>
          <w:rtl/>
        </w:rPr>
        <w:t xml:space="preserve">ں </w:t>
      </w:r>
      <w:r>
        <w:rPr>
          <w:rtl/>
        </w:rPr>
        <w:t>كے ساتھ مبادلہ اور ثقافتى تفاہم كا ہر طرح سے ايك نيا تجربہ كيا ،تو بہت ہى كم مدت مي</w:t>
      </w:r>
      <w:r w:rsidR="000A0CDC">
        <w:rPr>
          <w:rtl/>
        </w:rPr>
        <w:t xml:space="preserve">ں </w:t>
      </w:r>
      <w:r>
        <w:rPr>
          <w:rtl/>
        </w:rPr>
        <w:t>عالم اسلام كے حكام، دانشورو</w:t>
      </w:r>
      <w:r w:rsidR="000A0CDC">
        <w:rPr>
          <w:rtl/>
        </w:rPr>
        <w:t xml:space="preserve">ں </w:t>
      </w:r>
      <w:r>
        <w:rPr>
          <w:rtl/>
        </w:rPr>
        <w:t>اور اہل دانش كا اشتياق اور كام اسقدر بڑھ گيا كہ بعد مي</w:t>
      </w:r>
      <w:r w:rsidR="000A0CDC">
        <w:rPr>
          <w:rtl/>
        </w:rPr>
        <w:t xml:space="preserve">ں </w:t>
      </w:r>
      <w:r>
        <w:rPr>
          <w:rtl/>
        </w:rPr>
        <w:t>اس دور كانام ''تحريك ترجمہ ''كا دور پڑگيا ، اگر چہ اس تحريك كا آغاز بنى اميہ كے دور سے ہواليكن اس تحريك كے اصلى اثرات بنى عباس كے دور مي</w:t>
      </w:r>
      <w:r w:rsidR="000A0CDC">
        <w:rPr>
          <w:rtl/>
        </w:rPr>
        <w:t xml:space="preserve">ں </w:t>
      </w:r>
      <w:r>
        <w:rPr>
          <w:rtl/>
        </w:rPr>
        <w:t xml:space="preserve">حاصل ہوئے_ </w:t>
      </w:r>
    </w:p>
    <w:p w:rsidR="0061102A" w:rsidRDefault="003A7D4A" w:rsidP="00BE6934">
      <w:pPr>
        <w:pStyle w:val="libLine"/>
        <w:rPr>
          <w:rtl/>
        </w:rPr>
      </w:pPr>
      <w:r>
        <w:rPr>
          <w:rtl/>
        </w:rPr>
        <w:t>____________________</w:t>
      </w:r>
    </w:p>
    <w:p w:rsidR="001C7933" w:rsidRPr="001C7933" w:rsidRDefault="0061102A" w:rsidP="00BE6934">
      <w:pPr>
        <w:pStyle w:val="libFootnote"/>
        <w:rPr>
          <w:rStyle w:val="libNormalChar"/>
          <w:rtl/>
        </w:rPr>
      </w:pPr>
      <w:r>
        <w:rPr>
          <w:rtl/>
        </w:rPr>
        <w:t>1) آلدوميہ لى ، علوم اسلامى و نقش آن در تحولات علمى جہان _ ترجمہ محمد رضا قدس رضوى ، ص 9 _ 77_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بنى اميہ كے دور مي</w:t>
      </w:r>
      <w:r w:rsidR="000A0CDC">
        <w:rPr>
          <w:rtl/>
        </w:rPr>
        <w:t xml:space="preserve">ں </w:t>
      </w:r>
      <w:r>
        <w:rPr>
          <w:rtl/>
        </w:rPr>
        <w:t>اكثر ترجمے ادارو</w:t>
      </w:r>
      <w:r w:rsidR="000A0CDC">
        <w:rPr>
          <w:rtl/>
        </w:rPr>
        <w:t xml:space="preserve">ں </w:t>
      </w:r>
      <w:r>
        <w:rPr>
          <w:rtl/>
        </w:rPr>
        <w:t>، محكمو</w:t>
      </w:r>
      <w:r w:rsidR="000A0CDC">
        <w:rPr>
          <w:rtl/>
        </w:rPr>
        <w:t xml:space="preserve">ں </w:t>
      </w:r>
      <w:r>
        <w:rPr>
          <w:rtl/>
        </w:rPr>
        <w:t>، سياست اور تجارت سے مربوط تھے انہي</w:t>
      </w:r>
      <w:r w:rsidR="000A0CDC">
        <w:rPr>
          <w:rtl/>
        </w:rPr>
        <w:t xml:space="preserve">ں </w:t>
      </w:r>
      <w:r>
        <w:rPr>
          <w:rtl/>
        </w:rPr>
        <w:t>جديد حكام اور غير عرب زبان لوگو</w:t>
      </w:r>
      <w:r w:rsidR="000A0CDC">
        <w:rPr>
          <w:rtl/>
        </w:rPr>
        <w:t xml:space="preserve">ں </w:t>
      </w:r>
      <w:r>
        <w:rPr>
          <w:rtl/>
        </w:rPr>
        <w:t>كے درميان رابط كى ضرورت كى بناء پر ترجمہ كيا گيا تھا، يہانتك كہ اگر كوئي ايسا متن كہ جسے علمى كہا جاسكے ترجمہ ہو ا تو وہ بھى فوجى يا محكمانہ ضرورتو</w:t>
      </w:r>
      <w:r w:rsidR="000A0CDC">
        <w:rPr>
          <w:rtl/>
        </w:rPr>
        <w:t xml:space="preserve">ں </w:t>
      </w:r>
      <w:r>
        <w:rPr>
          <w:rtl/>
        </w:rPr>
        <w:t xml:space="preserve">كى بناء پر تھا، ترجمے كى با قاعدہ تحريك جس نے بہت سے تاريخي، اجتماعى اور علمى آثار چھوڑے ،اولين عباسى خلفا كے دور سے شروع ہوئي _ </w:t>
      </w:r>
    </w:p>
    <w:p w:rsidR="0061102A" w:rsidRDefault="0061102A" w:rsidP="00BE6934">
      <w:pPr>
        <w:pStyle w:val="libNormal"/>
        <w:rPr>
          <w:rtl/>
        </w:rPr>
      </w:pPr>
      <w:r>
        <w:rPr>
          <w:rtl/>
        </w:rPr>
        <w:t>يہ علمى تحريك دو صديو</w:t>
      </w:r>
      <w:r w:rsidR="000A0CDC">
        <w:rPr>
          <w:rtl/>
        </w:rPr>
        <w:t xml:space="preserve">ں </w:t>
      </w:r>
      <w:r>
        <w:rPr>
          <w:rtl/>
        </w:rPr>
        <w:t>سے زيادہ جارى رہى ،بالخصوص دوسرے خليفہ منصور عباسى كى حكومت كے زمانہ مي</w:t>
      </w:r>
      <w:r w:rsidR="000A0CDC">
        <w:rPr>
          <w:rtl/>
        </w:rPr>
        <w:t xml:space="preserve">ں </w:t>
      </w:r>
      <w:r>
        <w:rPr>
          <w:rtl/>
        </w:rPr>
        <w:t>غير مسلم اقوام كے علوم كے ترجمہ كے حوالے سے اہم اقدامات دو روشو</w:t>
      </w:r>
      <w:r w:rsidR="000A0CDC">
        <w:rPr>
          <w:rtl/>
        </w:rPr>
        <w:t xml:space="preserve">ں </w:t>
      </w:r>
      <w:r>
        <w:rPr>
          <w:rtl/>
        </w:rPr>
        <w:t>يعنى تحت اللفظى اور با محاورہ صورت مي</w:t>
      </w:r>
      <w:r w:rsidR="000A0CDC">
        <w:rPr>
          <w:rtl/>
        </w:rPr>
        <w:t xml:space="preserve">ں </w:t>
      </w:r>
      <w:r>
        <w:rPr>
          <w:rtl/>
        </w:rPr>
        <w:t>انجام پائے، اس زمانہ مي</w:t>
      </w:r>
      <w:r w:rsidR="000A0CDC">
        <w:rPr>
          <w:rtl/>
        </w:rPr>
        <w:t xml:space="preserve">ں </w:t>
      </w:r>
      <w:r>
        <w:rPr>
          <w:rtl/>
        </w:rPr>
        <w:t>پہلے ترجمے فارسى سے عربى مي</w:t>
      </w:r>
      <w:r w:rsidR="000A0CDC">
        <w:rPr>
          <w:rtl/>
        </w:rPr>
        <w:t xml:space="preserve">ں </w:t>
      </w:r>
      <w:r>
        <w:rPr>
          <w:rtl/>
        </w:rPr>
        <w:t>ہوئے ، ان كتابو</w:t>
      </w:r>
      <w:r w:rsidR="000A0CDC">
        <w:rPr>
          <w:rtl/>
        </w:rPr>
        <w:t xml:space="preserve">ں </w:t>
      </w:r>
      <w:r>
        <w:rPr>
          <w:rtl/>
        </w:rPr>
        <w:t>كے بيشتر مترجمين نو مسلم زرتشتى تھے، چند ادبى كتابو</w:t>
      </w:r>
      <w:r w:rsidR="000A0CDC">
        <w:rPr>
          <w:rtl/>
        </w:rPr>
        <w:t xml:space="preserve">ں </w:t>
      </w:r>
      <w:r>
        <w:rPr>
          <w:rtl/>
        </w:rPr>
        <w:t>مثلا كليلہ اور دمنہ كا ترجمہ ايرانى مصنف عبداللہ بن مقفع (متوفاى 141 قمري) كے ہاتھو</w:t>
      </w:r>
      <w:r w:rsidR="000A0CDC">
        <w:rPr>
          <w:rtl/>
        </w:rPr>
        <w:t xml:space="preserve">ں </w:t>
      </w:r>
      <w:r>
        <w:rPr>
          <w:rtl/>
        </w:rPr>
        <w:t>انجام پايا، بعد والے ادوار مي</w:t>
      </w:r>
      <w:r w:rsidR="000A0CDC">
        <w:rPr>
          <w:rtl/>
        </w:rPr>
        <w:t xml:space="preserve">ں </w:t>
      </w:r>
      <w:r>
        <w:rPr>
          <w:rtl/>
        </w:rPr>
        <w:t>اسلامى مترجمين ترجمہ كے فنون مي</w:t>
      </w:r>
      <w:r w:rsidR="000A0CDC">
        <w:rPr>
          <w:rtl/>
        </w:rPr>
        <w:t xml:space="preserve">ں </w:t>
      </w:r>
      <w:r>
        <w:rPr>
          <w:rtl/>
        </w:rPr>
        <w:t>بہت زيادہ مہارت پيدا كرگئے اس فن مي</w:t>
      </w:r>
      <w:r w:rsidR="000A0CDC">
        <w:rPr>
          <w:rtl/>
        </w:rPr>
        <w:t xml:space="preserve">ں </w:t>
      </w:r>
      <w:r>
        <w:rPr>
          <w:rtl/>
        </w:rPr>
        <w:t>اپنے تجربات كى بناء پر انہو</w:t>
      </w:r>
      <w:r w:rsidR="000A0CDC">
        <w:rPr>
          <w:rtl/>
        </w:rPr>
        <w:t xml:space="preserve">ں </w:t>
      </w:r>
      <w:r>
        <w:rPr>
          <w:rtl/>
        </w:rPr>
        <w:t>نے سريانى اور يونانى زبانو</w:t>
      </w:r>
      <w:r w:rsidR="000A0CDC">
        <w:rPr>
          <w:rtl/>
        </w:rPr>
        <w:t xml:space="preserve">ں </w:t>
      </w:r>
      <w:r>
        <w:rPr>
          <w:rtl/>
        </w:rPr>
        <w:t>سے عربى مي</w:t>
      </w:r>
      <w:r w:rsidR="000A0CDC">
        <w:rPr>
          <w:rtl/>
        </w:rPr>
        <w:t xml:space="preserve">ں </w:t>
      </w:r>
      <w:r>
        <w:rPr>
          <w:rtl/>
        </w:rPr>
        <w:t xml:space="preserve">ترجمہ كيا_ </w:t>
      </w:r>
    </w:p>
    <w:p w:rsidR="0061102A" w:rsidRDefault="0061102A" w:rsidP="00BE6934">
      <w:pPr>
        <w:pStyle w:val="libNormal"/>
        <w:rPr>
          <w:rtl/>
        </w:rPr>
      </w:pPr>
      <w:r>
        <w:rPr>
          <w:rtl/>
        </w:rPr>
        <w:t>اس دور مي</w:t>
      </w:r>
      <w:r w:rsidR="000A0CDC">
        <w:rPr>
          <w:rtl/>
        </w:rPr>
        <w:t xml:space="preserve">ں </w:t>
      </w:r>
      <w:r>
        <w:rPr>
          <w:rtl/>
        </w:rPr>
        <w:t>نسطورى مذہب كے حاذق حكيم اور شيخ المترجمين كے نام سے مشہورحنين بن اسحاق جو يونانى ، سريانى ، عربى او پہلوى زبانو</w:t>
      </w:r>
      <w:r w:rsidR="000A0CDC">
        <w:rPr>
          <w:rtl/>
        </w:rPr>
        <w:t xml:space="preserve">ں </w:t>
      </w:r>
      <w:r>
        <w:rPr>
          <w:rtl/>
        </w:rPr>
        <w:t>پر تسلط ركھتے تھے پہلے مترجم تھے جنہو</w:t>
      </w:r>
      <w:r w:rsidR="000A0CDC">
        <w:rPr>
          <w:rtl/>
        </w:rPr>
        <w:t xml:space="preserve">ں </w:t>
      </w:r>
      <w:r>
        <w:rPr>
          <w:rtl/>
        </w:rPr>
        <w:t>نے ايك گروہ تشكيل ديا اور ترجمہ كے كام كو منظم كيا ،ان كے فن ترجمہ كے شاگردو</w:t>
      </w:r>
      <w:r w:rsidR="000A0CDC">
        <w:rPr>
          <w:rtl/>
        </w:rPr>
        <w:t xml:space="preserve">ں </w:t>
      </w:r>
      <w:r>
        <w:rPr>
          <w:rtl/>
        </w:rPr>
        <w:t>مي</w:t>
      </w:r>
      <w:r w:rsidR="000A0CDC">
        <w:rPr>
          <w:rtl/>
        </w:rPr>
        <w:t xml:space="preserve">ں </w:t>
      </w:r>
      <w:r>
        <w:rPr>
          <w:rtl/>
        </w:rPr>
        <w:t>سے انكے فرزند اسحاق اور بھانجے حبيش بن اعسم تھے، حنين بھى ديگر مترجمين كے ترجمو</w:t>
      </w:r>
      <w:r w:rsidR="000A0CDC">
        <w:rPr>
          <w:rtl/>
        </w:rPr>
        <w:t xml:space="preserve">ں </w:t>
      </w:r>
      <w:r>
        <w:rPr>
          <w:rtl/>
        </w:rPr>
        <w:t>كو اصل كتابو</w:t>
      </w:r>
      <w:r w:rsidR="000A0CDC">
        <w:rPr>
          <w:rtl/>
        </w:rPr>
        <w:t xml:space="preserve">ں </w:t>
      </w:r>
      <w:r>
        <w:rPr>
          <w:rtl/>
        </w:rPr>
        <w:t xml:space="preserve">سے مطابقت ديتے ہوئے اصلاح كيا كرتے تھے_ </w:t>
      </w:r>
    </w:p>
    <w:p w:rsidR="0061102A" w:rsidRDefault="0061102A" w:rsidP="00BE6934">
      <w:pPr>
        <w:pStyle w:val="libNormal"/>
        <w:rPr>
          <w:rtl/>
        </w:rPr>
      </w:pPr>
      <w:r>
        <w:rPr>
          <w:rtl/>
        </w:rPr>
        <w:t>عباسى خلافت كے دور مي</w:t>
      </w:r>
      <w:r w:rsidR="000A0CDC">
        <w:rPr>
          <w:rtl/>
        </w:rPr>
        <w:t xml:space="preserve">ں </w:t>
      </w:r>
      <w:r>
        <w:rPr>
          <w:rtl/>
        </w:rPr>
        <w:t>ترجمہ كى اس تحريك كو چند ادوار مي</w:t>
      </w:r>
      <w:r w:rsidR="000A0CDC">
        <w:rPr>
          <w:rtl/>
        </w:rPr>
        <w:t xml:space="preserve">ں </w:t>
      </w:r>
      <w:r>
        <w:rPr>
          <w:rtl/>
        </w:rPr>
        <w:t>تقسيم كيا جاسكتا ہے كہ ان تمام ادوار مي</w:t>
      </w:r>
      <w:r w:rsidR="000A0CDC">
        <w:rPr>
          <w:rtl/>
        </w:rPr>
        <w:t xml:space="preserve">ں </w:t>
      </w:r>
      <w:r>
        <w:rPr>
          <w:rtl/>
        </w:rPr>
        <w:t>خليفہ كے ميلان ياديگر عوامل كى بناء پر تراجم كى تعداد اور موضوعات مي</w:t>
      </w:r>
      <w:r w:rsidR="000A0CDC">
        <w:rPr>
          <w:rtl/>
        </w:rPr>
        <w:t xml:space="preserve">ں </w:t>
      </w:r>
      <w:r>
        <w:rPr>
          <w:rtl/>
        </w:rPr>
        <w:t>فرق پڑا ،ان ادوار كو خاص طور پانچوي</w:t>
      </w:r>
      <w:r w:rsidR="000A0CDC">
        <w:rPr>
          <w:rtl/>
        </w:rPr>
        <w:t xml:space="preserve">ں </w:t>
      </w:r>
      <w:r>
        <w:rPr>
          <w:rtl/>
        </w:rPr>
        <w:t>عباسى خليفہ ہارون الرشيد (حكومت 193 _ 170) كے دور سے يو</w:t>
      </w:r>
      <w:r w:rsidR="000A0CDC">
        <w:rPr>
          <w:rtl/>
        </w:rPr>
        <w:t xml:space="preserve">ں </w:t>
      </w:r>
      <w:r>
        <w:rPr>
          <w:rtl/>
        </w:rPr>
        <w:t xml:space="preserve">ترتيب ديا جا سكتا ہے: </w:t>
      </w:r>
    </w:p>
    <w:p w:rsidR="000A0CDC" w:rsidRDefault="0061102A" w:rsidP="00BE6934">
      <w:pPr>
        <w:pStyle w:val="Heading2Center"/>
        <w:rPr>
          <w:rtl/>
        </w:rPr>
      </w:pPr>
      <w:bookmarkStart w:id="20" w:name="_Toc268576"/>
      <w:r>
        <w:rPr>
          <w:rtl/>
        </w:rPr>
        <w:t>(الف) ہارون الرشيد كا دور:</w:t>
      </w:r>
      <w:bookmarkEnd w:id="20"/>
    </w:p>
    <w:p w:rsidR="0061102A" w:rsidRDefault="0061102A" w:rsidP="00BE6934">
      <w:pPr>
        <w:pStyle w:val="libNormal"/>
        <w:rPr>
          <w:rtl/>
        </w:rPr>
      </w:pPr>
      <w:r>
        <w:rPr>
          <w:rtl/>
        </w:rPr>
        <w:t xml:space="preserve"> اس دور مي</w:t>
      </w:r>
      <w:r w:rsidR="000A0CDC">
        <w:rPr>
          <w:rtl/>
        </w:rPr>
        <w:t xml:space="preserve">ں </w:t>
      </w:r>
      <w:r>
        <w:rPr>
          <w:rtl/>
        </w:rPr>
        <w:t>توجہ كا مركزسائنس كى كتابو</w:t>
      </w:r>
      <w:r w:rsidR="000A0CDC">
        <w:rPr>
          <w:rtl/>
        </w:rPr>
        <w:t xml:space="preserve">ں </w:t>
      </w:r>
      <w:r>
        <w:rPr>
          <w:rtl/>
        </w:rPr>
        <w:t>كا ترجمہ تھا ، يحيى بن خالد برمكى جو كہ ہارون كے وزير تھے انہو</w:t>
      </w:r>
      <w:r w:rsidR="000A0CDC">
        <w:rPr>
          <w:rtl/>
        </w:rPr>
        <w:t xml:space="preserve">ں </w:t>
      </w:r>
      <w:r>
        <w:rPr>
          <w:rtl/>
        </w:rPr>
        <w:t xml:space="preserve">نے لائق مترجمين كو اكٹھا كرنے كے ليے بہت زيادہ كوشش كى ، ہارون كے </w:t>
      </w:r>
    </w:p>
    <w:p w:rsidR="0061102A" w:rsidRDefault="0069392F" w:rsidP="00BE6934">
      <w:pPr>
        <w:pStyle w:val="libNormal"/>
        <w:rPr>
          <w:rtl/>
        </w:rPr>
      </w:pPr>
      <w:r>
        <w:rPr>
          <w:rtl/>
        </w:rPr>
        <w:cr/>
      </w:r>
      <w:r>
        <w:rPr>
          <w:rtl/>
        </w:rPr>
        <w:br w:type="page"/>
      </w:r>
      <w:r>
        <w:rPr>
          <w:rtl/>
        </w:rPr>
        <w:lastRenderedPageBreak/>
        <w:cr/>
      </w:r>
      <w:r w:rsidR="0061102A">
        <w:rPr>
          <w:rtl/>
        </w:rPr>
        <w:t>زمانہ مي</w:t>
      </w:r>
      <w:r w:rsidR="000A0CDC">
        <w:rPr>
          <w:rtl/>
        </w:rPr>
        <w:t xml:space="preserve">ں </w:t>
      </w:r>
      <w:r w:rsidR="0061102A">
        <w:rPr>
          <w:rtl/>
        </w:rPr>
        <w:t>جو شہر جو مسلمانو</w:t>
      </w:r>
      <w:r w:rsidR="000A0CDC">
        <w:rPr>
          <w:rtl/>
        </w:rPr>
        <w:t xml:space="preserve">ں </w:t>
      </w:r>
      <w:r w:rsidR="0061102A">
        <w:rPr>
          <w:rtl/>
        </w:rPr>
        <w:t>كے قبضہ مي</w:t>
      </w:r>
      <w:r w:rsidR="000A0CDC">
        <w:rPr>
          <w:rtl/>
        </w:rPr>
        <w:t xml:space="preserve">ں </w:t>
      </w:r>
      <w:r w:rsidR="0061102A">
        <w:rPr>
          <w:rtl/>
        </w:rPr>
        <w:t>آتے تھے انكے كتابخانے كامل طور پر بغداد مي</w:t>
      </w:r>
      <w:r w:rsidR="000A0CDC">
        <w:rPr>
          <w:rtl/>
        </w:rPr>
        <w:t xml:space="preserve">ں </w:t>
      </w:r>
      <w:r w:rsidR="0061102A">
        <w:rPr>
          <w:rtl/>
        </w:rPr>
        <w:t>منتقل ہوتے تھے، يونانى علوم كے پہلے آثار اور تاليفات مثلا اقليدس اور مجسطى كى اصول ہندسہ پر لكھى ہوئي كتابي</w:t>
      </w:r>
      <w:r w:rsidR="000A0CDC">
        <w:rPr>
          <w:rtl/>
        </w:rPr>
        <w:t xml:space="preserve">ں </w:t>
      </w:r>
      <w:r w:rsidR="0061102A">
        <w:rPr>
          <w:rtl/>
        </w:rPr>
        <w:t>،بطلميوس كى تصانيف اور ہندوستانى زبان سے طب كے بارے مي</w:t>
      </w:r>
      <w:r w:rsidR="000A0CDC">
        <w:rPr>
          <w:rtl/>
        </w:rPr>
        <w:t xml:space="preserve">ں </w:t>
      </w:r>
      <w:r w:rsidR="0061102A">
        <w:rPr>
          <w:rtl/>
        </w:rPr>
        <w:t>تصنيفات كا عربى مي</w:t>
      </w:r>
      <w:r w:rsidR="000A0CDC">
        <w:rPr>
          <w:rtl/>
        </w:rPr>
        <w:t xml:space="preserve">ں </w:t>
      </w:r>
      <w:r w:rsidR="0061102A">
        <w:rPr>
          <w:rtl/>
        </w:rPr>
        <w:t>ترجمہ اس دور مي</w:t>
      </w:r>
      <w:r w:rsidR="000A0CDC">
        <w:rPr>
          <w:rtl/>
        </w:rPr>
        <w:t xml:space="preserve">ں </w:t>
      </w:r>
      <w:r w:rsidR="0061102A">
        <w:rPr>
          <w:rtl/>
        </w:rPr>
        <w:t xml:space="preserve">انجام پايا_ </w:t>
      </w:r>
    </w:p>
    <w:p w:rsidR="000A0CDC" w:rsidRDefault="0061102A" w:rsidP="00BE6934">
      <w:pPr>
        <w:pStyle w:val="Heading2Center"/>
        <w:rPr>
          <w:rtl/>
        </w:rPr>
      </w:pPr>
      <w:bookmarkStart w:id="21" w:name="_Toc268577"/>
      <w:r>
        <w:rPr>
          <w:rtl/>
        </w:rPr>
        <w:t>ب) مامون كا دور ( حكومت 218 _ 198قمرى ) :</w:t>
      </w:r>
      <w:bookmarkEnd w:id="21"/>
    </w:p>
    <w:p w:rsidR="0061102A" w:rsidRDefault="0061102A" w:rsidP="00BE6934">
      <w:pPr>
        <w:pStyle w:val="libNormal"/>
        <w:rPr>
          <w:rtl/>
        </w:rPr>
      </w:pPr>
      <w:r>
        <w:rPr>
          <w:rtl/>
        </w:rPr>
        <w:t xml:space="preserve"> ہارون الرشيد كے بعدكچھ عرصے مي</w:t>
      </w:r>
      <w:r w:rsidR="000A0CDC">
        <w:rPr>
          <w:rtl/>
        </w:rPr>
        <w:t xml:space="preserve">ں </w:t>
      </w:r>
      <w:r>
        <w:rPr>
          <w:rtl/>
        </w:rPr>
        <w:t>مامون مقام خلافت پر پہنچ گيا ،جس زمانہ مي</w:t>
      </w:r>
      <w:r w:rsidR="000A0CDC">
        <w:rPr>
          <w:rtl/>
        </w:rPr>
        <w:t xml:space="preserve">ں </w:t>
      </w:r>
      <w:r>
        <w:rPr>
          <w:rtl/>
        </w:rPr>
        <w:t>حكومت اسكے ہاتھو</w:t>
      </w:r>
      <w:r w:rsidR="000A0CDC">
        <w:rPr>
          <w:rtl/>
        </w:rPr>
        <w:t xml:space="preserve">ں </w:t>
      </w:r>
      <w:r>
        <w:rPr>
          <w:rtl/>
        </w:rPr>
        <w:t>آئي اس زمانہ مي</w:t>
      </w:r>
      <w:r w:rsidR="000A0CDC">
        <w:rPr>
          <w:rtl/>
        </w:rPr>
        <w:t xml:space="preserve">ں </w:t>
      </w:r>
      <w:r>
        <w:rPr>
          <w:rtl/>
        </w:rPr>
        <w:t>آيات قرآن سے مختلف فہم و تعبير كى بناء پر علم كلام كى مباحث عروج پر تھي</w:t>
      </w:r>
      <w:r w:rsidR="000A0CDC">
        <w:rPr>
          <w:rtl/>
        </w:rPr>
        <w:t xml:space="preserve">ں </w:t>
      </w:r>
      <w:r>
        <w:rPr>
          <w:rtl/>
        </w:rPr>
        <w:t>اوراس دور مي</w:t>
      </w:r>
      <w:r w:rsidR="000A0CDC">
        <w:rPr>
          <w:rtl/>
        </w:rPr>
        <w:t xml:space="preserve">ں </w:t>
      </w:r>
      <w:r>
        <w:rPr>
          <w:rtl/>
        </w:rPr>
        <w:t>بالخصوص بہت سى فلسفى تصنيفات عربى مي</w:t>
      </w:r>
      <w:r w:rsidR="000A0CDC">
        <w:rPr>
          <w:rtl/>
        </w:rPr>
        <w:t xml:space="preserve">ں </w:t>
      </w:r>
      <w:r>
        <w:rPr>
          <w:rtl/>
        </w:rPr>
        <w:t>ترجمہ ہوئي</w:t>
      </w:r>
      <w:r w:rsidR="000A0CDC">
        <w:rPr>
          <w:rtl/>
        </w:rPr>
        <w:t xml:space="preserve">ں </w:t>
      </w:r>
      <w:r>
        <w:rPr>
          <w:rtl/>
        </w:rPr>
        <w:t xml:space="preserve">_ </w:t>
      </w:r>
    </w:p>
    <w:p w:rsidR="000A0CDC" w:rsidRDefault="0061102A" w:rsidP="00BE6934">
      <w:pPr>
        <w:pStyle w:val="Heading2Center"/>
        <w:rPr>
          <w:rtl/>
        </w:rPr>
      </w:pPr>
      <w:bookmarkStart w:id="22" w:name="_Toc268578"/>
      <w:r>
        <w:rPr>
          <w:rtl/>
        </w:rPr>
        <w:t>ج) مامون كے بعد كا دور:</w:t>
      </w:r>
      <w:bookmarkEnd w:id="22"/>
    </w:p>
    <w:p w:rsidR="0061102A" w:rsidRDefault="0061102A" w:rsidP="00BE6934">
      <w:pPr>
        <w:pStyle w:val="libNormal"/>
        <w:rPr>
          <w:rtl/>
        </w:rPr>
      </w:pPr>
      <w:r>
        <w:rPr>
          <w:rtl/>
        </w:rPr>
        <w:t xml:space="preserve"> مامون كے بعد متوكل عباسى (حكومت 247 _ 232قمري) كے دور مي</w:t>
      </w:r>
      <w:r w:rsidR="000A0CDC">
        <w:rPr>
          <w:rtl/>
        </w:rPr>
        <w:t xml:space="preserve">ں </w:t>
      </w:r>
      <w:r>
        <w:rPr>
          <w:rtl/>
        </w:rPr>
        <w:t>ترجمہ كا كام اسى طرح چلتا رہا، مثلا حنين بن اسحاق اسى طرح متوكل كے دور مي</w:t>
      </w:r>
      <w:r w:rsidR="000A0CDC">
        <w:rPr>
          <w:rtl/>
        </w:rPr>
        <w:t xml:space="preserve">ں </w:t>
      </w:r>
      <w:r>
        <w:rPr>
          <w:rtl/>
        </w:rPr>
        <w:t>بھى ترجمہ كے كام مي</w:t>
      </w:r>
      <w:r w:rsidR="000A0CDC">
        <w:rPr>
          <w:rtl/>
        </w:rPr>
        <w:t xml:space="preserve">ں </w:t>
      </w:r>
      <w:r>
        <w:rPr>
          <w:rtl/>
        </w:rPr>
        <w:t>مشغول رہے ، ليكن حكومت اسلامى كے مركز كا معتصم (حكومت 237 _ 218قمري) كے دور مي</w:t>
      </w:r>
      <w:r w:rsidR="000A0CDC">
        <w:rPr>
          <w:rtl/>
        </w:rPr>
        <w:t xml:space="preserve">ں </w:t>
      </w:r>
      <w:r>
        <w:rPr>
          <w:rtl/>
        </w:rPr>
        <w:t>بغداد سے سامرا منتقل ہونا مختلف تصانيف كے ترجمہ كى كيفيت مي</w:t>
      </w:r>
      <w:r w:rsidR="000A0CDC">
        <w:rPr>
          <w:rtl/>
        </w:rPr>
        <w:t xml:space="preserve">ں </w:t>
      </w:r>
      <w:r>
        <w:rPr>
          <w:rtl/>
        </w:rPr>
        <w:t>تبديليا</w:t>
      </w:r>
      <w:r w:rsidR="000A0CDC">
        <w:rPr>
          <w:rtl/>
        </w:rPr>
        <w:t xml:space="preserve">ں </w:t>
      </w:r>
      <w:r>
        <w:rPr>
          <w:rtl/>
        </w:rPr>
        <w:t xml:space="preserve">لايا، اس تبديلى كى اہم ترين وجہ '' بيت الحكمة'' جو كہ ايك اہم ترين علمى ادارہ تھا اسكى عظمت و اہميت كا كم ہونا تھا_ </w:t>
      </w:r>
    </w:p>
    <w:p w:rsidR="000A0CDC" w:rsidRDefault="0061102A" w:rsidP="00BE6934">
      <w:pPr>
        <w:pStyle w:val="Heading2Center"/>
        <w:rPr>
          <w:rtl/>
        </w:rPr>
      </w:pPr>
      <w:bookmarkStart w:id="23" w:name="_Toc268579"/>
      <w:r>
        <w:rPr>
          <w:rtl/>
        </w:rPr>
        <w:t>د) تحريك ترجمہ كا اختتام:</w:t>
      </w:r>
      <w:bookmarkEnd w:id="23"/>
    </w:p>
    <w:p w:rsidR="0061102A" w:rsidRDefault="0061102A" w:rsidP="00BE6934">
      <w:pPr>
        <w:pStyle w:val="libNormal"/>
        <w:rPr>
          <w:rtl/>
        </w:rPr>
      </w:pPr>
      <w:r>
        <w:rPr>
          <w:rtl/>
        </w:rPr>
        <w:t>بغداد مي</w:t>
      </w:r>
      <w:r w:rsidR="000A0CDC">
        <w:rPr>
          <w:rtl/>
        </w:rPr>
        <w:t xml:space="preserve">ں </w:t>
      </w:r>
      <w:r>
        <w:rPr>
          <w:rtl/>
        </w:rPr>
        <w:t>ترجمہ كى تحريك دو سو سال تك بہت زيادہ كام كرنے كے بعد بتدريج زوال پذير ہوگئي اور آخر كار نئے عيسوى ہزارہ كے آغاز مي</w:t>
      </w:r>
      <w:r w:rsidR="000A0CDC">
        <w:rPr>
          <w:rtl/>
        </w:rPr>
        <w:t xml:space="preserve">ں </w:t>
      </w:r>
      <w:r>
        <w:rPr>
          <w:rtl/>
        </w:rPr>
        <w:t>اپنے اختتام تك پہنچ گئي، البتہ يہا</w:t>
      </w:r>
      <w:r w:rsidR="000A0CDC">
        <w:rPr>
          <w:rtl/>
        </w:rPr>
        <w:t xml:space="preserve">ں </w:t>
      </w:r>
      <w:r>
        <w:rPr>
          <w:rtl/>
        </w:rPr>
        <w:t>تحريك ترجمہ كے ختم ہونے كا يہ مطلب نہي</w:t>
      </w:r>
      <w:r w:rsidR="000A0CDC">
        <w:rPr>
          <w:rtl/>
        </w:rPr>
        <w:t xml:space="preserve">ں </w:t>
      </w:r>
      <w:r>
        <w:rPr>
          <w:rtl/>
        </w:rPr>
        <w:t>ہے كہ لوگو</w:t>
      </w:r>
      <w:r w:rsidR="000A0CDC">
        <w:rPr>
          <w:rtl/>
        </w:rPr>
        <w:t xml:space="preserve">ں </w:t>
      </w:r>
      <w:r>
        <w:rPr>
          <w:rtl/>
        </w:rPr>
        <w:t>كى توجہ ترجمہ شدہ علوم كى طرف كم ہوگئي يا يونانى زبان سے ترجمہ كرنے والے ماہرين كم ہوگئے تھے بلكہ اس تحريك كے اختتام كى اصلى وجہ ان زبانو</w:t>
      </w:r>
      <w:r w:rsidR="000A0CDC">
        <w:rPr>
          <w:rtl/>
        </w:rPr>
        <w:t xml:space="preserve">ں </w:t>
      </w:r>
      <w:r>
        <w:rPr>
          <w:rtl/>
        </w:rPr>
        <w:t>مي</w:t>
      </w:r>
      <w:r w:rsidR="000A0CDC">
        <w:rPr>
          <w:rtl/>
        </w:rPr>
        <w:t xml:space="preserve">ں </w:t>
      </w:r>
      <w:r>
        <w:rPr>
          <w:rtl/>
        </w:rPr>
        <w:t>نئے موضوعات كا موجود نہ ہونا تھا ،دوسرے الفاظ مي</w:t>
      </w:r>
      <w:r w:rsidR="000A0CDC">
        <w:rPr>
          <w:rtl/>
        </w:rPr>
        <w:t xml:space="preserve">ں </w:t>
      </w:r>
      <w:r>
        <w:rPr>
          <w:rtl/>
        </w:rPr>
        <w:t>يہ تحريك اپنى اجتماعى مركزيت كھو بيٹھى تھى ، جديد مضامين كا پيش نہ ہونا سے مراد يہ نہي</w:t>
      </w:r>
      <w:r w:rsidR="000A0CDC">
        <w:rPr>
          <w:rtl/>
        </w:rPr>
        <w:t xml:space="preserve">ں </w:t>
      </w:r>
      <w:r>
        <w:rPr>
          <w:rtl/>
        </w:rPr>
        <w:t>ہے كہ ديگر غير دينى يونانى كتب ترجمہ كيلئے موجود نہ تھى بلكہ اس سے مراديہ ہے كہ ايسى يونانى كتب جو اس تحريك كے بانى حضرا ت، علماء اور دانشور طبقہ كى توجہ اور ضرورت سے متعلق ہو</w:t>
      </w:r>
      <w:r w:rsidR="000A0CDC">
        <w:rPr>
          <w:rtl/>
        </w:rPr>
        <w:t xml:space="preserve">ں </w:t>
      </w:r>
      <w:r>
        <w:rPr>
          <w:rtl/>
        </w:rPr>
        <w:t>موجود نہ تھي</w:t>
      </w:r>
      <w:r w:rsidR="000A0CDC">
        <w:rPr>
          <w:rtl/>
        </w:rPr>
        <w:t xml:space="preserve">ں </w:t>
      </w:r>
      <w:r>
        <w:rPr>
          <w:rtl/>
        </w:rPr>
        <w:t xml:space="preserve">، </w:t>
      </w:r>
    </w:p>
    <w:p w:rsidR="0061102A" w:rsidRDefault="0069392F" w:rsidP="00BE6934">
      <w:pPr>
        <w:pStyle w:val="libNormal"/>
        <w:rPr>
          <w:rtl/>
        </w:rPr>
      </w:pPr>
      <w:r>
        <w:rPr>
          <w:rtl/>
        </w:rPr>
        <w:cr/>
      </w:r>
      <w:r>
        <w:rPr>
          <w:rtl/>
        </w:rPr>
        <w:br w:type="page"/>
      </w:r>
      <w:r>
        <w:rPr>
          <w:rtl/>
        </w:rPr>
        <w:lastRenderedPageBreak/>
        <w:cr/>
      </w:r>
      <w:r w:rsidR="0061102A">
        <w:rPr>
          <w:rtl/>
        </w:rPr>
        <w:t>كيونكہ بيشتر علوم و فنون مي</w:t>
      </w:r>
      <w:r w:rsidR="000A0CDC">
        <w:rPr>
          <w:rtl/>
        </w:rPr>
        <w:t xml:space="preserve">ں </w:t>
      </w:r>
      <w:r w:rsidR="0061102A">
        <w:rPr>
          <w:rtl/>
        </w:rPr>
        <w:t>بہت عرصہ پہلے سے اصلى متون اور تصنيفات تشكيل پا چكى تھي</w:t>
      </w:r>
      <w:r w:rsidR="000A0CDC">
        <w:rPr>
          <w:rtl/>
        </w:rPr>
        <w:t xml:space="preserve">ں </w:t>
      </w:r>
      <w:r w:rsidR="0061102A">
        <w:rPr>
          <w:rtl/>
        </w:rPr>
        <w:t>كہ جو ان ترجمہ شدہ كتب كى سطح سے كہي</w:t>
      </w:r>
      <w:r w:rsidR="000A0CDC">
        <w:rPr>
          <w:rtl/>
        </w:rPr>
        <w:t xml:space="preserve">ں </w:t>
      </w:r>
      <w:r w:rsidR="0061102A">
        <w:rPr>
          <w:rtl/>
        </w:rPr>
        <w:t>بلند علمى سطح كى حامل تھي</w:t>
      </w:r>
      <w:r w:rsidR="000A0CDC">
        <w:rPr>
          <w:rtl/>
        </w:rPr>
        <w:t xml:space="preserve">ں </w:t>
      </w:r>
      <w:r w:rsidR="0061102A">
        <w:rPr>
          <w:rtl/>
        </w:rPr>
        <w:t>،اس تحريك كے بانى اور حامى گذشتہ دور كى نسبت اب ترجمہ كے كام كى طرف توجہ يا اسكى پشت پناہى كرنے كى بجائے خود عربى زبان مي</w:t>
      </w:r>
      <w:r w:rsidR="000A0CDC">
        <w:rPr>
          <w:rtl/>
        </w:rPr>
        <w:t xml:space="preserve">ں </w:t>
      </w:r>
      <w:r w:rsidR="0061102A">
        <w:rPr>
          <w:rtl/>
        </w:rPr>
        <w:t xml:space="preserve">اصلى مضامين وموضوعات كو پيش كر رہے تھے_ </w:t>
      </w:r>
    </w:p>
    <w:p w:rsidR="0061102A" w:rsidRDefault="0061102A" w:rsidP="00BE6934">
      <w:pPr>
        <w:pStyle w:val="libNormal"/>
        <w:rPr>
          <w:rtl/>
        </w:rPr>
      </w:pPr>
    </w:p>
    <w:p w:rsidR="0061102A" w:rsidRDefault="0061102A" w:rsidP="00BE6934">
      <w:pPr>
        <w:pStyle w:val="Heading2Center"/>
        <w:rPr>
          <w:rtl/>
        </w:rPr>
      </w:pPr>
      <w:bookmarkStart w:id="24" w:name="_Toc268580"/>
      <w:r>
        <w:rPr>
          <w:rtl/>
        </w:rPr>
        <w:t>4_ اسلامى تمدن مي</w:t>
      </w:r>
      <w:r w:rsidR="000A0CDC">
        <w:rPr>
          <w:rtl/>
        </w:rPr>
        <w:t xml:space="preserve">ں </w:t>
      </w:r>
      <w:r>
        <w:rPr>
          <w:rtl/>
        </w:rPr>
        <w:t>علمى مراكز</w:t>
      </w:r>
      <w:bookmarkEnd w:id="24"/>
    </w:p>
    <w:p w:rsidR="0061102A" w:rsidRDefault="0061102A" w:rsidP="00BE6934">
      <w:pPr>
        <w:pStyle w:val="libNormal"/>
        <w:rPr>
          <w:rtl/>
        </w:rPr>
      </w:pPr>
      <w:r>
        <w:rPr>
          <w:rtl/>
        </w:rPr>
        <w:t>اسلام كے نئے تشكيل شدہ نظام كے استحكام اور اسلامى معاشرے كے اندرونى رشد و كمال سے بتدريج تعليمى مراكز وجود مي</w:t>
      </w:r>
      <w:r w:rsidR="000A0CDC">
        <w:rPr>
          <w:rtl/>
        </w:rPr>
        <w:t xml:space="preserve">ں </w:t>
      </w:r>
      <w:r>
        <w:rPr>
          <w:rtl/>
        </w:rPr>
        <w:t>آگئے جنہو</w:t>
      </w:r>
      <w:r w:rsidR="000A0CDC">
        <w:rPr>
          <w:rtl/>
        </w:rPr>
        <w:t xml:space="preserve">ں </w:t>
      </w:r>
      <w:r>
        <w:rPr>
          <w:rtl/>
        </w:rPr>
        <w:t>نے علوم و فنون كى پيدائشے اور وسعت مي</w:t>
      </w:r>
      <w:r w:rsidR="000A0CDC">
        <w:rPr>
          <w:rtl/>
        </w:rPr>
        <w:t xml:space="preserve">ں </w:t>
      </w:r>
      <w:r>
        <w:rPr>
          <w:rtl/>
        </w:rPr>
        <w:t>اہم كردار ادا كيا، پہلا تعليمى ادارہ كہ جو اس عنوان سے وجود مي</w:t>
      </w:r>
      <w:r w:rsidR="000A0CDC">
        <w:rPr>
          <w:rtl/>
        </w:rPr>
        <w:t xml:space="preserve">ں </w:t>
      </w:r>
      <w:r>
        <w:rPr>
          <w:rtl/>
        </w:rPr>
        <w:t>آيا اسكا نام بيت الحكمة تھا يہ بغداد مي</w:t>
      </w:r>
      <w:r w:rsidR="000A0CDC">
        <w:rPr>
          <w:rtl/>
        </w:rPr>
        <w:t xml:space="preserve">ں </w:t>
      </w:r>
      <w:r>
        <w:rPr>
          <w:rtl/>
        </w:rPr>
        <w:t xml:space="preserve">تعمير ہوا اور حكومتى خزانہ يا بيت المال كى رقم سے چلتا تھا_ </w:t>
      </w:r>
    </w:p>
    <w:p w:rsidR="0061102A" w:rsidRDefault="0061102A" w:rsidP="00BE6934">
      <w:pPr>
        <w:pStyle w:val="libNormal"/>
        <w:rPr>
          <w:rtl/>
        </w:rPr>
      </w:pPr>
      <w:r>
        <w:rPr>
          <w:rtl/>
        </w:rPr>
        <w:t>يہ دانشورو</w:t>
      </w:r>
      <w:r w:rsidR="000A0CDC">
        <w:rPr>
          <w:rtl/>
        </w:rPr>
        <w:t xml:space="preserve">ں </w:t>
      </w:r>
      <w:r>
        <w:rPr>
          <w:rtl/>
        </w:rPr>
        <w:t>،محققين اورخصوصاًايسے لائق مترجمين كے اجتماع كا مركز تھا كہ جو يونان كى علمى و فلسفى كتب كو عربى مي</w:t>
      </w:r>
      <w:r w:rsidR="000A0CDC">
        <w:rPr>
          <w:rtl/>
        </w:rPr>
        <w:t xml:space="preserve">ں </w:t>
      </w:r>
      <w:r>
        <w:rPr>
          <w:rtl/>
        </w:rPr>
        <w:t>ترجمہ كيا كرتے تھے، بيت الحكمة كہ جو مسلمانو</w:t>
      </w:r>
      <w:r w:rsidR="000A0CDC">
        <w:rPr>
          <w:rtl/>
        </w:rPr>
        <w:t xml:space="preserve">ں </w:t>
      </w:r>
      <w:r>
        <w:rPr>
          <w:rtl/>
        </w:rPr>
        <w:t>كا بغداد مي</w:t>
      </w:r>
      <w:r w:rsidR="000A0CDC">
        <w:rPr>
          <w:rtl/>
        </w:rPr>
        <w:t xml:space="preserve">ں </w:t>
      </w:r>
      <w:r>
        <w:rPr>
          <w:rtl/>
        </w:rPr>
        <w:t>پہلا كتابخانہ تھا اسكى بنياد ہارون الرشيد نے ڈالى ، اس سے پہلے منصور عباسى كہ جسكے زمانہ مي</w:t>
      </w:r>
      <w:r w:rsidR="000A0CDC">
        <w:rPr>
          <w:rtl/>
        </w:rPr>
        <w:t xml:space="preserve">ں </w:t>
      </w:r>
      <w:r>
        <w:rPr>
          <w:rtl/>
        </w:rPr>
        <w:t>ترجمہ كے كام كا آغاز ہوا تھا اس نے حكم ديا تھا كہ ديگر زبانو</w:t>
      </w:r>
      <w:r w:rsidR="000A0CDC">
        <w:rPr>
          <w:rtl/>
        </w:rPr>
        <w:t xml:space="preserve">ں </w:t>
      </w:r>
      <w:r>
        <w:rPr>
          <w:rtl/>
        </w:rPr>
        <w:t>سے كتب كو عربى مي</w:t>
      </w:r>
      <w:r w:rsidR="000A0CDC">
        <w:rPr>
          <w:rtl/>
        </w:rPr>
        <w:t xml:space="preserve">ں </w:t>
      </w:r>
      <w:r>
        <w:rPr>
          <w:rtl/>
        </w:rPr>
        <w:t>ترجمہ كيا جائے بعد مي</w:t>
      </w:r>
      <w:r w:rsidR="000A0CDC">
        <w:rPr>
          <w:rtl/>
        </w:rPr>
        <w:t xml:space="preserve">ں </w:t>
      </w:r>
      <w:r>
        <w:rPr>
          <w:rtl/>
        </w:rPr>
        <w:t>يہى كتب بيت الحكمة كى اساس قرار پائي</w:t>
      </w:r>
      <w:r w:rsidR="000A0CDC">
        <w:rPr>
          <w:rtl/>
        </w:rPr>
        <w:t xml:space="preserve">ں </w:t>
      </w:r>
      <w:r>
        <w:rPr>
          <w:rtl/>
        </w:rPr>
        <w:t xml:space="preserve">_ </w:t>
      </w:r>
    </w:p>
    <w:p w:rsidR="0061102A" w:rsidRDefault="0061102A" w:rsidP="00BE6934">
      <w:pPr>
        <w:pStyle w:val="libNormal"/>
        <w:rPr>
          <w:rtl/>
        </w:rPr>
      </w:pPr>
      <w:r>
        <w:rPr>
          <w:rtl/>
        </w:rPr>
        <w:t>مامون كے زمانہ مي</w:t>
      </w:r>
      <w:r w:rsidR="000A0CDC">
        <w:rPr>
          <w:rtl/>
        </w:rPr>
        <w:t xml:space="preserve">ں </w:t>
      </w:r>
      <w:r>
        <w:rPr>
          <w:rtl/>
        </w:rPr>
        <w:t>بيت الحكمة كو وسيع كيا گيا، اس نے كتابو</w:t>
      </w:r>
      <w:r w:rsidR="000A0CDC">
        <w:rPr>
          <w:rtl/>
        </w:rPr>
        <w:t xml:space="preserve">ں </w:t>
      </w:r>
      <w:r>
        <w:rPr>
          <w:rtl/>
        </w:rPr>
        <w:t>سے لدے ہوئے سو اونٹ بغداد منگوائے اور بظاہر يہ كتب اس قرار داد كے تحت مسلمانو</w:t>
      </w:r>
      <w:r w:rsidR="000A0CDC">
        <w:rPr>
          <w:rtl/>
        </w:rPr>
        <w:t xml:space="preserve">ں </w:t>
      </w:r>
      <w:r>
        <w:rPr>
          <w:rtl/>
        </w:rPr>
        <w:t>كودى گئي</w:t>
      </w:r>
      <w:r w:rsidR="000A0CDC">
        <w:rPr>
          <w:rtl/>
        </w:rPr>
        <w:t xml:space="preserve">ں </w:t>
      </w:r>
      <w:r>
        <w:rPr>
          <w:rtl/>
        </w:rPr>
        <w:t>جو مامون اور روم كے بادشاہ مشل دوم كے در ميان طے پائي، نيز مامون نے 3لاكھ دينار ترجمہ كے كام پر خرچ كيے، اس دور مي</w:t>
      </w:r>
      <w:r w:rsidR="000A0CDC">
        <w:rPr>
          <w:rtl/>
        </w:rPr>
        <w:t xml:space="preserve">ں </w:t>
      </w:r>
      <w:r>
        <w:rPr>
          <w:rtl/>
        </w:rPr>
        <w:t>بيت الحكمة كے علاوہ ديگر علمى ادارے بھى موجود تھے ان ادارو</w:t>
      </w:r>
      <w:r w:rsidR="000A0CDC">
        <w:rPr>
          <w:rtl/>
        </w:rPr>
        <w:t xml:space="preserve">ں </w:t>
      </w:r>
      <w:r>
        <w:rPr>
          <w:rtl/>
        </w:rPr>
        <w:t>مي</w:t>
      </w:r>
      <w:r w:rsidR="000A0CDC">
        <w:rPr>
          <w:rtl/>
        </w:rPr>
        <w:t xml:space="preserve">ں </w:t>
      </w:r>
      <w:r>
        <w:rPr>
          <w:rtl/>
        </w:rPr>
        <w:t>سے ايك ''دار العلوم'' تھا يہ ايك عمومى لا ئبريرى كى شكل مي</w:t>
      </w:r>
      <w:r w:rsidR="000A0CDC">
        <w:rPr>
          <w:rtl/>
        </w:rPr>
        <w:t xml:space="preserve">ں </w:t>
      </w:r>
      <w:r>
        <w:rPr>
          <w:rtl/>
        </w:rPr>
        <w:t>تھا، اسى طرح مصر مي</w:t>
      </w:r>
      <w:r w:rsidR="000A0CDC">
        <w:rPr>
          <w:rtl/>
        </w:rPr>
        <w:t xml:space="preserve">ں </w:t>
      </w:r>
      <w:r>
        <w:rPr>
          <w:rtl/>
        </w:rPr>
        <w:t>ايك تعليمى مركز دار العلم فاطميون تھا، يہ ادارہ الحاكم با مراللہ جو كہ مصر مي</w:t>
      </w:r>
      <w:r w:rsidR="000A0CDC">
        <w:rPr>
          <w:rtl/>
        </w:rPr>
        <w:t xml:space="preserve">ں </w:t>
      </w:r>
      <w:r>
        <w:rPr>
          <w:rtl/>
        </w:rPr>
        <w:t>فاطمى خليفہ تھے انكے حكم سے 395 ہجرى قمرى قاہرہ مي</w:t>
      </w:r>
      <w:r w:rsidR="000A0CDC">
        <w:rPr>
          <w:rtl/>
        </w:rPr>
        <w:t xml:space="preserve">ں </w:t>
      </w:r>
      <w:r>
        <w:rPr>
          <w:rtl/>
        </w:rPr>
        <w:t>تعمير ہوا، اس ادارہ مي</w:t>
      </w:r>
      <w:r w:rsidR="000A0CDC">
        <w:rPr>
          <w:rtl/>
        </w:rPr>
        <w:t xml:space="preserve">ں </w:t>
      </w:r>
      <w:r>
        <w:rPr>
          <w:rtl/>
        </w:rPr>
        <w:t>تقريبا دس لاكھ كتب موجود تھي</w:t>
      </w:r>
      <w:r w:rsidR="000A0CDC">
        <w:rPr>
          <w:rtl/>
        </w:rPr>
        <w:t xml:space="preserve">ں </w:t>
      </w:r>
      <w:r>
        <w:rPr>
          <w:rtl/>
        </w:rPr>
        <w:t xml:space="preserve">،موصل كا </w:t>
      </w:r>
    </w:p>
    <w:p w:rsidR="0061102A" w:rsidRDefault="0069392F" w:rsidP="00BE6934">
      <w:pPr>
        <w:pStyle w:val="libNormal"/>
        <w:rPr>
          <w:rtl/>
        </w:rPr>
      </w:pPr>
      <w:r>
        <w:rPr>
          <w:rtl/>
        </w:rPr>
        <w:cr/>
      </w:r>
      <w:r>
        <w:rPr>
          <w:rtl/>
        </w:rPr>
        <w:br w:type="page"/>
      </w:r>
      <w:r>
        <w:rPr>
          <w:rtl/>
        </w:rPr>
        <w:lastRenderedPageBreak/>
        <w:cr/>
      </w:r>
      <w:r w:rsidR="0061102A">
        <w:rPr>
          <w:rtl/>
        </w:rPr>
        <w:t>دار العلم جعفر بن محمد ہمدان موصلى نے تعمير كيا يہ وہ پہلا علمى مركز تھا كہجسمي</w:t>
      </w:r>
      <w:r w:rsidR="000A0CDC">
        <w:rPr>
          <w:rtl/>
        </w:rPr>
        <w:t xml:space="preserve">ں </w:t>
      </w:r>
      <w:r w:rsidR="0061102A">
        <w:rPr>
          <w:rtl/>
        </w:rPr>
        <w:t>تمام علوم سے كتابي</w:t>
      </w:r>
      <w:r w:rsidR="000A0CDC">
        <w:rPr>
          <w:rtl/>
        </w:rPr>
        <w:t xml:space="preserve">ں </w:t>
      </w:r>
      <w:r w:rsidR="0061102A">
        <w:rPr>
          <w:rtl/>
        </w:rPr>
        <w:t>جمع كى گئي تھي</w:t>
      </w:r>
      <w:r w:rsidR="000A0CDC">
        <w:rPr>
          <w:rtl/>
        </w:rPr>
        <w:t xml:space="preserve">ں </w:t>
      </w:r>
      <w:r w:rsidR="0061102A">
        <w:rPr>
          <w:rtl/>
        </w:rPr>
        <w:t>موجودہ لبنان كے ايك شہر طرابلس مي</w:t>
      </w:r>
      <w:r w:rsidR="000A0CDC">
        <w:rPr>
          <w:rtl/>
        </w:rPr>
        <w:t xml:space="preserve">ں </w:t>
      </w:r>
      <w:r w:rsidR="0061102A">
        <w:rPr>
          <w:rtl/>
        </w:rPr>
        <w:t>پانچوي</w:t>
      </w:r>
      <w:r w:rsidR="000A0CDC">
        <w:rPr>
          <w:rtl/>
        </w:rPr>
        <w:t xml:space="preserve">ں </w:t>
      </w:r>
      <w:r w:rsidR="0061102A">
        <w:rPr>
          <w:rtl/>
        </w:rPr>
        <w:t>صدى ہجرى كے آخر مي</w:t>
      </w:r>
      <w:r w:rsidR="000A0CDC">
        <w:rPr>
          <w:rtl/>
        </w:rPr>
        <w:t xml:space="preserve">ں </w:t>
      </w:r>
      <w:r w:rsidR="0061102A">
        <w:rPr>
          <w:rtl/>
        </w:rPr>
        <w:t>ايك دارالعلم سوا لاكھ جلد كتابو</w:t>
      </w:r>
      <w:r w:rsidR="000A0CDC">
        <w:rPr>
          <w:rtl/>
        </w:rPr>
        <w:t xml:space="preserve">ں </w:t>
      </w:r>
      <w:r w:rsidR="0061102A">
        <w:rPr>
          <w:rtl/>
        </w:rPr>
        <w:t>كے ساتھ موجود تھا_</w:t>
      </w:r>
      <w:r w:rsidR="0061102A" w:rsidRPr="00F67D4B">
        <w:rPr>
          <w:rStyle w:val="libFootnotenumChar"/>
          <w:rtl/>
        </w:rPr>
        <w:t>(1)</w:t>
      </w:r>
      <w:r w:rsidR="0061102A">
        <w:rPr>
          <w:rtl/>
        </w:rPr>
        <w:t xml:space="preserve"> </w:t>
      </w:r>
    </w:p>
    <w:p w:rsidR="0061102A" w:rsidRDefault="0061102A" w:rsidP="00BE6934">
      <w:pPr>
        <w:pStyle w:val="libNormal"/>
        <w:rPr>
          <w:rtl/>
        </w:rPr>
      </w:pPr>
      <w:r>
        <w:rPr>
          <w:rtl/>
        </w:rPr>
        <w:t>اسلامى دور كے ديگربہت اہم مشہورعلمى مراكز نظاميہ مدارس تھے، پانچوي</w:t>
      </w:r>
      <w:r w:rsidR="000A0CDC">
        <w:rPr>
          <w:rtl/>
        </w:rPr>
        <w:t xml:space="preserve">ں </w:t>
      </w:r>
      <w:r>
        <w:rPr>
          <w:rtl/>
        </w:rPr>
        <w:t>صدى كے آخرى پچاس سالو</w:t>
      </w:r>
      <w:r w:rsidR="000A0CDC">
        <w:rPr>
          <w:rtl/>
        </w:rPr>
        <w:t xml:space="preserve">ں </w:t>
      </w:r>
      <w:r>
        <w:rPr>
          <w:rtl/>
        </w:rPr>
        <w:t>مي</w:t>
      </w:r>
      <w:r w:rsidR="000A0CDC">
        <w:rPr>
          <w:rtl/>
        </w:rPr>
        <w:t xml:space="preserve">ں </w:t>
      </w:r>
      <w:r>
        <w:rPr>
          <w:rtl/>
        </w:rPr>
        <w:t>خواجہ نظام الملك نے بغداد ، نيشابور ، اور ديگر شہرو</w:t>
      </w:r>
      <w:r w:rsidR="000A0CDC">
        <w:rPr>
          <w:rtl/>
        </w:rPr>
        <w:t xml:space="preserve">ں </w:t>
      </w:r>
      <w:r>
        <w:rPr>
          <w:rtl/>
        </w:rPr>
        <w:t>مي</w:t>
      </w:r>
      <w:r w:rsidR="000A0CDC">
        <w:rPr>
          <w:rtl/>
        </w:rPr>
        <w:t xml:space="preserve">ں </w:t>
      </w:r>
      <w:r>
        <w:rPr>
          <w:rtl/>
        </w:rPr>
        <w:t>مدارس كى تعمير كر كے نظاميہ نام كے مدارس كے سلسلے كى بنياد ركھى ، بغداد كا نظاميہ جو كہ 459 قمرى مي</w:t>
      </w:r>
      <w:r w:rsidR="000A0CDC">
        <w:rPr>
          <w:rtl/>
        </w:rPr>
        <w:t xml:space="preserve">ں </w:t>
      </w:r>
      <w:r>
        <w:rPr>
          <w:rtl/>
        </w:rPr>
        <w:t>تاسيس ہوا اسمي</w:t>
      </w:r>
      <w:r w:rsidR="000A0CDC">
        <w:rPr>
          <w:rtl/>
        </w:rPr>
        <w:t xml:space="preserve">ں </w:t>
      </w:r>
      <w:r>
        <w:rPr>
          <w:rtl/>
        </w:rPr>
        <w:t>ابواسحاق شيرازى تدريس كيا كرتے تھے، انكے بعد اس مدرسہ مي</w:t>
      </w:r>
      <w:r w:rsidR="000A0CDC">
        <w:rPr>
          <w:rtl/>
        </w:rPr>
        <w:t xml:space="preserve">ں </w:t>
      </w:r>
      <w:r>
        <w:rPr>
          <w:rtl/>
        </w:rPr>
        <w:t>تدريس كى سب سے بڑى كرسى امام محمد غزالى كو نصيب ہوئي ، اسكے بعد عالم اسلام مي</w:t>
      </w:r>
      <w:r w:rsidR="000A0CDC">
        <w:rPr>
          <w:rtl/>
        </w:rPr>
        <w:t xml:space="preserve">ں </w:t>
      </w:r>
      <w:r>
        <w:rPr>
          <w:rtl/>
        </w:rPr>
        <w:t>مدارس كا جال بچھ گيا ،سلجوقيو</w:t>
      </w:r>
      <w:r w:rsidR="000A0CDC">
        <w:rPr>
          <w:rtl/>
        </w:rPr>
        <w:t xml:space="preserve">ں </w:t>
      </w:r>
      <w:r>
        <w:rPr>
          <w:rtl/>
        </w:rPr>
        <w:t>كى مملكت مي</w:t>
      </w:r>
      <w:r w:rsidR="000A0CDC">
        <w:rPr>
          <w:rtl/>
        </w:rPr>
        <w:t xml:space="preserve">ں </w:t>
      </w:r>
      <w:r>
        <w:rPr>
          <w:rtl/>
        </w:rPr>
        <w:t xml:space="preserve">جو مدارس اور علمى مراكز خواجہ كے حكم سے تعمير ہوئے تو وہ خواجہ نظام الملك كى طرف منسوب ہونے كى وجہ سے نظاميہ كے عنوان سے مشہور ہوئے _ </w:t>
      </w:r>
    </w:p>
    <w:p w:rsidR="0061102A" w:rsidRDefault="0061102A" w:rsidP="00BE6934">
      <w:pPr>
        <w:pStyle w:val="libNormal"/>
        <w:rPr>
          <w:rtl/>
        </w:rPr>
      </w:pPr>
      <w:r>
        <w:rPr>
          <w:rtl/>
        </w:rPr>
        <w:t>بغداد كے نظاميہ كے علاوہ اور مدارس نظاميہ بھى قابل ذكر ہي</w:t>
      </w:r>
      <w:r w:rsidR="000A0CDC">
        <w:rPr>
          <w:rtl/>
        </w:rPr>
        <w:t xml:space="preserve">ں </w:t>
      </w:r>
      <w:r>
        <w:rPr>
          <w:rtl/>
        </w:rPr>
        <w:t>مثلا نيشابور كا نظاميہ خواجہ نظام الملك اور ديگر سلجوقى بادشاہو</w:t>
      </w:r>
      <w:r w:rsidR="000A0CDC">
        <w:rPr>
          <w:rtl/>
        </w:rPr>
        <w:t xml:space="preserve">ں </w:t>
      </w:r>
      <w:r>
        <w:rPr>
          <w:rtl/>
        </w:rPr>
        <w:t>كى نيشابور شہر كى طرف خصوصى توجہ كے باعث تاسيس ہوا ،مشہور افراد مثلا امام موفق نيشابورى ، حكيم عمر خيام، حسن صباح ، امام محمد غزالى اور انكے بھائي امام احمد اور امام محمد نيشابورى نے اس مدرسے مي</w:t>
      </w:r>
      <w:r w:rsidR="000A0CDC">
        <w:rPr>
          <w:rtl/>
        </w:rPr>
        <w:t xml:space="preserve">ں </w:t>
      </w:r>
      <w:r>
        <w:rPr>
          <w:rtl/>
        </w:rPr>
        <w:t>تربيت پائي ،نيشابور كا يہ نظاميہ مدرسين اورمشہور فقہاء كى تعداد جو كہ وہا</w:t>
      </w:r>
      <w:r w:rsidR="000A0CDC">
        <w:rPr>
          <w:rtl/>
        </w:rPr>
        <w:t xml:space="preserve">ں </w:t>
      </w:r>
      <w:r>
        <w:rPr>
          <w:rtl/>
        </w:rPr>
        <w:t xml:space="preserve">تعليم ديتے تھے ،كے باعث بغداد كے نظاميہ كے بعد دوسرا مقام ركھتا تھا، اسى طرح اصفہان اور بلخ كے مدارس نظاميہ بھى نامور اساتذہ كے حامل تھے_ </w:t>
      </w:r>
    </w:p>
    <w:p w:rsidR="0061102A" w:rsidRDefault="0061102A" w:rsidP="00BE6934">
      <w:pPr>
        <w:pStyle w:val="libNormal"/>
        <w:rPr>
          <w:rtl/>
        </w:rPr>
      </w:pPr>
      <w:r>
        <w:rPr>
          <w:rtl/>
        </w:rPr>
        <w:t>مجموعى طور پر كہا جاسكتا ہے كہ عالم اسلام مي</w:t>
      </w:r>
      <w:r w:rsidR="000A0CDC">
        <w:rPr>
          <w:rtl/>
        </w:rPr>
        <w:t xml:space="preserve">ں </w:t>
      </w:r>
      <w:r>
        <w:rPr>
          <w:rtl/>
        </w:rPr>
        <w:t>علمى و تعليمى مراكزمتعدد اور متنوع تھے، ان مراكز مي</w:t>
      </w:r>
      <w:r w:rsidR="000A0CDC">
        <w:rPr>
          <w:rtl/>
        </w:rPr>
        <w:t xml:space="preserve">ں </w:t>
      </w:r>
      <w:r>
        <w:rPr>
          <w:rtl/>
        </w:rPr>
        <w:t>سے وسيع اور غالب ترين علمى مراكز مساجد تھي</w:t>
      </w:r>
      <w:r w:rsidR="000A0CDC">
        <w:rPr>
          <w:rtl/>
        </w:rPr>
        <w:t xml:space="preserve">ں </w:t>
      </w:r>
      <w:r>
        <w:rPr>
          <w:rtl/>
        </w:rPr>
        <w:t>كہ جو سارے عالم اسلام مي</w:t>
      </w:r>
      <w:r w:rsidR="000A0CDC">
        <w:rPr>
          <w:rtl/>
        </w:rPr>
        <w:t xml:space="preserve">ں </w:t>
      </w:r>
      <w:r>
        <w:rPr>
          <w:rtl/>
        </w:rPr>
        <w:t>پھيلى ہوئي تھي</w:t>
      </w:r>
      <w:r w:rsidR="000A0CDC">
        <w:rPr>
          <w:rtl/>
        </w:rPr>
        <w:t xml:space="preserve">ں </w:t>
      </w:r>
      <w:r>
        <w:rPr>
          <w:rtl/>
        </w:rPr>
        <w:t>،مساجد مسلمانو</w:t>
      </w:r>
      <w:r w:rsidR="000A0CDC">
        <w:rPr>
          <w:rtl/>
        </w:rPr>
        <w:t xml:space="preserve">ں </w:t>
      </w:r>
      <w:r>
        <w:rPr>
          <w:rtl/>
        </w:rPr>
        <w:t>كے دينى اجتماع كے سب سے پہلے مراكز مي</w:t>
      </w:r>
      <w:r w:rsidR="000A0CDC">
        <w:rPr>
          <w:rtl/>
        </w:rPr>
        <w:t xml:space="preserve">ں </w:t>
      </w:r>
      <w:r>
        <w:rPr>
          <w:rtl/>
        </w:rPr>
        <w:t>شمار ہوتى تھي</w:t>
      </w:r>
      <w:r w:rsidR="000A0CDC">
        <w:rPr>
          <w:rtl/>
        </w:rPr>
        <w:t xml:space="preserve">ں </w:t>
      </w:r>
      <w:r>
        <w:rPr>
          <w:rtl/>
        </w:rPr>
        <w:t xml:space="preserve">_ </w:t>
      </w:r>
    </w:p>
    <w:p w:rsidR="0061102A" w:rsidRDefault="003A7D4A" w:rsidP="00BE6934">
      <w:pPr>
        <w:pStyle w:val="libLine"/>
        <w:rPr>
          <w:rtl/>
        </w:rPr>
      </w:pPr>
      <w:r>
        <w:rPr>
          <w:rtl/>
        </w:rPr>
        <w:t>____________________</w:t>
      </w:r>
    </w:p>
    <w:p w:rsidR="000A0CDC" w:rsidRDefault="0061102A" w:rsidP="00BE6934">
      <w:pPr>
        <w:pStyle w:val="libFootnote"/>
        <w:rPr>
          <w:rtl/>
        </w:rPr>
      </w:pPr>
      <w:r>
        <w:rPr>
          <w:rtl/>
        </w:rPr>
        <w:t>1)على رفيعى علامہ دشتى ، درآمدى بر دايرة المعارف ،كتابخانہ ہاى جہان ، قم ، ص 43 _ 42_</w:t>
      </w:r>
    </w:p>
    <w:p w:rsidR="000A0CDC" w:rsidRDefault="000A0CDC" w:rsidP="00BE6934">
      <w:pPr>
        <w:pStyle w:val="libNormal"/>
        <w:rPr>
          <w:rtl/>
        </w:rPr>
      </w:pPr>
      <w:r>
        <w:rPr>
          <w:rtl/>
        </w:rPr>
        <w:br w:type="page"/>
      </w:r>
    </w:p>
    <w:p w:rsidR="0061102A" w:rsidRDefault="0061102A" w:rsidP="00BE6934">
      <w:pPr>
        <w:pStyle w:val="libNormal"/>
        <w:rPr>
          <w:rtl/>
        </w:rPr>
      </w:pPr>
    </w:p>
    <w:p w:rsidR="0061102A" w:rsidRDefault="0061102A" w:rsidP="00BE6934">
      <w:pPr>
        <w:pStyle w:val="libNormal"/>
        <w:rPr>
          <w:rtl/>
        </w:rPr>
      </w:pPr>
      <w:r>
        <w:rPr>
          <w:rtl/>
        </w:rPr>
        <w:t>حتى كہ مدارس كى عمارتي</w:t>
      </w:r>
      <w:r w:rsidR="000A0CDC">
        <w:rPr>
          <w:rtl/>
        </w:rPr>
        <w:t xml:space="preserve">ں </w:t>
      </w:r>
      <w:r>
        <w:rPr>
          <w:rtl/>
        </w:rPr>
        <w:t>بھى مساجد كے نقشہ كے مطابق ہوتى تھي</w:t>
      </w:r>
      <w:r w:rsidR="000A0CDC">
        <w:rPr>
          <w:rtl/>
        </w:rPr>
        <w:t xml:space="preserve">ں </w:t>
      </w:r>
      <w:r>
        <w:rPr>
          <w:rtl/>
        </w:rPr>
        <w:t>ايسى معروف مساجد جو اپنى تاسيس كے آغاز مي</w:t>
      </w:r>
      <w:r w:rsidR="000A0CDC">
        <w:rPr>
          <w:rtl/>
        </w:rPr>
        <w:t xml:space="preserve">ں </w:t>
      </w:r>
      <w:r>
        <w:rPr>
          <w:rtl/>
        </w:rPr>
        <w:t>يا كچھ عرصہ بعد ان مي</w:t>
      </w:r>
      <w:r w:rsidR="000A0CDC">
        <w:rPr>
          <w:rtl/>
        </w:rPr>
        <w:t xml:space="preserve">ں </w:t>
      </w:r>
      <w:r>
        <w:rPr>
          <w:rtl/>
        </w:rPr>
        <w:t>لائبريريا</w:t>
      </w:r>
      <w:r w:rsidR="000A0CDC">
        <w:rPr>
          <w:rtl/>
        </w:rPr>
        <w:t xml:space="preserve">ں </w:t>
      </w:r>
      <w:r>
        <w:rPr>
          <w:rtl/>
        </w:rPr>
        <w:t>بھى تشكيل پائي</w:t>
      </w:r>
      <w:r w:rsidR="000A0CDC">
        <w:rPr>
          <w:rtl/>
        </w:rPr>
        <w:t xml:space="preserve">ں </w:t>
      </w:r>
      <w:r>
        <w:rPr>
          <w:rtl/>
        </w:rPr>
        <w:t>، عالم اسلام كے اہم شہرو</w:t>
      </w:r>
      <w:r w:rsidR="000A0CDC">
        <w:rPr>
          <w:rtl/>
        </w:rPr>
        <w:t xml:space="preserve">ں </w:t>
      </w:r>
      <w:r>
        <w:rPr>
          <w:rtl/>
        </w:rPr>
        <w:t>مي</w:t>
      </w:r>
      <w:r w:rsidR="000A0CDC">
        <w:rPr>
          <w:rtl/>
        </w:rPr>
        <w:t xml:space="preserve">ں </w:t>
      </w:r>
      <w:r>
        <w:rPr>
          <w:rtl/>
        </w:rPr>
        <w:t>بہت زيادہ تھي</w:t>
      </w:r>
      <w:r w:rsidR="000A0CDC">
        <w:rPr>
          <w:rtl/>
        </w:rPr>
        <w:t xml:space="preserve">ں </w:t>
      </w:r>
      <w:r>
        <w:rPr>
          <w:rtl/>
        </w:rPr>
        <w:t>مثلا مسجد جامع بصرہ ، مسجد جامع فسطاط ، مسجدجامع كبير قيروان ، مسجد جامع اموى دمشق، مسجد جامع زيتونہ جو كہ تيونس مي</w:t>
      </w:r>
      <w:r w:rsidR="000A0CDC">
        <w:rPr>
          <w:rtl/>
        </w:rPr>
        <w:t xml:space="preserve">ں </w:t>
      </w:r>
      <w:r>
        <w:rPr>
          <w:rtl/>
        </w:rPr>
        <w:t>ہے، مسجد جامع قرويين فاس اور مسجد جامع الخصيب اصفہان</w:t>
      </w:r>
      <w:r w:rsidRPr="00F67D4B">
        <w:rPr>
          <w:rStyle w:val="libFootnotenumChar"/>
          <w:rtl/>
        </w:rPr>
        <w:t>(1)</w:t>
      </w:r>
      <w:r>
        <w:rPr>
          <w:rtl/>
        </w:rPr>
        <w:t xml:space="preserve">_ </w:t>
      </w:r>
    </w:p>
    <w:p w:rsidR="0061102A" w:rsidRDefault="0061102A" w:rsidP="00BE6934">
      <w:pPr>
        <w:pStyle w:val="libNormal"/>
        <w:rPr>
          <w:rtl/>
        </w:rPr>
      </w:pPr>
      <w:r>
        <w:rPr>
          <w:rtl/>
        </w:rPr>
        <w:t>عالم اسلام كے ہسپتال كہ جنہي</w:t>
      </w:r>
      <w:r w:rsidR="000A0CDC">
        <w:rPr>
          <w:rtl/>
        </w:rPr>
        <w:t xml:space="preserve">ں </w:t>
      </w:r>
      <w:r>
        <w:rPr>
          <w:rtl/>
        </w:rPr>
        <w:t>'' مارستان'' بھى كہا جاتا تھامريضو</w:t>
      </w:r>
      <w:r w:rsidR="000A0CDC">
        <w:rPr>
          <w:rtl/>
        </w:rPr>
        <w:t xml:space="preserve">ں </w:t>
      </w:r>
      <w:r>
        <w:rPr>
          <w:rtl/>
        </w:rPr>
        <w:t>كے علاج كے ساتھ ساتھ اطباء كى تحقيق اور مطالعہ كے مراكز بھى شمار ہوتے تھے، اور ان مي</w:t>
      </w:r>
      <w:r w:rsidR="000A0CDC">
        <w:rPr>
          <w:rtl/>
        </w:rPr>
        <w:t xml:space="preserve">ں </w:t>
      </w:r>
      <w:r>
        <w:rPr>
          <w:rtl/>
        </w:rPr>
        <w:t>صرف اسى علم پر لائبريريا</w:t>
      </w:r>
      <w:r w:rsidR="000A0CDC">
        <w:rPr>
          <w:rtl/>
        </w:rPr>
        <w:t xml:space="preserve">ں </w:t>
      </w:r>
      <w:r>
        <w:rPr>
          <w:rtl/>
        </w:rPr>
        <w:t>بھى تھي</w:t>
      </w:r>
      <w:r w:rsidR="000A0CDC">
        <w:rPr>
          <w:rtl/>
        </w:rPr>
        <w:t xml:space="preserve">ں </w:t>
      </w:r>
      <w:r>
        <w:rPr>
          <w:rtl/>
        </w:rPr>
        <w:t xml:space="preserve">،مثلا مارستان فسطاط ، مارستان الكبير منصورى قاہرہ ، مارستان نورى بغداد ، رى كا ہسپتال ... </w:t>
      </w:r>
    </w:p>
    <w:p w:rsidR="0061102A" w:rsidRDefault="0061102A" w:rsidP="00BE6934">
      <w:pPr>
        <w:pStyle w:val="libNormal"/>
        <w:rPr>
          <w:rtl/>
        </w:rPr>
      </w:pPr>
      <w:r>
        <w:rPr>
          <w:rtl/>
        </w:rPr>
        <w:t>اسى طرح علمى مراكز مي</w:t>
      </w:r>
      <w:r w:rsidR="000A0CDC">
        <w:rPr>
          <w:rtl/>
        </w:rPr>
        <w:t xml:space="preserve">ں </w:t>
      </w:r>
      <w:r>
        <w:rPr>
          <w:rtl/>
        </w:rPr>
        <w:t>سے رصد خانے ( علم ہيئت كے مراكز) بھى تھے ،عالم اسلام مي</w:t>
      </w:r>
      <w:r w:rsidR="000A0CDC">
        <w:rPr>
          <w:rtl/>
        </w:rPr>
        <w:t xml:space="preserve">ں </w:t>
      </w:r>
      <w:r>
        <w:rPr>
          <w:rtl/>
        </w:rPr>
        <w:t>بہت بڑے متعدد رصد خانے تعمير ہوئے جن كا شمار دنيا كے سب سے بڑے اور اہم ترين رصد خانو</w:t>
      </w:r>
      <w:r w:rsidR="000A0CDC">
        <w:rPr>
          <w:rtl/>
        </w:rPr>
        <w:t xml:space="preserve">ں </w:t>
      </w:r>
      <w:r>
        <w:rPr>
          <w:rtl/>
        </w:rPr>
        <w:t>مي</w:t>
      </w:r>
      <w:r w:rsidR="000A0CDC">
        <w:rPr>
          <w:rtl/>
        </w:rPr>
        <w:t xml:space="preserve">ں </w:t>
      </w:r>
      <w:r>
        <w:rPr>
          <w:rtl/>
        </w:rPr>
        <w:t>ہوتا تھا،كہ جن مي</w:t>
      </w:r>
      <w:r w:rsidR="000A0CDC">
        <w:rPr>
          <w:rtl/>
        </w:rPr>
        <w:t xml:space="preserve">ں </w:t>
      </w:r>
      <w:r>
        <w:rPr>
          <w:rtl/>
        </w:rPr>
        <w:t>علم رياضى اور نجوم كى جديد ترين تحقيقات ہوتى تھي</w:t>
      </w:r>
      <w:r w:rsidR="000A0CDC">
        <w:rPr>
          <w:rtl/>
        </w:rPr>
        <w:t xml:space="preserve">ں </w:t>
      </w:r>
      <w:r>
        <w:rPr>
          <w:rtl/>
        </w:rPr>
        <w:t>،رصد خانو</w:t>
      </w:r>
      <w:r w:rsidR="000A0CDC">
        <w:rPr>
          <w:rtl/>
        </w:rPr>
        <w:t xml:space="preserve">ں </w:t>
      </w:r>
      <w:r>
        <w:rPr>
          <w:rtl/>
        </w:rPr>
        <w:t>مي</w:t>
      </w:r>
      <w:r w:rsidR="000A0CDC">
        <w:rPr>
          <w:rtl/>
        </w:rPr>
        <w:t xml:space="preserve">ں </w:t>
      </w:r>
      <w:r>
        <w:rPr>
          <w:rtl/>
        </w:rPr>
        <w:t>اسلامى دانشورو</w:t>
      </w:r>
      <w:r w:rsidR="000A0CDC">
        <w:rPr>
          <w:rtl/>
        </w:rPr>
        <w:t xml:space="preserve">ں </w:t>
      </w:r>
      <w:r>
        <w:rPr>
          <w:rtl/>
        </w:rPr>
        <w:t>كے بہت سے انكشافات اور تحقيقات صديو</w:t>
      </w:r>
      <w:r w:rsidR="000A0CDC">
        <w:rPr>
          <w:rtl/>
        </w:rPr>
        <w:t xml:space="preserve">ں </w:t>
      </w:r>
      <w:r>
        <w:rPr>
          <w:rtl/>
        </w:rPr>
        <w:t>بعد بھى يورپ مي</w:t>
      </w:r>
      <w:r w:rsidR="000A0CDC">
        <w:rPr>
          <w:rtl/>
        </w:rPr>
        <w:t xml:space="preserve">ں </w:t>
      </w:r>
      <w:r>
        <w:rPr>
          <w:rtl/>
        </w:rPr>
        <w:t>تجزيہ و تحليل كا مركز قرار پائے ،ان رصد خانو</w:t>
      </w:r>
      <w:r w:rsidR="000A0CDC">
        <w:rPr>
          <w:rtl/>
        </w:rPr>
        <w:t xml:space="preserve">ں </w:t>
      </w:r>
      <w:r>
        <w:rPr>
          <w:rtl/>
        </w:rPr>
        <w:t>مي</w:t>
      </w:r>
      <w:r w:rsidR="000A0CDC">
        <w:rPr>
          <w:rtl/>
        </w:rPr>
        <w:t xml:space="preserve">ں </w:t>
      </w:r>
      <w:r>
        <w:rPr>
          <w:rtl/>
        </w:rPr>
        <w:t>اہميت كے لحاظ سے مثلا مراغہ اور سمرقندكے رصد خانو</w:t>
      </w:r>
      <w:r w:rsidR="000A0CDC">
        <w:rPr>
          <w:rtl/>
        </w:rPr>
        <w:t xml:space="preserve">ں </w:t>
      </w:r>
      <w:r>
        <w:rPr>
          <w:rtl/>
        </w:rPr>
        <w:t xml:space="preserve">كا نام ليا جاسكتا ہے_ </w:t>
      </w:r>
    </w:p>
    <w:p w:rsidR="0061102A" w:rsidRDefault="0061102A" w:rsidP="00BE6934">
      <w:pPr>
        <w:pStyle w:val="libNormal"/>
        <w:rPr>
          <w:rtl/>
        </w:rPr>
      </w:pPr>
      <w:r>
        <w:rPr>
          <w:rtl/>
        </w:rPr>
        <w:t>ان تمام اسلامى تعليمى ادارو</w:t>
      </w:r>
      <w:r w:rsidR="000A0CDC">
        <w:rPr>
          <w:rtl/>
        </w:rPr>
        <w:t xml:space="preserve">ں </w:t>
      </w:r>
      <w:r>
        <w:rPr>
          <w:rtl/>
        </w:rPr>
        <w:t>مي</w:t>
      </w:r>
      <w:r w:rsidR="000A0CDC">
        <w:rPr>
          <w:rtl/>
        </w:rPr>
        <w:t xml:space="preserve">ں </w:t>
      </w:r>
      <w:r>
        <w:rPr>
          <w:rtl/>
        </w:rPr>
        <w:t>دو علمى مركز بہت زيادہ اہميت كے حامل مي</w:t>
      </w:r>
      <w:r w:rsidR="000A0CDC">
        <w:rPr>
          <w:rtl/>
        </w:rPr>
        <w:t xml:space="preserve">ں </w:t>
      </w:r>
      <w:r>
        <w:rPr>
          <w:rtl/>
        </w:rPr>
        <w:t>ان دو مي</w:t>
      </w:r>
      <w:r w:rsidR="000A0CDC">
        <w:rPr>
          <w:rtl/>
        </w:rPr>
        <w:t xml:space="preserve">ں </w:t>
      </w:r>
      <w:r>
        <w:rPr>
          <w:rtl/>
        </w:rPr>
        <w:t>ايك ''ربع رشيدي'' ہے كہ بہت سے علماء كى آمد و رفت كا مقام تھا كہ جو وہا</w:t>
      </w:r>
      <w:r w:rsidR="000A0CDC">
        <w:rPr>
          <w:rtl/>
        </w:rPr>
        <w:t xml:space="preserve">ں </w:t>
      </w:r>
      <w:r>
        <w:rPr>
          <w:rtl/>
        </w:rPr>
        <w:t>علمى كامو</w:t>
      </w:r>
      <w:r w:rsidR="000A0CDC">
        <w:rPr>
          <w:rtl/>
        </w:rPr>
        <w:t xml:space="preserve">ں </w:t>
      </w:r>
      <w:r>
        <w:rPr>
          <w:rtl/>
        </w:rPr>
        <w:t>مي</w:t>
      </w:r>
      <w:r w:rsidR="000A0CDC">
        <w:rPr>
          <w:rtl/>
        </w:rPr>
        <w:t xml:space="preserve">ں </w:t>
      </w:r>
      <w:r>
        <w:rPr>
          <w:rtl/>
        </w:rPr>
        <w:t>مصروف تھے ،دوسرا ''شنب غازاني''كہ جو ايل خانو</w:t>
      </w:r>
      <w:r w:rsidR="000A0CDC">
        <w:rPr>
          <w:rtl/>
        </w:rPr>
        <w:t xml:space="preserve">ں </w:t>
      </w:r>
      <w:r>
        <w:rPr>
          <w:rtl/>
        </w:rPr>
        <w:t>كے دور مي</w:t>
      </w:r>
      <w:r w:rsidR="000A0CDC">
        <w:rPr>
          <w:rtl/>
        </w:rPr>
        <w:t xml:space="preserve">ں </w:t>
      </w:r>
      <w:r>
        <w:rPr>
          <w:rtl/>
        </w:rPr>
        <w:t>تعمير ہوا كہ جس مي</w:t>
      </w:r>
      <w:r w:rsidR="000A0CDC">
        <w:rPr>
          <w:rtl/>
        </w:rPr>
        <w:t xml:space="preserve">ں </w:t>
      </w:r>
      <w:r>
        <w:rPr>
          <w:rtl/>
        </w:rPr>
        <w:t xml:space="preserve">مختلف ا فراد كے درميان متعدد علمى معلومات كا تبادلہ ہوا كرتا تھا_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منور جمال رشيد ، قديم اسلامى مدارس، لاہور ، ص 138 _ 114_</w:t>
      </w:r>
    </w:p>
    <w:p w:rsidR="000A0CDC" w:rsidRDefault="0069392F" w:rsidP="00BE6934">
      <w:pPr>
        <w:pStyle w:val="libNormal"/>
        <w:rPr>
          <w:rtl/>
        </w:rPr>
      </w:pPr>
      <w:r>
        <w:rPr>
          <w:rtl/>
        </w:rPr>
        <w:br w:type="page"/>
      </w:r>
      <w:r>
        <w:rPr>
          <w:rtl/>
        </w:rPr>
        <w:lastRenderedPageBreak/>
        <w:cr/>
      </w:r>
    </w:p>
    <w:p w:rsidR="0061102A" w:rsidRDefault="0061102A" w:rsidP="00BE6934">
      <w:pPr>
        <w:pStyle w:val="Heading2Center"/>
        <w:rPr>
          <w:rtl/>
        </w:rPr>
      </w:pPr>
      <w:bookmarkStart w:id="25" w:name="_Toc268581"/>
      <w:r>
        <w:rPr>
          <w:rtl/>
        </w:rPr>
        <w:t>تيسرا باب:</w:t>
      </w:r>
      <w:bookmarkEnd w:id="25"/>
      <w:r>
        <w:rPr>
          <w:rtl/>
        </w:rPr>
        <w:t xml:space="preserve"> </w:t>
      </w:r>
    </w:p>
    <w:p w:rsidR="0061102A" w:rsidRDefault="0061102A" w:rsidP="00BE6934">
      <w:pPr>
        <w:pStyle w:val="Heading2Center"/>
        <w:rPr>
          <w:rtl/>
        </w:rPr>
      </w:pPr>
      <w:bookmarkStart w:id="26" w:name="_Toc268582"/>
      <w:r>
        <w:rPr>
          <w:rtl/>
        </w:rPr>
        <w:t>اسلامى تمدن مي</w:t>
      </w:r>
      <w:r w:rsidR="000A0CDC">
        <w:rPr>
          <w:rtl/>
        </w:rPr>
        <w:t xml:space="preserve">ں </w:t>
      </w:r>
      <w:r>
        <w:rPr>
          <w:rtl/>
        </w:rPr>
        <w:t>علوم كى پيش رفت</w:t>
      </w:r>
      <w:bookmarkEnd w:id="26"/>
    </w:p>
    <w:p w:rsidR="000A0CDC"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27" w:name="_Toc268583"/>
      <w:r>
        <w:rPr>
          <w:rtl/>
        </w:rPr>
        <w:t>علوم كى درجہ بندي:</w:t>
      </w:r>
      <w:bookmarkEnd w:id="27"/>
    </w:p>
    <w:p w:rsidR="0061102A" w:rsidRDefault="0061102A" w:rsidP="00BE6934">
      <w:pPr>
        <w:pStyle w:val="libNormal"/>
        <w:rPr>
          <w:rtl/>
        </w:rPr>
      </w:pPr>
      <w:r>
        <w:rPr>
          <w:rtl/>
        </w:rPr>
        <w:t>كلى طور پر ديكھا جائے تو اسلامى دانشورو</w:t>
      </w:r>
      <w:r w:rsidR="000A0CDC">
        <w:rPr>
          <w:rtl/>
        </w:rPr>
        <w:t xml:space="preserve">ں </w:t>
      </w:r>
      <w:r>
        <w:rPr>
          <w:rtl/>
        </w:rPr>
        <w:t>كى آغاز مي</w:t>
      </w:r>
      <w:r w:rsidR="000A0CDC">
        <w:rPr>
          <w:rtl/>
        </w:rPr>
        <w:t xml:space="preserve">ں </w:t>
      </w:r>
      <w:r>
        <w:rPr>
          <w:rtl/>
        </w:rPr>
        <w:t>عالم طبيعت بالخصوص انسان كے حوالے سے علم طب مي</w:t>
      </w:r>
      <w:r w:rsidR="000A0CDC">
        <w:rPr>
          <w:rtl/>
        </w:rPr>
        <w:t xml:space="preserve">ں </w:t>
      </w:r>
      <w:r>
        <w:rPr>
          <w:rtl/>
        </w:rPr>
        <w:t>انہى حدود كے اندر نگاہ تھى كہ جو يونانى علماء نے متعين كى تھي</w:t>
      </w:r>
      <w:r w:rsidR="000A0CDC">
        <w:rPr>
          <w:rtl/>
        </w:rPr>
        <w:t xml:space="preserve">ں </w:t>
      </w:r>
      <w:r>
        <w:rPr>
          <w:rtl/>
        </w:rPr>
        <w:t>اسى طرح علم فلكيات كے حوالے سے وہى بطلميوس كا زمين كو مركز قرار دينے والا نظريہ ركھتے تھے، ليكن اسلامى دانشورو</w:t>
      </w:r>
      <w:r w:rsidR="000A0CDC">
        <w:rPr>
          <w:rtl/>
        </w:rPr>
        <w:t xml:space="preserve">ں </w:t>
      </w:r>
      <w:r>
        <w:rPr>
          <w:rtl/>
        </w:rPr>
        <w:t>كى تحقيق و مطالعہ نے انہي</w:t>
      </w:r>
      <w:r w:rsidR="000A0CDC">
        <w:rPr>
          <w:rtl/>
        </w:rPr>
        <w:t xml:space="preserve">ں </w:t>
      </w:r>
      <w:r>
        <w:rPr>
          <w:rtl/>
        </w:rPr>
        <w:t>ان نظريات سے مختلف حقائق سے آشنا كيا، لہذا طب، علم فلكيات ، رياضى ، فزكس كے حوالے سے عالم اسلام مي</w:t>
      </w:r>
      <w:r w:rsidR="000A0CDC">
        <w:rPr>
          <w:rtl/>
        </w:rPr>
        <w:t xml:space="preserve">ں </w:t>
      </w:r>
      <w:r>
        <w:rPr>
          <w:rtl/>
        </w:rPr>
        <w:t>ايسے نكات اور قواعد سامنے آئے كہ جنكے بارے مي</w:t>
      </w:r>
      <w:r w:rsidR="000A0CDC">
        <w:rPr>
          <w:rtl/>
        </w:rPr>
        <w:t xml:space="preserve">ں </w:t>
      </w:r>
      <w:r>
        <w:rPr>
          <w:rtl/>
        </w:rPr>
        <w:t>كہا جاسكتا ہے كہ وہ كسى بھى طرح سے يونان سے نہي</w:t>
      </w:r>
      <w:r w:rsidR="000A0CDC">
        <w:rPr>
          <w:rtl/>
        </w:rPr>
        <w:t xml:space="preserve">ں </w:t>
      </w:r>
      <w:r>
        <w:rPr>
          <w:rtl/>
        </w:rPr>
        <w:t>ليے گئے بلكہ وہ اساسا اسلامى مفكرين كى كاوشو</w:t>
      </w:r>
      <w:r w:rsidR="000A0CDC">
        <w:rPr>
          <w:rtl/>
        </w:rPr>
        <w:t xml:space="preserve">ں </w:t>
      </w:r>
      <w:r>
        <w:rPr>
          <w:rtl/>
        </w:rPr>
        <w:t>كا نتيجہ ہي</w:t>
      </w:r>
      <w:r w:rsidR="000A0CDC">
        <w:rPr>
          <w:rtl/>
        </w:rPr>
        <w:t xml:space="preserve">ں </w:t>
      </w:r>
      <w:r>
        <w:rPr>
          <w:rtl/>
        </w:rPr>
        <w:t>، اس حوالے سے مزيد تجزيہ و تحليل كيلئے ضرورى ہے كہ سب سے پہلے ہم اسلامى تمدن مي</w:t>
      </w:r>
      <w:r w:rsidR="000A0CDC">
        <w:rPr>
          <w:rtl/>
        </w:rPr>
        <w:t xml:space="preserve">ں </w:t>
      </w:r>
      <w:r>
        <w:rPr>
          <w:rtl/>
        </w:rPr>
        <w:t>علوم كى درجہ بندى پر نگاہ ڈالي</w:t>
      </w:r>
      <w:r w:rsidR="000A0CDC">
        <w:rPr>
          <w:rtl/>
        </w:rPr>
        <w:t xml:space="preserve">ں </w:t>
      </w:r>
      <w:r>
        <w:rPr>
          <w:rtl/>
        </w:rPr>
        <w:t xml:space="preserve">،يو </w:t>
      </w:r>
      <w:r w:rsidR="000A0CDC">
        <w:rPr>
          <w:rtl/>
        </w:rPr>
        <w:t xml:space="preserve">ں </w:t>
      </w:r>
      <w:r>
        <w:rPr>
          <w:rtl/>
        </w:rPr>
        <w:t>ان تمام علوم كى اقسام مي</w:t>
      </w:r>
      <w:r w:rsidR="000A0CDC">
        <w:rPr>
          <w:rtl/>
        </w:rPr>
        <w:t xml:space="preserve">ں </w:t>
      </w:r>
      <w:r>
        <w:rPr>
          <w:rtl/>
        </w:rPr>
        <w:t>اسلامى دانشورو</w:t>
      </w:r>
      <w:r w:rsidR="000A0CDC">
        <w:rPr>
          <w:rtl/>
        </w:rPr>
        <w:t xml:space="preserve">ں </w:t>
      </w:r>
      <w:r>
        <w:rPr>
          <w:rtl/>
        </w:rPr>
        <w:t>اور انكى تحقيقات سے آشنا ہونے كے ساتھ ساتھ ان حقيقى نكات اور مسائل كا تجزيہ كري</w:t>
      </w:r>
      <w:r w:rsidR="000A0CDC">
        <w:rPr>
          <w:rtl/>
        </w:rPr>
        <w:t xml:space="preserve">ں </w:t>
      </w:r>
      <w:r>
        <w:rPr>
          <w:rtl/>
        </w:rPr>
        <w:t xml:space="preserve">كہ جو يونانى علوم كى حدود اور معيار سے ہٹ كر سامنے آئے _ </w:t>
      </w:r>
    </w:p>
    <w:p w:rsidR="0061102A" w:rsidRDefault="0061102A" w:rsidP="00BE6934">
      <w:pPr>
        <w:pStyle w:val="libNormal"/>
        <w:rPr>
          <w:rtl/>
        </w:rPr>
      </w:pPr>
      <w:r>
        <w:rPr>
          <w:rtl/>
        </w:rPr>
        <w:t>اسلام مي</w:t>
      </w:r>
      <w:r w:rsidR="000A0CDC">
        <w:rPr>
          <w:rtl/>
        </w:rPr>
        <w:t xml:space="preserve">ں </w:t>
      </w:r>
      <w:r>
        <w:rPr>
          <w:rtl/>
        </w:rPr>
        <w:t>علوم كى درجہ بندى كے حوالے سے مختلف روشي</w:t>
      </w:r>
      <w:r w:rsidR="000A0CDC">
        <w:rPr>
          <w:rtl/>
        </w:rPr>
        <w:t xml:space="preserve">ں </w:t>
      </w:r>
      <w:r>
        <w:rPr>
          <w:rtl/>
        </w:rPr>
        <w:t>موجود ہي</w:t>
      </w:r>
      <w:r w:rsidR="000A0CDC">
        <w:rPr>
          <w:rtl/>
        </w:rPr>
        <w:t xml:space="preserve">ں </w:t>
      </w:r>
      <w:r>
        <w:rPr>
          <w:rtl/>
        </w:rPr>
        <w:t>اوريہ روشي</w:t>
      </w:r>
      <w:r w:rsidR="000A0CDC">
        <w:rPr>
          <w:rtl/>
        </w:rPr>
        <w:t xml:space="preserve">ں </w:t>
      </w:r>
      <w:r>
        <w:rPr>
          <w:rtl/>
        </w:rPr>
        <w:t>عام طور پر اپنے بانيو</w:t>
      </w:r>
      <w:r w:rsidR="000A0CDC">
        <w:rPr>
          <w:rtl/>
        </w:rPr>
        <w:t xml:space="preserve">ں </w:t>
      </w:r>
      <w:r>
        <w:rPr>
          <w:rtl/>
        </w:rPr>
        <w:t>كى اپنے ارد گرد كے جہان پر انكى خاص نگاہ سے وجود مي</w:t>
      </w:r>
      <w:r w:rsidR="000A0CDC">
        <w:rPr>
          <w:rtl/>
        </w:rPr>
        <w:t xml:space="preserve">ں </w:t>
      </w:r>
      <w:r>
        <w:rPr>
          <w:rtl/>
        </w:rPr>
        <w:t>آتى رہي</w:t>
      </w:r>
      <w:r w:rsidR="000A0CDC">
        <w:rPr>
          <w:rtl/>
        </w:rPr>
        <w:t xml:space="preserve">ں </w:t>
      </w:r>
      <w:r>
        <w:rPr>
          <w:rtl/>
        </w:rPr>
        <w:t>، پہلى درجہ بندى مي</w:t>
      </w:r>
      <w:r w:rsidR="000A0CDC">
        <w:rPr>
          <w:rtl/>
        </w:rPr>
        <w:t xml:space="preserve">ں </w:t>
      </w:r>
      <w:r>
        <w:rPr>
          <w:rtl/>
        </w:rPr>
        <w:t>علوم كود و اقسام نظرى اور عملى مي</w:t>
      </w:r>
      <w:r w:rsidR="000A0CDC">
        <w:rPr>
          <w:rtl/>
        </w:rPr>
        <w:t xml:space="preserve">ں </w:t>
      </w:r>
      <w:r>
        <w:rPr>
          <w:rtl/>
        </w:rPr>
        <w:t>تقسيم كيا گيا ، البتہ يہا</w:t>
      </w:r>
      <w:r w:rsidR="000A0CDC">
        <w:rPr>
          <w:rtl/>
        </w:rPr>
        <w:t xml:space="preserve">ں </w:t>
      </w:r>
      <w:r>
        <w:rPr>
          <w:rtl/>
        </w:rPr>
        <w:t>ابھى ان علوم عملى كى كيفيت اور انجام كے طريقہ كار كو مد نظر نہي</w:t>
      </w:r>
      <w:r w:rsidR="000A0CDC">
        <w:rPr>
          <w:rtl/>
        </w:rPr>
        <w:t xml:space="preserve">ں </w:t>
      </w:r>
      <w:r>
        <w:rPr>
          <w:rtl/>
        </w:rPr>
        <w:t>ركھا گيا، علوم نظرى كہ جنہي</w:t>
      </w:r>
      <w:r w:rsidR="000A0CDC">
        <w:rPr>
          <w:rtl/>
        </w:rPr>
        <w:t xml:space="preserve">ں </w:t>
      </w:r>
      <w:r>
        <w:rPr>
          <w:rtl/>
        </w:rPr>
        <w:t>حكمت نظرى سے بھى تعبير كيا گياہے ان مي</w:t>
      </w:r>
      <w:r w:rsidR="000A0CDC">
        <w:rPr>
          <w:rtl/>
        </w:rPr>
        <w:t xml:space="preserve">ں </w:t>
      </w:r>
      <w:r>
        <w:rPr>
          <w:rtl/>
        </w:rPr>
        <w:t>اصول شناخت و معرفت زير بحث ہي</w:t>
      </w:r>
      <w:r w:rsidR="000A0CDC">
        <w:rPr>
          <w:rtl/>
        </w:rPr>
        <w:t xml:space="preserve">ں </w:t>
      </w:r>
      <w:r>
        <w:rPr>
          <w:rtl/>
        </w:rPr>
        <w:t>اور بحث كا موضوع وجود اور اسكا مادے سے تعلق كى حالت ہے ،يہ علوم پھر تين اقسام مي</w:t>
      </w:r>
      <w:r w:rsidR="000A0CDC">
        <w:rPr>
          <w:rtl/>
        </w:rPr>
        <w:t xml:space="preserve">ں </w:t>
      </w:r>
      <w:r>
        <w:rPr>
          <w:rtl/>
        </w:rPr>
        <w:t>تقسيم ہوئے ہي</w:t>
      </w:r>
      <w:r w:rsidR="000A0CDC">
        <w:rPr>
          <w:rtl/>
        </w:rPr>
        <w:t xml:space="preserve">ں </w:t>
      </w:r>
      <w:r>
        <w:rPr>
          <w:rtl/>
        </w:rPr>
        <w:t>علم الہى (علم اعلي) وہ امور جو مادہ سے جدا ہي</w:t>
      </w:r>
      <w:r w:rsidR="000A0CDC">
        <w:rPr>
          <w:rtl/>
        </w:rPr>
        <w:t xml:space="preserve">ں </w:t>
      </w:r>
      <w:r>
        <w:rPr>
          <w:rtl/>
        </w:rPr>
        <w:t xml:space="preserve">،علم حساب و رياضى (علم اوسط) ان علوم كى بحث مكمل طور پر ذہنى اور مادہ </w:t>
      </w:r>
    </w:p>
    <w:p w:rsidR="0061102A" w:rsidRDefault="0069392F" w:rsidP="00BE6934">
      <w:pPr>
        <w:pStyle w:val="libNormal"/>
        <w:rPr>
          <w:rtl/>
        </w:rPr>
      </w:pPr>
      <w:r>
        <w:rPr>
          <w:rtl/>
        </w:rPr>
        <w:cr/>
      </w:r>
      <w:r>
        <w:rPr>
          <w:rtl/>
        </w:rPr>
        <w:br w:type="page"/>
      </w:r>
      <w:r>
        <w:rPr>
          <w:rtl/>
        </w:rPr>
        <w:lastRenderedPageBreak/>
        <w:cr/>
      </w:r>
      <w:r w:rsidR="0061102A">
        <w:rPr>
          <w:rtl/>
        </w:rPr>
        <w:t>سے ہٹ كرہے اور علم طبيعى (علم ادني) جو مادہ كے بارے مي</w:t>
      </w:r>
      <w:r w:rsidR="000A0CDC">
        <w:rPr>
          <w:rtl/>
        </w:rPr>
        <w:t xml:space="preserve">ں </w:t>
      </w:r>
      <w:r w:rsidR="0061102A">
        <w:rPr>
          <w:rtl/>
        </w:rPr>
        <w:t>بحث كرتا ہے خواہ وہ ذہنى صورت مي</w:t>
      </w:r>
      <w:r w:rsidR="000A0CDC">
        <w:rPr>
          <w:rtl/>
        </w:rPr>
        <w:t xml:space="preserve">ں </w:t>
      </w:r>
      <w:r w:rsidR="0061102A">
        <w:rPr>
          <w:rtl/>
        </w:rPr>
        <w:t xml:space="preserve">ہو </w:t>
      </w:r>
      <w:r w:rsidR="000A0CDC">
        <w:rPr>
          <w:rtl/>
        </w:rPr>
        <w:t xml:space="preserve">ں </w:t>
      </w:r>
      <w:r w:rsidR="0061102A">
        <w:rPr>
          <w:rtl/>
        </w:rPr>
        <w:t>يا ذہن سے باہر كى دنيا مي</w:t>
      </w:r>
      <w:r w:rsidR="000A0CDC">
        <w:rPr>
          <w:rtl/>
        </w:rPr>
        <w:t xml:space="preserve">ں </w:t>
      </w:r>
      <w:r w:rsidR="0061102A">
        <w:rPr>
          <w:rtl/>
        </w:rPr>
        <w:t xml:space="preserve">_ </w:t>
      </w:r>
    </w:p>
    <w:p w:rsidR="0061102A" w:rsidRDefault="0061102A" w:rsidP="00BE6934">
      <w:pPr>
        <w:pStyle w:val="libNormal"/>
        <w:rPr>
          <w:rtl/>
        </w:rPr>
      </w:pPr>
      <w:r>
        <w:rPr>
          <w:rtl/>
        </w:rPr>
        <w:t>اسى طرح علوم عملى بھى تين اقسام مي</w:t>
      </w:r>
      <w:r w:rsidR="000A0CDC">
        <w:rPr>
          <w:rtl/>
        </w:rPr>
        <w:t xml:space="preserve">ں </w:t>
      </w:r>
      <w:r>
        <w:rPr>
          <w:rtl/>
        </w:rPr>
        <w:t>تقسيم ہوتے ہي</w:t>
      </w:r>
      <w:r w:rsidR="000A0CDC">
        <w:rPr>
          <w:rtl/>
        </w:rPr>
        <w:t xml:space="preserve">ں </w:t>
      </w:r>
      <w:r>
        <w:rPr>
          <w:rtl/>
        </w:rPr>
        <w:t xml:space="preserve">: </w:t>
      </w:r>
    </w:p>
    <w:p w:rsidR="0061102A" w:rsidRDefault="0061102A" w:rsidP="00BE6934">
      <w:pPr>
        <w:pStyle w:val="libNormal"/>
        <w:rPr>
          <w:rtl/>
        </w:rPr>
      </w:pPr>
      <w:r>
        <w:rPr>
          <w:rtl/>
        </w:rPr>
        <w:t xml:space="preserve">''علم اخلاق ''كہ جو انسان كى انفرادى و ذاتى زندگى سے مربوط ہے ،علم'' تدبير منزل'' كہ جوگھرانے سے متعلق ہے اور علم سياست كہ جو معاشرہ كے مسائل سے متعلق ہے ،يہ درجہ بندى يونانى فلسفہ بالخصوص ارسطو كے فلسفہ كے زير اثر تشكيل پائي_ </w:t>
      </w:r>
    </w:p>
    <w:p w:rsidR="0061102A" w:rsidRDefault="0061102A" w:rsidP="00BE6934">
      <w:pPr>
        <w:pStyle w:val="libNormal"/>
        <w:rPr>
          <w:rtl/>
        </w:rPr>
      </w:pPr>
      <w:r>
        <w:rPr>
          <w:rtl/>
        </w:rPr>
        <w:t>دوسرى درجہ بندى علوم كے اپنے حقيقى ہدف كے ساتھ بلاواسطہ تعلق كى بنا پر ہے يعنى ان مختلف علوم سے ايك معين ہدف تك پہنچے كيلئے فائدہ اٹھا يا جا تا ہے ، مثلا حكمت نظرى يا شرعى علوم مي</w:t>
      </w:r>
      <w:r w:rsidR="000A0CDC">
        <w:rPr>
          <w:rtl/>
        </w:rPr>
        <w:t xml:space="preserve">ں </w:t>
      </w:r>
      <w:r>
        <w:rPr>
          <w:rtl/>
        </w:rPr>
        <w:t>شناخت و معرفت كومركزيت حاصل ہے جبكہ ديگر علوم مثلا صرف ونحو(گرائمر كے قواعد) ان كو سمجھنے مي</w:t>
      </w:r>
      <w:r w:rsidR="000A0CDC">
        <w:rPr>
          <w:rtl/>
        </w:rPr>
        <w:t xml:space="preserve">ں </w:t>
      </w:r>
      <w:r>
        <w:rPr>
          <w:rtl/>
        </w:rPr>
        <w:t>مدد ديتے ہي</w:t>
      </w:r>
      <w:r w:rsidR="000A0CDC">
        <w:rPr>
          <w:rtl/>
        </w:rPr>
        <w:t xml:space="preserve">ں </w:t>
      </w:r>
      <w:r>
        <w:rPr>
          <w:rtl/>
        </w:rPr>
        <w:t xml:space="preserve">_ </w:t>
      </w:r>
    </w:p>
    <w:p w:rsidR="0061102A" w:rsidRDefault="0061102A" w:rsidP="00BE6934">
      <w:pPr>
        <w:pStyle w:val="libNormal"/>
        <w:rPr>
          <w:rtl/>
        </w:rPr>
      </w:pPr>
      <w:r>
        <w:rPr>
          <w:rtl/>
        </w:rPr>
        <w:t>تيسرى درجہ بندى مي</w:t>
      </w:r>
      <w:r w:rsidR="000A0CDC">
        <w:rPr>
          <w:rtl/>
        </w:rPr>
        <w:t xml:space="preserve">ں </w:t>
      </w:r>
      <w:r>
        <w:rPr>
          <w:rtl/>
        </w:rPr>
        <w:t>علوم دو قسمو</w:t>
      </w:r>
      <w:r w:rsidR="000A0CDC">
        <w:rPr>
          <w:rtl/>
        </w:rPr>
        <w:t xml:space="preserve">ں </w:t>
      </w:r>
      <w:r>
        <w:rPr>
          <w:rtl/>
        </w:rPr>
        <w:t>اسلامى اور غير اسلامى مي</w:t>
      </w:r>
      <w:r w:rsidR="000A0CDC">
        <w:rPr>
          <w:rtl/>
        </w:rPr>
        <w:t xml:space="preserve">ں </w:t>
      </w:r>
      <w:r>
        <w:rPr>
          <w:rtl/>
        </w:rPr>
        <w:t>تقسيم ہوتے ہي</w:t>
      </w:r>
      <w:r w:rsidR="000A0CDC">
        <w:rPr>
          <w:rtl/>
        </w:rPr>
        <w:t xml:space="preserve">ں </w:t>
      </w:r>
      <w:r>
        <w:rPr>
          <w:rtl/>
        </w:rPr>
        <w:t>، علوم اسلامى وہ علوم ہي</w:t>
      </w:r>
      <w:r w:rsidR="000A0CDC">
        <w:rPr>
          <w:rtl/>
        </w:rPr>
        <w:t xml:space="preserve">ں </w:t>
      </w:r>
      <w:r>
        <w:rPr>
          <w:rtl/>
        </w:rPr>
        <w:t>كہ جنكا سرچشمہ مكمل طور پر مسلمانو</w:t>
      </w:r>
      <w:r w:rsidR="000A0CDC">
        <w:rPr>
          <w:rtl/>
        </w:rPr>
        <w:t xml:space="preserve">ں </w:t>
      </w:r>
      <w:r>
        <w:rPr>
          <w:rtl/>
        </w:rPr>
        <w:t>كى فكر و نظر ہے ، جبكہ علوم غير اسلامى وہ علوم مي</w:t>
      </w:r>
      <w:r w:rsidR="000A0CDC">
        <w:rPr>
          <w:rtl/>
        </w:rPr>
        <w:t xml:space="preserve">ں </w:t>
      </w:r>
      <w:r>
        <w:rPr>
          <w:rtl/>
        </w:rPr>
        <w:t>كہ جنكے اصول ديگر تہذيبو</w:t>
      </w:r>
      <w:r w:rsidR="000A0CDC">
        <w:rPr>
          <w:rtl/>
        </w:rPr>
        <w:t xml:space="preserve">ں ں </w:t>
      </w:r>
      <w:r>
        <w:rPr>
          <w:rtl/>
        </w:rPr>
        <w:t>سے اسلام مي</w:t>
      </w:r>
      <w:r w:rsidR="000A0CDC">
        <w:rPr>
          <w:rtl/>
        </w:rPr>
        <w:t xml:space="preserve">ں </w:t>
      </w:r>
      <w:r>
        <w:rPr>
          <w:rtl/>
        </w:rPr>
        <w:t>پہنچے اور مسلمانو</w:t>
      </w:r>
      <w:r w:rsidR="000A0CDC">
        <w:rPr>
          <w:rtl/>
        </w:rPr>
        <w:t xml:space="preserve">ں </w:t>
      </w:r>
      <w:r>
        <w:rPr>
          <w:rtl/>
        </w:rPr>
        <w:t>نے اپنى تحقيقات مي</w:t>
      </w:r>
      <w:r w:rsidR="000A0CDC">
        <w:rPr>
          <w:rtl/>
        </w:rPr>
        <w:t xml:space="preserve">ں </w:t>
      </w:r>
      <w:r>
        <w:rPr>
          <w:rtl/>
        </w:rPr>
        <w:t>انہي</w:t>
      </w:r>
      <w:r w:rsidR="000A0CDC">
        <w:rPr>
          <w:rtl/>
        </w:rPr>
        <w:t xml:space="preserve">ں </w:t>
      </w:r>
      <w:r>
        <w:rPr>
          <w:rtl/>
        </w:rPr>
        <w:t>وسعت دى اور مختلف شاخو</w:t>
      </w:r>
      <w:r w:rsidR="000A0CDC">
        <w:rPr>
          <w:rtl/>
        </w:rPr>
        <w:t xml:space="preserve">ں </w:t>
      </w:r>
      <w:r>
        <w:rPr>
          <w:rtl/>
        </w:rPr>
        <w:t>مي</w:t>
      </w:r>
      <w:r w:rsidR="000A0CDC">
        <w:rPr>
          <w:rtl/>
        </w:rPr>
        <w:t xml:space="preserve">ں </w:t>
      </w:r>
      <w:r>
        <w:rPr>
          <w:rtl/>
        </w:rPr>
        <w:t xml:space="preserve">تقسيم كيا_ </w:t>
      </w:r>
    </w:p>
    <w:p w:rsidR="0061102A" w:rsidRDefault="0061102A" w:rsidP="00BE6934">
      <w:pPr>
        <w:pStyle w:val="libNormal"/>
        <w:rPr>
          <w:rtl/>
        </w:rPr>
      </w:pPr>
      <w:r>
        <w:rPr>
          <w:rtl/>
        </w:rPr>
        <w:t>چوتھى درجہ بندى مي</w:t>
      </w:r>
      <w:r w:rsidR="000A0CDC">
        <w:rPr>
          <w:rtl/>
        </w:rPr>
        <w:t xml:space="preserve">ں </w:t>
      </w:r>
      <w:r>
        <w:rPr>
          <w:rtl/>
        </w:rPr>
        <w:t>علوم دو قسمو</w:t>
      </w:r>
      <w:r w:rsidR="000A0CDC">
        <w:rPr>
          <w:rtl/>
        </w:rPr>
        <w:t xml:space="preserve">ں </w:t>
      </w:r>
      <w:r>
        <w:rPr>
          <w:rtl/>
        </w:rPr>
        <w:t>شرعى اور غير شرعى مي</w:t>
      </w:r>
      <w:r w:rsidR="000A0CDC">
        <w:rPr>
          <w:rtl/>
        </w:rPr>
        <w:t xml:space="preserve">ں </w:t>
      </w:r>
      <w:r>
        <w:rPr>
          <w:rtl/>
        </w:rPr>
        <w:t>تقسيم ہوتے ہي</w:t>
      </w:r>
      <w:r w:rsidR="000A0CDC">
        <w:rPr>
          <w:rtl/>
        </w:rPr>
        <w:t xml:space="preserve">ں </w:t>
      </w:r>
      <w:r>
        <w:rPr>
          <w:rtl/>
        </w:rPr>
        <w:t>علوم شرعى سے مراد وہ چيزي</w:t>
      </w:r>
      <w:r w:rsidR="000A0CDC">
        <w:rPr>
          <w:rtl/>
        </w:rPr>
        <w:t xml:space="preserve">ں </w:t>
      </w:r>
      <w:r>
        <w:rPr>
          <w:rtl/>
        </w:rPr>
        <w:t>ہي</w:t>
      </w:r>
      <w:r w:rsidR="000A0CDC">
        <w:rPr>
          <w:rtl/>
        </w:rPr>
        <w:t xml:space="preserve">ں </w:t>
      </w:r>
      <w:r>
        <w:rPr>
          <w:rtl/>
        </w:rPr>
        <w:t>كہ جو پيغمبر اكرم(ص) اور ائمہ اطہار سے ہم تك پہنچي</w:t>
      </w:r>
      <w:r w:rsidR="000A0CDC">
        <w:rPr>
          <w:rtl/>
        </w:rPr>
        <w:t xml:space="preserve">ں </w:t>
      </w:r>
      <w:r>
        <w:rPr>
          <w:rtl/>
        </w:rPr>
        <w:t>كہ جن مي</w:t>
      </w:r>
      <w:r w:rsidR="000A0CDC">
        <w:rPr>
          <w:rtl/>
        </w:rPr>
        <w:t xml:space="preserve">ں </w:t>
      </w:r>
      <w:r>
        <w:rPr>
          <w:rtl/>
        </w:rPr>
        <w:t>اصول و فروع دين مقدمات اورمتممات دين شامل ہي</w:t>
      </w:r>
      <w:r w:rsidR="000A0CDC">
        <w:rPr>
          <w:rtl/>
        </w:rPr>
        <w:t xml:space="preserve">ں </w:t>
      </w:r>
      <w:r>
        <w:rPr>
          <w:rtl/>
        </w:rPr>
        <w:t>جبكہ علوم غير شرعى سے مراد فقط علوم عقلى ہي</w:t>
      </w:r>
      <w:r w:rsidR="000A0CDC">
        <w:rPr>
          <w:rtl/>
        </w:rPr>
        <w:t xml:space="preserve">ں </w:t>
      </w:r>
      <w:r>
        <w:rPr>
          <w:rtl/>
        </w:rPr>
        <w:t xml:space="preserve">مثلا رياضيات و غيرہ _ </w:t>
      </w:r>
    </w:p>
    <w:p w:rsidR="0061102A" w:rsidRDefault="0061102A" w:rsidP="00BE6934">
      <w:pPr>
        <w:pStyle w:val="libNormal"/>
        <w:rPr>
          <w:rtl/>
        </w:rPr>
      </w:pPr>
      <w:r>
        <w:rPr>
          <w:rtl/>
        </w:rPr>
        <w:t>پانچوي</w:t>
      </w:r>
      <w:r w:rsidR="000A0CDC">
        <w:rPr>
          <w:rtl/>
        </w:rPr>
        <w:t xml:space="preserve">ں </w:t>
      </w:r>
      <w:r>
        <w:rPr>
          <w:rtl/>
        </w:rPr>
        <w:t>درجہ بندى مي</w:t>
      </w:r>
      <w:r w:rsidR="000A0CDC">
        <w:rPr>
          <w:rtl/>
        </w:rPr>
        <w:t xml:space="preserve">ں </w:t>
      </w:r>
      <w:r>
        <w:rPr>
          <w:rtl/>
        </w:rPr>
        <w:t>علوم دو قسمو</w:t>
      </w:r>
      <w:r w:rsidR="000A0CDC">
        <w:rPr>
          <w:rtl/>
        </w:rPr>
        <w:t xml:space="preserve">ں </w:t>
      </w:r>
      <w:r>
        <w:rPr>
          <w:rtl/>
        </w:rPr>
        <w:t>عقلى اور نقلى (منقول )مي</w:t>
      </w:r>
      <w:r w:rsidR="000A0CDC">
        <w:rPr>
          <w:rtl/>
        </w:rPr>
        <w:t xml:space="preserve">ں </w:t>
      </w:r>
      <w:r>
        <w:rPr>
          <w:rtl/>
        </w:rPr>
        <w:t>تقسيم ہوتے ہي</w:t>
      </w:r>
      <w:r w:rsidR="000A0CDC">
        <w:rPr>
          <w:rtl/>
        </w:rPr>
        <w:t xml:space="preserve">ں </w:t>
      </w:r>
      <w:r>
        <w:rPr>
          <w:rtl/>
        </w:rPr>
        <w:t>يہا</w:t>
      </w:r>
      <w:r w:rsidR="000A0CDC">
        <w:rPr>
          <w:rtl/>
        </w:rPr>
        <w:t xml:space="preserve">ں </w:t>
      </w:r>
      <w:r>
        <w:rPr>
          <w:rtl/>
        </w:rPr>
        <w:t>علوم عقلى سے مراد حكمت ، كلام اور فلسفہ و غيرہ ہے جبكہ علوم نقلى سے مراد شرعى اور وہ معلومات كہ جو مختلف علوم مثلا علم فلكيات اور طب و غيرہ سے حكايت ہوئي ہي</w:t>
      </w:r>
      <w:r w:rsidR="000A0CDC">
        <w:rPr>
          <w:rtl/>
        </w:rPr>
        <w:t xml:space="preserve">ں </w:t>
      </w:r>
      <w:r>
        <w:rPr>
          <w:rtl/>
        </w:rPr>
        <w:t xml:space="preserve">_ </w:t>
      </w:r>
    </w:p>
    <w:p w:rsidR="0061102A" w:rsidRDefault="0069392F" w:rsidP="00BE6934">
      <w:pPr>
        <w:pStyle w:val="libNormal"/>
        <w:rPr>
          <w:rtl/>
        </w:rPr>
      </w:pPr>
      <w:r>
        <w:rPr>
          <w:rtl/>
        </w:rPr>
        <w:cr/>
      </w:r>
      <w:r>
        <w:rPr>
          <w:rtl/>
        </w:rPr>
        <w:br w:type="page"/>
      </w:r>
      <w:r>
        <w:rPr>
          <w:rtl/>
        </w:rPr>
        <w:lastRenderedPageBreak/>
        <w:cr/>
      </w:r>
      <w:r w:rsidR="0061102A">
        <w:rPr>
          <w:rtl/>
        </w:rPr>
        <w:t>وہ اسلامى دانشور حضرات كہ جنہو</w:t>
      </w:r>
      <w:r w:rsidR="000A0CDC">
        <w:rPr>
          <w:rtl/>
        </w:rPr>
        <w:t xml:space="preserve">ں </w:t>
      </w:r>
      <w:r w:rsidR="0061102A">
        <w:rPr>
          <w:rtl/>
        </w:rPr>
        <w:t>نے علوم كى درجہ بندى كے موضوع پر تحقيق كى ان مي</w:t>
      </w:r>
      <w:r w:rsidR="000A0CDC">
        <w:rPr>
          <w:rtl/>
        </w:rPr>
        <w:t xml:space="preserve">ں </w:t>
      </w:r>
      <w:r w:rsidR="0061102A">
        <w:rPr>
          <w:rtl/>
        </w:rPr>
        <w:t xml:space="preserve">دو افراد كى رائے بہت اہميت كى حامل ہے ، ابونصر فارابى (متوفي329 قمري)اور محمد بن يوسف خوارزمى (متوفى 387 قمري) </w:t>
      </w:r>
    </w:p>
    <w:p w:rsidR="0061102A" w:rsidRDefault="0061102A" w:rsidP="00BE6934">
      <w:pPr>
        <w:pStyle w:val="libNormal"/>
        <w:rPr>
          <w:rtl/>
        </w:rPr>
      </w:pPr>
      <w:r>
        <w:rPr>
          <w:rtl/>
        </w:rPr>
        <w:t>جناب فارابى وہ پہلے اسلامى دانشور ہي</w:t>
      </w:r>
      <w:r w:rsidR="000A0CDC">
        <w:rPr>
          <w:rtl/>
        </w:rPr>
        <w:t xml:space="preserve">ں </w:t>
      </w:r>
      <w:r>
        <w:rPr>
          <w:rtl/>
        </w:rPr>
        <w:t>جنہو</w:t>
      </w:r>
      <w:r w:rsidR="000A0CDC">
        <w:rPr>
          <w:rtl/>
        </w:rPr>
        <w:t xml:space="preserve">ں </w:t>
      </w:r>
      <w:r>
        <w:rPr>
          <w:rtl/>
        </w:rPr>
        <w:t>نے علوم كى درجہ بندى پر خصوصى توجہ كى انہو</w:t>
      </w:r>
      <w:r w:rsidR="000A0CDC">
        <w:rPr>
          <w:rtl/>
        </w:rPr>
        <w:t xml:space="preserve">ں </w:t>
      </w:r>
      <w:r>
        <w:rPr>
          <w:rtl/>
        </w:rPr>
        <w:t>نے اپنے خاص فلسفى ذوق كے ساتھ اپنى اہم كتاب '' احصاء العلوم'' مي</w:t>
      </w:r>
      <w:r w:rsidR="000A0CDC">
        <w:rPr>
          <w:rtl/>
        </w:rPr>
        <w:t xml:space="preserve">ں </w:t>
      </w:r>
      <w:r>
        <w:rPr>
          <w:rtl/>
        </w:rPr>
        <w:t>علوم كى درجہ بندى كو كلى طور پر'' آگاہي'' يا انكى اپنى تعبير مي</w:t>
      </w:r>
      <w:r w:rsidR="000A0CDC">
        <w:rPr>
          <w:rtl/>
        </w:rPr>
        <w:t xml:space="preserve">ں </w:t>
      </w:r>
      <w:r>
        <w:rPr>
          <w:rtl/>
        </w:rPr>
        <w:t>'' معرفت ''كو انہو</w:t>
      </w:r>
      <w:r w:rsidR="000A0CDC">
        <w:rPr>
          <w:rtl/>
        </w:rPr>
        <w:t xml:space="preserve">ں </w:t>
      </w:r>
      <w:r>
        <w:rPr>
          <w:rtl/>
        </w:rPr>
        <w:t>نے پانچ ابواب مي</w:t>
      </w:r>
      <w:r w:rsidR="000A0CDC">
        <w:rPr>
          <w:rtl/>
        </w:rPr>
        <w:t xml:space="preserve">ں </w:t>
      </w:r>
      <w:r>
        <w:rPr>
          <w:rtl/>
        </w:rPr>
        <w:t>تقسيم كيا ہے : علم زبان ، منطق ، رياضيات ، علوم طبيعى و الہى اور حكمت عملى يااخلاق ، فارابى نے علوم طبيعى اور الہى كو چوتھے باب مي</w:t>
      </w:r>
      <w:r w:rsidR="000A0CDC">
        <w:rPr>
          <w:rtl/>
        </w:rPr>
        <w:t xml:space="preserve">ں </w:t>
      </w:r>
      <w:r>
        <w:rPr>
          <w:rtl/>
        </w:rPr>
        <w:t>اس ليے پيش كيا كيونكہ دونو</w:t>
      </w:r>
      <w:r w:rsidR="000A0CDC">
        <w:rPr>
          <w:rtl/>
        </w:rPr>
        <w:t xml:space="preserve">ں </w:t>
      </w:r>
      <w:r>
        <w:rPr>
          <w:rtl/>
        </w:rPr>
        <w:t>علم طبيعى موجودات كے بارے مي</w:t>
      </w:r>
      <w:r w:rsidR="000A0CDC">
        <w:rPr>
          <w:rtl/>
        </w:rPr>
        <w:t xml:space="preserve">ں </w:t>
      </w:r>
      <w:r>
        <w:rPr>
          <w:rtl/>
        </w:rPr>
        <w:t>گفتگو كرتے ہي</w:t>
      </w:r>
      <w:r w:rsidR="000A0CDC">
        <w:rPr>
          <w:rtl/>
        </w:rPr>
        <w:t xml:space="preserve">ں </w:t>
      </w:r>
      <w:r>
        <w:rPr>
          <w:rtl/>
        </w:rPr>
        <w:t>فقط اس فرق كے ساتھ كہ ايك مي</w:t>
      </w:r>
      <w:r w:rsidR="000A0CDC">
        <w:rPr>
          <w:rtl/>
        </w:rPr>
        <w:t xml:space="preserve">ں </w:t>
      </w:r>
      <w:r>
        <w:rPr>
          <w:rtl/>
        </w:rPr>
        <w:t>موجودات وجود مطلق يا واجب الوجود كے ساتھ متصل ہوتے ہي</w:t>
      </w:r>
      <w:r w:rsidR="000A0CDC">
        <w:rPr>
          <w:rtl/>
        </w:rPr>
        <w:t xml:space="preserve">ں </w:t>
      </w:r>
      <w:r>
        <w:rPr>
          <w:rtl/>
        </w:rPr>
        <w:t>جبكہ دوسرے مي</w:t>
      </w:r>
      <w:r w:rsidR="000A0CDC">
        <w:rPr>
          <w:rtl/>
        </w:rPr>
        <w:t xml:space="preserve">ں </w:t>
      </w:r>
      <w:r>
        <w:rPr>
          <w:rtl/>
        </w:rPr>
        <w:t xml:space="preserve">خود ''واجب الوجود'' مورد توجہ قرار پاتاہے_ </w:t>
      </w:r>
    </w:p>
    <w:p w:rsidR="0061102A" w:rsidRDefault="0061102A" w:rsidP="00BE6934">
      <w:pPr>
        <w:pStyle w:val="libNormal"/>
        <w:rPr>
          <w:rtl/>
        </w:rPr>
      </w:pPr>
      <w:r>
        <w:rPr>
          <w:rtl/>
        </w:rPr>
        <w:t>اگر چہ جناب خوارزمى نے فارابى كى مانند علوم كو منطقى اور فلسفى نظم كے ساتھ مرتب نہي</w:t>
      </w:r>
      <w:r w:rsidR="000A0CDC">
        <w:rPr>
          <w:rtl/>
        </w:rPr>
        <w:t xml:space="preserve">ں </w:t>
      </w:r>
      <w:r>
        <w:rPr>
          <w:rtl/>
        </w:rPr>
        <w:t>كيا ليكن ہر علم كے دوسرے علوم كى نسبت موضوع اور ہدف كى بنياد پر فرق كو مد نظر ركھا ہے ، خوارزمى كى نگاہ مي</w:t>
      </w:r>
      <w:r w:rsidR="000A0CDC">
        <w:rPr>
          <w:rtl/>
        </w:rPr>
        <w:t xml:space="preserve">ں </w:t>
      </w:r>
      <w:r>
        <w:rPr>
          <w:rtl/>
        </w:rPr>
        <w:t>بعض علوم بذات خودہدف ہي</w:t>
      </w:r>
      <w:r w:rsidR="000A0CDC">
        <w:rPr>
          <w:rtl/>
        </w:rPr>
        <w:t xml:space="preserve">ں </w:t>
      </w:r>
      <w:r>
        <w:rPr>
          <w:rtl/>
        </w:rPr>
        <w:t>جبكہ بعض ديگر علوم مقصدتك پہنچے كا وسيلہ ہي</w:t>
      </w:r>
      <w:r w:rsidR="000A0CDC">
        <w:rPr>
          <w:rtl/>
        </w:rPr>
        <w:t xml:space="preserve">ں </w:t>
      </w:r>
      <w:r>
        <w:rPr>
          <w:rtl/>
        </w:rPr>
        <w:t>لہذا پہلے والے علوم ديگر علوم كى نسبت برترى كا مقام ركھتے ہي</w:t>
      </w:r>
      <w:r w:rsidR="000A0CDC">
        <w:rPr>
          <w:rtl/>
        </w:rPr>
        <w:t xml:space="preserve">ں </w:t>
      </w:r>
      <w:r>
        <w:rPr>
          <w:rtl/>
        </w:rPr>
        <w:t>انہو</w:t>
      </w:r>
      <w:r w:rsidR="000A0CDC">
        <w:rPr>
          <w:rtl/>
        </w:rPr>
        <w:t xml:space="preserve">ں </w:t>
      </w:r>
      <w:r>
        <w:rPr>
          <w:rtl/>
        </w:rPr>
        <w:t>نے اپنى كتاب'' مفاتيح العلوم' ' مي</w:t>
      </w:r>
      <w:r w:rsidR="000A0CDC">
        <w:rPr>
          <w:rtl/>
        </w:rPr>
        <w:t xml:space="preserve">ں </w:t>
      </w:r>
      <w:r>
        <w:rPr>
          <w:rtl/>
        </w:rPr>
        <w:t>علوم كى ايك جديد درجہ بندى پيش كرنے كى كوشش كى يعنى علوم كو دو اقسام مي</w:t>
      </w:r>
      <w:r w:rsidR="000A0CDC">
        <w:rPr>
          <w:rtl/>
        </w:rPr>
        <w:t xml:space="preserve">ں </w:t>
      </w:r>
      <w:r>
        <w:rPr>
          <w:rtl/>
        </w:rPr>
        <w:t>تقسيم كيا پہلى قسم '' علوم شرعى '' اور دوسرى قسم اغيار كے علوم يا علوم عجمى ہي</w:t>
      </w:r>
      <w:r w:rsidR="000A0CDC">
        <w:rPr>
          <w:rtl/>
        </w:rPr>
        <w:t xml:space="preserve">ں </w:t>
      </w:r>
      <w:r>
        <w:rPr>
          <w:rtl/>
        </w:rPr>
        <w:t>،انہو</w:t>
      </w:r>
      <w:r w:rsidR="000A0CDC">
        <w:rPr>
          <w:rtl/>
        </w:rPr>
        <w:t xml:space="preserve">ں </w:t>
      </w:r>
      <w:r>
        <w:rPr>
          <w:rtl/>
        </w:rPr>
        <w:t>نے اپنى كتاب كے پہلے حصہ مي</w:t>
      </w:r>
      <w:r w:rsidR="000A0CDC">
        <w:rPr>
          <w:rtl/>
        </w:rPr>
        <w:t xml:space="preserve">ں </w:t>
      </w:r>
      <w:r>
        <w:rPr>
          <w:rtl/>
        </w:rPr>
        <w:t>ان علوم اسلامى كے بارے مي</w:t>
      </w:r>
      <w:r w:rsidR="000A0CDC">
        <w:rPr>
          <w:rtl/>
        </w:rPr>
        <w:t xml:space="preserve">ں </w:t>
      </w:r>
      <w:r>
        <w:rPr>
          <w:rtl/>
        </w:rPr>
        <w:t>بحث كى كہ جنہو</w:t>
      </w:r>
      <w:r w:rsidR="000A0CDC">
        <w:rPr>
          <w:rtl/>
        </w:rPr>
        <w:t xml:space="preserve">ں </w:t>
      </w:r>
      <w:r>
        <w:rPr>
          <w:rtl/>
        </w:rPr>
        <w:t>نے اسلامى تہذيب و تمدن كى حدود مي</w:t>
      </w:r>
      <w:r w:rsidR="000A0CDC">
        <w:rPr>
          <w:rtl/>
        </w:rPr>
        <w:t xml:space="preserve">ں </w:t>
      </w:r>
      <w:r>
        <w:rPr>
          <w:rtl/>
        </w:rPr>
        <w:t>جنم ليا اور ارتقاء پايا جبكہ دوسرے حصہ مي</w:t>
      </w:r>
      <w:r w:rsidR="000A0CDC">
        <w:rPr>
          <w:rtl/>
        </w:rPr>
        <w:t xml:space="preserve">ں </w:t>
      </w:r>
      <w:r>
        <w:rPr>
          <w:rtl/>
        </w:rPr>
        <w:t>ان مختلف علوم پر بحث كى كہ جنہو</w:t>
      </w:r>
      <w:r w:rsidR="000A0CDC">
        <w:rPr>
          <w:rtl/>
        </w:rPr>
        <w:t xml:space="preserve">ں </w:t>
      </w:r>
      <w:r>
        <w:rPr>
          <w:rtl/>
        </w:rPr>
        <w:t>نے ايران ، يونان يا ہند مي</w:t>
      </w:r>
      <w:r w:rsidR="000A0CDC">
        <w:rPr>
          <w:rtl/>
        </w:rPr>
        <w:t xml:space="preserve">ں </w:t>
      </w:r>
      <w:r>
        <w:rPr>
          <w:rtl/>
        </w:rPr>
        <w:t>جنم ليا اور مسلمانو</w:t>
      </w:r>
      <w:r w:rsidR="000A0CDC">
        <w:rPr>
          <w:rtl/>
        </w:rPr>
        <w:t xml:space="preserve">ں </w:t>
      </w:r>
      <w:r>
        <w:rPr>
          <w:rtl/>
        </w:rPr>
        <w:t>نے انكى پيش رفت اور ارتقاء مي</w:t>
      </w:r>
      <w:r w:rsidR="000A0CDC">
        <w:rPr>
          <w:rtl/>
        </w:rPr>
        <w:t xml:space="preserve">ں </w:t>
      </w:r>
      <w:r>
        <w:rPr>
          <w:rtl/>
        </w:rPr>
        <w:t>موثر كردار كيا</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 بواوسل '' دائرة المعارفہاى فارسى '' تہران ، ص 40 ، 20_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28" w:name="_Toc268584"/>
      <w:r>
        <w:rPr>
          <w:rtl/>
        </w:rPr>
        <w:t>الف) غير اسلامى علوم:</w:t>
      </w:r>
      <w:bookmarkEnd w:id="28"/>
    </w:p>
    <w:p w:rsidR="0061102A" w:rsidRDefault="0061102A" w:rsidP="00BE6934">
      <w:pPr>
        <w:pStyle w:val="Heading2Center"/>
        <w:rPr>
          <w:rtl/>
        </w:rPr>
      </w:pPr>
      <w:bookmarkStart w:id="29" w:name="_Toc268585"/>
      <w:r>
        <w:rPr>
          <w:rtl/>
        </w:rPr>
        <w:t>1) رياضيات:</w:t>
      </w:r>
      <w:bookmarkEnd w:id="29"/>
    </w:p>
    <w:p w:rsidR="0061102A" w:rsidRDefault="0061102A" w:rsidP="00BE6934">
      <w:pPr>
        <w:pStyle w:val="libNormal"/>
        <w:rPr>
          <w:rtl/>
        </w:rPr>
      </w:pPr>
      <w:r>
        <w:rPr>
          <w:rtl/>
        </w:rPr>
        <w:t>ترجمہ كى تحريك كے دور مي</w:t>
      </w:r>
      <w:r w:rsidR="000A0CDC">
        <w:rPr>
          <w:rtl/>
        </w:rPr>
        <w:t xml:space="preserve">ں </w:t>
      </w:r>
      <w:r>
        <w:rPr>
          <w:rtl/>
        </w:rPr>
        <w:t>يونانى رياضى دانو</w:t>
      </w:r>
      <w:r w:rsidR="000A0CDC">
        <w:rPr>
          <w:rtl/>
        </w:rPr>
        <w:t xml:space="preserve">ں </w:t>
      </w:r>
      <w:r>
        <w:rPr>
          <w:rtl/>
        </w:rPr>
        <w:t>كى بہت سى كتابو</w:t>
      </w:r>
      <w:r w:rsidR="000A0CDC">
        <w:rPr>
          <w:rtl/>
        </w:rPr>
        <w:t xml:space="preserve">ں </w:t>
      </w:r>
      <w:r>
        <w:rPr>
          <w:rtl/>
        </w:rPr>
        <w:t>كو عربى مي</w:t>
      </w:r>
      <w:r w:rsidR="000A0CDC">
        <w:rPr>
          <w:rtl/>
        </w:rPr>
        <w:t xml:space="preserve">ں </w:t>
      </w:r>
      <w:r>
        <w:rPr>
          <w:rtl/>
        </w:rPr>
        <w:t>ترجمہ كيا گيا اوربہت جلد ہى اسلامى رياضى دانو</w:t>
      </w:r>
      <w:r w:rsidR="000A0CDC">
        <w:rPr>
          <w:rtl/>
        </w:rPr>
        <w:t xml:space="preserve">ں </w:t>
      </w:r>
      <w:r>
        <w:rPr>
          <w:rtl/>
        </w:rPr>
        <w:t>نے يونانى رياضى دانو</w:t>
      </w:r>
      <w:r w:rsidR="000A0CDC">
        <w:rPr>
          <w:rtl/>
        </w:rPr>
        <w:t xml:space="preserve">ں </w:t>
      </w:r>
      <w:r>
        <w:rPr>
          <w:rtl/>
        </w:rPr>
        <w:t>كى سطح علمى پرسبقت حاصل كرلى ،انكى كتابو</w:t>
      </w:r>
      <w:r w:rsidR="000A0CDC">
        <w:rPr>
          <w:rtl/>
        </w:rPr>
        <w:t xml:space="preserve">ں </w:t>
      </w:r>
      <w:r>
        <w:rPr>
          <w:rtl/>
        </w:rPr>
        <w:t>كى بہت سى شروحات لكھى گئي</w:t>
      </w:r>
      <w:r w:rsidR="000A0CDC">
        <w:rPr>
          <w:rtl/>
        </w:rPr>
        <w:t xml:space="preserve">ں </w:t>
      </w:r>
      <w:r>
        <w:rPr>
          <w:rtl/>
        </w:rPr>
        <w:t>اور انہو</w:t>
      </w:r>
      <w:r w:rsidR="000A0CDC">
        <w:rPr>
          <w:rtl/>
        </w:rPr>
        <w:t xml:space="preserve">ں </w:t>
      </w:r>
      <w:r>
        <w:rPr>
          <w:rtl/>
        </w:rPr>
        <w:t>نے علوم رياضى كو بہت وسعت بخشى اس دور مي</w:t>
      </w:r>
      <w:r w:rsidR="000A0CDC">
        <w:rPr>
          <w:rtl/>
        </w:rPr>
        <w:t xml:space="preserve">ں </w:t>
      </w:r>
      <w:r>
        <w:rPr>
          <w:rtl/>
        </w:rPr>
        <w:t>رياضى كى اہم ترين يونانى كتاب كہ جسكا عربى مي</w:t>
      </w:r>
      <w:r w:rsidR="000A0CDC">
        <w:rPr>
          <w:rtl/>
        </w:rPr>
        <w:t xml:space="preserve">ں </w:t>
      </w:r>
      <w:r>
        <w:rPr>
          <w:rtl/>
        </w:rPr>
        <w:t>ترجمہ ہوا اور اس كى بہت سى شروحات لكھى گئي</w:t>
      </w:r>
      <w:r w:rsidR="000A0CDC">
        <w:rPr>
          <w:rtl/>
        </w:rPr>
        <w:t xml:space="preserve">ں </w:t>
      </w:r>
      <w:r>
        <w:rPr>
          <w:rtl/>
        </w:rPr>
        <w:t>اقليدس كى كتاب ''اصول'' تھي، ليكن مسلمان رياضى دانو</w:t>
      </w:r>
      <w:r w:rsidR="000A0CDC">
        <w:rPr>
          <w:rtl/>
        </w:rPr>
        <w:t xml:space="preserve">ں </w:t>
      </w:r>
      <w:r>
        <w:rPr>
          <w:rtl/>
        </w:rPr>
        <w:t>كا اہم ترين كردار علم رياضى كے فقط ارتقاء مي</w:t>
      </w:r>
      <w:r w:rsidR="000A0CDC">
        <w:rPr>
          <w:rtl/>
        </w:rPr>
        <w:t xml:space="preserve">ں </w:t>
      </w:r>
      <w:r>
        <w:rPr>
          <w:rtl/>
        </w:rPr>
        <w:t>ہى نہ تھا بلكہ يہ كردار مشرق و مغرب يعنى يونان و ہند كى رياضيات كے بہترين امتزاج يعنى اسلامى رياضيات كى شكل مي</w:t>
      </w:r>
      <w:r w:rsidR="000A0CDC">
        <w:rPr>
          <w:rtl/>
        </w:rPr>
        <w:t xml:space="preserve">ں </w:t>
      </w:r>
      <w:r>
        <w:rPr>
          <w:rtl/>
        </w:rPr>
        <w:t xml:space="preserve">سامنے آيا اور بنى نوع انسان كيلئے اسلامى رياضيات ايك قيمتى ترين دريافت كى حيثيت ركھنے لگى _ </w:t>
      </w:r>
    </w:p>
    <w:p w:rsidR="0061102A" w:rsidRDefault="0061102A" w:rsidP="00BE6934">
      <w:pPr>
        <w:pStyle w:val="libNormal"/>
        <w:rPr>
          <w:rtl/>
        </w:rPr>
      </w:pPr>
      <w:r>
        <w:rPr>
          <w:rtl/>
        </w:rPr>
        <w:t>يہ اسلامى رياضيات كا ہى كارنامہ تھا كہ اس نے ہندسى رياضيات كى معلومات كو جس مي</w:t>
      </w:r>
      <w:r w:rsidR="000A0CDC">
        <w:rPr>
          <w:rtl/>
        </w:rPr>
        <w:t xml:space="preserve">ں </w:t>
      </w:r>
      <w:r>
        <w:rPr>
          <w:rtl/>
        </w:rPr>
        <w:t>اہم ترين يعنى اعشارى عدد نويسى كى روش كو رياضى كے ديگر يونانى قواعد كے ساتھ مخلوط كر كے ايك وحدانى شكل وصورت مي</w:t>
      </w:r>
      <w:r w:rsidR="000A0CDC">
        <w:rPr>
          <w:rtl/>
        </w:rPr>
        <w:t xml:space="preserve">ں </w:t>
      </w:r>
      <w:r>
        <w:rPr>
          <w:rtl/>
        </w:rPr>
        <w:t>ممكن كرتے ہوئے اہل مغرب كے سامنے پيش كيا، اگر چہ يونانى رياضيات اپنى چند ديگر شاخو</w:t>
      </w:r>
      <w:r w:rsidR="000A0CDC">
        <w:rPr>
          <w:rtl/>
        </w:rPr>
        <w:t xml:space="preserve">ں </w:t>
      </w:r>
      <w:r>
        <w:rPr>
          <w:rtl/>
        </w:rPr>
        <w:t>مي</w:t>
      </w:r>
      <w:r w:rsidR="000A0CDC">
        <w:rPr>
          <w:rtl/>
        </w:rPr>
        <w:t xml:space="preserve">ں </w:t>
      </w:r>
      <w:r>
        <w:rPr>
          <w:rtl/>
        </w:rPr>
        <w:t>مثلا مثلثات اوركروى علوم (</w:t>
      </w:r>
      <w:r>
        <w:t>spherical Seiences</w:t>
      </w:r>
      <w:r>
        <w:rPr>
          <w:rtl/>
        </w:rPr>
        <w:t>) مي</w:t>
      </w:r>
      <w:r w:rsidR="000A0CDC">
        <w:rPr>
          <w:rtl/>
        </w:rPr>
        <w:t xml:space="preserve">ں </w:t>
      </w:r>
      <w:r>
        <w:rPr>
          <w:rtl/>
        </w:rPr>
        <w:t>كافى ترقى كر چكى تھي</w:t>
      </w:r>
      <w:r w:rsidR="000A0CDC">
        <w:rPr>
          <w:rtl/>
        </w:rPr>
        <w:t xml:space="preserve">ں </w:t>
      </w:r>
      <w:r>
        <w:rPr>
          <w:rtl/>
        </w:rPr>
        <w:t>ليكن ايك سادہ عددنويسى كى روش نہ ہونے كى بناء پر يونان مي</w:t>
      </w:r>
      <w:r w:rsidR="000A0CDC">
        <w:rPr>
          <w:rtl/>
        </w:rPr>
        <w:t xml:space="preserve">ں </w:t>
      </w:r>
      <w:r>
        <w:rPr>
          <w:rtl/>
        </w:rPr>
        <w:t xml:space="preserve">علم اعداد ترقى نہ كرسكا تھا_ </w:t>
      </w:r>
    </w:p>
    <w:p w:rsidR="0061102A" w:rsidRDefault="0061102A" w:rsidP="00BE6934">
      <w:pPr>
        <w:pStyle w:val="libNormal"/>
        <w:rPr>
          <w:rtl/>
        </w:rPr>
      </w:pPr>
      <w:r>
        <w:rPr>
          <w:rtl/>
        </w:rPr>
        <w:t>كلى طور پر اسلامى رياضى دانو</w:t>
      </w:r>
      <w:r w:rsidR="000A0CDC">
        <w:rPr>
          <w:rtl/>
        </w:rPr>
        <w:t xml:space="preserve">ں </w:t>
      </w:r>
      <w:r>
        <w:rPr>
          <w:rtl/>
        </w:rPr>
        <w:t>كے علم رياضى كى مختلف اقسام مي</w:t>
      </w:r>
      <w:r w:rsidR="000A0CDC">
        <w:rPr>
          <w:rtl/>
        </w:rPr>
        <w:t xml:space="preserve">ں </w:t>
      </w:r>
      <w:r>
        <w:rPr>
          <w:rtl/>
        </w:rPr>
        <w:t>ثمرات كو يو</w:t>
      </w:r>
      <w:r w:rsidR="000A0CDC">
        <w:rPr>
          <w:rtl/>
        </w:rPr>
        <w:t xml:space="preserve">ں </w:t>
      </w:r>
      <w:r>
        <w:rPr>
          <w:rtl/>
        </w:rPr>
        <w:t>بيان كيا جا سكتا ہے: اعشارى نظام كى تكميل كے ذريعہ ہندى عدد نويسى كے نظام كى اصلاح مثلاً اعشارى كسور كى اختراع ،اعداد كى تھيورى مي</w:t>
      </w:r>
      <w:r w:rsidR="000A0CDC">
        <w:rPr>
          <w:rtl/>
        </w:rPr>
        <w:t xml:space="preserve">ں </w:t>
      </w:r>
      <w:r>
        <w:rPr>
          <w:rtl/>
        </w:rPr>
        <w:t>جديد مفاہيم لانا،علم الجبرا كى ايجاد، علم مثلثات اور علوم كروي(</w:t>
      </w:r>
      <w:r>
        <w:t>spherical Sciences</w:t>
      </w:r>
      <w:r>
        <w:rPr>
          <w:rtl/>
        </w:rPr>
        <w:t>) مي</w:t>
      </w:r>
      <w:r w:rsidR="000A0CDC">
        <w:rPr>
          <w:rtl/>
        </w:rPr>
        <w:t xml:space="preserve">ں </w:t>
      </w:r>
      <w:r>
        <w:rPr>
          <w:rtl/>
        </w:rPr>
        <w:t>اہم اور جديد انكشافات كرنا، درجہ 2 اور 3 كے عددى معادلات اور مسائل كا جواب پانے كيلئے مختلف روشو</w:t>
      </w:r>
      <w:r w:rsidR="000A0CDC">
        <w:rPr>
          <w:rtl/>
        </w:rPr>
        <w:t xml:space="preserve">ں </w:t>
      </w:r>
      <w:r>
        <w:rPr>
          <w:rtl/>
        </w:rPr>
        <w:t xml:space="preserve">كى تخليق_ </w:t>
      </w:r>
    </w:p>
    <w:p w:rsidR="0061102A" w:rsidRDefault="0069392F" w:rsidP="00BE6934">
      <w:pPr>
        <w:pStyle w:val="libNormal"/>
        <w:rPr>
          <w:rtl/>
        </w:rPr>
      </w:pPr>
      <w:r>
        <w:rPr>
          <w:rtl/>
        </w:rPr>
        <w:cr/>
      </w:r>
      <w:r>
        <w:rPr>
          <w:rtl/>
        </w:rPr>
        <w:br w:type="page"/>
      </w:r>
      <w:r>
        <w:rPr>
          <w:rtl/>
        </w:rPr>
        <w:lastRenderedPageBreak/>
        <w:cr/>
      </w:r>
      <w:r w:rsidR="0061102A">
        <w:rPr>
          <w:rtl/>
        </w:rPr>
        <w:t>مسلمان ، مسلم رياضى دان رياضى دان محمد بن موسى خوارزمى كى كتاب'' الجمع و التفريق بالحساب الہند'' كے ذريعے ہند كى عددنويسى كى روش سے آشنا ہوئے ،خوارزمى كى يہ كتاب عالم اسلام مي</w:t>
      </w:r>
      <w:r w:rsidR="000A0CDC">
        <w:rPr>
          <w:rtl/>
        </w:rPr>
        <w:t xml:space="preserve">ں </w:t>
      </w:r>
      <w:r w:rsidR="0061102A">
        <w:rPr>
          <w:rtl/>
        </w:rPr>
        <w:t>علم حساب پر لكھى جانے والى كتابو</w:t>
      </w:r>
      <w:r w:rsidR="000A0CDC">
        <w:rPr>
          <w:rtl/>
        </w:rPr>
        <w:t xml:space="preserve">ں </w:t>
      </w:r>
      <w:r w:rsidR="0061102A">
        <w:rPr>
          <w:rtl/>
        </w:rPr>
        <w:t>مي</w:t>
      </w:r>
      <w:r w:rsidR="000A0CDC">
        <w:rPr>
          <w:rtl/>
        </w:rPr>
        <w:t xml:space="preserve">ں </w:t>
      </w:r>
      <w:r w:rsidR="0061102A">
        <w:rPr>
          <w:rtl/>
        </w:rPr>
        <w:t>سے قديم ترين كتاب ہے اب صرف اسكا لاطينى زبان مي</w:t>
      </w:r>
      <w:r w:rsidR="000A0CDC">
        <w:rPr>
          <w:rtl/>
        </w:rPr>
        <w:t xml:space="preserve">ں </w:t>
      </w:r>
      <w:r w:rsidR="0061102A">
        <w:rPr>
          <w:rtl/>
        </w:rPr>
        <w:t>ترجمہ باقى رہ گيا ہے ،خوارزمى كى اہميت كو اس لحاظ سے بھى جانچا جا سكتا ہے كہ يہ حساب كى پہلى كتاب ہے كہ جو عربى سے لاطينى زبان مي</w:t>
      </w:r>
      <w:r w:rsidR="000A0CDC">
        <w:rPr>
          <w:rtl/>
        </w:rPr>
        <w:t xml:space="preserve">ں </w:t>
      </w:r>
      <w:r w:rsidR="0061102A">
        <w:rPr>
          <w:rtl/>
        </w:rPr>
        <w:t>ترجمہ ہوئي ، آج كے اہل مغرب رياضيات اور كمپيوٹر كے حوالے سے اشياء كے حساب و كتاب مي</w:t>
      </w:r>
      <w:r w:rsidR="000A0CDC">
        <w:rPr>
          <w:rtl/>
        </w:rPr>
        <w:t xml:space="preserve">ں </w:t>
      </w:r>
      <w:r w:rsidR="0061102A">
        <w:rPr>
          <w:rtl/>
        </w:rPr>
        <w:t>معين روش بتانے كے ليے خوارزمى كا نام تحريف شدہ شكل مي</w:t>
      </w:r>
      <w:r w:rsidR="000A0CDC">
        <w:rPr>
          <w:rtl/>
        </w:rPr>
        <w:t xml:space="preserve">ں </w:t>
      </w:r>
      <w:r w:rsidR="0061102A">
        <w:rPr>
          <w:rtl/>
        </w:rPr>
        <w:t>يعنى '' لاگر تھم (</w:t>
      </w:r>
      <w:r w:rsidR="0061102A">
        <w:t>legarithms</w:t>
      </w:r>
      <w:r w:rsidR="0061102A">
        <w:rPr>
          <w:rtl/>
        </w:rPr>
        <w:t>)'' كى صورت مي</w:t>
      </w:r>
      <w:r w:rsidR="000A0CDC">
        <w:rPr>
          <w:rtl/>
        </w:rPr>
        <w:t xml:space="preserve">ں </w:t>
      </w:r>
      <w:r w:rsidR="0061102A">
        <w:rPr>
          <w:rtl/>
        </w:rPr>
        <w:t>ان پر اطلاق كرتے ہي</w:t>
      </w:r>
      <w:r w:rsidR="000A0CDC">
        <w:rPr>
          <w:rtl/>
        </w:rPr>
        <w:t xml:space="preserve">ں </w:t>
      </w:r>
      <w:r w:rsidR="0061102A">
        <w:rPr>
          <w:rtl/>
        </w:rPr>
        <w:t xml:space="preserve">_ </w:t>
      </w:r>
    </w:p>
    <w:p w:rsidR="0061102A" w:rsidRDefault="0061102A" w:rsidP="00BE6934">
      <w:pPr>
        <w:pStyle w:val="libNormal"/>
        <w:rPr>
          <w:rtl/>
        </w:rPr>
      </w:pPr>
      <w:r>
        <w:rPr>
          <w:rtl/>
        </w:rPr>
        <w:t>جناب خوارزمى نے علم الجبرا كو وجود مي</w:t>
      </w:r>
      <w:r w:rsidR="000A0CDC">
        <w:rPr>
          <w:rtl/>
        </w:rPr>
        <w:t xml:space="preserve">ں </w:t>
      </w:r>
      <w:r>
        <w:rPr>
          <w:rtl/>
        </w:rPr>
        <w:t>لانے مي</w:t>
      </w:r>
      <w:r w:rsidR="000A0CDC">
        <w:rPr>
          <w:rtl/>
        </w:rPr>
        <w:t xml:space="preserve">ں </w:t>
      </w:r>
      <w:r>
        <w:rPr>
          <w:rtl/>
        </w:rPr>
        <w:t>اہم كردار ادا كيا ، اگرچہ اسلامى دانشورو</w:t>
      </w:r>
      <w:r w:rsidR="000A0CDC">
        <w:rPr>
          <w:rtl/>
        </w:rPr>
        <w:t xml:space="preserve">ں </w:t>
      </w:r>
      <w:r>
        <w:rPr>
          <w:rtl/>
        </w:rPr>
        <w:t>سے پہلے يونان مي</w:t>
      </w:r>
      <w:r w:rsidR="000A0CDC">
        <w:rPr>
          <w:rtl/>
        </w:rPr>
        <w:t xml:space="preserve">ں </w:t>
      </w:r>
      <w:r>
        <w:rPr>
          <w:rtl/>
        </w:rPr>
        <w:t>علم الجبرا موجودتھا اور يونانى دانشورمثلا فيثاغورث ، ارشميدس اور ڈائفنٹس اپنى كتب مي</w:t>
      </w:r>
      <w:r w:rsidR="000A0CDC">
        <w:rPr>
          <w:rtl/>
        </w:rPr>
        <w:t xml:space="preserve">ں </w:t>
      </w:r>
      <w:r>
        <w:rPr>
          <w:rtl/>
        </w:rPr>
        <w:t>مسائل الجبرا كے حل كے قريب پہنچ چكے تھے مگر مسلمان علماء اور دانشور حضرات اپنى منطقى روش اور يونانى رياضى دانو</w:t>
      </w:r>
      <w:r w:rsidR="000A0CDC">
        <w:rPr>
          <w:rtl/>
        </w:rPr>
        <w:t xml:space="preserve">ں </w:t>
      </w:r>
      <w:r>
        <w:rPr>
          <w:rtl/>
        </w:rPr>
        <w:t>كى تنقيدى اصلاح كے سبب اس علم كے بانيو</w:t>
      </w:r>
      <w:r w:rsidR="000A0CDC">
        <w:rPr>
          <w:rtl/>
        </w:rPr>
        <w:t xml:space="preserve">ں </w:t>
      </w:r>
      <w:r>
        <w:rPr>
          <w:rtl/>
        </w:rPr>
        <w:t>مي</w:t>
      </w:r>
      <w:r w:rsidR="000A0CDC">
        <w:rPr>
          <w:rtl/>
        </w:rPr>
        <w:t xml:space="preserve">ں </w:t>
      </w:r>
      <w:r>
        <w:rPr>
          <w:rtl/>
        </w:rPr>
        <w:t>شمار ہوئے لہذا ، اسلامى دانشور حضرات كے نزديك علم الجبرا علم حساب كے فارمولو</w:t>
      </w:r>
      <w:r w:rsidR="000A0CDC">
        <w:rPr>
          <w:rtl/>
        </w:rPr>
        <w:t xml:space="preserve">ں </w:t>
      </w:r>
      <w:r>
        <w:rPr>
          <w:rtl/>
        </w:rPr>
        <w:t>كا دائرہ كار اعداد تك بڑھانے اور اعداد كى جگہ حروف كے استعمال كے ذريعے اعداد كے مابين تعلقات كى تحقيق شمار ہوتاہے ، بعض مقدارو</w:t>
      </w:r>
      <w:r w:rsidR="000A0CDC">
        <w:rPr>
          <w:rtl/>
        </w:rPr>
        <w:t xml:space="preserve">ں </w:t>
      </w:r>
      <w:r>
        <w:rPr>
          <w:rtl/>
        </w:rPr>
        <w:t xml:space="preserve">كو متوازن كركے مجہول مقادير كو معلوم كرنا اور پھر انكو حل كرنا علم الجبرا كى اہم ترين دريافت شمار ہوتى ہے_ </w:t>
      </w:r>
    </w:p>
    <w:p w:rsidR="0061102A" w:rsidRDefault="0061102A" w:rsidP="00BE6934">
      <w:pPr>
        <w:pStyle w:val="libNormal"/>
        <w:rPr>
          <w:rtl/>
        </w:rPr>
      </w:pPr>
      <w:r>
        <w:rPr>
          <w:rtl/>
        </w:rPr>
        <w:t>بلا شبہ علم الجبرا كى پہلى اور اسلامى دانشورو</w:t>
      </w:r>
      <w:r w:rsidR="000A0CDC">
        <w:rPr>
          <w:rtl/>
        </w:rPr>
        <w:t xml:space="preserve">ں </w:t>
      </w:r>
      <w:r>
        <w:rPr>
          <w:rtl/>
        </w:rPr>
        <w:t>كى اہم ترين كتاب ''الجبر والمقابلہ'' جسے جناب محمد بن موسى خوارزمى نے تحرير كيا ، اس نام سے معنون كرنا بلا سبب نہي</w:t>
      </w:r>
      <w:r w:rsidR="000A0CDC">
        <w:rPr>
          <w:rtl/>
        </w:rPr>
        <w:t xml:space="preserve">ں </w:t>
      </w:r>
      <w:r>
        <w:rPr>
          <w:rtl/>
        </w:rPr>
        <w:t>ہے كيونكہ اس نام مي</w:t>
      </w:r>
      <w:r w:rsidR="000A0CDC">
        <w:rPr>
          <w:rtl/>
        </w:rPr>
        <w:t xml:space="preserve">ں </w:t>
      </w:r>
      <w:r>
        <w:rPr>
          <w:rtl/>
        </w:rPr>
        <w:t>علم الجبرا پر چھائي ہوئي كيفيت پنہا ن ہے يہا</w:t>
      </w:r>
      <w:r w:rsidR="000A0CDC">
        <w:rPr>
          <w:rtl/>
        </w:rPr>
        <w:t xml:space="preserve">ں </w:t>
      </w:r>
      <w:r>
        <w:rPr>
          <w:rtl/>
        </w:rPr>
        <w:t>'' جبر'' سے مراد ايك مسئلہ اور سوال كو منفى جملے كى صورت مي</w:t>
      </w:r>
      <w:r w:rsidR="000A0CDC">
        <w:rPr>
          <w:rtl/>
        </w:rPr>
        <w:t xml:space="preserve">ں </w:t>
      </w:r>
      <w:r>
        <w:rPr>
          <w:rtl/>
        </w:rPr>
        <w:t>استعمال كرنااور'' مقابلہ'' يعنى سوالات كو حل كرنے كيلئے مثبت جملات كو استعمال كرناہے ، اسلامى دانشورو</w:t>
      </w:r>
      <w:r w:rsidR="000A0CDC">
        <w:rPr>
          <w:rtl/>
        </w:rPr>
        <w:t xml:space="preserve">ں </w:t>
      </w:r>
      <w:r>
        <w:rPr>
          <w:rtl/>
        </w:rPr>
        <w:t>نے الجبراكو ايك علم كى شكل دى اور اسے ايك علم كى صورت مي</w:t>
      </w:r>
      <w:r w:rsidR="000A0CDC">
        <w:rPr>
          <w:rtl/>
        </w:rPr>
        <w:t xml:space="preserve">ں </w:t>
      </w:r>
      <w:r>
        <w:rPr>
          <w:rtl/>
        </w:rPr>
        <w:t>اور ايك علمى روش كے لحاظ سے مورد تحقيق قرار ديا ، مسلمان رياضى دانو</w:t>
      </w:r>
      <w:r w:rsidR="000A0CDC">
        <w:rPr>
          <w:rtl/>
        </w:rPr>
        <w:t xml:space="preserve">ں </w:t>
      </w:r>
      <w:r>
        <w:rPr>
          <w:rtl/>
        </w:rPr>
        <w:t xml:space="preserve">كا يہ </w:t>
      </w:r>
    </w:p>
    <w:p w:rsidR="0061102A" w:rsidRDefault="0069392F" w:rsidP="00BE6934">
      <w:pPr>
        <w:pStyle w:val="libNormal"/>
        <w:rPr>
          <w:rtl/>
        </w:rPr>
      </w:pPr>
      <w:r>
        <w:rPr>
          <w:rtl/>
        </w:rPr>
        <w:cr/>
      </w:r>
      <w:r>
        <w:rPr>
          <w:rtl/>
        </w:rPr>
        <w:br w:type="page"/>
      </w:r>
      <w:r>
        <w:rPr>
          <w:rtl/>
        </w:rPr>
        <w:lastRenderedPageBreak/>
        <w:cr/>
      </w:r>
      <w:r w:rsidR="0061102A">
        <w:rPr>
          <w:rtl/>
        </w:rPr>
        <w:t>گروہ كہ جسكا جناب خوارزمى سے آغاز ہوا تھا، خيام ، ماہانى ، ابوكامل شجاع بن اسلم ، ابوالوفاى بوزجانى ، خجندي، ابوسہل كوہى ... و غيرہ ، كى كوششو</w:t>
      </w:r>
      <w:r w:rsidR="000A0CDC">
        <w:rPr>
          <w:rtl/>
        </w:rPr>
        <w:t xml:space="preserve">ں </w:t>
      </w:r>
      <w:r w:rsidR="0061102A">
        <w:rPr>
          <w:rtl/>
        </w:rPr>
        <w:t xml:space="preserve">اور فعاليت سے اس كا م كو آگے بڑھا تا رہا_ </w:t>
      </w:r>
    </w:p>
    <w:p w:rsidR="0061102A" w:rsidRDefault="0061102A" w:rsidP="00BE6934">
      <w:pPr>
        <w:pStyle w:val="libNormal"/>
        <w:rPr>
          <w:rtl/>
        </w:rPr>
      </w:pPr>
      <w:r>
        <w:rPr>
          <w:rtl/>
        </w:rPr>
        <w:t>الجبرا كے قواعد اور سوالات كى درجہ بندى بالخصوص درجہ اول ، دوم اور سوم كے كى مساواتو</w:t>
      </w:r>
      <w:r w:rsidR="000A0CDC">
        <w:rPr>
          <w:rtl/>
        </w:rPr>
        <w:t xml:space="preserve">ں </w:t>
      </w:r>
      <w:r>
        <w:rPr>
          <w:rtl/>
        </w:rPr>
        <w:t>كى تنظيم اسلامى دانشورو</w:t>
      </w:r>
      <w:r w:rsidR="000A0CDC">
        <w:rPr>
          <w:rtl/>
        </w:rPr>
        <w:t xml:space="preserve">ں </w:t>
      </w:r>
      <w:r>
        <w:rPr>
          <w:rtl/>
        </w:rPr>
        <w:t>كا علم الجبرا كو منظم كرنے اور اسے سائنس كا نام عطا كرنے مي</w:t>
      </w:r>
      <w:r w:rsidR="000A0CDC">
        <w:rPr>
          <w:rtl/>
        </w:rPr>
        <w:t xml:space="preserve">ں </w:t>
      </w:r>
      <w:r>
        <w:rPr>
          <w:rtl/>
        </w:rPr>
        <w:t>اہم قدم تھا، بالخصوص جناب خيام كہ جنہو</w:t>
      </w:r>
      <w:r w:rsidR="000A0CDC">
        <w:rPr>
          <w:rtl/>
        </w:rPr>
        <w:t xml:space="preserve">ں </w:t>
      </w:r>
      <w:r>
        <w:rPr>
          <w:rtl/>
        </w:rPr>
        <w:t>نے تيسرے درجہ كى مساواتو</w:t>
      </w:r>
      <w:r w:rsidR="000A0CDC">
        <w:rPr>
          <w:rtl/>
        </w:rPr>
        <w:t xml:space="preserve">ں </w:t>
      </w:r>
      <w:r>
        <w:rPr>
          <w:rtl/>
        </w:rPr>
        <w:t>كو حل كرنے مي</w:t>
      </w:r>
      <w:r w:rsidR="000A0CDC">
        <w:rPr>
          <w:rtl/>
        </w:rPr>
        <w:t xml:space="preserve">ں </w:t>
      </w:r>
      <w:r>
        <w:rPr>
          <w:rtl/>
        </w:rPr>
        <w:t>اہم كردار ادا كيا اور چونكہ اس حوالے سے پہلى بار انہو</w:t>
      </w:r>
      <w:r w:rsidR="000A0CDC">
        <w:rPr>
          <w:rtl/>
        </w:rPr>
        <w:t xml:space="preserve">ں </w:t>
      </w:r>
      <w:r>
        <w:rPr>
          <w:rtl/>
        </w:rPr>
        <w:t>يہ قدم اٹھا يا لہذا انكا كام كافى مركز توجہ قرار پايا، اسى طرح اسلامى رياضى دان وہ پہلے افراد ہي</w:t>
      </w:r>
      <w:r w:rsidR="000A0CDC">
        <w:rPr>
          <w:rtl/>
        </w:rPr>
        <w:t xml:space="preserve">ں </w:t>
      </w:r>
      <w:r>
        <w:rPr>
          <w:rtl/>
        </w:rPr>
        <w:t>كہ جنہو</w:t>
      </w:r>
      <w:r w:rsidR="000A0CDC">
        <w:rPr>
          <w:rtl/>
        </w:rPr>
        <w:t xml:space="preserve">ں </w:t>
      </w:r>
      <w:r>
        <w:rPr>
          <w:rtl/>
        </w:rPr>
        <w:t>نے الجبرا كو جيوميٹرى مي</w:t>
      </w:r>
      <w:r w:rsidR="000A0CDC">
        <w:rPr>
          <w:rtl/>
        </w:rPr>
        <w:t xml:space="preserve">ں </w:t>
      </w:r>
      <w:r>
        <w:rPr>
          <w:rtl/>
        </w:rPr>
        <w:t>داخل كيا اور الجبرا كى مساواتو</w:t>
      </w:r>
      <w:r w:rsidR="000A0CDC">
        <w:rPr>
          <w:rtl/>
        </w:rPr>
        <w:t xml:space="preserve">ں </w:t>
      </w:r>
      <w:r>
        <w:rPr>
          <w:rtl/>
        </w:rPr>
        <w:t>كے ذريعے جيوميٹرى كے مسائل كو حل كيا اس علم كى آشنائي اور تشريح كے حوالے سے اسلامى رياضيات كے مغرب مي</w:t>
      </w:r>
      <w:r w:rsidR="000A0CDC">
        <w:rPr>
          <w:rtl/>
        </w:rPr>
        <w:t xml:space="preserve">ں </w:t>
      </w:r>
      <w:r>
        <w:rPr>
          <w:rtl/>
        </w:rPr>
        <w:t>گہرے اثرات ہي</w:t>
      </w:r>
      <w:r w:rsidR="000A0CDC">
        <w:rPr>
          <w:rtl/>
        </w:rPr>
        <w:t xml:space="preserve">ں </w:t>
      </w:r>
      <w:r>
        <w:rPr>
          <w:rtl/>
        </w:rPr>
        <w:t>اور سب سے اہم يہ كہ الجبرا (</w:t>
      </w:r>
      <w:r>
        <w:t>algebra</w:t>
      </w:r>
      <w:r>
        <w:rPr>
          <w:rtl/>
        </w:rPr>
        <w:t>) كا لفظ مغرب مي</w:t>
      </w:r>
      <w:r w:rsidR="000A0CDC">
        <w:rPr>
          <w:rtl/>
        </w:rPr>
        <w:t xml:space="preserve">ں </w:t>
      </w:r>
      <w:r>
        <w:rPr>
          <w:rtl/>
        </w:rPr>
        <w:t xml:space="preserve">پايا جاتاہے جو كہ عربى كے كلمہ كى لاطينى شكل ہے </w:t>
      </w:r>
      <w:r w:rsidRPr="00F67D4B">
        <w:rPr>
          <w:rStyle w:val="libFootnotenumChar"/>
          <w:rtl/>
        </w:rPr>
        <w:t>(1)</w:t>
      </w:r>
      <w:r>
        <w:rPr>
          <w:rtl/>
        </w:rPr>
        <w:t xml:space="preserve"> </w:t>
      </w:r>
    </w:p>
    <w:p w:rsidR="0061102A" w:rsidRDefault="0061102A" w:rsidP="00BE6934">
      <w:pPr>
        <w:pStyle w:val="libNormal"/>
        <w:rPr>
          <w:rtl/>
        </w:rPr>
      </w:pPr>
      <w:r>
        <w:rPr>
          <w:rtl/>
        </w:rPr>
        <w:t>خوارزمى كے كچھ عرصہ كے بعد ابوالحسن احمد بن ابراہيم اقليدسى جو كہ دمشق كے رياضى دان تھے وہ اپنى ہندسى رياضيات (</w:t>
      </w:r>
      <w:r>
        <w:t>geometric math</w:t>
      </w:r>
      <w:r>
        <w:rPr>
          <w:rtl/>
        </w:rPr>
        <w:t>) كے حوالے سے كتاب '' الفصول فى الحساب الہندسي'' مي</w:t>
      </w:r>
      <w:r w:rsidR="000A0CDC">
        <w:rPr>
          <w:rtl/>
        </w:rPr>
        <w:t xml:space="preserve">ں </w:t>
      </w:r>
      <w:r>
        <w:rPr>
          <w:rtl/>
        </w:rPr>
        <w:t>اعشارى نظام كو وجود مي</w:t>
      </w:r>
      <w:r w:rsidR="000A0CDC">
        <w:rPr>
          <w:rtl/>
        </w:rPr>
        <w:t xml:space="preserve">ں </w:t>
      </w:r>
      <w:r>
        <w:rPr>
          <w:rtl/>
        </w:rPr>
        <w:t>لائے، علم اعداد كى دنيا مي</w:t>
      </w:r>
      <w:r w:rsidR="000A0CDC">
        <w:rPr>
          <w:rtl/>
        </w:rPr>
        <w:t xml:space="preserve">ں </w:t>
      </w:r>
      <w:r>
        <w:rPr>
          <w:rtl/>
        </w:rPr>
        <w:t>ايك اور بہت اہم قدم عالم اسلام مي</w:t>
      </w:r>
      <w:r w:rsidR="000A0CDC">
        <w:rPr>
          <w:rtl/>
        </w:rPr>
        <w:t xml:space="preserve">ں </w:t>
      </w:r>
      <w:r>
        <w:rPr>
          <w:rtl/>
        </w:rPr>
        <w:t>پہلى دفعہ ابوالوفا بوزجانى نے اپنى بہت اہم كتاب '' كتاب فى مايحتاج اليہ الكتاب و العمال'' كے دوسرے حصہ مي</w:t>
      </w:r>
      <w:r w:rsidR="000A0CDC">
        <w:rPr>
          <w:rtl/>
        </w:rPr>
        <w:t xml:space="preserve">ں </w:t>
      </w:r>
      <w:r>
        <w:rPr>
          <w:rtl/>
        </w:rPr>
        <w:t>منفى اعداد كو وضع كرتے ہوئے اٹھايا،انہو</w:t>
      </w:r>
      <w:r w:rsidR="000A0CDC">
        <w:rPr>
          <w:rtl/>
        </w:rPr>
        <w:t xml:space="preserve">ں </w:t>
      </w:r>
      <w:r>
        <w:rPr>
          <w:rtl/>
        </w:rPr>
        <w:t xml:space="preserve">نے اس قسم كے كلمات كو '' دين '' كے نام سے استعمال كيا_ </w:t>
      </w:r>
    </w:p>
    <w:p w:rsidR="0061102A" w:rsidRDefault="0061102A" w:rsidP="00BE6934">
      <w:pPr>
        <w:pStyle w:val="libNormal"/>
        <w:rPr>
          <w:rtl/>
        </w:rPr>
      </w:pPr>
      <w:r>
        <w:rPr>
          <w:rtl/>
        </w:rPr>
        <w:t>علم رياضى كے ديگر ابواب مثلا مثلثات اور ہندسہ (</w:t>
      </w:r>
      <w:r>
        <w:t>geometry</w:t>
      </w:r>
      <w:r>
        <w:rPr>
          <w:rtl/>
        </w:rPr>
        <w:t>) و غيرہ مي</w:t>
      </w:r>
      <w:r w:rsidR="000A0CDC">
        <w:rPr>
          <w:rtl/>
        </w:rPr>
        <w:t xml:space="preserve">ں </w:t>
      </w:r>
      <w:r>
        <w:rPr>
          <w:rtl/>
        </w:rPr>
        <w:t>بھى اسلامى دانشورو</w:t>
      </w:r>
      <w:r w:rsidR="000A0CDC">
        <w:rPr>
          <w:rtl/>
        </w:rPr>
        <w:t xml:space="preserve">ں </w:t>
      </w:r>
      <w:r>
        <w:rPr>
          <w:rtl/>
        </w:rPr>
        <w:t>نے انتہائي قيمتى آراء يادگار كے طور پر چھوڑي</w:t>
      </w:r>
      <w:r w:rsidR="000A0CDC">
        <w:rPr>
          <w:rtl/>
        </w:rPr>
        <w:t xml:space="preserve">ں </w:t>
      </w:r>
      <w:r>
        <w:rPr>
          <w:rtl/>
        </w:rPr>
        <w:t>، ان ابواب مي</w:t>
      </w:r>
      <w:r w:rsidR="000A0CDC">
        <w:rPr>
          <w:rtl/>
        </w:rPr>
        <w:t xml:space="preserve">ں </w:t>
      </w:r>
      <w:r>
        <w:rPr>
          <w:rtl/>
        </w:rPr>
        <w:t>اسلامى دانشورو</w:t>
      </w:r>
      <w:r w:rsidR="000A0CDC">
        <w:rPr>
          <w:rtl/>
        </w:rPr>
        <w:t xml:space="preserve">ں </w:t>
      </w:r>
      <w:r>
        <w:rPr>
          <w:rtl/>
        </w:rPr>
        <w:t>نے مثلثات پر يونانى سليقہ سے بڑھ كہ جديد حقائق كو دريافت كيا كہ ان مي</w:t>
      </w:r>
      <w:r w:rsidR="000A0CDC">
        <w:rPr>
          <w:rtl/>
        </w:rPr>
        <w:t xml:space="preserve">ں </w:t>
      </w:r>
      <w:r>
        <w:rPr>
          <w:rtl/>
        </w:rPr>
        <w:t>سے كچھ انكشافات خواجہ نصير الدين طوسى كى كتاب'' شكل القطاع'' مي</w:t>
      </w:r>
      <w:r w:rsidR="000A0CDC">
        <w:rPr>
          <w:rtl/>
        </w:rPr>
        <w:t xml:space="preserve">ں </w:t>
      </w:r>
      <w:r>
        <w:rPr>
          <w:rtl/>
        </w:rPr>
        <w:t>موجود ہي</w:t>
      </w:r>
      <w:r w:rsidR="000A0CDC">
        <w:rPr>
          <w:rtl/>
        </w:rPr>
        <w:t xml:space="preserve">ں </w:t>
      </w:r>
      <w:r>
        <w:rPr>
          <w:rtl/>
        </w:rPr>
        <w:t>، اس كتاب مي</w:t>
      </w:r>
      <w:r w:rsidR="000A0CDC">
        <w:rPr>
          <w:rtl/>
        </w:rPr>
        <w:t xml:space="preserve">ں </w:t>
      </w:r>
      <w:r>
        <w:rPr>
          <w:rtl/>
        </w:rPr>
        <w:t>جناب طوسى نے اپنى ذہانت سے علم مثلثات كے دونو</w:t>
      </w:r>
      <w:r w:rsidR="000A0CDC">
        <w:rPr>
          <w:rtl/>
        </w:rPr>
        <w:t xml:space="preserve">ں </w:t>
      </w:r>
      <w:r>
        <w:rPr>
          <w:rtl/>
        </w:rPr>
        <w:t>حصو</w:t>
      </w:r>
      <w:r w:rsidR="000A0CDC">
        <w:rPr>
          <w:rtl/>
        </w:rPr>
        <w:t xml:space="preserve">ں </w:t>
      </w:r>
      <w:r>
        <w:rPr>
          <w:rtl/>
        </w:rPr>
        <w:t xml:space="preserve">كے تقابل سے صحيح فائدہ اٹھايا ہے _ </w:t>
      </w:r>
    </w:p>
    <w:p w:rsidR="0061102A" w:rsidRDefault="003A7D4A" w:rsidP="00BE6934">
      <w:pPr>
        <w:pStyle w:val="libLine"/>
        <w:rPr>
          <w:rtl/>
        </w:rPr>
      </w:pPr>
      <w:r>
        <w:rPr>
          <w:rtl/>
        </w:rPr>
        <w:t>____________________</w:t>
      </w:r>
    </w:p>
    <w:p w:rsidR="001C7933" w:rsidRPr="001C7933" w:rsidRDefault="0061102A" w:rsidP="00BE6934">
      <w:pPr>
        <w:pStyle w:val="libFootnote"/>
        <w:rPr>
          <w:rStyle w:val="libNormalChar"/>
          <w:rtl/>
        </w:rPr>
      </w:pPr>
      <w:r>
        <w:rPr>
          <w:rtl/>
        </w:rPr>
        <w:t>1) ابوالقاسم قربانى ، زندگينامہ رياضيدانان دورہ اسلامى ، تہران ، ص 246 ، 238_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1C7933">
        <w:rPr>
          <w:rStyle w:val="libNormalChar"/>
          <w:rtl/>
        </w:rPr>
        <w:t>علم مثلثات كے دونو</w:t>
      </w:r>
      <w:r w:rsidR="000A0CDC" w:rsidRPr="001C7933">
        <w:rPr>
          <w:rStyle w:val="libNormalChar"/>
          <w:rtl/>
        </w:rPr>
        <w:t xml:space="preserve">ں </w:t>
      </w:r>
      <w:r w:rsidRPr="001C7933">
        <w:rPr>
          <w:rStyle w:val="libNormalChar"/>
          <w:rtl/>
        </w:rPr>
        <w:t>حصو</w:t>
      </w:r>
      <w:r w:rsidR="000A0CDC" w:rsidRPr="001C7933">
        <w:rPr>
          <w:rStyle w:val="libNormalChar"/>
          <w:rtl/>
        </w:rPr>
        <w:t xml:space="preserve">ں </w:t>
      </w:r>
      <w:r w:rsidRPr="001C7933">
        <w:rPr>
          <w:rStyle w:val="libNormalChar"/>
          <w:rtl/>
        </w:rPr>
        <w:t>مي</w:t>
      </w:r>
      <w:r w:rsidR="000A0CDC" w:rsidRPr="001C7933">
        <w:rPr>
          <w:rStyle w:val="libNormalChar"/>
          <w:rtl/>
        </w:rPr>
        <w:t xml:space="preserve">ں </w:t>
      </w:r>
      <w:r w:rsidRPr="001C7933">
        <w:rPr>
          <w:rStyle w:val="libNormalChar"/>
          <w:rtl/>
        </w:rPr>
        <w:t>سے ايك تومثلثاتى جدولو</w:t>
      </w:r>
      <w:r w:rsidR="000A0CDC" w:rsidRPr="001C7933">
        <w:rPr>
          <w:rStyle w:val="libNormalChar"/>
          <w:rtl/>
        </w:rPr>
        <w:t xml:space="preserve">ں </w:t>
      </w:r>
      <w:r w:rsidRPr="001C7933">
        <w:rPr>
          <w:rStyle w:val="libNormalChar"/>
          <w:rtl/>
        </w:rPr>
        <w:t>كا زاويو</w:t>
      </w:r>
      <w:r w:rsidR="000A0CDC" w:rsidRPr="001C7933">
        <w:rPr>
          <w:rStyle w:val="libNormalChar"/>
          <w:rtl/>
        </w:rPr>
        <w:t xml:space="preserve">ں </w:t>
      </w:r>
      <w:r w:rsidRPr="001C7933">
        <w:rPr>
          <w:rStyle w:val="libNormalChar"/>
          <w:rtl/>
        </w:rPr>
        <w:t>كى تبديلى اور ہندسى اشكال كے سائز مي</w:t>
      </w:r>
      <w:r w:rsidR="000A0CDC" w:rsidRPr="001C7933">
        <w:rPr>
          <w:rStyle w:val="libNormalChar"/>
          <w:rtl/>
        </w:rPr>
        <w:t xml:space="preserve">ں </w:t>
      </w:r>
      <w:r w:rsidRPr="001C7933">
        <w:rPr>
          <w:rStyle w:val="libNormalChar"/>
          <w:rtl/>
        </w:rPr>
        <w:t>كردار سے اور دوسرا ان مفروضو</w:t>
      </w:r>
      <w:r w:rsidR="000A0CDC" w:rsidRPr="001C7933">
        <w:rPr>
          <w:rStyle w:val="libNormalChar"/>
          <w:rtl/>
        </w:rPr>
        <w:t xml:space="preserve">ں </w:t>
      </w:r>
      <w:r w:rsidRPr="001C7933">
        <w:rPr>
          <w:rStyle w:val="libNormalChar"/>
          <w:rtl/>
        </w:rPr>
        <w:t>ہے جو كہ يونانى مثلثات سے ہے ماخوذ تھے، ان ہندسى اشكال</w:t>
      </w:r>
      <w:r w:rsidRPr="001C7933">
        <w:rPr>
          <w:rStyle w:val="libNormalChar"/>
        </w:rPr>
        <w:t>shapes geometrical</w:t>
      </w:r>
      <w:r w:rsidRPr="001C7933">
        <w:rPr>
          <w:rStyle w:val="libNormalChar"/>
          <w:rtl/>
        </w:rPr>
        <w:t>كى وضاحت كے حوالے سے خواجہ نے '' شكل القطاع'' مي</w:t>
      </w:r>
      <w:r w:rsidR="000A0CDC" w:rsidRPr="001C7933">
        <w:rPr>
          <w:rStyle w:val="libNormalChar"/>
          <w:rtl/>
        </w:rPr>
        <w:t xml:space="preserve">ں </w:t>
      </w:r>
      <w:r w:rsidRPr="001C7933">
        <w:rPr>
          <w:rStyle w:val="libNormalChar"/>
          <w:rtl/>
        </w:rPr>
        <w:t>اپنے پيش رو رياضى دانو</w:t>
      </w:r>
      <w:r w:rsidR="000A0CDC" w:rsidRPr="001C7933">
        <w:rPr>
          <w:rStyle w:val="libNormalChar"/>
          <w:rtl/>
        </w:rPr>
        <w:t xml:space="preserve">ں </w:t>
      </w:r>
      <w:r w:rsidRPr="001C7933">
        <w:rPr>
          <w:rStyle w:val="libNormalChar"/>
          <w:rtl/>
        </w:rPr>
        <w:t>كى كوششو</w:t>
      </w:r>
      <w:r w:rsidR="000A0CDC" w:rsidRPr="001C7933">
        <w:rPr>
          <w:rStyle w:val="libNormalChar"/>
          <w:rtl/>
        </w:rPr>
        <w:t xml:space="preserve">ں </w:t>
      </w:r>
      <w:r w:rsidRPr="001C7933">
        <w:rPr>
          <w:rStyle w:val="libNormalChar"/>
          <w:rtl/>
        </w:rPr>
        <w:t>اور كام سے فائدہ اٹھاتے ہوئے ہندسى اشكال مي</w:t>
      </w:r>
      <w:r w:rsidR="000A0CDC" w:rsidRPr="001C7933">
        <w:rPr>
          <w:rStyle w:val="libNormalChar"/>
          <w:rtl/>
        </w:rPr>
        <w:t xml:space="preserve">ں </w:t>
      </w:r>
      <w:r w:rsidRPr="001C7933">
        <w:rPr>
          <w:rStyle w:val="libNormalChar"/>
          <w:rtl/>
        </w:rPr>
        <w:t>زاويو</w:t>
      </w:r>
      <w:r w:rsidR="000A0CDC" w:rsidRPr="001C7933">
        <w:rPr>
          <w:rStyle w:val="libNormalChar"/>
          <w:rtl/>
        </w:rPr>
        <w:t xml:space="preserve">ں </w:t>
      </w:r>
      <w:r w:rsidRPr="001C7933">
        <w:rPr>
          <w:rStyle w:val="libNormalChar"/>
          <w:rtl/>
        </w:rPr>
        <w:t>كے با ہمى روابط پر قوانين كى دقيق وضاحت كرتے ہوئے، ان مثلثات كے جدولو</w:t>
      </w:r>
      <w:r w:rsidR="000A0CDC" w:rsidRPr="001C7933">
        <w:rPr>
          <w:rStyle w:val="libNormalChar"/>
          <w:rtl/>
        </w:rPr>
        <w:t xml:space="preserve">ں </w:t>
      </w:r>
      <w:r w:rsidRPr="001C7933">
        <w:rPr>
          <w:rStyle w:val="libNormalChar"/>
          <w:rtl/>
        </w:rPr>
        <w:t>كو ترقى دي_</w:t>
      </w:r>
      <w:r>
        <w:rPr>
          <w:rtl/>
        </w:rPr>
        <w:t xml:space="preserve"> </w:t>
      </w:r>
    </w:p>
    <w:p w:rsidR="0061102A" w:rsidRDefault="0061102A" w:rsidP="00BE6934">
      <w:pPr>
        <w:pStyle w:val="libNormal"/>
        <w:rPr>
          <w:rtl/>
        </w:rPr>
      </w:pPr>
      <w:r>
        <w:rPr>
          <w:rtl/>
        </w:rPr>
        <w:t xml:space="preserve">مثلثات كى پيش رفت كا بہترين نمونہ ، بالخصوص علوم كروى </w:t>
      </w:r>
      <w:r>
        <w:t>spherical Seiences</w:t>
      </w:r>
      <w:r>
        <w:rPr>
          <w:rtl/>
        </w:rPr>
        <w:t xml:space="preserve"> مي</w:t>
      </w:r>
      <w:r w:rsidR="000A0CDC">
        <w:rPr>
          <w:rtl/>
        </w:rPr>
        <w:t xml:space="preserve">ں </w:t>
      </w:r>
      <w:r>
        <w:rPr>
          <w:rtl/>
        </w:rPr>
        <w:t>جنكے بارے مي</w:t>
      </w:r>
      <w:r w:rsidR="000A0CDC">
        <w:rPr>
          <w:rtl/>
        </w:rPr>
        <w:t xml:space="preserve">ں </w:t>
      </w:r>
      <w:r>
        <w:rPr>
          <w:rtl/>
        </w:rPr>
        <w:t>خواجہ نصير نے بھى اپنى كتاب'' شكل القطاع'' كا كچھ حصہ خاص كياہے، سہ بعدى جيوميٹرى كے اوصاف كو دوبعدى جيوميٹرى مي</w:t>
      </w:r>
      <w:r w:rsidR="000A0CDC">
        <w:rPr>
          <w:rtl/>
        </w:rPr>
        <w:t xml:space="preserve">ں </w:t>
      </w:r>
      <w:r>
        <w:rPr>
          <w:rtl/>
        </w:rPr>
        <w:t>تبديل كرنے مي</w:t>
      </w:r>
      <w:r w:rsidR="000A0CDC">
        <w:rPr>
          <w:rtl/>
        </w:rPr>
        <w:t xml:space="preserve">ں </w:t>
      </w:r>
      <w:r>
        <w:rPr>
          <w:rtl/>
        </w:rPr>
        <w:t xml:space="preserve">نظرآتاہے اور يہ كام بالخصوص مختلف اقسام كے اصطرلاب </w:t>
      </w:r>
      <w:r>
        <w:t>asterlabe</w:t>
      </w:r>
      <w:r>
        <w:rPr>
          <w:rtl/>
        </w:rPr>
        <w:t xml:space="preserve"> كے بنانے مي</w:t>
      </w:r>
      <w:r w:rsidR="000A0CDC">
        <w:rPr>
          <w:rtl/>
        </w:rPr>
        <w:t xml:space="preserve">ں </w:t>
      </w:r>
      <w:r>
        <w:rPr>
          <w:rtl/>
        </w:rPr>
        <w:t>بہت اہميت كا حامل ہے_</w:t>
      </w:r>
      <w:r w:rsidRPr="00F67D4B">
        <w:rPr>
          <w:rStyle w:val="libFootnotenumChar"/>
          <w:rtl/>
        </w:rPr>
        <w:t>(1)</w:t>
      </w:r>
      <w:r>
        <w:rPr>
          <w:rtl/>
        </w:rPr>
        <w:t xml:space="preserve"> </w:t>
      </w:r>
    </w:p>
    <w:p w:rsidR="0061102A" w:rsidRDefault="0061102A" w:rsidP="00BE6934">
      <w:pPr>
        <w:pStyle w:val="libNormal"/>
        <w:rPr>
          <w:rtl/>
        </w:rPr>
      </w:pPr>
      <w:r>
        <w:rPr>
          <w:rtl/>
        </w:rPr>
        <w:t>رياضياتى اسلامى تاريخ (دوسرى صدى ہجرى سے اب تك)نے بہت سے رياضى دانو</w:t>
      </w:r>
      <w:r w:rsidR="000A0CDC">
        <w:rPr>
          <w:rtl/>
        </w:rPr>
        <w:t xml:space="preserve">ں </w:t>
      </w:r>
      <w:r>
        <w:rPr>
          <w:rtl/>
        </w:rPr>
        <w:t>كو كائنات كى علمى تاريخ كو ہديہ مي</w:t>
      </w:r>
      <w:r w:rsidR="000A0CDC">
        <w:rPr>
          <w:rtl/>
        </w:rPr>
        <w:t xml:space="preserve">ں </w:t>
      </w:r>
      <w:r>
        <w:rPr>
          <w:rtl/>
        </w:rPr>
        <w:t>ديے ہي</w:t>
      </w:r>
      <w:r w:rsidR="000A0CDC">
        <w:rPr>
          <w:rtl/>
        </w:rPr>
        <w:t xml:space="preserve">ں </w:t>
      </w:r>
      <w:r>
        <w:rPr>
          <w:rtl/>
        </w:rPr>
        <w:t>ان افراد كے نامو</w:t>
      </w:r>
      <w:r w:rsidR="000A0CDC">
        <w:rPr>
          <w:rtl/>
        </w:rPr>
        <w:t xml:space="preserve">ں </w:t>
      </w:r>
      <w:r>
        <w:rPr>
          <w:rtl/>
        </w:rPr>
        <w:t xml:space="preserve">كى ايك بڑى فہرست پيش كى جاسكتى ہے مثلاً: </w:t>
      </w:r>
    </w:p>
    <w:p w:rsidR="0061102A" w:rsidRDefault="0061102A" w:rsidP="00BE6934">
      <w:pPr>
        <w:pStyle w:val="libNormal"/>
        <w:rPr>
          <w:rtl/>
        </w:rPr>
      </w:pPr>
      <w:r>
        <w:rPr>
          <w:rtl/>
        </w:rPr>
        <w:t>احمد بن عبداللہ مروزى جنكا لقب '' حبش حاسب ''تھا صاحب كتاب فى معرفة الكرة و العمل ، ابوالعباس فضل بن حاتم نيريزى معروف كتاب'' شرح اصول اقليدس '' كے مضف ، موسى بن شاكر ان تين بھائيو</w:t>
      </w:r>
      <w:r w:rsidR="000A0CDC">
        <w:rPr>
          <w:rtl/>
        </w:rPr>
        <w:t xml:space="preserve">ں </w:t>
      </w:r>
      <w:r>
        <w:rPr>
          <w:rtl/>
        </w:rPr>
        <w:t>مي</w:t>
      </w:r>
      <w:r w:rsidR="000A0CDC">
        <w:rPr>
          <w:rtl/>
        </w:rPr>
        <w:t xml:space="preserve">ں </w:t>
      </w:r>
      <w:r>
        <w:rPr>
          <w:rtl/>
        </w:rPr>
        <w:t>سے ايك كہ جو '' بنو موسى '' كے نام سے مشہور ہي</w:t>
      </w:r>
      <w:r w:rsidR="000A0CDC">
        <w:rPr>
          <w:rtl/>
        </w:rPr>
        <w:t xml:space="preserve">ں </w:t>
      </w:r>
      <w:r>
        <w:rPr>
          <w:rtl/>
        </w:rPr>
        <w:t>كتاب'' معرفہ مساحة الاشكال البسيطة والكروية كے مصنف ، ابوالحسن ثابت بن قوة حرانى كہ جنكى رياضيات مي</w:t>
      </w:r>
      <w:r w:rsidR="000A0CDC">
        <w:rPr>
          <w:rtl/>
        </w:rPr>
        <w:t xml:space="preserve">ں </w:t>
      </w:r>
      <w:r>
        <w:rPr>
          <w:rtl/>
        </w:rPr>
        <w:t>بہت سى تاليفات ہي</w:t>
      </w:r>
      <w:r w:rsidR="000A0CDC">
        <w:rPr>
          <w:rtl/>
        </w:rPr>
        <w:t xml:space="preserve">ں </w:t>
      </w:r>
      <w:r>
        <w:rPr>
          <w:rtl/>
        </w:rPr>
        <w:t xml:space="preserve">مثلا كتاب ''فى الاعداد المتحابة''، ابوالفتح محمدبن قاسم اصفہانى كى كتاب ''تلخيص المخروطات ، ابوجعفر محمد بن حسين صاغانى خراسانى صاحب تفسير'' صدر المقالہ العاشرة من كتاب اقليدس''، ابوسعيد احمد بن محمد بن عبدالجليل سجزى صاحب كتاب فى مساحة الاكر بالاكر ، ابوالحسن على بن احمد نسوى صاحب كتاب '' الاشباع فى شرح الشكل القطاع،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 زندگينامہ رياضيدانان دورہ اسلامى ، ص 508 ، 486_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ابوحاتم مظفر بن اسماعيل اسفزارى صاحب كتاب اختصار فى اصول اقليدس ، غياث الدين جمشيد كاشانى بہت بڑے محقق اور بہت سى تصنيفات كے مالك مثلا مفتاح الحساب و رسالہ محيطيہ ، علاء الدين على بن محمد سمرقندى كہ جو ملا على قوشجى كے نام سے مشہور تھے رسالہ محمديہ كے مصنف ہي</w:t>
      </w:r>
      <w:r w:rsidR="000A0CDC">
        <w:rPr>
          <w:rtl/>
        </w:rPr>
        <w:t xml:space="preserve">ں </w:t>
      </w:r>
      <w:r>
        <w:rPr>
          <w:rtl/>
        </w:rPr>
        <w:t>... اور بہت سے افراد ہي</w:t>
      </w:r>
      <w:r w:rsidR="000A0CDC">
        <w:rPr>
          <w:rtl/>
        </w:rPr>
        <w:t xml:space="preserve">ں </w:t>
      </w:r>
      <w:r>
        <w:rPr>
          <w:rtl/>
        </w:rPr>
        <w:t>كہ جنكا نام اختصار كے پيش نظر ذكرنہي</w:t>
      </w:r>
      <w:r w:rsidR="000A0CDC">
        <w:rPr>
          <w:rtl/>
        </w:rPr>
        <w:t xml:space="preserve">ں </w:t>
      </w:r>
      <w:r>
        <w:rPr>
          <w:rtl/>
        </w:rPr>
        <w:t xml:space="preserve">كيا گيا_ </w:t>
      </w:r>
    </w:p>
    <w:p w:rsidR="0061102A" w:rsidRDefault="0061102A" w:rsidP="00BE6934">
      <w:pPr>
        <w:pStyle w:val="libNormal"/>
        <w:rPr>
          <w:rtl/>
        </w:rPr>
      </w:pPr>
    </w:p>
    <w:p w:rsidR="0061102A" w:rsidRDefault="0061102A" w:rsidP="00BE6934">
      <w:pPr>
        <w:pStyle w:val="Heading2Center"/>
        <w:rPr>
          <w:rtl/>
        </w:rPr>
      </w:pPr>
      <w:bookmarkStart w:id="30" w:name="_Toc268586"/>
      <w:r>
        <w:rPr>
          <w:rtl/>
        </w:rPr>
        <w:t>2) نجوم</w:t>
      </w:r>
      <w:bookmarkEnd w:id="30"/>
    </w:p>
    <w:p w:rsidR="0061102A" w:rsidRDefault="0061102A" w:rsidP="00BE6934">
      <w:pPr>
        <w:pStyle w:val="libNormal"/>
        <w:rPr>
          <w:rtl/>
        </w:rPr>
      </w:pPr>
      <w:r>
        <w:rPr>
          <w:rtl/>
        </w:rPr>
        <w:t>اسلامى علم نجوم كے حوالے سے اسلامى دانشورو</w:t>
      </w:r>
      <w:r w:rsidR="000A0CDC">
        <w:rPr>
          <w:rtl/>
        </w:rPr>
        <w:t xml:space="preserve">ں </w:t>
      </w:r>
      <w:r>
        <w:rPr>
          <w:rtl/>
        </w:rPr>
        <w:t>كى معلومات كا آغاز يونانى علم نجوم كى كتب كے ترجمہ بالخصوص بطليموس كى تاليفات كے ترجمہ سے ہوا، اسكى تاليفات كى شروحات لكھنے سے يہ معلومات بڑھتى رہي</w:t>
      </w:r>
      <w:r w:rsidR="000A0CDC">
        <w:rPr>
          <w:rtl/>
        </w:rPr>
        <w:t xml:space="preserve">ں </w:t>
      </w:r>
      <w:r>
        <w:rPr>
          <w:rtl/>
        </w:rPr>
        <w:t>پھر اسكے نظريات پر تنقيد شروع ہوئي اور آخر كار اسكے نظريے اور رائے كے خلاف كئي نظريات پيش ہوئے_ ان اسلامى دانشورو</w:t>
      </w:r>
      <w:r w:rsidR="000A0CDC">
        <w:rPr>
          <w:rtl/>
        </w:rPr>
        <w:t xml:space="preserve">ں </w:t>
      </w:r>
      <w:r>
        <w:rPr>
          <w:rtl/>
        </w:rPr>
        <w:t>كے يہ نظريات بعد مي</w:t>
      </w:r>
      <w:r w:rsidR="000A0CDC">
        <w:rPr>
          <w:rtl/>
        </w:rPr>
        <w:t xml:space="preserve">ں </w:t>
      </w:r>
      <w:r>
        <w:rPr>
          <w:rtl/>
        </w:rPr>
        <w:t>پيش كوپرينك كے نظريات كى شكل مي</w:t>
      </w:r>
      <w:r w:rsidR="000A0CDC">
        <w:rPr>
          <w:rtl/>
        </w:rPr>
        <w:t xml:space="preserve">ں </w:t>
      </w:r>
      <w:r>
        <w:rPr>
          <w:rtl/>
        </w:rPr>
        <w:t>شہرت پاگئے كيونكہ اس پولينڈ كے دانشور كوپرينك كى بطليموس كى تھيورى پر تنقيد سے كئي صديو</w:t>
      </w:r>
      <w:r w:rsidR="000A0CDC">
        <w:rPr>
          <w:rtl/>
        </w:rPr>
        <w:t xml:space="preserve">ں </w:t>
      </w:r>
      <w:r>
        <w:rPr>
          <w:rtl/>
        </w:rPr>
        <w:t xml:space="preserve">قبل يہ تمام اعتراضات اسلامى دانشور پيش كرچكے تھے_ </w:t>
      </w:r>
    </w:p>
    <w:p w:rsidR="0061102A" w:rsidRDefault="0061102A" w:rsidP="00BE6934">
      <w:pPr>
        <w:pStyle w:val="libNormal"/>
        <w:rPr>
          <w:rtl/>
        </w:rPr>
      </w:pPr>
      <w:r>
        <w:rPr>
          <w:rtl/>
        </w:rPr>
        <w:t>اسلامى نجوم مي</w:t>
      </w:r>
      <w:r w:rsidR="000A0CDC">
        <w:rPr>
          <w:rtl/>
        </w:rPr>
        <w:t xml:space="preserve">ں </w:t>
      </w:r>
      <w:r>
        <w:rPr>
          <w:rtl/>
        </w:rPr>
        <w:t>ابتدائي اہم ترين معلومات چاہے نظرى ہو</w:t>
      </w:r>
      <w:r w:rsidR="000A0CDC">
        <w:rPr>
          <w:rtl/>
        </w:rPr>
        <w:t xml:space="preserve">ں </w:t>
      </w:r>
      <w:r>
        <w:rPr>
          <w:rtl/>
        </w:rPr>
        <w:t>يا رصد گاہو</w:t>
      </w:r>
      <w:r w:rsidR="000A0CDC">
        <w:rPr>
          <w:rtl/>
        </w:rPr>
        <w:t xml:space="preserve">ں </w:t>
      </w:r>
      <w:r>
        <w:rPr>
          <w:rtl/>
        </w:rPr>
        <w:t>كے ذريعہ حاصل شدہ بطليموس كى كتاب '' مجسطى ''كے ترجمہ سے حاصل ہوئي</w:t>
      </w:r>
      <w:r w:rsidR="000A0CDC">
        <w:rPr>
          <w:rtl/>
        </w:rPr>
        <w:t xml:space="preserve">ں </w:t>
      </w:r>
      <w:r>
        <w:rPr>
          <w:rtl/>
        </w:rPr>
        <w:t>عالم اسلام مي</w:t>
      </w:r>
      <w:r w:rsidR="000A0CDC">
        <w:rPr>
          <w:rtl/>
        </w:rPr>
        <w:t xml:space="preserve">ں </w:t>
      </w:r>
      <w:r>
        <w:rPr>
          <w:rtl/>
        </w:rPr>
        <w:t>اس كتاب كے كم از كم تين تراجم اور متعدد شروحات سے ہم واقف ہي</w:t>
      </w:r>
      <w:r w:rsidR="000A0CDC">
        <w:rPr>
          <w:rtl/>
        </w:rPr>
        <w:t xml:space="preserve">ں </w:t>
      </w:r>
      <w:r>
        <w:rPr>
          <w:rtl/>
        </w:rPr>
        <w:t>كتاب مجسطى كا عالم اسلام مي</w:t>
      </w:r>
      <w:r w:rsidR="000A0CDC">
        <w:rPr>
          <w:rtl/>
        </w:rPr>
        <w:t xml:space="preserve">ں </w:t>
      </w:r>
      <w:r>
        <w:rPr>
          <w:rtl/>
        </w:rPr>
        <w:t>مطالعہ ايسے مكتب كو وجود مي</w:t>
      </w:r>
      <w:r w:rsidR="000A0CDC">
        <w:rPr>
          <w:rtl/>
        </w:rPr>
        <w:t xml:space="preserve">ں </w:t>
      </w:r>
      <w:r>
        <w:rPr>
          <w:rtl/>
        </w:rPr>
        <w:t>لانے كا باعث بنا كہ جسكا كام ستارو</w:t>
      </w:r>
      <w:r w:rsidR="000A0CDC">
        <w:rPr>
          <w:rtl/>
        </w:rPr>
        <w:t xml:space="preserve">ں </w:t>
      </w:r>
      <w:r>
        <w:rPr>
          <w:rtl/>
        </w:rPr>
        <w:t>كا جائزہ لينے كيلئے رصد گاہو</w:t>
      </w:r>
      <w:r w:rsidR="000A0CDC">
        <w:rPr>
          <w:rtl/>
        </w:rPr>
        <w:t xml:space="preserve">ں </w:t>
      </w:r>
      <w:r>
        <w:rPr>
          <w:rtl/>
        </w:rPr>
        <w:t>مي</w:t>
      </w:r>
      <w:r w:rsidR="000A0CDC">
        <w:rPr>
          <w:rtl/>
        </w:rPr>
        <w:t xml:space="preserve">ں </w:t>
      </w:r>
      <w:r>
        <w:rPr>
          <w:rtl/>
        </w:rPr>
        <w:t>فعاليت كرنا اور علم نجوم كے مخصوص جدول (فلكياتى جنتري) كہ جنہي</w:t>
      </w:r>
      <w:r w:rsidR="000A0CDC">
        <w:rPr>
          <w:rtl/>
        </w:rPr>
        <w:t xml:space="preserve">ں </w:t>
      </w:r>
      <w:r>
        <w:rPr>
          <w:rtl/>
        </w:rPr>
        <w:t>عربى مي</w:t>
      </w:r>
      <w:r w:rsidR="000A0CDC">
        <w:rPr>
          <w:rtl/>
        </w:rPr>
        <w:t xml:space="preserve">ں </w:t>
      </w:r>
      <w:r>
        <w:rPr>
          <w:rtl/>
        </w:rPr>
        <w:t>''زيج'' كہا جاتاہے تيار كرنا تھا، عالم اسلام مي</w:t>
      </w:r>
      <w:r w:rsidR="000A0CDC">
        <w:rPr>
          <w:rtl/>
        </w:rPr>
        <w:t xml:space="preserve">ں </w:t>
      </w:r>
      <w:r>
        <w:rPr>
          <w:rtl/>
        </w:rPr>
        <w:t>دوسرى صدى سے بارہوي</w:t>
      </w:r>
      <w:r w:rsidR="000A0CDC">
        <w:rPr>
          <w:rtl/>
        </w:rPr>
        <w:t xml:space="preserve">ں </w:t>
      </w:r>
      <w:r>
        <w:rPr>
          <w:rtl/>
        </w:rPr>
        <w:t>صدى ہجرى تك لكھى جانے والى فلكياتى جنتريو</w:t>
      </w:r>
      <w:r w:rsidR="000A0CDC">
        <w:rPr>
          <w:rtl/>
        </w:rPr>
        <w:t xml:space="preserve">ں </w:t>
      </w:r>
      <w:r>
        <w:rPr>
          <w:rtl/>
        </w:rPr>
        <w:t>كى تعداد 220 تك ہے، علم نجوم كے ان تمام اسلامى ماہرين نے ان جنتريو</w:t>
      </w:r>
      <w:r w:rsidR="000A0CDC">
        <w:rPr>
          <w:rtl/>
        </w:rPr>
        <w:t xml:space="preserve">ں </w:t>
      </w:r>
      <w:r>
        <w:rPr>
          <w:rtl/>
        </w:rPr>
        <w:t>مي</w:t>
      </w:r>
      <w:r w:rsidR="000A0CDC">
        <w:rPr>
          <w:rtl/>
        </w:rPr>
        <w:t xml:space="preserve">ں </w:t>
      </w:r>
      <w:r>
        <w:rPr>
          <w:rtl/>
        </w:rPr>
        <w:t>كوشش كى ہے كہ دقيق انداز سے ستارو</w:t>
      </w:r>
      <w:r w:rsidR="000A0CDC">
        <w:rPr>
          <w:rtl/>
        </w:rPr>
        <w:t xml:space="preserve">ں </w:t>
      </w:r>
      <w:r>
        <w:rPr>
          <w:rtl/>
        </w:rPr>
        <w:t>كى خصوصيات اور انكے متعلقہ حقائق كو دريافت كري</w:t>
      </w:r>
      <w:r w:rsidR="000A0CDC">
        <w:rPr>
          <w:rtl/>
        </w:rPr>
        <w:t xml:space="preserve">ں </w:t>
      </w:r>
      <w:r>
        <w:rPr>
          <w:rtl/>
        </w:rPr>
        <w:t>ان كى كوششو</w:t>
      </w:r>
      <w:r w:rsidR="000A0CDC">
        <w:rPr>
          <w:rtl/>
        </w:rPr>
        <w:t xml:space="preserve">ں </w:t>
      </w:r>
      <w:r>
        <w:rPr>
          <w:rtl/>
        </w:rPr>
        <w:t>كى بدولت فلكى اجرام كے متعلق دقيق و عميق معلومات سامنے آئي</w:t>
      </w:r>
      <w:r w:rsidR="000A0CDC">
        <w:rPr>
          <w:rtl/>
        </w:rPr>
        <w:t xml:space="preserve">ں </w:t>
      </w:r>
      <w:r>
        <w:rPr>
          <w:rtl/>
        </w:rPr>
        <w:t>،ان مي</w:t>
      </w:r>
      <w:r w:rsidR="000A0CDC">
        <w:rPr>
          <w:rtl/>
        </w:rPr>
        <w:t xml:space="preserve">ں </w:t>
      </w:r>
      <w:r>
        <w:rPr>
          <w:rtl/>
        </w:rPr>
        <w:t xml:space="preserve">ايك اہم </w:t>
      </w:r>
    </w:p>
    <w:p w:rsidR="0061102A" w:rsidRDefault="0069392F" w:rsidP="00BE6934">
      <w:pPr>
        <w:pStyle w:val="libNormal"/>
        <w:rPr>
          <w:rtl/>
        </w:rPr>
      </w:pPr>
      <w:r>
        <w:rPr>
          <w:rtl/>
        </w:rPr>
        <w:cr/>
      </w:r>
      <w:r>
        <w:rPr>
          <w:rtl/>
        </w:rPr>
        <w:br w:type="page"/>
      </w:r>
      <w:r>
        <w:rPr>
          <w:rtl/>
        </w:rPr>
        <w:lastRenderedPageBreak/>
        <w:cr/>
      </w:r>
      <w:r w:rsidR="0061102A">
        <w:rPr>
          <w:rtl/>
        </w:rPr>
        <w:t xml:space="preserve">ترين فعاليت شمسى سال كى مدت كو معين كرنا تھا _ </w:t>
      </w:r>
    </w:p>
    <w:p w:rsidR="0061102A" w:rsidRDefault="0061102A" w:rsidP="00BE6934">
      <w:pPr>
        <w:pStyle w:val="libNormal"/>
        <w:rPr>
          <w:rtl/>
        </w:rPr>
      </w:pPr>
      <w:r>
        <w:rPr>
          <w:rtl/>
        </w:rPr>
        <w:t>شمسى سال كى مدت كے تعين كے ليے اسلامى ماہرين فلكيات كے بہت زيادہ فلكياتى مشاہدات كے باعث ''كبيسہ'' يعنى سال كے آخرى ماہ مي</w:t>
      </w:r>
      <w:r w:rsidR="000A0CDC">
        <w:rPr>
          <w:rtl/>
        </w:rPr>
        <w:t xml:space="preserve">ں </w:t>
      </w:r>
      <w:r>
        <w:rPr>
          <w:rtl/>
        </w:rPr>
        <w:t>ايك دن كے اضافے سے متعلق مختلف محققانہ طريقے اور روشي</w:t>
      </w:r>
      <w:r w:rsidR="000A0CDC">
        <w:rPr>
          <w:rtl/>
        </w:rPr>
        <w:t xml:space="preserve">ں </w:t>
      </w:r>
      <w:r>
        <w:rPr>
          <w:rtl/>
        </w:rPr>
        <w:t>سامنے آئي</w:t>
      </w:r>
      <w:r w:rsidR="000A0CDC">
        <w:rPr>
          <w:rtl/>
        </w:rPr>
        <w:t xml:space="preserve">ں </w:t>
      </w:r>
      <w:r>
        <w:rPr>
          <w:rtl/>
        </w:rPr>
        <w:t>، جو كہ عالم اسلامى مي</w:t>
      </w:r>
      <w:r w:rsidR="000A0CDC">
        <w:rPr>
          <w:rtl/>
        </w:rPr>
        <w:t xml:space="preserve">ں </w:t>
      </w:r>
      <w:r>
        <w:rPr>
          <w:rtl/>
        </w:rPr>
        <w:t>بنائي جانے والى انواع و اقسام كى تقاويم اور جنتريو</w:t>
      </w:r>
      <w:r w:rsidR="000A0CDC">
        <w:rPr>
          <w:rtl/>
        </w:rPr>
        <w:t xml:space="preserve">ں </w:t>
      </w:r>
      <w:r>
        <w:rPr>
          <w:rtl/>
        </w:rPr>
        <w:t>مي</w:t>
      </w:r>
      <w:r w:rsidR="000A0CDC">
        <w:rPr>
          <w:rtl/>
        </w:rPr>
        <w:t xml:space="preserve">ں </w:t>
      </w:r>
      <w:r>
        <w:rPr>
          <w:rtl/>
        </w:rPr>
        <w:t>استعمال كے ليے تجويز كى گئي</w:t>
      </w:r>
      <w:r w:rsidR="000A0CDC">
        <w:rPr>
          <w:rtl/>
        </w:rPr>
        <w:t xml:space="preserve">ں </w:t>
      </w:r>
      <w:r>
        <w:rPr>
          <w:rtl/>
        </w:rPr>
        <w:t xml:space="preserve">_ </w:t>
      </w:r>
    </w:p>
    <w:p w:rsidR="0061102A" w:rsidRDefault="0061102A" w:rsidP="00BE6934">
      <w:pPr>
        <w:pStyle w:val="libNormal"/>
        <w:rPr>
          <w:rtl/>
        </w:rPr>
      </w:pPr>
      <w:r>
        <w:rPr>
          <w:rtl/>
        </w:rPr>
        <w:t>اسلامى ماہرين كے فلكياتى تقاويم كى تيارى كے ليے مسلسل فلكياتى مشاہدات كى بدولت '' تقديم اعتدالين'' كے مفہوم تك رسائي ممكن ہوئي تقديم اعتدالين يعنى كئي سالو</w:t>
      </w:r>
      <w:r w:rsidR="000A0CDC">
        <w:rPr>
          <w:rtl/>
        </w:rPr>
        <w:t xml:space="preserve">ں </w:t>
      </w:r>
      <w:r>
        <w:rPr>
          <w:rtl/>
        </w:rPr>
        <w:t>مي</w:t>
      </w:r>
      <w:r w:rsidR="000A0CDC">
        <w:rPr>
          <w:rtl/>
        </w:rPr>
        <w:t xml:space="preserve">ں </w:t>
      </w:r>
      <w:r>
        <w:rPr>
          <w:rtl/>
        </w:rPr>
        <w:t>زمين كى محورى حركت كى بدولت ہر سال دائرة البروج كے طول مي</w:t>
      </w:r>
      <w:r w:rsidR="000A0CDC">
        <w:rPr>
          <w:rtl/>
        </w:rPr>
        <w:t xml:space="preserve">ں </w:t>
      </w:r>
      <w:r>
        <w:rPr>
          <w:rtl/>
        </w:rPr>
        <w:t>50 سيكنڈ قوسى كا اضافہ ، اسلامى ماہرين فلكيات نے بتدريج اپنے مشاہدات كے دوران ستارو</w:t>
      </w:r>
      <w:r w:rsidR="000A0CDC">
        <w:rPr>
          <w:rtl/>
        </w:rPr>
        <w:t xml:space="preserve">ں </w:t>
      </w:r>
      <w:r>
        <w:rPr>
          <w:rtl/>
        </w:rPr>
        <w:t>كے دائرة البروج كى خصوصيات كے بارے مي</w:t>
      </w:r>
      <w:r w:rsidR="000A0CDC">
        <w:rPr>
          <w:rtl/>
        </w:rPr>
        <w:t xml:space="preserve">ں </w:t>
      </w:r>
      <w:r>
        <w:rPr>
          <w:rtl/>
        </w:rPr>
        <w:t>اپنى حاصل كردہ معلومات اور بطليموس كى فراہم كردہ معلومات مي</w:t>
      </w:r>
      <w:r w:rsidR="000A0CDC">
        <w:rPr>
          <w:rtl/>
        </w:rPr>
        <w:t xml:space="preserve">ں </w:t>
      </w:r>
      <w:r>
        <w:rPr>
          <w:rtl/>
        </w:rPr>
        <w:t>فرق كو محسوس كرليا اور تقريبا سبھى نے اپنى اپنى فلكياتى تقويم مي</w:t>
      </w:r>
      <w:r w:rsidR="000A0CDC">
        <w:rPr>
          <w:rtl/>
        </w:rPr>
        <w:t xml:space="preserve">ں </w:t>
      </w:r>
      <w:r>
        <w:rPr>
          <w:rtl/>
        </w:rPr>
        <w:t>تقديم اعتدالين كے فرق كو تحرير كيا ہے ، ان سے سے ايك اہم ترين كوشش جابر بن عبداللہ بتّانى نے انجام دى انہو</w:t>
      </w:r>
      <w:r w:rsidR="000A0CDC">
        <w:rPr>
          <w:rtl/>
        </w:rPr>
        <w:t xml:space="preserve">ں </w:t>
      </w:r>
      <w:r>
        <w:rPr>
          <w:rtl/>
        </w:rPr>
        <w:t xml:space="preserve">نے تقديم اعتدالين كى مقدار2/50 سكينڈ قوسى تك دريافت كى _ </w:t>
      </w:r>
      <w:r w:rsidRPr="00F67D4B">
        <w:rPr>
          <w:rStyle w:val="libFootnotenumChar"/>
          <w:rtl/>
        </w:rPr>
        <w:t>(1)</w:t>
      </w:r>
      <w:r>
        <w:rPr>
          <w:rtl/>
        </w:rPr>
        <w:t xml:space="preserve"> </w:t>
      </w:r>
    </w:p>
    <w:p w:rsidR="0061102A" w:rsidRDefault="0061102A" w:rsidP="00BE6934">
      <w:pPr>
        <w:pStyle w:val="libNormal"/>
        <w:rPr>
          <w:rtl/>
        </w:rPr>
      </w:pPr>
      <w:r>
        <w:rPr>
          <w:rtl/>
        </w:rPr>
        <w:t>بطليموس كى زمين كو محور او ر مركز عالم قرار دينے والى تھيورى كہ جسے اسلامى ماہرين فلكيات كى پہلى نسل نے بھى قبول كيا تھا اسكى اساس يہ ہے كہ زمين جہان كے مركز مي</w:t>
      </w:r>
      <w:r w:rsidR="000A0CDC">
        <w:rPr>
          <w:rtl/>
        </w:rPr>
        <w:t xml:space="preserve">ں </w:t>
      </w:r>
      <w:r>
        <w:rPr>
          <w:rtl/>
        </w:rPr>
        <w:t>ہے اور سورج و چاند اور ديگر چارسيارے زمين كے گرد دائرو</w:t>
      </w:r>
      <w:r w:rsidR="000A0CDC">
        <w:rPr>
          <w:rtl/>
        </w:rPr>
        <w:t xml:space="preserve">ں </w:t>
      </w:r>
      <w:r>
        <w:rPr>
          <w:rtl/>
        </w:rPr>
        <w:t>مي</w:t>
      </w:r>
      <w:r w:rsidR="000A0CDC">
        <w:rPr>
          <w:rtl/>
        </w:rPr>
        <w:t xml:space="preserve">ں </w:t>
      </w:r>
      <w:r>
        <w:rPr>
          <w:rtl/>
        </w:rPr>
        <w:t>چكر لگارہے ہي</w:t>
      </w:r>
      <w:r w:rsidR="000A0CDC">
        <w:rPr>
          <w:rtl/>
        </w:rPr>
        <w:t xml:space="preserve">ں </w:t>
      </w:r>
      <w:r>
        <w:rPr>
          <w:rtl/>
        </w:rPr>
        <w:t>ليكن اس تھيورى كے مطابق زمين كے نزديك دو سيارے يعنى عطارد اور زہرہ قدماء كے مشاہدات فلكى كے مطابق سورج سے كچھ معين مراتب دور ہوچكے ہي</w:t>
      </w:r>
      <w:r w:rsidR="000A0CDC">
        <w:rPr>
          <w:rtl/>
        </w:rPr>
        <w:t xml:space="preserve">ں </w:t>
      </w:r>
      <w:r>
        <w:rPr>
          <w:rtl/>
        </w:rPr>
        <w:t>اور 360 درجہ كا راستہ '' دايرة البروج'' كے خطوط پر طے نہي</w:t>
      </w:r>
      <w:r w:rsidR="000A0CDC">
        <w:rPr>
          <w:rtl/>
        </w:rPr>
        <w:t xml:space="preserve">ں </w:t>
      </w:r>
      <w:r>
        <w:rPr>
          <w:rtl/>
        </w:rPr>
        <w:t>كرتے ، بطليموس كى زمين كو مركز قرار دينے والى تھيورى كے مطابق يہ دونو</w:t>
      </w:r>
      <w:r w:rsidR="000A0CDC">
        <w:rPr>
          <w:rtl/>
        </w:rPr>
        <w:t xml:space="preserve">ں </w:t>
      </w:r>
      <w:r>
        <w:rPr>
          <w:rtl/>
        </w:rPr>
        <w:t>سيارے ان خاص خطوط پر روا</w:t>
      </w:r>
      <w:r w:rsidR="000A0CDC">
        <w:rPr>
          <w:rtl/>
        </w:rPr>
        <w:t xml:space="preserve">ں </w:t>
      </w:r>
      <w:r>
        <w:rPr>
          <w:rtl/>
        </w:rPr>
        <w:t>ہي</w:t>
      </w:r>
      <w:r w:rsidR="000A0CDC">
        <w:rPr>
          <w:rtl/>
        </w:rPr>
        <w:t xml:space="preserve">ں </w:t>
      </w:r>
      <w:r>
        <w:rPr>
          <w:rtl/>
        </w:rPr>
        <w:t>كہ جو سورج كے مركز سے خارج ہوكر ان سيارو</w:t>
      </w:r>
      <w:r w:rsidR="000A0CDC">
        <w:rPr>
          <w:rtl/>
        </w:rPr>
        <w:t xml:space="preserve">ں </w:t>
      </w:r>
      <w:r>
        <w:rPr>
          <w:rtl/>
        </w:rPr>
        <w:t xml:space="preserve">كے مركز كو اپني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 كرلو آلفونسو ناليف، تاريخ نجو م اسلامي، ترجمہ احمد آرام، تہران 1349 ص 220_200_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لپيٹ مي</w:t>
      </w:r>
      <w:r w:rsidR="000A0CDC">
        <w:rPr>
          <w:rtl/>
        </w:rPr>
        <w:t xml:space="preserve">ں </w:t>
      </w:r>
      <w:r>
        <w:rPr>
          <w:rtl/>
        </w:rPr>
        <w:t>لے ليتے ہي</w:t>
      </w:r>
      <w:r w:rsidR="000A0CDC">
        <w:rPr>
          <w:rtl/>
        </w:rPr>
        <w:t xml:space="preserve">ں </w:t>
      </w:r>
      <w:r>
        <w:rPr>
          <w:rtl/>
        </w:rPr>
        <w:t>اور سورج كے ساتھ زمين كے گرد حركت كرتے ہي</w:t>
      </w:r>
      <w:r w:rsidR="000A0CDC">
        <w:rPr>
          <w:rtl/>
        </w:rPr>
        <w:t xml:space="preserve">ں </w:t>
      </w:r>
      <w:r>
        <w:rPr>
          <w:rtl/>
        </w:rPr>
        <w:t>، اس روش سے بظاہر يہ ہوا كہ آسمان مي</w:t>
      </w:r>
      <w:r w:rsidR="000A0CDC">
        <w:rPr>
          <w:rtl/>
        </w:rPr>
        <w:t xml:space="preserve">ں </w:t>
      </w:r>
      <w:r>
        <w:rPr>
          <w:rtl/>
        </w:rPr>
        <w:t>ان دو سيارو</w:t>
      </w:r>
      <w:r w:rsidR="000A0CDC">
        <w:rPr>
          <w:rtl/>
        </w:rPr>
        <w:t xml:space="preserve">ں </w:t>
      </w:r>
      <w:r>
        <w:rPr>
          <w:rtl/>
        </w:rPr>
        <w:t>كى حركت نظام شمسى كے حقائق سے مطابقت كر جائے ليكن اسلامى ماہرين فلكيات كے دقيق مشاہدات نے اس تھيورى مي</w:t>
      </w:r>
      <w:r w:rsidR="000A0CDC">
        <w:rPr>
          <w:rtl/>
        </w:rPr>
        <w:t xml:space="preserve">ں </w:t>
      </w:r>
      <w:r>
        <w:rPr>
          <w:rtl/>
        </w:rPr>
        <w:t xml:space="preserve">شك و ترديد كا بيچ بوديا ، ان مشاہدات فلكى كا اہم ترين ثمرہ ابن سينا كى ''مجسطي'' پر شرح ہے_ </w:t>
      </w:r>
    </w:p>
    <w:p w:rsidR="0061102A" w:rsidRDefault="0061102A" w:rsidP="00BE6934">
      <w:pPr>
        <w:pStyle w:val="libNormal"/>
        <w:rPr>
          <w:rtl/>
        </w:rPr>
      </w:pPr>
      <w:r>
        <w:rPr>
          <w:rtl/>
        </w:rPr>
        <w:t>ساتوي</w:t>
      </w:r>
      <w:r w:rsidR="000A0CDC">
        <w:rPr>
          <w:rtl/>
        </w:rPr>
        <w:t xml:space="preserve">ں </w:t>
      </w:r>
      <w:r>
        <w:rPr>
          <w:rtl/>
        </w:rPr>
        <w:t>صدى ہجرى مي</w:t>
      </w:r>
      <w:r w:rsidR="000A0CDC">
        <w:rPr>
          <w:rtl/>
        </w:rPr>
        <w:t xml:space="preserve">ں </w:t>
      </w:r>
      <w:r>
        <w:rPr>
          <w:rtl/>
        </w:rPr>
        <w:t>خواجہ نصيرالدين طوسى نے كتاب ''مجسطي'' پر نئے سرے سے تجزيرو تحليل مي</w:t>
      </w:r>
      <w:r w:rsidR="000A0CDC">
        <w:rPr>
          <w:rtl/>
        </w:rPr>
        <w:t xml:space="preserve">ں </w:t>
      </w:r>
      <w:r>
        <w:rPr>
          <w:rtl/>
        </w:rPr>
        <w:t>ذكر كياہے كہ :ابن سينا نے تحرير كيا ہے كہ ''سيارہ زہرہ سورج كى سطح پر تل كى مانند ديكھا گيا ہے'' ابن سينا كى اس تحرير نے بطليموس كے زمين كو مركز قرار ديے نظريہ مي</w:t>
      </w:r>
      <w:r w:rsidR="000A0CDC">
        <w:rPr>
          <w:rtl/>
        </w:rPr>
        <w:t xml:space="preserve">ں </w:t>
      </w:r>
      <w:r>
        <w:rPr>
          <w:rtl/>
        </w:rPr>
        <w:t>بہت زيادہ شكوك و شبہات پيدا كيے، كيونكہ اس نظريہ كے مطابق زہرہ سيارے كا سورج كى سطح پر ديكھا جانا يعنى گويا اسكا سورج كى سطح سے عبور كا ممكن نہ ہونا ہے، يہي</w:t>
      </w:r>
      <w:r w:rsidR="000A0CDC">
        <w:rPr>
          <w:rtl/>
        </w:rPr>
        <w:t xml:space="preserve">ں </w:t>
      </w:r>
      <w:r>
        <w:rPr>
          <w:rtl/>
        </w:rPr>
        <w:t>سے خواجہ نصيرالدين طوسى نے بعنوان شارح كتاب مجسطى بطليموس كے زمين كو مركز قرار دينے والے نظريہ پر بہت اہم اعتراضات كيے، انكى نگاہ مي</w:t>
      </w:r>
      <w:r w:rsidR="000A0CDC">
        <w:rPr>
          <w:rtl/>
        </w:rPr>
        <w:t xml:space="preserve">ں </w:t>
      </w:r>
      <w:r>
        <w:rPr>
          <w:rtl/>
        </w:rPr>
        <w:t>گويا بطليموس كى نظر كے مطابق ستارو</w:t>
      </w:r>
      <w:r w:rsidR="000A0CDC">
        <w:rPr>
          <w:rtl/>
        </w:rPr>
        <w:t xml:space="preserve">ں </w:t>
      </w:r>
      <w:r>
        <w:rPr>
          <w:rtl/>
        </w:rPr>
        <w:t>كازمين كے گرد گھومنا حقائق سے مطابقت نہي</w:t>
      </w:r>
      <w:r w:rsidR="000A0CDC">
        <w:rPr>
          <w:rtl/>
        </w:rPr>
        <w:t xml:space="preserve">ں </w:t>
      </w:r>
      <w:r>
        <w:rPr>
          <w:rtl/>
        </w:rPr>
        <w:t>ركھتا تھا جب جناب طوسى عالم اسلام كے مشرقى علاقے مي</w:t>
      </w:r>
      <w:r w:rsidR="000A0CDC">
        <w:rPr>
          <w:rtl/>
        </w:rPr>
        <w:t xml:space="preserve">ں </w:t>
      </w:r>
      <w:r>
        <w:rPr>
          <w:rtl/>
        </w:rPr>
        <w:t>ان شبہات كا اظہار كر رہے تھے تو اسى زمانہ مي</w:t>
      </w:r>
      <w:r w:rsidR="000A0CDC">
        <w:rPr>
          <w:rtl/>
        </w:rPr>
        <w:t xml:space="preserve">ں </w:t>
      </w:r>
      <w:r>
        <w:rPr>
          <w:rtl/>
        </w:rPr>
        <w:t>جناب بطروحى اشبيلى اندلس كے مسلمان ماہر فلكيات ، عالم اسلام كے مغربى علاقے يعنى ہسپانيہ كى اسلامى مملكت مي</w:t>
      </w:r>
      <w:r w:rsidR="000A0CDC">
        <w:rPr>
          <w:rtl/>
        </w:rPr>
        <w:t xml:space="preserve">ں </w:t>
      </w:r>
      <w:r>
        <w:rPr>
          <w:rtl/>
        </w:rPr>
        <w:t xml:space="preserve">ايسے ہى اعتراضات اور ترديد كا اظہار فرما رہے تھے _ </w:t>
      </w:r>
    </w:p>
    <w:p w:rsidR="0061102A" w:rsidRDefault="0061102A" w:rsidP="00BE6934">
      <w:pPr>
        <w:pStyle w:val="libNormal"/>
        <w:rPr>
          <w:rtl/>
        </w:rPr>
      </w:pPr>
      <w:r>
        <w:rPr>
          <w:rtl/>
        </w:rPr>
        <w:t>اس كے علاوہ ديگر بہت سے اسے موارد ہي</w:t>
      </w:r>
      <w:r w:rsidR="000A0CDC">
        <w:rPr>
          <w:rtl/>
        </w:rPr>
        <w:t xml:space="preserve">ں </w:t>
      </w:r>
      <w:r>
        <w:rPr>
          <w:rtl/>
        </w:rPr>
        <w:t>كہ جن مي</w:t>
      </w:r>
      <w:r w:rsidR="000A0CDC">
        <w:rPr>
          <w:rtl/>
        </w:rPr>
        <w:t xml:space="preserve">ں </w:t>
      </w:r>
      <w:r>
        <w:rPr>
          <w:rtl/>
        </w:rPr>
        <w:t>ہم ديكھتے ہي</w:t>
      </w:r>
      <w:r w:rsidR="000A0CDC">
        <w:rPr>
          <w:rtl/>
        </w:rPr>
        <w:t xml:space="preserve">ں </w:t>
      </w:r>
      <w:r>
        <w:rPr>
          <w:rtl/>
        </w:rPr>
        <w:t xml:space="preserve">كہ اسلامى ماہرين فلكيات نے بطليموس كے نظريات پر ترديد اور شك و شبہہ كا اظہار كيا _ </w:t>
      </w:r>
    </w:p>
    <w:p w:rsidR="0061102A" w:rsidRDefault="0061102A" w:rsidP="00BE6934">
      <w:pPr>
        <w:pStyle w:val="libNormal"/>
        <w:rPr>
          <w:rtl/>
        </w:rPr>
      </w:pPr>
      <w:r>
        <w:rPr>
          <w:rtl/>
        </w:rPr>
        <w:t>فلكيات اور فزكس كے مشہور اسلامى د انشور جناب ابن ہيثم نے اپنى كتاب '' الشكوك على بطليموس'' مي</w:t>
      </w:r>
      <w:r w:rsidR="000A0CDC">
        <w:rPr>
          <w:rtl/>
        </w:rPr>
        <w:t xml:space="preserve">ں </w:t>
      </w:r>
      <w:r>
        <w:rPr>
          <w:rtl/>
        </w:rPr>
        <w:t xml:space="preserve">بطليموس كى زمين كے گرد سيارات كى حركت كو ثابت كرنے كى رياضياتى روش اور اسكے ان حركات كى وضاحت كيلئے بنائے گئے پيچيدہ سيسٹم پر حقائق كو ديكھتے ہوئے تفصيلى اعتراضات اور تنقيد كى ہے_ </w:t>
      </w:r>
    </w:p>
    <w:p w:rsidR="0061102A" w:rsidRDefault="0061102A" w:rsidP="00BE6934">
      <w:pPr>
        <w:pStyle w:val="libNormal"/>
        <w:rPr>
          <w:rtl/>
        </w:rPr>
      </w:pPr>
      <w:r>
        <w:rPr>
          <w:rtl/>
        </w:rPr>
        <w:t>ابوريحان بيرونى نے كتاب قانون مسعودى مي</w:t>
      </w:r>
      <w:r w:rsidR="000A0CDC">
        <w:rPr>
          <w:rtl/>
        </w:rPr>
        <w:t xml:space="preserve">ں </w:t>
      </w:r>
      <w:r>
        <w:rPr>
          <w:rtl/>
        </w:rPr>
        <w:t xml:space="preserve">'' مجسطي'' كے پيش كردہ فلكى قواعد اور قوانين پر تتفيد كى ، </w:t>
      </w:r>
    </w:p>
    <w:p w:rsidR="0061102A" w:rsidRDefault="0069392F" w:rsidP="00BE6934">
      <w:pPr>
        <w:pStyle w:val="libNormal"/>
        <w:rPr>
          <w:rtl/>
        </w:rPr>
      </w:pPr>
      <w:r>
        <w:rPr>
          <w:rtl/>
        </w:rPr>
        <w:cr/>
      </w:r>
      <w:r>
        <w:rPr>
          <w:rtl/>
        </w:rPr>
        <w:br w:type="page"/>
      </w:r>
      <w:r>
        <w:rPr>
          <w:rtl/>
        </w:rPr>
        <w:lastRenderedPageBreak/>
        <w:cr/>
      </w:r>
      <w:r w:rsidR="0061102A">
        <w:rPr>
          <w:rtl/>
        </w:rPr>
        <w:t>اور بطروحى اشبيلى نے سرے سے زمين كے گرد سيارات كى گردش كے نظم و ترتيب كے حوالے سے بطليموس كى رائے كى مخالفت كى _ زمين كو مركز قرار دينے والے نظريہ بطليموس پر تنقيدات اور اعتراضات خواجہ نصير كے زمانہ مي</w:t>
      </w:r>
      <w:r w:rsidR="000A0CDC">
        <w:rPr>
          <w:rtl/>
        </w:rPr>
        <w:t xml:space="preserve">ں </w:t>
      </w:r>
      <w:r w:rsidR="0061102A">
        <w:rPr>
          <w:rtl/>
        </w:rPr>
        <w:t>عروج پر پہنچ گئے ، جناب طوسى نے اپنى شہرہ آفاق كتاب'' التذكرة فى الہيئة '' مي</w:t>
      </w:r>
      <w:r w:rsidR="000A0CDC">
        <w:rPr>
          <w:rtl/>
        </w:rPr>
        <w:t xml:space="preserve">ں </w:t>
      </w:r>
      <w:r w:rsidR="0061102A">
        <w:rPr>
          <w:rtl/>
        </w:rPr>
        <w:t>بطليموس كى رائے پر دقيق انداز سے اپنے اساسى ترين اعتراضات بيان كيے ہي</w:t>
      </w:r>
      <w:r w:rsidR="000A0CDC">
        <w:rPr>
          <w:rtl/>
        </w:rPr>
        <w:t xml:space="preserve">ں </w:t>
      </w:r>
      <w:r w:rsidR="0061102A">
        <w:rPr>
          <w:rtl/>
        </w:rPr>
        <w:t xml:space="preserve">_ </w:t>
      </w:r>
    </w:p>
    <w:p w:rsidR="0061102A" w:rsidRDefault="0061102A" w:rsidP="00BE6934">
      <w:pPr>
        <w:pStyle w:val="libNormal"/>
        <w:rPr>
          <w:rtl/>
        </w:rPr>
      </w:pPr>
      <w:r>
        <w:rPr>
          <w:rtl/>
        </w:rPr>
        <w:t>يہ اعتراضات زمين كے گرد سيارات كى گردش كى ترتيب كے علاوہ سيارات كى گردش كى رياضياتى كيفيت كے اثبات كے طريقے پر بھى كيے گئے ہي</w:t>
      </w:r>
      <w:r w:rsidR="000A0CDC">
        <w:rPr>
          <w:rtl/>
        </w:rPr>
        <w:t xml:space="preserve">ں </w:t>
      </w:r>
      <w:r>
        <w:rPr>
          <w:rtl/>
        </w:rPr>
        <w:t>،جناب طوسى بطليموس كے زمين كو مركز قرار دينے والے نظريہ كى بناء پر سيارات كى حركت كے بارے مي</w:t>
      </w:r>
      <w:r w:rsidR="000A0CDC">
        <w:rPr>
          <w:rtl/>
        </w:rPr>
        <w:t xml:space="preserve">ں </w:t>
      </w:r>
      <w:r>
        <w:rPr>
          <w:rtl/>
        </w:rPr>
        <w:t>ديے جانے دلائل كى كمزورى سے آگاہ تھے، لہذا انہو</w:t>
      </w:r>
      <w:r w:rsidR="000A0CDC">
        <w:rPr>
          <w:rtl/>
        </w:rPr>
        <w:t xml:space="preserve">ں </w:t>
      </w:r>
      <w:r>
        <w:rPr>
          <w:rtl/>
        </w:rPr>
        <w:t>نے تہہ در تہہ كرات كى صورت مي</w:t>
      </w:r>
      <w:r w:rsidR="000A0CDC">
        <w:rPr>
          <w:rtl/>
        </w:rPr>
        <w:t xml:space="preserve">ں </w:t>
      </w:r>
      <w:r>
        <w:rPr>
          <w:rtl/>
        </w:rPr>
        <w:t>سيارو</w:t>
      </w:r>
      <w:r w:rsidR="000A0CDC">
        <w:rPr>
          <w:rtl/>
        </w:rPr>
        <w:t xml:space="preserve">ں </w:t>
      </w:r>
      <w:r>
        <w:rPr>
          <w:rtl/>
        </w:rPr>
        <w:t>كى حركت كے مختلف ماڈلز پيش كر كے كہ جو علم نجوم كى تاريخ مي</w:t>
      </w:r>
      <w:r w:rsidR="000A0CDC">
        <w:rPr>
          <w:rtl/>
        </w:rPr>
        <w:t xml:space="preserve">ں </w:t>
      </w:r>
      <w:r>
        <w:rPr>
          <w:rtl/>
        </w:rPr>
        <w:t>'' جفت طوسي'' كے نام سے معروف ہوئے ، بطليموس كى رائے پر قوى ترين اعتراضات اٹھائے ، طوسى كے كچھ مدت بعد ابن شاطر نے بھى طوسى كى مانند بطليموس كے نظريہ مي</w:t>
      </w:r>
      <w:r w:rsidR="000A0CDC">
        <w:rPr>
          <w:rtl/>
        </w:rPr>
        <w:t xml:space="preserve">ں </w:t>
      </w:r>
      <w:r>
        <w:rPr>
          <w:rtl/>
        </w:rPr>
        <w:t xml:space="preserve">سيارات كى رياضياتى حركت كو ثابت كرنے كے طريقہ پر تنقيد كى ، انكے بعد مويد الدين عرضى دمشقى نے بھى بطليموس پر نقادانہ نگاہ ڈالي_ </w:t>
      </w:r>
    </w:p>
    <w:p w:rsidR="0061102A" w:rsidRDefault="0061102A" w:rsidP="00BE6934">
      <w:pPr>
        <w:pStyle w:val="libNormal"/>
        <w:rPr>
          <w:rtl/>
        </w:rPr>
      </w:pPr>
      <w:r>
        <w:rPr>
          <w:rtl/>
        </w:rPr>
        <w:t>آج تقريباً ثابت ہوچكا ہے كہ كپلر اور كوپرنيك كہ جنہو</w:t>
      </w:r>
      <w:r w:rsidR="000A0CDC">
        <w:rPr>
          <w:rtl/>
        </w:rPr>
        <w:t xml:space="preserve">ں </w:t>
      </w:r>
      <w:r>
        <w:rPr>
          <w:rtl/>
        </w:rPr>
        <w:t>نے علم فلكيات كے اہم ترين انكشاف يعنى سورج كو نظام شمسى كا محور قرار دينے كے نظريہ كى بنياد ركھى وہ اسلامى دانشورو</w:t>
      </w:r>
      <w:r w:rsidR="000A0CDC">
        <w:rPr>
          <w:rtl/>
        </w:rPr>
        <w:t xml:space="preserve">ں </w:t>
      </w:r>
      <w:r>
        <w:rPr>
          <w:rtl/>
        </w:rPr>
        <w:t>كى آراء بالخصوص خواجہ نصير كے نظريات سے بہت زيادہ متاثرتھے، يہ چند افراد كہ جنكا نام ليا گيا ہے ان كے علاوہ بھى اسلامى علم فلكيات نے بہت سے ماہرين عالم بشريت كو عطا كيے ہي</w:t>
      </w:r>
      <w:r w:rsidR="000A0CDC">
        <w:rPr>
          <w:rtl/>
        </w:rPr>
        <w:t xml:space="preserve">ں </w:t>
      </w:r>
      <w:r>
        <w:rPr>
          <w:rtl/>
        </w:rPr>
        <w:t>، مثلا محمدبن موسى خوارزمى كہ جنكى تاليف زيج السند ہے ، بنو صباح تين ماہرين فلكيات كہ جنكا نام ابراہيم ، محمد اور حسن ہے انہو</w:t>
      </w:r>
      <w:r w:rsidR="000A0CDC">
        <w:rPr>
          <w:rtl/>
        </w:rPr>
        <w:t xml:space="preserve">ں </w:t>
      </w:r>
      <w:r>
        <w:rPr>
          <w:rtl/>
        </w:rPr>
        <w:t>نے كتاب'' رسالة فى عمل الساعات المبسوطة بالہندسة فى ايّ اقليم اردت'' تحرير كى ، ابن يونس كہ جو'' زيج كبير حاكمى ''كے مصنف ہي</w:t>
      </w:r>
      <w:r w:rsidR="000A0CDC">
        <w:rPr>
          <w:rtl/>
        </w:rPr>
        <w:t xml:space="preserve">ں </w:t>
      </w:r>
      <w:r>
        <w:rPr>
          <w:rtl/>
        </w:rPr>
        <w:t>الغ بيگ كہ جو مشہور دانشور اور سياست دان تھے اور كتاب زيج الغ بيگ كے مصنف ہي</w:t>
      </w:r>
      <w:r w:rsidR="000A0CDC">
        <w:rPr>
          <w:rtl/>
        </w:rPr>
        <w:t xml:space="preserve">ں </w:t>
      </w:r>
      <w:r>
        <w:rPr>
          <w:rtl/>
        </w:rPr>
        <w:t>اور نظام الدين عبدالعلى بيرجندى كہ جو فاضل بير جندى كے عنوان سے معروف ہي</w:t>
      </w:r>
      <w:r w:rsidR="000A0CDC">
        <w:rPr>
          <w:rtl/>
        </w:rPr>
        <w:t xml:space="preserve">ں </w:t>
      </w:r>
      <w:r>
        <w:rPr>
          <w:rtl/>
        </w:rPr>
        <w:t>اور كتاب ابعاد و اجرام كے مصنف ہي</w:t>
      </w:r>
      <w:r w:rsidR="000A0CDC">
        <w:rPr>
          <w:rtl/>
        </w:rPr>
        <w:t xml:space="preserve">ں </w:t>
      </w:r>
      <w:r>
        <w:rPr>
          <w:rtl/>
        </w:rPr>
        <w:t xml:space="preserve">_ </w:t>
      </w:r>
    </w:p>
    <w:p w:rsidR="002B3FC8"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31" w:name="_Toc268587"/>
      <w:r>
        <w:rPr>
          <w:rtl/>
        </w:rPr>
        <w:t>3_ فزكس اور ميكانيات:</w:t>
      </w:r>
      <w:bookmarkEnd w:id="31"/>
    </w:p>
    <w:p w:rsidR="0061102A" w:rsidRDefault="0061102A" w:rsidP="00BE6934">
      <w:pPr>
        <w:pStyle w:val="libNormal"/>
        <w:rPr>
          <w:rtl/>
        </w:rPr>
      </w:pPr>
      <w:r>
        <w:rPr>
          <w:rtl/>
        </w:rPr>
        <w:t>ميكانيات كا علم مسلمانو</w:t>
      </w:r>
      <w:r w:rsidR="000A0CDC">
        <w:rPr>
          <w:rtl/>
        </w:rPr>
        <w:t xml:space="preserve">ں </w:t>
      </w:r>
      <w:r>
        <w:rPr>
          <w:rtl/>
        </w:rPr>
        <w:t>كے ہا</w:t>
      </w:r>
      <w:r w:rsidR="000A0CDC">
        <w:rPr>
          <w:rtl/>
        </w:rPr>
        <w:t xml:space="preserve">ں </w:t>
      </w:r>
      <w:r>
        <w:rPr>
          <w:rtl/>
        </w:rPr>
        <w:t>'' علم الحيل'' كہلاتا تھا '' علم حيل'' قديم علماء كے نزديك آلات كا علم ہے اور ان تمام آلات كا تعارف كرواتا ہے جو كہ جو مختلف كام انجام ديتے ہي</w:t>
      </w:r>
      <w:r w:rsidR="000A0CDC">
        <w:rPr>
          <w:rtl/>
        </w:rPr>
        <w:t xml:space="preserve">ں </w:t>
      </w:r>
      <w:r>
        <w:rPr>
          <w:rtl/>
        </w:rPr>
        <w:t>اگر چہ بعض نظريات جو كہ علم الحيل سے متعلقہ كتب مي</w:t>
      </w:r>
      <w:r w:rsidR="000A0CDC">
        <w:rPr>
          <w:rtl/>
        </w:rPr>
        <w:t xml:space="preserve">ں </w:t>
      </w:r>
      <w:r>
        <w:rPr>
          <w:rtl/>
        </w:rPr>
        <w:t>ملتے ہي</w:t>
      </w:r>
      <w:r w:rsidR="000A0CDC">
        <w:rPr>
          <w:rtl/>
        </w:rPr>
        <w:t xml:space="preserve">ں </w:t>
      </w:r>
      <w:r>
        <w:rPr>
          <w:rtl/>
        </w:rPr>
        <w:t>ان كى جڑي</w:t>
      </w:r>
      <w:r w:rsidR="000A0CDC">
        <w:rPr>
          <w:rtl/>
        </w:rPr>
        <w:t xml:space="preserve">ں </w:t>
      </w:r>
      <w:r>
        <w:rPr>
          <w:rtl/>
        </w:rPr>
        <w:t>مشرق بعيد (چين جاپان و غيرہ ) اور ايران كے خطے مي</w:t>
      </w:r>
      <w:r w:rsidR="000A0CDC">
        <w:rPr>
          <w:rtl/>
        </w:rPr>
        <w:t xml:space="preserve">ں </w:t>
      </w:r>
      <w:r>
        <w:rPr>
          <w:rtl/>
        </w:rPr>
        <w:t>پائي جاتى ہي</w:t>
      </w:r>
      <w:r w:rsidR="000A0CDC">
        <w:rPr>
          <w:rtl/>
        </w:rPr>
        <w:t xml:space="preserve">ں </w:t>
      </w:r>
      <w:r>
        <w:rPr>
          <w:rtl/>
        </w:rPr>
        <w:t xml:space="preserve">_ </w:t>
      </w:r>
    </w:p>
    <w:p w:rsidR="0061102A" w:rsidRDefault="0061102A" w:rsidP="00BE6934">
      <w:pPr>
        <w:pStyle w:val="libNormal"/>
        <w:rPr>
          <w:rtl/>
        </w:rPr>
      </w:pPr>
      <w:r>
        <w:rPr>
          <w:rtl/>
        </w:rPr>
        <w:t>يہ بات قطعى طور پر كہى جاسكتى ہے كہ اسلامى انجي نرنگ مشرق وسطي( عرب ممالك ، ايران، و افغانستان ...) اور بحيرہ روم كے خطے كے نقش قدم پر روا</w:t>
      </w:r>
      <w:r w:rsidR="000A0CDC">
        <w:rPr>
          <w:rtl/>
        </w:rPr>
        <w:t xml:space="preserve">ں </w:t>
      </w:r>
      <w:r>
        <w:rPr>
          <w:rtl/>
        </w:rPr>
        <w:t>دوا</w:t>
      </w:r>
      <w:r w:rsidR="000A0CDC">
        <w:rPr>
          <w:rtl/>
        </w:rPr>
        <w:t xml:space="preserve">ں </w:t>
      </w:r>
      <w:r>
        <w:rPr>
          <w:rtl/>
        </w:rPr>
        <w:t>تھى ، مصرى اور روميو</w:t>
      </w:r>
      <w:r w:rsidR="000A0CDC">
        <w:rPr>
          <w:rtl/>
        </w:rPr>
        <w:t xml:space="preserve">ں </w:t>
      </w:r>
      <w:r>
        <w:rPr>
          <w:rtl/>
        </w:rPr>
        <w:t>نے ميكانيات مي</w:t>
      </w:r>
      <w:r w:rsidR="000A0CDC">
        <w:rPr>
          <w:rtl/>
        </w:rPr>
        <w:t xml:space="preserve">ں </w:t>
      </w:r>
      <w:r>
        <w:rPr>
          <w:rtl/>
        </w:rPr>
        <w:t>بہت ترقى كى تھى ليكن اس حوالے سے يونانى لوگو</w:t>
      </w:r>
      <w:r w:rsidR="000A0CDC">
        <w:rPr>
          <w:rtl/>
        </w:rPr>
        <w:t xml:space="preserve">ں </w:t>
      </w:r>
      <w:r>
        <w:rPr>
          <w:rtl/>
        </w:rPr>
        <w:t>كا كردار سب سے زيادہ تھا ، بغداد مي</w:t>
      </w:r>
      <w:r w:rsidR="000A0CDC">
        <w:rPr>
          <w:rtl/>
        </w:rPr>
        <w:t xml:space="preserve">ں </w:t>
      </w:r>
      <w:r>
        <w:rPr>
          <w:rtl/>
        </w:rPr>
        <w:t>بنى عباس كے بڑے خلفاء كے دور مي</w:t>
      </w:r>
      <w:r w:rsidR="000A0CDC">
        <w:rPr>
          <w:rtl/>
        </w:rPr>
        <w:t xml:space="preserve">ں </w:t>
      </w:r>
      <w:r>
        <w:rPr>
          <w:rtl/>
        </w:rPr>
        <w:t>بہت سى يونانى اور كچھ سريانى كتب كا عربى مي</w:t>
      </w:r>
      <w:r w:rsidR="000A0CDC">
        <w:rPr>
          <w:rtl/>
        </w:rPr>
        <w:t xml:space="preserve">ں </w:t>
      </w:r>
      <w:r>
        <w:rPr>
          <w:rtl/>
        </w:rPr>
        <w:t>ترجمہ ہوا تھاكہ جن مي</w:t>
      </w:r>
      <w:r w:rsidR="000A0CDC">
        <w:rPr>
          <w:rtl/>
        </w:rPr>
        <w:t xml:space="preserve">ں </w:t>
      </w:r>
      <w:r>
        <w:rPr>
          <w:rtl/>
        </w:rPr>
        <w:t>فيلون بيزانسى (بوزنطى ) كى كتاب پيونميٹك، ہرون اسكندرانى كى كتاب مكينكس اور پانى والى گھڑيو</w:t>
      </w:r>
      <w:r w:rsidR="000A0CDC">
        <w:rPr>
          <w:rtl/>
        </w:rPr>
        <w:t xml:space="preserve">ں </w:t>
      </w:r>
      <w:r>
        <w:rPr>
          <w:rtl/>
        </w:rPr>
        <w:t>كے بارے مي</w:t>
      </w:r>
      <w:r w:rsidR="000A0CDC">
        <w:rPr>
          <w:rtl/>
        </w:rPr>
        <w:t xml:space="preserve">ں </w:t>
      </w:r>
      <w:r>
        <w:rPr>
          <w:rtl/>
        </w:rPr>
        <w:t xml:space="preserve">ارشميدس كے رسالے كا نام ليا جاسكتا ہے _ </w:t>
      </w:r>
    </w:p>
    <w:p w:rsidR="0061102A" w:rsidRDefault="0061102A" w:rsidP="00BE6934">
      <w:pPr>
        <w:pStyle w:val="libNormal"/>
        <w:rPr>
          <w:rtl/>
        </w:rPr>
      </w:pPr>
      <w:r>
        <w:rPr>
          <w:rtl/>
        </w:rPr>
        <w:t>مسلمان انجينئرو</w:t>
      </w:r>
      <w:r w:rsidR="000A0CDC">
        <w:rPr>
          <w:rtl/>
        </w:rPr>
        <w:t xml:space="preserve">ں </w:t>
      </w:r>
      <w:r>
        <w:rPr>
          <w:rtl/>
        </w:rPr>
        <w:t>كى استعداد و لياقت كا تجزيہ كرنا سادہ كام نہي</w:t>
      </w:r>
      <w:r w:rsidR="000A0CDC">
        <w:rPr>
          <w:rtl/>
        </w:rPr>
        <w:t xml:space="preserve">ں </w:t>
      </w:r>
      <w:r>
        <w:rPr>
          <w:rtl/>
        </w:rPr>
        <w:t xml:space="preserve">ہے، مسطحہ ہندسہ </w:t>
      </w:r>
      <w:r>
        <w:t>plane geometry</w:t>
      </w:r>
      <w:r>
        <w:rPr>
          <w:rtl/>
        </w:rPr>
        <w:t xml:space="preserve"> مي</w:t>
      </w:r>
      <w:r w:rsidR="000A0CDC">
        <w:rPr>
          <w:rtl/>
        </w:rPr>
        <w:t xml:space="preserve">ں </w:t>
      </w:r>
      <w:r>
        <w:rPr>
          <w:rtl/>
        </w:rPr>
        <w:t>آلات كو بنانے اور انكى تنصيب كے ليے ، حساب اور پيمائشے مي</w:t>
      </w:r>
      <w:r w:rsidR="000A0CDC">
        <w:rPr>
          <w:rtl/>
        </w:rPr>
        <w:t xml:space="preserve">ں </w:t>
      </w:r>
      <w:r>
        <w:rPr>
          <w:rtl/>
        </w:rPr>
        <w:t>مہارت ضرورى تھي، اگر چہ آلات كو جوڑنے اور انكى تنصيب كے ليے كوئي منظم معيار موجود نہي</w:t>
      </w:r>
      <w:r w:rsidR="000A0CDC">
        <w:rPr>
          <w:rtl/>
        </w:rPr>
        <w:t xml:space="preserve">ں </w:t>
      </w:r>
      <w:r>
        <w:rPr>
          <w:rtl/>
        </w:rPr>
        <w:t>تھا، مگر اسكے باوجود مسلمان انجينرز كا جديد آلات ( جيسے خودكار مجسمہ اور مكينكل فوارہ) كو بنانے مي</w:t>
      </w:r>
      <w:r w:rsidR="000A0CDC">
        <w:rPr>
          <w:rtl/>
        </w:rPr>
        <w:t xml:space="preserve">ں </w:t>
      </w:r>
      <w:r>
        <w:rPr>
          <w:rtl/>
        </w:rPr>
        <w:t xml:space="preserve">كاميابى كى وجہ يہ تھى كہ وہ ان آلات كو بنانے كے ليے </w:t>
      </w:r>
      <w:r>
        <w:t>statics</w:t>
      </w:r>
      <w:r>
        <w:rPr>
          <w:rtl/>
        </w:rPr>
        <w:t xml:space="preserve"> كے علم سے استفادہ كرتے تھے اور اسى وجہ سے مطلوبہ پارٹس كو كاٹ بھى سكتے تھے اور انكى ڈھلائي كے بعد انكى تنصيب بھى كرليتے تھے</w:t>
      </w:r>
      <w:r w:rsidRPr="00F67D4B">
        <w:rPr>
          <w:rStyle w:val="libFootnotenumChar"/>
          <w:rtl/>
        </w:rPr>
        <w:t>(1)</w:t>
      </w:r>
      <w:r>
        <w:rPr>
          <w:rtl/>
        </w:rPr>
        <w:t xml:space="preserve"> </w:t>
      </w:r>
    </w:p>
    <w:p w:rsidR="0061102A" w:rsidRDefault="0061102A" w:rsidP="00BE6934">
      <w:pPr>
        <w:pStyle w:val="libNormal"/>
        <w:rPr>
          <w:rtl/>
        </w:rPr>
      </w:pPr>
      <w:r>
        <w:rPr>
          <w:rtl/>
        </w:rPr>
        <w:t xml:space="preserve">عالم اسلام كے سب سے پہلے انجنيرحضرات تين بھائي بنام احمد، محمد اور حسن كہ جو موسى بن شاكر كے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 ڈونالڈر ہيل، ملينك انجيڑنگ مسلمانو</w:t>
      </w:r>
      <w:r w:rsidR="000A0CDC">
        <w:rPr>
          <w:rtl/>
        </w:rPr>
        <w:t xml:space="preserve">ں </w:t>
      </w:r>
      <w:r>
        <w:rPr>
          <w:rtl/>
        </w:rPr>
        <w:t>كے درميان ص 5،4_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بيٹے تھے اور بنو موسى كے عنوان سے مشہور تھے ،بنو موسى كى كتاب الحيل سب سے پہلى تدوين شدہ كتاب تھى كہ جو عالم اسلام مي</w:t>
      </w:r>
      <w:r w:rsidR="000A0CDC">
        <w:rPr>
          <w:rtl/>
        </w:rPr>
        <w:t xml:space="preserve">ں </w:t>
      </w:r>
      <w:r>
        <w:rPr>
          <w:rtl/>
        </w:rPr>
        <w:t>مكينك كے حوالے سے جانى پہچانى تھى ، اس كتاب مي</w:t>
      </w:r>
      <w:r w:rsidR="000A0CDC">
        <w:rPr>
          <w:rtl/>
        </w:rPr>
        <w:t xml:space="preserve">ں </w:t>
      </w:r>
      <w:r>
        <w:rPr>
          <w:rtl/>
        </w:rPr>
        <w:t>سوكے قريب مشينو</w:t>
      </w:r>
      <w:r w:rsidR="000A0CDC">
        <w:rPr>
          <w:rtl/>
        </w:rPr>
        <w:t xml:space="preserve">ں </w:t>
      </w:r>
      <w:r>
        <w:rPr>
          <w:rtl/>
        </w:rPr>
        <w:t>كى تفصيل بيان ہوئي ہے كہ جن مي</w:t>
      </w:r>
      <w:r w:rsidR="000A0CDC">
        <w:rPr>
          <w:rtl/>
        </w:rPr>
        <w:t xml:space="preserve">ں </w:t>
      </w:r>
      <w:r>
        <w:rPr>
          <w:rtl/>
        </w:rPr>
        <w:t>سے اكثر خودكار سيسٹم اور سيال مكينكى خواص كے ساتھ كام كرتى تھي</w:t>
      </w:r>
      <w:r w:rsidR="000A0CDC">
        <w:rPr>
          <w:rtl/>
        </w:rPr>
        <w:t xml:space="preserve">ں </w:t>
      </w:r>
      <w:r>
        <w:rPr>
          <w:rtl/>
        </w:rPr>
        <w:t>، ان مشينو</w:t>
      </w:r>
      <w:r w:rsidR="000A0CDC">
        <w:rPr>
          <w:rtl/>
        </w:rPr>
        <w:t xml:space="preserve">ں </w:t>
      </w:r>
      <w:r>
        <w:rPr>
          <w:rtl/>
        </w:rPr>
        <w:t>مي</w:t>
      </w:r>
      <w:r w:rsidR="000A0CDC">
        <w:rPr>
          <w:rtl/>
        </w:rPr>
        <w:t xml:space="preserve">ں </w:t>
      </w:r>
      <w:r>
        <w:rPr>
          <w:rtl/>
        </w:rPr>
        <w:t>مختلف انواع كے خودكار فوارے ، پانى والى گھڑيا</w:t>
      </w:r>
      <w:r w:rsidR="000A0CDC">
        <w:rPr>
          <w:rtl/>
        </w:rPr>
        <w:t xml:space="preserve">ں </w:t>
      </w:r>
      <w:r>
        <w:rPr>
          <w:rtl/>
        </w:rPr>
        <w:t>، مختلف انواع كے پانى كو اوپرلانے وا لے وسائل، كنوي</w:t>
      </w:r>
      <w:r w:rsidR="000A0CDC">
        <w:rPr>
          <w:rtl/>
        </w:rPr>
        <w:t xml:space="preserve">ں </w:t>
      </w:r>
      <w:r>
        <w:rPr>
          <w:rtl/>
        </w:rPr>
        <w:t>كے رہٹ اور خودكار لوٹے و غيرہ شامل ہي</w:t>
      </w:r>
      <w:r w:rsidR="000A0CDC">
        <w:rPr>
          <w:rtl/>
        </w:rPr>
        <w:t xml:space="preserve">ں </w:t>
      </w:r>
      <w:r>
        <w:rPr>
          <w:rtl/>
        </w:rPr>
        <w:t>، ان تين بھائيو</w:t>
      </w:r>
      <w:r w:rsidR="000A0CDC">
        <w:rPr>
          <w:rtl/>
        </w:rPr>
        <w:t xml:space="preserve">ں </w:t>
      </w:r>
      <w:r>
        <w:rPr>
          <w:rtl/>
        </w:rPr>
        <w:t>كى تحقيقات كے حوالے سے قابل توجہ نكتہ يہ ہے كہ ان لوگو</w:t>
      </w:r>
      <w:r w:rsidR="000A0CDC">
        <w:rPr>
          <w:rtl/>
        </w:rPr>
        <w:t xml:space="preserve">ں </w:t>
      </w:r>
      <w:r>
        <w:rPr>
          <w:rtl/>
        </w:rPr>
        <w:t>نے يورپ سے پانچ سو سال پہلے اور فنى علوم كى تاريخ مي</w:t>
      </w:r>
      <w:r w:rsidR="000A0CDC">
        <w:rPr>
          <w:rtl/>
        </w:rPr>
        <w:t xml:space="preserve">ں </w:t>
      </w:r>
      <w:r>
        <w:rPr>
          <w:rtl/>
        </w:rPr>
        <w:t xml:space="preserve">پہلى بار </w:t>
      </w:r>
      <w:r>
        <w:t>crank shaft</w:t>
      </w:r>
      <w:r>
        <w:rPr>
          <w:rtl/>
        </w:rPr>
        <w:t xml:space="preserve"> پہيے كے دھرے (كا وہ پرزہ جو اسكو عمودى اور دورى دونو</w:t>
      </w:r>
      <w:r w:rsidR="000A0CDC">
        <w:rPr>
          <w:rtl/>
        </w:rPr>
        <w:t xml:space="preserve">ں </w:t>
      </w:r>
      <w:r>
        <w:rPr>
          <w:rtl/>
        </w:rPr>
        <w:t>حركتي</w:t>
      </w:r>
      <w:r w:rsidR="000A0CDC">
        <w:rPr>
          <w:rtl/>
        </w:rPr>
        <w:t xml:space="preserve">ں </w:t>
      </w:r>
      <w:r>
        <w:rPr>
          <w:rtl/>
        </w:rPr>
        <w:t xml:space="preserve">دے سكتاہے) كو استعمال كيا </w:t>
      </w:r>
      <w:r w:rsidRPr="00F67D4B">
        <w:rPr>
          <w:rStyle w:val="libFootnotenumChar"/>
          <w:rtl/>
        </w:rPr>
        <w:t>(1)</w:t>
      </w:r>
      <w:r>
        <w:rPr>
          <w:rtl/>
        </w:rPr>
        <w:t xml:space="preserve"> </w:t>
      </w:r>
    </w:p>
    <w:p w:rsidR="0061102A" w:rsidRDefault="0061102A" w:rsidP="00BE6934">
      <w:pPr>
        <w:pStyle w:val="libNormal"/>
        <w:rPr>
          <w:rtl/>
        </w:rPr>
      </w:pPr>
      <w:r>
        <w:rPr>
          <w:rtl/>
        </w:rPr>
        <w:t>دوسرے مشہور اسلامى انجنيئركہ جو ميكانيات مي</w:t>
      </w:r>
      <w:r w:rsidR="000A0CDC">
        <w:rPr>
          <w:rtl/>
        </w:rPr>
        <w:t xml:space="preserve">ں </w:t>
      </w:r>
      <w:r>
        <w:rPr>
          <w:rtl/>
        </w:rPr>
        <w:t>شہرہ آفاق تھے جناب ''جزرى ''تھے وہ چھٹى صدى ہجرى كے دوسرے اواخر يا ساتوي</w:t>
      </w:r>
      <w:r w:rsidR="000A0CDC">
        <w:rPr>
          <w:rtl/>
        </w:rPr>
        <w:t xml:space="preserve">ں </w:t>
      </w:r>
      <w:r>
        <w:rPr>
          <w:rtl/>
        </w:rPr>
        <w:t>صدى كے آغاز مي</w:t>
      </w:r>
      <w:r w:rsidR="000A0CDC">
        <w:rPr>
          <w:rtl/>
        </w:rPr>
        <w:t xml:space="preserve">ں </w:t>
      </w:r>
      <w:r>
        <w:rPr>
          <w:rtl/>
        </w:rPr>
        <w:t>شہر'' آمد'' جسے آج كل '' ديار بكر'' كہا جاتاہے، مي</w:t>
      </w:r>
      <w:r w:rsidR="000A0CDC">
        <w:rPr>
          <w:rtl/>
        </w:rPr>
        <w:t xml:space="preserve">ں </w:t>
      </w:r>
      <w:r>
        <w:rPr>
          <w:rtl/>
        </w:rPr>
        <w:t>رہا كرتے تھے انكى ميكانيات كے بارے مي</w:t>
      </w:r>
      <w:r w:rsidR="000A0CDC">
        <w:rPr>
          <w:rtl/>
        </w:rPr>
        <w:t xml:space="preserve">ں </w:t>
      </w:r>
      <w:r>
        <w:rPr>
          <w:rtl/>
        </w:rPr>
        <w:t>مشہور كتاب كا نام ''كتاب فى معرفة الحيل الہندسية يا الجامع بين العلم و العمل النافع فى ضاعة الحيل'' ہے كہ جسے انہو</w:t>
      </w:r>
      <w:r w:rsidR="000A0CDC">
        <w:rPr>
          <w:rtl/>
        </w:rPr>
        <w:t xml:space="preserve">ں </w:t>
      </w:r>
      <w:r>
        <w:rPr>
          <w:rtl/>
        </w:rPr>
        <w:t xml:space="preserve">نے دياربكر كے امير كى درخواست پر لكھا، جزرى كى كتاب علم و عمل كا مجموعہ ہے يعنى يہ كتاب نظرى ہونے كے ساتھ ساتھ عملى ہونے كے ناطے سے بھى پہچانى جاتى ہے _ </w:t>
      </w:r>
    </w:p>
    <w:p w:rsidR="0061102A" w:rsidRDefault="0061102A" w:rsidP="00BE6934">
      <w:pPr>
        <w:pStyle w:val="libNormal"/>
        <w:rPr>
          <w:rtl/>
        </w:rPr>
      </w:pPr>
      <w:r>
        <w:rPr>
          <w:rtl/>
        </w:rPr>
        <w:t>جناب جزرى '' رئيس الاعمال'' يعنى انجنيرؤ</w:t>
      </w:r>
      <w:r w:rsidR="000A0CDC">
        <w:rPr>
          <w:rtl/>
        </w:rPr>
        <w:t xml:space="preserve">ں </w:t>
      </w:r>
      <w:r>
        <w:rPr>
          <w:rtl/>
        </w:rPr>
        <w:t>كے سر براہ كے مقام پر بھى فائز تھے اوررسم فنى ( مختلف اشياء كے قطعات اور تصاوير كے ذريعے رياضياتى قواعد كى روشنى مي</w:t>
      </w:r>
      <w:r w:rsidR="000A0CDC">
        <w:rPr>
          <w:rtl/>
        </w:rPr>
        <w:t xml:space="preserve">ں </w:t>
      </w:r>
      <w:r>
        <w:rPr>
          <w:rtl/>
        </w:rPr>
        <w:t>خوبصورتى اور آرائشے كا فن ) كے ہنر مي</w:t>
      </w:r>
      <w:r w:rsidR="000A0CDC">
        <w:rPr>
          <w:rtl/>
        </w:rPr>
        <w:t xml:space="preserve">ں </w:t>
      </w:r>
      <w:r>
        <w:rPr>
          <w:rtl/>
        </w:rPr>
        <w:t>مہارت ركھتے تھے اسى طرح وہ اپنے ذہن مي</w:t>
      </w:r>
      <w:r w:rsidR="000A0CDC">
        <w:rPr>
          <w:rtl/>
        </w:rPr>
        <w:t xml:space="preserve">ں </w:t>
      </w:r>
      <w:r>
        <w:rPr>
          <w:rtl/>
        </w:rPr>
        <w:t>آنے والے تمام موضوعات كى تشريح اور آسان يا پيچيدہ ہر قسم كے آلات كى توصيف كرنے مي</w:t>
      </w:r>
      <w:r w:rsidR="000A0CDC">
        <w:rPr>
          <w:rtl/>
        </w:rPr>
        <w:t xml:space="preserve">ں </w:t>
      </w:r>
      <w:r>
        <w:rPr>
          <w:rtl/>
        </w:rPr>
        <w:t>استاد تھے، انكى كتاب مكينيكل اورہائيڈرولك (</w:t>
      </w:r>
      <w:r>
        <w:t>Hydroallque</w:t>
      </w:r>
      <w:r>
        <w:rPr>
          <w:rtl/>
        </w:rPr>
        <w:t>) وسائل و آلات كے حوالے سے قرون وسطى كى بہترين تاليف ہے ،اس مي</w:t>
      </w:r>
      <w:r w:rsidR="000A0CDC">
        <w:rPr>
          <w:rtl/>
        </w:rPr>
        <w:t xml:space="preserve">ں </w:t>
      </w:r>
      <w:r>
        <w:rPr>
          <w:rtl/>
        </w:rPr>
        <w:t>انہو</w:t>
      </w:r>
      <w:r w:rsidR="000A0CDC">
        <w:rPr>
          <w:rtl/>
        </w:rPr>
        <w:t xml:space="preserve">ں </w:t>
      </w:r>
      <w:r>
        <w:rPr>
          <w:rtl/>
        </w:rPr>
        <w:t>نے واقعا علم و عمل كے مابين نظرى مباحث اور عملى طريقو</w:t>
      </w:r>
      <w:r w:rsidR="000A0CDC">
        <w:rPr>
          <w:rtl/>
        </w:rPr>
        <w:t xml:space="preserve">ں </w:t>
      </w:r>
      <w:r>
        <w:rPr>
          <w:rtl/>
        </w:rPr>
        <w:t xml:space="preserve">كو بيان كيا ہے يہ كتاب چھ ابواب پر مشتمل ہے :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 دانشنامہ جہان اسلام ،ج 4 ذيل بنى موسي_</w:t>
      </w:r>
      <w:r w:rsidR="0069392F">
        <w:rPr>
          <w:rtl/>
        </w:rPr>
        <w:cr/>
      </w:r>
      <w:r w:rsidR="0069392F">
        <w:rPr>
          <w:rtl/>
        </w:rPr>
        <w:br w:type="page"/>
      </w:r>
      <w:r w:rsidR="0069392F">
        <w:rPr>
          <w:rtl/>
        </w:rPr>
        <w:lastRenderedPageBreak/>
        <w:cr/>
      </w:r>
    </w:p>
    <w:p w:rsidR="002B3FC8" w:rsidRPr="00EA4FDD" w:rsidRDefault="0061102A" w:rsidP="00BE6934">
      <w:pPr>
        <w:pStyle w:val="libNormal"/>
        <w:rPr>
          <w:rtl/>
        </w:rPr>
      </w:pPr>
      <w:r w:rsidRPr="00BE6934">
        <w:rPr>
          <w:rtl/>
        </w:rPr>
        <w:t>(1)</w:t>
      </w:r>
      <w:r w:rsidRPr="00EA4FDD">
        <w:rPr>
          <w:rtl/>
        </w:rPr>
        <w:t xml:space="preserve"> آبى اور شمعى گھڑيا</w:t>
      </w:r>
      <w:r w:rsidR="000A0CDC" w:rsidRPr="00EA4FDD">
        <w:rPr>
          <w:rtl/>
        </w:rPr>
        <w:t>ں</w:t>
      </w:r>
    </w:p>
    <w:p w:rsidR="002B3FC8" w:rsidRPr="00EA4FDD" w:rsidRDefault="000A0CDC" w:rsidP="00BE6934">
      <w:pPr>
        <w:pStyle w:val="libNormal"/>
        <w:rPr>
          <w:rtl/>
        </w:rPr>
      </w:pPr>
      <w:r w:rsidRPr="00EA4FDD">
        <w:rPr>
          <w:rtl/>
        </w:rPr>
        <w:t xml:space="preserve"> </w:t>
      </w:r>
      <w:r w:rsidR="0061102A" w:rsidRPr="00BE6934">
        <w:rPr>
          <w:rtl/>
        </w:rPr>
        <w:t>(2)</w:t>
      </w:r>
      <w:r w:rsidR="0061102A" w:rsidRPr="00EA4FDD">
        <w:rPr>
          <w:rtl/>
        </w:rPr>
        <w:t xml:space="preserve"> تفريحى آلات</w:t>
      </w:r>
    </w:p>
    <w:p w:rsidR="002B3FC8" w:rsidRPr="00EA4FDD" w:rsidRDefault="0061102A" w:rsidP="00BE6934">
      <w:pPr>
        <w:pStyle w:val="libNormal"/>
        <w:rPr>
          <w:rtl/>
        </w:rPr>
      </w:pPr>
      <w:r w:rsidRPr="00EA4FDD">
        <w:rPr>
          <w:rtl/>
        </w:rPr>
        <w:t xml:space="preserve"> </w:t>
      </w:r>
      <w:r w:rsidRPr="00BE6934">
        <w:rPr>
          <w:rtl/>
        </w:rPr>
        <w:t>(3)</w:t>
      </w:r>
      <w:r w:rsidRPr="00EA4FDD">
        <w:rPr>
          <w:rtl/>
        </w:rPr>
        <w:t xml:space="preserve"> ہاتھ پاؤ</w:t>
      </w:r>
      <w:r w:rsidR="000A0CDC" w:rsidRPr="00EA4FDD">
        <w:rPr>
          <w:rtl/>
        </w:rPr>
        <w:t xml:space="preserve">ں </w:t>
      </w:r>
      <w:r w:rsidRPr="00EA4FDD">
        <w:rPr>
          <w:rtl/>
        </w:rPr>
        <w:t xml:space="preserve">دھونے اور وضو كرنے كے وسائل </w:t>
      </w:r>
    </w:p>
    <w:p w:rsidR="002B3FC8" w:rsidRPr="00EA4FDD" w:rsidRDefault="0061102A" w:rsidP="00BE6934">
      <w:pPr>
        <w:pStyle w:val="libNormal"/>
        <w:rPr>
          <w:rtl/>
        </w:rPr>
      </w:pPr>
      <w:r w:rsidRPr="00BE6934">
        <w:rPr>
          <w:rtl/>
        </w:rPr>
        <w:t>(4)</w:t>
      </w:r>
      <w:r w:rsidRPr="00EA4FDD">
        <w:rPr>
          <w:rtl/>
        </w:rPr>
        <w:t xml:space="preserve"> دائمى چلنے والے فوارے</w:t>
      </w:r>
    </w:p>
    <w:p w:rsidR="002B3FC8" w:rsidRPr="00EA4FDD" w:rsidRDefault="0061102A" w:rsidP="00BE6934">
      <w:pPr>
        <w:pStyle w:val="libNormal"/>
        <w:rPr>
          <w:rtl/>
        </w:rPr>
      </w:pPr>
      <w:r w:rsidRPr="00EA4FDD">
        <w:rPr>
          <w:rtl/>
        </w:rPr>
        <w:t xml:space="preserve"> </w:t>
      </w:r>
      <w:r w:rsidRPr="00BE6934">
        <w:rPr>
          <w:rtl/>
        </w:rPr>
        <w:t>(5)</w:t>
      </w:r>
      <w:r w:rsidRPr="00EA4FDD">
        <w:rPr>
          <w:rtl/>
        </w:rPr>
        <w:t xml:space="preserve"> پانى كو اوپر كى طرف كھينچے والى مشيني</w:t>
      </w:r>
      <w:r w:rsidR="000A0CDC" w:rsidRPr="00EA4FDD">
        <w:rPr>
          <w:rtl/>
        </w:rPr>
        <w:t xml:space="preserve">ں </w:t>
      </w:r>
    </w:p>
    <w:p w:rsidR="0061102A" w:rsidRDefault="0061102A" w:rsidP="00BE6934">
      <w:pPr>
        <w:pStyle w:val="libNormal"/>
        <w:rPr>
          <w:rtl/>
        </w:rPr>
      </w:pPr>
      <w:r w:rsidRPr="00BE6934">
        <w:rPr>
          <w:rtl/>
        </w:rPr>
        <w:t>(6)</w:t>
      </w:r>
      <w:r w:rsidRPr="00EA4FDD">
        <w:rPr>
          <w:rtl/>
        </w:rPr>
        <w:t xml:space="preserve"> ديگر مختلف اقسام </w:t>
      </w:r>
      <w:r>
        <w:rPr>
          <w:rtl/>
        </w:rPr>
        <w:t>كے وسائل اور آلات جو روزمرہ كے معمولى كامو</w:t>
      </w:r>
      <w:r w:rsidR="000A0CDC">
        <w:rPr>
          <w:rtl/>
        </w:rPr>
        <w:t xml:space="preserve">ں </w:t>
      </w:r>
      <w:r>
        <w:rPr>
          <w:rtl/>
        </w:rPr>
        <w:t>مي</w:t>
      </w:r>
      <w:r w:rsidR="000A0CDC">
        <w:rPr>
          <w:rtl/>
        </w:rPr>
        <w:t xml:space="preserve">ں </w:t>
      </w:r>
      <w:r>
        <w:rPr>
          <w:rtl/>
        </w:rPr>
        <w:t>استعمال ہوتے ہي</w:t>
      </w:r>
      <w:r w:rsidR="000A0CDC">
        <w:rPr>
          <w:rtl/>
        </w:rPr>
        <w:t xml:space="preserve">ں </w:t>
      </w:r>
      <w:r>
        <w:rPr>
          <w:rtl/>
        </w:rPr>
        <w:t>،اس كتاب كى قدرو قيمت صرف اس مي</w:t>
      </w:r>
      <w:r w:rsidR="000A0CDC">
        <w:rPr>
          <w:rtl/>
        </w:rPr>
        <w:t xml:space="preserve">ں </w:t>
      </w:r>
      <w:r>
        <w:rPr>
          <w:rtl/>
        </w:rPr>
        <w:t>بيان شدہ مختلف روشو</w:t>
      </w:r>
      <w:r w:rsidR="000A0CDC">
        <w:rPr>
          <w:rtl/>
        </w:rPr>
        <w:t xml:space="preserve">ں </w:t>
      </w:r>
      <w:r>
        <w:rPr>
          <w:rtl/>
        </w:rPr>
        <w:t>اور طريقو</w:t>
      </w:r>
      <w:r w:rsidR="000A0CDC">
        <w:rPr>
          <w:rtl/>
        </w:rPr>
        <w:t xml:space="preserve">ں </w:t>
      </w:r>
      <w:r>
        <w:rPr>
          <w:rtl/>
        </w:rPr>
        <w:t>كى اہميت كے پيش نظر نہي</w:t>
      </w:r>
      <w:r w:rsidR="000A0CDC">
        <w:rPr>
          <w:rtl/>
        </w:rPr>
        <w:t xml:space="preserve">ں </w:t>
      </w:r>
      <w:r>
        <w:rPr>
          <w:rtl/>
        </w:rPr>
        <w:t>ہے بلكہ ہر آلے كى ايجاد كا طريقہ تمام تفصيلات كے ساتھ اور ايك ماہر شخص كى زبان سے بيان ہوا ہے</w:t>
      </w:r>
      <w:r w:rsidRPr="00F67D4B">
        <w:rPr>
          <w:rStyle w:val="libFootnotenumChar"/>
          <w:rtl/>
        </w:rPr>
        <w:t>(1)</w:t>
      </w:r>
      <w:r>
        <w:rPr>
          <w:rtl/>
        </w:rPr>
        <w:t xml:space="preserve"> </w:t>
      </w:r>
    </w:p>
    <w:p w:rsidR="0061102A" w:rsidRDefault="0061102A" w:rsidP="00BE6934">
      <w:pPr>
        <w:pStyle w:val="libNormal"/>
        <w:rPr>
          <w:rtl/>
        </w:rPr>
      </w:pPr>
      <w:r>
        <w:rPr>
          <w:rtl/>
        </w:rPr>
        <w:t>ابوالفتح عبدالرحمان خازى ايك اور اسلامى ماہر ميكانيات اور طبيعيات ہي</w:t>
      </w:r>
      <w:r w:rsidR="000A0CDC">
        <w:rPr>
          <w:rtl/>
        </w:rPr>
        <w:t xml:space="preserve">ں </w:t>
      </w:r>
      <w:r>
        <w:rPr>
          <w:rtl/>
        </w:rPr>
        <w:t>وہ شہر ''مرو ''مي</w:t>
      </w:r>
      <w:r w:rsidR="000A0CDC">
        <w:rPr>
          <w:rtl/>
        </w:rPr>
        <w:t xml:space="preserve">ں </w:t>
      </w:r>
      <w:r>
        <w:rPr>
          <w:rtl/>
        </w:rPr>
        <w:t>پيدا ہوئے سلجوقى حكمرانو</w:t>
      </w:r>
      <w:r w:rsidR="000A0CDC">
        <w:rPr>
          <w:rtl/>
        </w:rPr>
        <w:t xml:space="preserve">ں </w:t>
      </w:r>
      <w:r>
        <w:rPr>
          <w:rtl/>
        </w:rPr>
        <w:t>كے ادارو</w:t>
      </w:r>
      <w:r w:rsidR="000A0CDC">
        <w:rPr>
          <w:rtl/>
        </w:rPr>
        <w:t xml:space="preserve">ں </w:t>
      </w:r>
      <w:r>
        <w:rPr>
          <w:rtl/>
        </w:rPr>
        <w:t>مي</w:t>
      </w:r>
      <w:r w:rsidR="000A0CDC">
        <w:rPr>
          <w:rtl/>
        </w:rPr>
        <w:t xml:space="preserve">ں </w:t>
      </w:r>
      <w:r>
        <w:rPr>
          <w:rtl/>
        </w:rPr>
        <w:t>امور علمى مي</w:t>
      </w:r>
      <w:r w:rsidR="000A0CDC">
        <w:rPr>
          <w:rtl/>
        </w:rPr>
        <w:t xml:space="preserve">ں </w:t>
      </w:r>
      <w:r>
        <w:rPr>
          <w:rtl/>
        </w:rPr>
        <w:t>مشغول تھے، انكى مشہورترين تاليف'' ميزان الحكمة '' ( 515 ہجرى قمرى مي</w:t>
      </w:r>
      <w:r w:rsidR="000A0CDC">
        <w:rPr>
          <w:rtl/>
        </w:rPr>
        <w:t xml:space="preserve">ں </w:t>
      </w:r>
      <w:r>
        <w:rPr>
          <w:rtl/>
        </w:rPr>
        <w:t>لكھى گئي) ہے كہ جو علم الحيل كى اہم ترين كتابو</w:t>
      </w:r>
      <w:r w:rsidR="000A0CDC">
        <w:rPr>
          <w:rtl/>
        </w:rPr>
        <w:t xml:space="preserve">ں </w:t>
      </w:r>
      <w:r>
        <w:rPr>
          <w:rtl/>
        </w:rPr>
        <w:t>مي</w:t>
      </w:r>
      <w:r w:rsidR="000A0CDC">
        <w:rPr>
          <w:rtl/>
        </w:rPr>
        <w:t xml:space="preserve">ں </w:t>
      </w:r>
      <w:r>
        <w:rPr>
          <w:rtl/>
        </w:rPr>
        <w:t>سے ہے ہايڈورلك ، ہايڈروسٹيٹك بالخصوص مركز ثقل كے بارے مي</w:t>
      </w:r>
      <w:r w:rsidR="000A0CDC">
        <w:rPr>
          <w:rtl/>
        </w:rPr>
        <w:t xml:space="preserve">ں </w:t>
      </w:r>
      <w:r>
        <w:rPr>
          <w:rtl/>
        </w:rPr>
        <w:t>انكے نظريات، اجسام كا توازن اور مخصوص كثافت پيمائي (كسى چيز كے گاڑھے پن كى پيمائشے) اوپر اٹھانے كے آلات ، ترازو، وقت كى پيما ئشے كے آلات ، چيزو</w:t>
      </w:r>
      <w:r w:rsidR="000A0CDC">
        <w:rPr>
          <w:rtl/>
        </w:rPr>
        <w:t xml:space="preserve">ں </w:t>
      </w:r>
      <w:r>
        <w:rPr>
          <w:rtl/>
        </w:rPr>
        <w:t>كے بنانے اور ان سے بہتر استفادہ كرنے كے تمام فنون مي</w:t>
      </w:r>
      <w:r w:rsidR="000A0CDC">
        <w:rPr>
          <w:rtl/>
        </w:rPr>
        <w:t xml:space="preserve">ں </w:t>
      </w:r>
      <w:r>
        <w:rPr>
          <w:rtl/>
        </w:rPr>
        <w:t>انكى آراء و نظريات انكى مكانيات مي</w:t>
      </w:r>
      <w:r w:rsidR="000A0CDC">
        <w:rPr>
          <w:rtl/>
        </w:rPr>
        <w:t xml:space="preserve">ں </w:t>
      </w:r>
      <w:r>
        <w:rPr>
          <w:rtl/>
        </w:rPr>
        <w:t>بے پناہ مہارت و استعداد كو ظاہر كرتے ہي</w:t>
      </w:r>
      <w:r w:rsidR="000A0CDC">
        <w:rPr>
          <w:rtl/>
        </w:rPr>
        <w:t xml:space="preserve">ں </w:t>
      </w:r>
      <w:r>
        <w:rPr>
          <w:rtl/>
        </w:rPr>
        <w:t xml:space="preserve">_ </w:t>
      </w:r>
    </w:p>
    <w:p w:rsidR="0061102A" w:rsidRDefault="0061102A" w:rsidP="00BE6934">
      <w:pPr>
        <w:pStyle w:val="libNormal"/>
        <w:rPr>
          <w:rtl/>
        </w:rPr>
      </w:pPr>
      <w:r>
        <w:rPr>
          <w:rtl/>
        </w:rPr>
        <w:t>اس حوالے سے ديگر دانشورو</w:t>
      </w:r>
      <w:r w:rsidR="000A0CDC">
        <w:rPr>
          <w:rtl/>
        </w:rPr>
        <w:t xml:space="preserve">ں </w:t>
      </w:r>
      <w:r>
        <w:rPr>
          <w:rtl/>
        </w:rPr>
        <w:t>مي</w:t>
      </w:r>
      <w:r w:rsidR="000A0CDC">
        <w:rPr>
          <w:rtl/>
        </w:rPr>
        <w:t xml:space="preserve">ں </w:t>
      </w:r>
      <w:r>
        <w:rPr>
          <w:rtl/>
        </w:rPr>
        <w:t>سے ابن ہيثم بصري، جيانى قرطبى اور ابوريحان بيرونى كا نام ليا جاسكتا ہے كہ ابوريحان كى پانچ مواد اور معدنيات كى مخصوص كثافت سمجھنے كيلئے تحقيقات اس قدر بيسوي</w:t>
      </w:r>
      <w:r w:rsidR="000A0CDC">
        <w:rPr>
          <w:rtl/>
        </w:rPr>
        <w:t xml:space="preserve">ں </w:t>
      </w:r>
      <w:r>
        <w:rPr>
          <w:rtl/>
        </w:rPr>
        <w:t>صدى كے قواعد و معيار كے قريب ہے كہ سب حيرت زدہ رہ گئے ہي</w:t>
      </w:r>
      <w:r w:rsidR="000A0CDC">
        <w:rPr>
          <w:rtl/>
        </w:rPr>
        <w:t xml:space="preserve">ں </w:t>
      </w:r>
      <w:r>
        <w:rPr>
          <w:rtl/>
        </w:rPr>
        <w:t xml:space="preserve">_ </w:t>
      </w:r>
    </w:p>
    <w:p w:rsidR="0061102A" w:rsidRDefault="0061102A" w:rsidP="00BE6934">
      <w:pPr>
        <w:pStyle w:val="libNormal"/>
        <w:rPr>
          <w:rtl/>
        </w:rPr>
      </w:pPr>
      <w:r>
        <w:rPr>
          <w:rtl/>
        </w:rPr>
        <w:t>جب بھى ہم اسلامى انجنيرو</w:t>
      </w:r>
      <w:r w:rsidR="000A0CDC">
        <w:rPr>
          <w:rtl/>
        </w:rPr>
        <w:t xml:space="preserve">ں </w:t>
      </w:r>
      <w:r>
        <w:rPr>
          <w:rtl/>
        </w:rPr>
        <w:t>كى اختراعات پر ايك محققانہ نگاہ ڈالي</w:t>
      </w:r>
      <w:r w:rsidR="000A0CDC">
        <w:rPr>
          <w:rtl/>
        </w:rPr>
        <w:t xml:space="preserve">ں </w:t>
      </w:r>
      <w:r>
        <w:rPr>
          <w:rtl/>
        </w:rPr>
        <w:t>توكھيل، شعبدہ بازى اور پانى كو اوپر لانے والے انواع و اقسام كے آلات كے علاوہ علم حيل كے ميدان مي</w:t>
      </w:r>
      <w:r w:rsidR="000A0CDC">
        <w:rPr>
          <w:rtl/>
        </w:rPr>
        <w:t xml:space="preserve">ں </w:t>
      </w:r>
      <w:r>
        <w:rPr>
          <w:rtl/>
        </w:rPr>
        <w:t>مسلمانو</w:t>
      </w:r>
      <w:r w:rsidR="000A0CDC">
        <w:rPr>
          <w:rtl/>
        </w:rPr>
        <w:t xml:space="preserve">ں </w:t>
      </w:r>
      <w:r>
        <w:rPr>
          <w:rtl/>
        </w:rPr>
        <w:t>كا اہم ترين كارنامہ يورپ والو</w:t>
      </w:r>
      <w:r w:rsidR="000A0CDC">
        <w:rPr>
          <w:rtl/>
        </w:rPr>
        <w:t xml:space="preserve">ں </w:t>
      </w:r>
      <w:r>
        <w:rPr>
          <w:rtl/>
        </w:rPr>
        <w:t>كو بارود اور آتشى اسلحہ سے آشنا كرواناہے، آتشى اسلحہ كے استعمال كا ذكر چھٹى صدى ہجرى مي</w:t>
      </w:r>
      <w:r w:rsidR="000A0CDC">
        <w:rPr>
          <w:rtl/>
        </w:rPr>
        <w:t xml:space="preserve">ں </w:t>
      </w:r>
      <w:r>
        <w:rPr>
          <w:rtl/>
        </w:rPr>
        <w:t xml:space="preserve">خصوصاً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 ابوالعز جزرى ، الجامع بين العلم و العمل ، النافع فى ضاعة الحيل، ترجمہ محمد جواد ناطق ،ص 43،41_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شہرو</w:t>
      </w:r>
      <w:r w:rsidR="000A0CDC">
        <w:rPr>
          <w:rtl/>
        </w:rPr>
        <w:t xml:space="preserve">ں </w:t>
      </w:r>
      <w:r>
        <w:rPr>
          <w:rtl/>
        </w:rPr>
        <w:t>كے محاصرہ كے دوران ملتاہے، ابن خلدون نے كتاب '' العبر'' مي</w:t>
      </w:r>
      <w:r w:rsidR="000A0CDC">
        <w:rPr>
          <w:rtl/>
        </w:rPr>
        <w:t xml:space="preserve">ں </w:t>
      </w:r>
      <w:r>
        <w:rPr>
          <w:rtl/>
        </w:rPr>
        <w:t>آتشى اسلحہ كى مختلف اقسام كے استعمال اور وہ بھى تو پو</w:t>
      </w:r>
      <w:r w:rsidR="000A0CDC">
        <w:rPr>
          <w:rtl/>
        </w:rPr>
        <w:t xml:space="preserve">ں </w:t>
      </w:r>
      <w:r>
        <w:rPr>
          <w:rtl/>
        </w:rPr>
        <w:t>اور ابتدائي دستى توپو</w:t>
      </w:r>
      <w:r w:rsidR="000A0CDC">
        <w:rPr>
          <w:rtl/>
        </w:rPr>
        <w:t xml:space="preserve">ں </w:t>
      </w:r>
      <w:r>
        <w:rPr>
          <w:rtl/>
        </w:rPr>
        <w:t>يا بندوقو</w:t>
      </w:r>
      <w:r w:rsidR="000A0CDC">
        <w:rPr>
          <w:rtl/>
        </w:rPr>
        <w:t xml:space="preserve">ں </w:t>
      </w:r>
      <w:r>
        <w:rPr>
          <w:rtl/>
        </w:rPr>
        <w:t>كے استعمال كى حد تك نہي</w:t>
      </w:r>
      <w:r w:rsidR="000A0CDC">
        <w:rPr>
          <w:rtl/>
        </w:rPr>
        <w:t xml:space="preserve">ں </w:t>
      </w:r>
      <w:r>
        <w:rPr>
          <w:rtl/>
        </w:rPr>
        <w:t>بلكہ افريقا كے مسلمان بادشاہو</w:t>
      </w:r>
      <w:r w:rsidR="000A0CDC">
        <w:rPr>
          <w:rtl/>
        </w:rPr>
        <w:t xml:space="preserve">ں </w:t>
      </w:r>
      <w:r>
        <w:rPr>
          <w:rtl/>
        </w:rPr>
        <w:t>كے دور مي</w:t>
      </w:r>
      <w:r w:rsidR="000A0CDC">
        <w:rPr>
          <w:rtl/>
        </w:rPr>
        <w:t xml:space="preserve">ں </w:t>
      </w:r>
      <w:r>
        <w:rPr>
          <w:rtl/>
        </w:rPr>
        <w:t>مختلف انواع كى پھينكنے والى مشينو</w:t>
      </w:r>
      <w:r w:rsidR="000A0CDC">
        <w:rPr>
          <w:rtl/>
        </w:rPr>
        <w:t xml:space="preserve">ں </w:t>
      </w:r>
      <w:r>
        <w:rPr>
          <w:rtl/>
        </w:rPr>
        <w:t xml:space="preserve">كا بھى ذكر كيا ہے_ </w:t>
      </w:r>
    </w:p>
    <w:p w:rsidR="0061102A" w:rsidRDefault="0061102A" w:rsidP="00BE6934">
      <w:pPr>
        <w:pStyle w:val="libNormal"/>
        <w:rPr>
          <w:rtl/>
        </w:rPr>
      </w:pPr>
      <w:r>
        <w:rPr>
          <w:rtl/>
        </w:rPr>
        <w:t>اس قسم كے مشينو</w:t>
      </w:r>
      <w:r w:rsidR="000A0CDC">
        <w:rPr>
          <w:rtl/>
        </w:rPr>
        <w:t xml:space="preserve">ں </w:t>
      </w:r>
      <w:r>
        <w:rPr>
          <w:rtl/>
        </w:rPr>
        <w:t>كے حوالے سے بعض اسلامى دانشورو</w:t>
      </w:r>
      <w:r w:rsidR="000A0CDC">
        <w:rPr>
          <w:rtl/>
        </w:rPr>
        <w:t xml:space="preserve">ں </w:t>
      </w:r>
      <w:r>
        <w:rPr>
          <w:rtl/>
        </w:rPr>
        <w:t>كى تحقيقى آراء مثلاً ، شہاب الدين بن فضل اللہ العمرى ، ابن ارنبخاء اور حسن الرماح كى تاليفات ہمي</w:t>
      </w:r>
      <w:r w:rsidR="000A0CDC">
        <w:rPr>
          <w:rtl/>
        </w:rPr>
        <w:t xml:space="preserve">ں </w:t>
      </w:r>
      <w:r>
        <w:rPr>
          <w:rtl/>
        </w:rPr>
        <w:t>آتشى اسلحہ كى عجيب و غريب دنيا سے آشنا كرواتى ہي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32" w:name="_Toc268588"/>
      <w:r>
        <w:rPr>
          <w:rtl/>
        </w:rPr>
        <w:t>4 ) طب</w:t>
      </w:r>
      <w:bookmarkEnd w:id="32"/>
    </w:p>
    <w:p w:rsidR="0061102A" w:rsidRDefault="0061102A" w:rsidP="00BE6934">
      <w:pPr>
        <w:pStyle w:val="libNormal"/>
        <w:rPr>
          <w:rtl/>
        </w:rPr>
      </w:pPr>
      <w:r>
        <w:rPr>
          <w:rtl/>
        </w:rPr>
        <w:t>علم طب ان سب سے پہلے علوم مي</w:t>
      </w:r>
      <w:r w:rsidR="000A0CDC">
        <w:rPr>
          <w:rtl/>
        </w:rPr>
        <w:t xml:space="preserve">ں </w:t>
      </w:r>
      <w:r>
        <w:rPr>
          <w:rtl/>
        </w:rPr>
        <w:t>سے ہے كہ جو مسلمانو</w:t>
      </w:r>
      <w:r w:rsidR="000A0CDC">
        <w:rPr>
          <w:rtl/>
        </w:rPr>
        <w:t xml:space="preserve">ں </w:t>
      </w:r>
      <w:r>
        <w:rPr>
          <w:rtl/>
        </w:rPr>
        <w:t>مي</w:t>
      </w:r>
      <w:r w:rsidR="000A0CDC">
        <w:rPr>
          <w:rtl/>
        </w:rPr>
        <w:t xml:space="preserve">ں </w:t>
      </w:r>
      <w:r>
        <w:rPr>
          <w:rtl/>
        </w:rPr>
        <w:t>رائج ہوئے اس علم كى اہميت اس حد تك تھى كہ ابدان كے علم كو اديان كے علم كے ہم پلہ شمار كيا جاتا تھا، اسلامى تمدن مي</w:t>
      </w:r>
      <w:r w:rsidR="000A0CDC">
        <w:rPr>
          <w:rtl/>
        </w:rPr>
        <w:t xml:space="preserve">ں </w:t>
      </w:r>
      <w:r>
        <w:rPr>
          <w:rtl/>
        </w:rPr>
        <w:t>طبى علوم كے تجزيہ و تحليل مي</w:t>
      </w:r>
      <w:r w:rsidR="000A0CDC">
        <w:rPr>
          <w:rtl/>
        </w:rPr>
        <w:t xml:space="preserve">ں </w:t>
      </w:r>
      <w:r>
        <w:rPr>
          <w:rtl/>
        </w:rPr>
        <w:t>ايك اہم نكتہ علم طب كا بہت جلد علاقائي رنگ اختيار كرنا ہے ، اسمي</w:t>
      </w:r>
      <w:r w:rsidR="000A0CDC">
        <w:rPr>
          <w:rtl/>
        </w:rPr>
        <w:t xml:space="preserve">ں </w:t>
      </w:r>
      <w:r>
        <w:rPr>
          <w:rtl/>
        </w:rPr>
        <w:t>شك نہي</w:t>
      </w:r>
      <w:r w:rsidR="000A0CDC">
        <w:rPr>
          <w:rtl/>
        </w:rPr>
        <w:t xml:space="preserve">ں </w:t>
      </w:r>
      <w:r>
        <w:rPr>
          <w:rtl/>
        </w:rPr>
        <w:t>كہ ميڈيكل اور طب كے حوالے سے كلى حيثيت كى نظرى معلومات مسلمانو</w:t>
      </w:r>
      <w:r w:rsidR="000A0CDC">
        <w:rPr>
          <w:rtl/>
        </w:rPr>
        <w:t xml:space="preserve">ں </w:t>
      </w:r>
      <w:r>
        <w:rPr>
          <w:rtl/>
        </w:rPr>
        <w:t>تك يونانى تاليفات كے ترجمہ بالخصوص بقراط اور جالينوس كى تاليفات كے ترجمہ سے پہنچي</w:t>
      </w:r>
      <w:r w:rsidR="000A0CDC">
        <w:rPr>
          <w:rtl/>
        </w:rPr>
        <w:t xml:space="preserve">ں </w:t>
      </w:r>
      <w:r>
        <w:rPr>
          <w:rtl/>
        </w:rPr>
        <w:t>، ليكن بہت سے ايسے مسائل كہ جنكا مسلمان اطباء كو اپنے مريضو</w:t>
      </w:r>
      <w:r w:rsidR="000A0CDC">
        <w:rPr>
          <w:rtl/>
        </w:rPr>
        <w:t xml:space="preserve">ں </w:t>
      </w:r>
      <w:r>
        <w:rPr>
          <w:rtl/>
        </w:rPr>
        <w:t>كے حوالے سے سامنا كرنا پڑتا تھا وہ اسلامى مناطق اور انكى خاص آب و ہوا سے متعلق تھے كہ ان مسائل كا ذكر يونانى كتابو</w:t>
      </w:r>
      <w:r w:rsidR="000A0CDC">
        <w:rPr>
          <w:rtl/>
        </w:rPr>
        <w:t xml:space="preserve">ں </w:t>
      </w:r>
      <w:r>
        <w:rPr>
          <w:rtl/>
        </w:rPr>
        <w:t>مي</w:t>
      </w:r>
      <w:r w:rsidR="000A0CDC">
        <w:rPr>
          <w:rtl/>
        </w:rPr>
        <w:t xml:space="preserve">ں </w:t>
      </w:r>
      <w:r>
        <w:rPr>
          <w:rtl/>
        </w:rPr>
        <w:t>موجود نہي</w:t>
      </w:r>
      <w:r w:rsidR="000A0CDC">
        <w:rPr>
          <w:rtl/>
        </w:rPr>
        <w:t xml:space="preserve">ں </w:t>
      </w:r>
      <w:r>
        <w:rPr>
          <w:rtl/>
        </w:rPr>
        <w:t>تھا اور يہ واضح سى بات ہے كہ گذشتہ لوگو</w:t>
      </w:r>
      <w:r w:rsidR="000A0CDC">
        <w:rPr>
          <w:rtl/>
        </w:rPr>
        <w:t xml:space="preserve">ں </w:t>
      </w:r>
      <w:r>
        <w:rPr>
          <w:rtl/>
        </w:rPr>
        <w:t>كى كتابو</w:t>
      </w:r>
      <w:r w:rsidR="000A0CDC">
        <w:rPr>
          <w:rtl/>
        </w:rPr>
        <w:t xml:space="preserve">ں </w:t>
      </w:r>
      <w:r>
        <w:rPr>
          <w:rtl/>
        </w:rPr>
        <w:t>مي</w:t>
      </w:r>
      <w:r w:rsidR="000A0CDC">
        <w:rPr>
          <w:rtl/>
        </w:rPr>
        <w:t xml:space="preserve">ں </w:t>
      </w:r>
      <w:r>
        <w:rPr>
          <w:rtl/>
        </w:rPr>
        <w:t>انكے ذكر كى عدم موجودگى كى بنا پر اسلامى اطباء ہاتھ پر ہاتھ ركھ كر نہي</w:t>
      </w:r>
      <w:r w:rsidR="000A0CDC">
        <w:rPr>
          <w:rtl/>
        </w:rPr>
        <w:t xml:space="preserve">ں </w:t>
      </w:r>
      <w:r>
        <w:rPr>
          <w:rtl/>
        </w:rPr>
        <w:t>بيٹھ سكتے تھے، لہذا ان مسائل كے حوالے سے نئي آراء اور روشي</w:t>
      </w:r>
      <w:r w:rsidR="000A0CDC">
        <w:rPr>
          <w:rtl/>
        </w:rPr>
        <w:t xml:space="preserve">ں </w:t>
      </w:r>
      <w:r>
        <w:rPr>
          <w:rtl/>
        </w:rPr>
        <w:t>سامنے آئي</w:t>
      </w:r>
      <w:r w:rsidR="000A0CDC">
        <w:rPr>
          <w:rtl/>
        </w:rPr>
        <w:t xml:space="preserve">ں </w:t>
      </w:r>
      <w:r>
        <w:rPr>
          <w:rtl/>
        </w:rPr>
        <w:t xml:space="preserve">_ </w:t>
      </w:r>
    </w:p>
    <w:p w:rsidR="0061102A" w:rsidRDefault="0061102A" w:rsidP="00BE6934">
      <w:pPr>
        <w:pStyle w:val="libNormal"/>
        <w:rPr>
          <w:rtl/>
        </w:rPr>
      </w:pPr>
      <w:r>
        <w:rPr>
          <w:rtl/>
        </w:rPr>
        <w:t>رازى كى كتاب ''الحاوي'' مي</w:t>
      </w:r>
      <w:r w:rsidR="000A0CDC">
        <w:rPr>
          <w:rtl/>
        </w:rPr>
        <w:t xml:space="preserve">ں </w:t>
      </w:r>
      <w:r>
        <w:rPr>
          <w:rtl/>
        </w:rPr>
        <w:t>جن بيماريو</w:t>
      </w:r>
      <w:r w:rsidR="000A0CDC">
        <w:rPr>
          <w:rtl/>
        </w:rPr>
        <w:t xml:space="preserve">ں </w:t>
      </w:r>
      <w:r>
        <w:rPr>
          <w:rtl/>
        </w:rPr>
        <w:t>كا تجزيہ كيا گيا ہے ان بيماريو</w:t>
      </w:r>
      <w:r w:rsidR="000A0CDC">
        <w:rPr>
          <w:rtl/>
        </w:rPr>
        <w:t xml:space="preserve">ں </w:t>
      </w:r>
      <w:r>
        <w:rPr>
          <w:rtl/>
        </w:rPr>
        <w:t>كى تعداد كى نسبت كہي</w:t>
      </w:r>
      <w:r w:rsidR="000A0CDC">
        <w:rPr>
          <w:rtl/>
        </w:rPr>
        <w:t xml:space="preserve">ں </w:t>
      </w:r>
      <w:r>
        <w:rPr>
          <w:rtl/>
        </w:rPr>
        <w:t>زيادہ ہے كہ جنكا تذكرہ جالينوس اور بقراط اور ديگر يونانى دانشورو</w:t>
      </w:r>
      <w:r w:rsidR="000A0CDC">
        <w:rPr>
          <w:rtl/>
        </w:rPr>
        <w:t xml:space="preserve">ں </w:t>
      </w:r>
      <w:r>
        <w:rPr>
          <w:rtl/>
        </w:rPr>
        <w:t>كى تاليفات مي</w:t>
      </w:r>
      <w:r w:rsidR="000A0CDC">
        <w:rPr>
          <w:rtl/>
        </w:rPr>
        <w:t xml:space="preserve">ں </w:t>
      </w:r>
      <w:r>
        <w:rPr>
          <w:rtl/>
        </w:rPr>
        <w:t>موجود ہے اسلامى طبى تاريخ مي</w:t>
      </w:r>
      <w:r w:rsidR="000A0CDC">
        <w:rPr>
          <w:rtl/>
        </w:rPr>
        <w:t xml:space="preserve">ں </w:t>
      </w:r>
      <w:r>
        <w:rPr>
          <w:rtl/>
        </w:rPr>
        <w:t xml:space="preserve">ايك اور اہم اور برجستہ سنگ ميل ابن سينا كى كتاب ''قانون ''ہے_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1)دانشنامہ جہان اسلام ج 1 بارود كے ذيل مي</w:t>
      </w:r>
      <w:r w:rsidR="000A0CDC">
        <w:rPr>
          <w:rtl/>
        </w:rPr>
        <w:t xml:space="preserve">ں </w:t>
      </w:r>
      <w:r>
        <w:rPr>
          <w:rtl/>
        </w:rPr>
        <w:t>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اہل مغرب كى تمام طبى تاريخ مي</w:t>
      </w:r>
      <w:r w:rsidR="000A0CDC">
        <w:rPr>
          <w:rtl/>
        </w:rPr>
        <w:t xml:space="preserve">ں </w:t>
      </w:r>
      <w:r>
        <w:rPr>
          <w:rtl/>
        </w:rPr>
        <w:t>اسطرح طب كے تمام موضوعات پر مشتمل جامع اور انسائيكلوپيڈيا طرز كى كتاب ابھى تك وجود مي</w:t>
      </w:r>
      <w:r w:rsidR="000A0CDC">
        <w:rPr>
          <w:rtl/>
        </w:rPr>
        <w:t xml:space="preserve">ں </w:t>
      </w:r>
      <w:r>
        <w:rPr>
          <w:rtl/>
        </w:rPr>
        <w:t>نہي</w:t>
      </w:r>
      <w:r w:rsidR="000A0CDC">
        <w:rPr>
          <w:rtl/>
        </w:rPr>
        <w:t xml:space="preserve">ں </w:t>
      </w:r>
      <w:r>
        <w:rPr>
          <w:rtl/>
        </w:rPr>
        <w:t>آئي تھى بلادليل نہي</w:t>
      </w:r>
      <w:r w:rsidR="000A0CDC">
        <w:rPr>
          <w:rtl/>
        </w:rPr>
        <w:t xml:space="preserve">ں </w:t>
      </w:r>
      <w:r>
        <w:rPr>
          <w:rtl/>
        </w:rPr>
        <w:t>ہے كہ كتاب قانون لاطينى زبان مي</w:t>
      </w:r>
      <w:r w:rsidR="000A0CDC">
        <w:rPr>
          <w:rtl/>
        </w:rPr>
        <w:t xml:space="preserve">ں </w:t>
      </w:r>
      <w:r>
        <w:rPr>
          <w:rtl/>
        </w:rPr>
        <w:t>ترجمہ كے بعد بہت ہى سرعت سے اہل غرب كے دانشورو</w:t>
      </w:r>
      <w:r w:rsidR="000A0CDC">
        <w:rPr>
          <w:rtl/>
        </w:rPr>
        <w:t xml:space="preserve">ں </w:t>
      </w:r>
      <w:r>
        <w:rPr>
          <w:rtl/>
        </w:rPr>
        <w:t>اور ڈاكٹرو</w:t>
      </w:r>
      <w:r w:rsidR="000A0CDC">
        <w:rPr>
          <w:rtl/>
        </w:rPr>
        <w:t xml:space="preserve">ں </w:t>
      </w:r>
      <w:r>
        <w:rPr>
          <w:rtl/>
        </w:rPr>
        <w:t>كى مورد توجہ قرار پائي اور انكے ميڈيكل كالجو</w:t>
      </w:r>
      <w:r w:rsidR="000A0CDC">
        <w:rPr>
          <w:rtl/>
        </w:rPr>
        <w:t xml:space="preserve">ں </w:t>
      </w:r>
      <w:r>
        <w:rPr>
          <w:rtl/>
        </w:rPr>
        <w:t>مي</w:t>
      </w:r>
      <w:r w:rsidR="000A0CDC">
        <w:rPr>
          <w:rtl/>
        </w:rPr>
        <w:t xml:space="preserve">ں </w:t>
      </w:r>
      <w:r>
        <w:rPr>
          <w:rtl/>
        </w:rPr>
        <w:t xml:space="preserve">ايك درسى مضمون كے عنوان سے تدريس ہونے لگي_ </w:t>
      </w:r>
      <w:r w:rsidRPr="00F67D4B">
        <w:rPr>
          <w:rStyle w:val="libFootnotenumChar"/>
          <w:rtl/>
        </w:rPr>
        <w:t>(1)</w:t>
      </w:r>
      <w:r>
        <w:rPr>
          <w:rtl/>
        </w:rPr>
        <w:t xml:space="preserve"> </w:t>
      </w:r>
    </w:p>
    <w:p w:rsidR="0061102A" w:rsidRDefault="0061102A" w:rsidP="00BE6934">
      <w:pPr>
        <w:pStyle w:val="libNormal"/>
        <w:rPr>
          <w:rtl/>
        </w:rPr>
      </w:pPr>
      <w:r>
        <w:rPr>
          <w:rtl/>
        </w:rPr>
        <w:t>ليكن اسلامى طب مي</w:t>
      </w:r>
      <w:r w:rsidR="000A0CDC">
        <w:rPr>
          <w:rtl/>
        </w:rPr>
        <w:t xml:space="preserve">ں </w:t>
      </w:r>
      <w:r>
        <w:rPr>
          <w:rtl/>
        </w:rPr>
        <w:t>ترقى اور نئي اختراعات صرف يہي</w:t>
      </w:r>
      <w:r w:rsidR="000A0CDC">
        <w:rPr>
          <w:rtl/>
        </w:rPr>
        <w:t xml:space="preserve">ں </w:t>
      </w:r>
      <w:r>
        <w:rPr>
          <w:rtl/>
        </w:rPr>
        <w:t>نہي</w:t>
      </w:r>
      <w:r w:rsidR="000A0CDC">
        <w:rPr>
          <w:rtl/>
        </w:rPr>
        <w:t xml:space="preserve">ں </w:t>
      </w:r>
      <w:r>
        <w:rPr>
          <w:rtl/>
        </w:rPr>
        <w:t>رك گئي</w:t>
      </w:r>
      <w:r w:rsidR="000A0CDC">
        <w:rPr>
          <w:rtl/>
        </w:rPr>
        <w:t xml:space="preserve">ں </w:t>
      </w:r>
      <w:r>
        <w:rPr>
          <w:rtl/>
        </w:rPr>
        <w:t>اسلامى طب مي</w:t>
      </w:r>
      <w:r w:rsidR="000A0CDC">
        <w:rPr>
          <w:rtl/>
        </w:rPr>
        <w:t xml:space="preserve">ں </w:t>
      </w:r>
      <w:r>
        <w:rPr>
          <w:rtl/>
        </w:rPr>
        <w:t>اہم ترين نتائج اسوقت سامنے آئے كہ جب كچھ اسلامى اطباء نے جالينوس كے آراء اور اپنے تجربات كے نتائج مي</w:t>
      </w:r>
      <w:r w:rsidR="000A0CDC">
        <w:rPr>
          <w:rtl/>
        </w:rPr>
        <w:t xml:space="preserve">ں </w:t>
      </w:r>
      <w:r>
        <w:rPr>
          <w:rtl/>
        </w:rPr>
        <w:t>اختلاف كا مشاہدہ كرنے كے بعد اسے بيان كيا لہذا اسلامى دانشورو</w:t>
      </w:r>
      <w:r w:rsidR="000A0CDC">
        <w:rPr>
          <w:rtl/>
        </w:rPr>
        <w:t xml:space="preserve">ں </w:t>
      </w:r>
      <w:r>
        <w:rPr>
          <w:rtl/>
        </w:rPr>
        <w:t>مي</w:t>
      </w:r>
      <w:r w:rsidR="000A0CDC">
        <w:rPr>
          <w:rtl/>
        </w:rPr>
        <w:t xml:space="preserve">ں </w:t>
      </w:r>
      <w:r>
        <w:rPr>
          <w:rtl/>
        </w:rPr>
        <w:t>سب سے پہلے ابونصر فارابى نے جالينوس پر تنقيد كي، انہو</w:t>
      </w:r>
      <w:r w:rsidR="000A0CDC">
        <w:rPr>
          <w:rtl/>
        </w:rPr>
        <w:t xml:space="preserve">ں </w:t>
      </w:r>
      <w:r>
        <w:rPr>
          <w:rtl/>
        </w:rPr>
        <w:t>نے اپنے رسالہ بہ عنوان ''الرد على الجالينوس فيما نقض على ارسطا طالين لاعضاء الانسان'' مي</w:t>
      </w:r>
      <w:r w:rsidR="000A0CDC">
        <w:rPr>
          <w:rtl/>
        </w:rPr>
        <w:t xml:space="preserve">ں </w:t>
      </w:r>
      <w:r>
        <w:rPr>
          <w:rtl/>
        </w:rPr>
        <w:t>كلى طور پر انسانى بدن كے اعضاء كى تشكيل و ترتيب كے حوالے سے جالينوس اور ارسطو كى آراء مي</w:t>
      </w:r>
      <w:r w:rsidR="000A0CDC">
        <w:rPr>
          <w:rtl/>
        </w:rPr>
        <w:t xml:space="preserve">ں </w:t>
      </w:r>
      <w:r>
        <w:rPr>
          <w:rtl/>
        </w:rPr>
        <w:t>موازنہ كيا اور اپنى رائے كو ارسطو كے حق مي</w:t>
      </w:r>
      <w:r w:rsidR="000A0CDC">
        <w:rPr>
          <w:rtl/>
        </w:rPr>
        <w:t xml:space="preserve">ں </w:t>
      </w:r>
      <w:r>
        <w:rPr>
          <w:rtl/>
        </w:rPr>
        <w:t>ديا ، احتمال ہے كہ فارابى كى يہ طرز فكر ان تمام اعتراضات كا سرچشمہ بنى كہ جنہي</w:t>
      </w:r>
      <w:r w:rsidR="000A0CDC">
        <w:rPr>
          <w:rtl/>
        </w:rPr>
        <w:t xml:space="preserve">ں </w:t>
      </w:r>
      <w:r>
        <w:rPr>
          <w:rtl/>
        </w:rPr>
        <w:t xml:space="preserve">انكے بعد بوعلى سينا نے جالينوس پر تنقيد كرتے ہوئے پيش كيے _ </w:t>
      </w:r>
    </w:p>
    <w:p w:rsidR="0061102A" w:rsidRDefault="0061102A" w:rsidP="00BE6934">
      <w:pPr>
        <w:pStyle w:val="libNormal"/>
        <w:rPr>
          <w:rtl/>
        </w:rPr>
      </w:pPr>
      <w:r>
        <w:rPr>
          <w:rtl/>
        </w:rPr>
        <w:t>اسى طرح جناب رازى كہ جو طب مي</w:t>
      </w:r>
      <w:r w:rsidR="000A0CDC">
        <w:rPr>
          <w:rtl/>
        </w:rPr>
        <w:t xml:space="preserve">ں </w:t>
      </w:r>
      <w:r>
        <w:rPr>
          <w:rtl/>
        </w:rPr>
        <w:t>عظيم مقام كے حامل تھے اور طب مي</w:t>
      </w:r>
      <w:r w:rsidR="000A0CDC">
        <w:rPr>
          <w:rtl/>
        </w:rPr>
        <w:t xml:space="preserve">ں </w:t>
      </w:r>
      <w:r>
        <w:rPr>
          <w:rtl/>
        </w:rPr>
        <w:t>جامع نظر ركھتے ہوئے صاحب رائے تھے انہو</w:t>
      </w:r>
      <w:r w:rsidR="000A0CDC">
        <w:rPr>
          <w:rtl/>
        </w:rPr>
        <w:t xml:space="preserve">ں </w:t>
      </w:r>
      <w:r>
        <w:rPr>
          <w:rtl/>
        </w:rPr>
        <w:t>نے بھى طب مي</w:t>
      </w:r>
      <w:r w:rsidR="000A0CDC">
        <w:rPr>
          <w:rtl/>
        </w:rPr>
        <w:t xml:space="preserve">ں </w:t>
      </w:r>
      <w:r>
        <w:rPr>
          <w:rtl/>
        </w:rPr>
        <w:t>جالينوس كے نظريات پر اہم تنقيد كى ہے ،رازى كے جالينوس كى آراء پر اہم ترين اعتراضات ديكھنے ، سننے اور نورانى سايو</w:t>
      </w:r>
      <w:r w:rsidR="000A0CDC">
        <w:rPr>
          <w:rtl/>
        </w:rPr>
        <w:t xml:space="preserve">ں </w:t>
      </w:r>
      <w:r>
        <w:rPr>
          <w:rtl/>
        </w:rPr>
        <w:t>اور لہرو</w:t>
      </w:r>
      <w:r w:rsidR="000A0CDC">
        <w:rPr>
          <w:rtl/>
        </w:rPr>
        <w:t xml:space="preserve">ں </w:t>
      </w:r>
      <w:r>
        <w:rPr>
          <w:rtl/>
        </w:rPr>
        <w:t>كا جسم سے آنكھ تك پہنچے كے حوالے سے سامنے آئے جناب رازى ديكھنے كے عمل كو جالينوس كى رائے كے بالكل برعكس سمجھتے تھے كہ نورانى سايے آنكھ تك پہنچتے ہي</w:t>
      </w:r>
      <w:r w:rsidR="000A0CDC">
        <w:rPr>
          <w:rtl/>
        </w:rPr>
        <w:t xml:space="preserve">ں </w:t>
      </w:r>
      <w:r>
        <w:rPr>
          <w:rtl/>
        </w:rPr>
        <w:t>نہ يہ كہ آنكھ سے نور پھوٹتاہے جيسا كہ جالينوس نے كہا اسى تنقيد و اعتراض كے سلسلے مي</w:t>
      </w:r>
      <w:r w:rsidR="000A0CDC">
        <w:rPr>
          <w:rtl/>
        </w:rPr>
        <w:t xml:space="preserve">ں </w:t>
      </w:r>
      <w:r>
        <w:rPr>
          <w:rtl/>
        </w:rPr>
        <w:t xml:space="preserve">بو على سينا نے جالينوس كى طبى آراء كو واضح طور پر مہمل اور بے معنى كہا _ </w:t>
      </w:r>
    </w:p>
    <w:p w:rsidR="0061102A" w:rsidRDefault="0061102A" w:rsidP="00BE6934">
      <w:pPr>
        <w:pStyle w:val="libNormal"/>
        <w:rPr>
          <w:rtl/>
        </w:rPr>
      </w:pPr>
      <w:r>
        <w:rPr>
          <w:rtl/>
        </w:rPr>
        <w:t>ليكن جالينوس كى طبى آراء پر سب سے اہم اعتراضات كہ جو مشہور ہونے كہ ساتھ ساتھ اسلامى طب مي</w:t>
      </w:r>
      <w:r w:rsidR="000A0CDC">
        <w:rPr>
          <w:rtl/>
        </w:rPr>
        <w:t xml:space="preserve">ں </w:t>
      </w:r>
      <w:r>
        <w:rPr>
          <w:rtl/>
        </w:rPr>
        <w:t>قابل فخر مقام ركھتے ہي</w:t>
      </w:r>
      <w:r w:rsidR="000A0CDC">
        <w:rPr>
          <w:rtl/>
        </w:rPr>
        <w:t xml:space="preserve">ں </w:t>
      </w:r>
      <w:r>
        <w:rPr>
          <w:rtl/>
        </w:rPr>
        <w:t>وہ ابن نفيس دمشقى نے چھٹى صدى ہجرى مي</w:t>
      </w:r>
      <w:r w:rsidR="000A0CDC">
        <w:rPr>
          <w:rtl/>
        </w:rPr>
        <w:t xml:space="preserve">ں </w:t>
      </w:r>
      <w:r>
        <w:rPr>
          <w:rtl/>
        </w:rPr>
        <w:t xml:space="preserve">پيش كيے جناب ابن نفيس اہل تجربہ اور </w:t>
      </w:r>
    </w:p>
    <w:p w:rsidR="0061102A" w:rsidRDefault="0069392F" w:rsidP="00BE6934">
      <w:pPr>
        <w:pStyle w:val="libNormal"/>
        <w:rPr>
          <w:rtl/>
        </w:rPr>
      </w:pPr>
      <w:r>
        <w:rPr>
          <w:rtl/>
        </w:rPr>
        <w:cr/>
      </w:r>
      <w:r>
        <w:rPr>
          <w:rtl/>
        </w:rPr>
        <w:br w:type="page"/>
      </w:r>
      <w:r>
        <w:rPr>
          <w:rtl/>
        </w:rPr>
        <w:lastRenderedPageBreak/>
        <w:cr/>
      </w:r>
      <w:r w:rsidR="0061102A">
        <w:rPr>
          <w:rtl/>
        </w:rPr>
        <w:t>صاحب نظر تھے اور اسلامى طب مي</w:t>
      </w:r>
      <w:r w:rsidR="000A0CDC">
        <w:rPr>
          <w:rtl/>
        </w:rPr>
        <w:t xml:space="preserve">ں </w:t>
      </w:r>
      <w:r w:rsidR="0061102A">
        <w:rPr>
          <w:rtl/>
        </w:rPr>
        <w:t>ايك عظيم ترين انكشاف كا باعث بنے اسى ليے گذشتہ صديو</w:t>
      </w:r>
      <w:r w:rsidR="000A0CDC">
        <w:rPr>
          <w:rtl/>
        </w:rPr>
        <w:t xml:space="preserve">ں </w:t>
      </w:r>
      <w:r w:rsidR="0061102A">
        <w:rPr>
          <w:rtl/>
        </w:rPr>
        <w:t>مي</w:t>
      </w:r>
      <w:r w:rsidR="000A0CDC">
        <w:rPr>
          <w:rtl/>
        </w:rPr>
        <w:t xml:space="preserve">ں </w:t>
      </w:r>
      <w:r w:rsidR="0061102A">
        <w:rPr>
          <w:rtl/>
        </w:rPr>
        <w:t>انہي</w:t>
      </w:r>
      <w:r w:rsidR="000A0CDC">
        <w:rPr>
          <w:rtl/>
        </w:rPr>
        <w:t xml:space="preserve">ں </w:t>
      </w:r>
      <w:r w:rsidR="0061102A">
        <w:rPr>
          <w:rtl/>
        </w:rPr>
        <w:t>اسلامى مصنفين كے درميان جالينوس عرب (اسلامي)كا لقب ملاكر جو مختلف جگہو</w:t>
      </w:r>
      <w:r w:rsidR="000A0CDC">
        <w:rPr>
          <w:rtl/>
        </w:rPr>
        <w:t xml:space="preserve">ں </w:t>
      </w:r>
      <w:r w:rsidR="0061102A">
        <w:rPr>
          <w:rtl/>
        </w:rPr>
        <w:t>پر رازى كو بھى ديا گيا ہے ، انہو</w:t>
      </w:r>
      <w:r w:rsidR="000A0CDC">
        <w:rPr>
          <w:rtl/>
        </w:rPr>
        <w:t xml:space="preserve">ں </w:t>
      </w:r>
      <w:r w:rsidR="0061102A">
        <w:rPr>
          <w:rtl/>
        </w:rPr>
        <w:t>نے اپنى دو كتابو</w:t>
      </w:r>
      <w:r w:rsidR="000A0CDC">
        <w:rPr>
          <w:rtl/>
        </w:rPr>
        <w:t xml:space="preserve">ں </w:t>
      </w:r>
      <w:r w:rsidR="0061102A" w:rsidRPr="00F67D4B">
        <w:rPr>
          <w:rStyle w:val="libFootnotenumChar"/>
          <w:rtl/>
        </w:rPr>
        <w:t>(1)</w:t>
      </w:r>
      <w:r w:rsidR="0061102A">
        <w:rPr>
          <w:rtl/>
        </w:rPr>
        <w:t xml:space="preserve"> ''شرح تشريح قانون ''كہ جوكہ كتاب قانون كے پہلے سے تيسرے باب كى كى شرح كے عنوان سے لكھى گئي </w:t>
      </w:r>
      <w:r w:rsidR="0061102A" w:rsidRPr="00F67D4B">
        <w:rPr>
          <w:rStyle w:val="libFootnotenumChar"/>
          <w:rtl/>
        </w:rPr>
        <w:t>(2)</w:t>
      </w:r>
      <w:r w:rsidR="0061102A">
        <w:rPr>
          <w:rtl/>
        </w:rPr>
        <w:t xml:space="preserve"> شرح قانون كہ جو قانون مي</w:t>
      </w:r>
      <w:r w:rsidR="000A0CDC">
        <w:rPr>
          <w:rtl/>
        </w:rPr>
        <w:t xml:space="preserve">ں </w:t>
      </w:r>
      <w:r w:rsidR="0061102A">
        <w:rPr>
          <w:rtl/>
        </w:rPr>
        <w:t>پيش كيے گئے تمام موضوعات كى شرح ہے ان دو كتابو</w:t>
      </w:r>
      <w:r w:rsidR="000A0CDC">
        <w:rPr>
          <w:rtl/>
        </w:rPr>
        <w:t xml:space="preserve">ں </w:t>
      </w:r>
      <w:r w:rsidR="0061102A">
        <w:rPr>
          <w:rtl/>
        </w:rPr>
        <w:t>مي</w:t>
      </w:r>
      <w:r w:rsidR="000A0CDC">
        <w:rPr>
          <w:rtl/>
        </w:rPr>
        <w:t xml:space="preserve">ں </w:t>
      </w:r>
      <w:r w:rsidR="0061102A">
        <w:rPr>
          <w:rtl/>
        </w:rPr>
        <w:t>اپنے اہم ترين انكشاف يا دريافت :بہ عنوان ''گردش ريوى خون ''</w:t>
      </w:r>
      <w:r w:rsidR="0061102A">
        <w:t>Pupmonary blood circupation</w:t>
      </w:r>
      <w:r w:rsidR="0061102A">
        <w:rPr>
          <w:rtl/>
        </w:rPr>
        <w:t>كى تشريح كى ہے، انيسو</w:t>
      </w:r>
      <w:r w:rsidR="000A0CDC">
        <w:rPr>
          <w:rtl/>
        </w:rPr>
        <w:t xml:space="preserve">ں </w:t>
      </w:r>
      <w:r w:rsidR="0061102A">
        <w:rPr>
          <w:rtl/>
        </w:rPr>
        <w:t>صدى مي</w:t>
      </w:r>
      <w:r w:rsidR="000A0CDC">
        <w:rPr>
          <w:rtl/>
        </w:rPr>
        <w:t xml:space="preserve">ں </w:t>
      </w:r>
      <w:r w:rsidR="0061102A">
        <w:rPr>
          <w:rtl/>
        </w:rPr>
        <w:t>آكرجديد سائنس ابن نفيس كى اس اہم دريافت سے آشنا ہوئي ، جالينوس كى رائے كے مطابق خون كى گردش كى صورت يہ ہے كہ خون شريان كے ذريعے دل كى دائي</w:t>
      </w:r>
      <w:r w:rsidR="000A0CDC">
        <w:rPr>
          <w:rtl/>
        </w:rPr>
        <w:t xml:space="preserve">ں </w:t>
      </w:r>
      <w:r w:rsidR="0061102A">
        <w:rPr>
          <w:rtl/>
        </w:rPr>
        <w:t>حصے مي</w:t>
      </w:r>
      <w:r w:rsidR="000A0CDC">
        <w:rPr>
          <w:rtl/>
        </w:rPr>
        <w:t xml:space="preserve">ں </w:t>
      </w:r>
      <w:r w:rsidR="0061102A">
        <w:rPr>
          <w:rtl/>
        </w:rPr>
        <w:t>داخل ہوتاہے اور دل كى دائي</w:t>
      </w:r>
      <w:r w:rsidR="000A0CDC">
        <w:rPr>
          <w:rtl/>
        </w:rPr>
        <w:t xml:space="preserve">ں </w:t>
      </w:r>
      <w:r w:rsidR="0061102A">
        <w:rPr>
          <w:rtl/>
        </w:rPr>
        <w:t>اور بائي</w:t>
      </w:r>
      <w:r w:rsidR="000A0CDC">
        <w:rPr>
          <w:rtl/>
        </w:rPr>
        <w:t xml:space="preserve">ں </w:t>
      </w:r>
      <w:r w:rsidR="0061102A">
        <w:rPr>
          <w:rtl/>
        </w:rPr>
        <w:t>سائيڈو</w:t>
      </w:r>
      <w:r w:rsidR="000A0CDC">
        <w:rPr>
          <w:rtl/>
        </w:rPr>
        <w:t xml:space="preserve">ں </w:t>
      </w:r>
      <w:r w:rsidR="0061102A">
        <w:rPr>
          <w:rtl/>
        </w:rPr>
        <w:t>كے درميان پائے جانے والے سوراخو</w:t>
      </w:r>
      <w:r w:rsidR="000A0CDC">
        <w:rPr>
          <w:rtl/>
        </w:rPr>
        <w:t xml:space="preserve">ں </w:t>
      </w:r>
      <w:r w:rsidR="0061102A">
        <w:rPr>
          <w:rtl/>
        </w:rPr>
        <w:t>سے خون دل كے بائي</w:t>
      </w:r>
      <w:r w:rsidR="000A0CDC">
        <w:rPr>
          <w:rtl/>
        </w:rPr>
        <w:t xml:space="preserve">ں </w:t>
      </w:r>
      <w:r w:rsidR="0061102A">
        <w:rPr>
          <w:rtl/>
        </w:rPr>
        <w:t>حصے مي</w:t>
      </w:r>
      <w:r w:rsidR="000A0CDC">
        <w:rPr>
          <w:rtl/>
        </w:rPr>
        <w:t xml:space="preserve">ں </w:t>
      </w:r>
      <w:r w:rsidR="0061102A">
        <w:rPr>
          <w:rtl/>
        </w:rPr>
        <w:t>داخل ہوكر پھر بدن مي</w:t>
      </w:r>
      <w:r w:rsidR="000A0CDC">
        <w:rPr>
          <w:rtl/>
        </w:rPr>
        <w:t xml:space="preserve">ں </w:t>
      </w:r>
      <w:r w:rsidR="0061102A">
        <w:rPr>
          <w:rtl/>
        </w:rPr>
        <w:t>گردش كرتاہے ليكن ابن نفيس نے يہ لكھاكر خون دل كے دائي</w:t>
      </w:r>
      <w:r w:rsidR="000A0CDC">
        <w:rPr>
          <w:rtl/>
        </w:rPr>
        <w:t xml:space="preserve">ں </w:t>
      </w:r>
      <w:r w:rsidR="0061102A">
        <w:rPr>
          <w:rtl/>
        </w:rPr>
        <w:t>حصے سے اور وريدكے ذريعے پھيپھڑو</w:t>
      </w:r>
      <w:r w:rsidR="000A0CDC">
        <w:rPr>
          <w:rtl/>
        </w:rPr>
        <w:t xml:space="preserve">ں </w:t>
      </w:r>
      <w:r w:rsidR="0061102A">
        <w:rPr>
          <w:rtl/>
        </w:rPr>
        <w:t>مي</w:t>
      </w:r>
      <w:r w:rsidR="000A0CDC">
        <w:rPr>
          <w:rtl/>
        </w:rPr>
        <w:t xml:space="preserve">ں </w:t>
      </w:r>
      <w:r w:rsidR="0061102A">
        <w:rPr>
          <w:rtl/>
        </w:rPr>
        <w:t>جاتاہے كہ اور جب وہ پھيپھڑو</w:t>
      </w:r>
      <w:r w:rsidR="000A0CDC">
        <w:rPr>
          <w:rtl/>
        </w:rPr>
        <w:t xml:space="preserve">ں </w:t>
      </w:r>
      <w:r w:rsidR="0061102A">
        <w:rPr>
          <w:rtl/>
        </w:rPr>
        <w:t>مي</w:t>
      </w:r>
      <w:r w:rsidR="000A0CDC">
        <w:rPr>
          <w:rtl/>
        </w:rPr>
        <w:t xml:space="preserve">ں </w:t>
      </w:r>
      <w:r w:rsidR="0061102A">
        <w:rPr>
          <w:rtl/>
        </w:rPr>
        <w:t>ہوا كے ساتھ مخلوط ہوتاہے پھر ايك اور وريدكے ذريعے دل كے بائي</w:t>
      </w:r>
      <w:r w:rsidR="000A0CDC">
        <w:rPr>
          <w:rtl/>
        </w:rPr>
        <w:t xml:space="preserve">ں </w:t>
      </w:r>
      <w:r w:rsidR="0061102A">
        <w:rPr>
          <w:rtl/>
        </w:rPr>
        <w:t>حصے مي</w:t>
      </w:r>
      <w:r w:rsidR="000A0CDC">
        <w:rPr>
          <w:rtl/>
        </w:rPr>
        <w:t xml:space="preserve">ں </w:t>
      </w:r>
      <w:r w:rsidR="0061102A">
        <w:rPr>
          <w:rtl/>
        </w:rPr>
        <w:t>جاتاہے اور وہا</w:t>
      </w:r>
      <w:r w:rsidR="000A0CDC">
        <w:rPr>
          <w:rtl/>
        </w:rPr>
        <w:t xml:space="preserve">ں </w:t>
      </w:r>
      <w:r w:rsidR="0061102A">
        <w:rPr>
          <w:rtl/>
        </w:rPr>
        <w:t>سے پورے بدن مي</w:t>
      </w:r>
      <w:r w:rsidR="000A0CDC">
        <w:rPr>
          <w:rtl/>
        </w:rPr>
        <w:t xml:space="preserve">ں </w:t>
      </w:r>
      <w:r w:rsidR="0061102A">
        <w:rPr>
          <w:rtl/>
        </w:rPr>
        <w:t>پہنچتاہے، بلا شبہ ابن نفيس نے يہ معلومات انسانى بدن كى چيرپھاڑ كے بعد سے حاصل كي</w:t>
      </w:r>
      <w:r w:rsidR="000A0CDC">
        <w:rPr>
          <w:rtl/>
        </w:rPr>
        <w:t xml:space="preserve">ں </w:t>
      </w:r>
      <w:r w:rsidR="0061102A">
        <w:rPr>
          <w:rtl/>
        </w:rPr>
        <w:t>،قبل اسكے كہ اٹلى كے طبيب '' ميگل سروٹو'' اسى بات كى وضاحت كرتے وہ تين صديا</w:t>
      </w:r>
      <w:r w:rsidR="000A0CDC">
        <w:rPr>
          <w:rtl/>
        </w:rPr>
        <w:t xml:space="preserve">ں </w:t>
      </w:r>
      <w:r w:rsidR="0061102A">
        <w:rPr>
          <w:rtl/>
        </w:rPr>
        <w:t>قبل ہى سب كچھ روشن كرچكے تھے لہذا ضرورى ہے كہ اس انكشاف كو سروٹوسے منسوب كرنے مي</w:t>
      </w:r>
      <w:r w:rsidR="000A0CDC">
        <w:rPr>
          <w:rtl/>
        </w:rPr>
        <w:t xml:space="preserve">ں </w:t>
      </w:r>
      <w:r w:rsidR="0061102A">
        <w:rPr>
          <w:rtl/>
        </w:rPr>
        <w:t xml:space="preserve">شك و ترديد كى جائے _ </w:t>
      </w:r>
    </w:p>
    <w:p w:rsidR="0061102A" w:rsidRDefault="0061102A" w:rsidP="00BE6934">
      <w:pPr>
        <w:pStyle w:val="libNormal"/>
        <w:rPr>
          <w:rtl/>
        </w:rPr>
      </w:pPr>
      <w:r>
        <w:rPr>
          <w:rtl/>
        </w:rPr>
        <w:t>سروٹونے اسلامى طب كى تاليفات كے لاطينى زبان مي</w:t>
      </w:r>
      <w:r w:rsidR="000A0CDC">
        <w:rPr>
          <w:rtl/>
        </w:rPr>
        <w:t xml:space="preserve">ں </w:t>
      </w:r>
      <w:r>
        <w:rPr>
          <w:rtl/>
        </w:rPr>
        <w:t>ترجمہ كے ذريعے ابن نفيس كى آراء سے آگاہى حاصل كى يا پہلے سے اس كشف سے بے خبر خود وہ اس راز تك پہنچے اس حوالے سے دنيا كى طبى تاريخ مي</w:t>
      </w:r>
      <w:r w:rsidR="000A0CDC">
        <w:rPr>
          <w:rtl/>
        </w:rPr>
        <w:t xml:space="preserve">ں </w:t>
      </w:r>
      <w:r>
        <w:rPr>
          <w:rtl/>
        </w:rPr>
        <w:t>بہت سى مباحث ہوئي</w:t>
      </w:r>
      <w:r w:rsidR="000A0CDC">
        <w:rPr>
          <w:rtl/>
        </w:rPr>
        <w:t xml:space="preserve">ں </w:t>
      </w:r>
      <w:r>
        <w:rPr>
          <w:rtl/>
        </w:rPr>
        <w:t>ابن نفيس، فارابي، ابن سينا اور چند ديگر اسلامى دانشورو</w:t>
      </w:r>
      <w:r w:rsidR="000A0CDC">
        <w:rPr>
          <w:rtl/>
        </w:rPr>
        <w:t xml:space="preserve">ں </w:t>
      </w:r>
      <w:r>
        <w:rPr>
          <w:rtl/>
        </w:rPr>
        <w:t>كے نظريات كو اكٹھا كرنے سے معلوم ہوتاہے كہ اسلامى طب ، طب كے غير جالينوسى ماڈل كو بنانے مي</w:t>
      </w:r>
      <w:r w:rsidR="000A0CDC">
        <w:rPr>
          <w:rtl/>
        </w:rPr>
        <w:t xml:space="preserve">ں </w:t>
      </w:r>
      <w:r>
        <w:rPr>
          <w:rtl/>
        </w:rPr>
        <w:t xml:space="preserve">بہت سنجيدہ تھى </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1)دائرة المعارف بزرگ اسلامى ج 4 ابن نفيس كے ذيل مي</w:t>
      </w:r>
      <w:r w:rsidR="000A0CDC">
        <w:rPr>
          <w:rtl/>
        </w:rPr>
        <w:t xml:space="preserve">ں </w:t>
      </w:r>
      <w:r>
        <w:rPr>
          <w:rtl/>
        </w:rPr>
        <w:t>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طب سے وابستہ علوم كى اقسام مي</w:t>
      </w:r>
      <w:r w:rsidR="000A0CDC">
        <w:rPr>
          <w:rtl/>
        </w:rPr>
        <w:t xml:space="preserve">ں </w:t>
      </w:r>
      <w:r>
        <w:rPr>
          <w:rtl/>
        </w:rPr>
        <w:t>بنيادى اور تخليقى ترين تحقيقات آنكھ كى طبى حيثيت كے متعلق ہے آنكھ كے مسلمان اطباء نے آنكھ كى بيماريو</w:t>
      </w:r>
      <w:r w:rsidR="000A0CDC">
        <w:rPr>
          <w:rtl/>
        </w:rPr>
        <w:t xml:space="preserve">ں </w:t>
      </w:r>
      <w:r>
        <w:rPr>
          <w:rtl/>
        </w:rPr>
        <w:t>اور انكے علاج كے حوالے سے يونانى ڈاكٹرو</w:t>
      </w:r>
      <w:r w:rsidR="000A0CDC">
        <w:rPr>
          <w:rtl/>
        </w:rPr>
        <w:t xml:space="preserve">ں </w:t>
      </w:r>
      <w:r>
        <w:rPr>
          <w:rtl/>
        </w:rPr>
        <w:t>اور آنكھ كے يونانى طبيبو</w:t>
      </w:r>
      <w:r w:rsidR="000A0CDC">
        <w:rPr>
          <w:rtl/>
        </w:rPr>
        <w:t xml:space="preserve">ں </w:t>
      </w:r>
      <w:r>
        <w:rPr>
          <w:rtl/>
        </w:rPr>
        <w:t>كى آراء مي</w:t>
      </w:r>
      <w:r w:rsidR="000A0CDC">
        <w:rPr>
          <w:rtl/>
        </w:rPr>
        <w:t xml:space="preserve">ں </w:t>
      </w:r>
      <w:r>
        <w:rPr>
          <w:rtl/>
        </w:rPr>
        <w:t>اضافے كےساتھ ساتھ خود بھى بہت سى بيماريو</w:t>
      </w:r>
      <w:r w:rsidR="000A0CDC">
        <w:rPr>
          <w:rtl/>
        </w:rPr>
        <w:t xml:space="preserve">ں </w:t>
      </w:r>
      <w:r>
        <w:rPr>
          <w:rtl/>
        </w:rPr>
        <w:t>كى تشخيص اور انكے علاج كى مختلف صورتي</w:t>
      </w:r>
      <w:r w:rsidR="000A0CDC">
        <w:rPr>
          <w:rtl/>
        </w:rPr>
        <w:t xml:space="preserve">ں </w:t>
      </w:r>
      <w:r>
        <w:rPr>
          <w:rtl/>
        </w:rPr>
        <w:t>پيش كي</w:t>
      </w:r>
      <w:r w:rsidR="000A0CDC">
        <w:rPr>
          <w:rtl/>
        </w:rPr>
        <w:t xml:space="preserve">ں </w:t>
      </w:r>
      <w:r>
        <w:rPr>
          <w:rtl/>
        </w:rPr>
        <w:t>، آنكھ كے مختلف اقسام كے آپريشن، موتيا نكالنا يا آنكھ كے قرينہ مي</w:t>
      </w:r>
      <w:r w:rsidR="000A0CDC">
        <w:rPr>
          <w:rtl/>
        </w:rPr>
        <w:t xml:space="preserve">ں </w:t>
      </w:r>
      <w:r>
        <w:rPr>
          <w:rtl/>
        </w:rPr>
        <w:t>اكھٹا ہونے والا اضافى پانى نكالنا اسى طرح آنكھ كيلئے مختلف قسم كى نباتاتى ، معدنياتى اور حيواناتى ادويات و غيرہ انہى تخليقات كا حصہ ہي</w:t>
      </w:r>
      <w:r w:rsidR="000A0CDC">
        <w:rPr>
          <w:rtl/>
        </w:rPr>
        <w:t xml:space="preserve">ں </w:t>
      </w:r>
      <w:r>
        <w:rPr>
          <w:rtl/>
        </w:rPr>
        <w:t xml:space="preserve">_ </w:t>
      </w:r>
    </w:p>
    <w:p w:rsidR="0061102A" w:rsidRDefault="0061102A" w:rsidP="00BE6934">
      <w:pPr>
        <w:pStyle w:val="libNormal"/>
        <w:rPr>
          <w:rtl/>
        </w:rPr>
      </w:pPr>
      <w:r>
        <w:rPr>
          <w:rtl/>
        </w:rPr>
        <w:t>آنكھ كے علاج كے حوالے سے تمام مسلمان اطباء مي</w:t>
      </w:r>
      <w:r w:rsidR="000A0CDC">
        <w:rPr>
          <w:rtl/>
        </w:rPr>
        <w:t xml:space="preserve">ں </w:t>
      </w:r>
      <w:r>
        <w:rPr>
          <w:rtl/>
        </w:rPr>
        <w:t>دو افراد كا كردار سب سے زيادہ اور واضح ہے ان مي</w:t>
      </w:r>
      <w:r w:rsidR="000A0CDC">
        <w:rPr>
          <w:rtl/>
        </w:rPr>
        <w:t xml:space="preserve">ں </w:t>
      </w:r>
      <w:r>
        <w:rPr>
          <w:rtl/>
        </w:rPr>
        <w:t>سے ايك حنين بن اسحاق كہ جو كتاب '' العشر مقالات فى العين'' كے مصنف ہي</w:t>
      </w:r>
      <w:r w:rsidR="000A0CDC">
        <w:rPr>
          <w:rtl/>
        </w:rPr>
        <w:t xml:space="preserve">ں </w:t>
      </w:r>
      <w:r>
        <w:rPr>
          <w:rtl/>
        </w:rPr>
        <w:t>اور دوسرے على بن عيسى جو كتاب '' تذكرة الكحالين '' كے مصنف ہي</w:t>
      </w:r>
      <w:r w:rsidR="000A0CDC">
        <w:rPr>
          <w:rtl/>
        </w:rPr>
        <w:t xml:space="preserve">ں </w:t>
      </w:r>
      <w:r>
        <w:rPr>
          <w:rtl/>
        </w:rPr>
        <w:t xml:space="preserve">_ </w:t>
      </w:r>
    </w:p>
    <w:p w:rsidR="0061102A" w:rsidRDefault="0061102A" w:rsidP="00BE6934">
      <w:pPr>
        <w:pStyle w:val="libNormal"/>
        <w:rPr>
          <w:rtl/>
        </w:rPr>
      </w:pPr>
      <w:r>
        <w:rPr>
          <w:rtl/>
        </w:rPr>
        <w:t>ان دونو</w:t>
      </w:r>
      <w:r w:rsidR="000A0CDC">
        <w:rPr>
          <w:rtl/>
        </w:rPr>
        <w:t xml:space="preserve">ں </w:t>
      </w:r>
      <w:r>
        <w:rPr>
          <w:rtl/>
        </w:rPr>
        <w:t>مي</w:t>
      </w:r>
      <w:r w:rsidR="000A0CDC">
        <w:rPr>
          <w:rtl/>
        </w:rPr>
        <w:t xml:space="preserve">ں </w:t>
      </w:r>
      <w:r>
        <w:rPr>
          <w:rtl/>
        </w:rPr>
        <w:t>سے ہر ايك كتاب آنكھ كے علاج مي</w:t>
      </w:r>
      <w:r w:rsidR="000A0CDC">
        <w:rPr>
          <w:rtl/>
        </w:rPr>
        <w:t xml:space="preserve">ں </w:t>
      </w:r>
      <w:r>
        <w:rPr>
          <w:rtl/>
        </w:rPr>
        <w:t>بہت سى اختراعات اور جدت كا باعث بنى اور ان كتابو</w:t>
      </w:r>
      <w:r w:rsidR="000A0CDC">
        <w:rPr>
          <w:rtl/>
        </w:rPr>
        <w:t xml:space="preserve">ں </w:t>
      </w:r>
      <w:r>
        <w:rPr>
          <w:rtl/>
        </w:rPr>
        <w:t>كے مصنفين آنكھ كے علاج كے سب سے پہلے مسلمان اطباء مي</w:t>
      </w:r>
      <w:r w:rsidR="000A0CDC">
        <w:rPr>
          <w:rtl/>
        </w:rPr>
        <w:t xml:space="preserve">ں </w:t>
      </w:r>
      <w:r>
        <w:rPr>
          <w:rtl/>
        </w:rPr>
        <w:t>سے كہلائے ،اس بات كو مان لينا چاہيئے كہ اسلامى دنيا مي</w:t>
      </w:r>
      <w:r w:rsidR="000A0CDC">
        <w:rPr>
          <w:rtl/>
        </w:rPr>
        <w:t xml:space="preserve">ں </w:t>
      </w:r>
      <w:r>
        <w:rPr>
          <w:rtl/>
        </w:rPr>
        <w:t>آنكھ كے علاج رائج ہونے كے سات صديو</w:t>
      </w:r>
      <w:r w:rsidR="000A0CDC">
        <w:rPr>
          <w:rtl/>
        </w:rPr>
        <w:t xml:space="preserve">ں </w:t>
      </w:r>
      <w:r>
        <w:rPr>
          <w:rtl/>
        </w:rPr>
        <w:t xml:space="preserve">كے بعد يورپ اس قابل ہوا كہ آنكھ كے مسلمان اطباء كى تمام اختراعات كو كراس كرسكے_ </w:t>
      </w:r>
    </w:p>
    <w:p w:rsidR="0061102A" w:rsidRDefault="0061102A" w:rsidP="00BE6934">
      <w:pPr>
        <w:pStyle w:val="libNormal"/>
        <w:rPr>
          <w:rtl/>
        </w:rPr>
      </w:pPr>
      <w:r>
        <w:rPr>
          <w:rtl/>
        </w:rPr>
        <w:t>جڑى بوٹيو</w:t>
      </w:r>
      <w:r w:rsidR="000A0CDC">
        <w:rPr>
          <w:rtl/>
        </w:rPr>
        <w:t xml:space="preserve">ں </w:t>
      </w:r>
      <w:r>
        <w:rPr>
          <w:rtl/>
        </w:rPr>
        <w:t>كى تشخيص اور نباتاتى ادويات كے ميدان مي</w:t>
      </w:r>
      <w:r w:rsidR="000A0CDC">
        <w:rPr>
          <w:rtl/>
        </w:rPr>
        <w:t xml:space="preserve">ں </w:t>
      </w:r>
      <w:r>
        <w:rPr>
          <w:rtl/>
        </w:rPr>
        <w:t>بھى كم و بيشى يہى كيفيت ہے كہ يونان كى اس حوالے سے اہم ترين كتاب كہ جو جڑى بوٹيو</w:t>
      </w:r>
      <w:r w:rsidR="000A0CDC">
        <w:rPr>
          <w:rtl/>
        </w:rPr>
        <w:t xml:space="preserve">ں </w:t>
      </w:r>
      <w:r>
        <w:rPr>
          <w:rtl/>
        </w:rPr>
        <w:t>كے اسلامى ماہرين كے ہاتھو</w:t>
      </w:r>
      <w:r w:rsidR="000A0CDC">
        <w:rPr>
          <w:rtl/>
        </w:rPr>
        <w:t xml:space="preserve">ں </w:t>
      </w:r>
      <w:r>
        <w:rPr>
          <w:rtl/>
        </w:rPr>
        <w:t>پہنچى وہ كتاب ''الحشائشے'' تھى كہ جيسے وسطى ايشاء كے ايك مصنف ڈيوسكوريڈس نے پہلے صدى عيسوى مي</w:t>
      </w:r>
      <w:r w:rsidR="000A0CDC">
        <w:rPr>
          <w:rtl/>
        </w:rPr>
        <w:t xml:space="preserve">ں </w:t>
      </w:r>
      <w:r>
        <w:rPr>
          <w:rtl/>
        </w:rPr>
        <w:t>تحرير كيا يہ كتاب حنين بن اسحاق اور تحريك ترجمہ كے كچھ دوسرے مترجمين كے قلم سے عربى مي</w:t>
      </w:r>
      <w:r w:rsidR="000A0CDC">
        <w:rPr>
          <w:rtl/>
        </w:rPr>
        <w:t xml:space="preserve">ں </w:t>
      </w:r>
      <w:r>
        <w:rPr>
          <w:rtl/>
        </w:rPr>
        <w:t>ترجمہ ہوئي اس سارى كتاب مي</w:t>
      </w:r>
      <w:r w:rsidR="000A0CDC">
        <w:rPr>
          <w:rtl/>
        </w:rPr>
        <w:t xml:space="preserve">ں </w:t>
      </w:r>
      <w:r>
        <w:rPr>
          <w:rtl/>
        </w:rPr>
        <w:t>تقريبا پانچ سو جڑى بوٹيو</w:t>
      </w:r>
      <w:r w:rsidR="000A0CDC">
        <w:rPr>
          <w:rtl/>
        </w:rPr>
        <w:t xml:space="preserve">ں </w:t>
      </w:r>
      <w:r>
        <w:rPr>
          <w:rtl/>
        </w:rPr>
        <w:t>كے ادوياتى خواص بيان ہوئے تھے، حالانكہ رازى كى كتاب '' الحاوي'' مي</w:t>
      </w:r>
      <w:r w:rsidR="000A0CDC">
        <w:rPr>
          <w:rtl/>
        </w:rPr>
        <w:t xml:space="preserve">ں </w:t>
      </w:r>
      <w:r>
        <w:rPr>
          <w:rtl/>
        </w:rPr>
        <w:t>نباتاتى دوائيو</w:t>
      </w:r>
      <w:r w:rsidR="000A0CDC">
        <w:rPr>
          <w:rtl/>
        </w:rPr>
        <w:t xml:space="preserve">ں </w:t>
      </w:r>
      <w:r>
        <w:rPr>
          <w:rtl/>
        </w:rPr>
        <w:t>كے باب مي</w:t>
      </w:r>
      <w:r w:rsidR="000A0CDC">
        <w:rPr>
          <w:rtl/>
        </w:rPr>
        <w:t xml:space="preserve">ں </w:t>
      </w:r>
      <w:r>
        <w:rPr>
          <w:rtl/>
        </w:rPr>
        <w:t>تقريباًسات سوكے قريب جڑى بوٹيو</w:t>
      </w:r>
      <w:r w:rsidR="000A0CDC">
        <w:rPr>
          <w:rtl/>
        </w:rPr>
        <w:t xml:space="preserve">ں </w:t>
      </w:r>
      <w:r>
        <w:rPr>
          <w:rtl/>
        </w:rPr>
        <w:t>ادوياتى خواص بيان ہوئے ہي</w:t>
      </w:r>
      <w:r w:rsidR="000A0CDC">
        <w:rPr>
          <w:rtl/>
        </w:rPr>
        <w:t xml:space="preserve">ں </w:t>
      </w:r>
      <w:r>
        <w:rPr>
          <w:rtl/>
        </w:rPr>
        <w:t xml:space="preserve">يہ تعداد ايك اور اہم ترين طبى كتاب كہ جو اسلامى اطباء كى دواشناسى كا واضح ثبوت ہے ،يعنى ابن بيطار كى كتاب '' الجامع لمفردات </w:t>
      </w:r>
    </w:p>
    <w:p w:rsidR="0061102A" w:rsidRDefault="0069392F" w:rsidP="00BE6934">
      <w:pPr>
        <w:pStyle w:val="libNormal"/>
        <w:rPr>
          <w:rtl/>
        </w:rPr>
      </w:pPr>
      <w:r>
        <w:rPr>
          <w:rtl/>
        </w:rPr>
        <w:cr/>
      </w:r>
      <w:r>
        <w:rPr>
          <w:rtl/>
        </w:rPr>
        <w:br w:type="page"/>
      </w:r>
      <w:r>
        <w:rPr>
          <w:rtl/>
        </w:rPr>
        <w:lastRenderedPageBreak/>
        <w:cr/>
      </w:r>
      <w:r w:rsidR="0061102A">
        <w:rPr>
          <w:rtl/>
        </w:rPr>
        <w:t>الادوية والاغذية'' مي</w:t>
      </w:r>
      <w:r w:rsidR="000A0CDC">
        <w:rPr>
          <w:rtl/>
        </w:rPr>
        <w:t xml:space="preserve">ں </w:t>
      </w:r>
      <w:r w:rsidR="0061102A">
        <w:rPr>
          <w:rtl/>
        </w:rPr>
        <w:t>يہ تعداد چودہ سو تك جا پہنچى ہے، گويا ڈپو سكوريڈس كى كتاب سے تين گنا زيادہ جڑى بوٹيو</w:t>
      </w:r>
      <w:r w:rsidR="000A0CDC">
        <w:rPr>
          <w:rtl/>
        </w:rPr>
        <w:t xml:space="preserve">ں </w:t>
      </w:r>
      <w:r w:rsidR="0061102A">
        <w:rPr>
          <w:rtl/>
        </w:rPr>
        <w:t>كااسمي</w:t>
      </w:r>
      <w:r w:rsidR="000A0CDC">
        <w:rPr>
          <w:rtl/>
        </w:rPr>
        <w:t xml:space="preserve">ں </w:t>
      </w:r>
      <w:r w:rsidR="0061102A">
        <w:rPr>
          <w:rtl/>
        </w:rPr>
        <w:t>تذكرہ ہوا ، جڑى بوٹيو</w:t>
      </w:r>
      <w:r w:rsidR="000A0CDC">
        <w:rPr>
          <w:rtl/>
        </w:rPr>
        <w:t xml:space="preserve">ں </w:t>
      </w:r>
      <w:r w:rsidR="0061102A">
        <w:rPr>
          <w:rtl/>
        </w:rPr>
        <w:t>كى تعداد كے حوالے سےبے مثال ترقى اور سرعت كيساتھ تحقيق بتاتى ہے كہ اطباء اور اسلامى ماہرين نباتات بجائے اسكے كہ وہ ڈپوسكو ريدس كى پيروى تك محدود رہتے بذات خود نئي دريافتو</w:t>
      </w:r>
      <w:r w:rsidR="000A0CDC">
        <w:rPr>
          <w:rtl/>
        </w:rPr>
        <w:t xml:space="preserve">ں </w:t>
      </w:r>
      <w:r w:rsidR="0061102A">
        <w:rPr>
          <w:rtl/>
        </w:rPr>
        <w:t>اور نباتات كے ادوياتى خواص كو جاننے مي</w:t>
      </w:r>
      <w:r w:rsidR="000A0CDC">
        <w:rPr>
          <w:rtl/>
        </w:rPr>
        <w:t xml:space="preserve">ں </w:t>
      </w:r>
      <w:r w:rsidR="0061102A">
        <w:rPr>
          <w:rtl/>
        </w:rPr>
        <w:t>مصروف عمل تھے</w:t>
      </w:r>
      <w:r w:rsidR="0061102A" w:rsidRPr="00F67D4B">
        <w:rPr>
          <w:rStyle w:val="libFootnotenumChar"/>
          <w:rtl/>
        </w:rPr>
        <w:t>(1)</w:t>
      </w:r>
      <w:r w:rsidR="0061102A">
        <w:rPr>
          <w:rtl/>
        </w:rPr>
        <w:t xml:space="preserve"> </w:t>
      </w:r>
    </w:p>
    <w:p w:rsidR="0061102A" w:rsidRDefault="0061102A" w:rsidP="00BE6934">
      <w:pPr>
        <w:pStyle w:val="libNormal"/>
        <w:rPr>
          <w:rtl/>
        </w:rPr>
      </w:pPr>
    </w:p>
    <w:p w:rsidR="0061102A" w:rsidRDefault="0061102A" w:rsidP="00BE6934">
      <w:pPr>
        <w:pStyle w:val="Heading2Center"/>
        <w:rPr>
          <w:rtl/>
        </w:rPr>
      </w:pPr>
      <w:bookmarkStart w:id="33" w:name="_Toc268589"/>
      <w:r>
        <w:rPr>
          <w:rtl/>
        </w:rPr>
        <w:t>5_ كيميا</w:t>
      </w:r>
      <w:bookmarkEnd w:id="33"/>
    </w:p>
    <w:p w:rsidR="0061102A" w:rsidRDefault="0061102A" w:rsidP="00BE6934">
      <w:pPr>
        <w:pStyle w:val="libNormal"/>
        <w:rPr>
          <w:rtl/>
        </w:rPr>
      </w:pPr>
      <w:r>
        <w:rPr>
          <w:rtl/>
        </w:rPr>
        <w:t>كيميا كا مقولہ علم، فن اور جادو پر اطلاق ہوتا تھا كہ بتدريج كميسٹرى پر اطلاق ہونے لگا كيميا كا موضوع ايك روحانى قوت كے جسے غالباً '' حجر الفلاسفہ'' كا نام ديا گيا ہے كى موجودگى مي</w:t>
      </w:r>
      <w:r w:rsidR="000A0CDC">
        <w:rPr>
          <w:rtl/>
        </w:rPr>
        <w:t xml:space="preserve">ں </w:t>
      </w:r>
      <w:r>
        <w:rPr>
          <w:rtl/>
        </w:rPr>
        <w:t>مواد كو تبديل كرنے سے متعلق تھا، كيميا ان پنہان علوم كى ايك قسم ہے كہ جنہي</w:t>
      </w:r>
      <w:r w:rsidR="000A0CDC">
        <w:rPr>
          <w:rtl/>
        </w:rPr>
        <w:t xml:space="preserve">ں </w:t>
      </w:r>
      <w:r>
        <w:rPr>
          <w:rtl/>
        </w:rPr>
        <w:t>اصطلاحاً ''كلُّہ سر ''كہا جاتاہے يہ اصطلاح پانچ علوم كے پہلے حروف سے بنائي گئي ہے وہ پانچ پنہانى علوم يہ ہي</w:t>
      </w:r>
      <w:r w:rsidR="000A0CDC">
        <w:rPr>
          <w:rtl/>
        </w:rPr>
        <w:t xml:space="preserve">ں </w:t>
      </w:r>
      <w:r>
        <w:rPr>
          <w:rtl/>
        </w:rPr>
        <w:t xml:space="preserve">كيميا ، ليميا، ہيميا، سيميا، ريميا _ </w:t>
      </w:r>
    </w:p>
    <w:p w:rsidR="0061102A" w:rsidRDefault="0061102A" w:rsidP="00BE6934">
      <w:pPr>
        <w:pStyle w:val="libNormal"/>
        <w:rPr>
          <w:rtl/>
        </w:rPr>
      </w:pPr>
      <w:r>
        <w:rPr>
          <w:rtl/>
        </w:rPr>
        <w:t>كيميا مي</w:t>
      </w:r>
      <w:r w:rsidR="000A0CDC">
        <w:rPr>
          <w:rtl/>
        </w:rPr>
        <w:t xml:space="preserve">ں </w:t>
      </w:r>
      <w:r>
        <w:rPr>
          <w:rtl/>
        </w:rPr>
        <w:t>اس مادہ كے بارے مي</w:t>
      </w:r>
      <w:r w:rsidR="000A0CDC">
        <w:rPr>
          <w:rtl/>
        </w:rPr>
        <w:t xml:space="preserve">ں </w:t>
      </w:r>
      <w:r>
        <w:rPr>
          <w:rtl/>
        </w:rPr>
        <w:t>گفتگو كى جاتى تھى كہجسے استعمال كرنے سے معمولى دھاتي</w:t>
      </w:r>
      <w:r w:rsidR="000A0CDC">
        <w:rPr>
          <w:rtl/>
        </w:rPr>
        <w:t xml:space="preserve">ں </w:t>
      </w:r>
      <w:r>
        <w:rPr>
          <w:rtl/>
        </w:rPr>
        <w:t>جيسے لوہا و پيتل و غيرہ كا سونا چاندى مي</w:t>
      </w:r>
      <w:r w:rsidR="000A0CDC">
        <w:rPr>
          <w:rtl/>
        </w:rPr>
        <w:t xml:space="preserve">ں </w:t>
      </w:r>
      <w:r>
        <w:rPr>
          <w:rtl/>
        </w:rPr>
        <w:t>تبديل ہوجانا ممكن ہوجاتاہے، اس مادہ كو كيميا گر '' اكسير '' كہتے تھے، اسلامى علم كيميا مي</w:t>
      </w:r>
      <w:r w:rsidR="000A0CDC">
        <w:rPr>
          <w:rtl/>
        </w:rPr>
        <w:t xml:space="preserve">ں </w:t>
      </w:r>
      <w:r>
        <w:rPr>
          <w:rtl/>
        </w:rPr>
        <w:t>جو ظہور اسلام كے بعد پہلى صدى ہجرى مي</w:t>
      </w:r>
      <w:r w:rsidR="000A0CDC">
        <w:rPr>
          <w:rtl/>
        </w:rPr>
        <w:t xml:space="preserve">ں </w:t>
      </w:r>
      <w:r>
        <w:rPr>
          <w:rtl/>
        </w:rPr>
        <w:t>بہت سرعت سے پيدا ہوا اور آج روايتى طور طريقے كا حامل ہے ان بارہ صديو</w:t>
      </w:r>
      <w:r w:rsidR="000A0CDC">
        <w:rPr>
          <w:rtl/>
        </w:rPr>
        <w:t xml:space="preserve">ں </w:t>
      </w:r>
      <w:r>
        <w:rPr>
          <w:rtl/>
        </w:rPr>
        <w:t>مي</w:t>
      </w:r>
      <w:r w:rsidR="000A0CDC">
        <w:rPr>
          <w:rtl/>
        </w:rPr>
        <w:t xml:space="preserve">ں </w:t>
      </w:r>
      <w:r>
        <w:rPr>
          <w:rtl/>
        </w:rPr>
        <w:t>بہت سى كتابي</w:t>
      </w:r>
      <w:r w:rsidR="000A0CDC">
        <w:rPr>
          <w:rtl/>
        </w:rPr>
        <w:t xml:space="preserve">ں </w:t>
      </w:r>
      <w:r>
        <w:rPr>
          <w:rtl/>
        </w:rPr>
        <w:t>اس حوالے سے تاليف ہوئي ہي</w:t>
      </w:r>
      <w:r w:rsidR="000A0CDC">
        <w:rPr>
          <w:rtl/>
        </w:rPr>
        <w:t xml:space="preserve">ں </w:t>
      </w:r>
      <w:r>
        <w:rPr>
          <w:rtl/>
        </w:rPr>
        <w:t>كہ جن مي</w:t>
      </w:r>
      <w:r w:rsidR="000A0CDC">
        <w:rPr>
          <w:rtl/>
        </w:rPr>
        <w:t xml:space="preserve">ں </w:t>
      </w:r>
      <w:r>
        <w:rPr>
          <w:rtl/>
        </w:rPr>
        <w:t>اس ہنر پر بحث ہوتى رہى ہے ان مي</w:t>
      </w:r>
      <w:r w:rsidR="000A0CDC">
        <w:rPr>
          <w:rtl/>
        </w:rPr>
        <w:t xml:space="preserve">ں </w:t>
      </w:r>
      <w:r>
        <w:rPr>
          <w:rtl/>
        </w:rPr>
        <w:t>سے سب سے اہم ترين مجموعہ جابر بن حيان سے متعلق ہے كہ جو نہ صرف يہ كہ عالم اسلام بلكہ مغربى دنيا مي</w:t>
      </w:r>
      <w:r w:rsidR="000A0CDC">
        <w:rPr>
          <w:rtl/>
        </w:rPr>
        <w:t xml:space="preserve">ں </w:t>
      </w:r>
      <w:r>
        <w:rPr>
          <w:rtl/>
        </w:rPr>
        <w:t>بھى علم كيميا كے سب سے بڑے عالم شمار ہوتے مي</w:t>
      </w:r>
      <w:r w:rsidR="000A0CDC">
        <w:rPr>
          <w:rtl/>
        </w:rPr>
        <w:t xml:space="preserve">ں </w:t>
      </w:r>
      <w:r>
        <w:rPr>
          <w:rtl/>
        </w:rPr>
        <w:t>انكى ہى وجہ سے مسلمانو</w:t>
      </w:r>
      <w:r w:rsidR="000A0CDC">
        <w:rPr>
          <w:rtl/>
        </w:rPr>
        <w:t xml:space="preserve">ں </w:t>
      </w:r>
      <w:r>
        <w:rPr>
          <w:rtl/>
        </w:rPr>
        <w:t>مي</w:t>
      </w:r>
      <w:r w:rsidR="000A0CDC">
        <w:rPr>
          <w:rtl/>
        </w:rPr>
        <w:t xml:space="preserve">ں </w:t>
      </w:r>
      <w:r>
        <w:rPr>
          <w:rtl/>
        </w:rPr>
        <w:t>علم كيميا توہماتى ہنر سے تجرباتى سائنس كى صورت مي</w:t>
      </w:r>
      <w:r w:rsidR="000A0CDC">
        <w:rPr>
          <w:rtl/>
        </w:rPr>
        <w:t xml:space="preserve">ں </w:t>
      </w:r>
      <w:r>
        <w:rPr>
          <w:rtl/>
        </w:rPr>
        <w:t xml:space="preserve">سامنے آيا _ </w:t>
      </w:r>
    </w:p>
    <w:p w:rsidR="0061102A" w:rsidRDefault="0061102A" w:rsidP="00BE6934">
      <w:pPr>
        <w:pStyle w:val="libNormal"/>
        <w:rPr>
          <w:rtl/>
        </w:rPr>
      </w:pPr>
      <w:r>
        <w:rPr>
          <w:rtl/>
        </w:rPr>
        <w:t xml:space="preserve">جناب جابر خالص مايعات مثلا پانى ، شيرہ ،گھى اور خون و غيرہ كى تقطير </w:t>
      </w:r>
      <w:r w:rsidRPr="00F67D4B">
        <w:rPr>
          <w:rStyle w:val="libFootnotenumChar"/>
          <w:rtl/>
        </w:rPr>
        <w:t>(1)</w:t>
      </w:r>
      <w:r>
        <w:rPr>
          <w:rtl/>
        </w:rPr>
        <w:t xml:space="preserve"> كيا كرتے تھے اور وہ يہ سمجھتے تھے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1)دائرة المعارف بزرگ اسلامى ج 4 ابن نفيس كے ذيل مي</w:t>
      </w:r>
      <w:r w:rsidR="000A0CDC">
        <w:rPr>
          <w:rtl/>
        </w:rPr>
        <w:t xml:space="preserve">ں </w:t>
      </w:r>
      <w:r>
        <w:rPr>
          <w:rtl/>
        </w:rPr>
        <w:t>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كہ ہر بارجب بھى پانى كى تقطير كري</w:t>
      </w:r>
      <w:r w:rsidR="000A0CDC">
        <w:rPr>
          <w:rtl/>
        </w:rPr>
        <w:t xml:space="preserve">ں </w:t>
      </w:r>
      <w:r>
        <w:rPr>
          <w:rtl/>
        </w:rPr>
        <w:t>تو سابقہ خالص مادہ پر تازہ مادے كا اضافہ ہوجاتاہے يہانتك كہ يہ عمل تقطير سات سو بارتك جاپہنچے، انكى نظر مي</w:t>
      </w:r>
      <w:r w:rsidR="000A0CDC">
        <w:rPr>
          <w:rtl/>
        </w:rPr>
        <w:t xml:space="preserve">ں </w:t>
      </w:r>
      <w:r>
        <w:rPr>
          <w:rtl/>
        </w:rPr>
        <w:t xml:space="preserve">سونے كو حرارت دينے اور عمل تقطير كے ايك ہزار مراحل سے گزارنے كے بعد اكسير تك پہنچا جاسكتاتھا_ </w:t>
      </w:r>
    </w:p>
    <w:p w:rsidR="0061102A" w:rsidRDefault="0061102A" w:rsidP="00BE6934">
      <w:pPr>
        <w:pStyle w:val="libNormal"/>
        <w:rPr>
          <w:rtl/>
        </w:rPr>
      </w:pPr>
      <w:r>
        <w:rPr>
          <w:rtl/>
        </w:rPr>
        <w:t>جناب جابر سے منسوب كتابو</w:t>
      </w:r>
      <w:r w:rsidR="000A0CDC">
        <w:rPr>
          <w:rtl/>
        </w:rPr>
        <w:t xml:space="preserve">ں </w:t>
      </w:r>
      <w:r>
        <w:rPr>
          <w:rtl/>
        </w:rPr>
        <w:t>كى تعداد اسقدر زيادہ ہے كہ ان مي</w:t>
      </w:r>
      <w:r w:rsidR="000A0CDC">
        <w:rPr>
          <w:rtl/>
        </w:rPr>
        <w:t xml:space="preserve">ں </w:t>
      </w:r>
      <w:r>
        <w:rPr>
          <w:rtl/>
        </w:rPr>
        <w:t>بعض كى انكى طرف نسبت مشكوك ہے بعض اہل مغرب كے دانشورو</w:t>
      </w:r>
      <w:r w:rsidR="000A0CDC">
        <w:rPr>
          <w:rtl/>
        </w:rPr>
        <w:t xml:space="preserve">ں </w:t>
      </w:r>
      <w:r>
        <w:rPr>
          <w:rtl/>
        </w:rPr>
        <w:t>اور محققين كے نزديك ايسى كتابي</w:t>
      </w:r>
      <w:r w:rsidR="000A0CDC">
        <w:rPr>
          <w:rtl/>
        </w:rPr>
        <w:t xml:space="preserve">ں </w:t>
      </w:r>
      <w:r>
        <w:rPr>
          <w:rtl/>
        </w:rPr>
        <w:t>اسماعيلى فرقہ كے پيروكارو</w:t>
      </w:r>
      <w:r w:rsidR="000A0CDC">
        <w:rPr>
          <w:rtl/>
        </w:rPr>
        <w:t xml:space="preserve">ں </w:t>
      </w:r>
      <w:r>
        <w:rPr>
          <w:rtl/>
        </w:rPr>
        <w:t>نے چوتھى صدى ہجرى مي</w:t>
      </w:r>
      <w:r w:rsidR="000A0CDC">
        <w:rPr>
          <w:rtl/>
        </w:rPr>
        <w:t xml:space="preserve">ں </w:t>
      </w:r>
      <w:r>
        <w:rPr>
          <w:rtl/>
        </w:rPr>
        <w:t>تاليف كي</w:t>
      </w:r>
      <w:r w:rsidR="000A0CDC">
        <w:rPr>
          <w:rtl/>
        </w:rPr>
        <w:t xml:space="preserve">ں </w:t>
      </w:r>
      <w:r>
        <w:rPr>
          <w:rtl/>
        </w:rPr>
        <w:t xml:space="preserve">_ </w:t>
      </w:r>
    </w:p>
    <w:p w:rsidR="0061102A" w:rsidRDefault="0061102A" w:rsidP="00BE6934">
      <w:pPr>
        <w:pStyle w:val="libNormal"/>
        <w:rPr>
          <w:rtl/>
        </w:rPr>
      </w:pPr>
      <w:r>
        <w:rPr>
          <w:rtl/>
        </w:rPr>
        <w:t>جابر كے بعد مشہور اسلامى كيمياگر بلاشبہ محمد بن زكريا رازى ہي</w:t>
      </w:r>
      <w:r w:rsidR="000A0CDC">
        <w:rPr>
          <w:rtl/>
        </w:rPr>
        <w:t xml:space="preserve">ں </w:t>
      </w:r>
      <w:r>
        <w:rPr>
          <w:rtl/>
        </w:rPr>
        <w:t>جناب رازى علم طب سيكھنے سے قبل كيمياگر تھے منقول ہے كہ حد سے زيادہ كميكل تجربات كى بناء پر انكى نظر كمزور ہوگئي تھى اسى ليے مايوس ہوكر انہو</w:t>
      </w:r>
      <w:r w:rsidR="000A0CDC">
        <w:rPr>
          <w:rtl/>
        </w:rPr>
        <w:t xml:space="preserve">ں </w:t>
      </w:r>
      <w:r>
        <w:rPr>
          <w:rtl/>
        </w:rPr>
        <w:t>نے كيمياگرى چھوڑ دى ، جناب رازى اپنے آپ كو جابر كے شاگرد شمار كرتے تھے انہو</w:t>
      </w:r>
      <w:r w:rsidR="000A0CDC">
        <w:rPr>
          <w:rtl/>
        </w:rPr>
        <w:t xml:space="preserve">ں </w:t>
      </w:r>
      <w:r>
        <w:rPr>
          <w:rtl/>
        </w:rPr>
        <w:t>نے اپنى بيشتر كتب جو كيميا كے حوالے سے تحرير كي</w:t>
      </w:r>
      <w:r w:rsidR="000A0CDC">
        <w:rPr>
          <w:rtl/>
        </w:rPr>
        <w:t xml:space="preserve">ں </w:t>
      </w:r>
      <w:r>
        <w:rPr>
          <w:rtl/>
        </w:rPr>
        <w:t>انكے نام بھى جابر كى كتب كى مانند ركھے ہوئے تھے ، ليكن جابر كا علم كيميا فطرت كو بعنوان كتاب تكوين جانتے ہوئے اسكى باطنى تفسير و تاويل پر مبنى تھا كہ يہ چيز شيعہ اور صوفى مذہب مي</w:t>
      </w:r>
      <w:r w:rsidR="000A0CDC">
        <w:rPr>
          <w:rtl/>
        </w:rPr>
        <w:t xml:space="preserve">ں </w:t>
      </w:r>
      <w:r>
        <w:rPr>
          <w:rtl/>
        </w:rPr>
        <w:t xml:space="preserve">عقيدے كا ايك ركن ہے _ </w:t>
      </w:r>
    </w:p>
    <w:p w:rsidR="0061102A" w:rsidRDefault="0061102A" w:rsidP="00BE6934">
      <w:pPr>
        <w:pStyle w:val="libNormal"/>
        <w:rPr>
          <w:rtl/>
        </w:rPr>
      </w:pPr>
      <w:r>
        <w:rPr>
          <w:rtl/>
        </w:rPr>
        <w:t>جابر كے نزديك ہر علم بالخصوص كيميا كے تمام اشياء كے باطنى معنى كى تاويل كى روش كا استعمال اسكى ظاہرى نمود سے بھى ربط ركھتاہے اور اسكے رمزى و باطنى پہلو سے بھى مربوط ہے ، رازى نے روحانى تاويل كا انكار كرتے ہوئے كيميا كے رمزى پہلو سے چشم پوشى كى اور اسے كميسٹرى كى صورت مي</w:t>
      </w:r>
      <w:r w:rsidR="000A0CDC">
        <w:rPr>
          <w:rtl/>
        </w:rPr>
        <w:t xml:space="preserve">ں </w:t>
      </w:r>
      <w:r>
        <w:rPr>
          <w:rtl/>
        </w:rPr>
        <w:t>پيش كيا ، رازى كى كيميا مي</w:t>
      </w:r>
      <w:r w:rsidR="000A0CDC">
        <w:rPr>
          <w:rtl/>
        </w:rPr>
        <w:t xml:space="preserve">ں </w:t>
      </w:r>
      <w:r>
        <w:rPr>
          <w:rtl/>
        </w:rPr>
        <w:t>اہم ترين كتاب '' سرّ الاسرار'' اصل مي</w:t>
      </w:r>
      <w:r w:rsidR="000A0CDC">
        <w:rPr>
          <w:rtl/>
        </w:rPr>
        <w:t xml:space="preserve">ں </w:t>
      </w:r>
      <w:r>
        <w:rPr>
          <w:rtl/>
        </w:rPr>
        <w:t>ايك كيمسٹرى كى كتاب ہے كہ جو كيميا كى اصطلاحات كے ساتھ بيان ہوئي ہے</w:t>
      </w:r>
      <w:r w:rsidRPr="00F67D4B">
        <w:rPr>
          <w:rStyle w:val="libFootnotenumChar"/>
          <w:rtl/>
        </w:rPr>
        <w:t>(2)</w:t>
      </w:r>
      <w:r>
        <w:rPr>
          <w:rtl/>
        </w:rPr>
        <w:t xml:space="preserve"> اس كتاب مي</w:t>
      </w:r>
      <w:r w:rsidR="000A0CDC">
        <w:rPr>
          <w:rtl/>
        </w:rPr>
        <w:t xml:space="preserve">ں </w:t>
      </w:r>
      <w:r>
        <w:rPr>
          <w:rtl/>
        </w:rPr>
        <w:t xml:space="preserve">كيمسٹرى كے طريقہ كار اور تجربات كا ذكر ہوا ہے كہ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1)كيميا بمعنى سونا بنانے كا علم اور كميسٹرى بمعنى اشياء كے اجزا اور انكى بناوٹ كا علم _ </w:t>
      </w:r>
    </w:p>
    <w:p w:rsidR="002B3FC8" w:rsidRDefault="0061102A" w:rsidP="00BE6934">
      <w:pPr>
        <w:pStyle w:val="libFootnote"/>
        <w:rPr>
          <w:rtl/>
        </w:rPr>
      </w:pPr>
      <w:r>
        <w:rPr>
          <w:rtl/>
        </w:rPr>
        <w:t>2)تقطير ايك كيميائي عمل ہے كہ جسمي</w:t>
      </w:r>
      <w:r w:rsidR="000A0CDC">
        <w:rPr>
          <w:rtl/>
        </w:rPr>
        <w:t xml:space="preserve">ں </w:t>
      </w:r>
      <w:r>
        <w:rPr>
          <w:rtl/>
        </w:rPr>
        <w:t>حرارت كے ذريعے قطرہ قطرہ نكالا جاتاہے_</w:t>
      </w:r>
      <w:r w:rsidR="0069392F">
        <w:rPr>
          <w:rtl/>
        </w:rPr>
        <w:cr/>
      </w:r>
      <w:r w:rsidR="0069392F">
        <w:rPr>
          <w:rtl/>
        </w:rPr>
        <w:br w:type="page"/>
      </w:r>
    </w:p>
    <w:p w:rsidR="002B3FC8" w:rsidRDefault="002B3FC8" w:rsidP="00BE6934">
      <w:pPr>
        <w:pStyle w:val="libNormal"/>
        <w:rPr>
          <w:rtl/>
        </w:rPr>
      </w:pPr>
    </w:p>
    <w:p w:rsidR="0061102A" w:rsidRDefault="0069392F" w:rsidP="00BE6934">
      <w:pPr>
        <w:pStyle w:val="libNormal"/>
        <w:rPr>
          <w:rtl/>
        </w:rPr>
      </w:pPr>
      <w:r>
        <w:rPr>
          <w:rtl/>
        </w:rPr>
        <w:cr/>
      </w:r>
      <w:r w:rsidR="0061102A">
        <w:rPr>
          <w:rtl/>
        </w:rPr>
        <w:t>جسے خود رازى نے انجام ديا ہے ان كو كيميكل كى جديد صورتو</w:t>
      </w:r>
      <w:r w:rsidR="000A0CDC">
        <w:rPr>
          <w:rtl/>
        </w:rPr>
        <w:t xml:space="preserve">ں </w:t>
      </w:r>
      <w:r w:rsidR="0061102A">
        <w:rPr>
          <w:rtl/>
        </w:rPr>
        <w:t>مثلا تقطير،تكليس (ہوا كے ساتھ گرم كرنے كا عمل (</w:t>
      </w:r>
      <w:r w:rsidR="0061102A">
        <w:t>calcination</w:t>
      </w:r>
      <w:r w:rsidR="0061102A">
        <w:rPr>
          <w:rtl/>
        </w:rPr>
        <w:t>) تبلور (كسى مايع يا گيس مي</w:t>
      </w:r>
      <w:r w:rsidR="000A0CDC">
        <w:rPr>
          <w:rtl/>
        </w:rPr>
        <w:t xml:space="preserve">ں </w:t>
      </w:r>
      <w:r w:rsidR="0061102A">
        <w:rPr>
          <w:rtl/>
        </w:rPr>
        <w:t>شيشہ بنانے كا عمل (</w:t>
      </w:r>
      <w:r w:rsidR="0061102A">
        <w:t>crystalization</w:t>
      </w:r>
      <w:r w:rsidR="0061102A">
        <w:rPr>
          <w:rtl/>
        </w:rPr>
        <w:t>)كے مطابق سمجھا جاسكتاہے رازى نے اس كتاب اور اپنى ديگر كتب مي</w:t>
      </w:r>
      <w:r w:rsidR="000A0CDC">
        <w:rPr>
          <w:rtl/>
        </w:rPr>
        <w:t xml:space="preserve">ں </w:t>
      </w:r>
      <w:r w:rsidR="0061102A">
        <w:rPr>
          <w:rtl/>
        </w:rPr>
        <w:t>بہت سے آلات مثلا قرع (</w:t>
      </w:r>
      <w:r w:rsidR="0061102A">
        <w:t>Retort</w:t>
      </w:r>
      <w:r w:rsidR="0061102A">
        <w:rPr>
          <w:rtl/>
        </w:rPr>
        <w:t>) بڑے پيٹ والا شيشے كا ظرف تقطير جيسے اعمال كے ليے</w:t>
      </w:r>
      <w:r w:rsidR="0061102A" w:rsidRPr="00F67D4B">
        <w:rPr>
          <w:rStyle w:val="libFootnotenumChar"/>
          <w:rtl/>
        </w:rPr>
        <w:t>(1)</w:t>
      </w:r>
      <w:r w:rsidR="0061102A">
        <w:rPr>
          <w:rtl/>
        </w:rPr>
        <w:t xml:space="preserve"> ، انبيق (مايعات كى تقطير اور عرق نكالنے كا آلہ يا ظرف) </w:t>
      </w:r>
      <w:r w:rsidR="0061102A" w:rsidRPr="00F67D4B">
        <w:rPr>
          <w:rStyle w:val="libFootnotenumChar"/>
          <w:rtl/>
        </w:rPr>
        <w:t>(2)</w:t>
      </w:r>
      <w:r w:rsidR="0061102A">
        <w:rPr>
          <w:rtl/>
        </w:rPr>
        <w:t xml:space="preserve"> ديگ اور تيل سے چلنے والے چراغ كے بارے مي</w:t>
      </w:r>
      <w:r w:rsidR="000A0CDC">
        <w:rPr>
          <w:rtl/>
        </w:rPr>
        <w:t xml:space="preserve">ں </w:t>
      </w:r>
      <w:r w:rsidR="0061102A">
        <w:rPr>
          <w:rtl/>
        </w:rPr>
        <w:t>تشريح كى ان مي</w:t>
      </w:r>
      <w:r w:rsidR="000A0CDC">
        <w:rPr>
          <w:rtl/>
        </w:rPr>
        <w:t xml:space="preserve">ں </w:t>
      </w:r>
      <w:r w:rsidR="0061102A">
        <w:rPr>
          <w:rtl/>
        </w:rPr>
        <w:t>سے بعض چيز ي</w:t>
      </w:r>
      <w:r w:rsidR="000A0CDC">
        <w:rPr>
          <w:rtl/>
        </w:rPr>
        <w:t xml:space="preserve">ں </w:t>
      </w:r>
      <w:r w:rsidR="0061102A">
        <w:rPr>
          <w:rtl/>
        </w:rPr>
        <w:t>ابھى تك استعمال ہورہى ہي</w:t>
      </w:r>
      <w:r w:rsidR="000A0CDC">
        <w:rPr>
          <w:rtl/>
        </w:rPr>
        <w:t xml:space="preserve">ں </w:t>
      </w:r>
      <w:r w:rsidR="0061102A">
        <w:rPr>
          <w:rtl/>
        </w:rPr>
        <w:t xml:space="preserve">_ </w:t>
      </w:r>
    </w:p>
    <w:p w:rsidR="0061102A" w:rsidRDefault="0061102A" w:rsidP="00BE6934">
      <w:pPr>
        <w:pStyle w:val="libNormal"/>
        <w:rPr>
          <w:rtl/>
        </w:rPr>
      </w:pPr>
      <w:r>
        <w:rPr>
          <w:rtl/>
        </w:rPr>
        <w:t>چوتھى صدى ہجرى مي</w:t>
      </w:r>
      <w:r w:rsidR="000A0CDC">
        <w:rPr>
          <w:rtl/>
        </w:rPr>
        <w:t xml:space="preserve">ں </w:t>
      </w:r>
      <w:r>
        <w:rPr>
          <w:rtl/>
        </w:rPr>
        <w:t>بوعلى سينا اور فارابى نے اكسيرات اور كيميا سے مربوط بعض موضوعات پر لكھا، ليكن ان دونو</w:t>
      </w:r>
      <w:r w:rsidR="000A0CDC">
        <w:rPr>
          <w:rtl/>
        </w:rPr>
        <w:t xml:space="preserve">ں </w:t>
      </w:r>
      <w:r>
        <w:rPr>
          <w:rtl/>
        </w:rPr>
        <w:t>مي</w:t>
      </w:r>
      <w:r w:rsidR="000A0CDC">
        <w:rPr>
          <w:rtl/>
        </w:rPr>
        <w:t xml:space="preserve">ں </w:t>
      </w:r>
      <w:r>
        <w:rPr>
          <w:rtl/>
        </w:rPr>
        <w:t>سے كسى نے كيميا كے حوالے سے جدا كوئي رسالہ يا كتاب نہي</w:t>
      </w:r>
      <w:r w:rsidR="000A0CDC">
        <w:rPr>
          <w:rtl/>
        </w:rPr>
        <w:t xml:space="preserve">ں </w:t>
      </w:r>
      <w:r>
        <w:rPr>
          <w:rtl/>
        </w:rPr>
        <w:t>لكھى ، اس دور اور اسكے بعد كے ادوار مي</w:t>
      </w:r>
      <w:r w:rsidR="000A0CDC">
        <w:rPr>
          <w:rtl/>
        </w:rPr>
        <w:t xml:space="preserve">ں </w:t>
      </w:r>
      <w:r>
        <w:rPr>
          <w:rtl/>
        </w:rPr>
        <w:t>ديگر كيمياگران مي</w:t>
      </w:r>
      <w:r w:rsidR="000A0CDC">
        <w:rPr>
          <w:rtl/>
        </w:rPr>
        <w:t xml:space="preserve">ں </w:t>
      </w:r>
      <w:r>
        <w:rPr>
          <w:rtl/>
        </w:rPr>
        <w:t>سے جناب ابوالحكيم محمد بن عبدالمالك صالحى خوارزمى كہ جنكى كتاب كا نام '' رسالہ عين الصنعة و عون الصناع'' ہے انكے بعد ابوالقاسم عراقى كہ جو ساتوي</w:t>
      </w:r>
      <w:r w:rsidR="000A0CDC">
        <w:rPr>
          <w:rtl/>
        </w:rPr>
        <w:t xml:space="preserve">ں </w:t>
      </w:r>
      <w:r>
        <w:rPr>
          <w:rtl/>
        </w:rPr>
        <w:t>صدى ہجرى مي</w:t>
      </w:r>
      <w:r w:rsidR="000A0CDC">
        <w:rPr>
          <w:rtl/>
        </w:rPr>
        <w:t xml:space="preserve">ں </w:t>
      </w:r>
      <w:r>
        <w:rPr>
          <w:rtl/>
        </w:rPr>
        <w:t>موجود تھے انہو</w:t>
      </w:r>
      <w:r w:rsidR="000A0CDC">
        <w:rPr>
          <w:rtl/>
        </w:rPr>
        <w:t xml:space="preserve">ں </w:t>
      </w:r>
      <w:r>
        <w:rPr>
          <w:rtl/>
        </w:rPr>
        <w:t>نے كتاب '' المكتب فى زراعة الذہب '' كو تحرير كيا اسى طرح ساتوي</w:t>
      </w:r>
      <w:r w:rsidR="000A0CDC">
        <w:rPr>
          <w:rtl/>
        </w:rPr>
        <w:t xml:space="preserve">ں </w:t>
      </w:r>
      <w:r>
        <w:rPr>
          <w:rtl/>
        </w:rPr>
        <w:t>صدى ہجرى اور آٹھوي</w:t>
      </w:r>
      <w:r w:rsidR="000A0CDC">
        <w:rPr>
          <w:rtl/>
        </w:rPr>
        <w:t xml:space="preserve">ں </w:t>
      </w:r>
      <w:r>
        <w:rPr>
          <w:rtl/>
        </w:rPr>
        <w:t>صدى ہجرى كے آغاز كے كيميا دان جناب عبداللہ بن على كاشانى بھى معروف ہي</w:t>
      </w:r>
      <w:r w:rsidR="000A0CDC">
        <w:rPr>
          <w:rtl/>
        </w:rPr>
        <w:t xml:space="preserve">ں </w:t>
      </w:r>
      <w:r>
        <w:rPr>
          <w:rtl/>
        </w:rPr>
        <w:t xml:space="preserve">_ </w:t>
      </w:r>
    </w:p>
    <w:p w:rsidR="0061102A" w:rsidRDefault="0061102A" w:rsidP="00BE6934">
      <w:pPr>
        <w:pStyle w:val="libNormal"/>
        <w:rPr>
          <w:rtl/>
        </w:rPr>
      </w:pPr>
      <w:r>
        <w:rPr>
          <w:rtl/>
        </w:rPr>
        <w:t>اسلامى ادوار مي</w:t>
      </w:r>
      <w:r w:rsidR="000A0CDC">
        <w:rPr>
          <w:rtl/>
        </w:rPr>
        <w:t xml:space="preserve">ں </w:t>
      </w:r>
      <w:r>
        <w:rPr>
          <w:rtl/>
        </w:rPr>
        <w:t>آسمان كيميا پر آخرى درخشندہ ستارہ جناب عز الدين جلد كى ہي</w:t>
      </w:r>
      <w:r w:rsidR="000A0CDC">
        <w:rPr>
          <w:rtl/>
        </w:rPr>
        <w:t xml:space="preserve">ں </w:t>
      </w:r>
      <w:r>
        <w:rPr>
          <w:rtl/>
        </w:rPr>
        <w:t>كہ انكى تاليفات انكے زمانہ اور بعد مي</w:t>
      </w:r>
      <w:r w:rsidR="000A0CDC">
        <w:rPr>
          <w:rtl/>
        </w:rPr>
        <w:t xml:space="preserve">ں </w:t>
      </w:r>
      <w:r>
        <w:rPr>
          <w:rtl/>
        </w:rPr>
        <w:t>درسى مضمون اور معلومات كا منبع شمار ہوتى تھي</w:t>
      </w:r>
      <w:r w:rsidR="000A0CDC">
        <w:rPr>
          <w:rtl/>
        </w:rPr>
        <w:t xml:space="preserve">ں </w:t>
      </w:r>
      <w:r>
        <w:rPr>
          <w:rtl/>
        </w:rPr>
        <w:t>كتاب '' المصباح فى اسرار علم المفتاح اور البدر المنيرفى اسرار الاكسير '' انكے كيميا كے حوالے سے كتابو</w:t>
      </w:r>
      <w:r w:rsidR="000A0CDC">
        <w:rPr>
          <w:rtl/>
        </w:rPr>
        <w:t xml:space="preserve">ں </w:t>
      </w:r>
      <w:r>
        <w:rPr>
          <w:rtl/>
        </w:rPr>
        <w:t>كے چند نمونے ہي</w:t>
      </w:r>
      <w:r w:rsidR="000A0CDC">
        <w:rPr>
          <w:rtl/>
        </w:rPr>
        <w:t xml:space="preserve">ں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1)كسى چيز كو 950 درجہ پر حرارت دينا _ </w:t>
      </w:r>
    </w:p>
    <w:p w:rsidR="0061102A" w:rsidRDefault="0061102A" w:rsidP="00BE6934">
      <w:pPr>
        <w:pStyle w:val="libFootnote"/>
        <w:rPr>
          <w:rtl/>
        </w:rPr>
      </w:pPr>
      <w:r>
        <w:rPr>
          <w:rtl/>
        </w:rPr>
        <w:t xml:space="preserve">2)كوٹ كوٹ كر زرہ زرہ كرنے والا آلہ_ </w:t>
      </w:r>
    </w:p>
    <w:p w:rsidR="0061102A" w:rsidRDefault="0061102A" w:rsidP="00BE6934">
      <w:pPr>
        <w:pStyle w:val="libFootnote"/>
        <w:rPr>
          <w:rtl/>
        </w:rPr>
      </w:pPr>
      <w:r>
        <w:rPr>
          <w:rtl/>
        </w:rPr>
        <w:t xml:space="preserve">3)عرق نكالنے والا آلہ_ </w:t>
      </w:r>
    </w:p>
    <w:p w:rsidR="002B3FC8" w:rsidRDefault="0061102A" w:rsidP="00BE6934">
      <w:pPr>
        <w:pStyle w:val="libFootnote"/>
        <w:rPr>
          <w:rtl/>
        </w:rPr>
      </w:pPr>
      <w:r>
        <w:rPr>
          <w:rtl/>
        </w:rPr>
        <w:t>4)سيد حسين نصر، علم و تمدن در اسلام ،ترجمہ احمد آرام ، ج2 ص 234 تہران ،على اصغر حلبى ،تاريخ تمدن اسلام ،ج 1، ص 213 ، 323، 233_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34" w:name="_Toc268590"/>
      <w:r>
        <w:rPr>
          <w:rtl/>
        </w:rPr>
        <w:t>6_ فلسفہ :</w:t>
      </w:r>
      <w:bookmarkEnd w:id="34"/>
    </w:p>
    <w:p w:rsidR="0061102A" w:rsidRDefault="0061102A" w:rsidP="00BE6934">
      <w:pPr>
        <w:pStyle w:val="libNormal"/>
        <w:rPr>
          <w:rtl/>
        </w:rPr>
      </w:pPr>
      <w:r>
        <w:rPr>
          <w:rtl/>
        </w:rPr>
        <w:t>عالم اسلام مي</w:t>
      </w:r>
      <w:r w:rsidR="000A0CDC">
        <w:rPr>
          <w:rtl/>
        </w:rPr>
        <w:t xml:space="preserve">ں </w:t>
      </w:r>
      <w:r>
        <w:rPr>
          <w:rtl/>
        </w:rPr>
        <w:t>ابويوسف يعقوب بن اسحاق كندى (260 ، 185 ق ) سب سے پہلے فلسفى مسلمان شمار ہوتے ہي</w:t>
      </w:r>
      <w:r w:rsidR="000A0CDC">
        <w:rPr>
          <w:rtl/>
        </w:rPr>
        <w:t xml:space="preserve">ں </w:t>
      </w:r>
      <w:r>
        <w:rPr>
          <w:rtl/>
        </w:rPr>
        <w:t>وہ پہلے فرد تھے كہ جنہو</w:t>
      </w:r>
      <w:r w:rsidR="000A0CDC">
        <w:rPr>
          <w:rtl/>
        </w:rPr>
        <w:t xml:space="preserve">ں </w:t>
      </w:r>
      <w:r>
        <w:rPr>
          <w:rtl/>
        </w:rPr>
        <w:t>نے سائنس و فلسفہ مي</w:t>
      </w:r>
      <w:r w:rsidR="000A0CDC">
        <w:rPr>
          <w:rtl/>
        </w:rPr>
        <w:t xml:space="preserve">ں </w:t>
      </w:r>
      <w:r>
        <w:rPr>
          <w:rtl/>
        </w:rPr>
        <w:t>مطالعہ او رتحقيق شروع كى ، اسى ليے انہي</w:t>
      </w:r>
      <w:r w:rsidR="000A0CDC">
        <w:rPr>
          <w:rtl/>
        </w:rPr>
        <w:t xml:space="preserve">ں </w:t>
      </w:r>
      <w:r>
        <w:rPr>
          <w:rtl/>
        </w:rPr>
        <w:t>''فيلسوف العرب'' كا نام ديا گيا ، دوسرى اور تيسرى صدى ہجرى مي</w:t>
      </w:r>
      <w:r w:rsidR="000A0CDC">
        <w:rPr>
          <w:rtl/>
        </w:rPr>
        <w:t xml:space="preserve">ں </w:t>
      </w:r>
      <w:r>
        <w:rPr>
          <w:rtl/>
        </w:rPr>
        <w:t>كوفہ علوم عقلى كى تعليم و تحقيق كا مركز تھا كندى نے ايسى فضا مي</w:t>
      </w:r>
      <w:r w:rsidR="000A0CDC">
        <w:rPr>
          <w:rtl/>
        </w:rPr>
        <w:t xml:space="preserve">ں </w:t>
      </w:r>
      <w:r>
        <w:rPr>
          <w:rtl/>
        </w:rPr>
        <w:t>علم فلسفہ پڑھا، يونانى اور سريانى زبان سيكھى اور بہت سى اہم كتابو</w:t>
      </w:r>
      <w:r w:rsidR="000A0CDC">
        <w:rPr>
          <w:rtl/>
        </w:rPr>
        <w:t xml:space="preserve">ں </w:t>
      </w:r>
      <w:r>
        <w:rPr>
          <w:rtl/>
        </w:rPr>
        <w:t>كا عربى مي</w:t>
      </w:r>
      <w:r w:rsidR="000A0CDC">
        <w:rPr>
          <w:rtl/>
        </w:rPr>
        <w:t xml:space="preserve">ں </w:t>
      </w:r>
      <w:r>
        <w:rPr>
          <w:rtl/>
        </w:rPr>
        <w:t>ترجمہ كيا _ كندى كى كتابي</w:t>
      </w:r>
      <w:r w:rsidR="000A0CDC">
        <w:rPr>
          <w:rtl/>
        </w:rPr>
        <w:t xml:space="preserve">ں </w:t>
      </w:r>
      <w:r>
        <w:rPr>
          <w:rtl/>
        </w:rPr>
        <w:t>كہ جنكى تعداد 270 تك شمار كى گئي ہے سات اقسام مي</w:t>
      </w:r>
      <w:r w:rsidR="000A0CDC">
        <w:rPr>
          <w:rtl/>
        </w:rPr>
        <w:t xml:space="preserve">ں </w:t>
      </w:r>
      <w:r>
        <w:rPr>
          <w:rtl/>
        </w:rPr>
        <w:t>تقسيم ہوتى ہي</w:t>
      </w:r>
      <w:r w:rsidR="000A0CDC">
        <w:rPr>
          <w:rtl/>
        </w:rPr>
        <w:t xml:space="preserve">ں </w:t>
      </w:r>
      <w:r>
        <w:rPr>
          <w:rtl/>
        </w:rPr>
        <w:t>جن مي</w:t>
      </w:r>
      <w:r w:rsidR="000A0CDC">
        <w:rPr>
          <w:rtl/>
        </w:rPr>
        <w:t xml:space="preserve">ں </w:t>
      </w:r>
      <w:r>
        <w:rPr>
          <w:rtl/>
        </w:rPr>
        <w:t>سے فلسفہ ، منطق ، رياضى ، فلكيات ، موسيقى ، نجوم اور ہندسہ ہي</w:t>
      </w:r>
      <w:r w:rsidR="000A0CDC">
        <w:rPr>
          <w:rtl/>
        </w:rPr>
        <w:t xml:space="preserve">ں </w:t>
      </w:r>
      <w:r>
        <w:rPr>
          <w:rtl/>
        </w:rPr>
        <w:t>كندى پہلا شخص تھا كہ جن نے دين اور فلسفہ مي</w:t>
      </w:r>
      <w:r w:rsidR="000A0CDC">
        <w:rPr>
          <w:rtl/>
        </w:rPr>
        <w:t xml:space="preserve">ں </w:t>
      </w:r>
      <w:r>
        <w:rPr>
          <w:rtl/>
        </w:rPr>
        <w:t>مصالحت پيدا كى اور فارابى ، ابوعلى سينا اور ابن رشد كيلئے راستہ ہموار كيا انہو</w:t>
      </w:r>
      <w:r w:rsidR="000A0CDC">
        <w:rPr>
          <w:rtl/>
        </w:rPr>
        <w:t xml:space="preserve">ں </w:t>
      </w:r>
      <w:r>
        <w:rPr>
          <w:rtl/>
        </w:rPr>
        <w:t>نے ايك طرف سے اپنے پہلے نظريہ كے مطابق منطقيو</w:t>
      </w:r>
      <w:r w:rsidR="000A0CDC">
        <w:rPr>
          <w:rtl/>
        </w:rPr>
        <w:t xml:space="preserve">ں </w:t>
      </w:r>
      <w:r>
        <w:rPr>
          <w:rtl/>
        </w:rPr>
        <w:t>كى روش كو طے كيا اور دين كو فلسفہ كى حد تك تنزل ديا اور دوسرے نظريہ مي</w:t>
      </w:r>
      <w:r w:rsidR="000A0CDC">
        <w:rPr>
          <w:rtl/>
        </w:rPr>
        <w:t xml:space="preserve">ں </w:t>
      </w:r>
      <w:r>
        <w:rPr>
          <w:rtl/>
        </w:rPr>
        <w:t>دين كو ايك الہى علم جانتے ہوئے فلسفہ كى حد سے بڑھا ديا گويا كہ يہ علم پيغمبرانہ طاقت سے ہى پہچانا جا سكتا تھا،اسطرح دين كى فلسفى تفسير كرتے ہوئے دين كى فلسفہ سے صلح كروائي</w:t>
      </w:r>
      <w:r w:rsidRPr="00F67D4B">
        <w:rPr>
          <w:rStyle w:val="libFootnotenumChar"/>
          <w:rtl/>
        </w:rPr>
        <w:t>(1)</w:t>
      </w:r>
      <w:r>
        <w:rPr>
          <w:rtl/>
        </w:rPr>
        <w:t xml:space="preserve"> </w:t>
      </w:r>
    </w:p>
    <w:p w:rsidR="0061102A" w:rsidRDefault="0061102A" w:rsidP="00BE6934">
      <w:pPr>
        <w:pStyle w:val="libNormal"/>
        <w:rPr>
          <w:rtl/>
        </w:rPr>
      </w:pPr>
      <w:r>
        <w:rPr>
          <w:rtl/>
        </w:rPr>
        <w:t>عالم اسلام مي</w:t>
      </w:r>
      <w:r w:rsidR="000A0CDC">
        <w:rPr>
          <w:rtl/>
        </w:rPr>
        <w:t xml:space="preserve">ں </w:t>
      </w:r>
      <w:r>
        <w:rPr>
          <w:rtl/>
        </w:rPr>
        <w:t>قرون اولى كے دوسرے عظيم فلسفى محمد بن ذكريا رازى ہي</w:t>
      </w:r>
      <w:r w:rsidR="000A0CDC">
        <w:rPr>
          <w:rtl/>
        </w:rPr>
        <w:t xml:space="preserve">ں </w:t>
      </w:r>
      <w:r>
        <w:rPr>
          <w:rtl/>
        </w:rPr>
        <w:t>كہ ابن نديم كى تاليف كے مطابق وہ فلسفہ اور سائنس كو اچھى طرح جانتے تھے انكى تاليفات 47 تك شمار كى گئي ہي</w:t>
      </w:r>
      <w:r w:rsidR="000A0CDC">
        <w:rPr>
          <w:rtl/>
        </w:rPr>
        <w:t xml:space="preserve">ں </w:t>
      </w:r>
      <w:r>
        <w:rPr>
          <w:rtl/>
        </w:rPr>
        <w:t>كہ آج كم از كم انكے چھ فلسفى مقالے باقى رہ گئے ہي</w:t>
      </w:r>
      <w:r w:rsidR="000A0CDC">
        <w:rPr>
          <w:rtl/>
        </w:rPr>
        <w:t xml:space="preserve">ں </w:t>
      </w:r>
      <w:r>
        <w:rPr>
          <w:rtl/>
        </w:rPr>
        <w:t>جناب رازى اگرچہ فلسفہ مي</w:t>
      </w:r>
      <w:r w:rsidR="000A0CDC">
        <w:rPr>
          <w:rtl/>
        </w:rPr>
        <w:t xml:space="preserve">ں </w:t>
      </w:r>
      <w:r>
        <w:rPr>
          <w:rtl/>
        </w:rPr>
        <w:t>مرتب نظام نہي</w:t>
      </w:r>
      <w:r w:rsidR="000A0CDC">
        <w:rPr>
          <w:rtl/>
        </w:rPr>
        <w:t xml:space="preserve">ں </w:t>
      </w:r>
      <w:r>
        <w:rPr>
          <w:rtl/>
        </w:rPr>
        <w:t>ركھتے تھے ليكن اپنے دور كى صورت حال كو ديكھتے ہوئے عالم بشريت كى نظرياتى تاريخ مي</w:t>
      </w:r>
      <w:r w:rsidR="000A0CDC">
        <w:rPr>
          <w:rtl/>
        </w:rPr>
        <w:t xml:space="preserve">ں </w:t>
      </w:r>
      <w:r>
        <w:rPr>
          <w:rtl/>
        </w:rPr>
        <w:t>ايك مضبوط ترين اسلامى دانشور اور مفكر جانے گئے، وہ عقل كى اصالت كے قائل تھے ، او ر عقلى قوت پر بے پناہ اعتماد ركھتے تھے اور اللہ تعالى كى طرف حركت مي</w:t>
      </w:r>
      <w:r w:rsidR="000A0CDC">
        <w:rPr>
          <w:rtl/>
        </w:rPr>
        <w:t xml:space="preserve">ں </w:t>
      </w:r>
      <w:r>
        <w:rPr>
          <w:rtl/>
        </w:rPr>
        <w:t>ايمان ركھتے تھے ، ليكن اصالت عقل كا شدت سے پرچار كرنے ، نظر و قياس كے پيروكارو</w:t>
      </w:r>
      <w:r w:rsidR="000A0CDC">
        <w:rPr>
          <w:rtl/>
        </w:rPr>
        <w:t xml:space="preserve">ں </w:t>
      </w:r>
      <w:r>
        <w:rPr>
          <w:rtl/>
        </w:rPr>
        <w:t xml:space="preserve">اور تجميع دين و فلسفہ كے معتقدين پر شديد حملے كرنے كے سبب ،بعض ايرانى فلسفى اصول اور اارسطو سے پہلے والے فلاسفہ </w:t>
      </w:r>
    </w:p>
    <w:p w:rsidR="0061102A" w:rsidRDefault="003A7D4A" w:rsidP="00BE6934">
      <w:pPr>
        <w:pStyle w:val="libLine"/>
        <w:rPr>
          <w:rtl/>
        </w:rPr>
      </w:pPr>
      <w:r>
        <w:rPr>
          <w:rtl/>
        </w:rPr>
        <w:t>____________________</w:t>
      </w:r>
    </w:p>
    <w:p w:rsidR="002B3FC8" w:rsidRDefault="0061102A" w:rsidP="00BE6934">
      <w:pPr>
        <w:pStyle w:val="libFootnote"/>
        <w:rPr>
          <w:rtl/>
        </w:rPr>
      </w:pPr>
      <w:r>
        <w:rPr>
          <w:rtl/>
        </w:rPr>
        <w:t>1) ذبيح اللہ صفا، تاريخ علوم عقلى در تمدن اسلامى تا اواسط سدہ پنجم ج 1 ، ص 5،162_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بالخصوص ذيمقراطيس كے نظريات پر توجہ كرنے كے باعث اور بعض خاص عقايد كى بناء پر علماء اسلام كا ايك بہت بڑا گروہ انكا شديد مخالف ہوا بعض نے انہي</w:t>
      </w:r>
      <w:r w:rsidR="000A0CDC">
        <w:rPr>
          <w:rtl/>
        </w:rPr>
        <w:t xml:space="preserve">ں </w:t>
      </w:r>
      <w:r>
        <w:rPr>
          <w:rtl/>
        </w:rPr>
        <w:t>صرف ايك طبى شخص جانا اور انہي</w:t>
      </w:r>
      <w:r w:rsidR="000A0CDC">
        <w:rPr>
          <w:rtl/>
        </w:rPr>
        <w:t xml:space="preserve">ں </w:t>
      </w:r>
      <w:r>
        <w:rPr>
          <w:rtl/>
        </w:rPr>
        <w:t>فلسفى ابحاث مي</w:t>
      </w:r>
      <w:r w:rsidR="000A0CDC">
        <w:rPr>
          <w:rtl/>
        </w:rPr>
        <w:t xml:space="preserve">ں </w:t>
      </w:r>
      <w:r>
        <w:rPr>
          <w:rtl/>
        </w:rPr>
        <w:t>داخل ہونے كا حق نہ ديا بہت سے اسلامى محققين اور دانشورو</w:t>
      </w:r>
      <w:r w:rsidR="000A0CDC">
        <w:rPr>
          <w:rtl/>
        </w:rPr>
        <w:t xml:space="preserve">ں </w:t>
      </w:r>
      <w:r>
        <w:rPr>
          <w:rtl/>
        </w:rPr>
        <w:t>نے انہي</w:t>
      </w:r>
      <w:r w:rsidR="000A0CDC">
        <w:rPr>
          <w:rtl/>
        </w:rPr>
        <w:t xml:space="preserve">ں </w:t>
      </w:r>
      <w:r>
        <w:rPr>
          <w:rtl/>
        </w:rPr>
        <w:t>ملحد ، نادان ، غافل اور جاہل جيسے خطاب ديے اور بہت سے ديگر اسلامى مفكرين مثلا ابونصر فارابى ، ابن حزم اندلسى ، ابن رضوان ، ناصر خسرو اور فخرالدين رازى نے انكى كتابو</w:t>
      </w:r>
      <w:r w:rsidR="000A0CDC">
        <w:rPr>
          <w:rtl/>
        </w:rPr>
        <w:t xml:space="preserve">ں </w:t>
      </w:r>
      <w:r>
        <w:rPr>
          <w:rtl/>
        </w:rPr>
        <w:t>پر تنقيد لكھي</w:t>
      </w:r>
      <w:r w:rsidRPr="00F67D4B">
        <w:rPr>
          <w:rStyle w:val="libFootnotenumChar"/>
          <w:rtl/>
        </w:rPr>
        <w:t>(1)</w:t>
      </w:r>
      <w:r>
        <w:rPr>
          <w:rtl/>
        </w:rPr>
        <w:t xml:space="preserve"> </w:t>
      </w:r>
    </w:p>
    <w:p w:rsidR="0061102A" w:rsidRDefault="0061102A" w:rsidP="00BE6934">
      <w:pPr>
        <w:pStyle w:val="libNormal"/>
        <w:rPr>
          <w:rtl/>
        </w:rPr>
      </w:pPr>
      <w:r>
        <w:rPr>
          <w:rtl/>
        </w:rPr>
        <w:t>رازى كے بعد افلاطون اور ارسطو كے فلسفہ كى تائيد اور ان دونو</w:t>
      </w:r>
      <w:r w:rsidR="000A0CDC">
        <w:rPr>
          <w:rtl/>
        </w:rPr>
        <w:t xml:space="preserve">ں </w:t>
      </w:r>
      <w:r>
        <w:rPr>
          <w:rtl/>
        </w:rPr>
        <w:t>كى آراء كو آپس مي</w:t>
      </w:r>
      <w:r w:rsidR="000A0CDC">
        <w:rPr>
          <w:rtl/>
        </w:rPr>
        <w:t xml:space="preserve">ں </w:t>
      </w:r>
      <w:r>
        <w:rPr>
          <w:rtl/>
        </w:rPr>
        <w:t>قريب لانے ، جديد افلاطونى حضرات كى پيروى كرنے اور حكمت كے قواعد كو اسلام مي</w:t>
      </w:r>
      <w:r w:rsidR="000A0CDC">
        <w:rPr>
          <w:rtl/>
        </w:rPr>
        <w:t xml:space="preserve">ں </w:t>
      </w:r>
      <w:r>
        <w:rPr>
          <w:rtl/>
        </w:rPr>
        <w:t>مطابقت دينے مي</w:t>
      </w:r>
      <w:r w:rsidR="000A0CDC">
        <w:rPr>
          <w:rtl/>
        </w:rPr>
        <w:t xml:space="preserve">ں </w:t>
      </w:r>
      <w:r>
        <w:rPr>
          <w:rtl/>
        </w:rPr>
        <w:t>عظيم مقام ركھنے والے جناب ابونصر فارابى ہي</w:t>
      </w:r>
      <w:r w:rsidR="000A0CDC">
        <w:rPr>
          <w:rtl/>
        </w:rPr>
        <w:t xml:space="preserve">ں </w:t>
      </w:r>
      <w:r>
        <w:rPr>
          <w:rtl/>
        </w:rPr>
        <w:t>كہ جنہي</w:t>
      </w:r>
      <w:r w:rsidR="000A0CDC">
        <w:rPr>
          <w:rtl/>
        </w:rPr>
        <w:t xml:space="preserve">ں </w:t>
      </w:r>
      <w:r>
        <w:rPr>
          <w:rtl/>
        </w:rPr>
        <w:t>''معلم ثانى '' كا لقب صحيح طور پر ملا</w:t>
      </w:r>
      <w:r w:rsidRPr="00F67D4B">
        <w:rPr>
          <w:rStyle w:val="libFootnotenumChar"/>
          <w:rtl/>
        </w:rPr>
        <w:t>(2)</w:t>
      </w:r>
      <w:r>
        <w:rPr>
          <w:rtl/>
        </w:rPr>
        <w:t xml:space="preserve"> </w:t>
      </w:r>
    </w:p>
    <w:p w:rsidR="0061102A" w:rsidRDefault="0061102A" w:rsidP="00BE6934">
      <w:pPr>
        <w:pStyle w:val="libNormal"/>
        <w:rPr>
          <w:rtl/>
        </w:rPr>
      </w:pPr>
      <w:r>
        <w:rPr>
          <w:rtl/>
        </w:rPr>
        <w:t>فارابى كا فلسفہ پچھلى تحقيقات سے مختلف تھا اس ليے كہ انہو</w:t>
      </w:r>
      <w:r w:rsidR="000A0CDC">
        <w:rPr>
          <w:rtl/>
        </w:rPr>
        <w:t xml:space="preserve">ں </w:t>
      </w:r>
      <w:r>
        <w:rPr>
          <w:rtl/>
        </w:rPr>
        <w:t>نے گذشتہ فلاسفہ كى آراء كے مطالعہ كرتے ہوئے انہي</w:t>
      </w:r>
      <w:r w:rsidR="000A0CDC">
        <w:rPr>
          <w:rtl/>
        </w:rPr>
        <w:t xml:space="preserve">ں </w:t>
      </w:r>
      <w:r>
        <w:rPr>
          <w:rtl/>
        </w:rPr>
        <w:t>انكے اس خاص كلچر پرمبنى ماحول ( جسمي</w:t>
      </w:r>
      <w:r w:rsidR="000A0CDC">
        <w:rPr>
          <w:rtl/>
        </w:rPr>
        <w:t xml:space="preserve">ں </w:t>
      </w:r>
      <w:r>
        <w:rPr>
          <w:rtl/>
        </w:rPr>
        <w:t>وہ زندگى گزار رہے تھے ) كے تناظر مي</w:t>
      </w:r>
      <w:r w:rsidR="000A0CDC">
        <w:rPr>
          <w:rtl/>
        </w:rPr>
        <w:t xml:space="preserve">ں </w:t>
      </w:r>
      <w:r>
        <w:rPr>
          <w:rtl/>
        </w:rPr>
        <w:t>ديكھا ہے ،انكا يہ ايمان تھا كہ فلسفہ بنيادى طور پر ايك مفہوم واحد ہے كہ جسكا مقصد حقيقت كى جستجو ہے اسى ليے انكى نظر مي</w:t>
      </w:r>
      <w:r w:rsidR="000A0CDC">
        <w:rPr>
          <w:rtl/>
        </w:rPr>
        <w:t xml:space="preserve">ں </w:t>
      </w:r>
      <w:r>
        <w:rPr>
          <w:rtl/>
        </w:rPr>
        <w:t>فلسفى حقيقت اور دينى حقيقت آپس مي</w:t>
      </w:r>
      <w:r w:rsidR="000A0CDC">
        <w:rPr>
          <w:rtl/>
        </w:rPr>
        <w:t xml:space="preserve">ں </w:t>
      </w:r>
      <w:r>
        <w:rPr>
          <w:rtl/>
        </w:rPr>
        <w:t>ہماہنگى اور مطابقت ركھتى ہي</w:t>
      </w:r>
      <w:r w:rsidR="000A0CDC">
        <w:rPr>
          <w:rtl/>
        </w:rPr>
        <w:t xml:space="preserve">ں </w:t>
      </w:r>
      <w:r>
        <w:rPr>
          <w:rtl/>
        </w:rPr>
        <w:t>لہذا ان دونو</w:t>
      </w:r>
      <w:r w:rsidR="000A0CDC">
        <w:rPr>
          <w:rtl/>
        </w:rPr>
        <w:t xml:space="preserve">ں </w:t>
      </w:r>
      <w:r>
        <w:rPr>
          <w:rtl/>
        </w:rPr>
        <w:t>كى تركيب سے ايك نئے فلسفہ كو وجود مي</w:t>
      </w:r>
      <w:r w:rsidR="000A0CDC">
        <w:rPr>
          <w:rtl/>
        </w:rPr>
        <w:t xml:space="preserve">ں </w:t>
      </w:r>
      <w:r>
        <w:rPr>
          <w:rtl/>
        </w:rPr>
        <w:t xml:space="preserve">لايا جائے_ </w:t>
      </w:r>
    </w:p>
    <w:p w:rsidR="0061102A" w:rsidRDefault="0061102A" w:rsidP="00BE6934">
      <w:pPr>
        <w:pStyle w:val="libNormal"/>
        <w:rPr>
          <w:rtl/>
        </w:rPr>
      </w:pPr>
      <w:r>
        <w:rPr>
          <w:rtl/>
        </w:rPr>
        <w:t>اس دور كے ديگرعظيم فلسفى جناب ابن مسكويہ ہي</w:t>
      </w:r>
      <w:r w:rsidR="000A0CDC">
        <w:rPr>
          <w:rtl/>
        </w:rPr>
        <w:t xml:space="preserve">ں </w:t>
      </w:r>
      <w:r>
        <w:rPr>
          <w:rtl/>
        </w:rPr>
        <w:t>كہ حداقل ان سے اس موضوع مي</w:t>
      </w:r>
      <w:r w:rsidR="000A0CDC">
        <w:rPr>
          <w:rtl/>
        </w:rPr>
        <w:t xml:space="preserve">ں </w:t>
      </w:r>
      <w:r>
        <w:rPr>
          <w:rtl/>
        </w:rPr>
        <w:t>چودہ رسالے باقى رہ گئے ہي</w:t>
      </w:r>
      <w:r w:rsidR="000A0CDC">
        <w:rPr>
          <w:rtl/>
        </w:rPr>
        <w:t xml:space="preserve">ں </w:t>
      </w:r>
      <w:r>
        <w:rPr>
          <w:rtl/>
        </w:rPr>
        <w:t>، ابن مسكويہ نے اپنے ايك اہم ترين رسالہ بنام '' الفوز الاصغر'' مي</w:t>
      </w:r>
      <w:r w:rsidR="000A0CDC">
        <w:rPr>
          <w:rtl/>
        </w:rPr>
        <w:t xml:space="preserve">ں </w:t>
      </w:r>
      <w:r>
        <w:rPr>
          <w:rtl/>
        </w:rPr>
        <w:t>انسان كى خلقت كے حوالے سے اپنا ايك جديد نظريہ پيش كيا اس نظريہ مي</w:t>
      </w:r>
      <w:r w:rsidR="000A0CDC">
        <w:rPr>
          <w:rtl/>
        </w:rPr>
        <w:t xml:space="preserve">ں </w:t>
      </w:r>
      <w:r>
        <w:rPr>
          <w:rtl/>
        </w:rPr>
        <w:t>انہو</w:t>
      </w:r>
      <w:r w:rsidR="000A0CDC">
        <w:rPr>
          <w:rtl/>
        </w:rPr>
        <w:t xml:space="preserve">ں </w:t>
      </w:r>
      <w:r>
        <w:rPr>
          <w:rtl/>
        </w:rPr>
        <w:t>نے يہ ثابت كرنے كى كوشش كى كہ يہ خلقت عدم سے حقيقت مي</w:t>
      </w:r>
      <w:r w:rsidR="000A0CDC">
        <w:rPr>
          <w:rtl/>
        </w:rPr>
        <w:t xml:space="preserve">ں </w:t>
      </w:r>
      <w:r>
        <w:rPr>
          <w:rtl/>
        </w:rPr>
        <w:t>آئي ہے اور صورتي</w:t>
      </w:r>
      <w:r w:rsidR="000A0CDC">
        <w:rPr>
          <w:rtl/>
        </w:rPr>
        <w:t xml:space="preserve">ں </w:t>
      </w:r>
      <w:r>
        <w:rPr>
          <w:rtl/>
        </w:rPr>
        <w:t>بتدريج تبديل ہوجاتى ہي</w:t>
      </w:r>
      <w:r w:rsidR="000A0CDC">
        <w:rPr>
          <w:rtl/>
        </w:rPr>
        <w:t xml:space="preserve">ں </w:t>
      </w:r>
      <w:r>
        <w:rPr>
          <w:rtl/>
        </w:rPr>
        <w:t>ليكن مادہ اصلى شكل مي</w:t>
      </w:r>
      <w:r w:rsidR="000A0CDC">
        <w:rPr>
          <w:rtl/>
        </w:rPr>
        <w:t xml:space="preserve">ں </w:t>
      </w:r>
      <w:r>
        <w:rPr>
          <w:rtl/>
        </w:rPr>
        <w:t xml:space="preserve">باقى رہتا ہے پہلى صورت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محمد بن زكريا رازى ، سيرت فلسفى ترجمہ عباس اقبال_ </w:t>
      </w:r>
    </w:p>
    <w:p w:rsidR="00D22BC1" w:rsidRDefault="0061102A" w:rsidP="00BE6934">
      <w:pPr>
        <w:pStyle w:val="libFootnote"/>
        <w:rPr>
          <w:rtl/>
        </w:rPr>
      </w:pPr>
      <w:r>
        <w:rPr>
          <w:rtl/>
        </w:rPr>
        <w:t>2)ابن خلكان ، وفيات الاعيان ، قاہرہ ، 1275 ،ج 2، ص114_112_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مكمل طور پر ختم ہوجاتى ہے جبكہ بعد والى صورتي</w:t>
      </w:r>
      <w:r w:rsidR="000A0CDC">
        <w:rPr>
          <w:rtl/>
        </w:rPr>
        <w:t xml:space="preserve">ں </w:t>
      </w:r>
      <w:r>
        <w:rPr>
          <w:rtl/>
        </w:rPr>
        <w:t>عدم سے وجود مي</w:t>
      </w:r>
      <w:r w:rsidR="000A0CDC">
        <w:rPr>
          <w:rtl/>
        </w:rPr>
        <w:t xml:space="preserve">ں </w:t>
      </w:r>
      <w:r>
        <w:rPr>
          <w:rtl/>
        </w:rPr>
        <w:t>تبديل ہوتى رہتى ہي</w:t>
      </w:r>
      <w:r w:rsidR="000A0CDC">
        <w:rPr>
          <w:rtl/>
        </w:rPr>
        <w:t xml:space="preserve">ں </w:t>
      </w:r>
      <w:r>
        <w:rPr>
          <w:rtl/>
        </w:rPr>
        <w:t>لہذا تمام مخلوقات عدم سے تخليق ہوئي ہي</w:t>
      </w:r>
      <w:r w:rsidR="000A0CDC">
        <w:rPr>
          <w:rtl/>
        </w:rPr>
        <w:t xml:space="preserve">ں </w:t>
      </w:r>
      <w:r>
        <w:rPr>
          <w:rtl/>
        </w:rPr>
        <w:t>انسان كے حوالے سے انكا عقيدہ ہے كہ انسان كى خلقت اور كمال تك پہچنے كا سفر چار مراحل '' جمادى ، نباتى ، حيوانى اور انسانى '' پر مشتمل ہے اور انسان مي</w:t>
      </w:r>
      <w:r w:rsidR="000A0CDC">
        <w:rPr>
          <w:rtl/>
        </w:rPr>
        <w:t xml:space="preserve">ں </w:t>
      </w:r>
      <w:r>
        <w:rPr>
          <w:rtl/>
        </w:rPr>
        <w:t>روح كے نام كى ايك چيز ہے كہ جو حاضر ، غائب ، محسوس اور معقول امور كودرك كرتى ہے نيز پيچيدہ مادى امور كو بھى درك كر سكتى ہے_</w:t>
      </w:r>
      <w:r w:rsidRPr="00F67D4B">
        <w:rPr>
          <w:rStyle w:val="libFootnotenumChar"/>
          <w:rtl/>
        </w:rPr>
        <w:t>(1)</w:t>
      </w:r>
      <w:r>
        <w:rPr>
          <w:rtl/>
        </w:rPr>
        <w:t xml:space="preserve"> </w:t>
      </w:r>
    </w:p>
    <w:p w:rsidR="0061102A" w:rsidRDefault="0061102A" w:rsidP="00BE6934">
      <w:pPr>
        <w:pStyle w:val="libNormal"/>
        <w:rPr>
          <w:rtl/>
        </w:rPr>
      </w:pPr>
      <w:r>
        <w:rPr>
          <w:rtl/>
        </w:rPr>
        <w:t>اسى دور مي</w:t>
      </w:r>
      <w:r w:rsidR="000A0CDC">
        <w:rPr>
          <w:rtl/>
        </w:rPr>
        <w:t xml:space="preserve">ں </w:t>
      </w:r>
      <w:r>
        <w:rPr>
          <w:rtl/>
        </w:rPr>
        <w:t>بو على سينا بھى ايك عظيم ترين فلسفى كے عنوان سے موجود ہي</w:t>
      </w:r>
      <w:r w:rsidR="000A0CDC">
        <w:rPr>
          <w:rtl/>
        </w:rPr>
        <w:t xml:space="preserve">ں </w:t>
      </w:r>
      <w:r>
        <w:rPr>
          <w:rtl/>
        </w:rPr>
        <w:t>كہ جو ايك اہم شخصيت ہونے كے ساتھ ساتھ محكم اور درخشندہ فلسفى نظام كے بھى حامل ہي</w:t>
      </w:r>
      <w:r w:rsidR="000A0CDC">
        <w:rPr>
          <w:rtl/>
        </w:rPr>
        <w:t xml:space="preserve">ں </w:t>
      </w:r>
      <w:r>
        <w:rPr>
          <w:rtl/>
        </w:rPr>
        <w:t>انكى اہم اور برجستہ خصوصيت كہ جس كى بناء پر نہ صرف عالم اسلام بلكہ اہل مغرب كے قرون وسطى مي</w:t>
      </w:r>
      <w:r w:rsidR="000A0CDC">
        <w:rPr>
          <w:rtl/>
        </w:rPr>
        <w:t xml:space="preserve">ں </w:t>
      </w:r>
      <w:r>
        <w:rPr>
          <w:rtl/>
        </w:rPr>
        <w:t>يگانہ شخصيت بن كر ابھرے يہ تھى كہ فلسفہ كے بعض بنيادى مفاہيم كى دليل كے ساتھ خاص ايسى تعريف پيش كى جو صرف انكى ذات كے ساتھ خاص تھي، بو على سينا نے شناخت ، نبوت ، خدا ، جہان ، انسان اور حيات ، نفس كا بدن سے رابط اور انكى مانند ہر ايك نظريات كے حوالے سے تفصيلى اور جداگانہ معلومات فراہم كي</w:t>
      </w:r>
      <w:r w:rsidR="000A0CDC">
        <w:rPr>
          <w:rtl/>
        </w:rPr>
        <w:t xml:space="preserve">ں </w:t>
      </w:r>
      <w:r>
        <w:rPr>
          <w:rtl/>
        </w:rPr>
        <w:t xml:space="preserve">_ </w:t>
      </w:r>
    </w:p>
    <w:p w:rsidR="0061102A" w:rsidRDefault="0061102A" w:rsidP="00BE6934">
      <w:pPr>
        <w:pStyle w:val="libNormal"/>
        <w:rPr>
          <w:rtl/>
        </w:rPr>
      </w:pPr>
      <w:r>
        <w:rPr>
          <w:rtl/>
        </w:rPr>
        <w:t>انكے يہ نظريات قرون وسطى كے ادوار مي</w:t>
      </w:r>
      <w:r w:rsidR="000A0CDC">
        <w:rPr>
          <w:rtl/>
        </w:rPr>
        <w:t xml:space="preserve">ں </w:t>
      </w:r>
      <w:r>
        <w:rPr>
          <w:rtl/>
        </w:rPr>
        <w:t>شدت كے ساتھ مشرق اور مغرب مي</w:t>
      </w:r>
      <w:r w:rsidR="000A0CDC">
        <w:rPr>
          <w:rtl/>
        </w:rPr>
        <w:t xml:space="preserve">ں </w:t>
      </w:r>
      <w:r>
        <w:rPr>
          <w:rtl/>
        </w:rPr>
        <w:t>چھاگئے اور يورپ كے اہم سكولو</w:t>
      </w:r>
      <w:r w:rsidR="000A0CDC">
        <w:rPr>
          <w:rtl/>
        </w:rPr>
        <w:t xml:space="preserve">ں </w:t>
      </w:r>
      <w:r>
        <w:rPr>
          <w:rtl/>
        </w:rPr>
        <w:t>اور يونيورسيٹو</w:t>
      </w:r>
      <w:r w:rsidR="000A0CDC">
        <w:rPr>
          <w:rtl/>
        </w:rPr>
        <w:t xml:space="preserve">ں </w:t>
      </w:r>
      <w:r>
        <w:rPr>
          <w:rtl/>
        </w:rPr>
        <w:t>مي</w:t>
      </w:r>
      <w:r w:rsidR="000A0CDC">
        <w:rPr>
          <w:rtl/>
        </w:rPr>
        <w:t xml:space="preserve">ں </w:t>
      </w:r>
      <w:r>
        <w:rPr>
          <w:rtl/>
        </w:rPr>
        <w:t>پڑھائے جانے لگے انہو</w:t>
      </w:r>
      <w:r w:rsidR="000A0CDC">
        <w:rPr>
          <w:rtl/>
        </w:rPr>
        <w:t xml:space="preserve">ں </w:t>
      </w:r>
      <w:r>
        <w:rPr>
          <w:rtl/>
        </w:rPr>
        <w:t>نے ايك لحاظ سے دو دنياؤ</w:t>
      </w:r>
      <w:r w:rsidR="000A0CDC">
        <w:rPr>
          <w:rtl/>
        </w:rPr>
        <w:t xml:space="preserve">ں </w:t>
      </w:r>
      <w:r>
        <w:rPr>
          <w:rtl/>
        </w:rPr>
        <w:t>يعنى عقلى اور دينى پر كہ جو يونان كے فلسفہ اور مذہب اسلام كو تشكيل ديتے تھے پر تكيہ كيا، عقلى لحاظ سے انہو</w:t>
      </w:r>
      <w:r w:rsidR="000A0CDC">
        <w:rPr>
          <w:rtl/>
        </w:rPr>
        <w:t xml:space="preserve">ں </w:t>
      </w:r>
      <w:r>
        <w:rPr>
          <w:rtl/>
        </w:rPr>
        <w:t>نے وحى كى ضرورت اور لازمى ہونے كو دليل سے ثابت كيا كہ عقلى اور روحى بصيرت ايك بلندترين عنايت ہے كہ جو پيغمبر (ص) كو عطا ہوئي ہے اور پيغمبر (ص) كى روح اسقدر قوى اور قدرت كى مالك ہوتى ہے كہ عقلى مفاہيم كو زندہ اور متحرك صورتو</w:t>
      </w:r>
      <w:r w:rsidR="000A0CDC">
        <w:rPr>
          <w:rtl/>
        </w:rPr>
        <w:t xml:space="preserve">ں </w:t>
      </w:r>
      <w:r>
        <w:rPr>
          <w:rtl/>
        </w:rPr>
        <w:t>مي</w:t>
      </w:r>
      <w:r w:rsidR="000A0CDC">
        <w:rPr>
          <w:rtl/>
        </w:rPr>
        <w:t xml:space="preserve">ں </w:t>
      </w:r>
      <w:r>
        <w:rPr>
          <w:rtl/>
        </w:rPr>
        <w:t>لے آتى ہے جسے ايمان كے طور پرلوگو</w:t>
      </w:r>
      <w:r w:rsidR="000A0CDC">
        <w:rPr>
          <w:rtl/>
        </w:rPr>
        <w:t xml:space="preserve">ں </w:t>
      </w:r>
      <w:r>
        <w:rPr>
          <w:rtl/>
        </w:rPr>
        <w:t xml:space="preserve">كے سامنے پيش كيا جاتا ہے_ </w:t>
      </w:r>
    </w:p>
    <w:p w:rsidR="0061102A" w:rsidRDefault="0061102A" w:rsidP="00BE6934">
      <w:pPr>
        <w:pStyle w:val="libNormal"/>
        <w:rPr>
          <w:rtl/>
        </w:rPr>
      </w:pPr>
      <w:r>
        <w:rPr>
          <w:rtl/>
        </w:rPr>
        <w:t>چوتھى صدى ہجرى كے دوران ايك مخفى گروپ نے فلسفى ، دينى اور اجتماعى اہداف كے پيش نظر '' اخوان الصفا'' تنظيم تشكيل دى ، اس گروہ كے بڑے اور معروف لوگو</w:t>
      </w:r>
      <w:r w:rsidR="000A0CDC">
        <w:rPr>
          <w:rtl/>
        </w:rPr>
        <w:t xml:space="preserve">ں </w:t>
      </w:r>
      <w:r>
        <w:rPr>
          <w:rtl/>
        </w:rPr>
        <w:t>مي</w:t>
      </w:r>
      <w:r w:rsidR="000A0CDC">
        <w:rPr>
          <w:rtl/>
        </w:rPr>
        <w:t xml:space="preserve">ں </w:t>
      </w:r>
      <w:r>
        <w:rPr>
          <w:rtl/>
        </w:rPr>
        <w:t xml:space="preserve">'' زيد بن رفاعہ، ابوالعلاء معري، ابن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 دائرة المعارف بزرگ اسلامى ج 6 ، ذيل ابو على مسكويہ_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راوندى اور ابو حيّان توحيدى كا نام ليا جاسكتا ہے '' اخوان الصفا'' ايسے اہل فكر حضرات كا گروہ تھا كہ جو افلاطون ،فيثاغورث اسكے پيروكار و</w:t>
      </w:r>
      <w:r w:rsidR="000A0CDC">
        <w:rPr>
          <w:rtl/>
        </w:rPr>
        <w:t xml:space="preserve">ں </w:t>
      </w:r>
      <w:r>
        <w:rPr>
          <w:rtl/>
        </w:rPr>
        <w:t>تصوف كے معتقدين ، مشائي فلسفيو</w:t>
      </w:r>
      <w:r w:rsidR="000A0CDC">
        <w:rPr>
          <w:rtl/>
        </w:rPr>
        <w:t xml:space="preserve">ں </w:t>
      </w:r>
      <w:r>
        <w:rPr>
          <w:rtl/>
        </w:rPr>
        <w:t>كے عرفانى افكار اور شيعہ اصولو</w:t>
      </w:r>
      <w:r w:rsidR="000A0CDC">
        <w:rPr>
          <w:rtl/>
        </w:rPr>
        <w:t xml:space="preserve">ں </w:t>
      </w:r>
      <w:r>
        <w:rPr>
          <w:rtl/>
        </w:rPr>
        <w:t>پر عقيدہ ركھتے تھے ، يہ گروہ چار دستو</w:t>
      </w:r>
      <w:r w:rsidR="000A0CDC">
        <w:rPr>
          <w:rtl/>
        </w:rPr>
        <w:t xml:space="preserve">ں </w:t>
      </w:r>
      <w:r>
        <w:rPr>
          <w:rtl/>
        </w:rPr>
        <w:t>مبتدي، صالح دانا بھائي ، فاضل كريم بھائي اور حكماء مي</w:t>
      </w:r>
      <w:r w:rsidR="000A0CDC">
        <w:rPr>
          <w:rtl/>
        </w:rPr>
        <w:t xml:space="preserve">ں </w:t>
      </w:r>
      <w:r>
        <w:rPr>
          <w:rtl/>
        </w:rPr>
        <w:t>تقسيم تھے كوئي بھى ممبران مراحل كو طے كر سكتا تھا انكى محفلي</w:t>
      </w:r>
      <w:r w:rsidR="000A0CDC">
        <w:rPr>
          <w:rtl/>
        </w:rPr>
        <w:t xml:space="preserve">ں </w:t>
      </w:r>
      <w:r>
        <w:rPr>
          <w:rtl/>
        </w:rPr>
        <w:t xml:space="preserve">اور ليكچرز مكمل طور پر مخفى تھے اورانكے رسالے مصنف كے نام كے بغير بلكہ ''اخوان الصفا'' كے كلى نام كے ساتھ شائع ہوتے تھے _ </w:t>
      </w:r>
    </w:p>
    <w:p w:rsidR="0061102A" w:rsidRDefault="0061102A" w:rsidP="00BE6934">
      <w:pPr>
        <w:pStyle w:val="libNormal"/>
        <w:rPr>
          <w:rtl/>
        </w:rPr>
      </w:pPr>
      <w:r>
        <w:rPr>
          <w:rtl/>
        </w:rPr>
        <w:t>اخوان الصفا نے مجموعى طور پر 51 رسالے لكھے، انكى نگاہ مي</w:t>
      </w:r>
      <w:r w:rsidR="000A0CDC">
        <w:rPr>
          <w:rtl/>
        </w:rPr>
        <w:t xml:space="preserve">ں </w:t>
      </w:r>
      <w:r>
        <w:rPr>
          <w:rtl/>
        </w:rPr>
        <w:t>الہى علوم پانچ مندرجہ ذيل اقسام مي</w:t>
      </w:r>
      <w:r w:rsidR="000A0CDC">
        <w:rPr>
          <w:rtl/>
        </w:rPr>
        <w:t xml:space="preserve">ں </w:t>
      </w:r>
      <w:r>
        <w:rPr>
          <w:rtl/>
        </w:rPr>
        <w:t>تقسيم ہوت</w:t>
      </w:r>
      <w:r w:rsidRPr="00EA4FDD">
        <w:rPr>
          <w:rtl/>
        </w:rPr>
        <w:t>ے ہي</w:t>
      </w:r>
      <w:r w:rsidR="000A0CDC" w:rsidRPr="00EA4FDD">
        <w:rPr>
          <w:rtl/>
        </w:rPr>
        <w:t xml:space="preserve">ں </w:t>
      </w:r>
      <w:r w:rsidRPr="00EA4FDD">
        <w:rPr>
          <w:rtl/>
        </w:rPr>
        <w:t>(1) اللہ</w:t>
      </w:r>
      <w:r>
        <w:rPr>
          <w:rtl/>
        </w:rPr>
        <w:t xml:space="preserve"> تعالى كى معرفت اور اسكى </w:t>
      </w:r>
      <w:r w:rsidRPr="00EA4FDD">
        <w:rPr>
          <w:rtl/>
        </w:rPr>
        <w:t>صفات (2)علم روحانيت (3) علم نفسانيات (4)علم معاد يا قيامت شناسي(5)علم</w:t>
      </w:r>
      <w:r>
        <w:rPr>
          <w:rtl/>
        </w:rPr>
        <w:t xml:space="preserve"> سياسيات اور يہ (سياسيات كا علم )بذات خود پانچ دستو</w:t>
      </w:r>
      <w:r w:rsidR="000A0CDC">
        <w:rPr>
          <w:rtl/>
        </w:rPr>
        <w:t xml:space="preserve">ں </w:t>
      </w:r>
      <w:r>
        <w:rPr>
          <w:rtl/>
        </w:rPr>
        <w:t>سياست نبوى ، سياست ملوكى ، سياست عامہ ، سياست خاصہ اور سياست ذات مي</w:t>
      </w:r>
      <w:r w:rsidR="000A0CDC">
        <w:rPr>
          <w:rtl/>
        </w:rPr>
        <w:t xml:space="preserve">ں </w:t>
      </w:r>
      <w:r>
        <w:rPr>
          <w:rtl/>
        </w:rPr>
        <w:t>تقسيم ہوتا ہے</w:t>
      </w:r>
      <w:r w:rsidRPr="00F67D4B">
        <w:rPr>
          <w:rStyle w:val="libFootnotenumChar"/>
          <w:rtl/>
        </w:rPr>
        <w:t>(1)</w:t>
      </w:r>
      <w:r>
        <w:rPr>
          <w:rtl/>
        </w:rPr>
        <w:t xml:space="preserve"> </w:t>
      </w:r>
    </w:p>
    <w:p w:rsidR="0061102A" w:rsidRDefault="0061102A" w:rsidP="00BE6934">
      <w:pPr>
        <w:pStyle w:val="libNormal"/>
        <w:rPr>
          <w:rtl/>
        </w:rPr>
      </w:pPr>
      <w:r>
        <w:rPr>
          <w:rtl/>
        </w:rPr>
        <w:t>اس دور كے بعد ہم اسى طرح متعدد فلاسفہ كے عالم اسلام مي</w:t>
      </w:r>
      <w:r w:rsidR="000A0CDC">
        <w:rPr>
          <w:rtl/>
        </w:rPr>
        <w:t xml:space="preserve">ں </w:t>
      </w:r>
      <w:r>
        <w:rPr>
          <w:rtl/>
        </w:rPr>
        <w:t>ظہور اور ارتقاء كا مشاہدہ كرتے ہي</w:t>
      </w:r>
      <w:r w:rsidR="000A0CDC">
        <w:rPr>
          <w:rtl/>
        </w:rPr>
        <w:t xml:space="preserve">ں </w:t>
      </w:r>
      <w:r>
        <w:rPr>
          <w:rtl/>
        </w:rPr>
        <w:t>كہ جن مي</w:t>
      </w:r>
      <w:r w:rsidR="000A0CDC">
        <w:rPr>
          <w:rtl/>
        </w:rPr>
        <w:t xml:space="preserve">ں </w:t>
      </w:r>
      <w:r>
        <w:rPr>
          <w:rtl/>
        </w:rPr>
        <w:t>سے ہر ايك نے اپنا خاص نظريہ دنيا مي</w:t>
      </w:r>
      <w:r w:rsidR="000A0CDC">
        <w:rPr>
          <w:rtl/>
        </w:rPr>
        <w:t xml:space="preserve">ں </w:t>
      </w:r>
      <w:r>
        <w:rPr>
          <w:rtl/>
        </w:rPr>
        <w:t>پيش كيا يہا</w:t>
      </w:r>
      <w:r w:rsidR="000A0CDC">
        <w:rPr>
          <w:rtl/>
        </w:rPr>
        <w:t xml:space="preserve">ں </w:t>
      </w:r>
      <w:r>
        <w:rPr>
          <w:rtl/>
        </w:rPr>
        <w:t>ہم بعض شہرہ آفاق افراد كا اختصار سے تعارف كرواتے ہي</w:t>
      </w:r>
      <w:r w:rsidR="000A0CDC">
        <w:rPr>
          <w:rtl/>
        </w:rPr>
        <w:t xml:space="preserve">ں </w:t>
      </w:r>
      <w:r>
        <w:rPr>
          <w:rtl/>
        </w:rPr>
        <w:t xml:space="preserve">: </w:t>
      </w:r>
    </w:p>
    <w:p w:rsidR="0061102A" w:rsidRDefault="0061102A" w:rsidP="00BE6934">
      <w:pPr>
        <w:pStyle w:val="libNormal"/>
        <w:rPr>
          <w:rtl/>
        </w:rPr>
      </w:pPr>
      <w:r>
        <w:rPr>
          <w:rtl/>
        </w:rPr>
        <w:t>ابوحامد محمد غزالى طوسى كہ جنكى اہم ترين كتاب '' احياء علوم الدين '' كو جو عربى زبان مي</w:t>
      </w:r>
      <w:r w:rsidR="000A0CDC">
        <w:rPr>
          <w:rtl/>
        </w:rPr>
        <w:t xml:space="preserve">ں </w:t>
      </w:r>
      <w:r>
        <w:rPr>
          <w:rtl/>
        </w:rPr>
        <w:t>لكھى گئي ہے اور اسمي</w:t>
      </w:r>
      <w:r w:rsidR="000A0CDC">
        <w:rPr>
          <w:rtl/>
        </w:rPr>
        <w:t xml:space="preserve">ں </w:t>
      </w:r>
      <w:r>
        <w:rPr>
          <w:rtl/>
        </w:rPr>
        <w:t>فلاسفہ كى ديگر آراء كے مقابل دينى عقائد كا دفاع كيا گيا ہے يہ كتاب چار اقسام عبادات ، عادات ،مھلكات( ہلاك كرنے والى اشياء )اور منجيات (نجات دينے والى اشيائ) مي</w:t>
      </w:r>
      <w:r w:rsidR="000A0CDC">
        <w:rPr>
          <w:rtl/>
        </w:rPr>
        <w:t xml:space="preserve">ں </w:t>
      </w:r>
      <w:r>
        <w:rPr>
          <w:rtl/>
        </w:rPr>
        <w:t xml:space="preserve">تقسيم ہوئي ہے_ </w:t>
      </w:r>
    </w:p>
    <w:p w:rsidR="0061102A" w:rsidRDefault="0061102A" w:rsidP="00BE6934">
      <w:pPr>
        <w:pStyle w:val="libNormal"/>
        <w:rPr>
          <w:rtl/>
        </w:rPr>
      </w:pPr>
      <w:r>
        <w:rPr>
          <w:rtl/>
        </w:rPr>
        <w:t>عمر خيام ان لوگو</w:t>
      </w:r>
      <w:r w:rsidR="000A0CDC">
        <w:rPr>
          <w:rtl/>
        </w:rPr>
        <w:t xml:space="preserve">ں </w:t>
      </w:r>
      <w:r>
        <w:rPr>
          <w:rtl/>
        </w:rPr>
        <w:t>مي</w:t>
      </w:r>
      <w:r w:rsidR="000A0CDC">
        <w:rPr>
          <w:rtl/>
        </w:rPr>
        <w:t xml:space="preserve">ں </w:t>
      </w:r>
      <w:r>
        <w:rPr>
          <w:rtl/>
        </w:rPr>
        <w:t>سے تھے كہ جو يونانى علوم كى تحصيل مي</w:t>
      </w:r>
      <w:r w:rsidR="000A0CDC">
        <w:rPr>
          <w:rtl/>
        </w:rPr>
        <w:t xml:space="preserve">ں </w:t>
      </w:r>
      <w:r>
        <w:rPr>
          <w:rtl/>
        </w:rPr>
        <w:t>بہت سر گرم تھے خيام كے افكار '' اخوان الصفائ'' كے نظريات كے قريب اور انكا طرز بيان بھى انہى كى مانند ہے خيام ايسے خدا كے وجود پر عقيدہ ركھتے تھے كہ جو مطلق خير ہے اور اس سے عقاب اور عذاب صادر نہي</w:t>
      </w:r>
      <w:r w:rsidR="000A0CDC">
        <w:rPr>
          <w:rtl/>
        </w:rPr>
        <w:t xml:space="preserve">ں </w:t>
      </w:r>
      <w:r>
        <w:rPr>
          <w:rtl/>
        </w:rPr>
        <w:t xml:space="preserve">ہوتا_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 دائرة المعارف بزرگ اسلامى ، ج 7 ، ذيل '' اخوان الصفا''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اسى طرح ابن باجہ ، ابن ميمون قرطبى ، ابن طفيل اور ابن رشد مكتب ہسپانيہ ( اندلس )سے تعلق ركھنے والے بڑے فلاسفہ مي</w:t>
      </w:r>
      <w:r w:rsidR="000A0CDC">
        <w:rPr>
          <w:rtl/>
        </w:rPr>
        <w:t xml:space="preserve">ں </w:t>
      </w:r>
      <w:r>
        <w:rPr>
          <w:rtl/>
        </w:rPr>
        <w:t>سے ہي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r>
        <w:rPr>
          <w:rtl/>
        </w:rPr>
        <w:t>جس دور مي</w:t>
      </w:r>
      <w:r w:rsidR="000A0CDC">
        <w:rPr>
          <w:rtl/>
        </w:rPr>
        <w:t xml:space="preserve">ں </w:t>
      </w:r>
      <w:r>
        <w:rPr>
          <w:rtl/>
        </w:rPr>
        <w:t>ہسپانيہ مي</w:t>
      </w:r>
      <w:r w:rsidR="000A0CDC">
        <w:rPr>
          <w:rtl/>
        </w:rPr>
        <w:t xml:space="preserve">ں </w:t>
      </w:r>
      <w:r>
        <w:rPr>
          <w:rtl/>
        </w:rPr>
        <w:t>يہ فلاسفہ پيدا ہوئے اور ترقى كر رہے تھے اسى دور مي</w:t>
      </w:r>
      <w:r w:rsidR="000A0CDC">
        <w:rPr>
          <w:rtl/>
        </w:rPr>
        <w:t xml:space="preserve">ں </w:t>
      </w:r>
      <w:r>
        <w:rPr>
          <w:rtl/>
        </w:rPr>
        <w:t>ايران مي</w:t>
      </w:r>
      <w:r w:rsidR="000A0CDC">
        <w:rPr>
          <w:rtl/>
        </w:rPr>
        <w:t xml:space="preserve">ں </w:t>
      </w:r>
      <w:r>
        <w:rPr>
          <w:rtl/>
        </w:rPr>
        <w:t>بھى بہت سے افراد كے عروج كا مشاہدہ كرتے ہي</w:t>
      </w:r>
      <w:r w:rsidR="000A0CDC">
        <w:rPr>
          <w:rtl/>
        </w:rPr>
        <w:t xml:space="preserve">ں </w:t>
      </w:r>
      <w:r>
        <w:rPr>
          <w:rtl/>
        </w:rPr>
        <w:t>كہ ان مي</w:t>
      </w:r>
      <w:r w:rsidR="000A0CDC">
        <w:rPr>
          <w:rtl/>
        </w:rPr>
        <w:t xml:space="preserve">ں </w:t>
      </w:r>
      <w:r>
        <w:rPr>
          <w:rtl/>
        </w:rPr>
        <w:t>سے ايك شہاب الدين سہروردى ہي</w:t>
      </w:r>
      <w:r w:rsidR="000A0CDC">
        <w:rPr>
          <w:rtl/>
        </w:rPr>
        <w:t xml:space="preserve">ں </w:t>
      </w:r>
      <w:r>
        <w:rPr>
          <w:rtl/>
        </w:rPr>
        <w:t>كہ جو شيخ اشراق كے نام سے مشہور ہوئے انہو</w:t>
      </w:r>
      <w:r w:rsidR="000A0CDC">
        <w:rPr>
          <w:rtl/>
        </w:rPr>
        <w:t xml:space="preserve">ں </w:t>
      </w:r>
      <w:r>
        <w:rPr>
          <w:rtl/>
        </w:rPr>
        <w:t>نے فارسى اور عربى مي</w:t>
      </w:r>
      <w:r w:rsidR="000A0CDC">
        <w:rPr>
          <w:rtl/>
        </w:rPr>
        <w:t xml:space="preserve">ں </w:t>
      </w:r>
      <w:r>
        <w:rPr>
          <w:rtl/>
        </w:rPr>
        <w:t>مختلف كتابي</w:t>
      </w:r>
      <w:r w:rsidR="000A0CDC">
        <w:rPr>
          <w:rtl/>
        </w:rPr>
        <w:t xml:space="preserve">ں </w:t>
      </w:r>
      <w:r>
        <w:rPr>
          <w:rtl/>
        </w:rPr>
        <w:t>تصنيف كي</w:t>
      </w:r>
      <w:r w:rsidR="000A0CDC">
        <w:rPr>
          <w:rtl/>
        </w:rPr>
        <w:t xml:space="preserve">ں </w:t>
      </w:r>
      <w:r>
        <w:rPr>
          <w:rtl/>
        </w:rPr>
        <w:t>سہروردى كى اہم ترين تاليفات مي</w:t>
      </w:r>
      <w:r w:rsidR="000A0CDC">
        <w:rPr>
          <w:rtl/>
        </w:rPr>
        <w:t xml:space="preserve">ں </w:t>
      </w:r>
      <w:r>
        <w:rPr>
          <w:rtl/>
        </w:rPr>
        <w:t>سے حكمة الاشراق ، التلويحات اور ہياكل النور عربى زبان مي</w:t>
      </w:r>
      <w:r w:rsidR="000A0CDC">
        <w:rPr>
          <w:rtl/>
        </w:rPr>
        <w:t xml:space="preserve">ں </w:t>
      </w:r>
      <w:r>
        <w:rPr>
          <w:rtl/>
        </w:rPr>
        <w:t>جبكہ پر تو نامہ اور عقل سرخ فارسى زبان مي</w:t>
      </w:r>
      <w:r w:rsidR="000A0CDC">
        <w:rPr>
          <w:rtl/>
        </w:rPr>
        <w:t xml:space="preserve">ں </w:t>
      </w:r>
      <w:r>
        <w:rPr>
          <w:rtl/>
        </w:rPr>
        <w:t>ہي</w:t>
      </w:r>
      <w:r w:rsidR="000A0CDC">
        <w:rPr>
          <w:rtl/>
        </w:rPr>
        <w:t xml:space="preserve">ں </w:t>
      </w:r>
      <w:r>
        <w:rPr>
          <w:rtl/>
        </w:rPr>
        <w:t xml:space="preserve">_ </w:t>
      </w:r>
    </w:p>
    <w:p w:rsidR="0061102A" w:rsidRDefault="0061102A" w:rsidP="00BE6934">
      <w:pPr>
        <w:pStyle w:val="libNormal"/>
        <w:rPr>
          <w:rtl/>
        </w:rPr>
      </w:pPr>
      <w:r>
        <w:rPr>
          <w:rtl/>
        </w:rPr>
        <w:t>انكے علاوہ فخر الدين رازى كہ جو تقريبا سہروردى كے معاصر تھے انكا نام بھى ليناچاہيے،فخرالدين رازى ان فلاسفہ كے گروہ مي</w:t>
      </w:r>
      <w:r w:rsidR="000A0CDC">
        <w:rPr>
          <w:rtl/>
        </w:rPr>
        <w:t xml:space="preserve">ں </w:t>
      </w:r>
      <w:r>
        <w:rPr>
          <w:rtl/>
        </w:rPr>
        <w:t>سے ہي</w:t>
      </w:r>
      <w:r w:rsidR="000A0CDC">
        <w:rPr>
          <w:rtl/>
        </w:rPr>
        <w:t xml:space="preserve">ں </w:t>
      </w:r>
      <w:r>
        <w:rPr>
          <w:rtl/>
        </w:rPr>
        <w:t>كہ جو آسان نويسى مي</w:t>
      </w:r>
      <w:r w:rsidR="000A0CDC">
        <w:rPr>
          <w:rtl/>
        </w:rPr>
        <w:t xml:space="preserve">ں </w:t>
      </w:r>
      <w:r>
        <w:rPr>
          <w:rtl/>
        </w:rPr>
        <w:t>بہت ماہر تھے انہي</w:t>
      </w:r>
      <w:r w:rsidR="000A0CDC">
        <w:rPr>
          <w:rtl/>
        </w:rPr>
        <w:t xml:space="preserve">ں </w:t>
      </w:r>
      <w:r>
        <w:rPr>
          <w:rtl/>
        </w:rPr>
        <w:t>حكمت اور كلام مي</w:t>
      </w:r>
      <w:r w:rsidR="000A0CDC">
        <w:rPr>
          <w:rtl/>
        </w:rPr>
        <w:t xml:space="preserve">ں </w:t>
      </w:r>
      <w:r>
        <w:rPr>
          <w:rtl/>
        </w:rPr>
        <w:t>بہت مہارت حاصل تھى اسے انہو</w:t>
      </w:r>
      <w:r w:rsidR="000A0CDC">
        <w:rPr>
          <w:rtl/>
        </w:rPr>
        <w:t xml:space="preserve">ں </w:t>
      </w:r>
      <w:r>
        <w:rPr>
          <w:rtl/>
        </w:rPr>
        <w:t xml:space="preserve">نے اپنے شاعرانہ ذوق سے ملا ديا انكا دليل دينے كا انداز بھى مضبوط اور روان تھا_ </w:t>
      </w:r>
    </w:p>
    <w:p w:rsidR="0061102A" w:rsidRDefault="0061102A" w:rsidP="00BE6934">
      <w:pPr>
        <w:pStyle w:val="libNormal"/>
        <w:rPr>
          <w:rtl/>
        </w:rPr>
      </w:pPr>
      <w:r>
        <w:rPr>
          <w:rtl/>
        </w:rPr>
        <w:t>اس باب مي</w:t>
      </w:r>
      <w:r w:rsidR="000A0CDC">
        <w:rPr>
          <w:rtl/>
        </w:rPr>
        <w:t xml:space="preserve">ں </w:t>
      </w:r>
      <w:r>
        <w:rPr>
          <w:rtl/>
        </w:rPr>
        <w:t>وہ جو بطور فلسفى ، دانشور ، سياست دان اور مفكر كے بہت زيادہ توجہ كے مستحق ہي</w:t>
      </w:r>
      <w:r w:rsidR="000A0CDC">
        <w:rPr>
          <w:rtl/>
        </w:rPr>
        <w:t xml:space="preserve">ں </w:t>
      </w:r>
      <w:r>
        <w:rPr>
          <w:rtl/>
        </w:rPr>
        <w:t>وہ جناب خواجہ نصير الدين طوسى ہي</w:t>
      </w:r>
      <w:r w:rsidR="000A0CDC">
        <w:rPr>
          <w:rtl/>
        </w:rPr>
        <w:t xml:space="preserve">ں </w:t>
      </w:r>
      <w:r>
        <w:rPr>
          <w:rtl/>
        </w:rPr>
        <w:t>كہ جو ايران كى انتہائي سخت سياسى اور اجتماعى صورت حال مي</w:t>
      </w:r>
      <w:r w:rsidR="000A0CDC">
        <w:rPr>
          <w:rtl/>
        </w:rPr>
        <w:t xml:space="preserve">ں </w:t>
      </w:r>
      <w:r>
        <w:rPr>
          <w:rtl/>
        </w:rPr>
        <w:t>يعنى جب منگولو</w:t>
      </w:r>
      <w:r w:rsidR="000A0CDC">
        <w:rPr>
          <w:rtl/>
        </w:rPr>
        <w:t xml:space="preserve">ں </w:t>
      </w:r>
      <w:r>
        <w:rPr>
          <w:rtl/>
        </w:rPr>
        <w:t>نے حملہ كيا ظہور پذير ہوئے ، جناب طوسى مكمل طور پر فلسفہ مي</w:t>
      </w:r>
      <w:r w:rsidR="000A0CDC">
        <w:rPr>
          <w:rtl/>
        </w:rPr>
        <w:t xml:space="preserve">ں </w:t>
      </w:r>
      <w:r>
        <w:rPr>
          <w:rtl/>
        </w:rPr>
        <w:t>بو على سينا كے پيروكار تھے ليكن اپنى خاص نظر و آراء بھى ركھتے تھے_</w:t>
      </w:r>
      <w:r w:rsidRPr="00F67D4B">
        <w:rPr>
          <w:rStyle w:val="libFootnotenumChar"/>
          <w:rtl/>
        </w:rPr>
        <w:t>(2)</w:t>
      </w:r>
      <w:r>
        <w:rPr>
          <w:rtl/>
        </w:rPr>
        <w:t xml:space="preserve"> </w:t>
      </w:r>
    </w:p>
    <w:p w:rsidR="0061102A" w:rsidRDefault="0061102A" w:rsidP="00BE6934">
      <w:pPr>
        <w:pStyle w:val="libNormal"/>
        <w:rPr>
          <w:rtl/>
        </w:rPr>
      </w:pPr>
      <w:r>
        <w:rPr>
          <w:rtl/>
        </w:rPr>
        <w:t>طوسى كے بعد اہم ترين فلسفى ميرداماد استر آبادى ہي</w:t>
      </w:r>
      <w:r w:rsidR="000A0CDC">
        <w:rPr>
          <w:rtl/>
        </w:rPr>
        <w:t xml:space="preserve">ں </w:t>
      </w:r>
      <w:r>
        <w:rPr>
          <w:rtl/>
        </w:rPr>
        <w:t>كہ جو تقريباً صفوى دور مي</w:t>
      </w:r>
      <w:r w:rsidR="000A0CDC">
        <w:rPr>
          <w:rtl/>
        </w:rPr>
        <w:t xml:space="preserve">ں </w:t>
      </w:r>
      <w:r>
        <w:rPr>
          <w:rtl/>
        </w:rPr>
        <w:t>تھے انكى مشہور تصنيفات مي</w:t>
      </w:r>
      <w:r w:rsidR="000A0CDC">
        <w:rPr>
          <w:rtl/>
        </w:rPr>
        <w:t xml:space="preserve">ں </w:t>
      </w:r>
      <w:r>
        <w:rPr>
          <w:rtl/>
        </w:rPr>
        <w:t>سے ايك '' القبسات '' ہے كہ جس مي</w:t>
      </w:r>
      <w:r w:rsidR="000A0CDC">
        <w:rPr>
          <w:rtl/>
        </w:rPr>
        <w:t xml:space="preserve">ں </w:t>
      </w:r>
      <w:r>
        <w:rPr>
          <w:rtl/>
        </w:rPr>
        <w:t>انہو</w:t>
      </w:r>
      <w:r w:rsidR="000A0CDC">
        <w:rPr>
          <w:rtl/>
        </w:rPr>
        <w:t xml:space="preserve">ں </w:t>
      </w:r>
      <w:r>
        <w:rPr>
          <w:rtl/>
        </w:rPr>
        <w:t>جہان كے حدوث اور قديمى ہونے كے حوالے سے بحث كى اور اسكے ضمن مي</w:t>
      </w:r>
      <w:r w:rsidR="000A0CDC">
        <w:rPr>
          <w:rtl/>
        </w:rPr>
        <w:t xml:space="preserve">ں </w:t>
      </w:r>
      <w:r>
        <w:rPr>
          <w:rtl/>
        </w:rPr>
        <w:t>انہو</w:t>
      </w:r>
      <w:r w:rsidR="000A0CDC">
        <w:rPr>
          <w:rtl/>
        </w:rPr>
        <w:t xml:space="preserve">ں </w:t>
      </w:r>
      <w:r>
        <w:rPr>
          <w:rtl/>
        </w:rPr>
        <w:t xml:space="preserve">نے معقولات مجرد كے جہان كو حادث دہرى ( زمانى ) گردا نا ہے_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دائرة المعارف بزرگ اسلامى ، ج 3 ذيل ابن رشد_ </w:t>
      </w:r>
    </w:p>
    <w:p w:rsidR="00D22BC1" w:rsidRDefault="0061102A" w:rsidP="00BE6934">
      <w:pPr>
        <w:pStyle w:val="libFootnote"/>
        <w:rPr>
          <w:rtl/>
        </w:rPr>
      </w:pPr>
      <w:r>
        <w:rPr>
          <w:rtl/>
        </w:rPr>
        <w:t>2) محمد تقى مدرس رضوى ، احوال و آثار خواجہ نصير الدين طوسى ، 71_40</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دور مي</w:t>
      </w:r>
      <w:r w:rsidR="000A0CDC">
        <w:rPr>
          <w:rtl/>
        </w:rPr>
        <w:t xml:space="preserve">ں </w:t>
      </w:r>
      <w:r>
        <w:rPr>
          <w:rtl/>
        </w:rPr>
        <w:t>دوسرے مشہور فلسفى ميرفندرسكى ہي</w:t>
      </w:r>
      <w:r w:rsidR="000A0CDC">
        <w:rPr>
          <w:rtl/>
        </w:rPr>
        <w:t xml:space="preserve">ں </w:t>
      </w:r>
      <w:r>
        <w:rPr>
          <w:rtl/>
        </w:rPr>
        <w:t>انكى ظاہرى بود و باش سادہ اور درويشو</w:t>
      </w:r>
      <w:r w:rsidR="000A0CDC">
        <w:rPr>
          <w:rtl/>
        </w:rPr>
        <w:t xml:space="preserve">ں </w:t>
      </w:r>
      <w:r>
        <w:rPr>
          <w:rtl/>
        </w:rPr>
        <w:t>كے ہم محفل تھے ميرفندرسكى كے افكار و نظريات بو على سينا اور فلسفہ مشاء كے كلمات اور آراء كى حدود كے اندر ہي</w:t>
      </w:r>
      <w:r w:rsidR="000A0CDC">
        <w:rPr>
          <w:rtl/>
        </w:rPr>
        <w:t xml:space="preserve">ں </w:t>
      </w:r>
      <w:r>
        <w:rPr>
          <w:rtl/>
        </w:rPr>
        <w:t>ميرفندرسكى نے ان تمام موارد مي</w:t>
      </w:r>
      <w:r w:rsidR="000A0CDC">
        <w:rPr>
          <w:rtl/>
        </w:rPr>
        <w:t xml:space="preserve">ں </w:t>
      </w:r>
      <w:r>
        <w:rPr>
          <w:rtl/>
        </w:rPr>
        <w:t>كہ جہا</w:t>
      </w:r>
      <w:r w:rsidR="000A0CDC">
        <w:rPr>
          <w:rtl/>
        </w:rPr>
        <w:t xml:space="preserve">ں </w:t>
      </w:r>
      <w:r>
        <w:rPr>
          <w:rtl/>
        </w:rPr>
        <w:t>فلسفہ مشاء اور سہروردى كے حاميو</w:t>
      </w:r>
      <w:r w:rsidR="000A0CDC">
        <w:rPr>
          <w:rtl/>
        </w:rPr>
        <w:t xml:space="preserve">ں </w:t>
      </w:r>
      <w:r>
        <w:rPr>
          <w:rtl/>
        </w:rPr>
        <w:t>مي</w:t>
      </w:r>
      <w:r w:rsidR="000A0CDC">
        <w:rPr>
          <w:rtl/>
        </w:rPr>
        <w:t xml:space="preserve">ں </w:t>
      </w:r>
      <w:r>
        <w:rPr>
          <w:rtl/>
        </w:rPr>
        <w:t>اختلاف نظر تھا وہا</w:t>
      </w:r>
      <w:r w:rsidR="000A0CDC">
        <w:rPr>
          <w:rtl/>
        </w:rPr>
        <w:t xml:space="preserve">ں </w:t>
      </w:r>
      <w:r>
        <w:rPr>
          <w:rtl/>
        </w:rPr>
        <w:t>فلسفہ مشاء كا دفاع كيا ، ميرفندرسكى گذشتہ ادوار كے تمام اسلامى فلاسفہ مي</w:t>
      </w:r>
      <w:r w:rsidR="000A0CDC">
        <w:rPr>
          <w:rtl/>
        </w:rPr>
        <w:t xml:space="preserve">ں </w:t>
      </w:r>
      <w:r>
        <w:rPr>
          <w:rtl/>
        </w:rPr>
        <w:t>تنہا وہ شخصيت ہي</w:t>
      </w:r>
      <w:r w:rsidR="000A0CDC">
        <w:rPr>
          <w:rtl/>
        </w:rPr>
        <w:t xml:space="preserve">ں </w:t>
      </w:r>
      <w:r>
        <w:rPr>
          <w:rtl/>
        </w:rPr>
        <w:t>كہ جو زبان سنسكريت كو جانتے تھے اسى ليے انہو</w:t>
      </w:r>
      <w:r w:rsidR="000A0CDC">
        <w:rPr>
          <w:rtl/>
        </w:rPr>
        <w:t xml:space="preserve">ں </w:t>
      </w:r>
      <w:r>
        <w:rPr>
          <w:rtl/>
        </w:rPr>
        <w:t xml:space="preserve">نے ہند كے فلاسفہ كى ايك اہم ترين فلسفى او ر نظرياتى كتاب يعنى '' مہا بہارات'' كى شرح لكھي_ </w:t>
      </w:r>
    </w:p>
    <w:p w:rsidR="0061102A" w:rsidRDefault="0061102A" w:rsidP="00BE6934">
      <w:pPr>
        <w:pStyle w:val="libNormal"/>
        <w:rPr>
          <w:rtl/>
        </w:rPr>
      </w:pPr>
      <w:r>
        <w:rPr>
          <w:rtl/>
        </w:rPr>
        <w:t>گيارھوي</w:t>
      </w:r>
      <w:r w:rsidR="000A0CDC">
        <w:rPr>
          <w:rtl/>
        </w:rPr>
        <w:t xml:space="preserve">ں </w:t>
      </w:r>
      <w:r>
        <w:rPr>
          <w:rtl/>
        </w:rPr>
        <w:t>صدى ہجرى مي</w:t>
      </w:r>
      <w:r w:rsidR="000A0CDC">
        <w:rPr>
          <w:rtl/>
        </w:rPr>
        <w:t xml:space="preserve">ں </w:t>
      </w:r>
      <w:r>
        <w:rPr>
          <w:rtl/>
        </w:rPr>
        <w:t>ميرفندرسكى كے فورا بعد ملا صدراى شيرازى كہ جو صدر المتا لہين كے نام سے معروف ہوئے پيدا ہوئے وہ اس صدى كے بالخصوص اشراق كے حوالے سے سب سے بڑے فلسفى ہي</w:t>
      </w:r>
      <w:r w:rsidR="000A0CDC">
        <w:rPr>
          <w:rtl/>
        </w:rPr>
        <w:t xml:space="preserve">ں </w:t>
      </w:r>
      <w:r>
        <w:rPr>
          <w:rtl/>
        </w:rPr>
        <w:t>ملا صدرا نے اپنى تعليم كے آغاز سے نظريات كے پختہ ہونے كے زمانہ تك تين :مراحل شاگردى كادور، عبادت اور گوشہ نشينى كا زمانہ اور تاليف اور افكار و آراء بيان كرنے كا دورانيہ گزارے ، ملا صدرا كى اہم ترين فلسفى تاليفات مي</w:t>
      </w:r>
      <w:r w:rsidR="000A0CDC">
        <w:rPr>
          <w:rtl/>
        </w:rPr>
        <w:t xml:space="preserve">ں </w:t>
      </w:r>
      <w:r>
        <w:rPr>
          <w:rtl/>
        </w:rPr>
        <w:t>سے الاسفار الاربعہ اور المبداء و المعاد ہي</w:t>
      </w:r>
      <w:r w:rsidR="000A0CDC">
        <w:rPr>
          <w:rtl/>
        </w:rPr>
        <w:t xml:space="preserve">ں </w:t>
      </w:r>
      <w:r>
        <w:rPr>
          <w:rtl/>
        </w:rPr>
        <w:t xml:space="preserve">_ </w:t>
      </w:r>
    </w:p>
    <w:p w:rsidR="0061102A" w:rsidRDefault="0061102A" w:rsidP="00BE6934">
      <w:pPr>
        <w:pStyle w:val="libNormal"/>
        <w:rPr>
          <w:rtl/>
        </w:rPr>
      </w:pPr>
      <w:r>
        <w:rPr>
          <w:rtl/>
        </w:rPr>
        <w:t>عالم اسلام مي</w:t>
      </w:r>
      <w:r w:rsidR="000A0CDC">
        <w:rPr>
          <w:rtl/>
        </w:rPr>
        <w:t xml:space="preserve">ں </w:t>
      </w:r>
      <w:r>
        <w:rPr>
          <w:rtl/>
        </w:rPr>
        <w:t>فلسفہ كے تجزيہ و تحليل كے حوالے سے ايك اہم ترين پہلو اس علم كا مختلف زمانو</w:t>
      </w:r>
      <w:r w:rsidR="000A0CDC">
        <w:rPr>
          <w:rtl/>
        </w:rPr>
        <w:t xml:space="preserve">ں </w:t>
      </w:r>
      <w:r>
        <w:rPr>
          <w:rtl/>
        </w:rPr>
        <w:t>مي</w:t>
      </w:r>
      <w:r w:rsidR="000A0CDC">
        <w:rPr>
          <w:rtl/>
        </w:rPr>
        <w:t xml:space="preserve">ں </w:t>
      </w:r>
      <w:r>
        <w:rPr>
          <w:rtl/>
        </w:rPr>
        <w:t>تحرك، زندگى او ر بقا ہے، جيسا كہ ملاحظہ ہوا كہ صدرا اسلام بالخصوص كندى كے زمانہ زندگى سے ملاصدرا كے دور تك اسلامى فكرى تحرّك عروج كے مدارج طے كرتا رہا اور كبھى بھى كوئي دور ايك بڑے فلسفى سے خالى نہ تھا يہ ارتقاء ملاصدرا كے بعد بھى جارى رہا ملاصدرا نے اپنى آراء ايك عظيم اور مكمل فلسفى تحريك '' مكتب فلسفى تہران '' كى صورت مي</w:t>
      </w:r>
      <w:r w:rsidR="000A0CDC">
        <w:rPr>
          <w:rtl/>
        </w:rPr>
        <w:t xml:space="preserve">ں </w:t>
      </w:r>
      <w:r>
        <w:rPr>
          <w:rtl/>
        </w:rPr>
        <w:t>يادگار كے طور پر چھوڑي</w:t>
      </w:r>
      <w:r w:rsidR="000A0CDC">
        <w:rPr>
          <w:rtl/>
        </w:rPr>
        <w:t xml:space="preserve">ں </w:t>
      </w:r>
      <w:r>
        <w:rPr>
          <w:rtl/>
        </w:rPr>
        <w:t>انكے بعد يہ مكتب زنديہ خاندان كے دور اور قاجار حكومت كے دور مي</w:t>
      </w:r>
      <w:r w:rsidR="000A0CDC">
        <w:rPr>
          <w:rtl/>
        </w:rPr>
        <w:t xml:space="preserve">ں </w:t>
      </w:r>
      <w:r>
        <w:rPr>
          <w:rtl/>
        </w:rPr>
        <w:t>جارى رہا اور اس مكتب نے بڑى تعداد مي</w:t>
      </w:r>
      <w:r w:rsidR="000A0CDC">
        <w:rPr>
          <w:rtl/>
        </w:rPr>
        <w:t xml:space="preserve">ں </w:t>
      </w:r>
      <w:r>
        <w:rPr>
          <w:rtl/>
        </w:rPr>
        <w:t>عظيم فلاسفہ يادگار كے طور پر چھوڑے مكتب فلسفى تہران اب بھى جارى ہے_</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 اكبر دانا سرشت ، سہروردى و ملا صدرا_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35" w:name="_Toc268591"/>
      <w:r>
        <w:rPr>
          <w:rtl/>
        </w:rPr>
        <w:t>7) منطق</w:t>
      </w:r>
      <w:bookmarkEnd w:id="35"/>
    </w:p>
    <w:p w:rsidR="0061102A" w:rsidRDefault="0061102A" w:rsidP="00BE6934">
      <w:pPr>
        <w:pStyle w:val="libNormal"/>
        <w:rPr>
          <w:rtl/>
        </w:rPr>
      </w:pPr>
      <w:r>
        <w:rPr>
          <w:rtl/>
        </w:rPr>
        <w:t>مسلمان اوائل سے ہى اپنى خاص منطق ركھتے تھے يہ منطقى روش واضح طور پر علم كلام او ر اصولى فقہ مي</w:t>
      </w:r>
      <w:r w:rsidR="000A0CDC">
        <w:rPr>
          <w:rtl/>
        </w:rPr>
        <w:t xml:space="preserve">ں </w:t>
      </w:r>
      <w:r>
        <w:rPr>
          <w:rtl/>
        </w:rPr>
        <w:t>ديكھى جا سكتى ہے اس قسم كى منطق مي</w:t>
      </w:r>
      <w:r w:rsidR="000A0CDC">
        <w:rPr>
          <w:rtl/>
        </w:rPr>
        <w:t xml:space="preserve">ں </w:t>
      </w:r>
      <w:r>
        <w:rPr>
          <w:rtl/>
        </w:rPr>
        <w:t>اگرچہ مسلمان ارسطو كى منطق سے الہام ليتے تھے ليكن بہت ہى كم اس سے متاثر ہوتے تھے، بطور خاص علم اصول الفقہ فقہاء كى منطق شمار ہوتا آيا ہے كہ جو مكمل طور پر مسلمانو</w:t>
      </w:r>
      <w:r w:rsidR="000A0CDC">
        <w:rPr>
          <w:rtl/>
        </w:rPr>
        <w:t xml:space="preserve">ں </w:t>
      </w:r>
      <w:r>
        <w:rPr>
          <w:rtl/>
        </w:rPr>
        <w:t>سے ہى تشكيل پايا، اور اہل كلام حضرات بھى پانچوي</w:t>
      </w:r>
      <w:r w:rsidR="000A0CDC">
        <w:rPr>
          <w:rtl/>
        </w:rPr>
        <w:t xml:space="preserve">ں </w:t>
      </w:r>
      <w:r>
        <w:rPr>
          <w:rtl/>
        </w:rPr>
        <w:t xml:space="preserve">صدى تك ارسطو كى منطق سے كم ہى مدد ليتے تھے بلكہ اپنى خاص منطقى روش ركھتے تھے _ </w:t>
      </w:r>
    </w:p>
    <w:p w:rsidR="0061102A" w:rsidRDefault="0061102A" w:rsidP="00BE6934">
      <w:pPr>
        <w:pStyle w:val="libNormal"/>
        <w:rPr>
          <w:rtl/>
        </w:rPr>
      </w:pPr>
      <w:r>
        <w:rPr>
          <w:rtl/>
        </w:rPr>
        <w:t>عالم اسلام مي</w:t>
      </w:r>
      <w:r w:rsidR="000A0CDC">
        <w:rPr>
          <w:rtl/>
        </w:rPr>
        <w:t xml:space="preserve">ں </w:t>
      </w:r>
      <w:r>
        <w:rPr>
          <w:rtl/>
        </w:rPr>
        <w:t>پہلى بار ايرانى دانشور ابن مقفع نے مقولات ، عبارات اور قياس كے عربى ترجمہ مي</w:t>
      </w:r>
      <w:r w:rsidR="000A0CDC">
        <w:rPr>
          <w:rtl/>
        </w:rPr>
        <w:t xml:space="preserve">ں </w:t>
      </w:r>
      <w:r>
        <w:rPr>
          <w:rtl/>
        </w:rPr>
        <w:t>سبقت كى اور ديگر مترجمين نے بھى منطقى رسائل كا ترجمہ كيا اس حوالے سے كندى ، فارابى ، ابن سينا ، بھمنياربن مرزبان اور حكيم لوكرى نے كوشش كي</w:t>
      </w:r>
      <w:r w:rsidR="000A0CDC">
        <w:rPr>
          <w:rtl/>
        </w:rPr>
        <w:t xml:space="preserve">ں </w:t>
      </w:r>
      <w:r>
        <w:rPr>
          <w:rtl/>
        </w:rPr>
        <w:t>، ليكن بو على سينا نے كتاب شفا مي</w:t>
      </w:r>
      <w:r w:rsidR="000A0CDC">
        <w:rPr>
          <w:rtl/>
        </w:rPr>
        <w:t xml:space="preserve">ں </w:t>
      </w:r>
      <w:r>
        <w:rPr>
          <w:rtl/>
        </w:rPr>
        <w:t>اگرچہ منطق ارسطو كے نصاب كو اصلى حالت مي</w:t>
      </w:r>
      <w:r w:rsidR="000A0CDC">
        <w:rPr>
          <w:rtl/>
        </w:rPr>
        <w:t xml:space="preserve">ں </w:t>
      </w:r>
      <w:r>
        <w:rPr>
          <w:rtl/>
        </w:rPr>
        <w:t>رہنے ديا اور مكمل طور پر اسكى شرح لكھى ليكن اپنى ديگر كتابو</w:t>
      </w:r>
      <w:r w:rsidR="000A0CDC">
        <w:rPr>
          <w:rtl/>
        </w:rPr>
        <w:t xml:space="preserve">ں </w:t>
      </w:r>
      <w:r>
        <w:rPr>
          <w:rtl/>
        </w:rPr>
        <w:t>مي</w:t>
      </w:r>
      <w:r w:rsidR="000A0CDC">
        <w:rPr>
          <w:rtl/>
        </w:rPr>
        <w:t xml:space="preserve">ں </w:t>
      </w:r>
      <w:r>
        <w:rPr>
          <w:rtl/>
        </w:rPr>
        <w:t>اس منطقى روش ( ارسطو كى روش) مي</w:t>
      </w:r>
      <w:r w:rsidR="000A0CDC">
        <w:rPr>
          <w:rtl/>
        </w:rPr>
        <w:t xml:space="preserve">ں </w:t>
      </w:r>
      <w:r>
        <w:rPr>
          <w:rtl/>
        </w:rPr>
        <w:t>بہت زيادہ كمى بيشى كى ، انہو</w:t>
      </w:r>
      <w:r w:rsidR="000A0CDC">
        <w:rPr>
          <w:rtl/>
        </w:rPr>
        <w:t xml:space="preserve">ں </w:t>
      </w:r>
      <w:r>
        <w:rPr>
          <w:rtl/>
        </w:rPr>
        <w:t>نے كتاب منطق المشرقين كے ديباچہ مي</w:t>
      </w:r>
      <w:r w:rsidR="000A0CDC">
        <w:rPr>
          <w:rtl/>
        </w:rPr>
        <w:t xml:space="preserve">ں </w:t>
      </w:r>
      <w:r>
        <w:rPr>
          <w:rtl/>
        </w:rPr>
        <w:t>يہ تاكيد كے ساتھ بتايا كہ وہ اسى طرح مشائين كى روش پر وفادار رہے ہي</w:t>
      </w:r>
      <w:r w:rsidR="000A0CDC">
        <w:rPr>
          <w:rtl/>
        </w:rPr>
        <w:t xml:space="preserve">ں </w:t>
      </w:r>
      <w:r>
        <w:rPr>
          <w:rtl/>
        </w:rPr>
        <w:t xml:space="preserve">_ </w:t>
      </w:r>
    </w:p>
    <w:p w:rsidR="0061102A" w:rsidRDefault="0061102A" w:rsidP="00BE6934">
      <w:pPr>
        <w:pStyle w:val="libNormal"/>
        <w:rPr>
          <w:rtl/>
        </w:rPr>
      </w:pPr>
      <w:r>
        <w:rPr>
          <w:rtl/>
        </w:rPr>
        <w:t>خواہ نصير الدين طوسى نے بھى منطق مي</w:t>
      </w:r>
      <w:r w:rsidR="000A0CDC">
        <w:rPr>
          <w:rtl/>
        </w:rPr>
        <w:t xml:space="preserve">ں </w:t>
      </w:r>
      <w:r>
        <w:rPr>
          <w:rtl/>
        </w:rPr>
        <w:t>بہت تحقيق كى اور متعدد كتابي</w:t>
      </w:r>
      <w:r w:rsidR="000A0CDC">
        <w:rPr>
          <w:rtl/>
        </w:rPr>
        <w:t xml:space="preserve">ں </w:t>
      </w:r>
      <w:r>
        <w:rPr>
          <w:rtl/>
        </w:rPr>
        <w:t>كہ جن مي</w:t>
      </w:r>
      <w:r w:rsidR="000A0CDC">
        <w:rPr>
          <w:rtl/>
        </w:rPr>
        <w:t xml:space="preserve">ں </w:t>
      </w:r>
      <w:r>
        <w:rPr>
          <w:rtl/>
        </w:rPr>
        <w:t>سے اساس الاقتباس،شرح منطق اشارات ، تعديل المعيار اور التجريد فى المنطق تحرير كي</w:t>
      </w:r>
      <w:r w:rsidR="000A0CDC">
        <w:rPr>
          <w:rtl/>
        </w:rPr>
        <w:t xml:space="preserve">ں </w:t>
      </w:r>
      <w:r>
        <w:rPr>
          <w:rtl/>
        </w:rPr>
        <w:t>، وہ منطق كو علم كے ساتھ ساتھ وسيلہ بھى سمجھتے تھے ان كے خيال مي</w:t>
      </w:r>
      <w:r w:rsidR="000A0CDC">
        <w:rPr>
          <w:rtl/>
        </w:rPr>
        <w:t xml:space="preserve">ں </w:t>
      </w:r>
      <w:r>
        <w:rPr>
          <w:rtl/>
        </w:rPr>
        <w:t xml:space="preserve">منظق ايك ايسا علم ہے جو معنى اور انكى كيفيت كى شناخت كے ساتھ ديگر علوم كى فہم و ادراك كى كليد بھى ہے_ </w:t>
      </w:r>
    </w:p>
    <w:p w:rsidR="0061102A" w:rsidRDefault="0061102A" w:rsidP="00BE6934">
      <w:pPr>
        <w:pStyle w:val="libNormal"/>
        <w:rPr>
          <w:rtl/>
        </w:rPr>
      </w:pPr>
      <w:r>
        <w:rPr>
          <w:rtl/>
        </w:rPr>
        <w:t>ابن تيميہ ( متوفى 661) بھى اسلام كے بڑے منطقيو</w:t>
      </w:r>
      <w:r w:rsidR="000A0CDC">
        <w:rPr>
          <w:rtl/>
        </w:rPr>
        <w:t xml:space="preserve">ں </w:t>
      </w:r>
      <w:r>
        <w:rPr>
          <w:rtl/>
        </w:rPr>
        <w:t>مي</w:t>
      </w:r>
      <w:r w:rsidR="000A0CDC">
        <w:rPr>
          <w:rtl/>
        </w:rPr>
        <w:t xml:space="preserve">ں </w:t>
      </w:r>
      <w:r>
        <w:rPr>
          <w:rtl/>
        </w:rPr>
        <w:t>سے ہي</w:t>
      </w:r>
      <w:r w:rsidR="000A0CDC">
        <w:rPr>
          <w:rtl/>
        </w:rPr>
        <w:t xml:space="preserve">ں </w:t>
      </w:r>
      <w:r>
        <w:rPr>
          <w:rtl/>
        </w:rPr>
        <w:t>انكى اس حوالے سے اہم ترين كتابو</w:t>
      </w:r>
      <w:r w:rsidR="000A0CDC">
        <w:rPr>
          <w:rtl/>
        </w:rPr>
        <w:t xml:space="preserve">ں </w:t>
      </w:r>
      <w:r>
        <w:rPr>
          <w:rtl/>
        </w:rPr>
        <w:t>مي</w:t>
      </w:r>
      <w:r w:rsidR="000A0CDC">
        <w:rPr>
          <w:rtl/>
        </w:rPr>
        <w:t xml:space="preserve">ں </w:t>
      </w:r>
      <w:r>
        <w:rPr>
          <w:rtl/>
        </w:rPr>
        <w:t>سے كتاب الرد على المنطقيين اور نقض المنطق ہي</w:t>
      </w:r>
      <w:r w:rsidR="000A0CDC">
        <w:rPr>
          <w:rtl/>
        </w:rPr>
        <w:t xml:space="preserve">ں </w:t>
      </w:r>
      <w:r>
        <w:rPr>
          <w:rtl/>
        </w:rPr>
        <w:t xml:space="preserve">_ </w:t>
      </w:r>
    </w:p>
    <w:p w:rsidR="0061102A" w:rsidRDefault="0061102A" w:rsidP="00BE6934">
      <w:pPr>
        <w:pStyle w:val="libNormal"/>
        <w:rPr>
          <w:rtl/>
        </w:rPr>
      </w:pPr>
      <w:r>
        <w:rPr>
          <w:rtl/>
        </w:rPr>
        <w:t>ابن تيميہ كے بعد ارسطو كى منطق كے بڑے ناقد ابن خلدون ہي</w:t>
      </w:r>
      <w:r w:rsidR="000A0CDC">
        <w:rPr>
          <w:rtl/>
        </w:rPr>
        <w:t xml:space="preserve">ں </w:t>
      </w:r>
      <w:r>
        <w:rPr>
          <w:rtl/>
        </w:rPr>
        <w:t>انہو</w:t>
      </w:r>
      <w:r w:rsidR="000A0CDC">
        <w:rPr>
          <w:rtl/>
        </w:rPr>
        <w:t xml:space="preserve">ں </w:t>
      </w:r>
      <w:r>
        <w:rPr>
          <w:rtl/>
        </w:rPr>
        <w:t>نے اپنى اہم كتاب '' العبرو ديوان المبتداء والخبر'' كے مختلف ابواب مي</w:t>
      </w:r>
      <w:r w:rsidR="000A0CDC">
        <w:rPr>
          <w:rtl/>
        </w:rPr>
        <w:t xml:space="preserve">ں </w:t>
      </w:r>
      <w:r>
        <w:rPr>
          <w:rtl/>
        </w:rPr>
        <w:t>منطق كے حوالے سے گفتگو كى انہو</w:t>
      </w:r>
      <w:r w:rsidR="000A0CDC">
        <w:rPr>
          <w:rtl/>
        </w:rPr>
        <w:t xml:space="preserve">ں </w:t>
      </w:r>
      <w:r>
        <w:rPr>
          <w:rtl/>
        </w:rPr>
        <w:t xml:space="preserve">نے تاريخى نگاہ سے منطق </w:t>
      </w:r>
    </w:p>
    <w:p w:rsidR="0061102A" w:rsidRDefault="0069392F" w:rsidP="00BE6934">
      <w:pPr>
        <w:pStyle w:val="libNormal"/>
        <w:rPr>
          <w:rtl/>
        </w:rPr>
      </w:pPr>
      <w:r>
        <w:rPr>
          <w:rtl/>
        </w:rPr>
        <w:cr/>
      </w:r>
      <w:r>
        <w:rPr>
          <w:rtl/>
        </w:rPr>
        <w:br w:type="page"/>
      </w:r>
      <w:r>
        <w:rPr>
          <w:rtl/>
        </w:rPr>
        <w:lastRenderedPageBreak/>
        <w:cr/>
      </w:r>
      <w:r w:rsidR="0061102A">
        <w:rPr>
          <w:rtl/>
        </w:rPr>
        <w:t>كا تجزيہ كيا اور واضح كيا كہ كيسے اس علم نے جنم ليا اور عالم اسلام مي</w:t>
      </w:r>
      <w:r w:rsidR="000A0CDC">
        <w:rPr>
          <w:rtl/>
        </w:rPr>
        <w:t xml:space="preserve">ں </w:t>
      </w:r>
      <w:r w:rsidR="0061102A">
        <w:rPr>
          <w:rtl/>
        </w:rPr>
        <w:t>كس طرح داخل ہوا ، انہو</w:t>
      </w:r>
      <w:r w:rsidR="000A0CDC">
        <w:rPr>
          <w:rtl/>
        </w:rPr>
        <w:t xml:space="preserve">ں </w:t>
      </w:r>
      <w:r w:rsidR="0061102A">
        <w:rPr>
          <w:rtl/>
        </w:rPr>
        <w:t>نے مختصر سے انداز مي</w:t>
      </w:r>
      <w:r w:rsidR="000A0CDC">
        <w:rPr>
          <w:rtl/>
        </w:rPr>
        <w:t xml:space="preserve">ں </w:t>
      </w:r>
      <w:r w:rsidR="0061102A">
        <w:rPr>
          <w:rtl/>
        </w:rPr>
        <w:t xml:space="preserve">ماہيت منطق كى تعريف كى اسكے بعد اسكے مبادى اور اساس پر بحث كى _ </w:t>
      </w:r>
    </w:p>
    <w:p w:rsidR="0061102A" w:rsidRDefault="0061102A" w:rsidP="00BE6934">
      <w:pPr>
        <w:pStyle w:val="libNormal"/>
        <w:rPr>
          <w:rtl/>
        </w:rPr>
      </w:pPr>
      <w:r>
        <w:rPr>
          <w:rtl/>
        </w:rPr>
        <w:t>گيارھوي</w:t>
      </w:r>
      <w:r w:rsidR="000A0CDC">
        <w:rPr>
          <w:rtl/>
        </w:rPr>
        <w:t xml:space="preserve">ں </w:t>
      </w:r>
      <w:r>
        <w:rPr>
          <w:rtl/>
        </w:rPr>
        <w:t>صدى ہجرى مي</w:t>
      </w:r>
      <w:r w:rsidR="000A0CDC">
        <w:rPr>
          <w:rtl/>
        </w:rPr>
        <w:t xml:space="preserve">ں </w:t>
      </w:r>
      <w:r>
        <w:rPr>
          <w:rtl/>
        </w:rPr>
        <w:t>صدرالدين شيرازى ( ملا صدرا) كے ظہور كے ساتھ اسلامى تمدن مي</w:t>
      </w:r>
      <w:r w:rsidR="000A0CDC">
        <w:rPr>
          <w:rtl/>
        </w:rPr>
        <w:t xml:space="preserve">ں </w:t>
      </w:r>
      <w:r>
        <w:rPr>
          <w:rtl/>
        </w:rPr>
        <w:t>فكرى اور عقلى فعاليت اپنے عروج كو پہنچ گئي تھى ملا صدرا نے اپنى كتاب الاسفار كى مقدماتى فصول مي</w:t>
      </w:r>
      <w:r w:rsidR="000A0CDC">
        <w:rPr>
          <w:rtl/>
        </w:rPr>
        <w:t xml:space="preserve">ں </w:t>
      </w:r>
      <w:r>
        <w:rPr>
          <w:rtl/>
        </w:rPr>
        <w:t>مشائيو</w:t>
      </w:r>
      <w:r w:rsidR="000A0CDC">
        <w:rPr>
          <w:rtl/>
        </w:rPr>
        <w:t xml:space="preserve">ں </w:t>
      </w:r>
      <w:r>
        <w:rPr>
          <w:rtl/>
        </w:rPr>
        <w:t>كى پيروى مي</w:t>
      </w:r>
      <w:r w:rsidR="000A0CDC">
        <w:rPr>
          <w:rtl/>
        </w:rPr>
        <w:t xml:space="preserve">ں </w:t>
      </w:r>
      <w:r>
        <w:rPr>
          <w:rtl/>
        </w:rPr>
        <w:t>علوم كى تقسيم بندى اور منطق كے حوالے سے بھى گفتگو كى انكى روش منطق بہت زيادہ ابن سينا كى روش منطق سے مشابہت ركھتى ہے</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36" w:name="_Toc268592"/>
      <w:r>
        <w:rPr>
          <w:rtl/>
        </w:rPr>
        <w:t>تاريخ اور تاريخ نگاري</w:t>
      </w:r>
      <w:bookmarkEnd w:id="36"/>
    </w:p>
    <w:p w:rsidR="0061102A" w:rsidRDefault="0061102A" w:rsidP="00BE6934">
      <w:pPr>
        <w:pStyle w:val="libNormal"/>
        <w:rPr>
          <w:rtl/>
        </w:rPr>
      </w:pPr>
      <w:r>
        <w:rPr>
          <w:rtl/>
        </w:rPr>
        <w:t>زمانہ جاہليت مي</w:t>
      </w:r>
      <w:r w:rsidR="000A0CDC">
        <w:rPr>
          <w:rtl/>
        </w:rPr>
        <w:t xml:space="preserve">ں </w:t>
      </w:r>
      <w:r>
        <w:rPr>
          <w:rtl/>
        </w:rPr>
        <w:t>عرب كى ثقافت حفظ پر قائم تھى اور اسى طريقے سے ايك نسل سے دوسرى نسل مي</w:t>
      </w:r>
      <w:r w:rsidR="000A0CDC">
        <w:rPr>
          <w:rtl/>
        </w:rPr>
        <w:t xml:space="preserve">ں </w:t>
      </w:r>
      <w:r>
        <w:rPr>
          <w:rtl/>
        </w:rPr>
        <w:t>منتقل ہو رہى تھى ظہور اسلام سے پہلے اور قران كى گذشتہ اقوام كى داستانو</w:t>
      </w:r>
      <w:r w:rsidR="000A0CDC">
        <w:rPr>
          <w:rtl/>
        </w:rPr>
        <w:t xml:space="preserve">ں </w:t>
      </w:r>
      <w:r>
        <w:rPr>
          <w:rtl/>
        </w:rPr>
        <w:t>سے عبرت لينے كى تعليمات تك _ زمانہ جاہليت كے عرب لوگ وقت كے تسلسل كو ايك تہذيبى مفہوم كے طور پر نہي</w:t>
      </w:r>
      <w:r w:rsidR="000A0CDC">
        <w:rPr>
          <w:rtl/>
        </w:rPr>
        <w:t xml:space="preserve">ں </w:t>
      </w:r>
      <w:r>
        <w:rPr>
          <w:rtl/>
        </w:rPr>
        <w:t>سمجھتے تھے _ ليكن سب سے اہم چيز جس نے مسلمانو</w:t>
      </w:r>
      <w:r w:rsidR="000A0CDC">
        <w:rPr>
          <w:rtl/>
        </w:rPr>
        <w:t xml:space="preserve">ں </w:t>
      </w:r>
      <w:r>
        <w:rPr>
          <w:rtl/>
        </w:rPr>
        <w:t>كو تا ريخ نگارى اور تاريخ سے عبرت لينے كى طرف ترغيب دلائي وہ قران و حديث كى تعليمات تھي</w:t>
      </w:r>
      <w:r w:rsidR="000A0CDC">
        <w:rPr>
          <w:rtl/>
        </w:rPr>
        <w:t xml:space="preserve">ں </w:t>
      </w:r>
      <w:r>
        <w:rPr>
          <w:rtl/>
        </w:rPr>
        <w:t>لہذا عربو</w:t>
      </w:r>
      <w:r w:rsidR="000A0CDC">
        <w:rPr>
          <w:rtl/>
        </w:rPr>
        <w:t xml:space="preserve">ں </w:t>
      </w:r>
      <w:r>
        <w:rPr>
          <w:rtl/>
        </w:rPr>
        <w:t>مي</w:t>
      </w:r>
      <w:r w:rsidR="000A0CDC">
        <w:rPr>
          <w:rtl/>
        </w:rPr>
        <w:t xml:space="preserve">ں </w:t>
      </w:r>
      <w:r>
        <w:rPr>
          <w:rtl/>
        </w:rPr>
        <w:t>تاريخ اور تاريخ نگارى كا علم ظہور اسلام كے اوائل مي</w:t>
      </w:r>
      <w:r w:rsidR="000A0CDC">
        <w:rPr>
          <w:rtl/>
        </w:rPr>
        <w:t xml:space="preserve">ں </w:t>
      </w:r>
      <w:r>
        <w:rPr>
          <w:rtl/>
        </w:rPr>
        <w:t>ہى وجود مي</w:t>
      </w:r>
      <w:r w:rsidR="000A0CDC">
        <w:rPr>
          <w:rtl/>
        </w:rPr>
        <w:t xml:space="preserve">ں </w:t>
      </w:r>
      <w:r>
        <w:rPr>
          <w:rtl/>
        </w:rPr>
        <w:t>آيا_ مسلمان اپنے تاريخى مطالعات مي</w:t>
      </w:r>
      <w:r w:rsidR="000A0CDC">
        <w:rPr>
          <w:rtl/>
        </w:rPr>
        <w:t xml:space="preserve">ں </w:t>
      </w:r>
      <w:r>
        <w:rPr>
          <w:rtl/>
        </w:rPr>
        <w:t>قران و حديث سے متاثر ہوتے ہوئے سب سے پہلے پيغمبر اكرم (ص) كى سيرت اور جنگو</w:t>
      </w:r>
      <w:r w:rsidR="000A0CDC">
        <w:rPr>
          <w:rtl/>
        </w:rPr>
        <w:t xml:space="preserve">ں </w:t>
      </w:r>
      <w:r>
        <w:rPr>
          <w:rtl/>
        </w:rPr>
        <w:t>كى طرف متوجہ ہوئے اسكے بعد تاريخ نگارى كے ديگر موضوعات كى طرف بڑھے_ سب سے پہلے مسلمان مورخين مي</w:t>
      </w:r>
      <w:r w:rsidR="000A0CDC">
        <w:rPr>
          <w:rtl/>
        </w:rPr>
        <w:t xml:space="preserve">ں </w:t>
      </w:r>
      <w:r>
        <w:rPr>
          <w:rtl/>
        </w:rPr>
        <w:t>'' ابو مخنف'' ( متوفى 175 م ) كا نام ليا جاسكتا ہے وہ كسى ايك موضوع پر مبنى متعدد تواريخ كے مصنف تھے جنكے كچھ حصو</w:t>
      </w:r>
      <w:r w:rsidR="000A0CDC">
        <w:rPr>
          <w:rtl/>
        </w:rPr>
        <w:t xml:space="preserve">ں </w:t>
      </w:r>
      <w:r>
        <w:rPr>
          <w:rtl/>
        </w:rPr>
        <w:t>كاذكر تاريخ طبرى مي</w:t>
      </w:r>
      <w:r w:rsidR="000A0CDC">
        <w:rPr>
          <w:rtl/>
        </w:rPr>
        <w:t xml:space="preserve">ں </w:t>
      </w:r>
      <w:r>
        <w:rPr>
          <w:rtl/>
        </w:rPr>
        <w:t>موجود ہے_ ابن اسحاق ( متوفى 150 ق) بھى وہ پہلى شخصيت ہي</w:t>
      </w:r>
      <w:r w:rsidR="000A0CDC">
        <w:rPr>
          <w:rtl/>
        </w:rPr>
        <w:t xml:space="preserve">ں </w:t>
      </w:r>
      <w:r>
        <w:rPr>
          <w:rtl/>
        </w:rPr>
        <w:t>كہ جنہو</w:t>
      </w:r>
      <w:r w:rsidR="000A0CDC">
        <w:rPr>
          <w:rtl/>
        </w:rPr>
        <w:t xml:space="preserve">ں </w:t>
      </w:r>
      <w:r>
        <w:rPr>
          <w:rtl/>
        </w:rPr>
        <w:t>نے سيرہ نبوى پر كتاب لكھي_</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محمد خوانسارى ، قوانين مطنق صورى ( مختلف جگہ سے) ابو نصر فارابى ، احصاء العلوم ، ص 53 _دانش پوہ ، محمد تقى ، '' از منطق ارسطو روش شناسى نوين '' مجلہ جلوہ ،س 1، ش1، ص 24_ </w:t>
      </w:r>
    </w:p>
    <w:p w:rsidR="00D22BC1" w:rsidRDefault="0061102A" w:rsidP="00BE6934">
      <w:pPr>
        <w:pStyle w:val="libFootnote"/>
        <w:rPr>
          <w:rtl/>
        </w:rPr>
      </w:pPr>
      <w:r>
        <w:rPr>
          <w:rtl/>
        </w:rPr>
        <w:t>2) عبدالجليل ، تاريخ ادبيات عرب ، ترجمہ آذر تاش آذر نوش ، ص 153_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كتاب كے كچھ حصے تاريخ طبرى مي</w:t>
      </w:r>
      <w:r w:rsidR="000A0CDC">
        <w:rPr>
          <w:rtl/>
        </w:rPr>
        <w:t xml:space="preserve">ں </w:t>
      </w:r>
      <w:r>
        <w:rPr>
          <w:rtl/>
        </w:rPr>
        <w:t>نقل ہوئے ہي</w:t>
      </w:r>
      <w:r w:rsidR="000A0CDC">
        <w:rPr>
          <w:rtl/>
        </w:rPr>
        <w:t xml:space="preserve">ں </w:t>
      </w:r>
      <w:r>
        <w:rPr>
          <w:rtl/>
        </w:rPr>
        <w:t>اگرچہ يہ كتاب بذات خود ہمارے ہاتھ تك نہي</w:t>
      </w:r>
      <w:r w:rsidR="000A0CDC">
        <w:rPr>
          <w:rtl/>
        </w:rPr>
        <w:t xml:space="preserve">ں </w:t>
      </w:r>
      <w:r>
        <w:rPr>
          <w:rtl/>
        </w:rPr>
        <w:t>پہنچى ليكن يہ مكمل طور پر سيرہ ابن ہشام مي</w:t>
      </w:r>
      <w:r w:rsidR="000A0CDC">
        <w:rPr>
          <w:rtl/>
        </w:rPr>
        <w:t xml:space="preserve">ں </w:t>
      </w:r>
      <w:r>
        <w:rPr>
          <w:rtl/>
        </w:rPr>
        <w:t>آچكى ہے، واقدى ( متوفى 209 قمري) نے پيغمبر اكرم(ص) كى جنگو</w:t>
      </w:r>
      <w:r w:rsidR="000A0CDC">
        <w:rPr>
          <w:rtl/>
        </w:rPr>
        <w:t xml:space="preserve">ں </w:t>
      </w:r>
      <w:r>
        <w:rPr>
          <w:rtl/>
        </w:rPr>
        <w:t>كے حوالے سے مشہور كتاب '' المغازى '' لكھي_ واقدى كے شاگر د ابن سعد نے بھى پيغمبراكرم (ص) ، صحابہ اور تابعين كى زندگى كے حالات پر كتاب '' الطبقات'' لكھى ، تيسرى صدى ہجرى مي</w:t>
      </w:r>
      <w:r w:rsidR="000A0CDC">
        <w:rPr>
          <w:rtl/>
        </w:rPr>
        <w:t xml:space="preserve">ں </w:t>
      </w:r>
      <w:r>
        <w:rPr>
          <w:rtl/>
        </w:rPr>
        <w:t>بلاذرى ( متوفى 279 قمري) نے دو قيمتى تاريخى كتابي</w:t>
      </w:r>
      <w:r w:rsidR="000A0CDC">
        <w:rPr>
          <w:rtl/>
        </w:rPr>
        <w:t xml:space="preserve">ں </w:t>
      </w:r>
      <w:r>
        <w:rPr>
          <w:rtl/>
        </w:rPr>
        <w:t>'' فتوح البلدان '' اور '' انساب الاشراف'' اپنے بعد يادگار چھوڑي</w:t>
      </w:r>
      <w:r w:rsidR="000A0CDC">
        <w:rPr>
          <w:rtl/>
        </w:rPr>
        <w:t xml:space="preserve">ں </w:t>
      </w:r>
      <w:r>
        <w:rPr>
          <w:rtl/>
        </w:rPr>
        <w:t>_ اس صدى كے دوسرے نصف حصہ مي</w:t>
      </w:r>
      <w:r w:rsidR="000A0CDC">
        <w:rPr>
          <w:rtl/>
        </w:rPr>
        <w:t xml:space="preserve">ں </w:t>
      </w:r>
      <w:r>
        <w:rPr>
          <w:rtl/>
        </w:rPr>
        <w:t xml:space="preserve">اس دور كے اسلام كے بہت بڑے مورخ طبرى نے عظيم كتاب '' تاريخ الامم و الرسل و الملوك'' تصنيف كى _ </w:t>
      </w:r>
    </w:p>
    <w:p w:rsidR="0061102A" w:rsidRDefault="0061102A" w:rsidP="00BE6934">
      <w:pPr>
        <w:pStyle w:val="libNormal"/>
        <w:rPr>
          <w:rtl/>
        </w:rPr>
      </w:pPr>
      <w:r>
        <w:rPr>
          <w:rtl/>
        </w:rPr>
        <w:t>پانچوي</w:t>
      </w:r>
      <w:r w:rsidR="000A0CDC">
        <w:rPr>
          <w:rtl/>
        </w:rPr>
        <w:t xml:space="preserve">ں </w:t>
      </w:r>
      <w:r>
        <w:rPr>
          <w:rtl/>
        </w:rPr>
        <w:t>صدى ہجرى مي</w:t>
      </w:r>
      <w:r w:rsidR="000A0CDC">
        <w:rPr>
          <w:rtl/>
        </w:rPr>
        <w:t xml:space="preserve">ں </w:t>
      </w:r>
      <w:r>
        <w:rPr>
          <w:rtl/>
        </w:rPr>
        <w:t>چند بڑے مورخ گزرے ہي</w:t>
      </w:r>
      <w:r w:rsidR="000A0CDC">
        <w:rPr>
          <w:rtl/>
        </w:rPr>
        <w:t xml:space="preserve">ں </w:t>
      </w:r>
      <w:r>
        <w:rPr>
          <w:rtl/>
        </w:rPr>
        <w:t>_ كتاب تجارب الامم كے مصنف ابن مسكويہ ، سلاطين غزنوى كے ليے لكھى جانے والى كتاب تاريخ يمينى كے مصنف عتبى ، تاريخ بغداد كے مصنف خطيب بغدادى _ چھٹى صدى ہجرى مي</w:t>
      </w:r>
      <w:r w:rsidR="000A0CDC">
        <w:rPr>
          <w:rtl/>
        </w:rPr>
        <w:t xml:space="preserve">ں </w:t>
      </w:r>
      <w:r>
        <w:rPr>
          <w:rtl/>
        </w:rPr>
        <w:t>حالات زندگى پر لكھى جانے والى كتاب '' الاعتبار '' كے مصنف اسامہ بن منقذ (متوفي584 قمرى )اور سلجوقيو</w:t>
      </w:r>
      <w:r w:rsidR="000A0CDC">
        <w:rPr>
          <w:rtl/>
        </w:rPr>
        <w:t xml:space="preserve">ں </w:t>
      </w:r>
      <w:r>
        <w:rPr>
          <w:rtl/>
        </w:rPr>
        <w:t xml:space="preserve">كى تاريخ پر لكھى جانے والى كتاب '' نصرة الفترہ'' كے مصنف عماد الدين اصفہانى (متوفى 589 قمرى ) اس دور كے بڑے مورخ شمار ہوتے تھے_ </w:t>
      </w:r>
    </w:p>
    <w:p w:rsidR="0061102A" w:rsidRDefault="0061102A" w:rsidP="00BE6934">
      <w:pPr>
        <w:pStyle w:val="libNormal"/>
        <w:rPr>
          <w:rtl/>
        </w:rPr>
      </w:pPr>
      <w:r>
        <w:rPr>
          <w:rtl/>
        </w:rPr>
        <w:t>ساتوي</w:t>
      </w:r>
      <w:r w:rsidR="000A0CDC">
        <w:rPr>
          <w:rtl/>
        </w:rPr>
        <w:t xml:space="preserve">ں </w:t>
      </w:r>
      <w:r>
        <w:rPr>
          <w:rtl/>
        </w:rPr>
        <w:t>صدى ہجرى مي</w:t>
      </w:r>
      <w:r w:rsidR="000A0CDC">
        <w:rPr>
          <w:rtl/>
        </w:rPr>
        <w:t xml:space="preserve">ں </w:t>
      </w:r>
      <w:r>
        <w:rPr>
          <w:rtl/>
        </w:rPr>
        <w:t>ہم بہت بڑے مورخين كا سامنا كرر ہے ہي</w:t>
      </w:r>
      <w:r w:rsidR="000A0CDC">
        <w:rPr>
          <w:rtl/>
        </w:rPr>
        <w:t xml:space="preserve">ں </w:t>
      </w:r>
      <w:r>
        <w:rPr>
          <w:rtl/>
        </w:rPr>
        <w:t>ابن اثير جو كہ عرب زبان مورخين مي</w:t>
      </w:r>
      <w:r w:rsidR="000A0CDC">
        <w:rPr>
          <w:rtl/>
        </w:rPr>
        <w:t xml:space="preserve">ں </w:t>
      </w:r>
      <w:r>
        <w:rPr>
          <w:rtl/>
        </w:rPr>
        <w:t>سب سے مشہور ہي</w:t>
      </w:r>
      <w:r w:rsidR="000A0CDC">
        <w:rPr>
          <w:rtl/>
        </w:rPr>
        <w:t xml:space="preserve">ں </w:t>
      </w:r>
      <w:r>
        <w:rPr>
          <w:rtl/>
        </w:rPr>
        <w:t>اور انہو</w:t>
      </w:r>
      <w:r w:rsidR="000A0CDC">
        <w:rPr>
          <w:rtl/>
        </w:rPr>
        <w:t xml:space="preserve">ں </w:t>
      </w:r>
      <w:r>
        <w:rPr>
          <w:rtl/>
        </w:rPr>
        <w:t>نے كتاب '' الكامل فى التاريخ'' اور ''اسد الغابة'' تحرير كي</w:t>
      </w:r>
      <w:r w:rsidR="000A0CDC">
        <w:rPr>
          <w:rtl/>
        </w:rPr>
        <w:t xml:space="preserve">ں </w:t>
      </w:r>
      <w:r>
        <w:rPr>
          <w:rtl/>
        </w:rPr>
        <w:t>_ اس صدى كے دوسرے برے مورخين ابن خلكان ہي</w:t>
      </w:r>
      <w:r w:rsidR="000A0CDC">
        <w:rPr>
          <w:rtl/>
        </w:rPr>
        <w:t xml:space="preserve">ں </w:t>
      </w:r>
      <w:r>
        <w:rPr>
          <w:rtl/>
        </w:rPr>
        <w:t>كہ جنہو</w:t>
      </w:r>
      <w:r w:rsidR="000A0CDC">
        <w:rPr>
          <w:rtl/>
        </w:rPr>
        <w:t xml:space="preserve">ں </w:t>
      </w:r>
      <w:r>
        <w:rPr>
          <w:rtl/>
        </w:rPr>
        <w:t xml:space="preserve">نے اہم رسالہ ''وفيات الاعيان ''تحرير كيا كہ جو شخصيات كے تذكرہ اور تاريخ ادب پر فہرست كى روش پرہے_ </w:t>
      </w:r>
    </w:p>
    <w:p w:rsidR="0061102A" w:rsidRDefault="0061102A" w:rsidP="00BE6934">
      <w:pPr>
        <w:pStyle w:val="libNormal"/>
        <w:rPr>
          <w:rtl/>
        </w:rPr>
      </w:pPr>
      <w:r>
        <w:rPr>
          <w:rtl/>
        </w:rPr>
        <w:t>آٹھوي</w:t>
      </w:r>
      <w:r w:rsidR="000A0CDC">
        <w:rPr>
          <w:rtl/>
        </w:rPr>
        <w:t xml:space="preserve">ں </w:t>
      </w:r>
      <w:r>
        <w:rPr>
          <w:rtl/>
        </w:rPr>
        <w:t>صدى ہجرى مي</w:t>
      </w:r>
      <w:r w:rsidR="000A0CDC">
        <w:rPr>
          <w:rtl/>
        </w:rPr>
        <w:t xml:space="preserve">ں </w:t>
      </w:r>
      <w:r>
        <w:rPr>
          <w:rtl/>
        </w:rPr>
        <w:t>ابن ابى زرع ( متوفى 727قمرى )نے مغرب كى تاريخ كے حوالے سے اپنى اہم كتاب '' روض القرطاس'' اور ابوالفداء نے كتاب'' المختصر فى اخبار البشر'' تحرير كى نوي</w:t>
      </w:r>
      <w:r w:rsidR="000A0CDC">
        <w:rPr>
          <w:rtl/>
        </w:rPr>
        <w:t xml:space="preserve">ں </w:t>
      </w:r>
      <w:r>
        <w:rPr>
          <w:rtl/>
        </w:rPr>
        <w:t>صدى ہجرى مي</w:t>
      </w:r>
      <w:r w:rsidR="000A0CDC">
        <w:rPr>
          <w:rtl/>
        </w:rPr>
        <w:t xml:space="preserve">ں </w:t>
      </w:r>
      <w:r>
        <w:rPr>
          <w:rtl/>
        </w:rPr>
        <w:t>تقى الدين فاسى نے تاريخ مكہ تحرير كى اسى صدى مي</w:t>
      </w:r>
      <w:r w:rsidR="000A0CDC">
        <w:rPr>
          <w:rtl/>
        </w:rPr>
        <w:t xml:space="preserve">ں </w:t>
      </w:r>
      <w:r>
        <w:rPr>
          <w:rtl/>
        </w:rPr>
        <w:t xml:space="preserve">مقريزى نے مصر كى تاريخ اور جغرافيہ پر اپنى اہم ترين </w:t>
      </w:r>
    </w:p>
    <w:p w:rsidR="0061102A" w:rsidRDefault="0069392F" w:rsidP="00BE6934">
      <w:pPr>
        <w:pStyle w:val="libNormal"/>
        <w:rPr>
          <w:rtl/>
        </w:rPr>
      </w:pPr>
      <w:r>
        <w:rPr>
          <w:rtl/>
        </w:rPr>
        <w:cr/>
      </w:r>
      <w:r>
        <w:rPr>
          <w:rtl/>
        </w:rPr>
        <w:br w:type="page"/>
      </w:r>
      <w:r>
        <w:rPr>
          <w:rtl/>
        </w:rPr>
        <w:lastRenderedPageBreak/>
        <w:cr/>
      </w:r>
      <w:r w:rsidR="0061102A">
        <w:rPr>
          <w:rtl/>
        </w:rPr>
        <w:t>كتاب'' الخطط والآثار'' تحرير كى _ گيارہوي</w:t>
      </w:r>
      <w:r w:rsidR="000A0CDC">
        <w:rPr>
          <w:rtl/>
        </w:rPr>
        <w:t xml:space="preserve">ں </w:t>
      </w:r>
      <w:r w:rsidR="0061102A">
        <w:rPr>
          <w:rtl/>
        </w:rPr>
        <w:t>صدى ہجرى مي</w:t>
      </w:r>
      <w:r w:rsidR="000A0CDC">
        <w:rPr>
          <w:rtl/>
        </w:rPr>
        <w:t xml:space="preserve">ں </w:t>
      </w:r>
      <w:r w:rsidR="0061102A">
        <w:rPr>
          <w:rtl/>
        </w:rPr>
        <w:t xml:space="preserve">مقرّى نے ہسپانيہ كى تاريخ پر كتاب'' نفح الطيب'' لكھى _ </w:t>
      </w:r>
      <w:r w:rsidR="0061102A" w:rsidRPr="00F67D4B">
        <w:rPr>
          <w:rStyle w:val="libFootnotenumChar"/>
          <w:rtl/>
        </w:rPr>
        <w:t>(1)</w:t>
      </w:r>
      <w:r w:rsidR="0061102A">
        <w:rPr>
          <w:rtl/>
        </w:rPr>
        <w:t xml:space="preserve"> </w:t>
      </w:r>
    </w:p>
    <w:p w:rsidR="0061102A" w:rsidRDefault="0061102A" w:rsidP="00BE6934">
      <w:pPr>
        <w:pStyle w:val="libNormal"/>
        <w:rPr>
          <w:rtl/>
        </w:rPr>
      </w:pPr>
      <w:r>
        <w:rPr>
          <w:rtl/>
        </w:rPr>
        <w:t>عربى زبان مي</w:t>
      </w:r>
      <w:r w:rsidR="000A0CDC">
        <w:rPr>
          <w:rtl/>
        </w:rPr>
        <w:t xml:space="preserve">ں </w:t>
      </w:r>
      <w:r>
        <w:rPr>
          <w:rtl/>
        </w:rPr>
        <w:t>تاريخ نگارى كے ادوار كى مانند فارسى زبان مي</w:t>
      </w:r>
      <w:r w:rsidR="000A0CDC">
        <w:rPr>
          <w:rtl/>
        </w:rPr>
        <w:t xml:space="preserve">ں </w:t>
      </w:r>
      <w:r>
        <w:rPr>
          <w:rtl/>
        </w:rPr>
        <w:t>بھى تاريخ نگارى نے اسى طرح سفر كيا اور مراحل ارتقاء طے كيے _ عربى زبان كے مورخين كى مانند ايرانى مؤلفين نے بھى بہت سے ادوار مي</w:t>
      </w:r>
      <w:r w:rsidR="000A0CDC">
        <w:rPr>
          <w:rtl/>
        </w:rPr>
        <w:t xml:space="preserve">ں </w:t>
      </w:r>
      <w:r>
        <w:rPr>
          <w:rtl/>
        </w:rPr>
        <w:t>تاريخى كتب تحرير كي</w:t>
      </w:r>
      <w:r w:rsidR="000A0CDC">
        <w:rPr>
          <w:rtl/>
        </w:rPr>
        <w:t xml:space="preserve">ں </w:t>
      </w:r>
      <w:r>
        <w:rPr>
          <w:rtl/>
        </w:rPr>
        <w:t>يا عربى سے فارسى مي</w:t>
      </w:r>
      <w:r w:rsidR="000A0CDC">
        <w:rPr>
          <w:rtl/>
        </w:rPr>
        <w:t xml:space="preserve">ں </w:t>
      </w:r>
      <w:r>
        <w:rPr>
          <w:rtl/>
        </w:rPr>
        <w:t>ترجمہ كي</w:t>
      </w:r>
      <w:r w:rsidR="000A0CDC">
        <w:rPr>
          <w:rtl/>
        </w:rPr>
        <w:t xml:space="preserve">ں </w:t>
      </w:r>
      <w:r>
        <w:rPr>
          <w:rtl/>
        </w:rPr>
        <w:t>_ فارسى زبان مي</w:t>
      </w:r>
      <w:r w:rsidR="000A0CDC">
        <w:rPr>
          <w:rtl/>
        </w:rPr>
        <w:t xml:space="preserve">ں </w:t>
      </w:r>
      <w:r>
        <w:rPr>
          <w:rtl/>
        </w:rPr>
        <w:t>قديمى ترين عمومى تاريخى كتابو</w:t>
      </w:r>
      <w:r w:rsidR="000A0CDC">
        <w:rPr>
          <w:rtl/>
        </w:rPr>
        <w:t xml:space="preserve">ں </w:t>
      </w:r>
      <w:r>
        <w:rPr>
          <w:rtl/>
        </w:rPr>
        <w:t>مي</w:t>
      </w:r>
      <w:r w:rsidR="000A0CDC">
        <w:rPr>
          <w:rtl/>
        </w:rPr>
        <w:t xml:space="preserve">ں </w:t>
      </w:r>
      <w:r>
        <w:rPr>
          <w:rtl/>
        </w:rPr>
        <w:t>سے جو باقى رہ گئي ہي</w:t>
      </w:r>
      <w:r w:rsidR="000A0CDC">
        <w:rPr>
          <w:rtl/>
        </w:rPr>
        <w:t xml:space="preserve">ں </w:t>
      </w:r>
      <w:r>
        <w:rPr>
          <w:rtl/>
        </w:rPr>
        <w:t>ان مي</w:t>
      </w:r>
      <w:r w:rsidR="000A0CDC">
        <w:rPr>
          <w:rtl/>
        </w:rPr>
        <w:t xml:space="preserve">ں </w:t>
      </w:r>
      <w:r>
        <w:rPr>
          <w:rtl/>
        </w:rPr>
        <w:t>سے تاريخ بلعمى كہ جو ابوعلى بلعمى نے 352قمرى مي</w:t>
      </w:r>
      <w:r w:rsidR="000A0CDC">
        <w:rPr>
          <w:rtl/>
        </w:rPr>
        <w:t xml:space="preserve">ں </w:t>
      </w:r>
      <w:r>
        <w:rPr>
          <w:rtl/>
        </w:rPr>
        <w:t xml:space="preserve">تحرير كى _ </w:t>
      </w:r>
    </w:p>
    <w:p w:rsidR="0061102A" w:rsidRDefault="0061102A" w:rsidP="00BE6934">
      <w:pPr>
        <w:pStyle w:val="libNormal"/>
        <w:rPr>
          <w:rtl/>
        </w:rPr>
      </w:pPr>
      <w:r>
        <w:rPr>
          <w:rtl/>
        </w:rPr>
        <w:t>اسكے بعد كتاب'' زين الاخبار گرديزي'' ( پانچوي</w:t>
      </w:r>
      <w:r w:rsidR="000A0CDC">
        <w:rPr>
          <w:rtl/>
        </w:rPr>
        <w:t xml:space="preserve">ں </w:t>
      </w:r>
      <w:r>
        <w:rPr>
          <w:rtl/>
        </w:rPr>
        <w:t>صدى كے پہلے نصف حصہ كى تأليف) كا نام بھى ليا جاسكتا ہے ليكن ايران مي</w:t>
      </w:r>
      <w:r w:rsidR="000A0CDC">
        <w:rPr>
          <w:rtl/>
        </w:rPr>
        <w:t xml:space="preserve">ں </w:t>
      </w:r>
      <w:r>
        <w:rPr>
          <w:rtl/>
        </w:rPr>
        <w:t>فارسى زبان كى تاريخ نگارى كا سب سے اہم ترين دور منگولو</w:t>
      </w:r>
      <w:r w:rsidR="000A0CDC">
        <w:rPr>
          <w:rtl/>
        </w:rPr>
        <w:t xml:space="preserve">ں </w:t>
      </w:r>
      <w:r>
        <w:rPr>
          <w:rtl/>
        </w:rPr>
        <w:t>كا دور يعنى ساتوي</w:t>
      </w:r>
      <w:r w:rsidR="000A0CDC">
        <w:rPr>
          <w:rtl/>
        </w:rPr>
        <w:t xml:space="preserve">ں </w:t>
      </w:r>
      <w:r>
        <w:rPr>
          <w:rtl/>
        </w:rPr>
        <w:t>صدى كے بعد كا ہے_ اس دور مي</w:t>
      </w:r>
      <w:r w:rsidR="000A0CDC">
        <w:rPr>
          <w:rtl/>
        </w:rPr>
        <w:t xml:space="preserve">ں </w:t>
      </w:r>
      <w:r>
        <w:rPr>
          <w:rtl/>
        </w:rPr>
        <w:t>ہم فارسى تاريخى كتاب نويسى مي</w:t>
      </w:r>
      <w:r w:rsidR="000A0CDC">
        <w:rPr>
          <w:rtl/>
        </w:rPr>
        <w:t xml:space="preserve">ں </w:t>
      </w:r>
      <w:r>
        <w:rPr>
          <w:rtl/>
        </w:rPr>
        <w:t>انقلابى اٹھان كا مشاہدہ كرتے ہي</w:t>
      </w:r>
      <w:r w:rsidR="000A0CDC">
        <w:rPr>
          <w:rtl/>
        </w:rPr>
        <w:t xml:space="preserve">ں </w:t>
      </w:r>
      <w:r>
        <w:rPr>
          <w:rtl/>
        </w:rPr>
        <w:t>اس دور كى اہم ترين تاريخى كتابي</w:t>
      </w:r>
      <w:r w:rsidR="000A0CDC">
        <w:rPr>
          <w:rtl/>
        </w:rPr>
        <w:t xml:space="preserve">ں </w:t>
      </w:r>
      <w:r>
        <w:rPr>
          <w:rtl/>
        </w:rPr>
        <w:t>'' تاريخ جہانگشاى جوينى '' ہے كہ جو عطاملك جوينى كى تحرير ہے ، عثمان بن محمد جو زجانى كى تصنيف طبقات ناصرى جو 658 ق مي</w:t>
      </w:r>
      <w:r w:rsidR="000A0CDC">
        <w:rPr>
          <w:rtl/>
        </w:rPr>
        <w:t xml:space="preserve">ں </w:t>
      </w:r>
      <w:r>
        <w:rPr>
          <w:rtl/>
        </w:rPr>
        <w:t>تاليف ہوئي، عبداللہ بن عمر بيضاوى كى نظام التواريخ ، رشيد الدين فضل اللہ ہمدانى كى جامع التواريخ ، فخر الدين داؤد بناكتى كى تاريخ بناكتى ، حمداللہ مستوفى كى تاريخ گزيدہ، شرف الدين عبداللہ وصاف شيرازى كى تجزية الادصار يا تاريخ وصاف اور محمد بن على شبانكارہ كى مجمع الانساب ہي</w:t>
      </w:r>
      <w:r w:rsidR="000A0CDC">
        <w:rPr>
          <w:rtl/>
        </w:rPr>
        <w:t xml:space="preserve">ں </w:t>
      </w:r>
      <w:r>
        <w:rPr>
          <w:rtl/>
        </w:rPr>
        <w:t>_ فارسى زبان مي</w:t>
      </w:r>
      <w:r w:rsidR="000A0CDC">
        <w:rPr>
          <w:rtl/>
        </w:rPr>
        <w:t xml:space="preserve">ں </w:t>
      </w:r>
      <w:r>
        <w:rPr>
          <w:rtl/>
        </w:rPr>
        <w:t>تاريخ نگارى كى عظمت و بلندى تيمورى اور تركمانى ادوار مي</w:t>
      </w:r>
      <w:r w:rsidR="000A0CDC">
        <w:rPr>
          <w:rtl/>
        </w:rPr>
        <w:t xml:space="preserve">ں </w:t>
      </w:r>
      <w:r>
        <w:rPr>
          <w:rtl/>
        </w:rPr>
        <w:t>بھى جارى رہى ، ان ادوار كى يادگار كتب مي</w:t>
      </w:r>
      <w:r w:rsidR="000A0CDC">
        <w:rPr>
          <w:rtl/>
        </w:rPr>
        <w:t xml:space="preserve">ں </w:t>
      </w:r>
      <w:r>
        <w:rPr>
          <w:rtl/>
        </w:rPr>
        <w:t xml:space="preserve">سے حافظ ابرو كى مجمع التواريخ السلطانيہ'' ، شرف الدين على يزدى كى ظفرنامہ ، مير خواند كى روضة الصفا اور خواند مير كى تاريخ حبيب السير كا نام ليا جاسكتا ہے_ </w:t>
      </w:r>
      <w:r w:rsidRPr="00F67D4B">
        <w:rPr>
          <w:rStyle w:val="libFootnotenumChar"/>
          <w:rtl/>
        </w:rPr>
        <w:t>(2)</w:t>
      </w:r>
      <w:r>
        <w:rPr>
          <w:rtl/>
        </w:rPr>
        <w:t xml:space="preserve"> </w:t>
      </w:r>
    </w:p>
    <w:p w:rsidR="0061102A" w:rsidRDefault="0061102A" w:rsidP="00BE6934">
      <w:pPr>
        <w:pStyle w:val="libNormal"/>
        <w:rPr>
          <w:rtl/>
        </w:rPr>
      </w:pPr>
      <w:r>
        <w:rPr>
          <w:rtl/>
        </w:rPr>
        <w:t>تركمانى دور كے بعد صفوى حكومت قائم ہونے كے ساتھ ہى فارسى زبان مي</w:t>
      </w:r>
      <w:r w:rsidR="000A0CDC">
        <w:rPr>
          <w:rtl/>
        </w:rPr>
        <w:t xml:space="preserve">ں </w:t>
      </w:r>
      <w:r>
        <w:rPr>
          <w:rtl/>
        </w:rPr>
        <w:t>تاريخ نگارى مي</w:t>
      </w:r>
      <w:r w:rsidR="000A0CDC">
        <w:rPr>
          <w:rtl/>
        </w:rPr>
        <w:t xml:space="preserve">ں </w:t>
      </w:r>
      <w:r>
        <w:rPr>
          <w:rtl/>
        </w:rPr>
        <w:t xml:space="preserve">اہم انقلاب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دانشنامہ جہان اسلام ، ج 6 ذيل تاريخ و تاريخ نگار ى _ </w:t>
      </w:r>
    </w:p>
    <w:p w:rsidR="00D22BC1" w:rsidRDefault="0061102A" w:rsidP="00BE6934">
      <w:pPr>
        <w:pStyle w:val="libFootnote"/>
        <w:rPr>
          <w:rtl/>
        </w:rPr>
      </w:pPr>
      <w:r>
        <w:rPr>
          <w:rtl/>
        </w:rPr>
        <w:t>2)دانشامہ جہان اسلام ، ج 6 ذيل تاريخ و تاريخ نگارى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پيدا ہوا يہ انقلاب شيعى نظريات كى اساس پر تاريخ نگارى كى جديد شكل تھا_ اس طرز كى اہم ترين تاريخى كتابو</w:t>
      </w:r>
      <w:r w:rsidR="000A0CDC">
        <w:rPr>
          <w:rtl/>
        </w:rPr>
        <w:t xml:space="preserve">ں </w:t>
      </w:r>
      <w:r>
        <w:rPr>
          <w:rtl/>
        </w:rPr>
        <w:t>مي</w:t>
      </w:r>
      <w:r w:rsidR="000A0CDC">
        <w:rPr>
          <w:rtl/>
        </w:rPr>
        <w:t xml:space="preserve">ں </w:t>
      </w:r>
      <w:r>
        <w:rPr>
          <w:rtl/>
        </w:rPr>
        <w:t>سے ابن بزاز كى تحرير صفوة الصفا ، اسكند بيك منشى تركمان كى '' تاريخ عالم آراى عباسي'' يحيى بن عبداللطيف قزوينى كى ''لب التواريخ ''اور قاضى احمد غفارى كى ''تاريخ جہان آرا ''قابل ذكر ہي</w:t>
      </w:r>
      <w:r w:rsidR="000A0CDC">
        <w:rPr>
          <w:rtl/>
        </w:rPr>
        <w:t xml:space="preserve">ں </w:t>
      </w:r>
      <w:r>
        <w:rPr>
          <w:rtl/>
        </w:rPr>
        <w:t xml:space="preserve">_ </w:t>
      </w:r>
    </w:p>
    <w:p w:rsidR="0061102A" w:rsidRDefault="0061102A" w:rsidP="00BE6934">
      <w:pPr>
        <w:pStyle w:val="libNormal"/>
        <w:rPr>
          <w:rtl/>
        </w:rPr>
      </w:pPr>
      <w:r>
        <w:rPr>
          <w:rtl/>
        </w:rPr>
        <w:t>اس دور كے مورخين كى ايك بڑى تعدا دصفوى بادشاہو</w:t>
      </w:r>
      <w:r w:rsidR="000A0CDC">
        <w:rPr>
          <w:rtl/>
        </w:rPr>
        <w:t xml:space="preserve">ں </w:t>
      </w:r>
      <w:r>
        <w:rPr>
          <w:rtl/>
        </w:rPr>
        <w:t>كى حكومت كى تاريخ كو تاريخ نگارى كا بنيادى موضوع قرار ديے ہوئے تھى _ اس حوالے سے بہت سى كتابي</w:t>
      </w:r>
      <w:r w:rsidR="000A0CDC">
        <w:rPr>
          <w:rtl/>
        </w:rPr>
        <w:t xml:space="preserve">ں </w:t>
      </w:r>
      <w:r>
        <w:rPr>
          <w:rtl/>
        </w:rPr>
        <w:t>تاليف ہوئي</w:t>
      </w:r>
      <w:r w:rsidR="000A0CDC">
        <w:rPr>
          <w:rtl/>
        </w:rPr>
        <w:t xml:space="preserve">ں </w:t>
      </w:r>
      <w:r>
        <w:rPr>
          <w:rtl/>
        </w:rPr>
        <w:t>ان مي</w:t>
      </w:r>
      <w:r w:rsidR="000A0CDC">
        <w:rPr>
          <w:rtl/>
        </w:rPr>
        <w:t xml:space="preserve">ں </w:t>
      </w:r>
      <w:r>
        <w:rPr>
          <w:rtl/>
        </w:rPr>
        <w:t xml:space="preserve">سے بوداق منشى قزوينى كى ''جواہر الاخبار ''قابل تذكرہ ہے _ </w:t>
      </w:r>
    </w:p>
    <w:p w:rsidR="0061102A" w:rsidRDefault="0061102A" w:rsidP="00BE6934">
      <w:pPr>
        <w:pStyle w:val="libNormal"/>
        <w:rPr>
          <w:rtl/>
        </w:rPr>
      </w:pPr>
      <w:r>
        <w:rPr>
          <w:rtl/>
        </w:rPr>
        <w:t>افشاريہ اور زنديہ سلسلہ حكومت كے ادوار مي</w:t>
      </w:r>
      <w:r w:rsidR="000A0CDC">
        <w:rPr>
          <w:rtl/>
        </w:rPr>
        <w:t xml:space="preserve">ں </w:t>
      </w:r>
      <w:r>
        <w:rPr>
          <w:rtl/>
        </w:rPr>
        <w:t>صفوى تاريخ نگارى شيعى رحجان كے ساتھ جارى رہى اس دوران كے اہم ترين مورخين مي</w:t>
      </w:r>
      <w:r w:rsidR="000A0CDC">
        <w:rPr>
          <w:rtl/>
        </w:rPr>
        <w:t xml:space="preserve">ں </w:t>
      </w:r>
      <w:r>
        <w:rPr>
          <w:rtl/>
        </w:rPr>
        <w:t>سے نادر شاہ كے مخصوص منشى ميرزا مہدى خان استر آبادى تھے كہ جنہو</w:t>
      </w:r>
      <w:r w:rsidR="000A0CDC">
        <w:rPr>
          <w:rtl/>
        </w:rPr>
        <w:t xml:space="preserve">ں </w:t>
      </w:r>
      <w:r>
        <w:rPr>
          <w:rtl/>
        </w:rPr>
        <w:t>نے بہت سے تاريخى آثار چھوڑے ان مي</w:t>
      </w:r>
      <w:r w:rsidR="000A0CDC">
        <w:rPr>
          <w:rtl/>
        </w:rPr>
        <w:t xml:space="preserve">ں </w:t>
      </w:r>
      <w:r>
        <w:rPr>
          <w:rtl/>
        </w:rPr>
        <w:t>سے ''درّہ نادرہ'' اور'' جہانگشاى نادري'' قابل ذكر ہي</w:t>
      </w:r>
      <w:r w:rsidR="000A0CDC">
        <w:rPr>
          <w:rtl/>
        </w:rPr>
        <w:t xml:space="preserve">ں </w:t>
      </w:r>
      <w:r>
        <w:rPr>
          <w:rtl/>
        </w:rPr>
        <w:t>_ زنديہ سلسلہ حكومت كے دور مي</w:t>
      </w:r>
      <w:r w:rsidR="000A0CDC">
        <w:rPr>
          <w:rtl/>
        </w:rPr>
        <w:t xml:space="preserve">ں </w:t>
      </w:r>
      <w:r>
        <w:rPr>
          <w:rtl/>
        </w:rPr>
        <w:t>بھى ہم ''محمل التواريخ ''كے مصنف ابوالحسن گلستانہ ''روزنامہ ميرزا محمد كلانتر ''كے مصنف ميرزا محمد كلانتر اور ''تاريخ گيتى گشا ''كے مصنف ميرزا صادق موسوى اصفہانى جسے مورخين سے آشنا ہوتے ہي</w:t>
      </w:r>
      <w:r w:rsidR="000A0CDC">
        <w:rPr>
          <w:rtl/>
        </w:rPr>
        <w:t xml:space="preserve">ں </w:t>
      </w:r>
      <w:r>
        <w:rPr>
          <w:rtl/>
        </w:rPr>
        <w:t xml:space="preserve">_ </w:t>
      </w:r>
    </w:p>
    <w:p w:rsidR="0061102A" w:rsidRDefault="0061102A" w:rsidP="00BE6934">
      <w:pPr>
        <w:pStyle w:val="libNormal"/>
        <w:rPr>
          <w:rtl/>
        </w:rPr>
      </w:pPr>
      <w:r>
        <w:rPr>
          <w:rtl/>
        </w:rPr>
        <w:t>قاجاريہ سلسلہ حكومت كے دور مي</w:t>
      </w:r>
      <w:r w:rsidR="000A0CDC">
        <w:rPr>
          <w:rtl/>
        </w:rPr>
        <w:t xml:space="preserve">ں </w:t>
      </w:r>
      <w:r>
        <w:rPr>
          <w:rtl/>
        </w:rPr>
        <w:t>فارسى زبان مي</w:t>
      </w:r>
      <w:r w:rsidR="000A0CDC">
        <w:rPr>
          <w:rtl/>
        </w:rPr>
        <w:t xml:space="preserve">ں </w:t>
      </w:r>
      <w:r>
        <w:rPr>
          <w:rtl/>
        </w:rPr>
        <w:t>ايرانى تاريخ نويسى ايك اہم تبديلى سے دوچار ہوئي جسكى بناپر اس دور كى تاريخ نگارى كودو اقسام مي</w:t>
      </w:r>
      <w:r w:rsidR="000A0CDC">
        <w:rPr>
          <w:rtl/>
        </w:rPr>
        <w:t xml:space="preserve">ں </w:t>
      </w:r>
      <w:r>
        <w:rPr>
          <w:rtl/>
        </w:rPr>
        <w:t>تقسيم كرنا چاہيے : ايرانيو</w:t>
      </w:r>
      <w:r w:rsidR="000A0CDC">
        <w:rPr>
          <w:rtl/>
        </w:rPr>
        <w:t xml:space="preserve">ں </w:t>
      </w:r>
      <w:r>
        <w:rPr>
          <w:rtl/>
        </w:rPr>
        <w:t>كى جديد علوم سے آشنائي سے پہلے او ر اسكے بعد ، قارجايہ حكومت كے پہلے دور مي</w:t>
      </w:r>
      <w:r w:rsidR="000A0CDC">
        <w:rPr>
          <w:rtl/>
        </w:rPr>
        <w:t xml:space="preserve">ں </w:t>
      </w:r>
      <w:r>
        <w:rPr>
          <w:rtl/>
        </w:rPr>
        <w:t>تاريخ نگارى صفويہ اور زنديہ ادوار كى مانند اسى سبك و سياق اور ادبى نثر پر جارى رہى جبكہ دوسرے دور مي</w:t>
      </w:r>
      <w:r w:rsidR="000A0CDC">
        <w:rPr>
          <w:rtl/>
        </w:rPr>
        <w:t xml:space="preserve">ں </w:t>
      </w:r>
      <w:r>
        <w:rPr>
          <w:rtl/>
        </w:rPr>
        <w:t>ايرانيو</w:t>
      </w:r>
      <w:r w:rsidR="000A0CDC">
        <w:rPr>
          <w:rtl/>
        </w:rPr>
        <w:t xml:space="preserve">ں </w:t>
      </w:r>
      <w:r>
        <w:rPr>
          <w:rtl/>
        </w:rPr>
        <w:t>كى يورپ كى جديد تاريخ نگارى روش سے آشنائي كے بعد تاريخ نگارى كا آغاز ہوا ، ايران كى روس سے شكست اور اس شكست كے اسباب اور ايرانيو</w:t>
      </w:r>
      <w:r w:rsidR="000A0CDC">
        <w:rPr>
          <w:rtl/>
        </w:rPr>
        <w:t xml:space="preserve">ں </w:t>
      </w:r>
      <w:r>
        <w:rPr>
          <w:rtl/>
        </w:rPr>
        <w:t>كا يورپى زبانو</w:t>
      </w:r>
      <w:r w:rsidR="000A0CDC">
        <w:rPr>
          <w:rtl/>
        </w:rPr>
        <w:t xml:space="preserve">ں </w:t>
      </w:r>
      <w:r>
        <w:rPr>
          <w:rtl/>
        </w:rPr>
        <w:t>سے ترجمہ كے كام كى طرف توجہ قاجار يہ دور مي</w:t>
      </w:r>
      <w:r w:rsidR="000A0CDC">
        <w:rPr>
          <w:rtl/>
        </w:rPr>
        <w:t xml:space="preserve">ں </w:t>
      </w:r>
      <w:r>
        <w:rPr>
          <w:rtl/>
        </w:rPr>
        <w:t xml:space="preserve">تاريخ نگارى كے دوسرے مرحلہ كا آغاز ہے _ </w:t>
      </w:r>
    </w:p>
    <w:p w:rsidR="0061102A" w:rsidRDefault="0061102A" w:rsidP="00BE6934">
      <w:pPr>
        <w:pStyle w:val="libNormal"/>
        <w:rPr>
          <w:rtl/>
        </w:rPr>
      </w:pPr>
      <w:r>
        <w:rPr>
          <w:rtl/>
        </w:rPr>
        <w:t>قاجاريہ دور كے پہلے مرحلہ مي</w:t>
      </w:r>
      <w:r w:rsidR="000A0CDC">
        <w:rPr>
          <w:rtl/>
        </w:rPr>
        <w:t xml:space="preserve">ں </w:t>
      </w:r>
      <w:r>
        <w:rPr>
          <w:rtl/>
        </w:rPr>
        <w:t>تاريخ نگارى كے اہم آثار مي</w:t>
      </w:r>
      <w:r w:rsidR="000A0CDC">
        <w:rPr>
          <w:rtl/>
        </w:rPr>
        <w:t xml:space="preserve">ں </w:t>
      </w:r>
      <w:r>
        <w:rPr>
          <w:rtl/>
        </w:rPr>
        <w:t xml:space="preserve">سے ميرزا فضل اللہ خاورى شيرازى كى </w:t>
      </w:r>
    </w:p>
    <w:p w:rsidR="0061102A" w:rsidRDefault="0069392F" w:rsidP="00BE6934">
      <w:pPr>
        <w:pStyle w:val="libNormal"/>
        <w:rPr>
          <w:rtl/>
        </w:rPr>
      </w:pPr>
      <w:r>
        <w:rPr>
          <w:rtl/>
        </w:rPr>
        <w:cr/>
      </w:r>
      <w:r>
        <w:rPr>
          <w:rtl/>
        </w:rPr>
        <w:br w:type="page"/>
      </w:r>
      <w:r>
        <w:rPr>
          <w:rtl/>
        </w:rPr>
        <w:lastRenderedPageBreak/>
        <w:cr/>
      </w:r>
      <w:r w:rsidR="0061102A">
        <w:rPr>
          <w:rtl/>
        </w:rPr>
        <w:t>تاريخ محمدى اور تاريخ ذوالقرنين، عبدالرزاق مفتون دنبلى كى ''مآثر سلطاني''، عضدالدولہ سلطان احمد ميرزا كى ''تاريخ عضدى ''، اور محمد تقى سپہر كى ''ناسخ التواريخ ''كا نام ليا جاسكتا ہے ،قاجاريہ كے دوسرے دور مي</w:t>
      </w:r>
      <w:r w:rsidR="000A0CDC">
        <w:rPr>
          <w:rtl/>
        </w:rPr>
        <w:t xml:space="preserve">ں </w:t>
      </w:r>
      <w:r w:rsidR="0061102A">
        <w:rPr>
          <w:rtl/>
        </w:rPr>
        <w:t>يورپ كى زبانو</w:t>
      </w:r>
      <w:r w:rsidR="000A0CDC">
        <w:rPr>
          <w:rtl/>
        </w:rPr>
        <w:t xml:space="preserve">ں </w:t>
      </w:r>
      <w:r w:rsidR="0061102A">
        <w:rPr>
          <w:rtl/>
        </w:rPr>
        <w:t>سے ترجمہ كى بناء پر يورپ كى تاريخ كے متعلق چند كتابو</w:t>
      </w:r>
      <w:r w:rsidR="000A0CDC">
        <w:rPr>
          <w:rtl/>
        </w:rPr>
        <w:t xml:space="preserve">ں </w:t>
      </w:r>
      <w:r w:rsidR="0061102A">
        <w:rPr>
          <w:rtl/>
        </w:rPr>
        <w:t>مي</w:t>
      </w:r>
      <w:r w:rsidR="000A0CDC">
        <w:rPr>
          <w:rtl/>
        </w:rPr>
        <w:t xml:space="preserve">ں </w:t>
      </w:r>
      <w:r w:rsidR="0061102A">
        <w:rPr>
          <w:rtl/>
        </w:rPr>
        <w:t>سے ايڈورڈگيبن كى كتاب'' تاريخ انحطاط و زوال امپراتورى روم'' كہ جو فارسى مي</w:t>
      </w:r>
      <w:r w:rsidR="000A0CDC">
        <w:rPr>
          <w:rtl/>
        </w:rPr>
        <w:t xml:space="preserve">ں </w:t>
      </w:r>
      <w:r w:rsidR="0061102A">
        <w:rPr>
          <w:rtl/>
        </w:rPr>
        <w:t>ترجمہ ہوئي اسى طرح سرجان ملكم كى كتاب'' تاريخ ايران'' كہ جوانگريزى مي</w:t>
      </w:r>
      <w:r w:rsidR="000A0CDC">
        <w:rPr>
          <w:rtl/>
        </w:rPr>
        <w:t xml:space="preserve">ں </w:t>
      </w:r>
      <w:r w:rsidR="0061102A">
        <w:rPr>
          <w:rtl/>
        </w:rPr>
        <w:t>تصنيف ہوئي اور بعد مي</w:t>
      </w:r>
      <w:r w:rsidR="000A0CDC">
        <w:rPr>
          <w:rtl/>
        </w:rPr>
        <w:t xml:space="preserve">ں </w:t>
      </w:r>
      <w:r w:rsidR="0061102A">
        <w:rPr>
          <w:rtl/>
        </w:rPr>
        <w:t>فارسى مي</w:t>
      </w:r>
      <w:r w:rsidR="000A0CDC">
        <w:rPr>
          <w:rtl/>
        </w:rPr>
        <w:t xml:space="preserve">ں </w:t>
      </w:r>
      <w:r w:rsidR="0061102A">
        <w:rPr>
          <w:rtl/>
        </w:rPr>
        <w:t>ترجمہ ہوئي_</w:t>
      </w:r>
      <w:r w:rsidR="0061102A" w:rsidRPr="00F67D4B">
        <w:rPr>
          <w:rStyle w:val="libFootnotenumChar"/>
          <w:rtl/>
        </w:rPr>
        <w:t>(1)</w:t>
      </w:r>
      <w:r w:rsidR="0061102A">
        <w:rPr>
          <w:rtl/>
        </w:rPr>
        <w:t xml:space="preserve"> </w:t>
      </w:r>
    </w:p>
    <w:p w:rsidR="0061102A" w:rsidRDefault="0061102A" w:rsidP="00BE6934">
      <w:pPr>
        <w:pStyle w:val="libNormal"/>
        <w:rPr>
          <w:rtl/>
        </w:rPr>
      </w:pPr>
      <w:r>
        <w:rPr>
          <w:rtl/>
        </w:rPr>
        <w:t>يہ تاريخ نگارى كے متعلق كچھ نكات تھے كہ جنكى طرف ہم نے اشارہ كيا ، اسلامى ادوار مي</w:t>
      </w:r>
      <w:r w:rsidR="000A0CDC">
        <w:rPr>
          <w:rtl/>
        </w:rPr>
        <w:t xml:space="preserve">ں </w:t>
      </w:r>
      <w:r>
        <w:rPr>
          <w:rtl/>
        </w:rPr>
        <w:t>تاريخ نگارى كے حوالے سے ايك اور قابل توجہ بحث يہ ہے كہ مورخين نے تاريخ نگارى كى مقبوليت كى بناء پر كتب كى تصنيف و تاليف مي</w:t>
      </w:r>
      <w:r w:rsidR="000A0CDC">
        <w:rPr>
          <w:rtl/>
        </w:rPr>
        <w:t xml:space="preserve">ں </w:t>
      </w:r>
      <w:r>
        <w:rPr>
          <w:rtl/>
        </w:rPr>
        <w:t>مختلف اقسام كے سبك و سياق كى پيروى كى اسى ليے ہم انكے تاريخى آثار كو چند اقسام مي</w:t>
      </w:r>
      <w:r w:rsidR="000A0CDC">
        <w:rPr>
          <w:rtl/>
        </w:rPr>
        <w:t xml:space="preserve">ں </w:t>
      </w:r>
      <w:r>
        <w:rPr>
          <w:rtl/>
        </w:rPr>
        <w:t>تقسيم كر سكتے ہي</w:t>
      </w:r>
      <w:r w:rsidR="000A0CDC">
        <w:rPr>
          <w:rtl/>
        </w:rPr>
        <w:t xml:space="preserve">ں </w:t>
      </w:r>
      <w:r>
        <w:rPr>
          <w:rtl/>
        </w:rPr>
        <w:t>جوكہ مندرجہ ذيل ہي</w:t>
      </w:r>
      <w:r w:rsidR="000A0CDC">
        <w:rPr>
          <w:rtl/>
        </w:rPr>
        <w:t xml:space="preserve">ں </w:t>
      </w:r>
      <w:r>
        <w:rPr>
          <w:rtl/>
        </w:rPr>
        <w:t xml:space="preserve">: </w:t>
      </w:r>
    </w:p>
    <w:p w:rsidR="0061102A" w:rsidRDefault="0061102A" w:rsidP="00BE6934">
      <w:pPr>
        <w:pStyle w:val="libNormal"/>
        <w:rPr>
          <w:rtl/>
        </w:rPr>
      </w:pPr>
      <w:r>
        <w:rPr>
          <w:rtl/>
        </w:rPr>
        <w:t>الف) روائي تاريخ نويسي: يہ مختلف موضوعات مثلا حديث ، قصہ ، مقتل ، سيرت اور جنگو</w:t>
      </w:r>
      <w:r w:rsidR="000A0CDC">
        <w:rPr>
          <w:rtl/>
        </w:rPr>
        <w:t xml:space="preserve">ں </w:t>
      </w:r>
      <w:r>
        <w:rPr>
          <w:rtl/>
        </w:rPr>
        <w:t>كے احوال مي</w:t>
      </w:r>
      <w:r w:rsidR="000A0CDC">
        <w:rPr>
          <w:rtl/>
        </w:rPr>
        <w:t xml:space="preserve">ں </w:t>
      </w:r>
      <w:r>
        <w:rPr>
          <w:rtl/>
        </w:rPr>
        <w:t xml:space="preserve">تقسيم ہوتى ہے _ </w:t>
      </w:r>
    </w:p>
    <w:p w:rsidR="0061102A" w:rsidRDefault="0061102A" w:rsidP="00BE6934">
      <w:pPr>
        <w:pStyle w:val="libNormal"/>
        <w:rPr>
          <w:rtl/>
        </w:rPr>
      </w:pPr>
      <w:r>
        <w:rPr>
          <w:rtl/>
        </w:rPr>
        <w:t>ب) وقايع نويسى : واقعات اور رودادو</w:t>
      </w:r>
      <w:r w:rsidR="000A0CDC">
        <w:rPr>
          <w:rtl/>
        </w:rPr>
        <w:t xml:space="preserve">ں </w:t>
      </w:r>
      <w:r>
        <w:rPr>
          <w:rtl/>
        </w:rPr>
        <w:t>كوتاريخى نظم كے ساتھ تسلسل كى شكل مي</w:t>
      </w:r>
      <w:r w:rsidR="000A0CDC">
        <w:rPr>
          <w:rtl/>
        </w:rPr>
        <w:t xml:space="preserve">ں </w:t>
      </w:r>
      <w:r>
        <w:rPr>
          <w:rtl/>
        </w:rPr>
        <w:t xml:space="preserve">ايك جگہ پيش كرنا _ </w:t>
      </w:r>
    </w:p>
    <w:p w:rsidR="0061102A" w:rsidRDefault="0061102A" w:rsidP="00BE6934">
      <w:pPr>
        <w:pStyle w:val="libNormal"/>
        <w:rPr>
          <w:rtl/>
        </w:rPr>
      </w:pPr>
      <w:r>
        <w:rPr>
          <w:rtl/>
        </w:rPr>
        <w:t>ج) ذيل نويسى اور مختصر نويسي: گذشتہ لوگو</w:t>
      </w:r>
      <w:r w:rsidR="000A0CDC">
        <w:rPr>
          <w:rtl/>
        </w:rPr>
        <w:t xml:space="preserve">ں </w:t>
      </w:r>
      <w:r>
        <w:rPr>
          <w:rtl/>
        </w:rPr>
        <w:t xml:space="preserve">كى تاريخى كتب پر ذيل و حاشيہ اور تكميلى نوٹ لكھنا_ </w:t>
      </w:r>
    </w:p>
    <w:p w:rsidR="0061102A" w:rsidRDefault="0061102A" w:rsidP="00BE6934">
      <w:pPr>
        <w:pStyle w:val="libNormal"/>
        <w:rPr>
          <w:rtl/>
        </w:rPr>
      </w:pPr>
      <w:r>
        <w:rPr>
          <w:rtl/>
        </w:rPr>
        <w:t>د)عمومى تاريخ نويسي: تقويم اور سالو</w:t>
      </w:r>
      <w:r w:rsidR="000A0CDC">
        <w:rPr>
          <w:rtl/>
        </w:rPr>
        <w:t xml:space="preserve">ں </w:t>
      </w:r>
      <w:r>
        <w:rPr>
          <w:rtl/>
        </w:rPr>
        <w:t xml:space="preserve">كى ترتيب كے ساتھ اسلامى ممالك كے واقعات كو قومى و جغرافيائي عناصر كى مداخلت كے بغير لكھنا _ </w:t>
      </w:r>
    </w:p>
    <w:p w:rsidR="0061102A" w:rsidRDefault="0061102A" w:rsidP="00BE6934">
      <w:pPr>
        <w:pStyle w:val="libNormal"/>
        <w:rPr>
          <w:rtl/>
        </w:rPr>
      </w:pPr>
      <w:r>
        <w:rPr>
          <w:rtl/>
        </w:rPr>
        <w:t xml:space="preserve">ہ) انساب كى روسے تاريخ نويسي: انساب كے سلسلہ اور شجرہ نسب كى آشنائي كے ساتھ تاريخى حوادث كا ذكر اور انكا ايسے قبائل اور طوائف سے ربط بيان كرنا جن كا پس منظر زمانہ جاہليت سے جا ملتا ہے _ </w:t>
      </w:r>
    </w:p>
    <w:p w:rsidR="0061102A" w:rsidRDefault="0061102A" w:rsidP="00BE6934">
      <w:pPr>
        <w:pStyle w:val="libNormal"/>
        <w:rPr>
          <w:rtl/>
        </w:rPr>
      </w:pPr>
      <w:r>
        <w:rPr>
          <w:rtl/>
        </w:rPr>
        <w:t>و) طبقات كے اعتبار سے تاريخ نويسي: يہ تاريخ نگارى مي</w:t>
      </w:r>
      <w:r w:rsidR="000A0CDC">
        <w:rPr>
          <w:rtl/>
        </w:rPr>
        <w:t xml:space="preserve">ں </w:t>
      </w:r>
      <w:r>
        <w:rPr>
          <w:rtl/>
        </w:rPr>
        <w:t xml:space="preserve">اسلامى مورخين كى قديم ترين روش ہے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 دانشنامہ جہان اسلام ج 6 ذيل تاريخ و تاريخ نگارى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طبقات كے نام كى تاريخى كتب مي</w:t>
      </w:r>
      <w:r w:rsidR="000A0CDC">
        <w:rPr>
          <w:rtl/>
        </w:rPr>
        <w:t xml:space="preserve">ں </w:t>
      </w:r>
      <w:r>
        <w:rPr>
          <w:rtl/>
        </w:rPr>
        <w:t>ہر زمانہ ياہر نسل كى ديني، علمى اور سياسى شخصيات كے حالات زندگى زمانى ترتيب كے ساتھ ہر ايك طبقہ كو ديگر طبقات اور ادوار سے جدا كرتے ہوئے لكھے جاتے ہي</w:t>
      </w:r>
      <w:r w:rsidR="000A0CDC">
        <w:rPr>
          <w:rtl/>
        </w:rPr>
        <w:t xml:space="preserve">ں </w:t>
      </w:r>
      <w:r>
        <w:rPr>
          <w:rtl/>
        </w:rPr>
        <w:t xml:space="preserve">_ </w:t>
      </w:r>
    </w:p>
    <w:p w:rsidR="0061102A" w:rsidRDefault="0061102A" w:rsidP="00BE6934">
      <w:pPr>
        <w:pStyle w:val="libNormal"/>
        <w:rPr>
          <w:rtl/>
        </w:rPr>
      </w:pPr>
      <w:r>
        <w:rPr>
          <w:rtl/>
        </w:rPr>
        <w:t>ز) سرگذشت نامے: يہ روش بہت سى تاريخى كتب مي</w:t>
      </w:r>
      <w:r w:rsidR="000A0CDC">
        <w:rPr>
          <w:rtl/>
        </w:rPr>
        <w:t xml:space="preserve">ں </w:t>
      </w:r>
      <w:r>
        <w:rPr>
          <w:rtl/>
        </w:rPr>
        <w:t>پائي جاتى ہے يعنى خلفاء ، حاكمو</w:t>
      </w:r>
      <w:r w:rsidR="000A0CDC">
        <w:rPr>
          <w:rtl/>
        </w:rPr>
        <w:t xml:space="preserve">ں </w:t>
      </w:r>
      <w:r>
        <w:rPr>
          <w:rtl/>
        </w:rPr>
        <w:t>اور علماء كے حالات زندگى كے بارے مي</w:t>
      </w:r>
      <w:r w:rsidR="000A0CDC">
        <w:rPr>
          <w:rtl/>
        </w:rPr>
        <w:t xml:space="preserve">ں </w:t>
      </w:r>
      <w:r>
        <w:rPr>
          <w:rtl/>
        </w:rPr>
        <w:t>كتب تحرير كرنا ، تاريخ نويسى كى يہ روش پيغمبر اكرم (ص) كے حوالے سے تحرير شدہ سيرتو</w:t>
      </w:r>
      <w:r w:rsidR="000A0CDC">
        <w:rPr>
          <w:rtl/>
        </w:rPr>
        <w:t xml:space="preserve">ں </w:t>
      </w:r>
      <w:r>
        <w:rPr>
          <w:rtl/>
        </w:rPr>
        <w:t>كے زير اثر وجود مي</w:t>
      </w:r>
      <w:r w:rsidR="000A0CDC">
        <w:rPr>
          <w:rtl/>
        </w:rPr>
        <w:t xml:space="preserve">ں </w:t>
      </w:r>
      <w:r>
        <w:rPr>
          <w:rtl/>
        </w:rPr>
        <w:t xml:space="preserve">آئي _ </w:t>
      </w:r>
    </w:p>
    <w:p w:rsidR="0061102A" w:rsidRDefault="0061102A" w:rsidP="00BE6934">
      <w:pPr>
        <w:pStyle w:val="libNormal"/>
        <w:rPr>
          <w:rtl/>
        </w:rPr>
      </w:pPr>
      <w:r>
        <w:rPr>
          <w:rtl/>
        </w:rPr>
        <w:t>ح) صدى نامہ : تاريخ نويسى كى يہ روش ساتوي</w:t>
      </w:r>
      <w:r w:rsidR="000A0CDC">
        <w:rPr>
          <w:rtl/>
        </w:rPr>
        <w:t xml:space="preserve">ں </w:t>
      </w:r>
      <w:r>
        <w:rPr>
          <w:rtl/>
        </w:rPr>
        <w:t>صدى سے رائج ہوئي اس روش مي</w:t>
      </w:r>
      <w:r w:rsidR="000A0CDC">
        <w:rPr>
          <w:rtl/>
        </w:rPr>
        <w:t xml:space="preserve">ں </w:t>
      </w:r>
      <w:r>
        <w:rPr>
          <w:rtl/>
        </w:rPr>
        <w:t xml:space="preserve">ايك معين صدى كى شخصيات كى سرگذشت الف ب كى ترتيب سے لائي جاتى ہے _ </w:t>
      </w:r>
    </w:p>
    <w:p w:rsidR="0061102A" w:rsidRDefault="0061102A" w:rsidP="00BE6934">
      <w:pPr>
        <w:pStyle w:val="libNormal"/>
        <w:rPr>
          <w:rtl/>
        </w:rPr>
      </w:pPr>
      <w:r>
        <w:rPr>
          <w:rtl/>
        </w:rPr>
        <w:t xml:space="preserve">ط) مقامى تاريخ نويسى :سال بہ سال تاريخ نويسى كى روش كے مطابق ايك منطقہ ، سرزمين يا شہر كے تاريخى حالات و واقعات كا ذكر _ </w:t>
      </w:r>
    </w:p>
    <w:p w:rsidR="0061102A" w:rsidRDefault="0061102A" w:rsidP="00BE6934">
      <w:pPr>
        <w:pStyle w:val="libNormal"/>
        <w:rPr>
          <w:rtl/>
        </w:rPr>
      </w:pPr>
      <w:r>
        <w:rPr>
          <w:rtl/>
        </w:rPr>
        <w:t>ى ) خاندانى تاريخ نويسي: خلفا اور سلاطين كے دور فرمانروائي كى بنياد پر لكھى جانے والى كتب اور رسالات اس قسم كى تاريخ نويسى مي</w:t>
      </w:r>
      <w:r w:rsidR="000A0CDC">
        <w:rPr>
          <w:rtl/>
        </w:rPr>
        <w:t xml:space="preserve">ں </w:t>
      </w:r>
      <w:r>
        <w:rPr>
          <w:rtl/>
        </w:rPr>
        <w:t>جو كہ قبل از اسلام كے ايرانى لكھاريو</w:t>
      </w:r>
      <w:r w:rsidR="000A0CDC">
        <w:rPr>
          <w:rtl/>
        </w:rPr>
        <w:t xml:space="preserve">ں </w:t>
      </w:r>
      <w:r>
        <w:rPr>
          <w:rtl/>
        </w:rPr>
        <w:t>كے اسلوب كا اقتباس ہے بادشاہو</w:t>
      </w:r>
      <w:r w:rsidR="000A0CDC">
        <w:rPr>
          <w:rtl/>
        </w:rPr>
        <w:t xml:space="preserve">ں </w:t>
      </w:r>
      <w:r>
        <w:rPr>
          <w:rtl/>
        </w:rPr>
        <w:t xml:space="preserve">كى تاريخ كو مرتب كيا جاتا ہے_ </w:t>
      </w:r>
    </w:p>
    <w:p w:rsidR="0061102A" w:rsidRDefault="0061102A" w:rsidP="00BE6934">
      <w:pPr>
        <w:pStyle w:val="libNormal"/>
        <w:rPr>
          <w:rtl/>
        </w:rPr>
      </w:pPr>
      <w:r>
        <w:rPr>
          <w:rtl/>
        </w:rPr>
        <w:t>درج بالا ہر ايك قسم كے تحت مختلف كتب اور رسالے فارسى اور عربى مي</w:t>
      </w:r>
      <w:r w:rsidR="000A0CDC">
        <w:rPr>
          <w:rtl/>
        </w:rPr>
        <w:t xml:space="preserve">ں </w:t>
      </w:r>
      <w:r>
        <w:rPr>
          <w:rtl/>
        </w:rPr>
        <w:t>تدوين كئے گئے ہي</w:t>
      </w:r>
      <w:r w:rsidR="000A0CDC">
        <w:rPr>
          <w:rtl/>
        </w:rPr>
        <w:t xml:space="preserve">ں </w:t>
      </w:r>
      <w:r>
        <w:rPr>
          <w:rtl/>
        </w:rPr>
        <w:t>كہ جنہي</w:t>
      </w:r>
      <w:r w:rsidR="000A0CDC">
        <w:rPr>
          <w:rtl/>
        </w:rPr>
        <w:t xml:space="preserve">ں </w:t>
      </w:r>
      <w:r>
        <w:rPr>
          <w:rtl/>
        </w:rPr>
        <w:t>مفصل تاريخى ما خذاور كتابيات مي</w:t>
      </w:r>
      <w:r w:rsidR="000A0CDC">
        <w:rPr>
          <w:rtl/>
        </w:rPr>
        <w:t xml:space="preserve">ں </w:t>
      </w:r>
      <w:r>
        <w:rPr>
          <w:rtl/>
        </w:rPr>
        <w:t>تلاش كيا جاسكتا ہے_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37" w:name="_Toc268593"/>
      <w:r>
        <w:rPr>
          <w:rtl/>
        </w:rPr>
        <w:t>9 ) جغرافيا</w:t>
      </w:r>
      <w:bookmarkEnd w:id="37"/>
    </w:p>
    <w:p w:rsidR="0061102A" w:rsidRDefault="0061102A" w:rsidP="00BE6934">
      <w:pPr>
        <w:pStyle w:val="libNormal"/>
        <w:rPr>
          <w:rtl/>
        </w:rPr>
      </w:pPr>
      <w:r>
        <w:rPr>
          <w:rtl/>
        </w:rPr>
        <w:t>مسلمانو</w:t>
      </w:r>
      <w:r w:rsidR="000A0CDC">
        <w:rPr>
          <w:rtl/>
        </w:rPr>
        <w:t xml:space="preserve">ں </w:t>
      </w:r>
      <w:r>
        <w:rPr>
          <w:rtl/>
        </w:rPr>
        <w:t>نے علم جغرافيہ مي</w:t>
      </w:r>
      <w:r w:rsidR="000A0CDC">
        <w:rPr>
          <w:rtl/>
        </w:rPr>
        <w:t xml:space="preserve">ں </w:t>
      </w:r>
      <w:r>
        <w:rPr>
          <w:rtl/>
        </w:rPr>
        <w:t>بھى ديگر قديم علوم مثلا رياضي، طب اور نجوم كى مانند گذشتہ تہذيبو</w:t>
      </w:r>
      <w:r w:rsidR="000A0CDC">
        <w:rPr>
          <w:rtl/>
        </w:rPr>
        <w:t xml:space="preserve">ں </w:t>
      </w:r>
      <w:r>
        <w:rPr>
          <w:rtl/>
        </w:rPr>
        <w:t>خصوصاً يونان، ايران اور ہند كا سہارا ليا انہو</w:t>
      </w:r>
      <w:r w:rsidR="000A0CDC">
        <w:rPr>
          <w:rtl/>
        </w:rPr>
        <w:t xml:space="preserve">ں </w:t>
      </w:r>
      <w:r>
        <w:rPr>
          <w:rtl/>
        </w:rPr>
        <w:t>نے ان تہذيبو</w:t>
      </w:r>
      <w:r w:rsidR="000A0CDC">
        <w:rPr>
          <w:rtl/>
        </w:rPr>
        <w:t xml:space="preserve">ں </w:t>
      </w:r>
      <w:r>
        <w:rPr>
          <w:rtl/>
        </w:rPr>
        <w:t>كے آثار كا مطالعہ اور ترجمہ كرتے ہوئے ان علوم كو وسعت بخشي_ ايران ، مصر اور سندھ كى فتح سے مسلمانو</w:t>
      </w:r>
      <w:r w:rsidR="000A0CDC">
        <w:rPr>
          <w:rtl/>
        </w:rPr>
        <w:t xml:space="preserve">ں </w:t>
      </w:r>
      <w:r>
        <w:rPr>
          <w:rtl/>
        </w:rPr>
        <w:t>كو موقع ملا كہ ان تين تہذيبو</w:t>
      </w:r>
      <w:r w:rsidR="000A0CDC">
        <w:rPr>
          <w:rtl/>
        </w:rPr>
        <w:t xml:space="preserve">ں </w:t>
      </w:r>
      <w:r>
        <w:rPr>
          <w:rtl/>
        </w:rPr>
        <w:t>كے لوگو</w:t>
      </w:r>
      <w:r w:rsidR="000A0CDC">
        <w:rPr>
          <w:rtl/>
        </w:rPr>
        <w:t xml:space="preserve">ں </w:t>
      </w:r>
      <w:r>
        <w:rPr>
          <w:rtl/>
        </w:rPr>
        <w:t xml:space="preserve">كى علمى و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 رسول جعفريان ، منابع تاريخ اسلام ، قم ص 51 ، فرانتس روزنتال ، تاريخ و تاريخ نگارى در اسلام ، ترجمہ اسداللہ آزاد ص 84، 81 ، عبدالعزيز دورى ، بحث فى نشان علم التاريخ عندالعرب ص 86 _ 81_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ثقافتى ترقى سے ابتدائي معلومات حاصل كري</w:t>
      </w:r>
      <w:r w:rsidR="000A0CDC">
        <w:rPr>
          <w:rtl/>
        </w:rPr>
        <w:t xml:space="preserve">ں </w:t>
      </w:r>
      <w:r>
        <w:rPr>
          <w:rtl/>
        </w:rPr>
        <w:t>_ ہندى جغرافيہ كے حوالے سے مسلمانو</w:t>
      </w:r>
      <w:r w:rsidR="000A0CDC">
        <w:rPr>
          <w:rtl/>
        </w:rPr>
        <w:t xml:space="preserve">ں </w:t>
      </w:r>
      <w:r>
        <w:rPr>
          <w:rtl/>
        </w:rPr>
        <w:t>كے پاس اہم ترين منبع كتاب '' سوريا سدھانتہ'' تھى كہ جو منصور عباسى كے دور خلافت مي</w:t>
      </w:r>
      <w:r w:rsidR="000A0CDC">
        <w:rPr>
          <w:rtl/>
        </w:rPr>
        <w:t xml:space="preserve">ں </w:t>
      </w:r>
      <w:r>
        <w:rPr>
          <w:rtl/>
        </w:rPr>
        <w:t>سنسكرت سے عربى مي</w:t>
      </w:r>
      <w:r w:rsidR="000A0CDC">
        <w:rPr>
          <w:rtl/>
        </w:rPr>
        <w:t xml:space="preserve">ں </w:t>
      </w:r>
      <w:r>
        <w:rPr>
          <w:rtl/>
        </w:rPr>
        <w:t>ترجمہ ہوئي _ يونان سے جغرافيہ اور نجوم كى معلومات بھى بطليموس اور ديگر يونانى دانشورو</w:t>
      </w:r>
      <w:r w:rsidR="000A0CDC">
        <w:rPr>
          <w:rtl/>
        </w:rPr>
        <w:t xml:space="preserve">ں </w:t>
      </w:r>
      <w:r>
        <w:rPr>
          <w:rtl/>
        </w:rPr>
        <w:t>كے آثار كے ترجمہ سے مسلمانو</w:t>
      </w:r>
      <w:r w:rsidR="000A0CDC">
        <w:rPr>
          <w:rtl/>
        </w:rPr>
        <w:t xml:space="preserve">ں </w:t>
      </w:r>
      <w:r>
        <w:rPr>
          <w:rtl/>
        </w:rPr>
        <w:t>مي</w:t>
      </w:r>
      <w:r w:rsidR="000A0CDC">
        <w:rPr>
          <w:rtl/>
        </w:rPr>
        <w:t xml:space="preserve">ں </w:t>
      </w:r>
      <w:r>
        <w:rPr>
          <w:rtl/>
        </w:rPr>
        <w:t>منتقل ہوئي</w:t>
      </w:r>
      <w:r w:rsidR="000A0CDC">
        <w:rPr>
          <w:rtl/>
        </w:rPr>
        <w:t xml:space="preserve">ں </w:t>
      </w:r>
      <w:r>
        <w:rPr>
          <w:rtl/>
        </w:rPr>
        <w:t>بطليموس كى جغرافيہ كے بارے مي</w:t>
      </w:r>
      <w:r w:rsidR="000A0CDC">
        <w:rPr>
          <w:rtl/>
        </w:rPr>
        <w:t xml:space="preserve">ں </w:t>
      </w:r>
      <w:r>
        <w:rPr>
          <w:rtl/>
        </w:rPr>
        <w:t>كتاب عباسى دور مي</w:t>
      </w:r>
      <w:r w:rsidR="000A0CDC">
        <w:rPr>
          <w:rtl/>
        </w:rPr>
        <w:t xml:space="preserve">ں </w:t>
      </w:r>
      <w:r>
        <w:rPr>
          <w:rtl/>
        </w:rPr>
        <w:t>چند بار ترجمہ ہوئي ليكن آج جو كچھ ہمارے پاس اس كتاب كے حوالے سے ہے وہ محمد بن موسى خوارزمى كا اس كتاب سے اقتباس ہے كہ جو مسلمانو</w:t>
      </w:r>
      <w:r w:rsidR="000A0CDC">
        <w:rPr>
          <w:rtl/>
        </w:rPr>
        <w:t xml:space="preserve">ں </w:t>
      </w:r>
      <w:r>
        <w:rPr>
          <w:rtl/>
        </w:rPr>
        <w:t xml:space="preserve">كى اپنى معلومات سے مخلوط ہوگيا ہے </w:t>
      </w:r>
      <w:r w:rsidRPr="00F67D4B">
        <w:rPr>
          <w:rStyle w:val="libFootnotenumChar"/>
          <w:rtl/>
        </w:rPr>
        <w:t>(1)</w:t>
      </w:r>
      <w:r>
        <w:rPr>
          <w:rtl/>
        </w:rPr>
        <w:t xml:space="preserve"> </w:t>
      </w:r>
    </w:p>
    <w:p w:rsidR="0061102A" w:rsidRDefault="0061102A" w:rsidP="00BE6934">
      <w:pPr>
        <w:pStyle w:val="libNormal"/>
        <w:rPr>
          <w:rtl/>
        </w:rPr>
      </w:pPr>
      <w:r>
        <w:rPr>
          <w:rtl/>
        </w:rPr>
        <w:t>اسلامى تہذيب مي</w:t>
      </w:r>
      <w:r w:rsidR="000A0CDC">
        <w:rPr>
          <w:rtl/>
        </w:rPr>
        <w:t xml:space="preserve">ں </w:t>
      </w:r>
      <w:r>
        <w:rPr>
          <w:rtl/>
        </w:rPr>
        <w:t>علم جغرافيہ كا آغاز منصور عباسى كى خلافت كے زمانہ مي</w:t>
      </w:r>
      <w:r w:rsidR="000A0CDC">
        <w:rPr>
          <w:rtl/>
        </w:rPr>
        <w:t xml:space="preserve">ں </w:t>
      </w:r>
      <w:r>
        <w:rPr>
          <w:rtl/>
        </w:rPr>
        <w:t>ہو ا اور بالخصوص مامون كى خلافت كے زمانہ مي</w:t>
      </w:r>
      <w:r w:rsidR="000A0CDC">
        <w:rPr>
          <w:rtl/>
        </w:rPr>
        <w:t xml:space="preserve">ں </w:t>
      </w:r>
      <w:r>
        <w:rPr>
          <w:rtl/>
        </w:rPr>
        <w:t>اس علم كى طرف سركارى توجہ بڑھى مامون كى خلافت كے زمانہ مي</w:t>
      </w:r>
      <w:r w:rsidR="000A0CDC">
        <w:rPr>
          <w:rtl/>
        </w:rPr>
        <w:t xml:space="preserve">ں </w:t>
      </w:r>
      <w:r>
        <w:rPr>
          <w:rtl/>
        </w:rPr>
        <w:t xml:space="preserve">جغرافيہ نے بہت ترقى كى _ كرہ زمين كى قوس سے ايك درجہ كى پيمائشے ، نجومى جدول اور مختلف جغرافيائي نقشہ جات كا تيار ہونا و غيرہ اس ترقى كے ثمرات تھے_ </w:t>
      </w:r>
    </w:p>
    <w:p w:rsidR="0061102A" w:rsidRDefault="0061102A" w:rsidP="00BE6934">
      <w:pPr>
        <w:pStyle w:val="libNormal"/>
        <w:rPr>
          <w:rtl/>
        </w:rPr>
      </w:pPr>
      <w:r>
        <w:rPr>
          <w:rtl/>
        </w:rPr>
        <w:t>تيسرى صدى ہجرى سے قبل جغرافيہ كے حوالے سے جداگانہ تصنيفات موجود نہ تھي</w:t>
      </w:r>
      <w:r w:rsidR="000A0CDC">
        <w:rPr>
          <w:rtl/>
        </w:rPr>
        <w:t xml:space="preserve">ں </w:t>
      </w:r>
      <w:r>
        <w:rPr>
          <w:rtl/>
        </w:rPr>
        <w:t>بلكہ كہي</w:t>
      </w:r>
      <w:r w:rsidR="000A0CDC">
        <w:rPr>
          <w:rtl/>
        </w:rPr>
        <w:t xml:space="preserve">ں </w:t>
      </w:r>
      <w:r>
        <w:rPr>
          <w:rtl/>
        </w:rPr>
        <w:t>كہي</w:t>
      </w:r>
      <w:r w:rsidR="000A0CDC">
        <w:rPr>
          <w:rtl/>
        </w:rPr>
        <w:t xml:space="preserve">ں </w:t>
      </w:r>
      <w:r>
        <w:rPr>
          <w:rtl/>
        </w:rPr>
        <w:t>ہمي</w:t>
      </w:r>
      <w:r w:rsidR="000A0CDC">
        <w:rPr>
          <w:rtl/>
        </w:rPr>
        <w:t xml:space="preserve">ں </w:t>
      </w:r>
      <w:r>
        <w:rPr>
          <w:rtl/>
        </w:rPr>
        <w:t>اس زمانے كى كچھ جغرافيائي معلومات منتشر صورت مي</w:t>
      </w:r>
      <w:r w:rsidR="000A0CDC">
        <w:rPr>
          <w:rtl/>
        </w:rPr>
        <w:t xml:space="preserve">ں </w:t>
      </w:r>
      <w:r>
        <w:rPr>
          <w:rtl/>
        </w:rPr>
        <w:t>ملتى ہي</w:t>
      </w:r>
      <w:r w:rsidR="000A0CDC">
        <w:rPr>
          <w:rtl/>
        </w:rPr>
        <w:t xml:space="preserve">ں </w:t>
      </w:r>
      <w:r>
        <w:rPr>
          <w:rtl/>
        </w:rPr>
        <w:t>ليكن تيسرى صدى ہجرى اسلامى تہذيب مي</w:t>
      </w:r>
      <w:r w:rsidR="000A0CDC">
        <w:rPr>
          <w:rtl/>
        </w:rPr>
        <w:t xml:space="preserve">ں </w:t>
      </w:r>
      <w:r>
        <w:rPr>
          <w:rtl/>
        </w:rPr>
        <w:t>علم جغرافيہ مي</w:t>
      </w:r>
      <w:r w:rsidR="000A0CDC">
        <w:rPr>
          <w:rtl/>
        </w:rPr>
        <w:t xml:space="preserve">ں </w:t>
      </w:r>
      <w:r>
        <w:rPr>
          <w:rtl/>
        </w:rPr>
        <w:t>اختراعات اور ترقى كا زمانہ ہے كيونكہ اس صدى مي</w:t>
      </w:r>
      <w:r w:rsidR="000A0CDC">
        <w:rPr>
          <w:rtl/>
        </w:rPr>
        <w:t xml:space="preserve">ں </w:t>
      </w:r>
      <w:r>
        <w:rPr>
          <w:rtl/>
        </w:rPr>
        <w:t>ايك طرف بطليموس كے آثار سے آشنائي حاصل ہوئي اور اسكے بعد ايسے تراجم ظاہر ہوئے كہ جنكى بناء پر سائينٹيفك جغرافيہ كا آغاز ہوا دوسرى طرف توصيفى جغرافيہ كى تشريح كيلئے گوناگون نمونہ جات بنائے گئے اور اسى صدى كے آخر مي</w:t>
      </w:r>
      <w:r w:rsidR="000A0CDC">
        <w:rPr>
          <w:rtl/>
        </w:rPr>
        <w:t xml:space="preserve">ں </w:t>
      </w:r>
      <w:r>
        <w:rPr>
          <w:rtl/>
        </w:rPr>
        <w:t>كئي جغرافيائي كتب تحرير ہوئي</w:t>
      </w:r>
      <w:r w:rsidR="000A0CDC">
        <w:rPr>
          <w:rtl/>
        </w:rPr>
        <w:t xml:space="preserve">ں </w:t>
      </w:r>
      <w:r>
        <w:rPr>
          <w:rtl/>
        </w:rPr>
        <w:t>اور مختلف قسم كے سفرنامے دائرہ تحرير مي</w:t>
      </w:r>
      <w:r w:rsidR="000A0CDC">
        <w:rPr>
          <w:rtl/>
        </w:rPr>
        <w:t xml:space="preserve">ں </w:t>
      </w:r>
      <w:r>
        <w:rPr>
          <w:rtl/>
        </w:rPr>
        <w:t xml:space="preserve">آئے_ </w:t>
      </w:r>
    </w:p>
    <w:p w:rsidR="0061102A" w:rsidRDefault="0061102A" w:rsidP="00BE6934">
      <w:pPr>
        <w:pStyle w:val="libNormal"/>
        <w:rPr>
          <w:rtl/>
        </w:rPr>
      </w:pPr>
      <w:r>
        <w:rPr>
          <w:rtl/>
        </w:rPr>
        <w:t>چوتھى صدى ہجرى مي</w:t>
      </w:r>
      <w:r w:rsidR="000A0CDC">
        <w:rPr>
          <w:rtl/>
        </w:rPr>
        <w:t xml:space="preserve">ں </w:t>
      </w:r>
      <w:r>
        <w:rPr>
          <w:rtl/>
        </w:rPr>
        <w:t>اسلامى جغرافيہ مي</w:t>
      </w:r>
      <w:r w:rsidR="000A0CDC">
        <w:rPr>
          <w:rtl/>
        </w:rPr>
        <w:t xml:space="preserve">ں </w:t>
      </w:r>
      <w:r>
        <w:rPr>
          <w:rtl/>
        </w:rPr>
        <w:t>مختلف مكتب پيدا ہونے سے جو'' مسالك و ممالك '' كوخاص اہميت ديتے تھے اور اسلامى اطلس يعنى جغرافيائي اشكال كے بہترين نمونو</w:t>
      </w:r>
      <w:r w:rsidR="000A0CDC">
        <w:rPr>
          <w:rtl/>
        </w:rPr>
        <w:t xml:space="preserve">ں </w:t>
      </w:r>
      <w:r>
        <w:rPr>
          <w:rtl/>
        </w:rPr>
        <w:t xml:space="preserve">سے بہت نزديكى تعلق ركھتے تھے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1)فرانتس تشنر و مقبول احمد ، تاريخچہ جغرافيا در تمدن اسلامي، ترجمہ محمد حسن گنجى و عبدالحسين آذرنگ ص 10 و 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جغرافيہ كى تاليفات اپنے عروج كو چھونے لگي</w:t>
      </w:r>
      <w:r w:rsidR="000A0CDC">
        <w:rPr>
          <w:rtl/>
        </w:rPr>
        <w:t xml:space="preserve">ں </w:t>
      </w:r>
      <w:r w:rsidRPr="00F67D4B">
        <w:rPr>
          <w:rStyle w:val="libFootnotenumChar"/>
          <w:rtl/>
        </w:rPr>
        <w:t>(1)</w:t>
      </w:r>
      <w:r>
        <w:rPr>
          <w:rtl/>
        </w:rPr>
        <w:t xml:space="preserve">_ </w:t>
      </w:r>
    </w:p>
    <w:p w:rsidR="0061102A" w:rsidRDefault="0061102A" w:rsidP="00BE6934">
      <w:pPr>
        <w:pStyle w:val="libNormal"/>
        <w:rPr>
          <w:rtl/>
        </w:rPr>
      </w:pPr>
      <w:r>
        <w:rPr>
          <w:rtl/>
        </w:rPr>
        <w:t>اسلامى تمدن مي</w:t>
      </w:r>
      <w:r w:rsidR="000A0CDC">
        <w:rPr>
          <w:rtl/>
        </w:rPr>
        <w:t xml:space="preserve">ں </w:t>
      </w:r>
      <w:r>
        <w:rPr>
          <w:rtl/>
        </w:rPr>
        <w:t>علم جغرافيہ كے تاريخى اتار چڑھاؤ كو مختلف ادوار مي</w:t>
      </w:r>
      <w:r w:rsidR="000A0CDC">
        <w:rPr>
          <w:rtl/>
        </w:rPr>
        <w:t xml:space="preserve">ں </w:t>
      </w:r>
      <w:r>
        <w:rPr>
          <w:rtl/>
        </w:rPr>
        <w:t xml:space="preserve">تقسيم كيا جاسكتاہے: </w:t>
      </w:r>
    </w:p>
    <w:p w:rsidR="0061102A" w:rsidRDefault="0061102A" w:rsidP="00BE6934">
      <w:pPr>
        <w:pStyle w:val="libNormal"/>
        <w:rPr>
          <w:rtl/>
        </w:rPr>
      </w:pPr>
    </w:p>
    <w:p w:rsidR="0061102A" w:rsidRDefault="0061102A" w:rsidP="00BE6934">
      <w:pPr>
        <w:pStyle w:val="Heading2Center"/>
        <w:rPr>
          <w:rtl/>
        </w:rPr>
      </w:pPr>
      <w:bookmarkStart w:id="38" w:name="_Toc268594"/>
      <w:r>
        <w:rPr>
          <w:rtl/>
        </w:rPr>
        <w:t>پہلا دور (تيسرى اور چوتھى صدي)</w:t>
      </w:r>
      <w:bookmarkEnd w:id="38"/>
    </w:p>
    <w:p w:rsidR="0061102A" w:rsidRDefault="0061102A" w:rsidP="00BE6934">
      <w:pPr>
        <w:pStyle w:val="libNormal"/>
        <w:rPr>
          <w:rtl/>
        </w:rPr>
      </w:pPr>
      <w:r>
        <w:rPr>
          <w:rtl/>
        </w:rPr>
        <w:t>اس دور مي</w:t>
      </w:r>
      <w:r w:rsidR="000A0CDC">
        <w:rPr>
          <w:rtl/>
        </w:rPr>
        <w:t xml:space="preserve">ں </w:t>
      </w:r>
      <w:r>
        <w:rPr>
          <w:rtl/>
        </w:rPr>
        <w:t>علم جغرافيہ عروج كى طرف قدم بڑھا رہا تھا اس دور كى جغرافيائي تاليفات كو دومكتبو</w:t>
      </w:r>
      <w:r w:rsidR="000A0CDC">
        <w:rPr>
          <w:rtl/>
        </w:rPr>
        <w:t xml:space="preserve">ں </w:t>
      </w:r>
      <w:r>
        <w:rPr>
          <w:rtl/>
        </w:rPr>
        <w:t>مي</w:t>
      </w:r>
      <w:r w:rsidR="000A0CDC">
        <w:rPr>
          <w:rtl/>
        </w:rPr>
        <w:t xml:space="preserve">ں </w:t>
      </w:r>
      <w:r>
        <w:rPr>
          <w:rtl/>
        </w:rPr>
        <w:t>تقسيم كيا جاتاہے كہ ان دونو</w:t>
      </w:r>
      <w:r w:rsidR="000A0CDC">
        <w:rPr>
          <w:rtl/>
        </w:rPr>
        <w:t xml:space="preserve">ں </w:t>
      </w:r>
      <w:r>
        <w:rPr>
          <w:rtl/>
        </w:rPr>
        <w:t>كے ذيل مي</w:t>
      </w:r>
      <w:r w:rsidR="000A0CDC">
        <w:rPr>
          <w:rtl/>
        </w:rPr>
        <w:t xml:space="preserve">ں </w:t>
      </w:r>
      <w:r>
        <w:rPr>
          <w:rtl/>
        </w:rPr>
        <w:t>بھى اقسام ہي</w:t>
      </w:r>
      <w:r w:rsidR="000A0CDC">
        <w:rPr>
          <w:rtl/>
        </w:rPr>
        <w:t xml:space="preserve">ں </w:t>
      </w:r>
      <w:r>
        <w:rPr>
          <w:rtl/>
        </w:rPr>
        <w:t>: ايسے متون كہ جومجموعاً كائنات كے بارے مي</w:t>
      </w:r>
      <w:r w:rsidR="000A0CDC">
        <w:rPr>
          <w:rtl/>
        </w:rPr>
        <w:t xml:space="preserve">ں </w:t>
      </w:r>
      <w:r>
        <w:rPr>
          <w:rtl/>
        </w:rPr>
        <w:t>تحرير ہوئے ہي</w:t>
      </w:r>
      <w:r w:rsidR="000A0CDC">
        <w:rPr>
          <w:rtl/>
        </w:rPr>
        <w:t xml:space="preserve">ں </w:t>
      </w:r>
      <w:r>
        <w:rPr>
          <w:rtl/>
        </w:rPr>
        <w:t>ليكن اسلامى خلافت كى بعنوان مركز عالم اسلام زيادہ تفصيلات بتائي گئي</w:t>
      </w:r>
      <w:r w:rsidR="000A0CDC">
        <w:rPr>
          <w:rtl/>
        </w:rPr>
        <w:t xml:space="preserve">ں </w:t>
      </w:r>
      <w:r>
        <w:rPr>
          <w:rtl/>
        </w:rPr>
        <w:t>ہي</w:t>
      </w:r>
      <w:r w:rsidR="000A0CDC">
        <w:rPr>
          <w:rtl/>
        </w:rPr>
        <w:t xml:space="preserve">ں </w:t>
      </w:r>
      <w:r>
        <w:rPr>
          <w:rtl/>
        </w:rPr>
        <w:t xml:space="preserve">_ </w:t>
      </w:r>
    </w:p>
    <w:p w:rsidR="0061102A" w:rsidRDefault="0061102A" w:rsidP="00BE6934">
      <w:pPr>
        <w:pStyle w:val="libNormal"/>
        <w:rPr>
          <w:rtl/>
        </w:rPr>
      </w:pPr>
      <w:r>
        <w:rPr>
          <w:rtl/>
        </w:rPr>
        <w:t>وہ تحريري</w:t>
      </w:r>
      <w:r w:rsidR="000A0CDC">
        <w:rPr>
          <w:rtl/>
        </w:rPr>
        <w:t xml:space="preserve">ں </w:t>
      </w:r>
      <w:r>
        <w:rPr>
          <w:rtl/>
        </w:rPr>
        <w:t>جو واضح طور پر ابو زيد بلخى كے نظريات سے متاثر ہي</w:t>
      </w:r>
      <w:r w:rsidR="000A0CDC">
        <w:rPr>
          <w:rtl/>
        </w:rPr>
        <w:t xml:space="preserve">ں </w:t>
      </w:r>
      <w:r>
        <w:rPr>
          <w:rtl/>
        </w:rPr>
        <w:t>اور فقط اسلامى سرزمينو</w:t>
      </w:r>
      <w:r w:rsidR="000A0CDC">
        <w:rPr>
          <w:rtl/>
        </w:rPr>
        <w:t xml:space="preserve">ں </w:t>
      </w:r>
      <w:r>
        <w:rPr>
          <w:rtl/>
        </w:rPr>
        <w:t>كى روداد بيان كررہى ہي</w:t>
      </w:r>
      <w:r w:rsidR="000A0CDC">
        <w:rPr>
          <w:rtl/>
        </w:rPr>
        <w:t xml:space="preserve">ں </w:t>
      </w:r>
      <w:r>
        <w:rPr>
          <w:rtl/>
        </w:rPr>
        <w:t>اور اسلامى مملكت كے ہر گوشے يا رياست كو جدا سلطنت سمجھا گيا ہے اور سوائے سرحدى علاقو</w:t>
      </w:r>
      <w:r w:rsidR="000A0CDC">
        <w:rPr>
          <w:rtl/>
        </w:rPr>
        <w:t xml:space="preserve">ں </w:t>
      </w:r>
      <w:r>
        <w:rPr>
          <w:rtl/>
        </w:rPr>
        <w:t>كے بہت كم غير مسلم سرزمينو</w:t>
      </w:r>
      <w:r w:rsidR="000A0CDC">
        <w:rPr>
          <w:rtl/>
        </w:rPr>
        <w:t xml:space="preserve">ں </w:t>
      </w:r>
      <w:r>
        <w:rPr>
          <w:rtl/>
        </w:rPr>
        <w:t>كے بارے مي</w:t>
      </w:r>
      <w:r w:rsidR="000A0CDC">
        <w:rPr>
          <w:rtl/>
        </w:rPr>
        <w:t xml:space="preserve">ں </w:t>
      </w:r>
      <w:r>
        <w:rPr>
          <w:rtl/>
        </w:rPr>
        <w:t>بحث كى گئي ہے_</w:t>
      </w:r>
      <w:r w:rsidRPr="00F67D4B">
        <w:rPr>
          <w:rStyle w:val="libFootnotenumChar"/>
          <w:rtl/>
        </w:rPr>
        <w:t>(2)</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39" w:name="_Toc268595"/>
      <w:r>
        <w:rPr>
          <w:rtl/>
        </w:rPr>
        <w:t>دوسرا دور (پانچوي</w:t>
      </w:r>
      <w:r w:rsidR="000A0CDC">
        <w:rPr>
          <w:rtl/>
        </w:rPr>
        <w:t xml:space="preserve">ں </w:t>
      </w:r>
      <w:r>
        <w:rPr>
          <w:rtl/>
        </w:rPr>
        <w:t>صدي)</w:t>
      </w:r>
      <w:bookmarkEnd w:id="39"/>
    </w:p>
    <w:p w:rsidR="0061102A" w:rsidRDefault="0061102A" w:rsidP="00BE6934">
      <w:pPr>
        <w:pStyle w:val="libNormal"/>
        <w:rPr>
          <w:rtl/>
        </w:rPr>
      </w:pPr>
      <w:r>
        <w:rPr>
          <w:rtl/>
        </w:rPr>
        <w:t>يہ اسلامى جغرافيہ كے عروج كى صدى ہے اس دور مي</w:t>
      </w:r>
      <w:r w:rsidR="000A0CDC">
        <w:rPr>
          <w:rtl/>
        </w:rPr>
        <w:t xml:space="preserve">ں </w:t>
      </w:r>
      <w:r>
        <w:rPr>
          <w:rtl/>
        </w:rPr>
        <w:t>مسلمانو</w:t>
      </w:r>
      <w:r w:rsidR="000A0CDC">
        <w:rPr>
          <w:rtl/>
        </w:rPr>
        <w:t xml:space="preserve">ں </w:t>
      </w:r>
      <w:r>
        <w:rPr>
          <w:rtl/>
        </w:rPr>
        <w:t>كا علم جغرافيہ خواہ انہو</w:t>
      </w:r>
      <w:r w:rsidR="000A0CDC">
        <w:rPr>
          <w:rtl/>
        </w:rPr>
        <w:t xml:space="preserve">ں </w:t>
      </w:r>
      <w:r>
        <w:rPr>
          <w:rtl/>
        </w:rPr>
        <w:t>نے يونانيو</w:t>
      </w:r>
      <w:r w:rsidR="000A0CDC">
        <w:rPr>
          <w:rtl/>
        </w:rPr>
        <w:t xml:space="preserve">ں </w:t>
      </w:r>
      <w:r>
        <w:rPr>
          <w:rtl/>
        </w:rPr>
        <w:t>اور ديگر تہذيبو</w:t>
      </w:r>
      <w:r w:rsidR="000A0CDC">
        <w:rPr>
          <w:rtl/>
        </w:rPr>
        <w:t xml:space="preserve">ں </w:t>
      </w:r>
      <w:r>
        <w:rPr>
          <w:rtl/>
        </w:rPr>
        <w:t>سے اقتباس كيا ہو خواہ انہو</w:t>
      </w:r>
      <w:r w:rsidR="000A0CDC">
        <w:rPr>
          <w:rtl/>
        </w:rPr>
        <w:t xml:space="preserve">ں </w:t>
      </w:r>
      <w:r>
        <w:rPr>
          <w:rtl/>
        </w:rPr>
        <w:t>نے يہ معلومات تحقيق، مشاہدہ اور سياحت كے ذريعے حاصل كى ہو</w:t>
      </w:r>
      <w:r w:rsidR="000A0CDC">
        <w:rPr>
          <w:rtl/>
        </w:rPr>
        <w:t xml:space="preserve">ں </w:t>
      </w:r>
      <w:r>
        <w:rPr>
          <w:rtl/>
        </w:rPr>
        <w:t xml:space="preserve">ترقى كى بلندترين سطح كو چھورہا تھا_ </w:t>
      </w:r>
    </w:p>
    <w:p w:rsidR="0061102A" w:rsidRDefault="0061102A" w:rsidP="00BE6934">
      <w:pPr>
        <w:pStyle w:val="libNormal"/>
        <w:rPr>
          <w:rtl/>
        </w:rPr>
      </w:pPr>
    </w:p>
    <w:p w:rsidR="0061102A" w:rsidRDefault="0061102A" w:rsidP="00BE6934">
      <w:pPr>
        <w:pStyle w:val="Heading2Center"/>
        <w:rPr>
          <w:rtl/>
        </w:rPr>
      </w:pPr>
      <w:bookmarkStart w:id="40" w:name="_Toc268596"/>
      <w:r>
        <w:rPr>
          <w:rtl/>
        </w:rPr>
        <w:t>تيسرا دور(چھٹى صدى سے دسوي</w:t>
      </w:r>
      <w:r w:rsidR="000A0CDC">
        <w:rPr>
          <w:rtl/>
        </w:rPr>
        <w:t xml:space="preserve">ں </w:t>
      </w:r>
      <w:r>
        <w:rPr>
          <w:rtl/>
        </w:rPr>
        <w:t>صدى تك )</w:t>
      </w:r>
      <w:bookmarkEnd w:id="40"/>
    </w:p>
    <w:p w:rsidR="0061102A" w:rsidRDefault="0061102A" w:rsidP="00BE6934">
      <w:pPr>
        <w:pStyle w:val="libNormal"/>
        <w:rPr>
          <w:rtl/>
        </w:rPr>
      </w:pPr>
      <w:r>
        <w:rPr>
          <w:rtl/>
        </w:rPr>
        <w:t>يہ اسلامى جغرافيائي معلومات كى پيوستگى اور ترتيب دينے كا زمانہ ہے _ اس دور مي</w:t>
      </w:r>
      <w:r w:rsidR="000A0CDC">
        <w:rPr>
          <w:rtl/>
        </w:rPr>
        <w:t xml:space="preserve">ں </w:t>
      </w:r>
      <w:r>
        <w:rPr>
          <w:rtl/>
        </w:rPr>
        <w:t>ادريسى جيسے حضرات كے سوا متقدمين كى كتب كے مقابلہ مي</w:t>
      </w:r>
      <w:r w:rsidR="000A0CDC">
        <w:rPr>
          <w:rtl/>
        </w:rPr>
        <w:t xml:space="preserve">ں </w:t>
      </w:r>
      <w:r>
        <w:rPr>
          <w:rtl/>
        </w:rPr>
        <w:t>كوئي خاص ترقى نہي</w:t>
      </w:r>
      <w:r w:rsidR="000A0CDC">
        <w:rPr>
          <w:rtl/>
        </w:rPr>
        <w:t xml:space="preserve">ں </w:t>
      </w:r>
      <w:r>
        <w:rPr>
          <w:rtl/>
        </w:rPr>
        <w:t xml:space="preserve">ہوئي اور جغرافيہ كے موضوع پر علمى اور ناقدانہ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1)سيد حسين نصر، علم و تمدن در اسلام، ترجمہ احمد آرام، ص88، تشنر و احمد ، تاريخچہ جغرافيا در تمدن اسلامى ص 12_ </w:t>
      </w:r>
    </w:p>
    <w:p w:rsidR="00D22BC1" w:rsidRDefault="0061102A" w:rsidP="00BE6934">
      <w:pPr>
        <w:pStyle w:val="libFootnote"/>
        <w:rPr>
          <w:rtl/>
        </w:rPr>
      </w:pPr>
      <w:r>
        <w:rPr>
          <w:rtl/>
        </w:rPr>
        <w:t>2)ايگناتى يوليا نويچ كراچكو منكى ، تاريخ نوشتہ ہاى جغرافيائي در جہان اسلامى ترجمہ ابوالقاسم پايندہ ص 7،6_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مزاج اور معلومات كے درست اور مستند ہونے كے بارے مي</w:t>
      </w:r>
      <w:r w:rsidR="000A0CDC">
        <w:rPr>
          <w:rtl/>
        </w:rPr>
        <w:t xml:space="preserve">ں </w:t>
      </w:r>
      <w:r>
        <w:rPr>
          <w:rtl/>
        </w:rPr>
        <w:t>حساسيت _ جو كہ متقدمين كى اہم خصوصيات تھي</w:t>
      </w:r>
      <w:r w:rsidR="000A0CDC">
        <w:rPr>
          <w:rtl/>
        </w:rPr>
        <w:t xml:space="preserve">ں </w:t>
      </w:r>
      <w:r>
        <w:rPr>
          <w:rtl/>
        </w:rPr>
        <w:t>_ ان خصوصيات نے اپنى جگہ تلخيص اور گذشتہ لوگو</w:t>
      </w:r>
      <w:r w:rsidR="000A0CDC">
        <w:rPr>
          <w:rtl/>
        </w:rPr>
        <w:t xml:space="preserve">ں </w:t>
      </w:r>
      <w:r>
        <w:rPr>
          <w:rtl/>
        </w:rPr>
        <w:t>كے روائي اور نظرى اقوال كو نقل كرنے كو دے دي</w:t>
      </w:r>
      <w:r w:rsidRPr="00F67D4B">
        <w:rPr>
          <w:rStyle w:val="libFootnotenumChar"/>
          <w:rtl/>
        </w:rPr>
        <w:t>(1)</w:t>
      </w:r>
      <w:r>
        <w:rPr>
          <w:rtl/>
        </w:rPr>
        <w:t xml:space="preserve">_ </w:t>
      </w:r>
    </w:p>
    <w:p w:rsidR="0061102A" w:rsidRDefault="0061102A" w:rsidP="00BE6934">
      <w:pPr>
        <w:pStyle w:val="libNormal"/>
        <w:rPr>
          <w:rtl/>
        </w:rPr>
      </w:pPr>
    </w:p>
    <w:p w:rsidR="0061102A" w:rsidRDefault="0061102A" w:rsidP="00BE6934">
      <w:pPr>
        <w:pStyle w:val="Heading2Center"/>
        <w:rPr>
          <w:rtl/>
        </w:rPr>
      </w:pPr>
      <w:bookmarkStart w:id="41" w:name="_Toc268597"/>
      <w:r>
        <w:rPr>
          <w:rtl/>
        </w:rPr>
        <w:t>چوتھا دور (گيارہوي</w:t>
      </w:r>
      <w:r w:rsidR="000A0CDC">
        <w:rPr>
          <w:rtl/>
        </w:rPr>
        <w:t xml:space="preserve">ں </w:t>
      </w:r>
      <w:r>
        <w:rPr>
          <w:rtl/>
        </w:rPr>
        <w:t>سے تيرہوي</w:t>
      </w:r>
      <w:r w:rsidR="000A0CDC">
        <w:rPr>
          <w:rtl/>
        </w:rPr>
        <w:t xml:space="preserve">ں </w:t>
      </w:r>
      <w:r>
        <w:rPr>
          <w:rtl/>
        </w:rPr>
        <w:t>صدى تك)</w:t>
      </w:r>
      <w:bookmarkEnd w:id="41"/>
    </w:p>
    <w:p w:rsidR="0061102A" w:rsidRDefault="0061102A" w:rsidP="00BE6934">
      <w:pPr>
        <w:pStyle w:val="libNormal"/>
        <w:rPr>
          <w:rtl/>
        </w:rPr>
      </w:pPr>
      <w:r>
        <w:rPr>
          <w:rtl/>
        </w:rPr>
        <w:t>اس دور مي</w:t>
      </w:r>
      <w:r w:rsidR="000A0CDC">
        <w:rPr>
          <w:rtl/>
        </w:rPr>
        <w:t xml:space="preserve">ں </w:t>
      </w:r>
      <w:r>
        <w:rPr>
          <w:rtl/>
        </w:rPr>
        <w:t>ہم مشاہدہ كرتے ہي</w:t>
      </w:r>
      <w:r w:rsidR="000A0CDC">
        <w:rPr>
          <w:rtl/>
        </w:rPr>
        <w:t xml:space="preserve">ں </w:t>
      </w:r>
      <w:r>
        <w:rPr>
          <w:rtl/>
        </w:rPr>
        <w:t>كہ اسلامى جغرافيہ مي</w:t>
      </w:r>
      <w:r w:rsidR="000A0CDC">
        <w:rPr>
          <w:rtl/>
        </w:rPr>
        <w:t xml:space="preserve">ں </w:t>
      </w:r>
      <w:r>
        <w:rPr>
          <w:rtl/>
        </w:rPr>
        <w:t>جديد تحقيقات شاذو نادر ہي</w:t>
      </w:r>
      <w:r w:rsidR="000A0CDC">
        <w:rPr>
          <w:rtl/>
        </w:rPr>
        <w:t xml:space="preserve">ں </w:t>
      </w:r>
      <w:r>
        <w:rPr>
          <w:rtl/>
        </w:rPr>
        <w:t>كلى طور پر اس دور كا نام ''زمانہ جمود '' ركھا جاسكتاہے ليكن اس دور كے آخر مي</w:t>
      </w:r>
      <w:r w:rsidR="000A0CDC">
        <w:rPr>
          <w:rtl/>
        </w:rPr>
        <w:t xml:space="preserve">ں </w:t>
      </w:r>
      <w:r>
        <w:rPr>
          <w:rtl/>
        </w:rPr>
        <w:t>اسلامى جغرافيہ مي</w:t>
      </w:r>
      <w:r w:rsidR="000A0CDC">
        <w:rPr>
          <w:rtl/>
        </w:rPr>
        <w:t xml:space="preserve">ں </w:t>
      </w:r>
      <w:r>
        <w:rPr>
          <w:rtl/>
        </w:rPr>
        <w:t>اہم واقعہ رونما ہوا وہ يہ كہ مسلمان يورپى جغرافيہ سے آشناہوئے انكى يہ آشنائي مغربى جغرافيايى آثار كے ترجمہ كے ذريعے عمل مي</w:t>
      </w:r>
      <w:r w:rsidR="000A0CDC">
        <w:rPr>
          <w:rtl/>
        </w:rPr>
        <w:t xml:space="preserve">ں </w:t>
      </w:r>
      <w:r>
        <w:rPr>
          <w:rtl/>
        </w:rPr>
        <w:t>آئي</w:t>
      </w:r>
      <w:r w:rsidRPr="00F67D4B">
        <w:rPr>
          <w:rStyle w:val="libFootnotenumChar"/>
          <w:rtl/>
        </w:rPr>
        <w:t>(2)</w:t>
      </w:r>
      <w:r>
        <w:rPr>
          <w:rtl/>
        </w:rPr>
        <w:t xml:space="preserve"> </w:t>
      </w:r>
    </w:p>
    <w:p w:rsidR="0061102A" w:rsidRDefault="0061102A" w:rsidP="00BE6934">
      <w:pPr>
        <w:pStyle w:val="libNormal"/>
        <w:rPr>
          <w:rtl/>
        </w:rPr>
      </w:pPr>
      <w:r>
        <w:rPr>
          <w:rtl/>
        </w:rPr>
        <w:t>پہلے دور كے مصنفين يعنى تيسرى اور چوتھى صدى كے جغرافيہ دانو</w:t>
      </w:r>
      <w:r w:rsidR="000A0CDC">
        <w:rPr>
          <w:rtl/>
        </w:rPr>
        <w:t xml:space="preserve">ں </w:t>
      </w:r>
      <w:r>
        <w:rPr>
          <w:rtl/>
        </w:rPr>
        <w:t>مي</w:t>
      </w:r>
      <w:r w:rsidR="000A0CDC">
        <w:rPr>
          <w:rtl/>
        </w:rPr>
        <w:t xml:space="preserve">ں </w:t>
      </w:r>
      <w:r>
        <w:rPr>
          <w:rtl/>
        </w:rPr>
        <w:t>سے ''ابن خردادبہ'' كى طرف اشارہ كيا جاسكتاہے كہ جنہو</w:t>
      </w:r>
      <w:r w:rsidR="000A0CDC">
        <w:rPr>
          <w:rtl/>
        </w:rPr>
        <w:t xml:space="preserve">ں </w:t>
      </w:r>
      <w:r>
        <w:rPr>
          <w:rtl/>
        </w:rPr>
        <w:t>نے جغرافيہ اورديگر علوم مي</w:t>
      </w:r>
      <w:r w:rsidR="000A0CDC">
        <w:rPr>
          <w:rtl/>
        </w:rPr>
        <w:t xml:space="preserve">ں </w:t>
      </w:r>
      <w:r>
        <w:rPr>
          <w:rtl/>
        </w:rPr>
        <w:t>دس عناوين سے زيادہ كتب تاليف كي</w:t>
      </w:r>
      <w:r w:rsidR="000A0CDC">
        <w:rPr>
          <w:rtl/>
        </w:rPr>
        <w:t xml:space="preserve">ں </w:t>
      </w:r>
      <w:r>
        <w:rPr>
          <w:rtl/>
        </w:rPr>
        <w:t>المسالك و الممالك انكى جغرافيہ كى تاليفات مي</w:t>
      </w:r>
      <w:r w:rsidR="000A0CDC">
        <w:rPr>
          <w:rtl/>
        </w:rPr>
        <w:t xml:space="preserve">ں </w:t>
      </w:r>
      <w:r>
        <w:rPr>
          <w:rtl/>
        </w:rPr>
        <w:t>سے ايك ہے اس گروہ كے ديگر نمايندے '' البلدان'' كے مولف يعقوبى اور اخبار البلدان كے مصنف ابن فقيہ ہمدانى ہي</w:t>
      </w:r>
      <w:r w:rsidR="000A0CDC">
        <w:rPr>
          <w:rtl/>
        </w:rPr>
        <w:t xml:space="preserve">ں </w:t>
      </w:r>
      <w:r>
        <w:rPr>
          <w:rtl/>
        </w:rPr>
        <w:t>اس گروہ كے مشہورركن جو كہ چوتھى صدى كے مشہورترين جغرافيہ دان شمار ہوئے ہي</w:t>
      </w:r>
      <w:r w:rsidR="000A0CDC">
        <w:rPr>
          <w:rtl/>
        </w:rPr>
        <w:t xml:space="preserve">ں </w:t>
      </w:r>
      <w:r>
        <w:rPr>
          <w:rtl/>
        </w:rPr>
        <w:t>وہ ابوالحسن على بن حسين بن على مسعودى ہي</w:t>
      </w:r>
      <w:r w:rsidR="000A0CDC">
        <w:rPr>
          <w:rtl/>
        </w:rPr>
        <w:t xml:space="preserve">ں </w:t>
      </w:r>
      <w:r>
        <w:rPr>
          <w:rtl/>
        </w:rPr>
        <w:t>، جناب مسعودى جغرافيہ كو علم تاريخ كا جزو سمجھتے تھے_ اسى ليے انہو</w:t>
      </w:r>
      <w:r w:rsidR="000A0CDC">
        <w:rPr>
          <w:rtl/>
        </w:rPr>
        <w:t xml:space="preserve">ں </w:t>
      </w:r>
      <w:r>
        <w:rPr>
          <w:rtl/>
        </w:rPr>
        <w:t>نے اپنى جغرافيہ كے حوالے سے معلومات كو اپنى تاريخ مي</w:t>
      </w:r>
      <w:r w:rsidR="000A0CDC">
        <w:rPr>
          <w:rtl/>
        </w:rPr>
        <w:t xml:space="preserve">ں </w:t>
      </w:r>
      <w:r>
        <w:rPr>
          <w:rtl/>
        </w:rPr>
        <w:t>اہم كتاب ''مروج الذہب و معادن الجوہر ''مي</w:t>
      </w:r>
      <w:r w:rsidR="000A0CDC">
        <w:rPr>
          <w:rtl/>
        </w:rPr>
        <w:t xml:space="preserve">ں </w:t>
      </w:r>
      <w:r>
        <w:rPr>
          <w:rtl/>
        </w:rPr>
        <w:t xml:space="preserve">تحرير كيا_ </w:t>
      </w:r>
    </w:p>
    <w:p w:rsidR="0061102A" w:rsidRDefault="0061102A" w:rsidP="00BE6934">
      <w:pPr>
        <w:pStyle w:val="libNormal"/>
        <w:rPr>
          <w:rtl/>
        </w:rPr>
      </w:pPr>
      <w:r>
        <w:rPr>
          <w:rtl/>
        </w:rPr>
        <w:t>اسى طرح اس دور كے ديگر قابل ذكر جغرافيہ دانو</w:t>
      </w:r>
      <w:r w:rsidR="000A0CDC">
        <w:rPr>
          <w:rtl/>
        </w:rPr>
        <w:t xml:space="preserve">ں </w:t>
      </w:r>
      <w:r>
        <w:rPr>
          <w:rtl/>
        </w:rPr>
        <w:t>مي</w:t>
      </w:r>
      <w:r w:rsidR="000A0CDC">
        <w:rPr>
          <w:rtl/>
        </w:rPr>
        <w:t xml:space="preserve">ں </w:t>
      </w:r>
      <w:r>
        <w:rPr>
          <w:rtl/>
        </w:rPr>
        <w:t>سے كتاب'' المسالك و الممالك كے مصنف اصطخري'' ، كتاب '' صورة الارض يا المسالك والممالك'' كے مصنف ابن حوقل اور '' كتاب احسن التقاسيم فى معرفة الاقاليم'' كے مصنف مقدسى ہي</w:t>
      </w:r>
      <w:r w:rsidR="000A0CDC">
        <w:rPr>
          <w:rtl/>
        </w:rPr>
        <w:t xml:space="preserve">ں </w:t>
      </w:r>
      <w:r>
        <w:rPr>
          <w:rtl/>
        </w:rPr>
        <w:t xml:space="preserve">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تشنر و احمد ، پيشين ص 48 ، 38_ </w:t>
      </w:r>
    </w:p>
    <w:p w:rsidR="00D22BC1" w:rsidRDefault="0061102A" w:rsidP="00BE6934">
      <w:pPr>
        <w:pStyle w:val="libFootnote"/>
        <w:rPr>
          <w:rtl/>
        </w:rPr>
      </w:pPr>
      <w:r>
        <w:rPr>
          <w:rtl/>
        </w:rPr>
        <w:t>2) آندرہ ميكل اور انكے معاون حائرى لوران، اسلام و تمدن اسلامي، ترجمہ حسن فروغى ص 482، 481_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دوسرے دور يعنى پانچوي</w:t>
      </w:r>
      <w:r w:rsidR="000A0CDC">
        <w:rPr>
          <w:rtl/>
        </w:rPr>
        <w:t xml:space="preserve">ں </w:t>
      </w:r>
      <w:r>
        <w:rPr>
          <w:rtl/>
        </w:rPr>
        <w:t>صدى مي</w:t>
      </w:r>
      <w:r w:rsidR="000A0CDC">
        <w:rPr>
          <w:rtl/>
        </w:rPr>
        <w:t xml:space="preserve">ں </w:t>
      </w:r>
      <w:r>
        <w:rPr>
          <w:rtl/>
        </w:rPr>
        <w:t>بڑے اور عظيم جغرافيہ دانو</w:t>
      </w:r>
      <w:r w:rsidR="000A0CDC">
        <w:rPr>
          <w:rtl/>
        </w:rPr>
        <w:t xml:space="preserve">ں </w:t>
      </w:r>
      <w:r>
        <w:rPr>
          <w:rtl/>
        </w:rPr>
        <w:t>كے ظہور كا ہم مشاہدہ كرتے ہي</w:t>
      </w:r>
      <w:r w:rsidR="000A0CDC">
        <w:rPr>
          <w:rtl/>
        </w:rPr>
        <w:t xml:space="preserve">ں </w:t>
      </w:r>
      <w:r>
        <w:rPr>
          <w:rtl/>
        </w:rPr>
        <w:t>كہ ان مي</w:t>
      </w:r>
      <w:r w:rsidR="000A0CDC">
        <w:rPr>
          <w:rtl/>
        </w:rPr>
        <w:t xml:space="preserve">ں </w:t>
      </w:r>
      <w:r>
        <w:rPr>
          <w:rtl/>
        </w:rPr>
        <w:t>سے اہم ترين ابوريحان بيرونى ہي</w:t>
      </w:r>
      <w:r w:rsidR="000A0CDC">
        <w:rPr>
          <w:rtl/>
        </w:rPr>
        <w:t xml:space="preserve">ں </w:t>
      </w:r>
      <w:r>
        <w:rPr>
          <w:rtl/>
        </w:rPr>
        <w:t>جناب بيرونى علم جغرافيہ كى ايك انتہائي فنى اور پيچيدہ ترين شاخ يعنى رياضياتى جغرافيہ كے مؤسس ہي</w:t>
      </w:r>
      <w:r w:rsidR="000A0CDC">
        <w:rPr>
          <w:rtl/>
        </w:rPr>
        <w:t xml:space="preserve">ں </w:t>
      </w:r>
      <w:r>
        <w:rPr>
          <w:rtl/>
        </w:rPr>
        <w:t>اس حوالے سے انكى كتاب كا نام '' تحديد نہايات الاماكن'' ہے علاوہ ازي</w:t>
      </w:r>
      <w:r w:rsidR="000A0CDC">
        <w:rPr>
          <w:rtl/>
        </w:rPr>
        <w:t xml:space="preserve">ں </w:t>
      </w:r>
      <w:r>
        <w:rPr>
          <w:rtl/>
        </w:rPr>
        <w:t>علم جغرافيا مي</w:t>
      </w:r>
      <w:r w:rsidR="000A0CDC">
        <w:rPr>
          <w:rtl/>
        </w:rPr>
        <w:t xml:space="preserve">ں </w:t>
      </w:r>
      <w:r>
        <w:rPr>
          <w:rtl/>
        </w:rPr>
        <w:t>البيرونى كے ہم عصر اور ہم رتبہ دانشور ابوعبداللہ بن عبدالعزيز بكرى قرطبى ہي</w:t>
      </w:r>
      <w:r w:rsidR="000A0CDC">
        <w:rPr>
          <w:rtl/>
        </w:rPr>
        <w:t xml:space="preserve">ں </w:t>
      </w:r>
      <w:r>
        <w:rPr>
          <w:rtl/>
        </w:rPr>
        <w:t xml:space="preserve">جو ہسپانيہ كے دانشور تھے انكى جغرافيہ كے حوالے سے كتاب كا نام '' معجم ما استعجم من اسماء البلاد والمواضع'' ہے_ </w:t>
      </w:r>
    </w:p>
    <w:p w:rsidR="0061102A" w:rsidRDefault="0061102A" w:rsidP="00BE6934">
      <w:pPr>
        <w:pStyle w:val="libNormal"/>
        <w:rPr>
          <w:rtl/>
        </w:rPr>
      </w:pPr>
      <w:r>
        <w:rPr>
          <w:rtl/>
        </w:rPr>
        <w:t>تيسرے دور يعنى چھٹى سے دسوي</w:t>
      </w:r>
      <w:r w:rsidR="000A0CDC">
        <w:rPr>
          <w:rtl/>
        </w:rPr>
        <w:t xml:space="preserve">ں </w:t>
      </w:r>
      <w:r>
        <w:rPr>
          <w:rtl/>
        </w:rPr>
        <w:t>صدى تك جس كا نام ہم نے اسلامى جغرافيہ مي</w:t>
      </w:r>
      <w:r w:rsidR="000A0CDC">
        <w:rPr>
          <w:rtl/>
        </w:rPr>
        <w:t xml:space="preserve">ں </w:t>
      </w:r>
      <w:r>
        <w:rPr>
          <w:rtl/>
        </w:rPr>
        <w:t>''زمانہ تلفيق ''ركھا ہے كى كتب كو بطور كلى آٹھ اقسام مي</w:t>
      </w:r>
      <w:r w:rsidR="000A0CDC">
        <w:rPr>
          <w:rtl/>
        </w:rPr>
        <w:t xml:space="preserve">ں </w:t>
      </w:r>
      <w:r>
        <w:rPr>
          <w:rtl/>
        </w:rPr>
        <w:t>تقسيم كيا جاسكتاہے : 1_ كائنات كى توصيف 2_(</w:t>
      </w:r>
      <w:r>
        <w:t>cosmology</w:t>
      </w:r>
      <w:r>
        <w:rPr>
          <w:rtl/>
        </w:rPr>
        <w:t>) علم كائنات كے متون 3_ جغرافيائي تہذيبي</w:t>
      </w:r>
      <w:r w:rsidR="000A0CDC">
        <w:rPr>
          <w:rtl/>
        </w:rPr>
        <w:t xml:space="preserve">ں </w:t>
      </w:r>
      <w:r>
        <w:rPr>
          <w:rtl/>
        </w:rPr>
        <w:t>4_ زيارت نامو</w:t>
      </w:r>
      <w:r w:rsidR="000A0CDC">
        <w:rPr>
          <w:rtl/>
        </w:rPr>
        <w:t xml:space="preserve">ں </w:t>
      </w:r>
      <w:r>
        <w:rPr>
          <w:rtl/>
        </w:rPr>
        <w:t xml:space="preserve">كى كتب 5_ سفرنامے 6_ جہاز رانى سے متعلق متون 7_ فلكياتى آثار 8_ مقامى جغرافيا ئي متون </w:t>
      </w:r>
      <w:r w:rsidRPr="00F67D4B">
        <w:rPr>
          <w:rStyle w:val="libFootnotenumChar"/>
          <w:rtl/>
        </w:rPr>
        <w:t>(1)</w:t>
      </w:r>
      <w:r>
        <w:rPr>
          <w:rtl/>
        </w:rPr>
        <w:t xml:space="preserve"> </w:t>
      </w:r>
    </w:p>
    <w:p w:rsidR="0061102A" w:rsidRDefault="0061102A" w:rsidP="00BE6934">
      <w:pPr>
        <w:pStyle w:val="libNormal"/>
        <w:rPr>
          <w:rtl/>
        </w:rPr>
      </w:pPr>
      <w:r>
        <w:rPr>
          <w:rtl/>
        </w:rPr>
        <w:t>ان بہت سے آثار مي</w:t>
      </w:r>
      <w:r w:rsidR="000A0CDC">
        <w:rPr>
          <w:rtl/>
        </w:rPr>
        <w:t xml:space="preserve">ں </w:t>
      </w:r>
      <w:r>
        <w:rPr>
          <w:rtl/>
        </w:rPr>
        <w:t>سے كچھ جو مندرجہ بالا اقسام كے حوالے سے تاليف ہوئي مندرجہ ذيل ہي</w:t>
      </w:r>
      <w:r w:rsidR="000A0CDC">
        <w:rPr>
          <w:rtl/>
        </w:rPr>
        <w:t xml:space="preserve">ں </w:t>
      </w:r>
      <w:r>
        <w:rPr>
          <w:rtl/>
        </w:rPr>
        <w:t>: محمد بن احمد فرقى كى كائنات كى توصيف كے حوالے سے كتاب'' منتھى الادراك فى تقسيم الافلاك''، ياقوت حموى كى تہذيبو</w:t>
      </w:r>
      <w:r w:rsidR="000A0CDC">
        <w:rPr>
          <w:rtl/>
        </w:rPr>
        <w:t xml:space="preserve">ں </w:t>
      </w:r>
      <w:r>
        <w:rPr>
          <w:rtl/>
        </w:rPr>
        <w:t>كے حوالے سے ''معجم البلدان '' سفرنامو</w:t>
      </w:r>
      <w:r w:rsidR="000A0CDC">
        <w:rPr>
          <w:rtl/>
        </w:rPr>
        <w:t xml:space="preserve">ں </w:t>
      </w:r>
      <w:r>
        <w:rPr>
          <w:rtl/>
        </w:rPr>
        <w:t>كے حوالے سے ''رحلہ ابن جير ''اور اس دور مي</w:t>
      </w:r>
      <w:r w:rsidR="000A0CDC">
        <w:rPr>
          <w:rtl/>
        </w:rPr>
        <w:t xml:space="preserve">ں </w:t>
      </w:r>
      <w:r>
        <w:rPr>
          <w:rtl/>
        </w:rPr>
        <w:t>اہم ترين جغرافيہ دان ابن بطوطہ ہي</w:t>
      </w:r>
      <w:r w:rsidR="000A0CDC">
        <w:rPr>
          <w:rtl/>
        </w:rPr>
        <w:t xml:space="preserve">ں </w:t>
      </w:r>
      <w:r>
        <w:rPr>
          <w:rtl/>
        </w:rPr>
        <w:t>كہ جو مشہور سفرنامہ كے مصنف ہي</w:t>
      </w:r>
      <w:r w:rsidR="000A0CDC">
        <w:rPr>
          <w:rtl/>
        </w:rPr>
        <w:t xml:space="preserve">ں </w:t>
      </w:r>
      <w:r>
        <w:rPr>
          <w:rtl/>
        </w:rPr>
        <w:t>يہ كتاب انكے مختلف اسلامى سرزمينو</w:t>
      </w:r>
      <w:r w:rsidR="000A0CDC">
        <w:rPr>
          <w:rtl/>
        </w:rPr>
        <w:t xml:space="preserve">ں </w:t>
      </w:r>
      <w:r>
        <w:rPr>
          <w:rtl/>
        </w:rPr>
        <w:t>مي</w:t>
      </w:r>
      <w:r w:rsidR="000A0CDC">
        <w:rPr>
          <w:rtl/>
        </w:rPr>
        <w:t xml:space="preserve">ں </w:t>
      </w:r>
      <w:r>
        <w:rPr>
          <w:rtl/>
        </w:rPr>
        <w:t xml:space="preserve">25 سالہ سفر كا ثمرہ ہے_ </w:t>
      </w:r>
    </w:p>
    <w:p w:rsidR="0061102A" w:rsidRDefault="0061102A" w:rsidP="00BE6934">
      <w:pPr>
        <w:pStyle w:val="libNormal"/>
        <w:rPr>
          <w:rtl/>
        </w:rPr>
      </w:pPr>
      <w:r>
        <w:rPr>
          <w:rtl/>
        </w:rPr>
        <w:t>اس دور كے آخر تك مقامى جغرافيہ پر عربى اور فارسى مي</w:t>
      </w:r>
      <w:r w:rsidR="000A0CDC">
        <w:rPr>
          <w:rtl/>
        </w:rPr>
        <w:t xml:space="preserve">ں </w:t>
      </w:r>
      <w:r>
        <w:rPr>
          <w:rtl/>
        </w:rPr>
        <w:t>بہت سى كتابي</w:t>
      </w:r>
      <w:r w:rsidR="000A0CDC">
        <w:rPr>
          <w:rtl/>
        </w:rPr>
        <w:t xml:space="preserve">ں </w:t>
      </w:r>
      <w:r>
        <w:rPr>
          <w:rtl/>
        </w:rPr>
        <w:t>لكھى گئي</w:t>
      </w:r>
      <w:r w:rsidR="000A0CDC">
        <w:rPr>
          <w:rtl/>
        </w:rPr>
        <w:t xml:space="preserve">ں </w:t>
      </w:r>
      <w:r>
        <w:rPr>
          <w:rtl/>
        </w:rPr>
        <w:t>كہ ان مي</w:t>
      </w:r>
      <w:r w:rsidR="000A0CDC">
        <w:rPr>
          <w:rtl/>
        </w:rPr>
        <w:t xml:space="preserve">ں </w:t>
      </w:r>
      <w:r>
        <w:rPr>
          <w:rtl/>
        </w:rPr>
        <w:t>فارسى كتب مي</w:t>
      </w:r>
      <w:r w:rsidR="000A0CDC">
        <w:rPr>
          <w:rtl/>
        </w:rPr>
        <w:t xml:space="preserve">ں </w:t>
      </w:r>
      <w:r>
        <w:rPr>
          <w:rtl/>
        </w:rPr>
        <w:t>سے ابن بلخى كى فارس نامہ ، حمد اللہ مستوفى كى ''نزھة القلوب''، محمد بن نجيب بكران كى ''جہان نامہ''، عبدالرزاق سمرقندى كى ''مطلع السعد'' اور امين احمد رازى كي'' ہفت اقليم ''قابل ذكر ہي</w:t>
      </w:r>
      <w:r w:rsidR="000A0CDC">
        <w:rPr>
          <w:rtl/>
        </w:rPr>
        <w:t xml:space="preserve">ں </w:t>
      </w:r>
      <w:r>
        <w:rPr>
          <w:rtl/>
        </w:rPr>
        <w:t xml:space="preserve">_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1)تشنر و احمد، سابقہ ماخذ_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42" w:name="_Toc268598"/>
      <w:r>
        <w:rPr>
          <w:rtl/>
        </w:rPr>
        <w:t>ادب:</w:t>
      </w:r>
      <w:bookmarkEnd w:id="42"/>
    </w:p>
    <w:p w:rsidR="0061102A" w:rsidRDefault="0061102A" w:rsidP="00BE6934">
      <w:pPr>
        <w:pStyle w:val="Heading2Center"/>
        <w:rPr>
          <w:rtl/>
        </w:rPr>
      </w:pPr>
      <w:bookmarkStart w:id="43" w:name="_Toc268599"/>
      <w:r>
        <w:rPr>
          <w:rtl/>
        </w:rPr>
        <w:t>الف) عربى ادب</w:t>
      </w:r>
      <w:bookmarkEnd w:id="43"/>
    </w:p>
    <w:p w:rsidR="0061102A" w:rsidRDefault="0061102A" w:rsidP="00BE6934">
      <w:pPr>
        <w:pStyle w:val="libNormal"/>
        <w:rPr>
          <w:rtl/>
        </w:rPr>
      </w:pPr>
      <w:r>
        <w:rPr>
          <w:rtl/>
        </w:rPr>
        <w:t>اسلام كى پيش رفت كے آغاز سے ہى عربى ادب خصوصاً شاعرى خاص توجہ كا مركز بن گئي اسلامى فتوحات عربى اشعار مي</w:t>
      </w:r>
      <w:r w:rsidR="000A0CDC">
        <w:rPr>
          <w:rtl/>
        </w:rPr>
        <w:t xml:space="preserve">ں </w:t>
      </w:r>
      <w:r>
        <w:rPr>
          <w:rtl/>
        </w:rPr>
        <w:t>اپنا جلوہ دكھانے لگي</w:t>
      </w:r>
      <w:r w:rsidR="000A0CDC">
        <w:rPr>
          <w:rtl/>
        </w:rPr>
        <w:t xml:space="preserve">ں </w:t>
      </w:r>
      <w:r>
        <w:rPr>
          <w:rtl/>
        </w:rPr>
        <w:t>اور عبداللہ بن رواحہ، كعب بن مالك، حسان بن ثابت و غيرہ جيسے برجستہ شعرا كے آنے سے آہستہ آہستہ قرآنى كلمات اور مضامين بھى عربى شاعرى مي</w:t>
      </w:r>
      <w:r w:rsidR="000A0CDC">
        <w:rPr>
          <w:rtl/>
        </w:rPr>
        <w:t xml:space="preserve">ں </w:t>
      </w:r>
      <w:r>
        <w:rPr>
          <w:rtl/>
        </w:rPr>
        <w:t>سمونے لگے حسان بن ثابت نے پيغمبر اكرم(ص) اور ان كے صحابہ كى دس سال تك مدح و ستائشے مي</w:t>
      </w:r>
      <w:r w:rsidR="000A0CDC">
        <w:rPr>
          <w:rtl/>
        </w:rPr>
        <w:t xml:space="preserve">ں </w:t>
      </w:r>
      <w:r>
        <w:rPr>
          <w:rtl/>
        </w:rPr>
        <w:t>قصايد كہے اورانہو</w:t>
      </w:r>
      <w:r w:rsidR="000A0CDC">
        <w:rPr>
          <w:rtl/>
        </w:rPr>
        <w:t xml:space="preserve">ں </w:t>
      </w:r>
      <w:r>
        <w:rPr>
          <w:rtl/>
        </w:rPr>
        <w:t xml:space="preserve">نے رسول اكرم(ص) كى وفات پر مرثيہ سرائي بھى كي_ </w:t>
      </w:r>
    </w:p>
    <w:p w:rsidR="0061102A" w:rsidRDefault="0061102A" w:rsidP="00BE6934">
      <w:pPr>
        <w:pStyle w:val="libNormal"/>
        <w:rPr>
          <w:rtl/>
        </w:rPr>
      </w:pPr>
      <w:r>
        <w:rPr>
          <w:rtl/>
        </w:rPr>
        <w:t>قرآن مجيد كے بعد اولين اسلامى منثور آثار احاديث نبوى (ص) ہي</w:t>
      </w:r>
      <w:r w:rsidR="000A0CDC">
        <w:rPr>
          <w:rtl/>
        </w:rPr>
        <w:t xml:space="preserve">ں </w:t>
      </w:r>
      <w:r>
        <w:rPr>
          <w:rtl/>
        </w:rPr>
        <w:t>جن كى نثر روان اور سادہ ہے،خطبات مي</w:t>
      </w:r>
      <w:r w:rsidR="000A0CDC">
        <w:rPr>
          <w:rtl/>
        </w:rPr>
        <w:t xml:space="preserve">ں </w:t>
      </w:r>
      <w:r>
        <w:rPr>
          <w:rtl/>
        </w:rPr>
        <w:t>''حجة الوداع'' سے امير المؤمنين (ع) كے گہر بار اقوال تك مسجع و مقفع اور خوبصورت لفاظى سے بھر پور نثر ملتى ہے_ خطوط اور عہدنامے و غيرہ جن مي</w:t>
      </w:r>
      <w:r w:rsidR="000A0CDC">
        <w:rPr>
          <w:rtl/>
        </w:rPr>
        <w:t xml:space="preserve">ں </w:t>
      </w:r>
      <w:r>
        <w:rPr>
          <w:rtl/>
        </w:rPr>
        <w:t>سياسى اور اجتماعى موضوعات پائے جاتے ہي</w:t>
      </w:r>
      <w:r w:rsidR="000A0CDC">
        <w:rPr>
          <w:rtl/>
        </w:rPr>
        <w:t xml:space="preserve">ں </w:t>
      </w:r>
      <w:r>
        <w:rPr>
          <w:rtl/>
        </w:rPr>
        <w:t>كو دينى متون كى حيثيت حاصل ہے _پہلى صدى ہجرى مي</w:t>
      </w:r>
      <w:r w:rsidR="000A0CDC">
        <w:rPr>
          <w:rtl/>
        </w:rPr>
        <w:t xml:space="preserve">ں </w:t>
      </w:r>
      <w:r>
        <w:rPr>
          <w:rtl/>
        </w:rPr>
        <w:t xml:space="preserve">عربى نثر مذكورہ موضوعات تك ہى محدود رہى ہے_ </w:t>
      </w:r>
    </w:p>
    <w:p w:rsidR="0061102A" w:rsidRDefault="0061102A" w:rsidP="00BE6934">
      <w:pPr>
        <w:pStyle w:val="libNormal"/>
        <w:rPr>
          <w:rtl/>
        </w:rPr>
      </w:pPr>
      <w:r>
        <w:rPr>
          <w:rtl/>
        </w:rPr>
        <w:t>كميت ( 126_ 60 قمري) كے عموماً شيعى اور خاص طور پر اشعار ہاشميات ايك پايدار مكتب كى شكل مي</w:t>
      </w:r>
      <w:r w:rsidR="000A0CDC">
        <w:rPr>
          <w:rtl/>
        </w:rPr>
        <w:t xml:space="preserve">ں </w:t>
      </w:r>
      <w:r>
        <w:rPr>
          <w:rtl/>
        </w:rPr>
        <w:t>آگئے اور روز بروز روحانى رنگ ان پر بڑھنے لگا _ اسكے اہم ترين دينى اشعار چار قصيدے ہي</w:t>
      </w:r>
      <w:r w:rsidR="000A0CDC">
        <w:rPr>
          <w:rtl/>
        </w:rPr>
        <w:t xml:space="preserve">ں </w:t>
      </w:r>
      <w:r>
        <w:rPr>
          <w:rtl/>
        </w:rPr>
        <w:t xml:space="preserve">كہ جو ہاشميات كے نام سے شہرت پاگئے _ </w:t>
      </w:r>
      <w:r w:rsidRPr="00F67D4B">
        <w:rPr>
          <w:rStyle w:val="libFootnotenumChar"/>
          <w:rtl/>
        </w:rPr>
        <w:t>(1)</w:t>
      </w:r>
      <w:r>
        <w:rPr>
          <w:rtl/>
        </w:rPr>
        <w:t xml:space="preserve"> </w:t>
      </w:r>
    </w:p>
    <w:p w:rsidR="0061102A" w:rsidRDefault="0061102A" w:rsidP="00BE6934">
      <w:pPr>
        <w:pStyle w:val="libNormal"/>
        <w:rPr>
          <w:rtl/>
        </w:rPr>
      </w:pPr>
      <w:r>
        <w:rPr>
          <w:rtl/>
        </w:rPr>
        <w:t>زمانہ كے گذرنے كے ساتھ ساتھ عربى ادبيات نے زيادہ سے زيادہ اسلامى تہذيب كو اپنے اندر جذب كيا اسطرح كہ بہت كم ہى كوئي خطبہ يا تحرير مل سكے گى كہ جسكا آغاز قرانى مناجات اور پيامبر اكرم (ص) كى مدح سے نہ ہو اسى طرح اخلاقى اقدار كے متعلق زمانہ جاہليت كے بہت سے كلمات نے بتدريج اپنے مفاہيم بدل لئے اور كلمات مثلا شجاعت، وفا، صداقت، صبر اور سخاوت و غيرہ قيمتى اور معنوى كلمات مي</w:t>
      </w:r>
      <w:r w:rsidR="000A0CDC">
        <w:rPr>
          <w:rtl/>
        </w:rPr>
        <w:t xml:space="preserve">ں </w:t>
      </w:r>
      <w:r>
        <w:rPr>
          <w:rtl/>
        </w:rPr>
        <w:t xml:space="preserve">تبديل ہوگئے_ </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زكى مبارك، الملائح النبوية فى الادب العربى ص 23_6_ </w:t>
      </w:r>
    </w:p>
    <w:p w:rsidR="00D22BC1" w:rsidRDefault="0061102A" w:rsidP="00BE6934">
      <w:pPr>
        <w:pStyle w:val="libFootnote"/>
        <w:rPr>
          <w:rtl/>
        </w:rPr>
      </w:pPr>
      <w:r>
        <w:rPr>
          <w:rtl/>
        </w:rPr>
        <w:t>2) توشى ہيكو ايزدتسو ، ساختمان معناى مفاہمى اخلاقي، دينى در قرآن ، ترجمہ فريدون بدرہ اى ص 50 كے بعد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بنى اميہ كے زمانہ مي</w:t>
      </w:r>
      <w:r w:rsidR="000A0CDC">
        <w:rPr>
          <w:rtl/>
        </w:rPr>
        <w:t xml:space="preserve">ں </w:t>
      </w:r>
      <w:r>
        <w:rPr>
          <w:rtl/>
        </w:rPr>
        <w:t>سياسى وجوبات كى بناء پر شعر اور شاعرى توجہ كا مركز قرار پائي انہو</w:t>
      </w:r>
      <w:r w:rsidR="000A0CDC">
        <w:rPr>
          <w:rtl/>
        </w:rPr>
        <w:t xml:space="preserve">ں </w:t>
      </w:r>
      <w:r>
        <w:rPr>
          <w:rtl/>
        </w:rPr>
        <w:t>نے كوشش كى كہ اشعاركے ذريعے لوگو</w:t>
      </w:r>
      <w:r w:rsidR="000A0CDC">
        <w:rPr>
          <w:rtl/>
        </w:rPr>
        <w:t xml:space="preserve">ں </w:t>
      </w:r>
      <w:r>
        <w:rPr>
          <w:rtl/>
        </w:rPr>
        <w:t>كو اپنى طرف جذب كري</w:t>
      </w:r>
      <w:r w:rsidR="000A0CDC">
        <w:rPr>
          <w:rtl/>
        </w:rPr>
        <w:t xml:space="preserve">ں </w:t>
      </w:r>
      <w:r>
        <w:rPr>
          <w:rtl/>
        </w:rPr>
        <w:t>يابزعم خويش انعام اور صلہ دے كر لوگو</w:t>
      </w:r>
      <w:r w:rsidR="000A0CDC">
        <w:rPr>
          <w:rtl/>
        </w:rPr>
        <w:t xml:space="preserve">ں </w:t>
      </w:r>
      <w:r>
        <w:rPr>
          <w:rtl/>
        </w:rPr>
        <w:t>كى زبان تنقيد بند كري</w:t>
      </w:r>
      <w:r w:rsidR="000A0CDC">
        <w:rPr>
          <w:rtl/>
        </w:rPr>
        <w:t xml:space="preserve">ں </w:t>
      </w:r>
      <w:r>
        <w:rPr>
          <w:rtl/>
        </w:rPr>
        <w:t>_ لہذا اس دور مي</w:t>
      </w:r>
      <w:r w:rsidR="000A0CDC">
        <w:rPr>
          <w:rtl/>
        </w:rPr>
        <w:t xml:space="preserve">ں </w:t>
      </w:r>
      <w:r>
        <w:rPr>
          <w:rtl/>
        </w:rPr>
        <w:t>شاعرى حاكمو</w:t>
      </w:r>
      <w:r w:rsidR="000A0CDC">
        <w:rPr>
          <w:rtl/>
        </w:rPr>
        <w:t xml:space="preserve">ں </w:t>
      </w:r>
      <w:r>
        <w:rPr>
          <w:rtl/>
        </w:rPr>
        <w:t>كى توجہ كا مركز بنى اس سے انكا ہدف اپنے مخالف اور رقيبو</w:t>
      </w:r>
      <w:r w:rsidR="000A0CDC">
        <w:rPr>
          <w:rtl/>
        </w:rPr>
        <w:t xml:space="preserve">ں </w:t>
      </w:r>
      <w:r>
        <w:rPr>
          <w:rtl/>
        </w:rPr>
        <w:t>(اہل بيت پيغمبر(ص) ) سے مقابلہ كرناتھا بنى اميہ اچھى طرح جانتے تھے كہ لوگ خلافت كو اہل بيت كا حق سمجھتے ہي</w:t>
      </w:r>
      <w:r w:rsidR="000A0CDC">
        <w:rPr>
          <w:rtl/>
        </w:rPr>
        <w:t xml:space="preserve">ں </w:t>
      </w:r>
      <w:r>
        <w:rPr>
          <w:rtl/>
        </w:rPr>
        <w:t>اور انہي</w:t>
      </w:r>
      <w:r w:rsidR="000A0CDC">
        <w:rPr>
          <w:rtl/>
        </w:rPr>
        <w:t xml:space="preserve">ں </w:t>
      </w:r>
      <w:r>
        <w:rPr>
          <w:rtl/>
        </w:rPr>
        <w:t>غاصب شمار كرتے ہي</w:t>
      </w:r>
      <w:r w:rsidR="000A0CDC">
        <w:rPr>
          <w:rtl/>
        </w:rPr>
        <w:t xml:space="preserve">ں </w:t>
      </w:r>
      <w:r>
        <w:rPr>
          <w:rtl/>
        </w:rPr>
        <w:t>اسى ليے كہ اموى حكمرانو</w:t>
      </w:r>
      <w:r w:rsidR="000A0CDC">
        <w:rPr>
          <w:rtl/>
        </w:rPr>
        <w:t xml:space="preserve">ں </w:t>
      </w:r>
      <w:r>
        <w:rPr>
          <w:rtl/>
        </w:rPr>
        <w:t xml:space="preserve">كى شعرا حضرات كے سامنے بہت زيادہ مال و دولت لٹا نے كے باوجود يہ لوگ اكثر و بيشتر حق ہى بيان كرتے تھے _ </w:t>
      </w:r>
      <w:r w:rsidRPr="00F67D4B">
        <w:rPr>
          <w:rStyle w:val="libFootnotenumChar"/>
          <w:rtl/>
        </w:rPr>
        <w:t>(1)</w:t>
      </w:r>
      <w:r>
        <w:rPr>
          <w:rtl/>
        </w:rPr>
        <w:t xml:space="preserve"> </w:t>
      </w:r>
    </w:p>
    <w:p w:rsidR="0061102A" w:rsidRDefault="0061102A" w:rsidP="00BE6934">
      <w:pPr>
        <w:pStyle w:val="libNormal"/>
        <w:rPr>
          <w:rtl/>
        </w:rPr>
      </w:pPr>
      <w:r>
        <w:rPr>
          <w:rtl/>
        </w:rPr>
        <w:t>اموى دور كے برجستہ شاعرو</w:t>
      </w:r>
      <w:r w:rsidR="000A0CDC">
        <w:rPr>
          <w:rtl/>
        </w:rPr>
        <w:t xml:space="preserve">ں </w:t>
      </w:r>
      <w:r>
        <w:rPr>
          <w:rtl/>
        </w:rPr>
        <w:t>مي</w:t>
      </w:r>
      <w:r w:rsidR="000A0CDC">
        <w:rPr>
          <w:rtl/>
        </w:rPr>
        <w:t xml:space="preserve">ں </w:t>
      </w:r>
      <w:r>
        <w:rPr>
          <w:rtl/>
        </w:rPr>
        <w:t>سے فرزدق ، اخطلى اور جرير قابل ذكر ہي</w:t>
      </w:r>
      <w:r w:rsidR="000A0CDC">
        <w:rPr>
          <w:rtl/>
        </w:rPr>
        <w:t xml:space="preserve">ں </w:t>
      </w:r>
      <w:r>
        <w:rPr>
          <w:rtl/>
        </w:rPr>
        <w:t>، عباسيو</w:t>
      </w:r>
      <w:r w:rsidR="000A0CDC">
        <w:rPr>
          <w:rtl/>
        </w:rPr>
        <w:t xml:space="preserve">ں </w:t>
      </w:r>
      <w:r>
        <w:rPr>
          <w:rtl/>
        </w:rPr>
        <w:t>كے خلافت پر قابض ہونے سے شاعرو</w:t>
      </w:r>
      <w:r w:rsidR="000A0CDC">
        <w:rPr>
          <w:rtl/>
        </w:rPr>
        <w:t xml:space="preserve">ں </w:t>
      </w:r>
      <w:r>
        <w:rPr>
          <w:rtl/>
        </w:rPr>
        <w:t>كوكچھ معمولى سى آزادى حاصل ہوئي تو شيعہ شعراء اپنے عقائد و نظريات اہل بيت كى مدح كے ساتھ بيان كرنے لگے ان افراد مي</w:t>
      </w:r>
      <w:r w:rsidR="000A0CDC">
        <w:rPr>
          <w:rtl/>
        </w:rPr>
        <w:t xml:space="preserve">ں </w:t>
      </w:r>
      <w:r>
        <w:rPr>
          <w:rtl/>
        </w:rPr>
        <w:t xml:space="preserve">سے سعيد حميرى اور دعبل كا نام قابل ذكر ہے اسى طرح عباسى مشہور شاعر ابوالعتاہيہ تھے _ </w:t>
      </w:r>
    </w:p>
    <w:p w:rsidR="0061102A" w:rsidRDefault="0061102A" w:rsidP="00BE6934">
      <w:pPr>
        <w:pStyle w:val="libNormal"/>
        <w:rPr>
          <w:rtl/>
        </w:rPr>
      </w:pPr>
      <w:r>
        <w:rPr>
          <w:rtl/>
        </w:rPr>
        <w:t>دينى اشعار كا موضوع كہ جسے شريف رضى نے عروج پر پہنچايا مھيار ديلمى كے ذريعے جارى رہا _ مہيار ديلمى ايك زرتشتى شخص تھے انہو</w:t>
      </w:r>
      <w:r w:rsidR="000A0CDC">
        <w:rPr>
          <w:rtl/>
        </w:rPr>
        <w:t xml:space="preserve">ں </w:t>
      </w:r>
      <w:r>
        <w:rPr>
          <w:rtl/>
        </w:rPr>
        <w:t>نے اسلام قبول كيا اور كوشش كى كہ ايرانى قوميت كى طرف اپنے واضح رحجانات كو اہل بيت كى دوستى كے ساتھ مخلوط كرے كلى طورپر ہم كہي</w:t>
      </w:r>
      <w:r w:rsidR="000A0CDC">
        <w:rPr>
          <w:rtl/>
        </w:rPr>
        <w:t xml:space="preserve">ں </w:t>
      </w:r>
      <w:r>
        <w:rPr>
          <w:rtl/>
        </w:rPr>
        <w:t>گے كہ عربى اشعار اگرچہ اسلامى ادوار مي</w:t>
      </w:r>
      <w:r w:rsidR="000A0CDC">
        <w:rPr>
          <w:rtl/>
        </w:rPr>
        <w:t xml:space="preserve">ں </w:t>
      </w:r>
      <w:r>
        <w:rPr>
          <w:rtl/>
        </w:rPr>
        <w:t>مختلف نشيب و فراز مي</w:t>
      </w:r>
      <w:r w:rsidR="000A0CDC">
        <w:rPr>
          <w:rtl/>
        </w:rPr>
        <w:t xml:space="preserve">ں </w:t>
      </w:r>
      <w:r>
        <w:rPr>
          <w:rtl/>
        </w:rPr>
        <w:t>گزرتے رہے اور برجستہ شعراء كى تربيت ہوئي ليكن يہ گمان نہي</w:t>
      </w:r>
      <w:r w:rsidR="000A0CDC">
        <w:rPr>
          <w:rtl/>
        </w:rPr>
        <w:t xml:space="preserve">ں </w:t>
      </w:r>
      <w:r>
        <w:rPr>
          <w:rtl/>
        </w:rPr>
        <w:t>كرنا چاہے كہ ان تمام اشعار كے مضامين فقط دينى تھے بلكہ عربى شعراء نے مختلف ميدانو</w:t>
      </w:r>
      <w:r w:rsidR="000A0CDC">
        <w:rPr>
          <w:rtl/>
        </w:rPr>
        <w:t xml:space="preserve">ں </w:t>
      </w:r>
      <w:r>
        <w:rPr>
          <w:rtl/>
        </w:rPr>
        <w:t>مي</w:t>
      </w:r>
      <w:r w:rsidR="000A0CDC">
        <w:rPr>
          <w:rtl/>
        </w:rPr>
        <w:t xml:space="preserve">ں </w:t>
      </w:r>
      <w:r>
        <w:rPr>
          <w:rtl/>
        </w:rPr>
        <w:t>طبع آزمائي كى جيسے ابونواس نے طربيہ شاعرى مي</w:t>
      </w:r>
      <w:r w:rsidR="000A0CDC">
        <w:rPr>
          <w:rtl/>
        </w:rPr>
        <w:t xml:space="preserve">ں </w:t>
      </w:r>
      <w:r>
        <w:rPr>
          <w:rtl/>
        </w:rPr>
        <w:t>، ابوالعتاہيہ نے زہدد و حكمت، بشار بن بردنے ہجو اور بحترى نے مدح سرائي مي</w:t>
      </w:r>
      <w:r w:rsidR="000A0CDC">
        <w:rPr>
          <w:rtl/>
        </w:rPr>
        <w:t xml:space="preserve">ں </w:t>
      </w:r>
      <w:r>
        <w:rPr>
          <w:rtl/>
        </w:rPr>
        <w:t xml:space="preserve">اشعار كہے_ </w:t>
      </w:r>
    </w:p>
    <w:p w:rsidR="0061102A" w:rsidRDefault="0061102A" w:rsidP="00BE6934">
      <w:pPr>
        <w:pStyle w:val="libNormal"/>
        <w:rPr>
          <w:rtl/>
        </w:rPr>
      </w:pPr>
      <w:r>
        <w:rPr>
          <w:rtl/>
        </w:rPr>
        <w:t>اسى طرح نثر بھى شعر كى مانند مختلف ادوار سے گزرى بعض ادوار مي</w:t>
      </w:r>
      <w:r w:rsidR="000A0CDC">
        <w:rPr>
          <w:rtl/>
        </w:rPr>
        <w:t xml:space="preserve">ں </w:t>
      </w:r>
      <w:r>
        <w:rPr>
          <w:rtl/>
        </w:rPr>
        <w:t>گوناگون وجوہات كى بناء پر عظيم مصنفين نے پرورش پائي جبكہ بعض ديگرادوار مي</w:t>
      </w:r>
      <w:r w:rsidR="000A0CDC">
        <w:rPr>
          <w:rtl/>
        </w:rPr>
        <w:t xml:space="preserve">ں </w:t>
      </w:r>
      <w:r>
        <w:rPr>
          <w:rtl/>
        </w:rPr>
        <w:t>ايسى ترقى ديكھنے مي</w:t>
      </w:r>
      <w:r w:rsidR="000A0CDC">
        <w:rPr>
          <w:rtl/>
        </w:rPr>
        <w:t xml:space="preserve">ں </w:t>
      </w:r>
      <w:r>
        <w:rPr>
          <w:rtl/>
        </w:rPr>
        <w:t xml:space="preserve">نہ آئي_ </w:t>
      </w:r>
    </w:p>
    <w:p w:rsidR="00EA4FDD" w:rsidRDefault="0061102A" w:rsidP="00BE6934">
      <w:pPr>
        <w:pStyle w:val="libNormal"/>
        <w:rPr>
          <w:rtl/>
        </w:rPr>
      </w:pPr>
      <w:r>
        <w:rPr>
          <w:rtl/>
        </w:rPr>
        <w:t>عرب كے مصنفين مي</w:t>
      </w:r>
      <w:r w:rsidR="000A0CDC">
        <w:rPr>
          <w:rtl/>
        </w:rPr>
        <w:t xml:space="preserve">ں </w:t>
      </w:r>
      <w:r>
        <w:rPr>
          <w:rtl/>
        </w:rPr>
        <w:t>ابن مقفح ( متوفى 142 قمري) ادبيات عرب كا درخشان ترين چہرہ ہي</w:t>
      </w:r>
      <w:r w:rsidR="000A0CDC">
        <w:rPr>
          <w:rtl/>
        </w:rPr>
        <w:t xml:space="preserve">ں </w:t>
      </w:r>
      <w:r>
        <w:rPr>
          <w:rtl/>
        </w:rPr>
        <w:t xml:space="preserve">يہانتك كہ </w:t>
      </w:r>
      <w:r w:rsidR="00EA4FDD">
        <w:rPr>
          <w:rtl/>
        </w:rPr>
        <w:t>انہيں نثر تازى (عربي)كا خالق كہا جانے لگا اگر چہ انكے آثار ياكم از كم موجود آثار فقط وہى كتابيں ہيں كہ جو پہلوى زبان سے ترجمہ ہوئيں _</w:t>
      </w:r>
      <w:r w:rsidR="00EA4FDD" w:rsidRPr="00F67D4B">
        <w:rPr>
          <w:rStyle w:val="libFootnotenumChar"/>
          <w:rtl/>
        </w:rPr>
        <w:t>(2)</w:t>
      </w:r>
      <w:r w:rsidR="00EA4FDD">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جرحى زيدان ، تاريخ تمدن اسلام ، ترجمہ على جواہر كلام ، ص 515_514_ </w:t>
      </w:r>
    </w:p>
    <w:p w:rsidR="00D22BC1" w:rsidRDefault="0061102A" w:rsidP="00BE6934">
      <w:pPr>
        <w:pStyle w:val="libFootnote"/>
        <w:rPr>
          <w:rtl/>
        </w:rPr>
      </w:pPr>
      <w:r>
        <w:rPr>
          <w:rtl/>
        </w:rPr>
        <w:t>2) دائرة المعارف بزرگ اسلامى ج4 ذيل ابن مقفع_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عربى ادب مي</w:t>
      </w:r>
      <w:r w:rsidR="000A0CDC">
        <w:rPr>
          <w:rtl/>
        </w:rPr>
        <w:t xml:space="preserve">ں </w:t>
      </w:r>
      <w:r>
        <w:rPr>
          <w:rtl/>
        </w:rPr>
        <w:t>ديگر اہم اور معروف شخصيات مي</w:t>
      </w:r>
      <w:r w:rsidR="000A0CDC">
        <w:rPr>
          <w:rtl/>
        </w:rPr>
        <w:t xml:space="preserve">ں </w:t>
      </w:r>
      <w:r>
        <w:rPr>
          <w:rtl/>
        </w:rPr>
        <w:t>سے ابن قتيبہ دينورى ( متوفى 322 قمرى ) ابوعثمان عمروبن بحر جاحظ( متوفى 255 قمري) ابوالعباس محمد بن يزيد مبرد( متوفي285قمري) قدامة بن جعفر (متوفى 337 قمري) ، ابوالفرج اصفہانى ( متوفى 362 قمرى ) اور ابومنصور ثعالبى ( متوفى 429 قمري) قابل ذكر ہي</w:t>
      </w:r>
      <w:r w:rsidR="000A0CDC">
        <w:rPr>
          <w:rtl/>
        </w:rPr>
        <w:t xml:space="preserve">ں </w:t>
      </w:r>
      <w:r>
        <w:rPr>
          <w:rtl/>
        </w:rPr>
        <w:t>_ ادب عربى كادرخشان اور پر رونق زمانہ ضياء الدين ابوالفتح ابن اثير جو كہ كتاب'' المثل السائر فى ادب الكاتب و الشاعر'' كے مصنف ہي</w:t>
      </w:r>
      <w:r w:rsidR="000A0CDC">
        <w:rPr>
          <w:rtl/>
        </w:rPr>
        <w:t xml:space="preserve">ں </w:t>
      </w:r>
      <w:r>
        <w:rPr>
          <w:rtl/>
        </w:rPr>
        <w:t>كے نام پر ختم ہوا كيونكہ انكے بعد طويل زمانہ تك عربى ادب كى تاريخ مي</w:t>
      </w:r>
      <w:r w:rsidR="000A0CDC">
        <w:rPr>
          <w:rtl/>
        </w:rPr>
        <w:t xml:space="preserve">ں </w:t>
      </w:r>
      <w:r>
        <w:rPr>
          <w:rtl/>
        </w:rPr>
        <w:t>درخشان چہرہ شخصيت ظاہر نہ ہوئي اس جمود كے دور مي</w:t>
      </w:r>
      <w:r w:rsidR="000A0CDC">
        <w:rPr>
          <w:rtl/>
        </w:rPr>
        <w:t xml:space="preserve">ں </w:t>
      </w:r>
      <w:r>
        <w:rPr>
          <w:rtl/>
        </w:rPr>
        <w:t>بيشتر ادبى آثار گذشتہ لوگو</w:t>
      </w:r>
      <w:r w:rsidR="000A0CDC">
        <w:rPr>
          <w:rtl/>
        </w:rPr>
        <w:t xml:space="preserve">ں </w:t>
      </w:r>
      <w:r>
        <w:rPr>
          <w:rtl/>
        </w:rPr>
        <w:t>كے آثار كى شرح، حاشيہ، تلخيص يا تكرار كى حد تك تھے عربى ادب اوركلچر مي</w:t>
      </w:r>
      <w:r w:rsidR="000A0CDC">
        <w:rPr>
          <w:rtl/>
        </w:rPr>
        <w:t xml:space="preserve">ں </w:t>
      </w:r>
      <w:r>
        <w:rPr>
          <w:rtl/>
        </w:rPr>
        <w:t>يہ جمود كا دور منگولو</w:t>
      </w:r>
      <w:r w:rsidR="000A0CDC">
        <w:rPr>
          <w:rtl/>
        </w:rPr>
        <w:t xml:space="preserve">ں </w:t>
      </w:r>
      <w:r>
        <w:rPr>
          <w:rtl/>
        </w:rPr>
        <w:t>كے قبضہ كے بعد شروع ہوا اورعثمانيو</w:t>
      </w:r>
      <w:r w:rsidR="000A0CDC">
        <w:rPr>
          <w:rtl/>
        </w:rPr>
        <w:t xml:space="preserve">ں </w:t>
      </w:r>
      <w:r>
        <w:rPr>
          <w:rtl/>
        </w:rPr>
        <w:t>كے دور حكومت مي</w:t>
      </w:r>
      <w:r w:rsidR="000A0CDC">
        <w:rPr>
          <w:rtl/>
        </w:rPr>
        <w:t xml:space="preserve">ں </w:t>
      </w:r>
      <w:r>
        <w:rPr>
          <w:rtl/>
        </w:rPr>
        <w:t>يہ جمود اپنى آخرى حدو</w:t>
      </w:r>
      <w:r w:rsidR="000A0CDC">
        <w:rPr>
          <w:rtl/>
        </w:rPr>
        <w:t xml:space="preserve">ں </w:t>
      </w:r>
      <w:r>
        <w:rPr>
          <w:rtl/>
        </w:rPr>
        <w:t>كو چھونے لگا كيونكہ تركو</w:t>
      </w:r>
      <w:r w:rsidR="000A0CDC">
        <w:rPr>
          <w:rtl/>
        </w:rPr>
        <w:t xml:space="preserve">ں </w:t>
      </w:r>
      <w:r>
        <w:rPr>
          <w:rtl/>
        </w:rPr>
        <w:t>كى سلطنت اور خلافت كے زمانہ مي</w:t>
      </w:r>
      <w:r w:rsidR="000A0CDC">
        <w:rPr>
          <w:rtl/>
        </w:rPr>
        <w:t xml:space="preserve">ں </w:t>
      </w:r>
      <w:r>
        <w:rPr>
          <w:rtl/>
        </w:rPr>
        <w:t xml:space="preserve">عربى زبان اور ادب كى ترويج اور قدر كرنے والا كوئي نہ رہا _ </w:t>
      </w:r>
    </w:p>
    <w:p w:rsidR="0061102A" w:rsidRDefault="0061102A" w:rsidP="00BE6934">
      <w:pPr>
        <w:pStyle w:val="libNormal"/>
        <w:rPr>
          <w:rtl/>
        </w:rPr>
      </w:pPr>
    </w:p>
    <w:p w:rsidR="0061102A" w:rsidRDefault="0061102A" w:rsidP="00BE6934">
      <w:pPr>
        <w:pStyle w:val="Heading2Center"/>
        <w:rPr>
          <w:rtl/>
        </w:rPr>
      </w:pPr>
      <w:bookmarkStart w:id="44" w:name="_Toc268600"/>
      <w:r>
        <w:rPr>
          <w:rtl/>
        </w:rPr>
        <w:t>ب) فارسى ادب :</w:t>
      </w:r>
      <w:bookmarkEnd w:id="44"/>
    </w:p>
    <w:p w:rsidR="0061102A" w:rsidRDefault="0061102A" w:rsidP="00BE6934">
      <w:pPr>
        <w:pStyle w:val="Heading2Center"/>
        <w:rPr>
          <w:rtl/>
        </w:rPr>
      </w:pPr>
      <w:bookmarkStart w:id="45" w:name="_Toc268601"/>
      <w:r>
        <w:rPr>
          <w:rtl/>
        </w:rPr>
        <w:t>1) فارسى شعر</w:t>
      </w:r>
      <w:bookmarkEnd w:id="45"/>
    </w:p>
    <w:p w:rsidR="0061102A" w:rsidRDefault="0061102A" w:rsidP="00BE6934">
      <w:pPr>
        <w:pStyle w:val="libNormal"/>
        <w:rPr>
          <w:rtl/>
        </w:rPr>
      </w:pPr>
      <w:r>
        <w:rPr>
          <w:rtl/>
        </w:rPr>
        <w:t>چوتھى صدى ہجرى كى ابتداء سے پانچوي</w:t>
      </w:r>
      <w:r w:rsidR="000A0CDC">
        <w:rPr>
          <w:rtl/>
        </w:rPr>
        <w:t xml:space="preserve">ں </w:t>
      </w:r>
      <w:r>
        <w:rPr>
          <w:rtl/>
        </w:rPr>
        <w:t>صدى ہجرى كے نصف دور تك كا زمانہ فارسى ادب كے ظہور اور عروج كا زمانہ ہے _ اس دور مي</w:t>
      </w:r>
      <w:r w:rsidR="000A0CDC">
        <w:rPr>
          <w:rtl/>
        </w:rPr>
        <w:t xml:space="preserve">ں </w:t>
      </w:r>
      <w:r>
        <w:rPr>
          <w:rtl/>
        </w:rPr>
        <w:t xml:space="preserve">اشعار كے رواج اور روزبروز بڑھتى مقبوليت كى بنيادى وجہ سلاطين كى جانب سے شعراء اور مصنفين كى بہت زيادہ حوصلہ افزائي كرنا تھا _ </w:t>
      </w:r>
    </w:p>
    <w:p w:rsidR="0061102A" w:rsidRDefault="0061102A" w:rsidP="00BE6934">
      <w:pPr>
        <w:pStyle w:val="libNormal"/>
        <w:rPr>
          <w:rtl/>
        </w:rPr>
      </w:pPr>
      <w:r>
        <w:rPr>
          <w:rtl/>
        </w:rPr>
        <w:t>سامانى سلاطين بالخصوص پارسى مي</w:t>
      </w:r>
      <w:r w:rsidR="000A0CDC">
        <w:rPr>
          <w:rtl/>
        </w:rPr>
        <w:t xml:space="preserve">ں </w:t>
      </w:r>
      <w:r>
        <w:rPr>
          <w:rtl/>
        </w:rPr>
        <w:t>نثر اور نظم كا بہت اہتمام كيا كرتے تھے اور فارسى شعر كو عزت و تكريم كى نگاہ سے ديكھتے تھے_ انكے ذريعے پارسى نظم ونثر كى ترويج كى ايك وجہ يہ تھى كہ ايرانى لوگ اپنے جداگانہ ادب كے بارے مي</w:t>
      </w:r>
      <w:r w:rsidR="000A0CDC">
        <w:rPr>
          <w:rtl/>
        </w:rPr>
        <w:t xml:space="preserve">ں </w:t>
      </w:r>
      <w:r>
        <w:rPr>
          <w:rtl/>
        </w:rPr>
        <w:t>سوچي</w:t>
      </w:r>
      <w:r w:rsidR="000A0CDC">
        <w:rPr>
          <w:rtl/>
        </w:rPr>
        <w:t xml:space="preserve">ں </w:t>
      </w:r>
      <w:r>
        <w:rPr>
          <w:rtl/>
        </w:rPr>
        <w:t>اور اپنے دارالحكومت بخارا كى بغداد يعنى مركز خلافت كے مد مقابل عظمت كى طرف متوجہ ہو</w:t>
      </w:r>
      <w:r w:rsidR="000A0CDC">
        <w:rPr>
          <w:rtl/>
        </w:rPr>
        <w:t xml:space="preserve">ں </w:t>
      </w:r>
      <w:r>
        <w:rPr>
          <w:rtl/>
        </w:rPr>
        <w:t>_ بخارا جو كہ چوتھى صدى ہجرى مي</w:t>
      </w:r>
      <w:r w:rsidR="000A0CDC">
        <w:rPr>
          <w:rtl/>
        </w:rPr>
        <w:t xml:space="preserve">ں </w:t>
      </w:r>
      <w:r>
        <w:rPr>
          <w:rtl/>
        </w:rPr>
        <w:t>ايرانى ادب كا مركز تھا كے علاوہ اور بھى مراكز پانچوي</w:t>
      </w:r>
      <w:r w:rsidR="000A0CDC">
        <w:rPr>
          <w:rtl/>
        </w:rPr>
        <w:t xml:space="preserve">ں </w:t>
      </w:r>
      <w:r>
        <w:rPr>
          <w:rtl/>
        </w:rPr>
        <w:t xml:space="preserve">صدى </w:t>
      </w:r>
    </w:p>
    <w:p w:rsidR="0061102A" w:rsidRDefault="0069392F" w:rsidP="00BE6934">
      <w:pPr>
        <w:pStyle w:val="libNormal"/>
        <w:rPr>
          <w:rtl/>
        </w:rPr>
      </w:pPr>
      <w:r>
        <w:rPr>
          <w:rtl/>
        </w:rPr>
        <w:cr/>
      </w:r>
      <w:r>
        <w:rPr>
          <w:rtl/>
        </w:rPr>
        <w:br w:type="page"/>
      </w:r>
      <w:r>
        <w:rPr>
          <w:rtl/>
        </w:rPr>
        <w:lastRenderedPageBreak/>
        <w:cr/>
      </w:r>
      <w:r w:rsidR="0061102A">
        <w:rPr>
          <w:rtl/>
        </w:rPr>
        <w:t>ہجرى كے پہلے نصف دوران تك فارسى ادب كى ترقى كيلئے موجود تھے مثلاً زرنج سيستان، غزنين، نيشابور ، رى اور سمرقند</w:t>
      </w:r>
      <w:r w:rsidR="0061102A" w:rsidRPr="00F67D4B">
        <w:rPr>
          <w:rStyle w:val="libFootnotenumChar"/>
          <w:rtl/>
        </w:rPr>
        <w:t>(1)</w:t>
      </w:r>
      <w:r w:rsidR="0061102A">
        <w:rPr>
          <w:rtl/>
        </w:rPr>
        <w:t xml:space="preserve"> </w:t>
      </w:r>
    </w:p>
    <w:p w:rsidR="0061102A" w:rsidRDefault="0061102A" w:rsidP="00BE6934">
      <w:pPr>
        <w:pStyle w:val="libNormal"/>
        <w:rPr>
          <w:rtl/>
        </w:rPr>
      </w:pPr>
      <w:r>
        <w:rPr>
          <w:rtl/>
        </w:rPr>
        <w:t>چوتھى صدى كے آخر تك درى فارسى كے اشعار فقط خراسان اور فرارود(ماوراء النہر ) كے شاعرو</w:t>
      </w:r>
      <w:r w:rsidR="000A0CDC">
        <w:rPr>
          <w:rtl/>
        </w:rPr>
        <w:t xml:space="preserve">ں </w:t>
      </w:r>
      <w:r>
        <w:rPr>
          <w:rtl/>
        </w:rPr>
        <w:t>تك محدود تھى كيونكہ فارسى انكى مادرى زبان شمار ہوتى تھي_ چھٹى صدى كے آخر مي</w:t>
      </w:r>
      <w:r w:rsidR="000A0CDC">
        <w:rPr>
          <w:rtl/>
        </w:rPr>
        <w:t xml:space="preserve">ں </w:t>
      </w:r>
      <w:r>
        <w:rPr>
          <w:rtl/>
        </w:rPr>
        <w:t>اصفہان بھى فارسى ادب كا ايك بڑامركز بنا_ اور شعرا اور ادبى خطباء كے مراكز فرارود(ماوراء النہر) اور سندھ سے ليكر ايران كے مغربى اور جنوبى علاقو</w:t>
      </w:r>
      <w:r w:rsidR="000A0CDC">
        <w:rPr>
          <w:rtl/>
        </w:rPr>
        <w:t xml:space="preserve">ں </w:t>
      </w:r>
      <w:r>
        <w:rPr>
          <w:rtl/>
        </w:rPr>
        <w:t>تك پھيلے ہوئے تھے چھٹى صدى كے وسط اور خصوصاً اسكے اواخر تك فارسى شعر كے اسلوب مي</w:t>
      </w:r>
      <w:r w:rsidR="000A0CDC">
        <w:rPr>
          <w:rtl/>
        </w:rPr>
        <w:t xml:space="preserve">ں </w:t>
      </w:r>
      <w:r>
        <w:rPr>
          <w:rtl/>
        </w:rPr>
        <w:t xml:space="preserve">ايك بڑا انقلاب پيدا ہوا جسكى بنيادى وجہ فارسى شعر كا ايران كے مشرق سے عراق عجم(موجودہ اراك)، آذربايجان اور فارس كے شعراء كى طرف منتقل ہونا تھا_اس تبديلى كى اساسى وجہ فكرى و نظرياتى اسلوب اور عقائد كى بنياد پر بعض تغييرات تھے_ </w:t>
      </w:r>
    </w:p>
    <w:p w:rsidR="0061102A" w:rsidRDefault="0061102A" w:rsidP="00BE6934">
      <w:pPr>
        <w:pStyle w:val="libNormal"/>
        <w:rPr>
          <w:rtl/>
        </w:rPr>
      </w:pPr>
      <w:r>
        <w:rPr>
          <w:rtl/>
        </w:rPr>
        <w:t>ساتوي</w:t>
      </w:r>
      <w:r w:rsidR="000A0CDC">
        <w:rPr>
          <w:rtl/>
        </w:rPr>
        <w:t xml:space="preserve">ں </w:t>
      </w:r>
      <w:r>
        <w:rPr>
          <w:rtl/>
        </w:rPr>
        <w:t>اور آٹھوي</w:t>
      </w:r>
      <w:r w:rsidR="000A0CDC">
        <w:rPr>
          <w:rtl/>
        </w:rPr>
        <w:t xml:space="preserve">ں </w:t>
      </w:r>
      <w:r>
        <w:rPr>
          <w:rtl/>
        </w:rPr>
        <w:t>صدى كے اشعار مي</w:t>
      </w:r>
      <w:r w:rsidR="000A0CDC">
        <w:rPr>
          <w:rtl/>
        </w:rPr>
        <w:t xml:space="preserve">ں </w:t>
      </w:r>
      <w:r>
        <w:rPr>
          <w:rtl/>
        </w:rPr>
        <w:t>بتدريج قصيدہ ختم ہوگيا اور اسكى جگہ عاشقانہ اور عارفانہ لطيف غزلو</w:t>
      </w:r>
      <w:r w:rsidR="000A0CDC">
        <w:rPr>
          <w:rtl/>
        </w:rPr>
        <w:t xml:space="preserve">ں </w:t>
      </w:r>
      <w:r>
        <w:rPr>
          <w:rtl/>
        </w:rPr>
        <w:t>نے لے لى اس دور مي</w:t>
      </w:r>
      <w:r w:rsidR="000A0CDC">
        <w:rPr>
          <w:rtl/>
        </w:rPr>
        <w:t xml:space="preserve">ں </w:t>
      </w:r>
      <w:r>
        <w:rPr>
          <w:rtl/>
        </w:rPr>
        <w:t>اشعار كا سبك چھٹى صدى كے دوسرے حصہ كے دور كا اسلوب تھا كہ جسے آجكل سبك عراقى كا نام ديا گيا ہے كيونكہ ان دو صديو</w:t>
      </w:r>
      <w:r w:rsidR="000A0CDC">
        <w:rPr>
          <w:rtl/>
        </w:rPr>
        <w:t xml:space="preserve">ں </w:t>
      </w:r>
      <w:r>
        <w:rPr>
          <w:rtl/>
        </w:rPr>
        <w:t>مي</w:t>
      </w:r>
      <w:r w:rsidR="000A0CDC">
        <w:rPr>
          <w:rtl/>
        </w:rPr>
        <w:t xml:space="preserve">ں </w:t>
      </w:r>
      <w:r>
        <w:rPr>
          <w:rtl/>
        </w:rPr>
        <w:t xml:space="preserve">اشعار كا مركز ايران كے مركزى اور جنوبى مناطق تھے _ </w:t>
      </w:r>
    </w:p>
    <w:p w:rsidR="0061102A" w:rsidRDefault="0061102A" w:rsidP="00BE6934">
      <w:pPr>
        <w:pStyle w:val="libNormal"/>
        <w:rPr>
          <w:rtl/>
        </w:rPr>
      </w:pPr>
      <w:r>
        <w:rPr>
          <w:rtl/>
        </w:rPr>
        <w:t>نوي</w:t>
      </w:r>
      <w:r w:rsidR="000A0CDC">
        <w:rPr>
          <w:rtl/>
        </w:rPr>
        <w:t xml:space="preserve">ں </w:t>
      </w:r>
      <w:r>
        <w:rPr>
          <w:rtl/>
        </w:rPr>
        <w:t>صدى ہجرى مي</w:t>
      </w:r>
      <w:r w:rsidR="000A0CDC">
        <w:rPr>
          <w:rtl/>
        </w:rPr>
        <w:t xml:space="preserve">ں </w:t>
      </w:r>
      <w:r>
        <w:rPr>
          <w:rtl/>
        </w:rPr>
        <w:t>سياسى اور اجتماعى صورت حال كے متزلزل ہونے اور علم و ادب كے بازارو</w:t>
      </w:r>
      <w:r w:rsidR="000A0CDC">
        <w:rPr>
          <w:rtl/>
        </w:rPr>
        <w:t xml:space="preserve">ں </w:t>
      </w:r>
      <w:r>
        <w:rPr>
          <w:rtl/>
        </w:rPr>
        <w:t>كے ماند پڑنے اور شاعر پسند امراء اورحاكمو</w:t>
      </w:r>
      <w:r w:rsidR="000A0CDC">
        <w:rPr>
          <w:rtl/>
        </w:rPr>
        <w:t xml:space="preserve">ں </w:t>
      </w:r>
      <w:r>
        <w:rPr>
          <w:rtl/>
        </w:rPr>
        <w:t>كے كم ہونے كى بنا پر فارسى شعر كى مقبوليت ختم ہوگئي اور بعض تيمورى سلاطين اور شاہزادو</w:t>
      </w:r>
      <w:r w:rsidR="000A0CDC">
        <w:rPr>
          <w:rtl/>
        </w:rPr>
        <w:t xml:space="preserve">ں </w:t>
      </w:r>
      <w:r>
        <w:rPr>
          <w:rtl/>
        </w:rPr>
        <w:t xml:space="preserve">مثلا بايسنقر ميرزا جيسے اہل سخن كى حوصلہ افزائي بھى كفايت نہ كرسكى _ </w:t>
      </w:r>
    </w:p>
    <w:p w:rsidR="0061102A" w:rsidRDefault="0061102A" w:rsidP="00BE6934">
      <w:pPr>
        <w:pStyle w:val="libNormal"/>
        <w:rPr>
          <w:rtl/>
        </w:rPr>
      </w:pPr>
      <w:r>
        <w:rPr>
          <w:rtl/>
        </w:rPr>
        <w:t>صفويو</w:t>
      </w:r>
      <w:r w:rsidR="000A0CDC">
        <w:rPr>
          <w:rtl/>
        </w:rPr>
        <w:t xml:space="preserve">ں </w:t>
      </w:r>
      <w:r>
        <w:rPr>
          <w:rtl/>
        </w:rPr>
        <w:t>كے دور اور انكے بعد كى صديو</w:t>
      </w:r>
      <w:r w:rsidR="000A0CDC">
        <w:rPr>
          <w:rtl/>
        </w:rPr>
        <w:t xml:space="preserve">ں </w:t>
      </w:r>
      <w:r>
        <w:rPr>
          <w:rtl/>
        </w:rPr>
        <w:t>مي</w:t>
      </w:r>
      <w:r w:rsidR="000A0CDC">
        <w:rPr>
          <w:rtl/>
        </w:rPr>
        <w:t xml:space="preserve">ں </w:t>
      </w:r>
      <w:r>
        <w:rPr>
          <w:rtl/>
        </w:rPr>
        <w:t>ہندوستان مي</w:t>
      </w:r>
      <w:r w:rsidR="000A0CDC">
        <w:rPr>
          <w:rtl/>
        </w:rPr>
        <w:t xml:space="preserve">ں </w:t>
      </w:r>
      <w:r>
        <w:rPr>
          <w:rtl/>
        </w:rPr>
        <w:t>فارسى زبان كى ترقى نسبتاً زيادہ زور وشور سے تھي_ ہندوستان مي</w:t>
      </w:r>
      <w:r w:rsidR="000A0CDC">
        <w:rPr>
          <w:rtl/>
        </w:rPr>
        <w:t xml:space="preserve">ں </w:t>
      </w:r>
      <w:r>
        <w:rPr>
          <w:rtl/>
        </w:rPr>
        <w:t>مغليہ ادوار مي</w:t>
      </w:r>
      <w:r w:rsidR="000A0CDC">
        <w:rPr>
          <w:rtl/>
        </w:rPr>
        <w:t xml:space="preserve">ں </w:t>
      </w:r>
      <w:r>
        <w:rPr>
          <w:rtl/>
        </w:rPr>
        <w:t>مسلمان بادشاہ فارسى زبان كى طرف كافى توجہ اوردلچسپى كا ثبوت ديتے تھے اسى ليے بہت سے ايرانى لوگ بھى اس سرزمين كى طرف ہجرت كر گئے تھے بہت سے شاعر اس سرزمين پر ظاہر ہوئے اور زبان فارسى كو وہا</w:t>
      </w:r>
      <w:r w:rsidR="000A0CDC">
        <w:rPr>
          <w:rtl/>
        </w:rPr>
        <w:t xml:space="preserve">ں </w:t>
      </w:r>
      <w:r>
        <w:rPr>
          <w:rtl/>
        </w:rPr>
        <w:t>عظيم مقام حاصل ہوا اسى ليئے وہا</w:t>
      </w:r>
      <w:r w:rsidR="000A0CDC">
        <w:rPr>
          <w:rtl/>
        </w:rPr>
        <w:t xml:space="preserve">ں </w:t>
      </w:r>
      <w:r>
        <w:rPr>
          <w:rtl/>
        </w:rPr>
        <w:t>ايك جديد اسلوب تخليق ہوا كہ جسے سبك ہندى يا بہتر الفاظ مي</w:t>
      </w:r>
      <w:r w:rsidR="000A0CDC">
        <w:rPr>
          <w:rtl/>
        </w:rPr>
        <w:t xml:space="preserve">ں </w:t>
      </w:r>
      <w:r>
        <w:rPr>
          <w:rtl/>
        </w:rPr>
        <w:t xml:space="preserve">سبك اصفہانى كہاگيا _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 اس دور كے فارسى اشعار كى مزيد خصوصيات جاننے كيلئے رجوع كري</w:t>
      </w:r>
      <w:r w:rsidR="000A0CDC">
        <w:rPr>
          <w:rtl/>
        </w:rPr>
        <w:t xml:space="preserve">ں </w:t>
      </w:r>
      <w:r>
        <w:rPr>
          <w:rtl/>
        </w:rPr>
        <w:t>: ذبيح اللہ صفا، تاريخ ادبيات در ايران ، ج 2 ص 200_190_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بارھوي</w:t>
      </w:r>
      <w:r w:rsidR="000A0CDC">
        <w:rPr>
          <w:rtl/>
        </w:rPr>
        <w:t xml:space="preserve">ں </w:t>
      </w:r>
      <w:r>
        <w:rPr>
          <w:rtl/>
        </w:rPr>
        <w:t>صدى كے دوسرے نصف دور سے چودھوي</w:t>
      </w:r>
      <w:r w:rsidR="000A0CDC">
        <w:rPr>
          <w:rtl/>
        </w:rPr>
        <w:t xml:space="preserve">ں </w:t>
      </w:r>
      <w:r>
        <w:rPr>
          <w:rtl/>
        </w:rPr>
        <w:t>صدى كے دوسرے نصف دور تك ايران پر افشاريہ، زنديہ اور قاجاريہ خاندانو</w:t>
      </w:r>
      <w:r w:rsidR="000A0CDC">
        <w:rPr>
          <w:rtl/>
        </w:rPr>
        <w:t xml:space="preserve">ں </w:t>
      </w:r>
      <w:r>
        <w:rPr>
          <w:rtl/>
        </w:rPr>
        <w:t>نے حكومت كى اس دور مي</w:t>
      </w:r>
      <w:r w:rsidR="000A0CDC">
        <w:rPr>
          <w:rtl/>
        </w:rPr>
        <w:t xml:space="preserve">ں </w:t>
      </w:r>
      <w:r>
        <w:rPr>
          <w:rtl/>
        </w:rPr>
        <w:t>فارسى شاعرى نے اس دور كے شعراء بالخصوص اصفہان كى ادبى انجمن كے ممبرو</w:t>
      </w:r>
      <w:r w:rsidR="000A0CDC">
        <w:rPr>
          <w:rtl/>
        </w:rPr>
        <w:t xml:space="preserve">ں </w:t>
      </w:r>
      <w:r>
        <w:rPr>
          <w:rtl/>
        </w:rPr>
        <w:t>كى صفويہ دور كے شعراء كى روش سے ناراضگى كى بناء پر جنم ليا اس گروہ كا يہ نظريہ تھا كہ '' كليم كاشاني'' اور صائب تبريزى جيسے شاعر فصاحت سے دور ہوگئے ہي</w:t>
      </w:r>
      <w:r w:rsidR="000A0CDC">
        <w:rPr>
          <w:rtl/>
        </w:rPr>
        <w:t xml:space="preserve">ں </w:t>
      </w:r>
      <w:r>
        <w:rPr>
          <w:rtl/>
        </w:rPr>
        <w:t>لہذا اس نئي تحريك كے پيروكارو</w:t>
      </w:r>
      <w:r w:rsidR="000A0CDC">
        <w:rPr>
          <w:rtl/>
        </w:rPr>
        <w:t xml:space="preserve">ں </w:t>
      </w:r>
      <w:r>
        <w:rPr>
          <w:rtl/>
        </w:rPr>
        <w:t>نے كہ جو پہلے اصفہان پھر شيراز اور تہران مي</w:t>
      </w:r>
      <w:r w:rsidR="000A0CDC">
        <w:rPr>
          <w:rtl/>
        </w:rPr>
        <w:t xml:space="preserve">ں </w:t>
      </w:r>
      <w:r>
        <w:rPr>
          <w:rtl/>
        </w:rPr>
        <w:t>تشكيل پائي يہ نظريہ اختيار كيا كہ خراسان اور عراق مي</w:t>
      </w:r>
      <w:r w:rsidR="000A0CDC">
        <w:rPr>
          <w:rtl/>
        </w:rPr>
        <w:t xml:space="preserve">ں </w:t>
      </w:r>
      <w:r>
        <w:rPr>
          <w:rtl/>
        </w:rPr>
        <w:t>پانچوي</w:t>
      </w:r>
      <w:r w:rsidR="000A0CDC">
        <w:rPr>
          <w:rtl/>
        </w:rPr>
        <w:t xml:space="preserve">ں </w:t>
      </w:r>
      <w:r>
        <w:rPr>
          <w:rtl/>
        </w:rPr>
        <w:t>صدى سے آٹھوي</w:t>
      </w:r>
      <w:r w:rsidR="000A0CDC">
        <w:rPr>
          <w:rtl/>
        </w:rPr>
        <w:t xml:space="preserve">ں </w:t>
      </w:r>
      <w:r>
        <w:rPr>
          <w:rtl/>
        </w:rPr>
        <w:t xml:space="preserve">صدى ہجرى تك كے عظيم اساتذہ كى روش پر شعر كہنے چاہيے اسى ليے اس دور كے شعراء كى شاعرى كے دور كو '' دورہ بازگشت '' ( واپسى كا زمانہ ) كا نام ديا گيا _ </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46" w:name="_Toc268602"/>
      <w:r>
        <w:rPr>
          <w:rtl/>
        </w:rPr>
        <w:t>2) فارسى نثر</w:t>
      </w:r>
      <w:bookmarkEnd w:id="46"/>
    </w:p>
    <w:p w:rsidR="0061102A" w:rsidRDefault="0061102A" w:rsidP="00BE6934">
      <w:pPr>
        <w:pStyle w:val="libNormal"/>
        <w:rPr>
          <w:rtl/>
        </w:rPr>
      </w:pPr>
      <w:r>
        <w:rPr>
          <w:rtl/>
        </w:rPr>
        <w:t>تيسرى صدى ہجرى مي</w:t>
      </w:r>
      <w:r w:rsidR="000A0CDC">
        <w:rPr>
          <w:rtl/>
        </w:rPr>
        <w:t xml:space="preserve">ں </w:t>
      </w:r>
      <w:r>
        <w:rPr>
          <w:rtl/>
        </w:rPr>
        <w:t>فارسى شعر كے ساتھ ساتھ فارسى نثر نے بھى مختلف وجوہات كى بناء پر ظہور كيا اور چوتھى صدى مي</w:t>
      </w:r>
      <w:r w:rsidR="000A0CDC">
        <w:rPr>
          <w:rtl/>
        </w:rPr>
        <w:t xml:space="preserve">ں </w:t>
      </w:r>
      <w:r>
        <w:rPr>
          <w:rtl/>
        </w:rPr>
        <w:t>عروج تك جاپہنچى اسكى مقبوليت كى پہلى وجہ وہ رونق تھى جو ايرانيو</w:t>
      </w:r>
      <w:r w:rsidR="000A0CDC">
        <w:rPr>
          <w:rtl/>
        </w:rPr>
        <w:t xml:space="preserve">ں </w:t>
      </w:r>
      <w:r>
        <w:rPr>
          <w:rtl/>
        </w:rPr>
        <w:t>كى اجتماعى اور قومى يكجہتى كے زير سايہ آزادى كے حصول كى وجہ سے پيدا ہوئي اور ادبى آزادى پر منتج ہوئي _ دوسرى اہم وجہ عربى ادب كے مد مقابل ايرانيو</w:t>
      </w:r>
      <w:r w:rsidR="000A0CDC">
        <w:rPr>
          <w:rtl/>
        </w:rPr>
        <w:t xml:space="preserve">ں </w:t>
      </w:r>
      <w:r>
        <w:rPr>
          <w:rtl/>
        </w:rPr>
        <w:t>كااپنے ادب كى ضرورت كا احساس تھا اوريہ كہ اسلام كى ابتدائي صديو</w:t>
      </w:r>
      <w:r w:rsidR="000A0CDC">
        <w:rPr>
          <w:rtl/>
        </w:rPr>
        <w:t xml:space="preserve">ں </w:t>
      </w:r>
      <w:r>
        <w:rPr>
          <w:rtl/>
        </w:rPr>
        <w:t>مي</w:t>
      </w:r>
      <w:r w:rsidR="000A0CDC">
        <w:rPr>
          <w:rtl/>
        </w:rPr>
        <w:t xml:space="preserve">ں </w:t>
      </w:r>
      <w:r>
        <w:rPr>
          <w:rtl/>
        </w:rPr>
        <w:t>وہ لوگ جو ايران مي</w:t>
      </w:r>
      <w:r w:rsidR="000A0CDC">
        <w:rPr>
          <w:rtl/>
        </w:rPr>
        <w:t xml:space="preserve">ں </w:t>
      </w:r>
      <w:r>
        <w:rPr>
          <w:rtl/>
        </w:rPr>
        <w:t>عربى زبان سے آشنا ہوئے بہت كم تھے جبكہ ايرانيو</w:t>
      </w:r>
      <w:r w:rsidR="000A0CDC">
        <w:rPr>
          <w:rtl/>
        </w:rPr>
        <w:t xml:space="preserve">ں </w:t>
      </w:r>
      <w:r>
        <w:rPr>
          <w:rtl/>
        </w:rPr>
        <w:t>كى فارسى كتب كى ضرورت زيادہ تھى اسى طرح اس دور كے بعض بزرگان مثلا جيحانى اور بلعمى خاندانو</w:t>
      </w:r>
      <w:r w:rsidR="000A0CDC">
        <w:rPr>
          <w:rtl/>
        </w:rPr>
        <w:t xml:space="preserve">ں </w:t>
      </w:r>
      <w:r>
        <w:rPr>
          <w:rtl/>
        </w:rPr>
        <w:t>نے مختلف موضوعات مي</w:t>
      </w:r>
      <w:r w:rsidR="000A0CDC">
        <w:rPr>
          <w:rtl/>
        </w:rPr>
        <w:t xml:space="preserve">ں </w:t>
      </w:r>
      <w:r>
        <w:rPr>
          <w:rtl/>
        </w:rPr>
        <w:t>(فارسي) كتابو</w:t>
      </w:r>
      <w:r w:rsidR="000A0CDC">
        <w:rPr>
          <w:rtl/>
        </w:rPr>
        <w:t xml:space="preserve">ں </w:t>
      </w:r>
      <w:r>
        <w:rPr>
          <w:rtl/>
        </w:rPr>
        <w:t>كى تاليف و تحرير اور عربى و ديگر زبانو</w:t>
      </w:r>
      <w:r w:rsidR="000A0CDC">
        <w:rPr>
          <w:rtl/>
        </w:rPr>
        <w:t xml:space="preserve">ں </w:t>
      </w:r>
      <w:r>
        <w:rPr>
          <w:rtl/>
        </w:rPr>
        <w:t xml:space="preserve">سے ترجمہ كے حوالے سے مصنفين كى بہت حوصلہ افزائي كى _ </w:t>
      </w:r>
    </w:p>
    <w:p w:rsidR="0061102A" w:rsidRDefault="0061102A" w:rsidP="00BE6934">
      <w:pPr>
        <w:pStyle w:val="libNormal"/>
        <w:rPr>
          <w:rtl/>
        </w:rPr>
      </w:pPr>
      <w:r>
        <w:rPr>
          <w:rtl/>
        </w:rPr>
        <w:t>پانچوي</w:t>
      </w:r>
      <w:r w:rsidR="000A0CDC">
        <w:rPr>
          <w:rtl/>
        </w:rPr>
        <w:t xml:space="preserve">ں </w:t>
      </w:r>
      <w:r>
        <w:rPr>
          <w:rtl/>
        </w:rPr>
        <w:t>اور چھٹى صدى ہجرى مي</w:t>
      </w:r>
      <w:r w:rsidR="000A0CDC">
        <w:rPr>
          <w:rtl/>
        </w:rPr>
        <w:t xml:space="preserve">ں </w:t>
      </w:r>
      <w:r>
        <w:rPr>
          <w:rtl/>
        </w:rPr>
        <w:t>ہى فارسى نثرنے مناسب انداز سے كمال كے مراحل طے كيے اس دورمي</w:t>
      </w:r>
      <w:r w:rsidR="000A0CDC">
        <w:rPr>
          <w:rtl/>
        </w:rPr>
        <w:t xml:space="preserve">ں </w:t>
      </w:r>
      <w:r>
        <w:rPr>
          <w:rtl/>
        </w:rPr>
        <w:t>بہت سے بزرگ مولفين نے مختلف موضوعا ت مي</w:t>
      </w:r>
      <w:r w:rsidR="000A0CDC">
        <w:rPr>
          <w:rtl/>
        </w:rPr>
        <w:t xml:space="preserve">ں </w:t>
      </w:r>
      <w:r>
        <w:rPr>
          <w:rtl/>
        </w:rPr>
        <w:t>معروف آثار چھوڑے تاريخ ، سياست معاشرت ، ادب ، حكمت، طب، طبيعيات، رياضيات ، نجوم ، فقہ ، تفسير، كلام ، جغرافيہ، حالات زندگى اور بالخصوص تصوف جيسے موضوعات پر مختلف كتابي</w:t>
      </w:r>
      <w:r w:rsidR="000A0CDC">
        <w:rPr>
          <w:rtl/>
        </w:rPr>
        <w:t xml:space="preserve">ں </w:t>
      </w:r>
      <w:r>
        <w:rPr>
          <w:rtl/>
        </w:rPr>
        <w:t>لكھى گئي</w:t>
      </w:r>
      <w:r w:rsidR="000A0CDC">
        <w:rPr>
          <w:rtl/>
        </w:rPr>
        <w:t xml:space="preserve">ں </w:t>
      </w:r>
      <w:r>
        <w:rPr>
          <w:rtl/>
        </w:rPr>
        <w:t xml:space="preserve">_ </w:t>
      </w:r>
    </w:p>
    <w:p w:rsidR="0061102A" w:rsidRDefault="0061102A" w:rsidP="00BE6934">
      <w:pPr>
        <w:pStyle w:val="libNormal"/>
        <w:rPr>
          <w:rtl/>
        </w:rPr>
      </w:pPr>
      <w:r>
        <w:rPr>
          <w:rtl/>
        </w:rPr>
        <w:t>اور فارسى زبان بھى پختہ ہونے كے ساتھ ساتھ جاذب و روان ہوگئي_ ليكن 616 قمرى مي</w:t>
      </w:r>
      <w:r w:rsidR="000A0CDC">
        <w:rPr>
          <w:rtl/>
        </w:rPr>
        <w:t xml:space="preserve">ں </w:t>
      </w:r>
      <w:r>
        <w:rPr>
          <w:rtl/>
        </w:rPr>
        <w:t xml:space="preserve">چنگيز خان منگول </w:t>
      </w:r>
    </w:p>
    <w:p w:rsidR="0061102A" w:rsidRDefault="003A7D4A" w:rsidP="00BE6934">
      <w:pPr>
        <w:pStyle w:val="libLine"/>
        <w:rPr>
          <w:rtl/>
        </w:rPr>
      </w:pPr>
      <w:r>
        <w:rPr>
          <w:rtl/>
        </w:rPr>
        <w:t>____________________</w:t>
      </w:r>
    </w:p>
    <w:p w:rsidR="00EA4FDD" w:rsidRPr="00EA4FDD" w:rsidRDefault="0061102A" w:rsidP="00BE6934">
      <w:pPr>
        <w:pStyle w:val="libFootnote"/>
        <w:rPr>
          <w:rStyle w:val="libNormalChar"/>
          <w:rtl/>
        </w:rPr>
      </w:pPr>
      <w:r>
        <w:rPr>
          <w:rtl/>
        </w:rPr>
        <w:t>1)سابقہ حوالہ خلاصہ ج 1،2_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EA4FDD">
        <w:rPr>
          <w:rStyle w:val="libNormalChar"/>
          <w:rtl/>
        </w:rPr>
        <w:t>كے حملہ سے تمام معاشرتى ، عملى ، ادبى اور علمى امور حتى كہ فارسى زبان بھى انحطاط كا شكار ہوگئي_ ايرانيو</w:t>
      </w:r>
      <w:r w:rsidR="000A0CDC" w:rsidRPr="00EA4FDD">
        <w:rPr>
          <w:rStyle w:val="libNormalChar"/>
          <w:rtl/>
        </w:rPr>
        <w:t xml:space="preserve">ں </w:t>
      </w:r>
      <w:r w:rsidRPr="00EA4FDD">
        <w:rPr>
          <w:rStyle w:val="libNormalChar"/>
          <w:rtl/>
        </w:rPr>
        <w:t>كى ساتوي</w:t>
      </w:r>
      <w:r w:rsidR="000A0CDC" w:rsidRPr="00EA4FDD">
        <w:rPr>
          <w:rStyle w:val="libNormalChar"/>
          <w:rtl/>
        </w:rPr>
        <w:t xml:space="preserve">ں </w:t>
      </w:r>
      <w:r w:rsidRPr="00EA4FDD">
        <w:rPr>
          <w:rStyle w:val="libNormalChar"/>
          <w:rtl/>
        </w:rPr>
        <w:t>صدى ہجرى مي</w:t>
      </w:r>
      <w:r w:rsidR="000A0CDC" w:rsidRPr="00EA4FDD">
        <w:rPr>
          <w:rStyle w:val="libNormalChar"/>
          <w:rtl/>
        </w:rPr>
        <w:t xml:space="preserve">ں </w:t>
      </w:r>
      <w:r w:rsidRPr="00EA4FDD">
        <w:rPr>
          <w:rStyle w:val="libNormalChar"/>
          <w:rtl/>
        </w:rPr>
        <w:t>اپنى ثقافت كى حفاظت كيلئے سعى و كوشش كرنے كے باوجود آٹھوي</w:t>
      </w:r>
      <w:r w:rsidR="000A0CDC" w:rsidRPr="00EA4FDD">
        <w:rPr>
          <w:rStyle w:val="libNormalChar"/>
          <w:rtl/>
        </w:rPr>
        <w:t xml:space="preserve">ں </w:t>
      </w:r>
      <w:r w:rsidRPr="00EA4FDD">
        <w:rPr>
          <w:rStyle w:val="libNormalChar"/>
          <w:rtl/>
        </w:rPr>
        <w:t>صدى كے بعد اس جمود كے آثار واضح ہوگئے</w:t>
      </w:r>
      <w:r>
        <w:rPr>
          <w:rtl/>
        </w:rPr>
        <w:t xml:space="preserve"> </w:t>
      </w:r>
      <w:r w:rsidRPr="00EA4FDD">
        <w:rPr>
          <w:rStyle w:val="libFootnotenumChar"/>
          <w:rtl/>
        </w:rPr>
        <w:t xml:space="preserve">(1) </w:t>
      </w:r>
    </w:p>
    <w:p w:rsidR="0061102A" w:rsidRDefault="0061102A" w:rsidP="00BE6934">
      <w:pPr>
        <w:pStyle w:val="libNormal"/>
        <w:rPr>
          <w:rtl/>
        </w:rPr>
      </w:pPr>
      <w:r>
        <w:rPr>
          <w:rtl/>
        </w:rPr>
        <w:t>اگر چہ صفويہ دور مي</w:t>
      </w:r>
      <w:r w:rsidR="000A0CDC">
        <w:rPr>
          <w:rtl/>
        </w:rPr>
        <w:t xml:space="preserve">ں </w:t>
      </w:r>
      <w:r>
        <w:rPr>
          <w:rtl/>
        </w:rPr>
        <w:t>بھى فارسى نثر جارى رہى ليكن ادبى معيار كے پيش نظرمناسب حالت مي</w:t>
      </w:r>
      <w:r w:rsidR="000A0CDC">
        <w:rPr>
          <w:rtl/>
        </w:rPr>
        <w:t xml:space="preserve">ں </w:t>
      </w:r>
      <w:r>
        <w:rPr>
          <w:rtl/>
        </w:rPr>
        <w:t>نہ تھى _ دوسرے الفاظ مي</w:t>
      </w:r>
      <w:r w:rsidR="000A0CDC">
        <w:rPr>
          <w:rtl/>
        </w:rPr>
        <w:t xml:space="preserve">ں </w:t>
      </w:r>
      <w:r>
        <w:rPr>
          <w:rtl/>
        </w:rPr>
        <w:t>اگر چہ اس دور مي</w:t>
      </w:r>
      <w:r w:rsidR="000A0CDC">
        <w:rPr>
          <w:rtl/>
        </w:rPr>
        <w:t xml:space="preserve">ں </w:t>
      </w:r>
      <w:r>
        <w:rPr>
          <w:rtl/>
        </w:rPr>
        <w:t>گوناگو</w:t>
      </w:r>
      <w:r w:rsidR="000A0CDC">
        <w:rPr>
          <w:rtl/>
        </w:rPr>
        <w:t xml:space="preserve">ں </w:t>
      </w:r>
      <w:r>
        <w:rPr>
          <w:rtl/>
        </w:rPr>
        <w:t>موضوعات مي</w:t>
      </w:r>
      <w:r w:rsidR="000A0CDC">
        <w:rPr>
          <w:rtl/>
        </w:rPr>
        <w:t xml:space="preserve">ں </w:t>
      </w:r>
      <w:r>
        <w:rPr>
          <w:rtl/>
        </w:rPr>
        <w:t>كتابي</w:t>
      </w:r>
      <w:r w:rsidR="000A0CDC">
        <w:rPr>
          <w:rtl/>
        </w:rPr>
        <w:t xml:space="preserve">ں </w:t>
      </w:r>
      <w:r>
        <w:rPr>
          <w:rtl/>
        </w:rPr>
        <w:t>تحرير ہوئي</w:t>
      </w:r>
      <w:r w:rsidR="000A0CDC">
        <w:rPr>
          <w:rtl/>
        </w:rPr>
        <w:t xml:space="preserve">ں </w:t>
      </w:r>
      <w:r>
        <w:rPr>
          <w:rtl/>
        </w:rPr>
        <w:t>ليكن چونكہ لغوي، ادبى اور بلاغت كے ميزان و معياركا خيال نہ ركھا گيالہذا فارسى نثر مي</w:t>
      </w:r>
      <w:r w:rsidR="000A0CDC">
        <w:rPr>
          <w:rtl/>
        </w:rPr>
        <w:t xml:space="preserve">ں </w:t>
      </w:r>
      <w:r>
        <w:rPr>
          <w:rtl/>
        </w:rPr>
        <w:t>اس دور كو ممتاز دور نہي</w:t>
      </w:r>
      <w:r w:rsidR="000A0CDC">
        <w:rPr>
          <w:rtl/>
        </w:rPr>
        <w:t xml:space="preserve">ں </w:t>
      </w:r>
      <w:r>
        <w:rPr>
          <w:rtl/>
        </w:rPr>
        <w:t>كيا جاسكتا _مجموعى طور پر ہم كہہ سكتے ہي</w:t>
      </w:r>
      <w:r w:rsidR="000A0CDC">
        <w:rPr>
          <w:rtl/>
        </w:rPr>
        <w:t xml:space="preserve">ں </w:t>
      </w:r>
      <w:r>
        <w:rPr>
          <w:rtl/>
        </w:rPr>
        <w:t>كہ صفوى دور كى نثر تيمورى دور كى نثر سے بھى كہي</w:t>
      </w:r>
      <w:r w:rsidR="000A0CDC">
        <w:rPr>
          <w:rtl/>
        </w:rPr>
        <w:t xml:space="preserve">ں </w:t>
      </w:r>
      <w:r>
        <w:rPr>
          <w:rtl/>
        </w:rPr>
        <w:t>پست اور حقير ہے حتى كہ نثر مصنوع كے شعبہ مي</w:t>
      </w:r>
      <w:r w:rsidR="000A0CDC">
        <w:rPr>
          <w:rtl/>
        </w:rPr>
        <w:t xml:space="preserve">ں </w:t>
      </w:r>
      <w:r>
        <w:rPr>
          <w:rtl/>
        </w:rPr>
        <w:t>تيمورى دور كے دربارى كاركنو</w:t>
      </w:r>
      <w:r w:rsidR="000A0CDC">
        <w:rPr>
          <w:rtl/>
        </w:rPr>
        <w:t xml:space="preserve">ں </w:t>
      </w:r>
      <w:r>
        <w:rPr>
          <w:rtl/>
        </w:rPr>
        <w:t>كى '' نثر مصنوع''كے بھى قريب نہي</w:t>
      </w:r>
      <w:r w:rsidR="000A0CDC">
        <w:rPr>
          <w:rtl/>
        </w:rPr>
        <w:t xml:space="preserve">ں </w:t>
      </w:r>
      <w:r>
        <w:rPr>
          <w:rtl/>
        </w:rPr>
        <w:t>ہے اس دور مي</w:t>
      </w:r>
      <w:r w:rsidR="000A0CDC">
        <w:rPr>
          <w:rtl/>
        </w:rPr>
        <w:t xml:space="preserve">ں </w:t>
      </w:r>
      <w:r>
        <w:rPr>
          <w:rtl/>
        </w:rPr>
        <w:t>جس فارسى نثر كا ہند مي</w:t>
      </w:r>
      <w:r w:rsidR="000A0CDC">
        <w:rPr>
          <w:rtl/>
        </w:rPr>
        <w:t xml:space="preserve">ں </w:t>
      </w:r>
      <w:r>
        <w:rPr>
          <w:rtl/>
        </w:rPr>
        <w:t xml:space="preserve">رواج تھا وہ بھى اسى قسم كى تھى _ </w:t>
      </w:r>
    </w:p>
    <w:p w:rsidR="0061102A" w:rsidRDefault="0061102A" w:rsidP="00BE6934">
      <w:pPr>
        <w:pStyle w:val="libNormal"/>
        <w:rPr>
          <w:rtl/>
        </w:rPr>
      </w:pPr>
      <w:r>
        <w:rPr>
          <w:rtl/>
        </w:rPr>
        <w:t>افشاريہ ، زنديہ اور قاجاريہ دور مي</w:t>
      </w:r>
      <w:r w:rsidR="000A0CDC">
        <w:rPr>
          <w:rtl/>
        </w:rPr>
        <w:t xml:space="preserve">ں </w:t>
      </w:r>
      <w:r>
        <w:rPr>
          <w:rtl/>
        </w:rPr>
        <w:t>فارسى نثر بتدريج پستى سے بلندى كى طرف سفر كرنے لگى قاجارى دور مي</w:t>
      </w:r>
      <w:r w:rsidR="000A0CDC">
        <w:rPr>
          <w:rtl/>
        </w:rPr>
        <w:t xml:space="preserve">ں </w:t>
      </w:r>
      <w:r>
        <w:rPr>
          <w:rtl/>
        </w:rPr>
        <w:t>گذشتہ لوگو</w:t>
      </w:r>
      <w:r w:rsidR="000A0CDC">
        <w:rPr>
          <w:rtl/>
        </w:rPr>
        <w:t xml:space="preserve">ں </w:t>
      </w:r>
      <w:r>
        <w:rPr>
          <w:rtl/>
        </w:rPr>
        <w:t>كى مانند كچھ حد تك مناسب روش اختيار كر گئي شعر كى مانند نثر مي</w:t>
      </w:r>
      <w:r w:rsidR="000A0CDC">
        <w:rPr>
          <w:rtl/>
        </w:rPr>
        <w:t xml:space="preserve">ں </w:t>
      </w:r>
      <w:r>
        <w:rPr>
          <w:rtl/>
        </w:rPr>
        <w:t>بھى گذشتہ مصنفين كى فصاحت و بلاغت معيار اور نمونہ تھى ليكن اس حوالے سے زيادہ تر چھٹى اور ساتوي</w:t>
      </w:r>
      <w:r w:rsidR="000A0CDC">
        <w:rPr>
          <w:rtl/>
        </w:rPr>
        <w:t xml:space="preserve">ں </w:t>
      </w:r>
      <w:r>
        <w:rPr>
          <w:rtl/>
        </w:rPr>
        <w:t xml:space="preserve">صدى كے مولفين اور مصنفين كى روش كى تقليد ہوتى رہى _ </w:t>
      </w:r>
    </w:p>
    <w:p w:rsidR="0061102A" w:rsidRDefault="0061102A" w:rsidP="00BE6934">
      <w:pPr>
        <w:pStyle w:val="libNormal"/>
        <w:rPr>
          <w:rtl/>
        </w:rPr>
      </w:pPr>
    </w:p>
    <w:p w:rsidR="0061102A" w:rsidRDefault="0061102A" w:rsidP="00BE6934">
      <w:pPr>
        <w:pStyle w:val="Heading2Center"/>
        <w:rPr>
          <w:rtl/>
        </w:rPr>
      </w:pPr>
      <w:bookmarkStart w:id="47" w:name="_Toc268603"/>
      <w:r>
        <w:rPr>
          <w:rtl/>
        </w:rPr>
        <w:t>ج) تركى ادب:</w:t>
      </w:r>
      <w:bookmarkEnd w:id="47"/>
    </w:p>
    <w:p w:rsidR="0061102A" w:rsidRDefault="0061102A" w:rsidP="00BE6934">
      <w:pPr>
        <w:pStyle w:val="libNormal"/>
        <w:rPr>
          <w:rtl/>
        </w:rPr>
      </w:pPr>
      <w:r>
        <w:rPr>
          <w:rtl/>
        </w:rPr>
        <w:t>تركى ادب كا شروع سے ہى واضح طور پر دينى امور كى طرف رجحان ہے قديم تركى ادب كا ايك اہم حصہ كہ جو مركزى ايشيا سے تعلق ركھتا ہے دو بڑے دين '' مانوي'' اور ''بدھ مت'' كى تحريرات پر مشتمل ہے اور بہت سے دينى مفاہيم اورتعليمات كا حامل ہے _ ابتدائي چارصديو</w:t>
      </w:r>
      <w:r w:rsidR="000A0CDC">
        <w:rPr>
          <w:rtl/>
        </w:rPr>
        <w:t xml:space="preserve">ں </w:t>
      </w:r>
      <w:r>
        <w:rPr>
          <w:rtl/>
        </w:rPr>
        <w:t>مي</w:t>
      </w:r>
      <w:r w:rsidR="000A0CDC">
        <w:rPr>
          <w:rtl/>
        </w:rPr>
        <w:t xml:space="preserve">ں </w:t>
      </w:r>
      <w:r>
        <w:rPr>
          <w:rtl/>
        </w:rPr>
        <w:t>جبكہ دين اسلام مغرب سے مشرق كى طرف بڑھ ريا تھا ترك لوگ اسلام سے آشناہوئے اسطرح ترك اقوام كى تہذيب مي</w:t>
      </w:r>
      <w:r w:rsidR="000A0CDC">
        <w:rPr>
          <w:rtl/>
        </w:rPr>
        <w:t xml:space="preserve">ں </w:t>
      </w:r>
      <w:r>
        <w:rPr>
          <w:rtl/>
        </w:rPr>
        <w:t>مفاہيم اسلام كے نفوذ كا راستہ كھل گيا_ ايك تقابلى اور عمومى نظرے كے مطابق ہمي</w:t>
      </w:r>
      <w:r w:rsidR="000A0CDC">
        <w:rPr>
          <w:rtl/>
        </w:rPr>
        <w:t xml:space="preserve">ں </w:t>
      </w:r>
      <w:r>
        <w:rPr>
          <w:rtl/>
        </w:rPr>
        <w:t>ماننا پڑے گا كہ مركزى ايشيا يعنى اناطولى ، قفقاز اور ولگا مي</w:t>
      </w:r>
      <w:r w:rsidR="000A0CDC">
        <w:rPr>
          <w:rtl/>
        </w:rPr>
        <w:t xml:space="preserve">ں </w:t>
      </w:r>
      <w:r>
        <w:rPr>
          <w:rtl/>
        </w:rPr>
        <w:t>تركى اشعار مختلف پہلوؤ</w:t>
      </w:r>
      <w:r w:rsidR="000A0CDC">
        <w:rPr>
          <w:rtl/>
        </w:rPr>
        <w:t xml:space="preserve">ں </w:t>
      </w:r>
      <w:r>
        <w:rPr>
          <w:rtl/>
        </w:rPr>
        <w:t xml:space="preserve">سے فارسى اور عربى ادب سے بہت متاثر ہوئے_ اور آلٹائي اور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 ملك الشعراء بہار ، سبك شناسى ، ح 1 ص 90_35_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مشرقى و مغربى سابئير يا جو اسلامى تہذيب سے دور رہ گئے تھے اور آلٹا اقوام كى مقامى ثقافت مي</w:t>
      </w:r>
      <w:r w:rsidR="000A0CDC">
        <w:rPr>
          <w:rtl/>
        </w:rPr>
        <w:t xml:space="preserve">ں </w:t>
      </w:r>
      <w:r>
        <w:rPr>
          <w:rtl/>
        </w:rPr>
        <w:t>مدغم تھے وہا</w:t>
      </w:r>
      <w:r w:rsidR="000A0CDC">
        <w:rPr>
          <w:rtl/>
        </w:rPr>
        <w:t xml:space="preserve">ں </w:t>
      </w:r>
      <w:r>
        <w:rPr>
          <w:rtl/>
        </w:rPr>
        <w:t xml:space="preserve">بھى اس شاعرى نے اپنى شكل اور قالب كو قائم ركھا ہے_ </w:t>
      </w:r>
    </w:p>
    <w:p w:rsidR="0061102A" w:rsidRDefault="0061102A" w:rsidP="00BE6934">
      <w:pPr>
        <w:pStyle w:val="libNormal"/>
        <w:rPr>
          <w:rtl/>
        </w:rPr>
      </w:pPr>
      <w:r>
        <w:rPr>
          <w:rtl/>
        </w:rPr>
        <w:t>پانچوي</w:t>
      </w:r>
      <w:r w:rsidR="000A0CDC">
        <w:rPr>
          <w:rtl/>
        </w:rPr>
        <w:t xml:space="preserve">ں </w:t>
      </w:r>
      <w:r>
        <w:rPr>
          <w:rtl/>
        </w:rPr>
        <w:t>اور چھٹى صدى ہجرى مي</w:t>
      </w:r>
      <w:r w:rsidR="000A0CDC">
        <w:rPr>
          <w:rtl/>
        </w:rPr>
        <w:t xml:space="preserve">ں </w:t>
      </w:r>
      <w:r>
        <w:rPr>
          <w:rtl/>
        </w:rPr>
        <w:t>قراخانيان كے تركستان كے مغرب مي</w:t>
      </w:r>
      <w:r w:rsidR="000A0CDC">
        <w:rPr>
          <w:rtl/>
        </w:rPr>
        <w:t xml:space="preserve">ں </w:t>
      </w:r>
      <w:r>
        <w:rPr>
          <w:rtl/>
        </w:rPr>
        <w:t>'' سيرد ريا ''اور'' آمودريا'' كے مناطق پر مكمل تسلط كے ساتھ ساتھ تركى اسلامى ادب نے جنم ليا _ نوي</w:t>
      </w:r>
      <w:r w:rsidR="000A0CDC">
        <w:rPr>
          <w:rtl/>
        </w:rPr>
        <w:t xml:space="preserve">ں </w:t>
      </w:r>
      <w:r>
        <w:rPr>
          <w:rtl/>
        </w:rPr>
        <w:t>سے گيارہوي</w:t>
      </w:r>
      <w:r w:rsidR="000A0CDC">
        <w:rPr>
          <w:rtl/>
        </w:rPr>
        <w:t xml:space="preserve">ں </w:t>
      </w:r>
      <w:r>
        <w:rPr>
          <w:rtl/>
        </w:rPr>
        <w:t>صدى ہجرى تك تركستان كے مشرق مي</w:t>
      </w:r>
      <w:r w:rsidR="000A0CDC">
        <w:rPr>
          <w:rtl/>
        </w:rPr>
        <w:t xml:space="preserve">ں </w:t>
      </w:r>
      <w:r>
        <w:rPr>
          <w:rtl/>
        </w:rPr>
        <w:t>اغوز ان سالار كے درميان واضح طور پر ايك محدود سا ادبى ماحول بنا اور ان كے بہت سے آثار مي</w:t>
      </w:r>
      <w:r w:rsidR="000A0CDC">
        <w:rPr>
          <w:rtl/>
        </w:rPr>
        <w:t xml:space="preserve">ں </w:t>
      </w:r>
      <w:r>
        <w:rPr>
          <w:rtl/>
        </w:rPr>
        <w:t>سے بعض كتابي</w:t>
      </w:r>
      <w:r w:rsidR="000A0CDC">
        <w:rPr>
          <w:rtl/>
        </w:rPr>
        <w:t xml:space="preserve">ں </w:t>
      </w:r>
      <w:r>
        <w:rPr>
          <w:rtl/>
        </w:rPr>
        <w:t>كہ جو '' عبادت'' اور قصہ قربان '' نام ركھتى تھي</w:t>
      </w:r>
      <w:r w:rsidR="000A0CDC">
        <w:rPr>
          <w:rtl/>
        </w:rPr>
        <w:t xml:space="preserve">ں </w:t>
      </w:r>
      <w:r>
        <w:rPr>
          <w:rtl/>
        </w:rPr>
        <w:t>مكمل طور پر دينى مفاہيم سے متاثر تھي</w:t>
      </w:r>
      <w:r w:rsidR="000A0CDC">
        <w:rPr>
          <w:rtl/>
        </w:rPr>
        <w:t xml:space="preserve">ں </w:t>
      </w:r>
      <w:r>
        <w:rPr>
          <w:rtl/>
        </w:rPr>
        <w:t xml:space="preserve">_ </w:t>
      </w:r>
    </w:p>
    <w:p w:rsidR="0061102A" w:rsidRDefault="0061102A" w:rsidP="00BE6934">
      <w:pPr>
        <w:pStyle w:val="libNormal"/>
        <w:rPr>
          <w:rtl/>
        </w:rPr>
      </w:pPr>
      <w:r>
        <w:rPr>
          <w:rtl/>
        </w:rPr>
        <w:t>آخرى صديو</w:t>
      </w:r>
      <w:r w:rsidR="000A0CDC">
        <w:rPr>
          <w:rtl/>
        </w:rPr>
        <w:t xml:space="preserve">ں </w:t>
      </w:r>
      <w:r>
        <w:rPr>
          <w:rtl/>
        </w:rPr>
        <w:t>مي</w:t>
      </w:r>
      <w:r w:rsidR="000A0CDC">
        <w:rPr>
          <w:rtl/>
        </w:rPr>
        <w:t xml:space="preserve">ں </w:t>
      </w:r>
      <w:r>
        <w:rPr>
          <w:rtl/>
        </w:rPr>
        <w:t>مختلف زبانو</w:t>
      </w:r>
      <w:r w:rsidR="000A0CDC">
        <w:rPr>
          <w:rtl/>
        </w:rPr>
        <w:t xml:space="preserve">ں </w:t>
      </w:r>
      <w:r>
        <w:rPr>
          <w:rtl/>
        </w:rPr>
        <w:t>يعنى تركى ، آذربايجانى ، عثمانى اور تركمنى سے تعلق ركھنے والے شعراء اور نثر نويس حضرات جو اسلامى كلچر مي</w:t>
      </w:r>
      <w:r w:rsidR="000A0CDC">
        <w:rPr>
          <w:rtl/>
        </w:rPr>
        <w:t xml:space="preserve">ں </w:t>
      </w:r>
      <w:r>
        <w:rPr>
          <w:rtl/>
        </w:rPr>
        <w:t>سے زيادہ تر صوفيت اور عرفان سے متاثر تھے اسلامى اقوام كے مشترك ادب مي</w:t>
      </w:r>
      <w:r w:rsidR="000A0CDC">
        <w:rPr>
          <w:rtl/>
        </w:rPr>
        <w:t xml:space="preserve">ں </w:t>
      </w:r>
      <w:r>
        <w:rPr>
          <w:rtl/>
        </w:rPr>
        <w:t>ان كى درجہ بندى اسى حوالے سے كى جاتى ہے_ تركى ادب مي</w:t>
      </w:r>
      <w:r w:rsidR="000A0CDC">
        <w:rPr>
          <w:rtl/>
        </w:rPr>
        <w:t xml:space="preserve">ں </w:t>
      </w:r>
      <w:r>
        <w:rPr>
          <w:rtl/>
        </w:rPr>
        <w:t>عظيم شعراء مي</w:t>
      </w:r>
      <w:r w:rsidR="000A0CDC">
        <w:rPr>
          <w:rtl/>
        </w:rPr>
        <w:t xml:space="preserve">ں </w:t>
      </w:r>
      <w:r>
        <w:rPr>
          <w:rtl/>
        </w:rPr>
        <w:t>سے امير على شيرنوائي ( متوفى 906 قمري) نجاتى ( متوفى 915 قمري) باقى (متوفى 1009 قمري) فضولى (متوفى 964 قمري) اور شيخ غالب (متوفى 1213) قابل ذكر ہي</w:t>
      </w:r>
      <w:r w:rsidR="000A0CDC">
        <w:rPr>
          <w:rtl/>
        </w:rPr>
        <w:t xml:space="preserve">ں </w:t>
      </w:r>
      <w:r>
        <w:rPr>
          <w:rtl/>
        </w:rPr>
        <w:t xml:space="preserve">_ </w:t>
      </w:r>
    </w:p>
    <w:p w:rsidR="0061102A" w:rsidRDefault="0061102A" w:rsidP="00BE6934">
      <w:pPr>
        <w:pStyle w:val="libNormal"/>
        <w:rPr>
          <w:rtl/>
        </w:rPr>
      </w:pPr>
    </w:p>
    <w:p w:rsidR="0061102A" w:rsidRDefault="0061102A" w:rsidP="00BE6934">
      <w:pPr>
        <w:pStyle w:val="Heading2Center"/>
        <w:rPr>
          <w:rtl/>
        </w:rPr>
      </w:pPr>
      <w:bookmarkStart w:id="48" w:name="_Toc268604"/>
      <w:r>
        <w:rPr>
          <w:rtl/>
        </w:rPr>
        <w:t>ب ) اسلامى علوم</w:t>
      </w:r>
      <w:bookmarkEnd w:id="48"/>
    </w:p>
    <w:p w:rsidR="0061102A" w:rsidRDefault="0061102A" w:rsidP="00BE6934">
      <w:pPr>
        <w:pStyle w:val="Heading2Center"/>
        <w:rPr>
          <w:rtl/>
        </w:rPr>
      </w:pPr>
      <w:bookmarkStart w:id="49" w:name="_Toc268605"/>
      <w:r>
        <w:rPr>
          <w:rtl/>
        </w:rPr>
        <w:t>1) قرائت :</w:t>
      </w:r>
      <w:bookmarkEnd w:id="49"/>
    </w:p>
    <w:p w:rsidR="0061102A" w:rsidRDefault="0061102A" w:rsidP="00BE6934">
      <w:pPr>
        <w:pStyle w:val="libNormal"/>
        <w:rPr>
          <w:rtl/>
        </w:rPr>
      </w:pPr>
      <w:r>
        <w:rPr>
          <w:rtl/>
        </w:rPr>
        <w:t>قرائت كا علم اسلامى علوم مي</w:t>
      </w:r>
      <w:r w:rsidR="000A0CDC">
        <w:rPr>
          <w:rtl/>
        </w:rPr>
        <w:t xml:space="preserve">ں </w:t>
      </w:r>
      <w:r>
        <w:rPr>
          <w:rtl/>
        </w:rPr>
        <w:t>قديم ترين علم ہے كہ جسكے بانى پيامبر اكرم(ص) ہي</w:t>
      </w:r>
      <w:r w:rsidR="000A0CDC">
        <w:rPr>
          <w:rtl/>
        </w:rPr>
        <w:t xml:space="preserve">ں </w:t>
      </w:r>
      <w:r>
        <w:rPr>
          <w:rtl/>
        </w:rPr>
        <w:t>انكے بعد على بن ابى طاب (ع) ، عبداللہ بن مسعود اور پھر آئمہ اطہار كا اس علم كى تدوين مي</w:t>
      </w:r>
      <w:r w:rsidR="000A0CDC">
        <w:rPr>
          <w:rtl/>
        </w:rPr>
        <w:t xml:space="preserve">ں </w:t>
      </w:r>
      <w:r>
        <w:rPr>
          <w:rtl/>
        </w:rPr>
        <w:t>اہم كردار ہے پہلى صدى ہجرى مي</w:t>
      </w:r>
      <w:r w:rsidR="000A0CDC">
        <w:rPr>
          <w:rtl/>
        </w:rPr>
        <w:t xml:space="preserve">ں </w:t>
      </w:r>
      <w:r>
        <w:rPr>
          <w:rtl/>
        </w:rPr>
        <w:t xml:space="preserve">پہلا شخص كہ جس نے قرآن كى رائج الحان كے ساتھ قرائت كى اسكا نام عبيداللہ بن ابى بكر ثقفى تھا_ </w:t>
      </w:r>
    </w:p>
    <w:p w:rsidR="00354FC7" w:rsidRDefault="0061102A" w:rsidP="00BE6934">
      <w:pPr>
        <w:pStyle w:val="libNormal"/>
        <w:rPr>
          <w:rtl/>
        </w:rPr>
      </w:pPr>
      <w:r>
        <w:rPr>
          <w:rtl/>
        </w:rPr>
        <w:t>پيغمبر اكرم(ص) سے اصحاب كى قرآن كريم كے بعض الفاظ اور انكے حروف كى ادائيگى كے حوالے سے مختلف ذرائع سے روايات نقل ہونے كى بناء پر قرائت مي</w:t>
      </w:r>
      <w:r w:rsidR="000A0CDC">
        <w:rPr>
          <w:rtl/>
        </w:rPr>
        <w:t xml:space="preserve">ں </w:t>
      </w:r>
      <w:r>
        <w:rPr>
          <w:rtl/>
        </w:rPr>
        <w:t>اختلاف پيدا ہوگيا اور پھر يہ اختلاف قاريو</w:t>
      </w:r>
      <w:r w:rsidR="000A0CDC">
        <w:rPr>
          <w:rtl/>
        </w:rPr>
        <w:t xml:space="preserve">ں </w:t>
      </w:r>
      <w:r>
        <w:rPr>
          <w:rtl/>
        </w:rPr>
        <w:t>كے ذريعہ نقل ہوا اور جارى رہا _ اسلامى فتوحات كے دوران اسلامى ممالك كے ہر شہر كے مسلمانو</w:t>
      </w:r>
      <w:r w:rsidR="000A0CDC">
        <w:rPr>
          <w:rtl/>
        </w:rPr>
        <w:t xml:space="preserve">ں </w:t>
      </w:r>
      <w:r>
        <w:rPr>
          <w:rtl/>
        </w:rPr>
        <w:t>نے مشہور قاريو</w:t>
      </w:r>
      <w:r w:rsidR="000A0CDC">
        <w:rPr>
          <w:rtl/>
        </w:rPr>
        <w:t xml:space="preserve">ں </w:t>
      </w:r>
      <w:r w:rsidR="00354FC7">
        <w:rPr>
          <w:rtl/>
        </w:rPr>
        <w:t xml:space="preserve">ميں سے كسى ايك قارى كى قرائت كو اختيار كيا كہ جسكے نتيجہ ميں پچاس طرح كى قرائتيں كہ جن ميں سب سے زيادہ مشہور '' قراء سبعہ'' (سات قرائتيں )ظہور پذير ہوئيں </w:t>
      </w:r>
      <w:r w:rsidR="00354FC7" w:rsidRPr="00F67D4B">
        <w:rPr>
          <w:rStyle w:val="libFootnotenumChar"/>
          <w:rtl/>
        </w:rPr>
        <w:t>(1)</w:t>
      </w:r>
      <w:r w:rsidR="00354FC7">
        <w:rPr>
          <w:rtl/>
        </w:rPr>
        <w:t xml:space="preserve">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1)بہاء الدين خرمشاہى ، دانشنامہ قرآن و قرآن پوہى ج 1 ص 742_174_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پہلے شخص جنہو</w:t>
      </w:r>
      <w:r w:rsidR="000A0CDC">
        <w:rPr>
          <w:rtl/>
        </w:rPr>
        <w:t xml:space="preserve">ں </w:t>
      </w:r>
      <w:r>
        <w:rPr>
          <w:rtl/>
        </w:rPr>
        <w:t>نے تمام قرائتو</w:t>
      </w:r>
      <w:r w:rsidR="000A0CDC">
        <w:rPr>
          <w:rtl/>
        </w:rPr>
        <w:t xml:space="preserve">ں </w:t>
      </w:r>
      <w:r>
        <w:rPr>
          <w:rtl/>
        </w:rPr>
        <w:t>كو ايك كتاب مي</w:t>
      </w:r>
      <w:r w:rsidR="000A0CDC">
        <w:rPr>
          <w:rtl/>
        </w:rPr>
        <w:t xml:space="preserve">ں </w:t>
      </w:r>
      <w:r>
        <w:rPr>
          <w:rtl/>
        </w:rPr>
        <w:t>جمع كيا ابوعبيد قاسم بن سلام (متوفى 224 قمري) تھے كہ انہو</w:t>
      </w:r>
      <w:r w:rsidR="000A0CDC">
        <w:rPr>
          <w:rtl/>
        </w:rPr>
        <w:t xml:space="preserve">ں </w:t>
      </w:r>
      <w:r>
        <w:rPr>
          <w:rtl/>
        </w:rPr>
        <w:t>نے تمام قرائتو</w:t>
      </w:r>
      <w:r w:rsidR="000A0CDC">
        <w:rPr>
          <w:rtl/>
        </w:rPr>
        <w:t xml:space="preserve">ں </w:t>
      </w:r>
      <w:r>
        <w:rPr>
          <w:rtl/>
        </w:rPr>
        <w:t>كو ان سات قرائتو</w:t>
      </w:r>
      <w:r w:rsidR="000A0CDC">
        <w:rPr>
          <w:rtl/>
        </w:rPr>
        <w:t xml:space="preserve">ں </w:t>
      </w:r>
      <w:r>
        <w:rPr>
          <w:rtl/>
        </w:rPr>
        <w:t>سميت پچيس قرائتو</w:t>
      </w:r>
      <w:r w:rsidR="000A0CDC">
        <w:rPr>
          <w:rtl/>
        </w:rPr>
        <w:t xml:space="preserve">ں </w:t>
      </w:r>
      <w:r>
        <w:rPr>
          <w:rtl/>
        </w:rPr>
        <w:t>مي</w:t>
      </w:r>
      <w:r w:rsidR="000A0CDC">
        <w:rPr>
          <w:rtl/>
        </w:rPr>
        <w:t xml:space="preserve">ں </w:t>
      </w:r>
      <w:r>
        <w:rPr>
          <w:rtl/>
        </w:rPr>
        <w:t>خلاصہ كيا انكے بعد احمد بن جبير كوفى نے پانچ قرائتو</w:t>
      </w:r>
      <w:r w:rsidR="000A0CDC">
        <w:rPr>
          <w:rtl/>
        </w:rPr>
        <w:t xml:space="preserve">ں </w:t>
      </w:r>
      <w:r>
        <w:rPr>
          <w:rtl/>
        </w:rPr>
        <w:t>كے بارے كتاب تحرير كى كہ اس كام كيلئے انہو</w:t>
      </w:r>
      <w:r w:rsidR="000A0CDC">
        <w:rPr>
          <w:rtl/>
        </w:rPr>
        <w:t xml:space="preserve">ں </w:t>
      </w:r>
      <w:r>
        <w:rPr>
          <w:rtl/>
        </w:rPr>
        <w:t>نے تمام مشہور شہرو</w:t>
      </w:r>
      <w:r w:rsidR="000A0CDC">
        <w:rPr>
          <w:rtl/>
        </w:rPr>
        <w:t xml:space="preserve">ں </w:t>
      </w:r>
      <w:r>
        <w:rPr>
          <w:rtl/>
        </w:rPr>
        <w:t>مي</w:t>
      </w:r>
      <w:r w:rsidR="000A0CDC">
        <w:rPr>
          <w:rtl/>
        </w:rPr>
        <w:t xml:space="preserve">ں </w:t>
      </w:r>
      <w:r>
        <w:rPr>
          <w:rtl/>
        </w:rPr>
        <w:t>سے ايك قارى كو انتخاب كيا _ انكے بعد قاضى اسماعيل بن اسحاق مكى (متوفى 282 قمري) نے ايك كتاب مي</w:t>
      </w:r>
      <w:r w:rsidR="000A0CDC">
        <w:rPr>
          <w:rtl/>
        </w:rPr>
        <w:t xml:space="preserve">ں </w:t>
      </w:r>
      <w:r>
        <w:rPr>
          <w:rtl/>
        </w:rPr>
        <w:t>بيس علمائے قرائت سے جن مي</w:t>
      </w:r>
      <w:r w:rsidR="000A0CDC">
        <w:rPr>
          <w:rtl/>
        </w:rPr>
        <w:t xml:space="preserve">ں </w:t>
      </w:r>
      <w:r>
        <w:rPr>
          <w:rtl/>
        </w:rPr>
        <w:t>يہ سات معروف قارى بھى تھے قرائتي</w:t>
      </w:r>
      <w:r w:rsidR="000A0CDC">
        <w:rPr>
          <w:rtl/>
        </w:rPr>
        <w:t xml:space="preserve">ں </w:t>
      </w:r>
      <w:r>
        <w:rPr>
          <w:rtl/>
        </w:rPr>
        <w:t>جمع كي</w:t>
      </w:r>
      <w:r w:rsidR="000A0CDC">
        <w:rPr>
          <w:rtl/>
        </w:rPr>
        <w:t xml:space="preserve">ں </w:t>
      </w:r>
      <w:r>
        <w:rPr>
          <w:rtl/>
        </w:rPr>
        <w:t>_ انكے بعد محمد بن جرير طبرى ( متوفى 310 قمري) نے ايك كتاب '' الجامع'' تاليف كى اور بيس سے زيادہ قرائتي</w:t>
      </w:r>
      <w:r w:rsidR="000A0CDC">
        <w:rPr>
          <w:rtl/>
        </w:rPr>
        <w:t xml:space="preserve">ں </w:t>
      </w:r>
      <w:r>
        <w:rPr>
          <w:rtl/>
        </w:rPr>
        <w:t>اسمي</w:t>
      </w:r>
      <w:r w:rsidR="000A0CDC">
        <w:rPr>
          <w:rtl/>
        </w:rPr>
        <w:t xml:space="preserve">ں </w:t>
      </w:r>
      <w:r>
        <w:rPr>
          <w:rtl/>
        </w:rPr>
        <w:t>ذكركي</w:t>
      </w:r>
      <w:r w:rsidR="000A0CDC">
        <w:rPr>
          <w:rtl/>
        </w:rPr>
        <w:t xml:space="preserve">ں </w:t>
      </w:r>
      <w:r>
        <w:rPr>
          <w:rtl/>
        </w:rPr>
        <w:t xml:space="preserve">_ </w:t>
      </w:r>
    </w:p>
    <w:p w:rsidR="0061102A" w:rsidRDefault="0061102A" w:rsidP="00BE6934">
      <w:pPr>
        <w:pStyle w:val="libNormal"/>
        <w:rPr>
          <w:rtl/>
        </w:rPr>
      </w:pPr>
      <w:r>
        <w:rPr>
          <w:rtl/>
        </w:rPr>
        <w:t>سات معروف قارى كہ جو '' قراء سبعہ '' كے عنوان سے معروف تھے وہ مندرجہ ذيل ہي</w:t>
      </w:r>
      <w:r w:rsidR="000A0CDC">
        <w:rPr>
          <w:rtl/>
        </w:rPr>
        <w:t xml:space="preserve">ں </w:t>
      </w:r>
      <w:r>
        <w:rPr>
          <w:rtl/>
        </w:rPr>
        <w:t xml:space="preserve">نافع بن عبدالرحمان (متوفى 169 قمري) عبداللہ بن كثير (متوفى 120 قمري) ابو عمرو بن العلاء ( متوفى 154 قمري) عبداللہ بن عامر ( متوفى 115 قمري) عاصم بن ابى بخود ( متوفى 129 قمري) حمزہ بن حبيب (متوفى 154 قمري) اور كسائي ابوالحسن على بن حمزہ ( متوفى 198 قمري)_ </w:t>
      </w:r>
    </w:p>
    <w:p w:rsidR="0061102A" w:rsidRDefault="0061102A" w:rsidP="00BE6934">
      <w:pPr>
        <w:pStyle w:val="libNormal"/>
        <w:rPr>
          <w:rtl/>
        </w:rPr>
      </w:pPr>
      <w:r>
        <w:rPr>
          <w:rtl/>
        </w:rPr>
        <w:t>چوتھى صدى ہجرى كے اوائل مي</w:t>
      </w:r>
      <w:r w:rsidR="000A0CDC">
        <w:rPr>
          <w:rtl/>
        </w:rPr>
        <w:t xml:space="preserve">ں </w:t>
      </w:r>
      <w:r>
        <w:rPr>
          <w:rtl/>
        </w:rPr>
        <w:t>قرائت قرآن كے حوالے سے ايسا گروہ ظاہر ہوا كہ جو شاذ و نادراقوال كو بيان كرنے لگے اور يہ كمياب اقوال اختلاف قرائت كا سبب بنے ليكن عباسى خلفاء كا ان كے بارے مي</w:t>
      </w:r>
      <w:r w:rsidR="000A0CDC">
        <w:rPr>
          <w:rtl/>
        </w:rPr>
        <w:t xml:space="preserve">ں </w:t>
      </w:r>
      <w:r>
        <w:rPr>
          <w:rtl/>
        </w:rPr>
        <w:t>سخت اقدام باعث بنا كہ يہ اختلاف قرائت مستقل نہ رہ سكا اور سات قاريو</w:t>
      </w:r>
      <w:r w:rsidR="000A0CDC">
        <w:rPr>
          <w:rtl/>
        </w:rPr>
        <w:t xml:space="preserve">ں </w:t>
      </w:r>
      <w:r>
        <w:rPr>
          <w:rtl/>
        </w:rPr>
        <w:t xml:space="preserve">كى قرائت پر اعتماد مستحكم ہوگيا_ </w:t>
      </w:r>
    </w:p>
    <w:p w:rsidR="0061102A" w:rsidRDefault="0061102A" w:rsidP="00BE6934">
      <w:pPr>
        <w:pStyle w:val="libNormal"/>
        <w:rPr>
          <w:rtl/>
        </w:rPr>
      </w:pPr>
      <w:r>
        <w:rPr>
          <w:rtl/>
        </w:rPr>
        <w:t>پانچوي</w:t>
      </w:r>
      <w:r w:rsidR="000A0CDC">
        <w:rPr>
          <w:rtl/>
        </w:rPr>
        <w:t xml:space="preserve">ں </w:t>
      </w:r>
      <w:r>
        <w:rPr>
          <w:rtl/>
        </w:rPr>
        <w:t>صدى ہجرى مي</w:t>
      </w:r>
      <w:r w:rsidR="000A0CDC">
        <w:rPr>
          <w:rtl/>
        </w:rPr>
        <w:t xml:space="preserve">ں </w:t>
      </w:r>
      <w:r>
        <w:rPr>
          <w:rtl/>
        </w:rPr>
        <w:t>قرائت قرآن كے علم نے اپنى اہميت كو قائم ركھا اسطرح كہ تمام اسلامى ممالك مي</w:t>
      </w:r>
      <w:r w:rsidR="000A0CDC">
        <w:rPr>
          <w:rtl/>
        </w:rPr>
        <w:t xml:space="preserve">ں </w:t>
      </w:r>
      <w:r>
        <w:rPr>
          <w:rtl/>
        </w:rPr>
        <w:t>يعنى اندلس سے ماوراء النہر تك بزرگ علماء قرائت قرآن كى تحقيق مي</w:t>
      </w:r>
      <w:r w:rsidR="000A0CDC">
        <w:rPr>
          <w:rtl/>
        </w:rPr>
        <w:t xml:space="preserve">ں </w:t>
      </w:r>
      <w:r>
        <w:rPr>
          <w:rtl/>
        </w:rPr>
        <w:t>مشغول تھے اور اس سلسلے مي</w:t>
      </w:r>
      <w:r w:rsidR="000A0CDC">
        <w:rPr>
          <w:rtl/>
        </w:rPr>
        <w:t xml:space="preserve">ں </w:t>
      </w:r>
      <w:r>
        <w:rPr>
          <w:rtl/>
        </w:rPr>
        <w:t>بہت سى كتابي</w:t>
      </w:r>
      <w:r w:rsidR="000A0CDC">
        <w:rPr>
          <w:rtl/>
        </w:rPr>
        <w:t xml:space="preserve">ں </w:t>
      </w:r>
      <w:r>
        <w:rPr>
          <w:rtl/>
        </w:rPr>
        <w:t>تحرير كى گئي</w:t>
      </w:r>
      <w:r w:rsidR="000A0CDC">
        <w:rPr>
          <w:rtl/>
        </w:rPr>
        <w:t xml:space="preserve">ں </w:t>
      </w:r>
      <w:r>
        <w:rPr>
          <w:rtl/>
        </w:rPr>
        <w:t>اندلس مي</w:t>
      </w:r>
      <w:r w:rsidR="000A0CDC">
        <w:rPr>
          <w:rtl/>
        </w:rPr>
        <w:t xml:space="preserve">ں </w:t>
      </w:r>
      <w:r>
        <w:rPr>
          <w:rtl/>
        </w:rPr>
        <w:t>مثلا ابو عمرو عثمان بن سعيد دانى (متوفى 444 قمري) اور ابو محمد قاسم بن فيرة بن خلف شاطبى اندلسى (متوفى 590 قمري) نے قرائت كے حوالے سے متعدد كتابي</w:t>
      </w:r>
      <w:r w:rsidR="000A0CDC">
        <w:rPr>
          <w:rtl/>
        </w:rPr>
        <w:t xml:space="preserve">ں </w:t>
      </w:r>
      <w:r>
        <w:rPr>
          <w:rtl/>
        </w:rPr>
        <w:t>تحرير كي</w:t>
      </w:r>
      <w:r w:rsidR="000A0CDC">
        <w:rPr>
          <w:rtl/>
        </w:rPr>
        <w:t xml:space="preserve">ں </w:t>
      </w:r>
      <w:r>
        <w:rPr>
          <w:rtl/>
        </w:rPr>
        <w:t xml:space="preserve">_ </w:t>
      </w:r>
    </w:p>
    <w:p w:rsidR="0061102A" w:rsidRDefault="0061102A" w:rsidP="00BE6934">
      <w:pPr>
        <w:pStyle w:val="libNormal"/>
        <w:rPr>
          <w:rtl/>
        </w:rPr>
      </w:pPr>
      <w:r>
        <w:rPr>
          <w:rtl/>
        </w:rPr>
        <w:t>چھٹى صدى ہجرى مي</w:t>
      </w:r>
      <w:r w:rsidR="000A0CDC">
        <w:rPr>
          <w:rtl/>
        </w:rPr>
        <w:t xml:space="preserve">ں </w:t>
      </w:r>
      <w:r>
        <w:rPr>
          <w:rtl/>
        </w:rPr>
        <w:t>ايران مي</w:t>
      </w:r>
      <w:r w:rsidR="000A0CDC">
        <w:rPr>
          <w:rtl/>
        </w:rPr>
        <w:t xml:space="preserve">ں </w:t>
      </w:r>
      <w:r>
        <w:rPr>
          <w:rtl/>
        </w:rPr>
        <w:t xml:space="preserve">قرائت كے بزرگ عالم ابوالفضل محمد بن طيفور سجاوندى غزنوى ظاہرہوئے انكى كتاب كا نام '' كتاب الموجز و عين المعانى فى تفسير سبع المثاني'' ہے </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1)بہاء الدين خرمشاہى ،سابقہ حوالہ ، ص 1190_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مجموعى طور پر علم قرائت نے چوتھى صدى سے چھٹى صدى تك ترقى كى كيونكہ ايسے قارى پيدا ہونے سے كہ </w:t>
      </w:r>
    </w:p>
    <w:p w:rsidR="0061102A" w:rsidRDefault="0061102A" w:rsidP="00BE6934">
      <w:pPr>
        <w:pStyle w:val="libNormal"/>
        <w:rPr>
          <w:rtl/>
        </w:rPr>
      </w:pPr>
      <w:r>
        <w:rPr>
          <w:rtl/>
        </w:rPr>
        <w:t>جنہو</w:t>
      </w:r>
      <w:r w:rsidR="000A0CDC">
        <w:rPr>
          <w:rtl/>
        </w:rPr>
        <w:t xml:space="preserve">ں </w:t>
      </w:r>
      <w:r>
        <w:rPr>
          <w:rtl/>
        </w:rPr>
        <w:t>قرآن كى قرائت مي</w:t>
      </w:r>
      <w:r w:rsidR="000A0CDC">
        <w:rPr>
          <w:rtl/>
        </w:rPr>
        <w:t xml:space="preserve">ں </w:t>
      </w:r>
      <w:r>
        <w:rPr>
          <w:rtl/>
        </w:rPr>
        <w:t>كمياب اقوال نقل كيے تھے كہ يہ چيز باعث بنى كہ علم قرائت قرآن مي</w:t>
      </w:r>
      <w:r w:rsidR="000A0CDC">
        <w:rPr>
          <w:rtl/>
        </w:rPr>
        <w:t xml:space="preserve">ں </w:t>
      </w:r>
      <w:r>
        <w:rPr>
          <w:rtl/>
        </w:rPr>
        <w:t>جديد مباحث سامنے آئي</w:t>
      </w:r>
      <w:r w:rsidR="000A0CDC">
        <w:rPr>
          <w:rtl/>
        </w:rPr>
        <w:t xml:space="preserve">ں </w:t>
      </w:r>
      <w:r>
        <w:rPr>
          <w:rtl/>
        </w:rPr>
        <w:t>اور اسكى مزيد شاخي</w:t>
      </w:r>
      <w:r w:rsidR="000A0CDC">
        <w:rPr>
          <w:rtl/>
        </w:rPr>
        <w:t xml:space="preserve">ں </w:t>
      </w:r>
      <w:r>
        <w:rPr>
          <w:rtl/>
        </w:rPr>
        <w:t>وجود مي</w:t>
      </w:r>
      <w:r w:rsidR="000A0CDC">
        <w:rPr>
          <w:rtl/>
        </w:rPr>
        <w:t xml:space="preserve">ں </w:t>
      </w:r>
      <w:r>
        <w:rPr>
          <w:rtl/>
        </w:rPr>
        <w:t>آئي</w:t>
      </w:r>
      <w:r w:rsidR="000A0CDC">
        <w:rPr>
          <w:rtl/>
        </w:rPr>
        <w:t xml:space="preserve">ں </w:t>
      </w:r>
      <w:r>
        <w:rPr>
          <w:rtl/>
        </w:rPr>
        <w:t>_ دوسرى طرف اسلامى تہذيب كى روز بروز وسعت سے قرائت كا علم اندلس اور جديد اسلامى سرزمينو</w:t>
      </w:r>
      <w:r w:rsidR="000A0CDC">
        <w:rPr>
          <w:rtl/>
        </w:rPr>
        <w:t xml:space="preserve">ں </w:t>
      </w:r>
      <w:r>
        <w:rPr>
          <w:rtl/>
        </w:rPr>
        <w:t>كے مدارس تك پھيل گيا ليكن ساتوي</w:t>
      </w:r>
      <w:r w:rsidR="000A0CDC">
        <w:rPr>
          <w:rtl/>
        </w:rPr>
        <w:t xml:space="preserve">ں </w:t>
      </w:r>
      <w:r>
        <w:rPr>
          <w:rtl/>
        </w:rPr>
        <w:t>، آٹھوي</w:t>
      </w:r>
      <w:r w:rsidR="000A0CDC">
        <w:rPr>
          <w:rtl/>
        </w:rPr>
        <w:t xml:space="preserve">ں </w:t>
      </w:r>
      <w:r>
        <w:rPr>
          <w:rtl/>
        </w:rPr>
        <w:t>اور نوي</w:t>
      </w:r>
      <w:r w:rsidR="000A0CDC">
        <w:rPr>
          <w:rtl/>
        </w:rPr>
        <w:t xml:space="preserve">ں </w:t>
      </w:r>
      <w:r>
        <w:rPr>
          <w:rtl/>
        </w:rPr>
        <w:t>صدى ہجرى مي</w:t>
      </w:r>
      <w:r w:rsidR="000A0CDC">
        <w:rPr>
          <w:rtl/>
        </w:rPr>
        <w:t xml:space="preserve">ں </w:t>
      </w:r>
      <w:r>
        <w:rPr>
          <w:rtl/>
        </w:rPr>
        <w:t>علم قرائت نے چھٹى صدى كى مانند ارتقاء كے مراحل طے نہي</w:t>
      </w:r>
      <w:r w:rsidR="000A0CDC">
        <w:rPr>
          <w:rtl/>
        </w:rPr>
        <w:t xml:space="preserve">ں </w:t>
      </w:r>
      <w:r>
        <w:rPr>
          <w:rtl/>
        </w:rPr>
        <w:t>كيے _ہم اس دور مي</w:t>
      </w:r>
      <w:r w:rsidR="000A0CDC">
        <w:rPr>
          <w:rtl/>
        </w:rPr>
        <w:t xml:space="preserve">ں </w:t>
      </w:r>
      <w:r>
        <w:rPr>
          <w:rtl/>
        </w:rPr>
        <w:t>دو بڑے قاريو</w:t>
      </w:r>
      <w:r w:rsidR="000A0CDC">
        <w:rPr>
          <w:rtl/>
        </w:rPr>
        <w:t xml:space="preserve">ں </w:t>
      </w:r>
      <w:r>
        <w:rPr>
          <w:rtl/>
        </w:rPr>
        <w:t>كو جانتے ہي</w:t>
      </w:r>
      <w:r w:rsidR="000A0CDC">
        <w:rPr>
          <w:rtl/>
        </w:rPr>
        <w:t xml:space="preserve">ں </w:t>
      </w:r>
      <w:r>
        <w:rPr>
          <w:rtl/>
        </w:rPr>
        <w:t>ايك منتخب الدين بن ابى الغزالى يوسف ہمدانى (متوفى 643 قمري) اور دوسرے شمس الدين ابوالخير محمد بن محمد بن يوسف جزرى (متوفى 833 قمري) ہي</w:t>
      </w:r>
      <w:r w:rsidR="000A0CDC">
        <w:rPr>
          <w:rtl/>
        </w:rPr>
        <w:t xml:space="preserve">ں </w:t>
      </w:r>
      <w:r>
        <w:rPr>
          <w:rtl/>
        </w:rPr>
        <w:t xml:space="preserve">_ </w:t>
      </w:r>
    </w:p>
    <w:p w:rsidR="0061102A" w:rsidRDefault="0061102A" w:rsidP="00BE6934">
      <w:pPr>
        <w:pStyle w:val="libNormal"/>
        <w:rPr>
          <w:rtl/>
        </w:rPr>
      </w:pPr>
      <w:r>
        <w:rPr>
          <w:rtl/>
        </w:rPr>
        <w:t>جناب جزرى ايسے زمانے مي</w:t>
      </w:r>
      <w:r w:rsidR="000A0CDC">
        <w:rPr>
          <w:rtl/>
        </w:rPr>
        <w:t xml:space="preserve">ں </w:t>
      </w:r>
      <w:r>
        <w:rPr>
          <w:rtl/>
        </w:rPr>
        <w:t>ظاہر ہوئے كہ جب يہ علم زوال كى طرف روا</w:t>
      </w:r>
      <w:r w:rsidR="000A0CDC">
        <w:rPr>
          <w:rtl/>
        </w:rPr>
        <w:t xml:space="preserve">ں </w:t>
      </w:r>
      <w:r>
        <w:rPr>
          <w:rtl/>
        </w:rPr>
        <w:t>تھا انہو</w:t>
      </w:r>
      <w:r w:rsidR="000A0CDC">
        <w:rPr>
          <w:rtl/>
        </w:rPr>
        <w:t xml:space="preserve">ں </w:t>
      </w:r>
      <w:r>
        <w:rPr>
          <w:rtl/>
        </w:rPr>
        <w:t>نے قرائت كى منسوخ كتب كے تعارف كے ساتھ ساتھ انكے مواد كو اپنى دو كتابو</w:t>
      </w:r>
      <w:r w:rsidR="000A0CDC">
        <w:rPr>
          <w:rtl/>
        </w:rPr>
        <w:t xml:space="preserve">ں </w:t>
      </w:r>
      <w:r>
        <w:rPr>
          <w:rtl/>
        </w:rPr>
        <w:t>'' النشر اور غاية النہاية'' مي</w:t>
      </w:r>
      <w:r w:rsidR="000A0CDC">
        <w:rPr>
          <w:rtl/>
        </w:rPr>
        <w:t xml:space="preserve">ں </w:t>
      </w:r>
      <w:r>
        <w:rPr>
          <w:rtl/>
        </w:rPr>
        <w:t>قرائت كے موضوعات كو ايك جديد اسلوب كے ساتھ پيش كيا اور يہ دو كتابي</w:t>
      </w:r>
      <w:r w:rsidR="000A0CDC">
        <w:rPr>
          <w:rtl/>
        </w:rPr>
        <w:t xml:space="preserve">ں </w:t>
      </w:r>
      <w:r>
        <w:rPr>
          <w:rtl/>
        </w:rPr>
        <w:t>حقيقت مي</w:t>
      </w:r>
      <w:r w:rsidR="000A0CDC">
        <w:rPr>
          <w:rtl/>
        </w:rPr>
        <w:t xml:space="preserve">ں </w:t>
      </w:r>
      <w:r>
        <w:rPr>
          <w:rtl/>
        </w:rPr>
        <w:t>علم قرائت كا ايك انسائيكلوپيڈيا ہي</w:t>
      </w:r>
      <w:r w:rsidR="000A0CDC">
        <w:rPr>
          <w:rtl/>
        </w:rPr>
        <w:t xml:space="preserve">ں </w:t>
      </w:r>
      <w:r>
        <w:rPr>
          <w:rtl/>
        </w:rPr>
        <w:t>كہ جنكى بدولت آج تك اس علم كى نشر و اشاعت جارى ہے وہ خصوصيات جنہو</w:t>
      </w:r>
      <w:r w:rsidR="000A0CDC">
        <w:rPr>
          <w:rtl/>
        </w:rPr>
        <w:t xml:space="preserve">ں </w:t>
      </w:r>
      <w:r>
        <w:rPr>
          <w:rtl/>
        </w:rPr>
        <w:t>نے ان دو كتابو</w:t>
      </w:r>
      <w:r w:rsidR="000A0CDC">
        <w:rPr>
          <w:rtl/>
        </w:rPr>
        <w:t xml:space="preserve">ں </w:t>
      </w:r>
      <w:r>
        <w:rPr>
          <w:rtl/>
        </w:rPr>
        <w:t>قرائت كا '' دائرة المعارف'' بنايا وہ پچھلى كتب مي</w:t>
      </w:r>
      <w:r w:rsidR="000A0CDC">
        <w:rPr>
          <w:rtl/>
        </w:rPr>
        <w:t xml:space="preserve">ں </w:t>
      </w:r>
      <w:r>
        <w:rPr>
          <w:rtl/>
        </w:rPr>
        <w:t>نہي</w:t>
      </w:r>
      <w:r w:rsidR="000A0CDC">
        <w:rPr>
          <w:rtl/>
        </w:rPr>
        <w:t xml:space="preserve">ں </w:t>
      </w:r>
      <w:r>
        <w:rPr>
          <w:rtl/>
        </w:rPr>
        <w:t>ديكھى گئي</w:t>
      </w:r>
      <w:r w:rsidR="000A0CDC">
        <w:rPr>
          <w:rtl/>
        </w:rPr>
        <w:t xml:space="preserve">ں </w:t>
      </w:r>
      <w:r>
        <w:rPr>
          <w:rtl/>
        </w:rPr>
        <w:t xml:space="preserve">_ </w:t>
      </w:r>
    </w:p>
    <w:p w:rsidR="0061102A" w:rsidRDefault="0061102A" w:rsidP="00BE6934">
      <w:pPr>
        <w:pStyle w:val="libNormal"/>
        <w:rPr>
          <w:rtl/>
        </w:rPr>
      </w:pPr>
      <w:r>
        <w:rPr>
          <w:rtl/>
        </w:rPr>
        <w:t>دسوي</w:t>
      </w:r>
      <w:r w:rsidR="000A0CDC">
        <w:rPr>
          <w:rtl/>
        </w:rPr>
        <w:t xml:space="preserve">ں </w:t>
      </w:r>
      <w:r>
        <w:rPr>
          <w:rtl/>
        </w:rPr>
        <w:t>سے بارھوي</w:t>
      </w:r>
      <w:r w:rsidR="000A0CDC">
        <w:rPr>
          <w:rtl/>
        </w:rPr>
        <w:t xml:space="preserve">ں </w:t>
      </w:r>
      <w:r>
        <w:rPr>
          <w:rtl/>
        </w:rPr>
        <w:t>صدى تك ايران مين دين و سياست كے ہم قدم ہونے اور صفوى خاندان كے حاكم ہونے كے ساتھ ہى اسلامى علوم مي</w:t>
      </w:r>
      <w:r w:rsidR="000A0CDC">
        <w:rPr>
          <w:rtl/>
        </w:rPr>
        <w:t xml:space="preserve">ں </w:t>
      </w:r>
      <w:r>
        <w:rPr>
          <w:rtl/>
        </w:rPr>
        <w:t>جديد باب كھل گيا اور علم قرائت بھى اس جديد فضا سے بہرہ مند ہوا اور ترقى كى راہ مي</w:t>
      </w:r>
      <w:r w:rsidR="000A0CDC">
        <w:rPr>
          <w:rtl/>
        </w:rPr>
        <w:t xml:space="preserve">ں </w:t>
      </w:r>
      <w:r>
        <w:rPr>
          <w:rtl/>
        </w:rPr>
        <w:t>اس علم نے نئے اور مثبت قدم اٹھائے اگر چہ اين تين صديو</w:t>
      </w:r>
      <w:r w:rsidR="000A0CDC">
        <w:rPr>
          <w:rtl/>
        </w:rPr>
        <w:t xml:space="preserve">ں </w:t>
      </w:r>
      <w:r>
        <w:rPr>
          <w:rtl/>
        </w:rPr>
        <w:t>مي</w:t>
      </w:r>
      <w:r w:rsidR="000A0CDC">
        <w:rPr>
          <w:rtl/>
        </w:rPr>
        <w:t xml:space="preserve">ں </w:t>
      </w:r>
      <w:r>
        <w:rPr>
          <w:rtl/>
        </w:rPr>
        <w:t>علم قرائت كے حوالے سے جو كتب تاليف ہوئي</w:t>
      </w:r>
      <w:r w:rsidR="000A0CDC">
        <w:rPr>
          <w:rtl/>
        </w:rPr>
        <w:t xml:space="preserve">ں </w:t>
      </w:r>
      <w:r>
        <w:rPr>
          <w:rtl/>
        </w:rPr>
        <w:t>وہ گذشتہ كتب كى مانند قدر و قيمت كى حامل نہ تھي</w:t>
      </w:r>
      <w:r w:rsidR="000A0CDC">
        <w:rPr>
          <w:rtl/>
        </w:rPr>
        <w:t xml:space="preserve">ں </w:t>
      </w:r>
      <w:r>
        <w:rPr>
          <w:rtl/>
        </w:rPr>
        <w:t>_ اس دور كى بعض كتابي</w:t>
      </w:r>
      <w:r w:rsidR="000A0CDC">
        <w:rPr>
          <w:rtl/>
        </w:rPr>
        <w:t xml:space="preserve">ں </w:t>
      </w:r>
      <w:r>
        <w:rPr>
          <w:rtl/>
        </w:rPr>
        <w:t>مندرجہ ذيل ہي</w:t>
      </w:r>
      <w:r w:rsidR="000A0CDC">
        <w:rPr>
          <w:rtl/>
        </w:rPr>
        <w:t xml:space="preserve">ں </w:t>
      </w:r>
      <w:r>
        <w:rPr>
          <w:rtl/>
        </w:rPr>
        <w:t>_ الكشف عن القراآت السبع كہ جو قاضى سعيد قمى (متوفى 113 قمري) كى تاليف ہے _ تحفة القراء كہ جو ملا مصطفى قارى تبريزى كى فارسى مي</w:t>
      </w:r>
      <w:r w:rsidR="000A0CDC">
        <w:rPr>
          <w:rtl/>
        </w:rPr>
        <w:t xml:space="preserve">ں </w:t>
      </w:r>
      <w:r>
        <w:rPr>
          <w:rtl/>
        </w:rPr>
        <w:t>تحرير ہے اور رسالہ تجويد كہ جو محمد بن محسن بن سميع قارى كى فارسى مي</w:t>
      </w:r>
      <w:r w:rsidR="000A0CDC">
        <w:rPr>
          <w:rtl/>
        </w:rPr>
        <w:t xml:space="preserve">ں </w:t>
      </w:r>
      <w:r>
        <w:rPr>
          <w:rtl/>
        </w:rPr>
        <w:t>تاليف ہے ان آخرى صديو</w:t>
      </w:r>
      <w:r w:rsidR="000A0CDC">
        <w:rPr>
          <w:rtl/>
        </w:rPr>
        <w:t xml:space="preserve">ں </w:t>
      </w:r>
      <w:r>
        <w:rPr>
          <w:rtl/>
        </w:rPr>
        <w:t>مي</w:t>
      </w:r>
      <w:r w:rsidR="000A0CDC">
        <w:rPr>
          <w:rtl/>
        </w:rPr>
        <w:t xml:space="preserve">ں </w:t>
      </w:r>
      <w:r>
        <w:rPr>
          <w:rtl/>
        </w:rPr>
        <w:t>بھى قرائت لغات قرآن كى تشريح اور كشف آيات كے حوالے سے بہت سے كتابي</w:t>
      </w:r>
      <w:r w:rsidR="000A0CDC">
        <w:rPr>
          <w:rtl/>
        </w:rPr>
        <w:t xml:space="preserve">ں </w:t>
      </w:r>
      <w:r>
        <w:rPr>
          <w:rtl/>
        </w:rPr>
        <w:t>وجود مي</w:t>
      </w:r>
      <w:r w:rsidR="000A0CDC">
        <w:rPr>
          <w:rtl/>
        </w:rPr>
        <w:t xml:space="preserve">ں </w:t>
      </w:r>
      <w:r>
        <w:rPr>
          <w:rtl/>
        </w:rPr>
        <w:t>آئي</w:t>
      </w:r>
      <w:r w:rsidR="000A0CDC">
        <w:rPr>
          <w:rtl/>
        </w:rPr>
        <w:t xml:space="preserve">ں </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D22BC1" w:rsidRDefault="0061102A" w:rsidP="00BE6934">
      <w:pPr>
        <w:pStyle w:val="libFootnote"/>
        <w:rPr>
          <w:rtl/>
        </w:rPr>
      </w:pPr>
      <w:r>
        <w:rPr>
          <w:rtl/>
        </w:rPr>
        <w:t>1)عند الحليم بن محمد الہادى قابة، القراة القرانية، تاريخہا ، ثبوتہا، حجتيہا و احكامہا ص 73_70 ، 75 _ 74_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50" w:name="_Toc268606"/>
      <w:r>
        <w:rPr>
          <w:rtl/>
        </w:rPr>
        <w:t>2 _ تفسير</w:t>
      </w:r>
      <w:bookmarkEnd w:id="50"/>
    </w:p>
    <w:p w:rsidR="0061102A" w:rsidRDefault="0061102A" w:rsidP="00BE6934">
      <w:pPr>
        <w:pStyle w:val="libNormal"/>
        <w:rPr>
          <w:rtl/>
        </w:rPr>
      </w:pPr>
      <w:r>
        <w:rPr>
          <w:rtl/>
        </w:rPr>
        <w:t>تفسير كى تدوين كا مرحلہ بنى اميہ كى حكمرانى كے آخرى اور بنى عباس كى حكومت كے ابتدائي زمانہ مي</w:t>
      </w:r>
      <w:r w:rsidR="000A0CDC">
        <w:rPr>
          <w:rtl/>
        </w:rPr>
        <w:t xml:space="preserve">ں </w:t>
      </w:r>
      <w:r>
        <w:rPr>
          <w:rtl/>
        </w:rPr>
        <w:t>حديث كى تدوين كے ساتھ ہى شروع ہوا كيونكہ سب سے پہلے روايات ہى قرآن كريم كى تفسير تھي</w:t>
      </w:r>
      <w:r w:rsidR="000A0CDC">
        <w:rPr>
          <w:rtl/>
        </w:rPr>
        <w:t xml:space="preserve">ں </w:t>
      </w:r>
      <w:r>
        <w:rPr>
          <w:rtl/>
        </w:rPr>
        <w:t>بعد مي</w:t>
      </w:r>
      <w:r w:rsidR="000A0CDC">
        <w:rPr>
          <w:rtl/>
        </w:rPr>
        <w:t xml:space="preserve">ں </w:t>
      </w:r>
      <w:r>
        <w:rPr>
          <w:rtl/>
        </w:rPr>
        <w:t>علماء كرام اور بزرگان اسلامى كى كوششو</w:t>
      </w:r>
      <w:r w:rsidR="000A0CDC">
        <w:rPr>
          <w:rtl/>
        </w:rPr>
        <w:t xml:space="preserve">ں </w:t>
      </w:r>
      <w:r>
        <w:rPr>
          <w:rtl/>
        </w:rPr>
        <w:t>سے تفسيرى روايات كو احاديث كے عمومى مجموعہ سے جدا كركے مستقل طور پر تدوين كيا گيا بہت سے اہل سنت اورشيعہ حضرات كى نظر مي</w:t>
      </w:r>
      <w:r w:rsidR="000A0CDC">
        <w:rPr>
          <w:rtl/>
        </w:rPr>
        <w:t xml:space="preserve">ں </w:t>
      </w:r>
      <w:r>
        <w:rPr>
          <w:rtl/>
        </w:rPr>
        <w:t>سب سے پہلے تفسير كو تدوين كرنے والے سعيد بن جبير ہي</w:t>
      </w:r>
      <w:r w:rsidR="000A0CDC">
        <w:rPr>
          <w:rtl/>
        </w:rPr>
        <w:t xml:space="preserve">ں </w:t>
      </w:r>
      <w:r>
        <w:rPr>
          <w:rtl/>
        </w:rPr>
        <w:t>وہ عبداللہ بن عباس كے شاگرد ہونے كے ساتھ ساتھ تابعين مي</w:t>
      </w:r>
      <w:r w:rsidR="000A0CDC">
        <w:rPr>
          <w:rtl/>
        </w:rPr>
        <w:t xml:space="preserve">ں </w:t>
      </w:r>
      <w:r>
        <w:rPr>
          <w:rtl/>
        </w:rPr>
        <w:t>سے بڑے اديب شمار ہوتے تھے اور شيعہ ہونے اور حضرت على (ع) كے ساتھ وفا دارى كے جرم مي</w:t>
      </w:r>
      <w:r w:rsidR="000A0CDC">
        <w:rPr>
          <w:rtl/>
        </w:rPr>
        <w:t xml:space="preserve">ں </w:t>
      </w:r>
      <w:r>
        <w:rPr>
          <w:rtl/>
        </w:rPr>
        <w:t>حجاج بن يوسف (ع) كے ہاتھو</w:t>
      </w:r>
      <w:r w:rsidR="000A0CDC">
        <w:rPr>
          <w:rtl/>
        </w:rPr>
        <w:t xml:space="preserve">ں </w:t>
      </w:r>
      <w:r>
        <w:rPr>
          <w:rtl/>
        </w:rPr>
        <w:t xml:space="preserve">شہيد ہوئے _ </w:t>
      </w:r>
    </w:p>
    <w:p w:rsidR="0061102A" w:rsidRDefault="0061102A" w:rsidP="00BE6934">
      <w:pPr>
        <w:pStyle w:val="libNormal"/>
        <w:rPr>
          <w:rtl/>
        </w:rPr>
      </w:pPr>
      <w:r>
        <w:rPr>
          <w:rtl/>
        </w:rPr>
        <w:t>اگر ہم تحقيق اور دقت كے ساتھ اس سوال كا جواب دينا چاہي</w:t>
      </w:r>
      <w:r w:rsidR="000A0CDC">
        <w:rPr>
          <w:rtl/>
        </w:rPr>
        <w:t xml:space="preserve">ں </w:t>
      </w:r>
      <w:r>
        <w:rPr>
          <w:rtl/>
        </w:rPr>
        <w:t>كہ اسلام مي</w:t>
      </w:r>
      <w:r w:rsidR="000A0CDC">
        <w:rPr>
          <w:rtl/>
        </w:rPr>
        <w:t xml:space="preserve">ں </w:t>
      </w:r>
      <w:r>
        <w:rPr>
          <w:rtl/>
        </w:rPr>
        <w:t>سب سے پہلے مفسر قرآن كون تھے تو بلا شبہ حضرت محمد (ص) اور على بن ابى طالب (ع) كا نام ہى ہمارے سامنے جلوہ گر ہوگا حضرت على (ع) كى تفسير كوحقيقت مي</w:t>
      </w:r>
      <w:r w:rsidR="000A0CDC">
        <w:rPr>
          <w:rtl/>
        </w:rPr>
        <w:t xml:space="preserve">ں </w:t>
      </w:r>
      <w:r>
        <w:rPr>
          <w:rtl/>
        </w:rPr>
        <w:t>قرآن كريم كى تفسير عقلى كا آغاز جاننا چاہيے تفسير عقلى سے مراد قرآنى آيات كى وضاحت اور تفسير فكرى اور عقلى روش پر كرنا اور يہ روش در حقيقت وہى راستہ ہے كہ جسكى طرف كتاب خدا مؤمنين كى راہنمائي كرتى ہے_ قرآن كى تفسير كا يہ مكتب امام محمد باقر (ع) اور انكے فرند امام جعفر صادق (ع) كے دور مي</w:t>
      </w:r>
      <w:r w:rsidR="000A0CDC">
        <w:rPr>
          <w:rtl/>
        </w:rPr>
        <w:t xml:space="preserve">ں </w:t>
      </w:r>
      <w:r>
        <w:rPr>
          <w:rtl/>
        </w:rPr>
        <w:t>اپنے عروج كو پہنچا _ تفسير عقلى كہ جو تقريبا دوسرى صدى سے شروع ہوئي چھٹى صدى مي</w:t>
      </w:r>
      <w:r w:rsidR="000A0CDC">
        <w:rPr>
          <w:rtl/>
        </w:rPr>
        <w:t xml:space="preserve">ں </w:t>
      </w:r>
      <w:r>
        <w:rPr>
          <w:rtl/>
        </w:rPr>
        <w:t>اپنے كمال كى آخرى حدو</w:t>
      </w:r>
      <w:r w:rsidR="000A0CDC">
        <w:rPr>
          <w:rtl/>
        </w:rPr>
        <w:t xml:space="preserve">ں </w:t>
      </w:r>
      <w:r>
        <w:rPr>
          <w:rtl/>
        </w:rPr>
        <w:t xml:space="preserve">كو چھور ہى تھي_ </w:t>
      </w:r>
    </w:p>
    <w:p w:rsidR="0061102A" w:rsidRDefault="0061102A" w:rsidP="00BE6934">
      <w:pPr>
        <w:pStyle w:val="libNormal"/>
        <w:rPr>
          <w:rtl/>
        </w:rPr>
      </w:pPr>
      <w:r>
        <w:rPr>
          <w:rtl/>
        </w:rPr>
        <w:t>عباسى دور مي</w:t>
      </w:r>
      <w:r w:rsidR="000A0CDC">
        <w:rPr>
          <w:rtl/>
        </w:rPr>
        <w:t xml:space="preserve">ں </w:t>
      </w:r>
      <w:r>
        <w:rPr>
          <w:rtl/>
        </w:rPr>
        <w:t>مختلف بلكہ متضاد كلامى مكاتب كى طرز فكر پر يہ تفسيرى مباحث عام ہوگئي</w:t>
      </w:r>
      <w:r w:rsidR="000A0CDC">
        <w:rPr>
          <w:rtl/>
        </w:rPr>
        <w:t xml:space="preserve">ں </w:t>
      </w:r>
      <w:r>
        <w:rPr>
          <w:rtl/>
        </w:rPr>
        <w:t>مسلمان دانشورو</w:t>
      </w:r>
      <w:r w:rsidR="000A0CDC">
        <w:rPr>
          <w:rtl/>
        </w:rPr>
        <w:t xml:space="preserve">ں </w:t>
      </w:r>
      <w:r>
        <w:rPr>
          <w:rtl/>
        </w:rPr>
        <w:t>كا ايك گروہ اپنے علمى تخصص اور مذہب كى اساس پر قرآن كريم كى تفسير مي</w:t>
      </w:r>
      <w:r w:rsidR="000A0CDC">
        <w:rPr>
          <w:rtl/>
        </w:rPr>
        <w:t xml:space="preserve">ں </w:t>
      </w:r>
      <w:r>
        <w:rPr>
          <w:rtl/>
        </w:rPr>
        <w:t>مشغول ہوا مثلا علم نحو كے علماء ادب اورعلوم بلاغت كى رو سے آيات قرآن كى تفسير اور وضاحت مي</w:t>
      </w:r>
      <w:r w:rsidR="000A0CDC">
        <w:rPr>
          <w:rtl/>
        </w:rPr>
        <w:t xml:space="preserve">ں </w:t>
      </w:r>
      <w:r>
        <w:rPr>
          <w:rtl/>
        </w:rPr>
        <w:t>مشغول ہوئے اور علوم عقلى كے ماہرين قرآن مجيد كى فلسفى قواعد اور قوانين اور اسلامى حكماء اور فلاسفہ كى آراء كى روشنى مي</w:t>
      </w:r>
      <w:r w:rsidR="000A0CDC">
        <w:rPr>
          <w:rtl/>
        </w:rPr>
        <w:t xml:space="preserve">ں </w:t>
      </w:r>
      <w:r>
        <w:rPr>
          <w:rtl/>
        </w:rPr>
        <w:t>تفسير كرنے لگے</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354FC7" w:rsidRPr="00354FC7" w:rsidRDefault="0061102A" w:rsidP="00BE6934">
      <w:pPr>
        <w:pStyle w:val="libFootnote"/>
        <w:rPr>
          <w:rStyle w:val="libNormalChar"/>
          <w:rtl/>
        </w:rPr>
      </w:pPr>
      <w:r>
        <w:rPr>
          <w:rtl/>
        </w:rPr>
        <w:t>1)دانشنامہ جہان اسلام ، ج 7 ، ذيل تفسير_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جسكے نتيجہ مي</w:t>
      </w:r>
      <w:r w:rsidR="000A0CDC">
        <w:rPr>
          <w:rtl/>
        </w:rPr>
        <w:t xml:space="preserve">ں </w:t>
      </w:r>
      <w:r>
        <w:rPr>
          <w:rtl/>
        </w:rPr>
        <w:t>متعدد قسم كى روشي</w:t>
      </w:r>
      <w:r w:rsidR="000A0CDC">
        <w:rPr>
          <w:rtl/>
        </w:rPr>
        <w:t xml:space="preserve">ں </w:t>
      </w:r>
      <w:r>
        <w:rPr>
          <w:rtl/>
        </w:rPr>
        <w:t>اور مكاتب تفسيرى وجود مي</w:t>
      </w:r>
      <w:r w:rsidR="000A0CDC">
        <w:rPr>
          <w:rtl/>
        </w:rPr>
        <w:t xml:space="preserve">ں </w:t>
      </w:r>
      <w:r>
        <w:rPr>
          <w:rtl/>
        </w:rPr>
        <w:t>آئے ہم ان مي</w:t>
      </w:r>
      <w:r w:rsidR="000A0CDC">
        <w:rPr>
          <w:rtl/>
        </w:rPr>
        <w:t xml:space="preserve">ں </w:t>
      </w:r>
      <w:r>
        <w:rPr>
          <w:rtl/>
        </w:rPr>
        <w:t>چند اہم ترين روشو</w:t>
      </w:r>
      <w:r w:rsidR="000A0CDC">
        <w:rPr>
          <w:rtl/>
        </w:rPr>
        <w:t xml:space="preserve">ں </w:t>
      </w:r>
      <w:r>
        <w:rPr>
          <w:rtl/>
        </w:rPr>
        <w:t>كى وضاحت كرتے ہي</w:t>
      </w:r>
      <w:r w:rsidR="000A0CDC">
        <w:rPr>
          <w:rtl/>
        </w:rPr>
        <w:t xml:space="preserve">ں </w:t>
      </w:r>
      <w:r>
        <w:rPr>
          <w:rtl/>
        </w:rPr>
        <w:t xml:space="preserve">: </w:t>
      </w:r>
    </w:p>
    <w:p w:rsidR="0061102A" w:rsidRDefault="0061102A" w:rsidP="00BE6934">
      <w:pPr>
        <w:pStyle w:val="libNormal"/>
        <w:rPr>
          <w:rtl/>
        </w:rPr>
      </w:pPr>
      <w:r>
        <w:rPr>
          <w:rtl/>
        </w:rPr>
        <w:t>1) تفسير قرآن بہ قرآن : يعنى قرآن كريم كى بعض آيات كى وضاحت اور تفسير كيلئے دوسرى بعض آيات سے مدد لينا</w:t>
      </w:r>
      <w:r w:rsidRPr="00F67D4B">
        <w:rPr>
          <w:rStyle w:val="libFootnotenumChar"/>
          <w:rtl/>
        </w:rPr>
        <w:t>(1)</w:t>
      </w:r>
      <w:r>
        <w:rPr>
          <w:rtl/>
        </w:rPr>
        <w:t xml:space="preserve"> </w:t>
      </w:r>
    </w:p>
    <w:p w:rsidR="0061102A" w:rsidRDefault="0061102A" w:rsidP="00BE6934">
      <w:pPr>
        <w:pStyle w:val="libNormal"/>
        <w:rPr>
          <w:rtl/>
        </w:rPr>
      </w:pPr>
      <w:r>
        <w:rPr>
          <w:rtl/>
        </w:rPr>
        <w:t>2)تفسير موضوعي: اس تفسيرى روش مي</w:t>
      </w:r>
      <w:r w:rsidR="000A0CDC">
        <w:rPr>
          <w:rtl/>
        </w:rPr>
        <w:t xml:space="preserve">ں </w:t>
      </w:r>
      <w:r>
        <w:rPr>
          <w:rtl/>
        </w:rPr>
        <w:t xml:space="preserve">مفسر ايك موضوع اور مسئلہ كى وضاحت كيلئے اس موضوع كے متعلق تمام آيات ايك جگہ ترتيب اور باہمى ربط كے ساتھ پيش كرتاہے_ </w:t>
      </w:r>
    </w:p>
    <w:p w:rsidR="0061102A" w:rsidRDefault="0061102A" w:rsidP="00BE6934">
      <w:pPr>
        <w:pStyle w:val="libNormal"/>
        <w:rPr>
          <w:rtl/>
        </w:rPr>
      </w:pPr>
      <w:r>
        <w:rPr>
          <w:rtl/>
        </w:rPr>
        <w:t>3)تفسير اجتہادى : آيات كى تفسير و تشريح كيلئے آيات كے معانى سے منطق ، اصول اور اجتہادى روشو</w:t>
      </w:r>
      <w:r w:rsidR="000A0CDC">
        <w:rPr>
          <w:rtl/>
        </w:rPr>
        <w:t xml:space="preserve">ں </w:t>
      </w:r>
      <w:r>
        <w:rPr>
          <w:rtl/>
        </w:rPr>
        <w:t xml:space="preserve">كى بناء پر بہرہ مند ہونا_ </w:t>
      </w:r>
    </w:p>
    <w:p w:rsidR="0061102A" w:rsidRDefault="0061102A" w:rsidP="00BE6934">
      <w:pPr>
        <w:pStyle w:val="libNormal"/>
        <w:rPr>
          <w:rtl/>
        </w:rPr>
      </w:pPr>
      <w:r>
        <w:rPr>
          <w:rtl/>
        </w:rPr>
        <w:t xml:space="preserve">4)تفسير تطبيقي: مفسر كوشش كرتاہے كہ قرآن كے كلى احكام اور تعليمات كو عہد حاضر كے انسان كى زندگى پر مطابقت دے_ </w:t>
      </w:r>
    </w:p>
    <w:p w:rsidR="0061102A" w:rsidRDefault="0061102A" w:rsidP="00BE6934">
      <w:pPr>
        <w:pStyle w:val="libNormal"/>
        <w:rPr>
          <w:rtl/>
        </w:rPr>
      </w:pPr>
      <w:r>
        <w:rPr>
          <w:rtl/>
        </w:rPr>
        <w:t>5 ) تفسير عصري: مفسر تفسير كے حوالے سے گذشتہ علماء كى آراء كا تجزيہ كرتاہے اور گذشتہ مفسرين كے ناقابل دفاع نظريات كو ترك كرديتاہے</w:t>
      </w:r>
      <w:r w:rsidRPr="00F67D4B">
        <w:rPr>
          <w:rStyle w:val="libFootnotenumChar"/>
          <w:rtl/>
        </w:rPr>
        <w:t>(2)</w:t>
      </w:r>
      <w:r>
        <w:rPr>
          <w:rtl/>
        </w:rPr>
        <w:t xml:space="preserve"> </w:t>
      </w:r>
    </w:p>
    <w:p w:rsidR="0061102A" w:rsidRDefault="0061102A" w:rsidP="00BE6934">
      <w:pPr>
        <w:pStyle w:val="libNormal"/>
        <w:rPr>
          <w:rtl/>
        </w:rPr>
      </w:pPr>
      <w:r>
        <w:rPr>
          <w:rtl/>
        </w:rPr>
        <w:t>6)تفسير تاريخي: مفسر قرآن كے تاريخى واقعات بالخصوص انبياء (ع) كے قصو</w:t>
      </w:r>
      <w:r w:rsidR="000A0CDC">
        <w:rPr>
          <w:rtl/>
        </w:rPr>
        <w:t xml:space="preserve">ں </w:t>
      </w:r>
      <w:r>
        <w:rPr>
          <w:rtl/>
        </w:rPr>
        <w:t>كى وضاحت كرتاہے اور ان مي</w:t>
      </w:r>
      <w:r w:rsidR="000A0CDC">
        <w:rPr>
          <w:rtl/>
        </w:rPr>
        <w:t xml:space="preserve">ں </w:t>
      </w:r>
      <w:r>
        <w:rPr>
          <w:rtl/>
        </w:rPr>
        <w:t xml:space="preserve">عبرت آموز نكات كو نكال كر تشريح كرتاہے_ </w:t>
      </w:r>
    </w:p>
    <w:p w:rsidR="0061102A" w:rsidRDefault="0061102A" w:rsidP="00BE6934">
      <w:pPr>
        <w:pStyle w:val="libNormal"/>
        <w:rPr>
          <w:rtl/>
        </w:rPr>
      </w:pPr>
      <w:r>
        <w:rPr>
          <w:rtl/>
        </w:rPr>
        <w:t xml:space="preserve">7) تفسير فلسفي: مفسر اسلامى فلسفہ كى معلومات سے قرآنى آيات كے معانى اور اہداف كو درك كرنے كيلئے مدد ليتاہے_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1)بہاء الدين خرمشاہى ، سابقہ حوالہ ص 652 _ 634_ </w:t>
      </w:r>
    </w:p>
    <w:p w:rsidR="00354FC7" w:rsidRPr="00354FC7" w:rsidRDefault="0061102A" w:rsidP="00BE6934">
      <w:pPr>
        <w:pStyle w:val="libFootnote"/>
        <w:rPr>
          <w:rStyle w:val="libNormalChar"/>
          <w:rtl/>
        </w:rPr>
      </w:pPr>
      <w:r>
        <w:rPr>
          <w:rtl/>
        </w:rPr>
        <w:t>2)شادى نفيسى ، عقل گرائي در تفاسير قرن چہاردہم_</w:t>
      </w:r>
      <w:r w:rsidR="0069392F">
        <w:rPr>
          <w:rtl/>
        </w:rPr>
        <w:cr/>
      </w:r>
      <w:r w:rsidR="0069392F">
        <w:rPr>
          <w:rtl/>
        </w:rPr>
        <w:br w:type="page"/>
      </w:r>
      <w:r w:rsidR="0069392F">
        <w:rPr>
          <w:rtl/>
        </w:rPr>
        <w:lastRenderedPageBreak/>
        <w:cr/>
      </w:r>
    </w:p>
    <w:p w:rsidR="0061102A" w:rsidRDefault="0061102A" w:rsidP="00BE6934">
      <w:pPr>
        <w:pStyle w:val="libFootnote"/>
        <w:rPr>
          <w:rtl/>
        </w:rPr>
      </w:pPr>
      <w:r>
        <w:rPr>
          <w:rtl/>
        </w:rPr>
        <w:t>8</w:t>
      </w:r>
      <w:r w:rsidRPr="00354FC7">
        <w:rPr>
          <w:rStyle w:val="libNormalChar"/>
          <w:rtl/>
        </w:rPr>
        <w:t>)تفسير ادبي:مفسر قرآن كے معانى كو كشف كرنے اور صحيح معنو</w:t>
      </w:r>
      <w:r w:rsidR="000A0CDC" w:rsidRPr="00354FC7">
        <w:rPr>
          <w:rStyle w:val="libNormalChar"/>
          <w:rtl/>
        </w:rPr>
        <w:t xml:space="preserve">ں </w:t>
      </w:r>
      <w:r w:rsidRPr="00354FC7">
        <w:rPr>
          <w:rStyle w:val="libNormalChar"/>
          <w:rtl/>
        </w:rPr>
        <w:t>مي</w:t>
      </w:r>
      <w:r w:rsidR="000A0CDC" w:rsidRPr="00354FC7">
        <w:rPr>
          <w:rStyle w:val="libNormalChar"/>
          <w:rtl/>
        </w:rPr>
        <w:t xml:space="preserve">ں </w:t>
      </w:r>
      <w:r w:rsidRPr="00354FC7">
        <w:rPr>
          <w:rStyle w:val="libNormalChar"/>
          <w:rtl/>
        </w:rPr>
        <w:t>درك كرنے كيلئے ادبى علوم سے بہرہ مند ہوتاہے_</w:t>
      </w:r>
      <w:r>
        <w:rPr>
          <w:rtl/>
        </w:rPr>
        <w:t xml:space="preserve"> </w:t>
      </w:r>
    </w:p>
    <w:p w:rsidR="0061102A" w:rsidRDefault="0061102A" w:rsidP="00BE6934">
      <w:pPr>
        <w:pStyle w:val="libNormal"/>
        <w:rPr>
          <w:rtl/>
        </w:rPr>
      </w:pPr>
      <w:r>
        <w:rPr>
          <w:rtl/>
        </w:rPr>
        <w:t xml:space="preserve">9)تفسير نقلى يا ماثور: مفسر پيغمبر (ص) اور آئمہ معصومين (ع) كے اقوال اور احاديث كى رو سے آيات كى تفسير كرتاہے_ </w:t>
      </w:r>
    </w:p>
    <w:p w:rsidR="0061102A" w:rsidRDefault="0061102A" w:rsidP="00BE6934">
      <w:pPr>
        <w:pStyle w:val="libNormal"/>
        <w:rPr>
          <w:rtl/>
        </w:rPr>
      </w:pPr>
      <w:r>
        <w:rPr>
          <w:rtl/>
        </w:rPr>
        <w:t xml:space="preserve">10)تفسير ہدايتى و تربيتي: قرآنى آيات سے اخلاق اور تربيت كے حوالے سے نكات كو پيش كرنا اور ان آيات الہى سے قرآنى دعوت كے مضمون كى تہہ تك پہچنا_ </w:t>
      </w:r>
    </w:p>
    <w:p w:rsidR="0061102A" w:rsidRDefault="0061102A" w:rsidP="00BE6934">
      <w:pPr>
        <w:pStyle w:val="libNormal"/>
        <w:rPr>
          <w:rtl/>
        </w:rPr>
      </w:pPr>
      <w:r>
        <w:rPr>
          <w:rtl/>
        </w:rPr>
        <w:t xml:space="preserve">11)تفسير فقہي: عبادات ، معاملات، حدود اور تصرف كے حوالے سے قرآن كے عملى احكام كا تجزيہ كرنا اور اس نظر سے قرآنى آيات كى تشريح كرنا_ </w:t>
      </w:r>
    </w:p>
    <w:p w:rsidR="0061102A" w:rsidRDefault="0061102A" w:rsidP="00BE6934">
      <w:pPr>
        <w:pStyle w:val="libNormal"/>
        <w:rPr>
          <w:rtl/>
        </w:rPr>
      </w:pPr>
      <w:r>
        <w:rPr>
          <w:rtl/>
        </w:rPr>
        <w:t xml:space="preserve">12_ تفسير كلامى : مفسر قرآنى آيات كى مدد سے اپنے عقائد اور مذہب كا دفاع كرتاہے اور اس حوالے سے آيات كے شبہات كو دور كرتاہے_ </w:t>
      </w:r>
    </w:p>
    <w:p w:rsidR="0061102A" w:rsidRDefault="0061102A" w:rsidP="00BE6934">
      <w:pPr>
        <w:pStyle w:val="libNormal"/>
        <w:rPr>
          <w:rtl/>
        </w:rPr>
      </w:pPr>
      <w:r>
        <w:rPr>
          <w:rtl/>
        </w:rPr>
        <w:t>13_ تفسير رمزي: مفسر واضح كرتاہے كہ قرآنى آيات رمز اور اشارہ ہي</w:t>
      </w:r>
      <w:r w:rsidR="000A0CDC">
        <w:rPr>
          <w:rtl/>
        </w:rPr>
        <w:t xml:space="preserve">ں </w:t>
      </w:r>
      <w:r>
        <w:rPr>
          <w:rtl/>
        </w:rPr>
        <w:t>لہذا ان آيات كے الفاظ كے معانى اور اسرار تك پہنچنے كيلئے مروجہ ادبى و معانى قواعد سے بڑھ كر ان كے علاوہ ديگر روشو</w:t>
      </w:r>
      <w:r w:rsidR="000A0CDC">
        <w:rPr>
          <w:rtl/>
        </w:rPr>
        <w:t xml:space="preserve">ں </w:t>
      </w:r>
      <w:r>
        <w:rPr>
          <w:rtl/>
        </w:rPr>
        <w:t xml:space="preserve">سے حقائق تك پہنچنے كى كوشش كرتا ہے_ </w:t>
      </w:r>
    </w:p>
    <w:p w:rsidR="0061102A" w:rsidRDefault="0061102A" w:rsidP="00BE6934">
      <w:pPr>
        <w:pStyle w:val="libNormal"/>
        <w:rPr>
          <w:rtl/>
        </w:rPr>
      </w:pPr>
      <w:r>
        <w:rPr>
          <w:rtl/>
        </w:rPr>
        <w:t>14 _ تفسير عرفاني: مفسر كى نظر مي</w:t>
      </w:r>
      <w:r w:rsidR="000A0CDC">
        <w:rPr>
          <w:rtl/>
        </w:rPr>
        <w:t xml:space="preserve">ں </w:t>
      </w:r>
      <w:r>
        <w:rPr>
          <w:rtl/>
        </w:rPr>
        <w:t>قرآن صرف ظاہرى اور لفظى پيغام كى حد تك بيان نہي</w:t>
      </w:r>
      <w:r w:rsidR="000A0CDC">
        <w:rPr>
          <w:rtl/>
        </w:rPr>
        <w:t xml:space="preserve">ں </w:t>
      </w:r>
      <w:r>
        <w:rPr>
          <w:rtl/>
        </w:rPr>
        <w:t>كررہا بلكہ ان آيات كے باطن مي</w:t>
      </w:r>
      <w:r w:rsidR="000A0CDC">
        <w:rPr>
          <w:rtl/>
        </w:rPr>
        <w:t xml:space="preserve">ں </w:t>
      </w:r>
      <w:r>
        <w:rPr>
          <w:rtl/>
        </w:rPr>
        <w:t>عرفانى تعليمات اور سير و سلوك كے اسرار بھى پنہان ہي</w:t>
      </w:r>
      <w:r w:rsidR="000A0CDC">
        <w:rPr>
          <w:rtl/>
        </w:rPr>
        <w:t xml:space="preserve">ں </w:t>
      </w:r>
      <w:r>
        <w:rPr>
          <w:rtl/>
        </w:rPr>
        <w:t xml:space="preserve">كہ جو كشف و شہود كى روش سے ظاہر ہونگے </w:t>
      </w:r>
      <w:r w:rsidRPr="00F67D4B">
        <w:rPr>
          <w:rStyle w:val="libFootnotenumChar"/>
          <w:rtl/>
        </w:rPr>
        <w:t>(1)</w:t>
      </w:r>
      <w:r>
        <w:rPr>
          <w:rtl/>
        </w:rPr>
        <w:t xml:space="preserve"> </w:t>
      </w:r>
    </w:p>
    <w:p w:rsidR="0061102A" w:rsidRDefault="0061102A" w:rsidP="00BE6934">
      <w:pPr>
        <w:pStyle w:val="libNormal"/>
        <w:rPr>
          <w:rtl/>
        </w:rPr>
      </w:pPr>
      <w:r>
        <w:rPr>
          <w:rtl/>
        </w:rPr>
        <w:t>ہم ان چودہ اقسام كى تفاسير كو تاريخى نگاہ سے ديكھتے ہوئے اہم ترين تفاسير كا تعارف كرديتے ہي</w:t>
      </w:r>
      <w:r w:rsidR="000A0CDC">
        <w:rPr>
          <w:rtl/>
        </w:rPr>
        <w:t xml:space="preserve">ں </w:t>
      </w:r>
      <w:r>
        <w:rPr>
          <w:rtl/>
        </w:rPr>
        <w:t xml:space="preserve">: </w:t>
      </w:r>
    </w:p>
    <w:p w:rsidR="0061102A" w:rsidRDefault="003A7D4A" w:rsidP="00BE6934">
      <w:pPr>
        <w:pStyle w:val="libLine"/>
        <w:rPr>
          <w:rtl/>
        </w:rPr>
      </w:pPr>
      <w:r>
        <w:rPr>
          <w:rtl/>
        </w:rPr>
        <w:t>____________________</w:t>
      </w:r>
    </w:p>
    <w:p w:rsidR="00354FC7" w:rsidRPr="00354FC7" w:rsidRDefault="0061102A" w:rsidP="00BE6934">
      <w:pPr>
        <w:pStyle w:val="libFootnote"/>
        <w:rPr>
          <w:rStyle w:val="libNormalChar"/>
          <w:rtl/>
        </w:rPr>
      </w:pPr>
      <w:r>
        <w:rPr>
          <w:rtl/>
        </w:rPr>
        <w:t>1)دانشنامہ جہان اسلام، سابقہ حوالہ_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تيسرى صدى ہجرى كے پہلے نصف زمانہ مي</w:t>
      </w:r>
      <w:r w:rsidR="000A0CDC">
        <w:rPr>
          <w:rtl/>
        </w:rPr>
        <w:t xml:space="preserve">ں </w:t>
      </w:r>
      <w:r>
        <w:rPr>
          <w:rtl/>
        </w:rPr>
        <w:t>بخارى نے اپنى كتاب صحيح كا كچھ حصہ گذشتہ تفاسير كے تجزيہ و تحليل كے حوالے سے خاص كيا _ ''جامع البيان فى تفسير القرآن ''محمد بن جرير طبرى كى تيسرى صدى كى مشہور تفاسير مي</w:t>
      </w:r>
      <w:r w:rsidR="000A0CDC">
        <w:rPr>
          <w:rtl/>
        </w:rPr>
        <w:t xml:space="preserve">ں </w:t>
      </w:r>
      <w:r>
        <w:rPr>
          <w:rtl/>
        </w:rPr>
        <w:t>سے شمار ہوتى ہے چوتھى صدى ہجرى مي</w:t>
      </w:r>
      <w:r w:rsidR="000A0CDC">
        <w:rPr>
          <w:rtl/>
        </w:rPr>
        <w:t xml:space="preserve">ں </w:t>
      </w:r>
      <w:r>
        <w:rPr>
          <w:rtl/>
        </w:rPr>
        <w:t>محمد بن ابراہيم بن جعفر نعمانى كى تفسير نعمانى قابل توجہ ہے پانچوي</w:t>
      </w:r>
      <w:r w:rsidR="000A0CDC">
        <w:rPr>
          <w:rtl/>
        </w:rPr>
        <w:t xml:space="preserve">ں </w:t>
      </w:r>
      <w:r>
        <w:rPr>
          <w:rtl/>
        </w:rPr>
        <w:t>صدى ہجرى مي</w:t>
      </w:r>
      <w:r w:rsidR="000A0CDC">
        <w:rPr>
          <w:rtl/>
        </w:rPr>
        <w:t xml:space="preserve">ں </w:t>
      </w:r>
      <w:r>
        <w:rPr>
          <w:rtl/>
        </w:rPr>
        <w:t>تفسير التبيان فى تفسير القرآن جو كہ محمد بن حسن طوسى كى تاليف ہے جو سب سے پہلى شيعى تفسير شمار ہوتى ہے اور عقلى اور اجتہادى روش كے ساتھ دائرہ تحرير مي</w:t>
      </w:r>
      <w:r w:rsidR="000A0CDC">
        <w:rPr>
          <w:rtl/>
        </w:rPr>
        <w:t xml:space="preserve">ں </w:t>
      </w:r>
      <w:r>
        <w:rPr>
          <w:rtl/>
        </w:rPr>
        <w:t>آئي _ اسى صدى مي</w:t>
      </w:r>
      <w:r w:rsidR="000A0CDC">
        <w:rPr>
          <w:rtl/>
        </w:rPr>
        <w:t xml:space="preserve">ں </w:t>
      </w:r>
      <w:r>
        <w:rPr>
          <w:rtl/>
        </w:rPr>
        <w:t>عتيق بن محمد سور آبادى نيشابورى كى تفسير سور ابادى يا تفسير التفاسير بھى وجود مي</w:t>
      </w:r>
      <w:r w:rsidR="000A0CDC">
        <w:rPr>
          <w:rtl/>
        </w:rPr>
        <w:t xml:space="preserve">ں </w:t>
      </w:r>
      <w:r>
        <w:rPr>
          <w:rtl/>
        </w:rPr>
        <w:t xml:space="preserve">آئي_ </w:t>
      </w:r>
    </w:p>
    <w:p w:rsidR="0061102A" w:rsidRDefault="0061102A" w:rsidP="00BE6934">
      <w:pPr>
        <w:pStyle w:val="libNormal"/>
        <w:rPr>
          <w:rtl/>
        </w:rPr>
      </w:pPr>
      <w:r>
        <w:rPr>
          <w:rtl/>
        </w:rPr>
        <w:t>چھٹى صدى ہجرى مي</w:t>
      </w:r>
      <w:r w:rsidR="000A0CDC">
        <w:rPr>
          <w:rtl/>
        </w:rPr>
        <w:t xml:space="preserve">ں </w:t>
      </w:r>
      <w:r>
        <w:rPr>
          <w:rtl/>
        </w:rPr>
        <w:t>شيخ طبرسى كى مجمع البيان فى تفسير القرآن '' تاليف ہوئي انہو</w:t>
      </w:r>
      <w:r w:rsidR="000A0CDC">
        <w:rPr>
          <w:rtl/>
        </w:rPr>
        <w:t xml:space="preserve">ں </w:t>
      </w:r>
      <w:r>
        <w:rPr>
          <w:rtl/>
        </w:rPr>
        <w:t>نے اس تفسير كے علاوہ اور دو تفاسير '' الكافى الشافي'' اور '' جوامع الجامع'' بھى تحرير كي</w:t>
      </w:r>
      <w:r w:rsidR="000A0CDC">
        <w:rPr>
          <w:rtl/>
        </w:rPr>
        <w:t xml:space="preserve">ں </w:t>
      </w:r>
      <w:r>
        <w:rPr>
          <w:rtl/>
        </w:rPr>
        <w:t>_ اسى صدى مي</w:t>
      </w:r>
      <w:r w:rsidR="000A0CDC">
        <w:rPr>
          <w:rtl/>
        </w:rPr>
        <w:t xml:space="preserve">ں </w:t>
      </w:r>
      <w:r>
        <w:rPr>
          <w:rtl/>
        </w:rPr>
        <w:t xml:space="preserve">ابوالفتوح رازى كى روض الجنان فى تفسير القرآن'' بھى تاليف ہوئي_ </w:t>
      </w:r>
    </w:p>
    <w:p w:rsidR="0061102A" w:rsidRDefault="0061102A" w:rsidP="00BE6934">
      <w:pPr>
        <w:pStyle w:val="libNormal"/>
        <w:rPr>
          <w:rtl/>
        </w:rPr>
      </w:pPr>
      <w:r>
        <w:rPr>
          <w:rtl/>
        </w:rPr>
        <w:t>ساتوي</w:t>
      </w:r>
      <w:r w:rsidR="000A0CDC">
        <w:rPr>
          <w:rtl/>
        </w:rPr>
        <w:t xml:space="preserve">ں </w:t>
      </w:r>
      <w:r>
        <w:rPr>
          <w:rtl/>
        </w:rPr>
        <w:t>صدى مي</w:t>
      </w:r>
      <w:r w:rsidR="000A0CDC">
        <w:rPr>
          <w:rtl/>
        </w:rPr>
        <w:t xml:space="preserve">ں </w:t>
      </w:r>
      <w:r>
        <w:rPr>
          <w:rtl/>
        </w:rPr>
        <w:t>ابو عبداللہ محمد بن محمد انصارى خزرجى قرطبى كى تفسير '' الجامع لاحكام القرآن'' لكھى گئي آپ معروف مذہب مالكى كے علماء مي</w:t>
      </w:r>
      <w:r w:rsidR="000A0CDC">
        <w:rPr>
          <w:rtl/>
        </w:rPr>
        <w:t xml:space="preserve">ں </w:t>
      </w:r>
      <w:r>
        <w:rPr>
          <w:rtl/>
        </w:rPr>
        <w:t>سے تھے آٹھوي</w:t>
      </w:r>
      <w:r w:rsidR="000A0CDC">
        <w:rPr>
          <w:rtl/>
        </w:rPr>
        <w:t xml:space="preserve">ں </w:t>
      </w:r>
      <w:r>
        <w:rPr>
          <w:rtl/>
        </w:rPr>
        <w:t>صدى مي</w:t>
      </w:r>
      <w:r w:rsidR="000A0CDC">
        <w:rPr>
          <w:rtl/>
        </w:rPr>
        <w:t xml:space="preserve">ں </w:t>
      </w:r>
      <w:r>
        <w:rPr>
          <w:rtl/>
        </w:rPr>
        <w:t>عبداللہ بن عمر بن محمد نے '' انوار التنزيل و اسرار التاويل '' تحرير كى _ دسوي</w:t>
      </w:r>
      <w:r w:rsidR="000A0CDC">
        <w:rPr>
          <w:rtl/>
        </w:rPr>
        <w:t xml:space="preserve">ں </w:t>
      </w:r>
      <w:r>
        <w:rPr>
          <w:rtl/>
        </w:rPr>
        <w:t>صدى ہجرى مي</w:t>
      </w:r>
      <w:r w:rsidR="000A0CDC">
        <w:rPr>
          <w:rtl/>
        </w:rPr>
        <w:t xml:space="preserve">ں </w:t>
      </w:r>
      <w:r>
        <w:rPr>
          <w:rtl/>
        </w:rPr>
        <w:t>جلال الدين سيوطى نے '' الدر المنثور فى تفسير الماثور'' تاليف كى اور گيارہوي</w:t>
      </w:r>
      <w:r w:rsidR="000A0CDC">
        <w:rPr>
          <w:rtl/>
        </w:rPr>
        <w:t xml:space="preserve">ں </w:t>
      </w:r>
      <w:r>
        <w:rPr>
          <w:rtl/>
        </w:rPr>
        <w:t>صدى مي</w:t>
      </w:r>
      <w:r w:rsidR="000A0CDC">
        <w:rPr>
          <w:rtl/>
        </w:rPr>
        <w:t xml:space="preserve">ں </w:t>
      </w:r>
      <w:r>
        <w:rPr>
          <w:rtl/>
        </w:rPr>
        <w:t xml:space="preserve">ملا محسن فيض كاشانى نے تفسير صافى تحرير كي_ </w:t>
      </w:r>
    </w:p>
    <w:p w:rsidR="0061102A" w:rsidRDefault="0061102A" w:rsidP="00BE6934">
      <w:pPr>
        <w:pStyle w:val="libNormal"/>
        <w:rPr>
          <w:rtl/>
        </w:rPr>
      </w:pPr>
      <w:r>
        <w:rPr>
          <w:rtl/>
        </w:rPr>
        <w:t>تفسير كى تدوين كے آغاز سے چودھوي</w:t>
      </w:r>
      <w:r w:rsidR="000A0CDC">
        <w:rPr>
          <w:rtl/>
        </w:rPr>
        <w:t xml:space="preserve">ں </w:t>
      </w:r>
      <w:r>
        <w:rPr>
          <w:rtl/>
        </w:rPr>
        <w:t>صدى تك تفسيرى آثار كے تاليف مي</w:t>
      </w:r>
      <w:r w:rsidR="000A0CDC">
        <w:rPr>
          <w:rtl/>
        </w:rPr>
        <w:t xml:space="preserve">ں </w:t>
      </w:r>
      <w:r>
        <w:rPr>
          <w:rtl/>
        </w:rPr>
        <w:t>اسلوب كے لحاظ سے واضح تبديلى مشاہدہ مي</w:t>
      </w:r>
      <w:r w:rsidR="000A0CDC">
        <w:rPr>
          <w:rtl/>
        </w:rPr>
        <w:t xml:space="preserve">ں </w:t>
      </w:r>
      <w:r>
        <w:rPr>
          <w:rtl/>
        </w:rPr>
        <w:t>نہي</w:t>
      </w:r>
      <w:r w:rsidR="000A0CDC">
        <w:rPr>
          <w:rtl/>
        </w:rPr>
        <w:t xml:space="preserve">ں </w:t>
      </w:r>
      <w:r>
        <w:rPr>
          <w:rtl/>
        </w:rPr>
        <w:t>آتى ليكن چودھوي</w:t>
      </w:r>
      <w:r w:rsidR="000A0CDC">
        <w:rPr>
          <w:rtl/>
        </w:rPr>
        <w:t xml:space="preserve">ں </w:t>
      </w:r>
      <w:r>
        <w:rPr>
          <w:rtl/>
        </w:rPr>
        <w:t>صدى مي</w:t>
      </w:r>
      <w:r w:rsidR="000A0CDC">
        <w:rPr>
          <w:rtl/>
        </w:rPr>
        <w:t xml:space="preserve">ں </w:t>
      </w:r>
      <w:r>
        <w:rPr>
          <w:rtl/>
        </w:rPr>
        <w:t>تفسير الميزان كے مصنف جناب محمد حسين طباطبائي كے ذريعے تفسيرى اسلوب مي</w:t>
      </w:r>
      <w:r w:rsidR="000A0CDC">
        <w:rPr>
          <w:rtl/>
        </w:rPr>
        <w:t xml:space="preserve">ں </w:t>
      </w:r>
      <w:r>
        <w:rPr>
          <w:rtl/>
        </w:rPr>
        <w:t>انقلاب پيدا ہوا اس كتاب كا گذشتہ تفاسير پر امتياز يہ ہے كہ گذشتہ تفاسير مي</w:t>
      </w:r>
      <w:r w:rsidR="000A0CDC">
        <w:rPr>
          <w:rtl/>
        </w:rPr>
        <w:t xml:space="preserve">ں </w:t>
      </w:r>
      <w:r>
        <w:rPr>
          <w:rtl/>
        </w:rPr>
        <w:t>روش يہ تھى كہ كسى آيت كے دو يا تين معانى بيان ہوتے اور مختلف احتمالات نقل ہوتے ليكن آخر مي</w:t>
      </w:r>
      <w:r w:rsidR="000A0CDC">
        <w:rPr>
          <w:rtl/>
        </w:rPr>
        <w:t xml:space="preserve">ں </w:t>
      </w:r>
      <w:r>
        <w:rPr>
          <w:rtl/>
        </w:rPr>
        <w:t>حقيقى قول واضح اور روشن نہ ہوتا جبكہ تفسير الميزان جو كہ قرآن كى تفسيرقرآن سے كى تفسيرى روش پر لكھى گئي اسمي</w:t>
      </w:r>
      <w:r w:rsidR="000A0CDC">
        <w:rPr>
          <w:rtl/>
        </w:rPr>
        <w:t xml:space="preserve">ں </w:t>
      </w:r>
      <w:r>
        <w:rPr>
          <w:rtl/>
        </w:rPr>
        <w:t>ديگر آيات كى مدد سے ايك آيت كے مختلف معانى مي</w:t>
      </w:r>
      <w:r w:rsidR="000A0CDC">
        <w:rPr>
          <w:rtl/>
        </w:rPr>
        <w:t xml:space="preserve">ں </w:t>
      </w:r>
      <w:r>
        <w:rPr>
          <w:rtl/>
        </w:rPr>
        <w:t>سے ايك معنى كو ترجيح دى گئي ہے _ عہد حاضر مي</w:t>
      </w:r>
      <w:r w:rsidR="000A0CDC">
        <w:rPr>
          <w:rtl/>
        </w:rPr>
        <w:t xml:space="preserve">ں </w:t>
      </w:r>
      <w:r>
        <w:rPr>
          <w:rtl/>
        </w:rPr>
        <w:t xml:space="preserve">تفسير </w:t>
      </w:r>
    </w:p>
    <w:p w:rsidR="0061102A" w:rsidRDefault="0069392F" w:rsidP="00BE6934">
      <w:pPr>
        <w:pStyle w:val="libNormal"/>
        <w:rPr>
          <w:rtl/>
        </w:rPr>
      </w:pPr>
      <w:r>
        <w:rPr>
          <w:rtl/>
        </w:rPr>
        <w:cr/>
      </w:r>
      <w:r>
        <w:rPr>
          <w:rtl/>
        </w:rPr>
        <w:br w:type="page"/>
      </w:r>
      <w:r>
        <w:rPr>
          <w:rtl/>
        </w:rPr>
        <w:lastRenderedPageBreak/>
        <w:cr/>
      </w:r>
      <w:r w:rsidR="0061102A">
        <w:rPr>
          <w:rtl/>
        </w:rPr>
        <w:t>الميزان تمام شيعہ تفاسير مي</w:t>
      </w:r>
      <w:r w:rsidR="000A0CDC">
        <w:rPr>
          <w:rtl/>
        </w:rPr>
        <w:t xml:space="preserve">ں </w:t>
      </w:r>
      <w:r w:rsidR="0061102A">
        <w:rPr>
          <w:rtl/>
        </w:rPr>
        <w:t>سے اہم ترين اور جامع ترين تفسير ہونے كے ساتھ اماميہ كے ہا</w:t>
      </w:r>
      <w:r w:rsidR="000A0CDC">
        <w:rPr>
          <w:rtl/>
        </w:rPr>
        <w:t xml:space="preserve">ں </w:t>
      </w:r>
      <w:r w:rsidR="0061102A">
        <w:rPr>
          <w:rtl/>
        </w:rPr>
        <w:t>مطلقاً اس صدى كى مشہور ترين تفسير بھى ہے</w:t>
      </w:r>
      <w:r w:rsidR="0061102A" w:rsidRPr="00F67D4B">
        <w:rPr>
          <w:rStyle w:val="libFootnotenumChar"/>
          <w:rtl/>
        </w:rPr>
        <w:t>(1)</w:t>
      </w:r>
      <w:r w:rsidR="0061102A">
        <w:rPr>
          <w:rtl/>
        </w:rPr>
        <w:t xml:space="preserve"> </w:t>
      </w:r>
    </w:p>
    <w:p w:rsidR="0061102A" w:rsidRDefault="0061102A" w:rsidP="00BE6934">
      <w:pPr>
        <w:pStyle w:val="libNormal"/>
        <w:rPr>
          <w:rtl/>
        </w:rPr>
      </w:pPr>
    </w:p>
    <w:p w:rsidR="0061102A" w:rsidRDefault="0061102A" w:rsidP="00BE6934">
      <w:pPr>
        <w:pStyle w:val="Heading2Center"/>
        <w:rPr>
          <w:rtl/>
        </w:rPr>
      </w:pPr>
      <w:bookmarkStart w:id="51" w:name="_Toc268607"/>
      <w:r>
        <w:rPr>
          <w:rtl/>
        </w:rPr>
        <w:t>3_ حديث</w:t>
      </w:r>
      <w:bookmarkEnd w:id="51"/>
    </w:p>
    <w:p w:rsidR="0061102A" w:rsidRDefault="0061102A" w:rsidP="00BE6934">
      <w:pPr>
        <w:pStyle w:val="libNormal"/>
        <w:rPr>
          <w:rtl/>
        </w:rPr>
      </w:pPr>
      <w:r>
        <w:rPr>
          <w:rtl/>
        </w:rPr>
        <w:t>اسلامى فرقو</w:t>
      </w:r>
      <w:r w:rsidR="000A0CDC">
        <w:rPr>
          <w:rtl/>
        </w:rPr>
        <w:t xml:space="preserve">ں </w:t>
      </w:r>
      <w:r>
        <w:rPr>
          <w:rtl/>
        </w:rPr>
        <w:t>مي</w:t>
      </w:r>
      <w:r w:rsidR="000A0CDC">
        <w:rPr>
          <w:rtl/>
        </w:rPr>
        <w:t xml:space="preserve">ں </w:t>
      </w:r>
      <w:r>
        <w:rPr>
          <w:rtl/>
        </w:rPr>
        <w:t>شروع سے ہى حديث كى تدوين كے بارے مي</w:t>
      </w:r>
      <w:r w:rsidR="000A0CDC">
        <w:rPr>
          <w:rtl/>
        </w:rPr>
        <w:t xml:space="preserve">ں </w:t>
      </w:r>
      <w:r>
        <w:rPr>
          <w:rtl/>
        </w:rPr>
        <w:t>اختلاف نظر موجود تھا جبكہ شيعو</w:t>
      </w:r>
      <w:r w:rsidR="000A0CDC">
        <w:rPr>
          <w:rtl/>
        </w:rPr>
        <w:t xml:space="preserve">ں </w:t>
      </w:r>
      <w:r>
        <w:rPr>
          <w:rtl/>
        </w:rPr>
        <w:t>نے اسى زمانہ مي</w:t>
      </w:r>
      <w:r w:rsidR="000A0CDC">
        <w:rPr>
          <w:rtl/>
        </w:rPr>
        <w:t xml:space="preserve">ں </w:t>
      </w:r>
      <w:r>
        <w:rPr>
          <w:rtl/>
        </w:rPr>
        <w:t>حديث كى اہميت كو درك كرتے ہوئے كتابت كے ذريعے اس تاريخى ورثہ كو محفوظ كرنے كے ليے قدم اٹھايا _ جبكہ اہل سنت دوسرى صدى كے دوسرے نصف حصہ تك احاديث كا كوئي تدوين شدہ مجموعہ نہي</w:t>
      </w:r>
      <w:r w:rsidR="000A0CDC">
        <w:rPr>
          <w:rtl/>
        </w:rPr>
        <w:t xml:space="preserve">ں </w:t>
      </w:r>
      <w:r>
        <w:rPr>
          <w:rtl/>
        </w:rPr>
        <w:t>ركھتے تھے كيونكہ دوسرے خليفہ نے كتابت حديث سے منع كرديا تھا</w:t>
      </w:r>
      <w:r w:rsidRPr="00F67D4B">
        <w:rPr>
          <w:rStyle w:val="libFootnotenumChar"/>
          <w:rtl/>
        </w:rPr>
        <w:t>(2)</w:t>
      </w:r>
      <w:r>
        <w:rPr>
          <w:rtl/>
        </w:rPr>
        <w:t xml:space="preserve"> </w:t>
      </w:r>
    </w:p>
    <w:p w:rsidR="0061102A" w:rsidRDefault="0061102A" w:rsidP="00BE6934">
      <w:pPr>
        <w:pStyle w:val="libNormal"/>
        <w:rPr>
          <w:rtl/>
        </w:rPr>
      </w:pPr>
      <w:r>
        <w:rPr>
          <w:rtl/>
        </w:rPr>
        <w:t xml:space="preserve">سب سے پہلى كتاب حديث حضرت على بن ابيطالب نے تدوين كى كہ جو در حقيقت پيغمبر اكرم(ص) نے املا كروائي تھى _ بعض محققين كى تحقيق كے مطابق يہ كتاب امام باقر (ع) كے پاس موجود تھى اور آپ(ع) نے يہ '' حكم بن عتيبہ '' كو دكھائي تھى </w:t>
      </w:r>
      <w:r w:rsidRPr="00F67D4B">
        <w:rPr>
          <w:rStyle w:val="libFootnotenumChar"/>
          <w:rtl/>
        </w:rPr>
        <w:t>(3)</w:t>
      </w:r>
      <w:r>
        <w:rPr>
          <w:rtl/>
        </w:rPr>
        <w:t xml:space="preserve"> شيخ مفيد ، محقق حلى اور شہيد اول كے بقول امير المؤمنين (ع) كے دور سے امام حسن عسكرى (ع) كے زمانہ تك يعنى تيسرى صدى كے دوسرے نصف حصہ تك شيعو</w:t>
      </w:r>
      <w:r w:rsidR="000A0CDC">
        <w:rPr>
          <w:rtl/>
        </w:rPr>
        <w:t xml:space="preserve">ں </w:t>
      </w:r>
      <w:r>
        <w:rPr>
          <w:rtl/>
        </w:rPr>
        <w:t>نے حديث مي</w:t>
      </w:r>
      <w:r w:rsidR="000A0CDC">
        <w:rPr>
          <w:rtl/>
        </w:rPr>
        <w:t xml:space="preserve">ں </w:t>
      </w:r>
      <w:r>
        <w:rPr>
          <w:rtl/>
        </w:rPr>
        <w:t>چار سوكتب (اصول اربعہ مائة) تحرير كي</w:t>
      </w:r>
      <w:r w:rsidR="000A0CDC">
        <w:rPr>
          <w:rtl/>
        </w:rPr>
        <w:t xml:space="preserve">ں </w:t>
      </w:r>
      <w:r>
        <w:rPr>
          <w:rtl/>
        </w:rPr>
        <w:t xml:space="preserve">_ </w:t>
      </w:r>
    </w:p>
    <w:p w:rsidR="0061102A" w:rsidRDefault="0061102A" w:rsidP="00BE6934">
      <w:pPr>
        <w:pStyle w:val="libNormal"/>
        <w:rPr>
          <w:rtl/>
        </w:rPr>
      </w:pPr>
      <w:r>
        <w:rPr>
          <w:rtl/>
        </w:rPr>
        <w:t>چوتھى صدى ہجرى سے شيعہ علماء نے حديث مي</w:t>
      </w:r>
      <w:r w:rsidR="000A0CDC">
        <w:rPr>
          <w:rtl/>
        </w:rPr>
        <w:t xml:space="preserve">ں </w:t>
      </w:r>
      <w:r>
        <w:rPr>
          <w:rtl/>
        </w:rPr>
        <w:t>چار اہم ترين كتب كى تدوين اور تاليف سے علم حديث كے ارتقا مي</w:t>
      </w:r>
      <w:r w:rsidR="000A0CDC">
        <w:rPr>
          <w:rtl/>
        </w:rPr>
        <w:t xml:space="preserve">ں </w:t>
      </w:r>
      <w:r>
        <w:rPr>
          <w:rtl/>
        </w:rPr>
        <w:t>انتہائي عظيم اور يادگار قدم اٹھايا جناب محمد بن يعقوب كلينى (متوفى 329 قمري) نے '' الكافي'' تاليف كى _ محمد بن على بن بابويہ قمى جو كہ شيخ صدوق كے نام سے معروف ہي</w:t>
      </w:r>
      <w:r w:rsidR="000A0CDC">
        <w:rPr>
          <w:rtl/>
        </w:rPr>
        <w:t xml:space="preserve">ں </w:t>
      </w:r>
      <w:r>
        <w:rPr>
          <w:rtl/>
        </w:rPr>
        <w:t>انہو</w:t>
      </w:r>
      <w:r w:rsidR="000A0CDC">
        <w:rPr>
          <w:rtl/>
        </w:rPr>
        <w:t xml:space="preserve">ں </w:t>
      </w:r>
      <w:r>
        <w:rPr>
          <w:rtl/>
        </w:rPr>
        <w:t>نے كتاب '' من لا يحضرہ الفقيہ'' تحرير كى _ اور پانچوي</w:t>
      </w:r>
      <w:r w:rsidR="000A0CDC">
        <w:rPr>
          <w:rtl/>
        </w:rPr>
        <w:t xml:space="preserve">ں </w:t>
      </w:r>
      <w:r>
        <w:rPr>
          <w:rtl/>
        </w:rPr>
        <w:t>صدى ہجرى مي</w:t>
      </w:r>
      <w:r w:rsidR="000A0CDC">
        <w:rPr>
          <w:rtl/>
        </w:rPr>
        <w:t xml:space="preserve">ں </w:t>
      </w:r>
      <w:r>
        <w:rPr>
          <w:rtl/>
        </w:rPr>
        <w:t>محمد بن حسن طوسى (متوفى 460 قمري) نے دو كتابي</w:t>
      </w:r>
      <w:r w:rsidR="000A0CDC">
        <w:rPr>
          <w:rtl/>
        </w:rPr>
        <w:t xml:space="preserve">ں </w:t>
      </w:r>
      <w:r>
        <w:rPr>
          <w:rtl/>
        </w:rPr>
        <w:t xml:space="preserve">''تہذيب </w:t>
      </w:r>
    </w:p>
    <w:p w:rsidR="0061102A" w:rsidRDefault="00CD1BB5" w:rsidP="00BE6934">
      <w:pPr>
        <w:pStyle w:val="libLine"/>
        <w:rPr>
          <w:rtl/>
        </w:rPr>
      </w:pPr>
      <w:r>
        <w:rPr>
          <w:rtl/>
        </w:rPr>
        <w:t>____________________</w:t>
      </w:r>
    </w:p>
    <w:p w:rsidR="0061102A" w:rsidRDefault="0061102A" w:rsidP="00BE6934">
      <w:pPr>
        <w:pStyle w:val="libFootnote"/>
        <w:rPr>
          <w:rtl/>
        </w:rPr>
      </w:pPr>
      <w:r>
        <w:rPr>
          <w:rtl/>
        </w:rPr>
        <w:t xml:space="preserve">1)سابقہ حوالہ _ </w:t>
      </w:r>
    </w:p>
    <w:p w:rsidR="0061102A" w:rsidRDefault="0061102A" w:rsidP="00BE6934">
      <w:pPr>
        <w:pStyle w:val="libFootnote"/>
        <w:rPr>
          <w:rtl/>
        </w:rPr>
      </w:pPr>
      <w:r>
        <w:rPr>
          <w:rtl/>
        </w:rPr>
        <w:t xml:space="preserve">2)على بن حسام الدين متقى ، كنز العمال فى سنن الاقوال والافعال، بيروت ج1 ص174_ </w:t>
      </w:r>
    </w:p>
    <w:p w:rsidR="00CD1BB5" w:rsidRDefault="0061102A" w:rsidP="00BE6934">
      <w:pPr>
        <w:pStyle w:val="libFootnote"/>
        <w:rPr>
          <w:rtl/>
        </w:rPr>
      </w:pPr>
      <w:r>
        <w:rPr>
          <w:rtl/>
        </w:rPr>
        <w:t>3)سيد حسن صدر ، تاسيس الشيعة الكرام ، لفنون الالسلام ص 279_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اور استبصار '' تاليف كي</w:t>
      </w:r>
      <w:r w:rsidR="000A0CDC">
        <w:rPr>
          <w:rtl/>
        </w:rPr>
        <w:t xml:space="preserve">ں </w:t>
      </w:r>
      <w:r>
        <w:rPr>
          <w:rtl/>
        </w:rPr>
        <w:t xml:space="preserve">_ </w:t>
      </w:r>
    </w:p>
    <w:p w:rsidR="0061102A" w:rsidRDefault="0061102A" w:rsidP="00BE6934">
      <w:pPr>
        <w:pStyle w:val="libNormal"/>
        <w:rPr>
          <w:rtl/>
        </w:rPr>
      </w:pPr>
      <w:r>
        <w:rPr>
          <w:rtl/>
        </w:rPr>
        <w:t>چھٹى صدى سے گيارہوي</w:t>
      </w:r>
      <w:r w:rsidR="000A0CDC">
        <w:rPr>
          <w:rtl/>
        </w:rPr>
        <w:t xml:space="preserve">ں </w:t>
      </w:r>
      <w:r>
        <w:rPr>
          <w:rtl/>
        </w:rPr>
        <w:t>صدى تك علم حديث تقريبا جمود كا شكار رہا اسى ليے اس طويل دور مي</w:t>
      </w:r>
      <w:r w:rsidR="000A0CDC">
        <w:rPr>
          <w:rtl/>
        </w:rPr>
        <w:t xml:space="preserve">ں </w:t>
      </w:r>
      <w:r>
        <w:rPr>
          <w:rtl/>
        </w:rPr>
        <w:t>كچھ زيادہ احاديث كى تدوين شدہ كتب كا ہم مشاہدہ نہي</w:t>
      </w:r>
      <w:r w:rsidR="000A0CDC">
        <w:rPr>
          <w:rtl/>
        </w:rPr>
        <w:t xml:space="preserve">ں </w:t>
      </w:r>
      <w:r>
        <w:rPr>
          <w:rtl/>
        </w:rPr>
        <w:t>كرتے ليكن صفوى حكومت كے قيام سے دوبارہ اس علم كى طرف توجہ بڑھ گئي _ اس دور مي</w:t>
      </w:r>
      <w:r w:rsidR="000A0CDC">
        <w:rPr>
          <w:rtl/>
        </w:rPr>
        <w:t xml:space="preserve">ں </w:t>
      </w:r>
      <w:r>
        <w:rPr>
          <w:rtl/>
        </w:rPr>
        <w:t>ملا محسن فيض كاشانى نے ''الوافي'' محمد بن حسن حر عاملى نے '' وسائل الشيعہ'' اور علامہ مجلسى نے بحار الانوار كو تحرير كيا اور چودھوي</w:t>
      </w:r>
      <w:r w:rsidR="000A0CDC">
        <w:rPr>
          <w:rtl/>
        </w:rPr>
        <w:t xml:space="preserve">ں </w:t>
      </w:r>
      <w:r>
        <w:rPr>
          <w:rtl/>
        </w:rPr>
        <w:t>صدى مي</w:t>
      </w:r>
      <w:r w:rsidR="000A0CDC">
        <w:rPr>
          <w:rtl/>
        </w:rPr>
        <w:t xml:space="preserve">ں </w:t>
      </w:r>
      <w:r>
        <w:rPr>
          <w:rtl/>
        </w:rPr>
        <w:t xml:space="preserve">بھى سيد حسين طباطبائي بروجردى نے ايك اہم كتب جامع الاحاديث الشيعہ فى احكام الشريعہ كو تاليف كيا_ </w:t>
      </w:r>
    </w:p>
    <w:p w:rsidR="0061102A" w:rsidRDefault="0061102A" w:rsidP="00BE6934">
      <w:pPr>
        <w:pStyle w:val="libNormal"/>
        <w:rPr>
          <w:rtl/>
        </w:rPr>
      </w:pPr>
      <w:r>
        <w:rPr>
          <w:rtl/>
        </w:rPr>
        <w:t>دوسرى صدى سے چودھوي</w:t>
      </w:r>
      <w:r w:rsidR="000A0CDC">
        <w:rPr>
          <w:rtl/>
        </w:rPr>
        <w:t xml:space="preserve">ں </w:t>
      </w:r>
      <w:r>
        <w:rPr>
          <w:rtl/>
        </w:rPr>
        <w:t>صدى تك علماء اہلسنت نے بھى علم حديث كے حوالے سے بہت سى كتابي</w:t>
      </w:r>
      <w:r w:rsidR="000A0CDC">
        <w:rPr>
          <w:rtl/>
        </w:rPr>
        <w:t xml:space="preserve">ں </w:t>
      </w:r>
      <w:r>
        <w:rPr>
          <w:rtl/>
        </w:rPr>
        <w:t>تاليف كي</w:t>
      </w:r>
      <w:r w:rsidR="000A0CDC">
        <w:rPr>
          <w:rtl/>
        </w:rPr>
        <w:t xml:space="preserve">ں </w:t>
      </w:r>
      <w:r>
        <w:rPr>
          <w:rtl/>
        </w:rPr>
        <w:t>كہ جن مي</w:t>
      </w:r>
      <w:r w:rsidR="000A0CDC">
        <w:rPr>
          <w:rtl/>
        </w:rPr>
        <w:t xml:space="preserve">ں </w:t>
      </w:r>
      <w:r>
        <w:rPr>
          <w:rtl/>
        </w:rPr>
        <w:t>سب سے زيادہ مشہور مندرجہ ديل ہي</w:t>
      </w:r>
      <w:r w:rsidR="000A0CDC">
        <w:rPr>
          <w:rtl/>
        </w:rPr>
        <w:t xml:space="preserve">ں </w:t>
      </w:r>
      <w:r>
        <w:rPr>
          <w:rtl/>
        </w:rPr>
        <w:t>: صحيح بخارى ، صحيح مسلم سنن ابن ماجہ، سنن ابو داؤد، سنن نسائي اور جامع ترمذى كہ يہ كتب '' صحاح ستہ''كے عنوان سے معروف ہي</w:t>
      </w:r>
      <w:r w:rsidR="000A0CDC">
        <w:rPr>
          <w:rtl/>
        </w:rPr>
        <w:t xml:space="preserve">ں </w:t>
      </w:r>
      <w:r>
        <w:rPr>
          <w:rtl/>
        </w:rPr>
        <w:t>يہ سب كتب تيسرى صدى ہجرى مي</w:t>
      </w:r>
      <w:r w:rsidR="000A0CDC">
        <w:rPr>
          <w:rtl/>
        </w:rPr>
        <w:t xml:space="preserve">ں </w:t>
      </w:r>
      <w:r>
        <w:rPr>
          <w:rtl/>
        </w:rPr>
        <w:t>تحرير و تاليف ہوئي</w:t>
      </w:r>
      <w:r w:rsidR="000A0CDC">
        <w:rPr>
          <w:rtl/>
        </w:rPr>
        <w:t xml:space="preserve">ں </w:t>
      </w:r>
      <w:r>
        <w:rPr>
          <w:rtl/>
        </w:rPr>
        <w:t>اسى طرح اہل سنت كے ديگر حديثى آثار مي</w:t>
      </w:r>
      <w:r w:rsidR="000A0CDC">
        <w:rPr>
          <w:rtl/>
        </w:rPr>
        <w:t xml:space="preserve">ں </w:t>
      </w:r>
      <w:r>
        <w:rPr>
          <w:rtl/>
        </w:rPr>
        <w:t>سے '' جامع الاساتيد تاليف ابو الفرج ابن جوزى (متوفى 597 قمري) اور كتاب المنتقى فى اخبار مصطفى تاليف ابن تيميہ (متوفى 652 قمري) قابل ذكر ہي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52" w:name="_Toc268608"/>
      <w:r>
        <w:rPr>
          <w:rtl/>
        </w:rPr>
        <w:t>4 _ فقہ</w:t>
      </w:r>
      <w:bookmarkEnd w:id="52"/>
    </w:p>
    <w:p w:rsidR="0061102A" w:rsidRDefault="0061102A" w:rsidP="00BE6934">
      <w:pPr>
        <w:pStyle w:val="Heading2Center"/>
        <w:rPr>
          <w:rtl/>
        </w:rPr>
      </w:pPr>
      <w:bookmarkStart w:id="53" w:name="_Toc268609"/>
      <w:r>
        <w:rPr>
          <w:rtl/>
        </w:rPr>
        <w:t>الف) شيعہ فقہ :</w:t>
      </w:r>
      <w:bookmarkEnd w:id="53"/>
    </w:p>
    <w:p w:rsidR="0061102A" w:rsidRDefault="0061102A" w:rsidP="00BE6934">
      <w:pPr>
        <w:pStyle w:val="libNormal"/>
        <w:rPr>
          <w:rtl/>
        </w:rPr>
      </w:pPr>
      <w:r>
        <w:rPr>
          <w:rtl/>
        </w:rPr>
        <w:t>مكتب شيعہ كا فقہى نظام گوناگو</w:t>
      </w:r>
      <w:r w:rsidR="000A0CDC">
        <w:rPr>
          <w:rtl/>
        </w:rPr>
        <w:t xml:space="preserve">ں </w:t>
      </w:r>
      <w:r>
        <w:rPr>
          <w:rtl/>
        </w:rPr>
        <w:t>ادوار سے گزرا، يہا</w:t>
      </w:r>
      <w:r w:rsidR="000A0CDC">
        <w:rPr>
          <w:rtl/>
        </w:rPr>
        <w:t xml:space="preserve">ں </w:t>
      </w:r>
      <w:r>
        <w:rPr>
          <w:rtl/>
        </w:rPr>
        <w:t>ہم اختصار سے ان ادوار اور ہر دو ر كے مشہورترين فقہا كا تعارف كرواتے ہي</w:t>
      </w:r>
      <w:r w:rsidR="000A0CDC">
        <w:rPr>
          <w:rtl/>
        </w:rPr>
        <w:t xml:space="preserve">ں </w:t>
      </w:r>
      <w:r>
        <w:rPr>
          <w:rtl/>
        </w:rPr>
        <w:t xml:space="preserve">: </w:t>
      </w:r>
    </w:p>
    <w:p w:rsidR="0061102A" w:rsidRDefault="0061102A" w:rsidP="00BE6934">
      <w:pPr>
        <w:pStyle w:val="libNormal"/>
        <w:rPr>
          <w:rtl/>
        </w:rPr>
      </w:pPr>
      <w:r>
        <w:rPr>
          <w:rtl/>
        </w:rPr>
        <w:t>1_ آئمہ (ع) كا دور:اس دور مي</w:t>
      </w:r>
      <w:r w:rsidR="000A0CDC">
        <w:rPr>
          <w:rtl/>
        </w:rPr>
        <w:t xml:space="preserve">ں </w:t>
      </w:r>
      <w:r>
        <w:rPr>
          <w:rtl/>
        </w:rPr>
        <w:t>احكام شرع، فقہ اور اجتہاد كا اصلى محور آئمہ (ع) تھےانكا كا ايك اہم ترين كام امور شرعى مي</w:t>
      </w:r>
      <w:r w:rsidR="000A0CDC">
        <w:rPr>
          <w:rtl/>
        </w:rPr>
        <w:t xml:space="preserve">ں </w:t>
      </w:r>
      <w:r>
        <w:rPr>
          <w:rtl/>
        </w:rPr>
        <w:t>فكر اور استدلال كرنے كيلئے ميدان ہموار كرنا ہے اسى ليے بہت سے مقامات پر انہو</w:t>
      </w:r>
      <w:r w:rsidR="000A0CDC">
        <w:rPr>
          <w:rtl/>
        </w:rPr>
        <w:t xml:space="preserve">ں </w:t>
      </w:r>
      <w:r>
        <w:rPr>
          <w:rtl/>
        </w:rPr>
        <w:t xml:space="preserve">نے </w:t>
      </w:r>
    </w:p>
    <w:p w:rsidR="0061102A" w:rsidRDefault="003A7D4A" w:rsidP="00BE6934">
      <w:pPr>
        <w:pStyle w:val="libLine"/>
        <w:rPr>
          <w:rtl/>
        </w:rPr>
      </w:pPr>
      <w:r>
        <w:rPr>
          <w:rtl/>
        </w:rPr>
        <w:t>____________________</w:t>
      </w:r>
    </w:p>
    <w:p w:rsidR="00CD1BB5" w:rsidRDefault="0061102A" w:rsidP="00BE6934">
      <w:pPr>
        <w:pStyle w:val="libFootnote"/>
        <w:rPr>
          <w:rtl/>
        </w:rPr>
      </w:pPr>
      <w:r>
        <w:rPr>
          <w:rtl/>
        </w:rPr>
        <w:t>1)كاظم مدير شانہ چى ، علم الحديث ، مشہد ص 68 ، 70 اور قيس آل قيس الايرانيون و الادب العربى ج2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واضح طور پر اپنى ذمہ دارى اصول اور كلى قواعد بيان كرنا قرار دى اور ان قواعد كى مدد سے فرعى اور جزئي احكام نكالنے كى ذمہ دارى دوسرے لوگو</w:t>
      </w:r>
      <w:r w:rsidR="000A0CDC">
        <w:rPr>
          <w:rtl/>
        </w:rPr>
        <w:t xml:space="preserve">ں </w:t>
      </w:r>
      <w:r>
        <w:rPr>
          <w:rtl/>
        </w:rPr>
        <w:t>كے كندھو</w:t>
      </w:r>
      <w:r w:rsidR="000A0CDC">
        <w:rPr>
          <w:rtl/>
        </w:rPr>
        <w:t xml:space="preserve">ں </w:t>
      </w:r>
      <w:r>
        <w:rPr>
          <w:rtl/>
        </w:rPr>
        <w:t xml:space="preserve">پر چھوڑى </w:t>
      </w:r>
      <w:r w:rsidRPr="00F67D4B">
        <w:rPr>
          <w:rStyle w:val="libFootnotenumChar"/>
          <w:rtl/>
        </w:rPr>
        <w:t>(1)</w:t>
      </w:r>
      <w:r>
        <w:rPr>
          <w:rtl/>
        </w:rPr>
        <w:t xml:space="preserve"> </w:t>
      </w:r>
    </w:p>
    <w:p w:rsidR="0061102A" w:rsidRDefault="0061102A" w:rsidP="00BE6934">
      <w:pPr>
        <w:pStyle w:val="libNormal"/>
        <w:rPr>
          <w:rtl/>
        </w:rPr>
      </w:pPr>
      <w:r>
        <w:rPr>
          <w:rtl/>
        </w:rPr>
        <w:t>آئمہ كے پيروكارو</w:t>
      </w:r>
      <w:r w:rsidR="000A0CDC">
        <w:rPr>
          <w:rtl/>
        </w:rPr>
        <w:t xml:space="preserve">ں </w:t>
      </w:r>
      <w:r>
        <w:rPr>
          <w:rtl/>
        </w:rPr>
        <w:t>اور اصحاب مي</w:t>
      </w:r>
      <w:r w:rsidR="000A0CDC">
        <w:rPr>
          <w:rtl/>
        </w:rPr>
        <w:t xml:space="preserve">ں </w:t>
      </w:r>
      <w:r>
        <w:rPr>
          <w:rtl/>
        </w:rPr>
        <w:t>علمى اور بالخصوص كلامى مسائل مي</w:t>
      </w:r>
      <w:r w:rsidR="000A0CDC">
        <w:rPr>
          <w:rtl/>
        </w:rPr>
        <w:t xml:space="preserve">ں </w:t>
      </w:r>
      <w:r>
        <w:rPr>
          <w:rtl/>
        </w:rPr>
        <w:t>مختلف رجحانات مي</w:t>
      </w:r>
      <w:r w:rsidR="000A0CDC">
        <w:rPr>
          <w:rtl/>
        </w:rPr>
        <w:t xml:space="preserve">ں </w:t>
      </w:r>
      <w:r>
        <w:rPr>
          <w:rtl/>
        </w:rPr>
        <w:t>متكلمين ، محدثين كے رجحانات، عصمت يا علم غيب كا انكار يا اثبات اور امام كے علم كے حوالے سے مباحث اس دور كى خصوصيات مي</w:t>
      </w:r>
      <w:r w:rsidR="000A0CDC">
        <w:rPr>
          <w:rtl/>
        </w:rPr>
        <w:t xml:space="preserve">ں </w:t>
      </w:r>
      <w:r>
        <w:rPr>
          <w:rtl/>
        </w:rPr>
        <w:t>سے ہي</w:t>
      </w:r>
      <w:r w:rsidR="000A0CDC">
        <w:rPr>
          <w:rtl/>
        </w:rPr>
        <w:t xml:space="preserve">ں </w:t>
      </w:r>
      <w:r>
        <w:rPr>
          <w:rtl/>
        </w:rPr>
        <w:t>، آئمہ كے بہت سے رفقاء جو ان كے نہايت قابل بھروسہ اصحاب مي</w:t>
      </w:r>
      <w:r w:rsidR="000A0CDC">
        <w:rPr>
          <w:rtl/>
        </w:rPr>
        <w:t xml:space="preserve">ں </w:t>
      </w:r>
      <w:r>
        <w:rPr>
          <w:rtl/>
        </w:rPr>
        <w:t xml:space="preserve">سے تھے متضاد عقائد ركھتے تھے </w:t>
      </w:r>
      <w:r w:rsidRPr="00F67D4B">
        <w:rPr>
          <w:rStyle w:val="libFootnotenumChar"/>
          <w:rtl/>
        </w:rPr>
        <w:t>(2)</w:t>
      </w:r>
      <w:r>
        <w:rPr>
          <w:rtl/>
        </w:rPr>
        <w:t xml:space="preserve"> </w:t>
      </w:r>
    </w:p>
    <w:p w:rsidR="0061102A" w:rsidRDefault="0061102A" w:rsidP="00BE6934">
      <w:pPr>
        <w:pStyle w:val="libNormal"/>
        <w:rPr>
          <w:rtl/>
        </w:rPr>
      </w:pPr>
      <w:r>
        <w:rPr>
          <w:rtl/>
        </w:rPr>
        <w:t>2_ فقہ كى تدوين كا آغاز: اس دور مي</w:t>
      </w:r>
      <w:r w:rsidR="000A0CDC">
        <w:rPr>
          <w:rtl/>
        </w:rPr>
        <w:t xml:space="preserve">ں </w:t>
      </w:r>
      <w:r>
        <w:rPr>
          <w:rtl/>
        </w:rPr>
        <w:t>شيعہ مكتب كے پيروكارو</w:t>
      </w:r>
      <w:r w:rsidR="000A0CDC">
        <w:rPr>
          <w:rtl/>
        </w:rPr>
        <w:t xml:space="preserve">ں </w:t>
      </w:r>
      <w:r>
        <w:rPr>
          <w:rtl/>
        </w:rPr>
        <w:t>مي</w:t>
      </w:r>
      <w:r w:rsidR="000A0CDC">
        <w:rPr>
          <w:rtl/>
        </w:rPr>
        <w:t xml:space="preserve">ں </w:t>
      </w:r>
      <w:r>
        <w:rPr>
          <w:rtl/>
        </w:rPr>
        <w:t>فقہى حوالے سے تين بنيادى رجحانات ديكھنے مي</w:t>
      </w:r>
      <w:r w:rsidR="000A0CDC">
        <w:rPr>
          <w:rtl/>
        </w:rPr>
        <w:t xml:space="preserve">ں </w:t>
      </w:r>
      <w:r>
        <w:rPr>
          <w:rtl/>
        </w:rPr>
        <w:t>آتے ہي</w:t>
      </w:r>
      <w:r w:rsidR="000A0CDC">
        <w:rPr>
          <w:rtl/>
        </w:rPr>
        <w:t xml:space="preserve">ں </w:t>
      </w:r>
      <w:r>
        <w:rPr>
          <w:rtl/>
        </w:rPr>
        <w:t>: اہل حديث كا فكرى ميلان، كہ جو شدت كے ساتھ اجتہاد كے مخالف تھے اور فقہى احكام كو احاديث اور انكے نقل كرنے مي</w:t>
      </w:r>
      <w:r w:rsidR="000A0CDC">
        <w:rPr>
          <w:rtl/>
        </w:rPr>
        <w:t xml:space="preserve">ں </w:t>
      </w:r>
      <w:r>
        <w:rPr>
          <w:rtl/>
        </w:rPr>
        <w:t xml:space="preserve">محدود كرتے تھے مثلا جناب كلينى اور ابن بابويہ قمى </w:t>
      </w:r>
      <w:r w:rsidRPr="00F67D4B">
        <w:rPr>
          <w:rStyle w:val="libFootnotenumChar"/>
          <w:rtl/>
        </w:rPr>
        <w:t>(3)</w:t>
      </w:r>
      <w:r>
        <w:rPr>
          <w:rtl/>
        </w:rPr>
        <w:t xml:space="preserve"> </w:t>
      </w:r>
    </w:p>
    <w:p w:rsidR="0061102A" w:rsidRDefault="0061102A" w:rsidP="00BE6934">
      <w:pPr>
        <w:pStyle w:val="libNormal"/>
        <w:rPr>
          <w:rtl/>
        </w:rPr>
      </w:pPr>
      <w:r>
        <w:rPr>
          <w:rtl/>
        </w:rPr>
        <w:t>فقہ مي</w:t>
      </w:r>
      <w:r w:rsidR="000A0CDC">
        <w:rPr>
          <w:rtl/>
        </w:rPr>
        <w:t xml:space="preserve">ں </w:t>
      </w:r>
      <w:r>
        <w:rPr>
          <w:rtl/>
        </w:rPr>
        <w:t xml:space="preserve">اجتہاد كى طرف ميلان كہ اس گروہ كى رہبرى دو بزرگ علماء جناب ابن ابى عقيل عمانى </w:t>
      </w:r>
      <w:r w:rsidRPr="00F67D4B">
        <w:rPr>
          <w:rStyle w:val="libFootnotenumChar"/>
          <w:rtl/>
        </w:rPr>
        <w:t>(4)</w:t>
      </w:r>
      <w:r>
        <w:rPr>
          <w:rtl/>
        </w:rPr>
        <w:t xml:space="preserve"> اور جناب ابن جنيد اسكافى </w:t>
      </w:r>
      <w:r w:rsidRPr="00F67D4B">
        <w:rPr>
          <w:rStyle w:val="libFootnotenumChar"/>
          <w:rtl/>
        </w:rPr>
        <w:t>(5)</w:t>
      </w:r>
      <w:r>
        <w:rPr>
          <w:rtl/>
        </w:rPr>
        <w:t xml:space="preserve"> كررہے تھے ان دونو</w:t>
      </w:r>
      <w:r w:rsidR="000A0CDC">
        <w:rPr>
          <w:rtl/>
        </w:rPr>
        <w:t xml:space="preserve">ں </w:t>
      </w:r>
      <w:r>
        <w:rPr>
          <w:rtl/>
        </w:rPr>
        <w:t>كے فقہى نظريات مي</w:t>
      </w:r>
      <w:r w:rsidR="000A0CDC">
        <w:rPr>
          <w:rtl/>
        </w:rPr>
        <w:t xml:space="preserve">ں </w:t>
      </w:r>
      <w:r>
        <w:rPr>
          <w:rtl/>
        </w:rPr>
        <w:t xml:space="preserve">اساسى اختلاف </w:t>
      </w:r>
      <w:r w:rsidRPr="00F67D4B">
        <w:rPr>
          <w:rStyle w:val="libFootnotenumChar"/>
          <w:rtl/>
        </w:rPr>
        <w:t>(6)</w:t>
      </w:r>
      <w:r>
        <w:rPr>
          <w:rtl/>
        </w:rPr>
        <w:t xml:space="preserve"> كے باوجود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1)محمد حسن حر عاملى ، وسائل الشيعہ قم ، آل البيت ج 18 ص 41_ </w:t>
      </w:r>
    </w:p>
    <w:p w:rsidR="0061102A" w:rsidRDefault="0061102A" w:rsidP="00BE6934">
      <w:pPr>
        <w:pStyle w:val="libFootnote"/>
        <w:rPr>
          <w:rtl/>
        </w:rPr>
      </w:pPr>
      <w:r>
        <w:rPr>
          <w:rtl/>
        </w:rPr>
        <w:t>2)اس قسم كے فكرى اور نظرياتى اختلاف كى تشريح شيعہ رجالى كتب مي</w:t>
      </w:r>
      <w:r w:rsidR="000A0CDC">
        <w:rPr>
          <w:rtl/>
        </w:rPr>
        <w:t xml:space="preserve">ں </w:t>
      </w:r>
      <w:r>
        <w:rPr>
          <w:rtl/>
        </w:rPr>
        <w:t xml:space="preserve">موجود ہے مثلا محمد كشى كى ايك كتاب معرفة الرجال ، جو حسن مصطفوى كى كوشش سے نشر ہوئي ص 80، 279 ، 483 ، 488 ، 9_498، 506_ </w:t>
      </w:r>
    </w:p>
    <w:p w:rsidR="0061102A" w:rsidRDefault="0061102A" w:rsidP="00BE6934">
      <w:pPr>
        <w:pStyle w:val="libFootnote"/>
        <w:rPr>
          <w:rtl/>
        </w:rPr>
      </w:pPr>
      <w:r>
        <w:rPr>
          <w:rtl/>
        </w:rPr>
        <w:t>3)محدثين كے اس گروہ كى فقہ محض احاديث كے مجموعہ كى شكل مي</w:t>
      </w:r>
      <w:r w:rsidR="000A0CDC">
        <w:rPr>
          <w:rtl/>
        </w:rPr>
        <w:t xml:space="preserve">ں </w:t>
      </w:r>
      <w:r>
        <w:rPr>
          <w:rtl/>
        </w:rPr>
        <w:t>ہوتى تھا كہ جنہي</w:t>
      </w:r>
      <w:r w:rsidR="000A0CDC">
        <w:rPr>
          <w:rtl/>
        </w:rPr>
        <w:t xml:space="preserve">ں </w:t>
      </w:r>
      <w:r>
        <w:rPr>
          <w:rtl/>
        </w:rPr>
        <w:t>موضوع كے اعتبار سے ترتيب ديا جاتا تھا كبھى تو انكے مجموعے مي</w:t>
      </w:r>
      <w:r w:rsidR="000A0CDC">
        <w:rPr>
          <w:rtl/>
        </w:rPr>
        <w:t xml:space="preserve">ں </w:t>
      </w:r>
      <w:r>
        <w:rPr>
          <w:rtl/>
        </w:rPr>
        <w:t xml:space="preserve">احاديث كى سند بھى حذف كردى جاتى تھى مثلا جناب كلينى كى '' الكافى فى الفروع'' _ </w:t>
      </w:r>
    </w:p>
    <w:p w:rsidR="0061102A" w:rsidRDefault="0061102A" w:rsidP="00BE6934">
      <w:pPr>
        <w:pStyle w:val="libFootnote"/>
        <w:rPr>
          <w:rtl/>
        </w:rPr>
      </w:pPr>
      <w:r>
        <w:rPr>
          <w:rtl/>
        </w:rPr>
        <w:t>4)انكى كتاب '' المستمسك حبل آل الرسول'' كہ جو چوتھى اور پانچوي</w:t>
      </w:r>
      <w:r w:rsidR="000A0CDC">
        <w:rPr>
          <w:rtl/>
        </w:rPr>
        <w:t xml:space="preserve">ں </w:t>
      </w:r>
      <w:r>
        <w:rPr>
          <w:rtl/>
        </w:rPr>
        <w:t>صدى مي</w:t>
      </w:r>
      <w:r w:rsidR="000A0CDC">
        <w:rPr>
          <w:rtl/>
        </w:rPr>
        <w:t xml:space="preserve">ں </w:t>
      </w:r>
      <w:r>
        <w:rPr>
          <w:rtl/>
        </w:rPr>
        <w:t xml:space="preserve">مشہورترين فقہى منبع اور مرجع تھى رجوع كيجئے '' آقا بزرگ طہرانى _ الذريعہ'' ج 19 ص 69_ </w:t>
      </w:r>
    </w:p>
    <w:p w:rsidR="0061102A" w:rsidRDefault="0061102A" w:rsidP="00BE6934">
      <w:pPr>
        <w:pStyle w:val="libFootnote"/>
        <w:rPr>
          <w:rtl/>
        </w:rPr>
      </w:pPr>
      <w:r>
        <w:rPr>
          <w:rtl/>
        </w:rPr>
        <w:t>5)جناب ابو على محمد بن احمد بن جنيہ الكاتب الاسكافى چوتھى صدى كے وسطى زمانہ كے عالم تھے انكى دو كتابو</w:t>
      </w:r>
      <w:r w:rsidR="000A0CDC">
        <w:rPr>
          <w:rtl/>
        </w:rPr>
        <w:t xml:space="preserve">ں </w:t>
      </w:r>
      <w:r>
        <w:rPr>
          <w:rtl/>
        </w:rPr>
        <w:t>كے نام '' تھذيب الشيعہ لاحكام الشريعہ اور والاحمدى فى الفقہ المحمدى '' ہي</w:t>
      </w:r>
      <w:r w:rsidR="000A0CDC">
        <w:rPr>
          <w:rtl/>
        </w:rPr>
        <w:t xml:space="preserve">ں </w:t>
      </w:r>
      <w:r>
        <w:rPr>
          <w:rtl/>
        </w:rPr>
        <w:t xml:space="preserve">_ </w:t>
      </w:r>
    </w:p>
    <w:p w:rsidR="00CD1BB5" w:rsidRDefault="0061102A" w:rsidP="00BE6934">
      <w:pPr>
        <w:pStyle w:val="libFootnote"/>
        <w:rPr>
          <w:rtl/>
        </w:rPr>
      </w:pPr>
      <w:r>
        <w:rPr>
          <w:rtl/>
        </w:rPr>
        <w:t>6)ابن عقيل متكلمين كى مانند خبر واحد كو حجت نہي</w:t>
      </w:r>
      <w:r w:rsidR="000A0CDC">
        <w:rPr>
          <w:rtl/>
        </w:rPr>
        <w:t xml:space="preserve">ں </w:t>
      </w:r>
      <w:r>
        <w:rPr>
          <w:rtl/>
        </w:rPr>
        <w:t>سمجھتے تھے _ جبكہ ابن جنيد اصحاب الحديث كى مانند ان احاديث كى حجيت كے قائل تھے رجوع كيجئے '' سيد حسين مدرسى طباطبائي ، مقدمہ اى بر فقہ شيعہ ، مترجم ص 2 41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 دو بزرگو</w:t>
      </w:r>
      <w:r w:rsidR="000A0CDC">
        <w:rPr>
          <w:rtl/>
        </w:rPr>
        <w:t xml:space="preserve">ں </w:t>
      </w:r>
      <w:r>
        <w:rPr>
          <w:rtl/>
        </w:rPr>
        <w:t>كے فقہ پر عميق اثرات مرتب ہوئے _ تيسرا علمى رجحان متكلمين كى فقہ كى شكل مي</w:t>
      </w:r>
      <w:r w:rsidR="000A0CDC">
        <w:rPr>
          <w:rtl/>
        </w:rPr>
        <w:t xml:space="preserve">ں </w:t>
      </w:r>
      <w:r>
        <w:rPr>
          <w:rtl/>
        </w:rPr>
        <w:t>ہے جناب شيخ مفيد اس گروہ كى ممتاز شخصيات مي</w:t>
      </w:r>
      <w:r w:rsidR="000A0CDC">
        <w:rPr>
          <w:rtl/>
        </w:rPr>
        <w:t xml:space="preserve">ں </w:t>
      </w:r>
      <w:r>
        <w:rPr>
          <w:rtl/>
        </w:rPr>
        <w:t>سے ہي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r>
        <w:rPr>
          <w:rtl/>
        </w:rPr>
        <w:t>3 _ تلفيق (آپس مي</w:t>
      </w:r>
      <w:r w:rsidR="000A0CDC">
        <w:rPr>
          <w:rtl/>
        </w:rPr>
        <w:t xml:space="preserve">ں </w:t>
      </w:r>
      <w:r>
        <w:rPr>
          <w:rtl/>
        </w:rPr>
        <w:t xml:space="preserve">ملانے ) كا دور: شيخ الطانفہ ابوجعفر محمد بن حسن طوسى </w:t>
      </w:r>
      <w:r w:rsidRPr="00F67D4B">
        <w:rPr>
          <w:rStyle w:val="libFootnotenumChar"/>
          <w:rtl/>
        </w:rPr>
        <w:t>(2)</w:t>
      </w:r>
      <w:r>
        <w:rPr>
          <w:rtl/>
        </w:rPr>
        <w:t xml:space="preserve"> نے فقہ مي</w:t>
      </w:r>
      <w:r w:rsidR="000A0CDC">
        <w:rPr>
          <w:rtl/>
        </w:rPr>
        <w:t xml:space="preserve">ں </w:t>
      </w:r>
      <w:r>
        <w:rPr>
          <w:rtl/>
        </w:rPr>
        <w:t>اہل حديث اور متكلمين كے رجحانات كو تلفيق كيا اور كوشش كى فقہ كے عقل سے مربوط پہلوؤ</w:t>
      </w:r>
      <w:r w:rsidR="000A0CDC">
        <w:rPr>
          <w:rtl/>
        </w:rPr>
        <w:t xml:space="preserve">ں </w:t>
      </w:r>
      <w:r>
        <w:rPr>
          <w:rtl/>
        </w:rPr>
        <w:t>كو محفوظ ركھتے ہوئے احاديث كى حجيت ثابت كري</w:t>
      </w:r>
      <w:r w:rsidR="000A0CDC">
        <w:rPr>
          <w:rtl/>
        </w:rPr>
        <w:t xml:space="preserve">ں </w:t>
      </w:r>
      <w:r>
        <w:rPr>
          <w:rtl/>
        </w:rPr>
        <w:t>انہو</w:t>
      </w:r>
      <w:r w:rsidR="000A0CDC">
        <w:rPr>
          <w:rtl/>
        </w:rPr>
        <w:t xml:space="preserve">ں </w:t>
      </w:r>
      <w:r>
        <w:rPr>
          <w:rtl/>
        </w:rPr>
        <w:t>نے اپنے وسيع آثار و كتابو</w:t>
      </w:r>
      <w:r w:rsidR="000A0CDC">
        <w:rPr>
          <w:rtl/>
        </w:rPr>
        <w:t xml:space="preserve">ں </w:t>
      </w:r>
      <w:r>
        <w:rPr>
          <w:rtl/>
        </w:rPr>
        <w:t>كے ساتھ شيعہ فقہ مي</w:t>
      </w:r>
      <w:r w:rsidR="000A0CDC">
        <w:rPr>
          <w:rtl/>
        </w:rPr>
        <w:t xml:space="preserve">ں </w:t>
      </w:r>
      <w:r>
        <w:rPr>
          <w:rtl/>
        </w:rPr>
        <w:t>بہت سے نئے افق روشن كئے_ شيخ الطائفہ كى اہم فقہى آراء كا كے ان كے آثار مي</w:t>
      </w:r>
      <w:r w:rsidR="000A0CDC">
        <w:rPr>
          <w:rtl/>
        </w:rPr>
        <w:t xml:space="preserve">ں </w:t>
      </w:r>
      <w:r>
        <w:rPr>
          <w:rtl/>
        </w:rPr>
        <w:t xml:space="preserve">مطالعہ كيا </w:t>
      </w:r>
      <w:r w:rsidRPr="00354FC7">
        <w:rPr>
          <w:rtl/>
        </w:rPr>
        <w:t>جاسكتاہے (1) النہاية فى مجرد الفقہ و الفتاوى (2) المبسوط (3) الاستبصار (4)</w:t>
      </w:r>
      <w:r>
        <w:rPr>
          <w:rtl/>
        </w:rPr>
        <w:t xml:space="preserve"> تہذيب الاحكام_ فقہ تفريعى اور فقہ تطبيقى كى تقسيم انكے ہى كارنامو</w:t>
      </w:r>
      <w:r w:rsidR="000A0CDC">
        <w:rPr>
          <w:rtl/>
        </w:rPr>
        <w:t xml:space="preserve">ں </w:t>
      </w:r>
      <w:r>
        <w:rPr>
          <w:rtl/>
        </w:rPr>
        <w:t>مي</w:t>
      </w:r>
      <w:r w:rsidR="000A0CDC">
        <w:rPr>
          <w:rtl/>
        </w:rPr>
        <w:t xml:space="preserve">ں </w:t>
      </w:r>
      <w:r>
        <w:rPr>
          <w:rtl/>
        </w:rPr>
        <w:t>سے ہے _ يہ فقہى مكتب تين صديو</w:t>
      </w:r>
      <w:r w:rsidR="000A0CDC">
        <w:rPr>
          <w:rtl/>
        </w:rPr>
        <w:t xml:space="preserve">ں </w:t>
      </w:r>
      <w:r>
        <w:rPr>
          <w:rtl/>
        </w:rPr>
        <w:t xml:space="preserve">تك شيعہ دنيا پر حكمرانى كرتا رہا شيخ طوسى كے علاوہ اس دور كى اہم ترين شخصيات جناب قطب الدين راوندى </w:t>
      </w:r>
      <w:r w:rsidRPr="00F67D4B">
        <w:rPr>
          <w:rStyle w:val="libFootnotenumChar"/>
          <w:rtl/>
        </w:rPr>
        <w:t>(3)</w:t>
      </w:r>
      <w:r>
        <w:rPr>
          <w:rtl/>
        </w:rPr>
        <w:t xml:space="preserve"> اور ابن شہر آشوب ہي</w:t>
      </w:r>
      <w:r w:rsidR="000A0CDC">
        <w:rPr>
          <w:rtl/>
        </w:rPr>
        <w:t xml:space="preserve">ں </w:t>
      </w:r>
      <w:r w:rsidRPr="00F67D4B">
        <w:rPr>
          <w:rStyle w:val="libFootnotenumChar"/>
          <w:rtl/>
        </w:rPr>
        <w:t>(4)</w:t>
      </w:r>
      <w:r>
        <w:rPr>
          <w:rtl/>
        </w:rPr>
        <w:t xml:space="preserve"> </w:t>
      </w:r>
    </w:p>
    <w:p w:rsidR="0061102A" w:rsidRDefault="0061102A" w:rsidP="00BE6934">
      <w:pPr>
        <w:pStyle w:val="libNormal"/>
        <w:rPr>
          <w:rtl/>
        </w:rPr>
      </w:pPr>
      <w:r>
        <w:rPr>
          <w:rtl/>
        </w:rPr>
        <w:t>4_مكتب تلفيقى پرتنقيد كا دور: شيخ طوسى كے سوسال بعد فقہاء كے ايك گروہ نے كوشش كى كہ متكلمين كے فقہى مكتب كو زندہ كيا جائے اس ليے انہو</w:t>
      </w:r>
      <w:r w:rsidR="000A0CDC">
        <w:rPr>
          <w:rtl/>
        </w:rPr>
        <w:t xml:space="preserve">ں </w:t>
      </w:r>
      <w:r>
        <w:rPr>
          <w:rtl/>
        </w:rPr>
        <w:t xml:space="preserve">شيخ طوسى كے مكتب تلفيق پر تنقيد كى اس دور كى مركزى شخصيت ابن ادريس حلى </w:t>
      </w:r>
      <w:r w:rsidRPr="00F67D4B">
        <w:rPr>
          <w:rStyle w:val="libFootnotenumChar"/>
          <w:rtl/>
        </w:rPr>
        <w:t>(5)</w:t>
      </w:r>
      <w:r>
        <w:rPr>
          <w:rtl/>
        </w:rPr>
        <w:t xml:space="preserve"> ہي</w:t>
      </w:r>
      <w:r w:rsidR="000A0CDC">
        <w:rPr>
          <w:rtl/>
        </w:rPr>
        <w:t xml:space="preserve">ں </w:t>
      </w:r>
      <w:r>
        <w:rPr>
          <w:rtl/>
        </w:rPr>
        <w:t xml:space="preserve">_ </w:t>
      </w:r>
    </w:p>
    <w:p w:rsidR="0061102A" w:rsidRDefault="0061102A" w:rsidP="00BE6934">
      <w:pPr>
        <w:pStyle w:val="libNormal"/>
        <w:rPr>
          <w:rtl/>
        </w:rPr>
      </w:pPr>
      <w:r>
        <w:rPr>
          <w:rtl/>
        </w:rPr>
        <w:t xml:space="preserve">5_مكتب تلفيق كى اصلاح اورارتقا كا دور: شيخ طوسى كى فقہ بے پناہ جدت كے باوجود نظم، ترتيب اور اصلاح كى محتاج تھى بالخصوص انكے مكتب كے ناقدين نے بہت زيادہ ان پر اعتراضات كيے تھے ،اسى بناء پر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انہو</w:t>
      </w:r>
      <w:r w:rsidR="000A0CDC">
        <w:rPr>
          <w:rtl/>
        </w:rPr>
        <w:t xml:space="preserve">ں </w:t>
      </w:r>
      <w:r>
        <w:rPr>
          <w:rtl/>
        </w:rPr>
        <w:t xml:space="preserve">بہت شدت كے ساتھ ابن جنيد كى فقہى روش كا مقابلہ كيا رجوع كيجئے مثلا '' مفيد ، المسائل الصاغانيہ والمسائل السروية''_ </w:t>
      </w:r>
    </w:p>
    <w:p w:rsidR="0061102A" w:rsidRDefault="0061102A" w:rsidP="00BE6934">
      <w:pPr>
        <w:pStyle w:val="libFootnote"/>
        <w:rPr>
          <w:rtl/>
        </w:rPr>
      </w:pPr>
      <w:r>
        <w:rPr>
          <w:rtl/>
        </w:rPr>
        <w:t xml:space="preserve">2)رجوع كيجئے محمد بن حسن طوسى '' الخلاف'' تہران _ </w:t>
      </w:r>
    </w:p>
    <w:p w:rsidR="0061102A" w:rsidRDefault="0061102A" w:rsidP="00BE6934">
      <w:pPr>
        <w:pStyle w:val="libFootnote"/>
        <w:rPr>
          <w:rtl/>
        </w:rPr>
      </w:pPr>
      <w:r>
        <w:rPr>
          <w:rtl/>
        </w:rPr>
        <w:t>3)فقہ القرآن كى تصنيف كے علاوہ نہاية پر چند شروح بھى تحرير كي</w:t>
      </w:r>
      <w:r w:rsidR="000A0CDC">
        <w:rPr>
          <w:rtl/>
        </w:rPr>
        <w:t xml:space="preserve">ں </w:t>
      </w:r>
      <w:r>
        <w:rPr>
          <w:rtl/>
        </w:rPr>
        <w:t xml:space="preserve">_ </w:t>
      </w:r>
    </w:p>
    <w:p w:rsidR="0061102A" w:rsidRDefault="0061102A" w:rsidP="00BE6934">
      <w:pPr>
        <w:pStyle w:val="libFootnote"/>
        <w:rPr>
          <w:rtl/>
        </w:rPr>
      </w:pPr>
      <w:r>
        <w:rPr>
          <w:rtl/>
        </w:rPr>
        <w:t xml:space="preserve">4)متشابہہ القرآن و مختلفہ كے مصنف _ </w:t>
      </w:r>
    </w:p>
    <w:p w:rsidR="00CD1BB5" w:rsidRDefault="0061102A" w:rsidP="00BE6934">
      <w:pPr>
        <w:pStyle w:val="libFootnote"/>
        <w:rPr>
          <w:rtl/>
        </w:rPr>
      </w:pPr>
      <w:r>
        <w:rPr>
          <w:rtl/>
        </w:rPr>
        <w:t>5)ابن ادريس كے حوالے سے رجوع كيجئے '' دائرة المعارف بزرگ اسلامى ج 2 ذيل ابن ادريس '' ص 718_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محقق حلى </w:t>
      </w:r>
      <w:r w:rsidRPr="00F67D4B">
        <w:rPr>
          <w:rStyle w:val="libFootnotenumChar"/>
          <w:rtl/>
        </w:rPr>
        <w:t>(1)</w:t>
      </w:r>
      <w:r>
        <w:rPr>
          <w:rtl/>
        </w:rPr>
        <w:t xml:space="preserve"> اور انكے عظيم شاگرد علامہ حلى </w:t>
      </w:r>
      <w:r w:rsidRPr="00F67D4B">
        <w:rPr>
          <w:rStyle w:val="libFootnotenumChar"/>
          <w:rtl/>
        </w:rPr>
        <w:t>(2)</w:t>
      </w:r>
      <w:r>
        <w:rPr>
          <w:rtl/>
        </w:rPr>
        <w:t xml:space="preserve"> نے اس حوالے سے وسيع پيمانے پر كوشش كي</w:t>
      </w:r>
      <w:r w:rsidR="000A0CDC">
        <w:rPr>
          <w:rtl/>
        </w:rPr>
        <w:t xml:space="preserve">ں </w:t>
      </w:r>
      <w:r>
        <w:rPr>
          <w:rtl/>
        </w:rPr>
        <w:t>_ ان دو بزرگو</w:t>
      </w:r>
      <w:r w:rsidR="000A0CDC">
        <w:rPr>
          <w:rtl/>
        </w:rPr>
        <w:t xml:space="preserve">ں </w:t>
      </w:r>
      <w:r>
        <w:rPr>
          <w:rtl/>
        </w:rPr>
        <w:t>كے فقہى آثار سے آج تك فقہى محققين بہرہ مند ہوتے ہي</w:t>
      </w:r>
      <w:r w:rsidR="000A0CDC">
        <w:rPr>
          <w:rtl/>
        </w:rPr>
        <w:t xml:space="preserve">ں </w:t>
      </w:r>
      <w:r>
        <w:rPr>
          <w:rtl/>
        </w:rPr>
        <w:t>سچى بات يہ ہے كہ اگر ان دو بلند مرتبہ فقہى شخصيات كى كوششي</w:t>
      </w:r>
      <w:r w:rsidR="000A0CDC">
        <w:rPr>
          <w:rtl/>
        </w:rPr>
        <w:t xml:space="preserve">ں </w:t>
      </w:r>
      <w:r>
        <w:rPr>
          <w:rtl/>
        </w:rPr>
        <w:t>نہ ہوتي</w:t>
      </w:r>
      <w:r w:rsidR="000A0CDC">
        <w:rPr>
          <w:rtl/>
        </w:rPr>
        <w:t xml:space="preserve">ں </w:t>
      </w:r>
      <w:r>
        <w:rPr>
          <w:rtl/>
        </w:rPr>
        <w:t>تو مكتب تلفيق گذشتہ دور ( مكتب تلفيق پر تنفيد كا دور ) مي</w:t>
      </w:r>
      <w:r w:rsidR="000A0CDC">
        <w:rPr>
          <w:rtl/>
        </w:rPr>
        <w:t xml:space="preserve">ں </w:t>
      </w:r>
      <w:r>
        <w:rPr>
          <w:rtl/>
        </w:rPr>
        <w:t xml:space="preserve">ہى فراموشى كے غبار كى نذر ہوجاتا _ </w:t>
      </w:r>
    </w:p>
    <w:p w:rsidR="0061102A" w:rsidRDefault="0061102A" w:rsidP="00BE6934">
      <w:pPr>
        <w:pStyle w:val="libNormal"/>
        <w:rPr>
          <w:rtl/>
        </w:rPr>
      </w:pPr>
      <w:r>
        <w:rPr>
          <w:rtl/>
        </w:rPr>
        <w:t xml:space="preserve">6_ شہيد اول كا دور: شہيد اول </w:t>
      </w:r>
      <w:r w:rsidRPr="00F67D4B">
        <w:rPr>
          <w:rStyle w:val="libFootnotenumChar"/>
          <w:rtl/>
        </w:rPr>
        <w:t>(3)</w:t>
      </w:r>
      <w:r>
        <w:rPr>
          <w:rtl/>
        </w:rPr>
        <w:t xml:space="preserve">نے فقہى تفكر كو مرحلہ كمال تك پہچانے كيلئے كوشش كى اور فقہ شيعہ كيلئے ايسے اساسى اصول و قواعد تلاش كيے كہ جنكى بناء پر شيعہ فقہ نے اہل سنت كے فقہى مكاتب كى مدد كے بغير اپنى مستقل حيثيت كو تشكيل ديا _ اسى خصوصيت كى بناء پر انكے آثار اور تصنيفات گذشتہ فقہاء كے آثار سے ممتاز ہوئے انكے بعدكے علماء ڈيڑھ صدى سے زيادہ عرصہ تك ان كے پيروكار رہے_ اور اپنى فعاليت انكے آثار پر شرح تحرير كرنے تك محدود ركھى تھي_ اس مكتب كے معروف ترين فقيہ شہيد ثانى </w:t>
      </w:r>
      <w:r w:rsidRPr="00F67D4B">
        <w:rPr>
          <w:rStyle w:val="libFootnotenumChar"/>
          <w:rtl/>
        </w:rPr>
        <w:t>(4)</w:t>
      </w:r>
      <w:r>
        <w:rPr>
          <w:rtl/>
        </w:rPr>
        <w:t xml:space="preserve"> ہي</w:t>
      </w:r>
      <w:r w:rsidR="000A0CDC">
        <w:rPr>
          <w:rtl/>
        </w:rPr>
        <w:t xml:space="preserve">ں </w:t>
      </w:r>
      <w:r>
        <w:rPr>
          <w:rtl/>
        </w:rPr>
        <w:t xml:space="preserve">_ </w:t>
      </w:r>
    </w:p>
    <w:p w:rsidR="0061102A" w:rsidRDefault="0061102A" w:rsidP="00BE6934">
      <w:pPr>
        <w:pStyle w:val="libNormal"/>
        <w:rPr>
          <w:rtl/>
        </w:rPr>
      </w:pPr>
      <w:r>
        <w:rPr>
          <w:rtl/>
        </w:rPr>
        <w:t>7_ صفوى دور كى فقہ : يہ دور جو دسوي</w:t>
      </w:r>
      <w:r w:rsidR="000A0CDC">
        <w:rPr>
          <w:rtl/>
        </w:rPr>
        <w:t xml:space="preserve">ں </w:t>
      </w:r>
      <w:r>
        <w:rPr>
          <w:rtl/>
        </w:rPr>
        <w:t>صدى سے بارھوي</w:t>
      </w:r>
      <w:r w:rsidR="000A0CDC">
        <w:rPr>
          <w:rtl/>
        </w:rPr>
        <w:t xml:space="preserve">ں </w:t>
      </w:r>
      <w:r>
        <w:rPr>
          <w:rtl/>
        </w:rPr>
        <w:t>صدى تك جارى رہا اسمي</w:t>
      </w:r>
      <w:r w:rsidR="000A0CDC">
        <w:rPr>
          <w:rtl/>
        </w:rPr>
        <w:t xml:space="preserve">ں </w:t>
      </w:r>
      <w:r>
        <w:rPr>
          <w:rtl/>
        </w:rPr>
        <w:t xml:space="preserve">تين رجحان سامنے آئے: </w:t>
      </w:r>
    </w:p>
    <w:p w:rsidR="0061102A" w:rsidRDefault="0061102A" w:rsidP="00BE6934">
      <w:pPr>
        <w:pStyle w:val="libNormal"/>
        <w:rPr>
          <w:rtl/>
        </w:rPr>
      </w:pPr>
      <w:r>
        <w:rPr>
          <w:rtl/>
        </w:rPr>
        <w:t xml:space="preserve">الف) محقق ثانى كى فقہ : محقق ثانى </w:t>
      </w:r>
      <w:r w:rsidRPr="00F67D4B">
        <w:rPr>
          <w:rStyle w:val="libFootnotenumChar"/>
          <w:rtl/>
        </w:rPr>
        <w:t>(5)</w:t>
      </w:r>
      <w:r>
        <w:rPr>
          <w:rtl/>
        </w:rPr>
        <w:t xml:space="preserve"> كى اہم فعاليت دو نكتو</w:t>
      </w:r>
      <w:r w:rsidR="000A0CDC">
        <w:rPr>
          <w:rtl/>
        </w:rPr>
        <w:t xml:space="preserve">ں </w:t>
      </w:r>
      <w:r>
        <w:rPr>
          <w:rtl/>
        </w:rPr>
        <w:t>مي</w:t>
      </w:r>
      <w:r w:rsidR="000A0CDC">
        <w:rPr>
          <w:rtl/>
        </w:rPr>
        <w:t xml:space="preserve">ں </w:t>
      </w:r>
      <w:r>
        <w:rPr>
          <w:rtl/>
        </w:rPr>
        <w:t>خلاصہ ہوتى ہے: فقہ كے قوى دلائل كومزيد مستحكم اور پائدار بنانا اور فقہ مي</w:t>
      </w:r>
      <w:r w:rsidR="000A0CDC">
        <w:rPr>
          <w:rtl/>
        </w:rPr>
        <w:t xml:space="preserve">ں </w:t>
      </w:r>
      <w:r>
        <w:rPr>
          <w:rtl/>
        </w:rPr>
        <w:t>حكومتى مسائل كى طرف توجہ مثلا فقيہ كے اختيارات كى حدود نماز جمعہ اور خراج كے متعلقہ مسائل و غيرہ ، محقق ثانى كے اپنے بعد والے فقہاء پر اثرات مكمل طور پر واضح ہي</w:t>
      </w:r>
      <w:r w:rsidR="000A0CDC">
        <w:rPr>
          <w:rtl/>
        </w:rPr>
        <w:t xml:space="preserve">ں </w:t>
      </w:r>
      <w:r>
        <w:rPr>
          <w:rtl/>
        </w:rPr>
        <w:t xml:space="preserve">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1)محسن امين حبل عاملى سابقہ ما خذج 4 ص 89_ </w:t>
      </w:r>
    </w:p>
    <w:p w:rsidR="0061102A" w:rsidRDefault="0061102A" w:rsidP="00BE6934">
      <w:pPr>
        <w:pStyle w:val="libFootnote"/>
        <w:rPr>
          <w:rtl/>
        </w:rPr>
      </w:pPr>
      <w:r>
        <w:rPr>
          <w:rtl/>
        </w:rPr>
        <w:t xml:space="preserve">2)سابقہ ما خذج 5 ص ص 396 _ </w:t>
      </w:r>
    </w:p>
    <w:p w:rsidR="0061102A" w:rsidRDefault="0061102A" w:rsidP="00BE6934">
      <w:pPr>
        <w:pStyle w:val="libFootnote"/>
        <w:rPr>
          <w:rtl/>
        </w:rPr>
      </w:pPr>
      <w:r>
        <w:rPr>
          <w:rtl/>
        </w:rPr>
        <w:t xml:space="preserve">3)سابقہ ما خذج 10 ص 59_ </w:t>
      </w:r>
    </w:p>
    <w:p w:rsidR="0061102A" w:rsidRDefault="0061102A" w:rsidP="00BE6934">
      <w:pPr>
        <w:pStyle w:val="libFootnote"/>
        <w:rPr>
          <w:rtl/>
        </w:rPr>
      </w:pPr>
      <w:r>
        <w:rPr>
          <w:rtl/>
        </w:rPr>
        <w:t xml:space="preserve">4) سابقہ ماخذ ، ج7، ص 143_ </w:t>
      </w:r>
    </w:p>
    <w:p w:rsidR="0061102A" w:rsidRDefault="0061102A" w:rsidP="00BE6934">
      <w:pPr>
        <w:pStyle w:val="libFootnote"/>
        <w:rPr>
          <w:rtl/>
        </w:rPr>
      </w:pPr>
      <w:r>
        <w:rPr>
          <w:rtl/>
        </w:rPr>
        <w:t xml:space="preserve">5) عباس قمى ، ہدية الاحباب ، تہران، ص 254_ </w:t>
      </w:r>
    </w:p>
    <w:p w:rsidR="00CD1BB5" w:rsidRDefault="0061102A" w:rsidP="00BE6934">
      <w:pPr>
        <w:pStyle w:val="libFootnote"/>
        <w:rPr>
          <w:rtl/>
        </w:rPr>
      </w:pPr>
      <w:r>
        <w:rPr>
          <w:rtl/>
        </w:rPr>
        <w:t>6) احمد بن محمد اردبيلي، زبدة البيان، مقدمہ_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2) مقدس اردبيلى كى فقہ : مقدس اردبيلى </w:t>
      </w:r>
      <w:r w:rsidRPr="00F67D4B">
        <w:rPr>
          <w:rStyle w:val="libFootnotenumChar"/>
          <w:rtl/>
        </w:rPr>
        <w:t>(6)</w:t>
      </w:r>
      <w:r>
        <w:rPr>
          <w:rtl/>
        </w:rPr>
        <w:t>نے اگر چہ فقہ مي</w:t>
      </w:r>
      <w:r w:rsidR="000A0CDC">
        <w:rPr>
          <w:rtl/>
        </w:rPr>
        <w:t xml:space="preserve">ں </w:t>
      </w:r>
      <w:r>
        <w:rPr>
          <w:rtl/>
        </w:rPr>
        <w:t>كوئي اساسى تبديل نہي</w:t>
      </w:r>
      <w:r w:rsidR="000A0CDC">
        <w:rPr>
          <w:rtl/>
        </w:rPr>
        <w:t xml:space="preserve">ں </w:t>
      </w:r>
      <w:r>
        <w:rPr>
          <w:rtl/>
        </w:rPr>
        <w:t>كى ليكن وہ دوسرو</w:t>
      </w:r>
      <w:r w:rsidR="000A0CDC">
        <w:rPr>
          <w:rtl/>
        </w:rPr>
        <w:t xml:space="preserve">ں </w:t>
      </w:r>
      <w:r>
        <w:rPr>
          <w:rtl/>
        </w:rPr>
        <w:t>سے قطع نظر مخصوص روش كے حامل تھے انكى تحقيقات كى اہم خصوصيت يہ تھى كہ وہ گذشتہ فقہاء كے نظريات و آراء سے قطع نظر فقط اپنى اجتہادى روش اور اپنى نظر پر اعتماد كرتے تھے علمى مباحث مي</w:t>
      </w:r>
      <w:r w:rsidR="000A0CDC">
        <w:rPr>
          <w:rtl/>
        </w:rPr>
        <w:t xml:space="preserve">ں </w:t>
      </w:r>
      <w:r>
        <w:rPr>
          <w:rtl/>
        </w:rPr>
        <w:t xml:space="preserve">انكى شجاعت اور جدت باعث بنى كہ انكے بعد چند فقہاء نے انكى روش كو اختيار كيا _ </w:t>
      </w:r>
    </w:p>
    <w:p w:rsidR="0061102A" w:rsidRDefault="0061102A" w:rsidP="00BE6934">
      <w:pPr>
        <w:pStyle w:val="libNormal"/>
        <w:rPr>
          <w:rtl/>
        </w:rPr>
      </w:pPr>
      <w:r>
        <w:rPr>
          <w:rtl/>
        </w:rPr>
        <w:t>ج)اخباريو</w:t>
      </w:r>
      <w:r w:rsidR="000A0CDC">
        <w:rPr>
          <w:rtl/>
        </w:rPr>
        <w:t xml:space="preserve">ں </w:t>
      </w:r>
      <w:r>
        <w:rPr>
          <w:rtl/>
        </w:rPr>
        <w:t>كى فقہ : اخباريو</w:t>
      </w:r>
      <w:r w:rsidR="000A0CDC">
        <w:rPr>
          <w:rtl/>
        </w:rPr>
        <w:t xml:space="preserve">ں </w:t>
      </w:r>
      <w:r>
        <w:rPr>
          <w:rtl/>
        </w:rPr>
        <w:t>كى تحريك كہ جو پانچوي</w:t>
      </w:r>
      <w:r w:rsidR="000A0CDC">
        <w:rPr>
          <w:rtl/>
        </w:rPr>
        <w:t xml:space="preserve">ں </w:t>
      </w:r>
      <w:r>
        <w:rPr>
          <w:rtl/>
        </w:rPr>
        <w:t>صدى كے آغاز مي</w:t>
      </w:r>
      <w:r w:rsidR="000A0CDC">
        <w:rPr>
          <w:rtl/>
        </w:rPr>
        <w:t xml:space="preserve">ں </w:t>
      </w:r>
      <w:r>
        <w:rPr>
          <w:rtl/>
        </w:rPr>
        <w:t>متكلمين كى علمى كوششو</w:t>
      </w:r>
      <w:r w:rsidR="000A0CDC">
        <w:rPr>
          <w:rtl/>
        </w:rPr>
        <w:t xml:space="preserve">ں </w:t>
      </w:r>
      <w:r>
        <w:rPr>
          <w:rtl/>
        </w:rPr>
        <w:t>سے تقريباً ختم ہوچكى تھى گيارھوي</w:t>
      </w:r>
      <w:r w:rsidR="000A0CDC">
        <w:rPr>
          <w:rtl/>
        </w:rPr>
        <w:t xml:space="preserve">ں </w:t>
      </w:r>
      <w:r>
        <w:rPr>
          <w:rtl/>
        </w:rPr>
        <w:t>صدى مي</w:t>
      </w:r>
      <w:r w:rsidR="000A0CDC">
        <w:rPr>
          <w:rtl/>
        </w:rPr>
        <w:t xml:space="preserve">ں </w:t>
      </w:r>
      <w:r>
        <w:rPr>
          <w:rtl/>
        </w:rPr>
        <w:t xml:space="preserve">محمد امين استر آبادى كے ذريعے دوبارہ زندگى ہوگئي </w:t>
      </w:r>
      <w:r w:rsidRPr="00F67D4B">
        <w:rPr>
          <w:rStyle w:val="libFootnotenumChar"/>
          <w:rtl/>
        </w:rPr>
        <w:t>(1)</w:t>
      </w:r>
      <w:r>
        <w:rPr>
          <w:rtl/>
        </w:rPr>
        <w:t xml:space="preserve"> اگر چہ اخبارى فقہاء نے چند دہائيو</w:t>
      </w:r>
      <w:r w:rsidR="000A0CDC">
        <w:rPr>
          <w:rtl/>
        </w:rPr>
        <w:t xml:space="preserve">ں </w:t>
      </w:r>
      <w:r>
        <w:rPr>
          <w:rtl/>
        </w:rPr>
        <w:t>تك ايران و عراق كے فقہى اور علمى مراكز پر قبضہ جماليا ليكن اس روش كے حامل مشہور فقہاء كى تعداد زياہ نہي</w:t>
      </w:r>
      <w:r w:rsidR="000A0CDC">
        <w:rPr>
          <w:rtl/>
        </w:rPr>
        <w:t xml:space="preserve">ں </w:t>
      </w:r>
      <w:r>
        <w:rPr>
          <w:rtl/>
        </w:rPr>
        <w:t xml:space="preserve">ہے_ </w:t>
      </w:r>
    </w:p>
    <w:p w:rsidR="0061102A" w:rsidRDefault="0061102A" w:rsidP="00BE6934">
      <w:pPr>
        <w:pStyle w:val="libNormal"/>
        <w:rPr>
          <w:rtl/>
        </w:rPr>
      </w:pPr>
      <w:r>
        <w:rPr>
          <w:rtl/>
        </w:rPr>
        <w:t xml:space="preserve">8 _ اصول كى اساس پر اجتہاد كى تجديد حيات : وحيد بہبہانى </w:t>
      </w:r>
      <w:r w:rsidRPr="00F67D4B">
        <w:rPr>
          <w:rStyle w:val="libFootnotenumChar"/>
          <w:rtl/>
        </w:rPr>
        <w:t>(2)</w:t>
      </w:r>
      <w:r>
        <w:rPr>
          <w:rtl/>
        </w:rPr>
        <w:t>جو كہ بارھوي</w:t>
      </w:r>
      <w:r w:rsidR="000A0CDC">
        <w:rPr>
          <w:rtl/>
        </w:rPr>
        <w:t xml:space="preserve">ں </w:t>
      </w:r>
      <w:r>
        <w:rPr>
          <w:rtl/>
        </w:rPr>
        <w:t>صدى ہجرى مي</w:t>
      </w:r>
      <w:r w:rsidR="000A0CDC">
        <w:rPr>
          <w:rtl/>
        </w:rPr>
        <w:t xml:space="preserve">ں </w:t>
      </w:r>
      <w:r>
        <w:rPr>
          <w:rtl/>
        </w:rPr>
        <w:t>فقہ كے نابغہ شمار ہوتے ہي</w:t>
      </w:r>
      <w:r w:rsidR="000A0CDC">
        <w:rPr>
          <w:rtl/>
        </w:rPr>
        <w:t xml:space="preserve">ں </w:t>
      </w:r>
      <w:r>
        <w:rPr>
          <w:rtl/>
        </w:rPr>
        <w:t>انہو</w:t>
      </w:r>
      <w:r w:rsidR="000A0CDC">
        <w:rPr>
          <w:rtl/>
        </w:rPr>
        <w:t xml:space="preserve">ں </w:t>
      </w:r>
      <w:r>
        <w:rPr>
          <w:rtl/>
        </w:rPr>
        <w:t>نے اپنى وسيع علمى تحقيقات سے اخباريو</w:t>
      </w:r>
      <w:r w:rsidR="000A0CDC">
        <w:rPr>
          <w:rtl/>
        </w:rPr>
        <w:t xml:space="preserve">ں </w:t>
      </w:r>
      <w:r>
        <w:rPr>
          <w:rtl/>
        </w:rPr>
        <w:t>كے اساسى قواعد سے مقابلہ كرتے ہوئے دوبارہ عقلى روش پر اجتہاد كو زندہ كيا _ انہو</w:t>
      </w:r>
      <w:r w:rsidR="000A0CDC">
        <w:rPr>
          <w:rtl/>
        </w:rPr>
        <w:t xml:space="preserve">ں </w:t>
      </w:r>
      <w:r>
        <w:rPr>
          <w:rtl/>
        </w:rPr>
        <w:t>نے فقہ، اصول فقہ كى اصلاح اور دقيق علمى تحقيقات كےساتھ كوشش كى كہ شيعہ فقہ كو ايك ترقى يافتہ ، پائدار ، منظم ،قانونى اور فقہى مكتب كى شكل مي</w:t>
      </w:r>
      <w:r w:rsidR="000A0CDC">
        <w:rPr>
          <w:rtl/>
        </w:rPr>
        <w:t xml:space="preserve">ں </w:t>
      </w:r>
      <w:r>
        <w:rPr>
          <w:rtl/>
        </w:rPr>
        <w:t>لے آئي</w:t>
      </w:r>
      <w:r w:rsidR="000A0CDC">
        <w:rPr>
          <w:rtl/>
        </w:rPr>
        <w:t xml:space="preserve">ں </w:t>
      </w:r>
      <w:r w:rsidRPr="00F67D4B">
        <w:rPr>
          <w:rStyle w:val="libFootnotenumChar"/>
          <w:rtl/>
        </w:rPr>
        <w:t>(3)</w:t>
      </w:r>
      <w:r>
        <w:rPr>
          <w:rtl/>
        </w:rPr>
        <w:t xml:space="preserve"> جناب وحيد كى اس كوشش اور فعاليت سے بڑھ كر انكى كاميابى يہ تھى كہ انہو</w:t>
      </w:r>
      <w:r w:rsidR="000A0CDC">
        <w:rPr>
          <w:rtl/>
        </w:rPr>
        <w:t xml:space="preserve">ں </w:t>
      </w:r>
      <w:r>
        <w:rPr>
          <w:rtl/>
        </w:rPr>
        <w:t>نے عظيم المنزلت فقہاء كى تربيت كى كہ جنہو</w:t>
      </w:r>
      <w:r w:rsidR="000A0CDC">
        <w:rPr>
          <w:rtl/>
        </w:rPr>
        <w:t xml:space="preserve">ں </w:t>
      </w:r>
      <w:r>
        <w:rPr>
          <w:rtl/>
        </w:rPr>
        <w:t>نے فقہى و اصولى اساس پر قيمتى آثار عرصہ وجود مي</w:t>
      </w:r>
      <w:r w:rsidR="000A0CDC">
        <w:rPr>
          <w:rtl/>
        </w:rPr>
        <w:t xml:space="preserve">ں </w:t>
      </w:r>
      <w:r>
        <w:rPr>
          <w:rtl/>
        </w:rPr>
        <w:t>لاكر انكى كوششو</w:t>
      </w:r>
      <w:r w:rsidR="000A0CDC">
        <w:rPr>
          <w:rtl/>
        </w:rPr>
        <w:t xml:space="preserve">ں </w:t>
      </w:r>
      <w:r>
        <w:rPr>
          <w:rtl/>
        </w:rPr>
        <w:t xml:space="preserve">اور ثمرات كو عظيم استحكام بخشا_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1)دائرة المعارف بزرگ اسلامى ج 10 ذيل امين استر آبادي_ </w:t>
      </w:r>
    </w:p>
    <w:p w:rsidR="0061102A" w:rsidRDefault="0061102A" w:rsidP="00BE6934">
      <w:pPr>
        <w:pStyle w:val="libFootnote"/>
        <w:rPr>
          <w:rtl/>
        </w:rPr>
      </w:pPr>
      <w:r>
        <w:rPr>
          <w:rtl/>
        </w:rPr>
        <w:t>2) محمد باقر بن محمد اكمل كہ انكے آثار مي</w:t>
      </w:r>
      <w:r w:rsidR="000A0CDC">
        <w:rPr>
          <w:rtl/>
        </w:rPr>
        <w:t xml:space="preserve">ں </w:t>
      </w:r>
      <w:r>
        <w:rPr>
          <w:rtl/>
        </w:rPr>
        <w:t xml:space="preserve">سے ہے '' الفوائد الحايرية، شرح مفاتيح الشرائع_ </w:t>
      </w:r>
    </w:p>
    <w:p w:rsidR="00CD1BB5" w:rsidRDefault="0061102A" w:rsidP="00BE6934">
      <w:pPr>
        <w:pStyle w:val="libFootnote"/>
        <w:rPr>
          <w:rtl/>
        </w:rPr>
      </w:pPr>
      <w:r>
        <w:rPr>
          <w:rtl/>
        </w:rPr>
        <w:t>3)سيد حسين مدرسى طباطبائي ، سابقہ ما خذص 60_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 مي</w:t>
      </w:r>
      <w:r w:rsidR="000A0CDC">
        <w:rPr>
          <w:rtl/>
        </w:rPr>
        <w:t xml:space="preserve">ں </w:t>
      </w:r>
      <w:r>
        <w:rPr>
          <w:rtl/>
        </w:rPr>
        <w:t>سے مشہورترين فقہاء مندرجہ ذيل ہي</w:t>
      </w:r>
      <w:r w:rsidR="000A0CDC">
        <w:rPr>
          <w:rtl/>
        </w:rPr>
        <w:t xml:space="preserve">ں </w:t>
      </w:r>
      <w:r>
        <w:rPr>
          <w:rtl/>
        </w:rPr>
        <w:t xml:space="preserve">:بحر العلوم </w:t>
      </w:r>
      <w:r w:rsidRPr="00F67D4B">
        <w:rPr>
          <w:rStyle w:val="libFootnotenumChar"/>
          <w:rtl/>
        </w:rPr>
        <w:t>(1)</w:t>
      </w:r>
      <w:r>
        <w:rPr>
          <w:rtl/>
        </w:rPr>
        <w:t xml:space="preserve"> شيخ جعفر كاشف الغطاء </w:t>
      </w:r>
      <w:r w:rsidRPr="00F67D4B">
        <w:rPr>
          <w:rStyle w:val="libFootnotenumChar"/>
          <w:rtl/>
        </w:rPr>
        <w:t>(2)</w:t>
      </w:r>
      <w:r>
        <w:rPr>
          <w:rtl/>
        </w:rPr>
        <w:t xml:space="preserve"> ، ملااحمد نراقي</w:t>
      </w:r>
      <w:r w:rsidRPr="00F67D4B">
        <w:rPr>
          <w:rStyle w:val="libFootnotenumChar"/>
          <w:rtl/>
        </w:rPr>
        <w:t>(3)</w:t>
      </w:r>
      <w:r>
        <w:rPr>
          <w:rtl/>
        </w:rPr>
        <w:t xml:space="preserve"> اور حسن ابن جعفر كاشف الغطاء </w:t>
      </w:r>
      <w:r w:rsidRPr="00F67D4B">
        <w:rPr>
          <w:rStyle w:val="libFootnotenumChar"/>
          <w:rtl/>
        </w:rPr>
        <w:t>(4)</w:t>
      </w:r>
      <w:r>
        <w:rPr>
          <w:rtl/>
        </w:rPr>
        <w:t xml:space="preserve"> </w:t>
      </w:r>
    </w:p>
    <w:p w:rsidR="0061102A" w:rsidRDefault="0061102A" w:rsidP="00BE6934">
      <w:pPr>
        <w:pStyle w:val="libNormal"/>
        <w:rPr>
          <w:rtl/>
        </w:rPr>
      </w:pPr>
      <w:r>
        <w:rPr>
          <w:rtl/>
        </w:rPr>
        <w:t xml:space="preserve">9_ شيخ انصارى كا دور: شيخ مرتضى انصارى </w:t>
      </w:r>
      <w:r w:rsidRPr="00F67D4B">
        <w:rPr>
          <w:rStyle w:val="libFootnotenumChar"/>
          <w:rtl/>
        </w:rPr>
        <w:t>(5)</w:t>
      </w:r>
      <w:r>
        <w:rPr>
          <w:rtl/>
        </w:rPr>
        <w:t xml:space="preserve"> تيرھوي</w:t>
      </w:r>
      <w:r w:rsidR="000A0CDC">
        <w:rPr>
          <w:rtl/>
        </w:rPr>
        <w:t xml:space="preserve">ں </w:t>
      </w:r>
      <w:r>
        <w:rPr>
          <w:rtl/>
        </w:rPr>
        <w:t>صدى كے سب سے بڑے نابغہ اور فقہ و اصول الفقہ مي</w:t>
      </w:r>
      <w:r w:rsidR="000A0CDC">
        <w:rPr>
          <w:rtl/>
        </w:rPr>
        <w:t xml:space="preserve">ں </w:t>
      </w:r>
      <w:r>
        <w:rPr>
          <w:rtl/>
        </w:rPr>
        <w:t>دقيق روشو</w:t>
      </w:r>
      <w:r w:rsidR="000A0CDC">
        <w:rPr>
          <w:rtl/>
        </w:rPr>
        <w:t xml:space="preserve">ں </w:t>
      </w:r>
      <w:r>
        <w:rPr>
          <w:rtl/>
        </w:rPr>
        <w:t>كو ايجاد كرنے والے تھے انكے دقيق و عميق روشو</w:t>
      </w:r>
      <w:r w:rsidR="000A0CDC">
        <w:rPr>
          <w:rtl/>
        </w:rPr>
        <w:t xml:space="preserve">ں </w:t>
      </w:r>
      <w:r>
        <w:rPr>
          <w:rtl/>
        </w:rPr>
        <w:t>نے فقہ مي</w:t>
      </w:r>
      <w:r w:rsidR="000A0CDC">
        <w:rPr>
          <w:rtl/>
        </w:rPr>
        <w:t xml:space="preserve">ں </w:t>
      </w:r>
      <w:r>
        <w:rPr>
          <w:rtl/>
        </w:rPr>
        <w:t>انقلاب بر پا كرديا _ انكے آثار مي</w:t>
      </w:r>
      <w:r w:rsidR="000A0CDC">
        <w:rPr>
          <w:rtl/>
        </w:rPr>
        <w:t xml:space="preserve">ں </w:t>
      </w:r>
      <w:r>
        <w:rPr>
          <w:rtl/>
        </w:rPr>
        <w:t>موجود فقہى مجموعہ ايسا دقيق و ظريف ہے كہ كلى طورپر ناسخ ماسبق ( گذشتہ فقہا كے استنباط كو منسوخ كرتا) ہے (-6) انكا فقہى مكتب انكے زمانہ سے آج تك علمى اور فقہى مراكز پر غالب ہے كہ آج تك بڑى شخصيتو</w:t>
      </w:r>
      <w:r w:rsidR="000A0CDC">
        <w:rPr>
          <w:rtl/>
        </w:rPr>
        <w:t xml:space="preserve">ں </w:t>
      </w:r>
      <w:r>
        <w:rPr>
          <w:rtl/>
        </w:rPr>
        <w:t>كے پيدا ہونے كے باوجود انكے مكتب مي</w:t>
      </w:r>
      <w:r w:rsidR="000A0CDC">
        <w:rPr>
          <w:rtl/>
        </w:rPr>
        <w:t xml:space="preserve">ں </w:t>
      </w:r>
      <w:r>
        <w:rPr>
          <w:rtl/>
        </w:rPr>
        <w:t>بنيادى تبديلى نہ آسكى _ اس دور كے اہم ترين فقہاء مندرجہ ذيل ہي</w:t>
      </w:r>
      <w:r w:rsidR="000A0CDC">
        <w:rPr>
          <w:rtl/>
        </w:rPr>
        <w:t xml:space="preserve">ں </w:t>
      </w:r>
      <w:r>
        <w:rPr>
          <w:rtl/>
        </w:rPr>
        <w:t xml:space="preserve">: </w:t>
      </w:r>
    </w:p>
    <w:p w:rsidR="0061102A" w:rsidRDefault="0061102A" w:rsidP="00BE6934">
      <w:pPr>
        <w:pStyle w:val="libNormal"/>
        <w:rPr>
          <w:rtl/>
        </w:rPr>
      </w:pPr>
      <w:r>
        <w:rPr>
          <w:rtl/>
        </w:rPr>
        <w:t xml:space="preserve">ميرزاى شيرازى </w:t>
      </w:r>
      <w:r w:rsidRPr="00F67D4B">
        <w:rPr>
          <w:rStyle w:val="libFootnotenumChar"/>
          <w:rtl/>
        </w:rPr>
        <w:t>(7)</w:t>
      </w:r>
      <w:r>
        <w:rPr>
          <w:rtl/>
        </w:rPr>
        <w:t xml:space="preserve"> محمد كاظم خراسانى </w:t>
      </w:r>
      <w:r w:rsidRPr="00F67D4B">
        <w:rPr>
          <w:rStyle w:val="libFootnotenumChar"/>
          <w:rtl/>
        </w:rPr>
        <w:t>(8)</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1)محمد مہدى بن مرتضى طباطبائي (متوفى 1212 قمري) صاحب تصنيف، المصابيح والدورة النجفية_ </w:t>
      </w:r>
    </w:p>
    <w:p w:rsidR="0061102A" w:rsidRDefault="0061102A" w:rsidP="00BE6934">
      <w:pPr>
        <w:pStyle w:val="libFootnote"/>
        <w:rPr>
          <w:rtl/>
        </w:rPr>
      </w:pPr>
      <w:r>
        <w:rPr>
          <w:rtl/>
        </w:rPr>
        <w:t xml:space="preserve">2)كتاب '' كشف الغطاء عن مبھمات الشريعة الغراء كے مصنف انكى زندگى كے حوالے سے رجوع كيجئے '' محسن امين جبل عاملى ، سابقہ ما خذج 4 ص 99_ </w:t>
      </w:r>
    </w:p>
    <w:p w:rsidR="0061102A" w:rsidRDefault="0061102A" w:rsidP="00BE6934">
      <w:pPr>
        <w:pStyle w:val="libFootnote"/>
        <w:rPr>
          <w:rtl/>
        </w:rPr>
      </w:pPr>
      <w:r>
        <w:rPr>
          <w:rtl/>
        </w:rPr>
        <w:t xml:space="preserve">3) كتاب '' مستند الشيعة ومناہج الاحكام'' كے مصنف انكى زندگى كے حوالے سے رجوع كيجئے : محسن امين جبل عاملي، سابقہ ماخذ ، ج2، ص 183_ </w:t>
      </w:r>
    </w:p>
    <w:p w:rsidR="0061102A" w:rsidRDefault="0061102A" w:rsidP="00BE6934">
      <w:pPr>
        <w:pStyle w:val="libFootnote"/>
        <w:rPr>
          <w:rtl/>
        </w:rPr>
      </w:pPr>
      <w:r>
        <w:rPr>
          <w:rtl/>
        </w:rPr>
        <w:t xml:space="preserve">4)كتاب انوار الفقاھة كے مصنف رجوع كيجئے '' : محسن امين جبل عاملى ، سابقہ ما خذج 3 ص 35 ''_ </w:t>
      </w:r>
    </w:p>
    <w:p w:rsidR="0061102A" w:rsidRDefault="0061102A" w:rsidP="00BE6934">
      <w:pPr>
        <w:pStyle w:val="libFootnote"/>
        <w:rPr>
          <w:rtl/>
        </w:rPr>
      </w:pPr>
      <w:r>
        <w:rPr>
          <w:rtl/>
        </w:rPr>
        <w:t>5)بہت سے فقہى آثار كے مصنف مثلا متاجر ، طہارة ، صلاة ، خمس ... اور بہت فقہى قواعد ، انكے بارے مي</w:t>
      </w:r>
      <w:r w:rsidR="000A0CDC">
        <w:rPr>
          <w:rtl/>
        </w:rPr>
        <w:t xml:space="preserve">ں </w:t>
      </w:r>
      <w:r>
        <w:rPr>
          <w:rtl/>
        </w:rPr>
        <w:t xml:space="preserve">رجوع كيجئے: محسن امين جبل عاملى ، سابقہ ما خذج 10 ص 117_ </w:t>
      </w:r>
    </w:p>
    <w:p w:rsidR="0061102A" w:rsidRDefault="0061102A" w:rsidP="00BE6934">
      <w:pPr>
        <w:pStyle w:val="libFootnote"/>
        <w:rPr>
          <w:rtl/>
        </w:rPr>
      </w:pPr>
      <w:r>
        <w:rPr>
          <w:rtl/>
        </w:rPr>
        <w:t xml:space="preserve">6)سيد حسين مدرسى طباطبائي ، سابقہ ما خذص 61_ </w:t>
      </w:r>
    </w:p>
    <w:p w:rsidR="0061102A" w:rsidRDefault="0061102A" w:rsidP="00BE6934">
      <w:pPr>
        <w:pStyle w:val="libFootnote"/>
        <w:rPr>
          <w:rtl/>
        </w:rPr>
      </w:pPr>
      <w:r>
        <w:rPr>
          <w:rtl/>
        </w:rPr>
        <w:t>7)انكے درس فقہ كى تفصيل حسين بن اسماعيل رضوى كے واسطہ سے بنام '' القواعد الحسنية'' موجود ہے ، رجوع كري</w:t>
      </w:r>
      <w:r w:rsidR="000A0CDC">
        <w:rPr>
          <w:rtl/>
        </w:rPr>
        <w:t xml:space="preserve">ں </w:t>
      </w:r>
      <w:r>
        <w:rPr>
          <w:rtl/>
        </w:rPr>
        <w:t xml:space="preserve">، آقا بزرگ طہرانى ،الذريعہ ج 17 ص 182_ </w:t>
      </w:r>
    </w:p>
    <w:p w:rsidR="00CD1BB5" w:rsidRDefault="0061102A" w:rsidP="00BE6934">
      <w:pPr>
        <w:pStyle w:val="libFootnote"/>
        <w:rPr>
          <w:rtl/>
        </w:rPr>
      </w:pPr>
      <w:r>
        <w:rPr>
          <w:rtl/>
        </w:rPr>
        <w:t>8)كتب '' تكملة التبصرة ، اللمعات النيرہ ، كتاب القضاء ( انكے دروس كى تفصيل انكے فرزند محمد المعروف آقا زادہ كے ذريعے معلوم ہوئي ) حاشيہ المكاسب كے مصنف ، جہا</w:t>
      </w:r>
      <w:r w:rsidR="000A0CDC">
        <w:rPr>
          <w:rtl/>
        </w:rPr>
        <w:t xml:space="preserve">ں </w:t>
      </w:r>
      <w:r>
        <w:rPr>
          <w:rtl/>
        </w:rPr>
        <w:t>بھى شيخ انصارى نے كوئي نظر دى ہے وہا</w:t>
      </w:r>
      <w:r w:rsidR="000A0CDC">
        <w:rPr>
          <w:rtl/>
        </w:rPr>
        <w:t xml:space="preserve">ں </w:t>
      </w:r>
      <w:r>
        <w:rPr>
          <w:rtl/>
        </w:rPr>
        <w:t>انہو</w:t>
      </w:r>
      <w:r w:rsidR="000A0CDC">
        <w:rPr>
          <w:rtl/>
        </w:rPr>
        <w:t xml:space="preserve">ں </w:t>
      </w:r>
      <w:r>
        <w:rPr>
          <w:rtl/>
        </w:rPr>
        <w:t>نے ان كى تنقيد كى ہے رجوع كيجئے محسن امين ، جبل عاملي، اصلى سابقہ ما خذج 9 ص 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سيد محمد كاظم يزدى </w:t>
      </w:r>
      <w:r w:rsidRPr="00F67D4B">
        <w:rPr>
          <w:rStyle w:val="libFootnotenumChar"/>
          <w:rtl/>
        </w:rPr>
        <w:t>(1)</w:t>
      </w:r>
      <w:r>
        <w:rPr>
          <w:rtl/>
        </w:rPr>
        <w:t xml:space="preserve"> ، محمد حسين نائينى </w:t>
      </w:r>
      <w:r w:rsidRPr="00F67D4B">
        <w:rPr>
          <w:rStyle w:val="libFootnotenumChar"/>
          <w:rtl/>
        </w:rPr>
        <w:t>(2)</w:t>
      </w:r>
      <w:r>
        <w:rPr>
          <w:rtl/>
        </w:rPr>
        <w:t xml:space="preserve"> ، عبدالكريم حائرى يزدي</w:t>
      </w:r>
      <w:r w:rsidRPr="00F67D4B">
        <w:rPr>
          <w:rStyle w:val="libFootnotenumChar"/>
          <w:rtl/>
        </w:rPr>
        <w:t>(3)</w:t>
      </w:r>
      <w:r>
        <w:rPr>
          <w:rtl/>
        </w:rPr>
        <w:t xml:space="preserve"> سيد ابوالحسن اصفہانى </w:t>
      </w:r>
      <w:r w:rsidRPr="00F67D4B">
        <w:rPr>
          <w:rStyle w:val="libFootnotenumChar"/>
          <w:rtl/>
        </w:rPr>
        <w:t>(4)</w:t>
      </w:r>
      <w:r>
        <w:rPr>
          <w:rtl/>
        </w:rPr>
        <w:t xml:space="preserve"> سيد حسين طباطبائي بروجردى </w:t>
      </w:r>
      <w:r w:rsidRPr="00F67D4B">
        <w:rPr>
          <w:rStyle w:val="libFootnotenumChar"/>
          <w:rtl/>
        </w:rPr>
        <w:t>(5)</w:t>
      </w:r>
      <w:r>
        <w:rPr>
          <w:rtl/>
        </w:rPr>
        <w:t xml:space="preserve"> سيد محسن حكيم </w:t>
      </w:r>
      <w:r w:rsidRPr="00F67D4B">
        <w:rPr>
          <w:rStyle w:val="libFootnotenumChar"/>
          <w:rtl/>
        </w:rPr>
        <w:t>(6)</w:t>
      </w:r>
      <w:r>
        <w:rPr>
          <w:rtl/>
        </w:rPr>
        <w:t xml:space="preserve"> سيد ابوالقاسم موسوى خوئي </w:t>
      </w:r>
      <w:r w:rsidRPr="00F67D4B">
        <w:rPr>
          <w:rStyle w:val="libFootnotenumChar"/>
          <w:rtl/>
        </w:rPr>
        <w:t>(7)</w:t>
      </w:r>
      <w:r>
        <w:rPr>
          <w:rtl/>
        </w:rPr>
        <w:t xml:space="preserve"> اور امام خمينى </w:t>
      </w:r>
      <w:r w:rsidRPr="00F67D4B">
        <w:rPr>
          <w:rStyle w:val="libFootnotenumChar"/>
          <w:rtl/>
        </w:rPr>
        <w:t>(8)</w:t>
      </w:r>
      <w:r>
        <w:rPr>
          <w:rtl/>
        </w:rPr>
        <w:t xml:space="preserve"> </w:t>
      </w:r>
    </w:p>
    <w:p w:rsidR="0061102A" w:rsidRDefault="0061102A" w:rsidP="00BE6934">
      <w:pPr>
        <w:pStyle w:val="libNormal"/>
        <w:rPr>
          <w:rtl/>
        </w:rPr>
      </w:pPr>
      <w:r>
        <w:rPr>
          <w:rtl/>
        </w:rPr>
        <w:t>اين تمام بزرگو</w:t>
      </w:r>
      <w:r w:rsidR="000A0CDC">
        <w:rPr>
          <w:rtl/>
        </w:rPr>
        <w:t xml:space="preserve">ں </w:t>
      </w:r>
      <w:r>
        <w:rPr>
          <w:rtl/>
        </w:rPr>
        <w:t>نے دسيو</w:t>
      </w:r>
      <w:r w:rsidR="000A0CDC">
        <w:rPr>
          <w:rtl/>
        </w:rPr>
        <w:t xml:space="preserve">ں </w:t>
      </w:r>
      <w:r>
        <w:rPr>
          <w:rtl/>
        </w:rPr>
        <w:t>بلكہ سينكڑو</w:t>
      </w:r>
      <w:r w:rsidR="000A0CDC">
        <w:rPr>
          <w:rtl/>
        </w:rPr>
        <w:t xml:space="preserve">ں </w:t>
      </w:r>
      <w:r>
        <w:rPr>
          <w:rtl/>
        </w:rPr>
        <w:t>شاگردو</w:t>
      </w:r>
      <w:r w:rsidR="000A0CDC">
        <w:rPr>
          <w:rtl/>
        </w:rPr>
        <w:t xml:space="preserve">ں </w:t>
      </w:r>
      <w:r>
        <w:rPr>
          <w:rtl/>
        </w:rPr>
        <w:t>كى تربيت كى كہ پھر ان مي</w:t>
      </w:r>
      <w:r w:rsidR="000A0CDC">
        <w:rPr>
          <w:rtl/>
        </w:rPr>
        <w:t xml:space="preserve">ں </w:t>
      </w:r>
      <w:r>
        <w:rPr>
          <w:rtl/>
        </w:rPr>
        <w:t>سے ہر ايك نے موجود ہ دور مي</w:t>
      </w:r>
      <w:r w:rsidR="000A0CDC">
        <w:rPr>
          <w:rtl/>
        </w:rPr>
        <w:t xml:space="preserve">ں </w:t>
      </w:r>
      <w:r>
        <w:rPr>
          <w:rtl/>
        </w:rPr>
        <w:t>فقہ و فقاہت كے حوزہ مي</w:t>
      </w:r>
      <w:r w:rsidR="000A0CDC">
        <w:rPr>
          <w:rtl/>
        </w:rPr>
        <w:t xml:space="preserve">ں </w:t>
      </w:r>
      <w:r>
        <w:rPr>
          <w:rtl/>
        </w:rPr>
        <w:t>اہم خدمات انجام دي</w:t>
      </w:r>
      <w:r w:rsidR="000A0CDC">
        <w:rPr>
          <w:rtl/>
        </w:rPr>
        <w:t xml:space="preserve">ں </w:t>
      </w:r>
      <w:r>
        <w:rPr>
          <w:rtl/>
        </w:rPr>
        <w:t>ليكن قابل ذكر نكتہ يہ ہے كہ اگر چہ علماء و فقہاء كے نزديك مشہورنظريہ يہى ہے كہ مكتب شيعہ مي</w:t>
      </w:r>
      <w:r w:rsidR="000A0CDC">
        <w:rPr>
          <w:rtl/>
        </w:rPr>
        <w:t xml:space="preserve">ں </w:t>
      </w:r>
      <w:r>
        <w:rPr>
          <w:rtl/>
        </w:rPr>
        <w:t>باب اجتہاد كھلا ہوا ہے ليكن بہت كم ديكھا گياہے كہ يہ باب معاشرہ اور اسپر حاكم نظام پر باضابطہ صورت مي</w:t>
      </w:r>
      <w:r w:rsidR="000A0CDC">
        <w:rPr>
          <w:rtl/>
        </w:rPr>
        <w:t xml:space="preserve">ں </w:t>
      </w:r>
      <w:r>
        <w:rPr>
          <w:rtl/>
        </w:rPr>
        <w:t>كھلا ہو ورنہ بے ضابطہ صورت مي</w:t>
      </w:r>
      <w:r w:rsidR="000A0CDC">
        <w:rPr>
          <w:rtl/>
        </w:rPr>
        <w:t xml:space="preserve">ں </w:t>
      </w:r>
      <w:r>
        <w:rPr>
          <w:rtl/>
        </w:rPr>
        <w:t>اس كا كھلا ہونا قابل انكار نہي</w:t>
      </w:r>
      <w:r w:rsidR="000A0CDC">
        <w:rPr>
          <w:rtl/>
        </w:rPr>
        <w:t xml:space="preserve">ں </w:t>
      </w:r>
      <w:r>
        <w:rPr>
          <w:rtl/>
        </w:rPr>
        <w:t xml:space="preserve">ہے_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1)مشہور كتاب '' العروة الوثقي'' كے مصنف رجوع كيجئے ، محسن امين جبل عاملى ، سابقہ ما خذج 10 ص 943_ </w:t>
      </w:r>
    </w:p>
    <w:p w:rsidR="0061102A" w:rsidRDefault="0061102A" w:rsidP="00BE6934">
      <w:pPr>
        <w:pStyle w:val="libFootnote"/>
        <w:rPr>
          <w:rtl/>
        </w:rPr>
      </w:pPr>
      <w:r>
        <w:rPr>
          <w:rtl/>
        </w:rPr>
        <w:t>2)انكے آثار مي</w:t>
      </w:r>
      <w:r w:rsidR="000A0CDC">
        <w:rPr>
          <w:rtl/>
        </w:rPr>
        <w:t xml:space="preserve">ں </w:t>
      </w:r>
      <w:r>
        <w:rPr>
          <w:rtl/>
        </w:rPr>
        <w:t>سے '' قاعدہ لا ضرر اوررسالة فى اللباس الشكوك ہي</w:t>
      </w:r>
      <w:r w:rsidR="000A0CDC">
        <w:rPr>
          <w:rtl/>
        </w:rPr>
        <w:t xml:space="preserve">ں </w:t>
      </w:r>
      <w:r>
        <w:rPr>
          <w:rtl/>
        </w:rPr>
        <w:t>'' نيز انكے نماز كے متعلق فقہى درس كى تفصيل انكے د و برجستہ شاگردو</w:t>
      </w:r>
      <w:r w:rsidR="000A0CDC">
        <w:rPr>
          <w:rtl/>
        </w:rPr>
        <w:t xml:space="preserve">ں </w:t>
      </w:r>
      <w:r>
        <w:rPr>
          <w:rtl/>
        </w:rPr>
        <w:t>مي</w:t>
      </w:r>
      <w:r w:rsidR="000A0CDC">
        <w:rPr>
          <w:rtl/>
        </w:rPr>
        <w:t xml:space="preserve">ں </w:t>
      </w:r>
      <w:r>
        <w:rPr>
          <w:rtl/>
        </w:rPr>
        <w:t xml:space="preserve">محمد تقى آملى اور محمد على كاظمينى كے ذريعہ جبكہ انكے مكاسب كے حوالے انكے درس كى تفصيل محمد تقى آملى اور موسى خوانسارى كے ذريعے نشر ہوئي_ </w:t>
      </w:r>
    </w:p>
    <w:p w:rsidR="0061102A" w:rsidRDefault="0061102A" w:rsidP="00BE6934">
      <w:pPr>
        <w:pStyle w:val="libFootnote"/>
        <w:rPr>
          <w:rtl/>
        </w:rPr>
      </w:pPr>
      <w:r>
        <w:rPr>
          <w:rtl/>
        </w:rPr>
        <w:t>3)انكے آثار مي</w:t>
      </w:r>
      <w:r w:rsidR="000A0CDC">
        <w:rPr>
          <w:rtl/>
        </w:rPr>
        <w:t xml:space="preserve">ں </w:t>
      </w:r>
      <w:r>
        <w:rPr>
          <w:rtl/>
        </w:rPr>
        <w:t xml:space="preserve">سے الصلاةہے نيز انكے نكاح كے حوالے سے فقہى درس كى تفصيل محمود آشتيانى كے ذريعے نشر ہوئي_ </w:t>
      </w:r>
    </w:p>
    <w:p w:rsidR="0061102A" w:rsidRDefault="0061102A" w:rsidP="00BE6934">
      <w:pPr>
        <w:pStyle w:val="libFootnote"/>
        <w:rPr>
          <w:rtl/>
        </w:rPr>
      </w:pPr>
      <w:r>
        <w:rPr>
          <w:rtl/>
        </w:rPr>
        <w:t>4)مشہور كتاب ''وسيلةالنجاة'' كے مصنف ہي</w:t>
      </w:r>
      <w:r w:rsidR="000A0CDC">
        <w:rPr>
          <w:rtl/>
        </w:rPr>
        <w:t xml:space="preserve">ں </w:t>
      </w:r>
      <w:r>
        <w:rPr>
          <w:rtl/>
        </w:rPr>
        <w:t xml:space="preserve">امام خمينى كى كتاب تحرير الوسيلہ اسى كتاب پر نظر ثانى اور امام كى اپنى آراء كے مطابق تكميل ہے _ </w:t>
      </w:r>
    </w:p>
    <w:p w:rsidR="0061102A" w:rsidRDefault="0061102A" w:rsidP="00BE6934">
      <w:pPr>
        <w:pStyle w:val="libFootnote"/>
        <w:rPr>
          <w:rtl/>
        </w:rPr>
      </w:pPr>
      <w:r>
        <w:rPr>
          <w:rtl/>
        </w:rPr>
        <w:t>5)انكے تمام آثار انكے فقہى دروس ہي</w:t>
      </w:r>
      <w:r w:rsidR="000A0CDC">
        <w:rPr>
          <w:rtl/>
        </w:rPr>
        <w:t xml:space="preserve">ں </w:t>
      </w:r>
      <w:r>
        <w:rPr>
          <w:rtl/>
        </w:rPr>
        <w:t xml:space="preserve">جو ہم تك پہنچے نہاية التقرير محمد موحدى لنكرانى كى ہمت سے ، البدر الزاہر فى صلاةالجمعة و المسافر حسين على منتظرى كے ذريعے اور زبدة المقال فى خمس النبى و الال عباس ابوترابى كى ہمت كے ساتھ نشر ہوئي_ </w:t>
      </w:r>
    </w:p>
    <w:p w:rsidR="0061102A" w:rsidRDefault="0061102A" w:rsidP="00BE6934">
      <w:pPr>
        <w:pStyle w:val="libFootnote"/>
        <w:rPr>
          <w:rtl/>
        </w:rPr>
      </w:pPr>
      <w:r>
        <w:rPr>
          <w:rtl/>
        </w:rPr>
        <w:t>6)عروة الوثقى پر سب سے پہلى استدلالى شرح بنام مستمسك العروة الوثقى نيز نہج الفقاھة اور دليل الناسك كے مصنف ہي</w:t>
      </w:r>
      <w:r w:rsidR="000A0CDC">
        <w:rPr>
          <w:rtl/>
        </w:rPr>
        <w:t xml:space="preserve">ں </w:t>
      </w:r>
      <w:r>
        <w:rPr>
          <w:rtl/>
        </w:rPr>
        <w:t xml:space="preserve">_ </w:t>
      </w:r>
    </w:p>
    <w:p w:rsidR="0061102A" w:rsidRDefault="0061102A" w:rsidP="00BE6934">
      <w:pPr>
        <w:pStyle w:val="libFootnote"/>
        <w:rPr>
          <w:rtl/>
        </w:rPr>
      </w:pPr>
      <w:r>
        <w:rPr>
          <w:rtl/>
        </w:rPr>
        <w:t>7)ان:كے درسو</w:t>
      </w:r>
      <w:r w:rsidR="000A0CDC">
        <w:rPr>
          <w:rtl/>
        </w:rPr>
        <w:t xml:space="preserve">ں </w:t>
      </w:r>
      <w:r>
        <w:rPr>
          <w:rtl/>
        </w:rPr>
        <w:t>كى مختلف افراد كے ذريعے تفصيل ہم تك پہنچى ہے '' التنقيح فى شرح العروة الوثقى '' على غروى تبريز ى كى كوشش كےساتھ ، دروس فى فقہ الشيعة مہدى خلخالى كى ہمت سے الدر الغوالى فى فروع العلم الاجمالى رضا لطفى كى كوشش كے ساتھ مستند العروة الوثقى مرتضى البروجردى كى كوشش كے ساتھ مصباح الفقاھة محمد على توحيد كى كوشش سے اور محاضرات فى الفقہ الجعفرى سيد على شاہرودى كى كوشش سے نشر ہوئي</w:t>
      </w:r>
      <w:r w:rsidR="000A0CDC">
        <w:rPr>
          <w:rtl/>
        </w:rPr>
        <w:t xml:space="preserve">ں </w:t>
      </w:r>
      <w:r>
        <w:rPr>
          <w:rtl/>
        </w:rPr>
        <w:t xml:space="preserve">_ </w:t>
      </w:r>
    </w:p>
    <w:p w:rsidR="00CD1BB5" w:rsidRDefault="0061102A" w:rsidP="00BE6934">
      <w:pPr>
        <w:pStyle w:val="libFootnote"/>
        <w:rPr>
          <w:rtl/>
        </w:rPr>
      </w:pPr>
      <w:r>
        <w:rPr>
          <w:rtl/>
        </w:rPr>
        <w:t>8)متعدد فقہى آثار كے مصنف ہي</w:t>
      </w:r>
      <w:r w:rsidR="000A0CDC">
        <w:rPr>
          <w:rtl/>
        </w:rPr>
        <w:t xml:space="preserve">ں </w:t>
      </w:r>
      <w:r>
        <w:rPr>
          <w:rtl/>
        </w:rPr>
        <w:t>مثلا كتاب الطہارة كہ جو تين جلدو</w:t>
      </w:r>
      <w:r w:rsidR="000A0CDC">
        <w:rPr>
          <w:rtl/>
        </w:rPr>
        <w:t xml:space="preserve">ں </w:t>
      </w:r>
      <w:r>
        <w:rPr>
          <w:rtl/>
        </w:rPr>
        <w:t>مي</w:t>
      </w:r>
      <w:r w:rsidR="000A0CDC">
        <w:rPr>
          <w:rtl/>
        </w:rPr>
        <w:t xml:space="preserve">ں </w:t>
      </w:r>
      <w:r>
        <w:rPr>
          <w:rtl/>
        </w:rPr>
        <w:t>ہے كتاب البيع كہ جو پانچ جلدو</w:t>
      </w:r>
      <w:r w:rsidR="000A0CDC">
        <w:rPr>
          <w:rtl/>
        </w:rPr>
        <w:t xml:space="preserve">ں </w:t>
      </w:r>
      <w:r>
        <w:rPr>
          <w:rtl/>
        </w:rPr>
        <w:t>مي</w:t>
      </w:r>
      <w:r w:rsidR="000A0CDC">
        <w:rPr>
          <w:rtl/>
        </w:rPr>
        <w:t xml:space="preserve">ں </w:t>
      </w:r>
      <w:r>
        <w:rPr>
          <w:rtl/>
        </w:rPr>
        <w:t>ہے المكاسب المحرمة جو كہ دو جلدو</w:t>
      </w:r>
      <w:r w:rsidR="000A0CDC">
        <w:rPr>
          <w:rtl/>
        </w:rPr>
        <w:t xml:space="preserve">ں </w:t>
      </w:r>
      <w:r>
        <w:rPr>
          <w:rtl/>
        </w:rPr>
        <w:t>مي</w:t>
      </w:r>
      <w:r w:rsidR="000A0CDC">
        <w:rPr>
          <w:rtl/>
        </w:rPr>
        <w:t xml:space="preserve">ں </w:t>
      </w:r>
      <w:r>
        <w:rPr>
          <w:rtl/>
        </w:rPr>
        <w:t>ہے _ تحرير الوسيلة دو جلد ہي</w:t>
      </w:r>
      <w:r w:rsidR="000A0CDC">
        <w:rPr>
          <w:rtl/>
        </w:rPr>
        <w:t xml:space="preserve">ں </w:t>
      </w:r>
      <w:r>
        <w:rPr>
          <w:rtl/>
        </w:rPr>
        <w:t>رسالة فى قاعدہ لا ضرر، رسالة فى التقية اوركتاب الخلل فى الصلاة_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عہد حاضر كے معروف اصوليو</w:t>
      </w:r>
      <w:r w:rsidR="000A0CDC">
        <w:rPr>
          <w:rtl/>
        </w:rPr>
        <w:t xml:space="preserve">ں </w:t>
      </w:r>
      <w:r>
        <w:rPr>
          <w:rtl/>
        </w:rPr>
        <w:t>اور فقہاء مي</w:t>
      </w:r>
      <w:r w:rsidR="000A0CDC">
        <w:rPr>
          <w:rtl/>
        </w:rPr>
        <w:t xml:space="preserve">ں </w:t>
      </w:r>
      <w:r>
        <w:rPr>
          <w:rtl/>
        </w:rPr>
        <w:t>سے اور صاحب مكتب كہ جنہي</w:t>
      </w:r>
      <w:r w:rsidR="000A0CDC">
        <w:rPr>
          <w:rtl/>
        </w:rPr>
        <w:t xml:space="preserve">ں </w:t>
      </w:r>
      <w:r>
        <w:rPr>
          <w:rtl/>
        </w:rPr>
        <w:t>ايسا پہلا شيعى عالم كہا جاسكتاہو جنہو</w:t>
      </w:r>
      <w:r w:rsidR="000A0CDC">
        <w:rPr>
          <w:rtl/>
        </w:rPr>
        <w:t xml:space="preserve">ں </w:t>
      </w:r>
      <w:r>
        <w:rPr>
          <w:rtl/>
        </w:rPr>
        <w:t>نے علم اور اجتہاد كى قديم روايتى روش سے بہرہ مند ہوتے ہوئے بنيادى حقوق كے مفاہيم كے تعارف اورانہي</w:t>
      </w:r>
      <w:r w:rsidR="000A0CDC">
        <w:rPr>
          <w:rtl/>
        </w:rPr>
        <w:t xml:space="preserve">ں </w:t>
      </w:r>
      <w:r>
        <w:rPr>
          <w:rtl/>
        </w:rPr>
        <w:t>انكے صحيح مقام پر لانے كى كوشش كرنے كے ساتھ ساتھ'' فقہ حكومت ''پر بھى بحث كى ہو وہ مرحوم ميرزا محمد حسين نائينى ہي</w:t>
      </w:r>
      <w:r w:rsidR="000A0CDC">
        <w:rPr>
          <w:rtl/>
        </w:rPr>
        <w:t xml:space="preserve">ں </w:t>
      </w:r>
      <w:r>
        <w:rPr>
          <w:rtl/>
        </w:rPr>
        <w:t>انكى آرا ء مي</w:t>
      </w:r>
      <w:r w:rsidR="000A0CDC">
        <w:rPr>
          <w:rtl/>
        </w:rPr>
        <w:t xml:space="preserve">ں </w:t>
      </w:r>
      <w:r>
        <w:rPr>
          <w:rtl/>
        </w:rPr>
        <w:t>''وجوب مقدمہ واجب ''كے نظريہ كے تحت مشروطيت كے قيام كو واجب قرار دينا ، علاوہ ازي</w:t>
      </w:r>
      <w:r w:rsidR="000A0CDC">
        <w:rPr>
          <w:rtl/>
        </w:rPr>
        <w:t xml:space="preserve">ں </w:t>
      </w:r>
      <w:r>
        <w:rPr>
          <w:rtl/>
        </w:rPr>
        <w:t>ايك اور فتوى مي</w:t>
      </w:r>
      <w:r w:rsidR="000A0CDC">
        <w:rPr>
          <w:rtl/>
        </w:rPr>
        <w:t xml:space="preserve">ں </w:t>
      </w:r>
      <w:r>
        <w:rPr>
          <w:rtl/>
        </w:rPr>
        <w:t xml:space="preserve">ٹيكس لينے والے يعنى حكومت كو ٹيكس دينے والے يعنى عوام كے مد مقابل جواب دہ ہونا شامل ہے_ </w:t>
      </w:r>
      <w:r w:rsidRPr="00F67D4B">
        <w:rPr>
          <w:rStyle w:val="libFootnotenumChar"/>
          <w:rtl/>
        </w:rPr>
        <w:t>(1)</w:t>
      </w:r>
      <w:r>
        <w:rPr>
          <w:rtl/>
        </w:rPr>
        <w:t xml:space="preserve"> </w:t>
      </w:r>
    </w:p>
    <w:p w:rsidR="0061102A" w:rsidRDefault="0061102A" w:rsidP="00BE6934">
      <w:pPr>
        <w:pStyle w:val="libNormal"/>
        <w:rPr>
          <w:rtl/>
        </w:rPr>
      </w:pPr>
      <w:r>
        <w:rPr>
          <w:rtl/>
        </w:rPr>
        <w:t>عہد حاضر كے ديگر فقہاء مي</w:t>
      </w:r>
      <w:r w:rsidR="000A0CDC">
        <w:rPr>
          <w:rtl/>
        </w:rPr>
        <w:t xml:space="preserve">ں </w:t>
      </w:r>
      <w:r>
        <w:rPr>
          <w:rtl/>
        </w:rPr>
        <w:t>سے كہ جنہو</w:t>
      </w:r>
      <w:r w:rsidR="000A0CDC">
        <w:rPr>
          <w:rtl/>
        </w:rPr>
        <w:t xml:space="preserve">ں </w:t>
      </w:r>
      <w:r>
        <w:rPr>
          <w:rtl/>
        </w:rPr>
        <w:t>قديم روش كے مطابق فقہ كى حدود مي</w:t>
      </w:r>
      <w:r w:rsidR="000A0CDC">
        <w:rPr>
          <w:rtl/>
        </w:rPr>
        <w:t xml:space="preserve">ں </w:t>
      </w:r>
      <w:r>
        <w:rPr>
          <w:rtl/>
        </w:rPr>
        <w:t>رہتے ہوئے فقہ حكومت پر بہت زيادہ توجہ دى وہ امام خمينى ہي</w:t>
      </w:r>
      <w:r w:rsidR="000A0CDC">
        <w:rPr>
          <w:rtl/>
        </w:rPr>
        <w:t xml:space="preserve">ں </w:t>
      </w:r>
      <w:r>
        <w:rPr>
          <w:rtl/>
        </w:rPr>
        <w:t>انہو</w:t>
      </w:r>
      <w:r w:rsidR="000A0CDC">
        <w:rPr>
          <w:rtl/>
        </w:rPr>
        <w:t xml:space="preserve">ں </w:t>
      </w:r>
      <w:r>
        <w:rPr>
          <w:rtl/>
        </w:rPr>
        <w:t>نے اپنى كتاب '' ولايت فقيہ '' يا ''حكومت اسلامى ''مي</w:t>
      </w:r>
      <w:r w:rsidR="000A0CDC">
        <w:rPr>
          <w:rtl/>
        </w:rPr>
        <w:t xml:space="preserve">ں </w:t>
      </w:r>
      <w:r>
        <w:rPr>
          <w:rtl/>
        </w:rPr>
        <w:t xml:space="preserve">ولايت فقيہ كے نظريہ كو عظمت اور ترقى دى اور آخركار اس نظريہ كو عملى طور پر اجراء كيا _ </w:t>
      </w:r>
    </w:p>
    <w:p w:rsidR="0061102A" w:rsidRDefault="0061102A" w:rsidP="00BE6934">
      <w:pPr>
        <w:pStyle w:val="libNormal"/>
        <w:rPr>
          <w:rtl/>
        </w:rPr>
      </w:pPr>
      <w:r>
        <w:rPr>
          <w:rtl/>
        </w:rPr>
        <w:t>اسى طرح ديگر مجتہدين ہي</w:t>
      </w:r>
      <w:r w:rsidR="000A0CDC">
        <w:rPr>
          <w:rtl/>
        </w:rPr>
        <w:t xml:space="preserve">ں </w:t>
      </w:r>
      <w:r>
        <w:rPr>
          <w:rtl/>
        </w:rPr>
        <w:t>ہے كہ جنہو</w:t>
      </w:r>
      <w:r w:rsidR="000A0CDC">
        <w:rPr>
          <w:rtl/>
        </w:rPr>
        <w:t xml:space="preserve">ں </w:t>
      </w:r>
      <w:r>
        <w:rPr>
          <w:rtl/>
        </w:rPr>
        <w:t>نے روايتى فقہ (قديمى روش اور قواعد پرمشتمل) كى حدود مي</w:t>
      </w:r>
      <w:r w:rsidR="000A0CDC">
        <w:rPr>
          <w:rtl/>
        </w:rPr>
        <w:t xml:space="preserve">ں </w:t>
      </w:r>
      <w:r>
        <w:rPr>
          <w:rtl/>
        </w:rPr>
        <w:t>رہتے ہوئے ''فقہ حكومت ''كو موضوع بحث بنايا شہيد سيد محمد باقر الصدر تھے كہ انكى حكومت سے متعلقہ مسائل مي</w:t>
      </w:r>
      <w:r w:rsidR="000A0CDC">
        <w:rPr>
          <w:rtl/>
        </w:rPr>
        <w:t xml:space="preserve">ں </w:t>
      </w:r>
      <w:r>
        <w:rPr>
          <w:rtl/>
        </w:rPr>
        <w:t>فقہ كے حوالے سے تخليقى اجتہادى آراء قابل توجہ ہي</w:t>
      </w:r>
      <w:r w:rsidR="000A0CDC">
        <w:rPr>
          <w:rtl/>
        </w:rPr>
        <w:t xml:space="preserve">ں </w:t>
      </w:r>
      <w:r w:rsidRPr="00F67D4B">
        <w:rPr>
          <w:rStyle w:val="libFootnotenumChar"/>
          <w:rtl/>
        </w:rPr>
        <w:t>(2)</w:t>
      </w:r>
      <w:r>
        <w:rPr>
          <w:rtl/>
        </w:rPr>
        <w:t xml:space="preserve"> </w:t>
      </w:r>
    </w:p>
    <w:p w:rsidR="0061102A" w:rsidRDefault="0061102A" w:rsidP="00BE6934">
      <w:pPr>
        <w:pStyle w:val="libNormal"/>
        <w:rPr>
          <w:rtl/>
        </w:rPr>
      </w:pPr>
      <w:r>
        <w:rPr>
          <w:rtl/>
        </w:rPr>
        <w:t>اسى بحث كے حوالے سے استاد شہيد مرتضى مطہرى جيسے بزرگان كى فعاليت سے غافل نہي</w:t>
      </w:r>
      <w:r w:rsidR="000A0CDC">
        <w:rPr>
          <w:rtl/>
        </w:rPr>
        <w:t xml:space="preserve">ں </w:t>
      </w:r>
      <w:r>
        <w:rPr>
          <w:rtl/>
        </w:rPr>
        <w:t>ہونا چاہيے كہ انہو</w:t>
      </w:r>
      <w:r w:rsidR="000A0CDC">
        <w:rPr>
          <w:rtl/>
        </w:rPr>
        <w:t xml:space="preserve">ں </w:t>
      </w:r>
      <w:r>
        <w:rPr>
          <w:rtl/>
        </w:rPr>
        <w:t>نے اسى روايتى روش اجتہاد كى روشنى مي</w:t>
      </w:r>
      <w:r w:rsidR="000A0CDC">
        <w:rPr>
          <w:rtl/>
        </w:rPr>
        <w:t xml:space="preserve">ں </w:t>
      </w:r>
      <w:r>
        <w:rPr>
          <w:rtl/>
        </w:rPr>
        <w:t>اپنے ہم عصرو</w:t>
      </w:r>
      <w:r w:rsidR="000A0CDC">
        <w:rPr>
          <w:rtl/>
        </w:rPr>
        <w:t xml:space="preserve">ں </w:t>
      </w:r>
      <w:r>
        <w:rPr>
          <w:rtl/>
        </w:rPr>
        <w:t>سے بڑھ كر معاشرتى مسائل كى پيچيدگيو</w:t>
      </w:r>
      <w:r w:rsidR="000A0CDC">
        <w:rPr>
          <w:rtl/>
        </w:rPr>
        <w:t xml:space="preserve">ں </w:t>
      </w:r>
      <w:r>
        <w:rPr>
          <w:rtl/>
        </w:rPr>
        <w:t>اور الجھنو</w:t>
      </w:r>
      <w:r w:rsidR="000A0CDC">
        <w:rPr>
          <w:rtl/>
        </w:rPr>
        <w:t xml:space="preserve">ں </w:t>
      </w:r>
      <w:r>
        <w:rPr>
          <w:rtl/>
        </w:rPr>
        <w:t>كو حل كرنے كے طريقے بيان كيے اسى حوالے ان كا نظريہ تھا كہ كوئي شخص بھى اس وقت تك مقام اجتہاد پر فائز نہي</w:t>
      </w:r>
      <w:r w:rsidR="000A0CDC">
        <w:rPr>
          <w:rtl/>
        </w:rPr>
        <w:t xml:space="preserve">ں </w:t>
      </w:r>
      <w:r>
        <w:rPr>
          <w:rtl/>
        </w:rPr>
        <w:t xml:space="preserve">ہوسكتا جب تك وہ يہ اچھى طرح نہ جان لے كہ اسلام كى كائنات ، انسان ، معاشرے ، تاريخ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1)مزيد معلومات كيلئے رجوع كري</w:t>
      </w:r>
      <w:r w:rsidR="000A0CDC">
        <w:rPr>
          <w:rtl/>
        </w:rPr>
        <w:t xml:space="preserve">ں </w:t>
      </w:r>
      <w:r>
        <w:rPr>
          <w:rtl/>
        </w:rPr>
        <w:t xml:space="preserve">، ميرزا حسين نائني، تنبيہ الامة و تنزيہ الملة ، جعفر عبد الرزاق ، الدستور والبرلمان فى الفكر السياسى الشيعى ص 48 ، 47 _ </w:t>
      </w:r>
    </w:p>
    <w:p w:rsidR="00CD1BB5" w:rsidRDefault="0061102A" w:rsidP="00BE6934">
      <w:pPr>
        <w:pStyle w:val="libFootnote"/>
        <w:rPr>
          <w:rtl/>
        </w:rPr>
      </w:pPr>
      <w:r>
        <w:rPr>
          <w:rtl/>
        </w:rPr>
        <w:t>2)مزيد معلومات كيلئے رجوع كري</w:t>
      </w:r>
      <w:r w:rsidR="000A0CDC">
        <w:rPr>
          <w:rtl/>
        </w:rPr>
        <w:t xml:space="preserve">ں </w:t>
      </w:r>
      <w:r>
        <w:rPr>
          <w:rtl/>
        </w:rPr>
        <w:t>، سيد محمد باقر الصدور الاسلام يقود الحياة_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اقتصاد ، سياست اور ... كے بارے مي</w:t>
      </w:r>
      <w:r w:rsidR="000A0CDC">
        <w:rPr>
          <w:rtl/>
        </w:rPr>
        <w:t xml:space="preserve">ں </w:t>
      </w:r>
      <w:r>
        <w:rPr>
          <w:rtl/>
        </w:rPr>
        <w:t xml:space="preserve">كيانظر ہے </w:t>
      </w:r>
      <w:r w:rsidRPr="00F67D4B">
        <w:rPr>
          <w:rStyle w:val="libFootnotenumChar"/>
          <w:rtl/>
        </w:rPr>
        <w:t>(1)</w:t>
      </w:r>
      <w:r>
        <w:rPr>
          <w:rtl/>
        </w:rPr>
        <w:t xml:space="preserve"> </w:t>
      </w:r>
    </w:p>
    <w:p w:rsidR="0061102A" w:rsidRDefault="0061102A" w:rsidP="00BE6934">
      <w:pPr>
        <w:pStyle w:val="libNormal"/>
        <w:rPr>
          <w:rtl/>
        </w:rPr>
      </w:pPr>
      <w:r>
        <w:rPr>
          <w:rtl/>
        </w:rPr>
        <w:t>ايسے فقہاء مي</w:t>
      </w:r>
      <w:r w:rsidR="000A0CDC">
        <w:rPr>
          <w:rtl/>
        </w:rPr>
        <w:t xml:space="preserve">ں </w:t>
      </w:r>
      <w:r>
        <w:rPr>
          <w:rtl/>
        </w:rPr>
        <w:t>مرحوم شيخ محمد مہدى شمس الدين بھى قابل ذكر ہي</w:t>
      </w:r>
      <w:r w:rsidR="000A0CDC">
        <w:rPr>
          <w:rtl/>
        </w:rPr>
        <w:t xml:space="preserve">ں </w:t>
      </w:r>
      <w:r>
        <w:rPr>
          <w:rtl/>
        </w:rPr>
        <w:t>كہ جنہو</w:t>
      </w:r>
      <w:r w:rsidR="000A0CDC">
        <w:rPr>
          <w:rtl/>
        </w:rPr>
        <w:t xml:space="preserve">ں </w:t>
      </w:r>
      <w:r>
        <w:rPr>
          <w:rtl/>
        </w:rPr>
        <w:t>نے اجمالى طور پر فقہ حكومت پر قابل توجہ بحث كى اور اس حوالے سے اپنى آراء دي</w:t>
      </w:r>
      <w:r w:rsidR="000A0CDC">
        <w:rPr>
          <w:rtl/>
        </w:rPr>
        <w:t xml:space="preserve">ں </w:t>
      </w:r>
      <w:r w:rsidRPr="00F67D4B">
        <w:rPr>
          <w:rStyle w:val="libFootnotenumChar"/>
          <w:rtl/>
        </w:rPr>
        <w:t>(2)</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54" w:name="_Toc268610"/>
      <w:r>
        <w:rPr>
          <w:rtl/>
        </w:rPr>
        <w:t>ب) اہل سنت كى فقہ اور تغير و تبدل كے ادوار:</w:t>
      </w:r>
      <w:bookmarkEnd w:id="54"/>
    </w:p>
    <w:p w:rsidR="0061102A" w:rsidRDefault="0061102A" w:rsidP="00BE6934">
      <w:pPr>
        <w:pStyle w:val="libNormal"/>
        <w:rPr>
          <w:rtl/>
        </w:rPr>
      </w:pPr>
      <w:r>
        <w:rPr>
          <w:rtl/>
        </w:rPr>
        <w:t>اہل سنت كى فقہ اور اسمي</w:t>
      </w:r>
      <w:r w:rsidR="000A0CDC">
        <w:rPr>
          <w:rtl/>
        </w:rPr>
        <w:t xml:space="preserve">ں </w:t>
      </w:r>
      <w:r>
        <w:rPr>
          <w:rtl/>
        </w:rPr>
        <w:t>تبديلى كے چھ مراحل ہي</w:t>
      </w:r>
      <w:r w:rsidR="000A0CDC">
        <w:rPr>
          <w:rtl/>
        </w:rPr>
        <w:t xml:space="preserve">ں </w:t>
      </w:r>
      <w:r>
        <w:rPr>
          <w:rtl/>
        </w:rPr>
        <w:t xml:space="preserve">: </w:t>
      </w:r>
    </w:p>
    <w:p w:rsidR="0061102A" w:rsidRDefault="0061102A" w:rsidP="00BE6934">
      <w:pPr>
        <w:pStyle w:val="libNormal"/>
        <w:rPr>
          <w:rtl/>
        </w:rPr>
      </w:pPr>
      <w:r>
        <w:rPr>
          <w:rtl/>
        </w:rPr>
        <w:t xml:space="preserve">1)پيغمبر (ص) كا زمانہ: شرعى نصوص تك براہ راست رسائي (اسلام كے آغاز سے گيارہ ہجرى تك ) </w:t>
      </w:r>
    </w:p>
    <w:p w:rsidR="0061102A" w:rsidRDefault="0061102A" w:rsidP="00BE6934">
      <w:pPr>
        <w:pStyle w:val="libNormal"/>
        <w:rPr>
          <w:rtl/>
        </w:rPr>
      </w:pPr>
      <w:r>
        <w:rPr>
          <w:rtl/>
        </w:rPr>
        <w:t>2)صحابہ كا دور: چونكہ براہ راست پيغمبر اكرم(ص) سے رابطہ رہا تھا لہذا آسانى سے ان سے قول نقل كيا كرتے تھے (گيارھوي</w:t>
      </w:r>
      <w:r w:rsidR="000A0CDC">
        <w:rPr>
          <w:rtl/>
        </w:rPr>
        <w:t xml:space="preserve">ں </w:t>
      </w:r>
      <w:r>
        <w:rPr>
          <w:rtl/>
        </w:rPr>
        <w:t>ہجرى سے چاليسوي</w:t>
      </w:r>
      <w:r w:rsidR="000A0CDC">
        <w:rPr>
          <w:rtl/>
        </w:rPr>
        <w:t xml:space="preserve">ں </w:t>
      </w:r>
      <w:r>
        <w:rPr>
          <w:rtl/>
        </w:rPr>
        <w:t xml:space="preserve">ہجرى تك) </w:t>
      </w:r>
    </w:p>
    <w:p w:rsidR="0061102A" w:rsidRDefault="0061102A" w:rsidP="00BE6934">
      <w:pPr>
        <w:pStyle w:val="libNormal"/>
        <w:rPr>
          <w:rtl/>
        </w:rPr>
      </w:pPr>
      <w:r>
        <w:rPr>
          <w:rtl/>
        </w:rPr>
        <w:t>3)تابعين كا دور: انكا ايك واسطہ كے ذريعے پيغمبر اكرم(ص) سے رابطہ تھا لہذا ان سے قول نقل كيا كرتے تھے (چاليسوي</w:t>
      </w:r>
      <w:r w:rsidR="000A0CDC">
        <w:rPr>
          <w:rtl/>
        </w:rPr>
        <w:t xml:space="preserve">ں </w:t>
      </w:r>
      <w:r>
        <w:rPr>
          <w:rtl/>
        </w:rPr>
        <w:t xml:space="preserve">ہجرى سے پہلى صدى كے تمام ہونے تك) </w:t>
      </w:r>
    </w:p>
    <w:p w:rsidR="0061102A" w:rsidRDefault="0061102A" w:rsidP="00BE6934">
      <w:pPr>
        <w:pStyle w:val="libNormal"/>
        <w:rPr>
          <w:rtl/>
        </w:rPr>
      </w:pPr>
      <w:r>
        <w:rPr>
          <w:rtl/>
        </w:rPr>
        <w:t>4)چار امامو</w:t>
      </w:r>
      <w:r w:rsidR="000A0CDC">
        <w:rPr>
          <w:rtl/>
        </w:rPr>
        <w:t xml:space="preserve">ں </w:t>
      </w:r>
      <w:r>
        <w:rPr>
          <w:rtl/>
        </w:rPr>
        <w:t xml:space="preserve">كا دور يا فقہى مذاہب كى تشكيل كا دور( دوسرى صدى سے چوتھى صدى تك) _ </w:t>
      </w:r>
    </w:p>
    <w:p w:rsidR="0061102A" w:rsidRDefault="0061102A" w:rsidP="00BE6934">
      <w:pPr>
        <w:pStyle w:val="libNormal"/>
        <w:rPr>
          <w:rtl/>
        </w:rPr>
      </w:pPr>
      <w:r>
        <w:rPr>
          <w:rtl/>
        </w:rPr>
        <w:t>5)چار آئمہ كى تقليد كا دور (تيسرى صدى سے چودھوي</w:t>
      </w:r>
      <w:r w:rsidR="000A0CDC">
        <w:rPr>
          <w:rtl/>
        </w:rPr>
        <w:t xml:space="preserve">ں </w:t>
      </w:r>
      <w:r>
        <w:rPr>
          <w:rtl/>
        </w:rPr>
        <w:t xml:space="preserve">صدى تك) </w:t>
      </w:r>
    </w:p>
    <w:p w:rsidR="0061102A" w:rsidRDefault="0061102A" w:rsidP="00BE6934">
      <w:pPr>
        <w:pStyle w:val="libNormal"/>
        <w:rPr>
          <w:rtl/>
        </w:rPr>
      </w:pPr>
      <w:r>
        <w:rPr>
          <w:rtl/>
        </w:rPr>
        <w:t>6)جديد فقہى اورقانونى بيدارى اور اجتہادات كے دروازے كے كھلنے كادور</w:t>
      </w:r>
      <w:r w:rsidRPr="00F67D4B">
        <w:rPr>
          <w:rStyle w:val="libFootnotenumChar"/>
          <w:rtl/>
        </w:rPr>
        <w:t>(3)</w:t>
      </w:r>
      <w:r>
        <w:rPr>
          <w:rtl/>
        </w:rPr>
        <w:t xml:space="preserve"> </w:t>
      </w:r>
    </w:p>
    <w:p w:rsidR="0061102A" w:rsidRDefault="0061102A" w:rsidP="00BE6934">
      <w:pPr>
        <w:pStyle w:val="libNormal"/>
        <w:rPr>
          <w:rtl/>
        </w:rPr>
      </w:pPr>
      <w:r>
        <w:rPr>
          <w:rtl/>
        </w:rPr>
        <w:t>دراصل اہل سنت كى فقہ چار آئمہ كے ظہور اور فقہى مذاہب كى تشكيل سے مرحلہ كمال تك جاپہنچى اور گذشتہ ادوار اس دور كو وجود مي</w:t>
      </w:r>
      <w:r w:rsidR="000A0CDC">
        <w:rPr>
          <w:rtl/>
        </w:rPr>
        <w:t xml:space="preserve">ں </w:t>
      </w:r>
      <w:r>
        <w:rPr>
          <w:rtl/>
        </w:rPr>
        <w:t xml:space="preserve">لانے كا سبب بنے لہذا ان مذاہب كى تشكيل كيلئے راستہ ہموار ہوگيا _ تيسرے خليفہ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1)رجوع كيجئے انكى كتابي</w:t>
      </w:r>
      <w:r w:rsidR="000A0CDC">
        <w:rPr>
          <w:rtl/>
        </w:rPr>
        <w:t xml:space="preserve">ں </w:t>
      </w:r>
      <w:r>
        <w:rPr>
          <w:rtl/>
        </w:rPr>
        <w:t xml:space="preserve">: نہضت ہاى صد سالہ اخير ، انتشارات صدرا ص 75 _71 دہ گفتار ، انتشارات صدرا 120 _121 ، تعليم و تربيت در اسلام ، انتشارات صدرا ص 24 ، اسلام اور مقتضيات زمان ص 232_ </w:t>
      </w:r>
    </w:p>
    <w:p w:rsidR="0061102A" w:rsidRDefault="0061102A" w:rsidP="00BE6934">
      <w:pPr>
        <w:pStyle w:val="libFootnote"/>
        <w:rPr>
          <w:rtl/>
        </w:rPr>
      </w:pPr>
      <w:r>
        <w:rPr>
          <w:rtl/>
        </w:rPr>
        <w:t>2)انكى اس حوالے سے دو كتابي</w:t>
      </w:r>
      <w:r w:rsidR="000A0CDC">
        <w:rPr>
          <w:rtl/>
        </w:rPr>
        <w:t xml:space="preserve">ں </w:t>
      </w:r>
      <w:r>
        <w:rPr>
          <w:rtl/>
        </w:rPr>
        <w:t>مندرجہ ذيل ہي</w:t>
      </w:r>
      <w:r w:rsidR="000A0CDC">
        <w:rPr>
          <w:rtl/>
        </w:rPr>
        <w:t xml:space="preserve">ں </w:t>
      </w:r>
      <w:r>
        <w:rPr>
          <w:rtl/>
        </w:rPr>
        <w:t xml:space="preserve">نظام الحكم والادارة فى الاسلام، اور فى الاجتماع السياسى الاسلامى ، دار الثقافة للطباعة والنشر قم_ </w:t>
      </w:r>
    </w:p>
    <w:p w:rsidR="00CD1BB5" w:rsidRDefault="0061102A" w:rsidP="00BE6934">
      <w:pPr>
        <w:pStyle w:val="libFootnote"/>
        <w:rPr>
          <w:rtl/>
        </w:rPr>
      </w:pPr>
      <w:r>
        <w:rPr>
          <w:rtl/>
        </w:rPr>
        <w:t>3)محمد خضرى بيك ، تاريخ الشريع الاسلامى ، بنارس ص 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كے دور ہي</w:t>
      </w:r>
      <w:r w:rsidR="000A0CDC">
        <w:rPr>
          <w:rtl/>
        </w:rPr>
        <w:t xml:space="preserve">ں </w:t>
      </w:r>
      <w:r>
        <w:rPr>
          <w:rtl/>
        </w:rPr>
        <w:t>قرآن كريم كى جمع آورى ، دوسرى صدى سے احاديث كى جمع آورى كا آغاز، گوناگو</w:t>
      </w:r>
      <w:r w:rsidR="000A0CDC">
        <w:rPr>
          <w:rtl/>
        </w:rPr>
        <w:t xml:space="preserve">ں </w:t>
      </w:r>
      <w:r>
        <w:rPr>
          <w:rtl/>
        </w:rPr>
        <w:t>عقائد اور نظريات كا ظہور، مسلمانو</w:t>
      </w:r>
      <w:r w:rsidR="000A0CDC">
        <w:rPr>
          <w:rtl/>
        </w:rPr>
        <w:t xml:space="preserve">ں </w:t>
      </w:r>
      <w:r>
        <w:rPr>
          <w:rtl/>
        </w:rPr>
        <w:t>كى ديگر تہذيبو</w:t>
      </w:r>
      <w:r w:rsidR="000A0CDC">
        <w:rPr>
          <w:rtl/>
        </w:rPr>
        <w:t xml:space="preserve">ں </w:t>
      </w:r>
      <w:r>
        <w:rPr>
          <w:rtl/>
        </w:rPr>
        <w:t>سے آشنا ہونا كلام كے مكاتب كا وجود مي</w:t>
      </w:r>
      <w:r w:rsidR="000A0CDC">
        <w:rPr>
          <w:rtl/>
        </w:rPr>
        <w:t xml:space="preserve">ں </w:t>
      </w:r>
      <w:r>
        <w:rPr>
          <w:rtl/>
        </w:rPr>
        <w:t>آنا، حكومت كى توسيع اور اسكے اثرات اورقانون كى ضرورت مي</w:t>
      </w:r>
      <w:r w:rsidR="000A0CDC">
        <w:rPr>
          <w:rtl/>
        </w:rPr>
        <w:t xml:space="preserve">ں </w:t>
      </w:r>
      <w:r>
        <w:rPr>
          <w:rtl/>
        </w:rPr>
        <w:t>اضافہ و غيرہ يہ سب ان فقہى مذاہب كو وجود مي</w:t>
      </w:r>
      <w:r w:rsidR="000A0CDC">
        <w:rPr>
          <w:rtl/>
        </w:rPr>
        <w:t xml:space="preserve">ں </w:t>
      </w:r>
      <w:r>
        <w:rPr>
          <w:rtl/>
        </w:rPr>
        <w:t>لانے كا سبب بني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r>
        <w:rPr>
          <w:rtl/>
        </w:rPr>
        <w:t xml:space="preserve">اہل سنت كے سب سے پہلے فقہى مكتب كو ابوحنيفہ (150 _80 قمري) نے تشكيل ديا </w:t>
      </w:r>
      <w:r w:rsidRPr="00F67D4B">
        <w:rPr>
          <w:rStyle w:val="libFootnotenumChar"/>
          <w:rtl/>
        </w:rPr>
        <w:t>(2)</w:t>
      </w:r>
      <w:r>
        <w:rPr>
          <w:rtl/>
        </w:rPr>
        <w:t>يہ مكتب كہ جو بعد مي</w:t>
      </w:r>
      <w:r w:rsidR="000A0CDC">
        <w:rPr>
          <w:rtl/>
        </w:rPr>
        <w:t xml:space="preserve">ں </w:t>
      </w:r>
      <w:r>
        <w:rPr>
          <w:rtl/>
        </w:rPr>
        <w:t>حنفى كے عنوان سے مشہورہوا ، حكومت كے اسے سركارى طور پر قبول كرنے اور حنفى قاضيو</w:t>
      </w:r>
      <w:r w:rsidR="000A0CDC">
        <w:rPr>
          <w:rtl/>
        </w:rPr>
        <w:t xml:space="preserve">ں </w:t>
      </w:r>
      <w:r>
        <w:rPr>
          <w:rtl/>
        </w:rPr>
        <w:t>كے تمام اسلامى مناطق مي</w:t>
      </w:r>
      <w:r w:rsidR="000A0CDC">
        <w:rPr>
          <w:rtl/>
        </w:rPr>
        <w:t xml:space="preserve">ں </w:t>
      </w:r>
      <w:r>
        <w:rPr>
          <w:rtl/>
        </w:rPr>
        <w:t xml:space="preserve">بھيجنے سے يہ مكتب بہت سرعت كے ساتھ پھيلا </w:t>
      </w:r>
      <w:r w:rsidRPr="00F67D4B">
        <w:rPr>
          <w:rStyle w:val="libFootnotenumChar"/>
          <w:rtl/>
        </w:rPr>
        <w:t>(3)</w:t>
      </w:r>
      <w:r>
        <w:rPr>
          <w:rtl/>
        </w:rPr>
        <w:t xml:space="preserve"> عباسى خلفاء ، مھدى ، ہادى اور ہارون الرشيد نے قضاوت كے متعلق امور قاضى ابو يوسف كے سپرد كيے كہ جو ابوحنيفہ كے شاگرد اور حوارى تھے تو يہ شخص فقط ان لوگو</w:t>
      </w:r>
      <w:r w:rsidR="000A0CDC">
        <w:rPr>
          <w:rtl/>
        </w:rPr>
        <w:t xml:space="preserve">ں </w:t>
      </w:r>
      <w:r>
        <w:rPr>
          <w:rtl/>
        </w:rPr>
        <w:t>كو بہ عنوان قاضى كسى جگہ پر بھيجتا تھا جو حنفى فقہ كو قبول كرتے اور اسے لوگو</w:t>
      </w:r>
      <w:r w:rsidR="000A0CDC">
        <w:rPr>
          <w:rtl/>
        </w:rPr>
        <w:t xml:space="preserve">ں </w:t>
      </w:r>
      <w:r>
        <w:rPr>
          <w:rtl/>
        </w:rPr>
        <w:t>مي</w:t>
      </w:r>
      <w:r w:rsidR="000A0CDC">
        <w:rPr>
          <w:rtl/>
        </w:rPr>
        <w:t xml:space="preserve">ں </w:t>
      </w:r>
      <w:r>
        <w:rPr>
          <w:rtl/>
        </w:rPr>
        <w:t>پھيلاتے ، اسى ليے حنفى فقہ سب سے پہلے عراق، پھر مصر ، ماوراء النہر ، ايشائے كوچك اور ہند يہا</w:t>
      </w:r>
      <w:r w:rsidR="000A0CDC">
        <w:rPr>
          <w:rtl/>
        </w:rPr>
        <w:t xml:space="preserve">ں </w:t>
      </w:r>
      <w:r>
        <w:rPr>
          <w:rtl/>
        </w:rPr>
        <w:t xml:space="preserve">تك كہ چين تك پھيل گئي </w:t>
      </w:r>
      <w:r w:rsidRPr="00F67D4B">
        <w:rPr>
          <w:rStyle w:val="libFootnotenumChar"/>
          <w:rtl/>
        </w:rPr>
        <w:t>(4)</w:t>
      </w:r>
      <w:r>
        <w:rPr>
          <w:rtl/>
        </w:rPr>
        <w:t xml:space="preserve"> </w:t>
      </w:r>
    </w:p>
    <w:p w:rsidR="0061102A" w:rsidRDefault="0061102A" w:rsidP="00BE6934">
      <w:pPr>
        <w:pStyle w:val="libNormal"/>
        <w:rPr>
          <w:rtl/>
        </w:rPr>
      </w:pPr>
      <w:r>
        <w:rPr>
          <w:rtl/>
        </w:rPr>
        <w:t>مكتب ابوحنيفہ كے شاگرد اور تربيت يافتہ لوگو</w:t>
      </w:r>
      <w:r w:rsidR="000A0CDC">
        <w:rPr>
          <w:rtl/>
        </w:rPr>
        <w:t xml:space="preserve">ں </w:t>
      </w:r>
      <w:r>
        <w:rPr>
          <w:rtl/>
        </w:rPr>
        <w:t xml:space="preserve">نے حنفى فقہ كو وسعت دى ليكن بلا شبہ اس حوالے سے قاضى ابويوسف </w:t>
      </w:r>
      <w:r w:rsidRPr="00F67D4B">
        <w:rPr>
          <w:rStyle w:val="libFootnotenumChar"/>
          <w:rtl/>
        </w:rPr>
        <w:t>(5)</w:t>
      </w:r>
      <w:r>
        <w:rPr>
          <w:rtl/>
        </w:rPr>
        <w:t xml:space="preserve"> اور محمد بن حسن شيبانى </w:t>
      </w:r>
      <w:r w:rsidRPr="00F67D4B">
        <w:rPr>
          <w:rStyle w:val="libFootnotenumChar"/>
          <w:rtl/>
        </w:rPr>
        <w:t>(6)</w:t>
      </w:r>
      <w:r>
        <w:rPr>
          <w:rtl/>
        </w:rPr>
        <w:t xml:space="preserve"> كا سب سے زيادہ كردار ہے خود ابوحنيفہ كے علاوہ اس مكتب كے سب پروردہ لوگ در اصل فقہ حنفى كے فقط مروج اور شارح تھے اور انہو</w:t>
      </w:r>
      <w:r w:rsidR="000A0CDC">
        <w:rPr>
          <w:rtl/>
        </w:rPr>
        <w:t xml:space="preserve">ں </w:t>
      </w:r>
      <w:r>
        <w:rPr>
          <w:rtl/>
        </w:rPr>
        <w:t xml:space="preserve">نے ابوحنيفہ كے فقہى نظريات كے مد مقابل كوئي جدت لانے كى كوشش نہ كى _ </w:t>
      </w:r>
    </w:p>
    <w:p w:rsidR="0061102A" w:rsidRDefault="0061102A" w:rsidP="00BE6934">
      <w:pPr>
        <w:pStyle w:val="libNormal"/>
        <w:rPr>
          <w:rtl/>
        </w:rPr>
      </w:pPr>
      <w:r>
        <w:rPr>
          <w:rtl/>
        </w:rPr>
        <w:t xml:space="preserve">اہل سنت كا دوسرا فقہى مذہب مالك بن انس </w:t>
      </w:r>
      <w:r w:rsidRPr="00F67D4B">
        <w:rPr>
          <w:rStyle w:val="libFootnotenumChar"/>
          <w:rtl/>
        </w:rPr>
        <w:t>(7)</w:t>
      </w:r>
      <w:r>
        <w:rPr>
          <w:rtl/>
        </w:rPr>
        <w:t xml:space="preserve"> (179 _ 93 قمري) كے ذريعے تشكيل پايا اور فقہ مالكي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1)ابوالفضل عزتى ،پيدائشے و گسترش و ادوار حقوق اسلامى ، ص 51_ </w:t>
      </w:r>
    </w:p>
    <w:p w:rsidR="0061102A" w:rsidRDefault="0061102A" w:rsidP="00BE6934">
      <w:pPr>
        <w:pStyle w:val="libFootnote"/>
        <w:rPr>
          <w:rtl/>
        </w:rPr>
      </w:pPr>
      <w:r>
        <w:rPr>
          <w:rtl/>
        </w:rPr>
        <w:t xml:space="preserve">2)دائرة المعارف بزرگ اسلامى ج 5 ذيل ''ابوحنيفہ'' ص 379_ </w:t>
      </w:r>
    </w:p>
    <w:p w:rsidR="0061102A" w:rsidRDefault="0061102A" w:rsidP="00BE6934">
      <w:pPr>
        <w:pStyle w:val="libFootnote"/>
        <w:rPr>
          <w:rtl/>
        </w:rPr>
      </w:pPr>
      <w:r>
        <w:rPr>
          <w:rtl/>
        </w:rPr>
        <w:t xml:space="preserve">3)بوجينا غيانہ ، تاريخ الدولة الاسلامية و تشريعہا ، بيروت ص 173 ، قيس آل قيس ، الايرانيون و الادب العربي، تہران ج 5 ص 4_ </w:t>
      </w:r>
    </w:p>
    <w:p w:rsidR="0061102A" w:rsidRDefault="0061102A" w:rsidP="00BE6934">
      <w:pPr>
        <w:pStyle w:val="libFootnote"/>
        <w:rPr>
          <w:rtl/>
        </w:rPr>
      </w:pPr>
      <w:r>
        <w:rPr>
          <w:rtl/>
        </w:rPr>
        <w:t xml:space="preserve">4)قيس آل قيس ، سابقہ ما خذص 5_4_ </w:t>
      </w:r>
    </w:p>
    <w:p w:rsidR="0061102A" w:rsidRDefault="0061102A" w:rsidP="00BE6934">
      <w:pPr>
        <w:pStyle w:val="libFootnote"/>
        <w:rPr>
          <w:rtl/>
        </w:rPr>
      </w:pPr>
      <w:r>
        <w:rPr>
          <w:rtl/>
        </w:rPr>
        <w:t xml:space="preserve">5)دائرة المعارف بزرگ اسلامى ج 6 ، ذيل ابويوسف_ </w:t>
      </w:r>
    </w:p>
    <w:p w:rsidR="0061102A" w:rsidRDefault="0061102A" w:rsidP="00BE6934">
      <w:pPr>
        <w:pStyle w:val="libFootnote"/>
        <w:rPr>
          <w:rtl/>
        </w:rPr>
      </w:pPr>
      <w:r>
        <w:rPr>
          <w:rtl/>
        </w:rPr>
        <w:t xml:space="preserve">6)بوجينا غيانة، سابقہ ما خذص 166_ </w:t>
      </w:r>
    </w:p>
    <w:p w:rsidR="00354FC7" w:rsidRDefault="0061102A" w:rsidP="00BE6934">
      <w:pPr>
        <w:pStyle w:val="libFootnote"/>
        <w:rPr>
          <w:rtl/>
        </w:rPr>
      </w:pPr>
      <w:r>
        <w:rPr>
          <w:rtl/>
        </w:rPr>
        <w:t>7)محمد ابوزھرة ، مالك ، حياتہ و عصرہ ، آرا وہ وفقھہ، قاہرة_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كے عنوان سے معروف ہوا _ وہ ابوحنيفہ كى آراء بالخصوص احكام شرعى كى تشخيص كے سلسلے مي</w:t>
      </w:r>
      <w:r w:rsidR="000A0CDC">
        <w:rPr>
          <w:rtl/>
        </w:rPr>
        <w:t xml:space="preserve">ں </w:t>
      </w:r>
      <w:r>
        <w:rPr>
          <w:rtl/>
        </w:rPr>
        <w:t>ابوحنيفہ كے فقہى قياس اور نظريات كے مد مقابل اپنے مخصوص نظريات ركھتے تھے انہو</w:t>
      </w:r>
      <w:r w:rsidR="000A0CDC">
        <w:rPr>
          <w:rtl/>
        </w:rPr>
        <w:t xml:space="preserve">ں </w:t>
      </w:r>
      <w:r>
        <w:rPr>
          <w:rtl/>
        </w:rPr>
        <w:t>نے سعى كى كہ فقہى روش پر حديث كى كتاب لكھ كر اپنى آراء پيش كري</w:t>
      </w:r>
      <w:r w:rsidR="000A0CDC">
        <w:rPr>
          <w:rtl/>
        </w:rPr>
        <w:t xml:space="preserve">ں </w:t>
      </w:r>
      <w:r>
        <w:rPr>
          <w:rtl/>
        </w:rPr>
        <w:t>اس كتاب مي</w:t>
      </w:r>
      <w:r w:rsidR="000A0CDC">
        <w:rPr>
          <w:rtl/>
        </w:rPr>
        <w:t xml:space="preserve">ں </w:t>
      </w:r>
      <w:r>
        <w:rPr>
          <w:rtl/>
        </w:rPr>
        <w:t>جس كا نام مؤطا ہے مالك سب سے پہلے حديث نقل كرتے ہي</w:t>
      </w:r>
      <w:r w:rsidR="000A0CDC">
        <w:rPr>
          <w:rtl/>
        </w:rPr>
        <w:t xml:space="preserve">ں </w:t>
      </w:r>
      <w:r>
        <w:rPr>
          <w:rtl/>
        </w:rPr>
        <w:t>پھر مدينہ كے فقہاء كا فتوى ذكر كرتے ہي</w:t>
      </w:r>
      <w:r w:rsidR="000A0CDC">
        <w:rPr>
          <w:rtl/>
        </w:rPr>
        <w:t xml:space="preserve">ں </w:t>
      </w:r>
      <w:r>
        <w:rPr>
          <w:rtl/>
        </w:rPr>
        <w:t>اسكے بعد اپنى فقہى نظر پيش كرتے ہي</w:t>
      </w:r>
      <w:r w:rsidR="000A0CDC">
        <w:rPr>
          <w:rtl/>
        </w:rPr>
        <w:t xml:space="preserve">ں </w:t>
      </w:r>
      <w:r>
        <w:rPr>
          <w:rtl/>
        </w:rPr>
        <w:t>انكا نظريہ يہ تھا كہ احكام شرعى كيلئے روايات جيسى مستند دليل كے ہوتے ہوئے قياس يا اپنى رائے كى طرف نہي</w:t>
      </w:r>
      <w:r w:rsidR="000A0CDC">
        <w:rPr>
          <w:rtl/>
        </w:rPr>
        <w:t xml:space="preserve">ں </w:t>
      </w:r>
      <w:r>
        <w:rPr>
          <w:rtl/>
        </w:rPr>
        <w:t>آنا چاہيے_ مالكى مذہب بتدريج شمالى آفريقا ، مصر اور اندلس مي</w:t>
      </w:r>
      <w:r w:rsidR="000A0CDC">
        <w:rPr>
          <w:rtl/>
        </w:rPr>
        <w:t xml:space="preserve">ں </w:t>
      </w:r>
      <w:r>
        <w:rPr>
          <w:rtl/>
        </w:rPr>
        <w:t xml:space="preserve">رواج پاگيا </w:t>
      </w:r>
      <w:r w:rsidRPr="00354FC7">
        <w:rPr>
          <w:rStyle w:val="libFootnotenumChar"/>
          <w:rtl/>
        </w:rPr>
        <w:t>(1)</w:t>
      </w:r>
      <w:r>
        <w:rPr>
          <w:rtl/>
        </w:rPr>
        <w:t xml:space="preserve"> </w:t>
      </w:r>
    </w:p>
    <w:p w:rsidR="0061102A" w:rsidRDefault="0061102A" w:rsidP="00BE6934">
      <w:pPr>
        <w:pStyle w:val="libNormal"/>
        <w:rPr>
          <w:rtl/>
        </w:rPr>
      </w:pPr>
      <w:r>
        <w:rPr>
          <w:rtl/>
        </w:rPr>
        <w:t xml:space="preserve">اہل سنت كے تيسرے فقہى مكتب كو ابوعبداللہ محمد بن ادريس شافعى </w:t>
      </w:r>
      <w:r w:rsidRPr="00F67D4B">
        <w:rPr>
          <w:rStyle w:val="libFootnotenumChar"/>
          <w:rtl/>
        </w:rPr>
        <w:t>(2)</w:t>
      </w:r>
      <w:r>
        <w:rPr>
          <w:rtl/>
        </w:rPr>
        <w:t xml:space="preserve"> (204 _ 150 قمرى ) نے تشكيل ديا وہ چونكہ دونو</w:t>
      </w:r>
      <w:r w:rsidR="000A0CDC">
        <w:rPr>
          <w:rtl/>
        </w:rPr>
        <w:t xml:space="preserve">ں </w:t>
      </w:r>
      <w:r>
        <w:rPr>
          <w:rtl/>
        </w:rPr>
        <w:t>حنفى اور مالكى مذاہب كے بارے مي</w:t>
      </w:r>
      <w:r w:rsidR="000A0CDC">
        <w:rPr>
          <w:rtl/>
        </w:rPr>
        <w:t xml:space="preserve">ں </w:t>
      </w:r>
      <w:r>
        <w:rPr>
          <w:rtl/>
        </w:rPr>
        <w:t>معلومات ركھتے تھے اسى ليے انہو</w:t>
      </w:r>
      <w:r w:rsidR="000A0CDC">
        <w:rPr>
          <w:rtl/>
        </w:rPr>
        <w:t xml:space="preserve">ں </w:t>
      </w:r>
      <w:r>
        <w:rPr>
          <w:rtl/>
        </w:rPr>
        <w:t>نے كوشش كہ ان دو مذاہب مي</w:t>
      </w:r>
      <w:r w:rsidR="000A0CDC">
        <w:rPr>
          <w:rtl/>
        </w:rPr>
        <w:t xml:space="preserve">ں </w:t>
      </w:r>
      <w:r>
        <w:rPr>
          <w:rtl/>
        </w:rPr>
        <w:t xml:space="preserve">اساسى امتزاج پيدا كيا جائے اور اس امتزاج اور وحدت پر جديد فقہ كو تشكيل ديا جائے </w:t>
      </w:r>
      <w:r w:rsidRPr="00F67D4B">
        <w:rPr>
          <w:rStyle w:val="libFootnotenumChar"/>
          <w:rtl/>
        </w:rPr>
        <w:t>(3)</w:t>
      </w:r>
      <w:r>
        <w:rPr>
          <w:rtl/>
        </w:rPr>
        <w:t xml:space="preserve"> ليكن اسكے ساتھ ساتھ انہو</w:t>
      </w:r>
      <w:r w:rsidR="000A0CDC">
        <w:rPr>
          <w:rtl/>
        </w:rPr>
        <w:t xml:space="preserve">ں </w:t>
      </w:r>
      <w:r>
        <w:rPr>
          <w:rtl/>
        </w:rPr>
        <w:t>نے حنفى مكتب كے استحسان اور مالكى مكتب كى استصلاح كى بھى مخالفت كي_ انہو</w:t>
      </w:r>
      <w:r w:rsidR="000A0CDC">
        <w:rPr>
          <w:rtl/>
        </w:rPr>
        <w:t xml:space="preserve">ں </w:t>
      </w:r>
      <w:r>
        <w:rPr>
          <w:rtl/>
        </w:rPr>
        <w:t>نے اپنى فقہى آراء كے اساسى قواعد كو اصول الفقہ كے متعلق ايك رسالہ مي</w:t>
      </w:r>
      <w:r w:rsidR="000A0CDC">
        <w:rPr>
          <w:rtl/>
        </w:rPr>
        <w:t xml:space="preserve">ں </w:t>
      </w:r>
      <w:r>
        <w:rPr>
          <w:rtl/>
        </w:rPr>
        <w:t>تحرير كيا _ مصر مي</w:t>
      </w:r>
      <w:r w:rsidR="000A0CDC">
        <w:rPr>
          <w:rtl/>
        </w:rPr>
        <w:t xml:space="preserve">ں </w:t>
      </w:r>
      <w:r>
        <w:rPr>
          <w:rtl/>
        </w:rPr>
        <w:t xml:space="preserve">صلاح الدين ايوبى كے ذريعے فقہ شافى رائج ہوئي </w:t>
      </w:r>
      <w:r w:rsidRPr="00F67D4B">
        <w:rPr>
          <w:rStyle w:val="libFootnotenumChar"/>
          <w:rtl/>
        </w:rPr>
        <w:t>(4)</w:t>
      </w:r>
      <w:r>
        <w:rPr>
          <w:rtl/>
        </w:rPr>
        <w:t xml:space="preserve"> اور اس فقہ كے عراق اور مكہ مي</w:t>
      </w:r>
      <w:r w:rsidR="000A0CDC">
        <w:rPr>
          <w:rtl/>
        </w:rPr>
        <w:t xml:space="preserve">ں </w:t>
      </w:r>
      <w:r>
        <w:rPr>
          <w:rtl/>
        </w:rPr>
        <w:t>بھى حامى موجودہي</w:t>
      </w:r>
      <w:r w:rsidR="000A0CDC">
        <w:rPr>
          <w:rtl/>
        </w:rPr>
        <w:t xml:space="preserve">ں </w:t>
      </w:r>
      <w:r w:rsidRPr="00F67D4B">
        <w:rPr>
          <w:rStyle w:val="libFootnotenumChar"/>
          <w:rtl/>
        </w:rPr>
        <w:t>(5)</w:t>
      </w:r>
      <w:r>
        <w:rPr>
          <w:rtl/>
        </w:rPr>
        <w:t xml:space="preserve"> </w:t>
      </w:r>
    </w:p>
    <w:p w:rsidR="0061102A" w:rsidRDefault="0061102A" w:rsidP="00BE6934">
      <w:pPr>
        <w:pStyle w:val="libNormal"/>
        <w:rPr>
          <w:rtl/>
        </w:rPr>
      </w:pPr>
      <w:r>
        <w:rPr>
          <w:rtl/>
        </w:rPr>
        <w:t xml:space="preserve">اہل سنت كا چوتھا فقہى مكتب احمد بن حنبل </w:t>
      </w:r>
      <w:r w:rsidRPr="00F67D4B">
        <w:rPr>
          <w:rStyle w:val="libFootnotenumChar"/>
          <w:rtl/>
        </w:rPr>
        <w:t>(6)</w:t>
      </w:r>
      <w:r>
        <w:rPr>
          <w:rtl/>
        </w:rPr>
        <w:t xml:space="preserve"> (241 _ 164 قمري) كى طرف منسوب ہے جو فقہ حنبلى كے عنوان سے مشہور ہے _ احمد بن حنبل علماء حديث كے بڑے مفكرين مي</w:t>
      </w:r>
      <w:r w:rsidR="000A0CDC">
        <w:rPr>
          <w:rtl/>
        </w:rPr>
        <w:t xml:space="preserve">ں </w:t>
      </w:r>
      <w:r>
        <w:rPr>
          <w:rtl/>
        </w:rPr>
        <w:t>سے شمار ہوتے ہي</w:t>
      </w:r>
      <w:r w:rsidR="000A0CDC">
        <w:rPr>
          <w:rtl/>
        </w:rPr>
        <w:t xml:space="preserve">ں </w:t>
      </w:r>
      <w:r>
        <w:rPr>
          <w:rtl/>
        </w:rPr>
        <w:t>انہو</w:t>
      </w:r>
      <w:r w:rsidR="000A0CDC">
        <w:rPr>
          <w:rtl/>
        </w:rPr>
        <w:t xml:space="preserve">ں </w:t>
      </w:r>
      <w:r>
        <w:rPr>
          <w:rtl/>
        </w:rPr>
        <w:t xml:space="preserve">نے شافعى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1)كاظم مدير شانہ چى ، علم الحديث، مشہد ص 36_ </w:t>
      </w:r>
    </w:p>
    <w:p w:rsidR="0061102A" w:rsidRDefault="0061102A" w:rsidP="00BE6934">
      <w:pPr>
        <w:pStyle w:val="libFootnote"/>
        <w:rPr>
          <w:rtl/>
        </w:rPr>
      </w:pPr>
      <w:r>
        <w:rPr>
          <w:rtl/>
        </w:rPr>
        <w:t xml:space="preserve">2)محمد ابوزہرہ ، امام شافعى حياتہ و عصرہ و آرا و فقہہ ، قاہرہ_ </w:t>
      </w:r>
    </w:p>
    <w:p w:rsidR="0061102A" w:rsidRDefault="0061102A" w:rsidP="00BE6934">
      <w:pPr>
        <w:pStyle w:val="libFootnote"/>
        <w:rPr>
          <w:rtl/>
        </w:rPr>
      </w:pPr>
      <w:r>
        <w:rPr>
          <w:rtl/>
        </w:rPr>
        <w:t xml:space="preserve">3) ج م عبدالجليل ، تاريخ ادبيات عرب، ترجمہ آذر تاش آذرنوش ، تہران ص 175_ </w:t>
      </w:r>
    </w:p>
    <w:p w:rsidR="0061102A" w:rsidRDefault="0061102A" w:rsidP="00BE6934">
      <w:pPr>
        <w:pStyle w:val="libFootnote"/>
        <w:rPr>
          <w:rtl/>
        </w:rPr>
      </w:pPr>
      <w:r>
        <w:rPr>
          <w:rtl/>
        </w:rPr>
        <w:t xml:space="preserve">4)قيس آل متين ، سابقہ ما خذ ، ج 5 ص 5_ </w:t>
      </w:r>
    </w:p>
    <w:p w:rsidR="0061102A" w:rsidRDefault="0061102A" w:rsidP="00BE6934">
      <w:pPr>
        <w:pStyle w:val="libFootnote"/>
        <w:rPr>
          <w:rtl/>
        </w:rPr>
      </w:pPr>
      <w:r>
        <w:rPr>
          <w:rtl/>
        </w:rPr>
        <w:t xml:space="preserve">5) بوجينا غيانة ، سابقہ ما خذص 174_ </w:t>
      </w:r>
    </w:p>
    <w:p w:rsidR="00CD1BB5" w:rsidRDefault="0061102A" w:rsidP="00BE6934">
      <w:pPr>
        <w:pStyle w:val="libFootnote"/>
        <w:rPr>
          <w:rtl/>
        </w:rPr>
      </w:pPr>
      <w:r>
        <w:rPr>
          <w:rtl/>
        </w:rPr>
        <w:t>6)ذائرة المعارف بزرگ اسلامى ج 6 ، ذيل احمد بن حنبل_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كے ہا</w:t>
      </w:r>
      <w:r w:rsidR="000A0CDC">
        <w:rPr>
          <w:rtl/>
        </w:rPr>
        <w:t xml:space="preserve">ں </w:t>
      </w:r>
      <w:r>
        <w:rPr>
          <w:rtl/>
        </w:rPr>
        <w:t xml:space="preserve">درس پڑھا </w:t>
      </w:r>
      <w:r w:rsidRPr="00F67D4B">
        <w:rPr>
          <w:rStyle w:val="libFootnotenumChar"/>
          <w:rtl/>
        </w:rPr>
        <w:t>(1)</w:t>
      </w:r>
      <w:r>
        <w:rPr>
          <w:rtl/>
        </w:rPr>
        <w:t xml:space="preserve"> تيس ہزار احاديث پر مشتمل حديث كى مسند لكھ كر دوسرو</w:t>
      </w:r>
      <w:r w:rsidR="000A0CDC">
        <w:rPr>
          <w:rtl/>
        </w:rPr>
        <w:t xml:space="preserve">ں </w:t>
      </w:r>
      <w:r>
        <w:rPr>
          <w:rtl/>
        </w:rPr>
        <w:t>كو اپنى طرف متوجہ كرليا</w:t>
      </w:r>
      <w:r w:rsidRPr="00F67D4B">
        <w:rPr>
          <w:rStyle w:val="libFootnotenumChar"/>
          <w:rtl/>
        </w:rPr>
        <w:t>(2)</w:t>
      </w:r>
      <w:r>
        <w:rPr>
          <w:rtl/>
        </w:rPr>
        <w:t>انكى فقہ كى بنيادي</w:t>
      </w:r>
      <w:r w:rsidR="000A0CDC">
        <w:rPr>
          <w:rtl/>
        </w:rPr>
        <w:t xml:space="preserve">ں </w:t>
      </w:r>
      <w:r>
        <w:rPr>
          <w:rtl/>
        </w:rPr>
        <w:t>كتاب ، سنت ، صحابہ كے فتاوى ، قياس، استحسان ، مصالح او رذرايع سے تشكيل پائي</w:t>
      </w:r>
      <w:r w:rsidR="000A0CDC">
        <w:rPr>
          <w:rtl/>
        </w:rPr>
        <w:t xml:space="preserve">ں </w:t>
      </w:r>
      <w:r>
        <w:rPr>
          <w:rtl/>
        </w:rPr>
        <w:t>انكے مذہب كے سب سے زيادہ پيروكار حجاز مي</w:t>
      </w:r>
      <w:r w:rsidR="000A0CDC">
        <w:rPr>
          <w:rtl/>
        </w:rPr>
        <w:t xml:space="preserve">ں </w:t>
      </w:r>
      <w:r>
        <w:rPr>
          <w:rtl/>
        </w:rPr>
        <w:t>ہي</w:t>
      </w:r>
      <w:r w:rsidR="000A0CDC">
        <w:rPr>
          <w:rtl/>
        </w:rPr>
        <w:t xml:space="preserve">ں </w:t>
      </w:r>
      <w:r w:rsidRPr="00F67D4B">
        <w:rPr>
          <w:rStyle w:val="libFootnotenumChar"/>
          <w:rtl/>
        </w:rPr>
        <w:t>(3)</w:t>
      </w:r>
      <w:r>
        <w:rPr>
          <w:rtl/>
        </w:rPr>
        <w:t xml:space="preserve"> </w:t>
      </w:r>
    </w:p>
    <w:p w:rsidR="0061102A" w:rsidRDefault="0061102A" w:rsidP="00BE6934">
      <w:pPr>
        <w:pStyle w:val="libNormal"/>
        <w:rPr>
          <w:rtl/>
        </w:rPr>
      </w:pPr>
      <w:r>
        <w:rPr>
          <w:rtl/>
        </w:rPr>
        <w:t>فقہ حنبلى كے حوالے سے ايك نكتہ يہ ہے كہ چونكہ احمد بن حنبل آراء او رنظريات كے مكتوب شكل مي</w:t>
      </w:r>
      <w:r w:rsidR="000A0CDC">
        <w:rPr>
          <w:rtl/>
        </w:rPr>
        <w:t xml:space="preserve">ں </w:t>
      </w:r>
      <w:r>
        <w:rPr>
          <w:rtl/>
        </w:rPr>
        <w:t>جمع كرنے كے مخالف تھے اسى ليے انكے شاگردو</w:t>
      </w:r>
      <w:r w:rsidR="000A0CDC">
        <w:rPr>
          <w:rtl/>
        </w:rPr>
        <w:t xml:space="preserve">ں </w:t>
      </w:r>
      <w:r>
        <w:rPr>
          <w:rtl/>
        </w:rPr>
        <w:t>اور بعد مي</w:t>
      </w:r>
      <w:r w:rsidR="000A0CDC">
        <w:rPr>
          <w:rtl/>
        </w:rPr>
        <w:t xml:space="preserve">ں </w:t>
      </w:r>
      <w:r>
        <w:rPr>
          <w:rtl/>
        </w:rPr>
        <w:t>آنے والے حنبلى مسلك افراد كى آراء مي</w:t>
      </w:r>
      <w:r w:rsidR="000A0CDC">
        <w:rPr>
          <w:rtl/>
        </w:rPr>
        <w:t xml:space="preserve">ں </w:t>
      </w:r>
      <w:r>
        <w:rPr>
          <w:rtl/>
        </w:rPr>
        <w:t>جو احمد بن حنبل سے نقل كى گئي ہي</w:t>
      </w:r>
      <w:r w:rsidR="000A0CDC">
        <w:rPr>
          <w:rtl/>
        </w:rPr>
        <w:t xml:space="preserve">ں </w:t>
      </w:r>
      <w:r>
        <w:rPr>
          <w:rtl/>
        </w:rPr>
        <w:t>خاص فرق حتى كہ تضاد بھى نظر آتا ہے اور كبھى تو كسى ايك مسئلہ ہي</w:t>
      </w:r>
      <w:r w:rsidR="000A0CDC">
        <w:rPr>
          <w:rtl/>
        </w:rPr>
        <w:t xml:space="preserve">ں </w:t>
      </w:r>
      <w:r>
        <w:rPr>
          <w:rtl/>
        </w:rPr>
        <w:t>انكا نام ليكر نقل ہونے والے متضاد اقوال چار يا پانچ كى تعداد تك بھى ہي</w:t>
      </w:r>
      <w:r w:rsidR="000A0CDC">
        <w:rPr>
          <w:rtl/>
        </w:rPr>
        <w:t xml:space="preserve">ں </w:t>
      </w:r>
      <w:r w:rsidRPr="00F67D4B">
        <w:rPr>
          <w:rStyle w:val="libFootnotenumChar"/>
          <w:rtl/>
        </w:rPr>
        <w:t>(4)</w:t>
      </w:r>
      <w:r>
        <w:rPr>
          <w:rtl/>
        </w:rPr>
        <w:t xml:space="preserve"> </w:t>
      </w:r>
    </w:p>
    <w:p w:rsidR="0061102A" w:rsidRDefault="0061102A" w:rsidP="00BE6934">
      <w:pPr>
        <w:pStyle w:val="libNormal"/>
        <w:rPr>
          <w:rtl/>
        </w:rPr>
      </w:pPr>
      <w:r>
        <w:rPr>
          <w:rtl/>
        </w:rPr>
        <w:t>اہل سنت كے ان چار امامو</w:t>
      </w:r>
      <w:r w:rsidR="000A0CDC">
        <w:rPr>
          <w:rtl/>
        </w:rPr>
        <w:t xml:space="preserve">ں </w:t>
      </w:r>
      <w:r>
        <w:rPr>
          <w:rtl/>
        </w:rPr>
        <w:t>كے بعد سنى فقہ نے اپنى جدت اور تحرك كو كھوديا_ چوتھى صدى سے تيرھوي</w:t>
      </w:r>
      <w:r w:rsidR="000A0CDC">
        <w:rPr>
          <w:rtl/>
        </w:rPr>
        <w:t xml:space="preserve">ں </w:t>
      </w:r>
      <w:r>
        <w:rPr>
          <w:rtl/>
        </w:rPr>
        <w:t>صدى تك ان آئمہ كے آثار پرصرف حاشيہ يا انكى شرح و تفسير كى حد تك كام ہوا ان مذاہب كے فقہاء نے انكى آراء كے ساتھ تقريبا كوئي نئے نكتے كا اضافہ نہ كيا اسى ليے اہل سنت كى فقہ مي</w:t>
      </w:r>
      <w:r w:rsidR="000A0CDC">
        <w:rPr>
          <w:rtl/>
        </w:rPr>
        <w:t xml:space="preserve">ں </w:t>
      </w:r>
      <w:r>
        <w:rPr>
          <w:rtl/>
        </w:rPr>
        <w:t>اجتہاد ان چار اشخاص كى تقليد مي</w:t>
      </w:r>
      <w:r w:rsidR="000A0CDC">
        <w:rPr>
          <w:rtl/>
        </w:rPr>
        <w:t xml:space="preserve">ں </w:t>
      </w:r>
      <w:r>
        <w:rPr>
          <w:rtl/>
        </w:rPr>
        <w:t>تبديل ہوكر رہ گيا اگر چہ ان چار آئمہ مي</w:t>
      </w:r>
      <w:r w:rsidR="000A0CDC">
        <w:rPr>
          <w:rtl/>
        </w:rPr>
        <w:t xml:space="preserve">ں </w:t>
      </w:r>
      <w:r>
        <w:rPr>
          <w:rtl/>
        </w:rPr>
        <w:t>اجتہاد كو منحصر كرنے پر كوئي بھى عقلى اور نقلى دليل موجود نہ تھى ليكن بتدريج اور حاكمو</w:t>
      </w:r>
      <w:r w:rsidR="000A0CDC">
        <w:rPr>
          <w:rtl/>
        </w:rPr>
        <w:t xml:space="preserve">ں </w:t>
      </w:r>
      <w:r>
        <w:rPr>
          <w:rtl/>
        </w:rPr>
        <w:t>كے سياسى مقاصد اور كامو</w:t>
      </w:r>
      <w:r w:rsidR="000A0CDC">
        <w:rPr>
          <w:rtl/>
        </w:rPr>
        <w:t xml:space="preserve">ں </w:t>
      </w:r>
      <w:r>
        <w:rPr>
          <w:rtl/>
        </w:rPr>
        <w:t>كى بناء پر اس مسئلہ مي</w:t>
      </w:r>
      <w:r w:rsidR="000A0CDC">
        <w:rPr>
          <w:rtl/>
        </w:rPr>
        <w:t xml:space="preserve">ں </w:t>
      </w:r>
      <w:r>
        <w:rPr>
          <w:rtl/>
        </w:rPr>
        <w:t>اجماع كى كيفيت پيدا ہوگى كہ اب اسكے خلاف آواز بلند كرنا آسان كام نہ تھا</w:t>
      </w:r>
      <w:r w:rsidRPr="00F67D4B">
        <w:rPr>
          <w:rStyle w:val="libFootnotenumChar"/>
          <w:rtl/>
        </w:rPr>
        <w:t>(5)</w:t>
      </w:r>
      <w:r>
        <w:rPr>
          <w:rtl/>
        </w:rPr>
        <w:t xml:space="preserve"> ليكن تيرھوي</w:t>
      </w:r>
      <w:r w:rsidR="000A0CDC">
        <w:rPr>
          <w:rtl/>
        </w:rPr>
        <w:t xml:space="preserve">ں </w:t>
      </w:r>
      <w:r>
        <w:rPr>
          <w:rtl/>
        </w:rPr>
        <w:t>صدى ہجرى سے عالم اسلام مي</w:t>
      </w:r>
      <w:r w:rsidR="000A0CDC">
        <w:rPr>
          <w:rtl/>
        </w:rPr>
        <w:t xml:space="preserve">ں </w:t>
      </w:r>
      <w:r>
        <w:rPr>
          <w:rtl/>
        </w:rPr>
        <w:t>واضح تبديليا</w:t>
      </w:r>
      <w:r w:rsidR="000A0CDC">
        <w:rPr>
          <w:rtl/>
        </w:rPr>
        <w:t xml:space="preserve">ں </w:t>
      </w:r>
      <w:r>
        <w:rPr>
          <w:rtl/>
        </w:rPr>
        <w:t>پيدا ہوئي</w:t>
      </w:r>
      <w:r w:rsidR="000A0CDC">
        <w:rPr>
          <w:rtl/>
        </w:rPr>
        <w:t xml:space="preserve">ں </w:t>
      </w:r>
      <w:r>
        <w:rPr>
          <w:rtl/>
        </w:rPr>
        <w:t>_ عصرى تقاضو</w:t>
      </w:r>
      <w:r w:rsidR="000A0CDC">
        <w:rPr>
          <w:rtl/>
        </w:rPr>
        <w:t xml:space="preserve">ں </w:t>
      </w:r>
      <w:r>
        <w:rPr>
          <w:rtl/>
        </w:rPr>
        <w:t>، زندگى اور معاشرتى روابط مي</w:t>
      </w:r>
      <w:r w:rsidR="000A0CDC">
        <w:rPr>
          <w:rtl/>
        </w:rPr>
        <w:t xml:space="preserve">ں </w:t>
      </w:r>
      <w:r>
        <w:rPr>
          <w:rtl/>
        </w:rPr>
        <w:t>گہرى اور وسيع تبديليو</w:t>
      </w:r>
      <w:r w:rsidR="000A0CDC">
        <w:rPr>
          <w:rtl/>
        </w:rPr>
        <w:t xml:space="preserve">ں </w:t>
      </w:r>
      <w:r>
        <w:rPr>
          <w:rtl/>
        </w:rPr>
        <w:t>كے پيش نظر اہل سنت كے بعض فقہاء فقط ان چار آئمہ كى تقليد مي</w:t>
      </w:r>
      <w:r w:rsidR="000A0CDC">
        <w:rPr>
          <w:rtl/>
        </w:rPr>
        <w:t xml:space="preserve">ں </w:t>
      </w:r>
      <w:r>
        <w:rPr>
          <w:rtl/>
        </w:rPr>
        <w:t>منحصر ہونے كے مسئلہ مي</w:t>
      </w:r>
      <w:r w:rsidR="000A0CDC">
        <w:rPr>
          <w:rtl/>
        </w:rPr>
        <w:t xml:space="preserve">ں </w:t>
      </w:r>
      <w:r>
        <w:rPr>
          <w:rtl/>
        </w:rPr>
        <w:t xml:space="preserve">شك و ترديد كا شكار ہوگئے_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1)وحينا غيانة ، سابقہ ما خذص 177 _ </w:t>
      </w:r>
    </w:p>
    <w:p w:rsidR="0061102A" w:rsidRDefault="0061102A" w:rsidP="00BE6934">
      <w:pPr>
        <w:pStyle w:val="libFootnote"/>
        <w:rPr>
          <w:rtl/>
        </w:rPr>
      </w:pPr>
      <w:r>
        <w:rPr>
          <w:rtl/>
        </w:rPr>
        <w:t xml:space="preserve">2)كاظم مدير شانہ چي، سابقہ ما خذص 55_ </w:t>
      </w:r>
    </w:p>
    <w:p w:rsidR="0061102A" w:rsidRDefault="0061102A" w:rsidP="00BE6934">
      <w:pPr>
        <w:pStyle w:val="libFootnote"/>
        <w:rPr>
          <w:rtl/>
        </w:rPr>
      </w:pPr>
      <w:r>
        <w:rPr>
          <w:rtl/>
        </w:rPr>
        <w:t xml:space="preserve">3)دائرة المعارف بزرگ اسلامي، سابقہ ما خذ_ </w:t>
      </w:r>
    </w:p>
    <w:p w:rsidR="0061102A" w:rsidRDefault="0061102A" w:rsidP="00BE6934">
      <w:pPr>
        <w:pStyle w:val="libFootnote"/>
        <w:rPr>
          <w:rtl/>
        </w:rPr>
      </w:pPr>
      <w:r>
        <w:rPr>
          <w:rtl/>
        </w:rPr>
        <w:t>4)رجوع كري</w:t>
      </w:r>
      <w:r w:rsidR="000A0CDC">
        <w:rPr>
          <w:rtl/>
        </w:rPr>
        <w:t xml:space="preserve">ں </w:t>
      </w:r>
      <w:r>
        <w:rPr>
          <w:rtl/>
        </w:rPr>
        <w:t xml:space="preserve">، ابن حبيرہ الافصاح عن معافى الصحاح، حلب ج 1 ص 54_ </w:t>
      </w:r>
    </w:p>
    <w:p w:rsidR="009821C6" w:rsidRDefault="0061102A" w:rsidP="00BE6934">
      <w:pPr>
        <w:pStyle w:val="libFootnote"/>
        <w:rPr>
          <w:rtl/>
        </w:rPr>
      </w:pPr>
      <w:r>
        <w:rPr>
          <w:rtl/>
        </w:rPr>
        <w:t>5) ابوالفضل عزتى ، سابقہ ما خذص 83 _ 71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بتدريج اہل سنت كے فقہاء يہ بات سمجھ گئے كہ ان آئمہ كى تقليد پر كوئي عقلى و نقلى حكم اور معتبر دليل موجود نہي</w:t>
      </w:r>
      <w:r w:rsidR="000A0CDC">
        <w:rPr>
          <w:rtl/>
        </w:rPr>
        <w:t xml:space="preserve">ں </w:t>
      </w:r>
      <w:r>
        <w:rPr>
          <w:rtl/>
        </w:rPr>
        <w:t>ہے وہ بھى ان چار فقہاء كى مانند شرعى مسائل مي</w:t>
      </w:r>
      <w:r w:rsidR="000A0CDC">
        <w:rPr>
          <w:rtl/>
        </w:rPr>
        <w:t xml:space="preserve">ں </w:t>
      </w:r>
      <w:r>
        <w:rPr>
          <w:rtl/>
        </w:rPr>
        <w:t>اجتہاد كرسكتے ہي</w:t>
      </w:r>
      <w:r w:rsidR="000A0CDC">
        <w:rPr>
          <w:rtl/>
        </w:rPr>
        <w:t xml:space="preserve">ں </w:t>
      </w:r>
      <w:r>
        <w:rPr>
          <w:rtl/>
        </w:rPr>
        <w:t>اس حوالے سے مصر كے عظيم مفتى شيخ محمود شلتوت نے شيعہ فقہاء كى آراء پر توجہ كرتے ہوئے شيعہ فقہا كى آرا كى پيروى كے جواز كا اعلان كر كے ايك اہم ترين قدم اٹھايا _ (يہ بات قابل ذكر ہے كہ ان مندرجہ بالا چارمسالك كے علاوہ ديگر مسلك اور مكاتب بھى دائرہ وجود مي</w:t>
      </w:r>
      <w:r w:rsidR="000A0CDC">
        <w:rPr>
          <w:rtl/>
        </w:rPr>
        <w:t xml:space="preserve">ں </w:t>
      </w:r>
      <w:r>
        <w:rPr>
          <w:rtl/>
        </w:rPr>
        <w:t>آئے جن مي</w:t>
      </w:r>
      <w:r w:rsidR="000A0CDC">
        <w:rPr>
          <w:rtl/>
        </w:rPr>
        <w:t xml:space="preserve">ں </w:t>
      </w:r>
      <w:r>
        <w:rPr>
          <w:rtl/>
        </w:rPr>
        <w:t>سے بعض مسالك مثلا زيديہ اور اسماعيليہ شيعہ مسالك مي</w:t>
      </w:r>
      <w:r w:rsidR="000A0CDC">
        <w:rPr>
          <w:rtl/>
        </w:rPr>
        <w:t xml:space="preserve">ں </w:t>
      </w:r>
      <w:r>
        <w:rPr>
          <w:rtl/>
        </w:rPr>
        <w:t>شمارہوتے ہي</w:t>
      </w:r>
      <w:r w:rsidR="000A0CDC">
        <w:rPr>
          <w:rtl/>
        </w:rPr>
        <w:t xml:space="preserve">ں </w:t>
      </w:r>
      <w:r>
        <w:rPr>
          <w:rtl/>
        </w:rPr>
        <w:t>اور اپنى فقہ اور پيروكارو</w:t>
      </w:r>
      <w:r w:rsidR="000A0CDC">
        <w:rPr>
          <w:rtl/>
        </w:rPr>
        <w:t xml:space="preserve">ں </w:t>
      </w:r>
      <w:r>
        <w:rPr>
          <w:rtl/>
        </w:rPr>
        <w:t>كے ساتھ عہد حاضر مي</w:t>
      </w:r>
      <w:r w:rsidR="000A0CDC">
        <w:rPr>
          <w:rtl/>
        </w:rPr>
        <w:t xml:space="preserve">ں </w:t>
      </w:r>
      <w:r>
        <w:rPr>
          <w:rtl/>
        </w:rPr>
        <w:t>موجود ہي</w:t>
      </w:r>
      <w:r w:rsidR="000A0CDC">
        <w:rPr>
          <w:rtl/>
        </w:rPr>
        <w:t xml:space="preserve">ں </w:t>
      </w:r>
      <w:r>
        <w:rPr>
          <w:rtl/>
        </w:rPr>
        <w:t>اور بعض مسالك جو كسى سے وابستہ نہي</w:t>
      </w:r>
      <w:r w:rsidR="000A0CDC">
        <w:rPr>
          <w:rtl/>
        </w:rPr>
        <w:t xml:space="preserve">ں </w:t>
      </w:r>
      <w:r>
        <w:rPr>
          <w:rtl/>
        </w:rPr>
        <w:t>ہي</w:t>
      </w:r>
      <w:r w:rsidR="000A0CDC">
        <w:rPr>
          <w:rtl/>
        </w:rPr>
        <w:t xml:space="preserve">ں </w:t>
      </w:r>
      <w:r>
        <w:rPr>
          <w:rtl/>
        </w:rPr>
        <w:t>مثلا اباضى مسلك كہ جو خوارج كے مسلك مي</w:t>
      </w:r>
      <w:r w:rsidR="000A0CDC">
        <w:rPr>
          <w:rtl/>
        </w:rPr>
        <w:t xml:space="preserve">ں </w:t>
      </w:r>
      <w:r>
        <w:rPr>
          <w:rtl/>
        </w:rPr>
        <w:t>سے ابھى تك اپنا وجود برقرار ركھے ہوئے ہے</w:t>
      </w:r>
      <w:r w:rsidRPr="00F67D4B">
        <w:rPr>
          <w:rStyle w:val="libFootnotenumChar"/>
          <w:rtl/>
        </w:rPr>
        <w:t>(1)</w:t>
      </w:r>
      <w:r>
        <w:rPr>
          <w:rtl/>
        </w:rPr>
        <w:t xml:space="preserve"> يا ديگر مسالك مثلا مسلك اوزاعى (متوفى 150 قمري) اور مسلك سفيان ثورى (متوفى 161 قمري) اور مسلك داود بن على ظاہرى (متوفى 270 قمري) كہ يہ سب سنى مسالك مي</w:t>
      </w:r>
      <w:r w:rsidR="000A0CDC">
        <w:rPr>
          <w:rtl/>
        </w:rPr>
        <w:t xml:space="preserve">ں </w:t>
      </w:r>
      <w:r>
        <w:rPr>
          <w:rtl/>
        </w:rPr>
        <w:t>سے شمار ہوتے ہي</w:t>
      </w:r>
      <w:r w:rsidR="000A0CDC">
        <w:rPr>
          <w:rtl/>
        </w:rPr>
        <w:t xml:space="preserve">ں </w:t>
      </w:r>
      <w:r>
        <w:rPr>
          <w:rtl/>
        </w:rPr>
        <w:t>ليكن بہت كم پيروكارو</w:t>
      </w:r>
      <w:r w:rsidR="000A0CDC">
        <w:rPr>
          <w:rtl/>
        </w:rPr>
        <w:t xml:space="preserve">ں </w:t>
      </w:r>
      <w:r>
        <w:rPr>
          <w:rtl/>
        </w:rPr>
        <w:t xml:space="preserve">كى بناء پر زيادہ عرصہ تك نہ چل سكے </w:t>
      </w:r>
      <w:r w:rsidRPr="00F67D4B">
        <w:rPr>
          <w:rStyle w:val="libFootnotenumChar"/>
          <w:rtl/>
        </w:rPr>
        <w:t>(2)</w:t>
      </w:r>
      <w:r>
        <w:rPr>
          <w:rtl/>
        </w:rPr>
        <w:t xml:space="preserve"> </w:t>
      </w:r>
    </w:p>
    <w:p w:rsidR="0061102A" w:rsidRDefault="0061102A" w:rsidP="00BE6934">
      <w:pPr>
        <w:pStyle w:val="libNormal"/>
        <w:rPr>
          <w:rtl/>
        </w:rPr>
      </w:pPr>
      <w:r>
        <w:rPr>
          <w:rtl/>
        </w:rPr>
        <w:t>ليكن ان تمام مسالك مي</w:t>
      </w:r>
      <w:r w:rsidR="000A0CDC">
        <w:rPr>
          <w:rtl/>
        </w:rPr>
        <w:t xml:space="preserve">ں </w:t>
      </w:r>
      <w:r>
        <w:rPr>
          <w:rtl/>
        </w:rPr>
        <w:t>ايك معمولى ساموازنہ كرتے ہوئے ہم ديكھتے ہي</w:t>
      </w:r>
      <w:r w:rsidR="000A0CDC">
        <w:rPr>
          <w:rtl/>
        </w:rPr>
        <w:t xml:space="preserve">ں </w:t>
      </w:r>
      <w:r>
        <w:rPr>
          <w:rtl/>
        </w:rPr>
        <w:t>كہ زيدى مسلك بہت زيادہ پيروكارو</w:t>
      </w:r>
      <w:r w:rsidR="000A0CDC">
        <w:rPr>
          <w:rtl/>
        </w:rPr>
        <w:t xml:space="preserve">ں </w:t>
      </w:r>
      <w:r>
        <w:rPr>
          <w:rtl/>
        </w:rPr>
        <w:t>اور بے شمار علما، محدثين ، معروف فقہاء اور مؤلفين كى بناء ايك ممتاز مقام كا حامل ہے اس مذہب كى بعض كتب مندرج ذيل ہي</w:t>
      </w:r>
      <w:r w:rsidR="000A0CDC">
        <w:rPr>
          <w:rtl/>
        </w:rPr>
        <w:t xml:space="preserve">ں </w:t>
      </w:r>
      <w:r>
        <w:rPr>
          <w:rtl/>
        </w:rPr>
        <w:t xml:space="preserve">: </w:t>
      </w:r>
    </w:p>
    <w:p w:rsidR="0061102A" w:rsidRDefault="0061102A" w:rsidP="00BE6934">
      <w:pPr>
        <w:pStyle w:val="libNormal"/>
        <w:rPr>
          <w:rtl/>
        </w:rPr>
      </w:pPr>
      <w:r>
        <w:rPr>
          <w:rtl/>
        </w:rPr>
        <w:t xml:space="preserve">زيد بن على بن الحسين (ع) سے منسوب '' المجموع'' </w:t>
      </w:r>
      <w:r w:rsidRPr="00F67D4B">
        <w:rPr>
          <w:rStyle w:val="libFootnotenumChar"/>
          <w:rtl/>
        </w:rPr>
        <w:t>(3)</w:t>
      </w:r>
      <w:r>
        <w:rPr>
          <w:rtl/>
        </w:rPr>
        <w:t xml:space="preserve"> يحيى بن حسين (98_ 245قمري) كى جامع الاحكام فى الحلال و الحرام احمد بن يحيى المرتضى (840 _ 775قمري) كى البحر الزخار، ابراہيم بن محمد كى الروض فى الحامل شرح الكافل حسن بن احمد (متوفى 1048) كى ضوء النہار فى شرح الازہار اور محمد بن على الشوكانى (متوفى 1221)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1)رجوع كيجئے : موسوعة الفقہ الاسلامى ج 1 ص 32 ، صبحى الصالح ، انظم الاسلامية ، نشا تہا و تطورہا ص 207 ، صبحى رجب محمصانى ، فلسفة التشريع فى الاسلام ج 5 ص 69 _70_ </w:t>
      </w:r>
    </w:p>
    <w:p w:rsidR="0061102A" w:rsidRDefault="0061102A" w:rsidP="00BE6934">
      <w:pPr>
        <w:pStyle w:val="libFootnote"/>
        <w:rPr>
          <w:rtl/>
        </w:rPr>
      </w:pPr>
      <w:r>
        <w:rPr>
          <w:rtl/>
        </w:rPr>
        <w:t xml:space="preserve">2)عبدالكريم زيدان، المدخل لدراسة الشريعة الاسلامية ، بيروت ج 11 ص 148_ </w:t>
      </w:r>
    </w:p>
    <w:p w:rsidR="009821C6" w:rsidRDefault="0061102A" w:rsidP="00BE6934">
      <w:pPr>
        <w:pStyle w:val="libFootnote"/>
        <w:rPr>
          <w:rtl/>
        </w:rPr>
      </w:pPr>
      <w:r>
        <w:rPr>
          <w:rtl/>
        </w:rPr>
        <w:t>3) سابقہ ما خذ_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كى الدرر البھية والسيل الجرار و نيل الاوطار </w:t>
      </w:r>
      <w:r w:rsidRPr="00F67D4B">
        <w:rPr>
          <w:rStyle w:val="libFootnotenumChar"/>
          <w:rtl/>
        </w:rPr>
        <w:t>(1)</w:t>
      </w:r>
      <w:r>
        <w:rPr>
          <w:rtl/>
        </w:rPr>
        <w:t xml:space="preserve"> (زيدى مذہب سے كافى عرصہ كے بعد ہم داود بن على الظاہرى سے منسوب ظاہرى مذہب كا نام لے سكتے ہي</w:t>
      </w:r>
      <w:r w:rsidR="000A0CDC">
        <w:rPr>
          <w:rtl/>
        </w:rPr>
        <w:t xml:space="preserve">ں </w:t>
      </w:r>
      <w:r>
        <w:rPr>
          <w:rtl/>
        </w:rPr>
        <w:t>كيونكہ اسكے پيروكار بہت ہى كم تھے اور آج تقريباً موجود نہي</w:t>
      </w:r>
      <w:r w:rsidR="000A0CDC">
        <w:rPr>
          <w:rtl/>
        </w:rPr>
        <w:t xml:space="preserve">ں </w:t>
      </w:r>
      <w:r>
        <w:rPr>
          <w:rtl/>
        </w:rPr>
        <w:t>ہي</w:t>
      </w:r>
      <w:r w:rsidR="000A0CDC">
        <w:rPr>
          <w:rtl/>
        </w:rPr>
        <w:t xml:space="preserve">ں </w:t>
      </w:r>
      <w:r>
        <w:rPr>
          <w:rtl/>
        </w:rPr>
        <w:t>اس مذہب كى بنيادى فقہى كتا ب'' المحلى '' ہے كہ جسے ابن حزم ظاہرى نے تحرير كيا اس مذہب كے استحكام اور بقاء كا باعث تھى اسى شخص كى خدمات جانى گئي</w:t>
      </w:r>
      <w:r w:rsidR="000A0CDC">
        <w:rPr>
          <w:rtl/>
        </w:rPr>
        <w:t xml:space="preserve">ں </w:t>
      </w:r>
      <w:r w:rsidRPr="00F67D4B">
        <w:rPr>
          <w:rStyle w:val="libFootnotenumChar"/>
          <w:rtl/>
        </w:rPr>
        <w:t>(2)</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55" w:name="_Toc268611"/>
      <w:r>
        <w:rPr>
          <w:rtl/>
        </w:rPr>
        <w:t>5_ اصول</w:t>
      </w:r>
      <w:bookmarkEnd w:id="55"/>
    </w:p>
    <w:p w:rsidR="0061102A" w:rsidRDefault="0061102A" w:rsidP="00BE6934">
      <w:pPr>
        <w:pStyle w:val="libNormal"/>
        <w:rPr>
          <w:rtl/>
        </w:rPr>
      </w:pPr>
      <w:r>
        <w:rPr>
          <w:rtl/>
        </w:rPr>
        <w:t>اسلامى علوم مي</w:t>
      </w:r>
      <w:r w:rsidR="000A0CDC">
        <w:rPr>
          <w:rtl/>
        </w:rPr>
        <w:t xml:space="preserve">ں </w:t>
      </w:r>
      <w:r>
        <w:rPr>
          <w:rtl/>
        </w:rPr>
        <w:t>وہ علم كہ جو اصلى منابع اور مصادر سے اسلامى احكام اور قوانين كے استنباط كيلئے تدوين ہوا علم اصول ہے يہ علم وجود مي</w:t>
      </w:r>
      <w:r w:rsidR="000A0CDC">
        <w:rPr>
          <w:rtl/>
        </w:rPr>
        <w:t xml:space="preserve">ں </w:t>
      </w:r>
      <w:r>
        <w:rPr>
          <w:rtl/>
        </w:rPr>
        <w:t xml:space="preserve">آنے كے بعد سے اب تك نو مراحل سے گزرا:_ </w:t>
      </w:r>
    </w:p>
    <w:p w:rsidR="0061102A" w:rsidRDefault="0061102A" w:rsidP="00BE6934">
      <w:pPr>
        <w:pStyle w:val="libNormal"/>
        <w:rPr>
          <w:rtl/>
        </w:rPr>
      </w:pPr>
      <w:r>
        <w:rPr>
          <w:rtl/>
        </w:rPr>
        <w:t>1)وجود مي</w:t>
      </w:r>
      <w:r w:rsidR="000A0CDC">
        <w:rPr>
          <w:rtl/>
        </w:rPr>
        <w:t xml:space="preserve">ں </w:t>
      </w:r>
      <w:r>
        <w:rPr>
          <w:rtl/>
        </w:rPr>
        <w:t>آنے كا دور: اس دور مي</w:t>
      </w:r>
      <w:r w:rsidR="000A0CDC">
        <w:rPr>
          <w:rtl/>
        </w:rPr>
        <w:t xml:space="preserve">ں </w:t>
      </w:r>
      <w:r>
        <w:rPr>
          <w:rtl/>
        </w:rPr>
        <w:t>اس علم كى تدوين اور اسكے مقدمات بيان كرنے كيلئے سب سے پہلى كوششي</w:t>
      </w:r>
      <w:r w:rsidR="000A0CDC">
        <w:rPr>
          <w:rtl/>
        </w:rPr>
        <w:t xml:space="preserve">ں </w:t>
      </w:r>
      <w:r>
        <w:rPr>
          <w:rtl/>
        </w:rPr>
        <w:t>ہوئي</w:t>
      </w:r>
      <w:r w:rsidR="000A0CDC">
        <w:rPr>
          <w:rtl/>
        </w:rPr>
        <w:t xml:space="preserve">ں </w:t>
      </w:r>
      <w:r>
        <w:rPr>
          <w:rtl/>
        </w:rPr>
        <w:t>_ شيعہ محققين كى رائے كے مطابق اس علم كے خالق امام باقر (ع) اور امام صادق (عليہما السلام ) ہي</w:t>
      </w:r>
      <w:r w:rsidR="000A0CDC">
        <w:rPr>
          <w:rtl/>
        </w:rPr>
        <w:t xml:space="preserve">ں </w:t>
      </w:r>
      <w:r>
        <w:rPr>
          <w:rtl/>
        </w:rPr>
        <w:t>_ اگر چہ عصر حاضر كے كچھ محققين كا خيال ہے كہ اصلى قواعد كا سادہ انداز مي</w:t>
      </w:r>
      <w:r w:rsidR="000A0CDC">
        <w:rPr>
          <w:rtl/>
        </w:rPr>
        <w:t xml:space="preserve">ں </w:t>
      </w:r>
      <w:r>
        <w:rPr>
          <w:rtl/>
        </w:rPr>
        <w:t>استعمال صدر اسلام سے ہى رائج تھا</w:t>
      </w:r>
      <w:r w:rsidRPr="00F67D4B">
        <w:rPr>
          <w:rStyle w:val="libFootnotenumChar"/>
          <w:rtl/>
        </w:rPr>
        <w:t>(3)</w:t>
      </w:r>
      <w:r>
        <w:rPr>
          <w:rtl/>
        </w:rPr>
        <w:t xml:space="preserve"> </w:t>
      </w:r>
    </w:p>
    <w:p w:rsidR="0061102A" w:rsidRDefault="0061102A" w:rsidP="00BE6934">
      <w:pPr>
        <w:pStyle w:val="libNormal"/>
        <w:rPr>
          <w:rtl/>
        </w:rPr>
      </w:pPr>
      <w:r>
        <w:rPr>
          <w:rtl/>
        </w:rPr>
        <w:t>2) تصنيف كے دور كا آغاز: اس دور مي</w:t>
      </w:r>
      <w:r w:rsidR="000A0CDC">
        <w:rPr>
          <w:rtl/>
        </w:rPr>
        <w:t xml:space="preserve">ں </w:t>
      </w:r>
      <w:r>
        <w:rPr>
          <w:rtl/>
        </w:rPr>
        <w:t>علم اصول جس كا ذكر فقہى مسائل كے درميان ہوتا تھا جداگانہ شكل مي</w:t>
      </w:r>
      <w:r w:rsidR="000A0CDC">
        <w:rPr>
          <w:rtl/>
        </w:rPr>
        <w:t xml:space="preserve">ں </w:t>
      </w:r>
      <w:r>
        <w:rPr>
          <w:rtl/>
        </w:rPr>
        <w:t>سامنے آيا_ ميرے خيال مي</w:t>
      </w:r>
      <w:r w:rsidR="000A0CDC">
        <w:rPr>
          <w:rtl/>
        </w:rPr>
        <w:t xml:space="preserve">ں </w:t>
      </w:r>
      <w:r>
        <w:rPr>
          <w:rtl/>
        </w:rPr>
        <w:t>علم اصول كى سب سے پہلى تصنيف جناب حشام بن حكم كى ہے كہ جواماميہ متكلمين كے سربراہ شمار ہوتے ہي</w:t>
      </w:r>
      <w:r w:rsidR="000A0CDC">
        <w:rPr>
          <w:rtl/>
        </w:rPr>
        <w:t xml:space="preserve">ں </w:t>
      </w:r>
      <w:r>
        <w:rPr>
          <w:rtl/>
        </w:rPr>
        <w:t>انہو</w:t>
      </w:r>
      <w:r w:rsidR="000A0CDC">
        <w:rPr>
          <w:rtl/>
        </w:rPr>
        <w:t xml:space="preserve">ں </w:t>
      </w:r>
      <w:r>
        <w:rPr>
          <w:rtl/>
        </w:rPr>
        <w:t xml:space="preserve">نے كتاب '' الفاظ و مباحثہا'' تحرير كى </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موسوعة الفقہ الاسلام ، سابقہ ما خذ، الحليمي، الروض النضير ، مقدمہ ، دائرة المعارف بزرگ اسلام ج 2 ص 59 _164 ، على بن عبدالكريم شرف الدين ، الزيدية نظريہ و تطبيق ، العصر الحديث ج 2 ص 1_3 اور اسكے بعد ، فواد سزگين ، تاريخ التراث العربى ج 1 ، جزء 3 عربى ، ص 353_ </w:t>
      </w:r>
    </w:p>
    <w:p w:rsidR="0061102A" w:rsidRDefault="0061102A" w:rsidP="00BE6934">
      <w:pPr>
        <w:pStyle w:val="libFootnote"/>
        <w:rPr>
          <w:rtl/>
        </w:rPr>
      </w:pPr>
      <w:r>
        <w:rPr>
          <w:rtl/>
        </w:rPr>
        <w:t xml:space="preserve">2)مصطفى الزلمى ، اسباب اختلاف الفقہاء فى احكام الشريعة ص 56_ </w:t>
      </w:r>
    </w:p>
    <w:p w:rsidR="0061102A" w:rsidRDefault="0061102A" w:rsidP="00BE6934">
      <w:pPr>
        <w:pStyle w:val="libFootnote"/>
        <w:rPr>
          <w:rtl/>
        </w:rPr>
      </w:pPr>
      <w:r>
        <w:rPr>
          <w:rtl/>
        </w:rPr>
        <w:t xml:space="preserve">3)حسن شفايي، ملاك اصول استنباط، ص 9 ، حسن ہادى الصدر، تاسيس الشيعہ لعلوم الاسلام بغداد ، ابولاقاسم گرجى ، مقالات حقوقى ،ج2 ص 117، 113_ </w:t>
      </w:r>
    </w:p>
    <w:p w:rsidR="009821C6" w:rsidRDefault="0061102A" w:rsidP="00BE6934">
      <w:pPr>
        <w:pStyle w:val="libFootnote"/>
        <w:rPr>
          <w:rtl/>
        </w:rPr>
      </w:pPr>
      <w:r>
        <w:rPr>
          <w:rtl/>
        </w:rPr>
        <w:t>4) ابوالقاسم گرجي، سابقہ ما خذص 119 _ 118_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3)علم اصول كے علم كلام كے ساتھ ملاپ كا دور: يہ دور جو كہ زيادہ تر اہل سنت كے حوالے سے ہے ، اہل سنت كے متكلمين بالخصوص معتزلہ علم اصول مي</w:t>
      </w:r>
      <w:r w:rsidR="000A0CDC">
        <w:rPr>
          <w:rtl/>
        </w:rPr>
        <w:t xml:space="preserve">ں </w:t>
      </w:r>
      <w:r>
        <w:rPr>
          <w:rtl/>
        </w:rPr>
        <w:t>داخل ہوئے اور اسے اسكے اصلى راہ '' فرعى و فقہى احكام كے استنباط'' سے ہٹا ديا_ اس دور مي</w:t>
      </w:r>
      <w:r w:rsidR="000A0CDC">
        <w:rPr>
          <w:rtl/>
        </w:rPr>
        <w:t xml:space="preserve">ں </w:t>
      </w:r>
      <w:r>
        <w:rPr>
          <w:rtl/>
        </w:rPr>
        <w:t>اہل سنت كے مولفين مي</w:t>
      </w:r>
      <w:r w:rsidR="000A0CDC">
        <w:rPr>
          <w:rtl/>
        </w:rPr>
        <w:t xml:space="preserve">ں </w:t>
      </w:r>
      <w:r>
        <w:rPr>
          <w:rtl/>
        </w:rPr>
        <w:t>سے ''كتاب آراء اصولى ابوعلي'' كے مصنف محمد بن عبدالوہاب بن سلام جبائي ( متوفى 303 قمرى )كتاب التحصيل كے مصنف ابو منصور عبدالقاہر بن طاہر تميمى اسفراينى (متوفى 429 قمري) اور كتاب '' المستصفى ''كے مصنف ابوحامد غزالى (متوفى 505 قمرى ) قابل ذكر ہي</w:t>
      </w:r>
      <w:r w:rsidR="000A0CDC">
        <w:rPr>
          <w:rtl/>
        </w:rPr>
        <w:t xml:space="preserve">ں </w:t>
      </w:r>
      <w:r>
        <w:rPr>
          <w:rtl/>
        </w:rPr>
        <w:t xml:space="preserve">_ </w:t>
      </w:r>
    </w:p>
    <w:p w:rsidR="0061102A" w:rsidRDefault="0061102A" w:rsidP="00BE6934">
      <w:pPr>
        <w:pStyle w:val="libNormal"/>
        <w:rPr>
          <w:rtl/>
        </w:rPr>
      </w:pPr>
      <w:r>
        <w:rPr>
          <w:rtl/>
        </w:rPr>
        <w:t>4)علم اصول كے كمال اور دوبارہ جدا ہونے كا دور : يہ دور جو كہ مكتب شيعہ كے حوالے سے ہے علم اصول بتدريج پختگى كى منازل طے كر گيا اور كافى حد تك علم كلام كے مسائل سے جدا ہوگيااس دور كے اہم ترين آثار كے جنہو</w:t>
      </w:r>
      <w:r w:rsidR="000A0CDC">
        <w:rPr>
          <w:rtl/>
        </w:rPr>
        <w:t xml:space="preserve">ں </w:t>
      </w:r>
      <w:r>
        <w:rPr>
          <w:rtl/>
        </w:rPr>
        <w:t>نے علم اصول كو ترقى كى انتہائي بلنديو</w:t>
      </w:r>
      <w:r w:rsidR="000A0CDC">
        <w:rPr>
          <w:rtl/>
        </w:rPr>
        <w:t xml:space="preserve">ں </w:t>
      </w:r>
      <w:r>
        <w:rPr>
          <w:rtl/>
        </w:rPr>
        <w:t>تك پہنچا ديا وہ ابن ابى عقيل ، شيخ مفيد اور شيخ طوسى كى تصنيفات و تاليفات ہي</w:t>
      </w:r>
      <w:r w:rsidR="000A0CDC">
        <w:rPr>
          <w:rtl/>
        </w:rPr>
        <w:t xml:space="preserve">ں </w:t>
      </w:r>
      <w:r>
        <w:rPr>
          <w:rtl/>
        </w:rPr>
        <w:t xml:space="preserve">_ </w:t>
      </w:r>
    </w:p>
    <w:p w:rsidR="0061102A" w:rsidRDefault="0061102A" w:rsidP="00BE6934">
      <w:pPr>
        <w:pStyle w:val="libNormal"/>
        <w:rPr>
          <w:rtl/>
        </w:rPr>
      </w:pPr>
      <w:r>
        <w:rPr>
          <w:rtl/>
        </w:rPr>
        <w:t>5)استنباط كے جمود اور علم اصول مي</w:t>
      </w:r>
      <w:r w:rsidR="000A0CDC">
        <w:rPr>
          <w:rtl/>
        </w:rPr>
        <w:t xml:space="preserve">ں </w:t>
      </w:r>
      <w:r>
        <w:rPr>
          <w:rtl/>
        </w:rPr>
        <w:t>ٹھہراؤ كا دور: شيخ طوسى كے علمى نبوغ اور عظمت كى بناء پر تقريباً ايك صدى تك مختلف علوم بالخصوص اصول فقہ مي</w:t>
      </w:r>
      <w:r w:rsidR="000A0CDC">
        <w:rPr>
          <w:rtl/>
        </w:rPr>
        <w:t xml:space="preserve">ں </w:t>
      </w:r>
      <w:r>
        <w:rPr>
          <w:rtl/>
        </w:rPr>
        <w:t>انكى آرا، اور نظريات بغير كسى علمى تنقيد كے باقى رہے اور اس دور كے مولفين كى كتب پر انكے آثار كى تقليد كى چھاپ باقى رہى _ مثلا سديد الدين حمصى رازى كى كتاب مصادر اور حمزہ بن عبدالعزيز المعروف سلار كى كتاب '' التقريب'' مي</w:t>
      </w:r>
      <w:r w:rsidR="000A0CDC">
        <w:rPr>
          <w:rtl/>
        </w:rPr>
        <w:t xml:space="preserve">ں </w:t>
      </w:r>
      <w:r>
        <w:rPr>
          <w:rtl/>
        </w:rPr>
        <w:t xml:space="preserve">يہ تقليد ديكھى جاسكتى ہے مجموعى طور پر اس دور كے تمام فقہى استنباط اور نتائج شدت كے ساتھ شيخ طوسى كى آراء سے متاثر تھے_ </w:t>
      </w:r>
    </w:p>
    <w:p w:rsidR="0061102A" w:rsidRDefault="0061102A" w:rsidP="00BE6934">
      <w:pPr>
        <w:pStyle w:val="libNormal"/>
        <w:rPr>
          <w:rtl/>
        </w:rPr>
      </w:pPr>
      <w:r>
        <w:rPr>
          <w:rtl/>
        </w:rPr>
        <w:t>6) تجديد حيات كى تحريك: اس دور كى خصوصيات مي</w:t>
      </w:r>
      <w:r w:rsidR="000A0CDC">
        <w:rPr>
          <w:rtl/>
        </w:rPr>
        <w:t xml:space="preserve">ں </w:t>
      </w:r>
      <w:r>
        <w:rPr>
          <w:rtl/>
        </w:rPr>
        <w:t>سے يہ ہي</w:t>
      </w:r>
      <w:r w:rsidR="000A0CDC">
        <w:rPr>
          <w:rtl/>
        </w:rPr>
        <w:t xml:space="preserve">ں </w:t>
      </w:r>
      <w:r>
        <w:rPr>
          <w:rtl/>
        </w:rPr>
        <w:t>كہ ايك طرف روح اجتہاد دوبارہ زندہ ہوئي اور دوسرى طرف گذشتہ بزرگان دين كى كتب كى شرح ، حاشيہ اور تلخيص كى گئي اور فن منطق كے بعض مسائل علم اصول مي</w:t>
      </w:r>
      <w:r w:rsidR="000A0CDC">
        <w:rPr>
          <w:rtl/>
        </w:rPr>
        <w:t xml:space="preserve">ں </w:t>
      </w:r>
      <w:r>
        <w:rPr>
          <w:rtl/>
        </w:rPr>
        <w:t>داخل ہوئے اس دور كے علما اور بزرگ محققين مي</w:t>
      </w:r>
      <w:r w:rsidR="000A0CDC">
        <w:rPr>
          <w:rtl/>
        </w:rPr>
        <w:t xml:space="preserve">ں </w:t>
      </w:r>
      <w:r>
        <w:rPr>
          <w:rtl/>
        </w:rPr>
        <w:t>سے محمد بن ادريس حلى (متوفى 598 قمرى )محقق حلى ، علامہ حلي، فاضل مقداد اور شيخ بہائي قابل ذكر ہي</w:t>
      </w:r>
      <w:r w:rsidR="000A0CDC">
        <w:rPr>
          <w:rtl/>
        </w:rPr>
        <w:t xml:space="preserve">ں </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9821C6" w:rsidRDefault="0061102A" w:rsidP="00BE6934">
      <w:pPr>
        <w:pStyle w:val="libFootnote"/>
        <w:rPr>
          <w:rtl/>
        </w:rPr>
      </w:pPr>
      <w:r>
        <w:rPr>
          <w:rtl/>
        </w:rPr>
        <w:t>1)سابقہ ما خذ ص 121 ، 130 ، 135_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7)علم اصول مي</w:t>
      </w:r>
      <w:r w:rsidR="000A0CDC">
        <w:rPr>
          <w:rtl/>
        </w:rPr>
        <w:t xml:space="preserve">ں </w:t>
      </w:r>
      <w:r>
        <w:rPr>
          <w:rtl/>
        </w:rPr>
        <w:t>ضعف كا دور : تشيع كى علمى محافل اور حوزات مي</w:t>
      </w:r>
      <w:r w:rsidR="000A0CDC">
        <w:rPr>
          <w:rtl/>
        </w:rPr>
        <w:t xml:space="preserve">ں </w:t>
      </w:r>
      <w:r>
        <w:rPr>
          <w:rtl/>
        </w:rPr>
        <w:t>اخبارى مكتب فكر كى طرف ميلان بڑھنے سے علم اصول كى گذشتہ ادوار كى مانند رونق ختم ہوگئي اس دور مي</w:t>
      </w:r>
      <w:r w:rsidR="000A0CDC">
        <w:rPr>
          <w:rtl/>
        </w:rPr>
        <w:t xml:space="preserve">ں </w:t>
      </w:r>
      <w:r>
        <w:rPr>
          <w:rtl/>
        </w:rPr>
        <w:t>اخباريو</w:t>
      </w:r>
      <w:r w:rsidR="000A0CDC">
        <w:rPr>
          <w:rtl/>
        </w:rPr>
        <w:t xml:space="preserve">ں </w:t>
      </w:r>
      <w:r>
        <w:rPr>
          <w:rtl/>
        </w:rPr>
        <w:t>اور اصوليو</w:t>
      </w:r>
      <w:r w:rsidR="000A0CDC">
        <w:rPr>
          <w:rtl/>
        </w:rPr>
        <w:t xml:space="preserve">ں </w:t>
      </w:r>
      <w:r>
        <w:rPr>
          <w:rtl/>
        </w:rPr>
        <w:t>مي</w:t>
      </w:r>
      <w:r w:rsidR="000A0CDC">
        <w:rPr>
          <w:rtl/>
        </w:rPr>
        <w:t xml:space="preserve">ں </w:t>
      </w:r>
      <w:r>
        <w:rPr>
          <w:rtl/>
        </w:rPr>
        <w:t>شديد نزاع رہا، اس دور كى اخبارى مكتب فكر مي</w:t>
      </w:r>
      <w:r w:rsidR="000A0CDC">
        <w:rPr>
          <w:rtl/>
        </w:rPr>
        <w:t xml:space="preserve">ں </w:t>
      </w:r>
      <w:r>
        <w:rPr>
          <w:rtl/>
        </w:rPr>
        <w:t xml:space="preserve">اہم ترين تاليف '' كتاب فوائد المدنيہ'' ہے كہ جو محمد امين استر آبادى (متوفى 1033) نے تاليف كي_ </w:t>
      </w:r>
    </w:p>
    <w:p w:rsidR="0061102A" w:rsidRDefault="0061102A" w:rsidP="00BE6934">
      <w:pPr>
        <w:pStyle w:val="libNormal"/>
        <w:rPr>
          <w:rtl/>
        </w:rPr>
      </w:pPr>
      <w:r>
        <w:rPr>
          <w:rtl/>
        </w:rPr>
        <w:t>8)علم اصول كا جديدد ور: جناب وحيد بہبہانى كے علمى حوزات مي</w:t>
      </w:r>
      <w:r w:rsidR="000A0CDC">
        <w:rPr>
          <w:rtl/>
        </w:rPr>
        <w:t xml:space="preserve">ں </w:t>
      </w:r>
      <w:r>
        <w:rPr>
          <w:rtl/>
        </w:rPr>
        <w:t>ظاہر ہونے سے علم اصول بتدريج دوبارہ ترقى كے زينو</w:t>
      </w:r>
      <w:r w:rsidR="000A0CDC">
        <w:rPr>
          <w:rtl/>
        </w:rPr>
        <w:t xml:space="preserve">ں </w:t>
      </w:r>
      <w:r>
        <w:rPr>
          <w:rtl/>
        </w:rPr>
        <w:t>كى طرف بڑھنے لگا، آپ اور آپكے شاگردو</w:t>
      </w:r>
      <w:r w:rsidR="000A0CDC">
        <w:rPr>
          <w:rtl/>
        </w:rPr>
        <w:t xml:space="preserve">ں </w:t>
      </w:r>
      <w:r>
        <w:rPr>
          <w:rtl/>
        </w:rPr>
        <w:t>نے اپنى حيرت انگيز صلاحيتو</w:t>
      </w:r>
      <w:r w:rsidR="000A0CDC">
        <w:rPr>
          <w:rtl/>
        </w:rPr>
        <w:t xml:space="preserve">ں </w:t>
      </w:r>
      <w:r>
        <w:rPr>
          <w:rtl/>
        </w:rPr>
        <w:t>سے مالامال علمى طاقت سے اخبارى مكتب فكروالو</w:t>
      </w:r>
      <w:r w:rsidR="000A0CDC">
        <w:rPr>
          <w:rtl/>
        </w:rPr>
        <w:t xml:space="preserve">ں </w:t>
      </w:r>
      <w:r>
        <w:rPr>
          <w:rtl/>
        </w:rPr>
        <w:t>كے تمام شبہات اور تہمتو</w:t>
      </w:r>
      <w:r w:rsidR="000A0CDC">
        <w:rPr>
          <w:rtl/>
        </w:rPr>
        <w:t xml:space="preserve">ں </w:t>
      </w:r>
      <w:r>
        <w:rPr>
          <w:rtl/>
        </w:rPr>
        <w:t>كا جواب ديا اور يہ ثابت كرنے كيلئے بہت زيادہ كوشش كى كہ فقہى مسائل تك پہنچنے كيلئے ہم سب فقط اصولى قواعد كے محتاج ہي</w:t>
      </w:r>
      <w:r w:rsidR="000A0CDC">
        <w:rPr>
          <w:rtl/>
        </w:rPr>
        <w:t xml:space="preserve">ں </w:t>
      </w:r>
      <w:r>
        <w:rPr>
          <w:rtl/>
        </w:rPr>
        <w:t>اس دور مي</w:t>
      </w:r>
      <w:r w:rsidR="000A0CDC">
        <w:rPr>
          <w:rtl/>
        </w:rPr>
        <w:t xml:space="preserve">ں </w:t>
      </w:r>
      <w:r>
        <w:rPr>
          <w:rtl/>
        </w:rPr>
        <w:t>علامہ وحيد بہبہانى كے علاوہ عظيم علمى شخصيات مي</w:t>
      </w:r>
      <w:r w:rsidR="000A0CDC">
        <w:rPr>
          <w:rtl/>
        </w:rPr>
        <w:t xml:space="preserve">ں </w:t>
      </w:r>
      <w:r>
        <w:rPr>
          <w:rtl/>
        </w:rPr>
        <w:t>سے سيد مہدى بحر العلوم (متوفى 1212 قمري) كاشف الغطاء (متوفى 1227قمري) اور سيد على طباطبائي (متوفى 1221 قمري) قابل ذكر ہي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r>
        <w:rPr>
          <w:rtl/>
        </w:rPr>
        <w:t>9)عصر حاضر : يہ دور جو كہ حقيقت مي</w:t>
      </w:r>
      <w:r w:rsidR="000A0CDC">
        <w:rPr>
          <w:rtl/>
        </w:rPr>
        <w:t xml:space="preserve">ں </w:t>
      </w:r>
      <w:r>
        <w:rPr>
          <w:rtl/>
        </w:rPr>
        <w:t>علم اصول كى معراج كا دور شمار ہوتاہے شيخ مرتضى انصارى (متوفى 128) كے ظہور سے شروع ہوا اور انكے بعد انكے شاگردو</w:t>
      </w:r>
      <w:r w:rsidR="000A0CDC">
        <w:rPr>
          <w:rtl/>
        </w:rPr>
        <w:t xml:space="preserve">ں </w:t>
      </w:r>
      <w:r>
        <w:rPr>
          <w:rtl/>
        </w:rPr>
        <w:t>كى كوششو</w:t>
      </w:r>
      <w:r w:rsidR="000A0CDC">
        <w:rPr>
          <w:rtl/>
        </w:rPr>
        <w:t xml:space="preserve">ں </w:t>
      </w:r>
      <w:r>
        <w:rPr>
          <w:rtl/>
        </w:rPr>
        <w:t>سے جارى رہا _ واقعى بات تو يہى ہے كہ اس دور مي</w:t>
      </w:r>
      <w:r w:rsidR="000A0CDC">
        <w:rPr>
          <w:rtl/>
        </w:rPr>
        <w:t xml:space="preserve">ں </w:t>
      </w:r>
      <w:r>
        <w:rPr>
          <w:rtl/>
        </w:rPr>
        <w:t>علم اصول كى ترقى كاگذشتہ ادوار مي</w:t>
      </w:r>
      <w:r w:rsidR="000A0CDC">
        <w:rPr>
          <w:rtl/>
        </w:rPr>
        <w:t xml:space="preserve">ں </w:t>
      </w:r>
      <w:r>
        <w:rPr>
          <w:rtl/>
        </w:rPr>
        <w:t>كسى دور سے موازنہ نہي</w:t>
      </w:r>
      <w:r w:rsidR="000A0CDC">
        <w:rPr>
          <w:rtl/>
        </w:rPr>
        <w:t xml:space="preserve">ں </w:t>
      </w:r>
      <w:r>
        <w:rPr>
          <w:rtl/>
        </w:rPr>
        <w:t>كياجاسكتا اس دور مي</w:t>
      </w:r>
      <w:r w:rsidR="000A0CDC">
        <w:rPr>
          <w:rtl/>
        </w:rPr>
        <w:t xml:space="preserve">ں </w:t>
      </w:r>
      <w:r>
        <w:rPr>
          <w:rtl/>
        </w:rPr>
        <w:t>علم اصول مي</w:t>
      </w:r>
      <w:r w:rsidR="000A0CDC">
        <w:rPr>
          <w:rtl/>
        </w:rPr>
        <w:t xml:space="preserve">ں </w:t>
      </w:r>
      <w:r>
        <w:rPr>
          <w:rtl/>
        </w:rPr>
        <w:t>تحقيقات كيفيت اور كميت كے اعتبار سے وسيع ہونے كے ساتھ ساتھ انتہائي عميق بھى ہي</w:t>
      </w:r>
      <w:r w:rsidR="000A0CDC">
        <w:rPr>
          <w:rtl/>
        </w:rPr>
        <w:t xml:space="preserve">ں </w:t>
      </w:r>
      <w:r w:rsidRPr="00F67D4B">
        <w:rPr>
          <w:rStyle w:val="libFootnotenumChar"/>
          <w:rtl/>
        </w:rPr>
        <w:t>(2)</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56" w:name="_Toc268612"/>
      <w:r>
        <w:rPr>
          <w:rtl/>
        </w:rPr>
        <w:t>6_ كلام</w:t>
      </w:r>
      <w:bookmarkEnd w:id="56"/>
    </w:p>
    <w:p w:rsidR="0061102A" w:rsidRDefault="0061102A" w:rsidP="00BE6934">
      <w:pPr>
        <w:pStyle w:val="libNormal"/>
        <w:rPr>
          <w:rtl/>
        </w:rPr>
      </w:pPr>
      <w:r>
        <w:rPr>
          <w:rtl/>
        </w:rPr>
        <w:t>اسلامى تمدن كے زير سايہ علم كلام كى پيدائشے كى كچھ وجوہات تھي</w:t>
      </w:r>
      <w:r w:rsidR="000A0CDC">
        <w:rPr>
          <w:rtl/>
        </w:rPr>
        <w:t xml:space="preserve">ں </w:t>
      </w:r>
      <w:r>
        <w:rPr>
          <w:rtl/>
        </w:rPr>
        <w:t>ان مي</w:t>
      </w:r>
      <w:r w:rsidR="000A0CDC">
        <w:rPr>
          <w:rtl/>
        </w:rPr>
        <w:t xml:space="preserve">ں </w:t>
      </w:r>
      <w:r>
        <w:rPr>
          <w:rtl/>
        </w:rPr>
        <w:t>سے ايك مسلمانو</w:t>
      </w:r>
      <w:r w:rsidR="000A0CDC">
        <w:rPr>
          <w:rtl/>
        </w:rPr>
        <w:t xml:space="preserve">ں </w:t>
      </w:r>
      <w:r>
        <w:rPr>
          <w:rtl/>
        </w:rPr>
        <w:t>كا غير مسلم اقوام مثلا ايرانيو</w:t>
      </w:r>
      <w:r w:rsidR="000A0CDC">
        <w:rPr>
          <w:rtl/>
        </w:rPr>
        <w:t xml:space="preserve">ں </w:t>
      </w:r>
      <w:r>
        <w:rPr>
          <w:rtl/>
        </w:rPr>
        <w:t>، روميو</w:t>
      </w:r>
      <w:r w:rsidR="000A0CDC">
        <w:rPr>
          <w:rtl/>
        </w:rPr>
        <w:t xml:space="preserve">ں </w:t>
      </w:r>
      <w:r>
        <w:rPr>
          <w:rtl/>
        </w:rPr>
        <w:t>اورمصريو</w:t>
      </w:r>
      <w:r w:rsidR="000A0CDC">
        <w:rPr>
          <w:rtl/>
        </w:rPr>
        <w:t xml:space="preserve">ں </w:t>
      </w:r>
      <w:r>
        <w:rPr>
          <w:rtl/>
        </w:rPr>
        <w:t xml:space="preserve">سے تعلقات تھے ان روابط اور تعلقات كى بناء پر عقائد و نظريات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1)سابقہ ما خذ ص 138_ </w:t>
      </w:r>
    </w:p>
    <w:p w:rsidR="009821C6" w:rsidRDefault="0061102A" w:rsidP="00BE6934">
      <w:pPr>
        <w:pStyle w:val="libFootnote"/>
        <w:rPr>
          <w:rtl/>
        </w:rPr>
      </w:pPr>
      <w:r>
        <w:rPr>
          <w:rtl/>
        </w:rPr>
        <w:t>2)مرتضى مطہري، آشنائي با علوم اسلامى ، بخش اصول فقہ ص 263_</w:t>
      </w:r>
      <w:r w:rsidR="0069392F">
        <w:rPr>
          <w:rtl/>
        </w:rPr>
        <w:cr/>
      </w:r>
      <w:r w:rsidR="0069392F">
        <w:rPr>
          <w:rtl/>
        </w:rPr>
        <w:br w:type="page"/>
      </w:r>
    </w:p>
    <w:p w:rsidR="009821C6" w:rsidRDefault="009821C6" w:rsidP="00BE6934">
      <w:pPr>
        <w:pStyle w:val="libNormal"/>
        <w:rPr>
          <w:rtl/>
        </w:rPr>
      </w:pPr>
    </w:p>
    <w:p w:rsidR="0061102A" w:rsidRDefault="0069392F" w:rsidP="00BE6934">
      <w:pPr>
        <w:pStyle w:val="libNormal"/>
        <w:rPr>
          <w:rtl/>
        </w:rPr>
      </w:pPr>
      <w:r>
        <w:rPr>
          <w:rtl/>
        </w:rPr>
        <w:cr/>
      </w:r>
      <w:r w:rsidR="0061102A">
        <w:rPr>
          <w:rtl/>
        </w:rPr>
        <w:t>مي</w:t>
      </w:r>
      <w:r w:rsidR="000A0CDC">
        <w:rPr>
          <w:rtl/>
        </w:rPr>
        <w:t xml:space="preserve">ں </w:t>
      </w:r>
      <w:r w:rsidR="0061102A">
        <w:rPr>
          <w:rtl/>
        </w:rPr>
        <w:t>اختلاف آشكار ہوا _ مسلمانو</w:t>
      </w:r>
      <w:r w:rsidR="000A0CDC">
        <w:rPr>
          <w:rtl/>
        </w:rPr>
        <w:t xml:space="preserve">ں </w:t>
      </w:r>
      <w:r w:rsidR="0061102A">
        <w:rPr>
          <w:rtl/>
        </w:rPr>
        <w:t>نے دين اسلام كے دفاع كيلئے نئي فكرى اور استدلالى روشو</w:t>
      </w:r>
      <w:r w:rsidR="000A0CDC">
        <w:rPr>
          <w:rtl/>
        </w:rPr>
        <w:t xml:space="preserve">ں </w:t>
      </w:r>
      <w:r w:rsidR="0061102A">
        <w:rPr>
          <w:rtl/>
        </w:rPr>
        <w:t>كو سيكھا_ اسى طرح اس علم كے وجود مي</w:t>
      </w:r>
      <w:r w:rsidR="000A0CDC">
        <w:rPr>
          <w:rtl/>
        </w:rPr>
        <w:t xml:space="preserve">ں </w:t>
      </w:r>
      <w:r w:rsidR="0061102A">
        <w:rPr>
          <w:rtl/>
        </w:rPr>
        <w:t>آنے كى دوسرى وجہ ايسى اقوام كا اسلام قبول كرنا قرار پائي كہ جو اپنے مذاہب مي</w:t>
      </w:r>
      <w:r w:rsidR="000A0CDC">
        <w:rPr>
          <w:rtl/>
        </w:rPr>
        <w:t xml:space="preserve">ں </w:t>
      </w:r>
      <w:r w:rsidR="0061102A">
        <w:rPr>
          <w:rtl/>
        </w:rPr>
        <w:t>اللہ تعالى كى صفات، توحيد ، قضا و قدر اور جزا و سزا و غيرہ كے مسائل مي</w:t>
      </w:r>
      <w:r w:rsidR="000A0CDC">
        <w:rPr>
          <w:rtl/>
        </w:rPr>
        <w:t xml:space="preserve">ں </w:t>
      </w:r>
      <w:r w:rsidR="0061102A">
        <w:rPr>
          <w:rtl/>
        </w:rPr>
        <w:t>مخصوص عقائد و نظريات كے حامل تھے_ اسى بناء پہ نئے مسلمان لوگ اسى كوشش مي</w:t>
      </w:r>
      <w:r w:rsidR="000A0CDC">
        <w:rPr>
          <w:rtl/>
        </w:rPr>
        <w:t xml:space="preserve">ں </w:t>
      </w:r>
      <w:r w:rsidR="0061102A">
        <w:rPr>
          <w:rtl/>
        </w:rPr>
        <w:t>رہتے تھے كہ اپنے سابقہ دينى عقائد كو دين اسلام كے سانچے مي</w:t>
      </w:r>
      <w:r w:rsidR="000A0CDC">
        <w:rPr>
          <w:rtl/>
        </w:rPr>
        <w:t xml:space="preserve">ں </w:t>
      </w:r>
      <w:r w:rsidR="0061102A">
        <w:rPr>
          <w:rtl/>
        </w:rPr>
        <w:t>ڈھال كر پيش كري</w:t>
      </w:r>
      <w:r w:rsidR="000A0CDC">
        <w:rPr>
          <w:rtl/>
        </w:rPr>
        <w:t xml:space="preserve">ں </w:t>
      </w:r>
      <w:r w:rsidR="0061102A">
        <w:rPr>
          <w:rtl/>
        </w:rPr>
        <w:t>اسى ليے مسلمانو</w:t>
      </w:r>
      <w:r w:rsidR="000A0CDC">
        <w:rPr>
          <w:rtl/>
        </w:rPr>
        <w:t xml:space="preserve">ں </w:t>
      </w:r>
      <w:r w:rsidR="0061102A">
        <w:rPr>
          <w:rtl/>
        </w:rPr>
        <w:t>نے بھر پور كوشش كى كہ عقلى دلائل سے بہرہ مند ہوكر اسلام كے بنياد ى عقايد كو مستحكم اور پائيدار بنائي</w:t>
      </w:r>
      <w:r w:rsidR="000A0CDC">
        <w:rPr>
          <w:rtl/>
        </w:rPr>
        <w:t xml:space="preserve">ں </w:t>
      </w:r>
      <w:r w:rsidR="0061102A" w:rsidRPr="00F67D4B">
        <w:rPr>
          <w:rStyle w:val="libFootnotenumChar"/>
          <w:rtl/>
        </w:rPr>
        <w:t>(1)</w:t>
      </w:r>
      <w:r w:rsidR="0061102A">
        <w:rPr>
          <w:rtl/>
        </w:rPr>
        <w:t xml:space="preserve"> </w:t>
      </w:r>
    </w:p>
    <w:p w:rsidR="0061102A" w:rsidRDefault="0061102A" w:rsidP="00BE6934">
      <w:pPr>
        <w:pStyle w:val="libNormal"/>
        <w:rPr>
          <w:rtl/>
        </w:rPr>
      </w:pPr>
      <w:r>
        <w:rPr>
          <w:rtl/>
        </w:rPr>
        <w:t>علم كلام اپنے آغاز مي</w:t>
      </w:r>
      <w:r w:rsidR="000A0CDC">
        <w:rPr>
          <w:rtl/>
        </w:rPr>
        <w:t xml:space="preserve">ں </w:t>
      </w:r>
      <w:r>
        <w:rPr>
          <w:rtl/>
        </w:rPr>
        <w:t>فقط عقائدى مسائل بالخصوص توحيد و غيرہ پر بحث كرتا تھا اور جو شخص عقائد كے امور مي</w:t>
      </w:r>
      <w:r w:rsidR="000A0CDC">
        <w:rPr>
          <w:rtl/>
        </w:rPr>
        <w:t xml:space="preserve">ں </w:t>
      </w:r>
      <w:r>
        <w:rPr>
          <w:rtl/>
        </w:rPr>
        <w:t>دليل سے بات كرتا اسے متكلم كہا جاتاتھا اور خود دينى عقائد اور اصول مي</w:t>
      </w:r>
      <w:r w:rsidR="000A0CDC">
        <w:rPr>
          <w:rtl/>
        </w:rPr>
        <w:t xml:space="preserve">ں </w:t>
      </w:r>
      <w:r>
        <w:rPr>
          <w:rtl/>
        </w:rPr>
        <w:t>بحث اور جدل كرنے كو علم كلام كا نام دياگيا _ اسلام كے بڑے متكلمين مي</w:t>
      </w:r>
      <w:r w:rsidR="000A0CDC">
        <w:rPr>
          <w:rtl/>
        </w:rPr>
        <w:t xml:space="preserve">ں </w:t>
      </w:r>
      <w:r>
        <w:rPr>
          <w:rtl/>
        </w:rPr>
        <w:t>سے جنہو</w:t>
      </w:r>
      <w:r w:rsidR="000A0CDC">
        <w:rPr>
          <w:rtl/>
        </w:rPr>
        <w:t xml:space="preserve">ں </w:t>
      </w:r>
      <w:r>
        <w:rPr>
          <w:rtl/>
        </w:rPr>
        <w:t>نے كلامى نظريات اور مسالك كى تشكيل مي</w:t>
      </w:r>
      <w:r w:rsidR="000A0CDC">
        <w:rPr>
          <w:rtl/>
        </w:rPr>
        <w:t xml:space="preserve">ں </w:t>
      </w:r>
      <w:r>
        <w:rPr>
          <w:rtl/>
        </w:rPr>
        <w:t>اہم كردار ادا كيا حسن بصرى (110 _ 21 قمري) كى طرف اشارہ كيا جاسكتاہے كہ جو گناہو</w:t>
      </w:r>
      <w:r w:rsidR="000A0CDC">
        <w:rPr>
          <w:rtl/>
        </w:rPr>
        <w:t xml:space="preserve">ں </w:t>
      </w:r>
      <w:r>
        <w:rPr>
          <w:rtl/>
        </w:rPr>
        <w:t>كے حوالے سے بہت سخت موقف ركھتے تھے _ انكا عقيدہ تھا كہ تمام افعال فقط انسانى مرضى كى بناء پر انجام پاتے ہي</w:t>
      </w:r>
      <w:r w:rsidR="000A0CDC">
        <w:rPr>
          <w:rtl/>
        </w:rPr>
        <w:t xml:space="preserve">ں </w:t>
      </w:r>
    </w:p>
    <w:p w:rsidR="0061102A" w:rsidRDefault="0061102A" w:rsidP="00BE6934">
      <w:pPr>
        <w:pStyle w:val="libNormal"/>
        <w:rPr>
          <w:rtl/>
        </w:rPr>
      </w:pPr>
      <w:r>
        <w:rPr>
          <w:rtl/>
        </w:rPr>
        <w:t>دوسرى صدى ہجرى ہي</w:t>
      </w:r>
      <w:r w:rsidR="000A0CDC">
        <w:rPr>
          <w:rtl/>
        </w:rPr>
        <w:t xml:space="preserve">ں </w:t>
      </w:r>
      <w:r>
        <w:rPr>
          <w:rtl/>
        </w:rPr>
        <w:t>ابو محرز جھم بن صفوان نے مسلك جھميہ كو تشكيل ديا _ اس مسلك كے ماننے والو</w:t>
      </w:r>
      <w:r w:rsidR="000A0CDC">
        <w:rPr>
          <w:rtl/>
        </w:rPr>
        <w:t xml:space="preserve">ں </w:t>
      </w:r>
      <w:r>
        <w:rPr>
          <w:rtl/>
        </w:rPr>
        <w:t>كا نظريہ يہ ہے كہ اللہ تعالى كى شناخت كيلئے فقط ايمان كافى ہے ديگر عبادات سے اس كا كوئي ربط نہي</w:t>
      </w:r>
      <w:r w:rsidR="000A0CDC">
        <w:rPr>
          <w:rtl/>
        </w:rPr>
        <w:t xml:space="preserve">ں </w:t>
      </w:r>
      <w:r>
        <w:rPr>
          <w:rtl/>
        </w:rPr>
        <w:t>ہے اور كوئي بھى اللہ تعالى كے ارادے كے سوا فعل انجام نہي</w:t>
      </w:r>
      <w:r w:rsidR="000A0CDC">
        <w:rPr>
          <w:rtl/>
        </w:rPr>
        <w:t xml:space="preserve">ں </w:t>
      </w:r>
      <w:r>
        <w:rPr>
          <w:rtl/>
        </w:rPr>
        <w:t>ديتا_ پس انسان اپنے افعال مي</w:t>
      </w:r>
      <w:r w:rsidR="000A0CDC">
        <w:rPr>
          <w:rtl/>
        </w:rPr>
        <w:t xml:space="preserve">ں </w:t>
      </w:r>
      <w:r>
        <w:rPr>
          <w:rtl/>
        </w:rPr>
        <w:t xml:space="preserve">مجبور ہے </w:t>
      </w:r>
      <w:r w:rsidRPr="00F67D4B">
        <w:rPr>
          <w:rStyle w:val="libFootnotenumChar"/>
          <w:rtl/>
        </w:rPr>
        <w:t>(2)</w:t>
      </w:r>
      <w:r>
        <w:rPr>
          <w:rtl/>
        </w:rPr>
        <w:t xml:space="preserve"> </w:t>
      </w:r>
    </w:p>
    <w:p w:rsidR="0061102A" w:rsidRDefault="0061102A" w:rsidP="00BE6934">
      <w:pPr>
        <w:pStyle w:val="libNormal"/>
        <w:rPr>
          <w:rtl/>
        </w:rPr>
      </w:pPr>
      <w:r>
        <w:rPr>
          <w:rtl/>
        </w:rPr>
        <w:t>تيسرى صدى ہجرى مي</w:t>
      </w:r>
      <w:r w:rsidR="000A0CDC">
        <w:rPr>
          <w:rtl/>
        </w:rPr>
        <w:t xml:space="preserve">ں </w:t>
      </w:r>
      <w:r>
        <w:rPr>
          <w:rtl/>
        </w:rPr>
        <w:t>ابو سہل بشر بن معتمر ہلالى كوفى بغدادى (متوفى 210قمري) نے مسلك بشرية كو تشكيل ديا _ اسكا نظريہ يہ تھا كہ اللہ تعالى قادر ہے اور اس نے اپنے بندو</w:t>
      </w:r>
      <w:r w:rsidR="000A0CDC">
        <w:rPr>
          <w:rtl/>
        </w:rPr>
        <w:t xml:space="preserve">ں </w:t>
      </w:r>
      <w:r>
        <w:rPr>
          <w:rtl/>
        </w:rPr>
        <w:t>كو اپنے كام كرنے پر قادر كيا ہے ليكن يہ مناسب نہ سمجھا كہ حيات، موت اور قدرت جيسے امور بھى انسانو</w:t>
      </w:r>
      <w:r w:rsidR="000A0CDC">
        <w:rPr>
          <w:rtl/>
        </w:rPr>
        <w:t xml:space="preserve">ں </w:t>
      </w:r>
      <w:r>
        <w:rPr>
          <w:rtl/>
        </w:rPr>
        <w:t xml:space="preserve">كے سپرد كرے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علامہ شبلى نعماني، تاريخ علم كلام، ترجمہ داعى گيلاني، ص 8_ </w:t>
      </w:r>
    </w:p>
    <w:p w:rsidR="0061102A" w:rsidRDefault="0061102A" w:rsidP="00BE6934">
      <w:pPr>
        <w:pStyle w:val="libFootnote"/>
        <w:rPr>
          <w:rtl/>
        </w:rPr>
      </w:pPr>
      <w:r>
        <w:rPr>
          <w:rtl/>
        </w:rPr>
        <w:t xml:space="preserve">2)خير الدين زركلى ، الاعلام ، ج 2 ص 226_ </w:t>
      </w:r>
    </w:p>
    <w:p w:rsidR="009821C6" w:rsidRDefault="0061102A" w:rsidP="00BE6934">
      <w:pPr>
        <w:pStyle w:val="libFootnote"/>
        <w:rPr>
          <w:rtl/>
        </w:rPr>
      </w:pPr>
      <w:r>
        <w:rPr>
          <w:rtl/>
        </w:rPr>
        <w:t>3) محمد شہرستاني، الملل و النحل، محمد جواد شكور كى سعى سے ، ج1، ص 72_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چوتھى صدى مي</w:t>
      </w:r>
      <w:r w:rsidR="000A0CDC">
        <w:rPr>
          <w:rtl/>
        </w:rPr>
        <w:t xml:space="preserve">ں </w:t>
      </w:r>
      <w:r>
        <w:rPr>
          <w:rtl/>
        </w:rPr>
        <w:t>ہم چند مشہور و معروف متكلمين كا عرصہ وجود مي</w:t>
      </w:r>
      <w:r w:rsidR="000A0CDC">
        <w:rPr>
          <w:rtl/>
        </w:rPr>
        <w:t xml:space="preserve">ں </w:t>
      </w:r>
      <w:r>
        <w:rPr>
          <w:rtl/>
        </w:rPr>
        <w:t>ظہور كا مشاہدہ كرتے ہي</w:t>
      </w:r>
      <w:r w:rsidR="000A0CDC">
        <w:rPr>
          <w:rtl/>
        </w:rPr>
        <w:t xml:space="preserve">ں </w:t>
      </w:r>
      <w:r>
        <w:rPr>
          <w:rtl/>
        </w:rPr>
        <w:t>ان مي</w:t>
      </w:r>
      <w:r w:rsidR="000A0CDC">
        <w:rPr>
          <w:rtl/>
        </w:rPr>
        <w:t xml:space="preserve">ں </w:t>
      </w:r>
      <w:r>
        <w:rPr>
          <w:rtl/>
        </w:rPr>
        <w:t>سے ايك شيخ مفيد ہي</w:t>
      </w:r>
      <w:r w:rsidR="000A0CDC">
        <w:rPr>
          <w:rtl/>
        </w:rPr>
        <w:t xml:space="preserve">ں </w:t>
      </w:r>
      <w:r>
        <w:rPr>
          <w:rtl/>
        </w:rPr>
        <w:t>انكى تقريباً دو سو كے قريب تاليفات تھي</w:t>
      </w:r>
      <w:r w:rsidR="000A0CDC">
        <w:rPr>
          <w:rtl/>
        </w:rPr>
        <w:t xml:space="preserve">ں </w:t>
      </w:r>
      <w:r>
        <w:rPr>
          <w:rtl/>
        </w:rPr>
        <w:t>كہ جن مي</w:t>
      </w:r>
      <w:r w:rsidR="000A0CDC">
        <w:rPr>
          <w:rtl/>
        </w:rPr>
        <w:t xml:space="preserve">ں </w:t>
      </w:r>
      <w:r>
        <w:rPr>
          <w:rtl/>
        </w:rPr>
        <w:t>سے اكثر مختلف كلامى مسالك كے عقائد كى رد پر لكھى گئي</w:t>
      </w:r>
      <w:r w:rsidR="000A0CDC">
        <w:rPr>
          <w:rtl/>
        </w:rPr>
        <w:t xml:space="preserve">ں </w:t>
      </w:r>
      <w:r>
        <w:rPr>
          <w:rtl/>
        </w:rPr>
        <w:t>_ اسى صدى كے دوسرے مشہور متكلم شيخ الطايفہ ابوجعفر محمد بن حسن طوسى ہي</w:t>
      </w:r>
      <w:r w:rsidR="000A0CDC">
        <w:rPr>
          <w:rtl/>
        </w:rPr>
        <w:t xml:space="preserve">ں </w:t>
      </w:r>
      <w:r>
        <w:rPr>
          <w:rtl/>
        </w:rPr>
        <w:t>وہ سب سے پہلے شخص تھے كہ جنہو</w:t>
      </w:r>
      <w:r w:rsidR="000A0CDC">
        <w:rPr>
          <w:rtl/>
        </w:rPr>
        <w:t xml:space="preserve">ں </w:t>
      </w:r>
      <w:r>
        <w:rPr>
          <w:rtl/>
        </w:rPr>
        <w:t>نے نجف كو شيعہ مكتب كے علمى اور دينى مركز مي</w:t>
      </w:r>
      <w:r w:rsidR="000A0CDC">
        <w:rPr>
          <w:rtl/>
        </w:rPr>
        <w:t xml:space="preserve">ں </w:t>
      </w:r>
      <w:r>
        <w:rPr>
          <w:rtl/>
        </w:rPr>
        <w:t>تبديل كيا انكى كلام مي</w:t>
      </w:r>
      <w:r w:rsidR="000A0CDC">
        <w:rPr>
          <w:rtl/>
        </w:rPr>
        <w:t xml:space="preserve">ں </w:t>
      </w:r>
      <w:r>
        <w:rPr>
          <w:rtl/>
        </w:rPr>
        <w:t>مشہور كتابو</w:t>
      </w:r>
      <w:r w:rsidR="000A0CDC">
        <w:rPr>
          <w:rtl/>
        </w:rPr>
        <w:t xml:space="preserve">ں </w:t>
      </w:r>
      <w:r>
        <w:rPr>
          <w:rtl/>
        </w:rPr>
        <w:t>كے نام مندرجہ ذيل ہي</w:t>
      </w:r>
      <w:r w:rsidR="000A0CDC">
        <w:rPr>
          <w:rtl/>
        </w:rPr>
        <w:t xml:space="preserve">ں </w:t>
      </w:r>
      <w:r>
        <w:rPr>
          <w:rtl/>
        </w:rPr>
        <w:t xml:space="preserve">:الشافي، الاقتصادالہادى الى الرشاد اورتمھيد الاصول_ </w:t>
      </w:r>
    </w:p>
    <w:p w:rsidR="0061102A" w:rsidRDefault="0061102A" w:rsidP="00BE6934">
      <w:pPr>
        <w:pStyle w:val="libNormal"/>
        <w:rPr>
          <w:rtl/>
        </w:rPr>
      </w:pPr>
      <w:r>
        <w:rPr>
          <w:rtl/>
        </w:rPr>
        <w:t>پانچوي</w:t>
      </w:r>
      <w:r w:rsidR="000A0CDC">
        <w:rPr>
          <w:rtl/>
        </w:rPr>
        <w:t xml:space="preserve">ں </w:t>
      </w:r>
      <w:r>
        <w:rPr>
          <w:rtl/>
        </w:rPr>
        <w:t>صدى مي</w:t>
      </w:r>
      <w:r w:rsidR="000A0CDC">
        <w:rPr>
          <w:rtl/>
        </w:rPr>
        <w:t xml:space="preserve">ں </w:t>
      </w:r>
      <w:r>
        <w:rPr>
          <w:rtl/>
        </w:rPr>
        <w:t>مشہور متكلم ابوحامد محمد غزالى پيدا ہوئے_ غزالى كا عقيدہ تھا كہ متكلمين نے اس زمانہ مي</w:t>
      </w:r>
      <w:r w:rsidR="000A0CDC">
        <w:rPr>
          <w:rtl/>
        </w:rPr>
        <w:t xml:space="preserve">ں </w:t>
      </w:r>
      <w:r>
        <w:rPr>
          <w:rtl/>
        </w:rPr>
        <w:t>دين كى نصرت كيلئے قيام كيا كہ جب دينى فرقو</w:t>
      </w:r>
      <w:r w:rsidR="000A0CDC">
        <w:rPr>
          <w:rtl/>
        </w:rPr>
        <w:t xml:space="preserve">ں </w:t>
      </w:r>
      <w:r>
        <w:rPr>
          <w:rtl/>
        </w:rPr>
        <w:t>مي</w:t>
      </w:r>
      <w:r w:rsidR="000A0CDC">
        <w:rPr>
          <w:rtl/>
        </w:rPr>
        <w:t xml:space="preserve">ں </w:t>
      </w:r>
      <w:r>
        <w:rPr>
          <w:rtl/>
        </w:rPr>
        <w:t>اختلاف بڑھ گيا تھا اور لوگو</w:t>
      </w:r>
      <w:r w:rsidR="000A0CDC">
        <w:rPr>
          <w:rtl/>
        </w:rPr>
        <w:t xml:space="preserve">ں </w:t>
      </w:r>
      <w:r>
        <w:rPr>
          <w:rtl/>
        </w:rPr>
        <w:t>كے دلو</w:t>
      </w:r>
      <w:r w:rsidR="000A0CDC">
        <w:rPr>
          <w:rtl/>
        </w:rPr>
        <w:t xml:space="preserve">ں </w:t>
      </w:r>
      <w:r>
        <w:rPr>
          <w:rtl/>
        </w:rPr>
        <w:t>مي</w:t>
      </w:r>
      <w:r w:rsidR="000A0CDC">
        <w:rPr>
          <w:rtl/>
        </w:rPr>
        <w:t xml:space="preserve">ں </w:t>
      </w:r>
      <w:r>
        <w:rPr>
          <w:rtl/>
        </w:rPr>
        <w:t>ايمان متزلزل ہوچكا تھا انہو</w:t>
      </w:r>
      <w:r w:rsidR="000A0CDC">
        <w:rPr>
          <w:rtl/>
        </w:rPr>
        <w:t xml:space="preserve">ں </w:t>
      </w:r>
      <w:r>
        <w:rPr>
          <w:rtl/>
        </w:rPr>
        <w:t>نے عقلى اور منطقى دلائل كے ساتھ شبہات پيدا كرنے كا راستہ بند كرديا تھا نيز انكا عقيدہ تھا كہ عوام كو علم كلام سے دور كرنا چاہيے كہ اگر ان مي</w:t>
      </w:r>
      <w:r w:rsidR="000A0CDC">
        <w:rPr>
          <w:rtl/>
        </w:rPr>
        <w:t xml:space="preserve">ں </w:t>
      </w:r>
      <w:r>
        <w:rPr>
          <w:rtl/>
        </w:rPr>
        <w:t>سے كوئي ''يد'' ، '' فوق'' اور عرش پر استوار'' كا معنى پوچھي</w:t>
      </w:r>
      <w:r w:rsidR="000A0CDC">
        <w:rPr>
          <w:rtl/>
        </w:rPr>
        <w:t xml:space="preserve">ں </w:t>
      </w:r>
      <w:r>
        <w:rPr>
          <w:rtl/>
        </w:rPr>
        <w:t>تو بھى انہي</w:t>
      </w:r>
      <w:r w:rsidR="000A0CDC">
        <w:rPr>
          <w:rtl/>
        </w:rPr>
        <w:t xml:space="preserve">ں </w:t>
      </w:r>
      <w:r>
        <w:rPr>
          <w:rtl/>
        </w:rPr>
        <w:t>نہ بتائي</w:t>
      </w:r>
      <w:r w:rsidR="000A0CDC">
        <w:rPr>
          <w:rtl/>
        </w:rPr>
        <w:t xml:space="preserve">ں </w:t>
      </w:r>
      <w:r>
        <w:rPr>
          <w:rtl/>
        </w:rPr>
        <w:t>خواہ انہي</w:t>
      </w:r>
      <w:r w:rsidR="000A0CDC">
        <w:rPr>
          <w:rtl/>
        </w:rPr>
        <w:t xml:space="preserve">ں </w:t>
      </w:r>
      <w:r>
        <w:rPr>
          <w:rtl/>
        </w:rPr>
        <w:t>تازيانے مارنا پڑي</w:t>
      </w:r>
      <w:r w:rsidR="000A0CDC">
        <w:rPr>
          <w:rtl/>
        </w:rPr>
        <w:t xml:space="preserve">ں </w:t>
      </w:r>
      <w:r w:rsidRPr="00F67D4B">
        <w:rPr>
          <w:rStyle w:val="libFootnotenumChar"/>
          <w:rtl/>
        </w:rPr>
        <w:t>(1)</w:t>
      </w:r>
      <w:r>
        <w:rPr>
          <w:rtl/>
        </w:rPr>
        <w:t xml:space="preserve"> جس طرح كہ خليفہ دوم حضرت عمرہر اس شخص سے ايسا سلوك كيا كرتے تھے كہ جو تشابہ آيات كے بارے مي</w:t>
      </w:r>
      <w:r w:rsidR="000A0CDC">
        <w:rPr>
          <w:rtl/>
        </w:rPr>
        <w:t xml:space="preserve">ں </w:t>
      </w:r>
      <w:r>
        <w:rPr>
          <w:rtl/>
        </w:rPr>
        <w:t>سوال كرتا پانچوي</w:t>
      </w:r>
      <w:r w:rsidR="000A0CDC">
        <w:rPr>
          <w:rtl/>
        </w:rPr>
        <w:t xml:space="preserve">ں </w:t>
      </w:r>
      <w:r>
        <w:rPr>
          <w:rtl/>
        </w:rPr>
        <w:t>صدى كے ايك اور معروف متكلم ابوالفتح محمد بن عبدالكريم بن احمد شہرستانى ہي</w:t>
      </w:r>
      <w:r w:rsidR="000A0CDC">
        <w:rPr>
          <w:rtl/>
        </w:rPr>
        <w:t xml:space="preserve">ں </w:t>
      </w:r>
      <w:r>
        <w:rPr>
          <w:rtl/>
        </w:rPr>
        <w:t>انكى علم كلام مي</w:t>
      </w:r>
      <w:r w:rsidR="000A0CDC">
        <w:rPr>
          <w:rtl/>
        </w:rPr>
        <w:t xml:space="preserve">ں </w:t>
      </w:r>
      <w:r>
        <w:rPr>
          <w:rtl/>
        </w:rPr>
        <w:t xml:space="preserve">معتبرترين كتاب كا نام نہاية الاقدام فى علم الكلام ہے جو علم كلام كے بيس قواعد اور اس علم كے مسائل كى فروع پر تشريح كى حامل ہے </w:t>
      </w:r>
      <w:r w:rsidRPr="00F67D4B">
        <w:rPr>
          <w:rStyle w:val="libFootnotenumChar"/>
          <w:rtl/>
        </w:rPr>
        <w:t>(2)</w:t>
      </w:r>
      <w:r>
        <w:rPr>
          <w:rtl/>
        </w:rPr>
        <w:t xml:space="preserve"> </w:t>
      </w:r>
    </w:p>
    <w:p w:rsidR="0061102A" w:rsidRDefault="0061102A" w:rsidP="00BE6934">
      <w:pPr>
        <w:pStyle w:val="libNormal"/>
        <w:rPr>
          <w:rtl/>
        </w:rPr>
      </w:pPr>
      <w:r>
        <w:rPr>
          <w:rtl/>
        </w:rPr>
        <w:t>چھٹى صدى ہجرى كے مشہورترين متكلم امام فخر رازى ياامام المشككين ہي</w:t>
      </w:r>
      <w:r w:rsidR="000A0CDC">
        <w:rPr>
          <w:rtl/>
        </w:rPr>
        <w:t xml:space="preserve">ں </w:t>
      </w:r>
      <w:r>
        <w:rPr>
          <w:rtl/>
        </w:rPr>
        <w:t>وہ علم اصول و كلام مي</w:t>
      </w:r>
      <w:r w:rsidR="000A0CDC">
        <w:rPr>
          <w:rtl/>
        </w:rPr>
        <w:t xml:space="preserve">ں </w:t>
      </w:r>
      <w:r>
        <w:rPr>
          <w:rtl/>
        </w:rPr>
        <w:t>مكتب اشعرى پر اور فروع دين مي</w:t>
      </w:r>
      <w:r w:rsidR="000A0CDC">
        <w:rPr>
          <w:rtl/>
        </w:rPr>
        <w:t xml:space="preserve">ں </w:t>
      </w:r>
      <w:r>
        <w:rPr>
          <w:rtl/>
        </w:rPr>
        <w:t>شافعى مسلك پر تھے انكے بيشتر اعتراضات اورتشكيكات فلسفي، كلامى اور علمى مسائل مي</w:t>
      </w:r>
      <w:r w:rsidR="000A0CDC">
        <w:rPr>
          <w:rtl/>
        </w:rPr>
        <w:t xml:space="preserve">ں </w:t>
      </w:r>
      <w:r>
        <w:rPr>
          <w:rtl/>
        </w:rPr>
        <w:t>تھے_ وہ اسلامى عقايد كى تشريح اشعرى مكتب كے اصولو</w:t>
      </w:r>
      <w:r w:rsidR="000A0CDC">
        <w:rPr>
          <w:rtl/>
        </w:rPr>
        <w:t xml:space="preserve">ں </w:t>
      </w:r>
      <w:r>
        <w:rPr>
          <w:rtl/>
        </w:rPr>
        <w:t xml:space="preserve">كى بناء پر كيا كرتے تھے اور فقہ اہل سنت پر عمل پيرا تھے_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1)ابوحامد محمد غزالي، المنقد من اللال والمفصح عن الاحوال، محمدحابر كى كوشش سے _ دہر، عبدالكريم گيلانى حاشيہ الانسان الكامل ، قاہرہ_ </w:t>
      </w:r>
    </w:p>
    <w:p w:rsidR="009821C6" w:rsidRDefault="0061102A" w:rsidP="00BE6934">
      <w:pPr>
        <w:pStyle w:val="libFootnote"/>
        <w:rPr>
          <w:rtl/>
        </w:rPr>
      </w:pPr>
      <w:r>
        <w:rPr>
          <w:rtl/>
        </w:rPr>
        <w:t>2)ابراہيم مذكور، فى الفلسفة الاسلامية، قاہرہ_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ساتوي</w:t>
      </w:r>
      <w:r w:rsidR="000A0CDC">
        <w:rPr>
          <w:rtl/>
        </w:rPr>
        <w:t xml:space="preserve">ں </w:t>
      </w:r>
      <w:r>
        <w:rPr>
          <w:rtl/>
        </w:rPr>
        <w:t>صدى ہجرى كے عظيم ترين متكلم خواجہ نصير الدين طوسى ہي</w:t>
      </w:r>
      <w:r w:rsidR="000A0CDC">
        <w:rPr>
          <w:rtl/>
        </w:rPr>
        <w:t xml:space="preserve">ں </w:t>
      </w:r>
      <w:r>
        <w:rPr>
          <w:rtl/>
        </w:rPr>
        <w:t>چونكہ خواجہ شيعہ ہونے كے ساتھ ساتھ منگولو</w:t>
      </w:r>
      <w:r w:rsidR="000A0CDC">
        <w:rPr>
          <w:rtl/>
        </w:rPr>
        <w:t xml:space="preserve">ں </w:t>
      </w:r>
      <w:r>
        <w:rPr>
          <w:rtl/>
        </w:rPr>
        <w:t>كے بادشاہ ہلاكوخان كى نگاہ مي</w:t>
      </w:r>
      <w:r w:rsidR="000A0CDC">
        <w:rPr>
          <w:rtl/>
        </w:rPr>
        <w:t xml:space="preserve">ں </w:t>
      </w:r>
      <w:r>
        <w:rPr>
          <w:rtl/>
        </w:rPr>
        <w:t>اہم مقام كے حامل تھے لہذا اہل سنت كے بہت سے علماء ان سے حسد كيا كرتے تھے اور انہي</w:t>
      </w:r>
      <w:r w:rsidR="000A0CDC">
        <w:rPr>
          <w:rtl/>
        </w:rPr>
        <w:t xml:space="preserve">ں </w:t>
      </w:r>
      <w:r>
        <w:rPr>
          <w:rtl/>
        </w:rPr>
        <w:t>سب و شتم كيا كرتے تھے انكى علم كلام مي</w:t>
      </w:r>
      <w:r w:rsidR="000A0CDC">
        <w:rPr>
          <w:rtl/>
        </w:rPr>
        <w:t xml:space="preserve">ں </w:t>
      </w:r>
      <w:r>
        <w:rPr>
          <w:rtl/>
        </w:rPr>
        <w:t>اہم ترين كتاب '' تجريد الاعتقاد'' ہے</w:t>
      </w:r>
      <w:r w:rsidRPr="00F67D4B">
        <w:rPr>
          <w:rStyle w:val="libFootnotenumChar"/>
          <w:rtl/>
        </w:rPr>
        <w:t>(1)</w:t>
      </w:r>
      <w:r>
        <w:rPr>
          <w:rtl/>
        </w:rPr>
        <w:t xml:space="preserve"> </w:t>
      </w:r>
    </w:p>
    <w:p w:rsidR="0061102A" w:rsidRDefault="0061102A" w:rsidP="00BE6934">
      <w:pPr>
        <w:pStyle w:val="libNormal"/>
        <w:rPr>
          <w:rtl/>
        </w:rPr>
      </w:pPr>
      <w:r>
        <w:rPr>
          <w:rtl/>
        </w:rPr>
        <w:t>ساتوي</w:t>
      </w:r>
      <w:r w:rsidR="000A0CDC">
        <w:rPr>
          <w:rtl/>
        </w:rPr>
        <w:t xml:space="preserve">ں </w:t>
      </w:r>
      <w:r>
        <w:rPr>
          <w:rtl/>
        </w:rPr>
        <w:t>صدى مي</w:t>
      </w:r>
      <w:r w:rsidR="000A0CDC">
        <w:rPr>
          <w:rtl/>
        </w:rPr>
        <w:t xml:space="preserve">ں </w:t>
      </w:r>
      <w:r>
        <w:rPr>
          <w:rtl/>
        </w:rPr>
        <w:t>ابن تيميہ پيدا ہوئے وہ قرآنى علوم، حديث، فقہ، كلام ، فلسفہ اور ہندسہ مي</w:t>
      </w:r>
      <w:r w:rsidR="000A0CDC">
        <w:rPr>
          <w:rtl/>
        </w:rPr>
        <w:t xml:space="preserve">ں </w:t>
      </w:r>
      <w:r>
        <w:rPr>
          <w:rtl/>
        </w:rPr>
        <w:t>مہارت ركھتے تھے، وہ مسلمانو</w:t>
      </w:r>
      <w:r w:rsidR="000A0CDC">
        <w:rPr>
          <w:rtl/>
        </w:rPr>
        <w:t xml:space="preserve">ں </w:t>
      </w:r>
      <w:r>
        <w:rPr>
          <w:rtl/>
        </w:rPr>
        <w:t>كى سنت كا دفاع كيا كرتے تھے كہ جسكى وجہ سے اہل سنت كے ديگر مسالك كے بہت سے پيروكارو</w:t>
      </w:r>
      <w:r w:rsidR="000A0CDC">
        <w:rPr>
          <w:rtl/>
        </w:rPr>
        <w:t xml:space="preserve">ں </w:t>
      </w:r>
      <w:r>
        <w:rPr>
          <w:rtl/>
        </w:rPr>
        <w:t>نے انكى مخالفت كى _ اگر چہ انكا حنبلى مسلك سے تعلق تھا ليكن اس مسلك كے اصول كو اجتہاد كے ذريعہ قبول كرتے تھے اور بدعات كى مخالفت كرتے تھے اور اولياء خدا سے تمسك كرنے اور انبياء كى قبور كى زيارت پر تنقيد كيا كرتے تھے _ علماء اسلام كے ايك گروہ نے انكى مذمت كى جبكہ ايك گروہ نے انكى تعريف كي</w:t>
      </w:r>
      <w:r w:rsidRPr="00F67D4B">
        <w:rPr>
          <w:rStyle w:val="libFootnotenumChar"/>
          <w:rtl/>
        </w:rPr>
        <w:t>(2)</w:t>
      </w:r>
      <w:r>
        <w:rPr>
          <w:rtl/>
        </w:rPr>
        <w:t xml:space="preserve"> </w:t>
      </w:r>
    </w:p>
    <w:p w:rsidR="0061102A" w:rsidRDefault="0061102A" w:rsidP="00BE6934">
      <w:pPr>
        <w:pStyle w:val="libNormal"/>
        <w:rPr>
          <w:rtl/>
        </w:rPr>
      </w:pPr>
      <w:r>
        <w:rPr>
          <w:rtl/>
        </w:rPr>
        <w:t>ان تمام گذشتہ صديو</w:t>
      </w:r>
      <w:r w:rsidR="000A0CDC">
        <w:rPr>
          <w:rtl/>
        </w:rPr>
        <w:t xml:space="preserve">ں </w:t>
      </w:r>
      <w:r>
        <w:rPr>
          <w:rtl/>
        </w:rPr>
        <w:t>مي</w:t>
      </w:r>
      <w:r w:rsidR="000A0CDC">
        <w:rPr>
          <w:rtl/>
        </w:rPr>
        <w:t xml:space="preserve">ں </w:t>
      </w:r>
      <w:r>
        <w:rPr>
          <w:rtl/>
        </w:rPr>
        <w:t>علماء اسلام مي</w:t>
      </w:r>
      <w:r w:rsidR="000A0CDC">
        <w:rPr>
          <w:rtl/>
        </w:rPr>
        <w:t xml:space="preserve">ں </w:t>
      </w:r>
      <w:r>
        <w:rPr>
          <w:rtl/>
        </w:rPr>
        <w:t>سے فقط علامہ حلى ہي</w:t>
      </w:r>
      <w:r w:rsidR="000A0CDC">
        <w:rPr>
          <w:rtl/>
        </w:rPr>
        <w:t xml:space="preserve">ں </w:t>
      </w:r>
      <w:r>
        <w:rPr>
          <w:rtl/>
        </w:rPr>
        <w:t>كہ جنہي</w:t>
      </w:r>
      <w:r w:rsidR="000A0CDC">
        <w:rPr>
          <w:rtl/>
        </w:rPr>
        <w:t xml:space="preserve">ں </w:t>
      </w:r>
      <w:r>
        <w:rPr>
          <w:rtl/>
        </w:rPr>
        <w:t>آيت اللہ كے لقب سے نوازا گيا آپ ساتوي</w:t>
      </w:r>
      <w:r w:rsidR="000A0CDC">
        <w:rPr>
          <w:rtl/>
        </w:rPr>
        <w:t xml:space="preserve">ں </w:t>
      </w:r>
      <w:r>
        <w:rPr>
          <w:rtl/>
        </w:rPr>
        <w:t>صدى مي</w:t>
      </w:r>
      <w:r w:rsidR="000A0CDC">
        <w:rPr>
          <w:rtl/>
        </w:rPr>
        <w:t xml:space="preserve">ں </w:t>
      </w:r>
      <w:r>
        <w:rPr>
          <w:rtl/>
        </w:rPr>
        <w:t>پيدا ہوئے، آپكى چار سو سے زيادہ تاليفات ہي</w:t>
      </w:r>
      <w:r w:rsidR="000A0CDC">
        <w:rPr>
          <w:rtl/>
        </w:rPr>
        <w:t xml:space="preserve">ں </w:t>
      </w:r>
      <w:r>
        <w:rPr>
          <w:rtl/>
        </w:rPr>
        <w:t>انہو</w:t>
      </w:r>
      <w:r w:rsidR="000A0CDC">
        <w:rPr>
          <w:rtl/>
        </w:rPr>
        <w:t xml:space="preserve">ں </w:t>
      </w:r>
      <w:r>
        <w:rPr>
          <w:rtl/>
        </w:rPr>
        <w:t>نے اپنى علم كلام كے بارے مي</w:t>
      </w:r>
      <w:r w:rsidR="000A0CDC">
        <w:rPr>
          <w:rtl/>
        </w:rPr>
        <w:t xml:space="preserve">ں </w:t>
      </w:r>
      <w:r>
        <w:rPr>
          <w:rtl/>
        </w:rPr>
        <w:t>تاليفات مي</w:t>
      </w:r>
      <w:r w:rsidR="000A0CDC">
        <w:rPr>
          <w:rtl/>
        </w:rPr>
        <w:t xml:space="preserve">ں </w:t>
      </w:r>
      <w:r>
        <w:rPr>
          <w:rtl/>
        </w:rPr>
        <w:t>سياست كى بحث بھى كي_ وہ سياست كوعين دين سمجھتے تھے انكى علم كلام كى مباحث مي</w:t>
      </w:r>
      <w:r w:rsidR="000A0CDC">
        <w:rPr>
          <w:rtl/>
        </w:rPr>
        <w:t xml:space="preserve">ں </w:t>
      </w:r>
      <w:r>
        <w:rPr>
          <w:rtl/>
        </w:rPr>
        <w:t>شيعہ سياسى افكار جلوہ گر ہي</w:t>
      </w:r>
      <w:r w:rsidR="000A0CDC">
        <w:rPr>
          <w:rtl/>
        </w:rPr>
        <w:t xml:space="preserve">ں </w:t>
      </w:r>
      <w:r>
        <w:rPr>
          <w:rtl/>
        </w:rPr>
        <w:t>_ انكى علم كلام مي</w:t>
      </w:r>
      <w:r w:rsidR="000A0CDC">
        <w:rPr>
          <w:rtl/>
        </w:rPr>
        <w:t xml:space="preserve">ں </w:t>
      </w:r>
      <w:r>
        <w:rPr>
          <w:rtl/>
        </w:rPr>
        <w:t>اہم ترين كتا ب الباب الحادى عشر ہے اسكے ابواب مي</w:t>
      </w:r>
      <w:r w:rsidR="000A0CDC">
        <w:rPr>
          <w:rtl/>
        </w:rPr>
        <w:t xml:space="preserve">ں </w:t>
      </w:r>
      <w:r>
        <w:rPr>
          <w:rtl/>
        </w:rPr>
        <w:t>مذہب شيعہ كے مختلف كلامى موضوعات مثلا نبوت، عصمت پيغمبر(ص) كا ضرورى ہونا، پيغمبر (ص) كى افضليت ، پيغمبر(ص) كا نقص سے دور ہونا، امامت ، امام كا معصوم ہونا اور حضرت على (ع) كى امامت كے حوالے سے بحث اور تجزيہ و تحليل كياگيا ہے_</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1)ميان محمد شريف، تاريخ فلسفہ در اسلام تہران_ </w:t>
      </w:r>
    </w:p>
    <w:p w:rsidR="0061102A" w:rsidRDefault="0061102A" w:rsidP="00BE6934">
      <w:pPr>
        <w:pStyle w:val="libFootnote"/>
        <w:rPr>
          <w:rtl/>
        </w:rPr>
      </w:pPr>
      <w:r>
        <w:rPr>
          <w:rtl/>
        </w:rPr>
        <w:t xml:space="preserve">2)دائرة المعارف بزرگ اسلامى ج 3 ، ذيل ابن تيميہ_ </w:t>
      </w:r>
    </w:p>
    <w:p w:rsidR="009821C6" w:rsidRPr="00354FC7" w:rsidRDefault="0061102A" w:rsidP="00BE6934">
      <w:pPr>
        <w:pStyle w:val="libFootnote"/>
        <w:rPr>
          <w:rStyle w:val="libNormalChar"/>
          <w:rtl/>
        </w:rPr>
      </w:pPr>
      <w:r>
        <w:rPr>
          <w:rtl/>
        </w:rPr>
        <w:t>3)خوانسارى ، روضات الجنات، لقرآن ص 421 _419_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57" w:name="_Toc268613"/>
      <w:r>
        <w:rPr>
          <w:rtl/>
        </w:rPr>
        <w:t>7_ تصوف، عرفان اورفتوت</w:t>
      </w:r>
      <w:bookmarkEnd w:id="57"/>
    </w:p>
    <w:p w:rsidR="0061102A" w:rsidRDefault="0061102A" w:rsidP="00BE6934">
      <w:pPr>
        <w:pStyle w:val="libNormal"/>
        <w:rPr>
          <w:rtl/>
        </w:rPr>
      </w:pPr>
      <w:r>
        <w:rPr>
          <w:rtl/>
        </w:rPr>
        <w:t>تصوف كا لغت مي</w:t>
      </w:r>
      <w:r w:rsidR="000A0CDC">
        <w:rPr>
          <w:rtl/>
        </w:rPr>
        <w:t xml:space="preserve">ں </w:t>
      </w:r>
      <w:r>
        <w:rPr>
          <w:rtl/>
        </w:rPr>
        <w:t>معنى '' صوفى بننا'' ہے ، بظاہر سب سے قديمى كتاب كہ جسمي</w:t>
      </w:r>
      <w:r w:rsidR="000A0CDC">
        <w:rPr>
          <w:rtl/>
        </w:rPr>
        <w:t xml:space="preserve">ں </w:t>
      </w:r>
      <w:r>
        <w:rPr>
          <w:rtl/>
        </w:rPr>
        <w:t xml:space="preserve">كلمہ صوفى اور صوفيہ استعمال ہوا وہ جاحظ (متوفى 255 قمرى ) كى البيان و التبين ہے </w:t>
      </w:r>
      <w:r w:rsidRPr="00F67D4B">
        <w:rPr>
          <w:rStyle w:val="libFootnotenumChar"/>
          <w:rtl/>
        </w:rPr>
        <w:t>(1)</w:t>
      </w:r>
      <w:r>
        <w:rPr>
          <w:rtl/>
        </w:rPr>
        <w:t xml:space="preserve"> ابن خلدون نے اپنے مقدمہ مي</w:t>
      </w:r>
      <w:r w:rsidR="000A0CDC">
        <w:rPr>
          <w:rtl/>
        </w:rPr>
        <w:t xml:space="preserve">ں </w:t>
      </w:r>
      <w:r>
        <w:rPr>
          <w:rtl/>
        </w:rPr>
        <w:t xml:space="preserve">تصوف كو صحابہ ، تابعين اور انكے بزرگان كى روش كے طور پر ذكر كيا </w:t>
      </w:r>
      <w:r w:rsidRPr="00F67D4B">
        <w:rPr>
          <w:rStyle w:val="libFootnotenumChar"/>
          <w:rtl/>
        </w:rPr>
        <w:t>(2)</w:t>
      </w:r>
      <w:r>
        <w:rPr>
          <w:rtl/>
        </w:rPr>
        <w:t xml:space="preserve"> بعض نے لفظ صوفى كو صفا سے ليا كہ جسكا معنى روشنى اور پاكيزگى ہے اور صفوت سے مرادمنتخب ہے ليكن شہرت يہى ہے كہ صوفى صوف سے ليا گيا ہے كہ جسكا معنى پشم ہے اور صوفى يعنى پشم پوش (پشم پہننے والا) </w:t>
      </w:r>
      <w:r w:rsidRPr="00F67D4B">
        <w:rPr>
          <w:rStyle w:val="libFootnotenumChar"/>
          <w:rtl/>
        </w:rPr>
        <w:t>(3)</w:t>
      </w:r>
      <w:r>
        <w:rPr>
          <w:rtl/>
        </w:rPr>
        <w:t xml:space="preserve"> </w:t>
      </w:r>
    </w:p>
    <w:p w:rsidR="0061102A" w:rsidRDefault="0061102A" w:rsidP="00BE6934">
      <w:pPr>
        <w:pStyle w:val="libNormal"/>
        <w:rPr>
          <w:rtl/>
        </w:rPr>
      </w:pPr>
      <w:r>
        <w:rPr>
          <w:rtl/>
        </w:rPr>
        <w:t>عرفان كو يورپى زبانو</w:t>
      </w:r>
      <w:r w:rsidR="000A0CDC">
        <w:rPr>
          <w:rtl/>
        </w:rPr>
        <w:t xml:space="preserve">ں </w:t>
      </w:r>
      <w:r>
        <w:rPr>
          <w:rtl/>
        </w:rPr>
        <w:t>مي</w:t>
      </w:r>
      <w:r w:rsidR="000A0CDC">
        <w:rPr>
          <w:rtl/>
        </w:rPr>
        <w:t xml:space="preserve">ں </w:t>
      </w:r>
      <w:r>
        <w:rPr>
          <w:rtl/>
        </w:rPr>
        <w:t>'' مَيسٹك''</w:t>
      </w:r>
      <w:r>
        <w:t>Mystics</w:t>
      </w:r>
      <w:r w:rsidRPr="00F67D4B">
        <w:rPr>
          <w:rStyle w:val="libFootnotenumChar"/>
          <w:rtl/>
        </w:rPr>
        <w:t>(4)</w:t>
      </w:r>
      <w:r>
        <w:rPr>
          <w:rtl/>
        </w:rPr>
        <w:t xml:space="preserve"> كا نام ديا گيا ہے كہ جو يونانى لفظ ميسٹيكوس(</w:t>
      </w:r>
      <w:r>
        <w:t>Mistikos</w:t>
      </w:r>
      <w:r>
        <w:rPr>
          <w:rtl/>
        </w:rPr>
        <w:t xml:space="preserve">) سے ليا گياتھا </w:t>
      </w:r>
      <w:r w:rsidRPr="00F67D4B">
        <w:rPr>
          <w:rStyle w:val="libFootnotenumChar"/>
          <w:rtl/>
        </w:rPr>
        <w:t>(5)</w:t>
      </w:r>
      <w:r>
        <w:rPr>
          <w:rtl/>
        </w:rPr>
        <w:t xml:space="preserve"> اور اسكا مفہوم و معنى ايك مرموز ، پنہان اور مخفى امر ہے_ </w:t>
      </w:r>
    </w:p>
    <w:p w:rsidR="0061102A" w:rsidRDefault="0061102A" w:rsidP="00BE6934">
      <w:pPr>
        <w:pStyle w:val="libNormal"/>
        <w:rPr>
          <w:rtl/>
        </w:rPr>
      </w:pPr>
      <w:r>
        <w:rPr>
          <w:rtl/>
        </w:rPr>
        <w:t>اور اصطلاح مي</w:t>
      </w:r>
      <w:r w:rsidR="000A0CDC">
        <w:rPr>
          <w:rtl/>
        </w:rPr>
        <w:t xml:space="preserve">ں </w:t>
      </w:r>
      <w:r>
        <w:rPr>
          <w:rtl/>
        </w:rPr>
        <w:t>ايسے خاص دينى پہلو پر دلالت كرتاہے كہ جس مي</w:t>
      </w:r>
      <w:r w:rsidR="000A0CDC">
        <w:rPr>
          <w:rtl/>
        </w:rPr>
        <w:t xml:space="preserve">ں </w:t>
      </w:r>
      <w:r>
        <w:rPr>
          <w:rtl/>
        </w:rPr>
        <w:t>كسى انسانى فرد كا كائنات كے رب كے ساتھ بلاواسطہ رابطہ اور اتصال پيدا ہونا ممكن ہے اور يہ علم انسان كو خالق كائنات كےساتھ كشف و شہود اور باطنى تجربات كے ذريعے متصل كرتا ہے دوسرے الفاظ مي</w:t>
      </w:r>
      <w:r w:rsidR="000A0CDC">
        <w:rPr>
          <w:rtl/>
        </w:rPr>
        <w:t xml:space="preserve">ں </w:t>
      </w:r>
      <w:r>
        <w:rPr>
          <w:rtl/>
        </w:rPr>
        <w:t>عرفان سے مراد وہ روش اور طريقہ كہ جو نظرياتى طورپر علم حضورى كہلاتاہے اور عملى حوالے سے عبادت، كوشش اور زہد و رياضت سے لولگانے كو كہتے ہي</w:t>
      </w:r>
      <w:r w:rsidR="000A0CDC">
        <w:rPr>
          <w:rtl/>
        </w:rPr>
        <w:t xml:space="preserve">ں </w:t>
      </w:r>
      <w:r w:rsidRPr="00F67D4B">
        <w:rPr>
          <w:rStyle w:val="libFootnotenumChar"/>
          <w:rtl/>
        </w:rPr>
        <w:t>(6)</w:t>
      </w:r>
      <w:r>
        <w:rPr>
          <w:rtl/>
        </w:rPr>
        <w:t xml:space="preserve"> </w:t>
      </w:r>
    </w:p>
    <w:p w:rsidR="0061102A" w:rsidRDefault="0061102A" w:rsidP="00BE6934">
      <w:pPr>
        <w:pStyle w:val="libNormal"/>
        <w:rPr>
          <w:rtl/>
        </w:rPr>
      </w:pPr>
      <w:r>
        <w:rPr>
          <w:rtl/>
        </w:rPr>
        <w:t>دوسرى صدى ہجرى مي</w:t>
      </w:r>
      <w:r w:rsidR="000A0CDC">
        <w:rPr>
          <w:rtl/>
        </w:rPr>
        <w:t xml:space="preserve">ں </w:t>
      </w:r>
      <w:r>
        <w:rPr>
          <w:rtl/>
        </w:rPr>
        <w:t>وہ خاص لوگ كہ جو دينى مسائل كى طرف بہت زيادہ توجہ ديتے تھے زاہد، عابد اورمتصوف كہلاتے تھے_ اس دور مي</w:t>
      </w:r>
      <w:r w:rsidR="000A0CDC">
        <w:rPr>
          <w:rtl/>
        </w:rPr>
        <w:t xml:space="preserve">ں </w:t>
      </w:r>
      <w:r>
        <w:rPr>
          <w:rtl/>
        </w:rPr>
        <w:t>ہميشہ مي</w:t>
      </w:r>
      <w:r w:rsidR="000A0CDC">
        <w:rPr>
          <w:rtl/>
        </w:rPr>
        <w:t xml:space="preserve">ں </w:t>
      </w:r>
      <w:r>
        <w:rPr>
          <w:rtl/>
        </w:rPr>
        <w:t>عبادت مي</w:t>
      </w:r>
      <w:r w:rsidR="000A0CDC">
        <w:rPr>
          <w:rtl/>
        </w:rPr>
        <w:t xml:space="preserve">ں </w:t>
      </w:r>
      <w:r>
        <w:rPr>
          <w:rtl/>
        </w:rPr>
        <w:t xml:space="preserve">مصروف ہونا ، اللہ تعالى كے ليے ترك دنيا،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1)عمرو بن بحر حاحظ، البيان و التبين چاپ حسن سندولى قاہرہ ، ج1 ص 283_ </w:t>
      </w:r>
    </w:p>
    <w:p w:rsidR="0061102A" w:rsidRDefault="0061102A" w:rsidP="00BE6934">
      <w:pPr>
        <w:pStyle w:val="libFootnote"/>
        <w:rPr>
          <w:rtl/>
        </w:rPr>
      </w:pPr>
      <w:r>
        <w:rPr>
          <w:rtl/>
        </w:rPr>
        <w:t xml:space="preserve">2)ابن خلدون، مقدمہ ، ج1 ص 611_ </w:t>
      </w:r>
    </w:p>
    <w:p w:rsidR="0061102A" w:rsidRDefault="0061102A" w:rsidP="00BE6934">
      <w:pPr>
        <w:pStyle w:val="libFootnote"/>
        <w:rPr>
          <w:rtl/>
        </w:rPr>
      </w:pPr>
      <w:r>
        <w:rPr>
          <w:rtl/>
        </w:rPr>
        <w:t xml:space="preserve">3)منصور بن اردشير عبادي، مناقب الصوفيہ ص 3، 31_ </w:t>
      </w:r>
    </w:p>
    <w:p w:rsidR="0061102A" w:rsidRDefault="0061102A" w:rsidP="00BE6934">
      <w:pPr>
        <w:pStyle w:val="libFootnote"/>
      </w:pPr>
      <w:r>
        <w:rPr>
          <w:rtl/>
        </w:rPr>
        <w:t xml:space="preserve">4) </w:t>
      </w:r>
      <w:r>
        <w:t>mystic</w:t>
      </w:r>
      <w:r>
        <w:rPr>
          <w:rtl/>
        </w:rPr>
        <w:t xml:space="preserve"> </w:t>
      </w:r>
    </w:p>
    <w:p w:rsidR="0061102A" w:rsidRDefault="0061102A" w:rsidP="00BE6934">
      <w:pPr>
        <w:pStyle w:val="libFootnote"/>
      </w:pPr>
      <w:r>
        <w:rPr>
          <w:rtl/>
        </w:rPr>
        <w:t>5)</w:t>
      </w:r>
      <w:r>
        <w:t>mistikos</w:t>
      </w:r>
      <w:r>
        <w:rPr>
          <w:rtl/>
        </w:rPr>
        <w:t xml:space="preserve"> </w:t>
      </w:r>
    </w:p>
    <w:p w:rsidR="009821C6" w:rsidRDefault="0061102A" w:rsidP="00BE6934">
      <w:pPr>
        <w:pStyle w:val="libFootnote"/>
        <w:rPr>
          <w:rtl/>
        </w:rPr>
      </w:pPr>
      <w:r>
        <w:rPr>
          <w:rtl/>
        </w:rPr>
        <w:t>6)نورالدين كيائي ناد، سير عرفان در اسلام، ص 7_65_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دنياوى لذتو</w:t>
      </w:r>
      <w:r w:rsidR="000A0CDC">
        <w:rPr>
          <w:rtl/>
        </w:rPr>
        <w:t xml:space="preserve">ں </w:t>
      </w:r>
      <w:r>
        <w:rPr>
          <w:rtl/>
        </w:rPr>
        <w:t>سے دورى اختيار كرنا ، زہد اور ہر وہ چيز كہ جسے لوگ برا سمجھتے ہي</w:t>
      </w:r>
      <w:r w:rsidR="000A0CDC">
        <w:rPr>
          <w:rtl/>
        </w:rPr>
        <w:t xml:space="preserve">ں </w:t>
      </w:r>
      <w:r>
        <w:rPr>
          <w:rtl/>
        </w:rPr>
        <w:t>مثلا ثروت جمع كرنے اور جاہ طلبى و غيرہ سے پرہيز كرنا تصوف كہلا تا تھا</w:t>
      </w:r>
      <w:r w:rsidRPr="00F67D4B">
        <w:rPr>
          <w:rStyle w:val="libFootnotenumChar"/>
          <w:rtl/>
        </w:rPr>
        <w:t>(1)</w:t>
      </w:r>
      <w:r>
        <w:rPr>
          <w:rtl/>
        </w:rPr>
        <w:t xml:space="preserve"> </w:t>
      </w:r>
    </w:p>
    <w:p w:rsidR="0061102A" w:rsidRDefault="0061102A" w:rsidP="00BE6934">
      <w:pPr>
        <w:pStyle w:val="libNormal"/>
        <w:rPr>
          <w:rtl/>
        </w:rPr>
      </w:pPr>
      <w:r>
        <w:rPr>
          <w:rtl/>
        </w:rPr>
        <w:t>جاحظ اور ابن جوزى نے تقريباً ابتدا كے صوفيو</w:t>
      </w:r>
      <w:r w:rsidR="000A0CDC">
        <w:rPr>
          <w:rtl/>
        </w:rPr>
        <w:t xml:space="preserve">ں </w:t>
      </w:r>
      <w:r>
        <w:rPr>
          <w:rtl/>
        </w:rPr>
        <w:t>مي</w:t>
      </w:r>
      <w:r w:rsidR="000A0CDC">
        <w:rPr>
          <w:rtl/>
        </w:rPr>
        <w:t xml:space="preserve">ں </w:t>
      </w:r>
      <w:r>
        <w:rPr>
          <w:rtl/>
        </w:rPr>
        <w:t>سے چاليس افر اد كا تعارف كرواياہے جن مي</w:t>
      </w:r>
      <w:r w:rsidR="000A0CDC">
        <w:rPr>
          <w:rtl/>
        </w:rPr>
        <w:t xml:space="preserve">ں </w:t>
      </w:r>
      <w:r>
        <w:rPr>
          <w:rtl/>
        </w:rPr>
        <w:t>ابوذر، حذيفہ بن يمان، خباب بن ارث و بلال حبشي، سلمان فارسي، عمار ياسر ، مقداد اور ديگر وہ لوگ كہ جو عبادت اور زہد مي</w:t>
      </w:r>
      <w:r w:rsidR="000A0CDC">
        <w:rPr>
          <w:rtl/>
        </w:rPr>
        <w:t xml:space="preserve">ں </w:t>
      </w:r>
      <w:r>
        <w:rPr>
          <w:rtl/>
        </w:rPr>
        <w:t>معروف تھے انكا ذكر ہوا، اسى طرح وہ اشخاص كہ جو صدر اسلام كے شيعو</w:t>
      </w:r>
      <w:r w:rsidR="000A0CDC">
        <w:rPr>
          <w:rtl/>
        </w:rPr>
        <w:t xml:space="preserve">ں </w:t>
      </w:r>
      <w:r>
        <w:rPr>
          <w:rtl/>
        </w:rPr>
        <w:t>مي</w:t>
      </w:r>
      <w:r w:rsidR="000A0CDC">
        <w:rPr>
          <w:rtl/>
        </w:rPr>
        <w:t xml:space="preserve">ں </w:t>
      </w:r>
      <w:r>
        <w:rPr>
          <w:rtl/>
        </w:rPr>
        <w:t>سے شمار ہوتے ہي</w:t>
      </w:r>
      <w:r w:rsidR="000A0CDC">
        <w:rPr>
          <w:rtl/>
        </w:rPr>
        <w:t xml:space="preserve">ں </w:t>
      </w:r>
      <w:r w:rsidRPr="00F67D4B">
        <w:rPr>
          <w:rStyle w:val="libFootnotenumChar"/>
          <w:rtl/>
        </w:rPr>
        <w:t>(2)</w:t>
      </w:r>
      <w:r>
        <w:rPr>
          <w:rtl/>
        </w:rPr>
        <w:t xml:space="preserve"> </w:t>
      </w:r>
    </w:p>
    <w:p w:rsidR="0061102A" w:rsidRDefault="0061102A" w:rsidP="00BE6934">
      <w:pPr>
        <w:pStyle w:val="libNormal"/>
        <w:rPr>
          <w:rtl/>
        </w:rPr>
      </w:pPr>
      <w:r>
        <w:rPr>
          <w:rtl/>
        </w:rPr>
        <w:t>تيسرى صدى كے وسط سے صوفى حضرات گروہى اعتبار سے بتدريج منظم ہوگئے_ انكا اہم ترين گروہ بغداد مي</w:t>
      </w:r>
      <w:r w:rsidR="000A0CDC">
        <w:rPr>
          <w:rtl/>
        </w:rPr>
        <w:t xml:space="preserve">ں </w:t>
      </w:r>
      <w:r>
        <w:rPr>
          <w:rtl/>
        </w:rPr>
        <w:t>تھا_معروف صوفى مثلا ابوسعيد خرّاز (متوفى 277 قمري) جنيد بغدادى (متوفى 298قمري) اور ابوبكر شبلى (متوفى 334 قمرى ) وہا</w:t>
      </w:r>
      <w:r w:rsidR="000A0CDC">
        <w:rPr>
          <w:rtl/>
        </w:rPr>
        <w:t xml:space="preserve">ں </w:t>
      </w:r>
      <w:r>
        <w:rPr>
          <w:rtl/>
        </w:rPr>
        <w:t xml:space="preserve">زندگى گذارتے تھے </w:t>
      </w:r>
      <w:r w:rsidRPr="00F67D4B">
        <w:rPr>
          <w:rStyle w:val="libFootnotenumChar"/>
          <w:rtl/>
        </w:rPr>
        <w:t>(3)</w:t>
      </w:r>
      <w:r>
        <w:rPr>
          <w:rtl/>
        </w:rPr>
        <w:t>كلامى اوراعتقاد كے اعتبار سے صوفيو</w:t>
      </w:r>
      <w:r w:rsidR="000A0CDC">
        <w:rPr>
          <w:rtl/>
        </w:rPr>
        <w:t xml:space="preserve">ں </w:t>
      </w:r>
      <w:r>
        <w:rPr>
          <w:rtl/>
        </w:rPr>
        <w:t>مي</w:t>
      </w:r>
      <w:r w:rsidR="000A0CDC">
        <w:rPr>
          <w:rtl/>
        </w:rPr>
        <w:t xml:space="preserve">ں </w:t>
      </w:r>
      <w:r>
        <w:rPr>
          <w:rtl/>
        </w:rPr>
        <w:t>پائے جانے والے مختلف نظريات انكے فكرى اور باطنى مكتبو</w:t>
      </w:r>
      <w:r w:rsidR="000A0CDC">
        <w:rPr>
          <w:rtl/>
        </w:rPr>
        <w:t xml:space="preserve">ں </w:t>
      </w:r>
      <w:r>
        <w:rPr>
          <w:rtl/>
        </w:rPr>
        <w:t>اور فرقو</w:t>
      </w:r>
      <w:r w:rsidR="000A0CDC">
        <w:rPr>
          <w:rtl/>
        </w:rPr>
        <w:t xml:space="preserve">ں </w:t>
      </w:r>
      <w:r>
        <w:rPr>
          <w:rtl/>
        </w:rPr>
        <w:t>مي</w:t>
      </w:r>
      <w:r w:rsidR="000A0CDC">
        <w:rPr>
          <w:rtl/>
        </w:rPr>
        <w:t xml:space="preserve">ں </w:t>
      </w:r>
      <w:r>
        <w:rPr>
          <w:rtl/>
        </w:rPr>
        <w:t>اختلاف كا باعث تھے _ مثلا خواجہ عبداللہ انصارى اور ابوسعيد ابو الخير آپس مي</w:t>
      </w:r>
      <w:r w:rsidR="000A0CDC">
        <w:rPr>
          <w:rtl/>
        </w:rPr>
        <w:t xml:space="preserve">ں </w:t>
      </w:r>
      <w:r>
        <w:rPr>
          <w:rtl/>
        </w:rPr>
        <w:t xml:space="preserve">اختلاف رائے ركھتے تھے </w:t>
      </w:r>
      <w:r w:rsidRPr="00F67D4B">
        <w:rPr>
          <w:rStyle w:val="libFootnotenumChar"/>
          <w:rtl/>
        </w:rPr>
        <w:t>(4)</w:t>
      </w:r>
      <w:r>
        <w:rPr>
          <w:rtl/>
        </w:rPr>
        <w:t xml:space="preserve"> </w:t>
      </w:r>
    </w:p>
    <w:p w:rsidR="0061102A" w:rsidRDefault="0061102A" w:rsidP="00BE6934">
      <w:pPr>
        <w:pStyle w:val="libNormal"/>
        <w:rPr>
          <w:rtl/>
        </w:rPr>
      </w:pPr>
      <w:r>
        <w:rPr>
          <w:rtl/>
        </w:rPr>
        <w:t>تيسرى صدى ہجرى سے دوسرے علاقو</w:t>
      </w:r>
      <w:r w:rsidR="000A0CDC">
        <w:rPr>
          <w:rtl/>
        </w:rPr>
        <w:t xml:space="preserve">ں </w:t>
      </w:r>
      <w:r>
        <w:rPr>
          <w:rtl/>
        </w:rPr>
        <w:t>كے صوفيو</w:t>
      </w:r>
      <w:r w:rsidR="000A0CDC">
        <w:rPr>
          <w:rtl/>
        </w:rPr>
        <w:t xml:space="preserve">ں </w:t>
      </w:r>
      <w:r>
        <w:rPr>
          <w:rtl/>
        </w:rPr>
        <w:t>كا مركز سے رابطہ اور نظم بڑھ گيا يہانتك كہ بغداد مي</w:t>
      </w:r>
      <w:r w:rsidR="000A0CDC">
        <w:rPr>
          <w:rtl/>
        </w:rPr>
        <w:t xml:space="preserve">ں </w:t>
      </w:r>
      <w:r>
        <w:rPr>
          <w:rtl/>
        </w:rPr>
        <w:t>- 309 قمرى مي</w:t>
      </w:r>
      <w:r w:rsidR="000A0CDC">
        <w:rPr>
          <w:rtl/>
        </w:rPr>
        <w:t xml:space="preserve">ں </w:t>
      </w:r>
      <w:r>
        <w:rPr>
          <w:rtl/>
        </w:rPr>
        <w:t>حلاج قتل ہوا _ يہ چيز باعث بنى كہ بغداد بتدريج صوفيو</w:t>
      </w:r>
      <w:r w:rsidR="000A0CDC">
        <w:rPr>
          <w:rtl/>
        </w:rPr>
        <w:t xml:space="preserve">ں </w:t>
      </w:r>
      <w:r>
        <w:rPr>
          <w:rtl/>
        </w:rPr>
        <w:t>كا محور اور مركزنہ رہا_ اسى صدى كے وسط سے ہى بغداد كے بڑے صوفى حضرات نے تاليف كا آغاز كيا اس دور كى اہم ترين كتابي</w:t>
      </w:r>
      <w:r w:rsidR="000A0CDC">
        <w:rPr>
          <w:rtl/>
        </w:rPr>
        <w:t xml:space="preserve">ں </w:t>
      </w:r>
      <w:r>
        <w:rPr>
          <w:rtl/>
        </w:rPr>
        <w:t>مندرجہ ذيل ہي</w:t>
      </w:r>
      <w:r w:rsidR="000A0CDC">
        <w:rPr>
          <w:rtl/>
        </w:rPr>
        <w:t xml:space="preserve">ں </w:t>
      </w:r>
      <w:r>
        <w:rPr>
          <w:rtl/>
        </w:rPr>
        <w:t xml:space="preserve">: خرگوشى نيشابورى (متوفى 406 قمري) كى تہذيب الاسرار، ابوبكر كلا بازى كى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1)عبداللہ بن محمد ارضاري، طبقات الصوفيہ ج 12 ، ص 5 _194_ </w:t>
      </w:r>
    </w:p>
    <w:p w:rsidR="0061102A" w:rsidRDefault="0061102A" w:rsidP="00BE6934">
      <w:pPr>
        <w:pStyle w:val="libFootnote"/>
        <w:rPr>
          <w:rtl/>
        </w:rPr>
      </w:pPr>
      <w:r>
        <w:rPr>
          <w:rtl/>
        </w:rPr>
        <w:t xml:space="preserve">2)رينولد'' نيكلسون'' پيدائشے و سير تصوف ترجمہ محمد باقر معين، ص 14_11، مانرى كورين ، تاريخ فلسفہ اسلامى ، ترجمہ جواد طباطبائي ص 73_265_ </w:t>
      </w:r>
    </w:p>
    <w:p w:rsidR="0061102A" w:rsidRDefault="0061102A" w:rsidP="00BE6934">
      <w:pPr>
        <w:pStyle w:val="libFootnote"/>
        <w:rPr>
          <w:rtl/>
        </w:rPr>
      </w:pPr>
      <w:r>
        <w:rPr>
          <w:rtl/>
        </w:rPr>
        <w:t xml:space="preserve">3)ابوبكر محمد بن ابراہيم كلاباذي، التعرف لمذہب اہل التصوف ، دمشق ص 30 _ 28_ </w:t>
      </w:r>
    </w:p>
    <w:p w:rsidR="009821C6" w:rsidRDefault="0061102A" w:rsidP="00BE6934">
      <w:pPr>
        <w:pStyle w:val="libFootnote"/>
        <w:rPr>
          <w:rtl/>
        </w:rPr>
      </w:pPr>
      <w:r>
        <w:rPr>
          <w:rtl/>
        </w:rPr>
        <w:t>4)احمد جامى ، مقامات شيخ الاسلام حضرت خواجہ عبداللہ انصارى طروى ، چاپ فكرى سلجوقى تہران ص 34_ 31_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تصنيف ''التعرف لمذھب اہل التصوف ''اور ابونصر سراج طوسى كى تاليف'' كتاب اللمع فى التصوف'' چوتھى صدى مي</w:t>
      </w:r>
      <w:r w:rsidR="000A0CDC">
        <w:rPr>
          <w:rtl/>
        </w:rPr>
        <w:t xml:space="preserve">ں </w:t>
      </w:r>
      <w:r>
        <w:rPr>
          <w:rtl/>
        </w:rPr>
        <w:t>اور اس كے بعد بھى تاليف كى يہ روايت جارى رہي_ كتاب ''التعرف كلا بازى ''كو ابواسماعيل مستملى نے فارسى زبان مي</w:t>
      </w:r>
      <w:r w:rsidR="000A0CDC">
        <w:rPr>
          <w:rtl/>
        </w:rPr>
        <w:t xml:space="preserve">ں </w:t>
      </w:r>
      <w:r>
        <w:rPr>
          <w:rtl/>
        </w:rPr>
        <w:t>ترجمہ كيا_ ابو حامد غزالى (متوفى 505 قمري) نے كتاب ''كيمياى سعادت ''كو عربى زبان مي</w:t>
      </w:r>
      <w:r w:rsidR="000A0CDC">
        <w:rPr>
          <w:rtl/>
        </w:rPr>
        <w:t xml:space="preserve">ں </w:t>
      </w:r>
      <w:r>
        <w:rPr>
          <w:rtl/>
        </w:rPr>
        <w:t>تحرير كيا اسى طرح شہاب الدين عمر سہروردى نے ساتوي</w:t>
      </w:r>
      <w:r w:rsidR="000A0CDC">
        <w:rPr>
          <w:rtl/>
        </w:rPr>
        <w:t xml:space="preserve">ں </w:t>
      </w:r>
      <w:r>
        <w:rPr>
          <w:rtl/>
        </w:rPr>
        <w:t>صدى ہجرى مي</w:t>
      </w:r>
      <w:r w:rsidR="000A0CDC">
        <w:rPr>
          <w:rtl/>
        </w:rPr>
        <w:t xml:space="preserve">ں </w:t>
      </w:r>
      <w:r>
        <w:rPr>
          <w:rtl/>
        </w:rPr>
        <w:t>تصوف كے حوالے عربى مي</w:t>
      </w:r>
      <w:r w:rsidR="000A0CDC">
        <w:rPr>
          <w:rtl/>
        </w:rPr>
        <w:t xml:space="preserve">ں </w:t>
      </w:r>
      <w:r>
        <w:rPr>
          <w:rtl/>
        </w:rPr>
        <w:t xml:space="preserve">كتاب'' عوارف المعارف ''تاليف كى _ </w:t>
      </w:r>
    </w:p>
    <w:p w:rsidR="0061102A" w:rsidRDefault="0061102A" w:rsidP="00BE6934">
      <w:pPr>
        <w:pStyle w:val="libNormal"/>
        <w:rPr>
          <w:rtl/>
        </w:rPr>
      </w:pPr>
      <w:r>
        <w:rPr>
          <w:rtl/>
        </w:rPr>
        <w:t>چوتھى صدى كے دوسرے نصف حصہ سے صوفيو</w:t>
      </w:r>
      <w:r w:rsidR="000A0CDC">
        <w:rPr>
          <w:rtl/>
        </w:rPr>
        <w:t xml:space="preserve">ں </w:t>
      </w:r>
      <w:r>
        <w:rPr>
          <w:rtl/>
        </w:rPr>
        <w:t>كى تاريخ خاص اہميت كى حامل ہے ابو عبدالرحمان سلمى نيشابورى نے كتاب طبقات الصوفيہ مي</w:t>
      </w:r>
      <w:r w:rsidR="000A0CDC">
        <w:rPr>
          <w:rtl/>
        </w:rPr>
        <w:t xml:space="preserve">ں </w:t>
      </w:r>
      <w:r>
        <w:rPr>
          <w:rtl/>
        </w:rPr>
        <w:t>103 معروف صوفيو</w:t>
      </w:r>
      <w:r w:rsidR="000A0CDC">
        <w:rPr>
          <w:rtl/>
        </w:rPr>
        <w:t xml:space="preserve">ں </w:t>
      </w:r>
      <w:r>
        <w:rPr>
          <w:rtl/>
        </w:rPr>
        <w:t>كا پہلى بار اپنى كتاب مي</w:t>
      </w:r>
      <w:r w:rsidR="000A0CDC">
        <w:rPr>
          <w:rtl/>
        </w:rPr>
        <w:t xml:space="preserve">ں </w:t>
      </w:r>
      <w:r>
        <w:rPr>
          <w:rtl/>
        </w:rPr>
        <w:t>تعارف كروايا نيز انكى كچھ باتو</w:t>
      </w:r>
      <w:r w:rsidR="000A0CDC">
        <w:rPr>
          <w:rtl/>
        </w:rPr>
        <w:t xml:space="preserve">ں </w:t>
      </w:r>
      <w:r>
        <w:rPr>
          <w:rtl/>
        </w:rPr>
        <w:t xml:space="preserve">كو بھى ذكر كيا_ اسى كتاب طبقات الصوفيہ كى مانند ابونعيم اصفہانى نے بھى كتاب حلية الاولياء تاليف كى جو ''طبقات الصوفيہ ''كا تقريباً چربہ تھى </w:t>
      </w:r>
      <w:r w:rsidRPr="00F67D4B">
        <w:rPr>
          <w:rStyle w:val="libFootnotenumChar"/>
          <w:rtl/>
        </w:rPr>
        <w:t>(1)</w:t>
      </w:r>
      <w:r>
        <w:rPr>
          <w:rtl/>
        </w:rPr>
        <w:t xml:space="preserve"> </w:t>
      </w:r>
    </w:p>
    <w:p w:rsidR="0061102A" w:rsidRDefault="0061102A" w:rsidP="00BE6934">
      <w:pPr>
        <w:pStyle w:val="libNormal"/>
        <w:rPr>
          <w:rtl/>
        </w:rPr>
      </w:pPr>
      <w:r>
        <w:rPr>
          <w:rtl/>
        </w:rPr>
        <w:t>چھٹى صدى ہجرى كے بعد سے صوفيو</w:t>
      </w:r>
      <w:r w:rsidR="000A0CDC">
        <w:rPr>
          <w:rtl/>
        </w:rPr>
        <w:t xml:space="preserve">ں </w:t>
      </w:r>
      <w:r>
        <w:rPr>
          <w:rtl/>
        </w:rPr>
        <w:t>مي</w:t>
      </w:r>
      <w:r w:rsidR="000A0CDC">
        <w:rPr>
          <w:rtl/>
        </w:rPr>
        <w:t xml:space="preserve">ں </w:t>
      </w:r>
      <w:r>
        <w:rPr>
          <w:rtl/>
        </w:rPr>
        <w:t>گوناگو</w:t>
      </w:r>
      <w:r w:rsidR="000A0CDC">
        <w:rPr>
          <w:rtl/>
        </w:rPr>
        <w:t xml:space="preserve">ں </w:t>
      </w:r>
      <w:r>
        <w:rPr>
          <w:rtl/>
        </w:rPr>
        <w:t>سلسلے تشكيل پائے ہر سلسلے كا نام اس طريقت كے بانى كے نام پر ہوتا مثلا سلسلہ سہرورديہ ، شہاب الدين عمر سہروردى كے ساتھ منسوب ہے اور سلسلہ مولويہ مولانا جلال الدين بلخى كے ساتھ منسوب ہے ان سلسلو</w:t>
      </w:r>
      <w:r w:rsidR="000A0CDC">
        <w:rPr>
          <w:rtl/>
        </w:rPr>
        <w:t xml:space="preserve">ں </w:t>
      </w:r>
      <w:r>
        <w:rPr>
          <w:rtl/>
        </w:rPr>
        <w:t>كو مختلف واسطو</w:t>
      </w:r>
      <w:r w:rsidR="000A0CDC">
        <w:rPr>
          <w:rtl/>
        </w:rPr>
        <w:t xml:space="preserve">ں </w:t>
      </w:r>
      <w:r>
        <w:rPr>
          <w:rtl/>
        </w:rPr>
        <w:t xml:space="preserve">كے ساتھ صدر اسلام اور حضرت رسول اكرم(ص) سے ملايا جاتا تھا كہ اس قسم كى نسبت مستحكم دليل و بنياد سے خالى ہوتى ہے </w:t>
      </w:r>
      <w:r w:rsidRPr="00F67D4B">
        <w:rPr>
          <w:rStyle w:val="libFootnotenumChar"/>
          <w:rtl/>
        </w:rPr>
        <w:t>(2)</w:t>
      </w:r>
      <w:r>
        <w:rPr>
          <w:rtl/>
        </w:rPr>
        <w:t xml:space="preserve"> </w:t>
      </w:r>
    </w:p>
    <w:p w:rsidR="0061102A" w:rsidRDefault="0061102A" w:rsidP="00BE6934">
      <w:pPr>
        <w:pStyle w:val="libNormal"/>
        <w:rPr>
          <w:rtl/>
        </w:rPr>
      </w:pPr>
      <w:r>
        <w:rPr>
          <w:rtl/>
        </w:rPr>
        <w:t>مجموعى طور پر پانچوي</w:t>
      </w:r>
      <w:r w:rsidR="000A0CDC">
        <w:rPr>
          <w:rtl/>
        </w:rPr>
        <w:t xml:space="preserve">ں </w:t>
      </w:r>
      <w:r>
        <w:rPr>
          <w:rtl/>
        </w:rPr>
        <w:t>، چھٹى اور ساتوي</w:t>
      </w:r>
      <w:r w:rsidR="000A0CDC">
        <w:rPr>
          <w:rtl/>
        </w:rPr>
        <w:t xml:space="preserve">ں </w:t>
      </w:r>
      <w:r>
        <w:rPr>
          <w:rtl/>
        </w:rPr>
        <w:t>صدى ہجرى مي</w:t>
      </w:r>
      <w:r w:rsidR="000A0CDC">
        <w:rPr>
          <w:rtl/>
        </w:rPr>
        <w:t xml:space="preserve">ں </w:t>
      </w:r>
      <w:r>
        <w:rPr>
          <w:rtl/>
        </w:rPr>
        <w:t>شيعہ اور سنى مي</w:t>
      </w:r>
      <w:r w:rsidR="000A0CDC">
        <w:rPr>
          <w:rtl/>
        </w:rPr>
        <w:t xml:space="preserve">ں </w:t>
      </w:r>
      <w:r>
        <w:rPr>
          <w:rtl/>
        </w:rPr>
        <w:t>اختلاف نظر ، سنى مذاہب بالخصوص حنفيو</w:t>
      </w:r>
      <w:r w:rsidR="000A0CDC">
        <w:rPr>
          <w:rtl/>
        </w:rPr>
        <w:t xml:space="preserve">ں </w:t>
      </w:r>
      <w:r>
        <w:rPr>
          <w:rtl/>
        </w:rPr>
        <w:t>اور شافعيو</w:t>
      </w:r>
      <w:r w:rsidR="000A0CDC">
        <w:rPr>
          <w:rtl/>
        </w:rPr>
        <w:t xml:space="preserve">ں </w:t>
      </w:r>
      <w:r>
        <w:rPr>
          <w:rtl/>
        </w:rPr>
        <w:t>مي</w:t>
      </w:r>
      <w:r w:rsidR="000A0CDC">
        <w:rPr>
          <w:rtl/>
        </w:rPr>
        <w:t xml:space="preserve">ں </w:t>
      </w:r>
      <w:r>
        <w:rPr>
          <w:rtl/>
        </w:rPr>
        <w:t>مذہبى مجادلے ، فقہاء اور فلاسفہ مي</w:t>
      </w:r>
      <w:r w:rsidR="000A0CDC">
        <w:rPr>
          <w:rtl/>
        </w:rPr>
        <w:t xml:space="preserve">ں </w:t>
      </w:r>
      <w:r>
        <w:rPr>
          <w:rtl/>
        </w:rPr>
        <w:t>نظرياتى اختلاف اور مختلف جنگي</w:t>
      </w:r>
      <w:r w:rsidR="000A0CDC">
        <w:rPr>
          <w:rtl/>
        </w:rPr>
        <w:t xml:space="preserve">ں </w:t>
      </w:r>
      <w:r>
        <w:rPr>
          <w:rtl/>
        </w:rPr>
        <w:t>مثلا منگولو</w:t>
      </w:r>
      <w:r w:rsidR="000A0CDC">
        <w:rPr>
          <w:rtl/>
        </w:rPr>
        <w:t xml:space="preserve">ں </w:t>
      </w:r>
      <w:r>
        <w:rPr>
          <w:rtl/>
        </w:rPr>
        <w:t>كے حملے باعث بنے كہ تصوف لوگو</w:t>
      </w:r>
      <w:r w:rsidR="000A0CDC">
        <w:rPr>
          <w:rtl/>
        </w:rPr>
        <w:t xml:space="preserve">ں </w:t>
      </w:r>
      <w:r>
        <w:rPr>
          <w:rtl/>
        </w:rPr>
        <w:t>كيلئے بہت زيادہ پر كشش بن جائے، اس دور مي</w:t>
      </w:r>
      <w:r w:rsidR="000A0CDC">
        <w:rPr>
          <w:rtl/>
        </w:rPr>
        <w:t xml:space="preserve">ں </w:t>
      </w:r>
      <w:r>
        <w:rPr>
          <w:rtl/>
        </w:rPr>
        <w:t xml:space="preserve">بزرگ ، صوفى ظاہر ہوئے مثلا ابوالحسن فرقاني، ابوسعيد ابو الخير </w:t>
      </w:r>
      <w:r w:rsidRPr="00F67D4B">
        <w:rPr>
          <w:rStyle w:val="libFootnotenumChar"/>
          <w:rtl/>
        </w:rPr>
        <w:t>(3)</w:t>
      </w:r>
      <w:r>
        <w:rPr>
          <w:rtl/>
        </w:rPr>
        <w:t xml:space="preserve"> بابا طاہر عريان، ابوالقاسم قشيري، حجت الاسلام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1)نصر اللہ پور جوادي، ابو منصور اصفہانى كى سير السلف و نصحات الانس كے حوالے سے معلومات ، معارف دورہ 14 ش 3 _ </w:t>
      </w:r>
    </w:p>
    <w:p w:rsidR="0061102A" w:rsidRDefault="0061102A" w:rsidP="00BE6934">
      <w:pPr>
        <w:pStyle w:val="libFootnote"/>
        <w:rPr>
          <w:rtl/>
        </w:rPr>
      </w:pPr>
      <w:r>
        <w:rPr>
          <w:rtl/>
        </w:rPr>
        <w:t xml:space="preserve">2)احمد بن عبداللہ ابونعيم اصفہاني، سابقہ ماخذج 10 ص 3 _420_ </w:t>
      </w:r>
    </w:p>
    <w:p w:rsidR="009821C6" w:rsidRDefault="0061102A" w:rsidP="00BE6934">
      <w:pPr>
        <w:pStyle w:val="libFootnote"/>
        <w:rPr>
          <w:rtl/>
        </w:rPr>
      </w:pPr>
      <w:r>
        <w:rPr>
          <w:rtl/>
        </w:rPr>
        <w:t>3)فريش ماير، ابوسعيد ابو الخير ، حقيقت و افسانہ، ترجمہ مہر آفاق بايبوردي_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غزالى </w:t>
      </w:r>
      <w:r w:rsidRPr="00F67D4B">
        <w:rPr>
          <w:rStyle w:val="libFootnotenumChar"/>
          <w:rtl/>
        </w:rPr>
        <w:t>(1)</w:t>
      </w:r>
      <w:r>
        <w:rPr>
          <w:rtl/>
        </w:rPr>
        <w:t xml:space="preserve"> ابونعيم اصفہانى </w:t>
      </w:r>
      <w:r w:rsidRPr="00F67D4B">
        <w:rPr>
          <w:rStyle w:val="libFootnotenumChar"/>
          <w:rtl/>
        </w:rPr>
        <w:t>(2)</w:t>
      </w:r>
      <w:r>
        <w:rPr>
          <w:rtl/>
        </w:rPr>
        <w:t xml:space="preserve"> ، احمد غزالى ، عين القضات ہمدانى </w:t>
      </w:r>
      <w:r w:rsidRPr="00F67D4B">
        <w:rPr>
          <w:rStyle w:val="libFootnotenumChar"/>
          <w:rtl/>
        </w:rPr>
        <w:t>(3)</w:t>
      </w:r>
      <w:r>
        <w:rPr>
          <w:rtl/>
        </w:rPr>
        <w:t xml:space="preserve"> احمد جامى </w:t>
      </w:r>
      <w:r w:rsidRPr="00F67D4B">
        <w:rPr>
          <w:rStyle w:val="libFootnotenumChar"/>
          <w:rtl/>
        </w:rPr>
        <w:t>(4)</w:t>
      </w:r>
      <w:r>
        <w:rPr>
          <w:rtl/>
        </w:rPr>
        <w:t xml:space="preserve"> عبدالقادر گيلاني، سہروردى </w:t>
      </w:r>
      <w:r w:rsidRPr="00F67D4B">
        <w:rPr>
          <w:rStyle w:val="libFootnotenumChar"/>
          <w:rtl/>
        </w:rPr>
        <w:t>(5)</w:t>
      </w:r>
      <w:r>
        <w:rPr>
          <w:rtl/>
        </w:rPr>
        <w:t xml:space="preserve"> ، نجم الدين كبري، فريد الدين عطار نيشابورى </w:t>
      </w:r>
      <w:r w:rsidRPr="00F67D4B">
        <w:rPr>
          <w:rStyle w:val="libFootnotenumChar"/>
          <w:rtl/>
        </w:rPr>
        <w:t>(6)</w:t>
      </w:r>
      <w:r>
        <w:rPr>
          <w:rtl/>
        </w:rPr>
        <w:t xml:space="preserve"> شمس تبريزي، جلال الدين مولوي</w:t>
      </w:r>
      <w:r w:rsidRPr="00F67D4B">
        <w:rPr>
          <w:rStyle w:val="libFootnotenumChar"/>
          <w:rtl/>
        </w:rPr>
        <w:t>(7)</w:t>
      </w:r>
      <w:r>
        <w:rPr>
          <w:rtl/>
        </w:rPr>
        <w:t xml:space="preserve"> اور بالخصوص محى الدين ابن عربي_ </w:t>
      </w:r>
    </w:p>
    <w:p w:rsidR="0061102A" w:rsidRDefault="0061102A" w:rsidP="00BE6934">
      <w:pPr>
        <w:pStyle w:val="libNormal"/>
        <w:rPr>
          <w:rtl/>
        </w:rPr>
      </w:pPr>
      <w:r>
        <w:rPr>
          <w:rtl/>
        </w:rPr>
        <w:t>پانچوي</w:t>
      </w:r>
      <w:r w:rsidR="000A0CDC">
        <w:rPr>
          <w:rtl/>
        </w:rPr>
        <w:t xml:space="preserve">ں </w:t>
      </w:r>
      <w:r>
        <w:rPr>
          <w:rtl/>
        </w:rPr>
        <w:t>اور چھٹى صدى مي</w:t>
      </w:r>
      <w:r w:rsidR="000A0CDC">
        <w:rPr>
          <w:rtl/>
        </w:rPr>
        <w:t xml:space="preserve">ں </w:t>
      </w:r>
      <w:r>
        <w:rPr>
          <w:rtl/>
        </w:rPr>
        <w:t>تصوف ادب مي</w:t>
      </w:r>
      <w:r w:rsidR="000A0CDC">
        <w:rPr>
          <w:rtl/>
        </w:rPr>
        <w:t xml:space="preserve">ں </w:t>
      </w:r>
      <w:r>
        <w:rPr>
          <w:rtl/>
        </w:rPr>
        <w:t>سرايت كرگيا _اكثرشعراء حضرات عرفان اور تصوف كى طرف مائل ہوگئے مثلا مولوى نے عرفانى اشعار كو معراج پر پہنچا ديا_ اس سے بڑھ كر غزالى اور سہروردى كى مانند افراد كے ظاہر ہونے سے تصوف كا فلسفى پہلو بھى ترقى كرگيا_ اس پہلو اور نظريہ كے سربراہ محى الدين ابن عربى ہي</w:t>
      </w:r>
      <w:r w:rsidR="000A0CDC">
        <w:rPr>
          <w:rtl/>
        </w:rPr>
        <w:t xml:space="preserve">ں </w:t>
      </w:r>
      <w:r>
        <w:rPr>
          <w:rtl/>
        </w:rPr>
        <w:t>انكے معروف ترين آثار'' فتوحات مكيہ اورفصوص الحكم ہي</w:t>
      </w:r>
      <w:r w:rsidR="000A0CDC">
        <w:rPr>
          <w:rtl/>
        </w:rPr>
        <w:t xml:space="preserve">ں </w:t>
      </w:r>
      <w:r>
        <w:rPr>
          <w:rtl/>
        </w:rPr>
        <w:t>انہو</w:t>
      </w:r>
      <w:r w:rsidR="000A0CDC">
        <w:rPr>
          <w:rtl/>
        </w:rPr>
        <w:t xml:space="preserve">ں </w:t>
      </w:r>
      <w:r>
        <w:rPr>
          <w:rtl/>
        </w:rPr>
        <w:t>نے تصوف ، عرفان اور حكمت اشراق كو اپنى كتب مي</w:t>
      </w:r>
      <w:r w:rsidR="000A0CDC">
        <w:rPr>
          <w:rtl/>
        </w:rPr>
        <w:t xml:space="preserve">ں </w:t>
      </w:r>
      <w:r>
        <w:rPr>
          <w:rtl/>
        </w:rPr>
        <w:t>استدلالى اور برہانى روش كے ساتھ پيش كيا اور وہ اسلام مي</w:t>
      </w:r>
      <w:r w:rsidR="000A0CDC">
        <w:rPr>
          <w:rtl/>
        </w:rPr>
        <w:t xml:space="preserve">ں </w:t>
      </w:r>
      <w:r>
        <w:rPr>
          <w:rtl/>
        </w:rPr>
        <w:t>وحدت وجود كے مكتب كے حقيقى بانى بھى ہي</w:t>
      </w:r>
      <w:r w:rsidR="000A0CDC">
        <w:rPr>
          <w:rtl/>
        </w:rPr>
        <w:t xml:space="preserve">ں </w:t>
      </w:r>
      <w:r w:rsidRPr="00F67D4B">
        <w:rPr>
          <w:rStyle w:val="libFootnotenumChar"/>
          <w:rtl/>
        </w:rPr>
        <w:t>(8)</w:t>
      </w:r>
      <w:r>
        <w:rPr>
          <w:rtl/>
        </w:rPr>
        <w:t xml:space="preserve"> </w:t>
      </w:r>
    </w:p>
    <w:p w:rsidR="0061102A" w:rsidRDefault="0061102A" w:rsidP="00BE6934">
      <w:pPr>
        <w:pStyle w:val="libNormal"/>
        <w:rPr>
          <w:rtl/>
        </w:rPr>
      </w:pPr>
      <w:r>
        <w:rPr>
          <w:rtl/>
        </w:rPr>
        <w:t>چھٹى صدى ہجرى مي</w:t>
      </w:r>
      <w:r w:rsidR="000A0CDC">
        <w:rPr>
          <w:rtl/>
        </w:rPr>
        <w:t xml:space="preserve">ں </w:t>
      </w:r>
      <w:r>
        <w:rPr>
          <w:rtl/>
        </w:rPr>
        <w:t>عين القضات ہمدانى (متوفى 525 قمري) جو ايك عظيم عارف اورفقيہ تھے ، پيدا ہوئے انہو</w:t>
      </w:r>
      <w:r w:rsidR="000A0CDC">
        <w:rPr>
          <w:rtl/>
        </w:rPr>
        <w:t xml:space="preserve">ں </w:t>
      </w:r>
      <w:r>
        <w:rPr>
          <w:rtl/>
        </w:rPr>
        <w:t>نے اپنے اوپر لگائے ہوئے الزامات كے مقابلے مي</w:t>
      </w:r>
      <w:r w:rsidR="000A0CDC">
        <w:rPr>
          <w:rtl/>
        </w:rPr>
        <w:t xml:space="preserve">ں </w:t>
      </w:r>
      <w:r>
        <w:rPr>
          <w:rtl/>
        </w:rPr>
        <w:t>اللہ تعالى پراپنے ايمان اورنبوت و آخرت پر ايمان كا مناسب انداز سے دفاع كيا ليكن ان پر كفر اور زندقہ كى تہمت لگاتے ہوئے انہي</w:t>
      </w:r>
      <w:r w:rsidR="000A0CDC">
        <w:rPr>
          <w:rtl/>
        </w:rPr>
        <w:t xml:space="preserve">ں </w:t>
      </w:r>
      <w:r>
        <w:rPr>
          <w:rtl/>
        </w:rPr>
        <w:t xml:space="preserve">تينتيس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1)محمد بن محمد غزالي، احياء علوم الدين ، بيروت_ </w:t>
      </w:r>
    </w:p>
    <w:p w:rsidR="0061102A" w:rsidRDefault="0061102A" w:rsidP="00BE6934">
      <w:pPr>
        <w:pStyle w:val="libFootnote"/>
        <w:rPr>
          <w:rtl/>
        </w:rPr>
      </w:pPr>
      <w:r>
        <w:rPr>
          <w:rtl/>
        </w:rPr>
        <w:t xml:space="preserve">2)احمد بن عبداللہ ابونعيم اصفہاني، سابقہ ما خذ_ </w:t>
      </w:r>
    </w:p>
    <w:p w:rsidR="0061102A" w:rsidRDefault="0061102A" w:rsidP="00BE6934">
      <w:pPr>
        <w:pStyle w:val="libFootnote"/>
        <w:rPr>
          <w:rtl/>
        </w:rPr>
      </w:pPr>
      <w:r>
        <w:rPr>
          <w:rtl/>
        </w:rPr>
        <w:t xml:space="preserve">3)عبداللہ بن محمد عين القضاة ، دفاعيات عين القضاة ہمداني، ترجمہ رسالہ شكورى الغريب ، ترجمہ و حاشيہ قاسم انصاري، تہران_ </w:t>
      </w:r>
    </w:p>
    <w:p w:rsidR="0061102A" w:rsidRDefault="0061102A" w:rsidP="00BE6934">
      <w:pPr>
        <w:pStyle w:val="libFootnote"/>
        <w:rPr>
          <w:rtl/>
        </w:rPr>
      </w:pPr>
      <w:r>
        <w:rPr>
          <w:rtl/>
        </w:rPr>
        <w:t xml:space="preserve">4) عبدالرحمان بن احمد جامي،نفحات الانس، محمود عابدى كى كوشش كے ساتھ _تہران_ </w:t>
      </w:r>
    </w:p>
    <w:p w:rsidR="0061102A" w:rsidRDefault="0061102A" w:rsidP="00BE6934">
      <w:pPr>
        <w:pStyle w:val="libFootnote"/>
        <w:rPr>
          <w:rtl/>
        </w:rPr>
      </w:pPr>
      <w:r>
        <w:rPr>
          <w:rtl/>
        </w:rPr>
        <w:t xml:space="preserve">5)يحيى بن جبش سہروردى ، مجموعہ مصنفات شيخ اشراق ، كوربن كى كوشش كے ساتھ، تہران ، محمد بن مسعود قطب الدين شيرازى شرح كلمة الاشراق سہروردى عبداللہ نورانى و مہدى محقق كى كوشش كے ساتھ تہران_ </w:t>
      </w:r>
    </w:p>
    <w:p w:rsidR="0061102A" w:rsidRDefault="0061102A" w:rsidP="00BE6934">
      <w:pPr>
        <w:pStyle w:val="libFootnote"/>
        <w:rPr>
          <w:rtl/>
        </w:rPr>
      </w:pPr>
      <w:r>
        <w:rPr>
          <w:rtl/>
        </w:rPr>
        <w:t xml:space="preserve">6)محمد بن ابراہيم عطا، تذكرة الاولياء ،محمد استعلامى كى كوشش كے ساتھ ، تہران_ </w:t>
      </w:r>
    </w:p>
    <w:p w:rsidR="0061102A" w:rsidRDefault="0061102A" w:rsidP="00BE6934">
      <w:pPr>
        <w:pStyle w:val="libFootnote"/>
        <w:rPr>
          <w:rtl/>
        </w:rPr>
      </w:pPr>
      <w:r>
        <w:rPr>
          <w:rtl/>
        </w:rPr>
        <w:t xml:space="preserve">7)جلال الدين محمد بن محمد مولوى ، مثنوى معنوي، تصحيح و ترجمہ رينو الاولين ينكلسون، تہران_ </w:t>
      </w:r>
    </w:p>
    <w:p w:rsidR="0061102A" w:rsidRDefault="0061102A" w:rsidP="00BE6934">
      <w:pPr>
        <w:pStyle w:val="libFootnote"/>
        <w:rPr>
          <w:rtl/>
        </w:rPr>
      </w:pPr>
      <w:r>
        <w:rPr>
          <w:rtl/>
        </w:rPr>
        <w:t>8)رينو اور نيكلسون، سابقہ ما خذص 4 _ 32_</w:t>
      </w:r>
    </w:p>
    <w:p w:rsidR="0085684A" w:rsidRDefault="0085684A" w:rsidP="00BE6934">
      <w:pPr>
        <w:pStyle w:val="libNormal"/>
        <w:rPr>
          <w:rtl/>
        </w:rPr>
      </w:pPr>
      <w:r>
        <w:rPr>
          <w:rtl/>
        </w:rPr>
        <w:br w:type="page"/>
      </w:r>
    </w:p>
    <w:p w:rsidR="0085684A" w:rsidRDefault="0085684A" w:rsidP="00BE6934">
      <w:pPr>
        <w:pStyle w:val="libNormal"/>
        <w:rPr>
          <w:rtl/>
        </w:rPr>
      </w:pPr>
    </w:p>
    <w:p w:rsidR="0061102A" w:rsidRDefault="0061102A" w:rsidP="00BE6934">
      <w:pPr>
        <w:pStyle w:val="libNormal"/>
        <w:rPr>
          <w:rtl/>
        </w:rPr>
      </w:pPr>
      <w:r>
        <w:rPr>
          <w:rtl/>
        </w:rPr>
        <w:t xml:space="preserve"> 33 سال كى عمر مي</w:t>
      </w:r>
      <w:r w:rsidR="000A0CDC">
        <w:rPr>
          <w:rtl/>
        </w:rPr>
        <w:t xml:space="preserve">ں </w:t>
      </w:r>
      <w:r>
        <w:rPr>
          <w:rtl/>
        </w:rPr>
        <w:t>قتل كرديا گيا يہ واقعہ حسين بن منصور حلاج كے قتل كے بعد اسلامى تصوف كى تاريخ مي</w:t>
      </w:r>
      <w:r w:rsidR="000A0CDC">
        <w:rPr>
          <w:rtl/>
        </w:rPr>
        <w:t xml:space="preserve">ں </w:t>
      </w:r>
      <w:r>
        <w:rPr>
          <w:rtl/>
        </w:rPr>
        <w:t>انتہائي جانگداز واقعہ شمار ہوتاہے</w:t>
      </w:r>
      <w:r w:rsidRPr="00F67D4B">
        <w:rPr>
          <w:rStyle w:val="libFootnotenumChar"/>
          <w:rtl/>
        </w:rPr>
        <w:t>(1)</w:t>
      </w:r>
      <w:r>
        <w:rPr>
          <w:rtl/>
        </w:rPr>
        <w:t xml:space="preserve"> </w:t>
      </w:r>
    </w:p>
    <w:p w:rsidR="0061102A" w:rsidRDefault="0061102A" w:rsidP="00BE6934">
      <w:pPr>
        <w:pStyle w:val="libNormal"/>
        <w:rPr>
          <w:rtl/>
        </w:rPr>
      </w:pPr>
      <w:r>
        <w:rPr>
          <w:rtl/>
        </w:rPr>
        <w:t>اسى صدى مي</w:t>
      </w:r>
      <w:r w:rsidR="000A0CDC">
        <w:rPr>
          <w:rtl/>
        </w:rPr>
        <w:t xml:space="preserve">ں </w:t>
      </w:r>
      <w:r>
        <w:rPr>
          <w:rtl/>
        </w:rPr>
        <w:t>اس قسم كے خشك تعصب كا ايك اور مظاہرہ ايران كے مشہور فلسفى شہاب الدين سہروردى كے قتل كى شكل مي</w:t>
      </w:r>
      <w:r w:rsidR="000A0CDC">
        <w:rPr>
          <w:rtl/>
        </w:rPr>
        <w:t xml:space="preserve">ں </w:t>
      </w:r>
      <w:r>
        <w:rPr>
          <w:rtl/>
        </w:rPr>
        <w:t>سامنے آيا وہ 549 قمرى مي</w:t>
      </w:r>
      <w:r w:rsidR="000A0CDC">
        <w:rPr>
          <w:rtl/>
        </w:rPr>
        <w:t xml:space="preserve">ں </w:t>
      </w:r>
      <w:r>
        <w:rPr>
          <w:rtl/>
        </w:rPr>
        <w:t>سہرورد زنجان مي</w:t>
      </w:r>
      <w:r w:rsidR="000A0CDC">
        <w:rPr>
          <w:rtl/>
        </w:rPr>
        <w:t xml:space="preserve">ں </w:t>
      </w:r>
      <w:r>
        <w:rPr>
          <w:rtl/>
        </w:rPr>
        <w:t>پيدا ہوئے اور 587 قمرى مي</w:t>
      </w:r>
      <w:r w:rsidR="000A0CDC">
        <w:rPr>
          <w:rtl/>
        </w:rPr>
        <w:t xml:space="preserve">ں </w:t>
      </w:r>
      <w:r>
        <w:rPr>
          <w:rtl/>
        </w:rPr>
        <w:t>صلاح الدين ايوبى كے حكم اور حلب شہر كے متعصب لوگو</w:t>
      </w:r>
      <w:r w:rsidR="000A0CDC">
        <w:rPr>
          <w:rtl/>
        </w:rPr>
        <w:t xml:space="preserve">ں </w:t>
      </w:r>
      <w:r>
        <w:rPr>
          <w:rtl/>
        </w:rPr>
        <w:t>كے بھڑكانے پر اٹھتيس سال كى عمر مي</w:t>
      </w:r>
      <w:r w:rsidR="000A0CDC">
        <w:rPr>
          <w:rtl/>
        </w:rPr>
        <w:t xml:space="preserve">ں </w:t>
      </w:r>
      <w:r>
        <w:rPr>
          <w:rtl/>
        </w:rPr>
        <w:t>قتل ہوئے ساتوي</w:t>
      </w:r>
      <w:r w:rsidR="000A0CDC">
        <w:rPr>
          <w:rtl/>
        </w:rPr>
        <w:t xml:space="preserve">ں </w:t>
      </w:r>
      <w:r>
        <w:rPr>
          <w:rtl/>
        </w:rPr>
        <w:t>صدى ہجرى مي</w:t>
      </w:r>
      <w:r w:rsidR="000A0CDC">
        <w:rPr>
          <w:rtl/>
        </w:rPr>
        <w:t xml:space="preserve">ں </w:t>
      </w:r>
      <w:r>
        <w:rPr>
          <w:rtl/>
        </w:rPr>
        <w:t>سہروردى كا مكتب تشكيل پايا اسى صدى مي</w:t>
      </w:r>
      <w:r w:rsidR="000A0CDC">
        <w:rPr>
          <w:rtl/>
        </w:rPr>
        <w:t xml:space="preserve">ں </w:t>
      </w:r>
      <w:r>
        <w:rPr>
          <w:rtl/>
        </w:rPr>
        <w:t>تصوف وجد اور حال كے مرحلہ سے '' قال'' كے مرحلہ تك پہنچا اور علمى فلسفى صورت مي</w:t>
      </w:r>
      <w:r w:rsidR="000A0CDC">
        <w:rPr>
          <w:rtl/>
        </w:rPr>
        <w:t xml:space="preserve">ں </w:t>
      </w:r>
      <w:r>
        <w:rPr>
          <w:rtl/>
        </w:rPr>
        <w:t xml:space="preserve">سامنے آنے لگا </w:t>
      </w:r>
      <w:r w:rsidRPr="00F67D4B">
        <w:rPr>
          <w:rStyle w:val="libFootnotenumChar"/>
          <w:rtl/>
        </w:rPr>
        <w:t>(2)</w:t>
      </w:r>
      <w:r>
        <w:rPr>
          <w:rtl/>
        </w:rPr>
        <w:t xml:space="preserve"> </w:t>
      </w:r>
    </w:p>
    <w:p w:rsidR="0061102A" w:rsidRDefault="0061102A" w:rsidP="00BE6934">
      <w:pPr>
        <w:pStyle w:val="libNormal"/>
        <w:rPr>
          <w:rtl/>
        </w:rPr>
      </w:pPr>
      <w:r>
        <w:rPr>
          <w:rtl/>
        </w:rPr>
        <w:t>آٹھوي</w:t>
      </w:r>
      <w:r w:rsidR="000A0CDC">
        <w:rPr>
          <w:rtl/>
        </w:rPr>
        <w:t xml:space="preserve">ں </w:t>
      </w:r>
      <w:r>
        <w:rPr>
          <w:rtl/>
        </w:rPr>
        <w:t>صدى مي</w:t>
      </w:r>
      <w:r w:rsidR="000A0CDC">
        <w:rPr>
          <w:rtl/>
        </w:rPr>
        <w:t xml:space="preserve">ں </w:t>
      </w:r>
      <w:r>
        <w:rPr>
          <w:rtl/>
        </w:rPr>
        <w:t>سہروردى ، ابن عربى اور ابن فارض كا عرفانى مكتب شہرت پانے لگا اور تصوف اور عرفان آپس مخلوط ہوگئے_ عرفانى علوم اور خانقاہو</w:t>
      </w:r>
      <w:r w:rsidR="000A0CDC">
        <w:rPr>
          <w:rtl/>
        </w:rPr>
        <w:t xml:space="preserve">ں </w:t>
      </w:r>
      <w:r>
        <w:rPr>
          <w:rtl/>
        </w:rPr>
        <w:t>كى راہ و رسم كو ايك جگہ پڑھايا جانے لگا اسى صدى مي</w:t>
      </w:r>
      <w:r w:rsidR="000A0CDC">
        <w:rPr>
          <w:rtl/>
        </w:rPr>
        <w:t xml:space="preserve">ں </w:t>
      </w:r>
      <w:r>
        <w:rPr>
          <w:rtl/>
        </w:rPr>
        <w:t>ايران كے عظيم ترين عارف اور سخن سرا حافظ شيرازى پيدا ہوئے اسى طرح شيخ صفى الدين اردبيلى (735 _ 650 قمري) ، ابوالوفاء (متوفى 835 قمري) زين الدين ابوبكر تايبادى (متوفى 791) اور زين الدين ابوبكر محمود خوافى (متوفى 838 قمري) كہ جو ايران كے آٹھوي</w:t>
      </w:r>
      <w:r w:rsidR="000A0CDC">
        <w:rPr>
          <w:rtl/>
        </w:rPr>
        <w:t xml:space="preserve">ں </w:t>
      </w:r>
      <w:r>
        <w:rPr>
          <w:rtl/>
        </w:rPr>
        <w:t>صدى اور نوي</w:t>
      </w:r>
      <w:r w:rsidR="000A0CDC">
        <w:rPr>
          <w:rtl/>
        </w:rPr>
        <w:t xml:space="preserve">ں </w:t>
      </w:r>
      <w:r>
        <w:rPr>
          <w:rtl/>
        </w:rPr>
        <w:t>صدى كے آغاز مي</w:t>
      </w:r>
      <w:r w:rsidR="000A0CDC">
        <w:rPr>
          <w:rtl/>
        </w:rPr>
        <w:t xml:space="preserve">ں </w:t>
      </w:r>
      <w:r>
        <w:rPr>
          <w:rtl/>
        </w:rPr>
        <w:t>بزرگ عرفا مي</w:t>
      </w:r>
      <w:r w:rsidR="000A0CDC">
        <w:rPr>
          <w:rtl/>
        </w:rPr>
        <w:t xml:space="preserve">ں </w:t>
      </w:r>
      <w:r>
        <w:rPr>
          <w:rtl/>
        </w:rPr>
        <w:t>شمار ہوتے تھے ظاہر ہوئے يہ سب سہرورديہ طريقت كے پيروكار اور شيخ نور الدين عبدالرحمان قريشى مصرى كے مريد تھے _ اس دور كے اور اسكے كچھ عرصہ بعد كے بڑے عرفاء مي</w:t>
      </w:r>
      <w:r w:rsidR="000A0CDC">
        <w:rPr>
          <w:rtl/>
        </w:rPr>
        <w:t xml:space="preserve">ں </w:t>
      </w:r>
      <w:r>
        <w:rPr>
          <w:rtl/>
        </w:rPr>
        <w:t>سے جامع الاسرار كے مصنف سيد حيدر آملي، علاء الدين سمنانى ( 736 _659 قمري) گلشن راز كے مصنف شيخ محمود شبسترى (متوفى 720 قمري) نعمت اللہى سلسلہ كے بانى شاہ نعمت اللہ ماہانى كرمانى المعروف شاہ نعمت اللہ ولى اور مختلف كتب اور عرفانى نظمو</w:t>
      </w:r>
      <w:r w:rsidR="000A0CDC">
        <w:rPr>
          <w:rtl/>
        </w:rPr>
        <w:t xml:space="preserve">ں </w:t>
      </w:r>
      <w:r>
        <w:rPr>
          <w:rtl/>
        </w:rPr>
        <w:t>كے خالق نور الدين عبدالرحمان جامى (متوفى 912 قمري) قابل ذكر ہي</w:t>
      </w:r>
      <w:r w:rsidR="000A0CDC">
        <w:rPr>
          <w:rtl/>
        </w:rPr>
        <w:t xml:space="preserve">ں </w:t>
      </w:r>
      <w:r>
        <w:rPr>
          <w:rtl/>
        </w:rPr>
        <w:t>تصوف نے در حققت آٹھوي</w:t>
      </w:r>
      <w:r w:rsidR="000A0CDC">
        <w:rPr>
          <w:rtl/>
        </w:rPr>
        <w:t xml:space="preserve">ں </w:t>
      </w:r>
      <w:r>
        <w:rPr>
          <w:rtl/>
        </w:rPr>
        <w:t>صدى ہجرى مي</w:t>
      </w:r>
      <w:r w:rsidR="000A0CDC">
        <w:rPr>
          <w:rtl/>
        </w:rPr>
        <w:t xml:space="preserve">ں </w:t>
      </w:r>
      <w:r>
        <w:rPr>
          <w:rtl/>
        </w:rPr>
        <w:t xml:space="preserve">اپنے كمال كے تمام مراحل طے كرليے تھے كيونكہ اس تاريخ كے بعد يہ زوال كاشكار ہوا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1)زين الدين كيائي ناد ، سابقہ ما خذص 42 _131_ </w:t>
      </w:r>
    </w:p>
    <w:p w:rsidR="0061102A" w:rsidRDefault="0061102A" w:rsidP="00BE6934">
      <w:pPr>
        <w:pStyle w:val="libFootnote"/>
        <w:rPr>
          <w:rtl/>
        </w:rPr>
      </w:pPr>
      <w:r>
        <w:rPr>
          <w:rtl/>
        </w:rPr>
        <w:t xml:space="preserve">2)قمر گيلانى ، فى التصوف الاسلامي، مفہومہ و نظورہ و اعلامہ ، بيروت_ </w:t>
      </w:r>
    </w:p>
    <w:p w:rsidR="00354FC7" w:rsidRPr="00354FC7" w:rsidRDefault="0061102A" w:rsidP="00BE6934">
      <w:pPr>
        <w:pStyle w:val="libFootnote"/>
        <w:rPr>
          <w:rStyle w:val="libNormalChar"/>
          <w:rtl/>
        </w:rPr>
      </w:pPr>
      <w:r>
        <w:rPr>
          <w:rtl/>
        </w:rPr>
        <w:t>3)زين الدين كيانى ناد ، سابقہ ما خذص 2 ، 231_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صفوى دورمي</w:t>
      </w:r>
      <w:r w:rsidR="000A0CDC">
        <w:rPr>
          <w:rtl/>
        </w:rPr>
        <w:t xml:space="preserve">ں </w:t>
      </w:r>
      <w:r>
        <w:rPr>
          <w:rtl/>
        </w:rPr>
        <w:t>تصوف ايك نئے مرحلہ مي</w:t>
      </w:r>
      <w:r w:rsidR="000A0CDC">
        <w:rPr>
          <w:rtl/>
        </w:rPr>
        <w:t xml:space="preserve">ں </w:t>
      </w:r>
      <w:r>
        <w:rPr>
          <w:rtl/>
        </w:rPr>
        <w:t>داخل ہوا گذشتہ قرون مي</w:t>
      </w:r>
      <w:r w:rsidR="000A0CDC">
        <w:rPr>
          <w:rtl/>
        </w:rPr>
        <w:t xml:space="preserve">ں </w:t>
      </w:r>
      <w:r>
        <w:rPr>
          <w:rtl/>
        </w:rPr>
        <w:t>صوفى راہنماؤ</w:t>
      </w:r>
      <w:r w:rsidR="000A0CDC">
        <w:rPr>
          <w:rtl/>
        </w:rPr>
        <w:t xml:space="preserve">ں </w:t>
      </w:r>
      <w:r>
        <w:rPr>
          <w:rtl/>
        </w:rPr>
        <w:t>كى ذمہ دارى يہ تھى كہ اپنے مريدو</w:t>
      </w:r>
      <w:r w:rsidR="000A0CDC">
        <w:rPr>
          <w:rtl/>
        </w:rPr>
        <w:t xml:space="preserve">ں </w:t>
      </w:r>
      <w:r>
        <w:rPr>
          <w:rtl/>
        </w:rPr>
        <w:t>كى راہنمائي اور تہذيب نفس كري</w:t>
      </w:r>
      <w:r w:rsidR="000A0CDC">
        <w:rPr>
          <w:rtl/>
        </w:rPr>
        <w:t xml:space="preserve">ں </w:t>
      </w:r>
      <w:r>
        <w:rPr>
          <w:rtl/>
        </w:rPr>
        <w:t>اسى ليے وہ دنيا كى كوئي پرواہ نہ كرتے تھے اور حق تك وصل اور كمال انسانى مي</w:t>
      </w:r>
      <w:r w:rsidR="000A0CDC">
        <w:rPr>
          <w:rtl/>
        </w:rPr>
        <w:t xml:space="preserve">ں </w:t>
      </w:r>
      <w:r>
        <w:rPr>
          <w:rtl/>
        </w:rPr>
        <w:t>سعادت حاصل كرنے كى كوشش مي</w:t>
      </w:r>
      <w:r w:rsidR="000A0CDC">
        <w:rPr>
          <w:rtl/>
        </w:rPr>
        <w:t xml:space="preserve">ں </w:t>
      </w:r>
      <w:r>
        <w:rPr>
          <w:rtl/>
        </w:rPr>
        <w:t>رہتے تھے_ نوي</w:t>
      </w:r>
      <w:r w:rsidR="000A0CDC">
        <w:rPr>
          <w:rtl/>
        </w:rPr>
        <w:t xml:space="preserve">ں </w:t>
      </w:r>
      <w:r>
        <w:rPr>
          <w:rtl/>
        </w:rPr>
        <w:t>صدى ہجرى مي</w:t>
      </w:r>
      <w:r w:rsidR="000A0CDC">
        <w:rPr>
          <w:rtl/>
        </w:rPr>
        <w:t xml:space="preserve">ں </w:t>
      </w:r>
      <w:r>
        <w:rPr>
          <w:rtl/>
        </w:rPr>
        <w:t>صوفى مشايخ مي</w:t>
      </w:r>
      <w:r w:rsidR="000A0CDC">
        <w:rPr>
          <w:rtl/>
        </w:rPr>
        <w:t xml:space="preserve">ں </w:t>
      </w:r>
      <w:r>
        <w:rPr>
          <w:rtl/>
        </w:rPr>
        <w:t>سے ايك شيخ يعنى شيخ جنيد جو كہ شاہ اسماعيل كے جد تھے انہو</w:t>
      </w:r>
      <w:r w:rsidR="000A0CDC">
        <w:rPr>
          <w:rtl/>
        </w:rPr>
        <w:t xml:space="preserve">ں </w:t>
      </w:r>
      <w:r>
        <w:rPr>
          <w:rtl/>
        </w:rPr>
        <w:t>نے طاقت و قدرت اپنے ہاتھو</w:t>
      </w:r>
      <w:r w:rsidR="000A0CDC">
        <w:rPr>
          <w:rtl/>
        </w:rPr>
        <w:t xml:space="preserve">ں </w:t>
      </w:r>
      <w:r>
        <w:rPr>
          <w:rtl/>
        </w:rPr>
        <w:t>مي</w:t>
      </w:r>
      <w:r w:rsidR="000A0CDC">
        <w:rPr>
          <w:rtl/>
        </w:rPr>
        <w:t xml:space="preserve">ں </w:t>
      </w:r>
      <w:r>
        <w:rPr>
          <w:rtl/>
        </w:rPr>
        <w:t>لينے كيلئے صوفى گروہ اور اپنے مريدو</w:t>
      </w:r>
      <w:r w:rsidR="000A0CDC">
        <w:rPr>
          <w:rtl/>
        </w:rPr>
        <w:t xml:space="preserve">ں </w:t>
      </w:r>
      <w:r>
        <w:rPr>
          <w:rtl/>
        </w:rPr>
        <w:t>كو تيار كيا اور اسى ہدف كے پيش نظر صوفيو</w:t>
      </w:r>
      <w:r w:rsidR="000A0CDC">
        <w:rPr>
          <w:rtl/>
        </w:rPr>
        <w:t xml:space="preserve">ں </w:t>
      </w:r>
      <w:r>
        <w:rPr>
          <w:rtl/>
        </w:rPr>
        <w:t>كو كفار سے جہاد كيلئے مجبور كيا اور اپنے آپ كو سلطان جنيد كہلايا اس تاريخ كے بعد صوفى لوگ جنگى لباس مي</w:t>
      </w:r>
      <w:r w:rsidR="000A0CDC">
        <w:rPr>
          <w:rtl/>
        </w:rPr>
        <w:t xml:space="preserve">ں </w:t>
      </w:r>
      <w:r>
        <w:rPr>
          <w:rtl/>
        </w:rPr>
        <w:t xml:space="preserve">آگئے_ </w:t>
      </w:r>
    </w:p>
    <w:p w:rsidR="0061102A" w:rsidRDefault="0061102A" w:rsidP="00BE6934">
      <w:pPr>
        <w:pStyle w:val="libNormal"/>
        <w:rPr>
          <w:rtl/>
        </w:rPr>
      </w:pPr>
      <w:r>
        <w:rPr>
          <w:rtl/>
        </w:rPr>
        <w:t>شاہ اسماعيل كے ابتدائي زمانہ حكومت مي</w:t>
      </w:r>
      <w:r w:rsidR="000A0CDC">
        <w:rPr>
          <w:rtl/>
        </w:rPr>
        <w:t xml:space="preserve">ں </w:t>
      </w:r>
      <w:r>
        <w:rPr>
          <w:rtl/>
        </w:rPr>
        <w:t>اسكے مريد اور پيروكار ايك مدت تك اسے صوفى كہتے رہے پھر صوفى اور قزلباش كا عنوان ايك دوسرے كيلئے لازم و ملزم ہوگيا _ شاہ تہماسب كے زمانہ مي</w:t>
      </w:r>
      <w:r w:rsidR="000A0CDC">
        <w:rPr>
          <w:rtl/>
        </w:rPr>
        <w:t xml:space="preserve">ں </w:t>
      </w:r>
      <w:r>
        <w:rPr>
          <w:rtl/>
        </w:rPr>
        <w:t>شيعو</w:t>
      </w:r>
      <w:r w:rsidR="000A0CDC">
        <w:rPr>
          <w:rtl/>
        </w:rPr>
        <w:t xml:space="preserve">ں </w:t>
      </w:r>
      <w:r>
        <w:rPr>
          <w:rtl/>
        </w:rPr>
        <w:t>اور قديم صوفى مريدو</w:t>
      </w:r>
      <w:r w:rsidR="000A0CDC">
        <w:rPr>
          <w:rtl/>
        </w:rPr>
        <w:t xml:space="preserve">ں </w:t>
      </w:r>
      <w:r>
        <w:rPr>
          <w:rtl/>
        </w:rPr>
        <w:t>كى اولاد كا ايك گروہ ديار بكر اور ايشيا ئے كوچك كے كچھ علاقو</w:t>
      </w:r>
      <w:r w:rsidR="000A0CDC">
        <w:rPr>
          <w:rtl/>
        </w:rPr>
        <w:t xml:space="preserve">ں </w:t>
      </w:r>
      <w:r>
        <w:rPr>
          <w:rtl/>
        </w:rPr>
        <w:t>سے ايران مي</w:t>
      </w:r>
      <w:r w:rsidR="000A0CDC">
        <w:rPr>
          <w:rtl/>
        </w:rPr>
        <w:t xml:space="preserve">ں </w:t>
      </w:r>
      <w:r>
        <w:rPr>
          <w:rtl/>
        </w:rPr>
        <w:t>داخل ہوا اور صوفى گروہ مي</w:t>
      </w:r>
      <w:r w:rsidR="000A0CDC">
        <w:rPr>
          <w:rtl/>
        </w:rPr>
        <w:t xml:space="preserve">ں </w:t>
      </w:r>
      <w:r>
        <w:rPr>
          <w:rtl/>
        </w:rPr>
        <w:t>شامل ہوگئے شاہ تہماسب كى وفات كے وقت قزوين مي</w:t>
      </w:r>
      <w:r w:rsidR="000A0CDC">
        <w:rPr>
          <w:rtl/>
        </w:rPr>
        <w:t xml:space="preserve">ں </w:t>
      </w:r>
      <w:r>
        <w:rPr>
          <w:rtl/>
        </w:rPr>
        <w:t>صوفيو</w:t>
      </w:r>
      <w:r w:rsidR="000A0CDC">
        <w:rPr>
          <w:rtl/>
        </w:rPr>
        <w:t xml:space="preserve">ں </w:t>
      </w:r>
      <w:r>
        <w:rPr>
          <w:rtl/>
        </w:rPr>
        <w:t>كى تعداد دس ہزار تك پہنچ گئي صوفى لوگ قزلباشو</w:t>
      </w:r>
      <w:r w:rsidR="000A0CDC">
        <w:rPr>
          <w:rtl/>
        </w:rPr>
        <w:t xml:space="preserve">ں </w:t>
      </w:r>
      <w:r>
        <w:rPr>
          <w:rtl/>
        </w:rPr>
        <w:t>كے ديگر گروہو</w:t>
      </w:r>
      <w:r w:rsidR="000A0CDC">
        <w:rPr>
          <w:rtl/>
        </w:rPr>
        <w:t xml:space="preserve">ں </w:t>
      </w:r>
      <w:r>
        <w:rPr>
          <w:rtl/>
        </w:rPr>
        <w:t>كى نسبت بادشاہ كے زيادہ قريب ہوتے تھے صوفيو</w:t>
      </w:r>
      <w:r w:rsidR="000A0CDC">
        <w:rPr>
          <w:rtl/>
        </w:rPr>
        <w:t xml:space="preserve">ں </w:t>
      </w:r>
      <w:r>
        <w:rPr>
          <w:rtl/>
        </w:rPr>
        <w:t>كے ہرگروہ كے سربراہ كو خليفہ كا نام ديا جاتا تھا اور تمام صوفيو</w:t>
      </w:r>
      <w:r w:rsidR="000A0CDC">
        <w:rPr>
          <w:rtl/>
        </w:rPr>
        <w:t xml:space="preserve">ں </w:t>
      </w:r>
      <w:r>
        <w:rPr>
          <w:rtl/>
        </w:rPr>
        <w:t xml:space="preserve">كے سربراہ كوخليفةالخلفاء كہا جاتا تھا </w:t>
      </w:r>
      <w:r w:rsidRPr="00F67D4B">
        <w:rPr>
          <w:rStyle w:val="libFootnotenumChar"/>
          <w:rtl/>
        </w:rPr>
        <w:t>(1)</w:t>
      </w:r>
      <w:r>
        <w:rPr>
          <w:rtl/>
        </w:rPr>
        <w:t xml:space="preserve"> </w:t>
      </w:r>
    </w:p>
    <w:p w:rsidR="0061102A" w:rsidRDefault="0061102A" w:rsidP="00BE6934">
      <w:pPr>
        <w:pStyle w:val="libNormal"/>
        <w:rPr>
          <w:rtl/>
        </w:rPr>
      </w:pPr>
      <w:r>
        <w:rPr>
          <w:rtl/>
        </w:rPr>
        <w:t>شاہ عباس نے صوفيو</w:t>
      </w:r>
      <w:r w:rsidR="000A0CDC">
        <w:rPr>
          <w:rtl/>
        </w:rPr>
        <w:t xml:space="preserve">ں </w:t>
      </w:r>
      <w:r>
        <w:rPr>
          <w:rtl/>
        </w:rPr>
        <w:t>كو نظرانداز كرديا اوروہ تمام اہم امور جو انكے ہاتھو</w:t>
      </w:r>
      <w:r w:rsidR="000A0CDC">
        <w:rPr>
          <w:rtl/>
        </w:rPr>
        <w:t xml:space="preserve">ں </w:t>
      </w:r>
      <w:r>
        <w:rPr>
          <w:rtl/>
        </w:rPr>
        <w:t>مي</w:t>
      </w:r>
      <w:r w:rsidR="000A0CDC">
        <w:rPr>
          <w:rtl/>
        </w:rPr>
        <w:t xml:space="preserve">ں </w:t>
      </w:r>
      <w:r>
        <w:rPr>
          <w:rtl/>
        </w:rPr>
        <w:t>تھے ان سے لے ليے_ جو كچھ بھى صفويہ دور مي</w:t>
      </w:r>
      <w:r w:rsidR="000A0CDC">
        <w:rPr>
          <w:rtl/>
        </w:rPr>
        <w:t xml:space="preserve">ں </w:t>
      </w:r>
      <w:r>
        <w:rPr>
          <w:rtl/>
        </w:rPr>
        <w:t>صوفيو</w:t>
      </w:r>
      <w:r w:rsidR="000A0CDC">
        <w:rPr>
          <w:rtl/>
        </w:rPr>
        <w:t xml:space="preserve">ں </w:t>
      </w:r>
      <w:r>
        <w:rPr>
          <w:rtl/>
        </w:rPr>
        <w:t>كے حوالے سے لكھا گيا وہ فقط شيخ صفى الدين اور انكے جانشينو</w:t>
      </w:r>
      <w:r w:rsidR="000A0CDC">
        <w:rPr>
          <w:rtl/>
        </w:rPr>
        <w:t xml:space="preserve">ں </w:t>
      </w:r>
      <w:r>
        <w:rPr>
          <w:rtl/>
        </w:rPr>
        <w:t>كے پيروكارو</w:t>
      </w:r>
      <w:r w:rsidR="000A0CDC">
        <w:rPr>
          <w:rtl/>
        </w:rPr>
        <w:t xml:space="preserve">ں </w:t>
      </w:r>
      <w:r>
        <w:rPr>
          <w:rtl/>
        </w:rPr>
        <w:t>كے بارے مي</w:t>
      </w:r>
      <w:r w:rsidR="000A0CDC">
        <w:rPr>
          <w:rtl/>
        </w:rPr>
        <w:t xml:space="preserve">ں </w:t>
      </w:r>
      <w:r>
        <w:rPr>
          <w:rtl/>
        </w:rPr>
        <w:t>ہے صفوى حكومت كے وسطى زمانہ سے علماء شريعت كى قوت بڑھنے لگى اور اسى نسبت كے ساتھ صوفى لوگ زوال كا شكار ہونے لگے اور انكى مخالفت بڑھنے لگى يہانتك كہ انكے حوالے سے مرتد كافراور زنديق ہونے كى باتي</w:t>
      </w:r>
      <w:r w:rsidR="000A0CDC">
        <w:rPr>
          <w:rtl/>
        </w:rPr>
        <w:t xml:space="preserve">ں </w:t>
      </w:r>
      <w:r>
        <w:rPr>
          <w:rtl/>
        </w:rPr>
        <w:t>ہونے لگي</w:t>
      </w:r>
      <w:r w:rsidR="000A0CDC">
        <w:rPr>
          <w:rtl/>
        </w:rPr>
        <w:t xml:space="preserve">ں </w:t>
      </w:r>
      <w:r>
        <w:rPr>
          <w:rtl/>
        </w:rPr>
        <w:t>، قاجارى دورمي</w:t>
      </w:r>
      <w:r w:rsidR="000A0CDC">
        <w:rPr>
          <w:rtl/>
        </w:rPr>
        <w:t xml:space="preserve">ں </w:t>
      </w:r>
      <w:r>
        <w:rPr>
          <w:rtl/>
        </w:rPr>
        <w:t>اگر چہ صوفيو</w:t>
      </w:r>
      <w:r w:rsidR="000A0CDC">
        <w:rPr>
          <w:rtl/>
        </w:rPr>
        <w:t xml:space="preserve">ں </w:t>
      </w:r>
      <w:r>
        <w:rPr>
          <w:rtl/>
        </w:rPr>
        <w:t>كے كام كچھ زيادہ لوگو</w:t>
      </w:r>
      <w:r w:rsidR="000A0CDC">
        <w:rPr>
          <w:rtl/>
        </w:rPr>
        <w:t xml:space="preserve">ں </w:t>
      </w:r>
      <w:r>
        <w:rPr>
          <w:rtl/>
        </w:rPr>
        <w:t xml:space="preserve">كى توجہ كا مركز قرار نہ پائے ليكن حكومت كے استحكام سے معمولى آسايش حاصل ہونے كے ساتھ ساتھ حملہ اور </w:t>
      </w:r>
    </w:p>
    <w:p w:rsidR="0061102A" w:rsidRDefault="003A7D4A" w:rsidP="00BE6934">
      <w:pPr>
        <w:pStyle w:val="libLine"/>
        <w:rPr>
          <w:rtl/>
        </w:rPr>
      </w:pPr>
      <w:r>
        <w:rPr>
          <w:rtl/>
        </w:rPr>
        <w:t>____________________</w:t>
      </w:r>
    </w:p>
    <w:p w:rsidR="00354FC7" w:rsidRDefault="0061102A" w:rsidP="00BE6934">
      <w:pPr>
        <w:pStyle w:val="libFootnote"/>
        <w:rPr>
          <w:rtl/>
        </w:rPr>
      </w:pPr>
      <w:r>
        <w:rPr>
          <w:rtl/>
        </w:rPr>
        <w:t>1)نور الدين مدرسى چہاردہي، سلسلہ ہاى صوفيہ ايران ، تہران_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354FC7">
        <w:rPr>
          <w:rStyle w:val="libNormalChar"/>
          <w:rtl/>
        </w:rPr>
        <w:t>اذيت سے محفوظ ہوگئے ليكن خانقاہي</w:t>
      </w:r>
      <w:r w:rsidR="000A0CDC" w:rsidRPr="00354FC7">
        <w:rPr>
          <w:rStyle w:val="libNormalChar"/>
          <w:rtl/>
        </w:rPr>
        <w:t xml:space="preserve">ں </w:t>
      </w:r>
      <w:r w:rsidRPr="00354FC7">
        <w:rPr>
          <w:rStyle w:val="libNormalChar"/>
          <w:rtl/>
        </w:rPr>
        <w:t>پھر منظم اور پرجوش نہ رہي</w:t>
      </w:r>
      <w:r w:rsidR="000A0CDC" w:rsidRPr="00354FC7">
        <w:rPr>
          <w:rStyle w:val="libNormalChar"/>
          <w:rtl/>
        </w:rPr>
        <w:t>ں</w:t>
      </w:r>
      <w:r w:rsidR="000A0CDC">
        <w:rPr>
          <w:rtl/>
        </w:rPr>
        <w:t xml:space="preserve"> </w:t>
      </w:r>
      <w:r w:rsidRPr="00354FC7">
        <w:rPr>
          <w:rStyle w:val="libFootnotenumChar"/>
          <w:rtl/>
        </w:rPr>
        <w:t xml:space="preserve">(1) </w:t>
      </w:r>
    </w:p>
    <w:p w:rsidR="0061102A" w:rsidRDefault="0061102A" w:rsidP="00BE6934">
      <w:pPr>
        <w:pStyle w:val="libNormal"/>
        <w:rPr>
          <w:rtl/>
        </w:rPr>
      </w:pPr>
      <w:r>
        <w:rPr>
          <w:rtl/>
        </w:rPr>
        <w:t>فتوت، عربى زبان مي</w:t>
      </w:r>
      <w:r w:rsidR="000A0CDC">
        <w:rPr>
          <w:rtl/>
        </w:rPr>
        <w:t xml:space="preserve">ں </w:t>
      </w:r>
      <w:r>
        <w:rPr>
          <w:rtl/>
        </w:rPr>
        <w:t>ايسى صفت ہے كہ جو كلمہ '' فتي'' سے مشتق ہوئي ہے اور اس شخص كى صفت ہے كہ جس نے جوانى اور شباب مي</w:t>
      </w:r>
      <w:r w:rsidR="000A0CDC">
        <w:rPr>
          <w:rtl/>
        </w:rPr>
        <w:t xml:space="preserve">ں </w:t>
      </w:r>
      <w:r>
        <w:rPr>
          <w:rtl/>
        </w:rPr>
        <w:t>قدم ركھا ہويہ كتاب منتھى الارب مي</w:t>
      </w:r>
      <w:r w:rsidR="000A0CDC">
        <w:rPr>
          <w:rtl/>
        </w:rPr>
        <w:t xml:space="preserve">ں </w:t>
      </w:r>
      <w:r>
        <w:rPr>
          <w:rtl/>
        </w:rPr>
        <w:t>جوانمردى اور عوامى كے معنى مي</w:t>
      </w:r>
      <w:r w:rsidR="000A0CDC">
        <w:rPr>
          <w:rtl/>
        </w:rPr>
        <w:t xml:space="preserve">ں </w:t>
      </w:r>
      <w:r>
        <w:rPr>
          <w:rtl/>
        </w:rPr>
        <w:t>ذكر ہوئي ہے زمانہ جاہليت مي</w:t>
      </w:r>
      <w:r w:rsidR="000A0CDC">
        <w:rPr>
          <w:rtl/>
        </w:rPr>
        <w:t xml:space="preserve">ں </w:t>
      </w:r>
      <w:r>
        <w:rPr>
          <w:rtl/>
        </w:rPr>
        <w:t>يہ كلمہ دو مجازى معانى '' شجاعت اور سخاوت'' مي</w:t>
      </w:r>
      <w:r w:rsidR="000A0CDC">
        <w:rPr>
          <w:rtl/>
        </w:rPr>
        <w:t xml:space="preserve">ں </w:t>
      </w:r>
      <w:r>
        <w:rPr>
          <w:rtl/>
        </w:rPr>
        <w:t>استعمال ہوا كلمہ فتوت كے مشتقات قرآن مجيد كى سورتو</w:t>
      </w:r>
      <w:r w:rsidR="000A0CDC">
        <w:rPr>
          <w:rtl/>
        </w:rPr>
        <w:t xml:space="preserve">ں </w:t>
      </w:r>
      <w:r>
        <w:rPr>
          <w:rtl/>
        </w:rPr>
        <w:t>كہف،يوسف، نساء اورنور مي</w:t>
      </w:r>
      <w:r w:rsidR="000A0CDC">
        <w:rPr>
          <w:rtl/>
        </w:rPr>
        <w:t xml:space="preserve">ں </w:t>
      </w:r>
      <w:r>
        <w:rPr>
          <w:rtl/>
        </w:rPr>
        <w:t>ذكر ہوئے ہي</w:t>
      </w:r>
      <w:r w:rsidR="000A0CDC">
        <w:rPr>
          <w:rtl/>
        </w:rPr>
        <w:t xml:space="preserve">ں </w:t>
      </w:r>
      <w:r>
        <w:rPr>
          <w:rtl/>
        </w:rPr>
        <w:t>كہ دو يا تين مقامات سے ہٹ كر باقى تمام جگہو</w:t>
      </w:r>
      <w:r w:rsidR="000A0CDC">
        <w:rPr>
          <w:rtl/>
        </w:rPr>
        <w:t xml:space="preserve">ں </w:t>
      </w:r>
      <w:r>
        <w:rPr>
          <w:rtl/>
        </w:rPr>
        <w:t>پر جوانمرد يا جوانمردى كے علاوہ معانى مي</w:t>
      </w:r>
      <w:r w:rsidR="000A0CDC">
        <w:rPr>
          <w:rtl/>
        </w:rPr>
        <w:t xml:space="preserve">ں </w:t>
      </w:r>
      <w:r>
        <w:rPr>
          <w:rtl/>
        </w:rPr>
        <w:t xml:space="preserve">انكى تفسير ذكر ہوئي ہے </w:t>
      </w:r>
      <w:r w:rsidRPr="00F67D4B">
        <w:rPr>
          <w:rStyle w:val="libFootnotenumChar"/>
          <w:rtl/>
        </w:rPr>
        <w:t>(2)</w:t>
      </w:r>
      <w:r>
        <w:rPr>
          <w:rtl/>
        </w:rPr>
        <w:t xml:space="preserve"> جنگ احد مي</w:t>
      </w:r>
      <w:r w:rsidR="000A0CDC">
        <w:rPr>
          <w:rtl/>
        </w:rPr>
        <w:t xml:space="preserve">ں </w:t>
      </w:r>
      <w:r>
        <w:rPr>
          <w:rtl/>
        </w:rPr>
        <w:t xml:space="preserve">پيغمبر اكرم نے حضرت على (ع) كو كفار سے دليرى كے ساتھ جنگ كرنے كى بناپر فتى كا لقب ديا اور فرمايا : لا فتى الا علي_ </w:t>
      </w:r>
      <w:r w:rsidRPr="00F67D4B">
        <w:rPr>
          <w:rStyle w:val="libFootnotenumChar"/>
          <w:rtl/>
        </w:rPr>
        <w:t>(3)</w:t>
      </w:r>
      <w:r>
        <w:rPr>
          <w:rtl/>
        </w:rPr>
        <w:t xml:space="preserve"> اموى دور مي</w:t>
      </w:r>
      <w:r w:rsidR="000A0CDC">
        <w:rPr>
          <w:rtl/>
        </w:rPr>
        <w:t xml:space="preserve">ں </w:t>
      </w:r>
      <w:r>
        <w:rPr>
          <w:rtl/>
        </w:rPr>
        <w:t>فتوت كے معنى مي</w:t>
      </w:r>
      <w:r w:rsidR="000A0CDC">
        <w:rPr>
          <w:rtl/>
        </w:rPr>
        <w:t xml:space="preserve">ں </w:t>
      </w:r>
      <w:r>
        <w:rPr>
          <w:rtl/>
        </w:rPr>
        <w:t>وسعت پيدا ہوئي اور مردانگى اور مروت كے مختلف موضوعات اس كے معنى مي</w:t>
      </w:r>
      <w:r w:rsidR="000A0CDC">
        <w:rPr>
          <w:rtl/>
        </w:rPr>
        <w:t xml:space="preserve">ں </w:t>
      </w:r>
      <w:r>
        <w:rPr>
          <w:rtl/>
        </w:rPr>
        <w:t xml:space="preserve">داخل ہوئے ليكن اسكا اساسى ركن ايثار كہلايا كہ جو صوفيانہ فتوت كى سب سے پہلى خصوصيت تھى _ </w:t>
      </w:r>
    </w:p>
    <w:p w:rsidR="0061102A" w:rsidRDefault="0061102A" w:rsidP="00BE6934">
      <w:pPr>
        <w:pStyle w:val="libNormal"/>
        <w:rPr>
          <w:rtl/>
        </w:rPr>
      </w:pPr>
      <w:r>
        <w:rPr>
          <w:rtl/>
        </w:rPr>
        <w:t>صدر اسلام مي</w:t>
      </w:r>
      <w:r w:rsidR="000A0CDC">
        <w:rPr>
          <w:rtl/>
        </w:rPr>
        <w:t xml:space="preserve">ں </w:t>
      </w:r>
      <w:r>
        <w:rPr>
          <w:rtl/>
        </w:rPr>
        <w:t>زاہدين اور سچے مسلمان جہاد اور راہ اسلام مي</w:t>
      </w:r>
      <w:r w:rsidR="000A0CDC">
        <w:rPr>
          <w:rtl/>
        </w:rPr>
        <w:t xml:space="preserve">ں </w:t>
      </w:r>
      <w:r>
        <w:rPr>
          <w:rtl/>
        </w:rPr>
        <w:t>جنگ كى مانند اس چيز كواپنى ذمہ دارى سمجھتے تھے _ اس دور كے بعد صوفى حضرات خانقاہو</w:t>
      </w:r>
      <w:r w:rsidR="000A0CDC">
        <w:rPr>
          <w:rtl/>
        </w:rPr>
        <w:t xml:space="preserve">ں </w:t>
      </w:r>
      <w:r>
        <w:rPr>
          <w:rtl/>
        </w:rPr>
        <w:t>مي</w:t>
      </w:r>
      <w:r w:rsidR="000A0CDC">
        <w:rPr>
          <w:rtl/>
        </w:rPr>
        <w:t xml:space="preserve">ں </w:t>
      </w:r>
      <w:r>
        <w:rPr>
          <w:rtl/>
        </w:rPr>
        <w:t>بسيرا كرنے لگے اور جہاد اصغر سے جہاد اكبر يعنى نفس سے جنگ كى تعليم مي</w:t>
      </w:r>
      <w:r w:rsidR="000A0CDC">
        <w:rPr>
          <w:rtl/>
        </w:rPr>
        <w:t xml:space="preserve">ں </w:t>
      </w:r>
      <w:r>
        <w:rPr>
          <w:rtl/>
        </w:rPr>
        <w:t>مشغول ہوئے اسى ليے فتوت كہ جو شجاعت اور كرامت كے مترادف تھا اخلاق حسنہ اور ايثار كے معنى مي</w:t>
      </w:r>
      <w:r w:rsidR="000A0CDC">
        <w:rPr>
          <w:rtl/>
        </w:rPr>
        <w:t xml:space="preserve">ں </w:t>
      </w:r>
      <w:r>
        <w:rPr>
          <w:rtl/>
        </w:rPr>
        <w:t>تبديل ہوگيا اور صاحب فتوت كى تين علامات قرار پائي</w:t>
      </w:r>
      <w:r w:rsidR="000A0CDC">
        <w:rPr>
          <w:rtl/>
        </w:rPr>
        <w:t xml:space="preserve">ں </w:t>
      </w:r>
      <w:r>
        <w:rPr>
          <w:rtl/>
        </w:rPr>
        <w:t>: (1_) ايسى وفا كہ جسمي</w:t>
      </w:r>
      <w:r w:rsidR="000A0CDC">
        <w:rPr>
          <w:rtl/>
        </w:rPr>
        <w:t xml:space="preserve">ں </w:t>
      </w:r>
      <w:r>
        <w:rPr>
          <w:rtl/>
        </w:rPr>
        <w:t xml:space="preserve">بد عہدى نہ ہو (2_) بغير توقع كے تعريف كرنا (3_) بغير مانگے دينا_ </w:t>
      </w:r>
      <w:r w:rsidRPr="00F67D4B">
        <w:rPr>
          <w:rStyle w:val="libFootnotenumChar"/>
          <w:rtl/>
        </w:rPr>
        <w:t>(4)</w:t>
      </w:r>
      <w:r>
        <w:rPr>
          <w:rtl/>
        </w:rPr>
        <w:t xml:space="preserve"> </w:t>
      </w:r>
    </w:p>
    <w:p w:rsidR="0061102A" w:rsidRDefault="0061102A" w:rsidP="00BE6934">
      <w:pPr>
        <w:pStyle w:val="libNormal"/>
        <w:rPr>
          <w:rtl/>
        </w:rPr>
      </w:pPr>
      <w:r>
        <w:rPr>
          <w:rtl/>
        </w:rPr>
        <w:t>فتوت كى بھى تصوف كى مانند كوئي جامع تعريف موجود نہي</w:t>
      </w:r>
      <w:r w:rsidR="000A0CDC">
        <w:rPr>
          <w:rtl/>
        </w:rPr>
        <w:t xml:space="preserve">ں </w:t>
      </w:r>
      <w:r>
        <w:rPr>
          <w:rtl/>
        </w:rPr>
        <w:t>ہے_</w:t>
      </w:r>
      <w:r w:rsidRPr="00F67D4B">
        <w:rPr>
          <w:rStyle w:val="libFootnotenumChar"/>
          <w:rtl/>
        </w:rPr>
        <w:t>(5)</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1)زين الدين كيانى ناد، سابقہ ما خذص 232_ </w:t>
      </w:r>
    </w:p>
    <w:p w:rsidR="0061102A" w:rsidRDefault="0061102A" w:rsidP="00BE6934">
      <w:pPr>
        <w:pStyle w:val="libFootnote"/>
        <w:rPr>
          <w:rtl/>
        </w:rPr>
      </w:pPr>
      <w:r>
        <w:rPr>
          <w:rtl/>
        </w:rPr>
        <w:t>2)يوسف 30 ، 36 ، 61، 62 ، كہف 10 ، 13، 59 ، 61 ، نساء 29 ، نور 33 ، نيز رجوع كري</w:t>
      </w:r>
      <w:r w:rsidR="000A0CDC">
        <w:rPr>
          <w:rtl/>
        </w:rPr>
        <w:t xml:space="preserve">ں </w:t>
      </w:r>
      <w:r>
        <w:rPr>
          <w:rtl/>
        </w:rPr>
        <w:t xml:space="preserve">محمد جعفر محجوب '' مقدمہ فتوت نامہ سلطانى ، نوشتہ مولانا حسين واعظ كاشفى سبزوارى ص 9_7_ </w:t>
      </w:r>
    </w:p>
    <w:p w:rsidR="0061102A" w:rsidRDefault="0061102A" w:rsidP="00BE6934">
      <w:pPr>
        <w:pStyle w:val="libFootnote"/>
        <w:rPr>
          <w:rtl/>
        </w:rPr>
      </w:pPr>
      <w:r>
        <w:rPr>
          <w:rtl/>
        </w:rPr>
        <w:t xml:space="preserve">3)سابقہ ما خذمقدمہ ص 9 _ </w:t>
      </w:r>
    </w:p>
    <w:p w:rsidR="0061102A" w:rsidRDefault="0061102A" w:rsidP="00BE6934">
      <w:pPr>
        <w:pStyle w:val="libFootnote"/>
        <w:rPr>
          <w:rtl/>
        </w:rPr>
      </w:pPr>
      <w:r>
        <w:rPr>
          <w:rtl/>
        </w:rPr>
        <w:t xml:space="preserve">4)سابقہ ما خذص 11 _ 9_ </w:t>
      </w:r>
    </w:p>
    <w:p w:rsidR="0085684A" w:rsidRDefault="0061102A" w:rsidP="00BE6934">
      <w:pPr>
        <w:pStyle w:val="libFootnote"/>
        <w:rPr>
          <w:rtl/>
        </w:rPr>
      </w:pPr>
      <w:r>
        <w:rPr>
          <w:rtl/>
        </w:rPr>
        <w:t>5) سابقہ ماخذ، ص 11</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فتوت كے حوالے سے ابن عمار حنبلى بغدادى جو اس موضوع پر قديمى ترين كتاب '' كتاب الفتوة'' كے مصنف ہي</w:t>
      </w:r>
      <w:r w:rsidR="000A0CDC">
        <w:rPr>
          <w:rtl/>
        </w:rPr>
        <w:t xml:space="preserve">ں </w:t>
      </w:r>
      <w:r>
        <w:rPr>
          <w:rtl/>
        </w:rPr>
        <w:t>اس مي</w:t>
      </w:r>
      <w:r w:rsidR="000A0CDC">
        <w:rPr>
          <w:rtl/>
        </w:rPr>
        <w:t xml:space="preserve">ں </w:t>
      </w:r>
      <w:r>
        <w:rPr>
          <w:rtl/>
        </w:rPr>
        <w:t>لكھتے ہي</w:t>
      </w:r>
      <w:r w:rsidR="000A0CDC">
        <w:rPr>
          <w:rtl/>
        </w:rPr>
        <w:t xml:space="preserve">ں </w:t>
      </w:r>
      <w:r>
        <w:rPr>
          <w:rtl/>
        </w:rPr>
        <w:t>كہ سنت مي</w:t>
      </w:r>
      <w:r w:rsidR="000A0CDC">
        <w:rPr>
          <w:rtl/>
        </w:rPr>
        <w:t xml:space="preserve">ں </w:t>
      </w:r>
      <w:r>
        <w:rPr>
          <w:rtl/>
        </w:rPr>
        <w:t>فتوت كے حوالے سے احاديث بيان ہوئي</w:t>
      </w:r>
      <w:r w:rsidR="000A0CDC">
        <w:rPr>
          <w:rtl/>
        </w:rPr>
        <w:t xml:space="preserve">ں </w:t>
      </w:r>
      <w:r>
        <w:rPr>
          <w:rtl/>
        </w:rPr>
        <w:t>ہي</w:t>
      </w:r>
      <w:r w:rsidR="000A0CDC">
        <w:rPr>
          <w:rtl/>
        </w:rPr>
        <w:t xml:space="preserve">ں </w:t>
      </w:r>
      <w:r>
        <w:rPr>
          <w:rtl/>
        </w:rPr>
        <w:t>كہ جن مي</w:t>
      </w:r>
      <w:r w:rsidR="000A0CDC">
        <w:rPr>
          <w:rtl/>
        </w:rPr>
        <w:t xml:space="preserve">ں </w:t>
      </w:r>
      <w:r>
        <w:rPr>
          <w:rtl/>
        </w:rPr>
        <w:t>سے بہترين احاديث امام جعفر صادق (ع) سے نقل ہوئي</w:t>
      </w:r>
      <w:r w:rsidR="000A0CDC">
        <w:rPr>
          <w:rtl/>
        </w:rPr>
        <w:t xml:space="preserve">ں </w:t>
      </w:r>
      <w:r>
        <w:rPr>
          <w:rtl/>
        </w:rPr>
        <w:t>جو انہو</w:t>
      </w:r>
      <w:r w:rsidR="000A0CDC">
        <w:rPr>
          <w:rtl/>
        </w:rPr>
        <w:t xml:space="preserve">ں </w:t>
      </w:r>
      <w:r>
        <w:rPr>
          <w:rtl/>
        </w:rPr>
        <w:t>نے اپنے والد اورجد مبارك سے روايت كى ہي</w:t>
      </w:r>
      <w:r w:rsidR="000A0CDC">
        <w:rPr>
          <w:rtl/>
        </w:rPr>
        <w:t xml:space="preserve">ں </w:t>
      </w:r>
      <w:r>
        <w:rPr>
          <w:rtl/>
        </w:rPr>
        <w:t>كہ رسول اكرم(ص) نے فرمايا: كہ ميرى امت كے جوانمردو</w:t>
      </w:r>
      <w:r w:rsidR="000A0CDC">
        <w:rPr>
          <w:rtl/>
        </w:rPr>
        <w:t xml:space="preserve">ں </w:t>
      </w:r>
      <w:r>
        <w:rPr>
          <w:rtl/>
        </w:rPr>
        <w:t>كى دس علامات ہي</w:t>
      </w:r>
      <w:r w:rsidR="000A0CDC">
        <w:rPr>
          <w:rtl/>
        </w:rPr>
        <w:t xml:space="preserve">ں </w:t>
      </w:r>
      <w:r>
        <w:rPr>
          <w:rtl/>
        </w:rPr>
        <w:t>: سچائي ، تعہد سے وفا، امانت ادا كرنا ، كذب سے پرہيز، يتيم پر سخاوت ، سائل كى مدد كرنا ، جو مال پہنچے اللہ كى راہ مي</w:t>
      </w:r>
      <w:r w:rsidR="000A0CDC">
        <w:rPr>
          <w:rtl/>
        </w:rPr>
        <w:t xml:space="preserve">ں </w:t>
      </w:r>
      <w:r>
        <w:rPr>
          <w:rtl/>
        </w:rPr>
        <w:t>دينا، بہت زيادہ احسان كرنا، مہمان بلانا اور ان سب سے بڑھ كر حيا ركھنا</w:t>
      </w:r>
      <w:r w:rsidRPr="00F67D4B">
        <w:rPr>
          <w:rStyle w:val="libFootnotenumChar"/>
          <w:rtl/>
        </w:rPr>
        <w:t>(1)</w:t>
      </w:r>
      <w:r>
        <w:rPr>
          <w:rtl/>
        </w:rPr>
        <w:t xml:space="preserve"> </w:t>
      </w:r>
    </w:p>
    <w:p w:rsidR="0061102A" w:rsidRDefault="0061102A" w:rsidP="00BE6934">
      <w:pPr>
        <w:pStyle w:val="libNormal"/>
        <w:rPr>
          <w:rtl/>
        </w:rPr>
      </w:pPr>
      <w:r>
        <w:rPr>
          <w:rtl/>
        </w:rPr>
        <w:t>مختلف كتابو</w:t>
      </w:r>
      <w:r w:rsidR="000A0CDC">
        <w:rPr>
          <w:rtl/>
        </w:rPr>
        <w:t xml:space="preserve">ں </w:t>
      </w:r>
      <w:r>
        <w:rPr>
          <w:rtl/>
        </w:rPr>
        <w:t>سے تصوف اور فتوت كے حوالے سے بہت سى تعريفي</w:t>
      </w:r>
      <w:r w:rsidR="000A0CDC">
        <w:rPr>
          <w:rtl/>
        </w:rPr>
        <w:t xml:space="preserve">ں </w:t>
      </w:r>
      <w:r>
        <w:rPr>
          <w:rtl/>
        </w:rPr>
        <w:t>ملتى ہي</w:t>
      </w:r>
      <w:r w:rsidR="000A0CDC">
        <w:rPr>
          <w:rtl/>
        </w:rPr>
        <w:t xml:space="preserve">ں </w:t>
      </w:r>
      <w:r>
        <w:rPr>
          <w:rtl/>
        </w:rPr>
        <w:t>كہ ان كتابو</w:t>
      </w:r>
      <w:r w:rsidR="000A0CDC">
        <w:rPr>
          <w:rtl/>
        </w:rPr>
        <w:t xml:space="preserve">ں </w:t>
      </w:r>
      <w:r>
        <w:rPr>
          <w:rtl/>
        </w:rPr>
        <w:t>مي</w:t>
      </w:r>
      <w:r w:rsidR="000A0CDC">
        <w:rPr>
          <w:rtl/>
        </w:rPr>
        <w:t xml:space="preserve">ں </w:t>
      </w:r>
      <w:r>
        <w:rPr>
          <w:rtl/>
        </w:rPr>
        <w:t>سے اہم ترين كتابي</w:t>
      </w:r>
      <w:r w:rsidR="000A0CDC">
        <w:rPr>
          <w:rtl/>
        </w:rPr>
        <w:t xml:space="preserve">ں </w:t>
      </w:r>
      <w:r>
        <w:rPr>
          <w:rtl/>
        </w:rPr>
        <w:t>'' الفتوة الصوفية اور طبقات الصوفيہ'' مصنف ابو عبدالرحمان سلمى نيشابورى اور سالہ قشيريہ كہ جسكے مصنف ابوالقاسم قشيرى ہي</w:t>
      </w:r>
      <w:r w:rsidR="000A0CDC">
        <w:rPr>
          <w:rtl/>
        </w:rPr>
        <w:t xml:space="preserve">ں </w:t>
      </w:r>
      <w:r>
        <w:rPr>
          <w:rtl/>
        </w:rPr>
        <w:t>_</w:t>
      </w:r>
      <w:r w:rsidRPr="00F67D4B">
        <w:rPr>
          <w:rStyle w:val="libFootnotenumChar"/>
          <w:rtl/>
        </w:rPr>
        <w:t>(2)</w:t>
      </w:r>
      <w:r>
        <w:rPr>
          <w:rtl/>
        </w:rPr>
        <w:t xml:space="preserve"> </w:t>
      </w:r>
    </w:p>
    <w:p w:rsidR="0061102A" w:rsidRDefault="0061102A" w:rsidP="00BE6934">
      <w:pPr>
        <w:pStyle w:val="libNormal"/>
        <w:rPr>
          <w:rtl/>
        </w:rPr>
      </w:pPr>
      <w:r>
        <w:rPr>
          <w:rtl/>
        </w:rPr>
        <w:t>مسلم بات يہ ہے كہ ان تمام كتب كے مطالعہ سے يہ استنباط ہوتاہے كہ فتوت شروع مي</w:t>
      </w:r>
      <w:r w:rsidR="000A0CDC">
        <w:rPr>
          <w:rtl/>
        </w:rPr>
        <w:t xml:space="preserve">ں </w:t>
      </w:r>
      <w:r>
        <w:rPr>
          <w:rtl/>
        </w:rPr>
        <w:t>تصوف كے مسالك مي</w:t>
      </w:r>
      <w:r w:rsidR="000A0CDC">
        <w:rPr>
          <w:rtl/>
        </w:rPr>
        <w:t xml:space="preserve">ں </w:t>
      </w:r>
      <w:r>
        <w:rPr>
          <w:rtl/>
        </w:rPr>
        <w:t xml:space="preserve">سے ايك مسلك كے طور جانا گيا ، عام طورپر يہ جوانمرد لوگ اپنے ''سراويل يا كسوت'' نامى لباس يا حليے كے حامل تھے جس كا عملى سرچشمہ حضرت على كى سيرت اوركردار كو جانتے تھے </w:t>
      </w:r>
      <w:r w:rsidRPr="00F67D4B">
        <w:rPr>
          <w:rStyle w:val="libFootnotenumChar"/>
          <w:rtl/>
        </w:rPr>
        <w:t>(3)</w:t>
      </w:r>
      <w:r>
        <w:rPr>
          <w:rtl/>
        </w:rPr>
        <w:t xml:space="preserve"> </w:t>
      </w:r>
    </w:p>
    <w:p w:rsidR="0061102A" w:rsidRDefault="0061102A" w:rsidP="00BE6934">
      <w:pPr>
        <w:pStyle w:val="libNormal"/>
        <w:rPr>
          <w:rtl/>
        </w:rPr>
      </w:pPr>
      <w:r>
        <w:rPr>
          <w:rtl/>
        </w:rPr>
        <w:t>تيسرى صدى كے بعد فتوت صوفيو</w:t>
      </w:r>
      <w:r w:rsidR="000A0CDC">
        <w:rPr>
          <w:rtl/>
        </w:rPr>
        <w:t xml:space="preserve">ں </w:t>
      </w:r>
      <w:r>
        <w:rPr>
          <w:rtl/>
        </w:rPr>
        <w:t>كى مذہبى و دينى كتابو</w:t>
      </w:r>
      <w:r w:rsidR="000A0CDC">
        <w:rPr>
          <w:rtl/>
        </w:rPr>
        <w:t xml:space="preserve">ں </w:t>
      </w:r>
      <w:r>
        <w:rPr>
          <w:rtl/>
        </w:rPr>
        <w:t>كے علاوہ فتوت نامو</w:t>
      </w:r>
      <w:r w:rsidR="000A0CDC">
        <w:rPr>
          <w:rtl/>
        </w:rPr>
        <w:t xml:space="preserve">ں </w:t>
      </w:r>
      <w:r>
        <w:rPr>
          <w:rtl/>
        </w:rPr>
        <w:t>، عوامى داستانو</w:t>
      </w:r>
      <w:r w:rsidR="000A0CDC">
        <w:rPr>
          <w:rtl/>
        </w:rPr>
        <w:t xml:space="preserve">ں </w:t>
      </w:r>
      <w:r>
        <w:rPr>
          <w:rtl/>
        </w:rPr>
        <w:t>، اشعار اور فارسى ادب كى صورت مي</w:t>
      </w:r>
      <w:r w:rsidR="000A0CDC">
        <w:rPr>
          <w:rtl/>
        </w:rPr>
        <w:t xml:space="preserve">ں </w:t>
      </w:r>
      <w:r>
        <w:rPr>
          <w:rtl/>
        </w:rPr>
        <w:t>شاعرو</w:t>
      </w:r>
      <w:r w:rsidR="000A0CDC">
        <w:rPr>
          <w:rtl/>
        </w:rPr>
        <w:t xml:space="preserve">ں </w:t>
      </w:r>
      <w:r>
        <w:rPr>
          <w:rtl/>
        </w:rPr>
        <w:t>اور اہل سخن و كلام كى تعريف و ستائشے كا محور قرار پايا</w:t>
      </w:r>
      <w:r w:rsidRPr="00F67D4B">
        <w:rPr>
          <w:rStyle w:val="libFootnotenumChar"/>
          <w:rtl/>
        </w:rPr>
        <w:t>(4)</w:t>
      </w:r>
      <w:r>
        <w:rPr>
          <w:rtl/>
        </w:rPr>
        <w:t xml:space="preserve">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1)ابن عمار حنبلى بغدادي، الفتة ص 233_ 132 صالح بن جناح ، كتاب الادب و المروة ، ترجمہ و تصحيح سيد محمد دامادى ، پوہشگاہ علوم انسانى و مطالعات فرہنگى تہران ص 8_ </w:t>
      </w:r>
    </w:p>
    <w:p w:rsidR="0061102A" w:rsidRDefault="0061102A" w:rsidP="00BE6934">
      <w:pPr>
        <w:pStyle w:val="libFootnote"/>
        <w:rPr>
          <w:rtl/>
        </w:rPr>
      </w:pPr>
      <w:r>
        <w:rPr>
          <w:rtl/>
        </w:rPr>
        <w:t xml:space="preserve">2)فتوت نامہ سلطنى ، سابقہ ما خذص 12 مقدمہ _ </w:t>
      </w:r>
    </w:p>
    <w:p w:rsidR="0061102A" w:rsidRDefault="0061102A" w:rsidP="00BE6934">
      <w:pPr>
        <w:pStyle w:val="libFootnote"/>
        <w:rPr>
          <w:rtl/>
        </w:rPr>
      </w:pPr>
      <w:r>
        <w:rPr>
          <w:rtl/>
        </w:rPr>
        <w:t xml:space="preserve">3)محمد جعفر محجوب ، سابقہ ما خذص 13 _ 12_ </w:t>
      </w:r>
    </w:p>
    <w:p w:rsidR="0085684A" w:rsidRDefault="0061102A" w:rsidP="00BE6934">
      <w:pPr>
        <w:pStyle w:val="libFootnote"/>
        <w:rPr>
          <w:rtl/>
        </w:rPr>
      </w:pPr>
      <w:r>
        <w:rPr>
          <w:rtl/>
        </w:rPr>
        <w:t>4)فتوت نامہ سلطانى ص 13 تا 15 ، على اكبر دہخدا ، امثال و حكم ج 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فتوت كے حوالے سے قديمى اور معتبر مصادر مي</w:t>
      </w:r>
      <w:r w:rsidR="000A0CDC">
        <w:rPr>
          <w:rtl/>
        </w:rPr>
        <w:t xml:space="preserve">ں </w:t>
      </w:r>
      <w:r>
        <w:rPr>
          <w:rtl/>
        </w:rPr>
        <w:t>سے عنصر المعانى كيكاووس بن اسكندر بن قابوس كى كتاب قابو سنامہ ہے كہ جس كے آخرى باب (چواليسوا</w:t>
      </w:r>
      <w:r w:rsidR="000A0CDC">
        <w:rPr>
          <w:rtl/>
        </w:rPr>
        <w:t xml:space="preserve">ں </w:t>
      </w:r>
      <w:r>
        <w:rPr>
          <w:rtl/>
        </w:rPr>
        <w:t>باب ) مي</w:t>
      </w:r>
      <w:r w:rsidR="000A0CDC">
        <w:rPr>
          <w:rtl/>
        </w:rPr>
        <w:t xml:space="preserve">ں </w:t>
      </w:r>
      <w:r>
        <w:rPr>
          <w:rtl/>
        </w:rPr>
        <w:t>جوانمرد ہونے كيلئے قانون كاذكر ہے _ قابوسنامہ كى تفضيلات سے يہ معلوم ہوتاہے كہ اس زمانہ مي</w:t>
      </w:r>
      <w:r w:rsidR="000A0CDC">
        <w:rPr>
          <w:rtl/>
        </w:rPr>
        <w:t xml:space="preserve">ں </w:t>
      </w:r>
      <w:r>
        <w:rPr>
          <w:rtl/>
        </w:rPr>
        <w:t>اور اس سے قبل فتوت معاشرہ كے تمام طبقات مي</w:t>
      </w:r>
      <w:r w:rsidR="000A0CDC">
        <w:rPr>
          <w:rtl/>
        </w:rPr>
        <w:t xml:space="preserve">ں </w:t>
      </w:r>
      <w:r>
        <w:rPr>
          <w:rtl/>
        </w:rPr>
        <w:t>عملى اور اخلاقى احكام كى شكل مي</w:t>
      </w:r>
      <w:r w:rsidR="000A0CDC">
        <w:rPr>
          <w:rtl/>
        </w:rPr>
        <w:t xml:space="preserve">ں </w:t>
      </w:r>
      <w:r>
        <w:rPr>
          <w:rtl/>
        </w:rPr>
        <w:t>رائج تھا ہر كوئي اپنے كامو</w:t>
      </w:r>
      <w:r w:rsidR="000A0CDC">
        <w:rPr>
          <w:rtl/>
        </w:rPr>
        <w:t xml:space="preserve">ں </w:t>
      </w:r>
      <w:r>
        <w:rPr>
          <w:rtl/>
        </w:rPr>
        <w:t>مي</w:t>
      </w:r>
      <w:r w:rsidR="000A0CDC">
        <w:rPr>
          <w:rtl/>
        </w:rPr>
        <w:t xml:space="preserve">ں </w:t>
      </w:r>
      <w:r>
        <w:rPr>
          <w:rtl/>
        </w:rPr>
        <w:t xml:space="preserve">جوانمرد ہو اور فتوت كے قوانين كى پابندى كرتا تھا_ </w:t>
      </w:r>
    </w:p>
    <w:p w:rsidR="0061102A" w:rsidRDefault="0061102A" w:rsidP="00BE6934">
      <w:pPr>
        <w:pStyle w:val="libNormal"/>
        <w:rPr>
          <w:rtl/>
        </w:rPr>
      </w:pPr>
      <w:r>
        <w:rPr>
          <w:rtl/>
        </w:rPr>
        <w:t>دوسرى صدى سے فتوت كا مكتب عياري</w:t>
      </w:r>
      <w:r w:rsidRPr="00F67D4B">
        <w:rPr>
          <w:rStyle w:val="libFootnotenumChar"/>
          <w:rtl/>
        </w:rPr>
        <w:t>(1)</w:t>
      </w:r>
      <w:r>
        <w:rPr>
          <w:rtl/>
        </w:rPr>
        <w:t xml:space="preserve"> كے ساتھ مخلوط ہوا اور اسكے خاص آداب اور رسوم تشكيل پائي</w:t>
      </w:r>
      <w:r w:rsidR="000A0CDC">
        <w:rPr>
          <w:rtl/>
        </w:rPr>
        <w:t xml:space="preserve">ں </w:t>
      </w:r>
      <w:r>
        <w:rPr>
          <w:rtl/>
        </w:rPr>
        <w:t>اسى ليے پہلوان لوگ ، ورزش كرنےوالے ، طاقتور لوگ، سپاہى اورعيار لوگ اپنے آپ كو جوانمرد كہنے لگے اور دوسرى طرف سے پيشہ ور اورسوداگر و تاجر لوگ اپنى جوانمردى كيلئے مخصوص آداب اور رسوم ركھنے لگے صوفى اور خانقاہ نشين لوگ بھى اپنے مكتب مي</w:t>
      </w:r>
      <w:r w:rsidR="000A0CDC">
        <w:rPr>
          <w:rtl/>
        </w:rPr>
        <w:t xml:space="preserve">ں </w:t>
      </w:r>
      <w:r>
        <w:rPr>
          <w:rtl/>
        </w:rPr>
        <w:t>جوانمردى كى رسوم و آداب كا خيال ركھنے لگے اور جو اس راہ مي</w:t>
      </w:r>
      <w:r w:rsidR="000A0CDC">
        <w:rPr>
          <w:rtl/>
        </w:rPr>
        <w:t xml:space="preserve">ں </w:t>
      </w:r>
      <w:r>
        <w:rPr>
          <w:rtl/>
        </w:rPr>
        <w:t>دوسرو</w:t>
      </w:r>
      <w:r w:rsidR="000A0CDC">
        <w:rPr>
          <w:rtl/>
        </w:rPr>
        <w:t xml:space="preserve">ں </w:t>
      </w:r>
      <w:r>
        <w:rPr>
          <w:rtl/>
        </w:rPr>
        <w:t>سے بڑھ كر كوشش كرتا وہ فتوت مي</w:t>
      </w:r>
      <w:r w:rsidR="000A0CDC">
        <w:rPr>
          <w:rtl/>
        </w:rPr>
        <w:t xml:space="preserve">ں </w:t>
      </w:r>
      <w:r>
        <w:rPr>
          <w:rtl/>
        </w:rPr>
        <w:t xml:space="preserve">برتر سمجھا جاتا تھا </w:t>
      </w:r>
      <w:r w:rsidRPr="00F67D4B">
        <w:rPr>
          <w:rStyle w:val="libFootnotenumChar"/>
          <w:rtl/>
        </w:rPr>
        <w:t>(2)</w:t>
      </w:r>
      <w:r>
        <w:rPr>
          <w:rtl/>
        </w:rPr>
        <w:t xml:space="preserve"> </w:t>
      </w:r>
    </w:p>
    <w:p w:rsidR="0061102A" w:rsidRDefault="0061102A" w:rsidP="00BE6934">
      <w:pPr>
        <w:pStyle w:val="libNormal"/>
        <w:rPr>
          <w:rtl/>
        </w:rPr>
      </w:pPr>
      <w:r>
        <w:rPr>
          <w:rtl/>
        </w:rPr>
        <w:t>بلا شبہ فتوت كى گروہى صورت مي</w:t>
      </w:r>
      <w:r w:rsidR="000A0CDC">
        <w:rPr>
          <w:rtl/>
        </w:rPr>
        <w:t xml:space="preserve">ں </w:t>
      </w:r>
      <w:r>
        <w:rPr>
          <w:rtl/>
        </w:rPr>
        <w:t>فعاليت ايران كے علاوہ ديگر تمام اسلامى علاقو</w:t>
      </w:r>
      <w:r w:rsidR="000A0CDC">
        <w:rPr>
          <w:rtl/>
        </w:rPr>
        <w:t xml:space="preserve">ں </w:t>
      </w:r>
      <w:r>
        <w:rPr>
          <w:rtl/>
        </w:rPr>
        <w:t>مثلا شام اور مصر و غيرہ مي</w:t>
      </w:r>
      <w:r w:rsidR="000A0CDC">
        <w:rPr>
          <w:rtl/>
        </w:rPr>
        <w:t xml:space="preserve">ں </w:t>
      </w:r>
      <w:r>
        <w:rPr>
          <w:rtl/>
        </w:rPr>
        <w:t>بھى موجود تھى _ اس سے بڑھ كر تمام صليبى جنگو</w:t>
      </w:r>
      <w:r w:rsidR="000A0CDC">
        <w:rPr>
          <w:rtl/>
        </w:rPr>
        <w:t xml:space="preserve">ں </w:t>
      </w:r>
      <w:r>
        <w:rPr>
          <w:rtl/>
        </w:rPr>
        <w:t>كے دوران بيت المقدس سے شواليہ نام كے سوارو</w:t>
      </w:r>
      <w:r w:rsidR="000A0CDC">
        <w:rPr>
          <w:rtl/>
        </w:rPr>
        <w:t xml:space="preserve">ں </w:t>
      </w:r>
      <w:r>
        <w:rPr>
          <w:rtl/>
        </w:rPr>
        <w:t>كا گروہ فرانس اور ديگر يورپى ممالك مي</w:t>
      </w:r>
      <w:r w:rsidR="000A0CDC">
        <w:rPr>
          <w:rtl/>
        </w:rPr>
        <w:t xml:space="preserve">ں </w:t>
      </w:r>
      <w:r>
        <w:rPr>
          <w:rtl/>
        </w:rPr>
        <w:t>ان مسلمانو</w:t>
      </w:r>
      <w:r w:rsidR="000A0CDC">
        <w:rPr>
          <w:rtl/>
        </w:rPr>
        <w:t xml:space="preserve">ں </w:t>
      </w:r>
      <w:r>
        <w:rPr>
          <w:rtl/>
        </w:rPr>
        <w:t>جوانمردو</w:t>
      </w:r>
      <w:r w:rsidR="000A0CDC">
        <w:rPr>
          <w:rtl/>
        </w:rPr>
        <w:t xml:space="preserve">ں </w:t>
      </w:r>
      <w:r>
        <w:rPr>
          <w:rtl/>
        </w:rPr>
        <w:t>، سوارو</w:t>
      </w:r>
      <w:r w:rsidR="000A0CDC">
        <w:rPr>
          <w:rtl/>
        </w:rPr>
        <w:t xml:space="preserve">ں </w:t>
      </w:r>
      <w:r>
        <w:rPr>
          <w:rtl/>
        </w:rPr>
        <w:t>كى تقليد كرتے ہوئے يورپ مي</w:t>
      </w:r>
      <w:r w:rsidR="000A0CDC">
        <w:rPr>
          <w:rtl/>
        </w:rPr>
        <w:t xml:space="preserve">ں </w:t>
      </w:r>
      <w:r>
        <w:rPr>
          <w:rtl/>
        </w:rPr>
        <w:t>داخل ہوئے كہ جو كرد، لر، فارس، ترك اور عرب قوميتو</w:t>
      </w:r>
      <w:r w:rsidR="000A0CDC">
        <w:rPr>
          <w:rtl/>
        </w:rPr>
        <w:t xml:space="preserve">ں </w:t>
      </w:r>
      <w:r>
        <w:rPr>
          <w:rtl/>
        </w:rPr>
        <w:t>سے مخلوط تھے_ بعض مورخين كا عقيدہ ہے كہ يورپ مي</w:t>
      </w:r>
      <w:r w:rsidR="000A0CDC">
        <w:rPr>
          <w:rtl/>
        </w:rPr>
        <w:t xml:space="preserve">ں </w:t>
      </w:r>
      <w:r>
        <w:rPr>
          <w:rtl/>
        </w:rPr>
        <w:t>اخلاقى بالخصوص فرانس مي</w:t>
      </w:r>
      <w:r w:rsidR="000A0CDC">
        <w:rPr>
          <w:rtl/>
        </w:rPr>
        <w:t xml:space="preserve">ں </w:t>
      </w:r>
      <w:r>
        <w:rPr>
          <w:rtl/>
        </w:rPr>
        <w:t>اخلاقى تربيت اور اصلاح شواليو</w:t>
      </w:r>
      <w:r w:rsidR="000A0CDC">
        <w:rPr>
          <w:rtl/>
        </w:rPr>
        <w:t xml:space="preserve">ں </w:t>
      </w:r>
      <w:r>
        <w:rPr>
          <w:rtl/>
        </w:rPr>
        <w:t>كے ان ممالك مي</w:t>
      </w:r>
      <w:r w:rsidR="000A0CDC">
        <w:rPr>
          <w:rtl/>
        </w:rPr>
        <w:t xml:space="preserve">ں </w:t>
      </w:r>
      <w:r>
        <w:rPr>
          <w:rtl/>
        </w:rPr>
        <w:t>جانے سے ہوئي كہ انہو</w:t>
      </w:r>
      <w:r w:rsidR="000A0CDC">
        <w:rPr>
          <w:rtl/>
        </w:rPr>
        <w:t xml:space="preserve">ں </w:t>
      </w:r>
      <w:r>
        <w:rPr>
          <w:rtl/>
        </w:rPr>
        <w:t>نے ان ممالك مي</w:t>
      </w:r>
      <w:r w:rsidR="000A0CDC">
        <w:rPr>
          <w:rtl/>
        </w:rPr>
        <w:t xml:space="preserve">ں </w:t>
      </w:r>
      <w:r>
        <w:rPr>
          <w:rtl/>
        </w:rPr>
        <w:t>جوانمردى ، اصيل زادگى ( ذات كے حوالے سے نجيب ) اور شجاعت كے قانون كو رائج كيا</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عيارى (پہلوانى كى طرح) قديم زمانے مي</w:t>
      </w:r>
      <w:r w:rsidR="000A0CDC">
        <w:rPr>
          <w:rtl/>
        </w:rPr>
        <w:t xml:space="preserve">ں </w:t>
      </w:r>
      <w:r>
        <w:rPr>
          <w:rtl/>
        </w:rPr>
        <w:t>ٹريننگ اور رياضت كى بعض انواع مي</w:t>
      </w:r>
      <w:r w:rsidR="000A0CDC">
        <w:rPr>
          <w:rtl/>
        </w:rPr>
        <w:t xml:space="preserve">ں </w:t>
      </w:r>
      <w:r>
        <w:rPr>
          <w:rtl/>
        </w:rPr>
        <w:t>سے ايك تھى جو دوسرى صدى ہجرى كے اواخر سے اسلامى معاشرے مي</w:t>
      </w:r>
      <w:r w:rsidR="000A0CDC">
        <w:rPr>
          <w:rtl/>
        </w:rPr>
        <w:t xml:space="preserve">ں </w:t>
      </w:r>
      <w:r>
        <w:rPr>
          <w:rtl/>
        </w:rPr>
        <w:t>پائي جاتى ہے_ عيار اپنى زندگى مي</w:t>
      </w:r>
      <w:r w:rsidR="000A0CDC">
        <w:rPr>
          <w:rtl/>
        </w:rPr>
        <w:t xml:space="preserve">ں </w:t>
      </w:r>
      <w:r>
        <w:rPr>
          <w:rtl/>
        </w:rPr>
        <w:t>كچھ خاص طريقو</w:t>
      </w:r>
      <w:r w:rsidR="000A0CDC">
        <w:rPr>
          <w:rtl/>
        </w:rPr>
        <w:t xml:space="preserve">ں </w:t>
      </w:r>
      <w:r>
        <w:rPr>
          <w:rtl/>
        </w:rPr>
        <w:t>اور اصولو</w:t>
      </w:r>
      <w:r w:rsidR="000A0CDC">
        <w:rPr>
          <w:rtl/>
        </w:rPr>
        <w:t xml:space="preserve">ں </w:t>
      </w:r>
      <w:r>
        <w:rPr>
          <w:rtl/>
        </w:rPr>
        <w:t>كے پابند ہوتے تھے_ بعد مي</w:t>
      </w:r>
      <w:r w:rsidR="000A0CDC">
        <w:rPr>
          <w:rtl/>
        </w:rPr>
        <w:t xml:space="preserve">ں </w:t>
      </w:r>
      <w:r>
        <w:rPr>
          <w:rtl/>
        </w:rPr>
        <w:t xml:space="preserve">عيارى تصوف سے مخلوط ہوگئي_(مصحح) </w:t>
      </w:r>
    </w:p>
    <w:p w:rsidR="0061102A" w:rsidRDefault="0061102A" w:rsidP="00BE6934">
      <w:pPr>
        <w:pStyle w:val="libFootnote"/>
        <w:rPr>
          <w:rtl/>
        </w:rPr>
      </w:pPr>
      <w:r>
        <w:rPr>
          <w:rtl/>
        </w:rPr>
        <w:t xml:space="preserve">2)فتوت نامہ سلطانى ، ص 17 ، 18 ، مقدمہ_ </w:t>
      </w:r>
    </w:p>
    <w:p w:rsidR="0085684A" w:rsidRDefault="0061102A" w:rsidP="00BE6934">
      <w:pPr>
        <w:pStyle w:val="libFootnote"/>
        <w:rPr>
          <w:rtl/>
        </w:rPr>
      </w:pPr>
      <w:r>
        <w:rPr>
          <w:rtl/>
        </w:rPr>
        <w:t>3) ہانرى كربن ، سابقہ ما خذص 119_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ملك الشعرا بہار نے سيستان كى تاريخ پر حاشيہ مي</w:t>
      </w:r>
      <w:r w:rsidR="000A0CDC">
        <w:rPr>
          <w:rtl/>
        </w:rPr>
        <w:t xml:space="preserve">ں </w:t>
      </w:r>
      <w:r>
        <w:rPr>
          <w:rtl/>
        </w:rPr>
        <w:t>لكھا عرب لوگ اپنے جنگجو ، زيرك اور ہوشيار اشخاص كہ جو ہنگامو</w:t>
      </w:r>
      <w:r w:rsidR="000A0CDC">
        <w:rPr>
          <w:rtl/>
        </w:rPr>
        <w:t xml:space="preserve">ں </w:t>
      </w:r>
      <w:r>
        <w:rPr>
          <w:rtl/>
        </w:rPr>
        <w:t>،شورشو</w:t>
      </w:r>
      <w:r w:rsidR="000A0CDC">
        <w:rPr>
          <w:rtl/>
        </w:rPr>
        <w:t xml:space="preserve">ں </w:t>
      </w:r>
      <w:r>
        <w:rPr>
          <w:rtl/>
        </w:rPr>
        <w:t>يا جنگو</w:t>
      </w:r>
      <w:r w:rsidR="000A0CDC">
        <w:rPr>
          <w:rtl/>
        </w:rPr>
        <w:t xml:space="preserve">ں </w:t>
      </w:r>
      <w:r>
        <w:rPr>
          <w:rtl/>
        </w:rPr>
        <w:t>مي</w:t>
      </w:r>
      <w:r w:rsidR="000A0CDC">
        <w:rPr>
          <w:rtl/>
        </w:rPr>
        <w:t xml:space="preserve">ں </w:t>
      </w:r>
      <w:r>
        <w:rPr>
          <w:rtl/>
        </w:rPr>
        <w:t>شجاعت اور ذھانت دكھاتے انہي</w:t>
      </w:r>
      <w:r w:rsidR="000A0CDC">
        <w:rPr>
          <w:rtl/>
        </w:rPr>
        <w:t xml:space="preserve">ں </w:t>
      </w:r>
      <w:r>
        <w:rPr>
          <w:rtl/>
        </w:rPr>
        <w:t>عيار كا نام ديتے تھے _ بنى عباس كے دور مي</w:t>
      </w:r>
      <w:r w:rsidR="000A0CDC">
        <w:rPr>
          <w:rtl/>
        </w:rPr>
        <w:t xml:space="preserve">ں </w:t>
      </w:r>
      <w:r>
        <w:rPr>
          <w:rtl/>
        </w:rPr>
        <w:t>خراسان اور بغداد مي</w:t>
      </w:r>
      <w:r w:rsidR="000A0CDC">
        <w:rPr>
          <w:rtl/>
        </w:rPr>
        <w:t xml:space="preserve">ں </w:t>
      </w:r>
      <w:r>
        <w:rPr>
          <w:rtl/>
        </w:rPr>
        <w:t>عيار لوگ تعداد مي</w:t>
      </w:r>
      <w:r w:rsidR="000A0CDC">
        <w:rPr>
          <w:rtl/>
        </w:rPr>
        <w:t xml:space="preserve">ں </w:t>
      </w:r>
      <w:r>
        <w:rPr>
          <w:rtl/>
        </w:rPr>
        <w:t>بڑھ گئے تھے_ سيستان اور نيشابور مي</w:t>
      </w:r>
      <w:r w:rsidR="000A0CDC">
        <w:rPr>
          <w:rtl/>
        </w:rPr>
        <w:t xml:space="preserve">ں </w:t>
      </w:r>
      <w:r>
        <w:rPr>
          <w:rtl/>
        </w:rPr>
        <w:t>خاصہ (بادشاہو</w:t>
      </w:r>
      <w:r w:rsidR="000A0CDC">
        <w:rPr>
          <w:rtl/>
        </w:rPr>
        <w:t xml:space="preserve">ں </w:t>
      </w:r>
      <w:r>
        <w:rPr>
          <w:rtl/>
        </w:rPr>
        <w:t>يا امراء كے اصحاب و مقربين) اور يعقوب ليث صفار اس طايفہ كے سردارو</w:t>
      </w:r>
      <w:r w:rsidR="000A0CDC">
        <w:rPr>
          <w:rtl/>
        </w:rPr>
        <w:t xml:space="preserve">ں </w:t>
      </w:r>
      <w:r>
        <w:rPr>
          <w:rtl/>
        </w:rPr>
        <w:t>مي</w:t>
      </w:r>
      <w:r w:rsidR="000A0CDC">
        <w:rPr>
          <w:rtl/>
        </w:rPr>
        <w:t xml:space="preserve">ں </w:t>
      </w:r>
      <w:r>
        <w:rPr>
          <w:rtl/>
        </w:rPr>
        <w:t>سے تھے ہر شہر مي</w:t>
      </w:r>
      <w:r w:rsidR="000A0CDC">
        <w:rPr>
          <w:rtl/>
        </w:rPr>
        <w:t xml:space="preserve">ں </w:t>
      </w:r>
      <w:r>
        <w:rPr>
          <w:rtl/>
        </w:rPr>
        <w:t>عيارو</w:t>
      </w:r>
      <w:r w:rsidR="000A0CDC">
        <w:rPr>
          <w:rtl/>
        </w:rPr>
        <w:t xml:space="preserve">ں </w:t>
      </w:r>
      <w:r>
        <w:rPr>
          <w:rtl/>
        </w:rPr>
        <w:t>كے سر براہ ہوتے تھے كہ جنہي</w:t>
      </w:r>
      <w:r w:rsidR="000A0CDC">
        <w:rPr>
          <w:rtl/>
        </w:rPr>
        <w:t xml:space="preserve">ں </w:t>
      </w:r>
      <w:r>
        <w:rPr>
          <w:rtl/>
        </w:rPr>
        <w:t>وہ ''سرہنگ ''كہا كرتے تھے اور كبھى تو ايك شہر مي</w:t>
      </w:r>
      <w:r w:rsidR="000A0CDC">
        <w:rPr>
          <w:rtl/>
        </w:rPr>
        <w:t xml:space="preserve">ں </w:t>
      </w:r>
      <w:r>
        <w:rPr>
          <w:rtl/>
        </w:rPr>
        <w:t xml:space="preserve">كئي سرہنگ اور چند ہزار عيار موجود ہوتے تھے </w:t>
      </w:r>
      <w:r w:rsidRPr="00F67D4B">
        <w:rPr>
          <w:rStyle w:val="libFootnotenumChar"/>
          <w:rtl/>
        </w:rPr>
        <w:t>(1)</w:t>
      </w:r>
      <w:r>
        <w:rPr>
          <w:rtl/>
        </w:rPr>
        <w:t xml:space="preserve"> </w:t>
      </w:r>
    </w:p>
    <w:p w:rsidR="0061102A" w:rsidRDefault="0061102A" w:rsidP="00BE6934">
      <w:pPr>
        <w:pStyle w:val="libNormal"/>
        <w:rPr>
          <w:rtl/>
        </w:rPr>
      </w:pPr>
      <w:r>
        <w:rPr>
          <w:rtl/>
        </w:rPr>
        <w:t>غزنوى اور سلجوى ادوار مي</w:t>
      </w:r>
      <w:r w:rsidR="000A0CDC">
        <w:rPr>
          <w:rtl/>
        </w:rPr>
        <w:t xml:space="preserve">ں </w:t>
      </w:r>
      <w:r>
        <w:rPr>
          <w:rtl/>
        </w:rPr>
        <w:t>عيار لوگ شہرى معاشرے كا ايك مخصوص طبقہ ہوتے تھے كہ يہ لوگ شہرو</w:t>
      </w:r>
      <w:r w:rsidR="000A0CDC">
        <w:rPr>
          <w:rtl/>
        </w:rPr>
        <w:t xml:space="preserve">ں </w:t>
      </w:r>
      <w:r>
        <w:rPr>
          <w:rtl/>
        </w:rPr>
        <w:t>مي</w:t>
      </w:r>
      <w:r w:rsidR="000A0CDC">
        <w:rPr>
          <w:rtl/>
        </w:rPr>
        <w:t xml:space="preserve">ں </w:t>
      </w:r>
      <w:r>
        <w:rPr>
          <w:rtl/>
        </w:rPr>
        <w:t>عام لوگو</w:t>
      </w:r>
      <w:r w:rsidR="000A0CDC">
        <w:rPr>
          <w:rtl/>
        </w:rPr>
        <w:t xml:space="preserve">ں </w:t>
      </w:r>
      <w:r>
        <w:rPr>
          <w:rtl/>
        </w:rPr>
        <w:t>كى مانند يا مشرقى مصادر كى اصطلاح مي</w:t>
      </w:r>
      <w:r w:rsidR="000A0CDC">
        <w:rPr>
          <w:rtl/>
        </w:rPr>
        <w:t xml:space="preserve">ں </w:t>
      </w:r>
      <w:r>
        <w:rPr>
          <w:rtl/>
        </w:rPr>
        <w:t>''اوباش'' كى صورت مي</w:t>
      </w:r>
      <w:r w:rsidR="000A0CDC">
        <w:rPr>
          <w:rtl/>
        </w:rPr>
        <w:t xml:space="preserve">ں </w:t>
      </w:r>
      <w:r>
        <w:rPr>
          <w:rtl/>
        </w:rPr>
        <w:t>ہوتے تھے يہ لوگ كفار كے ساتھ جہاد كيلئے مسلح گروہ تشكيل ديتے تھے جنہي</w:t>
      </w:r>
      <w:r w:rsidR="000A0CDC">
        <w:rPr>
          <w:rtl/>
        </w:rPr>
        <w:t xml:space="preserve">ں </w:t>
      </w:r>
      <w:r>
        <w:rPr>
          <w:rtl/>
        </w:rPr>
        <w:t xml:space="preserve">عيار كہا جاتا تھا </w:t>
      </w:r>
      <w:r w:rsidRPr="00F67D4B">
        <w:rPr>
          <w:rStyle w:val="libFootnotenumChar"/>
          <w:rtl/>
        </w:rPr>
        <w:t>(2)</w:t>
      </w:r>
      <w:r>
        <w:rPr>
          <w:rtl/>
        </w:rPr>
        <w:t xml:space="preserve"> </w:t>
      </w:r>
    </w:p>
    <w:p w:rsidR="0061102A" w:rsidRDefault="0061102A" w:rsidP="00BE6934">
      <w:pPr>
        <w:pStyle w:val="libNormal"/>
        <w:rPr>
          <w:rtl/>
        </w:rPr>
      </w:pPr>
      <w:r>
        <w:rPr>
          <w:rtl/>
        </w:rPr>
        <w:t>عباسى خليفہ '' الناصر لدين اللہ كا جوانمردو</w:t>
      </w:r>
      <w:r w:rsidR="000A0CDC">
        <w:rPr>
          <w:rtl/>
        </w:rPr>
        <w:t xml:space="preserve">ں </w:t>
      </w:r>
      <w:r>
        <w:rPr>
          <w:rtl/>
        </w:rPr>
        <w:t>كے گروہ مي</w:t>
      </w:r>
      <w:r w:rsidR="000A0CDC">
        <w:rPr>
          <w:rtl/>
        </w:rPr>
        <w:t xml:space="preserve">ں </w:t>
      </w:r>
      <w:r>
        <w:rPr>
          <w:rtl/>
        </w:rPr>
        <w:t>شامل ہونا اور فتوت كى ''سراويل ''پہننا چھٹى صدى ہجرى كے آخرى سالو</w:t>
      </w:r>
      <w:r w:rsidR="000A0CDC">
        <w:rPr>
          <w:rtl/>
        </w:rPr>
        <w:t xml:space="preserve">ں </w:t>
      </w:r>
      <w:r>
        <w:rPr>
          <w:rtl/>
        </w:rPr>
        <w:t>مي</w:t>
      </w:r>
      <w:r w:rsidR="000A0CDC">
        <w:rPr>
          <w:rtl/>
        </w:rPr>
        <w:t xml:space="preserve">ں </w:t>
      </w:r>
      <w:r>
        <w:rPr>
          <w:rtl/>
        </w:rPr>
        <w:t>ايك بڑا واقعہ تھا كہ جو فتوت كى تاريخ كے بہت بڑے واقعات مي</w:t>
      </w:r>
      <w:r w:rsidR="000A0CDC">
        <w:rPr>
          <w:rtl/>
        </w:rPr>
        <w:t xml:space="preserve">ں </w:t>
      </w:r>
      <w:r>
        <w:rPr>
          <w:rtl/>
        </w:rPr>
        <w:t>شمار ہوتا تھا_ چونكہ وہ جوانمردى كے مكتب كا اسلامى معاشرے مي</w:t>
      </w:r>
      <w:r w:rsidR="000A0CDC">
        <w:rPr>
          <w:rtl/>
        </w:rPr>
        <w:t xml:space="preserve">ں </w:t>
      </w:r>
      <w:r>
        <w:rPr>
          <w:rtl/>
        </w:rPr>
        <w:t>نفوذسے باخبر ہوچكا تھا اس ليے اس نے اسے عباسى حكومت كے ستونو</w:t>
      </w:r>
      <w:r w:rsidR="000A0CDC">
        <w:rPr>
          <w:rtl/>
        </w:rPr>
        <w:t xml:space="preserve">ں </w:t>
      </w:r>
      <w:r>
        <w:rPr>
          <w:rtl/>
        </w:rPr>
        <w:t xml:space="preserve">كو مستحكم كرنے كے ليے بہت مفيد جانا تا كہ اس كے ذريعے عباسى حكومت كو زوال سے بچالے اور عباسى حكومت كى عہد رفتہ كى شان و شوكت كودوبارہ زندہ كرے </w:t>
      </w:r>
      <w:r w:rsidRPr="00F67D4B">
        <w:rPr>
          <w:rStyle w:val="libFootnotenumChar"/>
          <w:rtl/>
        </w:rPr>
        <w:t>(3)</w:t>
      </w:r>
      <w:r>
        <w:rPr>
          <w:rtl/>
        </w:rPr>
        <w:t xml:space="preserve"> 656 قمرى مي</w:t>
      </w:r>
      <w:r w:rsidR="000A0CDC">
        <w:rPr>
          <w:rtl/>
        </w:rPr>
        <w:t xml:space="preserve">ں </w:t>
      </w:r>
      <w:r>
        <w:rPr>
          <w:rtl/>
        </w:rPr>
        <w:t>منگولو</w:t>
      </w:r>
      <w:r w:rsidR="000A0CDC">
        <w:rPr>
          <w:rtl/>
        </w:rPr>
        <w:t xml:space="preserve">ں </w:t>
      </w:r>
      <w:r>
        <w:rPr>
          <w:rtl/>
        </w:rPr>
        <w:t>كے حاكم ہلاكو خان كے بغداد پر قابض ہونے اور بغداد مي</w:t>
      </w:r>
      <w:r w:rsidR="000A0CDC">
        <w:rPr>
          <w:rtl/>
        </w:rPr>
        <w:t xml:space="preserve">ں </w:t>
      </w:r>
      <w:r>
        <w:rPr>
          <w:rtl/>
        </w:rPr>
        <w:t>عباسى حكومت كے ختم ہونے كے ساتھ فتوت كى فعاليت مي</w:t>
      </w:r>
      <w:r w:rsidR="000A0CDC">
        <w:rPr>
          <w:rtl/>
        </w:rPr>
        <w:t xml:space="preserve">ں </w:t>
      </w:r>
      <w:r>
        <w:rPr>
          <w:rtl/>
        </w:rPr>
        <w:t>جمود پيدا ہوگيا چند سال كے بعد حكومت مماليك (سفيد فام غلام جو گردونواح كے مختلف علاقو</w:t>
      </w:r>
      <w:r w:rsidR="000A0CDC">
        <w:rPr>
          <w:rtl/>
        </w:rPr>
        <w:t xml:space="preserve">ں </w:t>
      </w:r>
      <w:r>
        <w:rPr>
          <w:rtl/>
        </w:rPr>
        <w:t>پر فرمانروائي كرتے تھے) كى حمايت كے ساتھ مصر مي</w:t>
      </w:r>
      <w:r w:rsidR="000A0CDC">
        <w:rPr>
          <w:rtl/>
        </w:rPr>
        <w:t xml:space="preserve">ں </w:t>
      </w:r>
      <w:r>
        <w:rPr>
          <w:rtl/>
        </w:rPr>
        <w:t xml:space="preserve">برائے نام عباسى خلافت ظاہر ہوئي كہ جن كے ساتھ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1)تاريخ سيستان ص 6_ 175_ </w:t>
      </w:r>
    </w:p>
    <w:p w:rsidR="0061102A" w:rsidRDefault="0061102A" w:rsidP="00BE6934">
      <w:pPr>
        <w:pStyle w:val="libFootnote"/>
        <w:rPr>
          <w:rtl/>
        </w:rPr>
      </w:pPr>
      <w:r>
        <w:rPr>
          <w:rtl/>
        </w:rPr>
        <w:t xml:space="preserve">2)مجلہ دانشكدہ ادبيات تہران ، س 4 ، ش 2 دى 1325 ص 82_ </w:t>
      </w:r>
    </w:p>
    <w:p w:rsidR="0085684A" w:rsidRDefault="0061102A" w:rsidP="00BE6934">
      <w:pPr>
        <w:pStyle w:val="libFootnote"/>
        <w:rPr>
          <w:rtl/>
        </w:rPr>
      </w:pPr>
      <w:r>
        <w:rPr>
          <w:rtl/>
        </w:rPr>
        <w:t>3)كاظم كاظمينى ، عياران ص 14_ 13 ، حائرى كوربن ، آئين جوانمردى ص 180 ، 175_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فتوت بھى ظاہر ہوئے اور انكا مكتب مصر اور شام مي</w:t>
      </w:r>
      <w:r w:rsidR="000A0CDC">
        <w:rPr>
          <w:rtl/>
        </w:rPr>
        <w:t xml:space="preserve">ں </w:t>
      </w:r>
      <w:r>
        <w:rPr>
          <w:rtl/>
        </w:rPr>
        <w:t>رائج ہونے لگا اور يہ رواج بعد كے ادوار مي</w:t>
      </w:r>
      <w:r w:rsidR="000A0CDC">
        <w:rPr>
          <w:rtl/>
        </w:rPr>
        <w:t xml:space="preserve">ں </w:t>
      </w:r>
      <w:r>
        <w:rPr>
          <w:rtl/>
        </w:rPr>
        <w:t>بھى جارى رہا ليكن عراق مي</w:t>
      </w:r>
      <w:r w:rsidR="000A0CDC">
        <w:rPr>
          <w:rtl/>
        </w:rPr>
        <w:t xml:space="preserve">ں </w:t>
      </w:r>
      <w:r>
        <w:rPr>
          <w:rtl/>
        </w:rPr>
        <w:t>عباسى حكومت كے خاتمہ سے يہ مكتب زوال پذير ہوگيا اگر چہ اسكى جڑي</w:t>
      </w:r>
      <w:r w:rsidR="000A0CDC">
        <w:rPr>
          <w:rtl/>
        </w:rPr>
        <w:t xml:space="preserve">ں </w:t>
      </w:r>
      <w:r>
        <w:rPr>
          <w:rtl/>
        </w:rPr>
        <w:t>باقى رہي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r>
        <w:rPr>
          <w:rtl/>
        </w:rPr>
        <w:t>ناصر نے فتوت ناصرى كے طريقہ كو سلجوقيان كى رومى مملكت مي</w:t>
      </w:r>
      <w:r w:rsidR="000A0CDC">
        <w:rPr>
          <w:rtl/>
        </w:rPr>
        <w:t xml:space="preserve">ں </w:t>
      </w:r>
      <w:r>
        <w:rPr>
          <w:rtl/>
        </w:rPr>
        <w:t>رواج ديا _ عثمانيو</w:t>
      </w:r>
      <w:r w:rsidR="000A0CDC">
        <w:rPr>
          <w:rtl/>
        </w:rPr>
        <w:t xml:space="preserve">ں </w:t>
      </w:r>
      <w:r>
        <w:rPr>
          <w:rtl/>
        </w:rPr>
        <w:t xml:space="preserve">نے بھى طاقت اور حكومت تك پہنچے كيلئے ''اَخي'' اور اناطولى كے اہل فتوت كو پل كے طور پر استعمال كيا_ </w:t>
      </w:r>
    </w:p>
    <w:p w:rsidR="0061102A" w:rsidRDefault="0061102A" w:rsidP="00BE6934">
      <w:pPr>
        <w:pStyle w:val="libNormal"/>
        <w:rPr>
          <w:rtl/>
        </w:rPr>
      </w:pPr>
      <w:r>
        <w:rPr>
          <w:rtl/>
        </w:rPr>
        <w:t>اہل فتوت كے ''اخيو</w:t>
      </w:r>
      <w:r w:rsidR="000A0CDC">
        <w:rPr>
          <w:rtl/>
        </w:rPr>
        <w:t xml:space="preserve">ں </w:t>
      </w:r>
      <w:r>
        <w:rPr>
          <w:rtl/>
        </w:rPr>
        <w:t>''كا شيخ صفى الدين اردبيلى كے گرد موجود ہونا اور شاہ اسماعيل صفوى كا اپنے تركى اشعار كے ديوان مي</w:t>
      </w:r>
      <w:r w:rsidR="000A0CDC">
        <w:rPr>
          <w:rtl/>
        </w:rPr>
        <w:t xml:space="preserve">ں </w:t>
      </w:r>
      <w:r>
        <w:rPr>
          <w:rtl/>
        </w:rPr>
        <w:t>اپنے مددگارو</w:t>
      </w:r>
      <w:r w:rsidR="000A0CDC">
        <w:rPr>
          <w:rtl/>
        </w:rPr>
        <w:t xml:space="preserve">ں </w:t>
      </w:r>
      <w:r>
        <w:rPr>
          <w:rtl/>
        </w:rPr>
        <w:t>اور تابعين كيلئے عنوان ''اخى ''كا استعمال فتيان، قزلباشو</w:t>
      </w:r>
      <w:r w:rsidR="000A0CDC">
        <w:rPr>
          <w:rtl/>
        </w:rPr>
        <w:t xml:space="preserve">ں </w:t>
      </w:r>
      <w:r>
        <w:rPr>
          <w:rtl/>
        </w:rPr>
        <w:t>اور شيعو</w:t>
      </w:r>
      <w:r w:rsidR="000A0CDC">
        <w:rPr>
          <w:rtl/>
        </w:rPr>
        <w:t xml:space="preserve">ں </w:t>
      </w:r>
      <w:r>
        <w:rPr>
          <w:rtl/>
        </w:rPr>
        <w:t>كے درميان رابطے سے بڑھ كر ان لوگو</w:t>
      </w:r>
      <w:r w:rsidR="000A0CDC">
        <w:rPr>
          <w:rtl/>
        </w:rPr>
        <w:t xml:space="preserve">ں </w:t>
      </w:r>
      <w:r>
        <w:rPr>
          <w:rtl/>
        </w:rPr>
        <w:t>كے حكومتى انتظامى امور مي</w:t>
      </w:r>
      <w:r w:rsidR="000A0CDC">
        <w:rPr>
          <w:rtl/>
        </w:rPr>
        <w:t xml:space="preserve">ں </w:t>
      </w:r>
      <w:r>
        <w:rPr>
          <w:rtl/>
        </w:rPr>
        <w:t>ناقابل انكار سياسى اور معاشرتى كردار كو ظاہر كرتاہے _ خصوصاً يہ كہ وہ كسوت (صوفيا كا خاص لباس ) پوش اور پاكيزہ صوفيو</w:t>
      </w:r>
      <w:r w:rsidR="000A0CDC">
        <w:rPr>
          <w:rtl/>
        </w:rPr>
        <w:t xml:space="preserve">ں </w:t>
      </w:r>
      <w:r>
        <w:rPr>
          <w:rtl/>
        </w:rPr>
        <w:t>يعنى شاہ كے فدائيو</w:t>
      </w:r>
      <w:r w:rsidR="000A0CDC">
        <w:rPr>
          <w:rtl/>
        </w:rPr>
        <w:t xml:space="preserve">ں </w:t>
      </w:r>
      <w:r>
        <w:rPr>
          <w:rtl/>
        </w:rPr>
        <w:t>مي</w:t>
      </w:r>
      <w:r w:rsidR="000A0CDC">
        <w:rPr>
          <w:rtl/>
        </w:rPr>
        <w:t xml:space="preserve">ں </w:t>
      </w:r>
      <w:r>
        <w:rPr>
          <w:rtl/>
        </w:rPr>
        <w:t>سے شمار ہوتے تھے</w:t>
      </w:r>
      <w:r w:rsidRPr="00F67D4B">
        <w:rPr>
          <w:rStyle w:val="libFootnotenumChar"/>
          <w:rtl/>
        </w:rPr>
        <w:t>(2)</w:t>
      </w:r>
      <w:r>
        <w:rPr>
          <w:rtl/>
        </w:rPr>
        <w:t xml:space="preserve"> </w:t>
      </w:r>
    </w:p>
    <w:p w:rsidR="0061102A" w:rsidRDefault="0061102A" w:rsidP="00BE6934">
      <w:pPr>
        <w:pStyle w:val="libNormal"/>
        <w:rPr>
          <w:rtl/>
        </w:rPr>
      </w:pPr>
      <w:r>
        <w:rPr>
          <w:rtl/>
        </w:rPr>
        <w:t>ايرانى خاندانو</w:t>
      </w:r>
      <w:r w:rsidR="000A0CDC">
        <w:rPr>
          <w:rtl/>
        </w:rPr>
        <w:t xml:space="preserve">ں </w:t>
      </w:r>
      <w:r>
        <w:rPr>
          <w:rtl/>
        </w:rPr>
        <w:t>كے ايران پر حكومت كے دوران عيار لوگ كشتى كرنے والے پہلوانو</w:t>
      </w:r>
      <w:r w:rsidR="000A0CDC">
        <w:rPr>
          <w:rtl/>
        </w:rPr>
        <w:t xml:space="preserve">ں </w:t>
      </w:r>
      <w:r>
        <w:rPr>
          <w:rtl/>
        </w:rPr>
        <w:t>كے بھيس مي</w:t>
      </w:r>
      <w:r w:rsidR="000A0CDC">
        <w:rPr>
          <w:rtl/>
        </w:rPr>
        <w:t xml:space="preserve">ں </w:t>
      </w:r>
      <w:r>
        <w:rPr>
          <w:rtl/>
        </w:rPr>
        <w:t>سلاطين كے دربار مي</w:t>
      </w:r>
      <w:r w:rsidR="000A0CDC">
        <w:rPr>
          <w:rtl/>
        </w:rPr>
        <w:t xml:space="preserve">ں </w:t>
      </w:r>
      <w:r>
        <w:rPr>
          <w:rtl/>
        </w:rPr>
        <w:t>موجود ہوتے تھے يافوج مي</w:t>
      </w:r>
      <w:r w:rsidR="000A0CDC">
        <w:rPr>
          <w:rtl/>
        </w:rPr>
        <w:t xml:space="preserve">ں </w:t>
      </w:r>
      <w:r>
        <w:rPr>
          <w:rtl/>
        </w:rPr>
        <w:t>جنگجو كى صورت مي</w:t>
      </w:r>
      <w:r w:rsidR="000A0CDC">
        <w:rPr>
          <w:rtl/>
        </w:rPr>
        <w:t xml:space="preserve">ں </w:t>
      </w:r>
      <w:r>
        <w:rPr>
          <w:rtl/>
        </w:rPr>
        <w:t>اپنے وطن كى خدمت مي</w:t>
      </w:r>
      <w:r w:rsidR="000A0CDC">
        <w:rPr>
          <w:rtl/>
        </w:rPr>
        <w:t xml:space="preserve">ں </w:t>
      </w:r>
      <w:r>
        <w:rPr>
          <w:rtl/>
        </w:rPr>
        <w:t>مشغول تھے_ اور جب غير ايران پر قابض ہوئے تو يہ عيارى شكل و شمائل مي</w:t>
      </w:r>
      <w:r w:rsidR="000A0CDC">
        <w:rPr>
          <w:rtl/>
        </w:rPr>
        <w:t xml:space="preserve">ں </w:t>
      </w:r>
      <w:r>
        <w:rPr>
          <w:rtl/>
        </w:rPr>
        <w:t>انكے ساتھ جہاد كرتے جيسا كہ منگولو</w:t>
      </w:r>
      <w:r w:rsidR="000A0CDC">
        <w:rPr>
          <w:rtl/>
        </w:rPr>
        <w:t xml:space="preserve">ں </w:t>
      </w:r>
      <w:r>
        <w:rPr>
          <w:rtl/>
        </w:rPr>
        <w:t>كے تسلط كے آخرى دور مي</w:t>
      </w:r>
      <w:r w:rsidR="000A0CDC">
        <w:rPr>
          <w:rtl/>
        </w:rPr>
        <w:t xml:space="preserve">ں </w:t>
      </w:r>
      <w:r>
        <w:rPr>
          <w:rtl/>
        </w:rPr>
        <w:t>عيارو</w:t>
      </w:r>
      <w:r w:rsidR="000A0CDC">
        <w:rPr>
          <w:rtl/>
        </w:rPr>
        <w:t xml:space="preserve">ں </w:t>
      </w:r>
      <w:r>
        <w:rPr>
          <w:rtl/>
        </w:rPr>
        <w:t>كى جماعت نے عبد الرزاق بن خواجہ شہاب الدين بيہقى كى سربراہى مي</w:t>
      </w:r>
      <w:r w:rsidR="000A0CDC">
        <w:rPr>
          <w:rtl/>
        </w:rPr>
        <w:t xml:space="preserve">ں </w:t>
      </w:r>
      <w:r>
        <w:rPr>
          <w:rtl/>
        </w:rPr>
        <w:t>قيام كيا اور سربداران كى تحريك كو وجودمي</w:t>
      </w:r>
      <w:r w:rsidR="000A0CDC">
        <w:rPr>
          <w:rtl/>
        </w:rPr>
        <w:t xml:space="preserve">ں </w:t>
      </w:r>
      <w:r>
        <w:rPr>
          <w:rtl/>
        </w:rPr>
        <w:t>لائے_ يہ لوگ اپنے آپ كو شيعو</w:t>
      </w:r>
      <w:r w:rsidR="000A0CDC">
        <w:rPr>
          <w:rtl/>
        </w:rPr>
        <w:t xml:space="preserve">ں </w:t>
      </w:r>
      <w:r>
        <w:rPr>
          <w:rtl/>
        </w:rPr>
        <w:t>اور حضرت على (ع) كے جانثارو</w:t>
      </w:r>
      <w:r w:rsidR="000A0CDC">
        <w:rPr>
          <w:rtl/>
        </w:rPr>
        <w:t xml:space="preserve">ں </w:t>
      </w:r>
      <w:r>
        <w:rPr>
          <w:rtl/>
        </w:rPr>
        <w:t>مي</w:t>
      </w:r>
      <w:r w:rsidR="000A0CDC">
        <w:rPr>
          <w:rtl/>
        </w:rPr>
        <w:t xml:space="preserve">ں </w:t>
      </w:r>
      <w:r>
        <w:rPr>
          <w:rtl/>
        </w:rPr>
        <w:t>شمار كرتے تھے اور فتيان كے مكتب پر عيارو</w:t>
      </w:r>
      <w:r w:rsidR="000A0CDC">
        <w:rPr>
          <w:rtl/>
        </w:rPr>
        <w:t xml:space="preserve">ں </w:t>
      </w:r>
      <w:r>
        <w:rPr>
          <w:rtl/>
        </w:rPr>
        <w:t xml:space="preserve">كى ماند عمل پيرا ہوكر لڑتے تھے_ </w:t>
      </w:r>
    </w:p>
    <w:p w:rsidR="0061102A" w:rsidRDefault="0061102A" w:rsidP="00BE6934">
      <w:pPr>
        <w:pStyle w:val="libNormal"/>
        <w:rPr>
          <w:rtl/>
        </w:rPr>
      </w:pPr>
      <w:r>
        <w:rPr>
          <w:rtl/>
        </w:rPr>
        <w:t>مشہور ہے كہ چنگيز خان نے كسى كو سلسلہ كبرويہ كے چھٹى اور ساتوي</w:t>
      </w:r>
      <w:r w:rsidR="000A0CDC">
        <w:rPr>
          <w:rtl/>
        </w:rPr>
        <w:t xml:space="preserve">ں </w:t>
      </w:r>
      <w:r>
        <w:rPr>
          <w:rtl/>
        </w:rPr>
        <w:t>صدى كے مشہور عارف اور بزرگ صوفى شيخ نجم الدين كبرى كے پاس (اس پيغام كے ساتھ) بھيجا كہ : '' مي</w:t>
      </w:r>
      <w:r w:rsidR="000A0CDC">
        <w:rPr>
          <w:rtl/>
        </w:rPr>
        <w:t xml:space="preserve">ں </w:t>
      </w:r>
      <w:r>
        <w:rPr>
          <w:rtl/>
        </w:rPr>
        <w:t>نے حكم دياہے كہ خوارزم مي</w:t>
      </w:r>
      <w:r w:rsidR="000A0CDC">
        <w:rPr>
          <w:rtl/>
        </w:rPr>
        <w:t xml:space="preserve">ں </w:t>
      </w:r>
      <w:r>
        <w:rPr>
          <w:rtl/>
        </w:rPr>
        <w:t xml:space="preserve">قتل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1)جواد مصطفي، مقدمة الفتوة ، تاليف ، ابن عمار حنفى بغدادي، ہانرى كوربن، سابقہ ما خذص 183_ </w:t>
      </w:r>
    </w:p>
    <w:p w:rsidR="0061102A" w:rsidRDefault="0061102A" w:rsidP="00BE6934">
      <w:pPr>
        <w:pStyle w:val="libFootnote"/>
        <w:rPr>
          <w:rtl/>
        </w:rPr>
      </w:pPr>
      <w:r>
        <w:rPr>
          <w:rtl/>
        </w:rPr>
        <w:t xml:space="preserve">2)عباس اقبال آشتياني،فتوت و خلافت عباسي، محلہ شرق، دورہ يكم ، ش خرداد 1310 ص 105 ،101_ </w:t>
      </w:r>
    </w:p>
    <w:p w:rsidR="0085684A" w:rsidRDefault="0061102A" w:rsidP="00BE6934">
      <w:pPr>
        <w:pStyle w:val="libFootnote"/>
        <w:rPr>
          <w:rtl/>
        </w:rPr>
      </w:pPr>
      <w:r>
        <w:rPr>
          <w:rtl/>
        </w:rPr>
        <w:t>3)صالح بن جناح، كتاب الاب والمروة ص 9 _ 79_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عام كيا جائے آپ وہا</w:t>
      </w:r>
      <w:r w:rsidR="000A0CDC">
        <w:rPr>
          <w:rtl/>
        </w:rPr>
        <w:t xml:space="preserve">ں </w:t>
      </w:r>
      <w:r>
        <w:rPr>
          <w:rtl/>
        </w:rPr>
        <w:t>سے باہر آجائي</w:t>
      </w:r>
      <w:r w:rsidR="000A0CDC">
        <w:rPr>
          <w:rtl/>
        </w:rPr>
        <w:t xml:space="preserve">ں </w:t>
      </w:r>
      <w:r>
        <w:rPr>
          <w:rtl/>
        </w:rPr>
        <w:t>تا كہ قتل نہ ہو</w:t>
      </w:r>
      <w:r w:rsidR="000A0CDC">
        <w:rPr>
          <w:rtl/>
        </w:rPr>
        <w:t xml:space="preserve">ں </w:t>
      </w:r>
      <w:r>
        <w:rPr>
          <w:rtl/>
        </w:rPr>
        <w:t>، تو شيخ نے جواب ديا ''مي</w:t>
      </w:r>
      <w:r w:rsidR="000A0CDC">
        <w:rPr>
          <w:rtl/>
        </w:rPr>
        <w:t xml:space="preserve">ں </w:t>
      </w:r>
      <w:r>
        <w:rPr>
          <w:rtl/>
        </w:rPr>
        <w:t>خوشحالى كے اسى سالو</w:t>
      </w:r>
      <w:r w:rsidR="000A0CDC">
        <w:rPr>
          <w:rtl/>
        </w:rPr>
        <w:t xml:space="preserve">ں </w:t>
      </w:r>
      <w:r>
        <w:rPr>
          <w:rtl/>
        </w:rPr>
        <w:t>مي</w:t>
      </w:r>
      <w:r w:rsidR="000A0CDC">
        <w:rPr>
          <w:rtl/>
        </w:rPr>
        <w:t xml:space="preserve">ں </w:t>
      </w:r>
      <w:r>
        <w:rPr>
          <w:rtl/>
        </w:rPr>
        <w:t>خوارزميو</w:t>
      </w:r>
      <w:r w:rsidR="000A0CDC">
        <w:rPr>
          <w:rtl/>
        </w:rPr>
        <w:t xml:space="preserve">ں </w:t>
      </w:r>
      <w:r>
        <w:rPr>
          <w:rtl/>
        </w:rPr>
        <w:t>كے ساتھ تھا اور سخت حالات مي</w:t>
      </w:r>
      <w:r w:rsidR="000A0CDC">
        <w:rPr>
          <w:rtl/>
        </w:rPr>
        <w:t xml:space="preserve">ں </w:t>
      </w:r>
      <w:r>
        <w:rPr>
          <w:rtl/>
        </w:rPr>
        <w:t>ان سے دور ہونا بے مروتى ہے ''وہ 618 قمرى مي</w:t>
      </w:r>
      <w:r w:rsidR="000A0CDC">
        <w:rPr>
          <w:rtl/>
        </w:rPr>
        <w:t xml:space="preserve">ں </w:t>
      </w:r>
      <w:r>
        <w:rPr>
          <w:rtl/>
        </w:rPr>
        <w:t>خوارزم مي</w:t>
      </w:r>
      <w:r w:rsidR="000A0CDC">
        <w:rPr>
          <w:rtl/>
        </w:rPr>
        <w:t xml:space="preserve">ں </w:t>
      </w:r>
      <w:r>
        <w:rPr>
          <w:rtl/>
        </w:rPr>
        <w:t>شہيد ہوئے اپنے زمانہ كے بڑے عيارو</w:t>
      </w:r>
      <w:r w:rsidR="000A0CDC">
        <w:rPr>
          <w:rtl/>
        </w:rPr>
        <w:t xml:space="preserve">ں </w:t>
      </w:r>
      <w:r>
        <w:rPr>
          <w:rtl/>
        </w:rPr>
        <w:t>اور صوفيو</w:t>
      </w:r>
      <w:r w:rsidR="000A0CDC">
        <w:rPr>
          <w:rtl/>
        </w:rPr>
        <w:t xml:space="preserve">ں </w:t>
      </w:r>
      <w:r>
        <w:rPr>
          <w:rtl/>
        </w:rPr>
        <w:t>مي</w:t>
      </w:r>
      <w:r w:rsidR="000A0CDC">
        <w:rPr>
          <w:rtl/>
        </w:rPr>
        <w:t xml:space="preserve">ں </w:t>
      </w:r>
      <w:r>
        <w:rPr>
          <w:rtl/>
        </w:rPr>
        <w:t>سے تھے اور انكا منگولو</w:t>
      </w:r>
      <w:r w:rsidR="000A0CDC">
        <w:rPr>
          <w:rtl/>
        </w:rPr>
        <w:t xml:space="preserve">ں </w:t>
      </w:r>
      <w:r>
        <w:rPr>
          <w:rtl/>
        </w:rPr>
        <w:t xml:space="preserve">كے ساتھ مقابلہ بہت معروف ہوا </w:t>
      </w:r>
      <w:r w:rsidRPr="00F67D4B">
        <w:rPr>
          <w:rStyle w:val="libFootnotenumChar"/>
          <w:rtl/>
        </w:rPr>
        <w:t>(1)</w:t>
      </w:r>
      <w:r>
        <w:rPr>
          <w:rtl/>
        </w:rPr>
        <w:t xml:space="preserve"> </w:t>
      </w:r>
    </w:p>
    <w:p w:rsidR="0061102A" w:rsidRDefault="0061102A" w:rsidP="00BE6934">
      <w:pPr>
        <w:pStyle w:val="libNormal"/>
        <w:rPr>
          <w:rtl/>
        </w:rPr>
      </w:pPr>
      <w:r>
        <w:rPr>
          <w:rtl/>
        </w:rPr>
        <w:t>ساتوي</w:t>
      </w:r>
      <w:r w:rsidR="000A0CDC">
        <w:rPr>
          <w:rtl/>
        </w:rPr>
        <w:t xml:space="preserve">ں </w:t>
      </w:r>
      <w:r>
        <w:rPr>
          <w:rtl/>
        </w:rPr>
        <w:t>سے نوي</w:t>
      </w:r>
      <w:r w:rsidR="000A0CDC">
        <w:rPr>
          <w:rtl/>
        </w:rPr>
        <w:t xml:space="preserve">ں </w:t>
      </w:r>
      <w:r>
        <w:rPr>
          <w:rtl/>
        </w:rPr>
        <w:t>صدى تك چنگيز اور تيمور كى اولاد ايران پر قابض تھى تو عيارى كى عربو</w:t>
      </w:r>
      <w:r w:rsidR="000A0CDC">
        <w:rPr>
          <w:rtl/>
        </w:rPr>
        <w:t xml:space="preserve">ں </w:t>
      </w:r>
      <w:r>
        <w:rPr>
          <w:rtl/>
        </w:rPr>
        <w:t>كے تسلط كے دور كى مانند شہرت اور طاقت تھى ہر جگہ عيارو</w:t>
      </w:r>
      <w:r w:rsidR="000A0CDC">
        <w:rPr>
          <w:rtl/>
        </w:rPr>
        <w:t xml:space="preserve">ں </w:t>
      </w:r>
      <w:r>
        <w:rPr>
          <w:rtl/>
        </w:rPr>
        <w:t>كى غير ايرانى حاكمو</w:t>
      </w:r>
      <w:r w:rsidR="000A0CDC">
        <w:rPr>
          <w:rtl/>
        </w:rPr>
        <w:t xml:space="preserve">ں </w:t>
      </w:r>
      <w:r>
        <w:rPr>
          <w:rtl/>
        </w:rPr>
        <w:t xml:space="preserve">كے ساتھ جنگ كا تذكرہ تھا </w:t>
      </w:r>
      <w:r w:rsidRPr="00F67D4B">
        <w:rPr>
          <w:rStyle w:val="libFootnotenumChar"/>
          <w:rtl/>
        </w:rPr>
        <w:t>(2)</w:t>
      </w:r>
      <w:r>
        <w:rPr>
          <w:rtl/>
        </w:rPr>
        <w:t xml:space="preserve"> </w:t>
      </w:r>
    </w:p>
    <w:p w:rsidR="0061102A" w:rsidRDefault="0061102A" w:rsidP="00BE6934">
      <w:pPr>
        <w:pStyle w:val="libNormal"/>
        <w:rPr>
          <w:rtl/>
        </w:rPr>
      </w:pPr>
      <w:r>
        <w:rPr>
          <w:rtl/>
        </w:rPr>
        <w:t>بلا شبہ ايران مي</w:t>
      </w:r>
      <w:r w:rsidR="000A0CDC">
        <w:rPr>
          <w:rtl/>
        </w:rPr>
        <w:t xml:space="preserve">ں </w:t>
      </w:r>
      <w:r>
        <w:rPr>
          <w:rtl/>
        </w:rPr>
        <w:t>اسلامى تصوف كے رواج كے بعد ورزش اور پہلوانى بھى تصوف كے ساتھ مخلوط ہوگئي چونكہ اكھاڑو</w:t>
      </w:r>
      <w:r w:rsidR="000A0CDC">
        <w:rPr>
          <w:rtl/>
        </w:rPr>
        <w:t xml:space="preserve">ں </w:t>
      </w:r>
      <w:r>
        <w:rPr>
          <w:rtl/>
        </w:rPr>
        <w:t>كى صوفيو</w:t>
      </w:r>
      <w:r w:rsidR="000A0CDC">
        <w:rPr>
          <w:rtl/>
        </w:rPr>
        <w:t xml:space="preserve">ں </w:t>
      </w:r>
      <w:r>
        <w:rPr>
          <w:rtl/>
        </w:rPr>
        <w:t>كى خانقاہو</w:t>
      </w:r>
      <w:r w:rsidR="000A0CDC">
        <w:rPr>
          <w:rtl/>
        </w:rPr>
        <w:t xml:space="preserve">ں </w:t>
      </w:r>
      <w:r>
        <w:rPr>
          <w:rtl/>
        </w:rPr>
        <w:t>سے بہت زيادہ مشابہت ہے لہذا اہل ورزش كے بہت سے آداب اور القاب بھى صوفى مسلك لوگو</w:t>
      </w:r>
      <w:r w:rsidR="000A0CDC">
        <w:rPr>
          <w:rtl/>
        </w:rPr>
        <w:t xml:space="preserve">ں </w:t>
      </w:r>
      <w:r>
        <w:rPr>
          <w:rtl/>
        </w:rPr>
        <w:t>كے آداب و سلوك كى مانند ہي</w:t>
      </w:r>
      <w:r w:rsidR="000A0CDC">
        <w:rPr>
          <w:rtl/>
        </w:rPr>
        <w:t xml:space="preserve">ں </w:t>
      </w:r>
      <w:r>
        <w:rPr>
          <w:rtl/>
        </w:rPr>
        <w:t>مثلا صوفيو</w:t>
      </w:r>
      <w:r w:rsidR="000A0CDC">
        <w:rPr>
          <w:rtl/>
        </w:rPr>
        <w:t xml:space="preserve">ں </w:t>
      </w:r>
      <w:r>
        <w:rPr>
          <w:rtl/>
        </w:rPr>
        <w:t>كے رقص سماع مي</w:t>
      </w:r>
      <w:r w:rsidR="000A0CDC">
        <w:rPr>
          <w:rtl/>
        </w:rPr>
        <w:t xml:space="preserve">ں </w:t>
      </w:r>
      <w:r>
        <w:rPr>
          <w:rtl/>
        </w:rPr>
        <w:t>''قول'' نامى اشعار پڑھا جانا يااكھاڑو</w:t>
      </w:r>
      <w:r w:rsidR="000A0CDC">
        <w:rPr>
          <w:rtl/>
        </w:rPr>
        <w:t xml:space="preserve">ں </w:t>
      </w:r>
      <w:r>
        <w:rPr>
          <w:rtl/>
        </w:rPr>
        <w:t>مي</w:t>
      </w:r>
      <w:r w:rsidR="000A0CDC">
        <w:rPr>
          <w:rtl/>
        </w:rPr>
        <w:t xml:space="preserve">ں </w:t>
      </w:r>
      <w:r>
        <w:rPr>
          <w:rtl/>
        </w:rPr>
        <w:t>كشتى كرنا اور اپنے گرد گھومنا كہ اس وقت ''گل كشتى ''يا ''گل چراغ '' اشعار پڑھے جاتے ہي</w:t>
      </w:r>
      <w:r w:rsidR="000A0CDC">
        <w:rPr>
          <w:rtl/>
        </w:rPr>
        <w:t xml:space="preserve">ں </w:t>
      </w:r>
      <w:r>
        <w:rPr>
          <w:rtl/>
        </w:rPr>
        <w:t>پٹھے يا شاگرد كا اپنے استاد پہلوان سے اور پير و مريد كا باہمى تعلق اكھاڑو</w:t>
      </w:r>
      <w:r w:rsidR="000A0CDC">
        <w:rPr>
          <w:rtl/>
        </w:rPr>
        <w:t xml:space="preserve">ں </w:t>
      </w:r>
      <w:r>
        <w:rPr>
          <w:rtl/>
        </w:rPr>
        <w:t>مي</w:t>
      </w:r>
      <w:r w:rsidR="000A0CDC">
        <w:rPr>
          <w:rtl/>
        </w:rPr>
        <w:t xml:space="preserve">ں </w:t>
      </w:r>
      <w:r>
        <w:rPr>
          <w:rtl/>
        </w:rPr>
        <w:t>اخوت كى بناء پر رائج ہے اسى طرح ساتوي</w:t>
      </w:r>
      <w:r w:rsidR="000A0CDC">
        <w:rPr>
          <w:rtl/>
        </w:rPr>
        <w:t xml:space="preserve">ں </w:t>
      </w:r>
      <w:r>
        <w:rPr>
          <w:rtl/>
        </w:rPr>
        <w:t>صدى اور آٹھوي</w:t>
      </w:r>
      <w:r w:rsidR="000A0CDC">
        <w:rPr>
          <w:rtl/>
        </w:rPr>
        <w:t xml:space="preserve">ں </w:t>
      </w:r>
      <w:r>
        <w:rPr>
          <w:rtl/>
        </w:rPr>
        <w:t>صدى مي</w:t>
      </w:r>
      <w:r w:rsidR="000A0CDC">
        <w:rPr>
          <w:rtl/>
        </w:rPr>
        <w:t xml:space="preserve">ں </w:t>
      </w:r>
      <w:r>
        <w:rPr>
          <w:rtl/>
        </w:rPr>
        <w:t>پہلوانو</w:t>
      </w:r>
      <w:r w:rsidR="000A0CDC">
        <w:rPr>
          <w:rtl/>
        </w:rPr>
        <w:t xml:space="preserve">ں </w:t>
      </w:r>
      <w:r>
        <w:rPr>
          <w:rtl/>
        </w:rPr>
        <w:t>كا ايك گروہ جو كہ اپنے زمانہ مي</w:t>
      </w:r>
      <w:r w:rsidR="000A0CDC">
        <w:rPr>
          <w:rtl/>
        </w:rPr>
        <w:t xml:space="preserve">ں </w:t>
      </w:r>
      <w:r>
        <w:rPr>
          <w:rtl/>
        </w:rPr>
        <w:t>بزرگ عرفاء اور صوفيو</w:t>
      </w:r>
      <w:r w:rsidR="000A0CDC">
        <w:rPr>
          <w:rtl/>
        </w:rPr>
        <w:t xml:space="preserve">ں </w:t>
      </w:r>
      <w:r>
        <w:rPr>
          <w:rtl/>
        </w:rPr>
        <w:t>مي</w:t>
      </w:r>
      <w:r w:rsidR="000A0CDC">
        <w:rPr>
          <w:rtl/>
        </w:rPr>
        <w:t xml:space="preserve">ں </w:t>
      </w:r>
      <w:r>
        <w:rPr>
          <w:rtl/>
        </w:rPr>
        <w:t>سے تھے اور ان مي</w:t>
      </w:r>
      <w:r w:rsidR="000A0CDC">
        <w:rPr>
          <w:rtl/>
        </w:rPr>
        <w:t xml:space="preserve">ں </w:t>
      </w:r>
      <w:r>
        <w:rPr>
          <w:rtl/>
        </w:rPr>
        <w:t>سب سے بڑے ''پوريا ولى ''ہي</w:t>
      </w:r>
      <w:r w:rsidR="000A0CDC">
        <w:rPr>
          <w:rtl/>
        </w:rPr>
        <w:t xml:space="preserve">ں </w:t>
      </w:r>
      <w:r>
        <w:rPr>
          <w:rtl/>
        </w:rPr>
        <w:t>بقول كسى كے اكھاڑو</w:t>
      </w:r>
      <w:r w:rsidR="000A0CDC">
        <w:rPr>
          <w:rtl/>
        </w:rPr>
        <w:t xml:space="preserve">ں </w:t>
      </w:r>
      <w:r>
        <w:rPr>
          <w:rtl/>
        </w:rPr>
        <w:t xml:space="preserve">كى خاك كو چومنا انہى كى سنت چلى آرہى ہے </w:t>
      </w:r>
      <w:r w:rsidRPr="00F67D4B">
        <w:rPr>
          <w:rStyle w:val="libFootnotenumChar"/>
          <w:rtl/>
        </w:rPr>
        <w:t>(3)</w:t>
      </w:r>
      <w:r>
        <w:rPr>
          <w:rtl/>
        </w:rPr>
        <w:t xml:space="preserve"> </w:t>
      </w:r>
    </w:p>
    <w:p w:rsidR="0061102A" w:rsidRDefault="0061102A" w:rsidP="00BE6934">
      <w:pPr>
        <w:pStyle w:val="libNormal"/>
        <w:rPr>
          <w:rtl/>
        </w:rPr>
      </w:pPr>
      <w:r>
        <w:rPr>
          <w:rtl/>
        </w:rPr>
        <w:t>پہلوان محمود خوارزمى المعروف پوريا ولى ايران كے مشہورترين پہلوان ہونے كے ساتھ ساتھ بڑے شاعر اور پاكيزہ قلب والے عارف بھى تھے امكان ہے كہ وہ 653 قمرى مي</w:t>
      </w:r>
      <w:r w:rsidR="000A0CDC">
        <w:rPr>
          <w:rtl/>
        </w:rPr>
        <w:t xml:space="preserve">ں </w:t>
      </w:r>
      <w:r>
        <w:rPr>
          <w:rtl/>
        </w:rPr>
        <w:t>گنج خوارزم مي</w:t>
      </w:r>
      <w:r w:rsidR="000A0CDC">
        <w:rPr>
          <w:rtl/>
        </w:rPr>
        <w:t xml:space="preserve">ں </w:t>
      </w:r>
      <w:r>
        <w:rPr>
          <w:rtl/>
        </w:rPr>
        <w:t xml:space="preserve">پيدا ہوئے پوريا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1)حمد اللہ مستوفي، تاريخ گزيدہ ص 789 _ </w:t>
      </w:r>
    </w:p>
    <w:p w:rsidR="0061102A" w:rsidRDefault="0061102A" w:rsidP="00BE6934">
      <w:pPr>
        <w:pStyle w:val="libFootnote"/>
        <w:rPr>
          <w:rtl/>
        </w:rPr>
      </w:pPr>
      <w:r>
        <w:rPr>
          <w:rtl/>
        </w:rPr>
        <w:t xml:space="preserve">2)كاظم كاظميني، سابقہ ما خذص 14، 13_ </w:t>
      </w:r>
    </w:p>
    <w:p w:rsidR="0085684A" w:rsidRDefault="0061102A" w:rsidP="00BE6934">
      <w:pPr>
        <w:pStyle w:val="libFootnote"/>
        <w:rPr>
          <w:rtl/>
        </w:rPr>
      </w:pPr>
      <w:r>
        <w:rPr>
          <w:rtl/>
        </w:rPr>
        <w:t>3)پرتو بيضائي كاشاني، تاثير آيين جوانمردى در ورزش ہاى باستانى ، تاريخ ورزش باستانى ايران (زورخانہ) تہران ص 352_142_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نے 703 قمرى مي</w:t>
      </w:r>
      <w:r w:rsidR="000A0CDC">
        <w:rPr>
          <w:rtl/>
        </w:rPr>
        <w:t xml:space="preserve">ں </w:t>
      </w:r>
      <w:r>
        <w:rPr>
          <w:rtl/>
        </w:rPr>
        <w:t xml:space="preserve">كنز الحقائق مثنوى لكھى كہ جو اپنى جگہ بے نظير ہے _ </w:t>
      </w:r>
    </w:p>
    <w:p w:rsidR="0061102A" w:rsidRDefault="0061102A" w:rsidP="00BE6934">
      <w:pPr>
        <w:pStyle w:val="libNormal"/>
        <w:rPr>
          <w:rtl/>
        </w:rPr>
      </w:pPr>
      <w:r>
        <w:rPr>
          <w:rtl/>
        </w:rPr>
        <w:t>يقينى بات يہى ہے كہ ساتوي</w:t>
      </w:r>
      <w:r w:rsidR="000A0CDC">
        <w:rPr>
          <w:rtl/>
        </w:rPr>
        <w:t xml:space="preserve">ں </w:t>
      </w:r>
      <w:r>
        <w:rPr>
          <w:rtl/>
        </w:rPr>
        <w:t>صدى كے دوسرے نصف سے عباسى حكومت كے ختم ہونے كے ساتھ ہى فتوت بھى ايك سياسى اور معاشرتى انجمن كى حالت سے باہر آگئي اور يہ مسلك ايك پيشہ ورانہ مكتب كى شكل مي</w:t>
      </w:r>
      <w:r w:rsidR="000A0CDC">
        <w:rPr>
          <w:rtl/>
        </w:rPr>
        <w:t xml:space="preserve">ں </w:t>
      </w:r>
      <w:r>
        <w:rPr>
          <w:rtl/>
        </w:rPr>
        <w:t xml:space="preserve">ظاہر ہوا </w:t>
      </w:r>
      <w:r w:rsidRPr="00F67D4B">
        <w:rPr>
          <w:rStyle w:val="libFootnotenumChar"/>
          <w:rtl/>
        </w:rPr>
        <w:t>(1)</w:t>
      </w:r>
      <w:r>
        <w:rPr>
          <w:rtl/>
        </w:rPr>
        <w:t xml:space="preserve"> بہت سے بزرگان اسلام كہ جنہو</w:t>
      </w:r>
      <w:r w:rsidR="000A0CDC">
        <w:rPr>
          <w:rtl/>
        </w:rPr>
        <w:t xml:space="preserve">ں </w:t>
      </w:r>
      <w:r>
        <w:rPr>
          <w:rtl/>
        </w:rPr>
        <w:t>نے تصوف مي</w:t>
      </w:r>
      <w:r w:rsidR="000A0CDC">
        <w:rPr>
          <w:rtl/>
        </w:rPr>
        <w:t xml:space="preserve">ں </w:t>
      </w:r>
      <w:r>
        <w:rPr>
          <w:rtl/>
        </w:rPr>
        <w:t>فارسى اور عربى نظم و نثر كے حوالے سے كتابي</w:t>
      </w:r>
      <w:r w:rsidR="000A0CDC">
        <w:rPr>
          <w:rtl/>
        </w:rPr>
        <w:t xml:space="preserve">ں </w:t>
      </w:r>
      <w:r>
        <w:rPr>
          <w:rtl/>
        </w:rPr>
        <w:t>لكھي</w:t>
      </w:r>
      <w:r w:rsidR="000A0CDC">
        <w:rPr>
          <w:rtl/>
        </w:rPr>
        <w:t xml:space="preserve">ں </w:t>
      </w:r>
      <w:r>
        <w:rPr>
          <w:rtl/>
        </w:rPr>
        <w:t>انہو</w:t>
      </w:r>
      <w:r w:rsidR="000A0CDC">
        <w:rPr>
          <w:rtl/>
        </w:rPr>
        <w:t xml:space="preserve">ں </w:t>
      </w:r>
      <w:r>
        <w:rPr>
          <w:rtl/>
        </w:rPr>
        <w:t>نے فتوت مي</w:t>
      </w:r>
      <w:r w:rsidR="000A0CDC">
        <w:rPr>
          <w:rtl/>
        </w:rPr>
        <w:t xml:space="preserve">ں </w:t>
      </w:r>
      <w:r>
        <w:rPr>
          <w:rtl/>
        </w:rPr>
        <w:t>نثر لكھنے كےساتھ نظم بھى كہى كہ غالباً ان كتابو</w:t>
      </w:r>
      <w:r w:rsidR="000A0CDC">
        <w:rPr>
          <w:rtl/>
        </w:rPr>
        <w:t xml:space="preserve">ں </w:t>
      </w:r>
      <w:r>
        <w:rPr>
          <w:rtl/>
        </w:rPr>
        <w:t>كو '' فتوت نامہ'' كہا جاتا تھا_ آٹھوي</w:t>
      </w:r>
      <w:r w:rsidR="000A0CDC">
        <w:rPr>
          <w:rtl/>
        </w:rPr>
        <w:t xml:space="preserve">ں </w:t>
      </w:r>
      <w:r>
        <w:rPr>
          <w:rtl/>
        </w:rPr>
        <w:t>صدى كے بعد بالخصوص عصر حاضر تك جوانمردى اورفتوت كى رسم تصوف كے ساتھ ساتھ سرزمين ايران مي</w:t>
      </w:r>
      <w:r w:rsidR="000A0CDC">
        <w:rPr>
          <w:rtl/>
        </w:rPr>
        <w:t xml:space="preserve">ں </w:t>
      </w:r>
      <w:r>
        <w:rPr>
          <w:rtl/>
        </w:rPr>
        <w:t>رائج تھى اور عوامى طبقات مي</w:t>
      </w:r>
      <w:r w:rsidR="000A0CDC">
        <w:rPr>
          <w:rtl/>
        </w:rPr>
        <w:t xml:space="preserve">ں </w:t>
      </w:r>
      <w:r>
        <w:rPr>
          <w:rtl/>
        </w:rPr>
        <w:t>باہمى روابط كو باقى ركھنے كے ساتھ انكے ظالمو</w:t>
      </w:r>
      <w:r w:rsidR="000A0CDC">
        <w:rPr>
          <w:rtl/>
        </w:rPr>
        <w:t xml:space="preserve">ں </w:t>
      </w:r>
      <w:r>
        <w:rPr>
          <w:rtl/>
        </w:rPr>
        <w:t>اور اغيار كے مدمقابل قيام مي</w:t>
      </w:r>
      <w:r w:rsidR="000A0CDC">
        <w:rPr>
          <w:rtl/>
        </w:rPr>
        <w:t xml:space="preserve">ں </w:t>
      </w:r>
      <w:r>
        <w:rPr>
          <w:rtl/>
        </w:rPr>
        <w:t xml:space="preserve">اہم ترين ذريعہ رہى </w:t>
      </w:r>
      <w:r w:rsidRPr="00F67D4B">
        <w:rPr>
          <w:rStyle w:val="libFootnotenumChar"/>
          <w:rtl/>
        </w:rPr>
        <w:t>(2)</w:t>
      </w:r>
      <w:r>
        <w:rPr>
          <w:rtl/>
        </w:rPr>
        <w:t xml:space="preserve">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ہانرى كوربن، سابقہ حوالہ ، باب دوم ، محمد جعفر محبوب ، سيرى در تاريخ فتوت ، ص 184_ </w:t>
      </w:r>
    </w:p>
    <w:p w:rsidR="0061102A" w:rsidRDefault="0061102A" w:rsidP="00BE6934">
      <w:pPr>
        <w:pStyle w:val="libFootnote"/>
        <w:rPr>
          <w:rtl/>
        </w:rPr>
      </w:pPr>
      <w:r>
        <w:rPr>
          <w:rtl/>
        </w:rPr>
        <w:t>2) عباس اقبال آشتيانى ، سابقہ ما خذحوالہ ص 352 _ 329_</w:t>
      </w:r>
    </w:p>
    <w:p w:rsidR="0085684A" w:rsidRDefault="0069392F" w:rsidP="00BE6934">
      <w:pPr>
        <w:pStyle w:val="libFootnote"/>
        <w:rPr>
          <w:rtl/>
        </w:rPr>
      </w:pPr>
      <w:r>
        <w:rPr>
          <w:rtl/>
        </w:rPr>
        <w:br w:type="page"/>
      </w:r>
      <w:r>
        <w:rPr>
          <w:rtl/>
        </w:rPr>
        <w:lastRenderedPageBreak/>
        <w:cr/>
      </w:r>
    </w:p>
    <w:p w:rsidR="0061102A" w:rsidRDefault="0061102A" w:rsidP="00BE6934">
      <w:pPr>
        <w:pStyle w:val="Heading2Center"/>
        <w:rPr>
          <w:rtl/>
        </w:rPr>
      </w:pPr>
      <w:bookmarkStart w:id="58" w:name="_Toc268614"/>
      <w:r>
        <w:rPr>
          <w:rtl/>
        </w:rPr>
        <w:t>چوتھا باب:</w:t>
      </w:r>
      <w:bookmarkEnd w:id="58"/>
      <w:r>
        <w:rPr>
          <w:rtl/>
        </w:rPr>
        <w:t xml:space="preserve"> </w:t>
      </w:r>
    </w:p>
    <w:p w:rsidR="0061102A" w:rsidRDefault="0061102A" w:rsidP="00BE6934">
      <w:pPr>
        <w:pStyle w:val="Heading2Center"/>
        <w:rPr>
          <w:rtl/>
        </w:rPr>
      </w:pPr>
      <w:bookmarkStart w:id="59" w:name="_Toc268615"/>
      <w:r>
        <w:rPr>
          <w:rtl/>
        </w:rPr>
        <w:t>اسلامى تہذيب مي</w:t>
      </w:r>
      <w:r w:rsidR="000A0CDC">
        <w:rPr>
          <w:rtl/>
        </w:rPr>
        <w:t xml:space="preserve">ں </w:t>
      </w:r>
      <w:r>
        <w:rPr>
          <w:rtl/>
        </w:rPr>
        <w:t>انتظامي اور اجتماعى ادارے</w:t>
      </w:r>
      <w:bookmarkEnd w:id="59"/>
    </w:p>
    <w:p w:rsidR="0085684A"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60" w:name="_Toc268616"/>
      <w:r>
        <w:rPr>
          <w:rtl/>
        </w:rPr>
        <w:t>1) ديوان</w:t>
      </w:r>
      <w:bookmarkEnd w:id="60"/>
    </w:p>
    <w:p w:rsidR="0061102A" w:rsidRDefault="0061102A" w:rsidP="00BE6934">
      <w:pPr>
        <w:pStyle w:val="libNormal"/>
        <w:rPr>
          <w:rtl/>
        </w:rPr>
      </w:pPr>
      <w:r>
        <w:rPr>
          <w:rtl/>
        </w:rPr>
        <w:t>يہ واضح سى بات ہے كہ فتوحات كے دور كے بعد وسيع و عريض اسلامى سرزمين ايك وسيع ، پيچيدہ دقيق اور نگہبان دفترى نظام كى محتاج تھى _ يہ ادارتى نظام انتہائي توجہ كےساتھ اس سرزمين كى درآمدت كو كنٹرول كرتا اور انكا دقيق حساب و كتاب كرتا بالخصوص وہ جو بيت المال سے ہميشہ اپنا خرچ ليتے ان مي</w:t>
      </w:r>
      <w:r w:rsidR="000A0CDC">
        <w:rPr>
          <w:rtl/>
        </w:rPr>
        <w:t xml:space="preserve">ں </w:t>
      </w:r>
      <w:r>
        <w:rPr>
          <w:rtl/>
        </w:rPr>
        <w:t>دقت كےساتھ مال تقسيم كرتا_ اسى طرح اسلامى سرزمين كے گردو نواح مي</w:t>
      </w:r>
      <w:r w:rsidR="000A0CDC">
        <w:rPr>
          <w:rtl/>
        </w:rPr>
        <w:t xml:space="preserve">ں </w:t>
      </w:r>
      <w:r>
        <w:rPr>
          <w:rtl/>
        </w:rPr>
        <w:t>جو فوجى دستے بھيجے جاتے انكى نگرانى كرتا اوروہ سپاہى جو اسلامى سرزمين كى سرحدو</w:t>
      </w:r>
      <w:r w:rsidR="000A0CDC">
        <w:rPr>
          <w:rtl/>
        </w:rPr>
        <w:t xml:space="preserve">ں </w:t>
      </w:r>
      <w:r>
        <w:rPr>
          <w:rtl/>
        </w:rPr>
        <w:t>پر نگہبانى كى ڈيوٹى دے رہے ہي</w:t>
      </w:r>
      <w:r w:rsidR="000A0CDC">
        <w:rPr>
          <w:rtl/>
        </w:rPr>
        <w:t xml:space="preserve">ں </w:t>
      </w:r>
      <w:r>
        <w:rPr>
          <w:rtl/>
        </w:rPr>
        <w:t>انكى ضروريات اور خرچ كو مخصوص وقفو</w:t>
      </w:r>
      <w:r w:rsidR="000A0CDC">
        <w:rPr>
          <w:rtl/>
        </w:rPr>
        <w:t xml:space="preserve">ں </w:t>
      </w:r>
      <w:r>
        <w:rPr>
          <w:rtl/>
        </w:rPr>
        <w:t>كے ساتھ بھيجتا اسى طرح كہ اسلامى سرزمينو</w:t>
      </w:r>
      <w:r w:rsidR="000A0CDC">
        <w:rPr>
          <w:rtl/>
        </w:rPr>
        <w:t xml:space="preserve">ں </w:t>
      </w:r>
      <w:r>
        <w:rPr>
          <w:rtl/>
        </w:rPr>
        <w:t>كے اندر بھى لوگو</w:t>
      </w:r>
      <w:r w:rsidR="000A0CDC">
        <w:rPr>
          <w:rtl/>
        </w:rPr>
        <w:t xml:space="preserve">ں </w:t>
      </w:r>
      <w:r>
        <w:rPr>
          <w:rtl/>
        </w:rPr>
        <w:t>كى زندگى پر نظارت كى جاتى _ شعبہ عدليہ لوگو</w:t>
      </w:r>
      <w:r w:rsidR="000A0CDC">
        <w:rPr>
          <w:rtl/>
        </w:rPr>
        <w:t xml:space="preserve">ں </w:t>
      </w:r>
      <w:r>
        <w:rPr>
          <w:rtl/>
        </w:rPr>
        <w:t>كے مسائل اور جھگڑے نمٹاتا اسى طرح دسيو</w:t>
      </w:r>
      <w:r w:rsidR="000A0CDC">
        <w:rPr>
          <w:rtl/>
        </w:rPr>
        <w:t xml:space="preserve">ں </w:t>
      </w:r>
      <w:r>
        <w:rPr>
          <w:rtl/>
        </w:rPr>
        <w:t>ديگر ذمہ داريا</w:t>
      </w:r>
      <w:r w:rsidR="000A0CDC">
        <w:rPr>
          <w:rtl/>
        </w:rPr>
        <w:t xml:space="preserve">ں </w:t>
      </w:r>
      <w:r>
        <w:rPr>
          <w:rtl/>
        </w:rPr>
        <w:t>تھي</w:t>
      </w:r>
      <w:r w:rsidR="000A0CDC">
        <w:rPr>
          <w:rtl/>
        </w:rPr>
        <w:t xml:space="preserve">ں </w:t>
      </w:r>
      <w:r>
        <w:rPr>
          <w:rtl/>
        </w:rPr>
        <w:t>كہ جنہي</w:t>
      </w:r>
      <w:r w:rsidR="000A0CDC">
        <w:rPr>
          <w:rtl/>
        </w:rPr>
        <w:t xml:space="preserve">ں </w:t>
      </w:r>
      <w:r>
        <w:rPr>
          <w:rtl/>
        </w:rPr>
        <w:t xml:space="preserve">يہ اسلامى سلطنت كے شعبہ جات نمٹاتے_ </w:t>
      </w:r>
    </w:p>
    <w:p w:rsidR="0061102A" w:rsidRDefault="0061102A" w:rsidP="00BE6934">
      <w:pPr>
        <w:pStyle w:val="libNormal"/>
        <w:rPr>
          <w:rtl/>
        </w:rPr>
      </w:pPr>
      <w:r>
        <w:rPr>
          <w:rtl/>
        </w:rPr>
        <w:t>دوسرى طرف سے اسلامى مملكت كے اس پيچيدہ نظام كى تشكيل كيلئے مضبوط بنياد كى ضرورت تھى كہ معلوم ہونا چاہيے كہ اس تمام سرزمين كى كل درآمد (اگر چہ اندازہ كے طور پر ہى )كتنى ہے اور يہ مقدار كس قدر زمين سے كس قسم كے ٹيكس كے ساتھ اور كس وقت اكٹھى كى جاسكتى ہے _اسى طرح رقم اور سكّے كہ جو اس سرزمين مي</w:t>
      </w:r>
      <w:r w:rsidR="000A0CDC">
        <w:rPr>
          <w:rtl/>
        </w:rPr>
        <w:t xml:space="preserve">ں </w:t>
      </w:r>
      <w:r>
        <w:rPr>
          <w:rtl/>
        </w:rPr>
        <w:t>رائج تھے اسطرح بنائے جائي</w:t>
      </w:r>
      <w:r w:rsidR="000A0CDC">
        <w:rPr>
          <w:rtl/>
        </w:rPr>
        <w:t xml:space="preserve">ں </w:t>
      </w:r>
      <w:r>
        <w:rPr>
          <w:rtl/>
        </w:rPr>
        <w:t>كہ اس مملكت كى تمام وسيع حدود مي</w:t>
      </w:r>
      <w:r w:rsidR="000A0CDC">
        <w:rPr>
          <w:rtl/>
        </w:rPr>
        <w:t xml:space="preserve">ں </w:t>
      </w:r>
      <w:r>
        <w:rPr>
          <w:rtl/>
        </w:rPr>
        <w:t>لوگ ان سے فائدہ اٹھاسكي</w:t>
      </w:r>
      <w:r w:rsidR="000A0CDC">
        <w:rPr>
          <w:rtl/>
        </w:rPr>
        <w:t xml:space="preserve">ں </w:t>
      </w:r>
      <w:r>
        <w:rPr>
          <w:rtl/>
        </w:rPr>
        <w:t>_ راستے تلاش كرنے كے بعد بنائے جاتے اور پل تعمير كيے جاتے تا كہ خلافت كے مركز سے جو احكامات صادر ہو</w:t>
      </w:r>
      <w:r w:rsidR="000A0CDC">
        <w:rPr>
          <w:rtl/>
        </w:rPr>
        <w:t xml:space="preserve">ں </w:t>
      </w:r>
      <w:r>
        <w:rPr>
          <w:rtl/>
        </w:rPr>
        <w:t>وہ سرعت كےساتھ اپنے مقصد تك پہنچي</w:t>
      </w:r>
      <w:r w:rsidR="000A0CDC">
        <w:rPr>
          <w:rtl/>
        </w:rPr>
        <w:t xml:space="preserve">ں </w:t>
      </w:r>
      <w:r>
        <w:rPr>
          <w:rtl/>
        </w:rPr>
        <w:t xml:space="preserve">_ </w:t>
      </w:r>
    </w:p>
    <w:p w:rsidR="0061102A" w:rsidRDefault="0061102A" w:rsidP="00BE6934">
      <w:pPr>
        <w:pStyle w:val="libNormal"/>
        <w:rPr>
          <w:rtl/>
        </w:rPr>
      </w:pPr>
      <w:r>
        <w:rPr>
          <w:rtl/>
        </w:rPr>
        <w:t>فتوحات كے دور كے بعد اسلامى سرزمينو</w:t>
      </w:r>
      <w:r w:rsidR="000A0CDC">
        <w:rPr>
          <w:rtl/>
        </w:rPr>
        <w:t xml:space="preserve">ں </w:t>
      </w:r>
      <w:r>
        <w:rPr>
          <w:rtl/>
        </w:rPr>
        <w:t>پر جب كسى حد تك امن و سكون كى فضا چھائي تو خلفاء نے ادارى نظام اور شعبہ جات كى تشكيل كيلئے قدم اٹھائے اسطرح كے بہت سے كام دوسرے خليفہ نے بالخصوص حضرت على (ع) كى راہنمايى مي</w:t>
      </w:r>
      <w:r w:rsidR="000A0CDC">
        <w:rPr>
          <w:rtl/>
        </w:rPr>
        <w:t xml:space="preserve">ں </w:t>
      </w:r>
      <w:r>
        <w:rPr>
          <w:rtl/>
        </w:rPr>
        <w:t>انجام ديے_ ان مي</w:t>
      </w:r>
      <w:r w:rsidR="000A0CDC">
        <w:rPr>
          <w:rtl/>
        </w:rPr>
        <w:t xml:space="preserve">ں </w:t>
      </w:r>
      <w:r>
        <w:rPr>
          <w:rtl/>
        </w:rPr>
        <w:t>سے كچھ مندرجہ ذيل ہي</w:t>
      </w:r>
      <w:r w:rsidR="000A0CDC">
        <w:rPr>
          <w:rtl/>
        </w:rPr>
        <w:t xml:space="preserve">ں </w:t>
      </w:r>
      <w:r>
        <w:rPr>
          <w:rtl/>
        </w:rPr>
        <w:t xml:space="preserve">: </w:t>
      </w:r>
    </w:p>
    <w:p w:rsidR="0061102A" w:rsidRDefault="0061102A" w:rsidP="00BE6934">
      <w:pPr>
        <w:pStyle w:val="libNormal"/>
        <w:rPr>
          <w:rtl/>
        </w:rPr>
      </w:pPr>
      <w:r>
        <w:rPr>
          <w:rtl/>
        </w:rPr>
        <w:t>1_ اسلامى سرزمين كو حكومتى اور سياسى طور پر چھوٹے چھوٹے ٹكڑو</w:t>
      </w:r>
      <w:r w:rsidR="000A0CDC">
        <w:rPr>
          <w:rtl/>
        </w:rPr>
        <w:t xml:space="preserve">ں </w:t>
      </w:r>
      <w:r>
        <w:rPr>
          <w:rtl/>
        </w:rPr>
        <w:t>مي</w:t>
      </w:r>
      <w:r w:rsidR="000A0CDC">
        <w:rPr>
          <w:rtl/>
        </w:rPr>
        <w:t xml:space="preserve">ں </w:t>
      </w:r>
      <w:r>
        <w:rPr>
          <w:rtl/>
        </w:rPr>
        <w:t xml:space="preserve">تقسيم كرنا اور ہر ايك كيلئے گورنر </w:t>
      </w:r>
    </w:p>
    <w:p w:rsidR="0085684A" w:rsidRDefault="0069392F" w:rsidP="00BE6934">
      <w:pPr>
        <w:pStyle w:val="libNormal"/>
        <w:rPr>
          <w:rtl/>
        </w:rPr>
      </w:pPr>
      <w:r>
        <w:rPr>
          <w:rtl/>
        </w:rPr>
        <w:cr/>
      </w:r>
      <w:r>
        <w:rPr>
          <w:rtl/>
        </w:rPr>
        <w:br w:type="page"/>
      </w:r>
      <w:r>
        <w:rPr>
          <w:rtl/>
        </w:rPr>
        <w:lastRenderedPageBreak/>
        <w:cr/>
      </w:r>
      <w:r w:rsidR="0061102A">
        <w:rPr>
          <w:rtl/>
        </w:rPr>
        <w:t>كا انتخاب كرنا</w:t>
      </w:r>
    </w:p>
    <w:p w:rsidR="0061102A" w:rsidRDefault="0061102A" w:rsidP="00BE6934">
      <w:pPr>
        <w:pStyle w:val="libNormal"/>
        <w:rPr>
          <w:rtl/>
        </w:rPr>
      </w:pPr>
      <w:r>
        <w:rPr>
          <w:rtl/>
        </w:rPr>
        <w:t xml:space="preserve"> 2_اسلامى سرزمين كى پيمائشے بالخصوص زرخيز علاقو</w:t>
      </w:r>
      <w:r w:rsidR="000A0CDC">
        <w:rPr>
          <w:rtl/>
        </w:rPr>
        <w:t xml:space="preserve">ں </w:t>
      </w:r>
      <w:r>
        <w:rPr>
          <w:rtl/>
        </w:rPr>
        <w:t>كى سالانہ درآمد كا اندازہ لگانے كيلئے پيمائشے اورتخمينہ3_ زراعتى زمينو</w:t>
      </w:r>
      <w:r w:rsidR="000A0CDC">
        <w:rPr>
          <w:rtl/>
        </w:rPr>
        <w:t xml:space="preserve">ں </w:t>
      </w:r>
      <w:r>
        <w:rPr>
          <w:rtl/>
        </w:rPr>
        <w:t>سے بہرہ مند ہونے كيلئے جديد جنترى بنانا 4_ پيمانو</w:t>
      </w:r>
      <w:r w:rsidR="000A0CDC">
        <w:rPr>
          <w:rtl/>
        </w:rPr>
        <w:t xml:space="preserve">ں </w:t>
      </w:r>
      <w:r>
        <w:rPr>
          <w:rtl/>
        </w:rPr>
        <w:t>كى پيمايش ، وزن حجم اور فاصلے كى اكائيو</w:t>
      </w:r>
      <w:r w:rsidR="000A0CDC">
        <w:rPr>
          <w:rtl/>
        </w:rPr>
        <w:t xml:space="preserve">ں </w:t>
      </w:r>
      <w:r>
        <w:rPr>
          <w:rtl/>
        </w:rPr>
        <w:t>كو يكسان كرنا 5_ سكو</w:t>
      </w:r>
      <w:r w:rsidR="000A0CDC">
        <w:rPr>
          <w:rtl/>
        </w:rPr>
        <w:t xml:space="preserve">ں </w:t>
      </w:r>
      <w:r>
        <w:rPr>
          <w:rtl/>
        </w:rPr>
        <w:t xml:space="preserve">كو يكسان بنانا ،مالى منفعت كے حامل سرٹيفكيٹس كو رائج كرنا اور اس قبيل كے ديگر كام </w:t>
      </w:r>
      <w:r w:rsidRPr="00F67D4B">
        <w:rPr>
          <w:rStyle w:val="libFootnotenumChar"/>
          <w:rtl/>
        </w:rPr>
        <w:t>(1)</w:t>
      </w:r>
      <w:r>
        <w:rPr>
          <w:rtl/>
        </w:rPr>
        <w:t xml:space="preserve"> </w:t>
      </w:r>
    </w:p>
    <w:p w:rsidR="0061102A" w:rsidRDefault="0061102A" w:rsidP="00BE6934">
      <w:pPr>
        <w:pStyle w:val="libNormal"/>
        <w:rPr>
          <w:rtl/>
        </w:rPr>
      </w:pPr>
      <w:r>
        <w:rPr>
          <w:rtl/>
        </w:rPr>
        <w:t>فتوحات كے بعد كے سالو</w:t>
      </w:r>
      <w:r w:rsidR="000A0CDC">
        <w:rPr>
          <w:rtl/>
        </w:rPr>
        <w:t xml:space="preserve">ں </w:t>
      </w:r>
      <w:r>
        <w:rPr>
          <w:rtl/>
        </w:rPr>
        <w:t>مي</w:t>
      </w:r>
      <w:r w:rsidR="000A0CDC">
        <w:rPr>
          <w:rtl/>
        </w:rPr>
        <w:t xml:space="preserve">ں </w:t>
      </w:r>
      <w:r>
        <w:rPr>
          <w:rtl/>
        </w:rPr>
        <w:t>اسلامى ممالك مي</w:t>
      </w:r>
      <w:r w:rsidR="000A0CDC">
        <w:rPr>
          <w:rtl/>
        </w:rPr>
        <w:t xml:space="preserve">ں </w:t>
      </w:r>
      <w:r>
        <w:rPr>
          <w:rtl/>
        </w:rPr>
        <w:t>بڑے بڑے شہر عرصہ وجود مي</w:t>
      </w:r>
      <w:r w:rsidR="000A0CDC">
        <w:rPr>
          <w:rtl/>
        </w:rPr>
        <w:t xml:space="preserve">ں </w:t>
      </w:r>
      <w:r>
        <w:rPr>
          <w:rtl/>
        </w:rPr>
        <w:t>آئے يہ شہر يا تو انہى شہرو</w:t>
      </w:r>
      <w:r w:rsidR="000A0CDC">
        <w:rPr>
          <w:rtl/>
        </w:rPr>
        <w:t xml:space="preserve">ں </w:t>
      </w:r>
      <w:r>
        <w:rPr>
          <w:rtl/>
        </w:rPr>
        <w:t>كا پھيلاؤ تھا كہ جو اسلام سے پہلے موجود تھے يا مكمل طور پر اسلام كے بعد تشكيل پائے_ بڑے بڑے شہرو</w:t>
      </w:r>
      <w:r w:rsidR="000A0CDC">
        <w:rPr>
          <w:rtl/>
        </w:rPr>
        <w:t xml:space="preserve">ں </w:t>
      </w:r>
      <w:r>
        <w:rPr>
          <w:rtl/>
        </w:rPr>
        <w:t>مي</w:t>
      </w:r>
      <w:r w:rsidR="000A0CDC">
        <w:rPr>
          <w:rtl/>
        </w:rPr>
        <w:t xml:space="preserve">ں </w:t>
      </w:r>
      <w:r>
        <w:rPr>
          <w:rtl/>
        </w:rPr>
        <w:t>لوگ مجبور تھے كہ ان قوانين كے تحت زندگى گزاري</w:t>
      </w:r>
      <w:r w:rsidR="000A0CDC">
        <w:rPr>
          <w:rtl/>
        </w:rPr>
        <w:t xml:space="preserve">ں </w:t>
      </w:r>
      <w:r>
        <w:rPr>
          <w:rtl/>
        </w:rPr>
        <w:t>كہ جو اس دور كى حكومت بناتى تا كہ سب لوگ آرام و سكون سے زندگى گزار سكي</w:t>
      </w:r>
      <w:r w:rsidR="000A0CDC">
        <w:rPr>
          <w:rtl/>
        </w:rPr>
        <w:t xml:space="preserve">ں </w:t>
      </w:r>
      <w:r>
        <w:rPr>
          <w:rtl/>
        </w:rPr>
        <w:t>كوئي كسى كے حق پر تجاوز نہ كرسكے_ بہر حال ان بڑے شہرو</w:t>
      </w:r>
      <w:r w:rsidR="000A0CDC">
        <w:rPr>
          <w:rtl/>
        </w:rPr>
        <w:t xml:space="preserve">ں </w:t>
      </w:r>
      <w:r>
        <w:rPr>
          <w:rtl/>
        </w:rPr>
        <w:t>كے وجود مي</w:t>
      </w:r>
      <w:r w:rsidR="000A0CDC">
        <w:rPr>
          <w:rtl/>
        </w:rPr>
        <w:t xml:space="preserve">ں </w:t>
      </w:r>
      <w:r>
        <w:rPr>
          <w:rtl/>
        </w:rPr>
        <w:t>آنے سے ديوانات اور مختلف محكمہ جات كى ضرورت اسلامى تمدن مي</w:t>
      </w:r>
      <w:r w:rsidR="000A0CDC">
        <w:rPr>
          <w:rtl/>
        </w:rPr>
        <w:t xml:space="preserve">ں </w:t>
      </w:r>
      <w:r>
        <w:rPr>
          <w:rtl/>
        </w:rPr>
        <w:t xml:space="preserve">ناگزير تھي_ </w:t>
      </w:r>
    </w:p>
    <w:p w:rsidR="0061102A" w:rsidRDefault="0061102A" w:rsidP="00BE6934">
      <w:pPr>
        <w:pStyle w:val="libNormal"/>
        <w:rPr>
          <w:rtl/>
        </w:rPr>
      </w:pPr>
    </w:p>
    <w:p w:rsidR="0061102A" w:rsidRDefault="0061102A" w:rsidP="00BE6934">
      <w:pPr>
        <w:pStyle w:val="Heading2Center"/>
        <w:rPr>
          <w:rtl/>
        </w:rPr>
      </w:pPr>
      <w:bookmarkStart w:id="61" w:name="_Toc268617"/>
      <w:r>
        <w:rPr>
          <w:rtl/>
        </w:rPr>
        <w:t>ديوان خراج يا استيفائ:</w:t>
      </w:r>
      <w:bookmarkEnd w:id="61"/>
    </w:p>
    <w:p w:rsidR="0061102A" w:rsidRDefault="0061102A" w:rsidP="00BE6934">
      <w:pPr>
        <w:pStyle w:val="libNormal"/>
        <w:rPr>
          <w:rtl/>
        </w:rPr>
      </w:pPr>
      <w:r>
        <w:rPr>
          <w:rtl/>
        </w:rPr>
        <w:t>اسلام مي</w:t>
      </w:r>
      <w:r w:rsidR="000A0CDC">
        <w:rPr>
          <w:rtl/>
        </w:rPr>
        <w:t xml:space="preserve">ں </w:t>
      </w:r>
      <w:r>
        <w:rPr>
          <w:rtl/>
        </w:rPr>
        <w:t>جو سب سے پہلا اور اہم ترين ديوان تشكيل پايا اسكا نام ديوان خراج يا ديوان استيفاء تھا_ اس ديوان كى ذمہ دارى يہ تھى كہ وہ اسلامى سرزمينو</w:t>
      </w:r>
      <w:r w:rsidR="000A0CDC">
        <w:rPr>
          <w:rtl/>
        </w:rPr>
        <w:t xml:space="preserve">ں </w:t>
      </w:r>
      <w:r>
        <w:rPr>
          <w:rtl/>
        </w:rPr>
        <w:t>كے ايك بڑے حصے كى مالى امور مي</w:t>
      </w:r>
      <w:r w:rsidR="000A0CDC">
        <w:rPr>
          <w:rtl/>
        </w:rPr>
        <w:t xml:space="preserve">ں </w:t>
      </w:r>
      <w:r>
        <w:rPr>
          <w:rtl/>
        </w:rPr>
        <w:t>سرپرستى كرے _ اس ديوان مي</w:t>
      </w:r>
      <w:r w:rsidR="000A0CDC">
        <w:rPr>
          <w:rtl/>
        </w:rPr>
        <w:t xml:space="preserve">ں </w:t>
      </w:r>
      <w:r>
        <w:rPr>
          <w:rtl/>
        </w:rPr>
        <w:t>اسلامى سرزمينو</w:t>
      </w:r>
      <w:r w:rsidR="000A0CDC">
        <w:rPr>
          <w:rtl/>
        </w:rPr>
        <w:t xml:space="preserve">ں </w:t>
      </w:r>
      <w:r>
        <w:rPr>
          <w:rtl/>
        </w:rPr>
        <w:t>كے اموال و متاع كى فہرست بنا ئي جاتى تھى اس ديوان كے كامو</w:t>
      </w:r>
      <w:r w:rsidR="000A0CDC">
        <w:rPr>
          <w:rtl/>
        </w:rPr>
        <w:t xml:space="preserve">ں </w:t>
      </w:r>
      <w:r>
        <w:rPr>
          <w:rtl/>
        </w:rPr>
        <w:t>كى تفضيل يہ ہے كہ : ان سرزمينو</w:t>
      </w:r>
      <w:r w:rsidR="000A0CDC">
        <w:rPr>
          <w:rtl/>
        </w:rPr>
        <w:t xml:space="preserve">ں </w:t>
      </w:r>
      <w:r>
        <w:rPr>
          <w:rtl/>
        </w:rPr>
        <w:t>سے خراج اكھٹا كرنے كا طريقہ ، پھر انہي</w:t>
      </w:r>
      <w:r w:rsidR="000A0CDC">
        <w:rPr>
          <w:rtl/>
        </w:rPr>
        <w:t xml:space="preserve">ں </w:t>
      </w:r>
      <w:r>
        <w:rPr>
          <w:rtl/>
        </w:rPr>
        <w:t>مركز خلافت كے حوالے كرنا ، انكا مسلمانو</w:t>
      </w:r>
      <w:r w:rsidR="000A0CDC">
        <w:rPr>
          <w:rtl/>
        </w:rPr>
        <w:t xml:space="preserve">ں </w:t>
      </w:r>
      <w:r>
        <w:rPr>
          <w:rtl/>
        </w:rPr>
        <w:t>كے درميان تقسيم كا طريقہ اور خراج وصول كرنے كيلئے مسلمانو</w:t>
      </w:r>
      <w:r w:rsidR="000A0CDC">
        <w:rPr>
          <w:rtl/>
        </w:rPr>
        <w:t xml:space="preserve">ں </w:t>
      </w:r>
      <w:r>
        <w:rPr>
          <w:rtl/>
        </w:rPr>
        <w:t>مي</w:t>
      </w:r>
      <w:r w:rsidR="000A0CDC">
        <w:rPr>
          <w:rtl/>
        </w:rPr>
        <w:t xml:space="preserve">ں </w:t>
      </w:r>
      <w:r>
        <w:rPr>
          <w:rtl/>
        </w:rPr>
        <w:t>عہدو</w:t>
      </w:r>
      <w:r w:rsidR="000A0CDC">
        <w:rPr>
          <w:rtl/>
        </w:rPr>
        <w:t xml:space="preserve">ں </w:t>
      </w:r>
      <w:r>
        <w:rPr>
          <w:rtl/>
        </w:rPr>
        <w:t xml:space="preserve">كى درجہ بندى و غيرہ _ </w:t>
      </w:r>
    </w:p>
    <w:p w:rsidR="0061102A" w:rsidRDefault="0061102A" w:rsidP="00BE6934">
      <w:pPr>
        <w:pStyle w:val="libNormal"/>
        <w:rPr>
          <w:rtl/>
        </w:rPr>
      </w:pPr>
      <w:r>
        <w:rPr>
          <w:rtl/>
        </w:rPr>
        <w:t>جو</w:t>
      </w:r>
      <w:r w:rsidR="000A0CDC">
        <w:rPr>
          <w:rtl/>
        </w:rPr>
        <w:t xml:space="preserve">ں </w:t>
      </w:r>
      <w:r>
        <w:rPr>
          <w:rtl/>
        </w:rPr>
        <w:t>جو</w:t>
      </w:r>
      <w:r w:rsidR="000A0CDC">
        <w:rPr>
          <w:rtl/>
        </w:rPr>
        <w:t xml:space="preserve">ں </w:t>
      </w:r>
      <w:r>
        <w:rPr>
          <w:rtl/>
        </w:rPr>
        <w:t>اسلامى سرزمين وسعت پاتى گئي اور ساتھ ساتھ مسلمان بھى ديگر اقتصادى روشو</w:t>
      </w:r>
      <w:r w:rsidR="000A0CDC">
        <w:rPr>
          <w:rtl/>
        </w:rPr>
        <w:t xml:space="preserve">ں </w:t>
      </w:r>
      <w:r>
        <w:rPr>
          <w:rtl/>
        </w:rPr>
        <w:t>اور طريقہ كارو</w:t>
      </w:r>
      <w:r w:rsidR="000A0CDC">
        <w:rPr>
          <w:rtl/>
        </w:rPr>
        <w:t xml:space="preserve">ں </w:t>
      </w:r>
      <w:r>
        <w:rPr>
          <w:rtl/>
        </w:rPr>
        <w:t>سے آشنا ہوتے گئے مثلا زمين سے بہرہ مند ہونے كى مختلف روشي</w:t>
      </w:r>
      <w:r w:rsidR="000A0CDC">
        <w:rPr>
          <w:rtl/>
        </w:rPr>
        <w:t xml:space="preserve">ں </w:t>
      </w:r>
      <w:r>
        <w:rPr>
          <w:rtl/>
        </w:rPr>
        <w:t>و غيرہ تو ديوان خراج كى ذمہ داريو</w:t>
      </w:r>
      <w:r w:rsidR="000A0CDC">
        <w:rPr>
          <w:rtl/>
        </w:rPr>
        <w:t xml:space="preserve">ں </w:t>
      </w:r>
      <w:r>
        <w:rPr>
          <w:rtl/>
        </w:rPr>
        <w:t>اور سرپرستى كادائرہ بھى بڑھنے اور پيچيدہ ہونے لگا ايك دورانيے (</w:t>
      </w:r>
      <w:r>
        <w:t>term</w:t>
      </w:r>
      <w:r>
        <w:rPr>
          <w:rtl/>
        </w:rPr>
        <w:t>)مي</w:t>
      </w:r>
      <w:r w:rsidR="000A0CDC">
        <w:rPr>
          <w:rtl/>
        </w:rPr>
        <w:t xml:space="preserve">ں </w:t>
      </w:r>
      <w:r>
        <w:rPr>
          <w:rtl/>
        </w:rPr>
        <w:t xml:space="preserve">اسلامى سلطنت كي </w:t>
      </w:r>
    </w:p>
    <w:p w:rsidR="0061102A" w:rsidRDefault="00CD1BB5" w:rsidP="00BE6934">
      <w:pPr>
        <w:pStyle w:val="libLine"/>
        <w:rPr>
          <w:rtl/>
        </w:rPr>
      </w:pPr>
      <w:r>
        <w:rPr>
          <w:rtl/>
        </w:rPr>
        <w:t>____________________</w:t>
      </w:r>
    </w:p>
    <w:p w:rsidR="0085684A" w:rsidRDefault="0061102A" w:rsidP="00BE6934">
      <w:pPr>
        <w:pStyle w:val="libFootnote"/>
        <w:rPr>
          <w:rtl/>
        </w:rPr>
      </w:pPr>
      <w:r>
        <w:rPr>
          <w:rtl/>
        </w:rPr>
        <w:t>1)اس حوالے سے ديگر اقدامات كو جاننے كيلئے رجوع فرمائي</w:t>
      </w:r>
      <w:r w:rsidR="000A0CDC">
        <w:rPr>
          <w:rtl/>
        </w:rPr>
        <w:t xml:space="preserve">ں </w:t>
      </w:r>
      <w:r>
        <w:rPr>
          <w:rtl/>
        </w:rPr>
        <w:t>: محمد بن واضح يعقوبى ، تاريخ يعقوبى ، ترجمہ ، عبدالمحمد آيتى ، تہران ج 2،ص 54 _40_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درآمدات كاحساب و كتاب ، مال و متاع كو اكھٹا كرنا اور انہي</w:t>
      </w:r>
      <w:r w:rsidR="000A0CDC">
        <w:rPr>
          <w:rtl/>
        </w:rPr>
        <w:t xml:space="preserve">ں </w:t>
      </w:r>
      <w:r>
        <w:rPr>
          <w:rtl/>
        </w:rPr>
        <w:t>ترتيب دينا پھر انكے خرچ پر نگراني، ملك كى ممتاز شخصيات بالخصوص سلاطين اور حكام كے اموال كى فہرست بنانا اور ملك كے مختلف علاقو</w:t>
      </w:r>
      <w:r w:rsidR="000A0CDC">
        <w:rPr>
          <w:rtl/>
        </w:rPr>
        <w:t xml:space="preserve">ں </w:t>
      </w:r>
      <w:r>
        <w:rPr>
          <w:rtl/>
        </w:rPr>
        <w:t>مي</w:t>
      </w:r>
      <w:r w:rsidR="000A0CDC">
        <w:rPr>
          <w:rtl/>
        </w:rPr>
        <w:t xml:space="preserve">ں </w:t>
      </w:r>
      <w:r>
        <w:rPr>
          <w:rtl/>
        </w:rPr>
        <w:t>ماليات كو جمع كرنے كيلئے لوگو</w:t>
      </w:r>
      <w:r w:rsidR="000A0CDC">
        <w:rPr>
          <w:rtl/>
        </w:rPr>
        <w:t xml:space="preserve">ں </w:t>
      </w:r>
      <w:r>
        <w:rPr>
          <w:rtl/>
        </w:rPr>
        <w:t>كو بھيجنا و غيرہ يہ سب ديوان خراج كى ذمہ داريا</w:t>
      </w:r>
      <w:r w:rsidR="000A0CDC">
        <w:rPr>
          <w:rtl/>
        </w:rPr>
        <w:t xml:space="preserve">ں </w:t>
      </w:r>
      <w:r>
        <w:rPr>
          <w:rtl/>
        </w:rPr>
        <w:t xml:space="preserve">شمار ہوتى تھي_ </w:t>
      </w:r>
    </w:p>
    <w:p w:rsidR="0061102A" w:rsidRDefault="0061102A" w:rsidP="00BE6934">
      <w:pPr>
        <w:pStyle w:val="libNormal"/>
        <w:rPr>
          <w:rtl/>
        </w:rPr>
      </w:pPr>
      <w:r>
        <w:rPr>
          <w:rtl/>
        </w:rPr>
        <w:t>يہ ديوان خراج يا استيفاء ايران سے ليكر ہسپانيہ تك اسلامى سرزمينو</w:t>
      </w:r>
      <w:r w:rsidR="000A0CDC">
        <w:rPr>
          <w:rtl/>
        </w:rPr>
        <w:t xml:space="preserve">ں </w:t>
      </w:r>
      <w:r>
        <w:rPr>
          <w:rtl/>
        </w:rPr>
        <w:t>كے مختلف حصو</w:t>
      </w:r>
      <w:r w:rsidR="000A0CDC">
        <w:rPr>
          <w:rtl/>
        </w:rPr>
        <w:t xml:space="preserve">ں </w:t>
      </w:r>
      <w:r>
        <w:rPr>
          <w:rtl/>
        </w:rPr>
        <w:t>مي</w:t>
      </w:r>
      <w:r w:rsidR="000A0CDC">
        <w:rPr>
          <w:rtl/>
        </w:rPr>
        <w:t xml:space="preserve">ں </w:t>
      </w:r>
      <w:r>
        <w:rPr>
          <w:rtl/>
        </w:rPr>
        <w:t>موجود ہوتے تھے اس ديوان كے سرپرست كا نام مستوفى ، مستوفى خاصہ يا مستوفى الممالك ہوتا تھا_ ايران مي</w:t>
      </w:r>
      <w:r w:rsidR="000A0CDC">
        <w:rPr>
          <w:rtl/>
        </w:rPr>
        <w:t xml:space="preserve">ں </w:t>
      </w:r>
      <w:r>
        <w:rPr>
          <w:rtl/>
        </w:rPr>
        <w:t>بارہوي</w:t>
      </w:r>
      <w:r w:rsidR="000A0CDC">
        <w:rPr>
          <w:rtl/>
        </w:rPr>
        <w:t xml:space="preserve">ں </w:t>
      </w:r>
      <w:r>
        <w:rPr>
          <w:rtl/>
        </w:rPr>
        <w:t>صدى تك يعنى ايرانيو</w:t>
      </w:r>
      <w:r w:rsidR="000A0CDC">
        <w:rPr>
          <w:rtl/>
        </w:rPr>
        <w:t xml:space="preserve">ں </w:t>
      </w:r>
      <w:r>
        <w:rPr>
          <w:rtl/>
        </w:rPr>
        <w:t>كے جديد مغربى كلچر سے آشنائي ہونے اور اہل مغرب كى تقليد مي</w:t>
      </w:r>
      <w:r w:rsidR="000A0CDC">
        <w:rPr>
          <w:rtl/>
        </w:rPr>
        <w:t xml:space="preserve">ں </w:t>
      </w:r>
      <w:r>
        <w:rPr>
          <w:rtl/>
        </w:rPr>
        <w:t>ملك كے نظام كو تبديل كرنے تك يہ ادارہ موجود تھا اور اپنا كام كررہا تھا</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62" w:name="_Toc268618"/>
      <w:r>
        <w:rPr>
          <w:rtl/>
        </w:rPr>
        <w:t>ديوان بريد(ڈاك اور خبر رسانى كا نظام):</w:t>
      </w:r>
      <w:bookmarkEnd w:id="62"/>
    </w:p>
    <w:p w:rsidR="0061102A" w:rsidRDefault="0061102A" w:rsidP="00BE6934">
      <w:pPr>
        <w:pStyle w:val="libNormal"/>
        <w:rPr>
          <w:rtl/>
        </w:rPr>
      </w:pPr>
      <w:r>
        <w:rPr>
          <w:rtl/>
        </w:rPr>
        <w:t>معلوم يہ ہوتاہے مسلمانو</w:t>
      </w:r>
      <w:r w:rsidR="000A0CDC">
        <w:rPr>
          <w:rtl/>
        </w:rPr>
        <w:t xml:space="preserve">ں </w:t>
      </w:r>
      <w:r>
        <w:rPr>
          <w:rtl/>
        </w:rPr>
        <w:t>نے ديوان بريد كے نظام كو ايرانيو</w:t>
      </w:r>
      <w:r w:rsidR="000A0CDC">
        <w:rPr>
          <w:rtl/>
        </w:rPr>
        <w:t xml:space="preserve">ں </w:t>
      </w:r>
      <w:r>
        <w:rPr>
          <w:rtl/>
        </w:rPr>
        <w:t>يا روميو</w:t>
      </w:r>
      <w:r w:rsidR="000A0CDC">
        <w:rPr>
          <w:rtl/>
        </w:rPr>
        <w:t xml:space="preserve">ں </w:t>
      </w:r>
      <w:r>
        <w:rPr>
          <w:rtl/>
        </w:rPr>
        <w:t>سے سيكھا ہوگا،اسلامى دور مي</w:t>
      </w:r>
      <w:r w:rsidR="000A0CDC">
        <w:rPr>
          <w:rtl/>
        </w:rPr>
        <w:t xml:space="preserve">ں </w:t>
      </w:r>
      <w:r>
        <w:rPr>
          <w:rtl/>
        </w:rPr>
        <w:t>اس ديوان كى ذمہ داريا</w:t>
      </w:r>
      <w:r w:rsidR="000A0CDC">
        <w:rPr>
          <w:rtl/>
        </w:rPr>
        <w:t xml:space="preserve">ں </w:t>
      </w:r>
      <w:r>
        <w:rPr>
          <w:rtl/>
        </w:rPr>
        <w:t>بہت زيادہ اور اہم شمار ہوتى تھي</w:t>
      </w:r>
      <w:r w:rsidR="000A0CDC">
        <w:rPr>
          <w:rtl/>
        </w:rPr>
        <w:t xml:space="preserve">ں </w:t>
      </w:r>
      <w:r>
        <w:rPr>
          <w:rtl/>
        </w:rPr>
        <w:t>اس ديوان كى ذمہ داريو</w:t>
      </w:r>
      <w:r w:rsidR="000A0CDC">
        <w:rPr>
          <w:rtl/>
        </w:rPr>
        <w:t xml:space="preserve">ں </w:t>
      </w:r>
      <w:r>
        <w:rPr>
          <w:rtl/>
        </w:rPr>
        <w:t>مي</w:t>
      </w:r>
      <w:r w:rsidR="000A0CDC">
        <w:rPr>
          <w:rtl/>
        </w:rPr>
        <w:t xml:space="preserve">ں </w:t>
      </w:r>
      <w:r>
        <w:rPr>
          <w:rtl/>
        </w:rPr>
        <w:t>سے بعض مثلاخبري</w:t>
      </w:r>
      <w:r w:rsidR="000A0CDC">
        <w:rPr>
          <w:rtl/>
        </w:rPr>
        <w:t xml:space="preserve">ں </w:t>
      </w:r>
      <w:r>
        <w:rPr>
          <w:rtl/>
        </w:rPr>
        <w:t>پہچانا، حكومتى احكام منتقل كرنا اور اسلامى سرزمينو</w:t>
      </w:r>
      <w:r w:rsidR="000A0CDC">
        <w:rPr>
          <w:rtl/>
        </w:rPr>
        <w:t xml:space="preserve">ں </w:t>
      </w:r>
      <w:r>
        <w:rPr>
          <w:rtl/>
        </w:rPr>
        <w:t>كے گرد و نواح كى اطلاعات مركز خلافت تك پہچانا و غيرہ تھي</w:t>
      </w:r>
      <w:r w:rsidR="000A0CDC">
        <w:rPr>
          <w:rtl/>
        </w:rPr>
        <w:t xml:space="preserve">ں </w:t>
      </w:r>
      <w:r>
        <w:rPr>
          <w:rtl/>
        </w:rPr>
        <w:t xml:space="preserve">_ </w:t>
      </w:r>
    </w:p>
    <w:p w:rsidR="0061102A" w:rsidRDefault="0061102A" w:rsidP="00BE6934">
      <w:pPr>
        <w:pStyle w:val="libNormal"/>
        <w:rPr>
          <w:rtl/>
        </w:rPr>
      </w:pPr>
      <w:r>
        <w:rPr>
          <w:rtl/>
        </w:rPr>
        <w:t>وقت گزرنے كے ساتھ ساتھ اس ديوان كى ذمہ داريا</w:t>
      </w:r>
      <w:r w:rsidR="000A0CDC">
        <w:rPr>
          <w:rtl/>
        </w:rPr>
        <w:t xml:space="preserve">ں </w:t>
      </w:r>
      <w:r>
        <w:rPr>
          <w:rtl/>
        </w:rPr>
        <w:t>بڑھتى گئي</w:t>
      </w:r>
      <w:r w:rsidR="000A0CDC">
        <w:rPr>
          <w:rtl/>
        </w:rPr>
        <w:t xml:space="preserve">ں </w:t>
      </w:r>
      <w:r>
        <w:rPr>
          <w:rtl/>
        </w:rPr>
        <w:t>يہا</w:t>
      </w:r>
      <w:r w:rsidR="000A0CDC">
        <w:rPr>
          <w:rtl/>
        </w:rPr>
        <w:t xml:space="preserve">ں </w:t>
      </w:r>
      <w:r>
        <w:rPr>
          <w:rtl/>
        </w:rPr>
        <w:t>تك كہ يہ ديوان اسلامى سرزمينو</w:t>
      </w:r>
      <w:r w:rsidR="000A0CDC">
        <w:rPr>
          <w:rtl/>
        </w:rPr>
        <w:t xml:space="preserve">ں </w:t>
      </w:r>
      <w:r>
        <w:rPr>
          <w:rtl/>
        </w:rPr>
        <w:t>مي</w:t>
      </w:r>
      <w:r w:rsidR="000A0CDC">
        <w:rPr>
          <w:rtl/>
        </w:rPr>
        <w:t xml:space="preserve">ں </w:t>
      </w:r>
      <w:r>
        <w:rPr>
          <w:rtl/>
        </w:rPr>
        <w:t>امن و امان قائم ركھنے كيلئے ايك اہم شعبہ كى شكل اختيار كرگيا_ چونكہ ان سرزمينو</w:t>
      </w:r>
      <w:r w:rsidR="000A0CDC">
        <w:rPr>
          <w:rtl/>
        </w:rPr>
        <w:t xml:space="preserve">ں </w:t>
      </w:r>
      <w:r>
        <w:rPr>
          <w:rtl/>
        </w:rPr>
        <w:t>كے گرد و نواح كے حادثات اور واقعات سے باخبر ہونا انتہائي اہم موضوع تھا اسى ليے وقت گذرنے كے ساتھ مختلف علاقو</w:t>
      </w:r>
      <w:r w:rsidR="000A0CDC">
        <w:rPr>
          <w:rtl/>
        </w:rPr>
        <w:t xml:space="preserve">ں </w:t>
      </w:r>
      <w:r>
        <w:rPr>
          <w:rtl/>
        </w:rPr>
        <w:t>سے جاسوسى كى ذمہ دارى بھى اس ديوان كے سپرد كى گئي _ اسى ليے يہ ديوان اسلامى سلطنت كے اہم ستونو</w:t>
      </w:r>
      <w:r w:rsidR="000A0CDC">
        <w:rPr>
          <w:rtl/>
        </w:rPr>
        <w:t xml:space="preserve">ں </w:t>
      </w:r>
      <w:r>
        <w:rPr>
          <w:rtl/>
        </w:rPr>
        <w:t>مي</w:t>
      </w:r>
      <w:r w:rsidR="000A0CDC">
        <w:rPr>
          <w:rtl/>
        </w:rPr>
        <w:t xml:space="preserve">ں </w:t>
      </w:r>
      <w:r>
        <w:rPr>
          <w:rtl/>
        </w:rPr>
        <w:t>شمار ہونے لگا كہ جنكا كام مملكت اسلامى كى نگہبانى تھا_ اس ديوان كا سربراہ خلافت كى بقاء كے ضامن چار اركان مي</w:t>
      </w:r>
      <w:r w:rsidR="000A0CDC">
        <w:rPr>
          <w:rtl/>
        </w:rPr>
        <w:t xml:space="preserve">ں </w:t>
      </w:r>
      <w:r>
        <w:rPr>
          <w:rtl/>
        </w:rPr>
        <w:t xml:space="preserve">سے ايك ركن شمار ہونے لگا _ </w:t>
      </w:r>
    </w:p>
    <w:p w:rsidR="0061102A" w:rsidRDefault="0061102A" w:rsidP="00BE6934">
      <w:pPr>
        <w:pStyle w:val="libNormal"/>
        <w:rPr>
          <w:rtl/>
        </w:rPr>
      </w:pPr>
      <w:r>
        <w:rPr>
          <w:rtl/>
        </w:rPr>
        <w:t>اسلامى خلافت نے خبرو</w:t>
      </w:r>
      <w:r w:rsidR="000A0CDC">
        <w:rPr>
          <w:rtl/>
        </w:rPr>
        <w:t xml:space="preserve">ں </w:t>
      </w:r>
      <w:r>
        <w:rPr>
          <w:rtl/>
        </w:rPr>
        <w:t>كے نظام مي</w:t>
      </w:r>
      <w:r w:rsidR="000A0CDC">
        <w:rPr>
          <w:rtl/>
        </w:rPr>
        <w:t xml:space="preserve">ں </w:t>
      </w:r>
      <w:r>
        <w:rPr>
          <w:rtl/>
        </w:rPr>
        <w:t>سرعت پيدا كرنے كيلئے اور دوردراز علاقو</w:t>
      </w:r>
      <w:r w:rsidR="000A0CDC">
        <w:rPr>
          <w:rtl/>
        </w:rPr>
        <w:t xml:space="preserve">ں </w:t>
      </w:r>
      <w:r>
        <w:rPr>
          <w:rtl/>
        </w:rPr>
        <w:t xml:space="preserve">كى اطلاعات اور </w:t>
      </w:r>
    </w:p>
    <w:p w:rsidR="0061102A" w:rsidRDefault="003A7D4A" w:rsidP="00BE6934">
      <w:pPr>
        <w:pStyle w:val="libLine"/>
        <w:rPr>
          <w:rtl/>
        </w:rPr>
      </w:pPr>
      <w:r>
        <w:rPr>
          <w:rtl/>
        </w:rPr>
        <w:t>____________________</w:t>
      </w:r>
    </w:p>
    <w:p w:rsidR="00EA4FDD" w:rsidRPr="00EA4FDD" w:rsidRDefault="0061102A" w:rsidP="00BE6934">
      <w:pPr>
        <w:pStyle w:val="libFootnote"/>
        <w:rPr>
          <w:rStyle w:val="libNormalChar"/>
          <w:rtl/>
        </w:rPr>
      </w:pPr>
      <w:r>
        <w:rPr>
          <w:rtl/>
        </w:rPr>
        <w:t>1)دائرة المعارف بزرگ اسلامى ج 8 ، ذيل ، استيفاء ( سيد على آل داؤد)_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EA4FDD">
        <w:rPr>
          <w:rStyle w:val="libNormalChar"/>
          <w:rtl/>
        </w:rPr>
        <w:t>واقعات سے جلد آگاہ ہونے كيلئے وسيع پيمانے پر راستو</w:t>
      </w:r>
      <w:r w:rsidR="000A0CDC" w:rsidRPr="00EA4FDD">
        <w:rPr>
          <w:rStyle w:val="libNormalChar"/>
          <w:rtl/>
        </w:rPr>
        <w:t xml:space="preserve">ں </w:t>
      </w:r>
      <w:r w:rsidRPr="00EA4FDD">
        <w:rPr>
          <w:rStyle w:val="libNormalChar"/>
          <w:rtl/>
        </w:rPr>
        <w:t>اور كاروانسراؤ</w:t>
      </w:r>
      <w:r w:rsidR="000A0CDC" w:rsidRPr="00EA4FDD">
        <w:rPr>
          <w:rStyle w:val="libNormalChar"/>
          <w:rtl/>
        </w:rPr>
        <w:t xml:space="preserve">ں </w:t>
      </w:r>
      <w:r w:rsidRPr="00EA4FDD">
        <w:rPr>
          <w:rStyle w:val="libNormalChar"/>
          <w:rtl/>
        </w:rPr>
        <w:t>كا جال بچھايا _ كہ ان تمام كاروانسراؤ</w:t>
      </w:r>
      <w:r w:rsidR="000A0CDC" w:rsidRPr="00EA4FDD">
        <w:rPr>
          <w:rStyle w:val="libNormalChar"/>
          <w:rtl/>
        </w:rPr>
        <w:t xml:space="preserve">ں </w:t>
      </w:r>
      <w:r w:rsidRPr="00EA4FDD">
        <w:rPr>
          <w:rStyle w:val="libNormalChar"/>
          <w:rtl/>
        </w:rPr>
        <w:t>مي</w:t>
      </w:r>
      <w:r w:rsidR="000A0CDC" w:rsidRPr="00EA4FDD">
        <w:rPr>
          <w:rStyle w:val="libNormalChar"/>
          <w:rtl/>
        </w:rPr>
        <w:t xml:space="preserve">ں </w:t>
      </w:r>
      <w:r w:rsidRPr="00EA4FDD">
        <w:rPr>
          <w:rStyle w:val="libNormalChar"/>
          <w:rtl/>
        </w:rPr>
        <w:t xml:space="preserve">كچھ برق رفتار ، آمادہ اور تيار گھوڑے موجود ہوتے تھے كہ جيسے ہى دور كے سفر سے كوئي ڈاكيا پہنچتا فوراً اسكا تھكا ماندہ گھوڑا تازہ دم گھوڑے سے تبديل ہوتا اور قاصد بغير وقفے كے اپنا سفر جارى ركھتا_ يہ ڈاكيے عام انسان كى نسبت زيادہ تحمل و مشقت كے ساتھ بغير كسى آرام اور وقفہ كے سفر جارى ركھتے تھے </w:t>
      </w:r>
      <w:r w:rsidRPr="00EA4FDD">
        <w:rPr>
          <w:rStyle w:val="libFootnotenumChar"/>
          <w:rtl/>
        </w:rPr>
        <w:t xml:space="preserve">(1) </w:t>
      </w:r>
    </w:p>
    <w:p w:rsidR="0061102A" w:rsidRDefault="0061102A" w:rsidP="00BE6934">
      <w:pPr>
        <w:pStyle w:val="libNormal"/>
        <w:rPr>
          <w:rtl/>
        </w:rPr>
      </w:pPr>
    </w:p>
    <w:p w:rsidR="0061102A" w:rsidRDefault="0061102A" w:rsidP="00BE6934">
      <w:pPr>
        <w:pStyle w:val="Heading2Center"/>
        <w:rPr>
          <w:rtl/>
        </w:rPr>
      </w:pPr>
      <w:bookmarkStart w:id="63" w:name="_Toc268619"/>
      <w:r>
        <w:rPr>
          <w:rtl/>
        </w:rPr>
        <w:t>ديوان انشاء :</w:t>
      </w:r>
      <w:bookmarkEnd w:id="63"/>
    </w:p>
    <w:p w:rsidR="0061102A" w:rsidRDefault="0061102A" w:rsidP="00BE6934">
      <w:pPr>
        <w:pStyle w:val="libNormal"/>
        <w:rPr>
          <w:rtl/>
        </w:rPr>
      </w:pPr>
      <w:r>
        <w:rPr>
          <w:rtl/>
        </w:rPr>
        <w:t>يہ ديوان اسلامى مملكت كى مختلف سرزمينو</w:t>
      </w:r>
      <w:r w:rsidR="000A0CDC">
        <w:rPr>
          <w:rtl/>
        </w:rPr>
        <w:t xml:space="preserve">ں </w:t>
      </w:r>
      <w:r>
        <w:rPr>
          <w:rtl/>
        </w:rPr>
        <w:t>مي</w:t>
      </w:r>
      <w:r w:rsidR="000A0CDC">
        <w:rPr>
          <w:rtl/>
        </w:rPr>
        <w:t xml:space="preserve">ں </w:t>
      </w:r>
      <w:r>
        <w:rPr>
          <w:rtl/>
        </w:rPr>
        <w:t>'' ديوان رسائل '' اور ديوان ترسل'' كے نام سے بھى معنون كيا جاتاتھا اس كى اہم ترين ذمہ دارى حكومتى خطوط بالخصوص خليفہ كے فرامين كو ترتيب دينا اور انہي</w:t>
      </w:r>
      <w:r w:rsidR="000A0CDC">
        <w:rPr>
          <w:rtl/>
        </w:rPr>
        <w:t xml:space="preserve">ں </w:t>
      </w:r>
      <w:r>
        <w:rPr>
          <w:rtl/>
        </w:rPr>
        <w:t>عالم اسلام كے تمام نقاط تك بھيجنا تھى _ليكن وقت گزرنے كے ساتھ ساتھ اس ادارہ كى ذمہ داريا</w:t>
      </w:r>
      <w:r w:rsidR="000A0CDC">
        <w:rPr>
          <w:rtl/>
        </w:rPr>
        <w:t xml:space="preserve">ں </w:t>
      </w:r>
      <w:r>
        <w:rPr>
          <w:rtl/>
        </w:rPr>
        <w:t>بھى بڑھتى چلى گئي</w:t>
      </w:r>
      <w:r w:rsidR="000A0CDC">
        <w:rPr>
          <w:rtl/>
        </w:rPr>
        <w:t xml:space="preserve">ں </w:t>
      </w:r>
      <w:r>
        <w:rPr>
          <w:rtl/>
        </w:rPr>
        <w:t>_ تاريخى اعتبار سے ايسا معلوم ہوتاہے كہ يہ وہ پہلا ديوان ہے كہ جو صدر اسلام مي</w:t>
      </w:r>
      <w:r w:rsidR="000A0CDC">
        <w:rPr>
          <w:rtl/>
        </w:rPr>
        <w:t xml:space="preserve">ں </w:t>
      </w:r>
      <w:r>
        <w:rPr>
          <w:rtl/>
        </w:rPr>
        <w:t>خود پيامبر اكرم(ص) كى حيات مي</w:t>
      </w:r>
      <w:r w:rsidR="000A0CDC">
        <w:rPr>
          <w:rtl/>
        </w:rPr>
        <w:t xml:space="preserve">ں </w:t>
      </w:r>
      <w:r>
        <w:rPr>
          <w:rtl/>
        </w:rPr>
        <w:t>تشكيل پايا تھا _آنحضرت(ص) كا عرب سرزمينو</w:t>
      </w:r>
      <w:r w:rsidR="000A0CDC">
        <w:rPr>
          <w:rtl/>
        </w:rPr>
        <w:t xml:space="preserve">ں </w:t>
      </w:r>
      <w:r>
        <w:rPr>
          <w:rtl/>
        </w:rPr>
        <w:t>كے ہمسايہ اور بڑى بڑى تہذيبو</w:t>
      </w:r>
      <w:r w:rsidR="000A0CDC">
        <w:rPr>
          <w:rtl/>
        </w:rPr>
        <w:t xml:space="preserve">ں </w:t>
      </w:r>
      <w:r>
        <w:rPr>
          <w:rtl/>
        </w:rPr>
        <w:t>كے حامل ممالك كے حاكمو</w:t>
      </w:r>
      <w:r w:rsidR="000A0CDC">
        <w:rPr>
          <w:rtl/>
        </w:rPr>
        <w:t xml:space="preserve">ں </w:t>
      </w:r>
      <w:r>
        <w:rPr>
          <w:rtl/>
        </w:rPr>
        <w:t>اور بڑى شخصيات كو خط لكھنے كيلئے ايك شعبہ بنانا اس قسم كے ديوان كيلئے ايك نمونہ تھا اور ساتھ ہى ان لوگو</w:t>
      </w:r>
      <w:r w:rsidR="000A0CDC">
        <w:rPr>
          <w:rtl/>
        </w:rPr>
        <w:t xml:space="preserve">ں </w:t>
      </w:r>
      <w:r>
        <w:rPr>
          <w:rtl/>
        </w:rPr>
        <w:t>كيلئے دليل اور تاييد تھى جو اس شعبہ كو اسلام كا سب سے پہلا ديوان جانتے ہي</w:t>
      </w:r>
      <w:r w:rsidR="000A0CDC">
        <w:rPr>
          <w:rtl/>
        </w:rPr>
        <w:t xml:space="preserve">ں </w:t>
      </w:r>
      <w:r w:rsidRPr="00F67D4B">
        <w:rPr>
          <w:rStyle w:val="libFootnotenumChar"/>
          <w:rtl/>
        </w:rPr>
        <w:t>(2)</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64" w:name="_Toc268620"/>
      <w:r>
        <w:rPr>
          <w:rtl/>
        </w:rPr>
        <w:t>ديوان جيش:</w:t>
      </w:r>
      <w:bookmarkEnd w:id="64"/>
    </w:p>
    <w:p w:rsidR="0061102A" w:rsidRDefault="0061102A" w:rsidP="00BE6934">
      <w:pPr>
        <w:pStyle w:val="libNormal"/>
        <w:rPr>
          <w:rtl/>
        </w:rPr>
      </w:pPr>
      <w:r>
        <w:rPr>
          <w:rtl/>
        </w:rPr>
        <w:t>يہ ديوان كے جسے ''ديوان جند'' كا بھى نام ديا گيا دوسرے خليفہ كے دور مي</w:t>
      </w:r>
      <w:r w:rsidR="000A0CDC">
        <w:rPr>
          <w:rtl/>
        </w:rPr>
        <w:t xml:space="preserve">ں </w:t>
      </w:r>
      <w:r>
        <w:rPr>
          <w:rtl/>
        </w:rPr>
        <w:t>تشكيل پايا_ اس ديوان كا اپنى تشكيل كے ابتدائي ايام مي</w:t>
      </w:r>
      <w:r w:rsidR="000A0CDC">
        <w:rPr>
          <w:rtl/>
        </w:rPr>
        <w:t xml:space="preserve">ں </w:t>
      </w:r>
      <w:r>
        <w:rPr>
          <w:rtl/>
        </w:rPr>
        <w:t>كام يہ تھا كہ وہ افراد جو كہ صدر اسلام كى جنگو</w:t>
      </w:r>
      <w:r w:rsidR="000A0CDC">
        <w:rPr>
          <w:rtl/>
        </w:rPr>
        <w:t xml:space="preserve">ں </w:t>
      </w:r>
      <w:r>
        <w:rPr>
          <w:rtl/>
        </w:rPr>
        <w:t>مي</w:t>
      </w:r>
      <w:r w:rsidR="000A0CDC">
        <w:rPr>
          <w:rtl/>
        </w:rPr>
        <w:t xml:space="preserve">ں </w:t>
      </w:r>
      <w:r>
        <w:rPr>
          <w:rtl/>
        </w:rPr>
        <w:t>شركت كيا كرتے تھے انكى فہرست تيار كرنا تا كہ درست ريكارڈ ہونے كى صورت مي</w:t>
      </w:r>
      <w:r w:rsidR="000A0CDC">
        <w:rPr>
          <w:rtl/>
        </w:rPr>
        <w:t xml:space="preserve">ں </w:t>
      </w:r>
      <w:r>
        <w:rPr>
          <w:rtl/>
        </w:rPr>
        <w:t>مسلمانو</w:t>
      </w:r>
      <w:r w:rsidR="000A0CDC">
        <w:rPr>
          <w:rtl/>
        </w:rPr>
        <w:t xml:space="preserve">ں </w:t>
      </w:r>
      <w:r>
        <w:rPr>
          <w:rtl/>
        </w:rPr>
        <w:t>كے بيت المال كوچيك كرتے ہوئے ہر ايك كے حصہ كى مقدار واضح كى جائے _ اس فہرست كے تيار ہونے كے دوران لوگو</w:t>
      </w:r>
      <w:r w:rsidR="000A0CDC">
        <w:rPr>
          <w:rtl/>
        </w:rPr>
        <w:t xml:space="preserve">ں </w:t>
      </w:r>
      <w:r>
        <w:rPr>
          <w:rtl/>
        </w:rPr>
        <w:t>كا پيغمبر اكرم (ص) سے قرب كو معيار بنايا جاتا تھا وقت گزرنے كے ساتھ ساتھ اس ديوان كى ذمہ داريا</w:t>
      </w:r>
      <w:r w:rsidR="000A0CDC">
        <w:rPr>
          <w:rtl/>
        </w:rPr>
        <w:t xml:space="preserve">ں </w:t>
      </w:r>
      <w:r>
        <w:rPr>
          <w:rtl/>
        </w:rPr>
        <w:t>بھى بڑھ گئي</w:t>
      </w:r>
      <w:r w:rsidR="000A0CDC">
        <w:rPr>
          <w:rtl/>
        </w:rPr>
        <w:t xml:space="preserve">ں </w:t>
      </w:r>
      <w:r>
        <w:rPr>
          <w:rtl/>
        </w:rPr>
        <w:t>مثلا مسلمانو</w:t>
      </w:r>
      <w:r w:rsidR="000A0CDC">
        <w:rPr>
          <w:rtl/>
        </w:rPr>
        <w:t xml:space="preserve">ں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1)دانشنامہ جہان اسلام ج 3 ذيل بريد (بہمن سركاراتى ، نوراللہ كسايى و ناديا برگ نيسي) _ </w:t>
      </w:r>
    </w:p>
    <w:p w:rsidR="003E14E1" w:rsidRDefault="0061102A" w:rsidP="00BE6934">
      <w:pPr>
        <w:pStyle w:val="libFootnote"/>
        <w:rPr>
          <w:rtl/>
        </w:rPr>
      </w:pPr>
      <w:r>
        <w:rPr>
          <w:rtl/>
        </w:rPr>
        <w:t>2)قلقشندى ، صحيح الاعشى فى صناعة الانشاء ج1 ، ص 92_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كے لشكر كے حوالے سے امور كى سرپرستى ، جنگجو لوگو</w:t>
      </w:r>
      <w:r w:rsidR="000A0CDC">
        <w:rPr>
          <w:rtl/>
        </w:rPr>
        <w:t xml:space="preserve">ں </w:t>
      </w:r>
      <w:r>
        <w:rPr>
          <w:rtl/>
        </w:rPr>
        <w:t>كى تعداد معين ہونا ، شہيد اور زخمى ہونے والے حضرات كى فہرست بننا، اور ہر جنگجو كو اسكا حصہ يا تنخواہ ادا كرنا و غيرہ اس ديوان كى ذمہ داريو</w:t>
      </w:r>
      <w:r w:rsidR="000A0CDC">
        <w:rPr>
          <w:rtl/>
        </w:rPr>
        <w:t xml:space="preserve">ں </w:t>
      </w:r>
      <w:r>
        <w:rPr>
          <w:rtl/>
        </w:rPr>
        <w:t>مي</w:t>
      </w:r>
      <w:r w:rsidR="000A0CDC">
        <w:rPr>
          <w:rtl/>
        </w:rPr>
        <w:t xml:space="preserve">ں </w:t>
      </w:r>
      <w:r>
        <w:rPr>
          <w:rtl/>
        </w:rPr>
        <w:t>سے شمار ہوتى تھي</w:t>
      </w:r>
      <w:r w:rsidR="000A0CDC">
        <w:rPr>
          <w:rtl/>
        </w:rPr>
        <w:t xml:space="preserve">ں </w:t>
      </w:r>
      <w:r>
        <w:rPr>
          <w:rtl/>
        </w:rPr>
        <w:t xml:space="preserve">_ اس ديوان كے سرپرست كو '' ناظر الجيش'' كہا جاتا تھا_ </w:t>
      </w:r>
    </w:p>
    <w:p w:rsidR="0061102A" w:rsidRDefault="0061102A" w:rsidP="00BE6934">
      <w:pPr>
        <w:pStyle w:val="libNormal"/>
        <w:rPr>
          <w:rtl/>
        </w:rPr>
      </w:pPr>
    </w:p>
    <w:p w:rsidR="0061102A" w:rsidRDefault="0061102A" w:rsidP="00BE6934">
      <w:pPr>
        <w:pStyle w:val="Heading2Center"/>
        <w:rPr>
          <w:rtl/>
        </w:rPr>
      </w:pPr>
      <w:bookmarkStart w:id="65" w:name="_Toc268621"/>
      <w:r>
        <w:rPr>
          <w:rtl/>
        </w:rPr>
        <w:t>ديوان بيت المال:</w:t>
      </w:r>
      <w:bookmarkEnd w:id="65"/>
    </w:p>
    <w:p w:rsidR="0061102A" w:rsidRDefault="0061102A" w:rsidP="00BE6934">
      <w:pPr>
        <w:pStyle w:val="libNormal"/>
        <w:rPr>
          <w:rtl/>
        </w:rPr>
      </w:pPr>
      <w:r>
        <w:rPr>
          <w:rtl/>
        </w:rPr>
        <w:t>يہ ديوان شروع مي</w:t>
      </w:r>
      <w:r w:rsidR="000A0CDC">
        <w:rPr>
          <w:rtl/>
        </w:rPr>
        <w:t xml:space="preserve">ں </w:t>
      </w:r>
      <w:r>
        <w:rPr>
          <w:rtl/>
        </w:rPr>
        <w:t>ايك خاص جگہ كو كہا جاتا تھا كہ جس مي</w:t>
      </w:r>
      <w:r w:rsidR="000A0CDC">
        <w:rPr>
          <w:rtl/>
        </w:rPr>
        <w:t xml:space="preserve">ں </w:t>
      </w:r>
      <w:r>
        <w:rPr>
          <w:rtl/>
        </w:rPr>
        <w:t>جز يہ اور خراج و غيرہ سے منتقل ہونے والے مال كو ركھا جاتا تھا تاكہ مسلمانو</w:t>
      </w:r>
      <w:r w:rsidR="000A0CDC">
        <w:rPr>
          <w:rtl/>
        </w:rPr>
        <w:t xml:space="preserve">ں </w:t>
      </w:r>
      <w:r>
        <w:rPr>
          <w:rtl/>
        </w:rPr>
        <w:t>مي</w:t>
      </w:r>
      <w:r w:rsidR="000A0CDC">
        <w:rPr>
          <w:rtl/>
        </w:rPr>
        <w:t xml:space="preserve">ں </w:t>
      </w:r>
      <w:r>
        <w:rPr>
          <w:rtl/>
        </w:rPr>
        <w:t>تقسيم كيا جائے حضرت عمر كى خلافت كے دوران مسجد النبى كا كچھ حصہ بيت المال كى حفاظت كيلئے انتخاب ہوا اور لوگ اسكى حفاظت كيلئے مقرر كيے گئے وقت گزرنے كے ساتھ ساتھ يہ شعبہ اسلامى حكومت كے مالى شعبو</w:t>
      </w:r>
      <w:r w:rsidR="000A0CDC">
        <w:rPr>
          <w:rtl/>
        </w:rPr>
        <w:t xml:space="preserve">ں </w:t>
      </w:r>
      <w:r>
        <w:rPr>
          <w:rtl/>
        </w:rPr>
        <w:t>مي</w:t>
      </w:r>
      <w:r w:rsidR="000A0CDC">
        <w:rPr>
          <w:rtl/>
        </w:rPr>
        <w:t xml:space="preserve">ں </w:t>
      </w:r>
      <w:r>
        <w:rPr>
          <w:rtl/>
        </w:rPr>
        <w:t>سے ايك اہم ترين شعبہ كى حيثيت اختيار كرگيا _ اور خاص افراد اسكى سرپرستى كيلئے مقرر ہوتے تھے بيت المال كى درآمد اور مصارف معين ہوتے تھے مثلا ايك كلى تقسيم كے مطابق اسكى درآمد تين اقسام في، غنيمت اور صدقہ مي</w:t>
      </w:r>
      <w:r w:rsidR="000A0CDC">
        <w:rPr>
          <w:rtl/>
        </w:rPr>
        <w:t xml:space="preserve">ں </w:t>
      </w:r>
      <w:r>
        <w:rPr>
          <w:rtl/>
        </w:rPr>
        <w:t>تقسيم ہوتى تھى _ لوگو</w:t>
      </w:r>
      <w:r w:rsidR="000A0CDC">
        <w:rPr>
          <w:rtl/>
        </w:rPr>
        <w:t xml:space="preserve">ں </w:t>
      </w:r>
      <w:r>
        <w:rPr>
          <w:rtl/>
        </w:rPr>
        <w:t>كى ضروريات پورى كرنا اور انكى سطح زندگى كو بڑھانا و غيرہ اسكے مصارف شمار ہوتے تھے بعد كے ادوار مي</w:t>
      </w:r>
      <w:r w:rsidR="000A0CDC">
        <w:rPr>
          <w:rtl/>
        </w:rPr>
        <w:t xml:space="preserve">ں </w:t>
      </w:r>
      <w:r>
        <w:rPr>
          <w:rtl/>
        </w:rPr>
        <w:t>بيت المال اسلام كے مجاہدين كى تنخواہو</w:t>
      </w:r>
      <w:r w:rsidR="000A0CDC">
        <w:rPr>
          <w:rtl/>
        </w:rPr>
        <w:t xml:space="preserve">ں </w:t>
      </w:r>
      <w:r>
        <w:rPr>
          <w:rtl/>
        </w:rPr>
        <w:t>كو ادا كرنا انكے كيلئے اسلحہ مہيا كرنا ، مسلمان فقراء كى ضروريات پورى كرنا اور مسلمان اسيرو</w:t>
      </w:r>
      <w:r w:rsidR="000A0CDC">
        <w:rPr>
          <w:rtl/>
        </w:rPr>
        <w:t xml:space="preserve">ں </w:t>
      </w:r>
      <w:r>
        <w:rPr>
          <w:rtl/>
        </w:rPr>
        <w:t>كو آزاد كروانا و غيرہ كا كام كرتا تھا</w:t>
      </w:r>
      <w:r w:rsidRPr="00F67D4B">
        <w:rPr>
          <w:rStyle w:val="libFootnotenumChar"/>
          <w:rtl/>
        </w:rPr>
        <w:t>(1)</w:t>
      </w:r>
      <w:r>
        <w:rPr>
          <w:rtl/>
        </w:rPr>
        <w:t xml:space="preserve"> </w:t>
      </w:r>
    </w:p>
    <w:p w:rsidR="0061102A" w:rsidRDefault="0061102A" w:rsidP="00BE6934">
      <w:pPr>
        <w:pStyle w:val="libNormal"/>
        <w:rPr>
          <w:rtl/>
        </w:rPr>
      </w:pPr>
      <w:r>
        <w:rPr>
          <w:rtl/>
        </w:rPr>
        <w:t>واضح سى بات ہے كہ ان چند ديوان يا دفاتر كےساتھ تمام اسلامى سرزمينو</w:t>
      </w:r>
      <w:r w:rsidR="000A0CDC">
        <w:rPr>
          <w:rtl/>
        </w:rPr>
        <w:t xml:space="preserve">ں </w:t>
      </w:r>
      <w:r>
        <w:rPr>
          <w:rtl/>
        </w:rPr>
        <w:t>كے نظام كو چلانا ممكن نہ تھا _ لہذا ان اہم ديوان يا دفاتر كے علاوہ چھوٹے كامو</w:t>
      </w:r>
      <w:r w:rsidR="000A0CDC">
        <w:rPr>
          <w:rtl/>
        </w:rPr>
        <w:t xml:space="preserve">ں </w:t>
      </w:r>
      <w:r>
        <w:rPr>
          <w:rtl/>
        </w:rPr>
        <w:t>كيلئے ان تمام سرزمينو</w:t>
      </w:r>
      <w:r w:rsidR="000A0CDC">
        <w:rPr>
          <w:rtl/>
        </w:rPr>
        <w:t xml:space="preserve">ں </w:t>
      </w:r>
      <w:r>
        <w:rPr>
          <w:rtl/>
        </w:rPr>
        <w:t>مي</w:t>
      </w:r>
      <w:r w:rsidR="000A0CDC">
        <w:rPr>
          <w:rtl/>
        </w:rPr>
        <w:t xml:space="preserve">ں </w:t>
      </w:r>
      <w:r>
        <w:rPr>
          <w:rtl/>
        </w:rPr>
        <w:t>متعدد اقسام كے ديوا ن موجود تھے كہ ان مي</w:t>
      </w:r>
      <w:r w:rsidR="000A0CDC">
        <w:rPr>
          <w:rtl/>
        </w:rPr>
        <w:t xml:space="preserve">ں </w:t>
      </w:r>
      <w:r>
        <w:rPr>
          <w:rtl/>
        </w:rPr>
        <w:t>سے چند مندرجہ ذيل ہي</w:t>
      </w:r>
      <w:r w:rsidR="000A0CDC">
        <w:rPr>
          <w:rtl/>
        </w:rPr>
        <w:t xml:space="preserve">ں </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66" w:name="_Toc268622"/>
      <w:r>
        <w:rPr>
          <w:rtl/>
        </w:rPr>
        <w:t>ديوان نفقات:</w:t>
      </w:r>
      <w:bookmarkEnd w:id="66"/>
    </w:p>
    <w:p w:rsidR="0061102A" w:rsidRDefault="0061102A" w:rsidP="00BE6934">
      <w:pPr>
        <w:pStyle w:val="libNormal"/>
        <w:rPr>
          <w:rtl/>
        </w:rPr>
      </w:pPr>
      <w:r>
        <w:rPr>
          <w:rtl/>
        </w:rPr>
        <w:t>اس ديوان كے ذمے حكومتى ملازمو</w:t>
      </w:r>
      <w:r w:rsidR="000A0CDC">
        <w:rPr>
          <w:rtl/>
        </w:rPr>
        <w:t xml:space="preserve">ں </w:t>
      </w:r>
      <w:r>
        <w:rPr>
          <w:rtl/>
        </w:rPr>
        <w:t xml:space="preserve">ا ور اپنے ماتحت چھوٹے ديوانات كے مالى معاملات اور اخراجات كو نمٹاناتھا_ </w:t>
      </w:r>
    </w:p>
    <w:p w:rsidR="0061102A" w:rsidRDefault="00CD1BB5" w:rsidP="00BE6934">
      <w:pPr>
        <w:pStyle w:val="libLine"/>
        <w:rPr>
          <w:rtl/>
        </w:rPr>
      </w:pPr>
      <w:r>
        <w:rPr>
          <w:rtl/>
        </w:rPr>
        <w:t>____________________</w:t>
      </w:r>
    </w:p>
    <w:p w:rsidR="003E14E1" w:rsidRDefault="0061102A" w:rsidP="00BE6934">
      <w:pPr>
        <w:pStyle w:val="libFootnote"/>
        <w:rPr>
          <w:rtl/>
        </w:rPr>
      </w:pPr>
      <w:r>
        <w:rPr>
          <w:rtl/>
        </w:rPr>
        <w:t>1)دانشنامہ جہان اسلام ، ج 4 '' ذيل '' بيت المال (محمد كاظم رحمان ستايش)_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67" w:name="_Toc268623"/>
      <w:r>
        <w:rPr>
          <w:rtl/>
        </w:rPr>
        <w:t>ديوان اقطاع :</w:t>
      </w:r>
      <w:bookmarkEnd w:id="67"/>
    </w:p>
    <w:p w:rsidR="0061102A" w:rsidRDefault="0061102A" w:rsidP="00BE6934">
      <w:pPr>
        <w:pStyle w:val="libNormal"/>
        <w:rPr>
          <w:rtl/>
        </w:rPr>
      </w:pPr>
      <w:r>
        <w:rPr>
          <w:rtl/>
        </w:rPr>
        <w:t>وہ زرخيز زرعى زميني</w:t>
      </w:r>
      <w:r w:rsidR="000A0CDC">
        <w:rPr>
          <w:rtl/>
        </w:rPr>
        <w:t xml:space="preserve">ں </w:t>
      </w:r>
      <w:r>
        <w:rPr>
          <w:rtl/>
        </w:rPr>
        <w:t>جو كہ مركز خلافت سے زراعت كيلئے لوگو</w:t>
      </w:r>
      <w:r w:rsidR="000A0CDC">
        <w:rPr>
          <w:rtl/>
        </w:rPr>
        <w:t xml:space="preserve">ں </w:t>
      </w:r>
      <w:r>
        <w:rPr>
          <w:rtl/>
        </w:rPr>
        <w:t>كے سپرد كى جاتى تھي</w:t>
      </w:r>
      <w:r w:rsidR="000A0CDC">
        <w:rPr>
          <w:rtl/>
        </w:rPr>
        <w:t xml:space="preserve">ں </w:t>
      </w:r>
      <w:r>
        <w:rPr>
          <w:rtl/>
        </w:rPr>
        <w:t xml:space="preserve">انكى آمدنى كا حساب و كتاب اور ان پر نگرانى اس ديوان كے ذمہ تھى _ </w:t>
      </w:r>
    </w:p>
    <w:p w:rsidR="0061102A" w:rsidRDefault="0061102A" w:rsidP="00BE6934">
      <w:pPr>
        <w:pStyle w:val="Heading2Center"/>
        <w:rPr>
          <w:rtl/>
        </w:rPr>
      </w:pPr>
      <w:bookmarkStart w:id="68" w:name="_Toc268624"/>
      <w:r>
        <w:rPr>
          <w:rtl/>
        </w:rPr>
        <w:t>ديوان عرض:</w:t>
      </w:r>
      <w:bookmarkEnd w:id="68"/>
    </w:p>
    <w:p w:rsidR="0061102A" w:rsidRDefault="0061102A" w:rsidP="00BE6934">
      <w:pPr>
        <w:pStyle w:val="libNormal"/>
        <w:rPr>
          <w:rtl/>
        </w:rPr>
      </w:pPr>
      <w:r>
        <w:rPr>
          <w:rtl/>
        </w:rPr>
        <w:t>يہ ديوان سپاہيو</w:t>
      </w:r>
      <w:r w:rsidR="000A0CDC">
        <w:rPr>
          <w:rtl/>
        </w:rPr>
        <w:t xml:space="preserve">ں </w:t>
      </w:r>
      <w:r>
        <w:rPr>
          <w:rtl/>
        </w:rPr>
        <w:t>كے امور كے متعلق تھا اسمي</w:t>
      </w:r>
      <w:r w:rsidR="000A0CDC">
        <w:rPr>
          <w:rtl/>
        </w:rPr>
        <w:t xml:space="preserve">ں </w:t>
      </w:r>
      <w:r>
        <w:rPr>
          <w:rtl/>
        </w:rPr>
        <w:t>انكے نامو</w:t>
      </w:r>
      <w:r w:rsidR="000A0CDC">
        <w:rPr>
          <w:rtl/>
        </w:rPr>
        <w:t xml:space="preserve">ں </w:t>
      </w:r>
      <w:r>
        <w:rPr>
          <w:rtl/>
        </w:rPr>
        <w:t>كى فہرستي</w:t>
      </w:r>
      <w:r w:rsidR="000A0CDC">
        <w:rPr>
          <w:rtl/>
        </w:rPr>
        <w:t xml:space="preserve">ں </w:t>
      </w:r>
      <w:r>
        <w:rPr>
          <w:rtl/>
        </w:rPr>
        <w:t>تيار ہوتى تھى تا كہ بوقت ضرورت انكے بارے مي</w:t>
      </w:r>
      <w:r w:rsidR="000A0CDC">
        <w:rPr>
          <w:rtl/>
        </w:rPr>
        <w:t xml:space="preserve">ں </w:t>
      </w:r>
      <w:r>
        <w:rPr>
          <w:rtl/>
        </w:rPr>
        <w:t xml:space="preserve">معلوم كياجاسكے_ </w:t>
      </w:r>
    </w:p>
    <w:p w:rsidR="0061102A" w:rsidRDefault="0061102A" w:rsidP="00BE6934">
      <w:pPr>
        <w:pStyle w:val="Heading2Center"/>
        <w:rPr>
          <w:rtl/>
        </w:rPr>
      </w:pPr>
      <w:bookmarkStart w:id="69" w:name="_Toc268625"/>
      <w:r>
        <w:rPr>
          <w:rtl/>
        </w:rPr>
        <w:t>ديوان العمائر يا ديوا ن الابنية المعمورة:</w:t>
      </w:r>
      <w:bookmarkEnd w:id="69"/>
    </w:p>
    <w:p w:rsidR="0061102A" w:rsidRDefault="0061102A" w:rsidP="00BE6934">
      <w:pPr>
        <w:pStyle w:val="libNormal"/>
        <w:rPr>
          <w:rtl/>
        </w:rPr>
      </w:pPr>
      <w:r>
        <w:rPr>
          <w:rtl/>
        </w:rPr>
        <w:t>اس ديوان كى ذمہ دارى يہ تھى كہ عمارتو</w:t>
      </w:r>
      <w:r w:rsidR="000A0CDC">
        <w:rPr>
          <w:rtl/>
        </w:rPr>
        <w:t xml:space="preserve">ں </w:t>
      </w:r>
      <w:r>
        <w:rPr>
          <w:rtl/>
        </w:rPr>
        <w:t>كى عمر كے حوالے سے تحقيق كرے اور انہي</w:t>
      </w:r>
      <w:r w:rsidR="000A0CDC">
        <w:rPr>
          <w:rtl/>
        </w:rPr>
        <w:t xml:space="preserve">ں </w:t>
      </w:r>
      <w:r>
        <w:rPr>
          <w:rtl/>
        </w:rPr>
        <w:t>تعمير كروائے اسى طرح شہرى عمارتو</w:t>
      </w:r>
      <w:r w:rsidR="000A0CDC">
        <w:rPr>
          <w:rtl/>
        </w:rPr>
        <w:t xml:space="preserve">ں </w:t>
      </w:r>
      <w:r>
        <w:rPr>
          <w:rtl/>
        </w:rPr>
        <w:t xml:space="preserve">كى ہميشہ ديكھ بھال كرتا رہے_ </w:t>
      </w:r>
    </w:p>
    <w:p w:rsidR="0061102A" w:rsidRDefault="0061102A" w:rsidP="00BE6934">
      <w:pPr>
        <w:pStyle w:val="Heading2Center"/>
        <w:rPr>
          <w:rtl/>
        </w:rPr>
      </w:pPr>
      <w:bookmarkStart w:id="70" w:name="_Toc268626"/>
      <w:r>
        <w:rPr>
          <w:rtl/>
        </w:rPr>
        <w:t>ديوان مظالم :</w:t>
      </w:r>
      <w:bookmarkEnd w:id="70"/>
    </w:p>
    <w:p w:rsidR="0061102A" w:rsidRDefault="0061102A" w:rsidP="00BE6934">
      <w:pPr>
        <w:pStyle w:val="libNormal"/>
        <w:rPr>
          <w:rtl/>
        </w:rPr>
      </w:pPr>
      <w:r>
        <w:rPr>
          <w:rtl/>
        </w:rPr>
        <w:t>يہ ديوان بھى اپنے مقام پر اسلامى سرزمينو</w:t>
      </w:r>
      <w:r w:rsidR="000A0CDC">
        <w:rPr>
          <w:rtl/>
        </w:rPr>
        <w:t xml:space="preserve">ں </w:t>
      </w:r>
      <w:r>
        <w:rPr>
          <w:rtl/>
        </w:rPr>
        <w:t>كے اہم دواوين مي</w:t>
      </w:r>
      <w:r w:rsidR="000A0CDC">
        <w:rPr>
          <w:rtl/>
        </w:rPr>
        <w:t xml:space="preserve">ں </w:t>
      </w:r>
      <w:r>
        <w:rPr>
          <w:rtl/>
        </w:rPr>
        <w:t>شمار ہوتا تھا اسكا كام لوگو</w:t>
      </w:r>
      <w:r w:rsidR="000A0CDC">
        <w:rPr>
          <w:rtl/>
        </w:rPr>
        <w:t xml:space="preserve">ں </w:t>
      </w:r>
      <w:r>
        <w:rPr>
          <w:rtl/>
        </w:rPr>
        <w:t>كى شكايا ت اور درخواستو</w:t>
      </w:r>
      <w:r w:rsidR="000A0CDC">
        <w:rPr>
          <w:rtl/>
        </w:rPr>
        <w:t xml:space="preserve">ں </w:t>
      </w:r>
      <w:r>
        <w:rPr>
          <w:rtl/>
        </w:rPr>
        <w:t>كے مطابق انہي</w:t>
      </w:r>
      <w:r w:rsidR="000A0CDC">
        <w:rPr>
          <w:rtl/>
        </w:rPr>
        <w:t xml:space="preserve">ں </w:t>
      </w:r>
      <w:r>
        <w:rPr>
          <w:rtl/>
        </w:rPr>
        <w:t>انصاف مہيا كرنا تھا بالفا ظ ديگر آج كے عدالتى ادارو</w:t>
      </w:r>
      <w:r w:rsidR="000A0CDC">
        <w:rPr>
          <w:rtl/>
        </w:rPr>
        <w:t xml:space="preserve">ں </w:t>
      </w:r>
      <w:r>
        <w:rPr>
          <w:rtl/>
        </w:rPr>
        <w:t xml:space="preserve">كى مانند يہ كا م كرتا تھا اس ديوا ن كے منتظم كو قاضى كہا جاتا تھا اور سب سے بڑے عہدے پر فائز شخص قاضى القضات كہلا تا تھا_ </w:t>
      </w:r>
    </w:p>
    <w:p w:rsidR="0061102A" w:rsidRDefault="0061102A" w:rsidP="00BE6934">
      <w:pPr>
        <w:pStyle w:val="Heading2Center"/>
        <w:rPr>
          <w:rtl/>
        </w:rPr>
      </w:pPr>
      <w:bookmarkStart w:id="71" w:name="_Toc268627"/>
      <w:r>
        <w:rPr>
          <w:rtl/>
        </w:rPr>
        <w:t>2 ) خراج</w:t>
      </w:r>
      <w:bookmarkEnd w:id="71"/>
    </w:p>
    <w:p w:rsidR="0061102A" w:rsidRDefault="0061102A" w:rsidP="00BE6934">
      <w:pPr>
        <w:pStyle w:val="libNormal"/>
        <w:rPr>
          <w:rtl/>
        </w:rPr>
      </w:pPr>
      <w:r>
        <w:rPr>
          <w:rtl/>
        </w:rPr>
        <w:t>خراج ہميشہ سے اسلامى سرزمينو</w:t>
      </w:r>
      <w:r w:rsidR="000A0CDC">
        <w:rPr>
          <w:rtl/>
        </w:rPr>
        <w:t xml:space="preserve">ں </w:t>
      </w:r>
      <w:r>
        <w:rPr>
          <w:rtl/>
        </w:rPr>
        <w:t>مي</w:t>
      </w:r>
      <w:r w:rsidR="000A0CDC">
        <w:rPr>
          <w:rtl/>
        </w:rPr>
        <w:t xml:space="preserve">ں </w:t>
      </w:r>
      <w:r>
        <w:rPr>
          <w:rtl/>
        </w:rPr>
        <w:t>اسلامى خلافت كيلئے مالى درآمد كا ايك اہم ترين منبع شمار ہوتا تھا _ چونكہ بہت سے جديد شہر تشكيل پاچكے تھے، اسلامى سرزمين كى سرحدو</w:t>
      </w:r>
      <w:r w:rsidR="000A0CDC">
        <w:rPr>
          <w:rtl/>
        </w:rPr>
        <w:t xml:space="preserve">ں </w:t>
      </w:r>
      <w:r>
        <w:rPr>
          <w:rtl/>
        </w:rPr>
        <w:t>كى حفاظت امن و امان كے ليے ضرورى ہوچكى تھى سپاہيو</w:t>
      </w:r>
      <w:r w:rsidR="000A0CDC">
        <w:rPr>
          <w:rtl/>
        </w:rPr>
        <w:t xml:space="preserve">ں </w:t>
      </w:r>
      <w:r>
        <w:rPr>
          <w:rtl/>
        </w:rPr>
        <w:t>كى اجرت اور اسلامى خلافت كے ديگر اخراجات نے حكومت كو نظام چلانے كيلئے مالى درآمد كے منابع كى نئي نئي صورتو</w:t>
      </w:r>
      <w:r w:rsidR="000A0CDC">
        <w:rPr>
          <w:rtl/>
        </w:rPr>
        <w:t xml:space="preserve">ں </w:t>
      </w:r>
      <w:r>
        <w:rPr>
          <w:rtl/>
        </w:rPr>
        <w:t xml:space="preserve">سامنے لانے پر مجبور كرديا تھا_ </w:t>
      </w:r>
    </w:p>
    <w:p w:rsidR="0061102A" w:rsidRDefault="0061102A" w:rsidP="00BE6934">
      <w:pPr>
        <w:pStyle w:val="libNormal"/>
        <w:rPr>
          <w:rtl/>
        </w:rPr>
      </w:pPr>
      <w:r>
        <w:rPr>
          <w:rtl/>
        </w:rPr>
        <w:t>فتوحات كے دور سے قبل جزيرہ عرب مي</w:t>
      </w:r>
      <w:r w:rsidR="000A0CDC">
        <w:rPr>
          <w:rtl/>
        </w:rPr>
        <w:t xml:space="preserve">ں </w:t>
      </w:r>
      <w:r>
        <w:rPr>
          <w:rtl/>
        </w:rPr>
        <w:t>حكومت كيلئے جنوبى علاقو</w:t>
      </w:r>
      <w:r w:rsidR="000A0CDC">
        <w:rPr>
          <w:rtl/>
        </w:rPr>
        <w:t xml:space="preserve">ں </w:t>
      </w:r>
      <w:r>
        <w:rPr>
          <w:rtl/>
        </w:rPr>
        <w:t>اور يمن كى زراعت سے ہٹ كر اہم ترين مالى درامد اور ثروت كا منبع تجارت اور تجارتى كاروانو</w:t>
      </w:r>
      <w:r w:rsidR="000A0CDC">
        <w:rPr>
          <w:rtl/>
        </w:rPr>
        <w:t xml:space="preserve">ں </w:t>
      </w:r>
      <w:r>
        <w:rPr>
          <w:rtl/>
        </w:rPr>
        <w:t>سے ٹيكس وصول كرنے كى صورت مي</w:t>
      </w:r>
      <w:r w:rsidR="000A0CDC">
        <w:rPr>
          <w:rtl/>
        </w:rPr>
        <w:t xml:space="preserve">ں </w:t>
      </w:r>
      <w:r>
        <w:rPr>
          <w:rtl/>
        </w:rPr>
        <w:t xml:space="preserve">تھا قدرتى </w:t>
      </w:r>
    </w:p>
    <w:p w:rsidR="0061102A" w:rsidRDefault="0069392F" w:rsidP="00BE6934">
      <w:pPr>
        <w:pStyle w:val="libNormal"/>
        <w:rPr>
          <w:rtl/>
        </w:rPr>
      </w:pPr>
      <w:r>
        <w:rPr>
          <w:rtl/>
        </w:rPr>
        <w:br w:type="page"/>
      </w:r>
      <w:r>
        <w:rPr>
          <w:rtl/>
        </w:rPr>
        <w:lastRenderedPageBreak/>
        <w:cr/>
      </w:r>
      <w:r w:rsidR="0061102A">
        <w:rPr>
          <w:rtl/>
        </w:rPr>
        <w:t>سى بات تھى كہ اسلامى سرزمينو</w:t>
      </w:r>
      <w:r w:rsidR="000A0CDC">
        <w:rPr>
          <w:rtl/>
        </w:rPr>
        <w:t xml:space="preserve">ں </w:t>
      </w:r>
      <w:r w:rsidR="0061102A">
        <w:rPr>
          <w:rtl/>
        </w:rPr>
        <w:t>كے اخراجات اب فقط تجارتو</w:t>
      </w:r>
      <w:r w:rsidR="000A0CDC">
        <w:rPr>
          <w:rtl/>
        </w:rPr>
        <w:t xml:space="preserve">ں </w:t>
      </w:r>
      <w:r w:rsidR="0061102A">
        <w:rPr>
          <w:rtl/>
        </w:rPr>
        <w:t>قافلو</w:t>
      </w:r>
      <w:r w:rsidR="000A0CDC">
        <w:rPr>
          <w:rtl/>
        </w:rPr>
        <w:t xml:space="preserve">ں </w:t>
      </w:r>
      <w:r w:rsidR="0061102A">
        <w:rPr>
          <w:rtl/>
        </w:rPr>
        <w:t>اور كاروانو</w:t>
      </w:r>
      <w:r w:rsidR="000A0CDC">
        <w:rPr>
          <w:rtl/>
        </w:rPr>
        <w:t xml:space="preserve">ں </w:t>
      </w:r>
      <w:r w:rsidR="0061102A">
        <w:rPr>
          <w:rtl/>
        </w:rPr>
        <w:t>كے ٹيكس سے پورے نہي</w:t>
      </w:r>
      <w:r w:rsidR="000A0CDC">
        <w:rPr>
          <w:rtl/>
        </w:rPr>
        <w:t xml:space="preserve">ں </w:t>
      </w:r>
      <w:r w:rsidR="0061102A">
        <w:rPr>
          <w:rtl/>
        </w:rPr>
        <w:t>ہورہے تھے اسى ليے مسلمان خلفاء نے ثروت جمع كرنے كے ليے مختلف روشو</w:t>
      </w:r>
      <w:r w:rsidR="000A0CDC">
        <w:rPr>
          <w:rtl/>
        </w:rPr>
        <w:t xml:space="preserve">ں </w:t>
      </w:r>
      <w:r w:rsidR="0061102A">
        <w:rPr>
          <w:rtl/>
        </w:rPr>
        <w:t>كو جانچا اور ان سب مي</w:t>
      </w:r>
      <w:r w:rsidR="000A0CDC">
        <w:rPr>
          <w:rtl/>
        </w:rPr>
        <w:t xml:space="preserve">ں </w:t>
      </w:r>
      <w:r w:rsidR="0061102A">
        <w:rPr>
          <w:rtl/>
        </w:rPr>
        <w:t>اہم ترين خراج مقرر كرنا تھا_ معلوم يہ ہوتاہے كہ صدر اسلام كے مسلمانو</w:t>
      </w:r>
      <w:r w:rsidR="000A0CDC">
        <w:rPr>
          <w:rtl/>
        </w:rPr>
        <w:t xml:space="preserve">ں </w:t>
      </w:r>
      <w:r w:rsidR="0061102A">
        <w:rPr>
          <w:rtl/>
        </w:rPr>
        <w:t>نے خراج جمع كرنے كى روش اور زراعتى زمينو</w:t>
      </w:r>
      <w:r w:rsidR="000A0CDC">
        <w:rPr>
          <w:rtl/>
        </w:rPr>
        <w:t xml:space="preserve">ں </w:t>
      </w:r>
      <w:r w:rsidR="0061102A">
        <w:rPr>
          <w:rtl/>
        </w:rPr>
        <w:t>سے ٹيكس وصول كرنا ايرانيو</w:t>
      </w:r>
      <w:r w:rsidR="000A0CDC">
        <w:rPr>
          <w:rtl/>
        </w:rPr>
        <w:t xml:space="preserve">ں </w:t>
      </w:r>
      <w:r w:rsidR="0061102A">
        <w:rPr>
          <w:rtl/>
        </w:rPr>
        <w:t>سے سيكھا ہوگا كيونكہ ہمي</w:t>
      </w:r>
      <w:r w:rsidR="000A0CDC">
        <w:rPr>
          <w:rtl/>
        </w:rPr>
        <w:t xml:space="preserve">ں </w:t>
      </w:r>
      <w:r w:rsidR="0061102A">
        <w:rPr>
          <w:rtl/>
        </w:rPr>
        <w:t>ايران مي</w:t>
      </w:r>
      <w:r w:rsidR="000A0CDC">
        <w:rPr>
          <w:rtl/>
        </w:rPr>
        <w:t xml:space="preserve">ں </w:t>
      </w:r>
      <w:r w:rsidR="0061102A">
        <w:rPr>
          <w:rtl/>
        </w:rPr>
        <w:t>اسلام كے آنے سے قبل خراج كے حوالے سے معلومات ملتى ہي</w:t>
      </w:r>
      <w:r w:rsidR="000A0CDC">
        <w:rPr>
          <w:rtl/>
        </w:rPr>
        <w:t xml:space="preserve">ں </w:t>
      </w:r>
      <w:r w:rsidR="0061102A">
        <w:rPr>
          <w:rtl/>
        </w:rPr>
        <w:t>بہر حال ايران كے فتح ہونے سے قبل جزيرہ عرب مي</w:t>
      </w:r>
      <w:r w:rsidR="000A0CDC">
        <w:rPr>
          <w:rtl/>
        </w:rPr>
        <w:t xml:space="preserve">ں </w:t>
      </w:r>
      <w:r w:rsidR="0061102A">
        <w:rPr>
          <w:rtl/>
        </w:rPr>
        <w:t>زرعى زمينو</w:t>
      </w:r>
      <w:r w:rsidR="000A0CDC">
        <w:rPr>
          <w:rtl/>
        </w:rPr>
        <w:t xml:space="preserve">ں </w:t>
      </w:r>
      <w:r w:rsidR="0061102A">
        <w:rPr>
          <w:rtl/>
        </w:rPr>
        <w:t>اور باغو</w:t>
      </w:r>
      <w:r w:rsidR="000A0CDC">
        <w:rPr>
          <w:rtl/>
        </w:rPr>
        <w:t xml:space="preserve">ں </w:t>
      </w:r>
      <w:r w:rsidR="0061102A">
        <w:rPr>
          <w:rtl/>
        </w:rPr>
        <w:t>سے ٹيكس مثلا فدك كى زمينو</w:t>
      </w:r>
      <w:r w:rsidR="000A0CDC">
        <w:rPr>
          <w:rtl/>
        </w:rPr>
        <w:t xml:space="preserve">ں </w:t>
      </w:r>
      <w:r w:rsidR="0061102A">
        <w:rPr>
          <w:rtl/>
        </w:rPr>
        <w:t xml:space="preserve">سے ٹيكس و غيرہ مقاسمہ </w:t>
      </w:r>
      <w:r w:rsidR="0061102A" w:rsidRPr="00F67D4B">
        <w:rPr>
          <w:rStyle w:val="libFootnotenumChar"/>
          <w:rtl/>
        </w:rPr>
        <w:t>(1)</w:t>
      </w:r>
      <w:r w:rsidR="0061102A">
        <w:rPr>
          <w:rtl/>
        </w:rPr>
        <w:t>كى صورت مي</w:t>
      </w:r>
      <w:r w:rsidR="000A0CDC">
        <w:rPr>
          <w:rtl/>
        </w:rPr>
        <w:t xml:space="preserve">ں </w:t>
      </w:r>
      <w:r w:rsidR="0061102A">
        <w:rPr>
          <w:rtl/>
        </w:rPr>
        <w:t>تھا نہ كہ خراج كى شكل مي</w:t>
      </w:r>
      <w:r w:rsidR="000A0CDC">
        <w:rPr>
          <w:rtl/>
        </w:rPr>
        <w:t xml:space="preserve">ں </w:t>
      </w:r>
      <w:r w:rsidR="0061102A">
        <w:rPr>
          <w:rtl/>
        </w:rPr>
        <w:t>_ دوسرى طرف اہم ترين مسئلہ يہ تھاكہ كس طرح ايران اور ديگر علاقو</w:t>
      </w:r>
      <w:r w:rsidR="000A0CDC">
        <w:rPr>
          <w:rtl/>
        </w:rPr>
        <w:t xml:space="preserve">ں </w:t>
      </w:r>
      <w:r w:rsidR="0061102A">
        <w:rPr>
          <w:rtl/>
        </w:rPr>
        <w:t>كى مفتوحہ زمينو</w:t>
      </w:r>
      <w:r w:rsidR="000A0CDC">
        <w:rPr>
          <w:rtl/>
        </w:rPr>
        <w:t xml:space="preserve">ں </w:t>
      </w:r>
      <w:r w:rsidR="0061102A">
        <w:rPr>
          <w:rtl/>
        </w:rPr>
        <w:t>سے خراج وصول كيا جائے اور ان زمينو</w:t>
      </w:r>
      <w:r w:rsidR="000A0CDC">
        <w:rPr>
          <w:rtl/>
        </w:rPr>
        <w:t xml:space="preserve">ں </w:t>
      </w:r>
      <w:r w:rsidR="0061102A">
        <w:rPr>
          <w:rtl/>
        </w:rPr>
        <w:t>سے ٹيكس وصول كرنے كى شرعى نوعيت كيا ہے ؟ صدر اسلام كے بعض فقہاء كى نظر كے مطابق كہ جن زمينو</w:t>
      </w:r>
      <w:r w:rsidR="000A0CDC">
        <w:rPr>
          <w:rtl/>
        </w:rPr>
        <w:t xml:space="preserve">ں </w:t>
      </w:r>
      <w:r w:rsidR="0061102A">
        <w:rPr>
          <w:rtl/>
        </w:rPr>
        <w:t>كو مسلمانو</w:t>
      </w:r>
      <w:r w:rsidR="000A0CDC">
        <w:rPr>
          <w:rtl/>
        </w:rPr>
        <w:t xml:space="preserve">ں </w:t>
      </w:r>
      <w:r w:rsidR="0061102A">
        <w:rPr>
          <w:rtl/>
        </w:rPr>
        <w:t>نے جنگ كے ذريعے فتح كيا تھا وہ غنيمت شمار ہوتى تھي</w:t>
      </w:r>
      <w:r w:rsidR="000A0CDC">
        <w:rPr>
          <w:rtl/>
        </w:rPr>
        <w:t xml:space="preserve">ں </w:t>
      </w:r>
      <w:r w:rsidR="0061102A">
        <w:rPr>
          <w:rtl/>
        </w:rPr>
        <w:t>لہذا ضرورى تھا انكو لشكر والو</w:t>
      </w:r>
      <w:r w:rsidR="000A0CDC">
        <w:rPr>
          <w:rtl/>
        </w:rPr>
        <w:t xml:space="preserve">ں </w:t>
      </w:r>
      <w:r w:rsidR="0061102A">
        <w:rPr>
          <w:rtl/>
        </w:rPr>
        <w:t>كے درميان تقسيم كرديا جاتا ليكن يہ چيز بذات خود بہت سى مشكلات كا باعث تھى ايك يہ ہے كہ اس طرح يہ زرخيز زميني</w:t>
      </w:r>
      <w:r w:rsidR="000A0CDC">
        <w:rPr>
          <w:rtl/>
        </w:rPr>
        <w:t xml:space="preserve">ں </w:t>
      </w:r>
      <w:r w:rsidR="0061102A">
        <w:rPr>
          <w:rtl/>
        </w:rPr>
        <w:t>بہت چھوٹے حصو</w:t>
      </w:r>
      <w:r w:rsidR="000A0CDC">
        <w:rPr>
          <w:rtl/>
        </w:rPr>
        <w:t xml:space="preserve">ں </w:t>
      </w:r>
      <w:r w:rsidR="0061102A">
        <w:rPr>
          <w:rtl/>
        </w:rPr>
        <w:t>مي</w:t>
      </w:r>
      <w:r w:rsidR="000A0CDC">
        <w:rPr>
          <w:rtl/>
        </w:rPr>
        <w:t xml:space="preserve">ں </w:t>
      </w:r>
      <w:r w:rsidR="0061102A">
        <w:rPr>
          <w:rtl/>
        </w:rPr>
        <w:t>تقسيم ہوجاتي</w:t>
      </w:r>
      <w:r w:rsidR="000A0CDC">
        <w:rPr>
          <w:rtl/>
        </w:rPr>
        <w:t xml:space="preserve">ں </w:t>
      </w:r>
      <w:r w:rsidR="0061102A">
        <w:rPr>
          <w:rtl/>
        </w:rPr>
        <w:t>اور اس سے آمدن كى شرح گر جاتى دوسرا يہ كہ مفتوح ممالك مي</w:t>
      </w:r>
      <w:r w:rsidR="000A0CDC">
        <w:rPr>
          <w:rtl/>
        </w:rPr>
        <w:t xml:space="preserve">ں </w:t>
      </w:r>
      <w:r w:rsidR="0061102A">
        <w:rPr>
          <w:rtl/>
        </w:rPr>
        <w:t xml:space="preserve">موجود مسلمان سپاہى زمين كے مسائل اور كاشت كارى كيلئے ضرورى تجربہ بھى نہ ركھتے تھے اور اگر يہ كام كرنے پر بھى قادر ہوتے تو اس وجہ سے فوجى امور نمٹانے اور اسلامى لشكر كى ہمراہى سے محروم ہوجاتے تھے_ </w:t>
      </w:r>
    </w:p>
    <w:p w:rsidR="0061102A" w:rsidRDefault="0061102A" w:rsidP="00BE6934">
      <w:pPr>
        <w:pStyle w:val="libNormal"/>
        <w:rPr>
          <w:rtl/>
        </w:rPr>
      </w:pPr>
      <w:r>
        <w:rPr>
          <w:rtl/>
        </w:rPr>
        <w:t>اسى وجہ سے مركز خلافت مي</w:t>
      </w:r>
      <w:r w:rsidR="000A0CDC">
        <w:rPr>
          <w:rtl/>
        </w:rPr>
        <w:t xml:space="preserve">ں </w:t>
      </w:r>
      <w:r>
        <w:rPr>
          <w:rtl/>
        </w:rPr>
        <w:t>متعدد نشستي</w:t>
      </w:r>
      <w:r w:rsidR="000A0CDC">
        <w:rPr>
          <w:rtl/>
        </w:rPr>
        <w:t xml:space="preserve">ں </w:t>
      </w:r>
      <w:r>
        <w:rPr>
          <w:rtl/>
        </w:rPr>
        <w:t>ہوئي</w:t>
      </w:r>
      <w:r w:rsidR="000A0CDC">
        <w:rPr>
          <w:rtl/>
        </w:rPr>
        <w:t xml:space="preserve">ں </w:t>
      </w:r>
      <w:r>
        <w:rPr>
          <w:rtl/>
        </w:rPr>
        <w:t>اور آخر كار يہ طے ہوا كہ مفتوحہ ممالك كى سرزميني</w:t>
      </w:r>
      <w:r w:rsidR="000A0CDC">
        <w:rPr>
          <w:rtl/>
        </w:rPr>
        <w:t xml:space="preserve">ں </w:t>
      </w:r>
      <w:r>
        <w:rPr>
          <w:rtl/>
        </w:rPr>
        <w:t>انہى لوگو</w:t>
      </w:r>
      <w:r w:rsidR="000A0CDC">
        <w:rPr>
          <w:rtl/>
        </w:rPr>
        <w:t xml:space="preserve">ں </w:t>
      </w:r>
      <w:r>
        <w:rPr>
          <w:rtl/>
        </w:rPr>
        <w:t>كے اختيار مي</w:t>
      </w:r>
      <w:r w:rsidR="000A0CDC">
        <w:rPr>
          <w:rtl/>
        </w:rPr>
        <w:t xml:space="preserve">ں </w:t>
      </w:r>
      <w:r>
        <w:rPr>
          <w:rtl/>
        </w:rPr>
        <w:t>دى جائي</w:t>
      </w:r>
      <w:r w:rsidR="000A0CDC">
        <w:rPr>
          <w:rtl/>
        </w:rPr>
        <w:t xml:space="preserve">ں </w:t>
      </w:r>
      <w:r>
        <w:rPr>
          <w:rtl/>
        </w:rPr>
        <w:t>جو پہلے سے ان پر كام كرتے تھے اسكے عوض مي</w:t>
      </w:r>
      <w:r w:rsidR="000A0CDC">
        <w:rPr>
          <w:rtl/>
        </w:rPr>
        <w:t xml:space="preserve">ں </w:t>
      </w:r>
      <w:r>
        <w:rPr>
          <w:rtl/>
        </w:rPr>
        <w:t>ان سے سالانہ ايك معين مقدار مي</w:t>
      </w:r>
      <w:r w:rsidR="000A0CDC">
        <w:rPr>
          <w:rtl/>
        </w:rPr>
        <w:t xml:space="preserve">ں </w:t>
      </w:r>
      <w:r>
        <w:rPr>
          <w:rtl/>
        </w:rPr>
        <w:t>مبلغ بہ عنوان زرعى ٹيكس يا خراج وصول كيا جائے لہذا ہر دس ہزار مربع ميٹر كے عوض معين خراج طے كيا گيا _ البتہ يہا</w:t>
      </w:r>
      <w:r w:rsidR="000A0CDC">
        <w:rPr>
          <w:rtl/>
        </w:rPr>
        <w:t xml:space="preserve">ں </w:t>
      </w:r>
      <w:r>
        <w:rPr>
          <w:rtl/>
        </w:rPr>
        <w:t>بذات خود پہلے زمينو</w:t>
      </w:r>
      <w:r w:rsidR="000A0CDC">
        <w:rPr>
          <w:rtl/>
        </w:rPr>
        <w:t xml:space="preserve">ں </w:t>
      </w:r>
      <w:r>
        <w:rPr>
          <w:rtl/>
        </w:rPr>
        <w:t>كے زرخيز ہونے نہ ہونے ، آب ہوا كے مناسب ہونے يانہ ہونے اور جو فصلي</w:t>
      </w:r>
      <w:r w:rsidR="000A0CDC">
        <w:rPr>
          <w:rtl/>
        </w:rPr>
        <w:t xml:space="preserve">ں </w:t>
      </w:r>
      <w:r>
        <w:rPr>
          <w:rtl/>
        </w:rPr>
        <w:t>ان مي</w:t>
      </w:r>
      <w:r w:rsidR="000A0CDC">
        <w:rPr>
          <w:rtl/>
        </w:rPr>
        <w:t xml:space="preserve">ں </w:t>
      </w:r>
      <w:r>
        <w:rPr>
          <w:rtl/>
        </w:rPr>
        <w:t>كاشت ہوئي تھي</w:t>
      </w:r>
      <w:r w:rsidR="000A0CDC">
        <w:rPr>
          <w:rtl/>
        </w:rPr>
        <w:t xml:space="preserve">ں </w:t>
      </w:r>
      <w:r>
        <w:rPr>
          <w:rtl/>
        </w:rPr>
        <w:t>انكے حوالے سے ايك تقسيم كى گئي تھي</w:t>
      </w:r>
      <w:r w:rsidRPr="00F67D4B">
        <w:rPr>
          <w:rStyle w:val="libFootnotenumChar"/>
          <w:rtl/>
        </w:rPr>
        <w:t>(1)</w:t>
      </w:r>
      <w:r>
        <w:rPr>
          <w:rtl/>
        </w:rPr>
        <w:t xml:space="preserve"> </w:t>
      </w:r>
    </w:p>
    <w:p w:rsidR="0061102A" w:rsidRDefault="0061102A" w:rsidP="00BE6934">
      <w:pPr>
        <w:pStyle w:val="libNormal"/>
        <w:rPr>
          <w:rtl/>
        </w:rPr>
      </w:pPr>
      <w:r>
        <w:rPr>
          <w:rtl/>
        </w:rPr>
        <w:t>ليكن وقت گزرنے كے ساتھ ساتھ خراج اكھٹا كرنے كے طريقہ كار مي</w:t>
      </w:r>
      <w:r w:rsidR="000A0CDC">
        <w:rPr>
          <w:rtl/>
        </w:rPr>
        <w:t xml:space="preserve">ں </w:t>
      </w:r>
      <w:r>
        <w:rPr>
          <w:rtl/>
        </w:rPr>
        <w:t>نقائص پيدا ہوئے ان مي</w:t>
      </w:r>
      <w:r w:rsidR="000A0CDC">
        <w:rPr>
          <w:rtl/>
        </w:rPr>
        <w:t xml:space="preserve">ں </w:t>
      </w:r>
      <w:r>
        <w:rPr>
          <w:rtl/>
        </w:rPr>
        <w:t xml:space="preserve">سے </w:t>
      </w:r>
    </w:p>
    <w:p w:rsidR="0061102A" w:rsidRDefault="00CD1BB5" w:rsidP="00BE6934">
      <w:pPr>
        <w:pStyle w:val="libLine"/>
        <w:rPr>
          <w:rtl/>
        </w:rPr>
      </w:pPr>
      <w:r>
        <w:rPr>
          <w:rtl/>
        </w:rPr>
        <w:t>____________________</w:t>
      </w:r>
    </w:p>
    <w:p w:rsidR="0061102A" w:rsidRDefault="0061102A" w:rsidP="00BE6934">
      <w:pPr>
        <w:pStyle w:val="libFootnote"/>
        <w:rPr>
          <w:rtl/>
        </w:rPr>
      </w:pPr>
      <w:r>
        <w:rPr>
          <w:rtl/>
        </w:rPr>
        <w:t xml:space="preserve">1) مقاسمہ : محصولات كے ايك حصے كو متعين كرنے كے بعد اس پر ٹيكس مقرر كرنا(مصحح)_ </w:t>
      </w:r>
    </w:p>
    <w:p w:rsidR="003E14E1" w:rsidRDefault="0061102A" w:rsidP="00BE6934">
      <w:pPr>
        <w:pStyle w:val="libFootnote"/>
        <w:rPr>
          <w:rtl/>
        </w:rPr>
      </w:pPr>
      <w:r>
        <w:rPr>
          <w:rtl/>
        </w:rPr>
        <w:t>2) ابويوسف ، كتاب الخراج جو كہ موسوعة الخراج مي</w:t>
      </w:r>
      <w:r w:rsidR="000A0CDC">
        <w:rPr>
          <w:rtl/>
        </w:rPr>
        <w:t xml:space="preserve">ں </w:t>
      </w:r>
      <w:r>
        <w:rPr>
          <w:rtl/>
        </w:rPr>
        <w:t>مذكور ہے بيروت ص 41، 20_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ايك مستقل خراج جمع كرنے كا وقت تھا ، اكثر و بيشتر ايسا ہوتا تھا كہ قمرى جنترى كى بناء پر خراج وصول كرنے كا وقت فصلو</w:t>
      </w:r>
      <w:r w:rsidR="000A0CDC">
        <w:rPr>
          <w:rtl/>
        </w:rPr>
        <w:t xml:space="preserve">ں </w:t>
      </w:r>
      <w:r>
        <w:rPr>
          <w:rtl/>
        </w:rPr>
        <w:t>كى كٹائي و غيرہ سے پہلے آجاتا تھا اس بات نے كسانو</w:t>
      </w:r>
      <w:r w:rsidR="000A0CDC">
        <w:rPr>
          <w:rtl/>
        </w:rPr>
        <w:t xml:space="preserve">ں </w:t>
      </w:r>
      <w:r>
        <w:rPr>
          <w:rtl/>
        </w:rPr>
        <w:t>كو كافى شكايت مي</w:t>
      </w:r>
      <w:r w:rsidR="000A0CDC">
        <w:rPr>
          <w:rtl/>
        </w:rPr>
        <w:t xml:space="preserve">ں </w:t>
      </w:r>
      <w:r>
        <w:rPr>
          <w:rtl/>
        </w:rPr>
        <w:t>ڈال ديا اس مشكل كو دوركرنے كيلئے اسلامى خلافت نے خراج كى جمع آورى كيلئے ايسا نظام بناياكہ اسكى رو سے فقط كٹائي كے موقع پرخراج ديا جاتا تھا</w:t>
      </w:r>
      <w:r w:rsidRPr="00F67D4B">
        <w:rPr>
          <w:rStyle w:val="libFootnotenumChar"/>
          <w:rtl/>
        </w:rPr>
        <w:t>(1)</w:t>
      </w:r>
      <w:r>
        <w:rPr>
          <w:rtl/>
        </w:rPr>
        <w:t xml:space="preserve"> </w:t>
      </w:r>
    </w:p>
    <w:p w:rsidR="0061102A" w:rsidRDefault="0061102A" w:rsidP="00BE6934">
      <w:pPr>
        <w:pStyle w:val="libNormal"/>
        <w:rPr>
          <w:rtl/>
        </w:rPr>
      </w:pPr>
      <w:r>
        <w:rPr>
          <w:rtl/>
        </w:rPr>
        <w:t>وقت گزرنے كے ساتھ ساتھ خراج جمع كرنے كى صورت پہلے وقتو</w:t>
      </w:r>
      <w:r w:rsidR="000A0CDC">
        <w:rPr>
          <w:rtl/>
        </w:rPr>
        <w:t xml:space="preserve">ں </w:t>
      </w:r>
      <w:r>
        <w:rPr>
          <w:rtl/>
        </w:rPr>
        <w:t>كى سادہ شكل و صورت كھو بيٹھى بلكہ بہت سے پيچيدہ نظامو</w:t>
      </w:r>
      <w:r w:rsidR="000A0CDC">
        <w:rPr>
          <w:rtl/>
        </w:rPr>
        <w:t xml:space="preserve">ں </w:t>
      </w:r>
      <w:r>
        <w:rPr>
          <w:rtl/>
        </w:rPr>
        <w:t>كى طرف حركت كرنے لگى چوتھى صدى ہجرى كے بعد ہم ٹيكس اور مالى امور كے بہت سے نظامو</w:t>
      </w:r>
      <w:r w:rsidR="000A0CDC">
        <w:rPr>
          <w:rtl/>
        </w:rPr>
        <w:t xml:space="preserve">ں </w:t>
      </w:r>
      <w:r>
        <w:rPr>
          <w:rtl/>
        </w:rPr>
        <w:t>كامشاہدہ كرتے ہي</w:t>
      </w:r>
      <w:r w:rsidR="000A0CDC">
        <w:rPr>
          <w:rtl/>
        </w:rPr>
        <w:t xml:space="preserve">ں </w:t>
      </w:r>
      <w:r>
        <w:rPr>
          <w:rtl/>
        </w:rPr>
        <w:t>كہ جنكى بناء يہ آہستہ آہستہ خراج كا ٹيكس ملا نظام توجہ كھوبيٹھا ان نظامو</w:t>
      </w:r>
      <w:r w:rsidR="000A0CDC">
        <w:rPr>
          <w:rtl/>
        </w:rPr>
        <w:t xml:space="preserve">ں </w:t>
      </w:r>
      <w:r>
        <w:rPr>
          <w:rtl/>
        </w:rPr>
        <w:t>مي</w:t>
      </w:r>
      <w:r w:rsidR="000A0CDC">
        <w:rPr>
          <w:rtl/>
        </w:rPr>
        <w:t xml:space="preserve">ں </w:t>
      </w:r>
      <w:r>
        <w:rPr>
          <w:rtl/>
        </w:rPr>
        <w:t>مثلا نظام اقطاع اور سيور غال كا نام ليا جاسكتاہے كہ جو منگولو</w:t>
      </w:r>
      <w:r w:rsidR="000A0CDC">
        <w:rPr>
          <w:rtl/>
        </w:rPr>
        <w:t xml:space="preserve">ں </w:t>
      </w:r>
      <w:r>
        <w:rPr>
          <w:rtl/>
        </w:rPr>
        <w:t>كے تسلط كے بعد اسلامى سرزمينو</w:t>
      </w:r>
      <w:r w:rsidR="000A0CDC">
        <w:rPr>
          <w:rtl/>
        </w:rPr>
        <w:t xml:space="preserve">ں </w:t>
      </w:r>
      <w:r>
        <w:rPr>
          <w:rtl/>
        </w:rPr>
        <w:t>مي</w:t>
      </w:r>
      <w:r w:rsidR="000A0CDC">
        <w:rPr>
          <w:rtl/>
        </w:rPr>
        <w:t xml:space="preserve">ں </w:t>
      </w:r>
      <w:r>
        <w:rPr>
          <w:rtl/>
        </w:rPr>
        <w:t xml:space="preserve">بہت شدت سے اجراء ہوئے </w:t>
      </w:r>
      <w:r w:rsidRPr="00F67D4B">
        <w:rPr>
          <w:rStyle w:val="libFootnotenumChar"/>
          <w:rtl/>
        </w:rPr>
        <w:t>(2)</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72" w:name="_Toc268628"/>
      <w:r>
        <w:rPr>
          <w:rtl/>
        </w:rPr>
        <w:t>3)حسبہ(احتساب كا نظام)</w:t>
      </w:r>
      <w:bookmarkEnd w:id="72"/>
    </w:p>
    <w:p w:rsidR="0061102A" w:rsidRDefault="0061102A" w:rsidP="00BE6934">
      <w:pPr>
        <w:pStyle w:val="libNormal"/>
        <w:rPr>
          <w:rtl/>
        </w:rPr>
      </w:pPr>
      <w:r>
        <w:rPr>
          <w:rtl/>
        </w:rPr>
        <w:t>معلوم يہ ہوتا ہے مسلمانو</w:t>
      </w:r>
      <w:r w:rsidR="000A0CDC">
        <w:rPr>
          <w:rtl/>
        </w:rPr>
        <w:t xml:space="preserve">ں </w:t>
      </w:r>
      <w:r>
        <w:rPr>
          <w:rtl/>
        </w:rPr>
        <w:t>نے معاشرہ مي</w:t>
      </w:r>
      <w:r w:rsidR="000A0CDC">
        <w:rPr>
          <w:rtl/>
        </w:rPr>
        <w:t xml:space="preserve">ں </w:t>
      </w:r>
      <w:r>
        <w:rPr>
          <w:rtl/>
        </w:rPr>
        <w:t>لوگو</w:t>
      </w:r>
      <w:r w:rsidR="000A0CDC">
        <w:rPr>
          <w:rtl/>
        </w:rPr>
        <w:t xml:space="preserve">ں </w:t>
      </w:r>
      <w:r>
        <w:rPr>
          <w:rtl/>
        </w:rPr>
        <w:t>كے كامو</w:t>
      </w:r>
      <w:r w:rsidR="000A0CDC">
        <w:rPr>
          <w:rtl/>
        </w:rPr>
        <w:t xml:space="preserve">ں </w:t>
      </w:r>
      <w:r>
        <w:rPr>
          <w:rtl/>
        </w:rPr>
        <w:t>بالخصوص بازار مي</w:t>
      </w:r>
      <w:r w:rsidR="000A0CDC">
        <w:rPr>
          <w:rtl/>
        </w:rPr>
        <w:t xml:space="preserve">ں </w:t>
      </w:r>
      <w:r>
        <w:rPr>
          <w:rtl/>
        </w:rPr>
        <w:t>مختلف تجارتى اجناس كے حامل لوگو</w:t>
      </w:r>
      <w:r w:rsidR="000A0CDC">
        <w:rPr>
          <w:rtl/>
        </w:rPr>
        <w:t xml:space="preserve">ں </w:t>
      </w:r>
      <w:r>
        <w:rPr>
          <w:rtl/>
        </w:rPr>
        <w:t>پر نگرانى كيلئے جو نظام وضع كيااس حوالے سے اپنے ہمسايو</w:t>
      </w:r>
      <w:r w:rsidR="000A0CDC">
        <w:rPr>
          <w:rtl/>
        </w:rPr>
        <w:t xml:space="preserve">ں </w:t>
      </w:r>
      <w:r>
        <w:rPr>
          <w:rtl/>
        </w:rPr>
        <w:t xml:space="preserve">بالخصوص مشرقى روم سے سيكھاہوگا_ </w:t>
      </w:r>
    </w:p>
    <w:p w:rsidR="0061102A" w:rsidRDefault="0061102A" w:rsidP="00BE6934">
      <w:pPr>
        <w:pStyle w:val="libNormal"/>
        <w:rPr>
          <w:rtl/>
        </w:rPr>
      </w:pPr>
      <w:r>
        <w:rPr>
          <w:rtl/>
        </w:rPr>
        <w:t>البتہ اس بات كو تسليم كرنا چاہيے كہ وہ امور جو مسلمان دوسرو</w:t>
      </w:r>
      <w:r w:rsidR="000A0CDC">
        <w:rPr>
          <w:rtl/>
        </w:rPr>
        <w:t xml:space="preserve">ں </w:t>
      </w:r>
      <w:r>
        <w:rPr>
          <w:rtl/>
        </w:rPr>
        <w:t>سے نہي</w:t>
      </w:r>
      <w:r w:rsidR="000A0CDC">
        <w:rPr>
          <w:rtl/>
        </w:rPr>
        <w:t xml:space="preserve">ں </w:t>
      </w:r>
      <w:r>
        <w:rPr>
          <w:rtl/>
        </w:rPr>
        <w:t>سيكھ سكتے تھے وہا</w:t>
      </w:r>
      <w:r w:rsidR="000A0CDC">
        <w:rPr>
          <w:rtl/>
        </w:rPr>
        <w:t xml:space="preserve">ں </w:t>
      </w:r>
      <w:r>
        <w:rPr>
          <w:rtl/>
        </w:rPr>
        <w:t>فقہى امور اور دينى تحقيقات نے اس جديد نظام كو ايجاد كرنے مي</w:t>
      </w:r>
      <w:r w:rsidR="000A0CDC">
        <w:rPr>
          <w:rtl/>
        </w:rPr>
        <w:t xml:space="preserve">ں </w:t>
      </w:r>
      <w:r>
        <w:rPr>
          <w:rtl/>
        </w:rPr>
        <w:t>مدد دى _ اسى طرح محتسب كے عہدہ پر فائز ہونے يعنى امور كو اجرا ء كرنے كے نظام پر آنے كيلئے خاص شرائط وضع ہوئي</w:t>
      </w:r>
      <w:r w:rsidR="000A0CDC">
        <w:rPr>
          <w:rtl/>
        </w:rPr>
        <w:t xml:space="preserve">ں </w:t>
      </w:r>
      <w:r>
        <w:rPr>
          <w:rtl/>
        </w:rPr>
        <w:t>البتہ ان شرائط كى تشريح كيلئے شيعہ و سنى علماء مي</w:t>
      </w:r>
      <w:r w:rsidR="000A0CDC">
        <w:rPr>
          <w:rtl/>
        </w:rPr>
        <w:t xml:space="preserve">ں </w:t>
      </w:r>
      <w:r>
        <w:rPr>
          <w:rtl/>
        </w:rPr>
        <w:t>عميق و دقيق مباحث بھى ہوئي</w:t>
      </w:r>
      <w:r w:rsidR="000A0CDC">
        <w:rPr>
          <w:rtl/>
        </w:rPr>
        <w:t xml:space="preserve">ں </w:t>
      </w:r>
      <w:r>
        <w:rPr>
          <w:rtl/>
        </w:rPr>
        <w:t>مجموعى طور پر ان شرائط كو تين اقسام مي</w:t>
      </w:r>
      <w:r w:rsidR="000A0CDC">
        <w:rPr>
          <w:rtl/>
        </w:rPr>
        <w:t xml:space="preserve">ں </w:t>
      </w:r>
      <w:r>
        <w:rPr>
          <w:rtl/>
        </w:rPr>
        <w:t xml:space="preserve">تقسيم كيا جاسكتاہے :1_ عادل ہونا 2_ درجہ اجتہاد پر فائز ہونا 3_ مرد ہونا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1)دانشنامہ جہان اسلام ج 7 ذيل تقويم ( فريد قاسملو)_ </w:t>
      </w:r>
    </w:p>
    <w:p w:rsidR="0061102A" w:rsidRDefault="0061102A" w:rsidP="00BE6934">
      <w:pPr>
        <w:pStyle w:val="libFootnote"/>
        <w:rPr>
          <w:rtl/>
        </w:rPr>
      </w:pPr>
      <w:r>
        <w:rPr>
          <w:rtl/>
        </w:rPr>
        <w:t xml:space="preserve">2)دائرة المعارف بزرگ اسلامى ج 9 ذيل '' اقطاع'' (سيد صادق سجادي)_ </w:t>
      </w:r>
    </w:p>
    <w:p w:rsidR="003E14E1" w:rsidRDefault="0061102A" w:rsidP="00BE6934">
      <w:pPr>
        <w:pStyle w:val="libFootnote"/>
        <w:rPr>
          <w:rtl/>
        </w:rPr>
      </w:pPr>
      <w:r>
        <w:rPr>
          <w:rtl/>
        </w:rPr>
        <w:t>3) محمد حسين ساكت، نہاد داورى در اسلام، مشہد، ص 21 بہ بعد_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علمى نگاہ اور معاشرہ مي</w:t>
      </w:r>
      <w:r w:rsidR="000A0CDC">
        <w:rPr>
          <w:rtl/>
        </w:rPr>
        <w:t xml:space="preserve">ں </w:t>
      </w:r>
      <w:r>
        <w:rPr>
          <w:rtl/>
        </w:rPr>
        <w:t>محتسب كى ذمہ داريو</w:t>
      </w:r>
      <w:r w:rsidR="000A0CDC">
        <w:rPr>
          <w:rtl/>
        </w:rPr>
        <w:t xml:space="preserve">ں </w:t>
      </w:r>
      <w:r>
        <w:rPr>
          <w:rtl/>
        </w:rPr>
        <w:t>كى اہميت كے پيش نظر ان ذمہ داريو</w:t>
      </w:r>
      <w:r w:rsidR="000A0CDC">
        <w:rPr>
          <w:rtl/>
        </w:rPr>
        <w:t xml:space="preserve">ں </w:t>
      </w:r>
      <w:r>
        <w:rPr>
          <w:rtl/>
        </w:rPr>
        <w:t>كو بطور كلى درج ذيل اقسام مي</w:t>
      </w:r>
      <w:r w:rsidR="000A0CDC">
        <w:rPr>
          <w:rtl/>
        </w:rPr>
        <w:t xml:space="preserve">ں </w:t>
      </w:r>
      <w:r>
        <w:rPr>
          <w:rtl/>
        </w:rPr>
        <w:t>تقسيم كرسكتے ہي</w:t>
      </w:r>
      <w:r w:rsidR="000A0CDC">
        <w:rPr>
          <w:rtl/>
        </w:rPr>
        <w:t xml:space="preserve">ں </w:t>
      </w:r>
      <w:r w:rsidRPr="00EA4FDD">
        <w:rPr>
          <w:rtl/>
        </w:rPr>
        <w:t>: (1) بازار اور پيشہ ورانہ كامو</w:t>
      </w:r>
      <w:r w:rsidR="000A0CDC" w:rsidRPr="00EA4FDD">
        <w:rPr>
          <w:rtl/>
        </w:rPr>
        <w:t xml:space="preserve">ں </w:t>
      </w:r>
      <w:r w:rsidRPr="00EA4FDD">
        <w:rPr>
          <w:rtl/>
        </w:rPr>
        <w:t>پرنگرانى (2) معاشرہ كے عمومى رويو</w:t>
      </w:r>
      <w:r w:rsidR="000A0CDC" w:rsidRPr="00EA4FDD">
        <w:rPr>
          <w:rtl/>
        </w:rPr>
        <w:t xml:space="preserve">ں </w:t>
      </w:r>
      <w:r w:rsidRPr="00EA4FDD">
        <w:rPr>
          <w:rtl/>
        </w:rPr>
        <w:t>پر نگرانى (3) قيمتو</w:t>
      </w:r>
      <w:r w:rsidR="000A0CDC" w:rsidRPr="00EA4FDD">
        <w:rPr>
          <w:rtl/>
        </w:rPr>
        <w:t xml:space="preserve">ں </w:t>
      </w:r>
      <w:r w:rsidRPr="00EA4FDD">
        <w:rPr>
          <w:rtl/>
        </w:rPr>
        <w:t>اورناپ تول پر نگرانى (4) لوگو</w:t>
      </w:r>
      <w:r w:rsidR="000A0CDC" w:rsidRPr="00EA4FDD">
        <w:rPr>
          <w:rtl/>
        </w:rPr>
        <w:t xml:space="preserve">ں </w:t>
      </w:r>
      <w:r w:rsidRPr="00EA4FDD">
        <w:rPr>
          <w:rtl/>
        </w:rPr>
        <w:t>كى عبادتو</w:t>
      </w:r>
      <w:r w:rsidR="000A0CDC" w:rsidRPr="00EA4FDD">
        <w:rPr>
          <w:rtl/>
        </w:rPr>
        <w:t xml:space="preserve">ں </w:t>
      </w:r>
      <w:r w:rsidRPr="00EA4FDD">
        <w:rPr>
          <w:rtl/>
        </w:rPr>
        <w:t>كے طور طريقہ پر نگرانى (5) راستو</w:t>
      </w:r>
      <w:r w:rsidR="000A0CDC" w:rsidRPr="00EA4FDD">
        <w:rPr>
          <w:rtl/>
        </w:rPr>
        <w:t xml:space="preserve">ں </w:t>
      </w:r>
      <w:r w:rsidRPr="00EA4FDD">
        <w:rPr>
          <w:rtl/>
        </w:rPr>
        <w:t>اور عمارتو</w:t>
      </w:r>
      <w:r w:rsidR="000A0CDC" w:rsidRPr="00EA4FDD">
        <w:rPr>
          <w:rtl/>
        </w:rPr>
        <w:t xml:space="preserve">ں </w:t>
      </w:r>
      <w:r w:rsidRPr="00EA4FDD">
        <w:rPr>
          <w:rtl/>
        </w:rPr>
        <w:t>پر نگرانى (6) محدود قضاوت كے متعلقہ مسائل مثلا كم فروشى اور خريد و فروخت مي</w:t>
      </w:r>
      <w:r w:rsidR="000A0CDC" w:rsidRPr="00EA4FDD">
        <w:rPr>
          <w:rtl/>
        </w:rPr>
        <w:t xml:space="preserve">ں </w:t>
      </w:r>
      <w:r w:rsidRPr="00EA4FDD">
        <w:rPr>
          <w:rtl/>
        </w:rPr>
        <w:t>مكر وفريب پر نگرانى (7)</w:t>
      </w:r>
      <w:r>
        <w:rPr>
          <w:rtl/>
        </w:rPr>
        <w:t xml:space="preserve"> مختلف ديگر ذمہ داريا</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r>
        <w:rPr>
          <w:rtl/>
        </w:rPr>
        <w:t>ايك نگرانى كرنے والے شعبہ كى حيثيت سے حسبہ كا مسئلہ انتہائي نازك اور حساس تھا حسبہ كى لوگو</w:t>
      </w:r>
      <w:r w:rsidR="000A0CDC">
        <w:rPr>
          <w:rtl/>
        </w:rPr>
        <w:t xml:space="preserve">ں </w:t>
      </w:r>
      <w:r>
        <w:rPr>
          <w:rtl/>
        </w:rPr>
        <w:t>كے درميان اہميت اور لوگو</w:t>
      </w:r>
      <w:r w:rsidR="000A0CDC">
        <w:rPr>
          <w:rtl/>
        </w:rPr>
        <w:t xml:space="preserve">ں </w:t>
      </w:r>
      <w:r>
        <w:rPr>
          <w:rtl/>
        </w:rPr>
        <w:t>كے امور مي</w:t>
      </w:r>
      <w:r w:rsidR="000A0CDC">
        <w:rPr>
          <w:rtl/>
        </w:rPr>
        <w:t xml:space="preserve">ں </w:t>
      </w:r>
      <w:r>
        <w:rPr>
          <w:rtl/>
        </w:rPr>
        <w:t>اسكا نگرانى كرنے والے ادارے كے عنوان سے كام بتاتاہے كہ يہ فقط نگرانى كرنے والا ادارہ تھا ليكن اسلامى قوانين كااجراء اسكے اختيار مي</w:t>
      </w:r>
      <w:r w:rsidR="000A0CDC">
        <w:rPr>
          <w:rtl/>
        </w:rPr>
        <w:t xml:space="preserve">ں </w:t>
      </w:r>
      <w:r>
        <w:rPr>
          <w:rtl/>
        </w:rPr>
        <w:t>نہ تھا محتسب فقط نگرانى كرتا تھا ايسا نہي</w:t>
      </w:r>
      <w:r w:rsidR="000A0CDC">
        <w:rPr>
          <w:rtl/>
        </w:rPr>
        <w:t xml:space="preserve">ں </w:t>
      </w:r>
      <w:r>
        <w:rPr>
          <w:rtl/>
        </w:rPr>
        <w:t>تھا كہ وہ كسى مجرم كو سزا دے بلكہ يہ كام عدالتى اور فوجدارى ادارو</w:t>
      </w:r>
      <w:r w:rsidR="000A0CDC">
        <w:rPr>
          <w:rtl/>
        </w:rPr>
        <w:t xml:space="preserve">ں </w:t>
      </w:r>
      <w:r>
        <w:rPr>
          <w:rtl/>
        </w:rPr>
        <w:t>مثلا ادارہ قضاوت مظالم، شرطہ اور نقابت كے ذمہ تھے اور يہ ادارے اپنے اختيارات كى حدود مي</w:t>
      </w:r>
      <w:r w:rsidR="000A0CDC">
        <w:rPr>
          <w:rtl/>
        </w:rPr>
        <w:t xml:space="preserve">ں </w:t>
      </w:r>
      <w:r>
        <w:rPr>
          <w:rtl/>
        </w:rPr>
        <w:t>رہتے ہوئے كام كرتے اور مجرمو</w:t>
      </w:r>
      <w:r w:rsidR="000A0CDC">
        <w:rPr>
          <w:rtl/>
        </w:rPr>
        <w:t xml:space="preserve">ں </w:t>
      </w:r>
      <w:r>
        <w:rPr>
          <w:rtl/>
        </w:rPr>
        <w:t xml:space="preserve">كو انكے اعمال كى سزا ديتے </w:t>
      </w:r>
      <w:r w:rsidRPr="00F67D4B">
        <w:rPr>
          <w:rStyle w:val="libFootnotenumChar"/>
          <w:rtl/>
        </w:rPr>
        <w:t>(2)</w:t>
      </w:r>
      <w:r>
        <w:rPr>
          <w:rtl/>
        </w:rPr>
        <w:t xml:space="preserve"> </w:t>
      </w:r>
    </w:p>
    <w:p w:rsidR="0061102A" w:rsidRDefault="0061102A" w:rsidP="00BE6934">
      <w:pPr>
        <w:pStyle w:val="libNormal"/>
        <w:rPr>
          <w:rtl/>
        </w:rPr>
      </w:pPr>
      <w:r>
        <w:rPr>
          <w:rtl/>
        </w:rPr>
        <w:t>تاريخى اعتبار سے ہم قرون اوليہ مي</w:t>
      </w:r>
      <w:r w:rsidR="000A0CDC">
        <w:rPr>
          <w:rtl/>
        </w:rPr>
        <w:t xml:space="preserve">ں </w:t>
      </w:r>
      <w:r>
        <w:rPr>
          <w:rtl/>
        </w:rPr>
        <w:t>عالم اسلام كے تمام بڑے شہرو</w:t>
      </w:r>
      <w:r w:rsidR="000A0CDC">
        <w:rPr>
          <w:rtl/>
        </w:rPr>
        <w:t xml:space="preserve">ں </w:t>
      </w:r>
      <w:r>
        <w:rPr>
          <w:rtl/>
        </w:rPr>
        <w:t>اور سرزمينو</w:t>
      </w:r>
      <w:r w:rsidR="000A0CDC">
        <w:rPr>
          <w:rtl/>
        </w:rPr>
        <w:t xml:space="preserve">ں </w:t>
      </w:r>
      <w:r>
        <w:rPr>
          <w:rtl/>
        </w:rPr>
        <w:t>مي</w:t>
      </w:r>
      <w:r w:rsidR="000A0CDC">
        <w:rPr>
          <w:rtl/>
        </w:rPr>
        <w:t xml:space="preserve">ں </w:t>
      </w:r>
      <w:r>
        <w:rPr>
          <w:rtl/>
        </w:rPr>
        <w:t>اس ادارے كے قيام كا مشاہدہ كرتے ہي</w:t>
      </w:r>
      <w:r w:rsidR="000A0CDC">
        <w:rPr>
          <w:rtl/>
        </w:rPr>
        <w:t xml:space="preserve">ں </w:t>
      </w:r>
      <w:r>
        <w:rPr>
          <w:rtl/>
        </w:rPr>
        <w:t>ايسے افراد جو حسبہ كى ذمہ دارى ادا كرتے تھے وہ محتسب يا ولى حسبہ كہلاتے تھے_ ايران مي</w:t>
      </w:r>
      <w:r w:rsidR="000A0CDC">
        <w:rPr>
          <w:rtl/>
        </w:rPr>
        <w:t xml:space="preserve">ں </w:t>
      </w:r>
      <w:r>
        <w:rPr>
          <w:rtl/>
        </w:rPr>
        <w:t>چھٹى صدى ہجرى كے بعد سے محتسب كا تقرر سلطان يا حاكم كى ايك اہم ترين ذمہ دارى شمار ہوتى تھى _ وزراء اور كاتبين ايسے افراد كے انتخاب كے حوالے سے سلطان كو مشورہ ديا كرتے تھے_ مصر ، خلافت عثمانيہ ، اندلس اور ہندستان (مغليہ دور مي</w:t>
      </w:r>
      <w:r w:rsidR="000A0CDC">
        <w:rPr>
          <w:rtl/>
        </w:rPr>
        <w:t xml:space="preserve">ں </w:t>
      </w:r>
      <w:r>
        <w:rPr>
          <w:rtl/>
        </w:rPr>
        <w:t>) مي</w:t>
      </w:r>
      <w:r w:rsidR="000A0CDC">
        <w:rPr>
          <w:rtl/>
        </w:rPr>
        <w:t xml:space="preserve">ں </w:t>
      </w:r>
      <w:r>
        <w:rPr>
          <w:rtl/>
        </w:rPr>
        <w:t>بھى ادارہ حسبہ اور محتسب موجود تھے ، مصر مي</w:t>
      </w:r>
      <w:r w:rsidR="000A0CDC">
        <w:rPr>
          <w:rtl/>
        </w:rPr>
        <w:t xml:space="preserve">ں </w:t>
      </w:r>
      <w:r>
        <w:rPr>
          <w:rtl/>
        </w:rPr>
        <w:t>فاطمى خلفا كے دور مي</w:t>
      </w:r>
      <w:r w:rsidR="000A0CDC">
        <w:rPr>
          <w:rtl/>
        </w:rPr>
        <w:t xml:space="preserve">ں </w:t>
      </w:r>
      <w:r>
        <w:rPr>
          <w:rtl/>
        </w:rPr>
        <w:t xml:space="preserve">محتسبين كے اختيارات بہت وسيع تھے يہانتك كہ وہ فاطمى سلطان كے امور كى نگرانى كرنے كا اختيار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1)سيف اللہ صرامى ، حسبہ يك نہاد حكومتى ، قم ص 10 سے بعد_ </w:t>
      </w:r>
    </w:p>
    <w:p w:rsidR="003E14E1" w:rsidRDefault="0061102A" w:rsidP="00BE6934">
      <w:pPr>
        <w:pStyle w:val="libFootnote"/>
        <w:rPr>
          <w:rtl/>
        </w:rPr>
      </w:pPr>
      <w:r>
        <w:rPr>
          <w:rtl/>
        </w:rPr>
        <w:t>2)محتسب كى ذمہ داريو</w:t>
      </w:r>
      <w:r w:rsidR="000A0CDC">
        <w:rPr>
          <w:rtl/>
        </w:rPr>
        <w:t xml:space="preserve">ں </w:t>
      </w:r>
      <w:r>
        <w:rPr>
          <w:rtl/>
        </w:rPr>
        <w:t>كے حوالے سے بيشتر معلومات كيلئے رجوع فرمائي</w:t>
      </w:r>
      <w:r w:rsidR="000A0CDC">
        <w:rPr>
          <w:rtl/>
        </w:rPr>
        <w:t xml:space="preserve">ں </w:t>
      </w:r>
      <w:r>
        <w:rPr>
          <w:rtl/>
        </w:rPr>
        <w:t xml:space="preserve">: محمد بن احمد قريشي، آئين شہرداري، چاپ و ترجمہ جعفر شعار، تہران، مقدمہ ص 5_4 متن ص 10 كے بعد_ </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ھى ركھتے تھے_ عثمانى دور مي</w:t>
      </w:r>
      <w:r w:rsidR="000A0CDC">
        <w:rPr>
          <w:rtl/>
        </w:rPr>
        <w:t xml:space="preserve">ں </w:t>
      </w:r>
      <w:r>
        <w:rPr>
          <w:rtl/>
        </w:rPr>
        <w:t>حسبہ ادارہ خاصے دقيق اور پيچيدہ سسٹم كا حامل تھا اس منصب پر فائز افراد محتسب يا احتساب آغاسى كہلاتے تھے _عثمانيہ دور مي</w:t>
      </w:r>
      <w:r w:rsidR="000A0CDC">
        <w:rPr>
          <w:rtl/>
        </w:rPr>
        <w:t xml:space="preserve">ں </w:t>
      </w:r>
      <w:r>
        <w:rPr>
          <w:rtl/>
        </w:rPr>
        <w:t xml:space="preserve">محتسب كى ايك ذمہ دارى احتساب كے ساتھ ساتھ ٹيكس وصول كرنا بھى تھا _ </w:t>
      </w:r>
    </w:p>
    <w:p w:rsidR="0061102A" w:rsidRDefault="0061102A" w:rsidP="00BE6934">
      <w:pPr>
        <w:pStyle w:val="libNormal"/>
        <w:rPr>
          <w:rtl/>
        </w:rPr>
      </w:pPr>
      <w:r>
        <w:rPr>
          <w:rtl/>
        </w:rPr>
        <w:t>ہند مي</w:t>
      </w:r>
      <w:r w:rsidR="000A0CDC">
        <w:rPr>
          <w:rtl/>
        </w:rPr>
        <w:t xml:space="preserve">ں </w:t>
      </w:r>
      <w:r>
        <w:rPr>
          <w:rtl/>
        </w:rPr>
        <w:t>مغليہ دور سے حسبہ اور ديگر نگرانى والے ادارو</w:t>
      </w:r>
      <w:r w:rsidR="000A0CDC">
        <w:rPr>
          <w:rtl/>
        </w:rPr>
        <w:t xml:space="preserve">ں </w:t>
      </w:r>
      <w:r>
        <w:rPr>
          <w:rtl/>
        </w:rPr>
        <w:t>كا قيام عمل مي</w:t>
      </w:r>
      <w:r w:rsidR="000A0CDC">
        <w:rPr>
          <w:rtl/>
        </w:rPr>
        <w:t xml:space="preserve">ں </w:t>
      </w:r>
      <w:r>
        <w:rPr>
          <w:rtl/>
        </w:rPr>
        <w:t>آيا تو اس سرزمين كے مسلمان حاكم كى ان ادارو</w:t>
      </w:r>
      <w:r w:rsidR="000A0CDC">
        <w:rPr>
          <w:rtl/>
        </w:rPr>
        <w:t xml:space="preserve">ں </w:t>
      </w:r>
      <w:r>
        <w:rPr>
          <w:rtl/>
        </w:rPr>
        <w:t>كے امور كى رعايت كرنے يا نہ كرنے سے يہ ادارے كبھى قوت اور كبھى ضعف كا شكار رہتے كبھى تو محتسب كى شان اسقدر بڑھتى كہ سلطان بذات خود محتسب كے امور انجام ديتا اور كبھى يہ امور عدم توجہ كى بناء پر گوشہ گمنامى كى نذر ہوجاتے _ ليكن يہ نگرانى كرنے والے ادارے، ہميشہ ہندوستان كے مسلمانو</w:t>
      </w:r>
      <w:r w:rsidR="000A0CDC">
        <w:rPr>
          <w:rtl/>
        </w:rPr>
        <w:t xml:space="preserve">ں </w:t>
      </w:r>
      <w:r>
        <w:rPr>
          <w:rtl/>
        </w:rPr>
        <w:t>كى حكومت مي</w:t>
      </w:r>
      <w:r w:rsidR="000A0CDC">
        <w:rPr>
          <w:rtl/>
        </w:rPr>
        <w:t xml:space="preserve">ں </w:t>
      </w:r>
      <w:r>
        <w:rPr>
          <w:rtl/>
        </w:rPr>
        <w:t>موجود رہے ان سرزمينو</w:t>
      </w:r>
      <w:r w:rsidR="000A0CDC">
        <w:rPr>
          <w:rtl/>
        </w:rPr>
        <w:t xml:space="preserve">ں </w:t>
      </w:r>
      <w:r>
        <w:rPr>
          <w:rtl/>
        </w:rPr>
        <w:t>كے علاوہ شمالى افريقا، الجزاير، تونس اور مغرب مي</w:t>
      </w:r>
      <w:r w:rsidR="000A0CDC">
        <w:rPr>
          <w:rtl/>
        </w:rPr>
        <w:t xml:space="preserve">ں </w:t>
      </w:r>
      <w:r>
        <w:rPr>
          <w:rtl/>
        </w:rPr>
        <w:t>بھى نگرانى كرنے والے ادارو</w:t>
      </w:r>
      <w:r w:rsidR="000A0CDC">
        <w:rPr>
          <w:rtl/>
        </w:rPr>
        <w:t xml:space="preserve">ں </w:t>
      </w:r>
      <w:r>
        <w:rPr>
          <w:rtl/>
        </w:rPr>
        <w:t>اور ادارہ حسبہ كے موجود ہونے كى معلومات ملتى ہي</w:t>
      </w:r>
      <w:r w:rsidR="000A0CDC">
        <w:rPr>
          <w:rtl/>
        </w:rPr>
        <w:t xml:space="preserve">ں </w:t>
      </w:r>
      <w:r>
        <w:rPr>
          <w:rtl/>
        </w:rPr>
        <w:t xml:space="preserve">_ </w:t>
      </w:r>
    </w:p>
    <w:p w:rsidR="0061102A" w:rsidRDefault="0061102A" w:rsidP="00BE6934">
      <w:pPr>
        <w:pStyle w:val="libNormal"/>
        <w:rPr>
          <w:rtl/>
        </w:rPr>
      </w:pPr>
      <w:r>
        <w:rPr>
          <w:rtl/>
        </w:rPr>
        <w:t>حسبہ كے حوالے سے مختلف فقہى اور اصولى مباحث مسلمان فقہاء مي</w:t>
      </w:r>
      <w:r w:rsidR="000A0CDC">
        <w:rPr>
          <w:rtl/>
        </w:rPr>
        <w:t xml:space="preserve">ں </w:t>
      </w:r>
      <w:r>
        <w:rPr>
          <w:rtl/>
        </w:rPr>
        <w:t>خاص ادب كے پيدا ہونے كا باعث بني</w:t>
      </w:r>
      <w:r w:rsidR="000A0CDC">
        <w:rPr>
          <w:rtl/>
        </w:rPr>
        <w:t xml:space="preserve">ں </w:t>
      </w:r>
      <w:r>
        <w:rPr>
          <w:rtl/>
        </w:rPr>
        <w:t>_ اس ادب مي</w:t>
      </w:r>
      <w:r w:rsidR="000A0CDC">
        <w:rPr>
          <w:rtl/>
        </w:rPr>
        <w:t xml:space="preserve">ں </w:t>
      </w:r>
      <w:r>
        <w:rPr>
          <w:rtl/>
        </w:rPr>
        <w:t>وہ تمام كتابي</w:t>
      </w:r>
      <w:r w:rsidR="000A0CDC">
        <w:rPr>
          <w:rtl/>
        </w:rPr>
        <w:t xml:space="preserve">ں </w:t>
      </w:r>
      <w:r>
        <w:rPr>
          <w:rtl/>
        </w:rPr>
        <w:t>اورآثار شامل ہي</w:t>
      </w:r>
      <w:r w:rsidR="000A0CDC">
        <w:rPr>
          <w:rtl/>
        </w:rPr>
        <w:t xml:space="preserve">ں </w:t>
      </w:r>
      <w:r>
        <w:rPr>
          <w:rtl/>
        </w:rPr>
        <w:t>كہ جو حسبہ كے بارے مي</w:t>
      </w:r>
      <w:r w:rsidR="000A0CDC">
        <w:rPr>
          <w:rtl/>
        </w:rPr>
        <w:t xml:space="preserve">ں </w:t>
      </w:r>
      <w:r>
        <w:rPr>
          <w:rtl/>
        </w:rPr>
        <w:t>لكھے گئے اور ان مي</w:t>
      </w:r>
      <w:r w:rsidR="000A0CDC">
        <w:rPr>
          <w:rtl/>
        </w:rPr>
        <w:t xml:space="preserve">ں </w:t>
      </w:r>
      <w:r>
        <w:rPr>
          <w:rtl/>
        </w:rPr>
        <w:t>حسبہ كے فقہى اور اصولى بحث انجام پائي ان آثار كو دو اقسام مي</w:t>
      </w:r>
      <w:r w:rsidR="000A0CDC">
        <w:rPr>
          <w:rtl/>
        </w:rPr>
        <w:t xml:space="preserve">ں </w:t>
      </w:r>
      <w:r>
        <w:rPr>
          <w:rtl/>
        </w:rPr>
        <w:t>تقسيم كيا جاسكتا ہے : ايك قسم ايسے آثار كى ہے كہ جن مي</w:t>
      </w:r>
      <w:r w:rsidR="000A0CDC">
        <w:rPr>
          <w:rtl/>
        </w:rPr>
        <w:t xml:space="preserve">ں </w:t>
      </w:r>
      <w:r>
        <w:rPr>
          <w:rtl/>
        </w:rPr>
        <w:t>عمومى طور پر اسلامى سرزمينو</w:t>
      </w:r>
      <w:r w:rsidR="000A0CDC">
        <w:rPr>
          <w:rtl/>
        </w:rPr>
        <w:t xml:space="preserve">ں </w:t>
      </w:r>
      <w:r>
        <w:rPr>
          <w:rtl/>
        </w:rPr>
        <w:t>مي</w:t>
      </w:r>
      <w:r w:rsidR="000A0CDC">
        <w:rPr>
          <w:rtl/>
        </w:rPr>
        <w:t xml:space="preserve">ں </w:t>
      </w:r>
      <w:r>
        <w:rPr>
          <w:rtl/>
        </w:rPr>
        <w:t>مختلف امور كے نظامو</w:t>
      </w:r>
      <w:r w:rsidR="000A0CDC">
        <w:rPr>
          <w:rtl/>
        </w:rPr>
        <w:t xml:space="preserve">ں </w:t>
      </w:r>
      <w:r>
        <w:rPr>
          <w:rtl/>
        </w:rPr>
        <w:t>پر بحث ہوئي اور ساتھ كچھ حصہ حسبہ كے حوالے سے بھى خاص كيا گيا جبكہ دوسرى قسم ايسى كتابو</w:t>
      </w:r>
      <w:r w:rsidR="000A0CDC">
        <w:rPr>
          <w:rtl/>
        </w:rPr>
        <w:t xml:space="preserve">ں </w:t>
      </w:r>
      <w:r>
        <w:rPr>
          <w:rtl/>
        </w:rPr>
        <w:t>پر مشتمل ہے كہ جو فقط حسبہ كے حوالے سے لكھى گئي</w:t>
      </w:r>
      <w:r w:rsidR="000A0CDC">
        <w:rPr>
          <w:rtl/>
        </w:rPr>
        <w:t xml:space="preserve">ں </w:t>
      </w:r>
      <w:r>
        <w:rPr>
          <w:rtl/>
        </w:rPr>
        <w:t>_ پہلى قسم كى كتابو</w:t>
      </w:r>
      <w:r w:rsidR="000A0CDC">
        <w:rPr>
          <w:rtl/>
        </w:rPr>
        <w:t xml:space="preserve">ں </w:t>
      </w:r>
      <w:r>
        <w:rPr>
          <w:rtl/>
        </w:rPr>
        <w:t>مي</w:t>
      </w:r>
      <w:r w:rsidR="000A0CDC">
        <w:rPr>
          <w:rtl/>
        </w:rPr>
        <w:t xml:space="preserve">ں </w:t>
      </w:r>
      <w:r>
        <w:rPr>
          <w:rtl/>
        </w:rPr>
        <w:t>سے ''ماوردي'' كى تاليف ''احكام السلطاية'' اور غزالى كى تاليف احياء علوم الدين قابل ذكر ہي</w:t>
      </w:r>
      <w:r w:rsidR="000A0CDC">
        <w:rPr>
          <w:rtl/>
        </w:rPr>
        <w:t xml:space="preserve">ں </w:t>
      </w:r>
      <w:r>
        <w:rPr>
          <w:rtl/>
        </w:rPr>
        <w:t>اور دوسرى قسم كى كتابو</w:t>
      </w:r>
      <w:r w:rsidR="000A0CDC">
        <w:rPr>
          <w:rtl/>
        </w:rPr>
        <w:t xml:space="preserve">ں </w:t>
      </w:r>
      <w:r>
        <w:rPr>
          <w:rtl/>
        </w:rPr>
        <w:t>مي</w:t>
      </w:r>
      <w:r w:rsidR="000A0CDC">
        <w:rPr>
          <w:rtl/>
        </w:rPr>
        <w:t xml:space="preserve">ں </w:t>
      </w:r>
      <w:r>
        <w:rPr>
          <w:rtl/>
        </w:rPr>
        <w:t xml:space="preserve">عبدالرحمان شيزرى كى كتاب محاكم القربة فى احكام الحسبة اور ابن تيميہ كى كتاب الحسبة فى الاسلام كا نام ليا جاسكتاہے </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1)دراسات فى الحسبة والمحتسب عند العرب ، بغاد، كتاب كى مختلف جگہو</w:t>
      </w:r>
      <w:r w:rsidR="000A0CDC">
        <w:rPr>
          <w:rtl/>
        </w:rPr>
        <w:t xml:space="preserve">ں </w:t>
      </w:r>
      <w:r>
        <w:rPr>
          <w:rtl/>
        </w:rPr>
        <w:t>سے اقتباس_</w:t>
      </w:r>
    </w:p>
    <w:p w:rsidR="00F26A5A" w:rsidRDefault="0069392F" w:rsidP="00BE6934">
      <w:pPr>
        <w:pStyle w:val="libFootnote"/>
        <w:rPr>
          <w:rtl/>
        </w:rPr>
      </w:pPr>
      <w:r>
        <w:rPr>
          <w:rtl/>
        </w:rPr>
        <w:br w:type="page"/>
      </w:r>
      <w:r>
        <w:rPr>
          <w:rtl/>
        </w:rPr>
        <w:lastRenderedPageBreak/>
        <w:cr/>
      </w:r>
    </w:p>
    <w:p w:rsidR="0061102A" w:rsidRDefault="0061102A" w:rsidP="00BE6934">
      <w:pPr>
        <w:pStyle w:val="Heading2Center"/>
        <w:rPr>
          <w:rtl/>
        </w:rPr>
      </w:pPr>
      <w:bookmarkStart w:id="73" w:name="_Toc268629"/>
      <w:r>
        <w:rPr>
          <w:rtl/>
        </w:rPr>
        <w:t>پانچوا</w:t>
      </w:r>
      <w:r w:rsidR="000A0CDC">
        <w:rPr>
          <w:rtl/>
        </w:rPr>
        <w:t xml:space="preserve">ں </w:t>
      </w:r>
      <w:r>
        <w:rPr>
          <w:rtl/>
        </w:rPr>
        <w:t>باب :</w:t>
      </w:r>
      <w:bookmarkEnd w:id="73"/>
      <w:r>
        <w:rPr>
          <w:rtl/>
        </w:rPr>
        <w:t xml:space="preserve"> </w:t>
      </w:r>
    </w:p>
    <w:p w:rsidR="0061102A" w:rsidRDefault="0061102A" w:rsidP="00BE6934">
      <w:pPr>
        <w:pStyle w:val="Heading2Center"/>
        <w:rPr>
          <w:rtl/>
        </w:rPr>
      </w:pPr>
      <w:bookmarkStart w:id="74" w:name="_Toc268630"/>
      <w:r>
        <w:rPr>
          <w:rtl/>
        </w:rPr>
        <w:t>اسلامى تہذيب و تمدن مي</w:t>
      </w:r>
      <w:r w:rsidR="000A0CDC">
        <w:rPr>
          <w:rtl/>
        </w:rPr>
        <w:t xml:space="preserve">ں </w:t>
      </w:r>
      <w:r>
        <w:rPr>
          <w:rtl/>
        </w:rPr>
        <w:t>فن و ہنر</w:t>
      </w:r>
      <w:bookmarkEnd w:id="74"/>
    </w:p>
    <w:p w:rsidR="00F26A5A"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75" w:name="_Toc268631"/>
      <w:r>
        <w:rPr>
          <w:rtl/>
        </w:rPr>
        <w:t>1_ فن معمارى ، مصورى ، خطاطى اور ظروف سازى كى صنعتي</w:t>
      </w:r>
      <w:r w:rsidR="000A0CDC">
        <w:rPr>
          <w:rtl/>
        </w:rPr>
        <w:t>ں</w:t>
      </w:r>
      <w:bookmarkEnd w:id="75"/>
      <w:r w:rsidR="000A0CDC">
        <w:rPr>
          <w:rtl/>
        </w:rPr>
        <w:t xml:space="preserve"> </w:t>
      </w:r>
    </w:p>
    <w:p w:rsidR="0061102A" w:rsidRDefault="0061102A" w:rsidP="00BE6934">
      <w:pPr>
        <w:pStyle w:val="libNormal"/>
        <w:rPr>
          <w:rtl/>
        </w:rPr>
      </w:pPr>
      <w:r>
        <w:rPr>
          <w:rtl/>
        </w:rPr>
        <w:t>واضح سى بات ہے كہ دنيائے عالم كى اقوام اور ملتي</w:t>
      </w:r>
      <w:r w:rsidR="000A0CDC">
        <w:rPr>
          <w:rtl/>
        </w:rPr>
        <w:t xml:space="preserve">ں </w:t>
      </w:r>
      <w:r>
        <w:rPr>
          <w:rtl/>
        </w:rPr>
        <w:t>فنون سے آشنائي اور اس سے بہرہ مند ہونے كے حوالے تقدم اور تاخر كا رتبہ ركھتى ہي</w:t>
      </w:r>
      <w:r w:rsidR="000A0CDC">
        <w:rPr>
          <w:rtl/>
        </w:rPr>
        <w:t xml:space="preserve">ں </w:t>
      </w:r>
      <w:r>
        <w:rPr>
          <w:rtl/>
        </w:rPr>
        <w:t>ايرانى اور رومى لوگ ظہور اسلام سے صديو</w:t>
      </w:r>
      <w:r w:rsidR="000A0CDC">
        <w:rPr>
          <w:rtl/>
        </w:rPr>
        <w:t xml:space="preserve">ں </w:t>
      </w:r>
      <w:r>
        <w:rPr>
          <w:rtl/>
        </w:rPr>
        <w:t>قبل فنون سے آشنا ہوچكے تھے اسى ليے ظہور اسلام كے دور مي</w:t>
      </w:r>
      <w:r w:rsidR="000A0CDC">
        <w:rPr>
          <w:rtl/>
        </w:rPr>
        <w:t xml:space="preserve">ں </w:t>
      </w:r>
      <w:r>
        <w:rPr>
          <w:rtl/>
        </w:rPr>
        <w:t>يہ دونو</w:t>
      </w:r>
      <w:r w:rsidR="000A0CDC">
        <w:rPr>
          <w:rtl/>
        </w:rPr>
        <w:t xml:space="preserve">ں </w:t>
      </w:r>
      <w:r>
        <w:rPr>
          <w:rtl/>
        </w:rPr>
        <w:t>قومي</w:t>
      </w:r>
      <w:r w:rsidR="000A0CDC">
        <w:rPr>
          <w:rtl/>
        </w:rPr>
        <w:t xml:space="preserve">ں </w:t>
      </w:r>
      <w:r>
        <w:rPr>
          <w:rtl/>
        </w:rPr>
        <w:t>ان فنون مي</w:t>
      </w:r>
      <w:r w:rsidR="000A0CDC">
        <w:rPr>
          <w:rtl/>
        </w:rPr>
        <w:t xml:space="preserve">ں </w:t>
      </w:r>
      <w:r>
        <w:rPr>
          <w:rtl/>
        </w:rPr>
        <w:t>چند صديو</w:t>
      </w:r>
      <w:r w:rsidR="000A0CDC">
        <w:rPr>
          <w:rtl/>
        </w:rPr>
        <w:t xml:space="preserve">ں </w:t>
      </w:r>
      <w:r>
        <w:rPr>
          <w:rtl/>
        </w:rPr>
        <w:t>پر محيط تاريخى ميراث كى حامل تھي</w:t>
      </w:r>
      <w:r w:rsidR="000A0CDC">
        <w:rPr>
          <w:rtl/>
        </w:rPr>
        <w:t xml:space="preserve">ں </w:t>
      </w:r>
      <w:r>
        <w:rPr>
          <w:rtl/>
        </w:rPr>
        <w:t xml:space="preserve">_ </w:t>
      </w:r>
    </w:p>
    <w:p w:rsidR="0061102A" w:rsidRDefault="0061102A" w:rsidP="00BE6934">
      <w:pPr>
        <w:pStyle w:val="libNormal"/>
        <w:rPr>
          <w:rtl/>
        </w:rPr>
      </w:pPr>
      <w:r>
        <w:rPr>
          <w:rtl/>
        </w:rPr>
        <w:t>جزيرہ عرب مي</w:t>
      </w:r>
      <w:r w:rsidR="000A0CDC">
        <w:rPr>
          <w:rtl/>
        </w:rPr>
        <w:t xml:space="preserve">ں </w:t>
      </w:r>
      <w:r>
        <w:rPr>
          <w:rtl/>
        </w:rPr>
        <w:t>اسلام سے قبل مختلف فنون كے حوالے سے كوئي خاص كام نہ ہوا تھا سوائے عربى خط كے يہ خط بذات خود بہت سى فنى خوبصورتيو</w:t>
      </w:r>
      <w:r w:rsidR="000A0CDC">
        <w:rPr>
          <w:rtl/>
        </w:rPr>
        <w:t xml:space="preserve">ں </w:t>
      </w:r>
      <w:r>
        <w:rPr>
          <w:rtl/>
        </w:rPr>
        <w:t>كو اپنے دامن مي</w:t>
      </w:r>
      <w:r w:rsidR="000A0CDC">
        <w:rPr>
          <w:rtl/>
        </w:rPr>
        <w:t xml:space="preserve">ں </w:t>
      </w:r>
      <w:r>
        <w:rPr>
          <w:rtl/>
        </w:rPr>
        <w:t>سميٹنے كيلئے تيار تھا اور تيسرى صدى سے نوي</w:t>
      </w:r>
      <w:r w:rsidR="000A0CDC">
        <w:rPr>
          <w:rtl/>
        </w:rPr>
        <w:t xml:space="preserve">ں </w:t>
      </w:r>
      <w:r>
        <w:rPr>
          <w:rtl/>
        </w:rPr>
        <w:t>صدى تك يہ ان سب محاسن كامرقع بن گياتھا_</w:t>
      </w:r>
      <w:r w:rsidRPr="00F67D4B">
        <w:rPr>
          <w:rStyle w:val="libFootnotenumChar"/>
          <w:rtl/>
        </w:rPr>
        <w:t>(1)</w:t>
      </w:r>
      <w:r>
        <w:rPr>
          <w:rtl/>
        </w:rPr>
        <w:t xml:space="preserve"> </w:t>
      </w:r>
    </w:p>
    <w:p w:rsidR="0061102A" w:rsidRDefault="0061102A" w:rsidP="00BE6934">
      <w:pPr>
        <w:pStyle w:val="libNormal"/>
        <w:rPr>
          <w:rtl/>
        </w:rPr>
      </w:pPr>
      <w:r>
        <w:rPr>
          <w:rtl/>
        </w:rPr>
        <w:t>عربو</w:t>
      </w:r>
      <w:r w:rsidR="000A0CDC">
        <w:rPr>
          <w:rtl/>
        </w:rPr>
        <w:t xml:space="preserve">ں </w:t>
      </w:r>
      <w:r>
        <w:rPr>
          <w:rtl/>
        </w:rPr>
        <w:t>مي</w:t>
      </w:r>
      <w:r w:rsidR="000A0CDC">
        <w:rPr>
          <w:rtl/>
        </w:rPr>
        <w:t xml:space="preserve">ں </w:t>
      </w:r>
      <w:r>
        <w:rPr>
          <w:rtl/>
        </w:rPr>
        <w:t>بہت زيادہ اہميت كا حامل فن ،شعر اور قصيدہ گوئي كا فن تھا كہ اسلامى فتوحات نے ايكدم ان خيمہ نشين لوگو</w:t>
      </w:r>
      <w:r w:rsidR="000A0CDC">
        <w:rPr>
          <w:rtl/>
        </w:rPr>
        <w:t xml:space="preserve">ں </w:t>
      </w:r>
      <w:r>
        <w:rPr>
          <w:rtl/>
        </w:rPr>
        <w:t>پر ايرانيو</w:t>
      </w:r>
      <w:r w:rsidR="000A0CDC">
        <w:rPr>
          <w:rtl/>
        </w:rPr>
        <w:t xml:space="preserve">ں </w:t>
      </w:r>
      <w:r>
        <w:rPr>
          <w:rtl/>
        </w:rPr>
        <w:t>كے با شكوہ محلات اور يونانيو</w:t>
      </w:r>
      <w:r w:rsidR="000A0CDC">
        <w:rPr>
          <w:rtl/>
        </w:rPr>
        <w:t xml:space="preserve">ں </w:t>
      </w:r>
      <w:r>
        <w:rPr>
          <w:rtl/>
        </w:rPr>
        <w:t>اور روميو</w:t>
      </w:r>
      <w:r w:rsidR="000A0CDC">
        <w:rPr>
          <w:rtl/>
        </w:rPr>
        <w:t xml:space="preserve">ں </w:t>
      </w:r>
      <w:r>
        <w:rPr>
          <w:rtl/>
        </w:rPr>
        <w:t>كے معابد اور كليساؤ</w:t>
      </w:r>
      <w:r w:rsidR="000A0CDC">
        <w:rPr>
          <w:rtl/>
        </w:rPr>
        <w:t xml:space="preserve">ں </w:t>
      </w:r>
      <w:r>
        <w:rPr>
          <w:rtl/>
        </w:rPr>
        <w:t>كے دروازے كھول ديے، اسى ليے آج ايرانى ، يونانى ، مصرى اور شامى فنون كا امتزاج اسلامى حكومت كے پرچم تلے مختلف طريقو</w:t>
      </w:r>
      <w:r w:rsidR="000A0CDC">
        <w:rPr>
          <w:rtl/>
        </w:rPr>
        <w:t xml:space="preserve">ں </w:t>
      </w:r>
      <w:r>
        <w:rPr>
          <w:rtl/>
        </w:rPr>
        <w:t>اور روشو</w:t>
      </w:r>
      <w:r w:rsidR="000A0CDC">
        <w:rPr>
          <w:rtl/>
        </w:rPr>
        <w:t xml:space="preserve">ں </w:t>
      </w:r>
      <w:r>
        <w:rPr>
          <w:rtl/>
        </w:rPr>
        <w:t>كى صورت مي</w:t>
      </w:r>
      <w:r w:rsidR="000A0CDC">
        <w:rPr>
          <w:rtl/>
        </w:rPr>
        <w:t xml:space="preserve">ں </w:t>
      </w:r>
      <w:r>
        <w:rPr>
          <w:rtl/>
        </w:rPr>
        <w:t>جلوہ افروز ہے جسے اسلامى آرٹ كہتے ہي</w:t>
      </w:r>
      <w:r w:rsidR="000A0CDC">
        <w:rPr>
          <w:rtl/>
        </w:rPr>
        <w:t xml:space="preserve">ں </w:t>
      </w:r>
      <w:r>
        <w:rPr>
          <w:rtl/>
        </w:rPr>
        <w:t>_</w:t>
      </w:r>
      <w:r w:rsidRPr="00F67D4B">
        <w:rPr>
          <w:rStyle w:val="libFootnotenumChar"/>
          <w:rtl/>
        </w:rPr>
        <w:t>(2)</w:t>
      </w:r>
      <w:r>
        <w:rPr>
          <w:rtl/>
        </w:rPr>
        <w:t xml:space="preserve"> </w:t>
      </w:r>
    </w:p>
    <w:p w:rsidR="0061102A" w:rsidRDefault="0061102A" w:rsidP="00BE6934">
      <w:pPr>
        <w:pStyle w:val="libNormal"/>
        <w:rPr>
          <w:rtl/>
        </w:rPr>
      </w:pPr>
      <w:r>
        <w:rPr>
          <w:rtl/>
        </w:rPr>
        <w:t>پہلى صدى ہجرى كے اختتام سے اسلامى حكمرانو</w:t>
      </w:r>
      <w:r w:rsidR="000A0CDC">
        <w:rPr>
          <w:rtl/>
        </w:rPr>
        <w:t xml:space="preserve">ں </w:t>
      </w:r>
      <w:r>
        <w:rPr>
          <w:rtl/>
        </w:rPr>
        <w:t>نے مفتوحہ سرزمينو</w:t>
      </w:r>
      <w:r w:rsidR="000A0CDC">
        <w:rPr>
          <w:rtl/>
        </w:rPr>
        <w:t xml:space="preserve">ں </w:t>
      </w:r>
      <w:r>
        <w:rPr>
          <w:rtl/>
        </w:rPr>
        <w:t>مي</w:t>
      </w:r>
      <w:r w:rsidR="000A0CDC">
        <w:rPr>
          <w:rtl/>
        </w:rPr>
        <w:t xml:space="preserve">ں </w:t>
      </w:r>
      <w:r>
        <w:rPr>
          <w:rtl/>
        </w:rPr>
        <w:t xml:space="preserve">عظيم الشان مساجد اور محلات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1)ہارسٹ ولادى مير جانسن، تاريخ ہنر ، ترجمہ پرويز مرزبان ، تہران ، علمى فرہنگى ، 1359، ص 2_191_ </w:t>
      </w:r>
    </w:p>
    <w:p w:rsidR="00F26A5A" w:rsidRDefault="0061102A" w:rsidP="00BE6934">
      <w:pPr>
        <w:pStyle w:val="libFootnote"/>
        <w:rPr>
          <w:rtl/>
        </w:rPr>
      </w:pPr>
      <w:r>
        <w:rPr>
          <w:rtl/>
        </w:rPr>
        <w:t>2) كريسٹين پرايس ،تاريخ ہنر اسلامى ، ترجمہ مسعود رجب نيا ، تہران ، علمى و فرہنگى ، 1364، ص 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كى تعمير كا كام شروع كيا اور كوشش كى كہ قبل از اسلام كى عمارتو</w:t>
      </w:r>
      <w:r w:rsidR="000A0CDC">
        <w:rPr>
          <w:rtl/>
        </w:rPr>
        <w:t xml:space="preserve">ں </w:t>
      </w:r>
      <w:r>
        <w:rPr>
          <w:rtl/>
        </w:rPr>
        <w:t>سے بڑھ كر عظيم الشان اور باشكوہ آثار تخليق ہو</w:t>
      </w:r>
      <w:r w:rsidR="000A0CDC">
        <w:rPr>
          <w:rtl/>
        </w:rPr>
        <w:t xml:space="preserve">ں </w:t>
      </w:r>
      <w:r>
        <w:rPr>
          <w:rtl/>
        </w:rPr>
        <w:t>_ ليكن دوسرى صدى ہجرى كے آغاز سے اسلامى آرٹ مي</w:t>
      </w:r>
      <w:r w:rsidR="000A0CDC">
        <w:rPr>
          <w:rtl/>
        </w:rPr>
        <w:t xml:space="preserve">ں </w:t>
      </w:r>
      <w:r>
        <w:rPr>
          <w:rtl/>
        </w:rPr>
        <w:t>آہستہ آہستہ معين روايت وجود مي</w:t>
      </w:r>
      <w:r w:rsidR="000A0CDC">
        <w:rPr>
          <w:rtl/>
        </w:rPr>
        <w:t xml:space="preserve">ں </w:t>
      </w:r>
      <w:r>
        <w:rPr>
          <w:rtl/>
        </w:rPr>
        <w:t>آئي اور ارتقائي مراحل طے كرنے لگى ماہرين نے ايسى عمارتي</w:t>
      </w:r>
      <w:r w:rsidR="000A0CDC">
        <w:rPr>
          <w:rtl/>
        </w:rPr>
        <w:t xml:space="preserve">ں </w:t>
      </w:r>
      <w:r>
        <w:rPr>
          <w:rtl/>
        </w:rPr>
        <w:t>جو مرمت كى محتاج تھي</w:t>
      </w:r>
      <w:r w:rsidR="000A0CDC">
        <w:rPr>
          <w:rtl/>
        </w:rPr>
        <w:t xml:space="preserve">ں </w:t>
      </w:r>
      <w:r>
        <w:rPr>
          <w:rtl/>
        </w:rPr>
        <w:t>ان سے قومى اورملى خصوصيات اخذ كي</w:t>
      </w:r>
      <w:r w:rsidR="000A0CDC">
        <w:rPr>
          <w:rtl/>
        </w:rPr>
        <w:t xml:space="preserve">ں </w:t>
      </w:r>
      <w:r>
        <w:rPr>
          <w:rtl/>
        </w:rPr>
        <w:t xml:space="preserve">اور سب كو اسلامى فنون لطيفہ سے ہم آہنگ كيا_ </w:t>
      </w:r>
    </w:p>
    <w:p w:rsidR="0061102A" w:rsidRDefault="0061102A" w:rsidP="00BE6934">
      <w:pPr>
        <w:pStyle w:val="libNormal"/>
        <w:rPr>
          <w:rtl/>
        </w:rPr>
      </w:pPr>
      <w:r>
        <w:rPr>
          <w:rtl/>
        </w:rPr>
        <w:t>اسلامى معمارى تين صورتو</w:t>
      </w:r>
      <w:r w:rsidR="000A0CDC">
        <w:rPr>
          <w:rtl/>
        </w:rPr>
        <w:t xml:space="preserve">ں </w:t>
      </w:r>
      <w:r>
        <w:rPr>
          <w:rtl/>
        </w:rPr>
        <w:t>يعنى مساجد ، مدارس اور مقبرے يا متبرك مقامات مي</w:t>
      </w:r>
      <w:r w:rsidR="000A0CDC">
        <w:rPr>
          <w:rtl/>
        </w:rPr>
        <w:t xml:space="preserve">ں </w:t>
      </w:r>
      <w:r>
        <w:rPr>
          <w:rtl/>
        </w:rPr>
        <w:t>ظاہرہوئي _ دمشق كى جامع مسجد جو كے وليد كے زمانے مي</w:t>
      </w:r>
      <w:r w:rsidR="000A0CDC">
        <w:rPr>
          <w:rtl/>
        </w:rPr>
        <w:t xml:space="preserve">ں </w:t>
      </w:r>
      <w:r>
        <w:rPr>
          <w:rtl/>
        </w:rPr>
        <w:t>( 87 سے 96 ہجري)جيوپيٹر ( روم كے خداو</w:t>
      </w:r>
      <w:r w:rsidR="000A0CDC">
        <w:rPr>
          <w:rtl/>
        </w:rPr>
        <w:t xml:space="preserve">ں </w:t>
      </w:r>
      <w:r>
        <w:rPr>
          <w:rtl/>
        </w:rPr>
        <w:t>كا خدا) كے معبدكى جگہ تعمير كى گئي اسلام كے قديم ترين آثار مي</w:t>
      </w:r>
      <w:r w:rsidR="000A0CDC">
        <w:rPr>
          <w:rtl/>
        </w:rPr>
        <w:t xml:space="preserve">ں </w:t>
      </w:r>
      <w:r>
        <w:rPr>
          <w:rtl/>
        </w:rPr>
        <w:t>شما رہوتى ہے_</w:t>
      </w:r>
      <w:r w:rsidRPr="00F67D4B">
        <w:rPr>
          <w:rStyle w:val="libFootnotenumChar"/>
          <w:rtl/>
        </w:rPr>
        <w:t>(1)</w:t>
      </w:r>
      <w:r>
        <w:rPr>
          <w:rtl/>
        </w:rPr>
        <w:t xml:space="preserve"> </w:t>
      </w:r>
    </w:p>
    <w:p w:rsidR="0061102A" w:rsidRDefault="0061102A" w:rsidP="00BE6934">
      <w:pPr>
        <w:pStyle w:val="libNormal"/>
        <w:rPr>
          <w:rtl/>
        </w:rPr>
      </w:pPr>
      <w:r>
        <w:rPr>
          <w:rtl/>
        </w:rPr>
        <w:t>اسلامى دور كے اوائل كى ايك اور عمارت حشام بن عبدالملك ( حكومت125 _ 105 قمرى ) كا محل ہے كہ جو (مشتى ) ( يعنى موسم سرما كى سرائے) كہلاتا تھا _ يہ اريحا كے نزديك ميدانى علاقو</w:t>
      </w:r>
      <w:r w:rsidR="000A0CDC">
        <w:rPr>
          <w:rtl/>
        </w:rPr>
        <w:t xml:space="preserve">ں </w:t>
      </w:r>
      <w:r>
        <w:rPr>
          <w:rtl/>
        </w:rPr>
        <w:t>مي</w:t>
      </w:r>
      <w:r w:rsidR="000A0CDC">
        <w:rPr>
          <w:rtl/>
        </w:rPr>
        <w:t xml:space="preserve">ں </w:t>
      </w:r>
      <w:r>
        <w:rPr>
          <w:rtl/>
        </w:rPr>
        <w:t>تعمير ہوا اس باشكوہ محل مي</w:t>
      </w:r>
      <w:r w:rsidR="000A0CDC">
        <w:rPr>
          <w:rtl/>
        </w:rPr>
        <w:t xml:space="preserve">ں </w:t>
      </w:r>
      <w:r>
        <w:rPr>
          <w:rtl/>
        </w:rPr>
        <w:t>ساسانى دور كے آرٹ مثلاً پرو</w:t>
      </w:r>
      <w:r w:rsidR="000A0CDC">
        <w:rPr>
          <w:rtl/>
        </w:rPr>
        <w:t xml:space="preserve">ں </w:t>
      </w:r>
      <w:r>
        <w:rPr>
          <w:rtl/>
        </w:rPr>
        <w:t>والے شير اور ديگر افسانوى جانورو</w:t>
      </w:r>
      <w:r w:rsidR="000A0CDC">
        <w:rPr>
          <w:rtl/>
        </w:rPr>
        <w:t xml:space="preserve">ں </w:t>
      </w:r>
      <w:r>
        <w:rPr>
          <w:rtl/>
        </w:rPr>
        <w:t>كا دھاتى چيزو</w:t>
      </w:r>
      <w:r w:rsidR="000A0CDC">
        <w:rPr>
          <w:rtl/>
        </w:rPr>
        <w:t xml:space="preserve">ں </w:t>
      </w:r>
      <w:r>
        <w:rPr>
          <w:rtl/>
        </w:rPr>
        <w:t>اوركپڑو</w:t>
      </w:r>
      <w:r w:rsidR="000A0CDC">
        <w:rPr>
          <w:rtl/>
        </w:rPr>
        <w:t xml:space="preserve">ں </w:t>
      </w:r>
      <w:r>
        <w:rPr>
          <w:rtl/>
        </w:rPr>
        <w:t>پر نقش ہونا ايرانى آرٹ كى واضح علامات تھي</w:t>
      </w:r>
      <w:r w:rsidR="000A0CDC">
        <w:rPr>
          <w:rtl/>
        </w:rPr>
        <w:t xml:space="preserve">ں </w:t>
      </w:r>
      <w:r>
        <w:rPr>
          <w:rtl/>
        </w:rPr>
        <w:t>_ عالم اسلام مي</w:t>
      </w:r>
      <w:r w:rsidR="000A0CDC">
        <w:rPr>
          <w:rtl/>
        </w:rPr>
        <w:t xml:space="preserve">ں </w:t>
      </w:r>
      <w:r>
        <w:rPr>
          <w:rtl/>
        </w:rPr>
        <w:t>اسلامى فنون كى زيبائيو</w:t>
      </w:r>
      <w:r w:rsidR="000A0CDC">
        <w:rPr>
          <w:rtl/>
        </w:rPr>
        <w:t xml:space="preserve">ں </w:t>
      </w:r>
      <w:r>
        <w:rPr>
          <w:rtl/>
        </w:rPr>
        <w:t>كا ايك اورمرقع ہسپانيہ مي</w:t>
      </w:r>
      <w:r w:rsidR="000A0CDC">
        <w:rPr>
          <w:rtl/>
        </w:rPr>
        <w:t xml:space="preserve">ں </w:t>
      </w:r>
      <w:r>
        <w:rPr>
          <w:rtl/>
        </w:rPr>
        <w:t>قرطبہ كى جامع مسجد ہے بلند مينارو</w:t>
      </w:r>
      <w:r w:rsidR="000A0CDC">
        <w:rPr>
          <w:rtl/>
        </w:rPr>
        <w:t xml:space="preserve">ں </w:t>
      </w:r>
      <w:r>
        <w:rPr>
          <w:rtl/>
        </w:rPr>
        <w:t>اور متعدد ستونو</w:t>
      </w:r>
      <w:r w:rsidR="000A0CDC">
        <w:rPr>
          <w:rtl/>
        </w:rPr>
        <w:t xml:space="preserve">ں </w:t>
      </w:r>
      <w:r>
        <w:rPr>
          <w:rtl/>
        </w:rPr>
        <w:t>والى يہ خوبصورت مسجد اگرچہ آج كليسا مي</w:t>
      </w:r>
      <w:r w:rsidR="000A0CDC">
        <w:rPr>
          <w:rtl/>
        </w:rPr>
        <w:t xml:space="preserve">ں </w:t>
      </w:r>
      <w:r>
        <w:rPr>
          <w:rtl/>
        </w:rPr>
        <w:t xml:space="preserve">تبديل ہوگئي ہے ليكن اب بھى عيسائي پاكيزگى پر اسلامى تقدس حاوى نظر آتا ہے_ </w:t>
      </w:r>
    </w:p>
    <w:p w:rsidR="0061102A" w:rsidRDefault="0061102A" w:rsidP="00BE6934">
      <w:pPr>
        <w:pStyle w:val="libNormal"/>
        <w:rPr>
          <w:rtl/>
        </w:rPr>
      </w:pPr>
      <w:r>
        <w:rPr>
          <w:rtl/>
        </w:rPr>
        <w:t>قرطبہ كے نزديك عبدالرحمان سوم كيلئے تيرہ سالو</w:t>
      </w:r>
      <w:r w:rsidR="000A0CDC">
        <w:rPr>
          <w:rtl/>
        </w:rPr>
        <w:t xml:space="preserve">ں </w:t>
      </w:r>
      <w:r>
        <w:rPr>
          <w:rtl/>
        </w:rPr>
        <w:t>مي</w:t>
      </w:r>
      <w:r w:rsidR="000A0CDC">
        <w:rPr>
          <w:rtl/>
        </w:rPr>
        <w:t xml:space="preserve">ں </w:t>
      </w:r>
      <w:r>
        <w:rPr>
          <w:rtl/>
        </w:rPr>
        <w:t>ايك محل تيار ہوا كہ جو مدينة الزہرا كہلايا اگرچہ آج وہ و يرانى كا شكار ہے ليكن اسكے كچھ حصو</w:t>
      </w:r>
      <w:r w:rsidR="000A0CDC">
        <w:rPr>
          <w:rtl/>
        </w:rPr>
        <w:t xml:space="preserve">ں </w:t>
      </w:r>
      <w:r>
        <w:rPr>
          <w:rtl/>
        </w:rPr>
        <w:t>كى دوبارہ تعمير اور مرمت كا كام ہو رہا ہے قاہرہ بھى اسلامى فنون كى تجلى كا ايك اورمركز تھا _ البتہ دريا ئے نيل كے كنارے پر مصر كا پرانا دار الحكومت فسطاط اسى طرح مصر كى صنعتى تجارت كا مركز تھا_ مصر كے اسلامى فنون كى گفتگو فسطاط كے '' سوق القناديل'' (چراغو</w:t>
      </w:r>
      <w:r w:rsidR="000A0CDC">
        <w:rPr>
          <w:rtl/>
        </w:rPr>
        <w:t xml:space="preserve">ں </w:t>
      </w:r>
      <w:r>
        <w:rPr>
          <w:rtl/>
        </w:rPr>
        <w:t xml:space="preserve">كے بازار ) كے تذكرہ كے بغير نا مكمل ہے_ </w:t>
      </w:r>
    </w:p>
    <w:p w:rsidR="0061102A" w:rsidRDefault="003A7D4A" w:rsidP="00BE6934">
      <w:pPr>
        <w:pStyle w:val="libLine"/>
        <w:rPr>
          <w:rtl/>
        </w:rPr>
      </w:pPr>
      <w:r>
        <w:rPr>
          <w:rtl/>
        </w:rPr>
        <w:t>____________________</w:t>
      </w:r>
    </w:p>
    <w:p w:rsidR="00F26A5A" w:rsidRDefault="0061102A" w:rsidP="00BE6934">
      <w:pPr>
        <w:pStyle w:val="libFootnote"/>
        <w:rPr>
          <w:rtl/>
        </w:rPr>
      </w:pPr>
      <w:r>
        <w:rPr>
          <w:rtl/>
        </w:rPr>
        <w:t>1)ہارسٹ ولادى ميرجانسن_سابقہ حوالہ_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دور كے عالم اسلام مي</w:t>
      </w:r>
      <w:r w:rsidR="000A0CDC">
        <w:rPr>
          <w:rtl/>
        </w:rPr>
        <w:t xml:space="preserve">ں </w:t>
      </w:r>
      <w:r>
        <w:rPr>
          <w:rtl/>
        </w:rPr>
        <w:t>سوق القناديل فنى اور صنعتى اشياء كى خريد و فروش كے مراكز مي</w:t>
      </w:r>
      <w:r w:rsidR="000A0CDC">
        <w:rPr>
          <w:rtl/>
        </w:rPr>
        <w:t xml:space="preserve">ں </w:t>
      </w:r>
      <w:r>
        <w:rPr>
          <w:rtl/>
        </w:rPr>
        <w:t>سے ايك تھا_ فسطاط اور قاہرہ مي</w:t>
      </w:r>
      <w:r w:rsidR="000A0CDC">
        <w:rPr>
          <w:rtl/>
        </w:rPr>
        <w:t xml:space="preserve">ں </w:t>
      </w:r>
      <w:r>
        <w:rPr>
          <w:rtl/>
        </w:rPr>
        <w:t>سبز شفاف شيشے كے ظروف درخشان زمرد _ چمكدارسفيد شيشہ اور دمشق كے تانبے كے لمبے گلدانو</w:t>
      </w:r>
      <w:r w:rsidR="000A0CDC">
        <w:rPr>
          <w:rtl/>
        </w:rPr>
        <w:t xml:space="preserve">ں </w:t>
      </w:r>
      <w:r>
        <w:rPr>
          <w:rtl/>
        </w:rPr>
        <w:t>نے اسماعيلى داعى كى آنكھو</w:t>
      </w:r>
      <w:r w:rsidR="000A0CDC">
        <w:rPr>
          <w:rtl/>
        </w:rPr>
        <w:t xml:space="preserve">ں </w:t>
      </w:r>
      <w:r>
        <w:rPr>
          <w:rtl/>
        </w:rPr>
        <w:t>كو خيرہ كيا ہوا تھا_ اسى طرح ہاتھ سے بنے ہوئے كپڑو</w:t>
      </w:r>
      <w:r w:rsidR="000A0CDC">
        <w:rPr>
          <w:rtl/>
        </w:rPr>
        <w:t xml:space="preserve">ں </w:t>
      </w:r>
      <w:r>
        <w:rPr>
          <w:rtl/>
        </w:rPr>
        <w:t>_ لہريے داراطلسى كپڑے _ ريشمى اور سوتى كپڑے اور ان پر موتيو</w:t>
      </w:r>
      <w:r w:rsidR="000A0CDC">
        <w:rPr>
          <w:rtl/>
        </w:rPr>
        <w:t xml:space="preserve">ں </w:t>
      </w:r>
      <w:r>
        <w:rPr>
          <w:rtl/>
        </w:rPr>
        <w:t>كے خوبصورت كام نے ناصر خسرو كى حيرت كو دو چند كرديا تھا_</w:t>
      </w:r>
      <w:r w:rsidRPr="00F67D4B">
        <w:rPr>
          <w:rStyle w:val="libFootnotenumChar"/>
          <w:rtl/>
        </w:rPr>
        <w:t>(1)</w:t>
      </w:r>
      <w:r>
        <w:rPr>
          <w:rtl/>
        </w:rPr>
        <w:t xml:space="preserve"> </w:t>
      </w:r>
    </w:p>
    <w:p w:rsidR="0061102A" w:rsidRDefault="0061102A" w:rsidP="00BE6934">
      <w:pPr>
        <w:pStyle w:val="libNormal"/>
        <w:rPr>
          <w:rtl/>
        </w:rPr>
      </w:pPr>
      <w:r>
        <w:rPr>
          <w:rtl/>
        </w:rPr>
        <w:t>بالاخرہ سلجوقى تركو</w:t>
      </w:r>
      <w:r w:rsidR="000A0CDC">
        <w:rPr>
          <w:rtl/>
        </w:rPr>
        <w:t xml:space="preserve">ں </w:t>
      </w:r>
      <w:r>
        <w:rPr>
          <w:rtl/>
        </w:rPr>
        <w:t>نے حملہ كيا كہ جو 464 قمرى مي</w:t>
      </w:r>
      <w:r w:rsidR="000A0CDC">
        <w:rPr>
          <w:rtl/>
        </w:rPr>
        <w:t xml:space="preserve">ں </w:t>
      </w:r>
      <w:r>
        <w:rPr>
          <w:rtl/>
        </w:rPr>
        <w:t>فلسطين تك پہنچ گئے تھے انہو</w:t>
      </w:r>
      <w:r w:rsidR="000A0CDC">
        <w:rPr>
          <w:rtl/>
        </w:rPr>
        <w:t xml:space="preserve">ں </w:t>
      </w:r>
      <w:r>
        <w:rPr>
          <w:rtl/>
        </w:rPr>
        <w:t>مصريو</w:t>
      </w:r>
      <w:r w:rsidR="000A0CDC">
        <w:rPr>
          <w:rtl/>
        </w:rPr>
        <w:t xml:space="preserve">ں </w:t>
      </w:r>
      <w:r>
        <w:rPr>
          <w:rtl/>
        </w:rPr>
        <w:t>كو فلسطين سے نكالا اور بيت المقدس پر قابض ہوگئے يہ خبر باعث بنى كہ صليبى اقوام دوبارہ بيت المقدس پر تسلط پانے كيلئے اسلامى سرزمينو</w:t>
      </w:r>
      <w:r w:rsidR="000A0CDC">
        <w:rPr>
          <w:rtl/>
        </w:rPr>
        <w:t xml:space="preserve">ں </w:t>
      </w:r>
      <w:r>
        <w:rPr>
          <w:rtl/>
        </w:rPr>
        <w:t>پر حملے كرنے لگے اور ان جنگو</w:t>
      </w:r>
      <w:r w:rsidR="000A0CDC">
        <w:rPr>
          <w:rtl/>
        </w:rPr>
        <w:t xml:space="preserve">ں </w:t>
      </w:r>
      <w:r>
        <w:rPr>
          <w:rtl/>
        </w:rPr>
        <w:t>كے نتيجے مي</w:t>
      </w:r>
      <w:r w:rsidR="000A0CDC">
        <w:rPr>
          <w:rtl/>
        </w:rPr>
        <w:t xml:space="preserve">ں </w:t>
      </w:r>
      <w:r>
        <w:rPr>
          <w:rtl/>
        </w:rPr>
        <w:t>اہل مشرق كى تہذيب اور فنون كے بہت سى عجائب سے يہ لوگ آشنا ہوئے</w:t>
      </w:r>
      <w:r w:rsidRPr="00F67D4B">
        <w:rPr>
          <w:rStyle w:val="libFootnotenumChar"/>
          <w:rtl/>
        </w:rPr>
        <w:t>(2)</w:t>
      </w:r>
      <w:r>
        <w:rPr>
          <w:rtl/>
        </w:rPr>
        <w:t xml:space="preserve"> </w:t>
      </w:r>
    </w:p>
    <w:p w:rsidR="0061102A" w:rsidRDefault="0061102A" w:rsidP="00BE6934">
      <w:pPr>
        <w:pStyle w:val="libNormal"/>
        <w:rPr>
          <w:rtl/>
        </w:rPr>
      </w:pPr>
      <w:r>
        <w:rPr>
          <w:rtl/>
        </w:rPr>
        <w:t>بيت المقدس كے جسمي</w:t>
      </w:r>
      <w:r w:rsidR="000A0CDC">
        <w:rPr>
          <w:rtl/>
        </w:rPr>
        <w:t xml:space="preserve">ں </w:t>
      </w:r>
      <w:r>
        <w:rPr>
          <w:rtl/>
        </w:rPr>
        <w:t>69 قمرى مي</w:t>
      </w:r>
      <w:r w:rsidR="000A0CDC">
        <w:rPr>
          <w:rtl/>
        </w:rPr>
        <w:t xml:space="preserve">ں </w:t>
      </w:r>
      <w:r>
        <w:rPr>
          <w:rtl/>
        </w:rPr>
        <w:t>عبدالملك بن مروان نے مسجد اقصى كے شمالى حصہ مي</w:t>
      </w:r>
      <w:r w:rsidR="000A0CDC">
        <w:rPr>
          <w:rtl/>
        </w:rPr>
        <w:t xml:space="preserve">ں </w:t>
      </w:r>
      <w:r>
        <w:rPr>
          <w:rtl/>
        </w:rPr>
        <w:t>ايك باشكوہ گنبد تيار كروايا تھا ( جسے قبہ الصخرة كا نام ديا گيا) كہ جو حضرت عيسى كے مزار والے كليسا كے گنبد كے برابر تھا اس گنبد نے حملہ آور صليبيو</w:t>
      </w:r>
      <w:r w:rsidR="000A0CDC">
        <w:rPr>
          <w:rtl/>
        </w:rPr>
        <w:t xml:space="preserve">ں </w:t>
      </w:r>
      <w:r>
        <w:rPr>
          <w:rtl/>
        </w:rPr>
        <w:t>كو حيرت زدہ كرديا تھا_ صليبيو</w:t>
      </w:r>
      <w:r w:rsidR="000A0CDC">
        <w:rPr>
          <w:rtl/>
        </w:rPr>
        <w:t xml:space="preserve">ں </w:t>
      </w:r>
      <w:r>
        <w:rPr>
          <w:rtl/>
        </w:rPr>
        <w:t>كا وہ گروہ جو جنگ كے بعد اپنى سرزمينو</w:t>
      </w:r>
      <w:r w:rsidR="000A0CDC">
        <w:rPr>
          <w:rtl/>
        </w:rPr>
        <w:t xml:space="preserve">ں </w:t>
      </w:r>
      <w:r>
        <w:rPr>
          <w:rtl/>
        </w:rPr>
        <w:t>كى طرف لوٹايہ اسلامى فنون كا ايك خزانہ بھى ساتھ لے گيا _ اور ہنر و فنون كے آثاريورپى اہل فن اور صنعت كارو</w:t>
      </w:r>
      <w:r w:rsidR="000A0CDC">
        <w:rPr>
          <w:rtl/>
        </w:rPr>
        <w:t xml:space="preserve">ں </w:t>
      </w:r>
      <w:r>
        <w:rPr>
          <w:rtl/>
        </w:rPr>
        <w:t>كيلئے الہام بخش ثابت ہوئے</w:t>
      </w:r>
      <w:r w:rsidRPr="00F67D4B">
        <w:rPr>
          <w:rStyle w:val="libFootnotenumChar"/>
          <w:rtl/>
        </w:rPr>
        <w:t>(3)</w:t>
      </w:r>
      <w:r>
        <w:rPr>
          <w:rtl/>
        </w:rPr>
        <w:t xml:space="preserve"> </w:t>
      </w:r>
    </w:p>
    <w:p w:rsidR="0061102A" w:rsidRDefault="0061102A" w:rsidP="00BE6934">
      <w:pPr>
        <w:pStyle w:val="libNormal"/>
        <w:rPr>
          <w:rtl/>
        </w:rPr>
      </w:pPr>
      <w:r>
        <w:rPr>
          <w:rtl/>
        </w:rPr>
        <w:t>صلاح الدين ايوبى نے چھٹى صدى ہجرى كے آخر مي</w:t>
      </w:r>
      <w:r w:rsidR="000A0CDC">
        <w:rPr>
          <w:rtl/>
        </w:rPr>
        <w:t xml:space="preserve">ں </w:t>
      </w:r>
      <w:r>
        <w:rPr>
          <w:rtl/>
        </w:rPr>
        <w:t>صليبيو</w:t>
      </w:r>
      <w:r w:rsidR="000A0CDC">
        <w:rPr>
          <w:rtl/>
        </w:rPr>
        <w:t xml:space="preserve">ں </w:t>
      </w:r>
      <w:r>
        <w:rPr>
          <w:rtl/>
        </w:rPr>
        <w:t>كے ساتھ جنگ شروع كى اور بيت المقدس كو آزاد كروايا اسكے زمانہ مي</w:t>
      </w:r>
      <w:r w:rsidR="000A0CDC">
        <w:rPr>
          <w:rtl/>
        </w:rPr>
        <w:t xml:space="preserve">ں </w:t>
      </w:r>
      <w:r>
        <w:rPr>
          <w:rtl/>
        </w:rPr>
        <w:t>مسجد اقصى كى آرائشے و زيبائشے مي</w:t>
      </w:r>
      <w:r w:rsidR="000A0CDC">
        <w:rPr>
          <w:rtl/>
        </w:rPr>
        <w:t xml:space="preserve">ں </w:t>
      </w:r>
      <w:r>
        <w:rPr>
          <w:rtl/>
        </w:rPr>
        <w:t>اضافہ ہوا حلب مي</w:t>
      </w:r>
      <w:r w:rsidR="000A0CDC">
        <w:rPr>
          <w:rtl/>
        </w:rPr>
        <w:t xml:space="preserve">ں </w:t>
      </w:r>
      <w:r>
        <w:rPr>
          <w:rtl/>
        </w:rPr>
        <w:t xml:space="preserve">كاريگرى كا ايك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ناصر خسرو قبادياني، سفرنامہ ، محمد دبيرستانى كى سعى سے، تہران 1373 ص 8_76_ </w:t>
      </w:r>
    </w:p>
    <w:p w:rsidR="0061102A" w:rsidRDefault="0061102A" w:rsidP="00BE6934">
      <w:pPr>
        <w:pStyle w:val="libFootnote"/>
        <w:rPr>
          <w:rtl/>
        </w:rPr>
      </w:pPr>
      <w:r>
        <w:rPr>
          <w:rtl/>
        </w:rPr>
        <w:t xml:space="preserve">2) كريستين پرايس ، سابقہ حوالہ ، ص 5،44_ </w:t>
      </w:r>
    </w:p>
    <w:p w:rsidR="00F26A5A" w:rsidRDefault="0061102A" w:rsidP="00BE6934">
      <w:pPr>
        <w:pStyle w:val="libFootnote"/>
        <w:rPr>
          <w:rtl/>
        </w:rPr>
      </w:pPr>
      <w:r>
        <w:rPr>
          <w:rtl/>
        </w:rPr>
        <w:t>3) سابقہ حوالہ ص 50 ، 48</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نمونہ بيرى كى لكڑى سے بنا ہوا منبر لايا گيا اور مسجد مي</w:t>
      </w:r>
      <w:r w:rsidR="000A0CDC">
        <w:rPr>
          <w:rtl/>
        </w:rPr>
        <w:t xml:space="preserve">ں </w:t>
      </w:r>
      <w:r>
        <w:rPr>
          <w:rtl/>
        </w:rPr>
        <w:t>ايك اور محراب بنايا گيا اور گنبد كا زري</w:t>
      </w:r>
      <w:r w:rsidR="000A0CDC">
        <w:rPr>
          <w:rtl/>
        </w:rPr>
        <w:t xml:space="preserve">ں </w:t>
      </w:r>
      <w:r>
        <w:rPr>
          <w:rtl/>
        </w:rPr>
        <w:t xml:space="preserve">غلاف از سر نو بنايا گيا_ </w:t>
      </w:r>
    </w:p>
    <w:p w:rsidR="0061102A" w:rsidRDefault="0061102A" w:rsidP="00BE6934">
      <w:pPr>
        <w:pStyle w:val="libNormal"/>
        <w:rPr>
          <w:rtl/>
        </w:rPr>
      </w:pPr>
      <w:r>
        <w:rPr>
          <w:rtl/>
        </w:rPr>
        <w:t>ان تمام چيزو</w:t>
      </w:r>
      <w:r w:rsidR="000A0CDC">
        <w:rPr>
          <w:rtl/>
        </w:rPr>
        <w:t xml:space="preserve">ں </w:t>
      </w:r>
      <w:r>
        <w:rPr>
          <w:rtl/>
        </w:rPr>
        <w:t>كے ساتھ جب بھى اسلامى ہنر و فن كى بات ہوتى ہے ، ايران اور ايرانى لوگو</w:t>
      </w:r>
      <w:r w:rsidR="000A0CDC">
        <w:rPr>
          <w:rtl/>
        </w:rPr>
        <w:t xml:space="preserve">ں </w:t>
      </w:r>
      <w:r>
        <w:rPr>
          <w:rtl/>
        </w:rPr>
        <w:t>كا ان فنون كى ترقى مي</w:t>
      </w:r>
      <w:r w:rsidR="000A0CDC">
        <w:rPr>
          <w:rtl/>
        </w:rPr>
        <w:t xml:space="preserve">ں </w:t>
      </w:r>
      <w:r>
        <w:rPr>
          <w:rtl/>
        </w:rPr>
        <w:t>خصوصى كردار سامنے آتا ہے چوتھى صدى ہجرى سے ليكر دسوي</w:t>
      </w:r>
      <w:r w:rsidR="000A0CDC">
        <w:rPr>
          <w:rtl/>
        </w:rPr>
        <w:t xml:space="preserve">ں </w:t>
      </w:r>
      <w:r>
        <w:rPr>
          <w:rtl/>
        </w:rPr>
        <w:t>صدى ہجرى تك كہ جب صفوى صوفيو</w:t>
      </w:r>
      <w:r w:rsidR="000A0CDC">
        <w:rPr>
          <w:rtl/>
        </w:rPr>
        <w:t xml:space="preserve">ں </w:t>
      </w:r>
      <w:r>
        <w:rPr>
          <w:rtl/>
        </w:rPr>
        <w:t>نے اپنے قيام كا آغاز كيا ان اداوار مي</w:t>
      </w:r>
      <w:r w:rsidR="000A0CDC">
        <w:rPr>
          <w:rtl/>
        </w:rPr>
        <w:t xml:space="preserve">ں </w:t>
      </w:r>
      <w:r>
        <w:rPr>
          <w:rtl/>
        </w:rPr>
        <w:t>ايران عالم اسلام مي</w:t>
      </w:r>
      <w:r w:rsidR="000A0CDC">
        <w:rPr>
          <w:rtl/>
        </w:rPr>
        <w:t xml:space="preserve">ں </w:t>
      </w:r>
      <w:r>
        <w:rPr>
          <w:rtl/>
        </w:rPr>
        <w:t>فن اور فن كى تخليق كا گہوارہ تھا، حقيقى بات تو يہ ہے كہ ايران ، بين النہرين ، بر صغير اور قفقاز مي</w:t>
      </w:r>
      <w:r w:rsidR="000A0CDC">
        <w:rPr>
          <w:rtl/>
        </w:rPr>
        <w:t xml:space="preserve">ں </w:t>
      </w:r>
      <w:r>
        <w:rPr>
          <w:rtl/>
        </w:rPr>
        <w:t>سلجوقى حكومت كى تشكيل ايرانيو</w:t>
      </w:r>
      <w:r w:rsidR="000A0CDC">
        <w:rPr>
          <w:rtl/>
        </w:rPr>
        <w:t xml:space="preserve">ں </w:t>
      </w:r>
      <w:r>
        <w:rPr>
          <w:rtl/>
        </w:rPr>
        <w:t>كے دوبارہ فن و ہنر كى طرف لوٹنے مي</w:t>
      </w:r>
      <w:r w:rsidR="000A0CDC">
        <w:rPr>
          <w:rtl/>
        </w:rPr>
        <w:t xml:space="preserve">ں </w:t>
      </w:r>
      <w:r>
        <w:rPr>
          <w:rtl/>
        </w:rPr>
        <w:t>اہم موڑ ثابت ہوئي_</w:t>
      </w:r>
      <w:r w:rsidRPr="00F67D4B">
        <w:rPr>
          <w:rStyle w:val="libFootnotenumChar"/>
          <w:rtl/>
        </w:rPr>
        <w:t>(1)</w:t>
      </w:r>
      <w:r>
        <w:rPr>
          <w:rtl/>
        </w:rPr>
        <w:t xml:space="preserve"> </w:t>
      </w:r>
    </w:p>
    <w:p w:rsidR="0061102A" w:rsidRDefault="0061102A" w:rsidP="00BE6934">
      <w:pPr>
        <w:pStyle w:val="libNormal"/>
        <w:rPr>
          <w:rtl/>
        </w:rPr>
      </w:pPr>
      <w:r>
        <w:rPr>
          <w:rtl/>
        </w:rPr>
        <w:t>معمارى مي</w:t>
      </w:r>
      <w:r w:rsidR="000A0CDC">
        <w:rPr>
          <w:rtl/>
        </w:rPr>
        <w:t xml:space="preserve">ں </w:t>
      </w:r>
      <w:r>
        <w:rPr>
          <w:rtl/>
        </w:rPr>
        <w:t>سب سى پہلى عمارت جو ايرانى معمارو</w:t>
      </w:r>
      <w:r w:rsidR="000A0CDC">
        <w:rPr>
          <w:rtl/>
        </w:rPr>
        <w:t xml:space="preserve">ں </w:t>
      </w:r>
      <w:r>
        <w:rPr>
          <w:rtl/>
        </w:rPr>
        <w:t>كے ہاتھو</w:t>
      </w:r>
      <w:r w:rsidR="000A0CDC">
        <w:rPr>
          <w:rtl/>
        </w:rPr>
        <w:t xml:space="preserve">ں </w:t>
      </w:r>
      <w:r>
        <w:rPr>
          <w:rtl/>
        </w:rPr>
        <w:t>چوتھى صدى كے آغاز مي</w:t>
      </w:r>
      <w:r w:rsidR="000A0CDC">
        <w:rPr>
          <w:rtl/>
        </w:rPr>
        <w:t xml:space="preserve">ں </w:t>
      </w:r>
      <w:r>
        <w:rPr>
          <w:rtl/>
        </w:rPr>
        <w:t>تيار ہوئي وہ بخارا مي</w:t>
      </w:r>
      <w:r w:rsidR="000A0CDC">
        <w:rPr>
          <w:rtl/>
        </w:rPr>
        <w:t xml:space="preserve">ں </w:t>
      </w:r>
      <w:r>
        <w:rPr>
          <w:rtl/>
        </w:rPr>
        <w:t>شاہ اسماعيل سامانى كى آرامگاہ كى عمارت تھى ، كہ جو ديگر باشكوہ مقابر كے تيار ہونے كيلئے نمونہ قرار پائي، مساجد اور مدارس كے اطراف مي</w:t>
      </w:r>
      <w:r w:rsidR="000A0CDC">
        <w:rPr>
          <w:rtl/>
        </w:rPr>
        <w:t xml:space="preserve">ں </w:t>
      </w:r>
      <w:r>
        <w:rPr>
          <w:rtl/>
        </w:rPr>
        <w:t>مقبرو</w:t>
      </w:r>
      <w:r w:rsidR="000A0CDC">
        <w:rPr>
          <w:rtl/>
        </w:rPr>
        <w:t xml:space="preserve">ں </w:t>
      </w:r>
      <w:r>
        <w:rPr>
          <w:rtl/>
        </w:rPr>
        <w:t>كى عمارتي</w:t>
      </w:r>
      <w:r w:rsidR="000A0CDC">
        <w:rPr>
          <w:rtl/>
        </w:rPr>
        <w:t xml:space="preserve">ں </w:t>
      </w:r>
      <w:r>
        <w:rPr>
          <w:rtl/>
        </w:rPr>
        <w:t>اسلامى معمارى كى تيسرى قسم شمار ہوتى ہي</w:t>
      </w:r>
      <w:r w:rsidR="000A0CDC">
        <w:rPr>
          <w:rtl/>
        </w:rPr>
        <w:t xml:space="preserve">ں </w:t>
      </w:r>
      <w:r>
        <w:rPr>
          <w:rtl/>
        </w:rPr>
        <w:t>انكا 390 قمرى سے ليكر نوي</w:t>
      </w:r>
      <w:r w:rsidR="000A0CDC">
        <w:rPr>
          <w:rtl/>
        </w:rPr>
        <w:t xml:space="preserve">ں </w:t>
      </w:r>
      <w:r>
        <w:rPr>
          <w:rtl/>
        </w:rPr>
        <w:t>صدى ہجرى كے آخر تك رواج تھا، ايسى عمارتي</w:t>
      </w:r>
      <w:r w:rsidR="000A0CDC">
        <w:rPr>
          <w:rtl/>
        </w:rPr>
        <w:t xml:space="preserve">ں </w:t>
      </w:r>
      <w:r>
        <w:rPr>
          <w:rtl/>
        </w:rPr>
        <w:t>شروع مي</w:t>
      </w:r>
      <w:r w:rsidR="000A0CDC">
        <w:rPr>
          <w:rtl/>
        </w:rPr>
        <w:t xml:space="preserve">ں </w:t>
      </w:r>
      <w:r>
        <w:rPr>
          <w:rtl/>
        </w:rPr>
        <w:t>اكثر سادہ ہوتى تھي</w:t>
      </w:r>
      <w:r w:rsidR="000A0CDC">
        <w:rPr>
          <w:rtl/>
        </w:rPr>
        <w:t xml:space="preserve">ں </w:t>
      </w:r>
      <w:r>
        <w:rPr>
          <w:rtl/>
        </w:rPr>
        <w:t>مثلا گنبد قابوس مي</w:t>
      </w:r>
      <w:r w:rsidR="000A0CDC">
        <w:rPr>
          <w:rtl/>
        </w:rPr>
        <w:t xml:space="preserve">ں </w:t>
      </w:r>
      <w:r>
        <w:rPr>
          <w:rtl/>
        </w:rPr>
        <w:t>قابوس وشمگير كى آرامگاہ ( 397 ہجرى قمرى )، بعد مي</w:t>
      </w:r>
      <w:r w:rsidR="000A0CDC">
        <w:rPr>
          <w:rtl/>
        </w:rPr>
        <w:t xml:space="preserve">ں </w:t>
      </w:r>
      <w:r>
        <w:rPr>
          <w:rtl/>
        </w:rPr>
        <w:t>اس كے بيرونى حصو</w:t>
      </w:r>
      <w:r w:rsidR="000A0CDC">
        <w:rPr>
          <w:rtl/>
        </w:rPr>
        <w:t xml:space="preserve">ں </w:t>
      </w:r>
      <w:r>
        <w:rPr>
          <w:rtl/>
        </w:rPr>
        <w:t>كى آرائشے كى گئي آہستہ آہستہ ايسى ارامگاہ ہي</w:t>
      </w:r>
      <w:r w:rsidR="000A0CDC">
        <w:rPr>
          <w:rtl/>
        </w:rPr>
        <w:t xml:space="preserve">ں </w:t>
      </w:r>
      <w:r>
        <w:rPr>
          <w:rtl/>
        </w:rPr>
        <w:t>بننے لگي</w:t>
      </w:r>
      <w:r w:rsidR="000A0CDC">
        <w:rPr>
          <w:rtl/>
        </w:rPr>
        <w:t xml:space="preserve">ں </w:t>
      </w:r>
      <w:r>
        <w:rPr>
          <w:rtl/>
        </w:rPr>
        <w:t>كہ جو كاشى كارى سے مزين ہوتى تھي</w:t>
      </w:r>
      <w:r w:rsidR="000A0CDC">
        <w:rPr>
          <w:rtl/>
        </w:rPr>
        <w:t xml:space="preserve">ں </w:t>
      </w:r>
      <w:r>
        <w:rPr>
          <w:rtl/>
        </w:rPr>
        <w:t>ايسى آرامگاہو</w:t>
      </w:r>
      <w:r w:rsidR="000A0CDC">
        <w:rPr>
          <w:rtl/>
        </w:rPr>
        <w:t xml:space="preserve">ں </w:t>
      </w:r>
      <w:r>
        <w:rPr>
          <w:rtl/>
        </w:rPr>
        <w:t>كا زيادہ تر تعلق تيمورى ادوار سے ہے جيسا كہ ہرات كے نزديك خواجہ عبداللہ انصارى كا مزار جو 832 قمرى مي</w:t>
      </w:r>
      <w:r w:rsidR="000A0CDC">
        <w:rPr>
          <w:rtl/>
        </w:rPr>
        <w:t xml:space="preserve">ں </w:t>
      </w:r>
      <w:r>
        <w:rPr>
          <w:rtl/>
        </w:rPr>
        <w:t xml:space="preserve">تعمير ہوا_ </w:t>
      </w:r>
    </w:p>
    <w:p w:rsidR="0061102A" w:rsidRDefault="0061102A" w:rsidP="00BE6934">
      <w:pPr>
        <w:pStyle w:val="libNormal"/>
        <w:rPr>
          <w:rtl/>
        </w:rPr>
      </w:pPr>
      <w:r>
        <w:rPr>
          <w:rtl/>
        </w:rPr>
        <w:t>مساجد كى تعمير كے حوالے سے ايرانى مسلمانو</w:t>
      </w:r>
      <w:r w:rsidR="000A0CDC">
        <w:rPr>
          <w:rtl/>
        </w:rPr>
        <w:t xml:space="preserve">ں </w:t>
      </w:r>
      <w:r>
        <w:rPr>
          <w:rtl/>
        </w:rPr>
        <w:t>نے ابتداء مي</w:t>
      </w:r>
      <w:r w:rsidR="000A0CDC">
        <w:rPr>
          <w:rtl/>
        </w:rPr>
        <w:t xml:space="preserve">ں </w:t>
      </w:r>
      <w:r>
        <w:rPr>
          <w:rtl/>
        </w:rPr>
        <w:t>عرب سرزمين كے رواج كے مطابق ستون والى مساجد كى روش كو اپنايا _ ليكن كچھ عرصہ گزرنے كے بعد پتھرو</w:t>
      </w:r>
      <w:r w:rsidR="000A0CDC">
        <w:rPr>
          <w:rtl/>
        </w:rPr>
        <w:t xml:space="preserve">ں </w:t>
      </w:r>
      <w:r>
        <w:rPr>
          <w:rtl/>
        </w:rPr>
        <w:t>كى جگہ پر اينٹو</w:t>
      </w:r>
      <w:r w:rsidR="000A0CDC">
        <w:rPr>
          <w:rtl/>
        </w:rPr>
        <w:t xml:space="preserve">ں </w:t>
      </w:r>
      <w:r>
        <w:rPr>
          <w:rtl/>
        </w:rPr>
        <w:t>كے ستون بنانے لگے كہ جن مي</w:t>
      </w:r>
      <w:r w:rsidR="000A0CDC">
        <w:rPr>
          <w:rtl/>
        </w:rPr>
        <w:t xml:space="preserve">ں </w:t>
      </w:r>
      <w:r>
        <w:rPr>
          <w:rtl/>
        </w:rPr>
        <w:t>انواع و اقسام كے قوس دار طاقچو</w:t>
      </w:r>
      <w:r w:rsidR="000A0CDC">
        <w:rPr>
          <w:rtl/>
        </w:rPr>
        <w:t xml:space="preserve">ں </w:t>
      </w:r>
      <w:r>
        <w:rPr>
          <w:rtl/>
        </w:rPr>
        <w:t xml:space="preserve">كو ايجاد كيا _ كہ جو اينٹ سے ہى تيار ہوتے تھے مساجد كى تعمير </w:t>
      </w:r>
    </w:p>
    <w:p w:rsidR="0061102A" w:rsidRDefault="003A7D4A" w:rsidP="00BE6934">
      <w:pPr>
        <w:pStyle w:val="libLine"/>
        <w:rPr>
          <w:rtl/>
        </w:rPr>
      </w:pPr>
      <w:r>
        <w:rPr>
          <w:rtl/>
        </w:rPr>
        <w:t>____________________</w:t>
      </w:r>
    </w:p>
    <w:p w:rsidR="00F26A5A" w:rsidRDefault="0061102A" w:rsidP="00BE6934">
      <w:pPr>
        <w:pStyle w:val="libFootnote"/>
        <w:rPr>
          <w:rtl/>
        </w:rPr>
      </w:pPr>
      <w:r>
        <w:rPr>
          <w:rtl/>
        </w:rPr>
        <w:t>1)سابقہ حوالہ ص 70_ 56_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كے حوالے سے ايرانيو</w:t>
      </w:r>
      <w:r w:rsidR="000A0CDC">
        <w:rPr>
          <w:rtl/>
        </w:rPr>
        <w:t xml:space="preserve">ں </w:t>
      </w:r>
      <w:r>
        <w:rPr>
          <w:rtl/>
        </w:rPr>
        <w:t>كى خاص روش مي</w:t>
      </w:r>
      <w:r w:rsidR="000A0CDC">
        <w:rPr>
          <w:rtl/>
        </w:rPr>
        <w:t xml:space="preserve">ں </w:t>
      </w:r>
      <w:r>
        <w:rPr>
          <w:rtl/>
        </w:rPr>
        <w:t>ايوان اور بالكونى كا رواج ايرانى گھرو</w:t>
      </w:r>
      <w:r w:rsidR="000A0CDC">
        <w:rPr>
          <w:rtl/>
        </w:rPr>
        <w:t xml:space="preserve">ں </w:t>
      </w:r>
      <w:r>
        <w:rPr>
          <w:rtl/>
        </w:rPr>
        <w:t>سے آيا ، يہ رواج گھرو</w:t>
      </w:r>
      <w:r w:rsidR="000A0CDC">
        <w:rPr>
          <w:rtl/>
        </w:rPr>
        <w:t xml:space="preserve">ں </w:t>
      </w:r>
      <w:r>
        <w:rPr>
          <w:rtl/>
        </w:rPr>
        <w:t>سے مساجد اور مساجد سے پانچوي</w:t>
      </w:r>
      <w:r w:rsidR="000A0CDC">
        <w:rPr>
          <w:rtl/>
        </w:rPr>
        <w:t xml:space="preserve">ں </w:t>
      </w:r>
      <w:r>
        <w:rPr>
          <w:rtl/>
        </w:rPr>
        <w:t>صدى كے دوسرے نصف مي</w:t>
      </w:r>
      <w:r w:rsidR="000A0CDC">
        <w:rPr>
          <w:rtl/>
        </w:rPr>
        <w:t xml:space="preserve">ں </w:t>
      </w:r>
      <w:r>
        <w:rPr>
          <w:rtl/>
        </w:rPr>
        <w:t>طلباء كے ليئے تيار ہونے والے حكومتى مدارس مي</w:t>
      </w:r>
      <w:r w:rsidR="000A0CDC">
        <w:rPr>
          <w:rtl/>
        </w:rPr>
        <w:t xml:space="preserve">ں </w:t>
      </w:r>
      <w:r>
        <w:rPr>
          <w:rtl/>
        </w:rPr>
        <w:t>پہنچا_ ايران كے سلجوقيو</w:t>
      </w:r>
      <w:r w:rsidR="000A0CDC">
        <w:rPr>
          <w:rtl/>
        </w:rPr>
        <w:t xml:space="preserve">ں </w:t>
      </w:r>
      <w:r>
        <w:rPr>
          <w:rtl/>
        </w:rPr>
        <w:t>نے اصفہان كو اپنا دار الحكومت قرار ديا جو مدتو</w:t>
      </w:r>
      <w:r w:rsidR="000A0CDC">
        <w:rPr>
          <w:rtl/>
        </w:rPr>
        <w:t xml:space="preserve">ں </w:t>
      </w:r>
      <w:r>
        <w:rPr>
          <w:rtl/>
        </w:rPr>
        <w:t>قبل صنعت و ہنر كا مركز تھا_ اب بھى اصفہان مي</w:t>
      </w:r>
      <w:r w:rsidR="000A0CDC">
        <w:rPr>
          <w:rtl/>
        </w:rPr>
        <w:t xml:space="preserve">ں </w:t>
      </w:r>
      <w:r>
        <w:rPr>
          <w:rtl/>
        </w:rPr>
        <w:t>سلجوقيو</w:t>
      </w:r>
      <w:r w:rsidR="000A0CDC">
        <w:rPr>
          <w:rtl/>
        </w:rPr>
        <w:t xml:space="preserve">ں </w:t>
      </w:r>
      <w:r>
        <w:rPr>
          <w:rtl/>
        </w:rPr>
        <w:t>كى جامع مسجد موجود ہے _ اگرچہ اس زمانہ كے بادشاہو</w:t>
      </w:r>
      <w:r w:rsidR="000A0CDC">
        <w:rPr>
          <w:rtl/>
        </w:rPr>
        <w:t xml:space="preserve">ں </w:t>
      </w:r>
      <w:r>
        <w:rPr>
          <w:rtl/>
        </w:rPr>
        <w:t>كے محل اور اسكے سامنے ايك بڑے ميدان كے حوالے سے كچھ نہي</w:t>
      </w:r>
      <w:r w:rsidR="000A0CDC">
        <w:rPr>
          <w:rtl/>
        </w:rPr>
        <w:t xml:space="preserve">ں </w:t>
      </w:r>
      <w:r>
        <w:rPr>
          <w:rtl/>
        </w:rPr>
        <w:t xml:space="preserve">بچا_ </w:t>
      </w:r>
    </w:p>
    <w:p w:rsidR="0061102A" w:rsidRDefault="0061102A" w:rsidP="00BE6934">
      <w:pPr>
        <w:pStyle w:val="libNormal"/>
        <w:rPr>
          <w:rtl/>
        </w:rPr>
      </w:pPr>
      <w:r>
        <w:rPr>
          <w:rtl/>
        </w:rPr>
        <w:t>اصفہان كى جامع مسجد يا وہ مسجد كہ جو زوار ہ مي</w:t>
      </w:r>
      <w:r w:rsidR="000A0CDC">
        <w:rPr>
          <w:rtl/>
        </w:rPr>
        <w:t xml:space="preserve">ں </w:t>
      </w:r>
      <w:r>
        <w:rPr>
          <w:rtl/>
        </w:rPr>
        <w:t>530 قمرى تعمير ہوئي ابھى بھى اپنى جگہ موجود ہے يہ يقيناً تاريخ كى وہ پہلى مسجد ہے كہ جسمي</w:t>
      </w:r>
      <w:r w:rsidR="000A0CDC">
        <w:rPr>
          <w:rtl/>
        </w:rPr>
        <w:t xml:space="preserve">ں </w:t>
      </w:r>
      <w:r>
        <w:rPr>
          <w:rtl/>
        </w:rPr>
        <w:t>چار ايوانو</w:t>
      </w:r>
      <w:r w:rsidR="000A0CDC">
        <w:rPr>
          <w:rtl/>
        </w:rPr>
        <w:t xml:space="preserve">ں </w:t>
      </w:r>
      <w:r>
        <w:rPr>
          <w:rtl/>
        </w:rPr>
        <w:t xml:space="preserve">والى معمارى استعمال ہوئي ہے_ </w:t>
      </w:r>
    </w:p>
    <w:p w:rsidR="0061102A" w:rsidRDefault="0061102A" w:rsidP="00BE6934">
      <w:pPr>
        <w:pStyle w:val="libNormal"/>
        <w:rPr>
          <w:rtl/>
        </w:rPr>
      </w:pPr>
      <w:r>
        <w:rPr>
          <w:rtl/>
        </w:rPr>
        <w:t>سلجوقى دور مي</w:t>
      </w:r>
      <w:r w:rsidR="000A0CDC">
        <w:rPr>
          <w:rtl/>
        </w:rPr>
        <w:t xml:space="preserve">ں </w:t>
      </w:r>
      <w:r>
        <w:rPr>
          <w:rtl/>
        </w:rPr>
        <w:t>عمارتو</w:t>
      </w:r>
      <w:r w:rsidR="000A0CDC">
        <w:rPr>
          <w:rtl/>
        </w:rPr>
        <w:t xml:space="preserve">ں </w:t>
      </w:r>
      <w:r>
        <w:rPr>
          <w:rtl/>
        </w:rPr>
        <w:t>كى تزيين مي</w:t>
      </w:r>
      <w:r w:rsidR="000A0CDC">
        <w:rPr>
          <w:rtl/>
        </w:rPr>
        <w:t xml:space="preserve">ں </w:t>
      </w:r>
      <w:r>
        <w:rPr>
          <w:rtl/>
        </w:rPr>
        <w:t>اينٹ كا استعمال بنيادى اہميت كا حامل ہوتا تھا اسى دور مي</w:t>
      </w:r>
      <w:r w:rsidR="000A0CDC">
        <w:rPr>
          <w:rtl/>
        </w:rPr>
        <w:t xml:space="preserve">ں </w:t>
      </w:r>
      <w:r>
        <w:rPr>
          <w:rtl/>
        </w:rPr>
        <w:t>آہستہ آہستہ حاشيے اور اندرونى حصو</w:t>
      </w:r>
      <w:r w:rsidR="000A0CDC">
        <w:rPr>
          <w:rtl/>
        </w:rPr>
        <w:t xml:space="preserve">ں </w:t>
      </w:r>
      <w:r>
        <w:rPr>
          <w:rtl/>
        </w:rPr>
        <w:t>كى چينى كى ٹائلو</w:t>
      </w:r>
      <w:r w:rsidR="000A0CDC">
        <w:rPr>
          <w:rtl/>
        </w:rPr>
        <w:t xml:space="preserve">ں </w:t>
      </w:r>
      <w:r>
        <w:rPr>
          <w:rtl/>
        </w:rPr>
        <w:t>سے تزيين ہونے لگي</w:t>
      </w:r>
      <w:r w:rsidRPr="00F67D4B">
        <w:rPr>
          <w:rStyle w:val="libFootnotenumChar"/>
          <w:rtl/>
        </w:rPr>
        <w:t>(1)</w:t>
      </w:r>
      <w:r>
        <w:rPr>
          <w:rtl/>
        </w:rPr>
        <w:t>سلجوقى دور كے بعد سے چار ايوان اور گنبد والے نماز خانہ كا نقشہ تمام مساجد كى تعمير مي</w:t>
      </w:r>
      <w:r w:rsidR="000A0CDC">
        <w:rPr>
          <w:rtl/>
        </w:rPr>
        <w:t xml:space="preserve">ں </w:t>
      </w:r>
      <w:r>
        <w:rPr>
          <w:rtl/>
        </w:rPr>
        <w:t xml:space="preserve">استعمال ہونے لگا_ </w:t>
      </w:r>
    </w:p>
    <w:p w:rsidR="0061102A" w:rsidRDefault="0061102A" w:rsidP="00BE6934">
      <w:pPr>
        <w:pStyle w:val="libNormal"/>
        <w:rPr>
          <w:rtl/>
        </w:rPr>
      </w:pPr>
      <w:r>
        <w:rPr>
          <w:rtl/>
        </w:rPr>
        <w:t>گچ يا جپسم سے تزيين پانچوي</w:t>
      </w:r>
      <w:r w:rsidR="000A0CDC">
        <w:rPr>
          <w:rtl/>
        </w:rPr>
        <w:t xml:space="preserve">ں </w:t>
      </w:r>
      <w:r>
        <w:rPr>
          <w:rtl/>
        </w:rPr>
        <w:t>صدى كے اواخر مي</w:t>
      </w:r>
      <w:r w:rsidR="000A0CDC">
        <w:rPr>
          <w:rtl/>
        </w:rPr>
        <w:t xml:space="preserve">ں </w:t>
      </w:r>
      <w:r>
        <w:rPr>
          <w:rtl/>
        </w:rPr>
        <w:t>را ئج ہوئي جو كبھى وہى انيٹو</w:t>
      </w:r>
      <w:r w:rsidR="000A0CDC">
        <w:rPr>
          <w:rtl/>
        </w:rPr>
        <w:t xml:space="preserve">ں </w:t>
      </w:r>
      <w:r>
        <w:rPr>
          <w:rtl/>
        </w:rPr>
        <w:t xml:space="preserve">والے ڈيزائن كا ہى تكرارہوتا تھااور كبھى نباتا تى اور اسليمى </w:t>
      </w:r>
      <w:r w:rsidRPr="00F67D4B">
        <w:rPr>
          <w:rStyle w:val="libFootnotenumChar"/>
          <w:rtl/>
        </w:rPr>
        <w:t>(2)</w:t>
      </w:r>
      <w:r>
        <w:rPr>
          <w:rtl/>
        </w:rPr>
        <w:t>نقوش بنائے جاتے كہ جنكى بلڈنگ كى اصلى شكل سے ہم آہنگى نہي</w:t>
      </w:r>
      <w:r w:rsidR="000A0CDC">
        <w:rPr>
          <w:rtl/>
        </w:rPr>
        <w:t xml:space="preserve">ں </w:t>
      </w:r>
      <w:r>
        <w:rPr>
          <w:rtl/>
        </w:rPr>
        <w:t>ہوتى تھى معرق كاشى كارى 494 ق كے نزديك كے سالو</w:t>
      </w:r>
      <w:r w:rsidR="000A0CDC">
        <w:rPr>
          <w:rtl/>
        </w:rPr>
        <w:t xml:space="preserve">ں </w:t>
      </w:r>
      <w:r>
        <w:rPr>
          <w:rtl/>
        </w:rPr>
        <w:t>ظاہر ہويى ابتداء مي</w:t>
      </w:r>
      <w:r w:rsidR="000A0CDC">
        <w:rPr>
          <w:rtl/>
        </w:rPr>
        <w:t xml:space="preserve">ں </w:t>
      </w:r>
      <w:r>
        <w:rPr>
          <w:rtl/>
        </w:rPr>
        <w:t>يہ صرف فيروزى اور نيلے رنگ كى حد تك محدود تھى ليكن بعد مي</w:t>
      </w:r>
      <w:r w:rsidR="000A0CDC">
        <w:rPr>
          <w:rtl/>
        </w:rPr>
        <w:t xml:space="preserve">ں </w:t>
      </w:r>
      <w:r>
        <w:rPr>
          <w:rtl/>
        </w:rPr>
        <w:t>اسمي</w:t>
      </w:r>
      <w:r w:rsidR="000A0CDC">
        <w:rPr>
          <w:rtl/>
        </w:rPr>
        <w:t xml:space="preserve">ں </w:t>
      </w:r>
      <w:r>
        <w:rPr>
          <w:rtl/>
        </w:rPr>
        <w:t xml:space="preserve">سرمئي ، سفيد ، سياہ ، سرخ اور زرد رنگ كا اضافہ ہوا_ </w:t>
      </w:r>
    </w:p>
    <w:p w:rsidR="0061102A" w:rsidRDefault="0061102A" w:rsidP="00BE6934">
      <w:pPr>
        <w:pStyle w:val="libNormal"/>
        <w:rPr>
          <w:rtl/>
        </w:rPr>
      </w:pPr>
      <w:r>
        <w:rPr>
          <w:rtl/>
        </w:rPr>
        <w:t>سلجوقى دور كا ہنر صرف مساجد كى تعمير اور ان مي</w:t>
      </w:r>
      <w:r w:rsidR="000A0CDC">
        <w:rPr>
          <w:rtl/>
        </w:rPr>
        <w:t xml:space="preserve">ں </w:t>
      </w:r>
      <w:r>
        <w:rPr>
          <w:rtl/>
        </w:rPr>
        <w:t>كاشى كارى كى حد تك محدود نہ تھا _ مٹى كے خوبصورت ظروف كا بننا بھى اس دور كا ايك اورہنر شمار ہوتا تھا_ ان مي</w:t>
      </w:r>
      <w:r w:rsidR="000A0CDC">
        <w:rPr>
          <w:rtl/>
        </w:rPr>
        <w:t xml:space="preserve">ں </w:t>
      </w:r>
      <w:r>
        <w:rPr>
          <w:rtl/>
        </w:rPr>
        <w:t>شاہكار ترين نمونے سلجوقى دور مي</w:t>
      </w:r>
      <w:r w:rsidR="000A0CDC">
        <w:rPr>
          <w:rtl/>
        </w:rPr>
        <w:t xml:space="preserve">ں </w:t>
      </w:r>
      <w:r>
        <w:rPr>
          <w:rtl/>
        </w:rPr>
        <w:t>چھٹى صدى ہجرى تك رى اور كاشان مي</w:t>
      </w:r>
      <w:r w:rsidR="000A0CDC">
        <w:rPr>
          <w:rtl/>
        </w:rPr>
        <w:t xml:space="preserve">ں </w:t>
      </w:r>
      <w:r>
        <w:rPr>
          <w:rtl/>
        </w:rPr>
        <w:t>تيار ہوتے تھے</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1)حسين زدرشيدى ، نقش آجر و كاشى در نماى مدارس ، تہران ، محمود ماہر النقش ، طرح و احداء نقش در كاشيكارى ايران دورہ اسلامى ، تہران_ </w:t>
      </w:r>
    </w:p>
    <w:p w:rsidR="0061102A" w:rsidRDefault="0061102A" w:rsidP="00BE6934">
      <w:pPr>
        <w:pStyle w:val="libFootnote"/>
        <w:rPr>
          <w:rtl/>
        </w:rPr>
      </w:pPr>
      <w:r>
        <w:rPr>
          <w:rtl/>
        </w:rPr>
        <w:t>2) اسليمى : يہ ايرانى سبك كا ايك جز تھا كہ جسمي</w:t>
      </w:r>
      <w:r w:rsidR="000A0CDC">
        <w:rPr>
          <w:rtl/>
        </w:rPr>
        <w:t xml:space="preserve">ں </w:t>
      </w:r>
      <w:r>
        <w:rPr>
          <w:rtl/>
        </w:rPr>
        <w:t>مختلف ٹيڑھے خطوط بنائے جاتے ہي</w:t>
      </w:r>
      <w:r w:rsidR="000A0CDC">
        <w:rPr>
          <w:rtl/>
        </w:rPr>
        <w:t xml:space="preserve">ں </w:t>
      </w:r>
      <w:r>
        <w:rPr>
          <w:rtl/>
        </w:rPr>
        <w:t>كہ جو كاشى كارى ،گچ يا جپسم سے كام ، قالين كے ڈيزائن بنانے مي</w:t>
      </w:r>
      <w:r w:rsidR="000A0CDC">
        <w:rPr>
          <w:rtl/>
        </w:rPr>
        <w:t xml:space="preserve">ں </w:t>
      </w:r>
      <w:r>
        <w:rPr>
          <w:rtl/>
        </w:rPr>
        <w:t>مختلف رنگو</w:t>
      </w:r>
      <w:r w:rsidR="000A0CDC">
        <w:rPr>
          <w:rtl/>
        </w:rPr>
        <w:t xml:space="preserve">ں </w:t>
      </w:r>
      <w:r>
        <w:rPr>
          <w:rtl/>
        </w:rPr>
        <w:t>سے استعمال ہوتا ہے يہ چھوٹى سى ٹہنى اور پھولو</w:t>
      </w:r>
      <w:r w:rsidR="000A0CDC">
        <w:rPr>
          <w:rtl/>
        </w:rPr>
        <w:t xml:space="preserve">ں </w:t>
      </w:r>
      <w:r>
        <w:rPr>
          <w:rtl/>
        </w:rPr>
        <w:t xml:space="preserve">كى مانند ہوتا ہے_ </w:t>
      </w:r>
    </w:p>
    <w:p w:rsidR="00F26A5A" w:rsidRDefault="0061102A" w:rsidP="00BE6934">
      <w:pPr>
        <w:pStyle w:val="libFootnote"/>
        <w:rPr>
          <w:rtl/>
        </w:rPr>
      </w:pPr>
      <w:r>
        <w:rPr>
          <w:rtl/>
        </w:rPr>
        <w:t>3)كريستين پرايس ، سابقہ حوالہ، ص 63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 مي</w:t>
      </w:r>
      <w:r w:rsidR="000A0CDC">
        <w:rPr>
          <w:rtl/>
        </w:rPr>
        <w:t xml:space="preserve">ں </w:t>
      </w:r>
      <w:r>
        <w:rPr>
          <w:rtl/>
        </w:rPr>
        <w:t>سونے كے پانى اور ديگر رنگو</w:t>
      </w:r>
      <w:r w:rsidR="000A0CDC">
        <w:rPr>
          <w:rtl/>
        </w:rPr>
        <w:t xml:space="preserve">ں </w:t>
      </w:r>
      <w:r>
        <w:rPr>
          <w:rtl/>
        </w:rPr>
        <w:t>سے مزين كاسے كوزے اور گلدان يا سياہ ، فيروزى اور ہلكے نيلے رنگ كى تہہ چڑھے ظروف اس دوركے نمونو</w:t>
      </w:r>
      <w:r w:rsidR="000A0CDC">
        <w:rPr>
          <w:rtl/>
        </w:rPr>
        <w:t xml:space="preserve">ں </w:t>
      </w:r>
      <w:r>
        <w:rPr>
          <w:rtl/>
        </w:rPr>
        <w:t>مي</w:t>
      </w:r>
      <w:r w:rsidR="000A0CDC">
        <w:rPr>
          <w:rtl/>
        </w:rPr>
        <w:t xml:space="preserve">ں </w:t>
      </w:r>
      <w:r>
        <w:rPr>
          <w:rtl/>
        </w:rPr>
        <w:t>سے شمار ہوتے تھے_ ان مي</w:t>
      </w:r>
      <w:r w:rsidR="000A0CDC">
        <w:rPr>
          <w:rtl/>
        </w:rPr>
        <w:t xml:space="preserve">ں </w:t>
      </w:r>
      <w:r>
        <w:rPr>
          <w:rtl/>
        </w:rPr>
        <w:t>بعض كو تو سات رنگو</w:t>
      </w:r>
      <w:r w:rsidR="000A0CDC">
        <w:rPr>
          <w:rtl/>
        </w:rPr>
        <w:t xml:space="preserve">ں </w:t>
      </w:r>
      <w:r>
        <w:rPr>
          <w:rtl/>
        </w:rPr>
        <w:t xml:space="preserve">سے سجاياجاتا تھا_ </w:t>
      </w:r>
    </w:p>
    <w:p w:rsidR="0061102A" w:rsidRDefault="0061102A" w:rsidP="00BE6934">
      <w:pPr>
        <w:pStyle w:val="libNormal"/>
        <w:rPr>
          <w:rtl/>
        </w:rPr>
      </w:pPr>
      <w:r>
        <w:rPr>
          <w:rtl/>
        </w:rPr>
        <w:t>منگولو</w:t>
      </w:r>
      <w:r w:rsidR="000A0CDC">
        <w:rPr>
          <w:rtl/>
        </w:rPr>
        <w:t xml:space="preserve">ں </w:t>
      </w:r>
      <w:r>
        <w:rPr>
          <w:rtl/>
        </w:rPr>
        <w:t>كے حملے كہ دوران ايران كے دستى فنون آہستہ آہستہ زوال كے شكار ہوگئے_ ليكن اسكے باوجود تيمورى دور كے دھاتى شاہكار اور صفوى دور كے فولادى آثار جوہم تك پہنچے ہي</w:t>
      </w:r>
      <w:r w:rsidR="000A0CDC">
        <w:rPr>
          <w:rtl/>
        </w:rPr>
        <w:t xml:space="preserve">ں </w:t>
      </w:r>
      <w:r>
        <w:rPr>
          <w:rtl/>
        </w:rPr>
        <w:t>بالخصوص جالى دار ظروف اپنى جگہ بے نظير ہي</w:t>
      </w:r>
      <w:r w:rsidR="000A0CDC">
        <w:rPr>
          <w:rtl/>
        </w:rPr>
        <w:t xml:space="preserve">ں </w:t>
      </w:r>
      <w:r>
        <w:rPr>
          <w:rtl/>
        </w:rPr>
        <w:t>اسى دور مي</w:t>
      </w:r>
      <w:r w:rsidR="000A0CDC">
        <w:rPr>
          <w:rtl/>
        </w:rPr>
        <w:t xml:space="preserve">ں </w:t>
      </w:r>
      <w:r>
        <w:rPr>
          <w:rtl/>
        </w:rPr>
        <w:t>ايران مي</w:t>
      </w:r>
      <w:r w:rsidR="000A0CDC">
        <w:rPr>
          <w:rtl/>
        </w:rPr>
        <w:t xml:space="preserve">ں </w:t>
      </w:r>
      <w:r>
        <w:rPr>
          <w:rtl/>
        </w:rPr>
        <w:t>ايك اور نفيس اور خوبصورت فن شروع ہواجوكہ خطى نسخہ جات كو سونے ، چاندى اور جواہر سے ڈيزائن كرنا تھا وقت گزرنے كے ساتھ ساتھ آہستہ آہستہ يہ فن مقبول ہونے لگا_ صدر اسلام مي</w:t>
      </w:r>
      <w:r w:rsidR="000A0CDC">
        <w:rPr>
          <w:rtl/>
        </w:rPr>
        <w:t xml:space="preserve">ں </w:t>
      </w:r>
      <w:r>
        <w:rPr>
          <w:rtl/>
        </w:rPr>
        <w:t>قرآن نويسى كے نتيجے مي</w:t>
      </w:r>
      <w:r w:rsidR="000A0CDC">
        <w:rPr>
          <w:rtl/>
        </w:rPr>
        <w:t xml:space="preserve">ں </w:t>
      </w:r>
      <w:r>
        <w:rPr>
          <w:rtl/>
        </w:rPr>
        <w:t>ہى فن خطاطى تخليق ہوا ہوگا بہت سے عظيم خطاط ايرانى تھے_ خطاطى كى مختلف اقسام مي</w:t>
      </w:r>
      <w:r w:rsidR="000A0CDC">
        <w:rPr>
          <w:rtl/>
        </w:rPr>
        <w:t xml:space="preserve">ں </w:t>
      </w:r>
      <w:r>
        <w:rPr>
          <w:rtl/>
        </w:rPr>
        <w:t>دوخاص روشو</w:t>
      </w:r>
      <w:r w:rsidR="000A0CDC">
        <w:rPr>
          <w:rtl/>
        </w:rPr>
        <w:t xml:space="preserve">ں </w:t>
      </w:r>
      <w:r>
        <w:rPr>
          <w:rtl/>
        </w:rPr>
        <w:t xml:space="preserve">يعنى نستعليق اور شكستہ كے موجد بھى ايرانى تھے_ </w:t>
      </w:r>
    </w:p>
    <w:p w:rsidR="0061102A" w:rsidRDefault="0061102A" w:rsidP="00BE6934">
      <w:pPr>
        <w:pStyle w:val="libNormal"/>
        <w:rPr>
          <w:rtl/>
        </w:rPr>
      </w:pPr>
      <w:r>
        <w:rPr>
          <w:rtl/>
        </w:rPr>
        <w:t>چھٹى صدى ہجرى مي</w:t>
      </w:r>
      <w:r w:rsidR="000A0CDC">
        <w:rPr>
          <w:rtl/>
        </w:rPr>
        <w:t xml:space="preserve">ں </w:t>
      </w:r>
      <w:r>
        <w:rPr>
          <w:rtl/>
        </w:rPr>
        <w:t>كہ جب سلطان علاء الدين كيقباد نے ايشيا ئے كوچك مي</w:t>
      </w:r>
      <w:r w:rsidR="000A0CDC">
        <w:rPr>
          <w:rtl/>
        </w:rPr>
        <w:t xml:space="preserve">ں </w:t>
      </w:r>
      <w:r>
        <w:rPr>
          <w:rtl/>
        </w:rPr>
        <w:t>اپنى حكومت قائم كى اور چونكہ وہ خود بھى خطاط ، مصور اور بڑھئي تھا اس ليے اس نے اپنے دارالحكومت قونيہ كو فنكارو</w:t>
      </w:r>
      <w:r w:rsidR="000A0CDC">
        <w:rPr>
          <w:rtl/>
        </w:rPr>
        <w:t xml:space="preserve">ں </w:t>
      </w:r>
      <w:r>
        <w:rPr>
          <w:rtl/>
        </w:rPr>
        <w:t>اور دانشورو</w:t>
      </w:r>
      <w:r w:rsidR="000A0CDC">
        <w:rPr>
          <w:rtl/>
        </w:rPr>
        <w:t xml:space="preserve">ں </w:t>
      </w:r>
      <w:r>
        <w:rPr>
          <w:rtl/>
        </w:rPr>
        <w:t>كا مركز بناديا_ حقيقت مي</w:t>
      </w:r>
      <w:r w:rsidR="000A0CDC">
        <w:rPr>
          <w:rtl/>
        </w:rPr>
        <w:t xml:space="preserve">ں </w:t>
      </w:r>
      <w:r>
        <w:rPr>
          <w:rtl/>
        </w:rPr>
        <w:t>كہہ سكتے ہي</w:t>
      </w:r>
      <w:r w:rsidR="000A0CDC">
        <w:rPr>
          <w:rtl/>
        </w:rPr>
        <w:t xml:space="preserve">ں </w:t>
      </w:r>
      <w:r>
        <w:rPr>
          <w:rtl/>
        </w:rPr>
        <w:t>كہ پانچوي</w:t>
      </w:r>
      <w:r w:rsidR="000A0CDC">
        <w:rPr>
          <w:rtl/>
        </w:rPr>
        <w:t xml:space="preserve">ں </w:t>
      </w:r>
      <w:r>
        <w:rPr>
          <w:rtl/>
        </w:rPr>
        <w:t>ہجرى مي</w:t>
      </w:r>
      <w:r w:rsidR="000A0CDC">
        <w:rPr>
          <w:rtl/>
        </w:rPr>
        <w:t xml:space="preserve">ں </w:t>
      </w:r>
      <w:r>
        <w:rPr>
          <w:rtl/>
        </w:rPr>
        <w:t>اگر چہ ايشيائے صغير كى ترك حكومت خراسان اور عراق كے سلجوقيو</w:t>
      </w:r>
      <w:r w:rsidR="000A0CDC">
        <w:rPr>
          <w:rtl/>
        </w:rPr>
        <w:t xml:space="preserve">ں </w:t>
      </w:r>
      <w:r>
        <w:rPr>
          <w:rtl/>
        </w:rPr>
        <w:t>سے جدا ہوگئي تھى ليكن انكا فن اور معمارى اسى طرح ايرانى فن اور معمارى سے وابستہ تھا منگولو</w:t>
      </w:r>
      <w:r w:rsidR="000A0CDC">
        <w:rPr>
          <w:rtl/>
        </w:rPr>
        <w:t xml:space="preserve">ں </w:t>
      </w:r>
      <w:r>
        <w:rPr>
          <w:rtl/>
        </w:rPr>
        <w:t>كے ايران پر حملہ كے دوران بغير اسكے كہ انہو</w:t>
      </w:r>
      <w:r w:rsidR="000A0CDC">
        <w:rPr>
          <w:rtl/>
        </w:rPr>
        <w:t xml:space="preserve">ں </w:t>
      </w:r>
      <w:r>
        <w:rPr>
          <w:rtl/>
        </w:rPr>
        <w:t xml:space="preserve">نے چاہا ہو يا جانا ہو ايرانى ہنرمند افراد كوايشيائے صغير كى طرف فرار ہونے پر مجبور كرديااسى ليے يہ حملہ اس فن كى روايت كا اس سرزمين كى طرف منتقل ہونے كا باعث بنا _ </w:t>
      </w:r>
    </w:p>
    <w:p w:rsidR="0061102A" w:rsidRDefault="0061102A" w:rsidP="00BE6934">
      <w:pPr>
        <w:pStyle w:val="libNormal"/>
        <w:rPr>
          <w:rtl/>
        </w:rPr>
      </w:pPr>
      <w:r>
        <w:rPr>
          <w:rtl/>
        </w:rPr>
        <w:t>عالم اسلام كى وسعت اور اسمي</w:t>
      </w:r>
      <w:r w:rsidR="000A0CDC">
        <w:rPr>
          <w:rtl/>
        </w:rPr>
        <w:t xml:space="preserve">ں </w:t>
      </w:r>
      <w:r>
        <w:rPr>
          <w:rtl/>
        </w:rPr>
        <w:t>متعدد اور مختلف حكومتو</w:t>
      </w:r>
      <w:r w:rsidR="000A0CDC">
        <w:rPr>
          <w:rtl/>
        </w:rPr>
        <w:t xml:space="preserve">ں </w:t>
      </w:r>
      <w:r>
        <w:rPr>
          <w:rtl/>
        </w:rPr>
        <w:t>كے ہونے سے يہ فائدہ ہوا كہ جب بھى كسى حادثہ كے نتيجہ مي</w:t>
      </w:r>
      <w:r w:rsidR="000A0CDC">
        <w:rPr>
          <w:rtl/>
        </w:rPr>
        <w:t xml:space="preserve">ں </w:t>
      </w:r>
      <w:r>
        <w:rPr>
          <w:rtl/>
        </w:rPr>
        <w:t>عالم اسلام كے كسى ايك حصہ مي</w:t>
      </w:r>
      <w:r w:rsidR="000A0CDC">
        <w:rPr>
          <w:rtl/>
        </w:rPr>
        <w:t xml:space="preserve">ں </w:t>
      </w:r>
      <w:r>
        <w:rPr>
          <w:rtl/>
        </w:rPr>
        <w:t xml:space="preserve">ہنر اور فن كو زوال حاصل ہوا تو دوسرى كسى جگہ پر انہى فنون </w:t>
      </w:r>
    </w:p>
    <w:p w:rsidR="0061102A" w:rsidRDefault="003A7D4A" w:rsidP="00BE6934">
      <w:pPr>
        <w:pStyle w:val="libLine"/>
        <w:rPr>
          <w:rtl/>
        </w:rPr>
      </w:pPr>
      <w:r>
        <w:rPr>
          <w:rtl/>
        </w:rPr>
        <w:t>____________________</w:t>
      </w:r>
    </w:p>
    <w:p w:rsidR="00F26A5A" w:rsidRDefault="0061102A" w:rsidP="00BE6934">
      <w:pPr>
        <w:pStyle w:val="libFootnote"/>
        <w:rPr>
          <w:rtl/>
        </w:rPr>
      </w:pPr>
      <w:r>
        <w:rPr>
          <w:rtl/>
        </w:rPr>
        <w:t>1) مورست ولد مار جنسن ، سابقہ حوالہ ص 3_202_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نے ترقى بھى كى جب ايران منگولو</w:t>
      </w:r>
      <w:r w:rsidR="000A0CDC">
        <w:rPr>
          <w:rtl/>
        </w:rPr>
        <w:t xml:space="preserve">ں </w:t>
      </w:r>
      <w:r>
        <w:rPr>
          <w:rtl/>
        </w:rPr>
        <w:t>كے وحشيانہ حملو</w:t>
      </w:r>
      <w:r w:rsidR="000A0CDC">
        <w:rPr>
          <w:rtl/>
        </w:rPr>
        <w:t xml:space="preserve">ں </w:t>
      </w:r>
      <w:r>
        <w:rPr>
          <w:rtl/>
        </w:rPr>
        <w:t>كى زد مي</w:t>
      </w:r>
      <w:r w:rsidR="000A0CDC">
        <w:rPr>
          <w:rtl/>
        </w:rPr>
        <w:t xml:space="preserve">ں </w:t>
      </w:r>
      <w:r>
        <w:rPr>
          <w:rtl/>
        </w:rPr>
        <w:t>تھا اسى زمانہ مي</w:t>
      </w:r>
      <w:r w:rsidR="000A0CDC">
        <w:rPr>
          <w:rtl/>
        </w:rPr>
        <w:t xml:space="preserve">ں </w:t>
      </w:r>
      <w:r>
        <w:rPr>
          <w:rtl/>
        </w:rPr>
        <w:t>مصر كے سلطان بيبرس آرٹسٹ حضرات اور جنگجوو</w:t>
      </w:r>
      <w:r w:rsidR="000A0CDC">
        <w:rPr>
          <w:rtl/>
        </w:rPr>
        <w:t xml:space="preserve">ں </w:t>
      </w:r>
      <w:r>
        <w:rPr>
          <w:rtl/>
        </w:rPr>
        <w:t>كى حمايت كر رہے تھے _ ايك قلعہ مي</w:t>
      </w:r>
      <w:r w:rsidR="000A0CDC">
        <w:rPr>
          <w:rtl/>
        </w:rPr>
        <w:t xml:space="preserve">ں </w:t>
      </w:r>
      <w:r>
        <w:rPr>
          <w:rtl/>
        </w:rPr>
        <w:t>ايك بلند ٹيلے پر سلطان بيرس كے حكم پر حصار نما د،يوار نماپناہ گاہ بنائي گى اسمي</w:t>
      </w:r>
      <w:r w:rsidR="000A0CDC">
        <w:rPr>
          <w:rtl/>
        </w:rPr>
        <w:t xml:space="preserve">ں </w:t>
      </w:r>
      <w:r>
        <w:rPr>
          <w:rtl/>
        </w:rPr>
        <w:t>قديم اہرام جيزہ كے پتھر استعمال كيے گئے _ اسى زمانہ مي</w:t>
      </w:r>
      <w:r w:rsidR="000A0CDC">
        <w:rPr>
          <w:rtl/>
        </w:rPr>
        <w:t xml:space="preserve">ں </w:t>
      </w:r>
      <w:r>
        <w:rPr>
          <w:rtl/>
        </w:rPr>
        <w:t>شيشہ گر حلب اور دمشق مي</w:t>
      </w:r>
      <w:r w:rsidR="000A0CDC">
        <w:rPr>
          <w:rtl/>
        </w:rPr>
        <w:t xml:space="preserve">ں </w:t>
      </w:r>
      <w:r>
        <w:rPr>
          <w:rtl/>
        </w:rPr>
        <w:t>موجودتھے كہ جنكے شاہكارو</w:t>
      </w:r>
      <w:r w:rsidR="000A0CDC">
        <w:rPr>
          <w:rtl/>
        </w:rPr>
        <w:t xml:space="preserve">ں </w:t>
      </w:r>
      <w:r>
        <w:rPr>
          <w:rtl/>
        </w:rPr>
        <w:t xml:space="preserve">كوعيسائي لوگ پسند كرتے تھے اور خريدتے تھے _ يہ شيشہ گر لوگ اپنے ظروف كو سونے كے پانى اور براق زرد، سرخ اور سبز رنگ كے پانى سے آراستہ كرتے تھے _ </w:t>
      </w:r>
    </w:p>
    <w:p w:rsidR="0061102A" w:rsidRDefault="0061102A" w:rsidP="00BE6934">
      <w:pPr>
        <w:pStyle w:val="libNormal"/>
        <w:rPr>
          <w:rtl/>
        </w:rPr>
      </w:pPr>
      <w:r>
        <w:rPr>
          <w:rtl/>
        </w:rPr>
        <w:t>اسلامى جلد سازى كا ہنر جسمي</w:t>
      </w:r>
      <w:r w:rsidR="000A0CDC">
        <w:rPr>
          <w:rtl/>
        </w:rPr>
        <w:t xml:space="preserve">ں </w:t>
      </w:r>
      <w:r>
        <w:rPr>
          <w:rtl/>
        </w:rPr>
        <w:t>ہندسى (</w:t>
      </w:r>
      <w:r>
        <w:t>Geomatrical</w:t>
      </w:r>
      <w:r>
        <w:rPr>
          <w:rtl/>
        </w:rPr>
        <w:t>)اشكال كو كتابو</w:t>
      </w:r>
      <w:r w:rsidR="000A0CDC">
        <w:rPr>
          <w:rtl/>
        </w:rPr>
        <w:t xml:space="preserve">ں </w:t>
      </w:r>
      <w:r>
        <w:rPr>
          <w:rtl/>
        </w:rPr>
        <w:t>كى چرمى جلدو</w:t>
      </w:r>
      <w:r w:rsidR="000A0CDC">
        <w:rPr>
          <w:rtl/>
        </w:rPr>
        <w:t xml:space="preserve">ں </w:t>
      </w:r>
      <w:r>
        <w:rPr>
          <w:rtl/>
        </w:rPr>
        <w:t>پر استعمال كيا جاتا تھا كى كشش نے مصر اور شمالى افريقہ كے ہنرمندو</w:t>
      </w:r>
      <w:r w:rsidR="000A0CDC">
        <w:rPr>
          <w:rtl/>
        </w:rPr>
        <w:t xml:space="preserve">ں </w:t>
      </w:r>
      <w:r>
        <w:rPr>
          <w:rtl/>
        </w:rPr>
        <w:t>كو اپنى طرف كھينچا اور يہ بالكل وہى زمانہ تھا كہ قلمى نسخہ جات مي</w:t>
      </w:r>
      <w:r w:rsidR="000A0CDC">
        <w:rPr>
          <w:rtl/>
        </w:rPr>
        <w:t xml:space="preserve">ں </w:t>
      </w:r>
      <w:r>
        <w:rPr>
          <w:rtl/>
        </w:rPr>
        <w:t>سے كوفى خط رخصت ہو رہا تھا اور اسكى جگہ خط نسخ لے رہا تھا كہ جسمي</w:t>
      </w:r>
      <w:r w:rsidR="000A0CDC">
        <w:rPr>
          <w:rtl/>
        </w:rPr>
        <w:t xml:space="preserve">ں </w:t>
      </w:r>
      <w:r>
        <w:rPr>
          <w:rtl/>
        </w:rPr>
        <w:t xml:space="preserve">كوفى خط كى نسبت لچك زيادہ تھى </w:t>
      </w:r>
      <w:r w:rsidRPr="00F67D4B">
        <w:rPr>
          <w:rStyle w:val="libFootnotenumChar"/>
          <w:rtl/>
        </w:rPr>
        <w:t>(1)</w:t>
      </w:r>
      <w:r>
        <w:rPr>
          <w:rtl/>
        </w:rPr>
        <w:t xml:space="preserve"> </w:t>
      </w:r>
    </w:p>
    <w:p w:rsidR="0061102A" w:rsidRDefault="0061102A" w:rsidP="00BE6934">
      <w:pPr>
        <w:pStyle w:val="libNormal"/>
        <w:rPr>
          <w:rtl/>
        </w:rPr>
      </w:pPr>
      <w:r>
        <w:rPr>
          <w:rtl/>
        </w:rPr>
        <w:t>ساتوي</w:t>
      </w:r>
      <w:r w:rsidR="000A0CDC">
        <w:rPr>
          <w:rtl/>
        </w:rPr>
        <w:t xml:space="preserve">ں </w:t>
      </w:r>
      <w:r>
        <w:rPr>
          <w:rtl/>
        </w:rPr>
        <w:t>ايل خان غازان خان (703_ 694 قمرى ) نے اپنے دار الحكومت تبريز كو علم و دانش اور اسلامى فنون كے مركز مي</w:t>
      </w:r>
      <w:r w:rsidR="000A0CDC">
        <w:rPr>
          <w:rtl/>
        </w:rPr>
        <w:t xml:space="preserve">ں </w:t>
      </w:r>
      <w:r>
        <w:rPr>
          <w:rtl/>
        </w:rPr>
        <w:t>تبديل كرديا تھا _ وہ با قاعدہ طور پر مسلمان ہوچكا تھا اس نے تبريز كے جنوب مي</w:t>
      </w:r>
      <w:r w:rsidR="000A0CDC">
        <w:rPr>
          <w:rtl/>
        </w:rPr>
        <w:t xml:space="preserve">ں </w:t>
      </w:r>
      <w:r>
        <w:rPr>
          <w:rtl/>
        </w:rPr>
        <w:t>ايك نيا شہر بسايا اور وہا</w:t>
      </w:r>
      <w:r w:rsidR="000A0CDC">
        <w:rPr>
          <w:rtl/>
        </w:rPr>
        <w:t xml:space="preserve">ں </w:t>
      </w:r>
      <w:r>
        <w:rPr>
          <w:rtl/>
        </w:rPr>
        <w:t>دينى مدارس ، كتابخانہ ، ہسپتال اور ايك محل تعمير كروايا اسكے وزير رشيد الدين فضل اللہ ہمدانى جو كہ خود بھى اپنے زمانہ كے اديبو</w:t>
      </w:r>
      <w:r w:rsidR="000A0CDC">
        <w:rPr>
          <w:rtl/>
        </w:rPr>
        <w:t xml:space="preserve">ں </w:t>
      </w:r>
      <w:r>
        <w:rPr>
          <w:rtl/>
        </w:rPr>
        <w:t>مي</w:t>
      </w:r>
      <w:r w:rsidR="000A0CDC">
        <w:rPr>
          <w:rtl/>
        </w:rPr>
        <w:t xml:space="preserve">ں </w:t>
      </w:r>
      <w:r>
        <w:rPr>
          <w:rtl/>
        </w:rPr>
        <w:t>سے تھے انہو</w:t>
      </w:r>
      <w:r w:rsidR="000A0CDC">
        <w:rPr>
          <w:rtl/>
        </w:rPr>
        <w:t xml:space="preserve">ں </w:t>
      </w:r>
      <w:r>
        <w:rPr>
          <w:rtl/>
        </w:rPr>
        <w:t>نے تبريز كے مشرقى حصہ مي</w:t>
      </w:r>
      <w:r w:rsidR="000A0CDC">
        <w:rPr>
          <w:rtl/>
        </w:rPr>
        <w:t xml:space="preserve">ں </w:t>
      </w:r>
      <w:r>
        <w:rPr>
          <w:rtl/>
        </w:rPr>
        <w:t>ربع رشيدى كے نام سے ايك كمپليكس بنوايا جو بہت سے ثقافتى مراكز اور طالب علمو</w:t>
      </w:r>
      <w:r w:rsidR="000A0CDC">
        <w:rPr>
          <w:rtl/>
        </w:rPr>
        <w:t xml:space="preserve">ں </w:t>
      </w:r>
      <w:r>
        <w:rPr>
          <w:rtl/>
        </w:rPr>
        <w:t>، مصورو</w:t>
      </w:r>
      <w:r w:rsidR="000A0CDC">
        <w:rPr>
          <w:rtl/>
        </w:rPr>
        <w:t xml:space="preserve">ں </w:t>
      </w:r>
      <w:r>
        <w:rPr>
          <w:rtl/>
        </w:rPr>
        <w:t>، خطاطو</w:t>
      </w:r>
      <w:r w:rsidR="000A0CDC">
        <w:rPr>
          <w:rtl/>
        </w:rPr>
        <w:t xml:space="preserve">ں </w:t>
      </w:r>
      <w:r>
        <w:rPr>
          <w:rtl/>
        </w:rPr>
        <w:t>اور نسخو</w:t>
      </w:r>
      <w:r w:rsidR="000A0CDC">
        <w:rPr>
          <w:rtl/>
        </w:rPr>
        <w:t xml:space="preserve">ں </w:t>
      </w:r>
      <w:r>
        <w:rPr>
          <w:rtl/>
        </w:rPr>
        <w:t>كو سونے اور رنگو</w:t>
      </w:r>
      <w:r w:rsidR="000A0CDC">
        <w:rPr>
          <w:rtl/>
        </w:rPr>
        <w:t xml:space="preserve">ں </w:t>
      </w:r>
      <w:r>
        <w:rPr>
          <w:rtl/>
        </w:rPr>
        <w:t>كے پانى مزين كرنے والو</w:t>
      </w:r>
      <w:r w:rsidR="000A0CDC">
        <w:rPr>
          <w:rtl/>
        </w:rPr>
        <w:t xml:space="preserve">ں </w:t>
      </w:r>
      <w:r>
        <w:rPr>
          <w:rtl/>
        </w:rPr>
        <w:t>كے ليے تربيت گاہو</w:t>
      </w:r>
      <w:r w:rsidR="000A0CDC">
        <w:rPr>
          <w:rtl/>
        </w:rPr>
        <w:t xml:space="preserve">ں </w:t>
      </w:r>
      <w:r>
        <w:rPr>
          <w:rtl/>
        </w:rPr>
        <w:t>پر مشتمل تھا _ خود انہو</w:t>
      </w:r>
      <w:r w:rsidR="000A0CDC">
        <w:rPr>
          <w:rtl/>
        </w:rPr>
        <w:t xml:space="preserve">ں </w:t>
      </w:r>
      <w:r>
        <w:rPr>
          <w:rtl/>
        </w:rPr>
        <w:t>نے كتاب'' جامع التواريخ '' تاليف كى كہ آج اسكے كچھ حصے مولف كے زمانہ كى تصاوير كے ساتھ موجود ہي</w:t>
      </w:r>
      <w:r w:rsidR="000A0CDC">
        <w:rPr>
          <w:rtl/>
        </w:rPr>
        <w:t xml:space="preserve">ں </w:t>
      </w:r>
      <w:r>
        <w:rPr>
          <w:rtl/>
        </w:rPr>
        <w:t xml:space="preserve">_ </w:t>
      </w:r>
    </w:p>
    <w:p w:rsidR="0061102A" w:rsidRDefault="0061102A" w:rsidP="00BE6934">
      <w:pPr>
        <w:pStyle w:val="libNormal"/>
        <w:rPr>
          <w:rtl/>
        </w:rPr>
      </w:pPr>
      <w:r>
        <w:rPr>
          <w:rtl/>
        </w:rPr>
        <w:t>ايران كى قديم ترين پينٹنگ وہ تصاوير ہي</w:t>
      </w:r>
      <w:r w:rsidR="000A0CDC">
        <w:rPr>
          <w:rtl/>
        </w:rPr>
        <w:t xml:space="preserve">ں </w:t>
      </w:r>
      <w:r>
        <w:rPr>
          <w:rtl/>
        </w:rPr>
        <w:t>كہ جو كتاب منافع الحيوان كيلئے بنائي گئي</w:t>
      </w:r>
      <w:r w:rsidR="000A0CDC">
        <w:rPr>
          <w:rtl/>
        </w:rPr>
        <w:t xml:space="preserve">ں </w:t>
      </w:r>
      <w:r>
        <w:rPr>
          <w:rtl/>
        </w:rPr>
        <w:t>اور يہ كتاب 499 قمرى مي</w:t>
      </w:r>
      <w:r w:rsidR="000A0CDC">
        <w:rPr>
          <w:rtl/>
        </w:rPr>
        <w:t xml:space="preserve">ں </w:t>
      </w:r>
      <w:r>
        <w:rPr>
          <w:rtl/>
        </w:rPr>
        <w:t>منگول بادشاہ كے حكم پر مراغہ مي</w:t>
      </w:r>
      <w:r w:rsidR="000A0CDC">
        <w:rPr>
          <w:rtl/>
        </w:rPr>
        <w:t xml:space="preserve">ں </w:t>
      </w:r>
      <w:r>
        <w:rPr>
          <w:rtl/>
        </w:rPr>
        <w:t>دوبارہ لكھى گئي _ اس كتاب كى پينٹنگ اور شاہنامہ فردوسى كے ايك نفيس نسخے جس كى نقل (720 ھ ق) مي</w:t>
      </w:r>
      <w:r w:rsidR="000A0CDC">
        <w:rPr>
          <w:rtl/>
        </w:rPr>
        <w:t xml:space="preserve">ں </w:t>
      </w:r>
      <w:r>
        <w:rPr>
          <w:rtl/>
        </w:rPr>
        <w:t>تيار كى گئي كى تصاوير مي</w:t>
      </w:r>
      <w:r w:rsidR="000A0CDC">
        <w:rPr>
          <w:rtl/>
        </w:rPr>
        <w:t xml:space="preserve">ں </w:t>
      </w:r>
      <w:r>
        <w:rPr>
          <w:rtl/>
        </w:rPr>
        <w:t xml:space="preserve">چينى فن كى اسلامى ايران كى مصورى پر تاثير واضح طور پر محسوس كى جاسكتى ہے_ </w:t>
      </w:r>
    </w:p>
    <w:p w:rsidR="0061102A" w:rsidRDefault="00F26A5A" w:rsidP="00BE6934">
      <w:pPr>
        <w:pStyle w:val="libLine"/>
        <w:rPr>
          <w:rtl/>
        </w:rPr>
      </w:pPr>
      <w:r>
        <w:rPr>
          <w:rtl/>
        </w:rPr>
        <w:t>____________________</w:t>
      </w:r>
    </w:p>
    <w:p w:rsidR="00F26A5A" w:rsidRDefault="0061102A" w:rsidP="00BE6934">
      <w:pPr>
        <w:pStyle w:val="libFootnote"/>
        <w:rPr>
          <w:rtl/>
        </w:rPr>
      </w:pPr>
      <w:r>
        <w:rPr>
          <w:rtl/>
        </w:rPr>
        <w:t>1) سابقہ حوالہ ص 69_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مصورى كى مانند مٹى كے برتن بنانے كا ايرانى فن بھى چينى فن سے متاثر تھا،يہ برتن بنانے والے بجائے اسكے كہ اسى سلجوقى روش كو آگے بڑھاتے انہو</w:t>
      </w:r>
      <w:r w:rsidR="000A0CDC">
        <w:rPr>
          <w:rtl/>
        </w:rPr>
        <w:t xml:space="preserve">ں </w:t>
      </w:r>
      <w:r>
        <w:rPr>
          <w:rtl/>
        </w:rPr>
        <w:t>نے مختلف (جديد)اور آزاد روشو</w:t>
      </w:r>
      <w:r w:rsidR="000A0CDC">
        <w:rPr>
          <w:rtl/>
        </w:rPr>
        <w:t xml:space="preserve">ں </w:t>
      </w:r>
      <w:r>
        <w:rPr>
          <w:rtl/>
        </w:rPr>
        <w:t>كو اختيار كرليا_ ان برتنو</w:t>
      </w:r>
      <w:r w:rsidR="000A0CDC">
        <w:rPr>
          <w:rtl/>
        </w:rPr>
        <w:t xml:space="preserve">ں </w:t>
      </w:r>
      <w:r>
        <w:rPr>
          <w:rtl/>
        </w:rPr>
        <w:t>اور ديوارو</w:t>
      </w:r>
      <w:r w:rsidR="000A0CDC">
        <w:rPr>
          <w:rtl/>
        </w:rPr>
        <w:t xml:space="preserve">ں </w:t>
      </w:r>
      <w:r>
        <w:rPr>
          <w:rtl/>
        </w:rPr>
        <w:t>كى كاشى كارى مي</w:t>
      </w:r>
      <w:r w:rsidR="000A0CDC">
        <w:rPr>
          <w:rtl/>
        </w:rPr>
        <w:t xml:space="preserve">ں </w:t>
      </w:r>
      <w:r>
        <w:rPr>
          <w:rtl/>
        </w:rPr>
        <w:t xml:space="preserve">سياہ ، خاكسترى ، فيروزى ، ارغوانى اور نيلے رنگ ہلكے اور رقيق انداز بہت دلفريب اور بھلے معلوم ہوتے تھے _ </w:t>
      </w:r>
    </w:p>
    <w:p w:rsidR="0061102A" w:rsidRDefault="0061102A" w:rsidP="00BE6934">
      <w:pPr>
        <w:pStyle w:val="libNormal"/>
        <w:rPr>
          <w:rtl/>
        </w:rPr>
      </w:pPr>
      <w:r>
        <w:rPr>
          <w:rtl/>
        </w:rPr>
        <w:t>ايلخانى (منگول)دور مي</w:t>
      </w:r>
      <w:r w:rsidR="000A0CDC">
        <w:rPr>
          <w:rtl/>
        </w:rPr>
        <w:t xml:space="preserve">ں </w:t>
      </w:r>
      <w:r>
        <w:rPr>
          <w:rtl/>
        </w:rPr>
        <w:t>ايرانى اور اسلامى اديبو</w:t>
      </w:r>
      <w:r w:rsidR="000A0CDC">
        <w:rPr>
          <w:rtl/>
        </w:rPr>
        <w:t xml:space="preserve">ں </w:t>
      </w:r>
      <w:r>
        <w:rPr>
          <w:rtl/>
        </w:rPr>
        <w:t>كى منگولو</w:t>
      </w:r>
      <w:r w:rsidR="000A0CDC">
        <w:rPr>
          <w:rtl/>
        </w:rPr>
        <w:t xml:space="preserve">ں </w:t>
      </w:r>
      <w:r>
        <w:rPr>
          <w:rtl/>
        </w:rPr>
        <w:t>كى اولاد مي</w:t>
      </w:r>
      <w:r w:rsidR="000A0CDC">
        <w:rPr>
          <w:rtl/>
        </w:rPr>
        <w:t xml:space="preserve">ں </w:t>
      </w:r>
      <w:r>
        <w:rPr>
          <w:rtl/>
        </w:rPr>
        <w:t>تمدن كى روح پھونكنے كى كوششي</w:t>
      </w:r>
      <w:r w:rsidR="000A0CDC">
        <w:rPr>
          <w:rtl/>
        </w:rPr>
        <w:t xml:space="preserve">ں </w:t>
      </w:r>
      <w:r>
        <w:rPr>
          <w:rtl/>
        </w:rPr>
        <w:t>ابھى ثمر آور ہوئي</w:t>
      </w:r>
      <w:r w:rsidR="000A0CDC">
        <w:rPr>
          <w:rtl/>
        </w:rPr>
        <w:t xml:space="preserve">ں </w:t>
      </w:r>
      <w:r>
        <w:rPr>
          <w:rtl/>
        </w:rPr>
        <w:t>ہى تھي</w:t>
      </w:r>
      <w:r w:rsidR="000A0CDC">
        <w:rPr>
          <w:rtl/>
        </w:rPr>
        <w:t xml:space="preserve">ں </w:t>
      </w:r>
      <w:r>
        <w:rPr>
          <w:rtl/>
        </w:rPr>
        <w:t>كہ يہ حكومت اندرونى مخالفتو</w:t>
      </w:r>
      <w:r w:rsidR="000A0CDC">
        <w:rPr>
          <w:rtl/>
        </w:rPr>
        <w:t xml:space="preserve">ں </w:t>
      </w:r>
      <w:r>
        <w:rPr>
          <w:rtl/>
        </w:rPr>
        <w:t>اور بغاوتو</w:t>
      </w:r>
      <w:r w:rsidR="000A0CDC">
        <w:rPr>
          <w:rtl/>
        </w:rPr>
        <w:t xml:space="preserve">ں </w:t>
      </w:r>
      <w:r>
        <w:rPr>
          <w:rtl/>
        </w:rPr>
        <w:t>كا شكار ہوگئي اور ختم ہوگئي انكے بعد تيمور لنگ ايران پر قابض ہوگيا اسكے وحشيانہ حملو</w:t>
      </w:r>
      <w:r w:rsidR="000A0CDC">
        <w:rPr>
          <w:rtl/>
        </w:rPr>
        <w:t xml:space="preserve">ں </w:t>
      </w:r>
      <w:r>
        <w:rPr>
          <w:rtl/>
        </w:rPr>
        <w:t>كى زد سے كوئي بھى سرزمين ايران ، ہند ، شام ، مصر اور ايشيا ئے صغير محفوظ نہي</w:t>
      </w:r>
      <w:r w:rsidR="000A0CDC">
        <w:rPr>
          <w:rtl/>
        </w:rPr>
        <w:t xml:space="preserve">ں </w:t>
      </w:r>
      <w:r>
        <w:rPr>
          <w:rtl/>
        </w:rPr>
        <w:t>رہى ليكن تيمور كے بيٹے اور اسكے پوتے اور نواسے بالخصوص شاہرخ ، بايسنقر، الغ بيگ، سلطان حسين ، بايقرا اور تيمور كى اولاد كا وہ سلسلہ كہ جو ہندوستان كے عظيم مغل بادشاہ كہلائے انہو</w:t>
      </w:r>
      <w:r w:rsidR="000A0CDC">
        <w:rPr>
          <w:rtl/>
        </w:rPr>
        <w:t xml:space="preserve">ں </w:t>
      </w:r>
      <w:r>
        <w:rPr>
          <w:rtl/>
        </w:rPr>
        <w:t>نے مختلف فنى ميدانو</w:t>
      </w:r>
      <w:r w:rsidR="000A0CDC">
        <w:rPr>
          <w:rtl/>
        </w:rPr>
        <w:t xml:space="preserve">ں </w:t>
      </w:r>
      <w:r>
        <w:rPr>
          <w:rtl/>
        </w:rPr>
        <w:t>مي</w:t>
      </w:r>
      <w:r w:rsidR="000A0CDC">
        <w:rPr>
          <w:rtl/>
        </w:rPr>
        <w:t xml:space="preserve">ں </w:t>
      </w:r>
      <w:r>
        <w:rPr>
          <w:rtl/>
        </w:rPr>
        <w:t xml:space="preserve">بہت سے فنى نمونے ايجاد كرنے كے اسباب مہيا كيے_ </w:t>
      </w:r>
    </w:p>
    <w:p w:rsidR="0061102A" w:rsidRDefault="0061102A" w:rsidP="00BE6934">
      <w:pPr>
        <w:pStyle w:val="libNormal"/>
        <w:rPr>
          <w:rtl/>
        </w:rPr>
      </w:pPr>
      <w:r>
        <w:rPr>
          <w:rtl/>
        </w:rPr>
        <w:t>پندرہوي</w:t>
      </w:r>
      <w:r w:rsidR="000A0CDC">
        <w:rPr>
          <w:rtl/>
        </w:rPr>
        <w:t xml:space="preserve">ں </w:t>
      </w:r>
      <w:r>
        <w:rPr>
          <w:rtl/>
        </w:rPr>
        <w:t>صدى عيسوى كے آخر مي</w:t>
      </w:r>
      <w:r w:rsidR="000A0CDC">
        <w:rPr>
          <w:rtl/>
        </w:rPr>
        <w:t xml:space="preserve">ں </w:t>
      </w:r>
      <w:r>
        <w:rPr>
          <w:rtl/>
        </w:rPr>
        <w:t>اندلس مسلمان كے ہاتھو</w:t>
      </w:r>
      <w:r w:rsidR="000A0CDC">
        <w:rPr>
          <w:rtl/>
        </w:rPr>
        <w:t xml:space="preserve">ں </w:t>
      </w:r>
      <w:r>
        <w:rPr>
          <w:rtl/>
        </w:rPr>
        <w:t>سے نكل گيا اسلامى حكومت كا وہ چھوٹاسا مركز اپنى زندگى كے آخرى سالو</w:t>
      </w:r>
      <w:r w:rsidR="000A0CDC">
        <w:rPr>
          <w:rtl/>
        </w:rPr>
        <w:t xml:space="preserve">ں </w:t>
      </w:r>
      <w:r>
        <w:rPr>
          <w:rtl/>
        </w:rPr>
        <w:t>مي</w:t>
      </w:r>
      <w:r w:rsidR="000A0CDC">
        <w:rPr>
          <w:rtl/>
        </w:rPr>
        <w:t xml:space="preserve">ں </w:t>
      </w:r>
      <w:r>
        <w:rPr>
          <w:rtl/>
        </w:rPr>
        <w:t>بہت ہى خوبصورت فنون سے آراستہ تھا _ اس دور كى ايك باشكوہ عمارت قصر الحمرا ، ( سرخ محل) تھى جب بنى نصر كے پہلے امير محمد بن احمد نے 634 قمرى اور 1236 عيسوى مي</w:t>
      </w:r>
      <w:r w:rsidR="000A0CDC">
        <w:rPr>
          <w:rtl/>
        </w:rPr>
        <w:t xml:space="preserve">ں </w:t>
      </w:r>
      <w:r>
        <w:rPr>
          <w:rtl/>
        </w:rPr>
        <w:t>غرناطہ كو فتح كيا تو اس نے اپنا محل ايك بلند پہاڑ پر ايك چٹان پر بنايا اسكے بعد اسكى نسل كے ہر بادشاہ نے اس محل مي</w:t>
      </w:r>
      <w:r w:rsidR="000A0CDC">
        <w:rPr>
          <w:rtl/>
        </w:rPr>
        <w:t xml:space="preserve">ں </w:t>
      </w:r>
      <w:r>
        <w:rPr>
          <w:rtl/>
        </w:rPr>
        <w:t xml:space="preserve">كچھ نہ كچھ اضافہ كيا_ </w:t>
      </w:r>
    </w:p>
    <w:p w:rsidR="0061102A" w:rsidRDefault="0061102A" w:rsidP="00BE6934">
      <w:pPr>
        <w:pStyle w:val="libNormal"/>
        <w:rPr>
          <w:rtl/>
        </w:rPr>
      </w:pPr>
      <w:r>
        <w:rPr>
          <w:rtl/>
        </w:rPr>
        <w:t>اسى سلسلہ كے ايك بادشاہ محمد پنجم نے چھٹى صدى ہجرى مي</w:t>
      </w:r>
      <w:r w:rsidR="000A0CDC">
        <w:rPr>
          <w:rtl/>
        </w:rPr>
        <w:t xml:space="preserve">ں </w:t>
      </w:r>
      <w:r>
        <w:rPr>
          <w:rtl/>
        </w:rPr>
        <w:t>الحمراء كو انتہائي خوبصورت صورت مي</w:t>
      </w:r>
      <w:r w:rsidR="000A0CDC">
        <w:rPr>
          <w:rtl/>
        </w:rPr>
        <w:t xml:space="preserve">ں </w:t>
      </w:r>
      <w:r>
        <w:rPr>
          <w:rtl/>
        </w:rPr>
        <w:t>آراستہ كيا كہ جو ابھى تك موجود ہے تقريبا اسى زمانہ مي</w:t>
      </w:r>
      <w:r w:rsidR="000A0CDC">
        <w:rPr>
          <w:rtl/>
        </w:rPr>
        <w:t xml:space="preserve">ں </w:t>
      </w:r>
      <w:r>
        <w:rPr>
          <w:rtl/>
        </w:rPr>
        <w:t>كہ جب الحمراء محل تعمير ہو رہا تھا قاہرہ مي</w:t>
      </w:r>
      <w:r w:rsidR="000A0CDC">
        <w:rPr>
          <w:rtl/>
        </w:rPr>
        <w:t xml:space="preserve">ں </w:t>
      </w:r>
      <w:r>
        <w:rPr>
          <w:rtl/>
        </w:rPr>
        <w:t>مدرسہ سلطان حسين تعمير ہوا البتہ دونو</w:t>
      </w:r>
      <w:r w:rsidR="000A0CDC">
        <w:rPr>
          <w:rtl/>
        </w:rPr>
        <w:t xml:space="preserve">ں </w:t>
      </w:r>
      <w:r>
        <w:rPr>
          <w:rtl/>
        </w:rPr>
        <w:t>كى معمارى مي</w:t>
      </w:r>
      <w:r w:rsidR="000A0CDC">
        <w:rPr>
          <w:rtl/>
        </w:rPr>
        <w:t xml:space="preserve">ں </w:t>
      </w:r>
      <w:r>
        <w:rPr>
          <w:rtl/>
        </w:rPr>
        <w:t>بڑا فرق تھا_ مدرسہ سلطان حسين كى وہ سمت جو قبلہ كى طرف تھى سلطان كے مقبرہ سے متصل تھى _ يہ عمارت مكعب شكل مي</w:t>
      </w:r>
      <w:r w:rsidR="000A0CDC">
        <w:rPr>
          <w:rtl/>
        </w:rPr>
        <w:t xml:space="preserve">ں </w:t>
      </w:r>
      <w:r>
        <w:rPr>
          <w:rtl/>
        </w:rPr>
        <w:t>تھى اور اسكا گنبد بيزانس كے گنبدو</w:t>
      </w:r>
      <w:r w:rsidR="000A0CDC">
        <w:rPr>
          <w:rtl/>
        </w:rPr>
        <w:t xml:space="preserve">ں </w:t>
      </w:r>
      <w:r>
        <w:rPr>
          <w:rtl/>
        </w:rPr>
        <w:t xml:space="preserve">سے مشابہہ تھا_ </w:t>
      </w:r>
    </w:p>
    <w:p w:rsidR="0061102A" w:rsidRDefault="0069392F" w:rsidP="00BE6934">
      <w:pPr>
        <w:pStyle w:val="libNormal"/>
        <w:rPr>
          <w:rtl/>
        </w:rPr>
      </w:pPr>
      <w:r>
        <w:rPr>
          <w:rtl/>
        </w:rPr>
        <w:cr/>
      </w:r>
      <w:r>
        <w:rPr>
          <w:rtl/>
        </w:rPr>
        <w:br w:type="page"/>
      </w:r>
      <w:r>
        <w:rPr>
          <w:rtl/>
        </w:rPr>
        <w:lastRenderedPageBreak/>
        <w:cr/>
      </w:r>
      <w:r w:rsidR="0061102A">
        <w:rPr>
          <w:rtl/>
        </w:rPr>
        <w:t>مسلمانو</w:t>
      </w:r>
      <w:r w:rsidR="000A0CDC">
        <w:rPr>
          <w:rtl/>
        </w:rPr>
        <w:t xml:space="preserve">ں </w:t>
      </w:r>
      <w:r w:rsidR="0061102A">
        <w:rPr>
          <w:rtl/>
        </w:rPr>
        <w:t>كے خوبصورت محلات نے ہسپانيہ كے عيسائي معمارو</w:t>
      </w:r>
      <w:r w:rsidR="000A0CDC">
        <w:rPr>
          <w:rtl/>
        </w:rPr>
        <w:t xml:space="preserve">ں </w:t>
      </w:r>
      <w:r w:rsidR="0061102A">
        <w:rPr>
          <w:rtl/>
        </w:rPr>
        <w:t>كو حيران كن انداز سے متاثر كيا _ عيسائي بادشاہ ہسپانيہ كو فتح كرنے كے بعد مسلمان صنعت گرو</w:t>
      </w:r>
      <w:r w:rsidR="000A0CDC">
        <w:rPr>
          <w:rtl/>
        </w:rPr>
        <w:t xml:space="preserve">ں </w:t>
      </w:r>
      <w:r w:rsidR="0061102A">
        <w:rPr>
          <w:rtl/>
        </w:rPr>
        <w:t>كو اسلامى طرز پر كام كرنے كا كہتے تھے چونكہ انہي</w:t>
      </w:r>
      <w:r w:rsidR="000A0CDC">
        <w:rPr>
          <w:rtl/>
        </w:rPr>
        <w:t xml:space="preserve">ں </w:t>
      </w:r>
      <w:r w:rsidR="0061102A">
        <w:rPr>
          <w:rtl/>
        </w:rPr>
        <w:t>مسلمانو</w:t>
      </w:r>
      <w:r w:rsidR="000A0CDC">
        <w:rPr>
          <w:rtl/>
        </w:rPr>
        <w:t xml:space="preserve">ں </w:t>
      </w:r>
      <w:r w:rsidR="0061102A">
        <w:rPr>
          <w:rtl/>
        </w:rPr>
        <w:t>كے صحن والے گھرو</w:t>
      </w:r>
      <w:r w:rsidR="000A0CDC">
        <w:rPr>
          <w:rtl/>
        </w:rPr>
        <w:t xml:space="preserve">ں </w:t>
      </w:r>
      <w:r w:rsidR="0061102A">
        <w:rPr>
          <w:rtl/>
        </w:rPr>
        <w:t>سے انس ہوگيا تھا اس ليے وہ يہ طرز و روش امريكا بھى لے گئے _ تيمورى دور مي</w:t>
      </w:r>
      <w:r w:rsidR="000A0CDC">
        <w:rPr>
          <w:rtl/>
        </w:rPr>
        <w:t xml:space="preserve">ں </w:t>
      </w:r>
      <w:r w:rsidR="0061102A">
        <w:rPr>
          <w:rtl/>
        </w:rPr>
        <w:t>جيسا كہ ذكر ہوا لوٹ مار اور قتل و غارت كے باوجود تيمور نے ہنر و فن مي</w:t>
      </w:r>
      <w:r w:rsidR="000A0CDC">
        <w:rPr>
          <w:rtl/>
        </w:rPr>
        <w:t xml:space="preserve">ں </w:t>
      </w:r>
      <w:r w:rsidR="0061102A">
        <w:rPr>
          <w:rtl/>
        </w:rPr>
        <w:t>ترقى كا راستہ اختيار كيا تيمور كے بيٹے شاہرخ نے دارالحكومت كو سمرقند سے ہرات كى طرف منتقل كيا _ اور اپنے باپ كے ہاتھو</w:t>
      </w:r>
      <w:r w:rsidR="000A0CDC">
        <w:rPr>
          <w:rtl/>
        </w:rPr>
        <w:t xml:space="preserve">ں </w:t>
      </w:r>
      <w:r w:rsidR="0061102A">
        <w:rPr>
          <w:rtl/>
        </w:rPr>
        <w:t>سے ہونے والى ويرانيو</w:t>
      </w:r>
      <w:r w:rsidR="000A0CDC">
        <w:rPr>
          <w:rtl/>
        </w:rPr>
        <w:t xml:space="preserve">ں </w:t>
      </w:r>
      <w:r w:rsidR="0061102A">
        <w:rPr>
          <w:rtl/>
        </w:rPr>
        <w:t>كو دوبارہ آباديو</w:t>
      </w:r>
      <w:r w:rsidR="000A0CDC">
        <w:rPr>
          <w:rtl/>
        </w:rPr>
        <w:t xml:space="preserve">ں </w:t>
      </w:r>
      <w:r w:rsidR="0061102A">
        <w:rPr>
          <w:rtl/>
        </w:rPr>
        <w:t>مي</w:t>
      </w:r>
      <w:r w:rsidR="000A0CDC">
        <w:rPr>
          <w:rtl/>
        </w:rPr>
        <w:t xml:space="preserve">ں </w:t>
      </w:r>
      <w:r w:rsidR="0061102A">
        <w:rPr>
          <w:rtl/>
        </w:rPr>
        <w:t xml:space="preserve">تبديل كيا _ </w:t>
      </w:r>
    </w:p>
    <w:p w:rsidR="0061102A" w:rsidRDefault="0061102A" w:rsidP="00BE6934">
      <w:pPr>
        <w:pStyle w:val="libNormal"/>
        <w:rPr>
          <w:rtl/>
        </w:rPr>
      </w:pPr>
      <w:r>
        <w:rPr>
          <w:rtl/>
        </w:rPr>
        <w:t>شاہرخ كى ملكہ گوہر شاد نے امام رضا (ع) كے روضہ كے قريب اپنے نام سے ايك مسجد بنائي _ شاہرخ اور اسكے بعد والے بادشاہو</w:t>
      </w:r>
      <w:r w:rsidR="000A0CDC">
        <w:rPr>
          <w:rtl/>
        </w:rPr>
        <w:t xml:space="preserve">ں </w:t>
      </w:r>
      <w:r>
        <w:rPr>
          <w:rtl/>
        </w:rPr>
        <w:t>كے دور مي</w:t>
      </w:r>
      <w:r w:rsidR="000A0CDC">
        <w:rPr>
          <w:rtl/>
        </w:rPr>
        <w:t xml:space="preserve">ں </w:t>
      </w:r>
      <w:r>
        <w:rPr>
          <w:rtl/>
        </w:rPr>
        <w:t>مشہد اور اصفہان كى رنگين چمكدار كاشى والى ٹائيلو</w:t>
      </w:r>
      <w:r w:rsidR="000A0CDC">
        <w:rPr>
          <w:rtl/>
        </w:rPr>
        <w:t xml:space="preserve">ں </w:t>
      </w:r>
      <w:r>
        <w:rPr>
          <w:rtl/>
        </w:rPr>
        <w:t>كا استعمال اپنے عروج كو پہنچا عمارتو</w:t>
      </w:r>
      <w:r w:rsidR="000A0CDC">
        <w:rPr>
          <w:rtl/>
        </w:rPr>
        <w:t xml:space="preserve">ں </w:t>
      </w:r>
      <w:r>
        <w:rPr>
          <w:rtl/>
        </w:rPr>
        <w:t>مي</w:t>
      </w:r>
      <w:r w:rsidR="000A0CDC">
        <w:rPr>
          <w:rtl/>
        </w:rPr>
        <w:t xml:space="preserve">ں </w:t>
      </w:r>
      <w:r>
        <w:rPr>
          <w:rtl/>
        </w:rPr>
        <w:t>رنگين چمكدار كاشى والى ٹائيلو</w:t>
      </w:r>
      <w:r w:rsidR="000A0CDC">
        <w:rPr>
          <w:rtl/>
        </w:rPr>
        <w:t xml:space="preserve">ں </w:t>
      </w:r>
      <w:r>
        <w:rPr>
          <w:rtl/>
        </w:rPr>
        <w:t>كا استعمال اپنے عروج كو پہنچا _ اسى طرح تيمورى دوربالخصوص شاہرخ اور بايسنقر كے دورنفيس قلمى كتابو</w:t>
      </w:r>
      <w:r w:rsidR="000A0CDC">
        <w:rPr>
          <w:rtl/>
        </w:rPr>
        <w:t xml:space="preserve">ں </w:t>
      </w:r>
      <w:r>
        <w:rPr>
          <w:rtl/>
        </w:rPr>
        <w:t>كے تيار ہونے كا زرين زمانہ تھا _ اس دور جيسا جلد سازى ، خطاطى ، پينٹنگ اور پينٹنگ كا ہنر كسى اور دورمي</w:t>
      </w:r>
      <w:r w:rsidR="000A0CDC">
        <w:rPr>
          <w:rtl/>
        </w:rPr>
        <w:t xml:space="preserve">ں </w:t>
      </w:r>
      <w:r>
        <w:rPr>
          <w:rtl/>
        </w:rPr>
        <w:t>نہي</w:t>
      </w:r>
      <w:r w:rsidR="000A0CDC">
        <w:rPr>
          <w:rtl/>
        </w:rPr>
        <w:t xml:space="preserve">ں </w:t>
      </w:r>
      <w:r>
        <w:rPr>
          <w:rtl/>
        </w:rPr>
        <w:t xml:space="preserve">ملتا ( 1) </w:t>
      </w:r>
    </w:p>
    <w:p w:rsidR="0061102A" w:rsidRDefault="0061102A" w:rsidP="00BE6934">
      <w:pPr>
        <w:pStyle w:val="libNormal"/>
        <w:rPr>
          <w:rtl/>
        </w:rPr>
      </w:pPr>
      <w:r>
        <w:rPr>
          <w:rtl/>
        </w:rPr>
        <w:t>مصوّرين نے تصويرو</w:t>
      </w:r>
      <w:r w:rsidR="000A0CDC">
        <w:rPr>
          <w:rtl/>
        </w:rPr>
        <w:t xml:space="preserve">ں </w:t>
      </w:r>
      <w:r>
        <w:rPr>
          <w:rtl/>
        </w:rPr>
        <w:t>كے بنانے مي</w:t>
      </w:r>
      <w:r w:rsidR="000A0CDC">
        <w:rPr>
          <w:rtl/>
        </w:rPr>
        <w:t xml:space="preserve">ں </w:t>
      </w:r>
      <w:r>
        <w:rPr>
          <w:rtl/>
        </w:rPr>
        <w:t>خاص روش ايجاد كى جو ''مكتب ہرات ''كہلائي _ ہرات كى پينٹنگ كا اسلوب اور شيوہ بغداد اور شيراز كے فن مصورى سے كافى حد تك مختلف تھا اور ايلخانى دور كے چينى ہنر سے متاثر تھا مكتب ہرات شاہرخ كے بعد بھى جارى رہا _ شاہرخ كا بيٹا بايسنقر ميرزا جو كہ ہنر پسند اور آرام پسند طبيعت كا مالك بادشاہ تھا اس نے ايران كے بہترين چاليس مصورو</w:t>
      </w:r>
      <w:r w:rsidR="000A0CDC">
        <w:rPr>
          <w:rtl/>
        </w:rPr>
        <w:t xml:space="preserve">ں </w:t>
      </w:r>
      <w:r>
        <w:rPr>
          <w:rtl/>
        </w:rPr>
        <w:t>كو ہرات مي</w:t>
      </w:r>
      <w:r w:rsidR="000A0CDC">
        <w:rPr>
          <w:rtl/>
        </w:rPr>
        <w:t xml:space="preserve">ں </w:t>
      </w:r>
      <w:r>
        <w:rPr>
          <w:rtl/>
        </w:rPr>
        <w:t>جمع كيا تا كہ وہ اسكے كتابخانہ كے قلمى نسخو</w:t>
      </w:r>
      <w:r w:rsidR="000A0CDC">
        <w:rPr>
          <w:rtl/>
        </w:rPr>
        <w:t xml:space="preserve">ں </w:t>
      </w:r>
      <w:r>
        <w:rPr>
          <w:rtl/>
        </w:rPr>
        <w:t>كيلئے تصاوير تيار كري</w:t>
      </w:r>
      <w:r w:rsidR="000A0CDC">
        <w:rPr>
          <w:rtl/>
        </w:rPr>
        <w:t xml:space="preserve">ں </w:t>
      </w:r>
      <w:r>
        <w:rPr>
          <w:rtl/>
        </w:rPr>
        <w:t>اسكى دلچسپى كى بنا پر اس دور مي</w:t>
      </w:r>
      <w:r w:rsidR="000A0CDC">
        <w:rPr>
          <w:rtl/>
        </w:rPr>
        <w:t xml:space="preserve">ں </w:t>
      </w:r>
      <w:r>
        <w:rPr>
          <w:rtl/>
        </w:rPr>
        <w:t>جو مشہورترين كام ہوا وہ بايسنقر معروف شاہنامہ تھا كہ جسكى پينٹنگ كا كام 833 مي</w:t>
      </w:r>
      <w:r w:rsidR="000A0CDC">
        <w:rPr>
          <w:rtl/>
        </w:rPr>
        <w:t xml:space="preserve">ں </w:t>
      </w:r>
      <w:r>
        <w:rPr>
          <w:rtl/>
        </w:rPr>
        <w:t>مكمل ہوا _ تركمانى بادشاہ '' قراقوينلو اور آق قوينلو '' كے دور مي</w:t>
      </w:r>
      <w:r w:rsidR="000A0CDC">
        <w:rPr>
          <w:rtl/>
        </w:rPr>
        <w:t xml:space="preserve">ں </w:t>
      </w:r>
      <w:r>
        <w:rPr>
          <w:rtl/>
        </w:rPr>
        <w:t xml:space="preserve">شيراز كے اہل فن حضرات نے ايك نيا طريقہ دريافت كيا كہ جو'' تركمان'' كے عنوان سے معروف ہوا_ </w:t>
      </w:r>
    </w:p>
    <w:p w:rsidR="0061102A" w:rsidRDefault="00F26A5A" w:rsidP="00BE6934">
      <w:pPr>
        <w:pStyle w:val="libLine"/>
        <w:rPr>
          <w:rtl/>
        </w:rPr>
      </w:pPr>
      <w:r>
        <w:rPr>
          <w:rtl/>
        </w:rPr>
        <w:t>____________________</w:t>
      </w:r>
    </w:p>
    <w:p w:rsidR="00D47FFB" w:rsidRDefault="0061102A" w:rsidP="00BE6934">
      <w:pPr>
        <w:pStyle w:val="libFootnote"/>
        <w:rPr>
          <w:rtl/>
        </w:rPr>
      </w:pPr>
      <w:r>
        <w:rPr>
          <w:rtl/>
        </w:rPr>
        <w:t>1) كريستين ، پرايس، سابقہ حوالہ، ص 129_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نوي</w:t>
      </w:r>
      <w:r w:rsidR="000A0CDC">
        <w:rPr>
          <w:rtl/>
        </w:rPr>
        <w:t xml:space="preserve">ں </w:t>
      </w:r>
      <w:r>
        <w:rPr>
          <w:rtl/>
        </w:rPr>
        <w:t>صدى كے وسط مي</w:t>
      </w:r>
      <w:r w:rsidR="000A0CDC">
        <w:rPr>
          <w:rtl/>
        </w:rPr>
        <w:t xml:space="preserve">ں </w:t>
      </w:r>
      <w:r>
        <w:rPr>
          <w:rtl/>
        </w:rPr>
        <w:t>ايك بچے نے اس جہان مي</w:t>
      </w:r>
      <w:r w:rsidR="000A0CDC">
        <w:rPr>
          <w:rtl/>
        </w:rPr>
        <w:t xml:space="preserve">ں </w:t>
      </w:r>
      <w:r>
        <w:rPr>
          <w:rtl/>
        </w:rPr>
        <w:t>آنكھي</w:t>
      </w:r>
      <w:r w:rsidR="000A0CDC">
        <w:rPr>
          <w:rtl/>
        </w:rPr>
        <w:t xml:space="preserve">ں </w:t>
      </w:r>
      <w:r>
        <w:rPr>
          <w:rtl/>
        </w:rPr>
        <w:t>كھولي</w:t>
      </w:r>
      <w:r w:rsidR="000A0CDC">
        <w:rPr>
          <w:rtl/>
        </w:rPr>
        <w:t xml:space="preserve">ں </w:t>
      </w:r>
      <w:r>
        <w:rPr>
          <w:rtl/>
        </w:rPr>
        <w:t>كہ جسے بہزاد كا نام ملا يہ بچہ بڑا ہو كہ ہرات مي</w:t>
      </w:r>
      <w:r w:rsidR="000A0CDC">
        <w:rPr>
          <w:rtl/>
        </w:rPr>
        <w:t xml:space="preserve">ں </w:t>
      </w:r>
      <w:r>
        <w:rPr>
          <w:rtl/>
        </w:rPr>
        <w:t>سلطان حسين كے دربار مي</w:t>
      </w:r>
      <w:r w:rsidR="000A0CDC">
        <w:rPr>
          <w:rtl/>
        </w:rPr>
        <w:t xml:space="preserve">ں </w:t>
      </w:r>
      <w:r>
        <w:rPr>
          <w:rtl/>
        </w:rPr>
        <w:t>مصورى كے كام مي</w:t>
      </w:r>
      <w:r w:rsidR="000A0CDC">
        <w:rPr>
          <w:rtl/>
        </w:rPr>
        <w:t xml:space="preserve">ں </w:t>
      </w:r>
      <w:r>
        <w:rPr>
          <w:rtl/>
        </w:rPr>
        <w:t>مشغول ہوا تھوڑى ہى مدت كے بعد اسكا نام ايرانى فن مصورى مي</w:t>
      </w:r>
      <w:r w:rsidR="000A0CDC">
        <w:rPr>
          <w:rtl/>
        </w:rPr>
        <w:t xml:space="preserve">ں </w:t>
      </w:r>
      <w:r>
        <w:rPr>
          <w:rtl/>
        </w:rPr>
        <w:t>امر ہوگيا كمال الدين بھزاد نے ايك نيا شيوہ ايجاد كيا كہ اس مي</w:t>
      </w:r>
      <w:r w:rsidR="000A0CDC">
        <w:rPr>
          <w:rtl/>
        </w:rPr>
        <w:t xml:space="preserve">ں </w:t>
      </w:r>
      <w:r>
        <w:rPr>
          <w:rtl/>
        </w:rPr>
        <w:t>وہ روزانہ كى حقيقى زندگى كى جزئيات بيان كرتا تھا _ اس طرز كى بہترين اور بولتى ہوئي پينٹنگ طہماسپ صفوى كے دور حكومت مي</w:t>
      </w:r>
      <w:r w:rsidR="000A0CDC">
        <w:rPr>
          <w:rtl/>
        </w:rPr>
        <w:t xml:space="preserve">ں </w:t>
      </w:r>
      <w:r>
        <w:rPr>
          <w:rtl/>
        </w:rPr>
        <w:t>تبريز ، قزوين اور مشہد مي</w:t>
      </w:r>
      <w:r w:rsidR="000A0CDC">
        <w:rPr>
          <w:rtl/>
        </w:rPr>
        <w:t xml:space="preserve">ں </w:t>
      </w:r>
      <w:r>
        <w:rPr>
          <w:rtl/>
        </w:rPr>
        <w:t>تيار ہوئي</w:t>
      </w:r>
      <w:r w:rsidR="000A0CDC">
        <w:rPr>
          <w:rtl/>
        </w:rPr>
        <w:t xml:space="preserve">ں </w:t>
      </w:r>
      <w:r>
        <w:rPr>
          <w:rtl/>
        </w:rPr>
        <w:t>ان تصوير و</w:t>
      </w:r>
      <w:r w:rsidR="000A0CDC">
        <w:rPr>
          <w:rtl/>
        </w:rPr>
        <w:t xml:space="preserve">ں </w:t>
      </w:r>
      <w:r>
        <w:rPr>
          <w:rtl/>
        </w:rPr>
        <w:t>مي</w:t>
      </w:r>
      <w:r w:rsidR="000A0CDC">
        <w:rPr>
          <w:rtl/>
        </w:rPr>
        <w:t xml:space="preserve">ں </w:t>
      </w:r>
      <w:r>
        <w:rPr>
          <w:rtl/>
        </w:rPr>
        <w:t>جذاب رنگو</w:t>
      </w:r>
      <w:r w:rsidR="000A0CDC">
        <w:rPr>
          <w:rtl/>
        </w:rPr>
        <w:t xml:space="preserve">ں </w:t>
      </w:r>
      <w:r>
        <w:rPr>
          <w:rtl/>
        </w:rPr>
        <w:t>كے استعمال كے ساتھ ايرانى لوگو</w:t>
      </w:r>
      <w:r w:rsidR="000A0CDC">
        <w:rPr>
          <w:rtl/>
        </w:rPr>
        <w:t xml:space="preserve">ں </w:t>
      </w:r>
      <w:r>
        <w:rPr>
          <w:rtl/>
        </w:rPr>
        <w:t xml:space="preserve">كى روزانہ كى زندگى كو پيش كيا جاتا تھا _ </w:t>
      </w:r>
      <w:r w:rsidRPr="00F67D4B">
        <w:rPr>
          <w:rStyle w:val="libFootnotenumChar"/>
          <w:rtl/>
        </w:rPr>
        <w:t>(1)</w:t>
      </w:r>
      <w:r>
        <w:rPr>
          <w:rtl/>
        </w:rPr>
        <w:t xml:space="preserve"> </w:t>
      </w:r>
    </w:p>
    <w:p w:rsidR="0061102A" w:rsidRDefault="0061102A" w:rsidP="00BE6934">
      <w:pPr>
        <w:pStyle w:val="libNormal"/>
        <w:rPr>
          <w:rtl/>
        </w:rPr>
      </w:pPr>
      <w:r>
        <w:rPr>
          <w:rtl/>
        </w:rPr>
        <w:t>ايشيا ئے صغير مي</w:t>
      </w:r>
      <w:r w:rsidR="000A0CDC">
        <w:rPr>
          <w:rtl/>
        </w:rPr>
        <w:t xml:space="preserve">ں </w:t>
      </w:r>
      <w:r>
        <w:rPr>
          <w:rtl/>
        </w:rPr>
        <w:t>عثمانى تركو</w:t>
      </w:r>
      <w:r w:rsidR="000A0CDC">
        <w:rPr>
          <w:rtl/>
        </w:rPr>
        <w:t xml:space="preserve">ں </w:t>
      </w:r>
      <w:r>
        <w:rPr>
          <w:rtl/>
        </w:rPr>
        <w:t>كى مملكت بھى اسلامى فنون كے آشكار ہونے كى ايك اور نظير تھى '' اياصوفيہ'' كہ جو شروع مي</w:t>
      </w:r>
      <w:r w:rsidR="000A0CDC">
        <w:rPr>
          <w:rtl/>
        </w:rPr>
        <w:t xml:space="preserve">ں </w:t>
      </w:r>
      <w:r>
        <w:rPr>
          <w:rtl/>
        </w:rPr>
        <w:t>كليسا تھا پھر مسجد بنا اسكے اثرات انكے دل و جان مي</w:t>
      </w:r>
      <w:r w:rsidR="000A0CDC">
        <w:rPr>
          <w:rtl/>
        </w:rPr>
        <w:t xml:space="preserve">ں </w:t>
      </w:r>
      <w:r>
        <w:rPr>
          <w:rtl/>
        </w:rPr>
        <w:t>اسقدر تھے كہ نوي</w:t>
      </w:r>
      <w:r w:rsidR="000A0CDC">
        <w:rPr>
          <w:rtl/>
        </w:rPr>
        <w:t xml:space="preserve">ں </w:t>
      </w:r>
      <w:r>
        <w:rPr>
          <w:rtl/>
        </w:rPr>
        <w:t>صدى كے اختتام اور اسكے بعد تك اسكى معمارى كے اثرات قسطنطنيہ شہر يا ديگر عثمانى حكومت كے علاتو</w:t>
      </w:r>
      <w:r w:rsidR="000A0CDC">
        <w:rPr>
          <w:rtl/>
        </w:rPr>
        <w:t xml:space="preserve">ں </w:t>
      </w:r>
      <w:r>
        <w:rPr>
          <w:rtl/>
        </w:rPr>
        <w:t>مي</w:t>
      </w:r>
      <w:r w:rsidR="000A0CDC">
        <w:rPr>
          <w:rtl/>
        </w:rPr>
        <w:t xml:space="preserve">ں </w:t>
      </w:r>
      <w:r>
        <w:rPr>
          <w:rtl/>
        </w:rPr>
        <w:t>باقى اور واضح تھے ان مي</w:t>
      </w:r>
      <w:r w:rsidR="000A0CDC">
        <w:rPr>
          <w:rtl/>
        </w:rPr>
        <w:t xml:space="preserve">ں </w:t>
      </w:r>
      <w:r>
        <w:rPr>
          <w:rtl/>
        </w:rPr>
        <w:t>سب سے بڑا اور عظيم معمارى كا شاہكار مسجد سلطان احمد اول ہے جو سن 1609 عيسوى سے 1616 عيسوى تك تعمير ہوئي _ اسى طرح اسلامى معمارى كا ايك اور نمونہ مسجد سليمانيہ ہے كہ جو سلطان سليمان قانونى كے حكم پر ''سنان پاشا ''كى معمارى اور نقشہ سازى كے مطابق كے ساتھ تيار ہوئي _ سنان پاشا كہ جس نے 968 قمرى مي</w:t>
      </w:r>
      <w:r w:rsidR="000A0CDC">
        <w:rPr>
          <w:rtl/>
        </w:rPr>
        <w:t xml:space="preserve">ں </w:t>
      </w:r>
      <w:r>
        <w:rPr>
          <w:rtl/>
        </w:rPr>
        <w:t>مسجد سليمانيہ مي</w:t>
      </w:r>
      <w:r w:rsidR="000A0CDC">
        <w:rPr>
          <w:rtl/>
        </w:rPr>
        <w:t xml:space="preserve">ں </w:t>
      </w:r>
      <w:r>
        <w:rPr>
          <w:rtl/>
        </w:rPr>
        <w:t>كام ختم كيا ايك اور مسجد بنام رستم پاشا كو بھى تعمير كيا _ وہ محل كہ جسكى تعمير كا آغاز سلطان محمد فاتح نے شروع كيا تھاسليمان قانونى كے دور مي</w:t>
      </w:r>
      <w:r w:rsidR="000A0CDC">
        <w:rPr>
          <w:rtl/>
        </w:rPr>
        <w:t xml:space="preserve">ں </w:t>
      </w:r>
      <w:r>
        <w:rPr>
          <w:rtl/>
        </w:rPr>
        <w:t xml:space="preserve">ايك چھوٹے سے شہر كى شكل اختيار كر گيا تھا جسكے چار بڑے صحن اور چند دروازے تھے _ </w:t>
      </w:r>
    </w:p>
    <w:p w:rsidR="0061102A" w:rsidRDefault="0061102A" w:rsidP="00BE6934">
      <w:pPr>
        <w:pStyle w:val="libNormal"/>
        <w:rPr>
          <w:rtl/>
        </w:rPr>
      </w:pPr>
      <w:r>
        <w:rPr>
          <w:rtl/>
        </w:rPr>
        <w:t>يہ مسلم سى بات ہے كہ مشرق قريب بالخصوص ايران مي</w:t>
      </w:r>
      <w:r w:rsidR="000A0CDC">
        <w:rPr>
          <w:rtl/>
        </w:rPr>
        <w:t xml:space="preserve">ں </w:t>
      </w:r>
      <w:r>
        <w:rPr>
          <w:rtl/>
        </w:rPr>
        <w:t>پانچ قرن قبل مسيح قالين سازى كى صنعت رائج تھى _ سائبيريا كے جنوب مي</w:t>
      </w:r>
      <w:r w:rsidR="000A0CDC">
        <w:rPr>
          <w:rtl/>
        </w:rPr>
        <w:t xml:space="preserve">ں </w:t>
      </w:r>
      <w:r>
        <w:rPr>
          <w:rtl/>
        </w:rPr>
        <w:t>''پا زير يك'' نام كى جگہ پر پانچ قرن قبل چھوٹا سا پشمى قالين معجزانہ طريقہ سے ہمارے ليے برف مي</w:t>
      </w:r>
      <w:r w:rsidR="000A0CDC">
        <w:rPr>
          <w:rtl/>
        </w:rPr>
        <w:t xml:space="preserve">ں </w:t>
      </w:r>
      <w:r>
        <w:rPr>
          <w:rtl/>
        </w:rPr>
        <w:t xml:space="preserve">محفوظ رہا _ يہ قالين جس جگہ سے ملا وہ جگہ '' قالى پا زير يك '' كے عنوان سے مشہور ہوگئي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فورست دلدمار جنسن ، سابقہ حوالہ ، ص 312_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 سب چيزو</w:t>
      </w:r>
      <w:r w:rsidR="000A0CDC">
        <w:rPr>
          <w:rtl/>
        </w:rPr>
        <w:t xml:space="preserve">ں </w:t>
      </w:r>
      <w:r>
        <w:rPr>
          <w:rtl/>
        </w:rPr>
        <w:t>كے باوجود ساتوي</w:t>
      </w:r>
      <w:r w:rsidR="000A0CDC">
        <w:rPr>
          <w:rtl/>
        </w:rPr>
        <w:t xml:space="preserve">ں </w:t>
      </w:r>
      <w:r>
        <w:rPr>
          <w:rtl/>
        </w:rPr>
        <w:t>صدى سے ايك جيسى روش كے ساتھ بہت زيادہ تعداد مي</w:t>
      </w:r>
      <w:r w:rsidR="000A0CDC">
        <w:rPr>
          <w:rtl/>
        </w:rPr>
        <w:t xml:space="preserve">ں </w:t>
      </w:r>
      <w:r>
        <w:rPr>
          <w:rtl/>
        </w:rPr>
        <w:t>قالين تيار ہونے كا كام رائج تھا _ ايسے قالينو</w:t>
      </w:r>
      <w:r w:rsidR="000A0CDC">
        <w:rPr>
          <w:rtl/>
        </w:rPr>
        <w:t xml:space="preserve">ں </w:t>
      </w:r>
      <w:r>
        <w:rPr>
          <w:rtl/>
        </w:rPr>
        <w:t>كا ايك مكمل سيٹ قونيہ اور ديگر شہرو</w:t>
      </w:r>
      <w:r w:rsidR="000A0CDC">
        <w:rPr>
          <w:rtl/>
        </w:rPr>
        <w:t xml:space="preserve">ں </w:t>
      </w:r>
      <w:r>
        <w:rPr>
          <w:rtl/>
        </w:rPr>
        <w:t>مي</w:t>
      </w:r>
      <w:r w:rsidR="000A0CDC">
        <w:rPr>
          <w:rtl/>
        </w:rPr>
        <w:t xml:space="preserve">ں </w:t>
      </w:r>
      <w:r>
        <w:rPr>
          <w:rtl/>
        </w:rPr>
        <w:t>سلجوقيو</w:t>
      </w:r>
      <w:r w:rsidR="000A0CDC">
        <w:rPr>
          <w:rtl/>
        </w:rPr>
        <w:t xml:space="preserve">ں </w:t>
      </w:r>
      <w:r>
        <w:rPr>
          <w:rtl/>
        </w:rPr>
        <w:t>كى بڑى مساجد سے ملاہے _ ايران مي</w:t>
      </w:r>
      <w:r w:rsidR="000A0CDC">
        <w:rPr>
          <w:rtl/>
        </w:rPr>
        <w:t xml:space="preserve">ں </w:t>
      </w:r>
      <w:r>
        <w:rPr>
          <w:rtl/>
        </w:rPr>
        <w:t>قالين باف افراد نے خطى نسخو</w:t>
      </w:r>
      <w:r w:rsidR="000A0CDC">
        <w:rPr>
          <w:rtl/>
        </w:rPr>
        <w:t xml:space="preserve">ں </w:t>
      </w:r>
      <w:r>
        <w:rPr>
          <w:rtl/>
        </w:rPr>
        <w:t>كو سونے كے پانى سے آراستہ كرنے كى روش كى مانند كام كيا قالينو</w:t>
      </w:r>
      <w:r w:rsidR="000A0CDC">
        <w:rPr>
          <w:rtl/>
        </w:rPr>
        <w:t xml:space="preserve">ں </w:t>
      </w:r>
      <w:r>
        <w:rPr>
          <w:rtl/>
        </w:rPr>
        <w:t>كے وسط اور حاشيو</w:t>
      </w:r>
      <w:r w:rsidR="000A0CDC">
        <w:rPr>
          <w:rtl/>
        </w:rPr>
        <w:t xml:space="preserve">ں </w:t>
      </w:r>
      <w:r>
        <w:rPr>
          <w:rtl/>
        </w:rPr>
        <w:t>پر مختلف انواع كے جذاب رنگ استعمال كيے _ صفوى دور مي</w:t>
      </w:r>
      <w:r w:rsidR="000A0CDC">
        <w:rPr>
          <w:rtl/>
        </w:rPr>
        <w:t xml:space="preserve">ں </w:t>
      </w:r>
      <w:r>
        <w:rPr>
          <w:rtl/>
        </w:rPr>
        <w:t>نفيس ترين ايرانى قالين مساجد ، معابد اور متبرك مقامات كو ہديہ كيے جا تے تھے كہ ان مي</w:t>
      </w:r>
      <w:r w:rsidR="000A0CDC">
        <w:rPr>
          <w:rtl/>
        </w:rPr>
        <w:t xml:space="preserve">ں </w:t>
      </w:r>
      <w:r>
        <w:rPr>
          <w:rtl/>
        </w:rPr>
        <w:t>سے ايك ابھى تك باقى ہے يہ قالين شيخ صفى كى آرامگاہ كيلئے تيار ہوا تھا اس قالين كا نقشہ مقصود كاشانى نے تيار كيا تھا كہ يہ 966 قمرى مي</w:t>
      </w:r>
      <w:r w:rsidR="000A0CDC">
        <w:rPr>
          <w:rtl/>
        </w:rPr>
        <w:t xml:space="preserve">ں </w:t>
      </w:r>
      <w:r>
        <w:rPr>
          <w:rtl/>
        </w:rPr>
        <w:t>مكمل ہوا تھا اور اب يہ لندن كے ميوزيم مي</w:t>
      </w:r>
      <w:r w:rsidR="000A0CDC">
        <w:rPr>
          <w:rtl/>
        </w:rPr>
        <w:t xml:space="preserve">ں </w:t>
      </w:r>
      <w:r>
        <w:rPr>
          <w:rtl/>
        </w:rPr>
        <w:t xml:space="preserve">موجود ہے _ </w:t>
      </w:r>
    </w:p>
    <w:p w:rsidR="0061102A" w:rsidRDefault="0061102A" w:rsidP="00BE6934">
      <w:pPr>
        <w:pStyle w:val="libNormal"/>
        <w:rPr>
          <w:rtl/>
        </w:rPr>
      </w:pPr>
      <w:r>
        <w:rPr>
          <w:rtl/>
        </w:rPr>
        <w:t>صفوى دور كے قالين بيشتر پشم سے تيار ہوتے تھے _ ليكن شاہ عباس كبير كے دور مي</w:t>
      </w:r>
      <w:r w:rsidR="000A0CDC">
        <w:rPr>
          <w:rtl/>
        </w:rPr>
        <w:t xml:space="preserve">ں </w:t>
      </w:r>
      <w:r>
        <w:rPr>
          <w:rtl/>
        </w:rPr>
        <w:t>كبھى ريشمى اور كبھى توسونے وچاندى كى تارو</w:t>
      </w:r>
      <w:r w:rsidR="000A0CDC">
        <w:rPr>
          <w:rtl/>
        </w:rPr>
        <w:t xml:space="preserve">ں </w:t>
      </w:r>
      <w:r>
        <w:rPr>
          <w:rtl/>
        </w:rPr>
        <w:t>سے قالي</w:t>
      </w:r>
      <w:r w:rsidR="000A0CDC">
        <w:rPr>
          <w:rtl/>
        </w:rPr>
        <w:t xml:space="preserve">ں </w:t>
      </w:r>
      <w:r>
        <w:rPr>
          <w:rtl/>
        </w:rPr>
        <w:t>تيار ہوتے تھے_ قفقاز والو</w:t>
      </w:r>
      <w:r w:rsidR="000A0CDC">
        <w:rPr>
          <w:rtl/>
        </w:rPr>
        <w:t xml:space="preserve">ں </w:t>
      </w:r>
      <w:r>
        <w:rPr>
          <w:rtl/>
        </w:rPr>
        <w:t>نے بعض ايرانى قالين بطور قرض ليے اور انہي</w:t>
      </w:r>
      <w:r w:rsidR="000A0CDC">
        <w:rPr>
          <w:rtl/>
        </w:rPr>
        <w:t xml:space="preserve">ں </w:t>
      </w:r>
      <w:r>
        <w:rPr>
          <w:rtl/>
        </w:rPr>
        <w:t>اس روش كے ساتھ كہ جن مي</w:t>
      </w:r>
      <w:r w:rsidR="000A0CDC">
        <w:rPr>
          <w:rtl/>
        </w:rPr>
        <w:t xml:space="preserve">ں </w:t>
      </w:r>
      <w:r>
        <w:rPr>
          <w:rtl/>
        </w:rPr>
        <w:t>گل بوٹے اور جانور و غيرہ تھے تيار كيا _ صفوى دور كے ريشمى اور سونے كى تارو</w:t>
      </w:r>
      <w:r w:rsidR="000A0CDC">
        <w:rPr>
          <w:rtl/>
        </w:rPr>
        <w:t xml:space="preserve">ں </w:t>
      </w:r>
      <w:r>
        <w:rPr>
          <w:rtl/>
        </w:rPr>
        <w:t>سے تيار كپڑے ابھى يورپ والو</w:t>
      </w:r>
      <w:r w:rsidR="000A0CDC">
        <w:rPr>
          <w:rtl/>
        </w:rPr>
        <w:t xml:space="preserve">ں </w:t>
      </w:r>
      <w:r>
        <w:rPr>
          <w:rtl/>
        </w:rPr>
        <w:t>كے پاس موجود ہي</w:t>
      </w:r>
      <w:r w:rsidR="000A0CDC">
        <w:rPr>
          <w:rtl/>
        </w:rPr>
        <w:t xml:space="preserve">ں </w:t>
      </w:r>
      <w:r>
        <w:rPr>
          <w:rtl/>
        </w:rPr>
        <w:t>اس قسم كے كپڑو</w:t>
      </w:r>
      <w:r w:rsidR="000A0CDC">
        <w:rPr>
          <w:rtl/>
        </w:rPr>
        <w:t xml:space="preserve">ں </w:t>
      </w:r>
      <w:r>
        <w:rPr>
          <w:rtl/>
        </w:rPr>
        <w:t>پر ڈيزائن زيادہ تر پھول اور كبھى تو جانورو</w:t>
      </w:r>
      <w:r w:rsidR="000A0CDC">
        <w:rPr>
          <w:rtl/>
        </w:rPr>
        <w:t xml:space="preserve">ں </w:t>
      </w:r>
      <w:r>
        <w:rPr>
          <w:rtl/>
        </w:rPr>
        <w:t>اور آدميو</w:t>
      </w:r>
      <w:r w:rsidR="000A0CDC">
        <w:rPr>
          <w:rtl/>
        </w:rPr>
        <w:t xml:space="preserve">ں </w:t>
      </w:r>
      <w:r>
        <w:rPr>
          <w:rtl/>
        </w:rPr>
        <w:t xml:space="preserve">كى صورت كے ساتھ بنائے جاتے تھے_ </w:t>
      </w:r>
    </w:p>
    <w:p w:rsidR="0061102A" w:rsidRDefault="0061102A" w:rsidP="00BE6934">
      <w:pPr>
        <w:pStyle w:val="libNormal"/>
        <w:rPr>
          <w:rtl/>
        </w:rPr>
      </w:pPr>
      <w:r>
        <w:rPr>
          <w:rtl/>
        </w:rPr>
        <w:t>صفوى بادشاہو</w:t>
      </w:r>
      <w:r w:rsidR="000A0CDC">
        <w:rPr>
          <w:rtl/>
        </w:rPr>
        <w:t xml:space="preserve">ں </w:t>
      </w:r>
      <w:r>
        <w:rPr>
          <w:rtl/>
        </w:rPr>
        <w:t>مي</w:t>
      </w:r>
      <w:r w:rsidR="000A0CDC">
        <w:rPr>
          <w:rtl/>
        </w:rPr>
        <w:t xml:space="preserve">ں </w:t>
      </w:r>
      <w:r>
        <w:rPr>
          <w:rtl/>
        </w:rPr>
        <w:t>شاہ عباس كبير سب سے ممتاز شخصيت كا مالك تھا وہ ہنر و فن كا دلدادہ اور ہنر پروردہ شخصيت كا حامل تھا در اصل اصفہان كى رونق اور شہرت اسى كے مرہون منت ہے_قديم اصفہان كے مغربى جنوبى علاقہ يعنى نئے اصفہان مي</w:t>
      </w:r>
      <w:r w:rsidR="000A0CDC">
        <w:rPr>
          <w:rtl/>
        </w:rPr>
        <w:t xml:space="preserve">ں </w:t>
      </w:r>
      <w:r>
        <w:rPr>
          <w:rtl/>
        </w:rPr>
        <w:t xml:space="preserve">چوك ، ميدان ، مساجد ، محلات ، بازار اور بہت سے باغ كہ جو اس نے بنوائے ان كى بدولت اصفہان نصف جہا ن بنا _ </w:t>
      </w:r>
    </w:p>
    <w:p w:rsidR="0061102A" w:rsidRDefault="0061102A" w:rsidP="00BE6934">
      <w:pPr>
        <w:pStyle w:val="libNormal"/>
        <w:rPr>
          <w:rtl/>
        </w:rPr>
      </w:pPr>
      <w:r>
        <w:rPr>
          <w:rtl/>
        </w:rPr>
        <w:t>شاہ عباس كے زمانے مي</w:t>
      </w:r>
      <w:r w:rsidR="000A0CDC">
        <w:rPr>
          <w:rtl/>
        </w:rPr>
        <w:t xml:space="preserve">ں </w:t>
      </w:r>
      <w:r>
        <w:rPr>
          <w:rtl/>
        </w:rPr>
        <w:t>شہرى اور عمومى تعميرات كيلئے علاقے كا نقشہ تيار ہوا ايك بہت بڑا ميدان يا چوك اس نے بنايا كہ جسے ميدان نقش جہان كا نام ديا گيا _پھر اسكے تمام چاركونو</w:t>
      </w:r>
      <w:r w:rsidR="000A0CDC">
        <w:rPr>
          <w:rtl/>
        </w:rPr>
        <w:t xml:space="preserve">ں </w:t>
      </w:r>
      <w:r>
        <w:rPr>
          <w:rtl/>
        </w:rPr>
        <w:t>كے درميان ايك بڑى عمارت بنائي گى ان عمارتو</w:t>
      </w:r>
      <w:r w:rsidR="000A0CDC">
        <w:rPr>
          <w:rtl/>
        </w:rPr>
        <w:t xml:space="preserve">ں </w:t>
      </w:r>
      <w:r>
        <w:rPr>
          <w:rtl/>
        </w:rPr>
        <w:t>كا عمومى نقشہ چار ايوانو</w:t>
      </w:r>
      <w:r w:rsidR="000A0CDC">
        <w:rPr>
          <w:rtl/>
        </w:rPr>
        <w:t xml:space="preserve">ں </w:t>
      </w:r>
      <w:r>
        <w:rPr>
          <w:rtl/>
        </w:rPr>
        <w:t>پر مشتمل ايك عمارت كا تھا كہ جو ايرانى معمارى مي</w:t>
      </w:r>
      <w:r w:rsidR="000A0CDC">
        <w:rPr>
          <w:rtl/>
        </w:rPr>
        <w:t xml:space="preserve">ں </w:t>
      </w:r>
      <w:r>
        <w:rPr>
          <w:rtl/>
        </w:rPr>
        <w:t xml:space="preserve">قديم </w:t>
      </w:r>
    </w:p>
    <w:p w:rsidR="0061102A" w:rsidRDefault="0069392F" w:rsidP="00BE6934">
      <w:pPr>
        <w:pStyle w:val="libNormal"/>
        <w:rPr>
          <w:rtl/>
        </w:rPr>
      </w:pPr>
      <w:r>
        <w:rPr>
          <w:rtl/>
        </w:rPr>
        <w:cr/>
      </w:r>
      <w:r>
        <w:rPr>
          <w:rtl/>
        </w:rPr>
        <w:br w:type="page"/>
      </w:r>
      <w:r>
        <w:rPr>
          <w:rtl/>
        </w:rPr>
        <w:lastRenderedPageBreak/>
        <w:cr/>
      </w:r>
      <w:r w:rsidR="0061102A">
        <w:rPr>
          <w:rtl/>
        </w:rPr>
        <w:t>ادوار سے ربط ركھتا تھا _ يہ چار بہترين عمارتي</w:t>
      </w:r>
      <w:r w:rsidR="000A0CDC">
        <w:rPr>
          <w:rtl/>
        </w:rPr>
        <w:t xml:space="preserve">ں </w:t>
      </w:r>
      <w:r w:rsidR="0061102A">
        <w:rPr>
          <w:rtl/>
        </w:rPr>
        <w:t>يہ تھي</w:t>
      </w:r>
      <w:r w:rsidR="000A0CDC">
        <w:rPr>
          <w:rtl/>
        </w:rPr>
        <w:t xml:space="preserve">ں </w:t>
      </w:r>
      <w:r w:rsidR="0061102A">
        <w:rPr>
          <w:rtl/>
        </w:rPr>
        <w:t xml:space="preserve">: مسجد شاہ ، مسجد شيخ لطف اللہ ، قيصريہ كے بازار كا دروازہ اور عالى قاپو كى عمارت _ </w:t>
      </w:r>
      <w:r w:rsidR="0061102A" w:rsidRPr="00F67D4B">
        <w:rPr>
          <w:rStyle w:val="libFootnotenumChar"/>
          <w:rtl/>
        </w:rPr>
        <w:t>(1)</w:t>
      </w:r>
      <w:r w:rsidR="0061102A">
        <w:rPr>
          <w:rtl/>
        </w:rPr>
        <w:t xml:space="preserve"> </w:t>
      </w:r>
    </w:p>
    <w:p w:rsidR="0061102A" w:rsidRDefault="0061102A" w:rsidP="00BE6934">
      <w:pPr>
        <w:pStyle w:val="libNormal"/>
        <w:rPr>
          <w:rtl/>
        </w:rPr>
      </w:pPr>
      <w:r>
        <w:rPr>
          <w:rtl/>
        </w:rPr>
        <w:t>شہر كے درميان ميدان شاہ پانچ سوميٹر سے زيادہ رقبہ پر مشتمل تھا بازار بھى تھا اورساتھ ساتھ چوگان بازى اور تير اندازى كے ميدان كا كام بھى ديتا تھا ميدان كے تمام اطراف كو ايك دو طبقہ عمارت نے گھيرے مي</w:t>
      </w:r>
      <w:r w:rsidR="000A0CDC">
        <w:rPr>
          <w:rtl/>
        </w:rPr>
        <w:t xml:space="preserve">ں </w:t>
      </w:r>
      <w:r>
        <w:rPr>
          <w:rtl/>
        </w:rPr>
        <w:t>ليا ہواتھا نچلے طبقہ مي</w:t>
      </w:r>
      <w:r w:rsidR="000A0CDC">
        <w:rPr>
          <w:rtl/>
        </w:rPr>
        <w:t xml:space="preserve">ں </w:t>
      </w:r>
      <w:r>
        <w:rPr>
          <w:rtl/>
        </w:rPr>
        <w:t>دھات كارى اور كندہ كارى والو</w:t>
      </w:r>
      <w:r w:rsidR="000A0CDC">
        <w:rPr>
          <w:rtl/>
        </w:rPr>
        <w:t xml:space="preserve">ں </w:t>
      </w:r>
      <w:r>
        <w:rPr>
          <w:rtl/>
        </w:rPr>
        <w:t>كى دوكاني</w:t>
      </w:r>
      <w:r w:rsidR="000A0CDC">
        <w:rPr>
          <w:rtl/>
        </w:rPr>
        <w:t xml:space="preserve">ں </w:t>
      </w:r>
      <w:r>
        <w:rPr>
          <w:rtl/>
        </w:rPr>
        <w:t>تھي</w:t>
      </w:r>
      <w:r w:rsidR="000A0CDC">
        <w:rPr>
          <w:rtl/>
        </w:rPr>
        <w:t xml:space="preserve">ں </w:t>
      </w:r>
      <w:r>
        <w:rPr>
          <w:rtl/>
        </w:rPr>
        <w:t>كہ جہا</w:t>
      </w:r>
      <w:r w:rsidR="000A0CDC">
        <w:rPr>
          <w:rtl/>
        </w:rPr>
        <w:t xml:space="preserve">ں </w:t>
      </w:r>
      <w:r>
        <w:rPr>
          <w:rtl/>
        </w:rPr>
        <w:t>وہ لوگ اپنى فنى ايجادات مي</w:t>
      </w:r>
      <w:r w:rsidR="000A0CDC">
        <w:rPr>
          <w:rtl/>
        </w:rPr>
        <w:t xml:space="preserve">ں </w:t>
      </w:r>
      <w:r>
        <w:rPr>
          <w:rtl/>
        </w:rPr>
        <w:t xml:space="preserve">مصروف تھے_ </w:t>
      </w:r>
    </w:p>
    <w:p w:rsidR="0061102A" w:rsidRDefault="0061102A" w:rsidP="00BE6934">
      <w:pPr>
        <w:pStyle w:val="libNormal"/>
        <w:rPr>
          <w:rtl/>
        </w:rPr>
      </w:pPr>
      <w:r>
        <w:rPr>
          <w:rtl/>
        </w:rPr>
        <w:t>اس ميدان كے مشرقى حصے مي</w:t>
      </w:r>
      <w:r w:rsidR="000A0CDC">
        <w:rPr>
          <w:rtl/>
        </w:rPr>
        <w:t xml:space="preserve">ں </w:t>
      </w:r>
      <w:r>
        <w:rPr>
          <w:rtl/>
        </w:rPr>
        <w:t>مشہور اور خوبصورت مسجد يعنى مسجد شيخ لطف اللہ تعمير ہوئي تھى _ (1012 قمرى ، 1603 عيسوى ) البتہ مسجد شاہ اصفہان مسجد شيخ لطف اللہ سے بڑى ہے اور اسمي</w:t>
      </w:r>
      <w:r w:rsidR="000A0CDC">
        <w:rPr>
          <w:rtl/>
        </w:rPr>
        <w:t xml:space="preserve">ں </w:t>
      </w:r>
      <w:r>
        <w:rPr>
          <w:rtl/>
        </w:rPr>
        <w:t>ايك قابل ديد اور باشكوہ صحن ہے _ ميدان شاہ كے مغربى جانب چھ طبقات پر مشتمل عالى قاپو كا محل تھا كہ اسكے چوتھے طبقہ مي</w:t>
      </w:r>
      <w:r w:rsidR="000A0CDC">
        <w:rPr>
          <w:rtl/>
        </w:rPr>
        <w:t xml:space="preserve">ں </w:t>
      </w:r>
      <w:r>
        <w:rPr>
          <w:rtl/>
        </w:rPr>
        <w:t>بہت سے ستونو</w:t>
      </w:r>
      <w:r w:rsidR="000A0CDC">
        <w:rPr>
          <w:rtl/>
        </w:rPr>
        <w:t xml:space="preserve">ں </w:t>
      </w:r>
      <w:r>
        <w:rPr>
          <w:rtl/>
        </w:rPr>
        <w:t>والا ايك ايوان ہے جہا</w:t>
      </w:r>
      <w:r w:rsidR="000A0CDC">
        <w:rPr>
          <w:rtl/>
        </w:rPr>
        <w:t xml:space="preserve">ں </w:t>
      </w:r>
      <w:r>
        <w:rPr>
          <w:rtl/>
        </w:rPr>
        <w:t>بادشاہ بيٹھ كہ كھيلي</w:t>
      </w:r>
      <w:r w:rsidR="000A0CDC">
        <w:rPr>
          <w:rtl/>
        </w:rPr>
        <w:t xml:space="preserve">ں </w:t>
      </w:r>
      <w:r>
        <w:rPr>
          <w:rtl/>
        </w:rPr>
        <w:t>اور جشن ديكھا كرتا تھا _ شاہ عباس نے شہر كے مركز مي</w:t>
      </w:r>
      <w:r w:rsidR="000A0CDC">
        <w:rPr>
          <w:rtl/>
        </w:rPr>
        <w:t xml:space="preserve">ں </w:t>
      </w:r>
      <w:r>
        <w:rPr>
          <w:rtl/>
        </w:rPr>
        <w:t>ايك كھلى اور وسيع سڑك بنوائي كر جسكا نام چارباغ ہے كہ جسكے كنارو</w:t>
      </w:r>
      <w:r w:rsidR="000A0CDC">
        <w:rPr>
          <w:rtl/>
        </w:rPr>
        <w:t xml:space="preserve">ں </w:t>
      </w:r>
      <w:r>
        <w:rPr>
          <w:rtl/>
        </w:rPr>
        <w:t>پر درخت چنار كى چندقطاري</w:t>
      </w:r>
      <w:r w:rsidR="000A0CDC">
        <w:rPr>
          <w:rtl/>
        </w:rPr>
        <w:t xml:space="preserve">ں </w:t>
      </w:r>
      <w:r>
        <w:rPr>
          <w:rtl/>
        </w:rPr>
        <w:t>لگوائي</w:t>
      </w:r>
      <w:r w:rsidR="000A0CDC">
        <w:rPr>
          <w:rtl/>
        </w:rPr>
        <w:t xml:space="preserve">ں </w:t>
      </w:r>
      <w:r>
        <w:rPr>
          <w:rtl/>
        </w:rPr>
        <w:t xml:space="preserve">اس سڑك كا اختتام سى و سہ پل يا پل اللہ ورديخان پر ہوتا ہے _ </w:t>
      </w:r>
    </w:p>
    <w:p w:rsidR="0061102A" w:rsidRDefault="0061102A" w:rsidP="00BE6934">
      <w:pPr>
        <w:pStyle w:val="libNormal"/>
        <w:rPr>
          <w:rtl/>
        </w:rPr>
      </w:pPr>
      <w:r>
        <w:rPr>
          <w:rtl/>
        </w:rPr>
        <w:t>شايد جانسن كى بات درست ہے كہ اس نے گيارہوي</w:t>
      </w:r>
      <w:r w:rsidR="000A0CDC">
        <w:rPr>
          <w:rtl/>
        </w:rPr>
        <w:t xml:space="preserve">ں </w:t>
      </w:r>
      <w:r>
        <w:rPr>
          <w:rtl/>
        </w:rPr>
        <w:t>صدى كے اوائل يعنى ستري</w:t>
      </w:r>
      <w:r w:rsidR="000A0CDC">
        <w:rPr>
          <w:rtl/>
        </w:rPr>
        <w:t xml:space="preserve">ں </w:t>
      </w:r>
      <w:r>
        <w:rPr>
          <w:rtl/>
        </w:rPr>
        <w:t>صدى عيسوى كے ابتدائي پچاس سال كو معمارى كى دنيا مي</w:t>
      </w:r>
      <w:r w:rsidR="000A0CDC">
        <w:rPr>
          <w:rtl/>
        </w:rPr>
        <w:t xml:space="preserve">ں </w:t>
      </w:r>
      <w:r>
        <w:rPr>
          <w:rtl/>
        </w:rPr>
        <w:t>اسلامى عروج اور ترقى كا آخرى مرحلہ قرار ديا ہے كيونكہ اس دور مي</w:t>
      </w:r>
      <w:r w:rsidR="000A0CDC">
        <w:rPr>
          <w:rtl/>
        </w:rPr>
        <w:t xml:space="preserve">ں </w:t>
      </w:r>
      <w:r>
        <w:rPr>
          <w:rtl/>
        </w:rPr>
        <w:t>عالم اسلام كے تين مقامات پرفن كے تين شاہكار وجود مي</w:t>
      </w:r>
      <w:r w:rsidR="000A0CDC">
        <w:rPr>
          <w:rtl/>
        </w:rPr>
        <w:t xml:space="preserve">ں </w:t>
      </w:r>
      <w:r>
        <w:rPr>
          <w:rtl/>
        </w:rPr>
        <w:t>آئے :ايران مي</w:t>
      </w:r>
      <w:r w:rsidR="000A0CDC">
        <w:rPr>
          <w:rtl/>
        </w:rPr>
        <w:t xml:space="preserve">ں </w:t>
      </w:r>
      <w:r>
        <w:rPr>
          <w:rtl/>
        </w:rPr>
        <w:t>ميدان شاہ اصفہان ، ہندوستان مي</w:t>
      </w:r>
      <w:r w:rsidR="000A0CDC">
        <w:rPr>
          <w:rtl/>
        </w:rPr>
        <w:t xml:space="preserve">ں </w:t>
      </w:r>
      <w:r>
        <w:rPr>
          <w:rtl/>
        </w:rPr>
        <w:t>تاج محل يا ارجمند بانو بيگم كى آرامگاہ اور عثمانى مملكت مي</w:t>
      </w:r>
      <w:r w:rsidR="000A0CDC">
        <w:rPr>
          <w:rtl/>
        </w:rPr>
        <w:t xml:space="preserve">ں </w:t>
      </w:r>
      <w:r>
        <w:rPr>
          <w:rtl/>
        </w:rPr>
        <w:t xml:space="preserve">مسجد سلطان احمد اول _ </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ہورست و لدمار جنسن ، سابقہ حوالہ ، ص 200 </w:t>
      </w:r>
    </w:p>
    <w:p w:rsidR="00D47FFB" w:rsidRDefault="0061102A" w:rsidP="00BE6934">
      <w:pPr>
        <w:pStyle w:val="libFootnote"/>
        <w:rPr>
          <w:rtl/>
        </w:rPr>
      </w:pPr>
      <w:r>
        <w:rPr>
          <w:rtl/>
        </w:rPr>
        <w:t>2)سابقہ حوالہ، ص 202_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اصفہان مي</w:t>
      </w:r>
      <w:r w:rsidR="000A0CDC">
        <w:rPr>
          <w:rtl/>
        </w:rPr>
        <w:t xml:space="preserve">ں </w:t>
      </w:r>
      <w:r>
        <w:rPr>
          <w:rtl/>
        </w:rPr>
        <w:t>شاہ عباس كے دور مي</w:t>
      </w:r>
      <w:r w:rsidR="000A0CDC">
        <w:rPr>
          <w:rtl/>
        </w:rPr>
        <w:t xml:space="preserve">ں </w:t>
      </w:r>
      <w:r>
        <w:rPr>
          <w:rtl/>
        </w:rPr>
        <w:t>ايك يا دو مصورو</w:t>
      </w:r>
      <w:r w:rsidR="000A0CDC">
        <w:rPr>
          <w:rtl/>
        </w:rPr>
        <w:t xml:space="preserve">ں </w:t>
      </w:r>
      <w:r>
        <w:rPr>
          <w:rtl/>
        </w:rPr>
        <w:t>كى تصاوير اور پينٹنگ بہت زيادہ رائج تھي</w:t>
      </w:r>
      <w:r w:rsidR="000A0CDC">
        <w:rPr>
          <w:rtl/>
        </w:rPr>
        <w:t xml:space="preserve">ں </w:t>
      </w:r>
      <w:r>
        <w:rPr>
          <w:rtl/>
        </w:rPr>
        <w:t>اور لوگو</w:t>
      </w:r>
      <w:r w:rsidR="000A0CDC">
        <w:rPr>
          <w:rtl/>
        </w:rPr>
        <w:t xml:space="preserve">ں </w:t>
      </w:r>
      <w:r>
        <w:rPr>
          <w:rtl/>
        </w:rPr>
        <w:t>مي</w:t>
      </w:r>
      <w:r w:rsidR="000A0CDC">
        <w:rPr>
          <w:rtl/>
        </w:rPr>
        <w:t xml:space="preserve">ں </w:t>
      </w:r>
      <w:r>
        <w:rPr>
          <w:rtl/>
        </w:rPr>
        <w:t>مقبول تھي</w:t>
      </w:r>
      <w:r w:rsidR="000A0CDC">
        <w:rPr>
          <w:rtl/>
        </w:rPr>
        <w:t xml:space="preserve">ں </w:t>
      </w:r>
      <w:r>
        <w:rPr>
          <w:rtl/>
        </w:rPr>
        <w:t>وہ آقا رضا اور پھر رضا عباسى تھے جو اس فنى روش كے سردار مانے جاتے تھے اس فنى اسلوب مي</w:t>
      </w:r>
      <w:r w:rsidR="000A0CDC">
        <w:rPr>
          <w:rtl/>
        </w:rPr>
        <w:t xml:space="preserve">ں </w:t>
      </w:r>
      <w:r>
        <w:rPr>
          <w:rtl/>
        </w:rPr>
        <w:t>معروفترين ہنرمند رضا عباسى تھااسكا شاہ عباس كے دربار سے تعلق تھا اسكى تمام پينٹنگز اس دور كے تمام ہنرمندو</w:t>
      </w:r>
      <w:r w:rsidR="000A0CDC">
        <w:rPr>
          <w:rtl/>
        </w:rPr>
        <w:t xml:space="preserve">ں </w:t>
      </w:r>
      <w:r>
        <w:rPr>
          <w:rtl/>
        </w:rPr>
        <w:t>كيلئے نمونہ عمل كا درجہ اختيار كر گئي تھي</w:t>
      </w:r>
      <w:r w:rsidR="000A0CDC">
        <w:rPr>
          <w:rtl/>
        </w:rPr>
        <w:t xml:space="preserve">ں </w:t>
      </w:r>
      <w:r>
        <w:rPr>
          <w:rtl/>
        </w:rPr>
        <w:t>_ گيا رھوي</w:t>
      </w:r>
      <w:r w:rsidR="000A0CDC">
        <w:rPr>
          <w:rtl/>
        </w:rPr>
        <w:t xml:space="preserve">ں </w:t>
      </w:r>
      <w:r>
        <w:rPr>
          <w:rtl/>
        </w:rPr>
        <w:t>صدى كے پہلے چوتھائي حصہ مي</w:t>
      </w:r>
      <w:r w:rsidR="000A0CDC">
        <w:rPr>
          <w:rtl/>
        </w:rPr>
        <w:t xml:space="preserve">ں </w:t>
      </w:r>
      <w:r>
        <w:rPr>
          <w:rtl/>
        </w:rPr>
        <w:t>ايك اور نامى گرامى مصور معين مصور تھے كہ جنكى افسانو</w:t>
      </w:r>
      <w:r w:rsidR="000A0CDC">
        <w:rPr>
          <w:rtl/>
        </w:rPr>
        <w:t xml:space="preserve">ں </w:t>
      </w:r>
      <w:r>
        <w:rPr>
          <w:rtl/>
        </w:rPr>
        <w:t>اور تاريخ كے حوالے سے پينٹنگز شہرہ آفاق تھي</w:t>
      </w:r>
      <w:r w:rsidR="000A0CDC">
        <w:rPr>
          <w:rtl/>
        </w:rPr>
        <w:t xml:space="preserve">ں </w:t>
      </w:r>
      <w:r>
        <w:rPr>
          <w:rtl/>
        </w:rPr>
        <w:t xml:space="preserve">_ </w:t>
      </w:r>
    </w:p>
    <w:p w:rsidR="0061102A" w:rsidRDefault="0061102A" w:rsidP="00BE6934">
      <w:pPr>
        <w:pStyle w:val="libNormal"/>
        <w:rPr>
          <w:rtl/>
        </w:rPr>
      </w:pPr>
      <w:r>
        <w:rPr>
          <w:rtl/>
        </w:rPr>
        <w:t>ہندوستان مي</w:t>
      </w:r>
      <w:r w:rsidR="000A0CDC">
        <w:rPr>
          <w:rtl/>
        </w:rPr>
        <w:t xml:space="preserve">ں </w:t>
      </w:r>
      <w:r>
        <w:rPr>
          <w:rtl/>
        </w:rPr>
        <w:t>تيمور لنگ كا نواسہ بابر ميرزا كى ہنر سے دلچسپى كے باعث مكتب ہرات كے بعض فنى آثار خصوصاً بہزادكے تمام فن پارو</w:t>
      </w:r>
      <w:r w:rsidR="000A0CDC">
        <w:rPr>
          <w:rtl/>
        </w:rPr>
        <w:t xml:space="preserve">ں </w:t>
      </w:r>
      <w:r>
        <w:rPr>
          <w:rtl/>
        </w:rPr>
        <w:t>كو جمع كيا گيا ، بابر كا بيٹا ہمايو</w:t>
      </w:r>
      <w:r w:rsidR="000A0CDC">
        <w:rPr>
          <w:rtl/>
        </w:rPr>
        <w:t xml:space="preserve">ں </w:t>
      </w:r>
      <w:r>
        <w:rPr>
          <w:rtl/>
        </w:rPr>
        <w:t>كہ جس نے فن و ہنر سے عشق اپنے والد سے وراثت مي</w:t>
      </w:r>
      <w:r w:rsidR="000A0CDC">
        <w:rPr>
          <w:rtl/>
        </w:rPr>
        <w:t xml:space="preserve">ں </w:t>
      </w:r>
      <w:r>
        <w:rPr>
          <w:rtl/>
        </w:rPr>
        <w:t>ليا تھا ايران مي</w:t>
      </w:r>
      <w:r w:rsidR="000A0CDC">
        <w:rPr>
          <w:rtl/>
        </w:rPr>
        <w:t xml:space="preserve">ں </w:t>
      </w:r>
      <w:r>
        <w:rPr>
          <w:rtl/>
        </w:rPr>
        <w:t>ايك سال كے قيام كے بعد ہنرمندو</w:t>
      </w:r>
      <w:r w:rsidR="000A0CDC">
        <w:rPr>
          <w:rtl/>
        </w:rPr>
        <w:t xml:space="preserve">ں </w:t>
      </w:r>
      <w:r>
        <w:rPr>
          <w:rtl/>
        </w:rPr>
        <w:t>كا ايك گروہ بھى ہندوستان ساتھ لے گيا اس سے ايرانى كلچر اور ہنر دوبارہ ہندوستان پر چھانے لگا مصورى مي</w:t>
      </w:r>
      <w:r w:rsidR="000A0CDC">
        <w:rPr>
          <w:rtl/>
        </w:rPr>
        <w:t xml:space="preserve">ں </w:t>
      </w:r>
      <w:r>
        <w:rPr>
          <w:rtl/>
        </w:rPr>
        <w:t>ہندوستان كے مغليہ آرٹ كى روش ايرانى اور ہندوستانى مصورى كى آميزش كا ثمرہ تھى _ ہند مي</w:t>
      </w:r>
      <w:r w:rsidR="000A0CDC">
        <w:rPr>
          <w:rtl/>
        </w:rPr>
        <w:t xml:space="preserve">ں </w:t>
      </w:r>
      <w:r>
        <w:rPr>
          <w:rtl/>
        </w:rPr>
        <w:t>مغليہ آرٹ كے بانى مير سيد على تبريزى اور عبدالصمد شيرازى تھے_ امير حمزہ كى داستان كو تصويرو</w:t>
      </w:r>
      <w:r w:rsidR="000A0CDC">
        <w:rPr>
          <w:rtl/>
        </w:rPr>
        <w:t xml:space="preserve">ں </w:t>
      </w:r>
      <w:r>
        <w:rPr>
          <w:rtl/>
        </w:rPr>
        <w:t>مي</w:t>
      </w:r>
      <w:r w:rsidR="000A0CDC">
        <w:rPr>
          <w:rtl/>
        </w:rPr>
        <w:t xml:space="preserve">ں </w:t>
      </w:r>
      <w:r>
        <w:rPr>
          <w:rtl/>
        </w:rPr>
        <w:t>لانے كے بہت بڑے كام پر مير سيد على اور پچاس ديگر ہندوستانى ہنرمندو</w:t>
      </w:r>
      <w:r w:rsidR="000A0CDC">
        <w:rPr>
          <w:rtl/>
        </w:rPr>
        <w:t xml:space="preserve">ں </w:t>
      </w:r>
      <w:r>
        <w:rPr>
          <w:rtl/>
        </w:rPr>
        <w:t>نے كام كيا اور يہ كام ہمايو</w:t>
      </w:r>
      <w:r w:rsidR="000A0CDC">
        <w:rPr>
          <w:rtl/>
        </w:rPr>
        <w:t xml:space="preserve">ں </w:t>
      </w:r>
      <w:r>
        <w:rPr>
          <w:rtl/>
        </w:rPr>
        <w:t>كے بيٹے اكبر بادشاہ كے زمانے مي</w:t>
      </w:r>
      <w:r w:rsidR="000A0CDC">
        <w:rPr>
          <w:rtl/>
        </w:rPr>
        <w:t xml:space="preserve">ں </w:t>
      </w:r>
      <w:r>
        <w:rPr>
          <w:rtl/>
        </w:rPr>
        <w:t xml:space="preserve">ختم ہوا _ </w:t>
      </w:r>
      <w:r w:rsidRPr="00F67D4B">
        <w:rPr>
          <w:rStyle w:val="libFootnotenumChar"/>
          <w:rtl/>
        </w:rPr>
        <w:t>(1)</w:t>
      </w:r>
      <w:r>
        <w:rPr>
          <w:rtl/>
        </w:rPr>
        <w:t xml:space="preserve"> </w:t>
      </w:r>
    </w:p>
    <w:p w:rsidR="0061102A" w:rsidRDefault="0061102A" w:rsidP="00BE6934">
      <w:pPr>
        <w:pStyle w:val="libNormal"/>
        <w:rPr>
          <w:rtl/>
        </w:rPr>
      </w:pPr>
      <w:r>
        <w:rPr>
          <w:rtl/>
        </w:rPr>
        <w:t>اكبر كہ جو مغليہ سلسلہ كا سب سے بڑا بادشاہ تھا معمارى سے بہت زيادہ دلچسپى ركھتا تھا اس نے آگرہ اور فتح پور سيكرى مي</w:t>
      </w:r>
      <w:r w:rsidR="000A0CDC">
        <w:rPr>
          <w:rtl/>
        </w:rPr>
        <w:t xml:space="preserve">ں </w:t>
      </w:r>
      <w:r>
        <w:rPr>
          <w:rtl/>
        </w:rPr>
        <w:t>بہت سے گنبد اور قبّے اور محلات تعمير كروائے فتح پور كى بڑى مسجد ايرانى اور ہندوستانى آرٹ كا ملاپ تھى _ اس نے 1014 قمرى مي</w:t>
      </w:r>
      <w:r w:rsidR="000A0CDC">
        <w:rPr>
          <w:rtl/>
        </w:rPr>
        <w:t xml:space="preserve">ں </w:t>
      </w:r>
      <w:r>
        <w:rPr>
          <w:rtl/>
        </w:rPr>
        <w:t>انتقال كيا اور اسكا بيٹا جھانگير تخت حكومت پر رونق افروز ہوا وہ مصورى اور افسانوى پيٹنگ كا دلدادہ تھا _ اسى ليے ہندوستان مي</w:t>
      </w:r>
      <w:r w:rsidR="000A0CDC">
        <w:rPr>
          <w:rtl/>
        </w:rPr>
        <w:t xml:space="preserve">ں </w:t>
      </w:r>
      <w:r>
        <w:rPr>
          <w:rtl/>
        </w:rPr>
        <w:t>فن مصورى كى مقبوليت جارى رہى _ 1038 مي</w:t>
      </w:r>
      <w:r w:rsidR="000A0CDC">
        <w:rPr>
          <w:rtl/>
        </w:rPr>
        <w:t xml:space="preserve">ں </w:t>
      </w:r>
      <w:r>
        <w:rPr>
          <w:rtl/>
        </w:rPr>
        <w:t>جھانگير كا بيٹا شہاب الدين المعروف شاہ جہان بادشاہ بنا تو اس دور تك فن مصورى بہت ترقى كر چكا تھا وہ اس كے ساتھ ساتھ معمارى مي</w:t>
      </w:r>
      <w:r w:rsidR="000A0CDC">
        <w:rPr>
          <w:rtl/>
        </w:rPr>
        <w:t xml:space="preserve">ں </w:t>
      </w:r>
      <w:r>
        <w:rPr>
          <w:rtl/>
        </w:rPr>
        <w:t xml:space="preserve">بھى كافى دلچسپى ركھتا تھا اس نے اپنى ملكہ ارجمند بانو بيگم كى ابدى آرامگاہ كے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ذبيح اللہ صفا ، سابقہ حوالہ، ص 13_ 41_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عنوان سے خوبصورت اور عظيم الشان'' تاج محل '' بنانے كا حكم صادر كيا اس تاريخى عمارت كا فن معمارى تيمور كے دور كى ايرانى معمارى سے متاثر تھا _ يہ آرامگاہ اگر چہ شاہ جہا</w:t>
      </w:r>
      <w:r w:rsidR="000A0CDC">
        <w:rPr>
          <w:rtl/>
        </w:rPr>
        <w:t xml:space="preserve">ں </w:t>
      </w:r>
      <w:r>
        <w:rPr>
          <w:rtl/>
        </w:rPr>
        <w:t xml:space="preserve">نے اپنى ملكہ كيلئے تيار كروائي تھى ليكن وہ خود بھى ساتھ ہى دفن ہے _ </w:t>
      </w:r>
    </w:p>
    <w:p w:rsidR="0061102A" w:rsidRDefault="0061102A" w:rsidP="00BE6934">
      <w:pPr>
        <w:pStyle w:val="libNormal"/>
        <w:rPr>
          <w:rtl/>
        </w:rPr>
      </w:pPr>
      <w:r>
        <w:rPr>
          <w:rtl/>
        </w:rPr>
        <w:t>ايران مي</w:t>
      </w:r>
      <w:r w:rsidR="000A0CDC">
        <w:rPr>
          <w:rtl/>
        </w:rPr>
        <w:t xml:space="preserve">ں </w:t>
      </w:r>
      <w:r>
        <w:rPr>
          <w:rtl/>
        </w:rPr>
        <w:t>صفوى عہد كا آخرى زمانہ اور ہندوستان مي</w:t>
      </w:r>
      <w:r w:rsidR="000A0CDC">
        <w:rPr>
          <w:rtl/>
        </w:rPr>
        <w:t xml:space="preserve">ں </w:t>
      </w:r>
      <w:r>
        <w:rPr>
          <w:rtl/>
        </w:rPr>
        <w:t>مغليہ دور كا آخرى زمانہ دونو</w:t>
      </w:r>
      <w:r w:rsidR="000A0CDC">
        <w:rPr>
          <w:rtl/>
        </w:rPr>
        <w:t xml:space="preserve">ں </w:t>
      </w:r>
      <w:r>
        <w:rPr>
          <w:rtl/>
        </w:rPr>
        <w:t>ہى اندرونى اختلافات اور جنگو</w:t>
      </w:r>
      <w:r w:rsidR="000A0CDC">
        <w:rPr>
          <w:rtl/>
        </w:rPr>
        <w:t xml:space="preserve">ں </w:t>
      </w:r>
      <w:r>
        <w:rPr>
          <w:rtl/>
        </w:rPr>
        <w:t>سے دوچار تھے ليكن اسكے باوجود دونو</w:t>
      </w:r>
      <w:r w:rsidR="000A0CDC">
        <w:rPr>
          <w:rtl/>
        </w:rPr>
        <w:t xml:space="preserve">ں </w:t>
      </w:r>
      <w:r>
        <w:rPr>
          <w:rtl/>
        </w:rPr>
        <w:t>حكومتي</w:t>
      </w:r>
      <w:r w:rsidR="000A0CDC">
        <w:rPr>
          <w:rtl/>
        </w:rPr>
        <w:t xml:space="preserve">ں </w:t>
      </w:r>
      <w:r>
        <w:rPr>
          <w:rtl/>
        </w:rPr>
        <w:t>سانس لے رہي</w:t>
      </w:r>
      <w:r w:rsidR="000A0CDC">
        <w:rPr>
          <w:rtl/>
        </w:rPr>
        <w:t xml:space="preserve">ں </w:t>
      </w:r>
      <w:r>
        <w:rPr>
          <w:rtl/>
        </w:rPr>
        <w:t>تھي</w:t>
      </w:r>
      <w:r w:rsidR="000A0CDC">
        <w:rPr>
          <w:rtl/>
        </w:rPr>
        <w:t xml:space="preserve">ں </w:t>
      </w:r>
      <w:r>
        <w:rPr>
          <w:rtl/>
        </w:rPr>
        <w:t>كہ نادرشاہ افشار نے دونو</w:t>
      </w:r>
      <w:r w:rsidR="000A0CDC">
        <w:rPr>
          <w:rtl/>
        </w:rPr>
        <w:t xml:space="preserve">ں </w:t>
      </w:r>
      <w:r>
        <w:rPr>
          <w:rtl/>
        </w:rPr>
        <w:t>بادشاہتو</w:t>
      </w:r>
      <w:r w:rsidR="000A0CDC">
        <w:rPr>
          <w:rtl/>
        </w:rPr>
        <w:t xml:space="preserve">ں </w:t>
      </w:r>
      <w:r>
        <w:rPr>
          <w:rtl/>
        </w:rPr>
        <w:t>كو ختم كرديا _ اسى زمانہ مي</w:t>
      </w:r>
      <w:r w:rsidR="000A0CDC">
        <w:rPr>
          <w:rtl/>
        </w:rPr>
        <w:t xml:space="preserve">ں </w:t>
      </w:r>
      <w:r>
        <w:rPr>
          <w:rtl/>
        </w:rPr>
        <w:t>عثمانى بادشاہت كافى حد تك اطمينان و آسايش سے بہرہ مند تھى اور سلطان احمد جشن و سرور كا دلدادہ تھا _ اسى ليے اس دور كے فنكارو</w:t>
      </w:r>
      <w:r w:rsidR="000A0CDC">
        <w:rPr>
          <w:rtl/>
        </w:rPr>
        <w:t xml:space="preserve">ں </w:t>
      </w:r>
      <w:r>
        <w:rPr>
          <w:rtl/>
        </w:rPr>
        <w:t xml:space="preserve">كى افسانوى تصاوير اور پينٹنگز مثلا لونى </w:t>
      </w:r>
      <w:r w:rsidRPr="00F67D4B">
        <w:rPr>
          <w:rStyle w:val="libFootnotenumChar"/>
          <w:rtl/>
        </w:rPr>
        <w:t>(1)</w:t>
      </w:r>
      <w:r>
        <w:rPr>
          <w:rtl/>
        </w:rPr>
        <w:t xml:space="preserve"> ابھى بھى موجود مي</w:t>
      </w:r>
      <w:r w:rsidR="000A0CDC">
        <w:rPr>
          <w:rtl/>
        </w:rPr>
        <w:t xml:space="preserve">ں </w:t>
      </w:r>
      <w:r>
        <w:rPr>
          <w:rtl/>
        </w:rPr>
        <w:t>اور انكى تعداد سو سے بھى زيادہ ہے 1727 عيسوى يا 1140 قمرى مي</w:t>
      </w:r>
      <w:r w:rsidR="000A0CDC">
        <w:rPr>
          <w:rtl/>
        </w:rPr>
        <w:t xml:space="preserve">ں </w:t>
      </w:r>
      <w:r>
        <w:rPr>
          <w:rtl/>
        </w:rPr>
        <w:t>استانبول مي</w:t>
      </w:r>
      <w:r w:rsidR="000A0CDC">
        <w:rPr>
          <w:rtl/>
        </w:rPr>
        <w:t xml:space="preserve">ں </w:t>
      </w:r>
      <w:r>
        <w:rPr>
          <w:rtl/>
        </w:rPr>
        <w:t>چھاپ خانے كى صنعت آنے سے قلمى نسخو</w:t>
      </w:r>
      <w:r w:rsidR="000A0CDC">
        <w:rPr>
          <w:rtl/>
        </w:rPr>
        <w:t xml:space="preserve">ں </w:t>
      </w:r>
      <w:r>
        <w:rPr>
          <w:rtl/>
        </w:rPr>
        <w:t>اور كتابو</w:t>
      </w:r>
      <w:r w:rsidR="000A0CDC">
        <w:rPr>
          <w:rtl/>
        </w:rPr>
        <w:t xml:space="preserve">ں </w:t>
      </w:r>
      <w:r>
        <w:rPr>
          <w:rtl/>
        </w:rPr>
        <w:t>كو دربارہ لكھنے اور انكى تصويري</w:t>
      </w:r>
      <w:r w:rsidR="000A0CDC">
        <w:rPr>
          <w:rtl/>
        </w:rPr>
        <w:t xml:space="preserve">ں </w:t>
      </w:r>
      <w:r>
        <w:rPr>
          <w:rtl/>
        </w:rPr>
        <w:t>بنانے كا دور شروع ہوا _ سلطان احمد سوم كے آخرى دور سے عثمانى سلطنت كى معمارى يورپى معمارى سے متاثر ہوئي اور ديگر اسلامى فنون مصورى ، مٹى كے برتن بنانا اور اينٹو</w:t>
      </w:r>
      <w:r w:rsidR="000A0CDC">
        <w:rPr>
          <w:rtl/>
        </w:rPr>
        <w:t xml:space="preserve">ں </w:t>
      </w:r>
      <w:r>
        <w:rPr>
          <w:rtl/>
        </w:rPr>
        <w:t>پر نقش و نگار دسوي</w:t>
      </w:r>
      <w:r w:rsidR="000A0CDC">
        <w:rPr>
          <w:rtl/>
        </w:rPr>
        <w:t xml:space="preserve">ں </w:t>
      </w:r>
      <w:r>
        <w:rPr>
          <w:rtl/>
        </w:rPr>
        <w:t>صدى ہجرى كى رونق كھو چكے تھے ،البتہ قيمتى پتھرو</w:t>
      </w:r>
      <w:r w:rsidR="000A0CDC">
        <w:rPr>
          <w:rtl/>
        </w:rPr>
        <w:t xml:space="preserve">ں </w:t>
      </w:r>
      <w:r>
        <w:rPr>
          <w:rtl/>
        </w:rPr>
        <w:t>كو تراشنے ، كپڑو</w:t>
      </w:r>
      <w:r w:rsidR="000A0CDC">
        <w:rPr>
          <w:rtl/>
        </w:rPr>
        <w:t xml:space="preserve">ں </w:t>
      </w:r>
      <w:r>
        <w:rPr>
          <w:rtl/>
        </w:rPr>
        <w:t>پر كڑھائي اور زرى كا كام سترھوي</w:t>
      </w:r>
      <w:r w:rsidR="000A0CDC">
        <w:rPr>
          <w:rtl/>
        </w:rPr>
        <w:t xml:space="preserve">ں </w:t>
      </w:r>
      <w:r>
        <w:rPr>
          <w:rtl/>
        </w:rPr>
        <w:t xml:space="preserve">صدى كے وسط تك چلتا رہا_ </w:t>
      </w:r>
    </w:p>
    <w:p w:rsidR="0061102A" w:rsidRDefault="0061102A" w:rsidP="00BE6934">
      <w:pPr>
        <w:pStyle w:val="libNormal"/>
        <w:rPr>
          <w:rtl/>
        </w:rPr>
      </w:pPr>
      <w:r>
        <w:rPr>
          <w:rtl/>
        </w:rPr>
        <w:t>قاجارى دور مي</w:t>
      </w:r>
      <w:r w:rsidR="000A0CDC">
        <w:rPr>
          <w:rtl/>
        </w:rPr>
        <w:t xml:space="preserve">ں </w:t>
      </w:r>
      <w:r>
        <w:rPr>
          <w:rtl/>
        </w:rPr>
        <w:t>صفوى دور كے فنون كو باقى ركھنے كى كوششي</w:t>
      </w:r>
      <w:r w:rsidR="000A0CDC">
        <w:rPr>
          <w:rtl/>
        </w:rPr>
        <w:t xml:space="preserve">ں </w:t>
      </w:r>
      <w:r>
        <w:rPr>
          <w:rtl/>
        </w:rPr>
        <w:t>ہوئي</w:t>
      </w:r>
      <w:r w:rsidR="000A0CDC">
        <w:rPr>
          <w:rtl/>
        </w:rPr>
        <w:t xml:space="preserve">ں </w:t>
      </w:r>
      <w:r>
        <w:rPr>
          <w:rtl/>
        </w:rPr>
        <w:t>مگر كامياب نہ ہو سكے</w:t>
      </w:r>
      <w:r w:rsidR="000A0CDC">
        <w:rPr>
          <w:rtl/>
        </w:rPr>
        <w:t xml:space="preserve">ں </w:t>
      </w:r>
      <w:r>
        <w:rPr>
          <w:rtl/>
        </w:rPr>
        <w:t>كيونكہ بہت سے فنون زوال كا شكار ہوگئے تھے ليكن خوشنويسى كا ہنر تينو</w:t>
      </w:r>
      <w:r w:rsidR="000A0CDC">
        <w:rPr>
          <w:rtl/>
        </w:rPr>
        <w:t xml:space="preserve">ں </w:t>
      </w:r>
      <w:r>
        <w:rPr>
          <w:rtl/>
        </w:rPr>
        <w:t>اقسام نستعليق ، شكستہ نستعليق اور نسخ مي</w:t>
      </w:r>
      <w:r w:rsidR="000A0CDC">
        <w:rPr>
          <w:rtl/>
        </w:rPr>
        <w:t xml:space="preserve">ں </w:t>
      </w:r>
      <w:r>
        <w:rPr>
          <w:rtl/>
        </w:rPr>
        <w:t>اپنى بلندى كو چھونے لگا _ اسى طرح پھول اور پرندو</w:t>
      </w:r>
      <w:r w:rsidR="000A0CDC">
        <w:rPr>
          <w:rtl/>
        </w:rPr>
        <w:t xml:space="preserve">ں </w:t>
      </w:r>
      <w:r>
        <w:rPr>
          <w:rtl/>
        </w:rPr>
        <w:t>كے حوالے سے مصورى كے فن خصوصاً لاكى كے آثار نے بہت ترقى كى اور اسى دور مي</w:t>
      </w:r>
      <w:r w:rsidR="000A0CDC">
        <w:rPr>
          <w:rtl/>
        </w:rPr>
        <w:t xml:space="preserve">ں </w:t>
      </w:r>
      <w:r>
        <w:rPr>
          <w:rtl/>
        </w:rPr>
        <w:t xml:space="preserve">كتاب سے ہٹ كر فن مصورى نے ايك ايرانى مكتب كى شكل اختيار كى _ </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pPr>
      <w:r>
        <w:rPr>
          <w:rtl/>
        </w:rPr>
        <w:t xml:space="preserve">1) </w:t>
      </w:r>
      <w:r>
        <w:t>Levni</w:t>
      </w:r>
      <w:r>
        <w:rPr>
          <w:rtl/>
        </w:rPr>
        <w:t xml:space="preserve"> </w:t>
      </w:r>
    </w:p>
    <w:p w:rsidR="00D47FFB" w:rsidRDefault="0061102A" w:rsidP="00BE6934">
      <w:pPr>
        <w:pStyle w:val="libFootnote"/>
        <w:rPr>
          <w:rtl/>
        </w:rPr>
      </w:pPr>
      <w:r>
        <w:rPr>
          <w:rtl/>
        </w:rPr>
        <w:t>2) مرصع رنگين ، منتخبى از آثار نفيس خوشنويسان بزرگ ايران تا نيمہ قرن چہاردہم ،تہران ، ج 1، نگارستان خط ، مجموعہ آثار ميرزا غلامرضا اصفہانى ، احمد سھيل خوانسارى كى كوشش_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76" w:name="_Toc268632"/>
      <w:r>
        <w:rPr>
          <w:rtl/>
        </w:rPr>
        <w:t>2_ علم موسيقي</w:t>
      </w:r>
      <w:bookmarkEnd w:id="76"/>
    </w:p>
    <w:p w:rsidR="0061102A" w:rsidRDefault="0061102A" w:rsidP="00BE6934">
      <w:pPr>
        <w:pStyle w:val="libNormal"/>
        <w:rPr>
          <w:rtl/>
        </w:rPr>
      </w:pPr>
      <w:r>
        <w:rPr>
          <w:rtl/>
        </w:rPr>
        <w:t>عباسى خلافت كے دور مي</w:t>
      </w:r>
      <w:r w:rsidR="000A0CDC">
        <w:rPr>
          <w:rtl/>
        </w:rPr>
        <w:t xml:space="preserve">ں </w:t>
      </w:r>
      <w:r>
        <w:rPr>
          <w:rtl/>
        </w:rPr>
        <w:t>اور اس زمانہ مي</w:t>
      </w:r>
      <w:r w:rsidR="000A0CDC">
        <w:rPr>
          <w:rtl/>
        </w:rPr>
        <w:t xml:space="preserve">ں </w:t>
      </w:r>
      <w:r>
        <w:rPr>
          <w:rtl/>
        </w:rPr>
        <w:t>كہ جب تحريك ترجمہ اپنے عروج پر تھى _ ايران ، ہندوستان اور يونان سے موسيقى كى كتب ترجمہ ہوئي</w:t>
      </w:r>
      <w:r w:rsidR="000A0CDC">
        <w:rPr>
          <w:rtl/>
        </w:rPr>
        <w:t xml:space="preserve">ں </w:t>
      </w:r>
      <w:r>
        <w:rPr>
          <w:rtl/>
        </w:rPr>
        <w:t>_ عباسى خلفاء نے بھى علم موسيقى كى ترويج اور وسعت مي</w:t>
      </w:r>
      <w:r w:rsidR="000A0CDC">
        <w:rPr>
          <w:rtl/>
        </w:rPr>
        <w:t xml:space="preserve">ں </w:t>
      </w:r>
      <w:r>
        <w:rPr>
          <w:rtl/>
        </w:rPr>
        <w:t>بھر پور سعى كى _ يہا</w:t>
      </w:r>
      <w:r w:rsidR="000A0CDC">
        <w:rPr>
          <w:rtl/>
        </w:rPr>
        <w:t xml:space="preserve">ں </w:t>
      </w:r>
      <w:r>
        <w:rPr>
          <w:rtl/>
        </w:rPr>
        <w:t>ہم عباسى دور كے موسيقيدانو</w:t>
      </w:r>
      <w:r w:rsidR="000A0CDC">
        <w:rPr>
          <w:rtl/>
        </w:rPr>
        <w:t xml:space="preserve">ں </w:t>
      </w:r>
      <w:r>
        <w:rPr>
          <w:rtl/>
        </w:rPr>
        <w:t>كے آثار اوراختراعات كا مختصر سا ذكر كرتے ہي</w:t>
      </w:r>
      <w:r w:rsidR="000A0CDC">
        <w:rPr>
          <w:rtl/>
        </w:rPr>
        <w:t xml:space="preserve">ں </w:t>
      </w:r>
      <w:r>
        <w:rPr>
          <w:rtl/>
        </w:rPr>
        <w:t xml:space="preserve">: </w:t>
      </w:r>
    </w:p>
    <w:p w:rsidR="0061102A" w:rsidRDefault="0061102A" w:rsidP="00BE6934">
      <w:pPr>
        <w:pStyle w:val="libNormal"/>
        <w:rPr>
          <w:rtl/>
        </w:rPr>
      </w:pPr>
      <w:r>
        <w:rPr>
          <w:rtl/>
        </w:rPr>
        <w:t>ابراہيم بن ماہان موصلى (188 _ 125 قمرى ) اسكا والد ماہان ،ارجان يا ارگان فارس كا دہقان تھا فارس سے ہجرت كرتاہوا كوفہ پہنچا وہا</w:t>
      </w:r>
      <w:r w:rsidR="000A0CDC">
        <w:rPr>
          <w:rtl/>
        </w:rPr>
        <w:t xml:space="preserve">ں </w:t>
      </w:r>
      <w:r>
        <w:rPr>
          <w:rtl/>
        </w:rPr>
        <w:t>ايك ايرانى خاندان مي</w:t>
      </w:r>
      <w:r w:rsidR="000A0CDC">
        <w:rPr>
          <w:rtl/>
        </w:rPr>
        <w:t xml:space="preserve">ں </w:t>
      </w:r>
      <w:r>
        <w:rPr>
          <w:rtl/>
        </w:rPr>
        <w:t>شادى كى _ ابراہيم نے موسيقى كا فن ايرانى موسقيدانو</w:t>
      </w:r>
      <w:r w:rsidR="000A0CDC">
        <w:rPr>
          <w:rtl/>
        </w:rPr>
        <w:t xml:space="preserve">ں </w:t>
      </w:r>
      <w:r>
        <w:rPr>
          <w:rtl/>
        </w:rPr>
        <w:t>''جو انويہ ''سے سيكھا اور حيرت انگيز ترقى كى كہ اسكى شہرت عباسى خليفہ مہدى كى دربار تك پہنچى عباس خليفہ مہدى اور اسكے بيٹے ہارون الرشيد كى دعوت سے ابراہيم نے دربار مي</w:t>
      </w:r>
      <w:r w:rsidR="000A0CDC">
        <w:rPr>
          <w:rtl/>
        </w:rPr>
        <w:t xml:space="preserve">ں </w:t>
      </w:r>
      <w:r>
        <w:rPr>
          <w:rtl/>
        </w:rPr>
        <w:t xml:space="preserve">خاص مقام و منزلت پائي _ بغداد اور دربار خلفاء كے اكثر گلوكار ، موسيقار، بالخصوص فن موسيقى كے بزرگ دانشور حضرات مثلا اسحاق موصلى اسى كے تربيت يافتہ شاگرد تھے _ </w:t>
      </w:r>
      <w:r w:rsidRPr="00F67D4B">
        <w:rPr>
          <w:rStyle w:val="libFootnotenumChar"/>
          <w:rtl/>
        </w:rPr>
        <w:t>(1)</w:t>
      </w:r>
      <w:r>
        <w:rPr>
          <w:rtl/>
        </w:rPr>
        <w:t xml:space="preserve"> </w:t>
      </w:r>
    </w:p>
    <w:p w:rsidR="0061102A" w:rsidRDefault="0061102A" w:rsidP="00BE6934">
      <w:pPr>
        <w:pStyle w:val="libNormal"/>
        <w:rPr>
          <w:rtl/>
        </w:rPr>
      </w:pPr>
      <w:r>
        <w:rPr>
          <w:rtl/>
        </w:rPr>
        <w:t>اسحاق موصلي، ابراہيم موصلى كا بيٹا تھا كہ جو تقريباً 150 قمرى مي</w:t>
      </w:r>
      <w:r w:rsidR="000A0CDC">
        <w:rPr>
          <w:rtl/>
        </w:rPr>
        <w:t xml:space="preserve">ں </w:t>
      </w:r>
      <w:r>
        <w:rPr>
          <w:rtl/>
        </w:rPr>
        <w:t>رى مي</w:t>
      </w:r>
      <w:r w:rsidR="000A0CDC">
        <w:rPr>
          <w:rtl/>
        </w:rPr>
        <w:t xml:space="preserve">ں </w:t>
      </w:r>
      <w:r>
        <w:rPr>
          <w:rtl/>
        </w:rPr>
        <w:t>پيدا ہوا اس نے علم موسيقى كے اصول و قواعد اپنے والد اور مامو</w:t>
      </w:r>
      <w:r w:rsidR="000A0CDC">
        <w:rPr>
          <w:rtl/>
        </w:rPr>
        <w:t xml:space="preserve">ں </w:t>
      </w:r>
      <w:r>
        <w:rPr>
          <w:rtl/>
        </w:rPr>
        <w:t>منصور زلزل كے ہا</w:t>
      </w:r>
      <w:r w:rsidR="000A0CDC">
        <w:rPr>
          <w:rtl/>
        </w:rPr>
        <w:t xml:space="preserve">ں </w:t>
      </w:r>
      <w:r>
        <w:rPr>
          <w:rtl/>
        </w:rPr>
        <w:t>سيكھے اور اپنے دور مي</w:t>
      </w:r>
      <w:r w:rsidR="000A0CDC">
        <w:rPr>
          <w:rtl/>
        </w:rPr>
        <w:t xml:space="preserve">ں </w:t>
      </w:r>
      <w:r>
        <w:rPr>
          <w:rtl/>
        </w:rPr>
        <w:t>علم موسيقى مي</w:t>
      </w:r>
      <w:r w:rsidR="000A0CDC">
        <w:rPr>
          <w:rtl/>
        </w:rPr>
        <w:t xml:space="preserve">ں </w:t>
      </w:r>
      <w:r>
        <w:rPr>
          <w:rtl/>
        </w:rPr>
        <w:t>بے نظير مقام حاصل كيا اسكے موسيقى مي</w:t>
      </w:r>
      <w:r w:rsidR="000A0CDC">
        <w:rPr>
          <w:rtl/>
        </w:rPr>
        <w:t xml:space="preserve">ں </w:t>
      </w:r>
      <w:r>
        <w:rPr>
          <w:rtl/>
        </w:rPr>
        <w:t>مكتوب آثار مثلا الاغانى و الكبير ، النغم ، الايقاع اغانى معبد اور كتاب الرقص اب موجود نہي</w:t>
      </w:r>
      <w:r w:rsidR="000A0CDC">
        <w:rPr>
          <w:rtl/>
        </w:rPr>
        <w:t xml:space="preserve">ں </w:t>
      </w:r>
      <w:r>
        <w:rPr>
          <w:rtl/>
        </w:rPr>
        <w:t>ہي</w:t>
      </w:r>
      <w:r w:rsidR="000A0CDC">
        <w:rPr>
          <w:rtl/>
        </w:rPr>
        <w:t xml:space="preserve">ں </w:t>
      </w:r>
      <w:r>
        <w:rPr>
          <w:rtl/>
        </w:rPr>
        <w:t>يہ ہارون الرشيد ، مامون ، معتصم اور واثق عباسى كے دور مي</w:t>
      </w:r>
      <w:r w:rsidR="000A0CDC">
        <w:rPr>
          <w:rtl/>
        </w:rPr>
        <w:t xml:space="preserve">ں </w:t>
      </w:r>
      <w:r>
        <w:rPr>
          <w:rtl/>
        </w:rPr>
        <w:t>رہا اور 235 مي</w:t>
      </w:r>
      <w:r w:rsidR="000A0CDC">
        <w:rPr>
          <w:rtl/>
        </w:rPr>
        <w:t xml:space="preserve">ں </w:t>
      </w:r>
      <w:r>
        <w:rPr>
          <w:rtl/>
        </w:rPr>
        <w:t xml:space="preserve">اسكا انتقال ہوا _ </w:t>
      </w:r>
    </w:p>
    <w:p w:rsidR="0061102A" w:rsidRDefault="0061102A" w:rsidP="00BE6934">
      <w:pPr>
        <w:pStyle w:val="libNormal"/>
        <w:rPr>
          <w:rtl/>
        </w:rPr>
      </w:pPr>
      <w:r>
        <w:rPr>
          <w:rtl/>
        </w:rPr>
        <w:t>ابوالحسن على بن نافع ، اسكا لقب زرياب تھا وہ بصرى كے عنوان سے معروف تھا اور نسب كے اعتبار سے ايرانى اور اسحاق موصلى كے شاگردو</w:t>
      </w:r>
      <w:r w:rsidR="000A0CDC">
        <w:rPr>
          <w:rtl/>
        </w:rPr>
        <w:t xml:space="preserve">ں </w:t>
      </w:r>
      <w:r>
        <w:rPr>
          <w:rtl/>
        </w:rPr>
        <w:t>مي</w:t>
      </w:r>
      <w:r w:rsidR="000A0CDC">
        <w:rPr>
          <w:rtl/>
        </w:rPr>
        <w:t xml:space="preserve">ں </w:t>
      </w:r>
      <w:r>
        <w:rPr>
          <w:rtl/>
        </w:rPr>
        <w:t>سے تھا _ اس نے ايرانى موسيقى كے آلہ'' بربط'' مي</w:t>
      </w:r>
      <w:r w:rsidR="000A0CDC">
        <w:rPr>
          <w:rtl/>
        </w:rPr>
        <w:t xml:space="preserve">ں </w:t>
      </w:r>
      <w:r>
        <w:rPr>
          <w:rtl/>
        </w:rPr>
        <w:t>جدت پيدا كي_ بربط كے چارتارو</w:t>
      </w:r>
      <w:r w:rsidR="000A0CDC">
        <w:rPr>
          <w:rtl/>
        </w:rPr>
        <w:t xml:space="preserve">ں </w:t>
      </w:r>
      <w:r>
        <w:rPr>
          <w:rtl/>
        </w:rPr>
        <w:t>مي</w:t>
      </w:r>
      <w:r w:rsidR="000A0CDC">
        <w:rPr>
          <w:rtl/>
        </w:rPr>
        <w:t xml:space="preserve">ں </w:t>
      </w:r>
      <w:r>
        <w:rPr>
          <w:rtl/>
        </w:rPr>
        <w:t>ايك اور تار كا اضافہ كيا اور بربط كو بنانے كيلئے عقاب كے ناخن اور شير كے بچے كى انتڑيو</w:t>
      </w:r>
      <w:r w:rsidR="000A0CDC">
        <w:rPr>
          <w:rtl/>
        </w:rPr>
        <w:t xml:space="preserve">ں </w:t>
      </w:r>
      <w:r>
        <w:rPr>
          <w:rtl/>
        </w:rPr>
        <w:t>كو استعمال كيا كہ اس سے بربط كى آواز زيادہ جاذب ہوگئي زرياب نے اپنے مكتب مي</w:t>
      </w:r>
      <w:r w:rsidR="000A0CDC">
        <w:rPr>
          <w:rtl/>
        </w:rPr>
        <w:t xml:space="preserve">ں </w:t>
      </w:r>
      <w:r>
        <w:rPr>
          <w:rtl/>
        </w:rPr>
        <w:t xml:space="preserve">فن موسيقى كے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ابوالفرج اصفہانى ، الاغانى ، قاہرہ ، ج 5 ، ص 208، ص 230_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حوالے سے نئے اصول و قواعد بنائے_ اور اسى كا شيوہ اہل مغرب مي</w:t>
      </w:r>
      <w:r w:rsidR="000A0CDC">
        <w:rPr>
          <w:rtl/>
        </w:rPr>
        <w:t xml:space="preserve">ں </w:t>
      </w:r>
      <w:r>
        <w:rPr>
          <w:rtl/>
        </w:rPr>
        <w:t>بھى مقبول ہوا بالخصوص اسپين كے مكتب موسيقى كى ايك روش زرياب كى تخليق تھى كہ جو سرزمين مغرب مي</w:t>
      </w:r>
      <w:r w:rsidR="000A0CDC">
        <w:rPr>
          <w:rtl/>
        </w:rPr>
        <w:t xml:space="preserve">ں </w:t>
      </w:r>
      <w:r>
        <w:rPr>
          <w:rtl/>
        </w:rPr>
        <w:t xml:space="preserve">منتقل ہوئي_ </w:t>
      </w:r>
      <w:r w:rsidRPr="00F67D4B">
        <w:rPr>
          <w:rStyle w:val="libFootnotenumChar"/>
          <w:rtl/>
        </w:rPr>
        <w:t>(1)</w:t>
      </w:r>
      <w:r>
        <w:rPr>
          <w:rtl/>
        </w:rPr>
        <w:t xml:space="preserve"> </w:t>
      </w:r>
    </w:p>
    <w:p w:rsidR="0061102A" w:rsidRDefault="0061102A" w:rsidP="00BE6934">
      <w:pPr>
        <w:pStyle w:val="libNormal"/>
        <w:rPr>
          <w:rtl/>
        </w:rPr>
      </w:pPr>
      <w:r>
        <w:rPr>
          <w:rtl/>
        </w:rPr>
        <w:t>منصور زلزل عباسى دور مي</w:t>
      </w:r>
      <w:r w:rsidR="000A0CDC">
        <w:rPr>
          <w:rtl/>
        </w:rPr>
        <w:t xml:space="preserve">ں </w:t>
      </w:r>
      <w:r>
        <w:rPr>
          <w:rtl/>
        </w:rPr>
        <w:t>ايك ايرانى موسيقى دان تھا كہ جو بربط بجانے مي</w:t>
      </w:r>
      <w:r w:rsidR="000A0CDC">
        <w:rPr>
          <w:rtl/>
        </w:rPr>
        <w:t xml:space="preserve">ں </w:t>
      </w:r>
      <w:r>
        <w:rPr>
          <w:rtl/>
        </w:rPr>
        <w:t>استاد اور بے نظير گلوكار تھا _ ابونصرفارابى (339 _ 259 يا 260 قمرى ) ايران كا عظيم الشان فلسفى ، رياضى دان اور موسيقيدان تھا _ فارابى نے موسيقى مي</w:t>
      </w:r>
      <w:r w:rsidR="000A0CDC">
        <w:rPr>
          <w:rtl/>
        </w:rPr>
        <w:t xml:space="preserve">ں </w:t>
      </w:r>
      <w:r>
        <w:rPr>
          <w:rtl/>
        </w:rPr>
        <w:t>قيمتى ترين كتابي</w:t>
      </w:r>
      <w:r w:rsidR="000A0CDC">
        <w:rPr>
          <w:rtl/>
        </w:rPr>
        <w:t xml:space="preserve">ں </w:t>
      </w:r>
      <w:r>
        <w:rPr>
          <w:rtl/>
        </w:rPr>
        <w:t>تاليف كي</w:t>
      </w:r>
      <w:r w:rsidR="000A0CDC">
        <w:rPr>
          <w:rtl/>
        </w:rPr>
        <w:t xml:space="preserve">ں </w:t>
      </w:r>
      <w:r>
        <w:rPr>
          <w:rtl/>
        </w:rPr>
        <w:t>، اسكى موسيقى كے حوالے سے كتابي</w:t>
      </w:r>
      <w:r w:rsidR="000A0CDC">
        <w:rPr>
          <w:rtl/>
        </w:rPr>
        <w:t xml:space="preserve">ں </w:t>
      </w:r>
      <w:r>
        <w:rPr>
          <w:rtl/>
        </w:rPr>
        <w:t>مندرجہ زيل ہي</w:t>
      </w:r>
      <w:r w:rsidR="000A0CDC">
        <w:rPr>
          <w:rtl/>
        </w:rPr>
        <w:t xml:space="preserve">ں </w:t>
      </w:r>
      <w:r>
        <w:rPr>
          <w:rtl/>
        </w:rPr>
        <w:t>: المدخل الى صناعة الموسيقي، كلام فى الموسيقا، احصاء الايقاع ، كتاب فى النقرة مضافا الى الايقاع اور مقالات كے عنوان سے رسالہ ان مي</w:t>
      </w:r>
      <w:r w:rsidR="000A0CDC">
        <w:rPr>
          <w:rtl/>
        </w:rPr>
        <w:t xml:space="preserve">ں </w:t>
      </w:r>
      <w:r>
        <w:rPr>
          <w:rtl/>
        </w:rPr>
        <w:t>سے بعض كتابي</w:t>
      </w:r>
      <w:r w:rsidR="000A0CDC">
        <w:rPr>
          <w:rtl/>
        </w:rPr>
        <w:t xml:space="preserve">ں </w:t>
      </w:r>
      <w:r>
        <w:rPr>
          <w:rtl/>
        </w:rPr>
        <w:t>ختم ہو چكى ہي</w:t>
      </w:r>
      <w:r w:rsidR="000A0CDC">
        <w:rPr>
          <w:rtl/>
        </w:rPr>
        <w:t xml:space="preserve">ں </w:t>
      </w:r>
      <w:r>
        <w:rPr>
          <w:rtl/>
        </w:rPr>
        <w:t>_ موسيقى كے حوالے سے فارابى كى اہم ترين كتاب احصاء العلوم و الموسيقى الكبير ہے اسى وجہ سے قرون وسطى مي</w:t>
      </w:r>
      <w:r w:rsidR="000A0CDC">
        <w:rPr>
          <w:rtl/>
        </w:rPr>
        <w:t xml:space="preserve">ں </w:t>
      </w:r>
      <w:r>
        <w:rPr>
          <w:rtl/>
        </w:rPr>
        <w:t>فارابى كو موسيقى مي</w:t>
      </w:r>
      <w:r w:rsidR="000A0CDC">
        <w:rPr>
          <w:rtl/>
        </w:rPr>
        <w:t xml:space="preserve">ں </w:t>
      </w:r>
      <w:r>
        <w:rPr>
          <w:rtl/>
        </w:rPr>
        <w:t>سب سے بڑا مصنف جانا جاتا ہے _ فارابى نے موسيقى كے دو معروف پردو</w:t>
      </w:r>
      <w:r w:rsidR="000A0CDC">
        <w:rPr>
          <w:rtl/>
        </w:rPr>
        <w:t xml:space="preserve">ں </w:t>
      </w:r>
      <w:r>
        <w:rPr>
          <w:rtl/>
        </w:rPr>
        <w:t>'' وسطاى زلزل اور وسطاى فرس مي</w:t>
      </w:r>
      <w:r w:rsidR="000A0CDC">
        <w:rPr>
          <w:rtl/>
        </w:rPr>
        <w:t xml:space="preserve">ں </w:t>
      </w:r>
      <w:r>
        <w:rPr>
          <w:rtl/>
        </w:rPr>
        <w:t>دقيق مطالعہ كيا اور انكے فاصلو</w:t>
      </w:r>
      <w:r w:rsidR="000A0CDC">
        <w:rPr>
          <w:rtl/>
        </w:rPr>
        <w:t xml:space="preserve">ں </w:t>
      </w:r>
      <w:r>
        <w:rPr>
          <w:rtl/>
        </w:rPr>
        <w:t>كو بيان كيا _</w:t>
      </w:r>
      <w:r w:rsidRPr="00F67D4B">
        <w:rPr>
          <w:rStyle w:val="libFootnotenumChar"/>
          <w:rtl/>
        </w:rPr>
        <w:t>(2)</w:t>
      </w:r>
      <w:r>
        <w:rPr>
          <w:rtl/>
        </w:rPr>
        <w:t xml:space="preserve"> </w:t>
      </w:r>
    </w:p>
    <w:p w:rsidR="0061102A" w:rsidRDefault="0061102A" w:rsidP="00BE6934">
      <w:pPr>
        <w:pStyle w:val="libNormal"/>
        <w:rPr>
          <w:rtl/>
        </w:rPr>
      </w:pPr>
      <w:r>
        <w:rPr>
          <w:rtl/>
        </w:rPr>
        <w:t>ابوعلى سينا (428 _ 370 قمرى ) طب ، فلسفہ ، منطق مي</w:t>
      </w:r>
      <w:r w:rsidR="000A0CDC">
        <w:rPr>
          <w:rtl/>
        </w:rPr>
        <w:t xml:space="preserve">ں </w:t>
      </w:r>
      <w:r>
        <w:rPr>
          <w:rtl/>
        </w:rPr>
        <w:t>عظيم تاليفات كے ساتھ ساتھ فن موسيقى مي</w:t>
      </w:r>
      <w:r w:rsidR="000A0CDC">
        <w:rPr>
          <w:rtl/>
        </w:rPr>
        <w:t xml:space="preserve">ں </w:t>
      </w:r>
      <w:r>
        <w:rPr>
          <w:rtl/>
        </w:rPr>
        <w:t>انتہائي اہم تاليفات كے حامل ہي</w:t>
      </w:r>
      <w:r w:rsidR="000A0CDC">
        <w:rPr>
          <w:rtl/>
        </w:rPr>
        <w:t xml:space="preserve">ں </w:t>
      </w:r>
      <w:r>
        <w:rPr>
          <w:rtl/>
        </w:rPr>
        <w:t>انہو</w:t>
      </w:r>
      <w:r w:rsidR="000A0CDC">
        <w:rPr>
          <w:rtl/>
        </w:rPr>
        <w:t xml:space="preserve">ں </w:t>
      </w:r>
      <w:r>
        <w:rPr>
          <w:rtl/>
        </w:rPr>
        <w:t>نے كتاب شفا مي</w:t>
      </w:r>
      <w:r w:rsidR="000A0CDC">
        <w:rPr>
          <w:rtl/>
        </w:rPr>
        <w:t xml:space="preserve">ں </w:t>
      </w:r>
      <w:r>
        <w:rPr>
          <w:rtl/>
        </w:rPr>
        <w:t>فن موسيقى كيلئے ايك باب خاص كيا بوعلى سينا پہلے شخص ہي</w:t>
      </w:r>
      <w:r w:rsidR="000A0CDC">
        <w:rPr>
          <w:rtl/>
        </w:rPr>
        <w:t xml:space="preserve">ں </w:t>
      </w:r>
      <w:r>
        <w:rPr>
          <w:rtl/>
        </w:rPr>
        <w:t>كہ اسلام مي</w:t>
      </w:r>
      <w:r w:rsidR="000A0CDC">
        <w:rPr>
          <w:rtl/>
        </w:rPr>
        <w:t xml:space="preserve">ں </w:t>
      </w:r>
      <w:r>
        <w:rPr>
          <w:rtl/>
        </w:rPr>
        <w:t>موسيقى كے بارے مي</w:t>
      </w:r>
      <w:r w:rsidR="000A0CDC">
        <w:rPr>
          <w:rtl/>
        </w:rPr>
        <w:t xml:space="preserve">ں </w:t>
      </w:r>
      <w:r>
        <w:rPr>
          <w:rtl/>
        </w:rPr>
        <w:t>انكى فارسى مي</w:t>
      </w:r>
      <w:r w:rsidR="000A0CDC">
        <w:rPr>
          <w:rtl/>
        </w:rPr>
        <w:t xml:space="preserve">ں </w:t>
      </w:r>
      <w:r>
        <w:rPr>
          <w:rtl/>
        </w:rPr>
        <w:t xml:space="preserve">كتاب ابھى تك موجود ہے يہ وہى كتاب النجاة ہے جسكا انكے شاگرد ابوعبيدہ جو زجانى نے ترجمہ كيا اور اسكا نام ''دانشنامہ علايى ''ركھا_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pPr>
      <w:r>
        <w:rPr>
          <w:rtl/>
        </w:rPr>
        <w:t xml:space="preserve">1) </w:t>
      </w:r>
      <w:r>
        <w:t>H.G. Farmer A historY of Arabian Music to the Xth Century London p</w:t>
      </w:r>
      <w:r>
        <w:rPr>
          <w:rtl/>
        </w:rPr>
        <w:t xml:space="preserve"> . . </w:t>
      </w:r>
    </w:p>
    <w:p w:rsidR="0061102A" w:rsidRDefault="0061102A" w:rsidP="00BE6934">
      <w:pPr>
        <w:pStyle w:val="libFootnote"/>
        <w:rPr>
          <w:rtl/>
        </w:rPr>
      </w:pPr>
      <w:r>
        <w:rPr>
          <w:rtl/>
        </w:rPr>
        <w:t xml:space="preserve">2) احصاء العلوم ، فصل موسيقى ، ہنرى جورج فارمو، سابقہ حوالہ، ص 144، مہدى يركشلى ، موسيقى ، ايوانشہر، كميسيون ملى يونسكو در ايران نيز </w:t>
      </w:r>
      <w:r>
        <w:t>Encyclopaedia of Islam. New Edition S . v . Musiki Byo. Wright</w:t>
      </w:r>
      <w:r>
        <w:rPr>
          <w:rtl/>
        </w:rPr>
        <w:t xml:space="preserve"> </w:t>
      </w:r>
    </w:p>
    <w:p w:rsidR="00D47FFB" w:rsidRDefault="0061102A" w:rsidP="00BE6934">
      <w:pPr>
        <w:pStyle w:val="libFootnote"/>
        <w:rPr>
          <w:rtl/>
        </w:rPr>
      </w:pPr>
      <w:r>
        <w:rPr>
          <w:rtl/>
        </w:rPr>
        <w:t>3)مہدى بركشلى ، سابقہ حوالہ، دائرة المعارف بزرگ اسلامى ، ذيل ابن سينا ، موسيقى ، تقى بينش ، ہنرى جارج فارمر، تاريخ موسيقى خاور زمين ، ترجمہ بہزاد باشى ، تہران ، ص 368_</w:t>
      </w:r>
    </w:p>
    <w:p w:rsidR="00D47FFB" w:rsidRDefault="00D47FFB" w:rsidP="00BE6934">
      <w:pPr>
        <w:pStyle w:val="libNormal"/>
        <w:rPr>
          <w:rtl/>
        </w:rPr>
      </w:pPr>
      <w:r>
        <w:rPr>
          <w:rtl/>
        </w:rPr>
        <w:br w:type="page"/>
      </w:r>
    </w:p>
    <w:p w:rsidR="0061102A" w:rsidRDefault="0061102A" w:rsidP="00BE6934">
      <w:pPr>
        <w:pStyle w:val="libNormal"/>
        <w:rPr>
          <w:rtl/>
        </w:rPr>
      </w:pPr>
    </w:p>
    <w:p w:rsidR="0061102A" w:rsidRDefault="0061102A" w:rsidP="00BE6934">
      <w:pPr>
        <w:pStyle w:val="libNormal"/>
        <w:rPr>
          <w:rtl/>
        </w:rPr>
      </w:pPr>
      <w:r>
        <w:rPr>
          <w:rtl/>
        </w:rPr>
        <w:t>صفى الدين عبدالمومن ارموى (619 _ 613 قمرى ) ساتوي</w:t>
      </w:r>
      <w:r w:rsidR="000A0CDC">
        <w:rPr>
          <w:rtl/>
        </w:rPr>
        <w:t xml:space="preserve">ں </w:t>
      </w:r>
      <w:r>
        <w:rPr>
          <w:rtl/>
        </w:rPr>
        <w:t>صدى ہجرى مي</w:t>
      </w:r>
      <w:r w:rsidR="000A0CDC">
        <w:rPr>
          <w:rtl/>
        </w:rPr>
        <w:t xml:space="preserve">ں </w:t>
      </w:r>
      <w:r>
        <w:rPr>
          <w:rtl/>
        </w:rPr>
        <w:t>ايرانى موسيقى كا درخشا</w:t>
      </w:r>
      <w:r w:rsidR="000A0CDC">
        <w:rPr>
          <w:rtl/>
        </w:rPr>
        <w:t xml:space="preserve">ں </w:t>
      </w:r>
      <w:r>
        <w:rPr>
          <w:rtl/>
        </w:rPr>
        <w:t>ستارہ تھا ، انكى دو معتبر كتابي</w:t>
      </w:r>
      <w:r w:rsidR="000A0CDC">
        <w:rPr>
          <w:rtl/>
        </w:rPr>
        <w:t xml:space="preserve">ں </w:t>
      </w:r>
      <w:r>
        <w:rPr>
          <w:rtl/>
        </w:rPr>
        <w:t>'' الادوار'' اور '' رسالہ الشرفيہ '' كے مطالعہ سے يہ حقيقت آشكار ہوتى ہے كہ فارابى كے بعد وہ سب سے بڑا اور اہم ترين شخص ہے جنہو</w:t>
      </w:r>
      <w:r w:rsidR="000A0CDC">
        <w:rPr>
          <w:rtl/>
        </w:rPr>
        <w:t xml:space="preserve">ں </w:t>
      </w:r>
      <w:r>
        <w:rPr>
          <w:rtl/>
        </w:rPr>
        <w:t>نے فن موسيقى كے قواعد مي</w:t>
      </w:r>
      <w:r w:rsidR="000A0CDC">
        <w:rPr>
          <w:rtl/>
        </w:rPr>
        <w:t xml:space="preserve">ں </w:t>
      </w:r>
      <w:r>
        <w:rPr>
          <w:rtl/>
        </w:rPr>
        <w:t>تحقيق كى ہے _ اسكى كتاب ''الادوار ''مي</w:t>
      </w:r>
      <w:r w:rsidR="000A0CDC">
        <w:rPr>
          <w:rtl/>
        </w:rPr>
        <w:t xml:space="preserve">ں </w:t>
      </w:r>
      <w:r>
        <w:rPr>
          <w:rtl/>
        </w:rPr>
        <w:t>فارسى اور عربى كے قديم ترين راگ موجود ہي</w:t>
      </w:r>
      <w:r w:rsidR="000A0CDC">
        <w:rPr>
          <w:rtl/>
        </w:rPr>
        <w:t xml:space="preserve">ں </w:t>
      </w:r>
      <w:r>
        <w:rPr>
          <w:rtl/>
        </w:rPr>
        <w:t xml:space="preserve">_ </w:t>
      </w:r>
    </w:p>
    <w:p w:rsidR="0061102A" w:rsidRDefault="0061102A" w:rsidP="00BE6934">
      <w:pPr>
        <w:pStyle w:val="libNormal"/>
        <w:rPr>
          <w:rtl/>
        </w:rPr>
      </w:pPr>
      <w:r>
        <w:rPr>
          <w:rtl/>
        </w:rPr>
        <w:t>عبدالقادر غيبى مراتمى (838 قمرى ) تيمورى دور (تيمور اور شاہرخ كے دربار) مي</w:t>
      </w:r>
      <w:r w:rsidR="000A0CDC">
        <w:rPr>
          <w:rtl/>
        </w:rPr>
        <w:t xml:space="preserve">ں </w:t>
      </w:r>
      <w:r>
        <w:rPr>
          <w:rtl/>
        </w:rPr>
        <w:t>نظرى علم موسيقى كا اہم ترين عالم شمار ہوتا ہے اسكى سب سے بڑى كتاب ''جامع الالحان ''ہے دوسرى كتاب ''مقاصد الالحان ''جو جامع الالحان كى نسبت چھوٹى ہے ، شرح الادوار بھى مراغى كى تاليف ہے كہ ابھى بھى موجود ہے _ اسى طرح مراغى كى كتاب كنزالالحان انتہائي قيمتى كتاب تھى كہ جو فن موسيقى سے آشنا لوگو</w:t>
      </w:r>
      <w:r w:rsidR="000A0CDC">
        <w:rPr>
          <w:rtl/>
        </w:rPr>
        <w:t xml:space="preserve">ں </w:t>
      </w:r>
      <w:r>
        <w:rPr>
          <w:rtl/>
        </w:rPr>
        <w:t>كيلئے بہت اہميت كى حامل تھى اور اس كے نغمو</w:t>
      </w:r>
      <w:r w:rsidR="000A0CDC">
        <w:rPr>
          <w:rtl/>
        </w:rPr>
        <w:t xml:space="preserve">ں </w:t>
      </w:r>
      <w:r>
        <w:rPr>
          <w:rtl/>
        </w:rPr>
        <w:t>پر مشتمل تھى ليكن اب موجود نہي</w:t>
      </w:r>
      <w:r w:rsidR="000A0CDC">
        <w:rPr>
          <w:rtl/>
        </w:rPr>
        <w:t xml:space="preserve">ں </w:t>
      </w:r>
      <w:r>
        <w:rPr>
          <w:rtl/>
        </w:rPr>
        <w:t>ہے اسكا بيٹا اور پوتا بھى موسيقيدان تھے اسكے بيٹے كا نام عبدالعزيز تھا جس نے ''نقاوة الادوار'' اور پوتے نے ''مقاصد الادوار'' كتابي</w:t>
      </w:r>
      <w:r w:rsidR="000A0CDC">
        <w:rPr>
          <w:rtl/>
        </w:rPr>
        <w:t xml:space="preserve">ں </w:t>
      </w:r>
      <w:r>
        <w:rPr>
          <w:rtl/>
        </w:rPr>
        <w:t>لكھي</w:t>
      </w:r>
      <w:r w:rsidR="000A0CDC">
        <w:rPr>
          <w:rtl/>
        </w:rPr>
        <w:t xml:space="preserve">ں </w:t>
      </w:r>
      <w:r>
        <w:rPr>
          <w:rtl/>
        </w:rPr>
        <w:t xml:space="preserve">_ </w:t>
      </w:r>
    </w:p>
    <w:p w:rsidR="0061102A" w:rsidRDefault="0061102A" w:rsidP="00BE6934">
      <w:pPr>
        <w:pStyle w:val="libNormal"/>
        <w:rPr>
          <w:rtl/>
        </w:rPr>
      </w:pPr>
      <w:r>
        <w:rPr>
          <w:rtl/>
        </w:rPr>
        <w:t>نوي</w:t>
      </w:r>
      <w:r w:rsidR="000A0CDC">
        <w:rPr>
          <w:rtl/>
        </w:rPr>
        <w:t xml:space="preserve">ں </w:t>
      </w:r>
      <w:r>
        <w:rPr>
          <w:rtl/>
        </w:rPr>
        <w:t>صدى ہجرى كے بعد ايران مي</w:t>
      </w:r>
      <w:r w:rsidR="000A0CDC">
        <w:rPr>
          <w:rtl/>
        </w:rPr>
        <w:t xml:space="preserve">ں </w:t>
      </w:r>
      <w:r>
        <w:rPr>
          <w:rtl/>
        </w:rPr>
        <w:t>كوئي بڑا موسيقيدان ظاہر نہي</w:t>
      </w:r>
      <w:r w:rsidR="000A0CDC">
        <w:rPr>
          <w:rtl/>
        </w:rPr>
        <w:t xml:space="preserve">ں </w:t>
      </w:r>
      <w:r>
        <w:rPr>
          <w:rtl/>
        </w:rPr>
        <w:t>ہوا كبھى كبھى كوئي شخصيت سامنے آتى رہى ليكن كسى نے جدت پيدا نہي</w:t>
      </w:r>
      <w:r w:rsidR="000A0CDC">
        <w:rPr>
          <w:rtl/>
        </w:rPr>
        <w:t xml:space="preserve">ں </w:t>
      </w:r>
      <w:r>
        <w:rPr>
          <w:rtl/>
        </w:rPr>
        <w:t>كى _ ايرانى موسيقى كے ترك موسيقى اور عرب ممالك حتى كہ مشرق بعيد كے ممالك كى موسيقى مي</w:t>
      </w:r>
      <w:r w:rsidR="000A0CDC">
        <w:rPr>
          <w:rtl/>
        </w:rPr>
        <w:t xml:space="preserve">ں </w:t>
      </w:r>
      <w:r>
        <w:rPr>
          <w:rtl/>
        </w:rPr>
        <w:t>اثرات واضح ہي</w:t>
      </w:r>
      <w:r w:rsidR="000A0CDC">
        <w:rPr>
          <w:rtl/>
        </w:rPr>
        <w:t xml:space="preserve">ں </w:t>
      </w:r>
      <w:r>
        <w:rPr>
          <w:rtl/>
        </w:rPr>
        <w:t>اور موسيقى كى فارسى اصطلاحات ان مناطق كى زبان اور تہذيب مي</w:t>
      </w:r>
      <w:r w:rsidR="000A0CDC">
        <w:rPr>
          <w:rtl/>
        </w:rPr>
        <w:t xml:space="preserve">ں </w:t>
      </w:r>
      <w:r>
        <w:rPr>
          <w:rtl/>
        </w:rPr>
        <w:t>واضح اور آشكار ہي</w:t>
      </w:r>
      <w:r w:rsidR="000A0CDC">
        <w:rPr>
          <w:rtl/>
        </w:rPr>
        <w:t xml:space="preserve">ں </w:t>
      </w:r>
      <w:r>
        <w:rPr>
          <w:rtl/>
        </w:rPr>
        <w:t>_</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1)ہنرى جارج فارمر، مجلہ روزگار نو ، ش 1، 1942_</w:t>
      </w:r>
    </w:p>
    <w:p w:rsidR="00D47FFB" w:rsidRDefault="0069392F" w:rsidP="00BE6934">
      <w:pPr>
        <w:pStyle w:val="libFootnote"/>
        <w:rPr>
          <w:rtl/>
        </w:rPr>
      </w:pPr>
      <w:r>
        <w:rPr>
          <w:rtl/>
        </w:rPr>
        <w:br w:type="page"/>
      </w:r>
      <w:r>
        <w:rPr>
          <w:rtl/>
        </w:rPr>
        <w:lastRenderedPageBreak/>
        <w:cr/>
      </w:r>
    </w:p>
    <w:p w:rsidR="0061102A" w:rsidRDefault="0061102A" w:rsidP="00BE6934">
      <w:pPr>
        <w:pStyle w:val="Heading2Center"/>
        <w:rPr>
          <w:rtl/>
        </w:rPr>
      </w:pPr>
      <w:bookmarkStart w:id="77" w:name="_Toc268633"/>
      <w:r>
        <w:rPr>
          <w:rtl/>
        </w:rPr>
        <w:t>چھٹا باب :</w:t>
      </w:r>
      <w:bookmarkEnd w:id="77"/>
      <w:r>
        <w:rPr>
          <w:rtl/>
        </w:rPr>
        <w:t xml:space="preserve"> </w:t>
      </w:r>
    </w:p>
    <w:p w:rsidR="0061102A" w:rsidRDefault="0061102A" w:rsidP="00BE6934">
      <w:pPr>
        <w:pStyle w:val="Heading2Center"/>
        <w:rPr>
          <w:rtl/>
        </w:rPr>
      </w:pPr>
      <w:bookmarkStart w:id="78" w:name="_Toc268634"/>
      <w:r>
        <w:rPr>
          <w:rtl/>
        </w:rPr>
        <w:t>اسلامى تہذيب كےمغربي تہذيب پر اثرات</w:t>
      </w:r>
      <w:bookmarkEnd w:id="78"/>
    </w:p>
    <w:p w:rsidR="0061102A" w:rsidRDefault="0061102A" w:rsidP="00BE6934">
      <w:pPr>
        <w:pStyle w:val="libNormal"/>
        <w:rPr>
          <w:rtl/>
        </w:rPr>
      </w:pPr>
    </w:p>
    <w:p w:rsidR="00D47FFB" w:rsidRDefault="00D47FFB" w:rsidP="00BE6934">
      <w:pPr>
        <w:pStyle w:val="libNormal"/>
        <w:rPr>
          <w:rtl/>
        </w:rPr>
      </w:pPr>
      <w:r>
        <w:rPr>
          <w:rtl/>
        </w:rPr>
        <w:br w:type="page"/>
      </w:r>
    </w:p>
    <w:p w:rsidR="0061102A" w:rsidRDefault="0061102A" w:rsidP="00BE6934">
      <w:pPr>
        <w:pStyle w:val="libNormal"/>
        <w:rPr>
          <w:rtl/>
        </w:rPr>
      </w:pPr>
      <w:r>
        <w:rPr>
          <w:rtl/>
        </w:rPr>
        <w:lastRenderedPageBreak/>
        <w:t xml:space="preserve"> دنيا كى موجودہ تہذيب پورى تاريخ مي</w:t>
      </w:r>
      <w:r w:rsidR="000A0CDC">
        <w:rPr>
          <w:rtl/>
        </w:rPr>
        <w:t xml:space="preserve">ں </w:t>
      </w:r>
      <w:r>
        <w:rPr>
          <w:rtl/>
        </w:rPr>
        <w:t>تمام اقوام كى كوششو</w:t>
      </w:r>
      <w:r w:rsidR="000A0CDC">
        <w:rPr>
          <w:rtl/>
        </w:rPr>
        <w:t xml:space="preserve">ں </w:t>
      </w:r>
      <w:r>
        <w:rPr>
          <w:rtl/>
        </w:rPr>
        <w:t>كا نتيجہ ہے اگر چہ موجودہ تہذيب ديگر اقوام كى تہذيبو</w:t>
      </w:r>
      <w:r w:rsidR="000A0CDC">
        <w:rPr>
          <w:rtl/>
        </w:rPr>
        <w:t xml:space="preserve">ں </w:t>
      </w:r>
      <w:r>
        <w:rPr>
          <w:rtl/>
        </w:rPr>
        <w:t>سے خصوصيات كے اعتبار سے مختلف ہے ليكن يہ حقيقت مي</w:t>
      </w:r>
      <w:r w:rsidR="000A0CDC">
        <w:rPr>
          <w:rtl/>
        </w:rPr>
        <w:t xml:space="preserve">ں </w:t>
      </w:r>
      <w:r>
        <w:rPr>
          <w:rtl/>
        </w:rPr>
        <w:t>گذشتہ تہذيبو</w:t>
      </w:r>
      <w:r w:rsidR="000A0CDC">
        <w:rPr>
          <w:rtl/>
        </w:rPr>
        <w:t xml:space="preserve">ں </w:t>
      </w:r>
      <w:r>
        <w:rPr>
          <w:rtl/>
        </w:rPr>
        <w:t>كا مركب ہے _ واضح سى بات ہے كہ اس جديد تہذيب كے وجود مي</w:t>
      </w:r>
      <w:r w:rsidR="000A0CDC">
        <w:rPr>
          <w:rtl/>
        </w:rPr>
        <w:t xml:space="preserve">ں </w:t>
      </w:r>
      <w:r>
        <w:rPr>
          <w:rtl/>
        </w:rPr>
        <w:t>آنے اور وسعت پانے مي</w:t>
      </w:r>
      <w:r w:rsidR="000A0CDC">
        <w:rPr>
          <w:rtl/>
        </w:rPr>
        <w:t xml:space="preserve">ں </w:t>
      </w:r>
      <w:r>
        <w:rPr>
          <w:rtl/>
        </w:rPr>
        <w:t>اسلام كا كردار ديگر تہذيبو</w:t>
      </w:r>
      <w:r w:rsidR="000A0CDC">
        <w:rPr>
          <w:rtl/>
        </w:rPr>
        <w:t xml:space="preserve">ں </w:t>
      </w:r>
      <w:r>
        <w:rPr>
          <w:rtl/>
        </w:rPr>
        <w:t>سے كم نہي</w:t>
      </w:r>
      <w:r w:rsidR="000A0CDC">
        <w:rPr>
          <w:rtl/>
        </w:rPr>
        <w:t xml:space="preserve">ں </w:t>
      </w:r>
      <w:r>
        <w:rPr>
          <w:rtl/>
        </w:rPr>
        <w:t>ہے _ ميرے خيال مي</w:t>
      </w:r>
      <w:r w:rsidR="000A0CDC">
        <w:rPr>
          <w:rtl/>
        </w:rPr>
        <w:t xml:space="preserve">ں </w:t>
      </w:r>
      <w:r>
        <w:rPr>
          <w:rtl/>
        </w:rPr>
        <w:t>گوناگو</w:t>
      </w:r>
      <w:r w:rsidR="000A0CDC">
        <w:rPr>
          <w:rtl/>
        </w:rPr>
        <w:t xml:space="preserve">ں </w:t>
      </w:r>
      <w:r>
        <w:rPr>
          <w:rtl/>
        </w:rPr>
        <w:t>تہذيبو</w:t>
      </w:r>
      <w:r w:rsidR="000A0CDC">
        <w:rPr>
          <w:rtl/>
        </w:rPr>
        <w:t xml:space="preserve">ں </w:t>
      </w:r>
      <w:r>
        <w:rPr>
          <w:rtl/>
        </w:rPr>
        <w:t>كى تركيب اور اقوام عالم مي</w:t>
      </w:r>
      <w:r w:rsidR="000A0CDC">
        <w:rPr>
          <w:rtl/>
        </w:rPr>
        <w:t xml:space="preserve">ں </w:t>
      </w:r>
      <w:r>
        <w:rPr>
          <w:rtl/>
        </w:rPr>
        <w:t>نظرياتى تبادلہ اس جديد تہذيب كے وجود مي</w:t>
      </w:r>
      <w:r w:rsidR="000A0CDC">
        <w:rPr>
          <w:rtl/>
        </w:rPr>
        <w:t xml:space="preserve">ں </w:t>
      </w:r>
      <w:r>
        <w:rPr>
          <w:rtl/>
        </w:rPr>
        <w:t>آنے اور وسعت پانے مي</w:t>
      </w:r>
      <w:r w:rsidR="000A0CDC">
        <w:rPr>
          <w:rtl/>
        </w:rPr>
        <w:t xml:space="preserve">ں </w:t>
      </w:r>
      <w:r>
        <w:rPr>
          <w:rtl/>
        </w:rPr>
        <w:t>بہت زيادہ كردار ركھتا ہے _ اور اسلام بھى اس امتزاج كے اسباب مہيا كرنے مي</w:t>
      </w:r>
      <w:r w:rsidR="000A0CDC">
        <w:rPr>
          <w:rtl/>
        </w:rPr>
        <w:t xml:space="preserve">ں </w:t>
      </w:r>
      <w:r>
        <w:rPr>
          <w:rtl/>
        </w:rPr>
        <w:t>متاثر كن اور اساسى كردار ركھتا ہے _ اس باب مي</w:t>
      </w:r>
      <w:r w:rsidR="000A0CDC">
        <w:rPr>
          <w:rtl/>
        </w:rPr>
        <w:t xml:space="preserve">ں </w:t>
      </w:r>
      <w:r>
        <w:rPr>
          <w:rtl/>
        </w:rPr>
        <w:t>اس موضوع پر گفتگو ہوگى كہ مختلف تہذيبو</w:t>
      </w:r>
      <w:r w:rsidR="000A0CDC">
        <w:rPr>
          <w:rtl/>
        </w:rPr>
        <w:t xml:space="preserve">ں </w:t>
      </w:r>
      <w:r>
        <w:rPr>
          <w:rtl/>
        </w:rPr>
        <w:t>كے امتزاج اور ان مي</w:t>
      </w:r>
      <w:r w:rsidR="000A0CDC">
        <w:rPr>
          <w:rtl/>
        </w:rPr>
        <w:t xml:space="preserve">ں </w:t>
      </w:r>
      <w:r>
        <w:rPr>
          <w:rtl/>
        </w:rPr>
        <w:t>فكرى ، ثقافتى اور علوم كے تبادلہ اور انكو مغرب مي</w:t>
      </w:r>
      <w:r w:rsidR="000A0CDC">
        <w:rPr>
          <w:rtl/>
        </w:rPr>
        <w:t xml:space="preserve">ں </w:t>
      </w:r>
      <w:r>
        <w:rPr>
          <w:rtl/>
        </w:rPr>
        <w:t>منتقل كرنے مي</w:t>
      </w:r>
      <w:r w:rsidR="000A0CDC">
        <w:rPr>
          <w:rtl/>
        </w:rPr>
        <w:t xml:space="preserve">ں </w:t>
      </w:r>
      <w:r>
        <w:rPr>
          <w:rtl/>
        </w:rPr>
        <w:t xml:space="preserve">اسلام كا كردار كيسا تھا ؟ </w:t>
      </w:r>
    </w:p>
    <w:p w:rsidR="0061102A" w:rsidRDefault="0061102A" w:rsidP="00BE6934">
      <w:pPr>
        <w:pStyle w:val="libNormal"/>
        <w:rPr>
          <w:rtl/>
        </w:rPr>
      </w:pPr>
      <w:r>
        <w:rPr>
          <w:rtl/>
        </w:rPr>
        <w:t>اسلام سے مغرب مي</w:t>
      </w:r>
      <w:r w:rsidR="000A0CDC">
        <w:rPr>
          <w:rtl/>
        </w:rPr>
        <w:t xml:space="preserve">ں </w:t>
      </w:r>
      <w:r>
        <w:rPr>
          <w:rtl/>
        </w:rPr>
        <w:t>علم اور تہذيب كا نقل و انتقال تين راہو</w:t>
      </w:r>
      <w:r w:rsidR="000A0CDC">
        <w:rPr>
          <w:rtl/>
        </w:rPr>
        <w:t xml:space="preserve">ں </w:t>
      </w:r>
      <w:r>
        <w:rPr>
          <w:rtl/>
        </w:rPr>
        <w:t xml:space="preserve">سے انجام پايا : </w:t>
      </w:r>
    </w:p>
    <w:p w:rsidR="0061102A" w:rsidRDefault="0061102A" w:rsidP="00BE6934">
      <w:pPr>
        <w:pStyle w:val="libNormal"/>
        <w:rPr>
          <w:rtl/>
        </w:rPr>
      </w:pPr>
      <w:r>
        <w:rPr>
          <w:rtl/>
        </w:rPr>
        <w:t>1) مسلمانو</w:t>
      </w:r>
      <w:r w:rsidR="000A0CDC">
        <w:rPr>
          <w:rtl/>
        </w:rPr>
        <w:t xml:space="preserve">ں </w:t>
      </w:r>
      <w:r>
        <w:rPr>
          <w:rtl/>
        </w:rPr>
        <w:t>كااسپين ، اٹلى ،سسلى اور صليبى جنگو</w:t>
      </w:r>
      <w:r w:rsidR="000A0CDC">
        <w:rPr>
          <w:rtl/>
        </w:rPr>
        <w:t xml:space="preserve">ں </w:t>
      </w:r>
      <w:r>
        <w:rPr>
          <w:rtl/>
        </w:rPr>
        <w:t>مي</w:t>
      </w:r>
      <w:r w:rsidR="000A0CDC">
        <w:rPr>
          <w:rtl/>
        </w:rPr>
        <w:t xml:space="preserve">ں </w:t>
      </w:r>
      <w:r>
        <w:rPr>
          <w:rtl/>
        </w:rPr>
        <w:t>عيسائيو</w:t>
      </w:r>
      <w:r w:rsidR="000A0CDC">
        <w:rPr>
          <w:rtl/>
        </w:rPr>
        <w:t xml:space="preserve">ں </w:t>
      </w:r>
      <w:r>
        <w:rPr>
          <w:rtl/>
        </w:rPr>
        <w:t>كے ساتھ ميل جول اور انكا عالم اسلام كے مختلف مناطق مي</w:t>
      </w:r>
      <w:r w:rsidR="000A0CDC">
        <w:rPr>
          <w:rtl/>
        </w:rPr>
        <w:t xml:space="preserve">ں </w:t>
      </w:r>
      <w:r>
        <w:rPr>
          <w:rtl/>
        </w:rPr>
        <w:t>اسلامى تہذيب اور كلچر سے آشنا ہونے اور عالم اسلام كى باہر كى دنيا سے سرحدو</w:t>
      </w:r>
      <w:r w:rsidR="000A0CDC">
        <w:rPr>
          <w:rtl/>
        </w:rPr>
        <w:t xml:space="preserve">ں </w:t>
      </w:r>
      <w:r>
        <w:rPr>
          <w:rtl/>
        </w:rPr>
        <w:t xml:space="preserve">كے ذريعے_ </w:t>
      </w:r>
    </w:p>
    <w:p w:rsidR="0061102A" w:rsidRDefault="0061102A" w:rsidP="00BE6934">
      <w:pPr>
        <w:pStyle w:val="libNormal"/>
        <w:rPr>
          <w:rtl/>
        </w:rPr>
      </w:pPr>
      <w:r>
        <w:rPr>
          <w:rtl/>
        </w:rPr>
        <w:t>2) پانچوي</w:t>
      </w:r>
      <w:r w:rsidR="000A0CDC">
        <w:rPr>
          <w:rtl/>
        </w:rPr>
        <w:t xml:space="preserve">ں </w:t>
      </w:r>
      <w:r>
        <w:rPr>
          <w:rtl/>
        </w:rPr>
        <w:t>صدى سے ساتوي</w:t>
      </w:r>
      <w:r w:rsidR="000A0CDC">
        <w:rPr>
          <w:rtl/>
        </w:rPr>
        <w:t xml:space="preserve">ں </w:t>
      </w:r>
      <w:r>
        <w:rPr>
          <w:rtl/>
        </w:rPr>
        <w:t>صدى ہجرى تك عربى كتب كا يورپى زبانو</w:t>
      </w:r>
      <w:r w:rsidR="000A0CDC">
        <w:rPr>
          <w:rtl/>
        </w:rPr>
        <w:t xml:space="preserve">ں </w:t>
      </w:r>
      <w:r>
        <w:rPr>
          <w:rtl/>
        </w:rPr>
        <w:t>مي</w:t>
      </w:r>
      <w:r w:rsidR="000A0CDC">
        <w:rPr>
          <w:rtl/>
        </w:rPr>
        <w:t xml:space="preserve">ں </w:t>
      </w:r>
      <w:r>
        <w:rPr>
          <w:rtl/>
        </w:rPr>
        <w:t xml:space="preserve">ترجمہ _ </w:t>
      </w:r>
    </w:p>
    <w:p w:rsidR="0061102A" w:rsidRDefault="0061102A" w:rsidP="00BE6934">
      <w:pPr>
        <w:pStyle w:val="libNormal"/>
        <w:rPr>
          <w:rtl/>
        </w:rPr>
      </w:pPr>
      <w:r>
        <w:rPr>
          <w:rtl/>
        </w:rPr>
        <w:t>3) ان عربى كتب كى تدريس اور ان سے فائدہ اٹھانا كہ جنہي</w:t>
      </w:r>
      <w:r w:rsidR="000A0CDC">
        <w:rPr>
          <w:rtl/>
        </w:rPr>
        <w:t xml:space="preserve">ں </w:t>
      </w:r>
      <w:r>
        <w:rPr>
          <w:rtl/>
        </w:rPr>
        <w:t>مسلمان دانشورو</w:t>
      </w:r>
      <w:r w:rsidR="000A0CDC">
        <w:rPr>
          <w:rtl/>
        </w:rPr>
        <w:t xml:space="preserve">ں </w:t>
      </w:r>
      <w:r>
        <w:rPr>
          <w:rtl/>
        </w:rPr>
        <w:t>نے علمى مراكز مي</w:t>
      </w:r>
      <w:r w:rsidR="000A0CDC">
        <w:rPr>
          <w:rtl/>
        </w:rPr>
        <w:t xml:space="preserve">ں </w:t>
      </w:r>
      <w:r>
        <w:rPr>
          <w:rtl/>
        </w:rPr>
        <w:t xml:space="preserve">تحرير يا ترجمہ كيا تھا_ </w:t>
      </w:r>
    </w:p>
    <w:p w:rsidR="0061102A" w:rsidRDefault="0061102A" w:rsidP="00BE6934">
      <w:pPr>
        <w:pStyle w:val="libNormal"/>
        <w:rPr>
          <w:rtl/>
        </w:rPr>
      </w:pPr>
      <w:r>
        <w:rPr>
          <w:rtl/>
        </w:rPr>
        <w:t>مغرب والو</w:t>
      </w:r>
      <w:r w:rsidR="000A0CDC">
        <w:rPr>
          <w:rtl/>
        </w:rPr>
        <w:t xml:space="preserve">ں </w:t>
      </w:r>
      <w:r>
        <w:rPr>
          <w:rtl/>
        </w:rPr>
        <w:t>كا اسلامى تہذيب و تمدن سے آشنائي كا ايك اہم ترين مركز اسپين تھا _ اسپين كے عيسائيو</w:t>
      </w:r>
      <w:r w:rsidR="000A0CDC">
        <w:rPr>
          <w:rtl/>
        </w:rPr>
        <w:t xml:space="preserve">ں </w:t>
      </w:r>
    </w:p>
    <w:p w:rsidR="0061102A" w:rsidRDefault="0069392F" w:rsidP="00BE6934">
      <w:pPr>
        <w:pStyle w:val="libNormal"/>
        <w:rPr>
          <w:rtl/>
        </w:rPr>
      </w:pPr>
      <w:r>
        <w:rPr>
          <w:rtl/>
        </w:rPr>
        <w:cr/>
      </w:r>
      <w:r>
        <w:rPr>
          <w:rtl/>
        </w:rPr>
        <w:br w:type="page"/>
      </w:r>
      <w:r>
        <w:rPr>
          <w:rtl/>
        </w:rPr>
        <w:lastRenderedPageBreak/>
        <w:cr/>
      </w:r>
      <w:r w:rsidR="0061102A">
        <w:rPr>
          <w:rtl/>
        </w:rPr>
        <w:t>پر اسلامى نظريات كى چھاپ انكے عيسائي رہبرو</w:t>
      </w:r>
      <w:r w:rsidR="000A0CDC">
        <w:rPr>
          <w:rtl/>
        </w:rPr>
        <w:t xml:space="preserve">ں </w:t>
      </w:r>
      <w:r w:rsidR="0061102A">
        <w:rPr>
          <w:rtl/>
        </w:rPr>
        <w:t>پر اسلامى نظريات كے اثرات سے ديكھى جا سكتى ہے _ جيسا كہ كہاگيا ہے كہ ٹولڈو(طليطلہ ) شہر كے پادرى ايلى پنڈس نے اسلامى عقائد سے متاثر ہوتے ہوئے حضرت عيسى كى الوہيت كا انكار كيا اور كہا كہ وہ بشر اور خدا كے منہ بولے بيٹے تھے دوسرى طرف اس زمانہ مي</w:t>
      </w:r>
      <w:r w:rsidR="000A0CDC">
        <w:rPr>
          <w:rtl/>
        </w:rPr>
        <w:t xml:space="preserve">ں </w:t>
      </w:r>
      <w:r w:rsidR="0061102A">
        <w:rPr>
          <w:rtl/>
        </w:rPr>
        <w:t>اسپين كے لوگ عربى لباس پہنتے تھے اور اسلامى و عربى آداب كاخيال ركھتے تھے كہا جاتا ہے كہ غرناطہ (گرايناڈا) شہر كى دو لاكھ مسلمان آبادى مي</w:t>
      </w:r>
      <w:r w:rsidR="000A0CDC">
        <w:rPr>
          <w:rtl/>
        </w:rPr>
        <w:t xml:space="preserve">ں </w:t>
      </w:r>
      <w:r w:rsidR="0061102A">
        <w:rPr>
          <w:rtl/>
        </w:rPr>
        <w:t xml:space="preserve">سے فقط پانچ سو عرب تھے باقى سب خود اسپين كے لوگ تھے _ </w:t>
      </w:r>
      <w:r w:rsidR="0061102A" w:rsidRPr="00F67D4B">
        <w:rPr>
          <w:rStyle w:val="libFootnotenumChar"/>
          <w:rtl/>
        </w:rPr>
        <w:t>(1)</w:t>
      </w:r>
      <w:r w:rsidR="0061102A">
        <w:rPr>
          <w:rtl/>
        </w:rPr>
        <w:t xml:space="preserve"> </w:t>
      </w:r>
    </w:p>
    <w:p w:rsidR="0061102A" w:rsidRDefault="0061102A" w:rsidP="00BE6934">
      <w:pPr>
        <w:pStyle w:val="libNormal"/>
        <w:rPr>
          <w:rtl/>
        </w:rPr>
      </w:pPr>
      <w:r>
        <w:rPr>
          <w:rtl/>
        </w:rPr>
        <w:t>اسلامى آثار كا يورپى زبانو</w:t>
      </w:r>
      <w:r w:rsidR="000A0CDC">
        <w:rPr>
          <w:rtl/>
        </w:rPr>
        <w:t xml:space="preserve">ں </w:t>
      </w:r>
      <w:r>
        <w:rPr>
          <w:rtl/>
        </w:rPr>
        <w:t>مي</w:t>
      </w:r>
      <w:r w:rsidR="000A0CDC">
        <w:rPr>
          <w:rtl/>
        </w:rPr>
        <w:t xml:space="preserve">ں </w:t>
      </w:r>
      <w:r>
        <w:rPr>
          <w:rtl/>
        </w:rPr>
        <w:t>ترجمہ : مجموعى طور پر عربى زبان سے يورپى زبانو</w:t>
      </w:r>
      <w:r w:rsidR="000A0CDC">
        <w:rPr>
          <w:rtl/>
        </w:rPr>
        <w:t xml:space="preserve">ں </w:t>
      </w:r>
      <w:r>
        <w:rPr>
          <w:rtl/>
        </w:rPr>
        <w:t>مي</w:t>
      </w:r>
      <w:r w:rsidR="000A0CDC">
        <w:rPr>
          <w:rtl/>
        </w:rPr>
        <w:t xml:space="preserve">ں </w:t>
      </w:r>
      <w:r>
        <w:rPr>
          <w:rtl/>
        </w:rPr>
        <w:t>ترجمہ كے رواج كو عيسائي مملكت كے اندرونى اوربيرونى دو قسم كے اسباب مي</w:t>
      </w:r>
      <w:r w:rsidR="000A0CDC">
        <w:rPr>
          <w:rtl/>
        </w:rPr>
        <w:t xml:space="preserve">ں </w:t>
      </w:r>
      <w:r>
        <w:rPr>
          <w:rtl/>
        </w:rPr>
        <w:t xml:space="preserve">تقسيم كيا جا سكتا ہے _ </w:t>
      </w:r>
    </w:p>
    <w:p w:rsidR="0061102A" w:rsidRDefault="0061102A" w:rsidP="00BE6934">
      <w:pPr>
        <w:pStyle w:val="libNormal"/>
        <w:rPr>
          <w:rtl/>
        </w:rPr>
      </w:pPr>
      <w:r>
        <w:rPr>
          <w:rtl/>
        </w:rPr>
        <w:t>صليبى جنگو</w:t>
      </w:r>
      <w:r w:rsidR="000A0CDC">
        <w:rPr>
          <w:rtl/>
        </w:rPr>
        <w:t xml:space="preserve">ں </w:t>
      </w:r>
      <w:r>
        <w:rPr>
          <w:rtl/>
        </w:rPr>
        <w:t>مي</w:t>
      </w:r>
      <w:r w:rsidR="000A0CDC">
        <w:rPr>
          <w:rtl/>
        </w:rPr>
        <w:t xml:space="preserve">ں </w:t>
      </w:r>
      <w:r>
        <w:rPr>
          <w:rtl/>
        </w:rPr>
        <w:t>عيسائيو</w:t>
      </w:r>
      <w:r w:rsidR="000A0CDC">
        <w:rPr>
          <w:rtl/>
        </w:rPr>
        <w:t xml:space="preserve">ں </w:t>
      </w:r>
      <w:r>
        <w:rPr>
          <w:rtl/>
        </w:rPr>
        <w:t>كا مسلمانو</w:t>
      </w:r>
      <w:r w:rsidR="000A0CDC">
        <w:rPr>
          <w:rtl/>
        </w:rPr>
        <w:t xml:space="preserve">ں </w:t>
      </w:r>
      <w:r>
        <w:rPr>
          <w:rtl/>
        </w:rPr>
        <w:t>كى تہذيب سے آشنا ہونا اور مسلمانو</w:t>
      </w:r>
      <w:r w:rsidR="000A0CDC">
        <w:rPr>
          <w:rtl/>
        </w:rPr>
        <w:t xml:space="preserve">ں </w:t>
      </w:r>
      <w:r>
        <w:rPr>
          <w:rtl/>
        </w:rPr>
        <w:t>كى علمى ميراث اور كتابو</w:t>
      </w:r>
      <w:r w:rsidR="000A0CDC">
        <w:rPr>
          <w:rtl/>
        </w:rPr>
        <w:t xml:space="preserve">ں </w:t>
      </w:r>
      <w:r>
        <w:rPr>
          <w:rtl/>
        </w:rPr>
        <w:t>كے ايك مجموعہ كا سامنا كرنے كو بيرونى سبب شمار كيا جا سكتا ہے،عيسائيو</w:t>
      </w:r>
      <w:r w:rsidR="000A0CDC">
        <w:rPr>
          <w:rtl/>
        </w:rPr>
        <w:t xml:space="preserve">ں </w:t>
      </w:r>
      <w:r>
        <w:rPr>
          <w:rtl/>
        </w:rPr>
        <w:t>مي</w:t>
      </w:r>
      <w:r w:rsidR="000A0CDC">
        <w:rPr>
          <w:rtl/>
        </w:rPr>
        <w:t xml:space="preserve">ں </w:t>
      </w:r>
      <w:r>
        <w:rPr>
          <w:rtl/>
        </w:rPr>
        <w:t>اہم ترين اندرونى سبب يہ ہے كہ عيسائي دانشور حضرات كو معلوم نہ تھا كہ يونانى علماء بالخصوص ارسطو ، سقراط، بطلميوس اور جالينوس كے علمى آثار كے مقابلے مي</w:t>
      </w:r>
      <w:r w:rsidR="000A0CDC">
        <w:rPr>
          <w:rtl/>
        </w:rPr>
        <w:t xml:space="preserve">ں </w:t>
      </w:r>
      <w:r>
        <w:rPr>
          <w:rtl/>
        </w:rPr>
        <w:t>كيا كري</w:t>
      </w:r>
      <w:r w:rsidR="000A0CDC">
        <w:rPr>
          <w:rtl/>
        </w:rPr>
        <w:t xml:space="preserve">ں </w:t>
      </w:r>
      <w:r>
        <w:rPr>
          <w:rtl/>
        </w:rPr>
        <w:t>، بہت سارے دلائل اس بات كى طرف اشارہ كرتے ہي</w:t>
      </w:r>
      <w:r w:rsidR="000A0CDC">
        <w:rPr>
          <w:rtl/>
        </w:rPr>
        <w:t xml:space="preserve">ں </w:t>
      </w:r>
      <w:r>
        <w:rPr>
          <w:rtl/>
        </w:rPr>
        <w:t>كہ عيسائي علماء اور فلاسفہ ان يونانى آثار كے اصلى متون سے استفادہ كرنے پر قادر نہي</w:t>
      </w:r>
      <w:r w:rsidR="000A0CDC">
        <w:rPr>
          <w:rtl/>
        </w:rPr>
        <w:t xml:space="preserve">ں </w:t>
      </w:r>
      <w:r>
        <w:rPr>
          <w:rtl/>
        </w:rPr>
        <w:t>تھے ، چونكہ يونانى معيارى زبان اور ان آثار كى كتابت كے مابين بارہ صديو</w:t>
      </w:r>
      <w:r w:rsidR="000A0CDC">
        <w:rPr>
          <w:rtl/>
        </w:rPr>
        <w:t xml:space="preserve">ں </w:t>
      </w:r>
      <w:r>
        <w:rPr>
          <w:rtl/>
        </w:rPr>
        <w:t>كے فاصلے كے باعث عيسائيو</w:t>
      </w:r>
      <w:r w:rsidR="000A0CDC">
        <w:rPr>
          <w:rtl/>
        </w:rPr>
        <w:t xml:space="preserve">ں </w:t>
      </w:r>
      <w:r>
        <w:rPr>
          <w:rtl/>
        </w:rPr>
        <w:t>كے بہترين زبان شناس اور مترجمين بھى ان متون كے ادراك سے عاجز تھے ، اور ساتھ بہت سے يونانى كلاسيكى آثار ختم ہوچكے تھے اور ان تك پہنچنے كيلئے عربى زبان سے ترجمہ كے علاوہ كوئي اور راستہ نہ بچا تھا اسى ليے عربى آثار سے لاطينى مي</w:t>
      </w:r>
      <w:r w:rsidR="000A0CDC">
        <w:rPr>
          <w:rtl/>
        </w:rPr>
        <w:t xml:space="preserve">ں </w:t>
      </w:r>
      <w:r>
        <w:rPr>
          <w:rtl/>
        </w:rPr>
        <w:t xml:space="preserve">ترجمہ كى تحريك شروع ہوئي_ </w:t>
      </w:r>
    </w:p>
    <w:p w:rsidR="0061102A" w:rsidRDefault="0061102A" w:rsidP="00BE6934">
      <w:pPr>
        <w:pStyle w:val="libNormal"/>
        <w:rPr>
          <w:rtl/>
        </w:rPr>
      </w:pPr>
      <w:r>
        <w:rPr>
          <w:rtl/>
        </w:rPr>
        <w:t>يہ تحريك دو بڑے ادوار مي</w:t>
      </w:r>
      <w:r w:rsidR="000A0CDC">
        <w:rPr>
          <w:rtl/>
        </w:rPr>
        <w:t xml:space="preserve">ں </w:t>
      </w:r>
      <w:r>
        <w:rPr>
          <w:rtl/>
        </w:rPr>
        <w:t>تقسيم ہوتى ہے:پہلا دورہ ويٹيكن كے پاپ سيلوسٹر دوم ( 1003 _ 998عيسوي) كے اس عہدے پر پہنچنے سے شروع ہوا اور اسپين كے مقامى حاكمو</w:t>
      </w:r>
      <w:r w:rsidR="000A0CDC">
        <w:rPr>
          <w:rtl/>
        </w:rPr>
        <w:t xml:space="preserve">ں </w:t>
      </w:r>
      <w:r>
        <w:rPr>
          <w:rtl/>
        </w:rPr>
        <w:t>مي</w:t>
      </w:r>
      <w:r w:rsidR="000A0CDC">
        <w:rPr>
          <w:rtl/>
        </w:rPr>
        <w:t xml:space="preserve">ں </w:t>
      </w:r>
      <w:r>
        <w:rPr>
          <w:rtl/>
        </w:rPr>
        <w:t xml:space="preserve">سے آلفونسوى دہم كى حكومت كے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1)دائرة المعارف بزرگ اسلامى ، ج 10 ، ذيل انڈلس_</w:t>
      </w:r>
    </w:p>
    <w:p w:rsidR="00D47FFB" w:rsidRDefault="00D47FFB" w:rsidP="00BE6934">
      <w:pPr>
        <w:pStyle w:val="libNormal"/>
        <w:rPr>
          <w:rtl/>
        </w:rPr>
      </w:pPr>
      <w:r>
        <w:rPr>
          <w:rtl/>
        </w:rPr>
        <w:br w:type="page"/>
      </w:r>
    </w:p>
    <w:p w:rsidR="0061102A" w:rsidRDefault="0061102A" w:rsidP="00BE6934">
      <w:pPr>
        <w:pStyle w:val="libNormal"/>
        <w:rPr>
          <w:rtl/>
        </w:rPr>
      </w:pPr>
    </w:p>
    <w:p w:rsidR="0061102A" w:rsidRDefault="0061102A" w:rsidP="00BE6934">
      <w:pPr>
        <w:pStyle w:val="libNormal"/>
        <w:rPr>
          <w:rtl/>
        </w:rPr>
      </w:pPr>
      <w:r>
        <w:rPr>
          <w:rtl/>
        </w:rPr>
        <w:t>زمانہ مي</w:t>
      </w:r>
      <w:r w:rsidR="000A0CDC">
        <w:rPr>
          <w:rtl/>
        </w:rPr>
        <w:t xml:space="preserve">ں </w:t>
      </w:r>
      <w:r>
        <w:rPr>
          <w:rtl/>
        </w:rPr>
        <w:t>ختم ہوا _ اور دوسرا دور اين آلفونسو (1284 _ 1253 عيسوى ) كے زمانہ سے شروع ہوا _ دونو</w:t>
      </w:r>
      <w:r w:rsidR="000A0CDC">
        <w:rPr>
          <w:rtl/>
        </w:rPr>
        <w:t xml:space="preserve">ں </w:t>
      </w:r>
      <w:r>
        <w:rPr>
          <w:rtl/>
        </w:rPr>
        <w:t>ادوار مي</w:t>
      </w:r>
      <w:r w:rsidR="000A0CDC">
        <w:rPr>
          <w:rtl/>
        </w:rPr>
        <w:t xml:space="preserve">ں </w:t>
      </w:r>
      <w:r>
        <w:rPr>
          <w:rtl/>
        </w:rPr>
        <w:t>اہم فرق يہ ہے كہ پہلے دور مي</w:t>
      </w:r>
      <w:r w:rsidR="000A0CDC">
        <w:rPr>
          <w:rtl/>
        </w:rPr>
        <w:t xml:space="preserve">ں </w:t>
      </w:r>
      <w:r>
        <w:rPr>
          <w:rtl/>
        </w:rPr>
        <w:t>عربى آثار سے عمومى طور پر لاطينى زبان مي</w:t>
      </w:r>
      <w:r w:rsidR="000A0CDC">
        <w:rPr>
          <w:rtl/>
        </w:rPr>
        <w:t xml:space="preserve">ں </w:t>
      </w:r>
      <w:r>
        <w:rPr>
          <w:rtl/>
        </w:rPr>
        <w:t>ترجمہ ہوتا تھا جبكہ دوسرے دور مي</w:t>
      </w:r>
      <w:r w:rsidR="000A0CDC">
        <w:rPr>
          <w:rtl/>
        </w:rPr>
        <w:t xml:space="preserve">ں </w:t>
      </w:r>
      <w:r>
        <w:rPr>
          <w:rtl/>
        </w:rPr>
        <w:t>زيادہ تر عربى زبان سے اسپينى اور رومى زبان مي</w:t>
      </w:r>
      <w:r w:rsidR="000A0CDC">
        <w:rPr>
          <w:rtl/>
        </w:rPr>
        <w:t xml:space="preserve">ں </w:t>
      </w:r>
      <w:r>
        <w:rPr>
          <w:rtl/>
        </w:rPr>
        <w:t>ترجمہ ہوتا تھا اس دور مي</w:t>
      </w:r>
      <w:r w:rsidR="000A0CDC">
        <w:rPr>
          <w:rtl/>
        </w:rPr>
        <w:t xml:space="preserve">ں </w:t>
      </w:r>
      <w:r>
        <w:rPr>
          <w:rtl/>
        </w:rPr>
        <w:t>وقت گزرنے كے ساتھ ساتھ بہت سے مترجم افراد سامنے آئے كہ جنكى تعداد كا 150 تك تخمينہ لگايا گيا ہے _</w:t>
      </w:r>
      <w:r w:rsidRPr="00F67D4B">
        <w:rPr>
          <w:rStyle w:val="libFootnotenumChar"/>
          <w:rtl/>
        </w:rPr>
        <w:t>(1)</w:t>
      </w:r>
      <w:r>
        <w:rPr>
          <w:rtl/>
        </w:rPr>
        <w:t xml:space="preserve"> </w:t>
      </w:r>
    </w:p>
    <w:p w:rsidR="0061102A" w:rsidRDefault="0061102A" w:rsidP="00BE6934">
      <w:pPr>
        <w:pStyle w:val="libNormal"/>
        <w:rPr>
          <w:rtl/>
        </w:rPr>
      </w:pPr>
      <w:r>
        <w:rPr>
          <w:rtl/>
        </w:rPr>
        <w:t>ان افراد مي</w:t>
      </w:r>
      <w:r w:rsidR="000A0CDC">
        <w:rPr>
          <w:rtl/>
        </w:rPr>
        <w:t xml:space="preserve">ں </w:t>
      </w:r>
      <w:r>
        <w:rPr>
          <w:rtl/>
        </w:rPr>
        <w:t>بعض افراد كى اس حوالے سے خدمات پر يو</w:t>
      </w:r>
      <w:r w:rsidR="000A0CDC">
        <w:rPr>
          <w:rtl/>
        </w:rPr>
        <w:t xml:space="preserve">ں </w:t>
      </w:r>
      <w:r>
        <w:rPr>
          <w:rtl/>
        </w:rPr>
        <w:t xml:space="preserve">نگاہ ڈالى جا سكتى ہے : </w:t>
      </w:r>
    </w:p>
    <w:p w:rsidR="0061102A" w:rsidRDefault="0061102A" w:rsidP="00BE6934">
      <w:pPr>
        <w:pStyle w:val="libNormal"/>
        <w:rPr>
          <w:rtl/>
        </w:rPr>
      </w:pPr>
      <w:r>
        <w:rPr>
          <w:rtl/>
        </w:rPr>
        <w:t>افريقى گروہ مي</w:t>
      </w:r>
      <w:r w:rsidR="000A0CDC">
        <w:rPr>
          <w:rtl/>
        </w:rPr>
        <w:t xml:space="preserve">ں </w:t>
      </w:r>
      <w:r>
        <w:rPr>
          <w:rtl/>
        </w:rPr>
        <w:t>كينسٹينٹن كے ذريعے وسيع پيمانہ پر آثار كا ترجمہ ہوا اسكے ترجمہ شدہ آثار مي</w:t>
      </w:r>
      <w:r w:rsidR="000A0CDC">
        <w:rPr>
          <w:rtl/>
        </w:rPr>
        <w:t xml:space="preserve">ں </w:t>
      </w:r>
      <w:r>
        <w:rPr>
          <w:rtl/>
        </w:rPr>
        <w:t>طب كے حوالے سے جالينوس كے آثار اور فلسفہ مي</w:t>
      </w:r>
      <w:r w:rsidR="000A0CDC">
        <w:rPr>
          <w:rtl/>
        </w:rPr>
        <w:t xml:space="preserve">ں </w:t>
      </w:r>
      <w:r>
        <w:rPr>
          <w:rtl/>
        </w:rPr>
        <w:t>ارسطو كے آثار قابل ذكر ہي</w:t>
      </w:r>
      <w:r w:rsidR="000A0CDC">
        <w:rPr>
          <w:rtl/>
        </w:rPr>
        <w:t xml:space="preserve">ں </w:t>
      </w:r>
      <w:r>
        <w:rPr>
          <w:rtl/>
        </w:rPr>
        <w:t>_ ہوگوسينٹالايى نے ارسطو ، يعقوب بن اسحاق كندى ، ابومعشر بلخى اور ديگر افراد كے آثار كا ترجمہ كيا ، يوہيس ہيسپايسنر نے ارسطو ، بتّانى ، فارابى ، فرغانى ، قبيسي، محمد بن موسى خوارزمى ، يعقوب بن اسحاق كندى اور ابو معشر بلخى كے كثير آثار كاترجمہ كيا اسكا اہم ترين كام بوعلى سينا كے آثار كو لاطينى زبان مي</w:t>
      </w:r>
      <w:r w:rsidR="000A0CDC">
        <w:rPr>
          <w:rtl/>
        </w:rPr>
        <w:t xml:space="preserve">ں </w:t>
      </w:r>
      <w:r>
        <w:rPr>
          <w:rtl/>
        </w:rPr>
        <w:t>ترجمہ كرنا ہے مايكل اسكاٹ نے بھى بہت سے ترجمے كيے بالخصوص اسكا اہم كام ارسطو كے تمام آثار كا ترجمہ كرنا ہے _ پلاٹوى ٹيولياى نے بھى مختلف علمى ميدانو</w:t>
      </w:r>
      <w:r w:rsidR="000A0CDC">
        <w:rPr>
          <w:rtl/>
        </w:rPr>
        <w:t xml:space="preserve">ں </w:t>
      </w:r>
      <w:r>
        <w:rPr>
          <w:rtl/>
        </w:rPr>
        <w:t>مثلا نجوم ، رياضى ، ہندسہ ، اور فلسفہ مي</w:t>
      </w:r>
      <w:r w:rsidR="000A0CDC">
        <w:rPr>
          <w:rtl/>
        </w:rPr>
        <w:t xml:space="preserve">ں </w:t>
      </w:r>
      <w:r>
        <w:rPr>
          <w:rtl/>
        </w:rPr>
        <w:t>بہت سے آثار كا لاطينى زبان مي</w:t>
      </w:r>
      <w:r w:rsidR="000A0CDC">
        <w:rPr>
          <w:rtl/>
        </w:rPr>
        <w:t xml:space="preserve">ں </w:t>
      </w:r>
      <w:r>
        <w:rPr>
          <w:rtl/>
        </w:rPr>
        <w:t xml:space="preserve">ترجمہ كيا _ </w:t>
      </w:r>
      <w:r w:rsidRPr="00F67D4B">
        <w:rPr>
          <w:rStyle w:val="libFootnotenumChar"/>
          <w:rtl/>
        </w:rPr>
        <w:t>(2)</w:t>
      </w:r>
      <w:r>
        <w:rPr>
          <w:rtl/>
        </w:rPr>
        <w:t xml:space="preserve"> </w:t>
      </w:r>
    </w:p>
    <w:p w:rsidR="0061102A" w:rsidRDefault="0061102A" w:rsidP="00BE6934">
      <w:pPr>
        <w:pStyle w:val="libNormal"/>
        <w:rPr>
          <w:rtl/>
        </w:rPr>
      </w:pPr>
      <w:r>
        <w:rPr>
          <w:rtl/>
        </w:rPr>
        <w:t>عربى سے لاطينى زبان مي</w:t>
      </w:r>
      <w:r w:rsidR="000A0CDC">
        <w:rPr>
          <w:rtl/>
        </w:rPr>
        <w:t xml:space="preserve">ں </w:t>
      </w:r>
      <w:r>
        <w:rPr>
          <w:rtl/>
        </w:rPr>
        <w:t>ترجمہ كى تحريك ''گراردوى كرموناي'' كا مقام انتہائي كى اہميت كا حامل ہے اس نے لاطينى زبان مي</w:t>
      </w:r>
      <w:r w:rsidR="000A0CDC">
        <w:rPr>
          <w:rtl/>
        </w:rPr>
        <w:t xml:space="preserve">ں </w:t>
      </w:r>
      <w:r>
        <w:rPr>
          <w:rtl/>
        </w:rPr>
        <w:t>ستر كے قريب آثار كا ترجمہ كيا ان مي</w:t>
      </w:r>
      <w:r w:rsidR="000A0CDC">
        <w:rPr>
          <w:rtl/>
        </w:rPr>
        <w:t xml:space="preserve">ں </w:t>
      </w:r>
      <w:r>
        <w:rPr>
          <w:rtl/>
        </w:rPr>
        <w:t>بہت سے علمى موضوعات مثلا طب ، فلسفہ ، نجوم ، اخلاق ، سياست و غيرہ شامل ہي</w:t>
      </w:r>
      <w:r w:rsidR="000A0CDC">
        <w:rPr>
          <w:rtl/>
        </w:rPr>
        <w:t xml:space="preserve">ں </w:t>
      </w:r>
      <w:r>
        <w:rPr>
          <w:rtl/>
        </w:rPr>
        <w:t xml:space="preserve">، طب كے حوالے سے اسكے قلم سے ترجمہ شدہ جالينوس اور سقراط كے آثار اور اسكے ساتھ مسلمان شارحين كے آثار كا ترجمہ يونانى طب كا ايك مكمل مجموعہ كہلاتا ہے _ </w:t>
      </w:r>
    </w:p>
    <w:p w:rsidR="0061102A" w:rsidRDefault="0061102A" w:rsidP="00BE6934">
      <w:pPr>
        <w:pStyle w:val="libNormal"/>
        <w:rPr>
          <w:rtl/>
        </w:rPr>
      </w:pPr>
    </w:p>
    <w:p w:rsidR="0061102A" w:rsidRDefault="0061102A" w:rsidP="00BE6934">
      <w:pPr>
        <w:pStyle w:val="Heading2Center"/>
        <w:rPr>
          <w:rtl/>
        </w:rPr>
      </w:pPr>
      <w:bookmarkStart w:id="79" w:name="_Toc268635"/>
      <w:r>
        <w:rPr>
          <w:rtl/>
        </w:rPr>
        <w:t>1_ عقلى علوم ، اسلامى فلسفہ اور الہى علوم كے مغربى تہذيب پر اثرات</w:t>
      </w:r>
      <w:bookmarkEnd w:id="79"/>
    </w:p>
    <w:p w:rsidR="0061102A" w:rsidRDefault="0061102A" w:rsidP="00BE6934">
      <w:pPr>
        <w:pStyle w:val="libNormal"/>
        <w:rPr>
          <w:rtl/>
        </w:rPr>
      </w:pPr>
      <w:r>
        <w:rPr>
          <w:rtl/>
        </w:rPr>
        <w:t>بارہوي</w:t>
      </w:r>
      <w:r w:rsidR="000A0CDC">
        <w:rPr>
          <w:rtl/>
        </w:rPr>
        <w:t xml:space="preserve">ں </w:t>
      </w:r>
      <w:r>
        <w:rPr>
          <w:rtl/>
        </w:rPr>
        <w:t>صدى عيسوى كے ابتدائي سالو</w:t>
      </w:r>
      <w:r w:rsidR="000A0CDC">
        <w:rPr>
          <w:rtl/>
        </w:rPr>
        <w:t xml:space="preserve">ں </w:t>
      </w:r>
      <w:r>
        <w:rPr>
          <w:rtl/>
        </w:rPr>
        <w:t>مي</w:t>
      </w:r>
      <w:r w:rsidR="000A0CDC">
        <w:rPr>
          <w:rtl/>
        </w:rPr>
        <w:t xml:space="preserve">ں </w:t>
      </w:r>
      <w:r>
        <w:rPr>
          <w:rtl/>
        </w:rPr>
        <w:t>گونڈيسالومى اور خوا</w:t>
      </w:r>
      <w:r w:rsidR="000A0CDC">
        <w:rPr>
          <w:rtl/>
        </w:rPr>
        <w:t xml:space="preserve">ں </w:t>
      </w:r>
      <w:r>
        <w:rPr>
          <w:rtl/>
        </w:rPr>
        <w:t xml:space="preserve">شقوبى نے بوعلى سينا ، فارابى اور غزالي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1)دانشنامہ جہان اسلام ، ج 7 ، ذيل ترجمہ ، نہضت (سيد احمد قاسمى )_ </w:t>
      </w:r>
    </w:p>
    <w:p w:rsidR="0061102A" w:rsidRDefault="0061102A" w:rsidP="00BE6934">
      <w:pPr>
        <w:pStyle w:val="libFootnote"/>
        <w:rPr>
          <w:rtl/>
        </w:rPr>
      </w:pPr>
      <w:r>
        <w:rPr>
          <w:rtl/>
        </w:rPr>
        <w:t>2)سابقہ حوالہ، ج 5 ، ذيل پلاوى تيولياى ، فريد قاسملو_</w:t>
      </w:r>
    </w:p>
    <w:p w:rsidR="00D47FFB" w:rsidRDefault="00D47FFB" w:rsidP="00BE6934">
      <w:pPr>
        <w:pStyle w:val="libNormal"/>
        <w:rPr>
          <w:rtl/>
        </w:rPr>
      </w:pPr>
      <w:r>
        <w:rPr>
          <w:rtl/>
        </w:rPr>
        <w:br w:type="page"/>
      </w:r>
    </w:p>
    <w:p w:rsidR="00D47FFB" w:rsidRDefault="00D47FFB" w:rsidP="00BE6934">
      <w:pPr>
        <w:pStyle w:val="libNormal"/>
        <w:rPr>
          <w:rtl/>
        </w:rPr>
      </w:pPr>
    </w:p>
    <w:p w:rsidR="0061102A" w:rsidRDefault="0061102A" w:rsidP="00BE6934">
      <w:pPr>
        <w:pStyle w:val="libNormal"/>
        <w:rPr>
          <w:rtl/>
        </w:rPr>
      </w:pPr>
      <w:r>
        <w:rPr>
          <w:rtl/>
        </w:rPr>
        <w:t>كے آثار كا ترجمہ كيا ، اہل مغرب ان ترجمہ شدہ كتابو</w:t>
      </w:r>
      <w:r w:rsidR="000A0CDC">
        <w:rPr>
          <w:rtl/>
        </w:rPr>
        <w:t xml:space="preserve">ں </w:t>
      </w:r>
      <w:r>
        <w:rPr>
          <w:rtl/>
        </w:rPr>
        <w:t>كے ذريعے ارسطو كے نظريات و عقائد سے آشنا ہوئے ، حقيقى بات يہى ہے كہ اہل مغرب ارسطو كے بارے معلومات حاصل كرنے مي</w:t>
      </w:r>
      <w:r w:rsidR="000A0CDC">
        <w:rPr>
          <w:rtl/>
        </w:rPr>
        <w:t xml:space="preserve">ں </w:t>
      </w:r>
      <w:r>
        <w:rPr>
          <w:rtl/>
        </w:rPr>
        <w:t>مسلمانو</w:t>
      </w:r>
      <w:r w:rsidR="000A0CDC">
        <w:rPr>
          <w:rtl/>
        </w:rPr>
        <w:t xml:space="preserve">ں </w:t>
      </w:r>
      <w:r>
        <w:rPr>
          <w:rtl/>
        </w:rPr>
        <w:t>كے احسان مند ہي</w:t>
      </w:r>
      <w:r w:rsidR="000A0CDC">
        <w:rPr>
          <w:rtl/>
        </w:rPr>
        <w:t xml:space="preserve">ں </w:t>
      </w:r>
      <w:r>
        <w:rPr>
          <w:rtl/>
        </w:rPr>
        <w:t>اور اسمي</w:t>
      </w:r>
      <w:r w:rsidR="000A0CDC">
        <w:rPr>
          <w:rtl/>
        </w:rPr>
        <w:t xml:space="preserve">ں </w:t>
      </w:r>
      <w:r>
        <w:rPr>
          <w:rtl/>
        </w:rPr>
        <w:t>كوئي شك و شبہہ نہي</w:t>
      </w:r>
      <w:r w:rsidR="000A0CDC">
        <w:rPr>
          <w:rtl/>
        </w:rPr>
        <w:t xml:space="preserve">ں </w:t>
      </w:r>
      <w:r>
        <w:rPr>
          <w:rtl/>
        </w:rPr>
        <w:t>ہے كہ يورپ والے مسلمانو</w:t>
      </w:r>
      <w:r w:rsidR="000A0CDC">
        <w:rPr>
          <w:rtl/>
        </w:rPr>
        <w:t xml:space="preserve">ں </w:t>
      </w:r>
      <w:r>
        <w:rPr>
          <w:rtl/>
        </w:rPr>
        <w:t xml:space="preserve">كے نظريات سے آگاہ ہونے كے بعد فلسفہ كے عاشق ہوئے اور ارسطو كے آثار كا مطالعہ كرنے لگے_ </w:t>
      </w:r>
    </w:p>
    <w:p w:rsidR="0061102A" w:rsidRDefault="0061102A" w:rsidP="00BE6934">
      <w:pPr>
        <w:pStyle w:val="libNormal"/>
        <w:rPr>
          <w:rtl/>
        </w:rPr>
      </w:pPr>
      <w:r>
        <w:rPr>
          <w:rtl/>
        </w:rPr>
        <w:t>ارسطو اور ابن رشد كى تعليمات آپس مي</w:t>
      </w:r>
      <w:r w:rsidR="000A0CDC">
        <w:rPr>
          <w:rtl/>
        </w:rPr>
        <w:t xml:space="preserve">ں </w:t>
      </w:r>
      <w:r>
        <w:rPr>
          <w:rtl/>
        </w:rPr>
        <w:t>مخلوط ہو چكى تھي</w:t>
      </w:r>
      <w:r w:rsidR="000A0CDC">
        <w:rPr>
          <w:rtl/>
        </w:rPr>
        <w:t xml:space="preserve">ں </w:t>
      </w:r>
      <w:r>
        <w:rPr>
          <w:rtl/>
        </w:rPr>
        <w:t>اس كى روش اور نظريات وسيع پيما نہ پر يہوديو</w:t>
      </w:r>
      <w:r w:rsidR="000A0CDC">
        <w:rPr>
          <w:rtl/>
        </w:rPr>
        <w:t xml:space="preserve">ں </w:t>
      </w:r>
      <w:r>
        <w:rPr>
          <w:rtl/>
        </w:rPr>
        <w:t>مي</w:t>
      </w:r>
      <w:r w:rsidR="000A0CDC">
        <w:rPr>
          <w:rtl/>
        </w:rPr>
        <w:t xml:space="preserve">ں </w:t>
      </w:r>
      <w:r>
        <w:rPr>
          <w:rtl/>
        </w:rPr>
        <w:t>پھيل چكے تھے_ اسى طرح يہ نظريات عيسائيو</w:t>
      </w:r>
      <w:r w:rsidR="000A0CDC">
        <w:rPr>
          <w:rtl/>
        </w:rPr>
        <w:t xml:space="preserve">ں </w:t>
      </w:r>
      <w:r>
        <w:rPr>
          <w:rtl/>
        </w:rPr>
        <w:t>مي</w:t>
      </w:r>
      <w:r w:rsidR="000A0CDC">
        <w:rPr>
          <w:rtl/>
        </w:rPr>
        <w:t xml:space="preserve">ں </w:t>
      </w:r>
      <w:r>
        <w:rPr>
          <w:rtl/>
        </w:rPr>
        <w:t>بہت گہرائي تك اس طرح سرايت كر رہے تھے كہ كليسا والے پريشان ہونے لگے يہا</w:t>
      </w:r>
      <w:r w:rsidR="000A0CDC">
        <w:rPr>
          <w:rtl/>
        </w:rPr>
        <w:t xml:space="preserve">ں </w:t>
      </w:r>
      <w:r>
        <w:rPr>
          <w:rtl/>
        </w:rPr>
        <w:t>تك كہ سن تھامس نے عربى زبان كے مترجمي</w:t>
      </w:r>
      <w:r w:rsidR="000A0CDC">
        <w:rPr>
          <w:rtl/>
        </w:rPr>
        <w:t xml:space="preserve">ں </w:t>
      </w:r>
      <w:r>
        <w:rPr>
          <w:rtl/>
        </w:rPr>
        <w:t>پر تنقيد كى اور ارسطو اور اسكى كتابو</w:t>
      </w:r>
      <w:r w:rsidR="000A0CDC">
        <w:rPr>
          <w:rtl/>
        </w:rPr>
        <w:t xml:space="preserve">ں </w:t>
      </w:r>
      <w:r>
        <w:rPr>
          <w:rtl/>
        </w:rPr>
        <w:t>كے عرب شارحين كے عقائد و افكار مي</w:t>
      </w:r>
      <w:r w:rsidR="000A0CDC">
        <w:rPr>
          <w:rtl/>
        </w:rPr>
        <w:t xml:space="preserve">ں </w:t>
      </w:r>
      <w:r>
        <w:rPr>
          <w:rtl/>
        </w:rPr>
        <w:t>فرق پر زور ديا ابن رشد كے علاوہ بو على سيناكى آراء و افكار كا بھى سرزمين مغرب مي</w:t>
      </w:r>
      <w:r w:rsidR="000A0CDC">
        <w:rPr>
          <w:rtl/>
        </w:rPr>
        <w:t xml:space="preserve">ں </w:t>
      </w:r>
      <w:r>
        <w:rPr>
          <w:rtl/>
        </w:rPr>
        <w:t xml:space="preserve">بہت زيادہ استقبال ہوا_ </w:t>
      </w:r>
    </w:p>
    <w:p w:rsidR="0061102A" w:rsidRDefault="0061102A" w:rsidP="00BE6934">
      <w:pPr>
        <w:pStyle w:val="libNormal"/>
        <w:rPr>
          <w:rtl/>
        </w:rPr>
      </w:pPr>
      <w:r>
        <w:rPr>
          <w:rtl/>
        </w:rPr>
        <w:t>بوعلى سينا كے جو افكار مغرب مي</w:t>
      </w:r>
      <w:r w:rsidR="000A0CDC">
        <w:rPr>
          <w:rtl/>
        </w:rPr>
        <w:t xml:space="preserve">ں </w:t>
      </w:r>
      <w:r>
        <w:rPr>
          <w:rtl/>
        </w:rPr>
        <w:t>منتقل ہوئے ان مي</w:t>
      </w:r>
      <w:r w:rsidR="000A0CDC">
        <w:rPr>
          <w:rtl/>
        </w:rPr>
        <w:t xml:space="preserve">ں </w:t>
      </w:r>
      <w:r>
        <w:rPr>
          <w:rtl/>
        </w:rPr>
        <w:t>سے ايك معقولات كا موضوع تھايعنى وہ چيزي</w:t>
      </w:r>
      <w:r w:rsidR="000A0CDC">
        <w:rPr>
          <w:rtl/>
        </w:rPr>
        <w:t xml:space="preserve">ں </w:t>
      </w:r>
      <w:r>
        <w:rPr>
          <w:rtl/>
        </w:rPr>
        <w:t>جو عقل كے ذريعے قابل درك ہي</w:t>
      </w:r>
      <w:r w:rsidR="000A0CDC">
        <w:rPr>
          <w:rtl/>
        </w:rPr>
        <w:t xml:space="preserve">ں </w:t>
      </w:r>
      <w:r>
        <w:rPr>
          <w:rtl/>
        </w:rPr>
        <w:t>بوعلى سينا كا ايك نظريہ يہ بھى تھا كہ ہر موجود كى اساس تجزيہ كے قابل نہي</w:t>
      </w:r>
      <w:r w:rsidR="000A0CDC">
        <w:rPr>
          <w:rtl/>
        </w:rPr>
        <w:t xml:space="preserve">ں </w:t>
      </w:r>
      <w:r>
        <w:rPr>
          <w:rtl/>
        </w:rPr>
        <w:t>ہے اور موجودات مي</w:t>
      </w:r>
      <w:r w:rsidR="000A0CDC">
        <w:rPr>
          <w:rtl/>
        </w:rPr>
        <w:t xml:space="preserve">ں </w:t>
      </w:r>
      <w:r>
        <w:rPr>
          <w:rtl/>
        </w:rPr>
        <w:t xml:space="preserve">كثرت و اختلاف كى بنياد بذات خود مادہ ہے _ </w:t>
      </w:r>
    </w:p>
    <w:p w:rsidR="0061102A" w:rsidRDefault="0061102A" w:rsidP="00BE6934">
      <w:pPr>
        <w:pStyle w:val="libNormal"/>
        <w:rPr>
          <w:rtl/>
        </w:rPr>
      </w:pPr>
      <w:r>
        <w:rPr>
          <w:rtl/>
        </w:rPr>
        <w:t>سرزمين مغرب كے بعض دانشور مثلا راجر بيكن كا يہ عقيدہ تھا كہ ارسطو كے فلسفہ كے اثرات مغرب مي</w:t>
      </w:r>
      <w:r w:rsidR="000A0CDC">
        <w:rPr>
          <w:rtl/>
        </w:rPr>
        <w:t xml:space="preserve">ں </w:t>
      </w:r>
      <w:r>
        <w:rPr>
          <w:rtl/>
        </w:rPr>
        <w:t>زيادہ نہي</w:t>
      </w:r>
      <w:r w:rsidR="000A0CDC">
        <w:rPr>
          <w:rtl/>
        </w:rPr>
        <w:t xml:space="preserve">ں </w:t>
      </w:r>
      <w:r>
        <w:rPr>
          <w:rtl/>
        </w:rPr>
        <w:t>تھے خواہ اسكى وجہ اسكى كتابو</w:t>
      </w:r>
      <w:r w:rsidR="000A0CDC">
        <w:rPr>
          <w:rtl/>
        </w:rPr>
        <w:t xml:space="preserve">ں </w:t>
      </w:r>
      <w:r>
        <w:rPr>
          <w:rtl/>
        </w:rPr>
        <w:t>اور رسالو</w:t>
      </w:r>
      <w:r w:rsidR="000A0CDC">
        <w:rPr>
          <w:rtl/>
        </w:rPr>
        <w:t xml:space="preserve">ں </w:t>
      </w:r>
      <w:r>
        <w:rPr>
          <w:rtl/>
        </w:rPr>
        <w:t>كا كم ہونا ہو خواہ اسكى كتابو</w:t>
      </w:r>
      <w:r w:rsidR="000A0CDC">
        <w:rPr>
          <w:rtl/>
        </w:rPr>
        <w:t xml:space="preserve">ں </w:t>
      </w:r>
      <w:r>
        <w:rPr>
          <w:rtl/>
        </w:rPr>
        <w:t>اور رسالو</w:t>
      </w:r>
      <w:r w:rsidR="000A0CDC">
        <w:rPr>
          <w:rtl/>
        </w:rPr>
        <w:t xml:space="preserve">ں </w:t>
      </w:r>
      <w:r>
        <w:rPr>
          <w:rtl/>
        </w:rPr>
        <w:t>كا آسانى سے درك نہ ہونا ہو يہا</w:t>
      </w:r>
      <w:r w:rsidR="000A0CDC">
        <w:rPr>
          <w:rtl/>
        </w:rPr>
        <w:t xml:space="preserve">ں </w:t>
      </w:r>
      <w:r>
        <w:rPr>
          <w:rtl/>
        </w:rPr>
        <w:t>تك كہ پيغمبر اسلام (ص) كے بعد اسلام كے بڑے فلاسفہ مثلا بوعلى سينا اور ابن رشد نے ارسطو كے فلسفہ كو سمجھا اور موضوع بحث قرار ديا اگر چہ اس دور مي</w:t>
      </w:r>
      <w:r w:rsidR="000A0CDC">
        <w:rPr>
          <w:rtl/>
        </w:rPr>
        <w:t xml:space="preserve">ں </w:t>
      </w:r>
      <w:r>
        <w:rPr>
          <w:rtl/>
        </w:rPr>
        <w:t>بوئيٹس نے ارسطو كے بعض آثار كو ترجمہ كرديا تھا فقط مانيكل اسكاٹ كے دور مي</w:t>
      </w:r>
      <w:r w:rsidR="000A0CDC">
        <w:rPr>
          <w:rtl/>
        </w:rPr>
        <w:t xml:space="preserve">ں </w:t>
      </w:r>
      <w:r>
        <w:rPr>
          <w:rtl/>
        </w:rPr>
        <w:t>كہ جب اس نے ارسطو كى طبيعت اور حكمت كے بارے مي</w:t>
      </w:r>
      <w:r w:rsidR="000A0CDC">
        <w:rPr>
          <w:rtl/>
        </w:rPr>
        <w:t xml:space="preserve">ں </w:t>
      </w:r>
      <w:r>
        <w:rPr>
          <w:rtl/>
        </w:rPr>
        <w:t>بعض كتابو</w:t>
      </w:r>
      <w:r w:rsidR="000A0CDC">
        <w:rPr>
          <w:rtl/>
        </w:rPr>
        <w:t xml:space="preserve">ں </w:t>
      </w:r>
      <w:r>
        <w:rPr>
          <w:rtl/>
        </w:rPr>
        <w:t>كا عربى سے لاطينى مي</w:t>
      </w:r>
      <w:r w:rsidR="000A0CDC">
        <w:rPr>
          <w:rtl/>
        </w:rPr>
        <w:t xml:space="preserve">ں </w:t>
      </w:r>
      <w:r>
        <w:rPr>
          <w:rtl/>
        </w:rPr>
        <w:t>ترجمہ كيا تو اس دور مي</w:t>
      </w:r>
      <w:r w:rsidR="000A0CDC">
        <w:rPr>
          <w:rtl/>
        </w:rPr>
        <w:t xml:space="preserve">ں </w:t>
      </w:r>
      <w:r>
        <w:rPr>
          <w:rtl/>
        </w:rPr>
        <w:t>مغرب مي</w:t>
      </w:r>
      <w:r w:rsidR="000A0CDC">
        <w:rPr>
          <w:rtl/>
        </w:rPr>
        <w:t xml:space="preserve">ں </w:t>
      </w:r>
      <w:r>
        <w:rPr>
          <w:rtl/>
        </w:rPr>
        <w:t>ارسطو كے فلسفہ كو پسند كيا گيا</w:t>
      </w:r>
      <w:r w:rsidRPr="00F67D4B">
        <w:rPr>
          <w:rStyle w:val="libFootnotenumChar"/>
          <w:rtl/>
        </w:rPr>
        <w:t>(1)</w:t>
      </w:r>
      <w:r>
        <w:rPr>
          <w:rtl/>
        </w:rPr>
        <w:t xml:space="preserve">_ </w:t>
      </w:r>
    </w:p>
    <w:p w:rsidR="0061102A" w:rsidRDefault="003A7D4A" w:rsidP="00BE6934">
      <w:pPr>
        <w:pStyle w:val="libLine"/>
        <w:rPr>
          <w:rtl/>
        </w:rPr>
      </w:pPr>
      <w:r>
        <w:rPr>
          <w:rtl/>
        </w:rPr>
        <w:t>____________________</w:t>
      </w:r>
    </w:p>
    <w:p w:rsidR="00354FC7" w:rsidRPr="00354FC7" w:rsidRDefault="0061102A" w:rsidP="00BE6934">
      <w:pPr>
        <w:pStyle w:val="libFootnote"/>
        <w:rPr>
          <w:rStyle w:val="libNormalChar"/>
          <w:rtl/>
        </w:rPr>
      </w:pPr>
      <w:r>
        <w:rPr>
          <w:rtl/>
        </w:rPr>
        <w:t>1)دائرة المعارف بزرگ اسلامى ، ج 3 ذيل'' ابن رشد'' ( شرف الدين خراسانى اُ جَ ع ذيل'' ابن سينا''_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648 قمرى ہجرى مي</w:t>
      </w:r>
      <w:r w:rsidR="000A0CDC">
        <w:rPr>
          <w:rtl/>
        </w:rPr>
        <w:t xml:space="preserve">ں </w:t>
      </w:r>
      <w:r>
        <w:rPr>
          <w:rtl/>
        </w:rPr>
        <w:t>عيسائي مبلغين كے حكم پر ٹولڈو شہر مي</w:t>
      </w:r>
      <w:r w:rsidR="000A0CDC">
        <w:rPr>
          <w:rtl/>
        </w:rPr>
        <w:t xml:space="preserve">ں </w:t>
      </w:r>
      <w:r>
        <w:rPr>
          <w:rtl/>
        </w:rPr>
        <w:t>مشرقى علوم سے آشنائي كيلئے پہلا ادارہ قائم ہوا، اس ادارہ مي</w:t>
      </w:r>
      <w:r w:rsidR="000A0CDC">
        <w:rPr>
          <w:rtl/>
        </w:rPr>
        <w:t xml:space="preserve">ں </w:t>
      </w:r>
      <w:r>
        <w:rPr>
          <w:rtl/>
        </w:rPr>
        <w:t>عربى زبان ، عيسائي اور يہودى دينى علوم كى تعليم دى جاتى تھى تا كہ مسلمانو</w:t>
      </w:r>
      <w:r w:rsidR="000A0CDC">
        <w:rPr>
          <w:rtl/>
        </w:rPr>
        <w:t xml:space="preserve">ں </w:t>
      </w:r>
      <w:r>
        <w:rPr>
          <w:rtl/>
        </w:rPr>
        <w:t>مي</w:t>
      </w:r>
      <w:r w:rsidR="000A0CDC">
        <w:rPr>
          <w:rtl/>
        </w:rPr>
        <w:t xml:space="preserve">ں </w:t>
      </w:r>
      <w:r>
        <w:rPr>
          <w:rtl/>
        </w:rPr>
        <w:t>تبليغ كيلئے افراد تيار كيے جائي</w:t>
      </w:r>
      <w:r w:rsidR="000A0CDC">
        <w:rPr>
          <w:rtl/>
        </w:rPr>
        <w:t xml:space="preserve">ں </w:t>
      </w:r>
      <w:r>
        <w:rPr>
          <w:rtl/>
        </w:rPr>
        <w:t>اس ادارہ كا سب سے بہترين طالب علم ريمنڈ مارٹن تھا ،اسكا يورپ مي</w:t>
      </w:r>
      <w:r w:rsidR="000A0CDC">
        <w:rPr>
          <w:rtl/>
        </w:rPr>
        <w:t xml:space="preserve">ں </w:t>
      </w:r>
      <w:r>
        <w:rPr>
          <w:rtl/>
        </w:rPr>
        <w:t>مسلمان مصنفين كے بارے مي</w:t>
      </w:r>
      <w:r w:rsidR="000A0CDC">
        <w:rPr>
          <w:rtl/>
        </w:rPr>
        <w:t xml:space="preserve">ں </w:t>
      </w:r>
      <w:r>
        <w:rPr>
          <w:rtl/>
        </w:rPr>
        <w:t>معلومات كے حوالے سے كوئي ثانى نہ تھا وہ نہ صرف يہ كہ قرآنى آيات اور اسلامى احاديث سے آگاہى ركھتا تھا بلكہ فارابى سے ليكر ابن رشد تك علم الہى اور اسلامى فلسفہ كے تمام علماء سے نكات بھى جانتا تھا ريمونڈ مارٹين نے غزالى كى مشہور كتاب تھافت الفلاسفہ پر بھى تحقيق كى اور اس كتاب كے بعض حصو</w:t>
      </w:r>
      <w:r w:rsidR="000A0CDC">
        <w:rPr>
          <w:rtl/>
        </w:rPr>
        <w:t xml:space="preserve">ں </w:t>
      </w:r>
      <w:r>
        <w:rPr>
          <w:rtl/>
        </w:rPr>
        <w:t>كو اپنى كتاب ''پوگو فيڈي'' مي</w:t>
      </w:r>
      <w:r w:rsidR="000A0CDC">
        <w:rPr>
          <w:rtl/>
        </w:rPr>
        <w:t xml:space="preserve">ں </w:t>
      </w:r>
      <w:r>
        <w:rPr>
          <w:rtl/>
        </w:rPr>
        <w:t>نقل كيا غزالى كے افكار و عقائد جب سے يورپى دانشورو</w:t>
      </w:r>
      <w:r w:rsidR="000A0CDC">
        <w:rPr>
          <w:rtl/>
        </w:rPr>
        <w:t xml:space="preserve">ں </w:t>
      </w:r>
      <w:r>
        <w:rPr>
          <w:rtl/>
        </w:rPr>
        <w:t>كے ہا</w:t>
      </w:r>
      <w:r w:rsidR="000A0CDC">
        <w:rPr>
          <w:rtl/>
        </w:rPr>
        <w:t xml:space="preserve">ں </w:t>
      </w:r>
      <w:r>
        <w:rPr>
          <w:rtl/>
        </w:rPr>
        <w:t>منتقل ہوئے اسى وقت سے عيسائي اہل فكر كيلئے بہت اہميت كے حامل ہي</w:t>
      </w:r>
      <w:r w:rsidR="000A0CDC">
        <w:rPr>
          <w:rtl/>
        </w:rPr>
        <w:t xml:space="preserve">ں </w:t>
      </w:r>
      <w:r>
        <w:rPr>
          <w:rtl/>
        </w:rPr>
        <w:t>اور اب بھى ان كے ليے مفيد ہي</w:t>
      </w:r>
      <w:r w:rsidR="000A0CDC">
        <w:rPr>
          <w:rtl/>
        </w:rPr>
        <w:t xml:space="preserve">ں </w:t>
      </w:r>
      <w:r>
        <w:rPr>
          <w:rtl/>
        </w:rPr>
        <w:t xml:space="preserve">_ </w:t>
      </w:r>
    </w:p>
    <w:p w:rsidR="0061102A" w:rsidRDefault="0061102A" w:rsidP="00BE6934">
      <w:pPr>
        <w:pStyle w:val="libNormal"/>
        <w:rPr>
          <w:rtl/>
        </w:rPr>
      </w:pPr>
      <w:r>
        <w:rPr>
          <w:rtl/>
        </w:rPr>
        <w:t>فلسفہ مي</w:t>
      </w:r>
      <w:r w:rsidR="000A0CDC">
        <w:rPr>
          <w:rtl/>
        </w:rPr>
        <w:t xml:space="preserve">ں </w:t>
      </w:r>
      <w:r>
        <w:rPr>
          <w:rtl/>
        </w:rPr>
        <w:t>اسلام كى ديگر عظيم شخصيات مي</w:t>
      </w:r>
      <w:r w:rsidR="000A0CDC">
        <w:rPr>
          <w:rtl/>
        </w:rPr>
        <w:t xml:space="preserve">ں </w:t>
      </w:r>
      <w:r>
        <w:rPr>
          <w:rtl/>
        </w:rPr>
        <w:t>سے كہ جو يورپ مي</w:t>
      </w:r>
      <w:r w:rsidR="000A0CDC">
        <w:rPr>
          <w:rtl/>
        </w:rPr>
        <w:t xml:space="preserve">ں </w:t>
      </w:r>
      <w:r>
        <w:rPr>
          <w:rtl/>
        </w:rPr>
        <w:t>مشہور ہوئي</w:t>
      </w:r>
      <w:r w:rsidR="000A0CDC">
        <w:rPr>
          <w:rtl/>
        </w:rPr>
        <w:t xml:space="preserve">ں </w:t>
      </w:r>
      <w:r>
        <w:rPr>
          <w:rtl/>
        </w:rPr>
        <w:t>جناب ابن رشد تھےاٹلى مي</w:t>
      </w:r>
      <w:r w:rsidR="000A0CDC">
        <w:rPr>
          <w:rtl/>
        </w:rPr>
        <w:t xml:space="preserve">ں </w:t>
      </w:r>
      <w:r>
        <w:rPr>
          <w:rtl/>
        </w:rPr>
        <w:t>انكے افكار و نظريات تقريباً سولھوي</w:t>
      </w:r>
      <w:r w:rsidR="000A0CDC">
        <w:rPr>
          <w:rtl/>
        </w:rPr>
        <w:t xml:space="preserve">ں </w:t>
      </w:r>
      <w:r>
        <w:rPr>
          <w:rtl/>
        </w:rPr>
        <w:t>صدى عيسوى تك چھائے رہے،ان كے عقائد عيسائيو</w:t>
      </w:r>
      <w:r w:rsidR="000A0CDC">
        <w:rPr>
          <w:rtl/>
        </w:rPr>
        <w:t xml:space="preserve">ں </w:t>
      </w:r>
      <w:r>
        <w:rPr>
          <w:rtl/>
        </w:rPr>
        <w:t>مي</w:t>
      </w:r>
      <w:r w:rsidR="000A0CDC">
        <w:rPr>
          <w:rtl/>
        </w:rPr>
        <w:t xml:space="preserve">ں </w:t>
      </w:r>
      <w:r>
        <w:rPr>
          <w:rtl/>
        </w:rPr>
        <w:t>بہت سى مباحث كا باعث قرار پائے_ مغرب مي</w:t>
      </w:r>
      <w:r w:rsidR="000A0CDC">
        <w:rPr>
          <w:rtl/>
        </w:rPr>
        <w:t xml:space="preserve">ں </w:t>
      </w:r>
      <w:r>
        <w:rPr>
          <w:rtl/>
        </w:rPr>
        <w:t>ابن رشد كے فلسفہ كى پيروى كہ جسے اصطلاحى طور پريوروازم كانام ديا گيا جديد علوم كے ظہور تك يورپ مي</w:t>
      </w:r>
      <w:r w:rsidR="000A0CDC">
        <w:rPr>
          <w:rtl/>
        </w:rPr>
        <w:t xml:space="preserve">ں </w:t>
      </w:r>
      <w:r>
        <w:rPr>
          <w:rtl/>
        </w:rPr>
        <w:t>فلسفہ كى بقا كے اسباب مي</w:t>
      </w:r>
      <w:r w:rsidR="000A0CDC">
        <w:rPr>
          <w:rtl/>
        </w:rPr>
        <w:t xml:space="preserve">ں </w:t>
      </w:r>
      <w:r>
        <w:rPr>
          <w:rtl/>
        </w:rPr>
        <w:t>سے ايك سبب تھا</w:t>
      </w:r>
      <w:r w:rsidRPr="00F67D4B">
        <w:rPr>
          <w:rStyle w:val="libFootnotenumChar"/>
          <w:rtl/>
        </w:rPr>
        <w:t>(1)</w:t>
      </w:r>
      <w:r>
        <w:rPr>
          <w:rtl/>
        </w:rPr>
        <w:t xml:space="preserve"> _ </w:t>
      </w:r>
    </w:p>
    <w:p w:rsidR="0061102A" w:rsidRDefault="0061102A" w:rsidP="00BE6934">
      <w:pPr>
        <w:pStyle w:val="libNormal"/>
        <w:rPr>
          <w:rtl/>
        </w:rPr>
      </w:pPr>
      <w:r>
        <w:rPr>
          <w:rtl/>
        </w:rPr>
        <w:t>يہ مسلمہ بات ہے كہ اس علم الہى كے حوالے سے مسلمانو</w:t>
      </w:r>
      <w:r w:rsidR="000A0CDC">
        <w:rPr>
          <w:rtl/>
        </w:rPr>
        <w:t xml:space="preserve">ں </w:t>
      </w:r>
      <w:r>
        <w:rPr>
          <w:rtl/>
        </w:rPr>
        <w:t>كى خدمات بے حد اہميت كى حامل ہي</w:t>
      </w:r>
      <w:r w:rsidR="000A0CDC">
        <w:rPr>
          <w:rtl/>
        </w:rPr>
        <w:t xml:space="preserve">ں </w:t>
      </w:r>
      <w:r>
        <w:rPr>
          <w:rtl/>
        </w:rPr>
        <w:t>اور وہ لوگ جو اسلامى دانشورو</w:t>
      </w:r>
      <w:r w:rsidR="000A0CDC">
        <w:rPr>
          <w:rtl/>
        </w:rPr>
        <w:t xml:space="preserve">ں </w:t>
      </w:r>
      <w:r>
        <w:rPr>
          <w:rtl/>
        </w:rPr>
        <w:t>كو جدت و بنياد سے محروم كہتے ہي</w:t>
      </w:r>
      <w:r w:rsidR="000A0CDC">
        <w:rPr>
          <w:rtl/>
        </w:rPr>
        <w:t xml:space="preserve">ں </w:t>
      </w:r>
      <w:r>
        <w:rPr>
          <w:rtl/>
        </w:rPr>
        <w:t>يقيناً انہو</w:t>
      </w:r>
      <w:r w:rsidR="000A0CDC">
        <w:rPr>
          <w:rtl/>
        </w:rPr>
        <w:t xml:space="preserve">ں </w:t>
      </w:r>
      <w:r>
        <w:rPr>
          <w:rtl/>
        </w:rPr>
        <w:t>نے ابن رشد اور غزالى كے آثار كا مطالعہ نہي</w:t>
      </w:r>
      <w:r w:rsidR="000A0CDC">
        <w:rPr>
          <w:rtl/>
        </w:rPr>
        <w:t xml:space="preserve">ں </w:t>
      </w:r>
      <w:r>
        <w:rPr>
          <w:rtl/>
        </w:rPr>
        <w:t xml:space="preserve">كيا ٹوماز ايكوئنس كى مشہور كتاب ''سوما''اسى كوتاہ فكرى پر ايك دليل ہے_ </w:t>
      </w:r>
    </w:p>
    <w:p w:rsidR="0061102A" w:rsidRDefault="0061102A" w:rsidP="00BE6934">
      <w:pPr>
        <w:pStyle w:val="libNormal"/>
        <w:rPr>
          <w:rtl/>
        </w:rPr>
      </w:pPr>
      <w:r>
        <w:rPr>
          <w:rtl/>
        </w:rPr>
        <w:t>چارصديو</w:t>
      </w:r>
      <w:r w:rsidR="000A0CDC">
        <w:rPr>
          <w:rtl/>
        </w:rPr>
        <w:t xml:space="preserve">ں </w:t>
      </w:r>
      <w:r>
        <w:rPr>
          <w:rtl/>
        </w:rPr>
        <w:t>سے زيادہ مدت تك يورپ كے تمام تعليمى اور ثقافتى مراكز پر اسلامى تہذيب و تمدن كے اثرات چھائے رہے _ جب يورپ مي</w:t>
      </w:r>
      <w:r w:rsidR="000A0CDC">
        <w:rPr>
          <w:rtl/>
        </w:rPr>
        <w:t xml:space="preserve">ں </w:t>
      </w:r>
      <w:r>
        <w:rPr>
          <w:rtl/>
        </w:rPr>
        <w:t>اسلامى افكار كى برترى كا دور ختم ہو ا پھر بھى مشرق و مغرب مي</w:t>
      </w:r>
      <w:r w:rsidR="000A0CDC">
        <w:rPr>
          <w:rtl/>
        </w:rPr>
        <w:t xml:space="preserve">ں </w:t>
      </w:r>
      <w:r>
        <w:rPr>
          <w:rtl/>
        </w:rPr>
        <w:t>ثقافتى رابطہ باقى رہا اور يہ رابط و تعلق تيرھوي</w:t>
      </w:r>
      <w:r w:rsidR="000A0CDC">
        <w:rPr>
          <w:rtl/>
        </w:rPr>
        <w:t xml:space="preserve">ں </w:t>
      </w:r>
      <w:r>
        <w:rPr>
          <w:rtl/>
        </w:rPr>
        <w:t>صدى عيسوى مي</w:t>
      </w:r>
      <w:r w:rsidR="000A0CDC">
        <w:rPr>
          <w:rtl/>
        </w:rPr>
        <w:t xml:space="preserve">ں </w:t>
      </w:r>
      <w:r>
        <w:rPr>
          <w:rtl/>
        </w:rPr>
        <w:t xml:space="preserve">اپنے عروج كو پہنچا ، اگر ہم اس دور كے باقى ماندہ </w:t>
      </w:r>
    </w:p>
    <w:p w:rsidR="0061102A" w:rsidRDefault="009821C6" w:rsidP="00BE6934">
      <w:pPr>
        <w:pStyle w:val="libLine"/>
        <w:rPr>
          <w:rtl/>
        </w:rPr>
      </w:pPr>
      <w:r>
        <w:rPr>
          <w:rtl/>
        </w:rPr>
        <w:t>____________________</w:t>
      </w:r>
    </w:p>
    <w:p w:rsidR="00D47FFB" w:rsidRDefault="0061102A" w:rsidP="00BE6934">
      <w:pPr>
        <w:pStyle w:val="libFootnote"/>
        <w:rPr>
          <w:rtl/>
        </w:rPr>
      </w:pPr>
      <w:r>
        <w:rPr>
          <w:rtl/>
        </w:rPr>
        <w:t>1) سابقہ حوالہ ج 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آثار كا تجزيہ كري</w:t>
      </w:r>
      <w:r w:rsidR="000A0CDC">
        <w:rPr>
          <w:rtl/>
        </w:rPr>
        <w:t xml:space="preserve">ں </w:t>
      </w:r>
      <w:r>
        <w:rPr>
          <w:rtl/>
        </w:rPr>
        <w:t>تو ديكھي</w:t>
      </w:r>
      <w:r w:rsidR="000A0CDC">
        <w:rPr>
          <w:rtl/>
        </w:rPr>
        <w:t xml:space="preserve">ں </w:t>
      </w:r>
      <w:r>
        <w:rPr>
          <w:rtl/>
        </w:rPr>
        <w:t>گے كہ اسلامى تسلط ہميشہ جارى رہا اور يہ اسلامى برترى قرون وسطى كے ادوار مي</w:t>
      </w:r>
      <w:r w:rsidR="000A0CDC">
        <w:rPr>
          <w:rtl/>
        </w:rPr>
        <w:t xml:space="preserve">ں </w:t>
      </w:r>
      <w:r>
        <w:rPr>
          <w:rtl/>
        </w:rPr>
        <w:t>اس سے كہي</w:t>
      </w:r>
      <w:r w:rsidR="000A0CDC">
        <w:rPr>
          <w:rtl/>
        </w:rPr>
        <w:t xml:space="preserve">ں </w:t>
      </w:r>
      <w:r>
        <w:rPr>
          <w:rtl/>
        </w:rPr>
        <w:t xml:space="preserve">زيادہ تھى كہ جس كا تذكرہ آج كيا جاتا ہے_ </w:t>
      </w:r>
    </w:p>
    <w:p w:rsidR="0061102A" w:rsidRDefault="0061102A" w:rsidP="00BE6934">
      <w:pPr>
        <w:pStyle w:val="libNormal"/>
        <w:rPr>
          <w:rtl/>
        </w:rPr>
      </w:pPr>
    </w:p>
    <w:p w:rsidR="0061102A" w:rsidRDefault="0061102A" w:rsidP="00BE6934">
      <w:pPr>
        <w:pStyle w:val="Heading2Center"/>
        <w:rPr>
          <w:rtl/>
        </w:rPr>
      </w:pPr>
      <w:bookmarkStart w:id="80" w:name="_Toc268636"/>
      <w:r>
        <w:rPr>
          <w:rtl/>
        </w:rPr>
        <w:t>2_ اسلامى طب كے مغربى تہذيب پراثرات</w:t>
      </w:r>
      <w:bookmarkEnd w:id="80"/>
    </w:p>
    <w:p w:rsidR="0061102A" w:rsidRDefault="0061102A" w:rsidP="00BE6934">
      <w:pPr>
        <w:pStyle w:val="libNormal"/>
        <w:rPr>
          <w:rtl/>
        </w:rPr>
      </w:pPr>
      <w:r>
        <w:rPr>
          <w:rtl/>
        </w:rPr>
        <w:t>اسلامى طب نے مغربى طب پر مختلف انداز سے اثرات ڈالے ان مي</w:t>
      </w:r>
      <w:r w:rsidR="000A0CDC">
        <w:rPr>
          <w:rtl/>
        </w:rPr>
        <w:t xml:space="preserve">ں </w:t>
      </w:r>
      <w:r>
        <w:rPr>
          <w:rtl/>
        </w:rPr>
        <w:t>سے ايك اسلامى طبيبو</w:t>
      </w:r>
      <w:r w:rsidR="000A0CDC">
        <w:rPr>
          <w:rtl/>
        </w:rPr>
        <w:t xml:space="preserve">ں </w:t>
      </w:r>
      <w:r>
        <w:rPr>
          <w:rtl/>
        </w:rPr>
        <w:t>كے بہت سے آثار كا لاطينى زبان مي</w:t>
      </w:r>
      <w:r w:rsidR="000A0CDC">
        <w:rPr>
          <w:rtl/>
        </w:rPr>
        <w:t xml:space="preserve">ں </w:t>
      </w:r>
      <w:r>
        <w:rPr>
          <w:rtl/>
        </w:rPr>
        <w:t>ترجمہ ہونا تھا، ان اطباء مي</w:t>
      </w:r>
      <w:r w:rsidR="000A0CDC">
        <w:rPr>
          <w:rtl/>
        </w:rPr>
        <w:t xml:space="preserve">ں </w:t>
      </w:r>
      <w:r>
        <w:rPr>
          <w:rtl/>
        </w:rPr>
        <w:t>سے ايك اہم ترين طبيب محمد بن زكريا رازى ہي</w:t>
      </w:r>
      <w:r w:rsidR="000A0CDC">
        <w:rPr>
          <w:rtl/>
        </w:rPr>
        <w:t xml:space="preserve">ں </w:t>
      </w:r>
      <w:r>
        <w:rPr>
          <w:rtl/>
        </w:rPr>
        <w:t>كہ جنكے بہت سے آثار لاطينى زبان مي</w:t>
      </w:r>
      <w:r w:rsidR="000A0CDC">
        <w:rPr>
          <w:rtl/>
        </w:rPr>
        <w:t xml:space="preserve">ں </w:t>
      </w:r>
      <w:r>
        <w:rPr>
          <w:rtl/>
        </w:rPr>
        <w:t>ترجمہ ہوئے اور ہر كتاب باربار شايع ہوئي بہت سے مغربى مورخين اور دانشورو</w:t>
      </w:r>
      <w:r w:rsidR="000A0CDC">
        <w:rPr>
          <w:rtl/>
        </w:rPr>
        <w:t xml:space="preserve">ں </w:t>
      </w:r>
      <w:r>
        <w:rPr>
          <w:rtl/>
        </w:rPr>
        <w:t>كا يہ نظريہ ہے كہ رازى كى كتاب '' الجدرى و الحصبة'' ( پھوڑے اور خسرہ) انكى سب سے بڑى تاليف ہے يہ كتاب 1498عيسوى مي</w:t>
      </w:r>
      <w:r w:rsidR="000A0CDC">
        <w:rPr>
          <w:rtl/>
        </w:rPr>
        <w:t xml:space="preserve">ں </w:t>
      </w:r>
      <w:r>
        <w:rPr>
          <w:rtl/>
        </w:rPr>
        <w:t>پہلى بار ترجمہ ہو كر شايع ہوئي اس كے علاوہ يہ كتاب چاليس بار يورپ مي</w:t>
      </w:r>
      <w:r w:rsidR="000A0CDC">
        <w:rPr>
          <w:rtl/>
        </w:rPr>
        <w:t xml:space="preserve">ں </w:t>
      </w:r>
      <w:r>
        <w:rPr>
          <w:rtl/>
        </w:rPr>
        <w:t>شايع ہوئي معلوم يہ ہوتا ہے كہ اسلامى تہذيب مي</w:t>
      </w:r>
      <w:r w:rsidR="000A0CDC">
        <w:rPr>
          <w:rtl/>
        </w:rPr>
        <w:t xml:space="preserve">ں </w:t>
      </w:r>
      <w:r>
        <w:rPr>
          <w:rtl/>
        </w:rPr>
        <w:t>اسلامى طبى كتابو</w:t>
      </w:r>
      <w:r w:rsidR="000A0CDC">
        <w:rPr>
          <w:rtl/>
        </w:rPr>
        <w:t xml:space="preserve">ں </w:t>
      </w:r>
      <w:r>
        <w:rPr>
          <w:rtl/>
        </w:rPr>
        <w:t>مي</w:t>
      </w:r>
      <w:r w:rsidR="000A0CDC">
        <w:rPr>
          <w:rtl/>
        </w:rPr>
        <w:t xml:space="preserve">ں </w:t>
      </w:r>
      <w:r>
        <w:rPr>
          <w:rtl/>
        </w:rPr>
        <w:t>سے اس كتاب كے ترجمو</w:t>
      </w:r>
      <w:r w:rsidR="000A0CDC">
        <w:rPr>
          <w:rtl/>
        </w:rPr>
        <w:t xml:space="preserve">ں </w:t>
      </w:r>
      <w:r>
        <w:rPr>
          <w:rtl/>
        </w:rPr>
        <w:t xml:space="preserve">اور چھپنے كى تعداد ديگر كتب سے بہت زيادہ ہے _ </w:t>
      </w:r>
    </w:p>
    <w:p w:rsidR="0061102A" w:rsidRDefault="0061102A" w:rsidP="00BE6934">
      <w:pPr>
        <w:pStyle w:val="libNormal"/>
        <w:rPr>
          <w:rtl/>
        </w:rPr>
      </w:pPr>
      <w:r>
        <w:rPr>
          <w:rtl/>
        </w:rPr>
        <w:t>رازى كى ايك اور كتاب'' الحصى المتولدہ فى الكلى و المثانہ 1896 عيسوى مي</w:t>
      </w:r>
      <w:r w:rsidR="000A0CDC">
        <w:rPr>
          <w:rtl/>
        </w:rPr>
        <w:t xml:space="preserve">ں </w:t>
      </w:r>
      <w:r>
        <w:rPr>
          <w:rtl/>
        </w:rPr>
        <w:t>پيرس مي</w:t>
      </w:r>
      <w:r w:rsidR="000A0CDC">
        <w:rPr>
          <w:rtl/>
        </w:rPr>
        <w:t xml:space="preserve">ں </w:t>
      </w:r>
      <w:r>
        <w:rPr>
          <w:rtl/>
        </w:rPr>
        <w:t xml:space="preserve">شايع ہوئي _ </w:t>
      </w:r>
    </w:p>
    <w:p w:rsidR="0061102A" w:rsidRDefault="0061102A" w:rsidP="00BE6934">
      <w:pPr>
        <w:pStyle w:val="libNormal"/>
        <w:rPr>
          <w:rtl/>
        </w:rPr>
      </w:pPr>
      <w:r>
        <w:rPr>
          <w:rtl/>
        </w:rPr>
        <w:t>1279 عيسوى مي</w:t>
      </w:r>
      <w:r w:rsidR="000A0CDC">
        <w:rPr>
          <w:rtl/>
        </w:rPr>
        <w:t xml:space="preserve">ں </w:t>
      </w:r>
      <w:r>
        <w:rPr>
          <w:rtl/>
        </w:rPr>
        <w:t>چارلس اول كے دور مي</w:t>
      </w:r>
      <w:r w:rsidR="000A0CDC">
        <w:rPr>
          <w:rtl/>
        </w:rPr>
        <w:t xml:space="preserve">ں </w:t>
      </w:r>
      <w:r>
        <w:rPr>
          <w:rtl/>
        </w:rPr>
        <w:t>رازى كى كتاب الحاوى فرح بن سالم نامى ايك يہودى طبيب كے ذريعے لاطينى زبان مي</w:t>
      </w:r>
      <w:r w:rsidR="000A0CDC">
        <w:rPr>
          <w:rtl/>
        </w:rPr>
        <w:t xml:space="preserve">ں </w:t>
      </w:r>
      <w:r>
        <w:rPr>
          <w:rtl/>
        </w:rPr>
        <w:t>ترجمہ ہوئي اور 1542 عيسوى مي</w:t>
      </w:r>
      <w:r w:rsidR="000A0CDC">
        <w:rPr>
          <w:rtl/>
        </w:rPr>
        <w:t xml:space="preserve">ں </w:t>
      </w:r>
      <w:r>
        <w:rPr>
          <w:rtl/>
        </w:rPr>
        <w:t>پانچ بار شايع ہوئي _ يہ كتاب يورپ مي</w:t>
      </w:r>
      <w:r w:rsidR="000A0CDC">
        <w:rPr>
          <w:rtl/>
        </w:rPr>
        <w:t xml:space="preserve">ں </w:t>
      </w:r>
      <w:r>
        <w:rPr>
          <w:rtl/>
        </w:rPr>
        <w:t xml:space="preserve">علم طب كے نصاب كى اہم ترين كتاب شمار ہوتى تھى _ </w:t>
      </w:r>
    </w:p>
    <w:p w:rsidR="0061102A" w:rsidRDefault="0061102A" w:rsidP="00BE6934">
      <w:pPr>
        <w:pStyle w:val="libNormal"/>
        <w:rPr>
          <w:rtl/>
        </w:rPr>
      </w:pPr>
      <w:r>
        <w:rPr>
          <w:rtl/>
        </w:rPr>
        <w:t>دوسرے طبيب كہ جنہو</w:t>
      </w:r>
      <w:r w:rsidR="000A0CDC">
        <w:rPr>
          <w:rtl/>
        </w:rPr>
        <w:t xml:space="preserve">ں </w:t>
      </w:r>
      <w:r>
        <w:rPr>
          <w:rtl/>
        </w:rPr>
        <w:t>نے مغربى طب كو متاثر كيا جناب بو على سينا ہي</w:t>
      </w:r>
      <w:r w:rsidR="000A0CDC">
        <w:rPr>
          <w:rtl/>
        </w:rPr>
        <w:t xml:space="preserve">ں </w:t>
      </w:r>
      <w:r>
        <w:rPr>
          <w:rtl/>
        </w:rPr>
        <w:t>انكى كتاب قانون بہت سالو</w:t>
      </w:r>
      <w:r w:rsidR="000A0CDC">
        <w:rPr>
          <w:rtl/>
        </w:rPr>
        <w:t xml:space="preserve">ں </w:t>
      </w:r>
      <w:r>
        <w:rPr>
          <w:rtl/>
        </w:rPr>
        <w:t>تك مغرب كى اہم ترين طبى كتاب شمار ہوتى رہى پندرھوي</w:t>
      </w:r>
      <w:r w:rsidR="000A0CDC">
        <w:rPr>
          <w:rtl/>
        </w:rPr>
        <w:t xml:space="preserve">ں </w:t>
      </w:r>
      <w:r>
        <w:rPr>
          <w:rtl/>
        </w:rPr>
        <w:t>صدى عيسوى كے آخر مي</w:t>
      </w:r>
      <w:r w:rsidR="000A0CDC">
        <w:rPr>
          <w:rtl/>
        </w:rPr>
        <w:t xml:space="preserve">ں </w:t>
      </w:r>
      <w:r>
        <w:rPr>
          <w:rtl/>
        </w:rPr>
        <w:t>اس كتاب كى سولہ بار يورپ مي</w:t>
      </w:r>
      <w:r w:rsidR="000A0CDC">
        <w:rPr>
          <w:rtl/>
        </w:rPr>
        <w:t xml:space="preserve">ں </w:t>
      </w:r>
      <w:r>
        <w:rPr>
          <w:rtl/>
        </w:rPr>
        <w:t>اشاعت كى گئي جو پندر ہ بار لاطينى زبان اور ايك بار عبرى زبان مي</w:t>
      </w:r>
      <w:r w:rsidR="000A0CDC">
        <w:rPr>
          <w:rtl/>
        </w:rPr>
        <w:t xml:space="preserve">ں </w:t>
      </w:r>
      <w:r>
        <w:rPr>
          <w:rtl/>
        </w:rPr>
        <w:t>تھى _ اس كتاب كى لاطينى اور عربى زبان مي</w:t>
      </w:r>
      <w:r w:rsidR="000A0CDC">
        <w:rPr>
          <w:rtl/>
        </w:rPr>
        <w:t xml:space="preserve">ں </w:t>
      </w:r>
      <w:r>
        <w:rPr>
          <w:rtl/>
        </w:rPr>
        <w:t>لكھى گئي تفاسيربے شمار ہي</w:t>
      </w:r>
      <w:r w:rsidR="000A0CDC">
        <w:rPr>
          <w:rtl/>
        </w:rPr>
        <w:t xml:space="preserve">ں </w:t>
      </w:r>
      <w:r>
        <w:rPr>
          <w:rtl/>
        </w:rPr>
        <w:t>يہ كتاب ستروي</w:t>
      </w:r>
      <w:r w:rsidR="000A0CDC">
        <w:rPr>
          <w:rtl/>
        </w:rPr>
        <w:t xml:space="preserve">ں </w:t>
      </w:r>
      <w:r>
        <w:rPr>
          <w:rtl/>
        </w:rPr>
        <w:t>صدى عيسوى كے دوسرے نصف حصے تك كئي بار شايع ہوئي اور ايك طويل مدت تك ايك نصابى كتاب شمار ہوئي رہى شايد علم طب مي</w:t>
      </w:r>
      <w:r w:rsidR="000A0CDC">
        <w:rPr>
          <w:rtl/>
        </w:rPr>
        <w:t xml:space="preserve">ں </w:t>
      </w:r>
      <w:r>
        <w:rPr>
          <w:rtl/>
        </w:rPr>
        <w:t xml:space="preserve">آج تك اسكى مانند كوئي كتاب اسقدر رائج نہ رہى ہو_ </w:t>
      </w:r>
    </w:p>
    <w:p w:rsidR="00D47FFB" w:rsidRDefault="0069392F" w:rsidP="00BE6934">
      <w:pPr>
        <w:pStyle w:val="libNormal"/>
        <w:rPr>
          <w:rtl/>
        </w:rPr>
      </w:pPr>
      <w:r>
        <w:rPr>
          <w:rtl/>
        </w:rPr>
        <w:cr/>
      </w:r>
      <w:r>
        <w:rPr>
          <w:rtl/>
        </w:rPr>
        <w:br w:type="page"/>
      </w:r>
      <w:r>
        <w:rPr>
          <w:rtl/>
        </w:rPr>
        <w:lastRenderedPageBreak/>
        <w:cr/>
      </w:r>
    </w:p>
    <w:p w:rsidR="0061102A" w:rsidRDefault="0061102A" w:rsidP="00BE6934">
      <w:pPr>
        <w:pStyle w:val="libNormal"/>
        <w:rPr>
          <w:rtl/>
        </w:rPr>
      </w:pPr>
      <w:r>
        <w:rPr>
          <w:rtl/>
        </w:rPr>
        <w:t>اس كے علاوہ اور كئي پہلو</w:t>
      </w:r>
      <w:r w:rsidR="000A0CDC">
        <w:rPr>
          <w:rtl/>
        </w:rPr>
        <w:t xml:space="preserve">ں </w:t>
      </w:r>
      <w:r>
        <w:rPr>
          <w:rtl/>
        </w:rPr>
        <w:t>سے اسلامى علم طب نے مغربى طب كو متاثر كيا_ ميرے خيال مي</w:t>
      </w:r>
      <w:r w:rsidR="000A0CDC">
        <w:rPr>
          <w:rtl/>
        </w:rPr>
        <w:t xml:space="preserve">ں </w:t>
      </w:r>
      <w:r>
        <w:rPr>
          <w:rtl/>
        </w:rPr>
        <w:t>يورپ مي</w:t>
      </w:r>
      <w:r w:rsidR="000A0CDC">
        <w:rPr>
          <w:rtl/>
        </w:rPr>
        <w:t xml:space="preserve">ں </w:t>
      </w:r>
      <w:r>
        <w:rPr>
          <w:rtl/>
        </w:rPr>
        <w:t>ہسپتالو</w:t>
      </w:r>
      <w:r w:rsidR="000A0CDC">
        <w:rPr>
          <w:rtl/>
        </w:rPr>
        <w:t xml:space="preserve">ں </w:t>
      </w:r>
      <w:r>
        <w:rPr>
          <w:rtl/>
        </w:rPr>
        <w:t>كا وجود مي</w:t>
      </w:r>
      <w:r w:rsidR="000A0CDC">
        <w:rPr>
          <w:rtl/>
        </w:rPr>
        <w:t xml:space="preserve">ں </w:t>
      </w:r>
      <w:r>
        <w:rPr>
          <w:rtl/>
        </w:rPr>
        <w:t>آنا شرقى اور اسلامى ہسپتالو</w:t>
      </w:r>
      <w:r w:rsidR="000A0CDC">
        <w:rPr>
          <w:rtl/>
        </w:rPr>
        <w:t xml:space="preserve">ں </w:t>
      </w:r>
      <w:r>
        <w:rPr>
          <w:rtl/>
        </w:rPr>
        <w:t>سے متاثر ہونے كى بناء پر تھا_ علاوہ ازي</w:t>
      </w:r>
      <w:r w:rsidR="000A0CDC">
        <w:rPr>
          <w:rtl/>
        </w:rPr>
        <w:t xml:space="preserve">ں </w:t>
      </w:r>
      <w:r>
        <w:rPr>
          <w:rtl/>
        </w:rPr>
        <w:t>يورپى طبيب جس چيزمي</w:t>
      </w:r>
      <w:r w:rsidR="000A0CDC">
        <w:rPr>
          <w:rtl/>
        </w:rPr>
        <w:t xml:space="preserve">ں </w:t>
      </w:r>
      <w:r>
        <w:rPr>
          <w:rtl/>
        </w:rPr>
        <w:t>مسلمانو</w:t>
      </w:r>
      <w:r w:rsidR="000A0CDC">
        <w:rPr>
          <w:rtl/>
        </w:rPr>
        <w:t xml:space="preserve">ں </w:t>
      </w:r>
      <w:r>
        <w:rPr>
          <w:rtl/>
        </w:rPr>
        <w:t>كے احسان مند مي</w:t>
      </w:r>
      <w:r w:rsidR="000A0CDC">
        <w:rPr>
          <w:rtl/>
        </w:rPr>
        <w:t xml:space="preserve">ں </w:t>
      </w:r>
      <w:r>
        <w:rPr>
          <w:rtl/>
        </w:rPr>
        <w:t>وہ مختلف بيماريو</w:t>
      </w:r>
      <w:r w:rsidR="000A0CDC">
        <w:rPr>
          <w:rtl/>
        </w:rPr>
        <w:t xml:space="preserve">ں </w:t>
      </w:r>
      <w:r>
        <w:rPr>
          <w:rtl/>
        </w:rPr>
        <w:t>كے طريقہ علاج تھا يہ تو ہم جانتے ہي</w:t>
      </w:r>
      <w:r w:rsidR="000A0CDC">
        <w:rPr>
          <w:rtl/>
        </w:rPr>
        <w:t xml:space="preserve">ں </w:t>
      </w:r>
      <w:r>
        <w:rPr>
          <w:rtl/>
        </w:rPr>
        <w:t>كہ يورپى طبيبو</w:t>
      </w:r>
      <w:r w:rsidR="000A0CDC">
        <w:rPr>
          <w:rtl/>
        </w:rPr>
        <w:t xml:space="preserve">ں </w:t>
      </w:r>
      <w:r>
        <w:rPr>
          <w:rtl/>
        </w:rPr>
        <w:t>نے بہت سى بيماريو</w:t>
      </w:r>
      <w:r w:rsidR="000A0CDC">
        <w:rPr>
          <w:rtl/>
        </w:rPr>
        <w:t xml:space="preserve">ں </w:t>
      </w:r>
      <w:r>
        <w:rPr>
          <w:rtl/>
        </w:rPr>
        <w:t>مثلا خسرہ ، ٹائيفائڈاور طاعون كا علاج اور اسى طرح بہت سے طبى آپريشنو</w:t>
      </w:r>
      <w:r w:rsidR="000A0CDC">
        <w:rPr>
          <w:rtl/>
        </w:rPr>
        <w:t xml:space="preserve">ں </w:t>
      </w:r>
      <w:r>
        <w:rPr>
          <w:rtl/>
        </w:rPr>
        <w:t>كے طريقہ كار كو مسلمانو</w:t>
      </w:r>
      <w:r w:rsidR="000A0CDC">
        <w:rPr>
          <w:rtl/>
        </w:rPr>
        <w:t xml:space="preserve">ں </w:t>
      </w:r>
      <w:r>
        <w:rPr>
          <w:rtl/>
        </w:rPr>
        <w:t>سے سيكھا جسكى مثال يہ ہے كہ مسلمان طبيب زھراوى قرطبى كا طبى رسالہ يورپ مي</w:t>
      </w:r>
      <w:r w:rsidR="000A0CDC">
        <w:rPr>
          <w:rtl/>
        </w:rPr>
        <w:t xml:space="preserve">ں </w:t>
      </w:r>
      <w:r>
        <w:rPr>
          <w:rtl/>
        </w:rPr>
        <w:t>آج علم جراحت كى اساس كے طور پر جانا گيا ہے 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81" w:name="_Toc268637"/>
      <w:r>
        <w:rPr>
          <w:rtl/>
        </w:rPr>
        <w:t>3_ اسلامى رياضيات كے مغربى تہذيب پر اثرات</w:t>
      </w:r>
      <w:bookmarkEnd w:id="81"/>
    </w:p>
    <w:p w:rsidR="0061102A" w:rsidRDefault="0061102A" w:rsidP="00BE6934">
      <w:pPr>
        <w:pStyle w:val="libNormal"/>
        <w:rPr>
          <w:rtl/>
        </w:rPr>
      </w:pPr>
      <w:r>
        <w:rPr>
          <w:rtl/>
        </w:rPr>
        <w:t>مغرب مي</w:t>
      </w:r>
      <w:r w:rsidR="000A0CDC">
        <w:rPr>
          <w:rtl/>
        </w:rPr>
        <w:t xml:space="preserve">ں </w:t>
      </w:r>
      <w:r>
        <w:rPr>
          <w:rtl/>
        </w:rPr>
        <w:t>علم رياضى كى ترقى كے حوالے سے اسلامى رياضى دانو</w:t>
      </w:r>
      <w:r w:rsidR="000A0CDC">
        <w:rPr>
          <w:rtl/>
        </w:rPr>
        <w:t xml:space="preserve">ں </w:t>
      </w:r>
      <w:r>
        <w:rPr>
          <w:rtl/>
        </w:rPr>
        <w:t>كے اثرات بہت زيادہ ہي</w:t>
      </w:r>
      <w:r w:rsidR="000A0CDC">
        <w:rPr>
          <w:rtl/>
        </w:rPr>
        <w:t xml:space="preserve">ں </w:t>
      </w:r>
      <w:r>
        <w:rPr>
          <w:rtl/>
        </w:rPr>
        <w:t>يورپى لوگ مسلمانو</w:t>
      </w:r>
      <w:r w:rsidR="000A0CDC">
        <w:rPr>
          <w:rtl/>
        </w:rPr>
        <w:t xml:space="preserve">ں </w:t>
      </w:r>
      <w:r>
        <w:rPr>
          <w:rtl/>
        </w:rPr>
        <w:t>كے ذريعے دہائي نظام كى عدد نويسى اور ہندى اعداد كى شكل سے آشنا ہوئے جو آج بھى مورد توجہ ہے _ يہ اثرات خاص طور پر كتاب '' المختصر فى الجبر و المقابلہ'' كے ترجمہ كے ذريعے پڑے _ يہ كتاب بار بار لاطينى زبان مي</w:t>
      </w:r>
      <w:r w:rsidR="000A0CDC">
        <w:rPr>
          <w:rtl/>
        </w:rPr>
        <w:t xml:space="preserve">ں </w:t>
      </w:r>
      <w:r>
        <w:rPr>
          <w:rtl/>
        </w:rPr>
        <w:t>'' لبيبر الگوريسمي'' ( يعنى خوارزمى كى كتاب) كے نام سے ترجہ ہوئي اسى كتاب كے لاطينى ترجمہ سے كلمہ ''</w:t>
      </w:r>
      <w:r>
        <w:t>algorism</w:t>
      </w:r>
      <w:r>
        <w:rPr>
          <w:rtl/>
        </w:rPr>
        <w:t xml:space="preserve">'' كا معنى حساب كرنا اور حساب كرنے كى روش ليا گيا _ </w:t>
      </w:r>
    </w:p>
    <w:p w:rsidR="0061102A" w:rsidRDefault="0061102A" w:rsidP="00BE6934">
      <w:pPr>
        <w:pStyle w:val="libNormal"/>
        <w:rPr>
          <w:rtl/>
        </w:rPr>
      </w:pPr>
      <w:r>
        <w:rPr>
          <w:rtl/>
        </w:rPr>
        <w:t>قرون وسطى كے ادوار مي</w:t>
      </w:r>
      <w:r w:rsidR="000A0CDC">
        <w:rPr>
          <w:rtl/>
        </w:rPr>
        <w:t xml:space="preserve">ں </w:t>
      </w:r>
      <w:r>
        <w:rPr>
          <w:rtl/>
        </w:rPr>
        <w:t>يہ كتاب يورپ مي</w:t>
      </w:r>
      <w:r w:rsidR="000A0CDC">
        <w:rPr>
          <w:rtl/>
        </w:rPr>
        <w:t xml:space="preserve">ں </w:t>
      </w:r>
      <w:r>
        <w:rPr>
          <w:rtl/>
        </w:rPr>
        <w:t>شہرہ آفاق تھي_ اور سولھوي</w:t>
      </w:r>
      <w:r w:rsidR="000A0CDC">
        <w:rPr>
          <w:rtl/>
        </w:rPr>
        <w:t xml:space="preserve">ں </w:t>
      </w:r>
      <w:r>
        <w:rPr>
          <w:rtl/>
        </w:rPr>
        <w:t>صدى عيسوى مي</w:t>
      </w:r>
      <w:r w:rsidR="000A0CDC">
        <w:rPr>
          <w:rtl/>
        </w:rPr>
        <w:t xml:space="preserve">ں </w:t>
      </w:r>
      <w:r>
        <w:rPr>
          <w:rtl/>
        </w:rPr>
        <w:t>فرانسيسى رياضى دان فرانسويت كے زمانہ تك يورپى رياضى دانو</w:t>
      </w:r>
      <w:r w:rsidR="000A0CDC">
        <w:rPr>
          <w:rtl/>
        </w:rPr>
        <w:t xml:space="preserve">ں </w:t>
      </w:r>
      <w:r>
        <w:rPr>
          <w:rtl/>
        </w:rPr>
        <w:t>كے مطالعات كى بنياد چلى آئي _ خوارزمى كى ايك اور اہم ترين كتاب كہ جسكا نام '' حساب ھند'' ہے ،خود اصل كتاب تو اب باقى نہي</w:t>
      </w:r>
      <w:r w:rsidR="000A0CDC">
        <w:rPr>
          <w:rtl/>
        </w:rPr>
        <w:t xml:space="preserve">ں </w:t>
      </w:r>
      <w:r>
        <w:rPr>
          <w:rtl/>
        </w:rPr>
        <w:t>رہى ليكن چودھوي</w:t>
      </w:r>
      <w:r w:rsidR="000A0CDC">
        <w:rPr>
          <w:rtl/>
        </w:rPr>
        <w:t xml:space="preserve">ں </w:t>
      </w:r>
      <w:r>
        <w:rPr>
          <w:rtl/>
        </w:rPr>
        <w:t>صدى عيسوى مي</w:t>
      </w:r>
      <w:r w:rsidR="000A0CDC">
        <w:rPr>
          <w:rtl/>
        </w:rPr>
        <w:t xml:space="preserve">ں </w:t>
      </w:r>
      <w:r>
        <w:rPr>
          <w:rtl/>
        </w:rPr>
        <w:t>اسكا لاطينى زبان مي</w:t>
      </w:r>
      <w:r w:rsidR="000A0CDC">
        <w:rPr>
          <w:rtl/>
        </w:rPr>
        <w:t xml:space="preserve">ں </w:t>
      </w:r>
      <w:r>
        <w:rPr>
          <w:rtl/>
        </w:rPr>
        <w:t>ہونے والا ترجمہ موجود ہے _ اسلامى ماخذات مي</w:t>
      </w:r>
      <w:r w:rsidR="000A0CDC">
        <w:rPr>
          <w:rtl/>
        </w:rPr>
        <w:t xml:space="preserve">ں </w:t>
      </w:r>
      <w:r>
        <w:rPr>
          <w:rtl/>
        </w:rPr>
        <w:t xml:space="preserve">يہ كتاب '' الجمع و التفريق بحساب الہندسہ'' كے نام سے پہچانى جاتى ہے _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فؤاڈ سزگين : تاريخ نگارشہا ى عربى ، ج 3 ترجمہ اشاعت از خانہ كتاب ، مقدمہ ، ص 30 كے بعد_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خوارزمى كے علاوہ ديگر اسلامى دانشورو</w:t>
      </w:r>
      <w:r w:rsidR="000A0CDC">
        <w:rPr>
          <w:rtl/>
        </w:rPr>
        <w:t xml:space="preserve">ں </w:t>
      </w:r>
      <w:r>
        <w:rPr>
          <w:rtl/>
        </w:rPr>
        <w:t>كے كى كتابي</w:t>
      </w:r>
      <w:r w:rsidR="000A0CDC">
        <w:rPr>
          <w:rtl/>
        </w:rPr>
        <w:t xml:space="preserve">ں </w:t>
      </w:r>
      <w:r>
        <w:rPr>
          <w:rtl/>
        </w:rPr>
        <w:t>بھى اسى دور مي</w:t>
      </w:r>
      <w:r w:rsidR="000A0CDC">
        <w:rPr>
          <w:rtl/>
        </w:rPr>
        <w:t xml:space="preserve">ں </w:t>
      </w:r>
      <w:r>
        <w:rPr>
          <w:rtl/>
        </w:rPr>
        <w:t>اور بعد كے ادوار مي</w:t>
      </w:r>
      <w:r w:rsidR="000A0CDC">
        <w:rPr>
          <w:rtl/>
        </w:rPr>
        <w:t xml:space="preserve">ں </w:t>
      </w:r>
      <w:r>
        <w:rPr>
          <w:rtl/>
        </w:rPr>
        <w:t>لاطينى زبان مي</w:t>
      </w:r>
      <w:r w:rsidR="000A0CDC">
        <w:rPr>
          <w:rtl/>
        </w:rPr>
        <w:t xml:space="preserve">ں </w:t>
      </w:r>
      <w:r>
        <w:rPr>
          <w:rtl/>
        </w:rPr>
        <w:t>ترجمہ ہوئي</w:t>
      </w:r>
      <w:r w:rsidR="000A0CDC">
        <w:rPr>
          <w:rtl/>
        </w:rPr>
        <w:t xml:space="preserve">ں </w:t>
      </w:r>
      <w:r w:rsidRPr="00F67D4B">
        <w:rPr>
          <w:rStyle w:val="libFootnotenumChar"/>
          <w:rtl/>
        </w:rPr>
        <w:t>(1)</w:t>
      </w:r>
      <w:r>
        <w:rPr>
          <w:rtl/>
        </w:rPr>
        <w:t xml:space="preserve"> مثلا خيام ، خواجہ نصير الدين طوسى اور فارابى كى علم رياضى مي</w:t>
      </w:r>
      <w:r w:rsidR="000A0CDC">
        <w:rPr>
          <w:rtl/>
        </w:rPr>
        <w:t xml:space="preserve">ں </w:t>
      </w:r>
      <w:r>
        <w:rPr>
          <w:rtl/>
        </w:rPr>
        <w:t>كتابي</w:t>
      </w:r>
      <w:r w:rsidR="000A0CDC">
        <w:rPr>
          <w:rtl/>
        </w:rPr>
        <w:t xml:space="preserve">ں </w:t>
      </w:r>
      <w:r>
        <w:rPr>
          <w:rtl/>
        </w:rPr>
        <w:t>لاطينى زبان مي</w:t>
      </w:r>
      <w:r w:rsidR="000A0CDC">
        <w:rPr>
          <w:rtl/>
        </w:rPr>
        <w:t xml:space="preserve">ں </w:t>
      </w:r>
      <w:r>
        <w:rPr>
          <w:rtl/>
        </w:rPr>
        <w:t>ترجمہ ہوئي</w:t>
      </w:r>
      <w:r w:rsidR="000A0CDC">
        <w:rPr>
          <w:rtl/>
        </w:rPr>
        <w:t xml:space="preserve">ں </w:t>
      </w:r>
      <w:r>
        <w:rPr>
          <w:rtl/>
        </w:rPr>
        <w:t xml:space="preserve">_ </w:t>
      </w:r>
    </w:p>
    <w:p w:rsidR="0061102A" w:rsidRDefault="0061102A" w:rsidP="00BE6934">
      <w:pPr>
        <w:pStyle w:val="libNormal"/>
        <w:rPr>
          <w:rtl/>
        </w:rPr>
      </w:pPr>
      <w:r>
        <w:rPr>
          <w:rtl/>
        </w:rPr>
        <w:t>آخرى مسلمان رياضى دان كہ جنگے قرون وسطى بعد كے ادوار مي</w:t>
      </w:r>
      <w:r w:rsidR="000A0CDC">
        <w:rPr>
          <w:rtl/>
        </w:rPr>
        <w:t xml:space="preserve">ں </w:t>
      </w:r>
      <w:r>
        <w:rPr>
          <w:rtl/>
        </w:rPr>
        <w:t>آثار كا لاطينى زبان مي</w:t>
      </w:r>
      <w:r w:rsidR="000A0CDC">
        <w:rPr>
          <w:rtl/>
        </w:rPr>
        <w:t xml:space="preserve">ں </w:t>
      </w:r>
      <w:r>
        <w:rPr>
          <w:rtl/>
        </w:rPr>
        <w:t>ترجمہ ہوا جناب بہاء الدين عادلى تھے كہ جو شيخ بہائي كے نام سے مشہورترين ہي</w:t>
      </w:r>
      <w:r w:rsidR="000A0CDC">
        <w:rPr>
          <w:rtl/>
        </w:rPr>
        <w:t xml:space="preserve">ں </w:t>
      </w:r>
      <w:r>
        <w:rPr>
          <w:rtl/>
        </w:rPr>
        <w:t>انكى كتاب '' خلاصة الحساب انگلش ، فرانسيسي، اور جرمنى زبان مي</w:t>
      </w:r>
      <w:r w:rsidR="000A0CDC">
        <w:rPr>
          <w:rtl/>
        </w:rPr>
        <w:t xml:space="preserve">ں </w:t>
      </w:r>
      <w:r>
        <w:rPr>
          <w:rtl/>
        </w:rPr>
        <w:t>ترجمہ ہوئي رياضى كے پرعملى پہلو مثلاًچند حصو</w:t>
      </w:r>
      <w:r w:rsidR="000A0CDC">
        <w:rPr>
          <w:rtl/>
        </w:rPr>
        <w:t xml:space="preserve">ں </w:t>
      </w:r>
      <w:r>
        <w:rPr>
          <w:rtl/>
        </w:rPr>
        <w:t>پر مشتمل منظم و غير منظم اشكال الجبرا كى مساواتو</w:t>
      </w:r>
      <w:r w:rsidR="000A0CDC">
        <w:rPr>
          <w:rtl/>
        </w:rPr>
        <w:t xml:space="preserve">ں </w:t>
      </w:r>
      <w:r>
        <w:rPr>
          <w:rtl/>
        </w:rPr>
        <w:t xml:space="preserve">كے متعدد عددى اور ہندسى راہ حل ، </w:t>
      </w:r>
      <w:r>
        <w:t>p</w:t>
      </w:r>
      <w:r>
        <w:rPr>
          <w:rtl/>
        </w:rPr>
        <w:t>عدد(</w:t>
      </w:r>
      <w:r>
        <w:t>n</w:t>
      </w:r>
      <w:r>
        <w:rPr>
          <w:rtl/>
        </w:rPr>
        <w:t>) كے دقيق ميزان تك پہچنا اور متعدد اضلاع پر مشتمل چيزو</w:t>
      </w:r>
      <w:r w:rsidR="000A0CDC">
        <w:rPr>
          <w:rtl/>
        </w:rPr>
        <w:t xml:space="preserve">ں </w:t>
      </w:r>
      <w:r>
        <w:rPr>
          <w:rtl/>
        </w:rPr>
        <w:t>كى حدود اور مساحت كى نمائشے كيلئے مختلف روشي</w:t>
      </w:r>
      <w:r w:rsidR="000A0CDC">
        <w:rPr>
          <w:rtl/>
        </w:rPr>
        <w:t xml:space="preserve">ں </w:t>
      </w:r>
      <w:r>
        <w:rPr>
          <w:rtl/>
        </w:rPr>
        <w:t>و غيرہ اس مسلمان رياضى دان كے محنتو</w:t>
      </w:r>
      <w:r w:rsidR="000A0CDC">
        <w:rPr>
          <w:rtl/>
        </w:rPr>
        <w:t xml:space="preserve">ں </w:t>
      </w:r>
      <w:r>
        <w:rPr>
          <w:rtl/>
        </w:rPr>
        <w:t>كا ثمرہ تھا كر جو مغرب مي</w:t>
      </w:r>
      <w:r w:rsidR="000A0CDC">
        <w:rPr>
          <w:rtl/>
        </w:rPr>
        <w:t xml:space="preserve">ں </w:t>
      </w:r>
      <w:r>
        <w:rPr>
          <w:rtl/>
        </w:rPr>
        <w:t>منتقل ہوا</w:t>
      </w:r>
      <w:r w:rsidRPr="00F67D4B">
        <w:rPr>
          <w:rStyle w:val="libFootnotenumChar"/>
          <w:rtl/>
        </w:rPr>
        <w:t>(2)</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82" w:name="_Toc268638"/>
      <w:r>
        <w:rPr>
          <w:rtl/>
        </w:rPr>
        <w:t>4_ اسلامى علم فلكيات كے مغربى تہذيب پر اثرات</w:t>
      </w:r>
      <w:bookmarkEnd w:id="82"/>
    </w:p>
    <w:p w:rsidR="0061102A" w:rsidRDefault="0061102A" w:rsidP="00BE6934">
      <w:pPr>
        <w:pStyle w:val="libNormal"/>
        <w:rPr>
          <w:rtl/>
        </w:rPr>
      </w:pPr>
      <w:r>
        <w:rPr>
          <w:rtl/>
        </w:rPr>
        <w:t>اسلامى ماہرين فلكيات كى معلومات و تحقيقات مي</w:t>
      </w:r>
      <w:r w:rsidR="000A0CDC">
        <w:rPr>
          <w:rtl/>
        </w:rPr>
        <w:t xml:space="preserve">ں </w:t>
      </w:r>
      <w:r>
        <w:rPr>
          <w:rtl/>
        </w:rPr>
        <w:t>انكى بہت سى اختراعات بھى شامل ہي</w:t>
      </w:r>
      <w:r w:rsidR="000A0CDC">
        <w:rPr>
          <w:rtl/>
        </w:rPr>
        <w:t xml:space="preserve">ں </w:t>
      </w:r>
      <w:r>
        <w:rPr>
          <w:rtl/>
        </w:rPr>
        <w:t>مثلا مختلف انداز كى جنتريو</w:t>
      </w:r>
      <w:r w:rsidR="000A0CDC">
        <w:rPr>
          <w:rtl/>
        </w:rPr>
        <w:t xml:space="preserve">ں </w:t>
      </w:r>
      <w:r>
        <w:rPr>
          <w:rtl/>
        </w:rPr>
        <w:t>كا بنانا اور ستارو</w:t>
      </w:r>
      <w:r w:rsidR="000A0CDC">
        <w:rPr>
          <w:rtl/>
        </w:rPr>
        <w:t xml:space="preserve">ں </w:t>
      </w:r>
      <w:r>
        <w:rPr>
          <w:rtl/>
        </w:rPr>
        <w:t>كے حوالہ سے مختلف معلومات اسى طرح سيارو</w:t>
      </w:r>
      <w:r w:rsidR="000A0CDC">
        <w:rPr>
          <w:rtl/>
        </w:rPr>
        <w:t xml:space="preserve">ں </w:t>
      </w:r>
      <w:r>
        <w:rPr>
          <w:rtl/>
        </w:rPr>
        <w:t>كى حركت كے بارے مي</w:t>
      </w:r>
      <w:r w:rsidR="000A0CDC">
        <w:rPr>
          <w:rtl/>
        </w:rPr>
        <w:t xml:space="preserve">ں </w:t>
      </w:r>
      <w:r>
        <w:rPr>
          <w:rtl/>
        </w:rPr>
        <w:t>جديدنظريات يہ سب اسلامى نجوم كے اہم ثمرات تھے كہ جو سرزمين مغرب مي</w:t>
      </w:r>
      <w:r w:rsidR="000A0CDC">
        <w:rPr>
          <w:rtl/>
        </w:rPr>
        <w:t xml:space="preserve">ں </w:t>
      </w:r>
      <w:r>
        <w:rPr>
          <w:rtl/>
        </w:rPr>
        <w:t xml:space="preserve">منتقل ہوئے_ </w:t>
      </w:r>
    </w:p>
    <w:p w:rsidR="0061102A" w:rsidRDefault="0061102A" w:rsidP="00BE6934">
      <w:pPr>
        <w:pStyle w:val="libNormal"/>
        <w:rPr>
          <w:rtl/>
        </w:rPr>
      </w:pPr>
      <w:r>
        <w:rPr>
          <w:rtl/>
        </w:rPr>
        <w:t>آج تو مكمل طور پر واضح ہو چكا ہے كہ مغربى ماہرين فلكيات مثلا نيوٹن ، كپلر اور كوپرينك اسلامى علم نجوم سے آشنا تھے اور اسلامى ماہرين فلكيات كى تحقيقات اور ثمرات سے بہت زيادہ بہرہ مند تھے قرون وسطى كے ادوار مي</w:t>
      </w:r>
      <w:r w:rsidR="000A0CDC">
        <w:rPr>
          <w:rtl/>
        </w:rPr>
        <w:t xml:space="preserve">ں </w:t>
      </w:r>
      <w:r>
        <w:rPr>
          <w:rtl/>
        </w:rPr>
        <w:t>سب سے پہلے اسلامى ماہر فلكيات كہ جو مغرب مي</w:t>
      </w:r>
      <w:r w:rsidR="000A0CDC">
        <w:rPr>
          <w:rtl/>
        </w:rPr>
        <w:t xml:space="preserve">ں </w:t>
      </w:r>
      <w:r>
        <w:rPr>
          <w:rtl/>
        </w:rPr>
        <w:t>بہت زيادہ مشہور ہوے احمد بن كثير فرغانى تھے انكى كتاب '' جوامع علم نجوم'' گوارڈوى كرموناى اور يوھنيس ھسپالنسز كے ذريعے يورپ مي</w:t>
      </w:r>
      <w:r w:rsidR="000A0CDC">
        <w:rPr>
          <w:rtl/>
        </w:rPr>
        <w:t xml:space="preserve">ں </w:t>
      </w:r>
      <w:r>
        <w:rPr>
          <w:rtl/>
        </w:rPr>
        <w:t xml:space="preserve">ترجمہ ہوئي اور يہ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گوسٹالو بون _ ص 567_ </w:t>
      </w:r>
    </w:p>
    <w:p w:rsidR="00D47FFB" w:rsidRDefault="0061102A" w:rsidP="00BE6934">
      <w:pPr>
        <w:pStyle w:val="libFootnote"/>
        <w:rPr>
          <w:rtl/>
        </w:rPr>
      </w:pPr>
      <w:r>
        <w:rPr>
          <w:rtl/>
        </w:rPr>
        <w:t>2) سيد حسين نصر، علم و تمدن در اسلام ، ترجمہ احمد آرام ، تہران 1359 ، ج 2 ص 137_138_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كتاب يورپ مي</w:t>
      </w:r>
      <w:r w:rsidR="000A0CDC">
        <w:rPr>
          <w:rtl/>
        </w:rPr>
        <w:t xml:space="preserve">ں </w:t>
      </w:r>
      <w:r>
        <w:rPr>
          <w:rtl/>
        </w:rPr>
        <w:t>آٹھ صديو</w:t>
      </w:r>
      <w:r w:rsidR="000A0CDC">
        <w:rPr>
          <w:rtl/>
        </w:rPr>
        <w:t xml:space="preserve">ں </w:t>
      </w:r>
      <w:r>
        <w:rPr>
          <w:rtl/>
        </w:rPr>
        <w:t>تك مورد استفادہ رہى ايك اور اسلامى دانشور كہ جنكے نظريات مغرب مي</w:t>
      </w:r>
      <w:r w:rsidR="000A0CDC">
        <w:rPr>
          <w:rtl/>
        </w:rPr>
        <w:t xml:space="preserve">ں </w:t>
      </w:r>
      <w:r>
        <w:rPr>
          <w:rtl/>
        </w:rPr>
        <w:t>توجہ كا مركز قرار پائے پانچوي</w:t>
      </w:r>
      <w:r w:rsidR="000A0CDC">
        <w:rPr>
          <w:rtl/>
        </w:rPr>
        <w:t xml:space="preserve">ں </w:t>
      </w:r>
      <w:r>
        <w:rPr>
          <w:rtl/>
        </w:rPr>
        <w:t>صدى ہجرى كے زرقالى اندلسى ہي</w:t>
      </w:r>
      <w:r w:rsidR="000A0CDC">
        <w:rPr>
          <w:rtl/>
        </w:rPr>
        <w:t xml:space="preserve">ں </w:t>
      </w:r>
      <w:r>
        <w:rPr>
          <w:rtl/>
        </w:rPr>
        <w:t>انكى علم نجوم مي</w:t>
      </w:r>
      <w:r w:rsidR="000A0CDC">
        <w:rPr>
          <w:rtl/>
        </w:rPr>
        <w:t xml:space="preserve">ں </w:t>
      </w:r>
      <w:r>
        <w:rPr>
          <w:rtl/>
        </w:rPr>
        <w:t xml:space="preserve">مشہور كتاب'' زيج طليطلي'' لاطينى زبان كے ماھرين فلكيات كى مركز توجہ قرار پائي_ </w:t>
      </w:r>
    </w:p>
    <w:p w:rsidR="0061102A" w:rsidRDefault="0061102A" w:rsidP="00BE6934">
      <w:pPr>
        <w:pStyle w:val="libNormal"/>
        <w:rPr>
          <w:rtl/>
        </w:rPr>
      </w:pPr>
      <w:r>
        <w:rPr>
          <w:rtl/>
        </w:rPr>
        <w:t>جب مسلمانو</w:t>
      </w:r>
      <w:r w:rsidR="000A0CDC">
        <w:rPr>
          <w:rtl/>
        </w:rPr>
        <w:t xml:space="preserve">ں </w:t>
      </w:r>
      <w:r>
        <w:rPr>
          <w:rtl/>
        </w:rPr>
        <w:t>نے اپنى حكومت كے تحت تمام اسلامى ممالك مي</w:t>
      </w:r>
      <w:r w:rsidR="000A0CDC">
        <w:rPr>
          <w:rtl/>
        </w:rPr>
        <w:t xml:space="preserve">ں </w:t>
      </w:r>
      <w:r>
        <w:rPr>
          <w:rtl/>
        </w:rPr>
        <w:t>رصد خانے قائم كے اور ستارو</w:t>
      </w:r>
      <w:r w:rsidR="000A0CDC">
        <w:rPr>
          <w:rtl/>
        </w:rPr>
        <w:t xml:space="preserve">ں </w:t>
      </w:r>
      <w:r>
        <w:rPr>
          <w:rtl/>
        </w:rPr>
        <w:t>كے حوالے سے ابتدائي معلومات حاصل كي</w:t>
      </w:r>
      <w:r w:rsidR="000A0CDC">
        <w:rPr>
          <w:rtl/>
        </w:rPr>
        <w:t xml:space="preserve">ں </w:t>
      </w:r>
      <w:r>
        <w:rPr>
          <w:rtl/>
        </w:rPr>
        <w:t>تو اسلامى ماھيرين فلكيات كا نام پورى دنيا معروف ہوا دور و نزديك سے علم كے تشنہ انكى طرف رجوع كرنے لگے مغرب كے بادشاہ نہ صرف يہ كہ اندلس كے مسلمان علماء كى طرف رجوع كرتے تھے بلكہ اپنى علمى مشكلات كے حل كيلئے اپنے نمايندے مشرق كے اسلامى ممالك مي</w:t>
      </w:r>
      <w:r w:rsidR="000A0CDC">
        <w:rPr>
          <w:rtl/>
        </w:rPr>
        <w:t xml:space="preserve">ں </w:t>
      </w:r>
      <w:r>
        <w:rPr>
          <w:rtl/>
        </w:rPr>
        <w:t>بھيجتے تھے تا كہ علم نجوم كے حوالے سے مشكلات حل كرسكي</w:t>
      </w:r>
      <w:r w:rsidR="000A0CDC">
        <w:rPr>
          <w:rtl/>
        </w:rPr>
        <w:t xml:space="preserve">ں </w:t>
      </w:r>
      <w:r>
        <w:rPr>
          <w:rtl/>
        </w:rPr>
        <w:t>اور مسلمانو</w:t>
      </w:r>
      <w:r w:rsidR="000A0CDC">
        <w:rPr>
          <w:rtl/>
        </w:rPr>
        <w:t xml:space="preserve">ں </w:t>
      </w:r>
      <w:r>
        <w:rPr>
          <w:rtl/>
        </w:rPr>
        <w:t>كے بنائے ہوئے بہت سے نجومى آلات مثلا اصطرلاب ، نجومى كرے (گلوب)اور گھڑيا</w:t>
      </w:r>
      <w:r w:rsidR="000A0CDC">
        <w:rPr>
          <w:rtl/>
        </w:rPr>
        <w:t xml:space="preserve">ں </w:t>
      </w:r>
      <w:r>
        <w:rPr>
          <w:rtl/>
        </w:rPr>
        <w:t>و غيرہ سرزمي</w:t>
      </w:r>
      <w:r w:rsidR="000A0CDC">
        <w:rPr>
          <w:rtl/>
        </w:rPr>
        <w:t xml:space="preserve">ں </w:t>
      </w:r>
      <w:r>
        <w:rPr>
          <w:rtl/>
        </w:rPr>
        <w:t>مغرب مي</w:t>
      </w:r>
      <w:r w:rsidR="000A0CDC">
        <w:rPr>
          <w:rtl/>
        </w:rPr>
        <w:t xml:space="preserve">ں </w:t>
      </w:r>
      <w:r>
        <w:rPr>
          <w:rtl/>
        </w:rPr>
        <w:t>منتقل ہوئي</w:t>
      </w:r>
      <w:r w:rsidR="000A0CDC">
        <w:rPr>
          <w:rtl/>
        </w:rPr>
        <w:t xml:space="preserve">ں </w:t>
      </w:r>
      <w:r>
        <w:rPr>
          <w:rtl/>
        </w:rPr>
        <w:t xml:space="preserve">_ </w:t>
      </w:r>
    </w:p>
    <w:p w:rsidR="0061102A" w:rsidRDefault="0061102A" w:rsidP="00BE6934">
      <w:pPr>
        <w:pStyle w:val="libNormal"/>
        <w:rPr>
          <w:rtl/>
        </w:rPr>
      </w:pPr>
      <w:r>
        <w:rPr>
          <w:rtl/>
        </w:rPr>
        <w:t>اسطرح مغرب مي</w:t>
      </w:r>
      <w:r w:rsidR="000A0CDC">
        <w:rPr>
          <w:rtl/>
        </w:rPr>
        <w:t xml:space="preserve">ں </w:t>
      </w:r>
      <w:r>
        <w:rPr>
          <w:rtl/>
        </w:rPr>
        <w:t>بھى ستارہ شناسى كا علم ترقى كرنے لگا تقريباًيہ بات يقينى ہے كہ اوقات كے تعين كيلئے پنڈولم كے استعمال كا طريقہ كار مسلمانو</w:t>
      </w:r>
      <w:r w:rsidR="000A0CDC">
        <w:rPr>
          <w:rtl/>
        </w:rPr>
        <w:t xml:space="preserve">ں </w:t>
      </w:r>
      <w:r>
        <w:rPr>
          <w:rtl/>
        </w:rPr>
        <w:t>سے اسپين كے راستے مغربى سرزمينو</w:t>
      </w:r>
      <w:r w:rsidR="000A0CDC">
        <w:rPr>
          <w:rtl/>
        </w:rPr>
        <w:t xml:space="preserve">ں </w:t>
      </w:r>
      <w:r>
        <w:rPr>
          <w:rtl/>
        </w:rPr>
        <w:t>مي</w:t>
      </w:r>
      <w:r w:rsidR="000A0CDC">
        <w:rPr>
          <w:rtl/>
        </w:rPr>
        <w:t xml:space="preserve">ں </w:t>
      </w:r>
      <w:r>
        <w:rPr>
          <w:rtl/>
        </w:rPr>
        <w:t>منتقل ہوا اوريہ مسلم ہے كہ يہى وسيلہ بہت سى ديگر علمى ايجادا ت كى اساس بنا، حقيقت مي</w:t>
      </w:r>
      <w:r w:rsidR="000A0CDC">
        <w:rPr>
          <w:rtl/>
        </w:rPr>
        <w:t xml:space="preserve">ں </w:t>
      </w:r>
      <w:r>
        <w:rPr>
          <w:rtl/>
        </w:rPr>
        <w:t>كہا جا سكتا ہے كہ مغرب مي</w:t>
      </w:r>
      <w:r w:rsidR="000A0CDC">
        <w:rPr>
          <w:rtl/>
        </w:rPr>
        <w:t xml:space="preserve">ں </w:t>
      </w:r>
      <w:r>
        <w:rPr>
          <w:rtl/>
        </w:rPr>
        <w:t>ستارہ شنا سى كے علم مي</w:t>
      </w:r>
      <w:r w:rsidR="000A0CDC">
        <w:rPr>
          <w:rtl/>
        </w:rPr>
        <w:t xml:space="preserve">ں </w:t>
      </w:r>
      <w:r>
        <w:rPr>
          <w:rtl/>
        </w:rPr>
        <w:t>ترقى اسلامى ستارہ شناسى كى بناء پر ہوئي اور يہ اسپين كے اس يہودى كے ذريعے ہو ا كہ جس نے 1106 عيسوى مي</w:t>
      </w:r>
      <w:r w:rsidR="000A0CDC">
        <w:rPr>
          <w:rtl/>
        </w:rPr>
        <w:t xml:space="preserve">ں </w:t>
      </w:r>
      <w:r>
        <w:rPr>
          <w:rtl/>
        </w:rPr>
        <w:t>عيسائيت كو قبول كيا اور پڈرو آلفونسو كے نام سے معروف ہوا _ آج اسكى تاليفات مي</w:t>
      </w:r>
      <w:r w:rsidR="000A0CDC">
        <w:rPr>
          <w:rtl/>
        </w:rPr>
        <w:t xml:space="preserve">ں </w:t>
      </w:r>
      <w:r>
        <w:rPr>
          <w:rtl/>
        </w:rPr>
        <w:t>سے بہت كم بچا ہے ليكن اس نے اپنے بعد كے ستارہ شناس لوگو</w:t>
      </w:r>
      <w:r w:rsidR="000A0CDC">
        <w:rPr>
          <w:rtl/>
        </w:rPr>
        <w:t xml:space="preserve">ں </w:t>
      </w:r>
      <w:r>
        <w:rPr>
          <w:rtl/>
        </w:rPr>
        <w:t>بالخصوص فرانس اورانگلنيڈ كے ماھرين فلكيات كو بہت متاثر كيا_رابرٹ گروسٹسٹ كہ جو ايك مدت تك آكسفورڈ يونيورسٹى كے پرنسپل بھى رہے اور اس مادى جہا</w:t>
      </w:r>
      <w:r w:rsidR="000A0CDC">
        <w:rPr>
          <w:rtl/>
        </w:rPr>
        <w:t xml:space="preserve">ں </w:t>
      </w:r>
      <w:r>
        <w:rPr>
          <w:rtl/>
        </w:rPr>
        <w:t>كے بارے مي</w:t>
      </w:r>
      <w:r w:rsidR="000A0CDC">
        <w:rPr>
          <w:rtl/>
        </w:rPr>
        <w:t xml:space="preserve">ں </w:t>
      </w:r>
      <w:r>
        <w:rPr>
          <w:rtl/>
        </w:rPr>
        <w:t>رياضياتى نظم كے قائل تھے ان كى علمى ترقى كااصلى سبب اسلامى كى زندہ روايت سے براہ راست تعلق اور عربى سے لاطينى زبان مي</w:t>
      </w:r>
      <w:r w:rsidR="000A0CDC">
        <w:rPr>
          <w:rtl/>
        </w:rPr>
        <w:t xml:space="preserve">ں </w:t>
      </w:r>
      <w:r>
        <w:rPr>
          <w:rtl/>
        </w:rPr>
        <w:t>علمى آثار كا ترجمہ تھا_</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جرجى زيدان ،سابقہ حوالہ ، ص 294 _288 ، سيد حسين نصر ، سابقہ حوالہ ، ص 162_161 گوسٹالو لوبون ،سابقہ حوالہ، ص 586_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83" w:name="_Toc268639"/>
      <w:r>
        <w:rPr>
          <w:rtl/>
        </w:rPr>
        <w:t>5_ اسلامى جغرافيہ كے مغربى تہذيب پر اثرات</w:t>
      </w:r>
      <w:bookmarkEnd w:id="83"/>
    </w:p>
    <w:p w:rsidR="0061102A" w:rsidRDefault="0061102A" w:rsidP="00BE6934">
      <w:pPr>
        <w:pStyle w:val="libNormal"/>
        <w:rPr>
          <w:rtl/>
        </w:rPr>
      </w:pPr>
      <w:r>
        <w:rPr>
          <w:rtl/>
        </w:rPr>
        <w:t>مسلمانو</w:t>
      </w:r>
      <w:r w:rsidR="000A0CDC">
        <w:rPr>
          <w:rtl/>
        </w:rPr>
        <w:t xml:space="preserve">ں </w:t>
      </w:r>
      <w:r>
        <w:rPr>
          <w:rtl/>
        </w:rPr>
        <w:t>كے مغرب كے جغرافيہ مي</w:t>
      </w:r>
      <w:r w:rsidR="000A0CDC">
        <w:rPr>
          <w:rtl/>
        </w:rPr>
        <w:t xml:space="preserve">ں </w:t>
      </w:r>
      <w:r>
        <w:rPr>
          <w:rtl/>
        </w:rPr>
        <w:t>اثرات اور وہا</w:t>
      </w:r>
      <w:r w:rsidR="000A0CDC">
        <w:rPr>
          <w:rtl/>
        </w:rPr>
        <w:t xml:space="preserve">ں </w:t>
      </w:r>
      <w:r>
        <w:rPr>
          <w:rtl/>
        </w:rPr>
        <w:t>اس علم كى ترقى مي</w:t>
      </w:r>
      <w:r w:rsidR="000A0CDC">
        <w:rPr>
          <w:rtl/>
        </w:rPr>
        <w:t xml:space="preserve">ں </w:t>
      </w:r>
      <w:r>
        <w:rPr>
          <w:rtl/>
        </w:rPr>
        <w:t>انكے كردار پر مطالعہ اور تحقيق كوئي آسان كام نہي</w:t>
      </w:r>
      <w:r w:rsidR="000A0CDC">
        <w:rPr>
          <w:rtl/>
        </w:rPr>
        <w:t xml:space="preserve">ں </w:t>
      </w:r>
      <w:r>
        <w:rPr>
          <w:rtl/>
        </w:rPr>
        <w:t>ہے كيونكہ يہ واضح نہي</w:t>
      </w:r>
      <w:r w:rsidR="000A0CDC">
        <w:rPr>
          <w:rtl/>
        </w:rPr>
        <w:t xml:space="preserve">ں </w:t>
      </w:r>
      <w:r>
        <w:rPr>
          <w:rtl/>
        </w:rPr>
        <w:t>ہے كہ مسلمانو</w:t>
      </w:r>
      <w:r w:rsidR="000A0CDC">
        <w:rPr>
          <w:rtl/>
        </w:rPr>
        <w:t xml:space="preserve">ں </w:t>
      </w:r>
      <w:r>
        <w:rPr>
          <w:rtl/>
        </w:rPr>
        <w:t>كى جغرافيہ كے حوالے سے معلومات كس حد تك مطالعاتى اور كس حد تك تجرباتى مشاہدات اور سير و سفر كى بناء پر تھي</w:t>
      </w:r>
      <w:r w:rsidR="000A0CDC">
        <w:rPr>
          <w:rtl/>
        </w:rPr>
        <w:t xml:space="preserve">ں </w:t>
      </w:r>
      <w:r>
        <w:rPr>
          <w:rtl/>
        </w:rPr>
        <w:t xml:space="preserve">_ </w:t>
      </w:r>
    </w:p>
    <w:p w:rsidR="0061102A" w:rsidRDefault="0061102A" w:rsidP="00BE6934">
      <w:pPr>
        <w:pStyle w:val="libNormal"/>
        <w:rPr>
          <w:rtl/>
        </w:rPr>
      </w:pPr>
      <w:r>
        <w:rPr>
          <w:rtl/>
        </w:rPr>
        <w:t>اگرچہ تيسرى صدى ہجرى سے چھٹى صدى ہجرى تك اس حوالے سے بہت سى كتابي</w:t>
      </w:r>
      <w:r w:rsidR="000A0CDC">
        <w:rPr>
          <w:rtl/>
        </w:rPr>
        <w:t xml:space="preserve">ں </w:t>
      </w:r>
      <w:r>
        <w:rPr>
          <w:rtl/>
        </w:rPr>
        <w:t>عربى زبان مي</w:t>
      </w:r>
      <w:r w:rsidR="000A0CDC">
        <w:rPr>
          <w:rtl/>
        </w:rPr>
        <w:t xml:space="preserve">ں </w:t>
      </w:r>
      <w:r>
        <w:rPr>
          <w:rtl/>
        </w:rPr>
        <w:t>لكھى گئي</w:t>
      </w:r>
      <w:r w:rsidR="000A0CDC">
        <w:rPr>
          <w:rtl/>
        </w:rPr>
        <w:t xml:space="preserve">ں </w:t>
      </w:r>
      <w:r>
        <w:rPr>
          <w:rtl/>
        </w:rPr>
        <w:t>ليكن ان سب كو درست اوربے عيب نہي</w:t>
      </w:r>
      <w:r w:rsidR="000A0CDC">
        <w:rPr>
          <w:rtl/>
        </w:rPr>
        <w:t xml:space="preserve">ں </w:t>
      </w:r>
      <w:r>
        <w:rPr>
          <w:rtl/>
        </w:rPr>
        <w:t>سمجھا سكتا دوسرى طرف تاجرو</w:t>
      </w:r>
      <w:r w:rsidR="000A0CDC">
        <w:rPr>
          <w:rtl/>
        </w:rPr>
        <w:t xml:space="preserve">ں </w:t>
      </w:r>
      <w:r>
        <w:rPr>
          <w:rtl/>
        </w:rPr>
        <w:t>اور جہاز رانو</w:t>
      </w:r>
      <w:r w:rsidR="000A0CDC">
        <w:rPr>
          <w:rtl/>
        </w:rPr>
        <w:t xml:space="preserve">ں </w:t>
      </w:r>
      <w:r>
        <w:rPr>
          <w:rtl/>
        </w:rPr>
        <w:t>كے مختلف سير و سفر كے تجربات اور مشاہدات انتہائي اہميت كے حامل ہي</w:t>
      </w:r>
      <w:r w:rsidR="000A0CDC">
        <w:rPr>
          <w:rtl/>
        </w:rPr>
        <w:t xml:space="preserve">ں </w:t>
      </w:r>
      <w:r>
        <w:rPr>
          <w:rtl/>
        </w:rPr>
        <w:t>جغرافيہ كے موضوع پر لكھنے دالے مؤلفين يقينا ايسے لوگو</w:t>
      </w:r>
      <w:r w:rsidR="000A0CDC">
        <w:rPr>
          <w:rtl/>
        </w:rPr>
        <w:t xml:space="preserve">ں </w:t>
      </w:r>
      <w:r>
        <w:rPr>
          <w:rtl/>
        </w:rPr>
        <w:t>سے خوب بہرہ مند ہوتے تھے كيونكہ يہى تاجراور دريانورد لوگ ہى تھى كہ جنہو</w:t>
      </w:r>
      <w:r w:rsidR="000A0CDC">
        <w:rPr>
          <w:rtl/>
        </w:rPr>
        <w:t xml:space="preserve">ں </w:t>
      </w:r>
      <w:r>
        <w:rPr>
          <w:rtl/>
        </w:rPr>
        <w:t>نے اسلام كے قرون وسطى كے يورپ سے تعلقات قائم كيے اور اسلامى تہذيب كو يور پ مي</w:t>
      </w:r>
      <w:r w:rsidR="000A0CDC">
        <w:rPr>
          <w:rtl/>
        </w:rPr>
        <w:t xml:space="preserve">ں </w:t>
      </w:r>
      <w:r>
        <w:rPr>
          <w:rtl/>
        </w:rPr>
        <w:t xml:space="preserve">منتقل كيا _ </w:t>
      </w:r>
    </w:p>
    <w:p w:rsidR="0061102A" w:rsidRDefault="0061102A" w:rsidP="00BE6934">
      <w:pPr>
        <w:pStyle w:val="libNormal"/>
        <w:rPr>
          <w:rtl/>
        </w:rPr>
      </w:pPr>
      <w:r>
        <w:rPr>
          <w:rtl/>
        </w:rPr>
        <w:t>جغرافيہ كے حوالے سے مختلف سفرنامے ، جغرافيائي كتابي</w:t>
      </w:r>
      <w:r w:rsidR="000A0CDC">
        <w:rPr>
          <w:rtl/>
        </w:rPr>
        <w:t xml:space="preserve">ں </w:t>
      </w:r>
      <w:r>
        <w:rPr>
          <w:rtl/>
        </w:rPr>
        <w:t>اور زمين كے حدود اربعہ كى تشريحات ،مختلف انواع كے جغرافيائي نقشہ جات اورفلكيات كى راہنما كتابي</w:t>
      </w:r>
      <w:r w:rsidR="000A0CDC">
        <w:rPr>
          <w:rtl/>
        </w:rPr>
        <w:t xml:space="preserve">ں </w:t>
      </w:r>
      <w:r>
        <w:rPr>
          <w:rtl/>
        </w:rPr>
        <w:t>يہ سب مغربى جہاز رانو</w:t>
      </w:r>
      <w:r w:rsidR="000A0CDC">
        <w:rPr>
          <w:rtl/>
        </w:rPr>
        <w:t xml:space="preserve">ں </w:t>
      </w:r>
      <w:r>
        <w:rPr>
          <w:rtl/>
        </w:rPr>
        <w:t>اور جغرافيہ دانو</w:t>
      </w:r>
      <w:r w:rsidR="000A0CDC">
        <w:rPr>
          <w:rtl/>
        </w:rPr>
        <w:t xml:space="preserve">ں </w:t>
      </w:r>
      <w:r>
        <w:rPr>
          <w:rtl/>
        </w:rPr>
        <w:t>كے زير استعمال تھي</w:t>
      </w:r>
      <w:r w:rsidR="000A0CDC">
        <w:rPr>
          <w:rtl/>
        </w:rPr>
        <w:t xml:space="preserve">ں </w:t>
      </w:r>
      <w:r>
        <w:rPr>
          <w:rtl/>
        </w:rPr>
        <w:t xml:space="preserve">_ </w:t>
      </w:r>
    </w:p>
    <w:p w:rsidR="0061102A" w:rsidRDefault="0061102A" w:rsidP="00BE6934">
      <w:pPr>
        <w:pStyle w:val="libNormal"/>
        <w:rPr>
          <w:rtl/>
        </w:rPr>
      </w:pPr>
      <w:r>
        <w:rPr>
          <w:rtl/>
        </w:rPr>
        <w:t>اسلامى ماہرين فلكيات كے جغرافيائي آثار ديگر جغرافيائي كتب سے بڑھ كر قرون وسطى كے يورپ مي</w:t>
      </w:r>
      <w:r w:rsidR="000A0CDC">
        <w:rPr>
          <w:rtl/>
        </w:rPr>
        <w:t xml:space="preserve">ں </w:t>
      </w:r>
      <w:r>
        <w:rPr>
          <w:rtl/>
        </w:rPr>
        <w:t>مقبول و معروف تھے اور ان مي</w:t>
      </w:r>
      <w:r w:rsidR="000A0CDC">
        <w:rPr>
          <w:rtl/>
        </w:rPr>
        <w:t xml:space="preserve">ں </w:t>
      </w:r>
      <w:r>
        <w:rPr>
          <w:rtl/>
        </w:rPr>
        <w:t>سے بعض يورپى زبانو</w:t>
      </w:r>
      <w:r w:rsidR="000A0CDC">
        <w:rPr>
          <w:rtl/>
        </w:rPr>
        <w:t xml:space="preserve">ں </w:t>
      </w:r>
      <w:r>
        <w:rPr>
          <w:rtl/>
        </w:rPr>
        <w:t>مي</w:t>
      </w:r>
      <w:r w:rsidR="000A0CDC">
        <w:rPr>
          <w:rtl/>
        </w:rPr>
        <w:t xml:space="preserve">ں </w:t>
      </w:r>
      <w:r>
        <w:rPr>
          <w:rtl/>
        </w:rPr>
        <w:t>ترجمہ بھى ہوئے_ سب سے پہلى جگہ جہا</w:t>
      </w:r>
      <w:r w:rsidR="000A0CDC">
        <w:rPr>
          <w:rtl/>
        </w:rPr>
        <w:t xml:space="preserve">ں </w:t>
      </w:r>
      <w:r>
        <w:rPr>
          <w:rtl/>
        </w:rPr>
        <w:t>جغرافيہ كے عيسائي اساتذہ نے اسلامى جغرافيہ كى تعليم لى وہ اسپين كا شہر ٹولڈ تھا اور انہو</w:t>
      </w:r>
      <w:r w:rsidR="000A0CDC">
        <w:rPr>
          <w:rtl/>
        </w:rPr>
        <w:t xml:space="preserve">ں </w:t>
      </w:r>
      <w:r>
        <w:rPr>
          <w:rtl/>
        </w:rPr>
        <w:t>سے سب سے پہلى چيز زمي</w:t>
      </w:r>
      <w:r w:rsidR="000A0CDC">
        <w:rPr>
          <w:rtl/>
        </w:rPr>
        <w:t xml:space="preserve">ں </w:t>
      </w:r>
      <w:r>
        <w:rPr>
          <w:rtl/>
        </w:rPr>
        <w:t xml:space="preserve">كا گول ہونا سمجھا كيونكہ اس كو سمجھے بغير بر اعظم امريكا كا دريافت ہونا ممكن نہ تھا_ </w:t>
      </w:r>
    </w:p>
    <w:p w:rsidR="0061102A" w:rsidRDefault="0061102A" w:rsidP="00BE6934">
      <w:pPr>
        <w:pStyle w:val="libNormal"/>
        <w:rPr>
          <w:rtl/>
        </w:rPr>
      </w:pPr>
      <w:r>
        <w:rPr>
          <w:rtl/>
        </w:rPr>
        <w:t>اسلامى ماہرين فلكيات علم جغرافيہ كو زيادہ تر جغرافيائي طول و عرض كے تعين كے ليے مطالعہ مي</w:t>
      </w:r>
      <w:r w:rsidR="000A0CDC">
        <w:rPr>
          <w:rtl/>
        </w:rPr>
        <w:t xml:space="preserve">ں </w:t>
      </w:r>
      <w:r>
        <w:rPr>
          <w:rtl/>
        </w:rPr>
        <w:t xml:space="preserve">لاتے تھے اور بطلميوس كى سات تقسيمات كے مطابق ربع مسكون </w:t>
      </w:r>
      <w:r w:rsidRPr="00F67D4B">
        <w:rPr>
          <w:rStyle w:val="libFootnotenumChar"/>
          <w:rtl/>
        </w:rPr>
        <w:t>(1)</w:t>
      </w:r>
      <w:r>
        <w:rPr>
          <w:rtl/>
        </w:rPr>
        <w:t xml:space="preserve">كو سامنے لاتے تھے_ اسى قسم كى تقسيمات 1501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1)زمين كا وہ چوتھائي سطحى حصہ جو خشك ہے اور انسانو</w:t>
      </w:r>
      <w:r w:rsidR="000A0CDC">
        <w:rPr>
          <w:rtl/>
        </w:rPr>
        <w:t xml:space="preserve">ں </w:t>
      </w:r>
      <w:r>
        <w:rPr>
          <w:rtl/>
        </w:rPr>
        <w:t>اور حيوانات سے آباد ہے_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سے 1504 عيسوى تك پرتگا ليو</w:t>
      </w:r>
      <w:r w:rsidR="000A0CDC">
        <w:rPr>
          <w:rtl/>
        </w:rPr>
        <w:t xml:space="preserve">ں </w:t>
      </w:r>
      <w:r>
        <w:rPr>
          <w:rtl/>
        </w:rPr>
        <w:t>كے دريائي نقشو</w:t>
      </w:r>
      <w:r w:rsidR="000A0CDC">
        <w:rPr>
          <w:rtl/>
        </w:rPr>
        <w:t xml:space="preserve">ں </w:t>
      </w:r>
      <w:r>
        <w:rPr>
          <w:rtl/>
        </w:rPr>
        <w:t>مي</w:t>
      </w:r>
      <w:r w:rsidR="000A0CDC">
        <w:rPr>
          <w:rtl/>
        </w:rPr>
        <w:t xml:space="preserve">ں </w:t>
      </w:r>
      <w:r>
        <w:rPr>
          <w:rtl/>
        </w:rPr>
        <w:t>مرتب و منظم كى گئي تھي</w:t>
      </w:r>
      <w:r w:rsidR="000A0CDC">
        <w:rPr>
          <w:rtl/>
        </w:rPr>
        <w:t xml:space="preserve">ں </w:t>
      </w:r>
      <w:r>
        <w:rPr>
          <w:rtl/>
        </w:rPr>
        <w:t>ان ہى تقسيمات كے بعض نقشہ جات كوحتى كہ اٹھارہوي</w:t>
      </w:r>
      <w:r w:rsidR="000A0CDC">
        <w:rPr>
          <w:rtl/>
        </w:rPr>
        <w:t xml:space="preserve">ں </w:t>
      </w:r>
      <w:r>
        <w:rPr>
          <w:rtl/>
        </w:rPr>
        <w:t>صدى كے اواخر مي</w:t>
      </w:r>
      <w:r w:rsidR="000A0CDC">
        <w:rPr>
          <w:rtl/>
        </w:rPr>
        <w:t xml:space="preserve">ں </w:t>
      </w:r>
      <w:r>
        <w:rPr>
          <w:rtl/>
        </w:rPr>
        <w:t>بھى يورپى جغرافيائي نقشہ جات مي</w:t>
      </w:r>
      <w:r w:rsidR="000A0CDC">
        <w:rPr>
          <w:rtl/>
        </w:rPr>
        <w:t xml:space="preserve">ں </w:t>
      </w:r>
      <w:r>
        <w:rPr>
          <w:rtl/>
        </w:rPr>
        <w:t xml:space="preserve">ديكھا جا سكتا ہے_ </w:t>
      </w:r>
    </w:p>
    <w:p w:rsidR="0061102A" w:rsidRDefault="0061102A" w:rsidP="00BE6934">
      <w:pPr>
        <w:pStyle w:val="libNormal"/>
        <w:rPr>
          <w:rtl/>
        </w:rPr>
      </w:pPr>
      <w:r>
        <w:rPr>
          <w:rtl/>
        </w:rPr>
        <w:t>مسلمان جہاز رانو</w:t>
      </w:r>
      <w:r w:rsidR="000A0CDC">
        <w:rPr>
          <w:rtl/>
        </w:rPr>
        <w:t xml:space="preserve">ں </w:t>
      </w:r>
      <w:r>
        <w:rPr>
          <w:rtl/>
        </w:rPr>
        <w:t>كاجغرافيہ مي</w:t>
      </w:r>
      <w:r w:rsidR="000A0CDC">
        <w:rPr>
          <w:rtl/>
        </w:rPr>
        <w:t xml:space="preserve">ں </w:t>
      </w:r>
      <w:r>
        <w:rPr>
          <w:rtl/>
        </w:rPr>
        <w:t>اہم ترين اقدامات مي</w:t>
      </w:r>
      <w:r w:rsidR="000A0CDC">
        <w:rPr>
          <w:rtl/>
        </w:rPr>
        <w:t xml:space="preserve">ں </w:t>
      </w:r>
      <w:r>
        <w:rPr>
          <w:rtl/>
        </w:rPr>
        <w:t>سے ايك قطب نما كو استعمال مي</w:t>
      </w:r>
      <w:r w:rsidR="000A0CDC">
        <w:rPr>
          <w:rtl/>
        </w:rPr>
        <w:t xml:space="preserve">ں </w:t>
      </w:r>
      <w:r>
        <w:rPr>
          <w:rtl/>
        </w:rPr>
        <w:t>لانا تھا _ اگر چہ يہ چينيو</w:t>
      </w:r>
      <w:r w:rsidR="000A0CDC">
        <w:rPr>
          <w:rtl/>
        </w:rPr>
        <w:t xml:space="preserve">ں </w:t>
      </w:r>
      <w:r>
        <w:rPr>
          <w:rtl/>
        </w:rPr>
        <w:t>كى ايجاد تھى _ ليكن يہ معلوم نہي</w:t>
      </w:r>
      <w:r w:rsidR="000A0CDC">
        <w:rPr>
          <w:rtl/>
        </w:rPr>
        <w:t xml:space="preserve">ں </w:t>
      </w:r>
      <w:r>
        <w:rPr>
          <w:rtl/>
        </w:rPr>
        <w:t>تھا كہ وہ لوگ آيا اسے كشتى رانى مي</w:t>
      </w:r>
      <w:r w:rsidR="000A0CDC">
        <w:rPr>
          <w:rtl/>
        </w:rPr>
        <w:t xml:space="preserve">ں </w:t>
      </w:r>
      <w:r>
        <w:rPr>
          <w:rtl/>
        </w:rPr>
        <w:t>استعمال كرتے تھے يا نہ؟ كيونكہ وہ كبھى بھى ساحل سے دور نہي</w:t>
      </w:r>
      <w:r w:rsidR="000A0CDC">
        <w:rPr>
          <w:rtl/>
        </w:rPr>
        <w:t xml:space="preserve">ں </w:t>
      </w:r>
      <w:r>
        <w:rPr>
          <w:rtl/>
        </w:rPr>
        <w:t>ہوئے تھے_ ليكن مسلمانو</w:t>
      </w:r>
      <w:r w:rsidR="000A0CDC">
        <w:rPr>
          <w:rtl/>
        </w:rPr>
        <w:t xml:space="preserve">ں </w:t>
      </w:r>
      <w:r>
        <w:rPr>
          <w:rtl/>
        </w:rPr>
        <w:t>كى صورت حال مختلف تھى جب يورپى لوگ چين كے وجود سے بے خبر تھے تو اس دور مي</w:t>
      </w:r>
      <w:r w:rsidR="000A0CDC">
        <w:rPr>
          <w:rtl/>
        </w:rPr>
        <w:t xml:space="preserve">ں </w:t>
      </w:r>
      <w:r>
        <w:rPr>
          <w:rtl/>
        </w:rPr>
        <w:t>يمسلمانو</w:t>
      </w:r>
      <w:r w:rsidR="000A0CDC">
        <w:rPr>
          <w:rtl/>
        </w:rPr>
        <w:t xml:space="preserve">ں </w:t>
      </w:r>
      <w:r>
        <w:rPr>
          <w:rtl/>
        </w:rPr>
        <w:t>كے اس ملك كے ساتھ تجارتى تعلقات تھے لہذا قوى امكان يہى ہے كہ مسلمانو</w:t>
      </w:r>
      <w:r w:rsidR="000A0CDC">
        <w:rPr>
          <w:rtl/>
        </w:rPr>
        <w:t xml:space="preserve">ں </w:t>
      </w:r>
      <w:r>
        <w:rPr>
          <w:rtl/>
        </w:rPr>
        <w:t>نے يورپى لوگو</w:t>
      </w:r>
      <w:r w:rsidR="000A0CDC">
        <w:rPr>
          <w:rtl/>
        </w:rPr>
        <w:t xml:space="preserve">ں </w:t>
      </w:r>
      <w:r>
        <w:rPr>
          <w:rtl/>
        </w:rPr>
        <w:t>كو اس قطب نماسے آگاہ كيا ہو_ چونكہ يورپى لوگ تيرھوي</w:t>
      </w:r>
      <w:r w:rsidR="000A0CDC">
        <w:rPr>
          <w:rtl/>
        </w:rPr>
        <w:t xml:space="preserve">ں </w:t>
      </w:r>
      <w:r>
        <w:rPr>
          <w:rtl/>
        </w:rPr>
        <w:t>صدى سے پہلے تك قطب نما استعمال نہي</w:t>
      </w:r>
      <w:r w:rsidR="000A0CDC">
        <w:rPr>
          <w:rtl/>
        </w:rPr>
        <w:t xml:space="preserve">ں </w:t>
      </w:r>
      <w:r>
        <w:rPr>
          <w:rtl/>
        </w:rPr>
        <w:t>كرتے تھے جبكہ اسلام كے عظيم مورخ اور جغرافيہ دان ادريسى نے بارھوين صدى كے وسط مي</w:t>
      </w:r>
      <w:r w:rsidR="000A0CDC">
        <w:rPr>
          <w:rtl/>
        </w:rPr>
        <w:t xml:space="preserve">ں </w:t>
      </w:r>
      <w:r>
        <w:rPr>
          <w:rtl/>
        </w:rPr>
        <w:t>قطب نما كے بارے مي</w:t>
      </w:r>
      <w:r w:rsidR="000A0CDC">
        <w:rPr>
          <w:rtl/>
        </w:rPr>
        <w:t xml:space="preserve">ں </w:t>
      </w:r>
      <w:r>
        <w:rPr>
          <w:rtl/>
        </w:rPr>
        <w:t>گفتگو كى ، مسلمانو</w:t>
      </w:r>
      <w:r w:rsidR="000A0CDC">
        <w:rPr>
          <w:rtl/>
        </w:rPr>
        <w:t xml:space="preserve">ں </w:t>
      </w:r>
      <w:r>
        <w:rPr>
          <w:rtl/>
        </w:rPr>
        <w:t>مي</w:t>
      </w:r>
      <w:r w:rsidR="000A0CDC">
        <w:rPr>
          <w:rtl/>
        </w:rPr>
        <w:t xml:space="preserve">ں </w:t>
      </w:r>
      <w:r>
        <w:rPr>
          <w:rtl/>
        </w:rPr>
        <w:t>اس كے استعمال كو بيان كيا اور وہ اسكا يورپ مي</w:t>
      </w:r>
      <w:r w:rsidR="000A0CDC">
        <w:rPr>
          <w:rtl/>
        </w:rPr>
        <w:t xml:space="preserve">ں </w:t>
      </w:r>
      <w:r>
        <w:rPr>
          <w:rtl/>
        </w:rPr>
        <w:t>منتقل ہونا مسلمانو</w:t>
      </w:r>
      <w:r w:rsidR="000A0CDC">
        <w:rPr>
          <w:rtl/>
        </w:rPr>
        <w:t xml:space="preserve">ں </w:t>
      </w:r>
      <w:r>
        <w:rPr>
          <w:rtl/>
        </w:rPr>
        <w:t>كے ذريعے سمجھتے ہي</w:t>
      </w:r>
      <w:r w:rsidR="000A0CDC">
        <w:rPr>
          <w:rtl/>
        </w:rPr>
        <w:t xml:space="preserve">ں </w:t>
      </w:r>
      <w:r>
        <w:rPr>
          <w:rtl/>
        </w:rPr>
        <w:t xml:space="preserve">_ </w:t>
      </w:r>
    </w:p>
    <w:p w:rsidR="0061102A" w:rsidRDefault="0061102A" w:rsidP="00BE6934">
      <w:pPr>
        <w:pStyle w:val="libNormal"/>
        <w:rPr>
          <w:rtl/>
        </w:rPr>
      </w:pPr>
      <w:r>
        <w:rPr>
          <w:rtl/>
        </w:rPr>
        <w:t>دوسرى طرف سے واسكو ڈے گاما كے دريائي راستو</w:t>
      </w:r>
      <w:r w:rsidR="000A0CDC">
        <w:rPr>
          <w:rtl/>
        </w:rPr>
        <w:t xml:space="preserve">ں </w:t>
      </w:r>
      <w:r>
        <w:rPr>
          <w:rtl/>
        </w:rPr>
        <w:t>كے ذريعے مشرقى سرزمينو</w:t>
      </w:r>
      <w:r w:rsidR="000A0CDC">
        <w:rPr>
          <w:rtl/>
        </w:rPr>
        <w:t xml:space="preserve">ں </w:t>
      </w:r>
      <w:r>
        <w:rPr>
          <w:rtl/>
        </w:rPr>
        <w:t>تك پہنچے سے كئي صديا</w:t>
      </w:r>
      <w:r w:rsidR="000A0CDC">
        <w:rPr>
          <w:rtl/>
        </w:rPr>
        <w:t xml:space="preserve">ں </w:t>
      </w:r>
      <w:r>
        <w:rPr>
          <w:rtl/>
        </w:rPr>
        <w:t>قبل مسلمان ان سرزمينو</w:t>
      </w:r>
      <w:r w:rsidR="000A0CDC">
        <w:rPr>
          <w:rtl/>
        </w:rPr>
        <w:t xml:space="preserve">ں </w:t>
      </w:r>
      <w:r>
        <w:rPr>
          <w:rtl/>
        </w:rPr>
        <w:t>سے آگاہ تھے يہ شخص بھى مسلمان ملاح احمد بن ماجد كے ذريعے (</w:t>
      </w:r>
      <w:r>
        <w:t>Goodhope" (2،1</w:t>
      </w:r>
      <w:r>
        <w:rPr>
          <w:rtl/>
        </w:rPr>
        <w:t>" كے راس (</w:t>
      </w:r>
      <w:r>
        <w:t>Promontry</w:t>
      </w:r>
      <w:r>
        <w:rPr>
          <w:rtl/>
        </w:rPr>
        <w:t>) سے ايشيا كے ساحل تك پہنچا حقيقى بات يہ ہے كہ ماركوپولو سے پانچ سو سال پہلے ہند اور چين كى طرف ملاح راستہ ايك مسلمان ملاح سليمان سيرافى كے ذريعے معلوم ہو چكا تھا</w:t>
      </w:r>
      <w:r w:rsidRPr="00F67D4B">
        <w:rPr>
          <w:rStyle w:val="libFootnotenumChar"/>
          <w:rtl/>
        </w:rPr>
        <w:t>(3)</w:t>
      </w:r>
      <w:r>
        <w:rPr>
          <w:rtl/>
        </w:rPr>
        <w:t xml:space="preserve">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جنوبى افريقا كا معروف را س جس كے بارے مي</w:t>
      </w:r>
      <w:r w:rsidR="000A0CDC">
        <w:rPr>
          <w:rtl/>
        </w:rPr>
        <w:t xml:space="preserve">ں </w:t>
      </w:r>
      <w:r>
        <w:rPr>
          <w:rtl/>
        </w:rPr>
        <w:t>كہا جاتاہے كہ واسكو ڈے گا مانے اسے 1497 مي</w:t>
      </w:r>
      <w:r w:rsidR="000A0CDC">
        <w:rPr>
          <w:rtl/>
        </w:rPr>
        <w:t xml:space="preserve">ں </w:t>
      </w:r>
      <w:r>
        <w:rPr>
          <w:rtl/>
        </w:rPr>
        <w:t xml:space="preserve">دريافت كيا (مصحح) </w:t>
      </w:r>
    </w:p>
    <w:p w:rsidR="0061102A" w:rsidRDefault="0061102A" w:rsidP="00BE6934">
      <w:pPr>
        <w:pStyle w:val="libFootnote"/>
        <w:rPr>
          <w:rtl/>
        </w:rPr>
      </w:pPr>
      <w:r>
        <w:rPr>
          <w:rtl/>
        </w:rPr>
        <w:t xml:space="preserve">2) را س يا </w:t>
      </w:r>
      <w:r>
        <w:t>Promontry</w:t>
      </w:r>
      <w:r>
        <w:rPr>
          <w:rtl/>
        </w:rPr>
        <w:t xml:space="preserve"> ، خشكى كا وہ تكون اور ابھرا ہوا حصہ جو سمندر مي</w:t>
      </w:r>
      <w:r w:rsidR="000A0CDC">
        <w:rPr>
          <w:rtl/>
        </w:rPr>
        <w:t xml:space="preserve">ں </w:t>
      </w:r>
      <w:r>
        <w:rPr>
          <w:rtl/>
        </w:rPr>
        <w:t xml:space="preserve">دور تك چلا گيا ہو ( مصحح)_ </w:t>
      </w:r>
    </w:p>
    <w:p w:rsidR="00D47FFB" w:rsidRDefault="0061102A" w:rsidP="00BE6934">
      <w:pPr>
        <w:pStyle w:val="libFootnote"/>
        <w:rPr>
          <w:rtl/>
        </w:rPr>
      </w:pPr>
      <w:r>
        <w:rPr>
          <w:rtl/>
        </w:rPr>
        <w:t xml:space="preserve">3)م،م شريف ، منابع فرہنگ اسلامى ، ترجمہ سيد جليل خليليان ، تہران ، ج 2 ص 84، شہريار رامہرمزى ، عجائب الہند ، ترجمہ محمد ملك زادہ ، تہران، احمد فرامرزى ، تاريخ جغرافى در دورہ اسلامى ، مجلہ تقدم ، ش 1 ص 538_ </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84" w:name="_Toc268640"/>
      <w:r>
        <w:rPr>
          <w:rtl/>
        </w:rPr>
        <w:t>6_ اسلامى ہنر و فن كا يورپ مي</w:t>
      </w:r>
      <w:r w:rsidR="000A0CDC">
        <w:rPr>
          <w:rtl/>
        </w:rPr>
        <w:t xml:space="preserve">ں </w:t>
      </w:r>
      <w:r>
        <w:rPr>
          <w:rtl/>
        </w:rPr>
        <w:t>نفوذ</w:t>
      </w:r>
      <w:bookmarkEnd w:id="84"/>
    </w:p>
    <w:p w:rsidR="0061102A" w:rsidRDefault="0061102A" w:rsidP="00BE6934">
      <w:pPr>
        <w:pStyle w:val="libNormal"/>
        <w:rPr>
          <w:rtl/>
        </w:rPr>
      </w:pPr>
      <w:r>
        <w:rPr>
          <w:rtl/>
        </w:rPr>
        <w:t>مسلمانو</w:t>
      </w:r>
      <w:r w:rsidR="000A0CDC">
        <w:rPr>
          <w:rtl/>
        </w:rPr>
        <w:t xml:space="preserve">ں </w:t>
      </w:r>
      <w:r>
        <w:rPr>
          <w:rtl/>
        </w:rPr>
        <w:t>نے مختلف علوم و دانش مي</w:t>
      </w:r>
      <w:r w:rsidR="000A0CDC">
        <w:rPr>
          <w:rtl/>
        </w:rPr>
        <w:t xml:space="preserve">ں </w:t>
      </w:r>
      <w:r>
        <w:rPr>
          <w:rtl/>
        </w:rPr>
        <w:t>علمى ترقى اور اختراعات كے ساتھ ساتھ فنون لطيفہ مي</w:t>
      </w:r>
      <w:r w:rsidR="000A0CDC">
        <w:rPr>
          <w:rtl/>
        </w:rPr>
        <w:t xml:space="preserve">ں </w:t>
      </w:r>
      <w:r>
        <w:rPr>
          <w:rtl/>
        </w:rPr>
        <w:t>بھى اپنےخاص ذوق و سليقہ كے ذريعے بھى اپنى دھاك بٹھائي _ اسلامى تعليمات سے الہام ليتے ہوئے ہنر و فن اور صنعت كو وسعت دينے لگے آئي ايچ كرسٹى اس بارے مي</w:t>
      </w:r>
      <w:r w:rsidR="000A0CDC">
        <w:rPr>
          <w:rtl/>
        </w:rPr>
        <w:t xml:space="preserve">ں </w:t>
      </w:r>
      <w:r>
        <w:rPr>
          <w:rtl/>
        </w:rPr>
        <w:t>كہتے ہي</w:t>
      </w:r>
      <w:r w:rsidR="000A0CDC">
        <w:rPr>
          <w:rtl/>
        </w:rPr>
        <w:t xml:space="preserve">ں </w:t>
      </w:r>
      <w:r>
        <w:rPr>
          <w:rtl/>
        </w:rPr>
        <w:t>كہ '' يورپ والے ايك ہزار سال سے زيادہ مدت تك تعجب كے ساتھ اسلامى دنيا كے ہنر و فن كى زيبائيو</w:t>
      </w:r>
      <w:r w:rsidR="000A0CDC">
        <w:rPr>
          <w:rtl/>
        </w:rPr>
        <w:t xml:space="preserve">ں </w:t>
      </w:r>
      <w:r>
        <w:rPr>
          <w:rtl/>
        </w:rPr>
        <w:t>كا مشاہدہ كرتے رہے اور وہ ان چيزو</w:t>
      </w:r>
      <w:r w:rsidR="000A0CDC">
        <w:rPr>
          <w:rtl/>
        </w:rPr>
        <w:t xml:space="preserve">ں </w:t>
      </w:r>
      <w:r>
        <w:rPr>
          <w:rtl/>
        </w:rPr>
        <w:t>كو غير معمولى سمجھتے تھے</w:t>
      </w:r>
      <w:r w:rsidRPr="00F67D4B">
        <w:rPr>
          <w:rStyle w:val="libFootnotenumChar"/>
          <w:rtl/>
        </w:rPr>
        <w:t>(1)</w:t>
      </w:r>
      <w:r>
        <w:rPr>
          <w:rtl/>
        </w:rPr>
        <w:t xml:space="preserve">_ </w:t>
      </w:r>
    </w:p>
    <w:p w:rsidR="0061102A" w:rsidRDefault="0061102A" w:rsidP="00BE6934">
      <w:pPr>
        <w:pStyle w:val="libNormal"/>
        <w:rPr>
          <w:rtl/>
        </w:rPr>
      </w:pPr>
      <w:r>
        <w:rPr>
          <w:rtl/>
        </w:rPr>
        <w:t>فنون لطيفہ كى يہ نئي اصطلاح ان مصنوعات كيلئے تھي</w:t>
      </w:r>
      <w:r w:rsidR="000A0CDC">
        <w:rPr>
          <w:rtl/>
        </w:rPr>
        <w:t xml:space="preserve">ں </w:t>
      </w:r>
      <w:r>
        <w:rPr>
          <w:rtl/>
        </w:rPr>
        <w:t>جو روح انسان كو وسعت بخشتى ہي</w:t>
      </w:r>
      <w:r w:rsidR="000A0CDC">
        <w:rPr>
          <w:rtl/>
        </w:rPr>
        <w:t xml:space="preserve">ں </w:t>
      </w:r>
      <w:r>
        <w:rPr>
          <w:rtl/>
        </w:rPr>
        <w:t>_ اسلام سے قبل بھى مہذب اقوام كم و بيش فنون لطيفہ كى حامل تھي</w:t>
      </w:r>
      <w:r w:rsidR="000A0CDC">
        <w:rPr>
          <w:rtl/>
        </w:rPr>
        <w:t xml:space="preserve">ں </w:t>
      </w:r>
      <w:r>
        <w:rPr>
          <w:rtl/>
        </w:rPr>
        <w:t>البتہ مسلمانو</w:t>
      </w:r>
      <w:r w:rsidR="000A0CDC">
        <w:rPr>
          <w:rtl/>
        </w:rPr>
        <w:t xml:space="preserve">ں </w:t>
      </w:r>
      <w:r>
        <w:rPr>
          <w:rtl/>
        </w:rPr>
        <w:t>كى ان فنون لطيفہ مي</w:t>
      </w:r>
      <w:r w:rsidR="000A0CDC">
        <w:rPr>
          <w:rtl/>
        </w:rPr>
        <w:t xml:space="preserve">ں </w:t>
      </w:r>
      <w:r>
        <w:rPr>
          <w:rtl/>
        </w:rPr>
        <w:t>استعداد ديگر اقوام كى نسبت زيادہ تھى _ كچھ مغربى دانشورو</w:t>
      </w:r>
      <w:r w:rsidR="000A0CDC">
        <w:rPr>
          <w:rtl/>
        </w:rPr>
        <w:t xml:space="preserve">ں </w:t>
      </w:r>
      <w:r>
        <w:rPr>
          <w:rtl/>
        </w:rPr>
        <w:t>كا خيال ہے كہ فن مصورى مي</w:t>
      </w:r>
      <w:r w:rsidR="000A0CDC">
        <w:rPr>
          <w:rtl/>
        </w:rPr>
        <w:t xml:space="preserve">ں </w:t>
      </w:r>
      <w:r>
        <w:rPr>
          <w:rtl/>
        </w:rPr>
        <w:t>اسلام نے بعض موانع كى وجہ سے زيادہ ترقى نہي</w:t>
      </w:r>
      <w:r w:rsidR="000A0CDC">
        <w:rPr>
          <w:rtl/>
        </w:rPr>
        <w:t xml:space="preserve">ں </w:t>
      </w:r>
      <w:r>
        <w:rPr>
          <w:rtl/>
        </w:rPr>
        <w:t>كى جبكہ يہ نظريہ تمام مسلمانو</w:t>
      </w:r>
      <w:r w:rsidR="000A0CDC">
        <w:rPr>
          <w:rtl/>
        </w:rPr>
        <w:t xml:space="preserve">ں </w:t>
      </w:r>
      <w:r>
        <w:rPr>
          <w:rtl/>
        </w:rPr>
        <w:t>پر صادق نہي</w:t>
      </w:r>
      <w:r w:rsidR="000A0CDC">
        <w:rPr>
          <w:rtl/>
        </w:rPr>
        <w:t xml:space="preserve">ں </w:t>
      </w:r>
      <w:r>
        <w:rPr>
          <w:rtl/>
        </w:rPr>
        <w:t>آتا كيونكہ مسلمان بالخصوص ايرانيو</w:t>
      </w:r>
      <w:r w:rsidR="000A0CDC">
        <w:rPr>
          <w:rtl/>
        </w:rPr>
        <w:t xml:space="preserve">ں </w:t>
      </w:r>
      <w:r>
        <w:rPr>
          <w:rtl/>
        </w:rPr>
        <w:t>نے اس فن مي</w:t>
      </w:r>
      <w:r w:rsidR="000A0CDC">
        <w:rPr>
          <w:rtl/>
        </w:rPr>
        <w:t xml:space="preserve">ں </w:t>
      </w:r>
      <w:r>
        <w:rPr>
          <w:rtl/>
        </w:rPr>
        <w:t>اہم ارتقائي مراحل طے كيے</w:t>
      </w:r>
      <w:r w:rsidRPr="00F67D4B">
        <w:rPr>
          <w:rStyle w:val="libFootnotenumChar"/>
          <w:rtl/>
        </w:rPr>
        <w:t>(2)</w:t>
      </w:r>
      <w:r>
        <w:rPr>
          <w:rtl/>
        </w:rPr>
        <w:t xml:space="preserve"> </w:t>
      </w:r>
    </w:p>
    <w:p w:rsidR="0061102A" w:rsidRDefault="0061102A" w:rsidP="00BE6934">
      <w:pPr>
        <w:pStyle w:val="libNormal"/>
        <w:rPr>
          <w:rtl/>
        </w:rPr>
      </w:pPr>
      <w:r>
        <w:rPr>
          <w:rtl/>
        </w:rPr>
        <w:t>مسلمہ بات يہ ہے كہ اسلامى ہنر و فن ان سرزمينو</w:t>
      </w:r>
      <w:r w:rsidR="000A0CDC">
        <w:rPr>
          <w:rtl/>
        </w:rPr>
        <w:t xml:space="preserve">ں </w:t>
      </w:r>
      <w:r>
        <w:rPr>
          <w:rtl/>
        </w:rPr>
        <w:t>سے تعلق ركھتا ہے كہ جہا</w:t>
      </w:r>
      <w:r w:rsidR="000A0CDC">
        <w:rPr>
          <w:rtl/>
        </w:rPr>
        <w:t xml:space="preserve">ں </w:t>
      </w:r>
      <w:r>
        <w:rPr>
          <w:rtl/>
        </w:rPr>
        <w:t>مذہب اسلام كا نور پھيلا ہوا تھا</w:t>
      </w:r>
      <w:r w:rsidRPr="00F67D4B">
        <w:rPr>
          <w:rStyle w:val="libFootnotenumChar"/>
          <w:rtl/>
        </w:rPr>
        <w:t>(3)</w:t>
      </w:r>
      <w:r>
        <w:rPr>
          <w:rtl/>
        </w:rPr>
        <w:t>اسلام كى ترقى اور مسلمانو</w:t>
      </w:r>
      <w:r w:rsidR="000A0CDC">
        <w:rPr>
          <w:rtl/>
        </w:rPr>
        <w:t xml:space="preserve">ں </w:t>
      </w:r>
      <w:r>
        <w:rPr>
          <w:rtl/>
        </w:rPr>
        <w:t>كے ديگر اقوام سے روابط نے بلا وجہ كے مذہبى تعصبات كو ختم كرديا تھامسلمان مختلف فنون مثلا معمارى ، انجينيرنگ، سنگتراشى ، لكڑى پر كندہ كارى اور خطاطى مي</w:t>
      </w:r>
      <w:r w:rsidR="000A0CDC">
        <w:rPr>
          <w:rtl/>
        </w:rPr>
        <w:t xml:space="preserve">ں </w:t>
      </w:r>
      <w:r>
        <w:rPr>
          <w:rtl/>
        </w:rPr>
        <w:t>بہت بڑے استاد تھے ليكن اچھے مجسمہ ساز ، اور مصور نہ تھے يا ان فنون مي</w:t>
      </w:r>
      <w:r w:rsidR="000A0CDC">
        <w:rPr>
          <w:rtl/>
        </w:rPr>
        <w:t xml:space="preserve">ں </w:t>
      </w:r>
      <w:r>
        <w:rPr>
          <w:rtl/>
        </w:rPr>
        <w:t>ماہرين كم تھے</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توماس واكر آرنولد والفرد گيوم، اسلام ميراث ، ترجمہ مصطفى علم ، تہران ، انتشارات مہر 1325، ص 68_ </w:t>
      </w:r>
    </w:p>
    <w:p w:rsidR="0061102A" w:rsidRDefault="0061102A" w:rsidP="00BE6934">
      <w:pPr>
        <w:pStyle w:val="libFootnote"/>
        <w:rPr>
          <w:rtl/>
        </w:rPr>
      </w:pPr>
      <w:r>
        <w:rPr>
          <w:rtl/>
        </w:rPr>
        <w:t xml:space="preserve">2) جرجى زيدان ، تاريخ تمدن اسلام ، ترجمہ على جواہر كلام ، تہران ، امير كبير ، 1333 ، ج 3 ص 9_298_ </w:t>
      </w:r>
    </w:p>
    <w:p w:rsidR="0061102A" w:rsidRDefault="0061102A" w:rsidP="00BE6934">
      <w:pPr>
        <w:pStyle w:val="libFootnote"/>
        <w:rPr>
          <w:rtl/>
        </w:rPr>
      </w:pPr>
      <w:r>
        <w:rPr>
          <w:rtl/>
        </w:rPr>
        <w:t xml:space="preserve">3) ارنست كونل ، ہنر اسلامى ، ترجمہ ہوشنگ طاہرى ، تہران ، انتشارات توماس ، 1255، ص 12_11_ </w:t>
      </w:r>
    </w:p>
    <w:p w:rsidR="00D47FFB" w:rsidRDefault="0061102A" w:rsidP="00BE6934">
      <w:pPr>
        <w:pStyle w:val="libFootnote"/>
        <w:rPr>
          <w:rtl/>
        </w:rPr>
      </w:pPr>
      <w:r>
        <w:rPr>
          <w:rtl/>
        </w:rPr>
        <w:t>4) كريتيس پرايس ، تاريخ ہنر اسلامى ، ترجمہ مسعود ، رجب نيا، تہران 1247بنگاہ ترجمہ و نشر كتاب ، ص 9_8_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فن خطاطى نے مسلمانو</w:t>
      </w:r>
      <w:r w:rsidR="000A0CDC">
        <w:rPr>
          <w:rtl/>
        </w:rPr>
        <w:t xml:space="preserve">ں </w:t>
      </w:r>
      <w:r>
        <w:rPr>
          <w:rtl/>
        </w:rPr>
        <w:t>مي</w:t>
      </w:r>
      <w:r w:rsidR="000A0CDC">
        <w:rPr>
          <w:rtl/>
        </w:rPr>
        <w:t xml:space="preserve">ں </w:t>
      </w:r>
      <w:r>
        <w:rPr>
          <w:rtl/>
        </w:rPr>
        <w:t>بہت ترقى كى اسى حوالے سے يورپى كاريگر اسلامى عربى خطوط سے آشنا تو ہوئے ليكن انہي</w:t>
      </w:r>
      <w:r w:rsidR="000A0CDC">
        <w:rPr>
          <w:rtl/>
        </w:rPr>
        <w:t xml:space="preserve">ں </w:t>
      </w:r>
      <w:r>
        <w:rPr>
          <w:rtl/>
        </w:rPr>
        <w:t>پڑھ نہي</w:t>
      </w:r>
      <w:r w:rsidR="000A0CDC">
        <w:rPr>
          <w:rtl/>
        </w:rPr>
        <w:t xml:space="preserve">ں </w:t>
      </w:r>
      <w:r>
        <w:rPr>
          <w:rtl/>
        </w:rPr>
        <w:t>سكتے تھے مگر ان كے مشابہہ لكھتے تھے_ دوسرى طرف سے مقدس مقامات كى زيارت ، يورپى لوگو</w:t>
      </w:r>
      <w:r w:rsidR="000A0CDC">
        <w:rPr>
          <w:rtl/>
        </w:rPr>
        <w:t xml:space="preserve">ں </w:t>
      </w:r>
      <w:r>
        <w:rPr>
          <w:rtl/>
        </w:rPr>
        <w:t>كا اسلامى علوم كے حصول مي</w:t>
      </w:r>
      <w:r w:rsidR="000A0CDC">
        <w:rPr>
          <w:rtl/>
        </w:rPr>
        <w:t xml:space="preserve">ں </w:t>
      </w:r>
      <w:r>
        <w:rPr>
          <w:rtl/>
        </w:rPr>
        <w:t>دلچسپى اور تجارتى حوالے سے انكا اشتياق و غيرہ انہي</w:t>
      </w:r>
      <w:r w:rsidR="000A0CDC">
        <w:rPr>
          <w:rtl/>
        </w:rPr>
        <w:t xml:space="preserve">ں </w:t>
      </w:r>
      <w:r>
        <w:rPr>
          <w:rtl/>
        </w:rPr>
        <w:t>اسلامى سرزمينو</w:t>
      </w:r>
      <w:r w:rsidR="000A0CDC">
        <w:rPr>
          <w:rtl/>
        </w:rPr>
        <w:t xml:space="preserve">ں </w:t>
      </w:r>
      <w:r>
        <w:rPr>
          <w:rtl/>
        </w:rPr>
        <w:t>كى طرف كھينچ لا يا لہذا جب وہ واپس پلٹے تو اپنے ساتھ اسلامى علوم و فنون كو بھى يورپى سرزمينو</w:t>
      </w:r>
      <w:r w:rsidR="000A0CDC">
        <w:rPr>
          <w:rtl/>
        </w:rPr>
        <w:t xml:space="preserve">ں </w:t>
      </w:r>
      <w:r>
        <w:rPr>
          <w:rtl/>
        </w:rPr>
        <w:t>تك لے گئے</w:t>
      </w:r>
      <w:r w:rsidRPr="00F67D4B">
        <w:rPr>
          <w:rStyle w:val="libFootnotenumChar"/>
          <w:rtl/>
        </w:rPr>
        <w:t>(1)</w:t>
      </w:r>
      <w:r>
        <w:rPr>
          <w:rtl/>
        </w:rPr>
        <w:t xml:space="preserve"> </w:t>
      </w:r>
    </w:p>
    <w:p w:rsidR="0061102A" w:rsidRDefault="0061102A" w:rsidP="00BE6934">
      <w:pPr>
        <w:pStyle w:val="libNormal"/>
        <w:rPr>
          <w:rtl/>
        </w:rPr>
      </w:pPr>
      <w:r>
        <w:rPr>
          <w:rtl/>
        </w:rPr>
        <w:t>ايك چيز جسے يہ يورپى طالب علم اسلامى مدارس سے اپنے ساتھ يورپ لے گئے وہ '' اصطرلاب'' تھا كہ آكسفورديونيورسٹى مي</w:t>
      </w:r>
      <w:r w:rsidR="000A0CDC">
        <w:rPr>
          <w:rtl/>
        </w:rPr>
        <w:t xml:space="preserve">ں </w:t>
      </w:r>
      <w:r>
        <w:rPr>
          <w:rtl/>
        </w:rPr>
        <w:t>آج بھى ايك قديمى ترين اصطرلاب موجود ہے كہ جسے 984 عيسوى مي</w:t>
      </w:r>
      <w:r w:rsidR="000A0CDC">
        <w:rPr>
          <w:rtl/>
        </w:rPr>
        <w:t xml:space="preserve">ں </w:t>
      </w:r>
      <w:r>
        <w:rPr>
          <w:rtl/>
        </w:rPr>
        <w:t>اصفہان كے اصطرلاب ساز ابراہيم كے بيٹو</w:t>
      </w:r>
      <w:r w:rsidR="000A0CDC">
        <w:rPr>
          <w:rtl/>
        </w:rPr>
        <w:t xml:space="preserve">ں </w:t>
      </w:r>
      <w:r>
        <w:rPr>
          <w:rtl/>
        </w:rPr>
        <w:t>نے بنايا تھا</w:t>
      </w:r>
      <w:r w:rsidRPr="00F67D4B">
        <w:rPr>
          <w:rStyle w:val="libFootnotenumChar"/>
          <w:rtl/>
        </w:rPr>
        <w:t>(2)</w:t>
      </w:r>
      <w:r>
        <w:rPr>
          <w:rtl/>
        </w:rPr>
        <w:t xml:space="preserve"> </w:t>
      </w:r>
    </w:p>
    <w:p w:rsidR="0061102A" w:rsidRDefault="0061102A" w:rsidP="00BE6934">
      <w:pPr>
        <w:pStyle w:val="libNormal"/>
        <w:rPr>
          <w:rtl/>
        </w:rPr>
      </w:pPr>
      <w:r>
        <w:rPr>
          <w:rtl/>
        </w:rPr>
        <w:t>اسلام كے ابتدائي دور كى دھاتى مصنوعات مي</w:t>
      </w:r>
      <w:r w:rsidR="000A0CDC">
        <w:rPr>
          <w:rtl/>
        </w:rPr>
        <w:t xml:space="preserve">ں </w:t>
      </w:r>
      <w:r>
        <w:rPr>
          <w:rtl/>
        </w:rPr>
        <w:t xml:space="preserve">سے قرطبہ كے ايك جرونا </w:t>
      </w:r>
      <w:r w:rsidRPr="00F67D4B">
        <w:rPr>
          <w:rStyle w:val="libFootnotenumChar"/>
          <w:rtl/>
        </w:rPr>
        <w:t>(3)</w:t>
      </w:r>
      <w:r>
        <w:rPr>
          <w:rtl/>
        </w:rPr>
        <w:t>نامى كليسا مي</w:t>
      </w:r>
      <w:r w:rsidR="000A0CDC">
        <w:rPr>
          <w:rtl/>
        </w:rPr>
        <w:t xml:space="preserve">ں </w:t>
      </w:r>
      <w:r>
        <w:rPr>
          <w:rtl/>
        </w:rPr>
        <w:t>ايك ڈبہ ہے كہ جو لكڑى سے تيار ہو اہے اور اسكے اوپر چاندى كا ورق چڑھا يا گيا ہے كہ جس پر شاخو</w:t>
      </w:r>
      <w:r w:rsidR="000A0CDC">
        <w:rPr>
          <w:rtl/>
        </w:rPr>
        <w:t xml:space="preserve">ں </w:t>
      </w:r>
      <w:r>
        <w:rPr>
          <w:rtl/>
        </w:rPr>
        <w:t>اور پتو</w:t>
      </w:r>
      <w:r w:rsidR="000A0CDC">
        <w:rPr>
          <w:rtl/>
        </w:rPr>
        <w:t xml:space="preserve">ں </w:t>
      </w:r>
      <w:r>
        <w:rPr>
          <w:rtl/>
        </w:rPr>
        <w:t>كا ڈيزائن ہے يہ ڈبہ اموى حكومت ( 76_961 عيسوي) كے دور سے تعلق ركھتا ہے_</w:t>
      </w:r>
      <w:r w:rsidRPr="00F67D4B">
        <w:rPr>
          <w:rStyle w:val="libFootnotenumChar"/>
          <w:rtl/>
        </w:rPr>
        <w:t>(4)</w:t>
      </w:r>
      <w:r>
        <w:rPr>
          <w:rtl/>
        </w:rPr>
        <w:t xml:space="preserve"> اسلام كے ابتدا ئي دور سے سونے اور چاندى كى كوئي چيز باقى نہي</w:t>
      </w:r>
      <w:r w:rsidR="000A0CDC">
        <w:rPr>
          <w:rtl/>
        </w:rPr>
        <w:t xml:space="preserve">ں </w:t>
      </w:r>
      <w:r>
        <w:rPr>
          <w:rtl/>
        </w:rPr>
        <w:t>رہى البتہ امراء كے استعمال مي</w:t>
      </w:r>
      <w:r w:rsidR="000A0CDC">
        <w:rPr>
          <w:rtl/>
        </w:rPr>
        <w:t xml:space="preserve">ں </w:t>
      </w:r>
      <w:r>
        <w:rPr>
          <w:rtl/>
        </w:rPr>
        <w:t>رہنے والے پيتل ، تابنے اوركانسى سے بنائے گئے ظروف كے بارے مي</w:t>
      </w:r>
      <w:r w:rsidR="000A0CDC">
        <w:rPr>
          <w:rtl/>
        </w:rPr>
        <w:t xml:space="preserve">ں </w:t>
      </w:r>
      <w:r>
        <w:rPr>
          <w:rtl/>
        </w:rPr>
        <w:t xml:space="preserve">تحقيق كى جا سكتى ہے </w:t>
      </w:r>
      <w:r w:rsidRPr="00F67D4B">
        <w:rPr>
          <w:rStyle w:val="libFootnotenumChar"/>
          <w:rtl/>
        </w:rPr>
        <w:t>(5)</w:t>
      </w:r>
      <w:r>
        <w:rPr>
          <w:rtl/>
        </w:rPr>
        <w:t xml:space="preserve"> </w:t>
      </w:r>
    </w:p>
    <w:p w:rsidR="0061102A" w:rsidRDefault="0061102A" w:rsidP="00BE6934">
      <w:pPr>
        <w:pStyle w:val="libNormal"/>
        <w:rPr>
          <w:rtl/>
        </w:rPr>
      </w:pPr>
      <w:r>
        <w:rPr>
          <w:rtl/>
        </w:rPr>
        <w:t>اسلامى كاريگرو</w:t>
      </w:r>
      <w:r w:rsidR="000A0CDC">
        <w:rPr>
          <w:rtl/>
        </w:rPr>
        <w:t xml:space="preserve">ں </w:t>
      </w:r>
      <w:r>
        <w:rPr>
          <w:rtl/>
        </w:rPr>
        <w:t>نے برتنو</w:t>
      </w:r>
      <w:r w:rsidR="000A0CDC">
        <w:rPr>
          <w:rtl/>
        </w:rPr>
        <w:t xml:space="preserve">ں </w:t>
      </w:r>
      <w:r>
        <w:rPr>
          <w:rtl/>
        </w:rPr>
        <w:t>كے جديد اور خوبصورت ڈايزائنز كے علاوہ ان كى خوبصورتى كے ليے ان پر طلائي نقش و نگارى مي</w:t>
      </w:r>
      <w:r w:rsidR="000A0CDC">
        <w:rPr>
          <w:rtl/>
        </w:rPr>
        <w:t xml:space="preserve">ں </w:t>
      </w:r>
      <w:r>
        <w:rPr>
          <w:rtl/>
        </w:rPr>
        <w:t>بہت كام كيا ، بارھوي</w:t>
      </w:r>
      <w:r w:rsidR="000A0CDC">
        <w:rPr>
          <w:rtl/>
        </w:rPr>
        <w:t xml:space="preserve">ں </w:t>
      </w:r>
      <w:r>
        <w:rPr>
          <w:rtl/>
        </w:rPr>
        <w:t>صدى كے وسط مي</w:t>
      </w:r>
      <w:r w:rsidR="000A0CDC">
        <w:rPr>
          <w:rtl/>
        </w:rPr>
        <w:t xml:space="preserve">ں </w:t>
      </w:r>
      <w:r>
        <w:rPr>
          <w:rtl/>
        </w:rPr>
        <w:t>دھاتى چيزو</w:t>
      </w:r>
      <w:r w:rsidR="000A0CDC">
        <w:rPr>
          <w:rtl/>
        </w:rPr>
        <w:t xml:space="preserve">ں </w:t>
      </w:r>
      <w:r>
        <w:rPr>
          <w:rtl/>
        </w:rPr>
        <w:t xml:space="preserve">پر سونے كا كام عروج پر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1)توماس واكر آرنولد و آلفرد گيوم ، سابقہ حوالہ، ص 35_ </w:t>
      </w:r>
    </w:p>
    <w:p w:rsidR="0061102A" w:rsidRDefault="0061102A" w:rsidP="00BE6934">
      <w:pPr>
        <w:pStyle w:val="libFootnote"/>
        <w:rPr>
          <w:rtl/>
        </w:rPr>
      </w:pPr>
      <w:r>
        <w:rPr>
          <w:rtl/>
        </w:rPr>
        <w:t xml:space="preserve">2) سابقہ حوالہ ص 7_36_ </w:t>
      </w:r>
    </w:p>
    <w:p w:rsidR="0061102A" w:rsidRDefault="0061102A" w:rsidP="00BE6934">
      <w:pPr>
        <w:pStyle w:val="libFootnote"/>
      </w:pPr>
      <w:r>
        <w:rPr>
          <w:rtl/>
        </w:rPr>
        <w:t xml:space="preserve">3) </w:t>
      </w:r>
      <w:r>
        <w:t>gerona</w:t>
      </w:r>
      <w:r>
        <w:rPr>
          <w:rtl/>
        </w:rPr>
        <w:t xml:space="preserve">_ </w:t>
      </w:r>
    </w:p>
    <w:p w:rsidR="0061102A" w:rsidRDefault="0061102A" w:rsidP="00BE6934">
      <w:pPr>
        <w:pStyle w:val="libFootnote"/>
        <w:rPr>
          <w:rtl/>
        </w:rPr>
      </w:pPr>
      <w:r>
        <w:rPr>
          <w:rtl/>
        </w:rPr>
        <w:t xml:space="preserve">4)سابقہ حوالہ ص 38_ </w:t>
      </w:r>
    </w:p>
    <w:p w:rsidR="00D47FFB" w:rsidRDefault="0061102A" w:rsidP="00BE6934">
      <w:pPr>
        <w:pStyle w:val="libFootnote"/>
        <w:rPr>
          <w:rtl/>
        </w:rPr>
      </w:pPr>
      <w:r>
        <w:rPr>
          <w:rtl/>
        </w:rPr>
        <w:t>5)سابقہ حوالہ، ارنست كوتل ، سابقہ حوالہ ، ص 70_68_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پہنچا </w:t>
      </w:r>
      <w:r w:rsidRPr="00F67D4B">
        <w:rPr>
          <w:rStyle w:val="libFootnotenumChar"/>
          <w:rtl/>
        </w:rPr>
        <w:t>(1)</w:t>
      </w:r>
      <w:r>
        <w:rPr>
          <w:rtl/>
        </w:rPr>
        <w:t xml:space="preserve"> منگولو</w:t>
      </w:r>
      <w:r w:rsidR="000A0CDC">
        <w:rPr>
          <w:rtl/>
        </w:rPr>
        <w:t xml:space="preserve">ں </w:t>
      </w:r>
      <w:r>
        <w:rPr>
          <w:rtl/>
        </w:rPr>
        <w:t>كے عراق كے شہرو</w:t>
      </w:r>
      <w:r w:rsidR="000A0CDC">
        <w:rPr>
          <w:rtl/>
        </w:rPr>
        <w:t xml:space="preserve">ں </w:t>
      </w:r>
      <w:r>
        <w:rPr>
          <w:rtl/>
        </w:rPr>
        <w:t>پر حملے نے اس علاقہ سے كاريگرو</w:t>
      </w:r>
      <w:r w:rsidR="000A0CDC">
        <w:rPr>
          <w:rtl/>
        </w:rPr>
        <w:t xml:space="preserve">ں </w:t>
      </w:r>
      <w:r>
        <w:rPr>
          <w:rtl/>
        </w:rPr>
        <w:t>كو نكلنے پر مجبور كرديا اور يہ صنعت مصر مي</w:t>
      </w:r>
      <w:r w:rsidR="000A0CDC">
        <w:rPr>
          <w:rtl/>
        </w:rPr>
        <w:t xml:space="preserve">ں </w:t>
      </w:r>
      <w:r>
        <w:rPr>
          <w:rtl/>
        </w:rPr>
        <w:t>قدم جمانے لگي_</w:t>
      </w:r>
      <w:r w:rsidRPr="00F67D4B">
        <w:rPr>
          <w:rStyle w:val="libFootnotenumChar"/>
          <w:rtl/>
        </w:rPr>
        <w:t>(2)</w:t>
      </w:r>
      <w:r>
        <w:rPr>
          <w:rtl/>
        </w:rPr>
        <w:t xml:space="preserve"> </w:t>
      </w:r>
    </w:p>
    <w:p w:rsidR="0061102A" w:rsidRDefault="0061102A" w:rsidP="00BE6934">
      <w:pPr>
        <w:pStyle w:val="libNormal"/>
        <w:rPr>
          <w:rtl/>
        </w:rPr>
      </w:pPr>
      <w:r>
        <w:rPr>
          <w:rtl/>
        </w:rPr>
        <w:t>دوسرى چيزو</w:t>
      </w:r>
      <w:r w:rsidR="000A0CDC">
        <w:rPr>
          <w:rtl/>
        </w:rPr>
        <w:t xml:space="preserve">ں </w:t>
      </w:r>
      <w:r>
        <w:rPr>
          <w:rtl/>
        </w:rPr>
        <w:t>مي</w:t>
      </w:r>
      <w:r w:rsidR="000A0CDC">
        <w:rPr>
          <w:rtl/>
        </w:rPr>
        <w:t xml:space="preserve">ں </w:t>
      </w:r>
      <w:r>
        <w:rPr>
          <w:rtl/>
        </w:rPr>
        <w:t>سے مٹى كے كوزے اور طشت ملتے ہي</w:t>
      </w:r>
      <w:r w:rsidR="000A0CDC">
        <w:rPr>
          <w:rtl/>
        </w:rPr>
        <w:t xml:space="preserve">ں </w:t>
      </w:r>
      <w:r>
        <w:rPr>
          <w:rtl/>
        </w:rPr>
        <w:t>جو تيرھوي</w:t>
      </w:r>
      <w:r w:rsidR="000A0CDC">
        <w:rPr>
          <w:rtl/>
        </w:rPr>
        <w:t xml:space="preserve">ں </w:t>
      </w:r>
      <w:r>
        <w:rPr>
          <w:rtl/>
        </w:rPr>
        <w:t>اور چودہوي</w:t>
      </w:r>
      <w:r w:rsidR="000A0CDC">
        <w:rPr>
          <w:rtl/>
        </w:rPr>
        <w:t xml:space="preserve">ں </w:t>
      </w:r>
      <w:r>
        <w:rPr>
          <w:rtl/>
        </w:rPr>
        <w:t>صدى عيسوى كے دور سے متعلق ہي</w:t>
      </w:r>
      <w:r w:rsidR="000A0CDC">
        <w:rPr>
          <w:rtl/>
        </w:rPr>
        <w:t xml:space="preserve">ں </w:t>
      </w:r>
      <w:r>
        <w:rPr>
          <w:rtl/>
        </w:rPr>
        <w:t>كہ ان مي</w:t>
      </w:r>
      <w:r w:rsidR="000A0CDC">
        <w:rPr>
          <w:rtl/>
        </w:rPr>
        <w:t xml:space="preserve">ں </w:t>
      </w:r>
      <w:r>
        <w:rPr>
          <w:rtl/>
        </w:rPr>
        <w:t>سے بعض نمونے ويكٹوريا اورالبرٹ كے ميوزيم مي</w:t>
      </w:r>
      <w:r w:rsidR="000A0CDC">
        <w:rPr>
          <w:rtl/>
        </w:rPr>
        <w:t xml:space="preserve">ں </w:t>
      </w:r>
      <w:r>
        <w:rPr>
          <w:rtl/>
        </w:rPr>
        <w:t>موجود ہي</w:t>
      </w:r>
      <w:r w:rsidR="000A0CDC">
        <w:rPr>
          <w:rtl/>
        </w:rPr>
        <w:t xml:space="preserve">ں </w:t>
      </w:r>
      <w:r>
        <w:rPr>
          <w:rtl/>
        </w:rPr>
        <w:t>كہ ان نمونو</w:t>
      </w:r>
      <w:r w:rsidR="000A0CDC">
        <w:rPr>
          <w:rtl/>
        </w:rPr>
        <w:t xml:space="preserve">ں </w:t>
      </w:r>
      <w:r>
        <w:rPr>
          <w:rtl/>
        </w:rPr>
        <w:t>مي</w:t>
      </w:r>
      <w:r w:rsidR="000A0CDC">
        <w:rPr>
          <w:rtl/>
        </w:rPr>
        <w:t xml:space="preserve">ں </w:t>
      </w:r>
      <w:r>
        <w:rPr>
          <w:rtl/>
        </w:rPr>
        <w:t>سے تو بعض اسقدر اعلى اور خوبصورتى سے تيار ہوئے ہي</w:t>
      </w:r>
      <w:r w:rsidR="000A0CDC">
        <w:rPr>
          <w:rtl/>
        </w:rPr>
        <w:t xml:space="preserve">ں </w:t>
      </w:r>
      <w:r>
        <w:rPr>
          <w:rtl/>
        </w:rPr>
        <w:t>كہ دنيا مي</w:t>
      </w:r>
      <w:r w:rsidR="000A0CDC">
        <w:rPr>
          <w:rtl/>
        </w:rPr>
        <w:t xml:space="preserve">ں </w:t>
      </w:r>
      <w:r>
        <w:rPr>
          <w:rtl/>
        </w:rPr>
        <w:t>كسى جگہ بھى انكى مثال موجود نہي</w:t>
      </w:r>
      <w:r w:rsidR="000A0CDC">
        <w:rPr>
          <w:rtl/>
        </w:rPr>
        <w:t xml:space="preserve">ں </w:t>
      </w:r>
      <w:r>
        <w:rPr>
          <w:rtl/>
        </w:rPr>
        <w:t>ہے_ ليكن چودھوي</w:t>
      </w:r>
      <w:r w:rsidR="000A0CDC">
        <w:rPr>
          <w:rtl/>
        </w:rPr>
        <w:t xml:space="preserve">ں </w:t>
      </w:r>
      <w:r>
        <w:rPr>
          <w:rtl/>
        </w:rPr>
        <w:t>صدى عيسوى كے آخر مي</w:t>
      </w:r>
      <w:r w:rsidR="000A0CDC">
        <w:rPr>
          <w:rtl/>
        </w:rPr>
        <w:t xml:space="preserve">ں </w:t>
      </w:r>
      <w:r>
        <w:rPr>
          <w:rtl/>
        </w:rPr>
        <w:t>دھاتى چيزو</w:t>
      </w:r>
      <w:r w:rsidR="000A0CDC">
        <w:rPr>
          <w:rtl/>
        </w:rPr>
        <w:t xml:space="preserve">ں </w:t>
      </w:r>
      <w:r>
        <w:rPr>
          <w:rtl/>
        </w:rPr>
        <w:t>پر طلا كارى كى صنعت زوال كا شكار ہوگئي _</w:t>
      </w:r>
      <w:r w:rsidRPr="00F67D4B">
        <w:rPr>
          <w:rStyle w:val="libFootnotenumChar"/>
          <w:rtl/>
        </w:rPr>
        <w:t>(3)</w:t>
      </w:r>
      <w:r>
        <w:rPr>
          <w:rtl/>
        </w:rPr>
        <w:t xml:space="preserve"> </w:t>
      </w:r>
    </w:p>
    <w:p w:rsidR="0061102A" w:rsidRDefault="0061102A" w:rsidP="00BE6934">
      <w:pPr>
        <w:pStyle w:val="libNormal"/>
        <w:rPr>
          <w:rtl/>
        </w:rPr>
      </w:pPr>
      <w:r>
        <w:rPr>
          <w:rtl/>
        </w:rPr>
        <w:t>پندرھوي</w:t>
      </w:r>
      <w:r w:rsidR="000A0CDC">
        <w:rPr>
          <w:rtl/>
        </w:rPr>
        <w:t xml:space="preserve">ں </w:t>
      </w:r>
      <w:r>
        <w:rPr>
          <w:rtl/>
        </w:rPr>
        <w:t>صدى عيسوى مي</w:t>
      </w:r>
      <w:r w:rsidR="000A0CDC">
        <w:rPr>
          <w:rtl/>
        </w:rPr>
        <w:t xml:space="preserve">ں </w:t>
      </w:r>
      <w:r>
        <w:rPr>
          <w:rtl/>
        </w:rPr>
        <w:t>اٹلى كے لوگو</w:t>
      </w:r>
      <w:r w:rsidR="000A0CDC">
        <w:rPr>
          <w:rtl/>
        </w:rPr>
        <w:t xml:space="preserve">ں </w:t>
      </w:r>
      <w:r>
        <w:rPr>
          <w:rtl/>
        </w:rPr>
        <w:t>نے مشرق سے تجارتى روابط كى بناء پر اپنے شہرو</w:t>
      </w:r>
      <w:r w:rsidR="000A0CDC">
        <w:rPr>
          <w:rtl/>
        </w:rPr>
        <w:t xml:space="preserve">ں </w:t>
      </w:r>
      <w:r>
        <w:rPr>
          <w:rtl/>
        </w:rPr>
        <w:t>وينس اور ورونامي</w:t>
      </w:r>
      <w:r w:rsidR="000A0CDC">
        <w:rPr>
          <w:rtl/>
        </w:rPr>
        <w:t xml:space="preserve">ں </w:t>
      </w:r>
      <w:r>
        <w:rPr>
          <w:rtl/>
        </w:rPr>
        <w:t>ان صنعتو</w:t>
      </w:r>
      <w:r w:rsidR="000A0CDC">
        <w:rPr>
          <w:rtl/>
        </w:rPr>
        <w:t xml:space="preserve">ں </w:t>
      </w:r>
      <w:r>
        <w:rPr>
          <w:rtl/>
        </w:rPr>
        <w:t>كى تقليد كرنا شروع كى _ اسى طرح شہر ونيس مي</w:t>
      </w:r>
      <w:r w:rsidR="000A0CDC">
        <w:rPr>
          <w:rtl/>
        </w:rPr>
        <w:t xml:space="preserve">ں </w:t>
      </w:r>
      <w:r>
        <w:rPr>
          <w:rtl/>
        </w:rPr>
        <w:t>رہائشے پذيرايك ايرانى كاريگر گروہ نے خوبصورت دھاتى اشياء تيار كرنا شروع كي</w:t>
      </w:r>
      <w:r w:rsidR="000A0CDC">
        <w:rPr>
          <w:rtl/>
        </w:rPr>
        <w:t xml:space="preserve">ں </w:t>
      </w:r>
      <w:r>
        <w:rPr>
          <w:rtl/>
        </w:rPr>
        <w:t xml:space="preserve">_ </w:t>
      </w:r>
    </w:p>
    <w:p w:rsidR="0061102A" w:rsidRDefault="0061102A" w:rsidP="00BE6934">
      <w:pPr>
        <w:pStyle w:val="libNormal"/>
        <w:rPr>
          <w:rtl/>
        </w:rPr>
      </w:pPr>
      <w:r>
        <w:rPr>
          <w:rtl/>
        </w:rPr>
        <w:t>قرون وسطى مي</w:t>
      </w:r>
      <w:r w:rsidR="000A0CDC">
        <w:rPr>
          <w:rtl/>
        </w:rPr>
        <w:t xml:space="preserve">ں </w:t>
      </w:r>
      <w:r>
        <w:rPr>
          <w:rtl/>
        </w:rPr>
        <w:t>اسلامى كاريگرو</w:t>
      </w:r>
      <w:r w:rsidR="000A0CDC">
        <w:rPr>
          <w:rtl/>
        </w:rPr>
        <w:t xml:space="preserve">ں </w:t>
      </w:r>
      <w:r>
        <w:rPr>
          <w:rtl/>
        </w:rPr>
        <w:t>كے ہاتھو</w:t>
      </w:r>
      <w:r w:rsidR="000A0CDC">
        <w:rPr>
          <w:rtl/>
        </w:rPr>
        <w:t xml:space="preserve">ں </w:t>
      </w:r>
      <w:r>
        <w:rPr>
          <w:rtl/>
        </w:rPr>
        <w:t>دھاتى ظروف پر سونے چاندى كا كام يورپى لوگو</w:t>
      </w:r>
      <w:r w:rsidR="000A0CDC">
        <w:rPr>
          <w:rtl/>
        </w:rPr>
        <w:t xml:space="preserve">ں </w:t>
      </w:r>
      <w:r>
        <w:rPr>
          <w:rtl/>
        </w:rPr>
        <w:t>كى مينا كارى كى مانند تھا بس فرق يہ تھا كہ يورپى لوگ سونے چاندى سے تزيين كرنے كى بجائے مختلف رنگو</w:t>
      </w:r>
      <w:r w:rsidR="000A0CDC">
        <w:rPr>
          <w:rtl/>
        </w:rPr>
        <w:t xml:space="preserve">ں </w:t>
      </w:r>
      <w:r>
        <w:rPr>
          <w:rtl/>
        </w:rPr>
        <w:t>كے شيشو</w:t>
      </w:r>
      <w:r w:rsidR="000A0CDC">
        <w:rPr>
          <w:rtl/>
        </w:rPr>
        <w:t xml:space="preserve">ں </w:t>
      </w:r>
      <w:r>
        <w:rPr>
          <w:rtl/>
        </w:rPr>
        <w:t>سے نقوش تيار كرتے تھے_</w:t>
      </w:r>
      <w:r w:rsidRPr="00F67D4B">
        <w:rPr>
          <w:rStyle w:val="libFootnotenumChar"/>
          <w:rtl/>
        </w:rPr>
        <w:t>(4)</w:t>
      </w:r>
      <w:r>
        <w:rPr>
          <w:rtl/>
        </w:rPr>
        <w:t xml:space="preserve"> اگر چہ مسلمانو</w:t>
      </w:r>
      <w:r w:rsidR="000A0CDC">
        <w:rPr>
          <w:rtl/>
        </w:rPr>
        <w:t xml:space="preserve">ں </w:t>
      </w:r>
      <w:r>
        <w:rPr>
          <w:rtl/>
        </w:rPr>
        <w:t>نے ان ظريف صنعتو</w:t>
      </w:r>
      <w:r w:rsidR="000A0CDC">
        <w:rPr>
          <w:rtl/>
        </w:rPr>
        <w:t xml:space="preserve">ں </w:t>
      </w:r>
      <w:r>
        <w:rPr>
          <w:rtl/>
        </w:rPr>
        <w:t>كے بعض ڈيزائنو</w:t>
      </w:r>
      <w:r w:rsidR="000A0CDC">
        <w:rPr>
          <w:rtl/>
        </w:rPr>
        <w:t xml:space="preserve">ں </w:t>
      </w:r>
      <w:r>
        <w:rPr>
          <w:rtl/>
        </w:rPr>
        <w:t>كو دوسرى جگہو</w:t>
      </w:r>
      <w:r w:rsidR="000A0CDC">
        <w:rPr>
          <w:rtl/>
        </w:rPr>
        <w:t xml:space="preserve">ں </w:t>
      </w:r>
      <w:r>
        <w:rPr>
          <w:rtl/>
        </w:rPr>
        <w:t>سے ليا ليكن اپنے ذوق اور سليقہ كى بناء پر ان مي</w:t>
      </w:r>
      <w:r w:rsidR="000A0CDC">
        <w:rPr>
          <w:rtl/>
        </w:rPr>
        <w:t xml:space="preserve">ں </w:t>
      </w:r>
      <w:r>
        <w:rPr>
          <w:rtl/>
        </w:rPr>
        <w:t>تبديلى كرتے ہوئے انكو جديد ڈايزائنو</w:t>
      </w:r>
      <w:r w:rsidR="000A0CDC">
        <w:rPr>
          <w:rtl/>
        </w:rPr>
        <w:t xml:space="preserve">ں </w:t>
      </w:r>
      <w:r>
        <w:rPr>
          <w:rtl/>
        </w:rPr>
        <w:t>مي</w:t>
      </w:r>
      <w:r w:rsidR="000A0CDC">
        <w:rPr>
          <w:rtl/>
        </w:rPr>
        <w:t xml:space="preserve">ں </w:t>
      </w:r>
      <w:r>
        <w:rPr>
          <w:rtl/>
        </w:rPr>
        <w:t xml:space="preserve">پيش كيا 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توماس واكر آرنولڈ و آلفرڈ گيوم ، سابقہ حوالہ ، ص 38 ، گوسٹاولولو</w:t>
      </w:r>
      <w:r w:rsidR="000A0CDC">
        <w:rPr>
          <w:rtl/>
        </w:rPr>
        <w:t xml:space="preserve">ں </w:t>
      </w:r>
      <w:r>
        <w:rPr>
          <w:rtl/>
        </w:rPr>
        <w:t xml:space="preserve">، تاريخ تمدن اسلام و عرب ، ترجمہ سيد ہاشم حسين ، تہران ، انتشارات كتابفروشى اسلاميہ ، 1347 شمسى ص 1_640_ </w:t>
      </w:r>
    </w:p>
    <w:p w:rsidR="0061102A" w:rsidRDefault="0061102A" w:rsidP="00BE6934">
      <w:pPr>
        <w:pStyle w:val="libFootnote"/>
        <w:rPr>
          <w:rtl/>
        </w:rPr>
      </w:pPr>
      <w:r>
        <w:rPr>
          <w:rtl/>
        </w:rPr>
        <w:t xml:space="preserve">2) درشت كونل ،سابقہ حوالہ ، ص 5_94_ </w:t>
      </w:r>
    </w:p>
    <w:p w:rsidR="0061102A" w:rsidRDefault="0061102A" w:rsidP="00BE6934">
      <w:pPr>
        <w:pStyle w:val="libFootnote"/>
        <w:rPr>
          <w:rtl/>
        </w:rPr>
      </w:pPr>
      <w:r>
        <w:rPr>
          <w:rtl/>
        </w:rPr>
        <w:t>3) گوسٹاولوبو</w:t>
      </w:r>
      <w:r w:rsidR="000A0CDC">
        <w:rPr>
          <w:rtl/>
        </w:rPr>
        <w:t xml:space="preserve">ں </w:t>
      </w:r>
      <w:r>
        <w:rPr>
          <w:rtl/>
        </w:rPr>
        <w:t xml:space="preserve">، سابقہ حوالہ ، ص 41_ 639 ، ٹوماس واكر آرنولڈ وآلفرد گيوم ،سابقہ حوالہ ص 42_ </w:t>
      </w:r>
    </w:p>
    <w:p w:rsidR="00D47FFB" w:rsidRDefault="0061102A" w:rsidP="00BE6934">
      <w:pPr>
        <w:pStyle w:val="libFootnote"/>
        <w:rPr>
          <w:rtl/>
        </w:rPr>
      </w:pPr>
      <w:r>
        <w:rPr>
          <w:rtl/>
        </w:rPr>
        <w:t>4) سابقہ حوالہ ص 3_42 ، ارنست كوئل ،سابقہ حوالہ ، ص 9_68</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مسلمان چمكدار اور مينا كارى شدہ كوزے بنانے مي</w:t>
      </w:r>
      <w:r w:rsidR="000A0CDC">
        <w:rPr>
          <w:rtl/>
        </w:rPr>
        <w:t xml:space="preserve">ں </w:t>
      </w:r>
      <w:r>
        <w:rPr>
          <w:rtl/>
        </w:rPr>
        <w:t>بہت مہارت ركھتے تھے _ چوتھى صدى كے دور سے متعلق كچھ كوزے مشرق قريب ، شمالى افريقا اور اسپين مي</w:t>
      </w:r>
      <w:r w:rsidR="000A0CDC">
        <w:rPr>
          <w:rtl/>
        </w:rPr>
        <w:t xml:space="preserve">ں </w:t>
      </w:r>
      <w:r>
        <w:rPr>
          <w:rtl/>
        </w:rPr>
        <w:t>دريافت ہوئے جس سے معلوم ہوتا ہے كہ يہ صنعت كس حد تك پھيلى ہوئي تھي_ شہر'' رے'' اسى صنعت كے بڑے مراكز مي</w:t>
      </w:r>
      <w:r w:rsidR="000A0CDC">
        <w:rPr>
          <w:rtl/>
        </w:rPr>
        <w:t xml:space="preserve">ں </w:t>
      </w:r>
      <w:r>
        <w:rPr>
          <w:rtl/>
        </w:rPr>
        <w:t>سے شمار ہوتا تھا اس خوبصورت ہنر كے بہت سے نمونہ جات وہا</w:t>
      </w:r>
      <w:r w:rsidR="000A0CDC">
        <w:rPr>
          <w:rtl/>
        </w:rPr>
        <w:t xml:space="preserve">ں </w:t>
      </w:r>
      <w:r>
        <w:rPr>
          <w:rtl/>
        </w:rPr>
        <w:t>سے دريافت ہوئے ہي</w:t>
      </w:r>
      <w:r w:rsidR="000A0CDC">
        <w:rPr>
          <w:rtl/>
        </w:rPr>
        <w:t xml:space="preserve">ں </w:t>
      </w:r>
      <w:r>
        <w:rPr>
          <w:rtl/>
        </w:rPr>
        <w:t>جو پيرس كے ليور عجائب گھر مي</w:t>
      </w:r>
      <w:r w:rsidR="000A0CDC">
        <w:rPr>
          <w:rtl/>
        </w:rPr>
        <w:t xml:space="preserve">ں </w:t>
      </w:r>
      <w:r>
        <w:rPr>
          <w:rtl/>
        </w:rPr>
        <w:t>ركھے ہوئے ہي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r>
        <w:rPr>
          <w:rtl/>
        </w:rPr>
        <w:t>يورپى كاريگرو</w:t>
      </w:r>
      <w:r w:rsidR="000A0CDC">
        <w:rPr>
          <w:rtl/>
        </w:rPr>
        <w:t xml:space="preserve">ں </w:t>
      </w:r>
      <w:r>
        <w:rPr>
          <w:rtl/>
        </w:rPr>
        <w:t>نے پھولو</w:t>
      </w:r>
      <w:r w:rsidR="000A0CDC">
        <w:rPr>
          <w:rtl/>
        </w:rPr>
        <w:t xml:space="preserve">ں </w:t>
      </w:r>
      <w:r>
        <w:rPr>
          <w:rtl/>
        </w:rPr>
        <w:t>كى تصوير كشى جو اس دور مي</w:t>
      </w:r>
      <w:r w:rsidR="000A0CDC">
        <w:rPr>
          <w:rtl/>
        </w:rPr>
        <w:t xml:space="preserve">ں </w:t>
      </w:r>
      <w:r>
        <w:rPr>
          <w:rtl/>
        </w:rPr>
        <w:t>مغرب مي</w:t>
      </w:r>
      <w:r w:rsidR="000A0CDC">
        <w:rPr>
          <w:rtl/>
        </w:rPr>
        <w:t xml:space="preserve">ں </w:t>
      </w:r>
      <w:r>
        <w:rPr>
          <w:rtl/>
        </w:rPr>
        <w:t>موجود نہي</w:t>
      </w:r>
      <w:r w:rsidR="000A0CDC">
        <w:rPr>
          <w:rtl/>
        </w:rPr>
        <w:t xml:space="preserve">ں </w:t>
      </w:r>
      <w:r>
        <w:rPr>
          <w:rtl/>
        </w:rPr>
        <w:t>تھى مي</w:t>
      </w:r>
      <w:r w:rsidR="000A0CDC">
        <w:rPr>
          <w:rtl/>
        </w:rPr>
        <w:t xml:space="preserve">ں </w:t>
      </w:r>
      <w:r>
        <w:rPr>
          <w:rtl/>
        </w:rPr>
        <w:t>ايرانيو</w:t>
      </w:r>
      <w:r w:rsidR="000A0CDC">
        <w:rPr>
          <w:rtl/>
        </w:rPr>
        <w:t xml:space="preserve">ں </w:t>
      </w:r>
      <w:r>
        <w:rPr>
          <w:rtl/>
        </w:rPr>
        <w:t>كى تقليد كي_ شامات اور مملكت عثمانيہ سے جو ظروف ان تك پہنچے انہو</w:t>
      </w:r>
      <w:r w:rsidR="000A0CDC">
        <w:rPr>
          <w:rtl/>
        </w:rPr>
        <w:t xml:space="preserve">ں </w:t>
      </w:r>
      <w:r>
        <w:rPr>
          <w:rtl/>
        </w:rPr>
        <w:t>نے انہي</w:t>
      </w:r>
      <w:r w:rsidR="000A0CDC">
        <w:rPr>
          <w:rtl/>
        </w:rPr>
        <w:t xml:space="preserve">ں </w:t>
      </w:r>
      <w:r>
        <w:rPr>
          <w:rtl/>
        </w:rPr>
        <w:t>اپنے كام كيلئے نمونہ قرار ديا</w:t>
      </w:r>
      <w:r w:rsidRPr="00F67D4B">
        <w:rPr>
          <w:rStyle w:val="libFootnotenumChar"/>
          <w:rtl/>
        </w:rPr>
        <w:t>(2)</w:t>
      </w:r>
      <w:r>
        <w:rPr>
          <w:rtl/>
        </w:rPr>
        <w:t xml:space="preserve"> شيشہ سازى كى صنعت اور اس پر آرائشے اور مينا كارى كا كام يہ سب مسلمانو</w:t>
      </w:r>
      <w:r w:rsidR="000A0CDC">
        <w:rPr>
          <w:rtl/>
        </w:rPr>
        <w:t xml:space="preserve">ں </w:t>
      </w:r>
      <w:r>
        <w:rPr>
          <w:rtl/>
        </w:rPr>
        <w:t>كے ذريعے يورپ مي</w:t>
      </w:r>
      <w:r w:rsidR="000A0CDC">
        <w:rPr>
          <w:rtl/>
        </w:rPr>
        <w:t xml:space="preserve">ں </w:t>
      </w:r>
      <w:r>
        <w:rPr>
          <w:rtl/>
        </w:rPr>
        <w:t>منتقل ہوا</w:t>
      </w:r>
      <w:r w:rsidRPr="00F67D4B">
        <w:rPr>
          <w:rStyle w:val="libFootnotenumChar"/>
          <w:rtl/>
        </w:rPr>
        <w:t>(3)</w:t>
      </w:r>
      <w:r>
        <w:rPr>
          <w:rtl/>
        </w:rPr>
        <w:t xml:space="preserve"> </w:t>
      </w:r>
    </w:p>
    <w:p w:rsidR="0061102A" w:rsidRDefault="0061102A" w:rsidP="00BE6934">
      <w:pPr>
        <w:pStyle w:val="libNormal"/>
        <w:rPr>
          <w:rtl/>
        </w:rPr>
      </w:pPr>
      <w:r>
        <w:rPr>
          <w:rtl/>
        </w:rPr>
        <w:t>ايران ، سوريہ اور مصر پر عربو</w:t>
      </w:r>
      <w:r w:rsidR="000A0CDC">
        <w:rPr>
          <w:rtl/>
        </w:rPr>
        <w:t xml:space="preserve">ں </w:t>
      </w:r>
      <w:r>
        <w:rPr>
          <w:rtl/>
        </w:rPr>
        <w:t>كے حملہ سے پہلے ان علاقو</w:t>
      </w:r>
      <w:r w:rsidR="000A0CDC">
        <w:rPr>
          <w:rtl/>
        </w:rPr>
        <w:t xml:space="preserve">ں </w:t>
      </w:r>
      <w:r>
        <w:rPr>
          <w:rtl/>
        </w:rPr>
        <w:t>مي</w:t>
      </w:r>
      <w:r w:rsidR="000A0CDC">
        <w:rPr>
          <w:rtl/>
        </w:rPr>
        <w:t xml:space="preserve">ں </w:t>
      </w:r>
      <w:r>
        <w:rPr>
          <w:rtl/>
        </w:rPr>
        <w:t>كپڑا بننے كى صنعت كا دور دورا تھا اور مشرقى روم كے ہمسايہ مي</w:t>
      </w:r>
      <w:r w:rsidR="000A0CDC">
        <w:rPr>
          <w:rtl/>
        </w:rPr>
        <w:t xml:space="preserve">ں </w:t>
      </w:r>
      <w:r>
        <w:rPr>
          <w:rtl/>
        </w:rPr>
        <w:t>ايسے مراكز تھے كہ جہا</w:t>
      </w:r>
      <w:r w:rsidR="000A0CDC">
        <w:rPr>
          <w:rtl/>
        </w:rPr>
        <w:t xml:space="preserve">ں </w:t>
      </w:r>
      <w:r>
        <w:rPr>
          <w:rtl/>
        </w:rPr>
        <w:t>مختلف نقش و نگار اور تصاوير والا ريشمى كپڑا تيار ہوتا تھا پھر اس صنعت كے بڑے بڑے مراكز ظہور پذير ہوئے اور اس صنعت سے متعلق اصطلاحات اور مخصوص الفاظ يورپى زبانو</w:t>
      </w:r>
      <w:r w:rsidR="000A0CDC">
        <w:rPr>
          <w:rtl/>
        </w:rPr>
        <w:t xml:space="preserve">ں </w:t>
      </w:r>
      <w:r>
        <w:rPr>
          <w:rtl/>
        </w:rPr>
        <w:t>مي</w:t>
      </w:r>
      <w:r w:rsidR="000A0CDC">
        <w:rPr>
          <w:rtl/>
        </w:rPr>
        <w:t xml:space="preserve">ں </w:t>
      </w:r>
      <w:r>
        <w:rPr>
          <w:rtl/>
        </w:rPr>
        <w:t xml:space="preserve">منتقل ہوئے_ </w:t>
      </w:r>
    </w:p>
    <w:p w:rsidR="0061102A" w:rsidRDefault="0061102A" w:rsidP="00BE6934">
      <w:pPr>
        <w:pStyle w:val="libNormal"/>
        <w:rPr>
          <w:rtl/>
        </w:rPr>
      </w:pPr>
      <w:r>
        <w:rPr>
          <w:rtl/>
        </w:rPr>
        <w:t>مصر مي</w:t>
      </w:r>
      <w:r w:rsidR="000A0CDC">
        <w:rPr>
          <w:rtl/>
        </w:rPr>
        <w:t xml:space="preserve">ں </w:t>
      </w:r>
      <w:r>
        <w:rPr>
          <w:rtl/>
        </w:rPr>
        <w:t>مسلمانو</w:t>
      </w:r>
      <w:r w:rsidR="000A0CDC">
        <w:rPr>
          <w:rtl/>
        </w:rPr>
        <w:t xml:space="preserve">ں </w:t>
      </w:r>
      <w:r>
        <w:rPr>
          <w:rtl/>
        </w:rPr>
        <w:t>كے سب سے پہلے دار الحكومت فسطاط كا تيار شدہ كپڑا كہ جو انگلستان مي</w:t>
      </w:r>
      <w:r w:rsidR="000A0CDC">
        <w:rPr>
          <w:rtl/>
        </w:rPr>
        <w:t xml:space="preserve">ں </w:t>
      </w:r>
      <w:r>
        <w:rPr>
          <w:rtl/>
        </w:rPr>
        <w:t>ليجايا جاتا تھا اسے فاستونى كہا جا تا تھا_ اسى طرح وہ كپڑا كہ جسے آج دمسك (دمسہ) يا دمياطى كا نام ديا جاتا ہے كہ اس زمانہ كے سب سے بڑے تجارتى مركز دمشق سے درآمد كيا جاتا تھا مسلمانو</w:t>
      </w:r>
      <w:r w:rsidR="000A0CDC">
        <w:rPr>
          <w:rtl/>
        </w:rPr>
        <w:t xml:space="preserve">ں </w:t>
      </w:r>
      <w:r>
        <w:rPr>
          <w:rtl/>
        </w:rPr>
        <w:t>كے ہا</w:t>
      </w:r>
      <w:r w:rsidR="000A0CDC">
        <w:rPr>
          <w:rtl/>
        </w:rPr>
        <w:t xml:space="preserve">ں </w:t>
      </w:r>
      <w:r>
        <w:rPr>
          <w:rtl/>
        </w:rPr>
        <w:t>تيارہ شدہ كپڑے كو اٹلى كے تاجر دمشق سے خريدتے تھے _ غرناطہ كے كپڑے يورپ مي</w:t>
      </w:r>
      <w:r w:rsidR="000A0CDC">
        <w:rPr>
          <w:rtl/>
        </w:rPr>
        <w:t xml:space="preserve">ں </w:t>
      </w:r>
      <w:r>
        <w:rPr>
          <w:rtl/>
        </w:rPr>
        <w:t xml:space="preserve">گرناڈين كے نام سے مشہور تھے، ہاتھ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1)سابقہ حوالہ ص 47، كريشين ارايس ، سابقہ حوالہ، ص 3_42_ </w:t>
      </w:r>
    </w:p>
    <w:p w:rsidR="0061102A" w:rsidRDefault="0061102A" w:rsidP="00BE6934">
      <w:pPr>
        <w:pStyle w:val="libFootnote"/>
        <w:rPr>
          <w:rtl/>
        </w:rPr>
      </w:pPr>
      <w:r>
        <w:rPr>
          <w:rtl/>
        </w:rPr>
        <w:t>2) شامات سوريا، اردن، فلسطين اور مصر كے مناطق كو اس زمانے مي</w:t>
      </w:r>
      <w:r w:rsidR="000A0CDC">
        <w:rPr>
          <w:rtl/>
        </w:rPr>
        <w:t xml:space="preserve">ں </w:t>
      </w:r>
      <w:r>
        <w:rPr>
          <w:rtl/>
        </w:rPr>
        <w:t xml:space="preserve">شامات كہا جاتا تھا(مصحح)_ </w:t>
      </w:r>
    </w:p>
    <w:p w:rsidR="0061102A" w:rsidRDefault="0061102A" w:rsidP="00BE6934">
      <w:pPr>
        <w:pStyle w:val="libFootnote"/>
        <w:rPr>
          <w:rtl/>
        </w:rPr>
      </w:pPr>
      <w:r>
        <w:rPr>
          <w:rtl/>
        </w:rPr>
        <w:t xml:space="preserve">3) ارنست كوئل ، سابقہ حوالہ، ص 7_26 توماس واكر آرنولڈ وآلفرد گيوم ، سابقہ حوالہ، ص 51_50_ </w:t>
      </w:r>
    </w:p>
    <w:p w:rsidR="00D47FFB" w:rsidRDefault="0061102A" w:rsidP="00BE6934">
      <w:pPr>
        <w:pStyle w:val="libFootnote"/>
        <w:rPr>
          <w:rtl/>
        </w:rPr>
      </w:pPr>
      <w:r>
        <w:rPr>
          <w:rtl/>
        </w:rPr>
        <w:t>4) سابقہ حوالہ ص 52_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سے بناہوا ايرانى ريشمى كپڑا بھى يورپ مي</w:t>
      </w:r>
      <w:r w:rsidR="000A0CDC">
        <w:rPr>
          <w:rtl/>
        </w:rPr>
        <w:t xml:space="preserve">ں </w:t>
      </w:r>
      <w:r>
        <w:rPr>
          <w:rtl/>
        </w:rPr>
        <w:t>بہت مقبول تھا</w:t>
      </w:r>
      <w:r w:rsidRPr="00F67D4B">
        <w:rPr>
          <w:rStyle w:val="libFootnotenumChar"/>
          <w:rtl/>
        </w:rPr>
        <w:t>(1)</w:t>
      </w:r>
      <w:r>
        <w:rPr>
          <w:rtl/>
        </w:rPr>
        <w:t xml:space="preserve"> _ </w:t>
      </w:r>
    </w:p>
    <w:p w:rsidR="0061102A" w:rsidRDefault="0061102A" w:rsidP="00BE6934">
      <w:pPr>
        <w:pStyle w:val="libNormal"/>
        <w:rPr>
          <w:rtl/>
        </w:rPr>
      </w:pPr>
      <w:r>
        <w:rPr>
          <w:rtl/>
        </w:rPr>
        <w:t>يورپ كے دربارو</w:t>
      </w:r>
      <w:r w:rsidR="000A0CDC">
        <w:rPr>
          <w:rtl/>
        </w:rPr>
        <w:t xml:space="preserve">ں </w:t>
      </w:r>
      <w:r>
        <w:rPr>
          <w:rtl/>
        </w:rPr>
        <w:t>كى بڑى تقريبات مي</w:t>
      </w:r>
      <w:r w:rsidR="000A0CDC">
        <w:rPr>
          <w:rtl/>
        </w:rPr>
        <w:t xml:space="preserve">ں </w:t>
      </w:r>
      <w:r>
        <w:rPr>
          <w:rtl/>
        </w:rPr>
        <w:t>خواتين ايران كے بنے ہوئے ابريشمى كپڑے زيب تن كيے شركت كيا كرتى تھي</w:t>
      </w:r>
      <w:r w:rsidR="000A0CDC">
        <w:rPr>
          <w:rtl/>
        </w:rPr>
        <w:t xml:space="preserve">ں </w:t>
      </w:r>
      <w:r>
        <w:rPr>
          <w:rtl/>
        </w:rPr>
        <w:t>بغداد اور ايران سے بننے ہوئے ريشمى كپڑو</w:t>
      </w:r>
      <w:r w:rsidR="000A0CDC">
        <w:rPr>
          <w:rtl/>
        </w:rPr>
        <w:t xml:space="preserve">ں </w:t>
      </w:r>
      <w:r>
        <w:rPr>
          <w:rtl/>
        </w:rPr>
        <w:t>كے ٹكڑے آج بھى برلن ،ليوور اور ليون كے ميوزيمز مي</w:t>
      </w:r>
      <w:r w:rsidR="000A0CDC">
        <w:rPr>
          <w:rtl/>
        </w:rPr>
        <w:t xml:space="preserve">ں </w:t>
      </w:r>
      <w:r>
        <w:rPr>
          <w:rtl/>
        </w:rPr>
        <w:t>موجود ہي</w:t>
      </w:r>
      <w:r w:rsidR="000A0CDC">
        <w:rPr>
          <w:rtl/>
        </w:rPr>
        <w:t xml:space="preserve">ں </w:t>
      </w:r>
      <w:r>
        <w:rPr>
          <w:rtl/>
        </w:rPr>
        <w:t>كہ جو دسوي</w:t>
      </w:r>
      <w:r w:rsidR="000A0CDC">
        <w:rPr>
          <w:rtl/>
        </w:rPr>
        <w:t xml:space="preserve">ں </w:t>
      </w:r>
      <w:r>
        <w:rPr>
          <w:rtl/>
        </w:rPr>
        <w:t>صدى عيسوى كے آخر مي</w:t>
      </w:r>
      <w:r w:rsidR="000A0CDC">
        <w:rPr>
          <w:rtl/>
        </w:rPr>
        <w:t xml:space="preserve">ں </w:t>
      </w:r>
      <w:r>
        <w:rPr>
          <w:rtl/>
        </w:rPr>
        <w:t>بُنے گئے تھے مشرق سے تيارہ شدہ كپڑو</w:t>
      </w:r>
      <w:r w:rsidR="000A0CDC">
        <w:rPr>
          <w:rtl/>
        </w:rPr>
        <w:t xml:space="preserve">ں </w:t>
      </w:r>
      <w:r>
        <w:rPr>
          <w:rtl/>
        </w:rPr>
        <w:t>كى ہر روز مغرب مي</w:t>
      </w:r>
      <w:r w:rsidR="000A0CDC">
        <w:rPr>
          <w:rtl/>
        </w:rPr>
        <w:t xml:space="preserve">ں </w:t>
      </w:r>
      <w:r>
        <w:rPr>
          <w:rtl/>
        </w:rPr>
        <w:t>مانگ بڑھ رہى تھى جزيرہ سسلى مي</w:t>
      </w:r>
      <w:r w:rsidR="000A0CDC">
        <w:rPr>
          <w:rtl/>
        </w:rPr>
        <w:t xml:space="preserve">ں </w:t>
      </w:r>
      <w:r>
        <w:rPr>
          <w:rtl/>
        </w:rPr>
        <w:t>قصر پالرمو مي</w:t>
      </w:r>
      <w:r w:rsidR="000A0CDC">
        <w:rPr>
          <w:rtl/>
        </w:rPr>
        <w:t xml:space="preserve">ں </w:t>
      </w:r>
      <w:r>
        <w:rPr>
          <w:rtl/>
        </w:rPr>
        <w:t>مسلمانو</w:t>
      </w:r>
      <w:r w:rsidR="000A0CDC">
        <w:rPr>
          <w:rtl/>
        </w:rPr>
        <w:t xml:space="preserve">ں </w:t>
      </w:r>
      <w:r>
        <w:rPr>
          <w:rtl/>
        </w:rPr>
        <w:t>نے ريشمى كپڑے تيار كرنے كا كارخانہ لگايا جہا</w:t>
      </w:r>
      <w:r w:rsidR="000A0CDC">
        <w:rPr>
          <w:rtl/>
        </w:rPr>
        <w:t xml:space="preserve">ں </w:t>
      </w:r>
      <w:r>
        <w:rPr>
          <w:rtl/>
        </w:rPr>
        <w:t>سے مدتو</w:t>
      </w:r>
      <w:r w:rsidR="000A0CDC">
        <w:rPr>
          <w:rtl/>
        </w:rPr>
        <w:t xml:space="preserve">ں </w:t>
      </w:r>
      <w:r>
        <w:rPr>
          <w:rtl/>
        </w:rPr>
        <w:t>تك نفيس كپڑے يورپ كے ديگر مناطق مي</w:t>
      </w:r>
      <w:r w:rsidR="000A0CDC">
        <w:rPr>
          <w:rtl/>
        </w:rPr>
        <w:t xml:space="preserve">ں </w:t>
      </w:r>
      <w:r>
        <w:rPr>
          <w:rtl/>
        </w:rPr>
        <w:t xml:space="preserve">برآمد ہوتے رہے </w:t>
      </w:r>
      <w:r w:rsidRPr="00F67D4B">
        <w:rPr>
          <w:rStyle w:val="libFootnotenumChar"/>
          <w:rtl/>
        </w:rPr>
        <w:t>(2)</w:t>
      </w:r>
      <w:r>
        <w:rPr>
          <w:rtl/>
        </w:rPr>
        <w:t xml:space="preserve"> </w:t>
      </w:r>
    </w:p>
    <w:p w:rsidR="0061102A" w:rsidRDefault="0061102A" w:rsidP="00BE6934">
      <w:pPr>
        <w:pStyle w:val="libNormal"/>
        <w:rPr>
          <w:rtl/>
        </w:rPr>
      </w:pPr>
      <w:r>
        <w:rPr>
          <w:rtl/>
        </w:rPr>
        <w:t>اسى دوران مغربى اور مشرقى ايشياء كے فنون كا تبادلہ ہوتا رہا ،چين مي</w:t>
      </w:r>
      <w:r w:rsidR="000A0CDC">
        <w:rPr>
          <w:rtl/>
        </w:rPr>
        <w:t xml:space="preserve">ں </w:t>
      </w:r>
      <w:r>
        <w:rPr>
          <w:rtl/>
        </w:rPr>
        <w:t>مسلمانو</w:t>
      </w:r>
      <w:r w:rsidR="000A0CDC">
        <w:rPr>
          <w:rtl/>
        </w:rPr>
        <w:t xml:space="preserve">ں </w:t>
      </w:r>
      <w:r>
        <w:rPr>
          <w:rtl/>
        </w:rPr>
        <w:t>كا ايسا گروہ سامنے آيا كہ جو عربى زبان مي</w:t>
      </w:r>
      <w:r w:rsidR="000A0CDC">
        <w:rPr>
          <w:rtl/>
        </w:rPr>
        <w:t xml:space="preserve">ں </w:t>
      </w:r>
      <w:r>
        <w:rPr>
          <w:rtl/>
        </w:rPr>
        <w:t>گفتگو كرتے تھے انكے فنون پورى اسلامى دنيا مي</w:t>
      </w:r>
      <w:r w:rsidR="000A0CDC">
        <w:rPr>
          <w:rtl/>
        </w:rPr>
        <w:t xml:space="preserve">ں </w:t>
      </w:r>
      <w:r>
        <w:rPr>
          <w:rtl/>
        </w:rPr>
        <w:t>مشہور تھے مشرقى اور اسلامى فنون كا يورپ پر اس قدر غلبہ تھا كہ ماہرين فن بھى مشرق اور مغربى فن پارو</w:t>
      </w:r>
      <w:r w:rsidR="000A0CDC">
        <w:rPr>
          <w:rtl/>
        </w:rPr>
        <w:t xml:space="preserve">ں </w:t>
      </w:r>
      <w:r>
        <w:rPr>
          <w:rtl/>
        </w:rPr>
        <w:t>كى تشخيص اور فرق كرنے مي</w:t>
      </w:r>
      <w:r w:rsidR="000A0CDC">
        <w:rPr>
          <w:rtl/>
        </w:rPr>
        <w:t xml:space="preserve">ں </w:t>
      </w:r>
      <w:r>
        <w:rPr>
          <w:rtl/>
        </w:rPr>
        <w:t xml:space="preserve">لاچار تھے_ </w:t>
      </w:r>
      <w:r w:rsidRPr="00F67D4B">
        <w:rPr>
          <w:rStyle w:val="libFootnotenumChar"/>
          <w:rtl/>
        </w:rPr>
        <w:t>(3)</w:t>
      </w:r>
      <w:r>
        <w:rPr>
          <w:rtl/>
        </w:rPr>
        <w:t xml:space="preserve"> </w:t>
      </w:r>
    </w:p>
    <w:p w:rsidR="0061102A" w:rsidRDefault="0061102A" w:rsidP="00BE6934">
      <w:pPr>
        <w:pStyle w:val="libNormal"/>
        <w:rPr>
          <w:rtl/>
        </w:rPr>
      </w:pPr>
      <w:r>
        <w:rPr>
          <w:rtl/>
        </w:rPr>
        <w:t>اسلامى فنون كے شاھكارو</w:t>
      </w:r>
      <w:r w:rsidR="000A0CDC">
        <w:rPr>
          <w:rtl/>
        </w:rPr>
        <w:t xml:space="preserve">ں </w:t>
      </w:r>
      <w:r>
        <w:rPr>
          <w:rtl/>
        </w:rPr>
        <w:t>مي</w:t>
      </w:r>
      <w:r w:rsidR="000A0CDC">
        <w:rPr>
          <w:rtl/>
        </w:rPr>
        <w:t xml:space="preserve">ں </w:t>
      </w:r>
      <w:r>
        <w:rPr>
          <w:rtl/>
        </w:rPr>
        <w:t>سے ايك قالين تھا كہ جو زندگى كے لوازمات مي</w:t>
      </w:r>
      <w:r w:rsidR="000A0CDC">
        <w:rPr>
          <w:rtl/>
        </w:rPr>
        <w:t xml:space="preserve">ں </w:t>
      </w:r>
      <w:r>
        <w:rPr>
          <w:rtl/>
        </w:rPr>
        <w:t>شمار ہوتاتھا_ سولھوي</w:t>
      </w:r>
      <w:r w:rsidR="000A0CDC">
        <w:rPr>
          <w:rtl/>
        </w:rPr>
        <w:t xml:space="preserve">ں </w:t>
      </w:r>
      <w:r>
        <w:rPr>
          <w:rtl/>
        </w:rPr>
        <w:t>صدى عيسوى مي</w:t>
      </w:r>
      <w:r w:rsidR="000A0CDC">
        <w:rPr>
          <w:rtl/>
        </w:rPr>
        <w:t xml:space="preserve">ں </w:t>
      </w:r>
      <w:r>
        <w:rPr>
          <w:rtl/>
        </w:rPr>
        <w:t>ايرانى قالين باف افراد كى مہارت اتنے عروج كو پہنچ چكى تھى _ كہ ان سے پہلے اور ان كے بعد آج بھى اُس دور كے قالينو</w:t>
      </w:r>
      <w:r w:rsidR="000A0CDC">
        <w:rPr>
          <w:rtl/>
        </w:rPr>
        <w:t xml:space="preserve">ں </w:t>
      </w:r>
      <w:r>
        <w:rPr>
          <w:rtl/>
        </w:rPr>
        <w:t>كى نظير نہي</w:t>
      </w:r>
      <w:r w:rsidR="000A0CDC">
        <w:rPr>
          <w:rtl/>
        </w:rPr>
        <w:t xml:space="preserve">ں </w:t>
      </w:r>
      <w:r>
        <w:rPr>
          <w:rtl/>
        </w:rPr>
        <w:t>ملتى اُس زمانہ كے شاہكار قالينو</w:t>
      </w:r>
      <w:r w:rsidR="000A0CDC">
        <w:rPr>
          <w:rtl/>
        </w:rPr>
        <w:t xml:space="preserve">ں </w:t>
      </w:r>
      <w:r>
        <w:rPr>
          <w:rtl/>
        </w:rPr>
        <w:t>مي</w:t>
      </w:r>
      <w:r w:rsidR="000A0CDC">
        <w:rPr>
          <w:rtl/>
        </w:rPr>
        <w:t xml:space="preserve">ں </w:t>
      </w:r>
      <w:r>
        <w:rPr>
          <w:rtl/>
        </w:rPr>
        <w:t>سے ايك ويكٹوريا اورالبرٹ ميوزيم مي</w:t>
      </w:r>
      <w:r w:rsidR="000A0CDC">
        <w:rPr>
          <w:rtl/>
        </w:rPr>
        <w:t xml:space="preserve">ں </w:t>
      </w:r>
      <w:r>
        <w:rPr>
          <w:rtl/>
        </w:rPr>
        <w:t>موجودہے جوشہر اردبيل مي</w:t>
      </w:r>
      <w:r w:rsidR="000A0CDC">
        <w:rPr>
          <w:rtl/>
        </w:rPr>
        <w:t xml:space="preserve">ں </w:t>
      </w:r>
      <w:r>
        <w:rPr>
          <w:rtl/>
        </w:rPr>
        <w:t>شيخ صفى الدين اردبيلى كے مقبرہ سے ليا گيا تھا</w:t>
      </w:r>
      <w:r w:rsidRPr="00F67D4B">
        <w:rPr>
          <w:rStyle w:val="libFootnotenumChar"/>
          <w:rtl/>
        </w:rPr>
        <w:t>(4)</w:t>
      </w:r>
      <w:r>
        <w:rPr>
          <w:rtl/>
        </w:rPr>
        <w:t xml:space="preserve"> </w:t>
      </w:r>
    </w:p>
    <w:p w:rsidR="0061102A" w:rsidRDefault="0061102A" w:rsidP="00BE6934">
      <w:pPr>
        <w:pStyle w:val="libNormal"/>
        <w:rPr>
          <w:rtl/>
        </w:rPr>
      </w:pPr>
      <w:r>
        <w:rPr>
          <w:rtl/>
        </w:rPr>
        <w:t>مسلمانو</w:t>
      </w:r>
      <w:r w:rsidR="000A0CDC">
        <w:rPr>
          <w:rtl/>
        </w:rPr>
        <w:t xml:space="preserve">ں </w:t>
      </w:r>
      <w:r>
        <w:rPr>
          <w:rtl/>
        </w:rPr>
        <w:t>كے ديگر فنون لطيفہ مي</w:t>
      </w:r>
      <w:r w:rsidR="000A0CDC">
        <w:rPr>
          <w:rtl/>
        </w:rPr>
        <w:t xml:space="preserve">ں </w:t>
      </w:r>
      <w:r>
        <w:rPr>
          <w:rtl/>
        </w:rPr>
        <w:t>سے ہاتھى دانت كى خوبصورت چيزو</w:t>
      </w:r>
      <w:r w:rsidR="000A0CDC">
        <w:rPr>
          <w:rtl/>
        </w:rPr>
        <w:t xml:space="preserve">ں </w:t>
      </w:r>
      <w:r>
        <w:rPr>
          <w:rtl/>
        </w:rPr>
        <w:t xml:space="preserve">كے بعض نمونے </w:t>
      </w:r>
      <w:r w:rsidRPr="00F67D4B">
        <w:rPr>
          <w:rStyle w:val="libFootnotenumChar"/>
          <w:rtl/>
        </w:rPr>
        <w:t>(5)</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گوستاوبولو</w:t>
      </w:r>
      <w:r w:rsidR="000A0CDC">
        <w:rPr>
          <w:rtl/>
        </w:rPr>
        <w:t xml:space="preserve">ں </w:t>
      </w:r>
      <w:r>
        <w:rPr>
          <w:rtl/>
        </w:rPr>
        <w:t xml:space="preserve">، گذشتہ مدرك ، ص 638 ، ارنست كوتل ، سابقہ حوالہ، ص 91_190_ </w:t>
      </w:r>
    </w:p>
    <w:p w:rsidR="0061102A" w:rsidRDefault="0061102A" w:rsidP="00BE6934">
      <w:pPr>
        <w:pStyle w:val="libFootnote"/>
        <w:rPr>
          <w:rtl/>
        </w:rPr>
      </w:pPr>
      <w:r>
        <w:rPr>
          <w:rtl/>
        </w:rPr>
        <w:t xml:space="preserve">2) سابقہ حوالہ، ٹوماس واكر آرنولڈ و آلفرڈ گيوم ، سابقہ حوالہ، ص 556_ </w:t>
      </w:r>
    </w:p>
    <w:p w:rsidR="0061102A" w:rsidRDefault="0061102A" w:rsidP="00BE6934">
      <w:pPr>
        <w:pStyle w:val="libFootnote"/>
        <w:rPr>
          <w:rtl/>
        </w:rPr>
      </w:pPr>
      <w:r>
        <w:rPr>
          <w:rtl/>
        </w:rPr>
        <w:t xml:space="preserve">3) سابقہ حوالہ ص 8_57 ، كريستين پرايس ،سابقہ حوالہ، ص 6_158_ </w:t>
      </w:r>
    </w:p>
    <w:p w:rsidR="0061102A" w:rsidRDefault="0061102A" w:rsidP="00BE6934">
      <w:pPr>
        <w:pStyle w:val="libFootnote"/>
        <w:rPr>
          <w:rtl/>
        </w:rPr>
      </w:pPr>
      <w:r>
        <w:rPr>
          <w:rtl/>
        </w:rPr>
        <w:t xml:space="preserve">4) ارنست كونل ،سابقہ حوالہ ص 192، 209،278، 8_284 ، ٹوماس واكر آرنولڈ و آلفرد گيوم ، سابقہ حوالہ ،ص 60_ </w:t>
      </w:r>
    </w:p>
    <w:p w:rsidR="00D47FFB" w:rsidRDefault="0061102A" w:rsidP="00BE6934">
      <w:pPr>
        <w:pStyle w:val="libFootnote"/>
        <w:rPr>
          <w:rtl/>
        </w:rPr>
      </w:pPr>
      <w:r>
        <w:rPr>
          <w:rtl/>
        </w:rPr>
        <w:t>5) محمد مددپور ، تجليات حكمت معنوى در ہنر اسلامى ،تہران ، اميركبير ، 1374، ص 240_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لندن ، پيرس اور ديگر جگہو</w:t>
      </w:r>
      <w:r w:rsidR="000A0CDC">
        <w:rPr>
          <w:rtl/>
        </w:rPr>
        <w:t xml:space="preserve">ں </w:t>
      </w:r>
      <w:r>
        <w:rPr>
          <w:rtl/>
        </w:rPr>
        <w:t>پر موجود ہي</w:t>
      </w:r>
      <w:r w:rsidR="000A0CDC">
        <w:rPr>
          <w:rtl/>
        </w:rPr>
        <w:t xml:space="preserve">ں </w:t>
      </w:r>
      <w:r>
        <w:rPr>
          <w:rtl/>
        </w:rPr>
        <w:t>اگر چہ ان چيزو</w:t>
      </w:r>
      <w:r w:rsidR="000A0CDC">
        <w:rPr>
          <w:rtl/>
        </w:rPr>
        <w:t xml:space="preserve">ں </w:t>
      </w:r>
      <w:r>
        <w:rPr>
          <w:rtl/>
        </w:rPr>
        <w:t>كى ظاہرى شكل و صورت مشابہہ ہے ليكن ان پر بنے ابھرے ہوئے زيادہ تر نقوش مختلف ہي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مٹى اورپتھر كے برتنو</w:t>
      </w:r>
      <w:r w:rsidR="000A0CDC">
        <w:rPr>
          <w:rtl/>
        </w:rPr>
        <w:t xml:space="preserve">ں </w:t>
      </w:r>
      <w:r>
        <w:rPr>
          <w:rtl/>
        </w:rPr>
        <w:t>پر نقش و نگار ايك بہترين اسلامى ہنر تھا كہ پہاڑى دُركا بنا ہوا ايك ظرف آج بھى سينٹ مارك وينس ميوزيم وينس مي</w:t>
      </w:r>
      <w:r w:rsidR="000A0CDC">
        <w:rPr>
          <w:rtl/>
        </w:rPr>
        <w:t xml:space="preserve">ں </w:t>
      </w:r>
      <w:r>
        <w:rPr>
          <w:rtl/>
        </w:rPr>
        <w:t>موجود ہے اور اسكى تاريخى اہميت كى وجہ يہ ہے كہ اس پر دوسرے فاطمى خليفہ كا نام '' عزيز'' لكھا ہوا ہے</w:t>
      </w:r>
      <w:r w:rsidRPr="00F67D4B">
        <w:rPr>
          <w:rStyle w:val="libFootnotenumChar"/>
          <w:rtl/>
        </w:rPr>
        <w:t>(2)</w:t>
      </w:r>
      <w:r>
        <w:rPr>
          <w:rtl/>
        </w:rPr>
        <w:t xml:space="preserve"> فنون مي</w:t>
      </w:r>
      <w:r w:rsidR="000A0CDC">
        <w:rPr>
          <w:rtl/>
        </w:rPr>
        <w:t xml:space="preserve">ں </w:t>
      </w:r>
      <w:r>
        <w:rPr>
          <w:rtl/>
        </w:rPr>
        <w:t>سے مسلمانو</w:t>
      </w:r>
      <w:r w:rsidR="000A0CDC">
        <w:rPr>
          <w:rtl/>
        </w:rPr>
        <w:t xml:space="preserve">ں </w:t>
      </w:r>
      <w:r>
        <w:rPr>
          <w:rtl/>
        </w:rPr>
        <w:t>كا ايك اور فن جو مغرب مي</w:t>
      </w:r>
      <w:r w:rsidR="000A0CDC">
        <w:rPr>
          <w:rtl/>
        </w:rPr>
        <w:t xml:space="preserve">ں </w:t>
      </w:r>
      <w:r>
        <w:rPr>
          <w:rtl/>
        </w:rPr>
        <w:t>منتقل ہوا اورجس نے يورپى لوگو</w:t>
      </w:r>
      <w:r w:rsidR="000A0CDC">
        <w:rPr>
          <w:rtl/>
        </w:rPr>
        <w:t xml:space="preserve">ں </w:t>
      </w:r>
      <w:r>
        <w:rPr>
          <w:rtl/>
        </w:rPr>
        <w:t>كو مسحور كيا وہ قيمتى دھاتو</w:t>
      </w:r>
      <w:r w:rsidR="000A0CDC">
        <w:rPr>
          <w:rtl/>
        </w:rPr>
        <w:t xml:space="preserve">ں </w:t>
      </w:r>
      <w:r>
        <w:rPr>
          <w:rtl/>
        </w:rPr>
        <w:t>اور پتھرو</w:t>
      </w:r>
      <w:r w:rsidR="000A0CDC">
        <w:rPr>
          <w:rtl/>
        </w:rPr>
        <w:t xml:space="preserve">ں </w:t>
      </w:r>
      <w:r>
        <w:rPr>
          <w:rtl/>
        </w:rPr>
        <w:t>كى تراش كارى كا فن تھا_</w:t>
      </w:r>
      <w:r w:rsidRPr="00F67D4B">
        <w:rPr>
          <w:rStyle w:val="libFootnotenumChar"/>
          <w:rtl/>
        </w:rPr>
        <w:t>(3)</w:t>
      </w:r>
      <w:r>
        <w:rPr>
          <w:rtl/>
        </w:rPr>
        <w:t xml:space="preserve"> </w:t>
      </w:r>
    </w:p>
    <w:p w:rsidR="0061102A" w:rsidRDefault="0061102A" w:rsidP="00BE6934">
      <w:pPr>
        <w:pStyle w:val="libNormal"/>
        <w:rPr>
          <w:rtl/>
        </w:rPr>
      </w:pPr>
      <w:r>
        <w:rPr>
          <w:rtl/>
        </w:rPr>
        <w:t>يہ تسليم شدہ بات ہے كہ كتابو</w:t>
      </w:r>
      <w:r w:rsidR="000A0CDC">
        <w:rPr>
          <w:rtl/>
        </w:rPr>
        <w:t xml:space="preserve">ں </w:t>
      </w:r>
      <w:r>
        <w:rPr>
          <w:rtl/>
        </w:rPr>
        <w:t>كو چھاپنے اور جلدى بندى كرنے كى بنياد ڈالنے والے قرون وسطى كے مسلمان تھے_ اگر چہ چھاپنے كى صنعت پندرھوي</w:t>
      </w:r>
      <w:r w:rsidR="000A0CDC">
        <w:rPr>
          <w:rtl/>
        </w:rPr>
        <w:t xml:space="preserve">ں </w:t>
      </w:r>
      <w:r>
        <w:rPr>
          <w:rtl/>
        </w:rPr>
        <w:t>صدى مي</w:t>
      </w:r>
      <w:r w:rsidR="000A0CDC">
        <w:rPr>
          <w:rtl/>
        </w:rPr>
        <w:t xml:space="preserve">ں </w:t>
      </w:r>
      <w:r>
        <w:rPr>
          <w:rtl/>
        </w:rPr>
        <w:t>يورپيو</w:t>
      </w:r>
      <w:r w:rsidR="000A0CDC">
        <w:rPr>
          <w:rtl/>
        </w:rPr>
        <w:t xml:space="preserve">ں </w:t>
      </w:r>
      <w:r>
        <w:rPr>
          <w:rtl/>
        </w:rPr>
        <w:t>كے ذريعے مكمل ہوئي ليكن زمانہ قديم مي</w:t>
      </w:r>
      <w:r w:rsidR="000A0CDC">
        <w:rPr>
          <w:rtl/>
        </w:rPr>
        <w:t xml:space="preserve">ں </w:t>
      </w:r>
      <w:r>
        <w:rPr>
          <w:rtl/>
        </w:rPr>
        <w:t>سنگى چاپ بہت مقبول تھى _ يورپ مي</w:t>
      </w:r>
      <w:r w:rsidR="000A0CDC">
        <w:rPr>
          <w:rtl/>
        </w:rPr>
        <w:t xml:space="preserve">ں </w:t>
      </w:r>
      <w:r>
        <w:rPr>
          <w:rtl/>
        </w:rPr>
        <w:t>كاغذ سازى كا سب سے پہلا كارخانہ مسلمانو</w:t>
      </w:r>
      <w:r w:rsidR="000A0CDC">
        <w:rPr>
          <w:rtl/>
        </w:rPr>
        <w:t xml:space="preserve">ں </w:t>
      </w:r>
      <w:r>
        <w:rPr>
          <w:rtl/>
        </w:rPr>
        <w:t>كے ذريعے سسلى اور اسپين مي</w:t>
      </w:r>
      <w:r w:rsidR="000A0CDC">
        <w:rPr>
          <w:rtl/>
        </w:rPr>
        <w:t xml:space="preserve">ں </w:t>
      </w:r>
      <w:r>
        <w:rPr>
          <w:rtl/>
        </w:rPr>
        <w:t>لگايا گيا پھر اٹلى مي</w:t>
      </w:r>
      <w:r w:rsidR="000A0CDC">
        <w:rPr>
          <w:rtl/>
        </w:rPr>
        <w:t xml:space="preserve">ں </w:t>
      </w:r>
      <w:r>
        <w:rPr>
          <w:rtl/>
        </w:rPr>
        <w:t xml:space="preserve">يہ كام آگے بڑھا _ </w:t>
      </w:r>
    </w:p>
    <w:p w:rsidR="0061102A" w:rsidRDefault="0061102A" w:rsidP="00BE6934">
      <w:pPr>
        <w:pStyle w:val="libNormal"/>
        <w:rPr>
          <w:rtl/>
        </w:rPr>
      </w:pPr>
      <w:r>
        <w:rPr>
          <w:rtl/>
        </w:rPr>
        <w:t>پندرھوي</w:t>
      </w:r>
      <w:r w:rsidR="000A0CDC">
        <w:rPr>
          <w:rtl/>
        </w:rPr>
        <w:t xml:space="preserve">ں </w:t>
      </w:r>
      <w:r>
        <w:rPr>
          <w:rtl/>
        </w:rPr>
        <w:t>صدى مي</w:t>
      </w:r>
      <w:r w:rsidR="000A0CDC">
        <w:rPr>
          <w:rtl/>
        </w:rPr>
        <w:t xml:space="preserve">ں </w:t>
      </w:r>
      <w:r>
        <w:rPr>
          <w:rtl/>
        </w:rPr>
        <w:t>جب كتاب چھاپنے كا كام وسيع ہوا تو اس كام مي</w:t>
      </w:r>
      <w:r w:rsidR="000A0CDC">
        <w:rPr>
          <w:rtl/>
        </w:rPr>
        <w:t xml:space="preserve">ں </w:t>
      </w:r>
      <w:r>
        <w:rPr>
          <w:rtl/>
        </w:rPr>
        <w:t>كاغذ كو بنيادى حيثيت حاصل ہوگئي تھى _</w:t>
      </w:r>
      <w:r w:rsidRPr="00F67D4B">
        <w:rPr>
          <w:rStyle w:val="libFootnotenumChar"/>
          <w:rtl/>
        </w:rPr>
        <w:t>(4)</w:t>
      </w:r>
      <w:r>
        <w:rPr>
          <w:rtl/>
        </w:rPr>
        <w:t xml:space="preserve"> سولھوي</w:t>
      </w:r>
      <w:r w:rsidR="000A0CDC">
        <w:rPr>
          <w:rtl/>
        </w:rPr>
        <w:t xml:space="preserve">ں </w:t>
      </w:r>
      <w:r>
        <w:rPr>
          <w:rtl/>
        </w:rPr>
        <w:t>صدى كے آغاز مي</w:t>
      </w:r>
      <w:r w:rsidR="000A0CDC">
        <w:rPr>
          <w:rtl/>
        </w:rPr>
        <w:t xml:space="preserve">ں </w:t>
      </w:r>
      <w:r>
        <w:rPr>
          <w:rtl/>
        </w:rPr>
        <w:t>يورپى ماہرين فنون نے مسلمانو</w:t>
      </w:r>
      <w:r w:rsidR="000A0CDC">
        <w:rPr>
          <w:rtl/>
        </w:rPr>
        <w:t xml:space="preserve">ں </w:t>
      </w:r>
      <w:r>
        <w:rPr>
          <w:rtl/>
        </w:rPr>
        <w:t>كے فنون لطيفہ سے نئے ڈيزائن تخليق كيے ان ڈيزائنز سے سے معلوم ہوتا ہے كہ انہو</w:t>
      </w:r>
      <w:r w:rsidR="000A0CDC">
        <w:rPr>
          <w:rtl/>
        </w:rPr>
        <w:t xml:space="preserve">ں </w:t>
      </w:r>
      <w:r>
        <w:rPr>
          <w:rtl/>
        </w:rPr>
        <w:t>كسقدر زيادہ اسلامى فن پارو</w:t>
      </w:r>
      <w:r w:rsidR="000A0CDC">
        <w:rPr>
          <w:rtl/>
        </w:rPr>
        <w:t xml:space="preserve">ں </w:t>
      </w:r>
      <w:r>
        <w:rPr>
          <w:rtl/>
        </w:rPr>
        <w:t xml:space="preserve">كى تقليد كى </w:t>
      </w:r>
      <w:r w:rsidRPr="00F67D4B">
        <w:rPr>
          <w:rStyle w:val="libFootnotenumChar"/>
          <w:rtl/>
        </w:rPr>
        <w:t>(5)</w:t>
      </w:r>
      <w:r>
        <w:rPr>
          <w:rtl/>
        </w:rPr>
        <w:t xml:space="preserve"> يورپى لوگو</w:t>
      </w:r>
      <w:r w:rsidR="000A0CDC">
        <w:rPr>
          <w:rtl/>
        </w:rPr>
        <w:t xml:space="preserve">ں </w:t>
      </w:r>
      <w:r>
        <w:rPr>
          <w:rtl/>
        </w:rPr>
        <w:t xml:space="preserve">نے آغاز اسلام كے دور سے ہى اسلامى ہنر كى خاص خصوصيات كا مشاہدہ كيا اور اس خاص ذوق و سليقہ كو سمجھنے كے ليے رغبت و اشتياق كا اظہار كيا_ </w:t>
      </w:r>
    </w:p>
    <w:p w:rsidR="0061102A" w:rsidRDefault="0061102A" w:rsidP="00BE6934">
      <w:pPr>
        <w:pStyle w:val="libNormal"/>
        <w:rPr>
          <w:rtl/>
        </w:rPr>
      </w:pPr>
      <w:r>
        <w:rPr>
          <w:rtl/>
        </w:rPr>
        <w:t>ستروي</w:t>
      </w:r>
      <w:r w:rsidR="000A0CDC">
        <w:rPr>
          <w:rtl/>
        </w:rPr>
        <w:t xml:space="preserve">ں </w:t>
      </w:r>
      <w:r>
        <w:rPr>
          <w:rtl/>
        </w:rPr>
        <w:t>صدى مي</w:t>
      </w:r>
      <w:r w:rsidR="000A0CDC">
        <w:rPr>
          <w:rtl/>
        </w:rPr>
        <w:t xml:space="preserve">ں </w:t>
      </w:r>
      <w:r>
        <w:rPr>
          <w:rtl/>
        </w:rPr>
        <w:t>يورپ مي</w:t>
      </w:r>
      <w:r w:rsidR="000A0CDC">
        <w:rPr>
          <w:rtl/>
        </w:rPr>
        <w:t xml:space="preserve">ں </w:t>
      </w:r>
      <w:r>
        <w:rPr>
          <w:rtl/>
        </w:rPr>
        <w:t>جلد كے كاغذ ، حاشيہ اور كتاب كى جلد كے كونو</w:t>
      </w:r>
      <w:r w:rsidR="000A0CDC">
        <w:rPr>
          <w:rtl/>
        </w:rPr>
        <w:t xml:space="preserve">ں </w:t>
      </w:r>
      <w:r>
        <w:rPr>
          <w:rtl/>
        </w:rPr>
        <w:t xml:space="preserve">كا صيقل ( چمكدار پن)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ٹوماس واكر آرنولد و آلفرد گيوم، سابقہ حوالہ، ص 4_63_ </w:t>
      </w:r>
    </w:p>
    <w:p w:rsidR="0061102A" w:rsidRDefault="0061102A" w:rsidP="00BE6934">
      <w:pPr>
        <w:pStyle w:val="libFootnote"/>
        <w:rPr>
          <w:rtl/>
        </w:rPr>
      </w:pPr>
      <w:r>
        <w:rPr>
          <w:rtl/>
        </w:rPr>
        <w:t xml:space="preserve">2) سابقہ حوالہ ص 64_ </w:t>
      </w:r>
    </w:p>
    <w:p w:rsidR="0061102A" w:rsidRDefault="0061102A" w:rsidP="00BE6934">
      <w:pPr>
        <w:pStyle w:val="libFootnote"/>
        <w:rPr>
          <w:rtl/>
        </w:rPr>
      </w:pPr>
      <w:r>
        <w:rPr>
          <w:rtl/>
        </w:rPr>
        <w:t>3) گوستاولوبو</w:t>
      </w:r>
      <w:r w:rsidR="000A0CDC">
        <w:rPr>
          <w:rtl/>
        </w:rPr>
        <w:t xml:space="preserve">ں </w:t>
      </w:r>
      <w:r>
        <w:rPr>
          <w:rtl/>
        </w:rPr>
        <w:t xml:space="preserve">، سابقہ حوالہ ، ص 385، 15_43، 639_ </w:t>
      </w:r>
    </w:p>
    <w:p w:rsidR="0061102A" w:rsidRDefault="0061102A" w:rsidP="00BE6934">
      <w:pPr>
        <w:pStyle w:val="libFootnote"/>
        <w:rPr>
          <w:rtl/>
        </w:rPr>
      </w:pPr>
      <w:r>
        <w:rPr>
          <w:rtl/>
        </w:rPr>
        <w:t xml:space="preserve">4) ٹوماس واكر آرنولڈو آلفرڈ گيوم ، سابقہ حوالہ ص 65_ </w:t>
      </w:r>
    </w:p>
    <w:p w:rsidR="00D47FFB" w:rsidRDefault="0061102A" w:rsidP="00BE6934">
      <w:pPr>
        <w:pStyle w:val="libFootnote"/>
        <w:rPr>
          <w:rtl/>
        </w:rPr>
      </w:pPr>
      <w:r>
        <w:rPr>
          <w:rtl/>
        </w:rPr>
        <w:t>5) سابقہ حوالہ ص 70_68_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ہونا اور اسكى رنگو</w:t>
      </w:r>
      <w:r w:rsidR="000A0CDC">
        <w:rPr>
          <w:rtl/>
        </w:rPr>
        <w:t xml:space="preserve">ں </w:t>
      </w:r>
      <w:r>
        <w:rPr>
          <w:rtl/>
        </w:rPr>
        <w:t>سے بھر پورڈيزائن معروف ہوئے تھے وہ براہ راست اسلامى اور مشرقى فن پارو</w:t>
      </w:r>
      <w:r w:rsidR="000A0CDC">
        <w:rPr>
          <w:rtl/>
        </w:rPr>
        <w:t xml:space="preserve">ں </w:t>
      </w:r>
      <w:r>
        <w:rPr>
          <w:rtl/>
        </w:rPr>
        <w:t xml:space="preserve">سے ليے گئے تھے_ </w:t>
      </w:r>
    </w:p>
    <w:p w:rsidR="0061102A" w:rsidRDefault="0061102A" w:rsidP="00BE6934">
      <w:pPr>
        <w:pStyle w:val="libNormal"/>
        <w:rPr>
          <w:rtl/>
        </w:rPr>
      </w:pPr>
    </w:p>
    <w:p w:rsidR="0061102A" w:rsidRDefault="0061102A" w:rsidP="00BE6934">
      <w:pPr>
        <w:pStyle w:val="Heading2Center"/>
        <w:rPr>
          <w:rtl/>
        </w:rPr>
      </w:pPr>
      <w:bookmarkStart w:id="85" w:name="_Toc268641"/>
      <w:r>
        <w:rPr>
          <w:rtl/>
        </w:rPr>
        <w:t>اقوام اسلامى كے فن مصور ى كے مغربى فن مصور ى پر اثرات</w:t>
      </w:r>
      <w:bookmarkEnd w:id="85"/>
    </w:p>
    <w:p w:rsidR="0061102A" w:rsidRDefault="0061102A" w:rsidP="00BE6934">
      <w:pPr>
        <w:pStyle w:val="libNormal"/>
        <w:rPr>
          <w:rtl/>
        </w:rPr>
      </w:pPr>
      <w:r>
        <w:rPr>
          <w:rtl/>
        </w:rPr>
        <w:t>بعض اقوال كى بناء پر مسلمانو</w:t>
      </w:r>
      <w:r w:rsidR="000A0CDC">
        <w:rPr>
          <w:rtl/>
        </w:rPr>
        <w:t xml:space="preserve">ں </w:t>
      </w:r>
      <w:r>
        <w:rPr>
          <w:rtl/>
        </w:rPr>
        <w:t>كے نزديك انسان اور زندہ موجودات كى تصوير بنانا مكروہ شمار ہوتى ہے _ ليكن اسلامى تہذيب كے باقى ماندہ آثار سے معلوم ہوتا ہے كہ يہ مسئلہ وقت گزرنے كے ساتھ اپنى اہميت كھوبيٹھا_ آرنلڈ كے نظريہ كے مطابق اسلام كے ابتدائي دور مي</w:t>
      </w:r>
      <w:r w:rsidR="000A0CDC">
        <w:rPr>
          <w:rtl/>
        </w:rPr>
        <w:t xml:space="preserve">ں </w:t>
      </w:r>
      <w:r>
        <w:rPr>
          <w:rtl/>
        </w:rPr>
        <w:t>مشرقى مصورى نے مغربى فن مصورى مي</w:t>
      </w:r>
      <w:r w:rsidR="000A0CDC">
        <w:rPr>
          <w:rtl/>
        </w:rPr>
        <w:t xml:space="preserve">ں </w:t>
      </w:r>
      <w:r>
        <w:rPr>
          <w:rtl/>
        </w:rPr>
        <w:t>زيادہ اثرات نہي</w:t>
      </w:r>
      <w:r w:rsidR="000A0CDC">
        <w:rPr>
          <w:rtl/>
        </w:rPr>
        <w:t xml:space="preserve">ں </w:t>
      </w:r>
      <w:r>
        <w:rPr>
          <w:rtl/>
        </w:rPr>
        <w:t>ڈالے بلكہ يہ اثرات اس وقت نمايا</w:t>
      </w:r>
      <w:r w:rsidR="000A0CDC">
        <w:rPr>
          <w:rtl/>
        </w:rPr>
        <w:t xml:space="preserve">ں </w:t>
      </w:r>
      <w:r>
        <w:rPr>
          <w:rtl/>
        </w:rPr>
        <w:t>ہوئے جب مسلمانو</w:t>
      </w:r>
      <w:r w:rsidR="000A0CDC">
        <w:rPr>
          <w:rtl/>
        </w:rPr>
        <w:t xml:space="preserve">ں </w:t>
      </w:r>
      <w:r>
        <w:rPr>
          <w:rtl/>
        </w:rPr>
        <w:t>كا بحيرہ روم كے خطہ پر قبضہ ہواتھا</w:t>
      </w:r>
      <w:r w:rsidRPr="00F67D4B">
        <w:rPr>
          <w:rStyle w:val="libFootnotenumChar"/>
          <w:rtl/>
        </w:rPr>
        <w:t>(1)</w:t>
      </w:r>
      <w:r>
        <w:rPr>
          <w:rtl/>
        </w:rPr>
        <w:t xml:space="preserve"> </w:t>
      </w:r>
    </w:p>
    <w:p w:rsidR="0061102A" w:rsidRDefault="0061102A" w:rsidP="00BE6934">
      <w:pPr>
        <w:pStyle w:val="libNormal"/>
        <w:rPr>
          <w:rtl/>
        </w:rPr>
      </w:pPr>
      <w:r>
        <w:rPr>
          <w:rtl/>
        </w:rPr>
        <w:t>صليبى جنگو</w:t>
      </w:r>
      <w:r w:rsidR="000A0CDC">
        <w:rPr>
          <w:rtl/>
        </w:rPr>
        <w:t xml:space="preserve">ں </w:t>
      </w:r>
      <w:r>
        <w:rPr>
          <w:rtl/>
        </w:rPr>
        <w:t>كے زمانہ مي</w:t>
      </w:r>
      <w:r w:rsidR="000A0CDC">
        <w:rPr>
          <w:rtl/>
        </w:rPr>
        <w:t xml:space="preserve">ں </w:t>
      </w:r>
      <w:r>
        <w:rPr>
          <w:rtl/>
        </w:rPr>
        <w:t>كہ مسلمانو</w:t>
      </w:r>
      <w:r w:rsidR="000A0CDC">
        <w:rPr>
          <w:rtl/>
        </w:rPr>
        <w:t xml:space="preserve">ں </w:t>
      </w:r>
      <w:r>
        <w:rPr>
          <w:rtl/>
        </w:rPr>
        <w:t>اور عيسائيو</w:t>
      </w:r>
      <w:r w:rsidR="000A0CDC">
        <w:rPr>
          <w:rtl/>
        </w:rPr>
        <w:t xml:space="preserve">ں </w:t>
      </w:r>
      <w:r>
        <w:rPr>
          <w:rtl/>
        </w:rPr>
        <w:t>مي</w:t>
      </w:r>
      <w:r w:rsidR="000A0CDC">
        <w:rPr>
          <w:rtl/>
        </w:rPr>
        <w:t xml:space="preserve">ں </w:t>
      </w:r>
      <w:r>
        <w:rPr>
          <w:rtl/>
        </w:rPr>
        <w:t>جنگى تعلق قائم ہوجانے كے باعث بہت سى خوبصورت اشيا، مصنوعات اور فن پارے جو مسلمانو</w:t>
      </w:r>
      <w:r w:rsidR="000A0CDC">
        <w:rPr>
          <w:rtl/>
        </w:rPr>
        <w:t xml:space="preserve">ں </w:t>
      </w:r>
      <w:r>
        <w:rPr>
          <w:rtl/>
        </w:rPr>
        <w:t>كے ذوق اور سليقہ كى عكاسى كرتے تھے يورپ مي</w:t>
      </w:r>
      <w:r w:rsidR="000A0CDC">
        <w:rPr>
          <w:rtl/>
        </w:rPr>
        <w:t xml:space="preserve">ں </w:t>
      </w:r>
      <w:r>
        <w:rPr>
          <w:rtl/>
        </w:rPr>
        <w:t>منتقل ہوئے يورپ كے شہروينس ، جينوا ، اور پيزا اس قسم كى اشياء كے سب سے بڑے تجارتى مراكز تھے بلا شبہہ يہ خوبصورت چيزي</w:t>
      </w:r>
      <w:r w:rsidR="000A0CDC">
        <w:rPr>
          <w:rtl/>
        </w:rPr>
        <w:t xml:space="preserve">ں </w:t>
      </w:r>
      <w:r>
        <w:rPr>
          <w:rtl/>
        </w:rPr>
        <w:t>اپنے جاذب نقش و نگار كے بدولت سرزمين مغرب كى فن مصور ى كو متاثر كرتى تھي</w:t>
      </w:r>
      <w:r w:rsidR="000A0CDC">
        <w:rPr>
          <w:rtl/>
        </w:rPr>
        <w:t xml:space="preserve">ں </w:t>
      </w:r>
      <w:r>
        <w:rPr>
          <w:rtl/>
        </w:rPr>
        <w:t xml:space="preserve">_ </w:t>
      </w:r>
    </w:p>
    <w:p w:rsidR="0061102A" w:rsidRDefault="0061102A" w:rsidP="00BE6934">
      <w:pPr>
        <w:pStyle w:val="libNormal"/>
        <w:rPr>
          <w:rtl/>
        </w:rPr>
      </w:pPr>
      <w:r>
        <w:rPr>
          <w:rtl/>
        </w:rPr>
        <w:t>وہ چيزي</w:t>
      </w:r>
      <w:r w:rsidR="000A0CDC">
        <w:rPr>
          <w:rtl/>
        </w:rPr>
        <w:t xml:space="preserve">ں </w:t>
      </w:r>
      <w:r>
        <w:rPr>
          <w:rtl/>
        </w:rPr>
        <w:t>كہ جنكى مغرب كے مصوربہت تعريف اور تقليد كيا كرتے تھے قالينو</w:t>
      </w:r>
      <w:r w:rsidR="000A0CDC">
        <w:rPr>
          <w:rtl/>
        </w:rPr>
        <w:t xml:space="preserve">ں </w:t>
      </w:r>
      <w:r>
        <w:rPr>
          <w:rtl/>
        </w:rPr>
        <w:t>اور كپڑو</w:t>
      </w:r>
      <w:r w:rsidR="000A0CDC">
        <w:rPr>
          <w:rtl/>
        </w:rPr>
        <w:t xml:space="preserve">ں </w:t>
      </w:r>
      <w:r>
        <w:rPr>
          <w:rtl/>
        </w:rPr>
        <w:t>پر گوناگو</w:t>
      </w:r>
      <w:r w:rsidR="000A0CDC">
        <w:rPr>
          <w:rtl/>
        </w:rPr>
        <w:t xml:space="preserve">ں </w:t>
      </w:r>
      <w:r>
        <w:rPr>
          <w:rtl/>
        </w:rPr>
        <w:t>تصاوير تھي</w:t>
      </w:r>
      <w:r w:rsidR="000A0CDC">
        <w:rPr>
          <w:rtl/>
        </w:rPr>
        <w:t xml:space="preserve">ں </w:t>
      </w:r>
      <w:r>
        <w:rPr>
          <w:rtl/>
        </w:rPr>
        <w:t>جنكا اس زمانہ مي</w:t>
      </w:r>
      <w:r w:rsidR="000A0CDC">
        <w:rPr>
          <w:rtl/>
        </w:rPr>
        <w:t xml:space="preserve">ں </w:t>
      </w:r>
      <w:r>
        <w:rPr>
          <w:rtl/>
        </w:rPr>
        <w:t>رواج تھا</w:t>
      </w:r>
      <w:r w:rsidRPr="00F67D4B">
        <w:rPr>
          <w:rStyle w:val="libFootnotenumChar"/>
          <w:rtl/>
        </w:rPr>
        <w:t>(2)</w:t>
      </w:r>
      <w:r>
        <w:rPr>
          <w:rtl/>
        </w:rPr>
        <w:t xml:space="preserve"> </w:t>
      </w:r>
    </w:p>
    <w:p w:rsidR="0061102A" w:rsidRDefault="0061102A" w:rsidP="00BE6934">
      <w:pPr>
        <w:pStyle w:val="libNormal"/>
        <w:rPr>
          <w:rtl/>
        </w:rPr>
      </w:pPr>
      <w:r>
        <w:rPr>
          <w:rtl/>
        </w:rPr>
        <w:t>ايك مشہور ترين اسلامى جام كہ جس پر انسانى صورت بنائي گئي ہے ليور كے ميوزيم مي</w:t>
      </w:r>
      <w:r w:rsidR="000A0CDC">
        <w:rPr>
          <w:rtl/>
        </w:rPr>
        <w:t xml:space="preserve">ں </w:t>
      </w:r>
      <w:r>
        <w:rPr>
          <w:rtl/>
        </w:rPr>
        <w:t xml:space="preserve">موجود ہے اس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حوالہ ص 2_71_ </w:t>
      </w:r>
    </w:p>
    <w:p w:rsidR="00D47FFB" w:rsidRDefault="0061102A" w:rsidP="00BE6934">
      <w:pPr>
        <w:pStyle w:val="libFootnote"/>
        <w:rPr>
          <w:rtl/>
        </w:rPr>
      </w:pPr>
      <w:r>
        <w:rPr>
          <w:rtl/>
        </w:rPr>
        <w:t>2 ) گوستاو لوبو</w:t>
      </w:r>
      <w:r w:rsidR="000A0CDC">
        <w:rPr>
          <w:rtl/>
        </w:rPr>
        <w:t xml:space="preserve">ں </w:t>
      </w:r>
      <w:r>
        <w:rPr>
          <w:rtl/>
        </w:rPr>
        <w:t>، سابقہ حوالہ، ص 7_634_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جام كا نام '' جام سن لوئي'' معروف ہے جس سے ايك طويل مدت تك فرانس مي</w:t>
      </w:r>
      <w:r w:rsidR="000A0CDC">
        <w:rPr>
          <w:rtl/>
        </w:rPr>
        <w:t xml:space="preserve">ں </w:t>
      </w:r>
      <w:r>
        <w:rPr>
          <w:rtl/>
        </w:rPr>
        <w:t>بچو</w:t>
      </w:r>
      <w:r w:rsidR="000A0CDC">
        <w:rPr>
          <w:rtl/>
        </w:rPr>
        <w:t xml:space="preserve">ں </w:t>
      </w:r>
      <w:r>
        <w:rPr>
          <w:rtl/>
        </w:rPr>
        <w:t>كو غسل تعميد ديا جا تا رہا تھا</w:t>
      </w:r>
      <w:r w:rsidRPr="00F67D4B">
        <w:rPr>
          <w:rStyle w:val="libFootnotenumChar"/>
          <w:rtl/>
        </w:rPr>
        <w:t>(1)</w:t>
      </w:r>
      <w:r>
        <w:rPr>
          <w:rtl/>
        </w:rPr>
        <w:t xml:space="preserve"> </w:t>
      </w:r>
    </w:p>
    <w:p w:rsidR="0061102A" w:rsidRDefault="0061102A" w:rsidP="00BE6934">
      <w:pPr>
        <w:pStyle w:val="libNormal"/>
        <w:rPr>
          <w:rtl/>
        </w:rPr>
      </w:pPr>
      <w:r>
        <w:rPr>
          <w:rtl/>
        </w:rPr>
        <w:t>بارہوي</w:t>
      </w:r>
      <w:r w:rsidR="000A0CDC">
        <w:rPr>
          <w:rtl/>
        </w:rPr>
        <w:t xml:space="preserve">ں </w:t>
      </w:r>
      <w:r>
        <w:rPr>
          <w:rtl/>
        </w:rPr>
        <w:t>صدى عيسوى كے بعد ڈيو سكوريڈس اور جالينوس كى تاليفات كے ساتھ ساتھ كتاب كليلہ و دمنہ اور مقامات حريرى مي</w:t>
      </w:r>
      <w:r w:rsidR="000A0CDC">
        <w:rPr>
          <w:rtl/>
        </w:rPr>
        <w:t xml:space="preserve">ں </w:t>
      </w:r>
      <w:r>
        <w:rPr>
          <w:rtl/>
        </w:rPr>
        <w:t>افسانوى حيوانات كى تصويري</w:t>
      </w:r>
      <w:r w:rsidR="000A0CDC">
        <w:rPr>
          <w:rtl/>
        </w:rPr>
        <w:t xml:space="preserve">ں </w:t>
      </w:r>
      <w:r>
        <w:rPr>
          <w:rtl/>
        </w:rPr>
        <w:t>اس انداز مي</w:t>
      </w:r>
      <w:r w:rsidR="000A0CDC">
        <w:rPr>
          <w:rtl/>
        </w:rPr>
        <w:t xml:space="preserve">ں </w:t>
      </w:r>
      <w:r>
        <w:rPr>
          <w:rtl/>
        </w:rPr>
        <w:t>بنائي گئي ہي</w:t>
      </w:r>
      <w:r w:rsidR="000A0CDC">
        <w:rPr>
          <w:rtl/>
        </w:rPr>
        <w:t xml:space="preserve">ں </w:t>
      </w:r>
      <w:r>
        <w:rPr>
          <w:rtl/>
        </w:rPr>
        <w:t>كہ ان كى رنگ آميزى مغربى مصورى كہ ہم پلہ نظر آتى ہے بلكہ بعض اوقات تو اس سے بھى بڑھ گئي</w:t>
      </w:r>
      <w:r w:rsidR="000A0CDC">
        <w:rPr>
          <w:rtl/>
        </w:rPr>
        <w:t xml:space="preserve">ں </w:t>
      </w:r>
      <w:r>
        <w:rPr>
          <w:rtl/>
        </w:rPr>
        <w:t>تھي</w:t>
      </w:r>
      <w:r w:rsidR="000A0CDC">
        <w:rPr>
          <w:rtl/>
        </w:rPr>
        <w:t xml:space="preserve">ں </w:t>
      </w:r>
      <w:r>
        <w:rPr>
          <w:rtl/>
        </w:rPr>
        <w:t>يہ نسخہ جات اور افسانوى تصاوير قرون وسطى كى اسلامى تہذيب كى تاريخ كے حوالے سے بے حداہميت كى حامل ہي</w:t>
      </w:r>
      <w:r w:rsidR="000A0CDC">
        <w:rPr>
          <w:rtl/>
        </w:rPr>
        <w:t xml:space="preserve">ں </w:t>
      </w:r>
      <w:r w:rsidRPr="00F67D4B">
        <w:rPr>
          <w:rStyle w:val="libFootnotenumChar"/>
          <w:rtl/>
        </w:rPr>
        <w:t>(2)</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86" w:name="_Toc268642"/>
      <w:r>
        <w:rPr>
          <w:rtl/>
        </w:rPr>
        <w:t>اسلامى موسيقى كے مغربى موسيقى مي</w:t>
      </w:r>
      <w:r w:rsidR="000A0CDC">
        <w:rPr>
          <w:rtl/>
        </w:rPr>
        <w:t xml:space="preserve">ں </w:t>
      </w:r>
      <w:r>
        <w:rPr>
          <w:rtl/>
        </w:rPr>
        <w:t>اثرات</w:t>
      </w:r>
      <w:bookmarkEnd w:id="86"/>
    </w:p>
    <w:p w:rsidR="0061102A" w:rsidRDefault="0061102A" w:rsidP="00BE6934">
      <w:pPr>
        <w:pStyle w:val="libNormal"/>
        <w:rPr>
          <w:rtl/>
        </w:rPr>
      </w:pPr>
      <w:r>
        <w:rPr>
          <w:rtl/>
        </w:rPr>
        <w:t>دسوي</w:t>
      </w:r>
      <w:r w:rsidR="000A0CDC">
        <w:rPr>
          <w:rtl/>
        </w:rPr>
        <w:t xml:space="preserve">ں </w:t>
      </w:r>
      <w:r>
        <w:rPr>
          <w:rtl/>
        </w:rPr>
        <w:t>صدى عيسوى كے ختم ہونے سے پہلے تك اسلامى اور مغربى موسيقى مي</w:t>
      </w:r>
      <w:r w:rsidR="000A0CDC">
        <w:rPr>
          <w:rtl/>
        </w:rPr>
        <w:t xml:space="preserve">ں </w:t>
      </w:r>
      <w:r>
        <w:rPr>
          <w:rtl/>
        </w:rPr>
        <w:t>كوئي زيادہ فرق نہ تھا جس دور مي</w:t>
      </w:r>
      <w:r w:rsidR="000A0CDC">
        <w:rPr>
          <w:rtl/>
        </w:rPr>
        <w:t xml:space="preserve">ں </w:t>
      </w:r>
      <w:r>
        <w:rPr>
          <w:rtl/>
        </w:rPr>
        <w:t>مشرقى اور يورپى موسيقى مي</w:t>
      </w:r>
      <w:r w:rsidR="000A0CDC">
        <w:rPr>
          <w:rtl/>
        </w:rPr>
        <w:t xml:space="preserve">ں </w:t>
      </w:r>
      <w:r>
        <w:rPr>
          <w:rtl/>
        </w:rPr>
        <w:t>اختلاف بہت كم تھا دونو</w:t>
      </w:r>
      <w:r w:rsidR="000A0CDC">
        <w:rPr>
          <w:rtl/>
        </w:rPr>
        <w:t xml:space="preserve">ں </w:t>
      </w:r>
      <w:r>
        <w:rPr>
          <w:rtl/>
        </w:rPr>
        <w:t xml:space="preserve">مكتب فيثاغورس كے مقياس پر چلتے تھے اور يونانى اور شام كے اسلوب كو استعمال كرتے تھے_ </w:t>
      </w:r>
    </w:p>
    <w:p w:rsidR="0061102A" w:rsidRDefault="0061102A" w:rsidP="00BE6934">
      <w:pPr>
        <w:pStyle w:val="libNormal"/>
        <w:rPr>
          <w:rtl/>
        </w:rPr>
      </w:pPr>
      <w:r>
        <w:rPr>
          <w:rtl/>
        </w:rPr>
        <w:t>مسلمہ امر يہ ہے كہ ظہور اسلام سے قبل عربو</w:t>
      </w:r>
      <w:r w:rsidR="000A0CDC">
        <w:rPr>
          <w:rtl/>
        </w:rPr>
        <w:t xml:space="preserve">ں </w:t>
      </w:r>
      <w:r>
        <w:rPr>
          <w:rtl/>
        </w:rPr>
        <w:t>كى موسيقى ايران اور مشرقى روم كى موسيقى كے زير اثر تھى اور دونو</w:t>
      </w:r>
      <w:r w:rsidR="000A0CDC">
        <w:rPr>
          <w:rtl/>
        </w:rPr>
        <w:t xml:space="preserve">ں </w:t>
      </w:r>
      <w:r>
        <w:rPr>
          <w:rtl/>
        </w:rPr>
        <w:t>فيثاغورس كے مقياس كو استعمال مي</w:t>
      </w:r>
      <w:r w:rsidR="000A0CDC">
        <w:rPr>
          <w:rtl/>
        </w:rPr>
        <w:t xml:space="preserve">ں </w:t>
      </w:r>
      <w:r>
        <w:rPr>
          <w:rtl/>
        </w:rPr>
        <w:t>لاتے تھے بعد مي</w:t>
      </w:r>
      <w:r w:rsidR="000A0CDC">
        <w:rPr>
          <w:rtl/>
        </w:rPr>
        <w:t xml:space="preserve">ں </w:t>
      </w:r>
      <w:r>
        <w:rPr>
          <w:rtl/>
        </w:rPr>
        <w:t>موسيقى كے اوزان مي</w:t>
      </w:r>
      <w:r w:rsidR="000A0CDC">
        <w:rPr>
          <w:rtl/>
        </w:rPr>
        <w:t xml:space="preserve">ں </w:t>
      </w:r>
      <w:r>
        <w:rPr>
          <w:rtl/>
        </w:rPr>
        <w:t>تبديلى پيدا ہوگئي ليكن اسحاق موصلى نے فيثاغورس كے طريقہ كا ر كو دوبارہ رائج كرديا _</w:t>
      </w:r>
      <w:r w:rsidRPr="00F67D4B">
        <w:rPr>
          <w:rStyle w:val="libFootnotenumChar"/>
          <w:rtl/>
        </w:rPr>
        <w:t>(3)</w:t>
      </w:r>
      <w:r>
        <w:rPr>
          <w:rtl/>
        </w:rPr>
        <w:t xml:space="preserve"> </w:t>
      </w:r>
    </w:p>
    <w:p w:rsidR="0061102A" w:rsidRDefault="0061102A" w:rsidP="00BE6934">
      <w:pPr>
        <w:pStyle w:val="libNormal"/>
        <w:rPr>
          <w:rtl/>
        </w:rPr>
      </w:pPr>
      <w:r>
        <w:rPr>
          <w:rtl/>
        </w:rPr>
        <w:t>مسلمان موسيقى دانو</w:t>
      </w:r>
      <w:r w:rsidR="000A0CDC">
        <w:rPr>
          <w:rtl/>
        </w:rPr>
        <w:t xml:space="preserve">ں </w:t>
      </w:r>
      <w:r>
        <w:rPr>
          <w:rtl/>
        </w:rPr>
        <w:t>نے موسيقى كے جديد آلات ايجاد كرنے اور جديد راگ تيار كرنے كے ساتھ ساتھ علم موسيقى مي</w:t>
      </w:r>
      <w:r w:rsidR="000A0CDC">
        <w:rPr>
          <w:rtl/>
        </w:rPr>
        <w:t xml:space="preserve">ں </w:t>
      </w:r>
      <w:r>
        <w:rPr>
          <w:rtl/>
        </w:rPr>
        <w:t>بہت سى كتابي</w:t>
      </w:r>
      <w:r w:rsidR="000A0CDC">
        <w:rPr>
          <w:rtl/>
        </w:rPr>
        <w:t xml:space="preserve">ں </w:t>
      </w:r>
      <w:r>
        <w:rPr>
          <w:rtl/>
        </w:rPr>
        <w:t>بھى تاليف كي</w:t>
      </w:r>
      <w:r w:rsidR="000A0CDC">
        <w:rPr>
          <w:rtl/>
        </w:rPr>
        <w:t xml:space="preserve">ں </w:t>
      </w:r>
      <w:r>
        <w:rPr>
          <w:rtl/>
        </w:rPr>
        <w:t>_</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حوالہ ص 7_636_ </w:t>
      </w:r>
    </w:p>
    <w:p w:rsidR="0061102A" w:rsidRDefault="0061102A" w:rsidP="00BE6934">
      <w:pPr>
        <w:pStyle w:val="libFootnote"/>
        <w:rPr>
          <w:rtl/>
        </w:rPr>
      </w:pPr>
      <w:r>
        <w:rPr>
          <w:rtl/>
        </w:rPr>
        <w:t xml:space="preserve">2) ارنست كونل ،سابقہ حوالہ ص 8_87_ </w:t>
      </w:r>
    </w:p>
    <w:p w:rsidR="0061102A" w:rsidRDefault="0061102A" w:rsidP="00BE6934">
      <w:pPr>
        <w:pStyle w:val="libFootnote"/>
        <w:rPr>
          <w:rtl/>
        </w:rPr>
      </w:pPr>
      <w:r>
        <w:rPr>
          <w:rtl/>
        </w:rPr>
        <w:t xml:space="preserve">3) ج ، فارس، موسيقى ، ترجمہ مصطفى علم ،تہران ، انتشارات مہر 1325، ص 6_135_ </w:t>
      </w:r>
    </w:p>
    <w:p w:rsidR="00D47FFB" w:rsidRDefault="0061102A" w:rsidP="00BE6934">
      <w:pPr>
        <w:pStyle w:val="libFootnote"/>
        <w:rPr>
          <w:rtl/>
        </w:rPr>
      </w:pPr>
      <w:r>
        <w:rPr>
          <w:rtl/>
        </w:rPr>
        <w:t>4) جرجى زيدان ،سابقہ حوالہ ، ج 3، ص 301 _ 299_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دور مي</w:t>
      </w:r>
      <w:r w:rsidR="000A0CDC">
        <w:rPr>
          <w:rtl/>
        </w:rPr>
        <w:t xml:space="preserve">ں </w:t>
      </w:r>
      <w:r>
        <w:rPr>
          <w:rtl/>
        </w:rPr>
        <w:t>مندرجہ ذيل موسيقى كے اہم آلات رائج تھے: عود ، رباب ، قانون ، بانسرى ، دف اور طبل يہ آلات چھوٹى تقريبات مي</w:t>
      </w:r>
      <w:r w:rsidR="000A0CDC">
        <w:rPr>
          <w:rtl/>
        </w:rPr>
        <w:t xml:space="preserve">ں </w:t>
      </w:r>
      <w:r>
        <w:rPr>
          <w:rtl/>
        </w:rPr>
        <w:t>استعمال ہوتے تھے ليكن فوجى بينڈ يا بڑے پروگرامو</w:t>
      </w:r>
      <w:r w:rsidR="000A0CDC">
        <w:rPr>
          <w:rtl/>
        </w:rPr>
        <w:t xml:space="preserve">ں </w:t>
      </w:r>
      <w:r>
        <w:rPr>
          <w:rtl/>
        </w:rPr>
        <w:t>مي</w:t>
      </w:r>
      <w:r w:rsidR="000A0CDC">
        <w:rPr>
          <w:rtl/>
        </w:rPr>
        <w:t xml:space="preserve">ں </w:t>
      </w:r>
      <w:r>
        <w:rPr>
          <w:rtl/>
        </w:rPr>
        <w:t>شہنائي ، باجا ، جھانجھ اور ڈھول و غيرہ استعمال ہوتے تھے كہا جاتا ہے كہ اسلامى اقوام كا يہ نظريہ تھا كہ بيماريو</w:t>
      </w:r>
      <w:r w:rsidR="000A0CDC">
        <w:rPr>
          <w:rtl/>
        </w:rPr>
        <w:t xml:space="preserve">ں </w:t>
      </w:r>
      <w:r>
        <w:rPr>
          <w:rtl/>
        </w:rPr>
        <w:t>كے علاج مي</w:t>
      </w:r>
      <w:r w:rsidR="000A0CDC">
        <w:rPr>
          <w:rtl/>
        </w:rPr>
        <w:t xml:space="preserve">ں </w:t>
      </w:r>
      <w:r>
        <w:rPr>
          <w:rtl/>
        </w:rPr>
        <w:t>بھى موسيقى اثر ركھتى ہے حتى كہ بعض حيوانات بھى موسيقى كے راگو</w:t>
      </w:r>
      <w:r w:rsidR="000A0CDC">
        <w:rPr>
          <w:rtl/>
        </w:rPr>
        <w:t xml:space="preserve">ں </w:t>
      </w:r>
      <w:r>
        <w:rPr>
          <w:rtl/>
        </w:rPr>
        <w:t>سے متاثر ہوتے ہي</w:t>
      </w:r>
      <w:r w:rsidR="000A0CDC">
        <w:rPr>
          <w:rtl/>
        </w:rPr>
        <w:t xml:space="preserve">ں </w:t>
      </w:r>
      <w:r>
        <w:rPr>
          <w:rtl/>
        </w:rPr>
        <w:t xml:space="preserve">جبكہ عرفا كا عقيدہ تھا كہ روح پر سے موسيقى كى روحانى تاثير ايك ازلى </w:t>
      </w:r>
      <w:r w:rsidRPr="00F67D4B">
        <w:rPr>
          <w:rStyle w:val="libFootnotenumChar"/>
          <w:rtl/>
        </w:rPr>
        <w:t>(1)</w:t>
      </w:r>
      <w:r>
        <w:rPr>
          <w:rtl/>
        </w:rPr>
        <w:t>امر ہے اور موسيقى كو سننے كے دوران دوبارہ كلام حق سنتے ہي</w:t>
      </w:r>
      <w:r w:rsidR="000A0CDC">
        <w:rPr>
          <w:rtl/>
        </w:rPr>
        <w:t xml:space="preserve">ں </w:t>
      </w:r>
      <w:r>
        <w:rPr>
          <w:rtl/>
        </w:rPr>
        <w:t xml:space="preserve">_ </w:t>
      </w:r>
      <w:r w:rsidRPr="00F67D4B">
        <w:rPr>
          <w:rStyle w:val="libFootnotenumChar"/>
          <w:rtl/>
        </w:rPr>
        <w:t>(2)</w:t>
      </w:r>
      <w:r>
        <w:rPr>
          <w:rtl/>
        </w:rPr>
        <w:t xml:space="preserve"> </w:t>
      </w:r>
    </w:p>
    <w:p w:rsidR="0061102A" w:rsidRDefault="0061102A" w:rsidP="00BE6934">
      <w:pPr>
        <w:pStyle w:val="libNormal"/>
        <w:rPr>
          <w:rtl/>
        </w:rPr>
      </w:pPr>
      <w:r>
        <w:rPr>
          <w:rtl/>
        </w:rPr>
        <w:t>ايرانى اور عرب لوگ موسيقى كے آلات كو ايجاد كرنے اور انہي</w:t>
      </w:r>
      <w:r w:rsidR="000A0CDC">
        <w:rPr>
          <w:rtl/>
        </w:rPr>
        <w:t xml:space="preserve">ں </w:t>
      </w:r>
      <w:r>
        <w:rPr>
          <w:rtl/>
        </w:rPr>
        <w:t>پا يہ تكميل تك پہنچانے والے لوگ ہي</w:t>
      </w:r>
      <w:r w:rsidR="000A0CDC">
        <w:rPr>
          <w:rtl/>
        </w:rPr>
        <w:t xml:space="preserve">ں </w:t>
      </w:r>
      <w:r>
        <w:rPr>
          <w:rtl/>
        </w:rPr>
        <w:t>جسطرح كہ فارابى علم موسيقى كے ايك مولف اور رباب اور قانون كو ايجادكرنے والے تھے_ تيسرى صدى ہجرى كے آغاز مي</w:t>
      </w:r>
      <w:r w:rsidR="000A0CDC">
        <w:rPr>
          <w:rtl/>
        </w:rPr>
        <w:t xml:space="preserve">ں </w:t>
      </w:r>
      <w:r>
        <w:rPr>
          <w:rtl/>
        </w:rPr>
        <w:t>مسلمانو</w:t>
      </w:r>
      <w:r w:rsidR="000A0CDC">
        <w:rPr>
          <w:rtl/>
        </w:rPr>
        <w:t xml:space="preserve">ں </w:t>
      </w:r>
      <w:r>
        <w:rPr>
          <w:rtl/>
        </w:rPr>
        <w:t>نے بانسرى كو ايجادكيا _ البياض اور ابو المجدنے پانچوي</w:t>
      </w:r>
      <w:r w:rsidR="000A0CDC">
        <w:rPr>
          <w:rtl/>
        </w:rPr>
        <w:t xml:space="preserve">ں </w:t>
      </w:r>
      <w:r>
        <w:rPr>
          <w:rtl/>
        </w:rPr>
        <w:t>صدى ہجرى مي</w:t>
      </w:r>
      <w:r w:rsidR="000A0CDC">
        <w:rPr>
          <w:rtl/>
        </w:rPr>
        <w:t xml:space="preserve">ں </w:t>
      </w:r>
      <w:r>
        <w:rPr>
          <w:rtl/>
        </w:rPr>
        <w:t>ارغنون(ايك قسم كا باجا) بنايا صفى الدين عبد الموسى ارموى نے چار كونو</w:t>
      </w:r>
      <w:r w:rsidR="000A0CDC">
        <w:rPr>
          <w:rtl/>
        </w:rPr>
        <w:t xml:space="preserve">ں </w:t>
      </w:r>
      <w:r>
        <w:rPr>
          <w:rtl/>
        </w:rPr>
        <w:t>والا سنتور اختراع كيا محمد بن احمد خوارزمى نے بھى اسى دور مي</w:t>
      </w:r>
      <w:r w:rsidR="000A0CDC">
        <w:rPr>
          <w:rtl/>
        </w:rPr>
        <w:t xml:space="preserve">ں </w:t>
      </w:r>
      <w:r>
        <w:rPr>
          <w:rtl/>
        </w:rPr>
        <w:t>'' مفاتيح العلوم' ' نامى ايك كتاب تاليف كى جس مي</w:t>
      </w:r>
      <w:r w:rsidR="000A0CDC">
        <w:rPr>
          <w:rtl/>
        </w:rPr>
        <w:t xml:space="preserve">ں </w:t>
      </w:r>
      <w:r>
        <w:rPr>
          <w:rtl/>
        </w:rPr>
        <w:t>موسيقى كے بعض مسائل كو حل كيا _ فارابى كے بعد ابن سينا اور حسن بن ھيثم موسيقى مي</w:t>
      </w:r>
      <w:r w:rsidR="000A0CDC">
        <w:rPr>
          <w:rtl/>
        </w:rPr>
        <w:t xml:space="preserve">ں </w:t>
      </w:r>
      <w:r>
        <w:rPr>
          <w:rtl/>
        </w:rPr>
        <w:t>معروف شخصيات تھي</w:t>
      </w:r>
      <w:r w:rsidR="000A0CDC">
        <w:rPr>
          <w:rtl/>
        </w:rPr>
        <w:t xml:space="preserve">ں </w:t>
      </w:r>
      <w:r>
        <w:rPr>
          <w:rtl/>
        </w:rPr>
        <w:t>، ان نكات كو ديكھتے ہوئے معلوم ہوتا ہے كہ چھٹى صدى ہجرى علم موسيقى كے بہت سے مؤلفين كا دور شمار ہوتى ہے _</w:t>
      </w:r>
      <w:r w:rsidRPr="00F67D4B">
        <w:rPr>
          <w:rStyle w:val="libFootnotenumChar"/>
          <w:rtl/>
        </w:rPr>
        <w:t>(3)</w:t>
      </w:r>
      <w:r>
        <w:rPr>
          <w:rtl/>
        </w:rPr>
        <w:t xml:space="preserve"> </w:t>
      </w:r>
    </w:p>
    <w:p w:rsidR="0061102A" w:rsidRDefault="0061102A" w:rsidP="00BE6934">
      <w:pPr>
        <w:pStyle w:val="libNormal"/>
        <w:rPr>
          <w:rtl/>
        </w:rPr>
      </w:pPr>
      <w:r>
        <w:rPr>
          <w:rtl/>
        </w:rPr>
        <w:t>جو كچھ مسلمانو</w:t>
      </w:r>
      <w:r w:rsidR="000A0CDC">
        <w:rPr>
          <w:rtl/>
        </w:rPr>
        <w:t xml:space="preserve">ں </w:t>
      </w:r>
      <w:r>
        <w:rPr>
          <w:rtl/>
        </w:rPr>
        <w:t>نے موسيقى كى دنيا كو ديا انتہائي اہم اور گرانقدر ہے اسلامى موسيقى ايشيا مي</w:t>
      </w:r>
      <w:r w:rsidR="000A0CDC">
        <w:rPr>
          <w:rtl/>
        </w:rPr>
        <w:t xml:space="preserve">ں </w:t>
      </w:r>
      <w:r>
        <w:rPr>
          <w:rtl/>
        </w:rPr>
        <w:t>ہندوستان تك پھيل گئي ليكن ہندوستان كى نسبت اسكے يورپ مي</w:t>
      </w:r>
      <w:r w:rsidR="000A0CDC">
        <w:rPr>
          <w:rtl/>
        </w:rPr>
        <w:t xml:space="preserve">ں </w:t>
      </w:r>
      <w:r>
        <w:rPr>
          <w:rtl/>
        </w:rPr>
        <w:t>اثرات زيادہ ہے</w:t>
      </w:r>
      <w:r w:rsidR="000A0CDC">
        <w:rPr>
          <w:rtl/>
        </w:rPr>
        <w:t xml:space="preserve">ں </w:t>
      </w:r>
      <w:r>
        <w:rPr>
          <w:rtl/>
        </w:rPr>
        <w:t>قرون وسطى مي</w:t>
      </w:r>
      <w:r w:rsidR="000A0CDC">
        <w:rPr>
          <w:rtl/>
        </w:rPr>
        <w:t xml:space="preserve">ں </w:t>
      </w:r>
      <w:r>
        <w:rPr>
          <w:rtl/>
        </w:rPr>
        <w:t>مسلمانو</w:t>
      </w:r>
      <w:r w:rsidR="000A0CDC">
        <w:rPr>
          <w:rtl/>
        </w:rPr>
        <w:t xml:space="preserve">ں </w:t>
      </w:r>
      <w:r>
        <w:rPr>
          <w:rtl/>
        </w:rPr>
        <w:t>كے قلم سے موسيقى مي</w:t>
      </w:r>
      <w:r w:rsidR="000A0CDC">
        <w:rPr>
          <w:rtl/>
        </w:rPr>
        <w:t xml:space="preserve">ں </w:t>
      </w:r>
      <w:r>
        <w:rPr>
          <w:rtl/>
        </w:rPr>
        <w:t>بہت سے كتابي</w:t>
      </w:r>
      <w:r w:rsidR="000A0CDC">
        <w:rPr>
          <w:rtl/>
        </w:rPr>
        <w:t xml:space="preserve">ں </w:t>
      </w:r>
      <w:r>
        <w:rPr>
          <w:rtl/>
        </w:rPr>
        <w:t>تاليف ہوئي</w:t>
      </w:r>
      <w:r w:rsidR="000A0CDC">
        <w:rPr>
          <w:rtl/>
        </w:rPr>
        <w:t xml:space="preserve">ں </w:t>
      </w:r>
      <w:r>
        <w:rPr>
          <w:rtl/>
        </w:rPr>
        <w:t>اور ان مي</w:t>
      </w:r>
      <w:r w:rsidR="000A0CDC">
        <w:rPr>
          <w:rtl/>
        </w:rPr>
        <w:t xml:space="preserve">ں </w:t>
      </w:r>
      <w:r>
        <w:rPr>
          <w:rtl/>
        </w:rPr>
        <w:t>سے بعض لاطينى زبان مي</w:t>
      </w:r>
      <w:r w:rsidR="000A0CDC">
        <w:rPr>
          <w:rtl/>
        </w:rPr>
        <w:t xml:space="preserve">ں </w:t>
      </w:r>
      <w:r>
        <w:rPr>
          <w:rtl/>
        </w:rPr>
        <w:t>ترجمہ ہوئي</w:t>
      </w:r>
      <w:r w:rsidR="000A0CDC">
        <w:rPr>
          <w:rtl/>
        </w:rPr>
        <w:t xml:space="preserve">ں </w:t>
      </w:r>
      <w:r>
        <w:rPr>
          <w:rtl/>
        </w:rPr>
        <w:t>_ ليكن اب ہمارے پاس اس حوالے سے اہم مصادر موجود نہي</w:t>
      </w:r>
      <w:r w:rsidR="000A0CDC">
        <w:rPr>
          <w:rtl/>
        </w:rPr>
        <w:t xml:space="preserve">ں </w:t>
      </w:r>
      <w:r>
        <w:rPr>
          <w:rtl/>
        </w:rPr>
        <w:t>ہي</w:t>
      </w:r>
      <w:r w:rsidR="000A0CDC">
        <w:rPr>
          <w:rtl/>
        </w:rPr>
        <w:t xml:space="preserve">ں </w:t>
      </w:r>
      <w:r>
        <w:rPr>
          <w:rtl/>
        </w:rPr>
        <w:t>_ اب صرف فارابى كى كتابو</w:t>
      </w:r>
      <w:r w:rsidR="000A0CDC">
        <w:rPr>
          <w:rtl/>
        </w:rPr>
        <w:t xml:space="preserve">ں </w:t>
      </w:r>
      <w:r>
        <w:rPr>
          <w:rtl/>
        </w:rPr>
        <w:t>كا لاطينى ترجمہ كہ جو يوھانس ھيسپالنسز كے ذريعے ترجمہ ہوئي</w:t>
      </w:r>
      <w:r w:rsidR="000A0CDC">
        <w:rPr>
          <w:rtl/>
        </w:rPr>
        <w:t xml:space="preserve">ں </w:t>
      </w:r>
      <w:r>
        <w:rPr>
          <w:rtl/>
        </w:rPr>
        <w:t xml:space="preserve">اور ابن رشد كى كتاب كا لاطينى ترجمہ كر جومائيكل اسكاٹ كے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ازلى امر سے مراد يہ ہے كہ ارواح اس دنيا مي</w:t>
      </w:r>
      <w:r w:rsidR="000A0CDC">
        <w:rPr>
          <w:rtl/>
        </w:rPr>
        <w:t xml:space="preserve">ں </w:t>
      </w:r>
      <w:r>
        <w:rPr>
          <w:rtl/>
        </w:rPr>
        <w:t>آنے سے پہلے مذكورہ امر كا تجربہ كرچكى ہي</w:t>
      </w:r>
      <w:r w:rsidR="000A0CDC">
        <w:rPr>
          <w:rtl/>
        </w:rPr>
        <w:t xml:space="preserve">ں </w:t>
      </w:r>
      <w:r>
        <w:rPr>
          <w:rtl/>
        </w:rPr>
        <w:t xml:space="preserve">(مصحح) </w:t>
      </w:r>
    </w:p>
    <w:p w:rsidR="0061102A" w:rsidRDefault="0061102A" w:rsidP="00BE6934">
      <w:pPr>
        <w:pStyle w:val="libFootnote"/>
        <w:rPr>
          <w:rtl/>
        </w:rPr>
      </w:pPr>
      <w:r>
        <w:rPr>
          <w:rtl/>
        </w:rPr>
        <w:t xml:space="preserve">2) محد مدد پور ، سابقہ حوالہ، ص 162_ </w:t>
      </w:r>
    </w:p>
    <w:p w:rsidR="00D47FFB" w:rsidRDefault="0061102A" w:rsidP="00BE6934">
      <w:pPr>
        <w:pStyle w:val="libFootnote"/>
        <w:rPr>
          <w:rtl/>
        </w:rPr>
      </w:pPr>
      <w:r>
        <w:rPr>
          <w:rtl/>
        </w:rPr>
        <w:t>3) سابقہ حوالہ ، ص 62 _ 159 ، توماس واكر آرنولڈ وآلفرڈ گيوم ، سابقہ حوالہ ص 42 _139_جرجى زيدان، سابقہ حوالہ ص 301_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ذريعے انجام پايا موجود ہي</w:t>
      </w:r>
      <w:r w:rsidR="000A0CDC">
        <w:rPr>
          <w:rtl/>
        </w:rPr>
        <w:t xml:space="preserve">ں </w:t>
      </w:r>
      <w:r>
        <w:rPr>
          <w:rtl/>
        </w:rPr>
        <w:t xml:space="preserve">_ </w:t>
      </w:r>
    </w:p>
    <w:p w:rsidR="0061102A" w:rsidRDefault="0061102A" w:rsidP="00BE6934">
      <w:pPr>
        <w:pStyle w:val="libNormal"/>
        <w:rPr>
          <w:rtl/>
        </w:rPr>
      </w:pPr>
      <w:r>
        <w:rPr>
          <w:rtl/>
        </w:rPr>
        <w:t>راجر بيكن نے موسيقى كے حوالے سے اپنى كتاب مي</w:t>
      </w:r>
      <w:r w:rsidR="000A0CDC">
        <w:rPr>
          <w:rtl/>
        </w:rPr>
        <w:t xml:space="preserve">ں </w:t>
      </w:r>
      <w:r>
        <w:rPr>
          <w:rtl/>
        </w:rPr>
        <w:t>بعض مقامات پر بطلميوس اور اقليدس كے ساتھ فارابى كا نام ذكر كيا ہے اور ابن سينا كا بھى نام ليا ہے _ گروم مراوى نے اپنى كتاب ''ميوزيكا'' كى ايك فصل فارابى پر لكھي_ موسيقى كى دنيا مي</w:t>
      </w:r>
      <w:r w:rsidR="000A0CDC">
        <w:rPr>
          <w:rtl/>
        </w:rPr>
        <w:t xml:space="preserve">ں </w:t>
      </w:r>
      <w:r>
        <w:rPr>
          <w:rtl/>
        </w:rPr>
        <w:t>مسلمانو</w:t>
      </w:r>
      <w:r w:rsidR="000A0CDC">
        <w:rPr>
          <w:rtl/>
        </w:rPr>
        <w:t xml:space="preserve">ں </w:t>
      </w:r>
      <w:r>
        <w:rPr>
          <w:rtl/>
        </w:rPr>
        <w:t>كى سب سے بڑى پيش كش موسيقى ''موزون'' تھى جسكى ابتدا مي</w:t>
      </w:r>
      <w:r w:rsidR="000A0CDC">
        <w:rPr>
          <w:rtl/>
        </w:rPr>
        <w:t xml:space="preserve">ں </w:t>
      </w:r>
      <w:r>
        <w:rPr>
          <w:rtl/>
        </w:rPr>
        <w:t>كندى نے كچھ توصيف كى پھر فرانكو اور اسكے شاگردو</w:t>
      </w:r>
      <w:r w:rsidR="000A0CDC">
        <w:rPr>
          <w:rtl/>
        </w:rPr>
        <w:t xml:space="preserve">ں </w:t>
      </w:r>
      <w:r>
        <w:rPr>
          <w:rtl/>
        </w:rPr>
        <w:t>نے اسلامى موسيقى كے اوزان اور طريقہ كار كو استعمال كيا _ اسپين والے تيسرى صدى ہجرى م</w:t>
      </w:r>
      <w:r w:rsidR="000A0CDC">
        <w:rPr>
          <w:rtl/>
        </w:rPr>
        <w:t xml:space="preserve">ں </w:t>
      </w:r>
      <w:r>
        <w:rPr>
          <w:rtl/>
        </w:rPr>
        <w:t>اسلامى موسيقى كے اوزان اور راگو</w:t>
      </w:r>
      <w:r w:rsidR="000A0CDC">
        <w:rPr>
          <w:rtl/>
        </w:rPr>
        <w:t xml:space="preserve">ں </w:t>
      </w:r>
      <w:r>
        <w:rPr>
          <w:rtl/>
        </w:rPr>
        <w:t>كو استعمال كيا كرتے تھے_ مسلمانو</w:t>
      </w:r>
      <w:r w:rsidR="000A0CDC">
        <w:rPr>
          <w:rtl/>
        </w:rPr>
        <w:t xml:space="preserve">ں </w:t>
      </w:r>
      <w:r>
        <w:rPr>
          <w:rtl/>
        </w:rPr>
        <w:t>نے موسيقى كے سب سے زيادہ آلات اور وسائل يورپ مي</w:t>
      </w:r>
      <w:r w:rsidR="000A0CDC">
        <w:rPr>
          <w:rtl/>
        </w:rPr>
        <w:t xml:space="preserve">ں </w:t>
      </w:r>
      <w:r>
        <w:rPr>
          <w:rtl/>
        </w:rPr>
        <w:t>منتقل كيے_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87" w:name="_Toc268643"/>
      <w:r>
        <w:rPr>
          <w:rtl/>
        </w:rPr>
        <w:t>اسلامى معمارى كے يورپى معمارى پر اثرات اور نقوش</w:t>
      </w:r>
      <w:bookmarkEnd w:id="87"/>
    </w:p>
    <w:p w:rsidR="0061102A" w:rsidRDefault="0061102A" w:rsidP="00BE6934">
      <w:pPr>
        <w:pStyle w:val="libNormal"/>
        <w:rPr>
          <w:rtl/>
        </w:rPr>
      </w:pPr>
      <w:r>
        <w:rPr>
          <w:rtl/>
        </w:rPr>
        <w:t>بلا شبہ مسلمانو</w:t>
      </w:r>
      <w:r w:rsidR="000A0CDC">
        <w:rPr>
          <w:rtl/>
        </w:rPr>
        <w:t xml:space="preserve">ں </w:t>
      </w:r>
      <w:r>
        <w:rPr>
          <w:rtl/>
        </w:rPr>
        <w:t>نے يورپ كے مختلف فنو</w:t>
      </w:r>
      <w:r w:rsidR="000A0CDC">
        <w:rPr>
          <w:rtl/>
        </w:rPr>
        <w:t xml:space="preserve">ں </w:t>
      </w:r>
      <w:r>
        <w:rPr>
          <w:rtl/>
        </w:rPr>
        <w:t>بالخصوص فن معمارى كو متاثر كيا _ اگر چہ بہت سے مولفين يورپ مي</w:t>
      </w:r>
      <w:r w:rsidR="000A0CDC">
        <w:rPr>
          <w:rtl/>
        </w:rPr>
        <w:t xml:space="preserve">ں </w:t>
      </w:r>
      <w:r>
        <w:rPr>
          <w:rtl/>
        </w:rPr>
        <w:t>محرابى كمرو</w:t>
      </w:r>
      <w:r w:rsidR="000A0CDC">
        <w:rPr>
          <w:rtl/>
        </w:rPr>
        <w:t xml:space="preserve">ں </w:t>
      </w:r>
      <w:r>
        <w:rPr>
          <w:rtl/>
        </w:rPr>
        <w:t>كو مسلمان كى تقليد سمجھتے ہي</w:t>
      </w:r>
      <w:r w:rsidR="000A0CDC">
        <w:rPr>
          <w:rtl/>
        </w:rPr>
        <w:t xml:space="preserve">ں </w:t>
      </w:r>
      <w:r>
        <w:rPr>
          <w:rtl/>
        </w:rPr>
        <w:t>اور انكے نظريہ كے مطابق دسوي</w:t>
      </w:r>
      <w:r w:rsidR="000A0CDC">
        <w:rPr>
          <w:rtl/>
        </w:rPr>
        <w:t xml:space="preserve">ں </w:t>
      </w:r>
      <w:r>
        <w:rPr>
          <w:rtl/>
        </w:rPr>
        <w:t>صدى ہجرى مي</w:t>
      </w:r>
      <w:r w:rsidR="000A0CDC">
        <w:rPr>
          <w:rtl/>
        </w:rPr>
        <w:t xml:space="preserve">ں </w:t>
      </w:r>
      <w:r>
        <w:rPr>
          <w:rtl/>
        </w:rPr>
        <w:t>مصر ، سسلى اور اٹلى مي</w:t>
      </w:r>
      <w:r w:rsidR="000A0CDC">
        <w:rPr>
          <w:rtl/>
        </w:rPr>
        <w:t xml:space="preserve">ں </w:t>
      </w:r>
      <w:r>
        <w:rPr>
          <w:rtl/>
        </w:rPr>
        <w:t>اس قسم كے كمرے بنائے گئے ليكن يہ بات اتنى بھى درست نہي</w:t>
      </w:r>
      <w:r w:rsidR="000A0CDC">
        <w:rPr>
          <w:rtl/>
        </w:rPr>
        <w:t xml:space="preserve">ں </w:t>
      </w:r>
      <w:r>
        <w:rPr>
          <w:rtl/>
        </w:rPr>
        <w:t>ہے كہ ہم محرابى شكل كى معمارى كو مكمل طور پر مسلمانو</w:t>
      </w:r>
      <w:r w:rsidR="000A0CDC">
        <w:rPr>
          <w:rtl/>
        </w:rPr>
        <w:t xml:space="preserve">ں </w:t>
      </w:r>
      <w:r>
        <w:rPr>
          <w:rtl/>
        </w:rPr>
        <w:t>كا مرہون منت سمجھ لي</w:t>
      </w:r>
      <w:r w:rsidR="000A0CDC">
        <w:rPr>
          <w:rtl/>
        </w:rPr>
        <w:t xml:space="preserve">ں </w:t>
      </w:r>
      <w:r>
        <w:rPr>
          <w:rtl/>
        </w:rPr>
        <w:t>_</w:t>
      </w:r>
      <w:r w:rsidRPr="00F67D4B">
        <w:rPr>
          <w:rStyle w:val="libFootnotenumChar"/>
          <w:rtl/>
        </w:rPr>
        <w:t>(2)</w:t>
      </w:r>
      <w:r>
        <w:rPr>
          <w:rtl/>
        </w:rPr>
        <w:t xml:space="preserve"> </w:t>
      </w:r>
    </w:p>
    <w:p w:rsidR="0061102A" w:rsidRDefault="0061102A" w:rsidP="00BE6934">
      <w:pPr>
        <w:pStyle w:val="libNormal"/>
        <w:rPr>
          <w:rtl/>
        </w:rPr>
      </w:pPr>
      <w:r>
        <w:rPr>
          <w:rtl/>
        </w:rPr>
        <w:t>كچھ لوگو</w:t>
      </w:r>
      <w:r w:rsidR="000A0CDC">
        <w:rPr>
          <w:rtl/>
        </w:rPr>
        <w:t xml:space="preserve">ں </w:t>
      </w:r>
      <w:r>
        <w:rPr>
          <w:rtl/>
        </w:rPr>
        <w:t>كا خيال ہے كہ اسلامى معمارى كے اصول غير مسلم اقوام سے لئے گئے ہي</w:t>
      </w:r>
      <w:r w:rsidR="000A0CDC">
        <w:rPr>
          <w:rtl/>
        </w:rPr>
        <w:t xml:space="preserve">ں </w:t>
      </w:r>
      <w:r>
        <w:rPr>
          <w:rtl/>
        </w:rPr>
        <w:t>بعض ديگر كے مطابق مغربى معمارى رومى معمارى كى جديد صورت ہے جبكہ بعض تمام چيزو</w:t>
      </w:r>
      <w:r w:rsidR="000A0CDC">
        <w:rPr>
          <w:rtl/>
        </w:rPr>
        <w:t xml:space="preserve">ں </w:t>
      </w:r>
      <w:r>
        <w:rPr>
          <w:rtl/>
        </w:rPr>
        <w:t>كو ايران اور آرمينياكى طرف نسبت ديتے ہي</w:t>
      </w:r>
      <w:r w:rsidR="000A0CDC">
        <w:rPr>
          <w:rtl/>
        </w:rPr>
        <w:t xml:space="preserve">ں </w:t>
      </w:r>
      <w:r>
        <w:rPr>
          <w:rtl/>
        </w:rPr>
        <w:t>كہ اس نظريہ پر بحث قابل توجہ ہے كيونكہ ارمنستان ، ايران ، عراق اور ماوراء النہر مي</w:t>
      </w:r>
      <w:r w:rsidR="000A0CDC">
        <w:rPr>
          <w:rtl/>
        </w:rPr>
        <w:t xml:space="preserve">ں </w:t>
      </w:r>
      <w:r>
        <w:rPr>
          <w:rtl/>
        </w:rPr>
        <w:t>معمارى كے حوالے سے جو كام ہوا ہے اس نے مغربى معمارى كے رومى معمارى سے تعلق كو مشكوك بنا ديا ہے_</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توماس واكر آرنولڈ و آلفرڈ گيوم ، سابقہ حوالہ، ص 7_143_ </w:t>
      </w:r>
    </w:p>
    <w:p w:rsidR="0061102A" w:rsidRDefault="0061102A" w:rsidP="00BE6934">
      <w:pPr>
        <w:pStyle w:val="libFootnote"/>
        <w:rPr>
          <w:rtl/>
        </w:rPr>
      </w:pPr>
      <w:r>
        <w:rPr>
          <w:rtl/>
        </w:rPr>
        <w:t>2) گوستاو لوبو</w:t>
      </w:r>
      <w:r w:rsidR="000A0CDC">
        <w:rPr>
          <w:rtl/>
        </w:rPr>
        <w:t xml:space="preserve">ں </w:t>
      </w:r>
      <w:r>
        <w:rPr>
          <w:rtl/>
        </w:rPr>
        <w:t xml:space="preserve">،سابقہ حوالہ ، ص 12_710 ، ارنست كوئل ، سابقہ حوالہ، ص 16 ، 96_ </w:t>
      </w:r>
    </w:p>
    <w:p w:rsidR="00D47FFB" w:rsidRDefault="0061102A" w:rsidP="00BE6934">
      <w:pPr>
        <w:pStyle w:val="libFootnote"/>
        <w:rPr>
          <w:rtl/>
        </w:rPr>
      </w:pPr>
      <w:r>
        <w:rPr>
          <w:rtl/>
        </w:rPr>
        <w:t>3) مارتين س ، بريگز ، معمارى اور ساختمان ، در ميراث اسلام ، ص 8_207_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مسلم بات يہ ہے كہ سوريہ كے علاقے، آرمينياكا كچھ حصہ ، شمالى افريقا كا آباد علاقہ اور مصر ان سرزمينو</w:t>
      </w:r>
      <w:r w:rsidR="000A0CDC">
        <w:rPr>
          <w:rtl/>
        </w:rPr>
        <w:t xml:space="preserve">ں </w:t>
      </w:r>
      <w:r>
        <w:rPr>
          <w:rtl/>
        </w:rPr>
        <w:t>كا حصہ تھے كہ جنہي</w:t>
      </w:r>
      <w:r w:rsidR="000A0CDC">
        <w:rPr>
          <w:rtl/>
        </w:rPr>
        <w:t xml:space="preserve">ں </w:t>
      </w:r>
      <w:r>
        <w:rPr>
          <w:rtl/>
        </w:rPr>
        <w:t>مسلمانو</w:t>
      </w:r>
      <w:r w:rsidR="000A0CDC">
        <w:rPr>
          <w:rtl/>
        </w:rPr>
        <w:t xml:space="preserve">ں </w:t>
      </w:r>
      <w:r>
        <w:rPr>
          <w:rtl/>
        </w:rPr>
        <w:t>نے رومى بادشاہت سے جدا كيا تھا اسكے علاوہ اسپين جو كہ ويزگوٹز كے ہاتھو</w:t>
      </w:r>
      <w:r w:rsidR="000A0CDC">
        <w:rPr>
          <w:rtl/>
        </w:rPr>
        <w:t xml:space="preserve">ں </w:t>
      </w:r>
      <w:r>
        <w:rPr>
          <w:rtl/>
        </w:rPr>
        <w:t>مي</w:t>
      </w:r>
      <w:r w:rsidR="000A0CDC">
        <w:rPr>
          <w:rtl/>
        </w:rPr>
        <w:t xml:space="preserve">ں </w:t>
      </w:r>
      <w:r>
        <w:rPr>
          <w:rtl/>
        </w:rPr>
        <w:t>تھا مسلمانو</w:t>
      </w:r>
      <w:r w:rsidR="000A0CDC">
        <w:rPr>
          <w:rtl/>
        </w:rPr>
        <w:t xml:space="preserve">ں </w:t>
      </w:r>
      <w:r>
        <w:rPr>
          <w:rtl/>
        </w:rPr>
        <w:t>كے قبضہ مي</w:t>
      </w:r>
      <w:r w:rsidR="000A0CDC">
        <w:rPr>
          <w:rtl/>
        </w:rPr>
        <w:t xml:space="preserve">ں </w:t>
      </w:r>
      <w:r>
        <w:rPr>
          <w:rtl/>
        </w:rPr>
        <w:t>آگيا_</w:t>
      </w:r>
      <w:r w:rsidRPr="00F67D4B">
        <w:rPr>
          <w:rStyle w:val="libFootnotenumChar"/>
          <w:rtl/>
        </w:rPr>
        <w:t>(1)</w:t>
      </w:r>
      <w:r>
        <w:rPr>
          <w:rtl/>
        </w:rPr>
        <w:t xml:space="preserve"> مسلمانو</w:t>
      </w:r>
      <w:r w:rsidR="000A0CDC">
        <w:rPr>
          <w:rtl/>
        </w:rPr>
        <w:t xml:space="preserve">ں </w:t>
      </w:r>
      <w:r>
        <w:rPr>
          <w:rtl/>
        </w:rPr>
        <w:t>كو ان سررمينو</w:t>
      </w:r>
      <w:r w:rsidR="000A0CDC">
        <w:rPr>
          <w:rtl/>
        </w:rPr>
        <w:t xml:space="preserve">ں </w:t>
      </w:r>
      <w:r>
        <w:rPr>
          <w:rtl/>
        </w:rPr>
        <w:t>كى فتح كے دوران بہت زيادہ عمارتو</w:t>
      </w:r>
      <w:r w:rsidR="000A0CDC">
        <w:rPr>
          <w:rtl/>
        </w:rPr>
        <w:t xml:space="preserve">ں </w:t>
      </w:r>
      <w:r>
        <w:rPr>
          <w:rtl/>
        </w:rPr>
        <w:t>اور زبردست انجينيرزاور معمارو</w:t>
      </w:r>
      <w:r w:rsidR="000A0CDC">
        <w:rPr>
          <w:rtl/>
        </w:rPr>
        <w:t xml:space="preserve">ں </w:t>
      </w:r>
      <w:r>
        <w:rPr>
          <w:rtl/>
        </w:rPr>
        <w:t>كا سامنا كرناپڑا كر جنكى معمارى كا طريقہ رومى معمارى سے مختلف تھا_ بعض محققين كے مطابق ان انجنيئرو</w:t>
      </w:r>
      <w:r w:rsidR="000A0CDC">
        <w:rPr>
          <w:rtl/>
        </w:rPr>
        <w:t xml:space="preserve">ں </w:t>
      </w:r>
      <w:r>
        <w:rPr>
          <w:rtl/>
        </w:rPr>
        <w:t>اور معمارو</w:t>
      </w:r>
      <w:r w:rsidR="000A0CDC">
        <w:rPr>
          <w:rtl/>
        </w:rPr>
        <w:t xml:space="preserve">ں </w:t>
      </w:r>
      <w:r>
        <w:rPr>
          <w:rtl/>
        </w:rPr>
        <w:t>نے بہت سے فنون بيزانسى معمارو</w:t>
      </w:r>
      <w:r w:rsidR="000A0CDC">
        <w:rPr>
          <w:rtl/>
        </w:rPr>
        <w:t xml:space="preserve">ں </w:t>
      </w:r>
      <w:r>
        <w:rPr>
          <w:rtl/>
        </w:rPr>
        <w:t xml:space="preserve">كو سكھائے_ </w:t>
      </w:r>
    </w:p>
    <w:p w:rsidR="0061102A" w:rsidRDefault="0061102A" w:rsidP="00BE6934">
      <w:pPr>
        <w:pStyle w:val="libNormal"/>
        <w:rPr>
          <w:rtl/>
        </w:rPr>
      </w:pPr>
      <w:r>
        <w:rPr>
          <w:rtl/>
        </w:rPr>
        <w:t>بعض محققين كے فتوحات كے آغاز مي</w:t>
      </w:r>
      <w:r w:rsidR="000A0CDC">
        <w:rPr>
          <w:rtl/>
        </w:rPr>
        <w:t xml:space="preserve">ں </w:t>
      </w:r>
      <w:r>
        <w:rPr>
          <w:rtl/>
        </w:rPr>
        <w:t>عربو</w:t>
      </w:r>
      <w:r w:rsidR="000A0CDC">
        <w:rPr>
          <w:rtl/>
        </w:rPr>
        <w:t xml:space="preserve">ں </w:t>
      </w:r>
      <w:r>
        <w:rPr>
          <w:rtl/>
        </w:rPr>
        <w:t>كى معمارى سے آشنائي نہ ہونے كے نظريہ كے باوجود قابل اہميت نكتہ يہ ہے كہ اسلامى معمارى ان تمام صديو</w:t>
      </w:r>
      <w:r w:rsidR="000A0CDC">
        <w:rPr>
          <w:rtl/>
        </w:rPr>
        <w:t xml:space="preserve">ں </w:t>
      </w:r>
      <w:r>
        <w:rPr>
          <w:rtl/>
        </w:rPr>
        <w:t>مي</w:t>
      </w:r>
      <w:r w:rsidR="000A0CDC">
        <w:rPr>
          <w:rtl/>
        </w:rPr>
        <w:t xml:space="preserve">ں </w:t>
      </w:r>
      <w:r>
        <w:rPr>
          <w:rtl/>
        </w:rPr>
        <w:t xml:space="preserve">اگر چہ ديگر مختلف اقوام كے فن معمارى سے مستفيد ہوتى رہى ليكن ايسى خصوصيات كى حامل ہے كہ جس كى بناء پريہ دنيا كے تمام ديگر معمارى كے اساليب اور فنون سے ممتاز ہے_ </w:t>
      </w:r>
    </w:p>
    <w:p w:rsidR="0061102A" w:rsidRDefault="0061102A" w:rsidP="00BE6934">
      <w:pPr>
        <w:pStyle w:val="libNormal"/>
        <w:rPr>
          <w:rtl/>
        </w:rPr>
      </w:pPr>
      <w:r>
        <w:rPr>
          <w:rtl/>
        </w:rPr>
        <w:t>مسلمانو</w:t>
      </w:r>
      <w:r w:rsidR="000A0CDC">
        <w:rPr>
          <w:rtl/>
        </w:rPr>
        <w:t xml:space="preserve">ں </w:t>
      </w:r>
      <w:r>
        <w:rPr>
          <w:rtl/>
        </w:rPr>
        <w:t>نے شروع مي</w:t>
      </w:r>
      <w:r w:rsidR="000A0CDC">
        <w:rPr>
          <w:rtl/>
        </w:rPr>
        <w:t xml:space="preserve">ں </w:t>
      </w:r>
      <w:r>
        <w:rPr>
          <w:rtl/>
        </w:rPr>
        <w:t>مساجد اور محلات بنائے_ مدينہ كى سب سے قديمى مسجد كہ جو رسول اكرم(ص) كے زمانہ يعنى 622 عيسوى مي</w:t>
      </w:r>
      <w:r w:rsidR="000A0CDC">
        <w:rPr>
          <w:rtl/>
        </w:rPr>
        <w:t xml:space="preserve">ں </w:t>
      </w:r>
      <w:r>
        <w:rPr>
          <w:rtl/>
        </w:rPr>
        <w:t>بنائي گئي ، مسجد كوفہ 629 عيسوى مي</w:t>
      </w:r>
      <w:r w:rsidR="000A0CDC">
        <w:rPr>
          <w:rtl/>
        </w:rPr>
        <w:t xml:space="preserve">ں </w:t>
      </w:r>
      <w:r>
        <w:rPr>
          <w:rtl/>
        </w:rPr>
        <w:t>بنائي گئي اور 842 عيسوى مي</w:t>
      </w:r>
      <w:r w:rsidR="000A0CDC">
        <w:rPr>
          <w:rtl/>
        </w:rPr>
        <w:t xml:space="preserve">ں </w:t>
      </w:r>
      <w:r>
        <w:rPr>
          <w:rtl/>
        </w:rPr>
        <w:t>فسطاط (قاہرہ) مي</w:t>
      </w:r>
      <w:r w:rsidR="000A0CDC">
        <w:rPr>
          <w:rtl/>
        </w:rPr>
        <w:t xml:space="preserve">ں </w:t>
      </w:r>
      <w:r>
        <w:rPr>
          <w:rtl/>
        </w:rPr>
        <w:t>مسجد بنائي گئي يہ سب مسلمانو</w:t>
      </w:r>
      <w:r w:rsidR="000A0CDC">
        <w:rPr>
          <w:rtl/>
        </w:rPr>
        <w:t xml:space="preserve">ں </w:t>
      </w:r>
      <w:r>
        <w:rPr>
          <w:rtl/>
        </w:rPr>
        <w:t>كے ہاتھو</w:t>
      </w:r>
      <w:r w:rsidR="000A0CDC">
        <w:rPr>
          <w:rtl/>
        </w:rPr>
        <w:t xml:space="preserve">ں </w:t>
      </w:r>
      <w:r>
        <w:rPr>
          <w:rtl/>
        </w:rPr>
        <w:t>بنى ہوئے مساجد كے چند نمونے ہي</w:t>
      </w:r>
      <w:r w:rsidR="000A0CDC">
        <w:rPr>
          <w:rtl/>
        </w:rPr>
        <w:t xml:space="preserve">ں </w:t>
      </w:r>
      <w:r>
        <w:rPr>
          <w:rtl/>
        </w:rPr>
        <w:t>_</w:t>
      </w:r>
      <w:r w:rsidRPr="00F67D4B">
        <w:rPr>
          <w:rStyle w:val="libFootnotenumChar"/>
          <w:rtl/>
        </w:rPr>
        <w:t>(2)</w:t>
      </w:r>
      <w:r>
        <w:rPr>
          <w:rtl/>
        </w:rPr>
        <w:t xml:space="preserve"> </w:t>
      </w:r>
    </w:p>
    <w:p w:rsidR="0061102A" w:rsidRDefault="0061102A" w:rsidP="00BE6934">
      <w:pPr>
        <w:pStyle w:val="libNormal"/>
        <w:rPr>
          <w:rtl/>
        </w:rPr>
      </w:pPr>
      <w:r>
        <w:rPr>
          <w:rtl/>
        </w:rPr>
        <w:t>ساتوي</w:t>
      </w:r>
      <w:r w:rsidR="000A0CDC">
        <w:rPr>
          <w:rtl/>
        </w:rPr>
        <w:t xml:space="preserve">ں </w:t>
      </w:r>
      <w:r>
        <w:rPr>
          <w:rtl/>
        </w:rPr>
        <w:t>صدى كے آخرى سالو</w:t>
      </w:r>
      <w:r w:rsidR="000A0CDC">
        <w:rPr>
          <w:rtl/>
        </w:rPr>
        <w:t xml:space="preserve">ں </w:t>
      </w:r>
      <w:r>
        <w:rPr>
          <w:rtl/>
        </w:rPr>
        <w:t>مي</w:t>
      </w:r>
      <w:r w:rsidR="000A0CDC">
        <w:rPr>
          <w:rtl/>
        </w:rPr>
        <w:t xml:space="preserve">ں </w:t>
      </w:r>
      <w:r>
        <w:rPr>
          <w:rtl/>
        </w:rPr>
        <w:t>639عيسوى مي</w:t>
      </w:r>
      <w:r w:rsidR="000A0CDC">
        <w:rPr>
          <w:rtl/>
        </w:rPr>
        <w:t xml:space="preserve">ں </w:t>
      </w:r>
      <w:r>
        <w:rPr>
          <w:rtl/>
        </w:rPr>
        <w:t>مسلمانو</w:t>
      </w:r>
      <w:r w:rsidR="000A0CDC">
        <w:rPr>
          <w:rtl/>
        </w:rPr>
        <w:t xml:space="preserve">ں </w:t>
      </w:r>
      <w:r>
        <w:rPr>
          <w:rtl/>
        </w:rPr>
        <w:t>كے ہاتھو</w:t>
      </w:r>
      <w:r w:rsidR="000A0CDC">
        <w:rPr>
          <w:rtl/>
        </w:rPr>
        <w:t xml:space="preserve">ں </w:t>
      </w:r>
      <w:r>
        <w:rPr>
          <w:rtl/>
        </w:rPr>
        <w:t>بيت المقدس كى فتح كے بعد مسجد حضرت عمر كے نزديك قبة الصخرة كے نام سے ايك عظيم الشا ن عمارت بنائي گى قبة الصخرہ كے بعد مسلمانو</w:t>
      </w:r>
      <w:r w:rsidR="000A0CDC">
        <w:rPr>
          <w:rtl/>
        </w:rPr>
        <w:t xml:space="preserve">ں </w:t>
      </w:r>
      <w:r>
        <w:rPr>
          <w:rtl/>
        </w:rPr>
        <w:t>كى اہم تعميرات مي</w:t>
      </w:r>
      <w:r w:rsidR="000A0CDC">
        <w:rPr>
          <w:rtl/>
        </w:rPr>
        <w:t xml:space="preserve">ں </w:t>
      </w:r>
      <w:r>
        <w:rPr>
          <w:rtl/>
        </w:rPr>
        <w:t>سے دمشق كى سب سے بڑى مسجد ہے جو آٹھوي</w:t>
      </w:r>
      <w:r w:rsidR="000A0CDC">
        <w:rPr>
          <w:rtl/>
        </w:rPr>
        <w:t xml:space="preserve">ں </w:t>
      </w:r>
      <w:r>
        <w:rPr>
          <w:rtl/>
        </w:rPr>
        <w:t>صدى كے ابتدائي سالو</w:t>
      </w:r>
      <w:r w:rsidR="000A0CDC">
        <w:rPr>
          <w:rtl/>
        </w:rPr>
        <w:t xml:space="preserve">ں </w:t>
      </w:r>
      <w:r>
        <w:rPr>
          <w:rtl/>
        </w:rPr>
        <w:t>مي</w:t>
      </w:r>
      <w:r w:rsidR="000A0CDC">
        <w:rPr>
          <w:rtl/>
        </w:rPr>
        <w:t xml:space="preserve">ں </w:t>
      </w:r>
      <w:r>
        <w:rPr>
          <w:rtl/>
        </w:rPr>
        <w:t>بنائي گئي البتہ يہا</w:t>
      </w:r>
      <w:r w:rsidR="000A0CDC">
        <w:rPr>
          <w:rtl/>
        </w:rPr>
        <w:t xml:space="preserve">ں </w:t>
      </w:r>
      <w:r>
        <w:rPr>
          <w:rtl/>
        </w:rPr>
        <w:t>امكان ہے كہ اس مسجد كى عمارت شام مي</w:t>
      </w:r>
      <w:r w:rsidR="000A0CDC">
        <w:rPr>
          <w:rtl/>
        </w:rPr>
        <w:t xml:space="preserve">ں </w:t>
      </w:r>
      <w:r>
        <w:rPr>
          <w:rtl/>
        </w:rPr>
        <w:t>عيسائيو</w:t>
      </w:r>
      <w:r w:rsidR="000A0CDC">
        <w:rPr>
          <w:rtl/>
        </w:rPr>
        <w:t xml:space="preserve">ں </w:t>
      </w:r>
      <w:r>
        <w:rPr>
          <w:rtl/>
        </w:rPr>
        <w:t>كے كليساؤ</w:t>
      </w:r>
      <w:r w:rsidR="000A0CDC">
        <w:rPr>
          <w:rtl/>
        </w:rPr>
        <w:t xml:space="preserve">ں </w:t>
      </w:r>
      <w:r>
        <w:rPr>
          <w:rtl/>
        </w:rPr>
        <w:t xml:space="preserve">سے كچھ مشابہت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1) ويزگوٹ ان مغربى گوٹو</w:t>
      </w:r>
      <w:r w:rsidR="000A0CDC">
        <w:rPr>
          <w:rtl/>
        </w:rPr>
        <w:t xml:space="preserve">ں </w:t>
      </w:r>
      <w:r>
        <w:rPr>
          <w:rtl/>
        </w:rPr>
        <w:t>(جرمنى كى ايك قوم)مي</w:t>
      </w:r>
      <w:r w:rsidR="000A0CDC">
        <w:rPr>
          <w:rtl/>
        </w:rPr>
        <w:t xml:space="preserve">ں </w:t>
      </w:r>
      <w:r>
        <w:rPr>
          <w:rtl/>
        </w:rPr>
        <w:t>سے تھے كہ جو 410 عيسوى مي</w:t>
      </w:r>
      <w:r w:rsidR="000A0CDC">
        <w:rPr>
          <w:rtl/>
        </w:rPr>
        <w:t xml:space="preserve">ں </w:t>
      </w:r>
      <w:r>
        <w:rPr>
          <w:rtl/>
        </w:rPr>
        <w:t>اٹلى كے بادشاہ آلاديك كے زمانہ مي</w:t>
      </w:r>
      <w:r w:rsidR="000A0CDC">
        <w:rPr>
          <w:rtl/>
        </w:rPr>
        <w:t xml:space="preserve">ں </w:t>
      </w:r>
      <w:r>
        <w:rPr>
          <w:rtl/>
        </w:rPr>
        <w:t>وہا</w:t>
      </w:r>
      <w:r w:rsidR="000A0CDC">
        <w:rPr>
          <w:rtl/>
        </w:rPr>
        <w:t xml:space="preserve">ں </w:t>
      </w:r>
      <w:r>
        <w:rPr>
          <w:rtl/>
        </w:rPr>
        <w:t>سے پھولو</w:t>
      </w:r>
      <w:r w:rsidR="000A0CDC">
        <w:rPr>
          <w:rtl/>
        </w:rPr>
        <w:t xml:space="preserve">ں </w:t>
      </w:r>
      <w:r>
        <w:rPr>
          <w:rtl/>
        </w:rPr>
        <w:t>كى سرزمين(فرانس) چلے گئے اور پيرنہ پہاڑيو</w:t>
      </w:r>
      <w:r w:rsidR="000A0CDC">
        <w:rPr>
          <w:rtl/>
        </w:rPr>
        <w:t xml:space="preserve">ں </w:t>
      </w:r>
      <w:r>
        <w:rPr>
          <w:rtl/>
        </w:rPr>
        <w:t>كے دونو</w:t>
      </w:r>
      <w:r w:rsidR="000A0CDC">
        <w:rPr>
          <w:rtl/>
        </w:rPr>
        <w:t xml:space="preserve">ں </w:t>
      </w:r>
      <w:r>
        <w:rPr>
          <w:rtl/>
        </w:rPr>
        <w:t>طرف يعنى فرانس اور اسپين مي</w:t>
      </w:r>
      <w:r w:rsidR="000A0CDC">
        <w:rPr>
          <w:rtl/>
        </w:rPr>
        <w:t xml:space="preserve">ں </w:t>
      </w:r>
      <w:r>
        <w:rPr>
          <w:rtl/>
        </w:rPr>
        <w:t xml:space="preserve">آباد ہوگئے_ </w:t>
      </w:r>
    </w:p>
    <w:p w:rsidR="00D47FFB" w:rsidRDefault="0061102A" w:rsidP="00BE6934">
      <w:pPr>
        <w:pStyle w:val="libFootnote"/>
        <w:rPr>
          <w:rtl/>
        </w:rPr>
      </w:pPr>
      <w:r>
        <w:rPr>
          <w:rtl/>
        </w:rPr>
        <w:t>2) محمد مددپور ،سابقہ حوالہ ، ص 250_249</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ركھتى ہو اس مسجددمشق كے مينار سب سے پہلے مينار ہي</w:t>
      </w:r>
      <w:r w:rsidR="000A0CDC">
        <w:rPr>
          <w:rtl/>
        </w:rPr>
        <w:t xml:space="preserve">ں </w:t>
      </w:r>
      <w:r>
        <w:rPr>
          <w:rtl/>
        </w:rPr>
        <w:t>جنكے ذريعے لوگو</w:t>
      </w:r>
      <w:r w:rsidR="000A0CDC">
        <w:rPr>
          <w:rtl/>
        </w:rPr>
        <w:t xml:space="preserve">ں </w:t>
      </w:r>
      <w:r>
        <w:rPr>
          <w:rtl/>
        </w:rPr>
        <w:t xml:space="preserve">كو نماز كى طرف دعوت دى جاتى تھي_ </w:t>
      </w:r>
      <w:r w:rsidRPr="00F67D4B">
        <w:rPr>
          <w:rStyle w:val="libFootnotenumChar"/>
          <w:rtl/>
        </w:rPr>
        <w:t>(1)</w:t>
      </w:r>
      <w:r>
        <w:rPr>
          <w:rtl/>
        </w:rPr>
        <w:t xml:space="preserve"> </w:t>
      </w:r>
    </w:p>
    <w:p w:rsidR="0061102A" w:rsidRDefault="0061102A" w:rsidP="00BE6934">
      <w:pPr>
        <w:pStyle w:val="libNormal"/>
        <w:rPr>
          <w:rtl/>
        </w:rPr>
      </w:pPr>
      <w:r>
        <w:rPr>
          <w:rtl/>
        </w:rPr>
        <w:t>اسپين مي</w:t>
      </w:r>
      <w:r w:rsidR="000A0CDC">
        <w:rPr>
          <w:rtl/>
        </w:rPr>
        <w:t xml:space="preserve">ں </w:t>
      </w:r>
      <w:r>
        <w:rPr>
          <w:rtl/>
        </w:rPr>
        <w:t>قرطبہ كى مسجد اسلام كى سب سے بڑى مسجد ہے جسكى بنيادي</w:t>
      </w:r>
      <w:r w:rsidR="000A0CDC">
        <w:rPr>
          <w:rtl/>
        </w:rPr>
        <w:t xml:space="preserve">ں </w:t>
      </w:r>
      <w:r>
        <w:rPr>
          <w:rtl/>
        </w:rPr>
        <w:t>786 عيسوى مي</w:t>
      </w:r>
      <w:r w:rsidR="000A0CDC">
        <w:rPr>
          <w:rtl/>
        </w:rPr>
        <w:t xml:space="preserve">ں </w:t>
      </w:r>
      <w:r>
        <w:rPr>
          <w:rtl/>
        </w:rPr>
        <w:t>ركھي</w:t>
      </w:r>
      <w:r w:rsidR="000A0CDC">
        <w:rPr>
          <w:rtl/>
        </w:rPr>
        <w:t xml:space="preserve">ں </w:t>
      </w:r>
      <w:r>
        <w:rPr>
          <w:rtl/>
        </w:rPr>
        <w:t>گئي</w:t>
      </w:r>
      <w:r w:rsidR="000A0CDC">
        <w:rPr>
          <w:rtl/>
        </w:rPr>
        <w:t xml:space="preserve">ں </w:t>
      </w:r>
      <w:r>
        <w:rPr>
          <w:rtl/>
        </w:rPr>
        <w:t>اس مسجد كے بارہ حصے ہي</w:t>
      </w:r>
      <w:r w:rsidR="000A0CDC">
        <w:rPr>
          <w:rtl/>
        </w:rPr>
        <w:t xml:space="preserve">ں </w:t>
      </w:r>
      <w:r>
        <w:rPr>
          <w:rtl/>
        </w:rPr>
        <w:t>اور ہر حصہ مي</w:t>
      </w:r>
      <w:r w:rsidR="000A0CDC">
        <w:rPr>
          <w:rtl/>
        </w:rPr>
        <w:t xml:space="preserve">ں </w:t>
      </w:r>
      <w:r>
        <w:rPr>
          <w:rtl/>
        </w:rPr>
        <w:t>رومى ڈيزائن كے بيس ستون ہي</w:t>
      </w:r>
      <w:r w:rsidR="000A0CDC">
        <w:rPr>
          <w:rtl/>
        </w:rPr>
        <w:t xml:space="preserve">ں </w:t>
      </w:r>
      <w:r w:rsidRPr="00F67D4B">
        <w:rPr>
          <w:rStyle w:val="libFootnotenumChar"/>
          <w:rtl/>
        </w:rPr>
        <w:t>(2)</w:t>
      </w:r>
      <w:r>
        <w:rPr>
          <w:rtl/>
        </w:rPr>
        <w:t xml:space="preserve"> سامرا كى مسجد بھى اسلام كے تاريخى آثار مي</w:t>
      </w:r>
      <w:r w:rsidR="000A0CDC">
        <w:rPr>
          <w:rtl/>
        </w:rPr>
        <w:t xml:space="preserve">ں </w:t>
      </w:r>
      <w:r>
        <w:rPr>
          <w:rtl/>
        </w:rPr>
        <w:t>سے ہے كہ جسكے صحن مي</w:t>
      </w:r>
      <w:r w:rsidR="000A0CDC">
        <w:rPr>
          <w:rtl/>
        </w:rPr>
        <w:t xml:space="preserve">ں </w:t>
      </w:r>
      <w:r>
        <w:rPr>
          <w:rtl/>
        </w:rPr>
        <w:t>گہرائي تك ايك محراب ہے اور اسكے گرد چند ايوان ہي</w:t>
      </w:r>
      <w:r w:rsidR="000A0CDC">
        <w:rPr>
          <w:rtl/>
        </w:rPr>
        <w:t xml:space="preserve">ں </w:t>
      </w:r>
      <w:r>
        <w:rPr>
          <w:rtl/>
        </w:rPr>
        <w:t>_</w:t>
      </w:r>
      <w:r w:rsidRPr="00F67D4B">
        <w:rPr>
          <w:rStyle w:val="libFootnotenumChar"/>
          <w:rtl/>
        </w:rPr>
        <w:t>(3)</w:t>
      </w:r>
      <w:r>
        <w:rPr>
          <w:rtl/>
        </w:rPr>
        <w:t xml:space="preserve"> قاہرہ مي</w:t>
      </w:r>
      <w:r w:rsidR="000A0CDC">
        <w:rPr>
          <w:rtl/>
        </w:rPr>
        <w:t xml:space="preserve">ں </w:t>
      </w:r>
      <w:r>
        <w:rPr>
          <w:rtl/>
        </w:rPr>
        <w:t>مسجد ابن طولون بھى ان مساجد مي</w:t>
      </w:r>
      <w:r w:rsidR="000A0CDC">
        <w:rPr>
          <w:rtl/>
        </w:rPr>
        <w:t xml:space="preserve">ں </w:t>
      </w:r>
      <w:r>
        <w:rPr>
          <w:rtl/>
        </w:rPr>
        <w:t>سے ہے كہ جن مي</w:t>
      </w:r>
      <w:r w:rsidR="000A0CDC">
        <w:rPr>
          <w:rtl/>
        </w:rPr>
        <w:t xml:space="preserve">ں </w:t>
      </w:r>
      <w:r>
        <w:rPr>
          <w:rtl/>
        </w:rPr>
        <w:t>بين النہرين كى قديمى مساجد جيسى خصوصيات ہي</w:t>
      </w:r>
      <w:r w:rsidR="000A0CDC">
        <w:rPr>
          <w:rtl/>
        </w:rPr>
        <w:t xml:space="preserve">ں </w:t>
      </w:r>
      <w:r>
        <w:rPr>
          <w:rtl/>
        </w:rPr>
        <w:t>_</w:t>
      </w:r>
      <w:r w:rsidRPr="00F67D4B">
        <w:rPr>
          <w:rStyle w:val="libFootnotenumChar"/>
          <w:rtl/>
        </w:rPr>
        <w:t>(4)</w:t>
      </w:r>
      <w:r>
        <w:rPr>
          <w:rtl/>
        </w:rPr>
        <w:t xml:space="preserve"> </w:t>
      </w:r>
    </w:p>
    <w:p w:rsidR="0061102A" w:rsidRDefault="0061102A" w:rsidP="00BE6934">
      <w:pPr>
        <w:pStyle w:val="libNormal"/>
        <w:rPr>
          <w:rtl/>
        </w:rPr>
      </w:pPr>
      <w:r>
        <w:rPr>
          <w:rtl/>
        </w:rPr>
        <w:t>نوي</w:t>
      </w:r>
      <w:r w:rsidR="000A0CDC">
        <w:rPr>
          <w:rtl/>
        </w:rPr>
        <w:t xml:space="preserve">ں </w:t>
      </w:r>
      <w:r>
        <w:rPr>
          <w:rtl/>
        </w:rPr>
        <w:t>سے بارھوي</w:t>
      </w:r>
      <w:r w:rsidR="000A0CDC">
        <w:rPr>
          <w:rtl/>
        </w:rPr>
        <w:t xml:space="preserve">ں </w:t>
      </w:r>
      <w:r>
        <w:rPr>
          <w:rtl/>
        </w:rPr>
        <w:t>صدى عيسوى كے دوران مسلمانو</w:t>
      </w:r>
      <w:r w:rsidR="000A0CDC">
        <w:rPr>
          <w:rtl/>
        </w:rPr>
        <w:t xml:space="preserve">ں </w:t>
      </w:r>
      <w:r>
        <w:rPr>
          <w:rtl/>
        </w:rPr>
        <w:t>كے ہاتھو</w:t>
      </w:r>
      <w:r w:rsidR="000A0CDC">
        <w:rPr>
          <w:rtl/>
        </w:rPr>
        <w:t xml:space="preserve">ں </w:t>
      </w:r>
      <w:r>
        <w:rPr>
          <w:rtl/>
        </w:rPr>
        <w:t>بہت سى مساجد اور فوجى قلعے تيار ہوئے جنكے ڈيزائن صليبى جنگو</w:t>
      </w:r>
      <w:r w:rsidR="000A0CDC">
        <w:rPr>
          <w:rtl/>
        </w:rPr>
        <w:t xml:space="preserve">ں </w:t>
      </w:r>
      <w:r>
        <w:rPr>
          <w:rtl/>
        </w:rPr>
        <w:t>مي</w:t>
      </w:r>
      <w:r w:rsidR="000A0CDC">
        <w:rPr>
          <w:rtl/>
        </w:rPr>
        <w:t xml:space="preserve">ں </w:t>
      </w:r>
      <w:r>
        <w:rPr>
          <w:rtl/>
        </w:rPr>
        <w:t>عيسائيو</w:t>
      </w:r>
      <w:r w:rsidR="000A0CDC">
        <w:rPr>
          <w:rtl/>
        </w:rPr>
        <w:t xml:space="preserve">ں </w:t>
      </w:r>
      <w:r>
        <w:rPr>
          <w:rtl/>
        </w:rPr>
        <w:t>نے مسلمانو</w:t>
      </w:r>
      <w:r w:rsidR="000A0CDC">
        <w:rPr>
          <w:rtl/>
        </w:rPr>
        <w:t xml:space="preserve">ں </w:t>
      </w:r>
      <w:r>
        <w:rPr>
          <w:rtl/>
        </w:rPr>
        <w:t>سے سيكھے اسى طرح يورپ والو</w:t>
      </w:r>
      <w:r w:rsidR="000A0CDC">
        <w:rPr>
          <w:rtl/>
        </w:rPr>
        <w:t xml:space="preserve">ں </w:t>
      </w:r>
      <w:r>
        <w:rPr>
          <w:rtl/>
        </w:rPr>
        <w:t>نے ''ميچيكوليشن''</w:t>
      </w:r>
      <w:r w:rsidRPr="00F67D4B">
        <w:rPr>
          <w:rStyle w:val="libFootnotenumChar"/>
          <w:rtl/>
        </w:rPr>
        <w:t>(5)</w:t>
      </w:r>
      <w:r>
        <w:rPr>
          <w:rtl/>
        </w:rPr>
        <w:t xml:space="preserve"> نامى كنگرے بنانے كا طريقہ بھى مسلمانو</w:t>
      </w:r>
      <w:r w:rsidR="000A0CDC">
        <w:rPr>
          <w:rtl/>
        </w:rPr>
        <w:t xml:space="preserve">ں </w:t>
      </w:r>
      <w:r>
        <w:rPr>
          <w:rtl/>
        </w:rPr>
        <w:t>سے سيكھا چودھوي</w:t>
      </w:r>
      <w:r w:rsidR="000A0CDC">
        <w:rPr>
          <w:rtl/>
        </w:rPr>
        <w:t xml:space="preserve">ں </w:t>
      </w:r>
      <w:r>
        <w:rPr>
          <w:rtl/>
        </w:rPr>
        <w:t>صدى عيسوى مي</w:t>
      </w:r>
      <w:r w:rsidR="000A0CDC">
        <w:rPr>
          <w:rtl/>
        </w:rPr>
        <w:t xml:space="preserve">ں </w:t>
      </w:r>
      <w:r>
        <w:rPr>
          <w:rtl/>
        </w:rPr>
        <w:t>فرانس اورانگلستان مي</w:t>
      </w:r>
      <w:r w:rsidR="000A0CDC">
        <w:rPr>
          <w:rtl/>
        </w:rPr>
        <w:t xml:space="preserve">ں </w:t>
      </w:r>
      <w:r>
        <w:rPr>
          <w:rtl/>
        </w:rPr>
        <w:t>محلات اور قلعے بنانے كے دوران اس قسم كے كنگرو</w:t>
      </w:r>
      <w:r w:rsidR="000A0CDC">
        <w:rPr>
          <w:rtl/>
        </w:rPr>
        <w:t xml:space="preserve">ں </w:t>
      </w:r>
      <w:r>
        <w:rPr>
          <w:rtl/>
        </w:rPr>
        <w:t xml:space="preserve">نے دوسرى صورت اختيار كر لى _ </w:t>
      </w:r>
    </w:p>
    <w:p w:rsidR="0061102A" w:rsidRDefault="0061102A" w:rsidP="00BE6934">
      <w:pPr>
        <w:pStyle w:val="libNormal"/>
        <w:rPr>
          <w:rtl/>
        </w:rPr>
      </w:pPr>
      <w:r>
        <w:rPr>
          <w:rtl/>
        </w:rPr>
        <w:t>اسپين مي</w:t>
      </w:r>
      <w:r w:rsidR="000A0CDC">
        <w:rPr>
          <w:rtl/>
        </w:rPr>
        <w:t xml:space="preserve">ں </w:t>
      </w:r>
      <w:r>
        <w:rPr>
          <w:rtl/>
        </w:rPr>
        <w:t>تيرھوي</w:t>
      </w:r>
      <w:r w:rsidR="000A0CDC">
        <w:rPr>
          <w:rtl/>
        </w:rPr>
        <w:t xml:space="preserve">ں </w:t>
      </w:r>
      <w:r>
        <w:rPr>
          <w:rtl/>
        </w:rPr>
        <w:t>صدى عيسوى كے بعد اسلامى معمارى كا شاہكار قصر الحمرائ''الكازار''(القصر) ہے اشبيليہ مي</w:t>
      </w:r>
      <w:r w:rsidR="000A0CDC">
        <w:rPr>
          <w:rtl/>
        </w:rPr>
        <w:t xml:space="preserve">ں </w:t>
      </w:r>
      <w:r>
        <w:rPr>
          <w:rtl/>
        </w:rPr>
        <w:t>المرابطين نامى محل كے كھنڈرات اور طليطلہ مي</w:t>
      </w:r>
      <w:r w:rsidR="000A0CDC">
        <w:rPr>
          <w:rtl/>
        </w:rPr>
        <w:t xml:space="preserve">ں </w:t>
      </w:r>
      <w:r>
        <w:rPr>
          <w:rtl/>
        </w:rPr>
        <w:t>عيسائيو</w:t>
      </w:r>
      <w:r w:rsidR="000A0CDC">
        <w:rPr>
          <w:rtl/>
        </w:rPr>
        <w:t xml:space="preserve">ں </w:t>
      </w:r>
      <w:r>
        <w:rPr>
          <w:rtl/>
        </w:rPr>
        <w:t>اور يہوديو</w:t>
      </w:r>
      <w:r w:rsidR="000A0CDC">
        <w:rPr>
          <w:rtl/>
        </w:rPr>
        <w:t xml:space="preserve">ں </w:t>
      </w:r>
      <w:r>
        <w:rPr>
          <w:rtl/>
        </w:rPr>
        <w:t>كے قديمى معابد كو ديكھ معلوم ہوتا ہے كہ كسطرح مراكش كى طرف سے مغربى معمارى كا طرز تعميراسپين مي</w:t>
      </w:r>
      <w:r w:rsidR="000A0CDC">
        <w:rPr>
          <w:rtl/>
        </w:rPr>
        <w:t xml:space="preserve">ں </w:t>
      </w:r>
      <w:r>
        <w:rPr>
          <w:rtl/>
        </w:rPr>
        <w:t>پھيلا_</w:t>
      </w:r>
      <w:r w:rsidRPr="00F67D4B">
        <w:rPr>
          <w:rStyle w:val="libFootnotenumChar"/>
          <w:rtl/>
        </w:rPr>
        <w:t>(6)</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ارنست كونل ، سابقہ حوالہ ،ص 17_114 ، محمد مددپور ، سابقہ حوالہ، ص 7_256_ </w:t>
      </w:r>
    </w:p>
    <w:p w:rsidR="0061102A" w:rsidRDefault="0061102A" w:rsidP="00BE6934">
      <w:pPr>
        <w:pStyle w:val="libFootnote"/>
        <w:rPr>
          <w:rtl/>
        </w:rPr>
      </w:pPr>
      <w:r>
        <w:rPr>
          <w:rtl/>
        </w:rPr>
        <w:t xml:space="preserve">2) سابقہ حوالہ ص 4_363_ </w:t>
      </w:r>
    </w:p>
    <w:p w:rsidR="0061102A" w:rsidRDefault="0061102A" w:rsidP="00BE6934">
      <w:pPr>
        <w:pStyle w:val="libFootnote"/>
        <w:rPr>
          <w:rtl/>
        </w:rPr>
      </w:pPr>
      <w:r>
        <w:rPr>
          <w:rtl/>
        </w:rPr>
        <w:t xml:space="preserve">3) ٹوماس داكر آرنولڈ و آلفرڈ گيوم ، سابقہ حوالہ، ص 217_ </w:t>
      </w:r>
    </w:p>
    <w:p w:rsidR="0061102A" w:rsidRDefault="0061102A" w:rsidP="00BE6934">
      <w:pPr>
        <w:pStyle w:val="libFootnote"/>
        <w:rPr>
          <w:rtl/>
        </w:rPr>
      </w:pPr>
      <w:r>
        <w:rPr>
          <w:rtl/>
        </w:rPr>
        <w:t xml:space="preserve">4) محمد مدد پور ،سابقہ حوالہ، ص 6_265_ </w:t>
      </w:r>
    </w:p>
    <w:p w:rsidR="0061102A" w:rsidRDefault="0061102A" w:rsidP="00BE6934">
      <w:pPr>
        <w:pStyle w:val="libFootnote"/>
        <w:rPr>
          <w:rtl/>
        </w:rPr>
      </w:pPr>
      <w:r>
        <w:rPr>
          <w:rtl/>
        </w:rPr>
        <w:t xml:space="preserve">5) </w:t>
      </w:r>
      <w:r>
        <w:t>Machicolation</w:t>
      </w:r>
      <w:r>
        <w:rPr>
          <w:rtl/>
        </w:rPr>
        <w:t xml:space="preserve"> ، ديوار پر كنگرے كا نام ہے جسمي</w:t>
      </w:r>
      <w:r w:rsidR="000A0CDC">
        <w:rPr>
          <w:rtl/>
        </w:rPr>
        <w:t xml:space="preserve">ں </w:t>
      </w:r>
      <w:r>
        <w:rPr>
          <w:rtl/>
        </w:rPr>
        <w:t>مختلف سوراخ ركھے جاتے تھے كہ جن سے مختلف وسايل كے ساتھ دشمنو</w:t>
      </w:r>
      <w:r w:rsidR="000A0CDC">
        <w:rPr>
          <w:rtl/>
        </w:rPr>
        <w:t xml:space="preserve">ں </w:t>
      </w:r>
      <w:r>
        <w:rPr>
          <w:rtl/>
        </w:rPr>
        <w:t xml:space="preserve">سے جنگ كى جائي تھي_ </w:t>
      </w:r>
    </w:p>
    <w:p w:rsidR="00D47FFB" w:rsidRDefault="0061102A" w:rsidP="00BE6934">
      <w:pPr>
        <w:pStyle w:val="libFootnote"/>
        <w:rPr>
          <w:rtl/>
        </w:rPr>
      </w:pPr>
      <w:r>
        <w:rPr>
          <w:rtl/>
        </w:rPr>
        <w:t>6) سابقہ حوالہ ص 221 _ 220 ، ارنسٹ كوئل ، سابقہ حوالہ، ص 67 و 74_165_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قرون وسطى مي</w:t>
      </w:r>
      <w:r w:rsidR="000A0CDC">
        <w:rPr>
          <w:rtl/>
        </w:rPr>
        <w:t xml:space="preserve">ں </w:t>
      </w:r>
      <w:r>
        <w:rPr>
          <w:rtl/>
        </w:rPr>
        <w:t>مساجد كى عمارتو</w:t>
      </w:r>
      <w:r w:rsidR="000A0CDC">
        <w:rPr>
          <w:rtl/>
        </w:rPr>
        <w:t xml:space="preserve">ں </w:t>
      </w:r>
      <w:r>
        <w:rPr>
          <w:rtl/>
        </w:rPr>
        <w:t>كے ڈيزائن اور اسلوب معمارى نے واضح ترقى كى اور مختلف صورتو</w:t>
      </w:r>
      <w:r w:rsidR="000A0CDC">
        <w:rPr>
          <w:rtl/>
        </w:rPr>
        <w:t xml:space="preserve">ں </w:t>
      </w:r>
      <w:r>
        <w:rPr>
          <w:rtl/>
        </w:rPr>
        <w:t>مي</w:t>
      </w:r>
      <w:r w:rsidR="000A0CDC">
        <w:rPr>
          <w:rtl/>
        </w:rPr>
        <w:t xml:space="preserve">ں </w:t>
      </w:r>
      <w:r>
        <w:rPr>
          <w:rtl/>
        </w:rPr>
        <w:t>سامنے آيا سارا سن طرز كے اسلامى ، گنبدو</w:t>
      </w:r>
      <w:r w:rsidR="000A0CDC">
        <w:rPr>
          <w:rtl/>
        </w:rPr>
        <w:t xml:space="preserve">ں </w:t>
      </w:r>
      <w:r>
        <w:rPr>
          <w:rtl/>
        </w:rPr>
        <w:t>نے يورپ كے نشا ة ثانيہ كے دور كے گنبدو</w:t>
      </w:r>
      <w:r w:rsidR="000A0CDC">
        <w:rPr>
          <w:rtl/>
        </w:rPr>
        <w:t xml:space="preserve">ں </w:t>
      </w:r>
      <w:r>
        <w:rPr>
          <w:rtl/>
        </w:rPr>
        <w:t>كو متاثر نہي</w:t>
      </w:r>
      <w:r w:rsidR="000A0CDC">
        <w:rPr>
          <w:rtl/>
        </w:rPr>
        <w:t xml:space="preserve">ں </w:t>
      </w:r>
      <w:r>
        <w:rPr>
          <w:rtl/>
        </w:rPr>
        <w:t>كيا ليكن مسلمانو</w:t>
      </w:r>
      <w:r w:rsidR="000A0CDC">
        <w:rPr>
          <w:rtl/>
        </w:rPr>
        <w:t xml:space="preserve">ں </w:t>
      </w:r>
      <w:r>
        <w:rPr>
          <w:rtl/>
        </w:rPr>
        <w:t>كے مينارو</w:t>
      </w:r>
      <w:r w:rsidR="000A0CDC">
        <w:rPr>
          <w:rtl/>
        </w:rPr>
        <w:t xml:space="preserve">ں </w:t>
      </w:r>
      <w:r>
        <w:rPr>
          <w:rtl/>
        </w:rPr>
        <w:t>كى روش معمارى اٹلى مي</w:t>
      </w:r>
      <w:r w:rsidR="000A0CDC">
        <w:rPr>
          <w:rtl/>
        </w:rPr>
        <w:t xml:space="preserve">ں </w:t>
      </w:r>
      <w:r>
        <w:rPr>
          <w:rtl/>
        </w:rPr>
        <w:t>چودھوي</w:t>
      </w:r>
      <w:r w:rsidR="000A0CDC">
        <w:rPr>
          <w:rtl/>
        </w:rPr>
        <w:t xml:space="preserve">ں </w:t>
      </w:r>
      <w:r>
        <w:rPr>
          <w:rtl/>
        </w:rPr>
        <w:t>اور پندرھوي</w:t>
      </w:r>
      <w:r w:rsidR="000A0CDC">
        <w:rPr>
          <w:rtl/>
        </w:rPr>
        <w:t xml:space="preserve">ں </w:t>
      </w:r>
      <w:r>
        <w:rPr>
          <w:rtl/>
        </w:rPr>
        <w:t>صدى عيسوى مي</w:t>
      </w:r>
      <w:r w:rsidR="000A0CDC">
        <w:rPr>
          <w:rtl/>
        </w:rPr>
        <w:t xml:space="preserve">ں </w:t>
      </w:r>
      <w:r>
        <w:rPr>
          <w:rtl/>
        </w:rPr>
        <w:t xml:space="preserve">رائج تھي_ </w:t>
      </w:r>
    </w:p>
    <w:p w:rsidR="0061102A" w:rsidRDefault="0061102A" w:rsidP="00BE6934">
      <w:pPr>
        <w:pStyle w:val="libNormal"/>
        <w:rPr>
          <w:rtl/>
        </w:rPr>
      </w:pPr>
      <w:r>
        <w:rPr>
          <w:rtl/>
        </w:rPr>
        <w:t>جسطرح اسلامى معمارى نے ترقى كى اسى طرح گول ، نوك دار ، آدھى دائرہ كے اور دو مركز ركھنے والے ہلال اورايك اور ہلال جسے ''ايرانى ''كہتے تھے بھى رائج ہوئے اسى طرح ايسى كھڑ كيو</w:t>
      </w:r>
      <w:r w:rsidR="000A0CDC">
        <w:rPr>
          <w:rtl/>
        </w:rPr>
        <w:t xml:space="preserve">ں </w:t>
      </w:r>
      <w:r>
        <w:rPr>
          <w:rtl/>
        </w:rPr>
        <w:t>كا رواج ہوا جو مختلف رنگو</w:t>
      </w:r>
      <w:r w:rsidR="000A0CDC">
        <w:rPr>
          <w:rtl/>
        </w:rPr>
        <w:t xml:space="preserve">ں </w:t>
      </w:r>
      <w:r>
        <w:rPr>
          <w:rtl/>
        </w:rPr>
        <w:t>كے شيشو</w:t>
      </w:r>
      <w:r w:rsidR="000A0CDC">
        <w:rPr>
          <w:rtl/>
        </w:rPr>
        <w:t xml:space="preserve">ں </w:t>
      </w:r>
      <w:r>
        <w:rPr>
          <w:rtl/>
        </w:rPr>
        <w:t>سے مزين تھي</w:t>
      </w:r>
      <w:r w:rsidR="000A0CDC">
        <w:rPr>
          <w:rtl/>
        </w:rPr>
        <w:t xml:space="preserve">ں </w:t>
      </w:r>
      <w:r>
        <w:rPr>
          <w:rtl/>
        </w:rPr>
        <w:t>حالانكہ اس زمانہ مي</w:t>
      </w:r>
      <w:r w:rsidR="000A0CDC">
        <w:rPr>
          <w:rtl/>
        </w:rPr>
        <w:t xml:space="preserve">ں </w:t>
      </w:r>
      <w:r>
        <w:rPr>
          <w:rtl/>
        </w:rPr>
        <w:t>يورپ مي</w:t>
      </w:r>
      <w:r w:rsidR="000A0CDC">
        <w:rPr>
          <w:rtl/>
        </w:rPr>
        <w:t xml:space="preserve">ں </w:t>
      </w:r>
      <w:r>
        <w:rPr>
          <w:rtl/>
        </w:rPr>
        <w:t>رنگو</w:t>
      </w:r>
      <w:r w:rsidR="000A0CDC">
        <w:rPr>
          <w:rtl/>
        </w:rPr>
        <w:t xml:space="preserve">ں </w:t>
      </w:r>
      <w:r>
        <w:rPr>
          <w:rtl/>
        </w:rPr>
        <w:t>والے شيشو</w:t>
      </w:r>
      <w:r w:rsidR="000A0CDC">
        <w:rPr>
          <w:rtl/>
        </w:rPr>
        <w:t xml:space="preserve">ں </w:t>
      </w:r>
      <w:r>
        <w:rPr>
          <w:rtl/>
        </w:rPr>
        <w:t>كا رواج نہ تھا اسلام سے قبل آرمينيااور سوريہ كى پتھرو</w:t>
      </w:r>
      <w:r w:rsidR="000A0CDC">
        <w:rPr>
          <w:rtl/>
        </w:rPr>
        <w:t xml:space="preserve">ں </w:t>
      </w:r>
      <w:r>
        <w:rPr>
          <w:rtl/>
        </w:rPr>
        <w:t>سے بنى ہوئي عمارتو</w:t>
      </w:r>
      <w:r w:rsidR="000A0CDC">
        <w:rPr>
          <w:rtl/>
        </w:rPr>
        <w:t xml:space="preserve">ں </w:t>
      </w:r>
      <w:r>
        <w:rPr>
          <w:rtl/>
        </w:rPr>
        <w:t>اور ايرانى اينٹو</w:t>
      </w:r>
      <w:r w:rsidR="000A0CDC">
        <w:rPr>
          <w:rtl/>
        </w:rPr>
        <w:t xml:space="preserve">ں </w:t>
      </w:r>
      <w:r>
        <w:rPr>
          <w:rtl/>
        </w:rPr>
        <w:t>والى معمارى كے قرون وسطى كے يورپ مي</w:t>
      </w:r>
      <w:r w:rsidR="000A0CDC">
        <w:rPr>
          <w:rtl/>
        </w:rPr>
        <w:t xml:space="preserve">ں </w:t>
      </w:r>
      <w:r>
        <w:rPr>
          <w:rtl/>
        </w:rPr>
        <w:t>اثرات سے ہٹ كر نوك دار ہلال بنانا مسلمانو</w:t>
      </w:r>
      <w:r w:rsidR="000A0CDC">
        <w:rPr>
          <w:rtl/>
        </w:rPr>
        <w:t xml:space="preserve">ں </w:t>
      </w:r>
      <w:r>
        <w:rPr>
          <w:rtl/>
        </w:rPr>
        <w:t xml:space="preserve">كى ہى ايجاد تھى _ </w:t>
      </w:r>
    </w:p>
    <w:p w:rsidR="0061102A" w:rsidRDefault="0061102A" w:rsidP="00BE6934">
      <w:pPr>
        <w:pStyle w:val="libNormal"/>
        <w:rPr>
          <w:rtl/>
        </w:rPr>
      </w:pPr>
      <w:r>
        <w:rPr>
          <w:rtl/>
        </w:rPr>
        <w:t>بلا شبہ ايك تو مسلمانو</w:t>
      </w:r>
      <w:r w:rsidR="000A0CDC">
        <w:rPr>
          <w:rtl/>
        </w:rPr>
        <w:t xml:space="preserve">ں </w:t>
      </w:r>
      <w:r>
        <w:rPr>
          <w:rtl/>
        </w:rPr>
        <w:t>كے صليبى جنگو</w:t>
      </w:r>
      <w:r w:rsidR="000A0CDC">
        <w:rPr>
          <w:rtl/>
        </w:rPr>
        <w:t xml:space="preserve">ں </w:t>
      </w:r>
      <w:r>
        <w:rPr>
          <w:rtl/>
        </w:rPr>
        <w:t>مي</w:t>
      </w:r>
      <w:r w:rsidR="000A0CDC">
        <w:rPr>
          <w:rtl/>
        </w:rPr>
        <w:t xml:space="preserve">ں </w:t>
      </w:r>
      <w:r>
        <w:rPr>
          <w:rtl/>
        </w:rPr>
        <w:t>تعلقات اور دوسراقرون وسطى كے دوستانہ روابط اسلامى معمارى كو سرزمين مغرب مي</w:t>
      </w:r>
      <w:r w:rsidR="000A0CDC">
        <w:rPr>
          <w:rtl/>
        </w:rPr>
        <w:t xml:space="preserve">ں </w:t>
      </w:r>
      <w:r>
        <w:rPr>
          <w:rtl/>
        </w:rPr>
        <w:t>پھيلانے كے باعث بنے _</w:t>
      </w:r>
      <w:r w:rsidRPr="00F67D4B">
        <w:rPr>
          <w:rStyle w:val="libFootnotenumChar"/>
          <w:rtl/>
        </w:rPr>
        <w:t>(1)</w:t>
      </w:r>
      <w:r>
        <w:rPr>
          <w:rtl/>
        </w:rPr>
        <w:t xml:space="preserve"> ڈالور كى كتاب ''پيرس كى تاريخ '' مي</w:t>
      </w:r>
      <w:r w:rsidR="000A0CDC">
        <w:rPr>
          <w:rtl/>
        </w:rPr>
        <w:t xml:space="preserve">ں </w:t>
      </w:r>
      <w:r>
        <w:rPr>
          <w:rtl/>
        </w:rPr>
        <w:t>ملتا ہے كہ '' پيرس كے نٹرڈام كليسا كو بنانے كيلئے اسلامى معمارو</w:t>
      </w:r>
      <w:r w:rsidR="000A0CDC">
        <w:rPr>
          <w:rtl/>
        </w:rPr>
        <w:t xml:space="preserve">ں </w:t>
      </w:r>
      <w:r>
        <w:rPr>
          <w:rtl/>
        </w:rPr>
        <w:t>كے ايك گروہ كى خدمات لى گئي_</w:t>
      </w:r>
      <w:r w:rsidRPr="00F67D4B">
        <w:rPr>
          <w:rStyle w:val="libFootnotenumChar"/>
          <w:rtl/>
        </w:rPr>
        <w:t>(2)</w:t>
      </w:r>
      <w:r>
        <w:rPr>
          <w:rtl/>
        </w:rPr>
        <w:t xml:space="preserve"> اسپين مي</w:t>
      </w:r>
      <w:r w:rsidR="000A0CDC">
        <w:rPr>
          <w:rtl/>
        </w:rPr>
        <w:t xml:space="preserve">ں </w:t>
      </w:r>
      <w:r>
        <w:rPr>
          <w:rtl/>
        </w:rPr>
        <w:t>اسلامى حكومت كے دوران اكثر عمارتو</w:t>
      </w:r>
      <w:r w:rsidR="000A0CDC">
        <w:rPr>
          <w:rtl/>
        </w:rPr>
        <w:t xml:space="preserve">ں </w:t>
      </w:r>
      <w:r>
        <w:rPr>
          <w:rtl/>
        </w:rPr>
        <w:t>مي</w:t>
      </w:r>
      <w:r w:rsidR="000A0CDC">
        <w:rPr>
          <w:rtl/>
        </w:rPr>
        <w:t xml:space="preserve">ں </w:t>
      </w:r>
      <w:r>
        <w:rPr>
          <w:rtl/>
        </w:rPr>
        <w:t>اسلامى فنون كو عيسائي فنون پر برترى حاصل تھى مثلا مشہور محل سقوبيہ جو گيارھوي</w:t>
      </w:r>
      <w:r w:rsidR="000A0CDC">
        <w:rPr>
          <w:rtl/>
        </w:rPr>
        <w:t xml:space="preserve">ں </w:t>
      </w:r>
      <w:r>
        <w:rPr>
          <w:rtl/>
        </w:rPr>
        <w:t>صدى عيسوى مي</w:t>
      </w:r>
      <w:r w:rsidR="000A0CDC">
        <w:rPr>
          <w:rtl/>
        </w:rPr>
        <w:t xml:space="preserve">ں </w:t>
      </w:r>
      <w:r>
        <w:rPr>
          <w:rtl/>
        </w:rPr>
        <w:t>الفانس ششم كے حكم سے بنايا گيا تھا_</w:t>
      </w:r>
      <w:r w:rsidRPr="00F67D4B">
        <w:rPr>
          <w:rStyle w:val="libFootnotenumChar"/>
          <w:rtl/>
        </w:rPr>
        <w:t>(3)</w:t>
      </w:r>
      <w:r>
        <w:rPr>
          <w:rtl/>
        </w:rPr>
        <w:t xml:space="preserve"> </w:t>
      </w:r>
    </w:p>
    <w:p w:rsidR="0061102A" w:rsidRDefault="0061102A" w:rsidP="00BE6934">
      <w:pPr>
        <w:pStyle w:val="libNormal"/>
        <w:rPr>
          <w:rtl/>
        </w:rPr>
      </w:pPr>
      <w:r>
        <w:rPr>
          <w:rtl/>
        </w:rPr>
        <w:t>موسيولونر مي</w:t>
      </w:r>
      <w:r w:rsidR="000A0CDC">
        <w:rPr>
          <w:rtl/>
        </w:rPr>
        <w:t xml:space="preserve">ں </w:t>
      </w:r>
      <w:r>
        <w:rPr>
          <w:rtl/>
        </w:rPr>
        <w:t>لكھتا ہے كہ '' فرانس كے بہت سے كليساؤ</w:t>
      </w:r>
      <w:r w:rsidR="000A0CDC">
        <w:rPr>
          <w:rtl/>
        </w:rPr>
        <w:t xml:space="preserve">ں </w:t>
      </w:r>
      <w:r>
        <w:rPr>
          <w:rtl/>
        </w:rPr>
        <w:t>مي</w:t>
      </w:r>
      <w:r w:rsidR="000A0CDC">
        <w:rPr>
          <w:rtl/>
        </w:rPr>
        <w:t xml:space="preserve">ں </w:t>
      </w:r>
      <w:r>
        <w:rPr>
          <w:rtl/>
        </w:rPr>
        <w:t>مسلمانو</w:t>
      </w:r>
      <w:r w:rsidR="000A0CDC">
        <w:rPr>
          <w:rtl/>
        </w:rPr>
        <w:t xml:space="preserve">ں </w:t>
      </w:r>
      <w:r>
        <w:rPr>
          <w:rtl/>
        </w:rPr>
        <w:t>كى معمارى كے اثرات واضح محسوس ہوتے ہي</w:t>
      </w:r>
      <w:r w:rsidR="000A0CDC">
        <w:rPr>
          <w:rtl/>
        </w:rPr>
        <w:t xml:space="preserve">ں </w:t>
      </w:r>
      <w:r>
        <w:rPr>
          <w:rtl/>
        </w:rPr>
        <w:t xml:space="preserve">'' </w:t>
      </w:r>
      <w:r w:rsidRPr="00F67D4B">
        <w:rPr>
          <w:rStyle w:val="libFootnotenumChar"/>
          <w:rtl/>
        </w:rPr>
        <w:t>(4)</w:t>
      </w:r>
      <w:r>
        <w:rPr>
          <w:rtl/>
        </w:rPr>
        <w:t xml:space="preserve"> اسى طرح اسلامى فن معمارى كے ايك ماہر موسيو پريس كا يہ نظريہ ہے كہ '' يورپ مي</w:t>
      </w:r>
      <w:r w:rsidR="000A0CDC">
        <w:rPr>
          <w:rtl/>
        </w:rPr>
        <w:t xml:space="preserve">ں </w:t>
      </w:r>
      <w:r>
        <w:rPr>
          <w:rtl/>
        </w:rPr>
        <w:t>سولھوي</w:t>
      </w:r>
      <w:r w:rsidR="000A0CDC">
        <w:rPr>
          <w:rtl/>
        </w:rPr>
        <w:t xml:space="preserve">ں </w:t>
      </w:r>
      <w:r>
        <w:rPr>
          <w:rtl/>
        </w:rPr>
        <w:t>صدى كے آخر تك خوبصورت مينارو</w:t>
      </w:r>
      <w:r w:rsidR="000A0CDC">
        <w:rPr>
          <w:rtl/>
        </w:rPr>
        <w:t xml:space="preserve">ں </w:t>
      </w:r>
      <w:r>
        <w:rPr>
          <w:rtl/>
        </w:rPr>
        <w:t>كا جو رواج تھا ان كے ڈيزائن مسلمانو</w:t>
      </w:r>
      <w:r w:rsidR="000A0CDC">
        <w:rPr>
          <w:rtl/>
        </w:rPr>
        <w:t xml:space="preserve">ں </w:t>
      </w:r>
      <w:r>
        <w:rPr>
          <w:rtl/>
        </w:rPr>
        <w:t>سے ليے گئے تھے''_</w:t>
      </w:r>
      <w:r w:rsidRPr="00F67D4B">
        <w:rPr>
          <w:rStyle w:val="libFootnotenumChar"/>
          <w:rtl/>
        </w:rPr>
        <w:t>(5)</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حوالہ، ص 8_47 ، ٹوماس واكر آرنولڈ و آلفرد گيوم ،سابقہ حوالہ، ص 3_222_ </w:t>
      </w:r>
    </w:p>
    <w:p w:rsidR="0061102A" w:rsidRDefault="0061102A" w:rsidP="00BE6934">
      <w:pPr>
        <w:pStyle w:val="libFootnote"/>
        <w:rPr>
          <w:rtl/>
        </w:rPr>
      </w:pPr>
      <w:r>
        <w:rPr>
          <w:rtl/>
        </w:rPr>
        <w:t xml:space="preserve">2) سابقہ حوالہ ص 5_224 ، ارنست كونل ، سابقہ حوالہ ، ص 47، 65_ </w:t>
      </w:r>
    </w:p>
    <w:p w:rsidR="0061102A" w:rsidRDefault="0061102A" w:rsidP="00BE6934">
      <w:pPr>
        <w:pStyle w:val="libFootnote"/>
        <w:rPr>
          <w:rtl/>
        </w:rPr>
      </w:pPr>
      <w:r>
        <w:rPr>
          <w:rtl/>
        </w:rPr>
        <w:t>3) گوسٹاو لوپو</w:t>
      </w:r>
      <w:r w:rsidR="000A0CDC">
        <w:rPr>
          <w:rtl/>
        </w:rPr>
        <w:t xml:space="preserve">ں </w:t>
      </w:r>
      <w:r>
        <w:rPr>
          <w:rtl/>
        </w:rPr>
        <w:t xml:space="preserve">، سابقہ حوالہ، ص 714_ </w:t>
      </w:r>
    </w:p>
    <w:p w:rsidR="0061102A" w:rsidRDefault="0061102A" w:rsidP="00BE6934">
      <w:pPr>
        <w:pStyle w:val="libFootnote"/>
        <w:rPr>
          <w:rtl/>
        </w:rPr>
      </w:pPr>
      <w:r>
        <w:rPr>
          <w:rtl/>
        </w:rPr>
        <w:t xml:space="preserve">4) كريستين پرايس ، سابقہ حوالہ، ص 117_ </w:t>
      </w:r>
    </w:p>
    <w:p w:rsidR="0061102A" w:rsidRDefault="0061102A" w:rsidP="00BE6934">
      <w:pPr>
        <w:pStyle w:val="libFootnote"/>
        <w:rPr>
          <w:rtl/>
        </w:rPr>
      </w:pPr>
      <w:r>
        <w:rPr>
          <w:rtl/>
        </w:rPr>
        <w:t>5) گوسٹاؤ لولون ، سابقہ حوالہ ، ص 714_</w:t>
      </w:r>
    </w:p>
    <w:p w:rsidR="00D47FFB" w:rsidRDefault="0069392F" w:rsidP="00BE6934">
      <w:pPr>
        <w:pStyle w:val="libFootnote"/>
        <w:rPr>
          <w:rtl/>
        </w:rPr>
      </w:pPr>
      <w:r>
        <w:rPr>
          <w:rtl/>
        </w:rPr>
        <w:br w:type="page"/>
      </w:r>
      <w:r>
        <w:rPr>
          <w:rtl/>
        </w:rPr>
        <w:lastRenderedPageBreak/>
        <w:cr/>
      </w:r>
    </w:p>
    <w:p w:rsidR="0061102A" w:rsidRDefault="0061102A" w:rsidP="00BE6934">
      <w:pPr>
        <w:pStyle w:val="Heading2Center"/>
        <w:rPr>
          <w:rtl/>
        </w:rPr>
      </w:pPr>
      <w:bookmarkStart w:id="88" w:name="_Toc268644"/>
      <w:r>
        <w:rPr>
          <w:rtl/>
        </w:rPr>
        <w:t>ساتوا</w:t>
      </w:r>
      <w:r w:rsidR="000A0CDC">
        <w:rPr>
          <w:rtl/>
        </w:rPr>
        <w:t xml:space="preserve">ں </w:t>
      </w:r>
      <w:r>
        <w:rPr>
          <w:rtl/>
        </w:rPr>
        <w:t>باب:</w:t>
      </w:r>
      <w:bookmarkEnd w:id="88"/>
      <w:r>
        <w:rPr>
          <w:rtl/>
        </w:rPr>
        <w:t xml:space="preserve"> </w:t>
      </w:r>
    </w:p>
    <w:p w:rsidR="0061102A" w:rsidRDefault="0061102A" w:rsidP="00BE6934">
      <w:pPr>
        <w:pStyle w:val="Heading2Center"/>
        <w:rPr>
          <w:rtl/>
        </w:rPr>
      </w:pPr>
      <w:bookmarkStart w:id="89" w:name="_Toc268645"/>
      <w:r>
        <w:rPr>
          <w:rtl/>
        </w:rPr>
        <w:t>اسلامى تہذيب كے جمود كے اندرونى اور بيرونى اسباب</w:t>
      </w:r>
      <w:bookmarkEnd w:id="89"/>
    </w:p>
    <w:p w:rsidR="00D47FFB"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90" w:name="_Toc268646"/>
      <w:r>
        <w:rPr>
          <w:rtl/>
        </w:rPr>
        <w:t>الف : بيرونى اسباب</w:t>
      </w:r>
      <w:bookmarkEnd w:id="90"/>
    </w:p>
    <w:p w:rsidR="0061102A" w:rsidRDefault="0061102A" w:rsidP="00BE6934">
      <w:pPr>
        <w:pStyle w:val="Heading2Center"/>
        <w:rPr>
          <w:rtl/>
        </w:rPr>
      </w:pPr>
      <w:bookmarkStart w:id="91" w:name="_Toc268647"/>
      <w:r>
        <w:rPr>
          <w:rtl/>
        </w:rPr>
        <w:t>1_ صليبى جنگي</w:t>
      </w:r>
      <w:r w:rsidR="000A0CDC">
        <w:rPr>
          <w:rtl/>
        </w:rPr>
        <w:t>ں</w:t>
      </w:r>
      <w:bookmarkEnd w:id="91"/>
      <w:r w:rsidR="000A0CDC">
        <w:rPr>
          <w:rtl/>
        </w:rPr>
        <w:t xml:space="preserve"> </w:t>
      </w:r>
    </w:p>
    <w:p w:rsidR="0061102A" w:rsidRDefault="0061102A" w:rsidP="00BE6934">
      <w:pPr>
        <w:pStyle w:val="libNormal"/>
        <w:rPr>
          <w:rtl/>
        </w:rPr>
      </w:pPr>
      <w:r>
        <w:rPr>
          <w:rtl/>
        </w:rPr>
        <w:t>بلا شبہ صليبى جنگو</w:t>
      </w:r>
      <w:r w:rsidR="000A0CDC">
        <w:rPr>
          <w:rtl/>
        </w:rPr>
        <w:t xml:space="preserve">ں </w:t>
      </w:r>
      <w:r>
        <w:rPr>
          <w:rtl/>
        </w:rPr>
        <w:t>كے برپاہونے كا ايك مضبوط ترين سبب دينى اور مذہبى انگيزہ تھا اور اس بات كو مسلمان اورعيسائي لوگ دونو</w:t>
      </w:r>
      <w:r w:rsidR="000A0CDC">
        <w:rPr>
          <w:rtl/>
        </w:rPr>
        <w:t xml:space="preserve">ں </w:t>
      </w:r>
      <w:r>
        <w:rPr>
          <w:rtl/>
        </w:rPr>
        <w:t>قبول كرتے ہي</w:t>
      </w:r>
      <w:r w:rsidR="000A0CDC">
        <w:rPr>
          <w:rtl/>
        </w:rPr>
        <w:t xml:space="preserve">ں </w:t>
      </w:r>
      <w:r>
        <w:rPr>
          <w:rtl/>
        </w:rPr>
        <w:t>البتہ ان جنگو</w:t>
      </w:r>
      <w:r w:rsidR="000A0CDC">
        <w:rPr>
          <w:rtl/>
        </w:rPr>
        <w:t xml:space="preserve">ں </w:t>
      </w:r>
      <w:r>
        <w:rPr>
          <w:rtl/>
        </w:rPr>
        <w:t>كے بر پا ہونے كے ديگر اسباب بھى بيان ہوئے مثلا عيسائي معاشرو</w:t>
      </w:r>
      <w:r w:rsidR="000A0CDC">
        <w:rPr>
          <w:rtl/>
        </w:rPr>
        <w:t xml:space="preserve">ں </w:t>
      </w:r>
      <w:r>
        <w:rPr>
          <w:rtl/>
        </w:rPr>
        <w:t>مي</w:t>
      </w:r>
      <w:r w:rsidR="000A0CDC">
        <w:rPr>
          <w:rtl/>
        </w:rPr>
        <w:t xml:space="preserve">ں </w:t>
      </w:r>
      <w:r>
        <w:rPr>
          <w:rtl/>
        </w:rPr>
        <w:t>پادريو</w:t>
      </w:r>
      <w:r w:rsidR="000A0CDC">
        <w:rPr>
          <w:rtl/>
        </w:rPr>
        <w:t xml:space="preserve">ں </w:t>
      </w:r>
      <w:r>
        <w:rPr>
          <w:rtl/>
        </w:rPr>
        <w:t>كے اثر و رسوخ كا بڑھنا، ايشيا ء صغير مي</w:t>
      </w:r>
      <w:r w:rsidR="000A0CDC">
        <w:rPr>
          <w:rtl/>
        </w:rPr>
        <w:t xml:space="preserve">ں </w:t>
      </w:r>
      <w:r>
        <w:rPr>
          <w:rtl/>
        </w:rPr>
        <w:t>سلجوقى تركو</w:t>
      </w:r>
      <w:r w:rsidR="000A0CDC">
        <w:rPr>
          <w:rtl/>
        </w:rPr>
        <w:t xml:space="preserve">ں </w:t>
      </w:r>
      <w:r>
        <w:rPr>
          <w:rtl/>
        </w:rPr>
        <w:t>كو پيش قدمى سے روكنا ، قسطنطنيہ كا مسلمانو</w:t>
      </w:r>
      <w:r w:rsidR="000A0CDC">
        <w:rPr>
          <w:rtl/>
        </w:rPr>
        <w:t xml:space="preserve">ں </w:t>
      </w:r>
      <w:r>
        <w:rPr>
          <w:rtl/>
        </w:rPr>
        <w:t>كے ہاتھو</w:t>
      </w:r>
      <w:r w:rsidR="000A0CDC">
        <w:rPr>
          <w:rtl/>
        </w:rPr>
        <w:t xml:space="preserve">ں </w:t>
      </w:r>
      <w:r>
        <w:rPr>
          <w:rtl/>
        </w:rPr>
        <w:t>سے نكل جانا ، عيسائيو</w:t>
      </w:r>
      <w:r w:rsidR="000A0CDC">
        <w:rPr>
          <w:rtl/>
        </w:rPr>
        <w:t xml:space="preserve">ں </w:t>
      </w:r>
      <w:r>
        <w:rPr>
          <w:rtl/>
        </w:rPr>
        <w:t>كا بالكان كے علاقہ مي</w:t>
      </w:r>
      <w:r w:rsidR="000A0CDC">
        <w:rPr>
          <w:rtl/>
        </w:rPr>
        <w:t xml:space="preserve">ں </w:t>
      </w:r>
      <w:r>
        <w:rPr>
          <w:rtl/>
        </w:rPr>
        <w:t>داخل ہونا ، عيسائيو</w:t>
      </w:r>
      <w:r w:rsidR="000A0CDC">
        <w:rPr>
          <w:rtl/>
        </w:rPr>
        <w:t xml:space="preserve">ں </w:t>
      </w:r>
      <w:r>
        <w:rPr>
          <w:rtl/>
        </w:rPr>
        <w:t>مي</w:t>
      </w:r>
      <w:r w:rsidR="000A0CDC">
        <w:rPr>
          <w:rtl/>
        </w:rPr>
        <w:t xml:space="preserve">ں </w:t>
      </w:r>
      <w:r>
        <w:rPr>
          <w:rtl/>
        </w:rPr>
        <w:t xml:space="preserve">شواليہ </w:t>
      </w:r>
      <w:r w:rsidRPr="00F67D4B">
        <w:rPr>
          <w:rStyle w:val="libFootnotenumChar"/>
          <w:rtl/>
        </w:rPr>
        <w:t>(1)</w:t>
      </w:r>
      <w:r>
        <w:rPr>
          <w:rtl/>
        </w:rPr>
        <w:t>سپاہيو</w:t>
      </w:r>
      <w:r w:rsidR="000A0CDC">
        <w:rPr>
          <w:rtl/>
        </w:rPr>
        <w:t xml:space="preserve">ں </w:t>
      </w:r>
      <w:r>
        <w:rPr>
          <w:rtl/>
        </w:rPr>
        <w:t>مي</w:t>
      </w:r>
      <w:r w:rsidR="000A0CDC">
        <w:rPr>
          <w:rtl/>
        </w:rPr>
        <w:t xml:space="preserve">ں </w:t>
      </w:r>
      <w:r>
        <w:rPr>
          <w:rtl/>
        </w:rPr>
        <w:t>اپنى شجاعت دكھانے اور يروشلم كى بادشاہت پر قبضہ كرنے كيلئے جوش و خروش پيدا ہونا اور ان سب سے اہم يورپى ممالك كى معاشرتى اور سياسى صورت حال</w:t>
      </w:r>
      <w:r w:rsidRPr="00F67D4B">
        <w:rPr>
          <w:rStyle w:val="libFootnotenumChar"/>
          <w:rtl/>
        </w:rPr>
        <w:t>(2)</w:t>
      </w:r>
      <w:r>
        <w:rPr>
          <w:rtl/>
        </w:rPr>
        <w:t xml:space="preserve">_ </w:t>
      </w:r>
    </w:p>
    <w:p w:rsidR="0061102A" w:rsidRDefault="0061102A" w:rsidP="00BE6934">
      <w:pPr>
        <w:pStyle w:val="libNormal"/>
        <w:rPr>
          <w:rtl/>
        </w:rPr>
      </w:pPr>
      <w:r>
        <w:rPr>
          <w:rtl/>
        </w:rPr>
        <w:t>يورپ كى معاشرتى اور سياسى صورت حال كا تجزيہ كري</w:t>
      </w:r>
      <w:r w:rsidR="000A0CDC">
        <w:rPr>
          <w:rtl/>
        </w:rPr>
        <w:t xml:space="preserve">ں </w:t>
      </w:r>
      <w:r>
        <w:rPr>
          <w:rtl/>
        </w:rPr>
        <w:t>تو معلوم ہوگا كہ دنيا كے اس حصہ مي</w:t>
      </w:r>
      <w:r w:rsidR="000A0CDC">
        <w:rPr>
          <w:rtl/>
        </w:rPr>
        <w:t xml:space="preserve">ں </w:t>
      </w:r>
      <w:r>
        <w:rPr>
          <w:rtl/>
        </w:rPr>
        <w:t>بادشاہتو</w:t>
      </w:r>
      <w:r w:rsidR="000A0CDC">
        <w:rPr>
          <w:rtl/>
        </w:rPr>
        <w:t xml:space="preserve">ں </w:t>
      </w:r>
      <w:r>
        <w:rPr>
          <w:rtl/>
        </w:rPr>
        <w:t>كا ايك درخشان تري</w:t>
      </w:r>
      <w:r w:rsidR="000A0CDC">
        <w:rPr>
          <w:rtl/>
        </w:rPr>
        <w:t xml:space="preserve">ں </w:t>
      </w:r>
      <w:r>
        <w:rPr>
          <w:rtl/>
        </w:rPr>
        <w:t>دور فرانس كے بادشاہ چارلمين كا زمانہ (800 عيسوي) تھا ٹھيك اسى كے زمانہ مي</w:t>
      </w:r>
      <w:r w:rsidR="000A0CDC">
        <w:rPr>
          <w:rtl/>
        </w:rPr>
        <w:t xml:space="preserve">ں </w:t>
      </w:r>
      <w:r>
        <w:rPr>
          <w:rtl/>
        </w:rPr>
        <w:t>مسلمانو</w:t>
      </w:r>
      <w:r w:rsidR="000A0CDC">
        <w:rPr>
          <w:rtl/>
        </w:rPr>
        <w:t xml:space="preserve">ں </w:t>
      </w:r>
      <w:r>
        <w:rPr>
          <w:rtl/>
        </w:rPr>
        <w:t>كى پيش قدمى اپنے عروج كو پہنچ چكى تھى اور وہ عيسائيو</w:t>
      </w:r>
      <w:r w:rsidR="000A0CDC">
        <w:rPr>
          <w:rtl/>
        </w:rPr>
        <w:t xml:space="preserve">ں </w:t>
      </w:r>
      <w:r>
        <w:rPr>
          <w:rtl/>
        </w:rPr>
        <w:t>كيلئے بہت بڑا رقيب شمار ہوتے تھے_ كچھ عرصہ گزرنے كے بعد چارل مين كے جانشين بادشاہو</w:t>
      </w:r>
      <w:r w:rsidR="000A0CDC">
        <w:rPr>
          <w:rtl/>
        </w:rPr>
        <w:t xml:space="preserve">ں </w:t>
      </w:r>
      <w:r>
        <w:rPr>
          <w:rtl/>
        </w:rPr>
        <w:t>كى نالائقى ، برے اقتصادى حالات ، تہذيب كا فقدان اور انسانى آبادى مي</w:t>
      </w:r>
      <w:r w:rsidR="000A0CDC">
        <w:rPr>
          <w:rtl/>
        </w:rPr>
        <w:t xml:space="preserve">ں </w:t>
      </w:r>
      <w:r>
        <w:rPr>
          <w:rtl/>
        </w:rPr>
        <w:t>كمى كے باعث يہ بادشاہت علاقے كے جاگير دارو</w:t>
      </w:r>
      <w:r w:rsidR="000A0CDC">
        <w:rPr>
          <w:rtl/>
        </w:rPr>
        <w:t xml:space="preserve">ں </w:t>
      </w:r>
      <w:r>
        <w:rPr>
          <w:rtl/>
        </w:rPr>
        <w:t>مي</w:t>
      </w:r>
      <w:r w:rsidR="000A0CDC">
        <w:rPr>
          <w:rtl/>
        </w:rPr>
        <w:t xml:space="preserve">ں </w:t>
      </w:r>
      <w:r>
        <w:rPr>
          <w:rtl/>
        </w:rPr>
        <w:t xml:space="preserve">تقسيم ہوگئي ، ہر كوئي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شواليہ: قرون وسطى كے عيسائي گھڑ سوار سپاہى (مصحح)_ </w:t>
      </w:r>
    </w:p>
    <w:p w:rsidR="00D47FFB" w:rsidRDefault="0061102A" w:rsidP="00BE6934">
      <w:pPr>
        <w:pStyle w:val="libFootnote"/>
        <w:rPr>
          <w:rtl/>
        </w:rPr>
      </w:pPr>
      <w:r>
        <w:rPr>
          <w:rtl/>
        </w:rPr>
        <w:t>2) رنہ گروسہ ، تاريخ جنگہاى صليب ، ترجہ ولى اختر شادان ، تہران ص 9،1_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اپنے اپنے علاقہ مي</w:t>
      </w:r>
      <w:r w:rsidR="000A0CDC">
        <w:rPr>
          <w:rtl/>
        </w:rPr>
        <w:t xml:space="preserve">ں </w:t>
      </w:r>
      <w:r>
        <w:rPr>
          <w:rtl/>
        </w:rPr>
        <w:t>تمام تر اختيارات كے ساتھ حكمرانى كرتا تھا اگر چہ نئے بادشاہ سے وفادارى كا حلف اسكى تاجيوشى كى تقريب مي</w:t>
      </w:r>
      <w:r w:rsidR="000A0CDC">
        <w:rPr>
          <w:rtl/>
        </w:rPr>
        <w:t xml:space="preserve">ں </w:t>
      </w:r>
      <w:r>
        <w:rPr>
          <w:rtl/>
        </w:rPr>
        <w:t>اٹھاياجاتا تھا ليكن يہ سب كچھ فقط برائے نام تھا فوج بھى ان گھڑ سوارو</w:t>
      </w:r>
      <w:r w:rsidR="000A0CDC">
        <w:rPr>
          <w:rtl/>
        </w:rPr>
        <w:t xml:space="preserve">ں </w:t>
      </w:r>
      <w:r>
        <w:rPr>
          <w:rtl/>
        </w:rPr>
        <w:t>پر مشتمل ہوتى تھى جن كى باگ ڈور بادشاہ اور ان جاگير دارو</w:t>
      </w:r>
      <w:r w:rsidR="000A0CDC">
        <w:rPr>
          <w:rtl/>
        </w:rPr>
        <w:t xml:space="preserve">ں </w:t>
      </w:r>
      <w:r>
        <w:rPr>
          <w:rtl/>
        </w:rPr>
        <w:t>كے ہاتھ مي</w:t>
      </w:r>
      <w:r w:rsidR="000A0CDC">
        <w:rPr>
          <w:rtl/>
        </w:rPr>
        <w:t xml:space="preserve">ں </w:t>
      </w:r>
      <w:r>
        <w:rPr>
          <w:rtl/>
        </w:rPr>
        <w:t xml:space="preserve">تھي_ </w:t>
      </w:r>
    </w:p>
    <w:p w:rsidR="0061102A" w:rsidRDefault="0061102A" w:rsidP="00BE6934">
      <w:pPr>
        <w:pStyle w:val="libNormal"/>
        <w:rPr>
          <w:rtl/>
        </w:rPr>
      </w:pPr>
      <w:r>
        <w:rPr>
          <w:rtl/>
        </w:rPr>
        <w:t>دسوي</w:t>
      </w:r>
      <w:r w:rsidR="000A0CDC">
        <w:rPr>
          <w:rtl/>
        </w:rPr>
        <w:t xml:space="preserve">ں </w:t>
      </w:r>
      <w:r>
        <w:rPr>
          <w:rtl/>
        </w:rPr>
        <w:t>صدى عيسوى سے مغربى يورپ بالخصوص فرانس مي</w:t>
      </w:r>
      <w:r w:rsidR="000A0CDC">
        <w:rPr>
          <w:rtl/>
        </w:rPr>
        <w:t xml:space="preserve">ں </w:t>
      </w:r>
      <w:r>
        <w:rPr>
          <w:rtl/>
        </w:rPr>
        <w:t>اقتصادى اور صنعتى ترقى كے ساتھ ساتھ آبادى مي</w:t>
      </w:r>
      <w:r w:rsidR="000A0CDC">
        <w:rPr>
          <w:rtl/>
        </w:rPr>
        <w:t xml:space="preserve">ں </w:t>
      </w:r>
      <w:r>
        <w:rPr>
          <w:rtl/>
        </w:rPr>
        <w:t>بھى اضافہ ہونے لگا انہى حالات كے ساتھ ساتھ مصر بھى ہندوستان اور يورپ كے مابين پُل كى حيثيت اختيار كر گيا_ مصرى ملاح ''وينس'' اور ''رن'' اور كسى حد تك مارسى جہازرانو</w:t>
      </w:r>
      <w:r w:rsidR="000A0CDC">
        <w:rPr>
          <w:rtl/>
        </w:rPr>
        <w:t xml:space="preserve">ں </w:t>
      </w:r>
      <w:r>
        <w:rPr>
          <w:rtl/>
        </w:rPr>
        <w:t>كے توسط سے ہندوستان سے مصالحہ جات اور ديگر اشياء لاتے تھے اور يہ تجارت قرون وسطى مي</w:t>
      </w:r>
      <w:r w:rsidR="000A0CDC">
        <w:rPr>
          <w:rtl/>
        </w:rPr>
        <w:t xml:space="preserve">ں </w:t>
      </w:r>
      <w:r>
        <w:rPr>
          <w:rtl/>
        </w:rPr>
        <w:t>يورپ كى سب سے بڑى بندرگاہ يعنى شہر وينس كى ترقى مي</w:t>
      </w:r>
      <w:r w:rsidR="000A0CDC">
        <w:rPr>
          <w:rtl/>
        </w:rPr>
        <w:t xml:space="preserve">ں </w:t>
      </w:r>
      <w:r>
        <w:rPr>
          <w:rtl/>
        </w:rPr>
        <w:t xml:space="preserve">اہم كردار ادا كرتى تھى _ </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92" w:name="_Toc268648"/>
      <w:r>
        <w:rPr>
          <w:rtl/>
        </w:rPr>
        <w:t>2_ منگولو</w:t>
      </w:r>
      <w:r w:rsidR="000A0CDC">
        <w:rPr>
          <w:rtl/>
        </w:rPr>
        <w:t xml:space="preserve">ں </w:t>
      </w:r>
      <w:r>
        <w:rPr>
          <w:rtl/>
        </w:rPr>
        <w:t>كى آمد</w:t>
      </w:r>
      <w:bookmarkEnd w:id="92"/>
    </w:p>
    <w:p w:rsidR="0061102A" w:rsidRDefault="0061102A" w:rsidP="00BE6934">
      <w:pPr>
        <w:pStyle w:val="libNormal"/>
        <w:rPr>
          <w:rtl/>
        </w:rPr>
      </w:pPr>
      <w:r>
        <w:rPr>
          <w:rtl/>
        </w:rPr>
        <w:t>ساتوي</w:t>
      </w:r>
      <w:r w:rsidR="000A0CDC">
        <w:rPr>
          <w:rtl/>
        </w:rPr>
        <w:t xml:space="preserve">ں </w:t>
      </w:r>
      <w:r>
        <w:rPr>
          <w:rtl/>
        </w:rPr>
        <w:t>صليبى جنگ(652_646قمرى /1254_1248عيسوى كے زمانہ مي</w:t>
      </w:r>
      <w:r w:rsidR="000A0CDC">
        <w:rPr>
          <w:rtl/>
        </w:rPr>
        <w:t xml:space="preserve">ں </w:t>
      </w:r>
      <w:r>
        <w:rPr>
          <w:rtl/>
        </w:rPr>
        <w:t>منگولو</w:t>
      </w:r>
      <w:r w:rsidR="000A0CDC">
        <w:rPr>
          <w:rtl/>
        </w:rPr>
        <w:t xml:space="preserve">ں </w:t>
      </w:r>
      <w:r>
        <w:rPr>
          <w:rtl/>
        </w:rPr>
        <w:t>نے ايشيا كے مشرق سے اسلامى ممالك پرحملہ كرديا اور ايران كے بادشاہ سلطان محمد خوارزم شاہ كو شكست دى اور فرار پر مجبور كرديا حقيقت مي</w:t>
      </w:r>
      <w:r w:rsidR="000A0CDC">
        <w:rPr>
          <w:rtl/>
        </w:rPr>
        <w:t xml:space="preserve">ں </w:t>
      </w:r>
      <w:r>
        <w:rPr>
          <w:rtl/>
        </w:rPr>
        <w:t>تيرھوي</w:t>
      </w:r>
      <w:r w:rsidR="000A0CDC">
        <w:rPr>
          <w:rtl/>
        </w:rPr>
        <w:t xml:space="preserve">ں </w:t>
      </w:r>
      <w:r>
        <w:rPr>
          <w:rtl/>
        </w:rPr>
        <w:t>صدى عيسوى كو''وحشت و خوف كى صدي''كا نام دينا چاہيے كيونكہ اس صدى مي</w:t>
      </w:r>
      <w:r w:rsidR="000A0CDC">
        <w:rPr>
          <w:rtl/>
        </w:rPr>
        <w:t xml:space="preserve">ں </w:t>
      </w:r>
      <w:r>
        <w:rPr>
          <w:rtl/>
        </w:rPr>
        <w:t>وحشيو</w:t>
      </w:r>
      <w:r w:rsidR="000A0CDC">
        <w:rPr>
          <w:rtl/>
        </w:rPr>
        <w:t xml:space="preserve">ں </w:t>
      </w:r>
      <w:r>
        <w:rPr>
          <w:rtl/>
        </w:rPr>
        <w:t>كا تحرك اور تمدنو</w:t>
      </w:r>
      <w:r w:rsidR="000A0CDC">
        <w:rPr>
          <w:rtl/>
        </w:rPr>
        <w:t xml:space="preserve">ں </w:t>
      </w:r>
      <w:r>
        <w:rPr>
          <w:rtl/>
        </w:rPr>
        <w:t xml:space="preserve">كا زوال ايك ساتھ تھا_ </w:t>
      </w:r>
    </w:p>
    <w:p w:rsidR="0061102A" w:rsidRDefault="0061102A" w:rsidP="00BE6934">
      <w:pPr>
        <w:pStyle w:val="libNormal"/>
        <w:rPr>
          <w:rtl/>
        </w:rPr>
      </w:pPr>
      <w:r>
        <w:rPr>
          <w:rtl/>
        </w:rPr>
        <w:t>سرزمي</w:t>
      </w:r>
      <w:r w:rsidR="000A0CDC">
        <w:rPr>
          <w:rtl/>
        </w:rPr>
        <w:t xml:space="preserve">ں </w:t>
      </w:r>
      <w:r>
        <w:rPr>
          <w:rtl/>
        </w:rPr>
        <w:t>شام اس زمانہ مي</w:t>
      </w:r>
      <w:r w:rsidR="000A0CDC">
        <w:rPr>
          <w:rtl/>
        </w:rPr>
        <w:t xml:space="preserve">ں </w:t>
      </w:r>
      <w:r>
        <w:rPr>
          <w:rtl/>
        </w:rPr>
        <w:t>ايوبى امراء كے ہاتھو</w:t>
      </w:r>
      <w:r w:rsidR="000A0CDC">
        <w:rPr>
          <w:rtl/>
        </w:rPr>
        <w:t xml:space="preserve">ں </w:t>
      </w:r>
      <w:r>
        <w:rPr>
          <w:rtl/>
        </w:rPr>
        <w:t>مي</w:t>
      </w:r>
      <w:r w:rsidR="000A0CDC">
        <w:rPr>
          <w:rtl/>
        </w:rPr>
        <w:t xml:space="preserve">ں </w:t>
      </w:r>
      <w:r>
        <w:rPr>
          <w:rtl/>
        </w:rPr>
        <w:t>تھى جس كے ہر منطقہ مي</w:t>
      </w:r>
      <w:r w:rsidR="000A0CDC">
        <w:rPr>
          <w:rtl/>
        </w:rPr>
        <w:t xml:space="preserve">ں </w:t>
      </w:r>
      <w:r>
        <w:rPr>
          <w:rtl/>
        </w:rPr>
        <w:t>ايك حاكم حكومت كرتا تھا _ مصر بھى خاندان غلاما</w:t>
      </w:r>
      <w:r w:rsidR="000A0CDC">
        <w:rPr>
          <w:rtl/>
        </w:rPr>
        <w:t xml:space="preserve">ں </w:t>
      </w:r>
      <w:r>
        <w:rPr>
          <w:rtl/>
        </w:rPr>
        <w:t>كے قبضہ مي</w:t>
      </w:r>
      <w:r w:rsidR="000A0CDC">
        <w:rPr>
          <w:rtl/>
        </w:rPr>
        <w:t xml:space="preserve">ں </w:t>
      </w:r>
      <w:r>
        <w:rPr>
          <w:rtl/>
        </w:rPr>
        <w:t>تھا اور وہ ايوبيو</w:t>
      </w:r>
      <w:r w:rsidR="000A0CDC">
        <w:rPr>
          <w:rtl/>
        </w:rPr>
        <w:t xml:space="preserve">ں </w:t>
      </w:r>
      <w:r>
        <w:rPr>
          <w:rtl/>
        </w:rPr>
        <w:t>كے دشمن تھے_ ہلاكو خان نے اس موقع سے فائدہ اٹھايا اور اپنے سپاہو</w:t>
      </w:r>
      <w:r w:rsidR="000A0CDC">
        <w:rPr>
          <w:rtl/>
        </w:rPr>
        <w:t xml:space="preserve">ں </w:t>
      </w:r>
      <w:r>
        <w:rPr>
          <w:rtl/>
        </w:rPr>
        <w:t>كو شام كى طرف حركت دى ، ليكن مصرى خاندان غلاما</w:t>
      </w:r>
      <w:r w:rsidR="000A0CDC">
        <w:rPr>
          <w:rtl/>
        </w:rPr>
        <w:t xml:space="preserve">ں </w:t>
      </w:r>
      <w:r>
        <w:rPr>
          <w:rtl/>
        </w:rPr>
        <w:t>كے اميرقدوز نے سال 658 قمرى مي</w:t>
      </w:r>
      <w:r w:rsidR="000A0CDC">
        <w:rPr>
          <w:rtl/>
        </w:rPr>
        <w:t xml:space="preserve">ں </w:t>
      </w:r>
      <w:r>
        <w:rPr>
          <w:rtl/>
        </w:rPr>
        <w:t>منگولو</w:t>
      </w:r>
      <w:r w:rsidR="000A0CDC">
        <w:rPr>
          <w:rtl/>
        </w:rPr>
        <w:t xml:space="preserve">ں </w:t>
      </w:r>
      <w:r>
        <w:rPr>
          <w:rtl/>
        </w:rPr>
        <w:t>كو عين جالوت كے علاقے مي</w:t>
      </w:r>
      <w:r w:rsidR="000A0CDC">
        <w:rPr>
          <w:rtl/>
        </w:rPr>
        <w:t xml:space="preserve">ں </w:t>
      </w:r>
      <w:r>
        <w:rPr>
          <w:rtl/>
        </w:rPr>
        <w:t xml:space="preserve">شكست دى _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سات صليبى جنگو</w:t>
      </w:r>
      <w:r w:rsidR="000A0CDC">
        <w:rPr>
          <w:rtl/>
        </w:rPr>
        <w:t xml:space="preserve">ں </w:t>
      </w:r>
      <w:r>
        <w:rPr>
          <w:rtl/>
        </w:rPr>
        <w:t>كے اسلامى تہذيب و تمدن پر اثرات كے بارے مي</w:t>
      </w:r>
      <w:r w:rsidR="000A0CDC">
        <w:rPr>
          <w:rtl/>
        </w:rPr>
        <w:t xml:space="preserve">ں </w:t>
      </w:r>
      <w:r>
        <w:rPr>
          <w:rtl/>
        </w:rPr>
        <w:t>مزيد جاننے كيلئے رجوع فرمائي</w:t>
      </w:r>
      <w:r w:rsidR="000A0CDC">
        <w:rPr>
          <w:rtl/>
        </w:rPr>
        <w:t xml:space="preserve">ں </w:t>
      </w:r>
      <w:r>
        <w:rPr>
          <w:rtl/>
        </w:rPr>
        <w:t>عبداللہ ناصرى طاہرى ، علل و آثار جنگہاى صليبي، تہران، دفتر نشر فرہنگ اسلامى 1373، ص 47_37_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منگولو</w:t>
      </w:r>
      <w:r w:rsidR="000A0CDC">
        <w:rPr>
          <w:rtl/>
        </w:rPr>
        <w:t xml:space="preserve">ں </w:t>
      </w:r>
      <w:r>
        <w:rPr>
          <w:rtl/>
        </w:rPr>
        <w:t>كے زمانہ ظہور سے ہى عيسائي انكے حليف بننے كے خواہشمند تھے _ انہو</w:t>
      </w:r>
      <w:r w:rsidR="000A0CDC">
        <w:rPr>
          <w:rtl/>
        </w:rPr>
        <w:t xml:space="preserve">ں </w:t>
      </w:r>
      <w:r>
        <w:rPr>
          <w:rtl/>
        </w:rPr>
        <w:t>نے بہت سے سفراء منگول دربار بھيجے تھے _ ايك طرف منگولو</w:t>
      </w:r>
      <w:r w:rsidR="000A0CDC">
        <w:rPr>
          <w:rtl/>
        </w:rPr>
        <w:t xml:space="preserve">ں </w:t>
      </w:r>
      <w:r>
        <w:rPr>
          <w:rtl/>
        </w:rPr>
        <w:t>كى مغرب كى طرف تيزى سے حركت نے انہي</w:t>
      </w:r>
      <w:r w:rsidR="000A0CDC">
        <w:rPr>
          <w:rtl/>
        </w:rPr>
        <w:t xml:space="preserve">ں </w:t>
      </w:r>
      <w:r>
        <w:rPr>
          <w:rtl/>
        </w:rPr>
        <w:t>منگولو</w:t>
      </w:r>
      <w:r w:rsidR="000A0CDC">
        <w:rPr>
          <w:rtl/>
        </w:rPr>
        <w:t xml:space="preserve">ں </w:t>
      </w:r>
      <w:r>
        <w:rPr>
          <w:rtl/>
        </w:rPr>
        <w:t>كى طاقت سے آگاہ كيا دوسرى طرف سے مسلمانو</w:t>
      </w:r>
      <w:r w:rsidR="000A0CDC">
        <w:rPr>
          <w:rtl/>
        </w:rPr>
        <w:t xml:space="preserve">ں </w:t>
      </w:r>
      <w:r>
        <w:rPr>
          <w:rtl/>
        </w:rPr>
        <w:t>كى جنگ عين جالوت مي</w:t>
      </w:r>
      <w:r w:rsidR="000A0CDC">
        <w:rPr>
          <w:rtl/>
        </w:rPr>
        <w:t xml:space="preserve">ں </w:t>
      </w:r>
      <w:r>
        <w:rPr>
          <w:rtl/>
        </w:rPr>
        <w:t>فتح سے وہ اس انديشہ مي</w:t>
      </w:r>
      <w:r w:rsidR="000A0CDC">
        <w:rPr>
          <w:rtl/>
        </w:rPr>
        <w:t xml:space="preserve">ں </w:t>
      </w:r>
      <w:r>
        <w:rPr>
          <w:rtl/>
        </w:rPr>
        <w:t>پڑے كہ خاندان مماليك(غلاما</w:t>
      </w:r>
      <w:r w:rsidR="000A0CDC">
        <w:rPr>
          <w:rtl/>
        </w:rPr>
        <w:t xml:space="preserve">ں </w:t>
      </w:r>
      <w:r>
        <w:rPr>
          <w:rtl/>
        </w:rPr>
        <w:t>) عيسائيو</w:t>
      </w:r>
      <w:r w:rsidR="000A0CDC">
        <w:rPr>
          <w:rtl/>
        </w:rPr>
        <w:t xml:space="preserve">ں </w:t>
      </w:r>
      <w:r>
        <w:rPr>
          <w:rtl/>
        </w:rPr>
        <w:t>كيلئے بہت بڑا خطرہ ہي</w:t>
      </w:r>
      <w:r w:rsidR="000A0CDC">
        <w:rPr>
          <w:rtl/>
        </w:rPr>
        <w:t xml:space="preserve">ں </w:t>
      </w:r>
      <w:r>
        <w:rPr>
          <w:rtl/>
        </w:rPr>
        <w:t>اسى لئے انہو</w:t>
      </w:r>
      <w:r w:rsidR="000A0CDC">
        <w:rPr>
          <w:rtl/>
        </w:rPr>
        <w:t xml:space="preserve">ں </w:t>
      </w:r>
      <w:r>
        <w:rPr>
          <w:rtl/>
        </w:rPr>
        <w:t>نے منگولو</w:t>
      </w:r>
      <w:r w:rsidR="000A0CDC">
        <w:rPr>
          <w:rtl/>
        </w:rPr>
        <w:t xml:space="preserve">ں </w:t>
      </w:r>
      <w:r>
        <w:rPr>
          <w:rtl/>
        </w:rPr>
        <w:t>كے ساتھ اتحاد كا ارادہ كيا پايائے اعظم اوربن چہارم نے ہلاكو خان كى طرف خط بھيجا _ اس مي</w:t>
      </w:r>
      <w:r w:rsidR="000A0CDC">
        <w:rPr>
          <w:rtl/>
        </w:rPr>
        <w:t xml:space="preserve">ں </w:t>
      </w:r>
      <w:r>
        <w:rPr>
          <w:rtl/>
        </w:rPr>
        <w:t>اس نے ہلا كوخان كے عيسائيو</w:t>
      </w:r>
      <w:r w:rsidR="000A0CDC">
        <w:rPr>
          <w:rtl/>
        </w:rPr>
        <w:t xml:space="preserve">ں </w:t>
      </w:r>
      <w:r>
        <w:rPr>
          <w:rtl/>
        </w:rPr>
        <w:t xml:space="preserve">كے ساتھ طرز عمل كى تعريف كرنے كے ساتھ ساتھ اسے عيسائيت قبول كرنے كى دعوت دى _ </w:t>
      </w:r>
    </w:p>
    <w:p w:rsidR="0061102A" w:rsidRDefault="0061102A" w:rsidP="00BE6934">
      <w:pPr>
        <w:pStyle w:val="libNormal"/>
        <w:rPr>
          <w:rtl/>
        </w:rPr>
      </w:pPr>
      <w:r>
        <w:rPr>
          <w:rtl/>
        </w:rPr>
        <w:t>ہلاكوخان خط پہچنے سے پہلے ہى 663/1264 عيسوى مي</w:t>
      </w:r>
      <w:r w:rsidR="000A0CDC">
        <w:rPr>
          <w:rtl/>
        </w:rPr>
        <w:t xml:space="preserve">ں </w:t>
      </w:r>
      <w:r>
        <w:rPr>
          <w:rtl/>
        </w:rPr>
        <w:t>مرگيا اور اسكا بيٹا اباقاخان اسكا جانشين مقرر ہو ا نئے خان نے بادشان بيزانس (قسطنطنيہ)كى بيٹى سے شادى كى ہوئي تھى اور دين مسيحيت قبول كر چكا تھا وہ عين جالوت كى شكست سے سخت رنجيدہ تھا اپنے اسلاف سے بڑھ كرعيسائي دنيا سے روابط كا خواہشمند تھا _ بہت سے سفرا جو منگولو</w:t>
      </w:r>
      <w:r w:rsidR="000A0CDC">
        <w:rPr>
          <w:rtl/>
        </w:rPr>
        <w:t xml:space="preserve">ں </w:t>
      </w:r>
      <w:r>
        <w:rPr>
          <w:rtl/>
        </w:rPr>
        <w:t>كے خان سے مغرب كى طرف جاتے تھے عيسائي تھے اور كوشش كررہے تھے كہ عيسائيو</w:t>
      </w:r>
      <w:r w:rsidR="000A0CDC">
        <w:rPr>
          <w:rtl/>
        </w:rPr>
        <w:t xml:space="preserve">ں </w:t>
      </w:r>
      <w:r>
        <w:rPr>
          <w:rtl/>
        </w:rPr>
        <w:t>كو يروشليم اور بيت المقدس پر حملہ مي</w:t>
      </w:r>
      <w:r w:rsidR="000A0CDC">
        <w:rPr>
          <w:rtl/>
        </w:rPr>
        <w:t xml:space="preserve">ں </w:t>
      </w:r>
      <w:r>
        <w:rPr>
          <w:rtl/>
        </w:rPr>
        <w:t>اپنا حليف بنائي</w:t>
      </w:r>
      <w:r w:rsidR="000A0CDC">
        <w:rPr>
          <w:rtl/>
        </w:rPr>
        <w:t xml:space="preserve">ں </w:t>
      </w:r>
      <w:r>
        <w:rPr>
          <w:rtl/>
        </w:rPr>
        <w:t xml:space="preserve">_ </w:t>
      </w:r>
    </w:p>
    <w:p w:rsidR="0061102A" w:rsidRDefault="0061102A" w:rsidP="00BE6934">
      <w:pPr>
        <w:pStyle w:val="libNormal"/>
        <w:rPr>
          <w:rtl/>
        </w:rPr>
      </w:pPr>
      <w:r>
        <w:rPr>
          <w:rtl/>
        </w:rPr>
        <w:t>ليكن ابا قاخان كو 680 قمرى /1282 مي</w:t>
      </w:r>
      <w:r w:rsidR="000A0CDC">
        <w:rPr>
          <w:rtl/>
        </w:rPr>
        <w:t xml:space="preserve">ں </w:t>
      </w:r>
      <w:r>
        <w:rPr>
          <w:rtl/>
        </w:rPr>
        <w:t>حمص كے مقام پر سلطان قلاوون كى طرف سے شديد شكست كا سامنا كرنا پڑا_ جب احمد كلودار نے اسلام قبول كيا اور مسند حكومت پر متمكن ہوا تو مماليك اور منگولو</w:t>
      </w:r>
      <w:r w:rsidR="000A0CDC">
        <w:rPr>
          <w:rtl/>
        </w:rPr>
        <w:t xml:space="preserve">ں </w:t>
      </w:r>
      <w:r>
        <w:rPr>
          <w:rtl/>
        </w:rPr>
        <w:t>مي</w:t>
      </w:r>
      <w:r w:rsidR="000A0CDC">
        <w:rPr>
          <w:rtl/>
        </w:rPr>
        <w:t xml:space="preserve">ں </w:t>
      </w:r>
      <w:r>
        <w:rPr>
          <w:rtl/>
        </w:rPr>
        <w:t>دوستانہ روابط پيدا ہوئے تو سلطان قلاوون نے موقع سے فائدہ اٹھايا اور اپنى پورى طاقت كو صليبيو</w:t>
      </w:r>
      <w:r w:rsidR="000A0CDC">
        <w:rPr>
          <w:rtl/>
        </w:rPr>
        <w:t xml:space="preserve">ں </w:t>
      </w:r>
      <w:r>
        <w:rPr>
          <w:rtl/>
        </w:rPr>
        <w:t>كے خلاف استعمال كيا اسكے بعد اسكے فرزندملك اشرف شرف نے بھى باپ كى روش كو جارى ركھا اور 0 69 قمرى 1291 عيسوى مي</w:t>
      </w:r>
      <w:r w:rsidR="000A0CDC">
        <w:rPr>
          <w:rtl/>
        </w:rPr>
        <w:t xml:space="preserve">ں </w:t>
      </w:r>
      <w:r>
        <w:rPr>
          <w:rtl/>
        </w:rPr>
        <w:t>صليبو</w:t>
      </w:r>
      <w:r w:rsidR="000A0CDC">
        <w:rPr>
          <w:rtl/>
        </w:rPr>
        <w:t xml:space="preserve">ں </w:t>
      </w:r>
      <w:r>
        <w:rPr>
          <w:rtl/>
        </w:rPr>
        <w:t>كے آخرى گروہ كو شام سے نكالا_ منگولو</w:t>
      </w:r>
      <w:r w:rsidR="000A0CDC">
        <w:rPr>
          <w:rtl/>
        </w:rPr>
        <w:t xml:space="preserve">ں </w:t>
      </w:r>
      <w:r>
        <w:rPr>
          <w:rtl/>
        </w:rPr>
        <w:t>اور مماليك كے درميان دوستانہ روابط زيادہ عرصہ نہ چل سكے _ نتيجہ يہ ہوا كہ دونو</w:t>
      </w:r>
      <w:r w:rsidR="000A0CDC">
        <w:rPr>
          <w:rtl/>
        </w:rPr>
        <w:t xml:space="preserve">ں </w:t>
      </w:r>
      <w:r>
        <w:rPr>
          <w:rtl/>
        </w:rPr>
        <w:t>مي</w:t>
      </w:r>
      <w:r w:rsidR="000A0CDC">
        <w:rPr>
          <w:rtl/>
        </w:rPr>
        <w:t xml:space="preserve">ں </w:t>
      </w:r>
      <w:r>
        <w:rPr>
          <w:rtl/>
        </w:rPr>
        <w:t>جنگ ہوئي غازان خان نے مصر اور شام پر قبضہ كيا ليكن مماليك كى فوج نے بالآخرہ منگولو</w:t>
      </w:r>
      <w:r w:rsidR="000A0CDC">
        <w:rPr>
          <w:rtl/>
        </w:rPr>
        <w:t xml:space="preserve">ں </w:t>
      </w:r>
      <w:r>
        <w:rPr>
          <w:rtl/>
        </w:rPr>
        <w:t>كو 702 /1303 عيسوى مي</w:t>
      </w:r>
      <w:r w:rsidR="000A0CDC">
        <w:rPr>
          <w:rtl/>
        </w:rPr>
        <w:t xml:space="preserve">ں </w:t>
      </w:r>
      <w:r>
        <w:rPr>
          <w:rtl/>
        </w:rPr>
        <w:t>ہميشہ كيلئے شام سے نكال ديا _</w:t>
      </w:r>
      <w:r w:rsidRPr="00F67D4B">
        <w:rPr>
          <w:rStyle w:val="libFootnotenumChar"/>
          <w:rtl/>
        </w:rPr>
        <w:t>(1)</w:t>
      </w:r>
      <w:r>
        <w:rPr>
          <w:rtl/>
        </w:rPr>
        <w:t xml:space="preserve"> </w:t>
      </w:r>
    </w:p>
    <w:p w:rsidR="0061102A" w:rsidRDefault="00CD1BB5" w:rsidP="00BE6934">
      <w:pPr>
        <w:pStyle w:val="libLine"/>
        <w:rPr>
          <w:rtl/>
        </w:rPr>
      </w:pPr>
      <w:r>
        <w:rPr>
          <w:rtl/>
        </w:rPr>
        <w:t>____________________</w:t>
      </w:r>
    </w:p>
    <w:p w:rsidR="00D47FFB" w:rsidRDefault="0061102A" w:rsidP="00BE6934">
      <w:pPr>
        <w:pStyle w:val="libFootnote"/>
        <w:rPr>
          <w:rtl/>
        </w:rPr>
      </w:pPr>
      <w:r>
        <w:rPr>
          <w:rtl/>
        </w:rPr>
        <w:t>1) عبداللہ ناصرى طاہر ، سابقہ حوالہ، ص 93 _ 92_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93" w:name="_Toc268649"/>
      <w:r>
        <w:rPr>
          <w:rtl/>
        </w:rPr>
        <w:t>منگولو</w:t>
      </w:r>
      <w:r w:rsidR="000A0CDC">
        <w:rPr>
          <w:rtl/>
        </w:rPr>
        <w:t xml:space="preserve">ں </w:t>
      </w:r>
      <w:r>
        <w:rPr>
          <w:rtl/>
        </w:rPr>
        <w:t>كا حملہ اور اسكے نتائج</w:t>
      </w:r>
      <w:bookmarkEnd w:id="93"/>
    </w:p>
    <w:p w:rsidR="0061102A" w:rsidRDefault="0061102A" w:rsidP="00BE6934">
      <w:pPr>
        <w:pStyle w:val="libNormal"/>
        <w:rPr>
          <w:rtl/>
        </w:rPr>
      </w:pPr>
      <w:r>
        <w:rPr>
          <w:rtl/>
        </w:rPr>
        <w:t>اسلامى دنيا كو تاريخ مي</w:t>
      </w:r>
      <w:r w:rsidR="000A0CDC">
        <w:rPr>
          <w:rtl/>
        </w:rPr>
        <w:t xml:space="preserve">ں </w:t>
      </w:r>
      <w:r>
        <w:rPr>
          <w:rtl/>
        </w:rPr>
        <w:t>اگر چہ اغيار كے حملو</w:t>
      </w:r>
      <w:r w:rsidR="000A0CDC">
        <w:rPr>
          <w:rtl/>
        </w:rPr>
        <w:t xml:space="preserve">ں </w:t>
      </w:r>
      <w:r>
        <w:rPr>
          <w:rtl/>
        </w:rPr>
        <w:t>كے تجربات ہوئے ليكن كم كہہ سكتے ہي</w:t>
      </w:r>
      <w:r w:rsidR="000A0CDC">
        <w:rPr>
          <w:rtl/>
        </w:rPr>
        <w:t xml:space="preserve">ں </w:t>
      </w:r>
      <w:r>
        <w:rPr>
          <w:rtl/>
        </w:rPr>
        <w:t>كہ ان مي</w:t>
      </w:r>
      <w:r w:rsidR="000A0CDC">
        <w:rPr>
          <w:rtl/>
        </w:rPr>
        <w:t xml:space="preserve">ں </w:t>
      </w:r>
      <w:r>
        <w:rPr>
          <w:rtl/>
        </w:rPr>
        <w:t>سے كوئي تجربہ بھى منگولو</w:t>
      </w:r>
      <w:r w:rsidR="000A0CDC">
        <w:rPr>
          <w:rtl/>
        </w:rPr>
        <w:t xml:space="preserve">ں </w:t>
      </w:r>
      <w:r>
        <w:rPr>
          <w:rtl/>
        </w:rPr>
        <w:t>كے حملہ كى مانند شديد اور تلخ تھا ہم اس مختصر سے تبصرے مي</w:t>
      </w:r>
      <w:r w:rsidR="000A0CDC">
        <w:rPr>
          <w:rtl/>
        </w:rPr>
        <w:t xml:space="preserve">ں </w:t>
      </w:r>
      <w:r>
        <w:rPr>
          <w:rtl/>
        </w:rPr>
        <w:t>كوشش كري</w:t>
      </w:r>
      <w:r w:rsidR="000A0CDC">
        <w:rPr>
          <w:rtl/>
        </w:rPr>
        <w:t xml:space="preserve">ں </w:t>
      </w:r>
      <w:r>
        <w:rPr>
          <w:rtl/>
        </w:rPr>
        <w:t>گے كہ اسلامى تہذيب و تمدن كے جمود مي</w:t>
      </w:r>
      <w:r w:rsidR="000A0CDC">
        <w:rPr>
          <w:rtl/>
        </w:rPr>
        <w:t xml:space="preserve">ں </w:t>
      </w:r>
      <w:r>
        <w:rPr>
          <w:rtl/>
        </w:rPr>
        <w:t>وحشى منگولو</w:t>
      </w:r>
      <w:r w:rsidR="000A0CDC">
        <w:rPr>
          <w:rtl/>
        </w:rPr>
        <w:t xml:space="preserve">ں </w:t>
      </w:r>
      <w:r>
        <w:rPr>
          <w:rtl/>
        </w:rPr>
        <w:t>كے ہولناك طوفانى حملو</w:t>
      </w:r>
      <w:r w:rsidR="000A0CDC">
        <w:rPr>
          <w:rtl/>
        </w:rPr>
        <w:t xml:space="preserve">ں </w:t>
      </w:r>
      <w:r>
        <w:rPr>
          <w:rtl/>
        </w:rPr>
        <w:t>كے كرداد كا جائزہ لي</w:t>
      </w:r>
      <w:r w:rsidR="000A0CDC">
        <w:rPr>
          <w:rtl/>
        </w:rPr>
        <w:t xml:space="preserve">ں </w:t>
      </w:r>
      <w:r>
        <w:rPr>
          <w:rtl/>
        </w:rPr>
        <w:t xml:space="preserve">_ </w:t>
      </w:r>
    </w:p>
    <w:p w:rsidR="0061102A" w:rsidRDefault="0061102A" w:rsidP="00BE6934">
      <w:pPr>
        <w:pStyle w:val="libNormal"/>
        <w:rPr>
          <w:rtl/>
        </w:rPr>
      </w:pPr>
    </w:p>
    <w:p w:rsidR="0061102A" w:rsidRDefault="0061102A" w:rsidP="00BE6934">
      <w:pPr>
        <w:pStyle w:val="Heading2Center"/>
        <w:rPr>
          <w:rtl/>
        </w:rPr>
      </w:pPr>
      <w:bookmarkStart w:id="94" w:name="_Toc268650"/>
      <w:r>
        <w:rPr>
          <w:rtl/>
        </w:rPr>
        <w:t>اسلامى دنيا پر منگولو</w:t>
      </w:r>
      <w:r w:rsidR="000A0CDC">
        <w:rPr>
          <w:rtl/>
        </w:rPr>
        <w:t xml:space="preserve">ں </w:t>
      </w:r>
      <w:r>
        <w:rPr>
          <w:rtl/>
        </w:rPr>
        <w:t>كا حملہ</w:t>
      </w:r>
      <w:bookmarkEnd w:id="94"/>
    </w:p>
    <w:p w:rsidR="0061102A" w:rsidRDefault="0061102A" w:rsidP="00BE6934">
      <w:pPr>
        <w:pStyle w:val="libNormal"/>
        <w:rPr>
          <w:rtl/>
        </w:rPr>
      </w:pPr>
      <w:r>
        <w:rPr>
          <w:rtl/>
        </w:rPr>
        <w:t>منگولو</w:t>
      </w:r>
      <w:r w:rsidR="000A0CDC">
        <w:rPr>
          <w:rtl/>
        </w:rPr>
        <w:t xml:space="preserve">ں </w:t>
      </w:r>
      <w:r>
        <w:rPr>
          <w:rtl/>
        </w:rPr>
        <w:t>كے قبائل كے مقتدر سر براہ چنگيز خان نے اپنے ماتحت قبايل كى ضروريات پورى كرنے كيلئے ہمسايہ ممالك يعنى چين اور ايران كو غارت كرنے كا پروگرام بنايا _ چين اس زمانہ مي</w:t>
      </w:r>
      <w:r w:rsidR="000A0CDC">
        <w:rPr>
          <w:rtl/>
        </w:rPr>
        <w:t xml:space="preserve">ں </w:t>
      </w:r>
      <w:r>
        <w:rPr>
          <w:rtl/>
        </w:rPr>
        <w:t>اختلاف اور تفرقہ كا مركز بناہوا تھا_ اس نے سب سے پہلے اس ملك پر حملہ كى تيار كى _ دوسال تك اسكے چين پر حملات جارى رہے ان دو سالو</w:t>
      </w:r>
      <w:r w:rsidR="000A0CDC">
        <w:rPr>
          <w:rtl/>
        </w:rPr>
        <w:t xml:space="preserve">ں </w:t>
      </w:r>
      <w:r>
        <w:rPr>
          <w:rtl/>
        </w:rPr>
        <w:t>مي</w:t>
      </w:r>
      <w:r w:rsidR="000A0CDC">
        <w:rPr>
          <w:rtl/>
        </w:rPr>
        <w:t xml:space="preserve">ں </w:t>
      </w:r>
      <w:r>
        <w:rPr>
          <w:rtl/>
        </w:rPr>
        <w:t>اس نے اس نعمات سے مالامال ملك كو تباہ و برباد كرديا _ ان حملات كے بعد ابھى اسكا دنيائے اسلام پر تجاوز كرنے كا ارادہ نہ تھا_ كيونكہ اسے ايران كے بادشاہ سلطان محمد خوارزم شاہ كى قوت و طاقت كے حوالے سے بہت سى خبري</w:t>
      </w:r>
      <w:r w:rsidR="000A0CDC">
        <w:rPr>
          <w:rtl/>
        </w:rPr>
        <w:t xml:space="preserve">ں </w:t>
      </w:r>
      <w:r>
        <w:rPr>
          <w:rtl/>
        </w:rPr>
        <w:t>مل رہى تھي</w:t>
      </w:r>
      <w:r w:rsidR="000A0CDC">
        <w:rPr>
          <w:rtl/>
        </w:rPr>
        <w:t xml:space="preserve">ں </w:t>
      </w:r>
      <w:r>
        <w:rPr>
          <w:rtl/>
        </w:rPr>
        <w:t>_ اس نے كوشش كى كہ سب سے پہلے اس ملك كے حوالے سے دقيق معلومات حاصل كرے اور ساتھ ساتھ كسى بھى عنوان سے اسے حملہ شروع كرنے كا بہانہ بھى مل جائے _</w:t>
      </w:r>
      <w:r w:rsidRPr="00F67D4B">
        <w:rPr>
          <w:rStyle w:val="libFootnotenumChar"/>
          <w:rtl/>
        </w:rPr>
        <w:t>(1)</w:t>
      </w:r>
      <w:r>
        <w:rPr>
          <w:rtl/>
        </w:rPr>
        <w:t xml:space="preserve"> اسى زمانہ مي</w:t>
      </w:r>
      <w:r w:rsidR="000A0CDC">
        <w:rPr>
          <w:rtl/>
        </w:rPr>
        <w:t xml:space="preserve">ں </w:t>
      </w:r>
      <w:r>
        <w:rPr>
          <w:rtl/>
        </w:rPr>
        <w:t>خلافت عباسيہ روز بروز اپنى طاقت كھورہى تھى سلطان محمد خوارزم شاہ خراسان مي</w:t>
      </w:r>
      <w:r w:rsidR="000A0CDC">
        <w:rPr>
          <w:rtl/>
        </w:rPr>
        <w:t xml:space="preserve">ں </w:t>
      </w:r>
      <w:r>
        <w:rPr>
          <w:rtl/>
        </w:rPr>
        <w:t>اپنى پے درپے كاميابيو</w:t>
      </w:r>
      <w:r w:rsidR="000A0CDC">
        <w:rPr>
          <w:rtl/>
        </w:rPr>
        <w:t xml:space="preserve">ں </w:t>
      </w:r>
      <w:r>
        <w:rPr>
          <w:rtl/>
        </w:rPr>
        <w:t xml:space="preserve">كے بعد اور ہندوستان سے بغداد تك اور آرال كے دريا سے خليج فارس تك ايك متحدہ حكومت تشكيل ديتے ہوئے اس كا ارادہ تھا كہ عباسى خليفہ كوہٹا كر اپنا من پسند خليفہ لائے اور يہ اقدام سلطان محمد خوارزم شاہ كى بہت بڑى غلطى تھى اسكى بناء عباسى خليفہ مجبور ہوا كہ محمد خوارزم شاہ كى حكومت تباہ كرنے كيلئے چنگيز خان سے مدد مانگے_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شيرين بيانى ، مغولان و حكومت ايلخانى در ايران ، تہران _ ص 17 _10_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اگر چہ يہ موضوع چنگيزخان كيلئے مناسب بہانہ بن سكتا تھا ليكن ايران پر 615 /1218 عيسوى مي</w:t>
      </w:r>
      <w:r w:rsidR="000A0CDC">
        <w:rPr>
          <w:rtl/>
        </w:rPr>
        <w:t xml:space="preserve">ں </w:t>
      </w:r>
      <w:r>
        <w:rPr>
          <w:rtl/>
        </w:rPr>
        <w:t>حملہ كى اصلى وجہ منگولو</w:t>
      </w:r>
      <w:r w:rsidR="000A0CDC">
        <w:rPr>
          <w:rtl/>
        </w:rPr>
        <w:t xml:space="preserve">ں </w:t>
      </w:r>
      <w:r>
        <w:rPr>
          <w:rtl/>
        </w:rPr>
        <w:t>كا وہ تجارتى قافلہ بنا جو كہ خوارزم شاہ كى مملكت كے مشرقى سرحدى علاقہ مي</w:t>
      </w:r>
      <w:r w:rsidR="000A0CDC">
        <w:rPr>
          <w:rtl/>
        </w:rPr>
        <w:t xml:space="preserve">ں </w:t>
      </w:r>
      <w:r>
        <w:rPr>
          <w:rtl/>
        </w:rPr>
        <w:t>شہر اترا ر كے حاكم كے ہاتھو</w:t>
      </w:r>
      <w:r w:rsidR="000A0CDC">
        <w:rPr>
          <w:rtl/>
        </w:rPr>
        <w:t xml:space="preserve">ں </w:t>
      </w:r>
      <w:r>
        <w:rPr>
          <w:rtl/>
        </w:rPr>
        <w:t>تباہ و برباد ہوا اور اس قافلہ مي</w:t>
      </w:r>
      <w:r w:rsidR="000A0CDC">
        <w:rPr>
          <w:rtl/>
        </w:rPr>
        <w:t xml:space="preserve">ں </w:t>
      </w:r>
      <w:r>
        <w:rPr>
          <w:rtl/>
        </w:rPr>
        <w:t>سوائے ايك شخص كے تمام افراد قتل ہوگئے يہ وہى وقت تھا كہ چنگيز خان نے ايران پر حملے كا حكم صادر كيا 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95" w:name="_Toc268651"/>
      <w:r>
        <w:rPr>
          <w:rtl/>
        </w:rPr>
        <w:t>منگولو</w:t>
      </w:r>
      <w:r w:rsidR="000A0CDC">
        <w:rPr>
          <w:rtl/>
        </w:rPr>
        <w:t xml:space="preserve">ں </w:t>
      </w:r>
      <w:r>
        <w:rPr>
          <w:rtl/>
        </w:rPr>
        <w:t>كى پيش قدمي</w:t>
      </w:r>
      <w:bookmarkEnd w:id="95"/>
    </w:p>
    <w:p w:rsidR="0061102A" w:rsidRDefault="0061102A" w:rsidP="00BE6934">
      <w:pPr>
        <w:pStyle w:val="libNormal"/>
        <w:rPr>
          <w:rtl/>
        </w:rPr>
      </w:pPr>
      <w:r>
        <w:rPr>
          <w:rtl/>
        </w:rPr>
        <w:t>منگولو</w:t>
      </w:r>
      <w:r w:rsidR="000A0CDC">
        <w:rPr>
          <w:rtl/>
        </w:rPr>
        <w:t xml:space="preserve">ں </w:t>
      </w:r>
      <w:r>
        <w:rPr>
          <w:rtl/>
        </w:rPr>
        <w:t>كا ايك لشكر چنگيز كے بيٹے تولى كى كمانڈ مي</w:t>
      </w:r>
      <w:r w:rsidR="000A0CDC">
        <w:rPr>
          <w:rtl/>
        </w:rPr>
        <w:t xml:space="preserve">ں </w:t>
      </w:r>
      <w:r>
        <w:rPr>
          <w:rtl/>
        </w:rPr>
        <w:t>جنوب كى طرف بڑھا جبكہ دوسرے منگول لشكر چنگيزكے بيٹو</w:t>
      </w:r>
      <w:r w:rsidR="000A0CDC">
        <w:rPr>
          <w:rtl/>
        </w:rPr>
        <w:t xml:space="preserve">ں </w:t>
      </w:r>
      <w:r>
        <w:rPr>
          <w:rtl/>
        </w:rPr>
        <w:t>اكتاى اور جغتاى كى كمانڈ مي</w:t>
      </w:r>
      <w:r w:rsidR="000A0CDC">
        <w:rPr>
          <w:rtl/>
        </w:rPr>
        <w:t xml:space="preserve">ں </w:t>
      </w:r>
      <w:r>
        <w:rPr>
          <w:rtl/>
        </w:rPr>
        <w:t>اترار كى طرف روانہ ہوئے اور خود چنگيز بھى 616 قمري/ 1220 عيسوى مي</w:t>
      </w:r>
      <w:r w:rsidR="000A0CDC">
        <w:rPr>
          <w:rtl/>
        </w:rPr>
        <w:t xml:space="preserve">ں </w:t>
      </w:r>
      <w:r>
        <w:rPr>
          <w:rtl/>
        </w:rPr>
        <w:t>كاشمر اور بلا ساقو</w:t>
      </w:r>
      <w:r w:rsidR="000A0CDC">
        <w:rPr>
          <w:rtl/>
        </w:rPr>
        <w:t xml:space="preserve">ں </w:t>
      </w:r>
      <w:r>
        <w:rPr>
          <w:rtl/>
        </w:rPr>
        <w:t>شہرو</w:t>
      </w:r>
      <w:r w:rsidR="000A0CDC">
        <w:rPr>
          <w:rtl/>
        </w:rPr>
        <w:t xml:space="preserve">ں </w:t>
      </w:r>
      <w:r>
        <w:rPr>
          <w:rtl/>
        </w:rPr>
        <w:t>سے ہوتا ہوا كہ جو پہلے سے منگولو</w:t>
      </w:r>
      <w:r w:rsidR="000A0CDC">
        <w:rPr>
          <w:rtl/>
        </w:rPr>
        <w:t xml:space="preserve">ں </w:t>
      </w:r>
      <w:r>
        <w:rPr>
          <w:rtl/>
        </w:rPr>
        <w:t>كے قبضہ مي</w:t>
      </w:r>
      <w:r w:rsidR="000A0CDC">
        <w:rPr>
          <w:rtl/>
        </w:rPr>
        <w:t xml:space="preserve">ں </w:t>
      </w:r>
      <w:r>
        <w:rPr>
          <w:rtl/>
        </w:rPr>
        <w:t xml:space="preserve">آچكے تھے بخارا كى طرف بڑھا_ </w:t>
      </w:r>
    </w:p>
    <w:p w:rsidR="0061102A" w:rsidRDefault="0061102A" w:rsidP="00BE6934">
      <w:pPr>
        <w:pStyle w:val="libNormal"/>
        <w:rPr>
          <w:rtl/>
        </w:rPr>
      </w:pPr>
      <w:r>
        <w:rPr>
          <w:rtl/>
        </w:rPr>
        <w:t>سلطان محمد خوارزم شاہ كہ جسے ابھى تك منگولو</w:t>
      </w:r>
      <w:r w:rsidR="000A0CDC">
        <w:rPr>
          <w:rtl/>
        </w:rPr>
        <w:t xml:space="preserve">ں </w:t>
      </w:r>
      <w:r>
        <w:rPr>
          <w:rtl/>
        </w:rPr>
        <w:t>كا سامنا نہي</w:t>
      </w:r>
      <w:r w:rsidR="000A0CDC">
        <w:rPr>
          <w:rtl/>
        </w:rPr>
        <w:t xml:space="preserve">ں </w:t>
      </w:r>
      <w:r>
        <w:rPr>
          <w:rtl/>
        </w:rPr>
        <w:t>ہوا تھا سمرقند سے بخارا اوربخارا سے سيحون كى طرف لشكر كے ساتھ بڑھا اس دوران اس نے تمام صوبو</w:t>
      </w:r>
      <w:r w:rsidR="000A0CDC">
        <w:rPr>
          <w:rtl/>
        </w:rPr>
        <w:t xml:space="preserve">ں </w:t>
      </w:r>
      <w:r>
        <w:rPr>
          <w:rtl/>
        </w:rPr>
        <w:t>سے فوج كو جمع كرنے كا حكم ديا _ منگولو</w:t>
      </w:r>
      <w:r w:rsidR="000A0CDC">
        <w:rPr>
          <w:rtl/>
        </w:rPr>
        <w:t xml:space="preserve">ں </w:t>
      </w:r>
      <w:r>
        <w:rPr>
          <w:rtl/>
        </w:rPr>
        <w:t>كے ساتھ جنگ مي</w:t>
      </w:r>
      <w:r w:rsidR="000A0CDC">
        <w:rPr>
          <w:rtl/>
        </w:rPr>
        <w:t xml:space="preserve">ں </w:t>
      </w:r>
      <w:r>
        <w:rPr>
          <w:rtl/>
        </w:rPr>
        <w:t>سلطان محمد خوارزم شاہ كى فوج پر ايسى سخت ضرب لگى كہ اگر اسكے شجاع بيٹے جلال الدين كى جانفشانى نہ ہوتى تو ہ خود بھى اس لڑائي مي</w:t>
      </w:r>
      <w:r w:rsidR="000A0CDC">
        <w:rPr>
          <w:rtl/>
        </w:rPr>
        <w:t xml:space="preserve">ں </w:t>
      </w:r>
      <w:r>
        <w:rPr>
          <w:rtl/>
        </w:rPr>
        <w:t>مارا جاتا بہر حال شكست نے سلطان محمد كے دل مي</w:t>
      </w:r>
      <w:r w:rsidR="000A0CDC">
        <w:rPr>
          <w:rtl/>
        </w:rPr>
        <w:t xml:space="preserve">ں </w:t>
      </w:r>
      <w:r>
        <w:rPr>
          <w:rtl/>
        </w:rPr>
        <w:t>ايسا خوف ڈالا كر وہ مازندران كى طرف فرار ہوا اور وہا</w:t>
      </w:r>
      <w:r w:rsidR="000A0CDC">
        <w:rPr>
          <w:rtl/>
        </w:rPr>
        <w:t xml:space="preserve">ں </w:t>
      </w:r>
      <w:r>
        <w:rPr>
          <w:rtl/>
        </w:rPr>
        <w:t>سے كسى جزيرہ مي</w:t>
      </w:r>
      <w:r w:rsidR="000A0CDC">
        <w:rPr>
          <w:rtl/>
        </w:rPr>
        <w:t xml:space="preserve">ں </w:t>
      </w:r>
      <w:r>
        <w:rPr>
          <w:rtl/>
        </w:rPr>
        <w:t>پناہ لى اور وہي</w:t>
      </w:r>
      <w:r w:rsidR="000A0CDC">
        <w:rPr>
          <w:rtl/>
        </w:rPr>
        <w:t xml:space="preserve">ں </w:t>
      </w:r>
      <w:r>
        <w:rPr>
          <w:rtl/>
        </w:rPr>
        <w:t>غم سے جان دي_</w:t>
      </w:r>
      <w:r w:rsidRPr="00F67D4B">
        <w:rPr>
          <w:rStyle w:val="libFootnotenumChar"/>
          <w:rtl/>
        </w:rPr>
        <w:t>(2)</w:t>
      </w:r>
      <w:r>
        <w:rPr>
          <w:rtl/>
        </w:rPr>
        <w:t xml:space="preserve"> </w:t>
      </w:r>
    </w:p>
    <w:p w:rsidR="0061102A" w:rsidRDefault="0061102A" w:rsidP="00BE6934">
      <w:pPr>
        <w:pStyle w:val="libNormal"/>
        <w:rPr>
          <w:rtl/>
        </w:rPr>
      </w:pPr>
      <w:r>
        <w:rPr>
          <w:rtl/>
        </w:rPr>
        <w:t>منگولو</w:t>
      </w:r>
      <w:r w:rsidR="000A0CDC">
        <w:rPr>
          <w:rtl/>
        </w:rPr>
        <w:t xml:space="preserve">ں </w:t>
      </w:r>
      <w:r>
        <w:rPr>
          <w:rtl/>
        </w:rPr>
        <w:t>كا پہلا نشانہ شہر اترار تھا كہ وہا</w:t>
      </w:r>
      <w:r w:rsidR="000A0CDC">
        <w:rPr>
          <w:rtl/>
        </w:rPr>
        <w:t xml:space="preserve">ں </w:t>
      </w:r>
      <w:r>
        <w:rPr>
          <w:rtl/>
        </w:rPr>
        <w:t>انكا تجارتى قافلہ لوٹا گيا تھا لہذا سب سے پہلے انہو</w:t>
      </w:r>
      <w:r w:rsidR="000A0CDC">
        <w:rPr>
          <w:rtl/>
        </w:rPr>
        <w:t xml:space="preserve">ں </w:t>
      </w:r>
      <w:r>
        <w:rPr>
          <w:rtl/>
        </w:rPr>
        <w:t>نے اسى شہر كا محاصرہ كيا پانچ مہينے كى مزاحمت كے بعد شہر والو</w:t>
      </w:r>
      <w:r w:rsidR="000A0CDC">
        <w:rPr>
          <w:rtl/>
        </w:rPr>
        <w:t xml:space="preserve">ں </w:t>
      </w:r>
      <w:r>
        <w:rPr>
          <w:rtl/>
        </w:rPr>
        <w:t>نے ہتھيار ڈال ديے حملہ آور منگولو</w:t>
      </w:r>
      <w:r w:rsidR="000A0CDC">
        <w:rPr>
          <w:rtl/>
        </w:rPr>
        <w:t xml:space="preserve">ں </w:t>
      </w:r>
      <w:r>
        <w:rPr>
          <w:rtl/>
        </w:rPr>
        <w:t>نے كسى پر رحم نہ كيا سب كو خاك و خون مي</w:t>
      </w:r>
      <w:r w:rsidR="000A0CDC">
        <w:rPr>
          <w:rtl/>
        </w:rPr>
        <w:t xml:space="preserve">ں </w:t>
      </w:r>
      <w:r>
        <w:rPr>
          <w:rtl/>
        </w:rPr>
        <w:t>غلطا</w:t>
      </w:r>
      <w:r w:rsidR="000A0CDC">
        <w:rPr>
          <w:rtl/>
        </w:rPr>
        <w:t xml:space="preserve">ں </w:t>
      </w:r>
      <w:r>
        <w:rPr>
          <w:rtl/>
        </w:rPr>
        <w:t>كرديا منگولو</w:t>
      </w:r>
      <w:r w:rsidR="000A0CDC">
        <w:rPr>
          <w:rtl/>
        </w:rPr>
        <w:t xml:space="preserve">ں </w:t>
      </w:r>
      <w:r>
        <w:rPr>
          <w:rtl/>
        </w:rPr>
        <w:t>نے يہا</w:t>
      </w:r>
      <w:r w:rsidR="000A0CDC">
        <w:rPr>
          <w:rtl/>
        </w:rPr>
        <w:t xml:space="preserve">ں </w:t>
      </w:r>
      <w:r>
        <w:rPr>
          <w:rtl/>
        </w:rPr>
        <w:t xml:space="preserve">سے مملكت ايران كو ويران كرنا شروع كيا اور پھر جو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عباس اقبال آشتيانى ، تاريخ مغول و اوايل تيمور در ايران ، تہران_ </w:t>
      </w:r>
    </w:p>
    <w:p w:rsidR="00D47FFB" w:rsidRDefault="0061102A" w:rsidP="00BE6934">
      <w:pPr>
        <w:pStyle w:val="libFootnote"/>
        <w:rPr>
          <w:rtl/>
        </w:rPr>
      </w:pPr>
      <w:r>
        <w:rPr>
          <w:rtl/>
        </w:rPr>
        <w:t>2) شيرين بيانى ، دين و دولت در ايران عہد مغول ، تہران ص 19_14_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بھى شہر انكے راستے مي</w:t>
      </w:r>
      <w:r w:rsidR="000A0CDC">
        <w:rPr>
          <w:rtl/>
        </w:rPr>
        <w:t xml:space="preserve">ں </w:t>
      </w:r>
      <w:r>
        <w:rPr>
          <w:rtl/>
        </w:rPr>
        <w:t>آيا سب شہر والو</w:t>
      </w:r>
      <w:r w:rsidR="000A0CDC">
        <w:rPr>
          <w:rtl/>
        </w:rPr>
        <w:t xml:space="preserve">ں </w:t>
      </w:r>
      <w:r>
        <w:rPr>
          <w:rtl/>
        </w:rPr>
        <w:t>كا قتل عام كيا اور پھر اس شہر مي</w:t>
      </w:r>
      <w:r w:rsidR="000A0CDC">
        <w:rPr>
          <w:rtl/>
        </w:rPr>
        <w:t xml:space="preserve">ں </w:t>
      </w:r>
      <w:r>
        <w:rPr>
          <w:rtl/>
        </w:rPr>
        <w:t xml:space="preserve">سوائے خاكستر كے كوئي چيز باقى نہ رہنے ديتے _ </w:t>
      </w:r>
    </w:p>
    <w:p w:rsidR="0061102A" w:rsidRDefault="0061102A" w:rsidP="00BE6934">
      <w:pPr>
        <w:pStyle w:val="libNormal"/>
        <w:rPr>
          <w:rtl/>
        </w:rPr>
      </w:pPr>
      <w:r>
        <w:rPr>
          <w:rtl/>
        </w:rPr>
        <w:t>انہو</w:t>
      </w:r>
      <w:r w:rsidR="000A0CDC">
        <w:rPr>
          <w:rtl/>
        </w:rPr>
        <w:t xml:space="preserve">ں </w:t>
      </w:r>
      <w:r>
        <w:rPr>
          <w:rtl/>
        </w:rPr>
        <w:t>نے سمرقند ، بخارا ، خوارزم ، بلخ ، مرو ، ہرات اور ديگر تمام شہرو</w:t>
      </w:r>
      <w:r w:rsidR="000A0CDC">
        <w:rPr>
          <w:rtl/>
        </w:rPr>
        <w:t xml:space="preserve">ں </w:t>
      </w:r>
      <w:r>
        <w:rPr>
          <w:rtl/>
        </w:rPr>
        <w:t>اور قصبات كو تباہ و برباد كيا اور بعض ديہاتو</w:t>
      </w:r>
      <w:r w:rsidR="000A0CDC">
        <w:rPr>
          <w:rtl/>
        </w:rPr>
        <w:t xml:space="preserve">ں </w:t>
      </w:r>
      <w:r>
        <w:rPr>
          <w:rtl/>
        </w:rPr>
        <w:t>مي</w:t>
      </w:r>
      <w:r w:rsidR="000A0CDC">
        <w:rPr>
          <w:rtl/>
        </w:rPr>
        <w:t xml:space="preserve">ں </w:t>
      </w:r>
      <w:r>
        <w:rPr>
          <w:rtl/>
        </w:rPr>
        <w:t>تو پالتو جانورو</w:t>
      </w:r>
      <w:r w:rsidR="000A0CDC">
        <w:rPr>
          <w:rtl/>
        </w:rPr>
        <w:t xml:space="preserve">ں </w:t>
      </w:r>
      <w:r>
        <w:rPr>
          <w:rtl/>
        </w:rPr>
        <w:t>پر بھى رحم نہ كيا بالخصوص وہ شہر كہ جہا</w:t>
      </w:r>
      <w:r w:rsidR="000A0CDC">
        <w:rPr>
          <w:rtl/>
        </w:rPr>
        <w:t xml:space="preserve">ں </w:t>
      </w:r>
      <w:r>
        <w:rPr>
          <w:rtl/>
        </w:rPr>
        <w:t>كچھ مزاحمت ہوئي وہا</w:t>
      </w:r>
      <w:r w:rsidR="000A0CDC">
        <w:rPr>
          <w:rtl/>
        </w:rPr>
        <w:t xml:space="preserve">ں </w:t>
      </w:r>
      <w:r>
        <w:rPr>
          <w:rtl/>
        </w:rPr>
        <w:t>كسى چيز كو نہ چھوڑا گيا _ مثلا جب چنگيز كو دس ماہ تك طالقان كے لوگو</w:t>
      </w:r>
      <w:r w:rsidR="000A0CDC">
        <w:rPr>
          <w:rtl/>
        </w:rPr>
        <w:t xml:space="preserve">ں </w:t>
      </w:r>
      <w:r>
        <w:rPr>
          <w:rtl/>
        </w:rPr>
        <w:t>كى مزاحمت كا سامنا كرنا پڑا تو اس نے اپنے بيٹو</w:t>
      </w:r>
      <w:r w:rsidR="000A0CDC">
        <w:rPr>
          <w:rtl/>
        </w:rPr>
        <w:t xml:space="preserve">ں </w:t>
      </w:r>
      <w:r>
        <w:rPr>
          <w:rtl/>
        </w:rPr>
        <w:t>(جغتاى ، اوكتاى ، تولي) كو مدد كيلئے بلايا تو ان لوگو</w:t>
      </w:r>
      <w:r w:rsidR="000A0CDC">
        <w:rPr>
          <w:rtl/>
        </w:rPr>
        <w:t xml:space="preserve">ں </w:t>
      </w:r>
      <w:r>
        <w:rPr>
          <w:rtl/>
        </w:rPr>
        <w:t>كى مزاحمت اور جغتاى كے قتل ہونے كى سزا كا انتقام ايسے ليا كہ اس شہر مي</w:t>
      </w:r>
      <w:r w:rsidR="000A0CDC">
        <w:rPr>
          <w:rtl/>
        </w:rPr>
        <w:t xml:space="preserve">ں </w:t>
      </w:r>
      <w:r>
        <w:rPr>
          <w:rtl/>
        </w:rPr>
        <w:t>كسى كتے اور بلى كو بھى زندہ نہ چھوڑا 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96" w:name="_Toc268652"/>
      <w:r>
        <w:rPr>
          <w:rtl/>
        </w:rPr>
        <w:t>چنگيز كے جانشين اور عالم اسلام پر حملو</w:t>
      </w:r>
      <w:r w:rsidR="000A0CDC">
        <w:rPr>
          <w:rtl/>
        </w:rPr>
        <w:t xml:space="preserve">ں </w:t>
      </w:r>
      <w:r>
        <w:rPr>
          <w:rtl/>
        </w:rPr>
        <w:t>كا تسلسل</w:t>
      </w:r>
      <w:bookmarkEnd w:id="96"/>
    </w:p>
    <w:p w:rsidR="0061102A" w:rsidRDefault="0061102A" w:rsidP="00BE6934">
      <w:pPr>
        <w:pStyle w:val="libNormal"/>
        <w:rPr>
          <w:rtl/>
        </w:rPr>
      </w:pPr>
      <w:r>
        <w:rPr>
          <w:rtl/>
        </w:rPr>
        <w:t>10 رمضان 624 قمر ى اور 1227 عيسوى مي</w:t>
      </w:r>
      <w:r w:rsidR="000A0CDC">
        <w:rPr>
          <w:rtl/>
        </w:rPr>
        <w:t xml:space="preserve">ں </w:t>
      </w:r>
      <w:r>
        <w:rPr>
          <w:rtl/>
        </w:rPr>
        <w:t>چنگيز خان مرگيا اس نے اپنى موت سے قبل مشرقى ممالك كى سلطنت تولى كے حوالے كى اور مغربى ممالك كى پادشاہى اكتاى كو بخشى 5 66 قمرى 1253 عيسوى مي</w:t>
      </w:r>
      <w:r w:rsidR="000A0CDC">
        <w:rPr>
          <w:rtl/>
        </w:rPr>
        <w:t xml:space="preserve">ں </w:t>
      </w:r>
      <w:r>
        <w:rPr>
          <w:rtl/>
        </w:rPr>
        <w:t>چنگيز كے پوتے ہلاكو خان كو ايشيا كے معاملات كى ذمہ دارى ملى تا كہ ايران كى تمام مقامى حكومتو</w:t>
      </w:r>
      <w:r w:rsidR="000A0CDC">
        <w:rPr>
          <w:rtl/>
        </w:rPr>
        <w:t xml:space="preserve">ں </w:t>
      </w:r>
      <w:r>
        <w:rPr>
          <w:rtl/>
        </w:rPr>
        <w:t>كوختم كرتے ہوئے ايك واحد منگولى حكومت كو تشكيل دے _ اس نے فرقہ اسماعيليہ كى 170 سالہ حكومت كو بھى ختم كيا اور ايران كے تمام قبايل اور گروہو</w:t>
      </w:r>
      <w:r w:rsidR="000A0CDC">
        <w:rPr>
          <w:rtl/>
        </w:rPr>
        <w:t xml:space="preserve">ں </w:t>
      </w:r>
      <w:r>
        <w:rPr>
          <w:rtl/>
        </w:rPr>
        <w:t xml:space="preserve">كو اپنے مقابل سر تسليم ختم كرنے پر مجبور كيا _ </w:t>
      </w:r>
    </w:p>
    <w:p w:rsidR="0061102A" w:rsidRDefault="0061102A" w:rsidP="00BE6934">
      <w:pPr>
        <w:pStyle w:val="libNormal"/>
        <w:rPr>
          <w:rtl/>
        </w:rPr>
      </w:pPr>
      <w:r>
        <w:rPr>
          <w:rtl/>
        </w:rPr>
        <w:t xml:space="preserve">ليكن ہلاكوخان كى سب سے بڑى كاميابى بغداد يعنى اسلامى خلافت كے مركز كو فتح كرنا تھى اس نے بغداد پر چارو </w:t>
      </w:r>
      <w:r w:rsidR="000A0CDC">
        <w:rPr>
          <w:rtl/>
        </w:rPr>
        <w:t xml:space="preserve">ں </w:t>
      </w:r>
      <w:r>
        <w:rPr>
          <w:rtl/>
        </w:rPr>
        <w:t>طرف سے حملہ كرنے كا حكم ديا چھ دن مزاحمت كے بعد 4 صفر 655 يا 1257 عيسوى مي</w:t>
      </w:r>
      <w:r w:rsidR="000A0CDC">
        <w:rPr>
          <w:rtl/>
        </w:rPr>
        <w:t xml:space="preserve">ں </w:t>
      </w:r>
      <w:r>
        <w:rPr>
          <w:rtl/>
        </w:rPr>
        <w:t>اہل بغداد نے ہتھيار ڈال ديے كچھ افراد كے علاوہ باقى تمام شہر والو</w:t>
      </w:r>
      <w:r w:rsidR="000A0CDC">
        <w:rPr>
          <w:rtl/>
        </w:rPr>
        <w:t xml:space="preserve">ں </w:t>
      </w:r>
      <w:r>
        <w:rPr>
          <w:rtl/>
        </w:rPr>
        <w:t>كو قتل كرديا گيا اسكے بعد ايك ايك كركے عراق كے تمام شہرو</w:t>
      </w:r>
      <w:r w:rsidR="000A0CDC">
        <w:rPr>
          <w:rtl/>
        </w:rPr>
        <w:t xml:space="preserve">ں </w:t>
      </w:r>
      <w:r>
        <w:rPr>
          <w:rtl/>
        </w:rPr>
        <w:t>پر منگولو</w:t>
      </w:r>
      <w:r w:rsidR="000A0CDC">
        <w:rPr>
          <w:rtl/>
        </w:rPr>
        <w:t xml:space="preserve">ں </w:t>
      </w:r>
      <w:r>
        <w:rPr>
          <w:rtl/>
        </w:rPr>
        <w:t xml:space="preserve">كا قبضہ ہوتا چلا گيا ہلاكوخان بغداد كو فتح كرنے كے بعد آذربايجان كى طرف روانہ ہوا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ج ، ج ساندوز ، تاريخ فتوحات مغول ، ترجمہ ابوالقاسم حالت ، تہران ، امير كبير ، ج 2 ص 114_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نے پہلے مراغہ اور بعدمي</w:t>
      </w:r>
      <w:r w:rsidR="000A0CDC">
        <w:rPr>
          <w:rtl/>
        </w:rPr>
        <w:t xml:space="preserve">ں </w:t>
      </w:r>
      <w:r>
        <w:rPr>
          <w:rtl/>
        </w:rPr>
        <w:t>تبريز مي</w:t>
      </w:r>
      <w:r w:rsidR="000A0CDC">
        <w:rPr>
          <w:rtl/>
        </w:rPr>
        <w:t xml:space="preserve">ں </w:t>
      </w:r>
      <w:r>
        <w:rPr>
          <w:rtl/>
        </w:rPr>
        <w:t>سكونت اختيار كى اسكے بعد عراق مكمل طور پر اور خاص طور پر افسانوى شہر بغداد يعنى اسلامى خلافت كے مركز كى سياسى اہميت ختم ہوگئي اور منگول اپنى حاكميت كے اختتام تك يعنى 734 قمرى 1335 عيسوى تك اس سرزمين پر قابض رہے</w:t>
      </w:r>
      <w:r w:rsidRPr="00F67D4B">
        <w:rPr>
          <w:rStyle w:val="libFootnotenumChar"/>
          <w:rtl/>
        </w:rPr>
        <w:t>(1)</w:t>
      </w:r>
      <w:r>
        <w:rPr>
          <w:rtl/>
        </w:rPr>
        <w:t xml:space="preserve">_ </w:t>
      </w:r>
    </w:p>
    <w:p w:rsidR="0061102A" w:rsidRDefault="0061102A" w:rsidP="00BE6934">
      <w:pPr>
        <w:pStyle w:val="libNormal"/>
        <w:rPr>
          <w:rtl/>
        </w:rPr>
      </w:pPr>
    </w:p>
    <w:p w:rsidR="0061102A" w:rsidRDefault="0061102A" w:rsidP="00BE6934">
      <w:pPr>
        <w:pStyle w:val="Heading2Center"/>
        <w:rPr>
          <w:rtl/>
        </w:rPr>
      </w:pPr>
      <w:bookmarkStart w:id="97" w:name="_Toc268653"/>
      <w:r>
        <w:rPr>
          <w:rtl/>
        </w:rPr>
        <w:t>منگولو</w:t>
      </w:r>
      <w:r w:rsidR="000A0CDC">
        <w:rPr>
          <w:rtl/>
        </w:rPr>
        <w:t xml:space="preserve">ں </w:t>
      </w:r>
      <w:r>
        <w:rPr>
          <w:rtl/>
        </w:rPr>
        <w:t>كى پيش قدمى كا اختتام او ر ايلخانى حكومت كى تشكيل</w:t>
      </w:r>
      <w:bookmarkEnd w:id="97"/>
    </w:p>
    <w:p w:rsidR="0061102A" w:rsidRDefault="0061102A" w:rsidP="00BE6934">
      <w:pPr>
        <w:pStyle w:val="libNormal"/>
        <w:rPr>
          <w:rtl/>
        </w:rPr>
      </w:pPr>
      <w:r>
        <w:rPr>
          <w:rtl/>
        </w:rPr>
        <w:t>ہلاكوخان كى مسلسل يہى كوشش تھى كہ ماوراء النہر مي</w:t>
      </w:r>
      <w:r w:rsidR="000A0CDC">
        <w:rPr>
          <w:rtl/>
        </w:rPr>
        <w:t xml:space="preserve">ں </w:t>
      </w:r>
      <w:r>
        <w:rPr>
          <w:rtl/>
        </w:rPr>
        <w:t>دريائے جيحو</w:t>
      </w:r>
      <w:r w:rsidR="000A0CDC">
        <w:rPr>
          <w:rtl/>
        </w:rPr>
        <w:t xml:space="preserve">ں </w:t>
      </w:r>
      <w:r>
        <w:rPr>
          <w:rtl/>
        </w:rPr>
        <w:t>سے بحيرہ روم كے مشرق اور مغرب مي</w:t>
      </w:r>
      <w:r w:rsidR="000A0CDC">
        <w:rPr>
          <w:rtl/>
        </w:rPr>
        <w:t xml:space="preserve">ں </w:t>
      </w:r>
      <w:r>
        <w:rPr>
          <w:rtl/>
        </w:rPr>
        <w:t>مصر تك اسكى بادشاہت كى حدود پر اسكا تسلط برقرار رہے _ اسى ليے اس نے شام و سوريہ پر حملہ كيا انہى سالو</w:t>
      </w:r>
      <w:r w:rsidR="000A0CDC">
        <w:rPr>
          <w:rtl/>
        </w:rPr>
        <w:t xml:space="preserve">ں </w:t>
      </w:r>
      <w:r>
        <w:rPr>
          <w:rtl/>
        </w:rPr>
        <w:t>مي</w:t>
      </w:r>
      <w:r w:rsidR="000A0CDC">
        <w:rPr>
          <w:rtl/>
        </w:rPr>
        <w:t xml:space="preserve">ں </w:t>
      </w:r>
      <w:r>
        <w:rPr>
          <w:rtl/>
        </w:rPr>
        <w:t>مصر اور قاہرہ خاندان مماليك (غلاما</w:t>
      </w:r>
      <w:r w:rsidR="000A0CDC">
        <w:rPr>
          <w:rtl/>
        </w:rPr>
        <w:t xml:space="preserve">ں </w:t>
      </w:r>
      <w:r>
        <w:rPr>
          <w:rtl/>
        </w:rPr>
        <w:t>)كے ہاتھو</w:t>
      </w:r>
      <w:r w:rsidR="000A0CDC">
        <w:rPr>
          <w:rtl/>
        </w:rPr>
        <w:t xml:space="preserve">ں </w:t>
      </w:r>
      <w:r>
        <w:rPr>
          <w:rtl/>
        </w:rPr>
        <w:t>مي</w:t>
      </w:r>
      <w:r w:rsidR="000A0CDC">
        <w:rPr>
          <w:rtl/>
        </w:rPr>
        <w:t xml:space="preserve">ں </w:t>
      </w:r>
      <w:r>
        <w:rPr>
          <w:rtl/>
        </w:rPr>
        <w:t>تھا اور وہ دنيائے اسلام كے دفاع كى ذمہ دارى اپنے كندھو</w:t>
      </w:r>
      <w:r w:rsidR="000A0CDC">
        <w:rPr>
          <w:rtl/>
        </w:rPr>
        <w:t xml:space="preserve">ں </w:t>
      </w:r>
      <w:r>
        <w:rPr>
          <w:rtl/>
        </w:rPr>
        <w:t>پر محسوس كرتے تھے انہو</w:t>
      </w:r>
      <w:r w:rsidR="000A0CDC">
        <w:rPr>
          <w:rtl/>
        </w:rPr>
        <w:t xml:space="preserve">ں </w:t>
      </w:r>
      <w:r>
        <w:rPr>
          <w:rtl/>
        </w:rPr>
        <w:t>نے منگولو</w:t>
      </w:r>
      <w:r w:rsidR="000A0CDC">
        <w:rPr>
          <w:rtl/>
        </w:rPr>
        <w:t xml:space="preserve">ں </w:t>
      </w:r>
      <w:r>
        <w:rPr>
          <w:rtl/>
        </w:rPr>
        <w:t>سے كوئي سمجھوتہ نہ كيا اور فلسطين مي</w:t>
      </w:r>
      <w:r w:rsidR="000A0CDC">
        <w:rPr>
          <w:rtl/>
        </w:rPr>
        <w:t xml:space="preserve">ں </w:t>
      </w:r>
      <w:r>
        <w:rPr>
          <w:rtl/>
        </w:rPr>
        <w:t>عين جالوت كے مقام پر منگولو</w:t>
      </w:r>
      <w:r w:rsidR="000A0CDC">
        <w:rPr>
          <w:rtl/>
        </w:rPr>
        <w:t xml:space="preserve">ں </w:t>
      </w:r>
      <w:r>
        <w:rPr>
          <w:rtl/>
        </w:rPr>
        <w:t>كو سخت شكست فاش سے دوچار كيا اسطرح منگولو</w:t>
      </w:r>
      <w:r w:rsidR="000A0CDC">
        <w:rPr>
          <w:rtl/>
        </w:rPr>
        <w:t xml:space="preserve">ں </w:t>
      </w:r>
      <w:r>
        <w:rPr>
          <w:rtl/>
        </w:rPr>
        <w:t>كا ناقابل شكست والا طلسم ہميشہ كيلئے ٹوٹ گيا اسكے بعد شام مي</w:t>
      </w:r>
      <w:r w:rsidR="000A0CDC">
        <w:rPr>
          <w:rtl/>
        </w:rPr>
        <w:t xml:space="preserve">ں </w:t>
      </w:r>
      <w:r>
        <w:rPr>
          <w:rtl/>
        </w:rPr>
        <w:t>منگولو</w:t>
      </w:r>
      <w:r w:rsidR="000A0CDC">
        <w:rPr>
          <w:rtl/>
        </w:rPr>
        <w:t xml:space="preserve">ں </w:t>
      </w:r>
      <w:r>
        <w:rPr>
          <w:rtl/>
        </w:rPr>
        <w:t>كے ما تحت علاقے انكے ہاتھو</w:t>
      </w:r>
      <w:r w:rsidR="000A0CDC">
        <w:rPr>
          <w:rtl/>
        </w:rPr>
        <w:t xml:space="preserve">ں </w:t>
      </w:r>
      <w:r>
        <w:rPr>
          <w:rtl/>
        </w:rPr>
        <w:t>سے نكل گئے اور دوبارہ مصر كے مماليك ان علاقو</w:t>
      </w:r>
      <w:r w:rsidR="000A0CDC">
        <w:rPr>
          <w:rtl/>
        </w:rPr>
        <w:t xml:space="preserve">ں </w:t>
      </w:r>
      <w:r>
        <w:rPr>
          <w:rtl/>
        </w:rPr>
        <w:t>پر حكومت كرنے لگے اسكے بعد ديگر جنگى معركو</w:t>
      </w:r>
      <w:r w:rsidR="000A0CDC">
        <w:rPr>
          <w:rtl/>
        </w:rPr>
        <w:t xml:space="preserve">ں </w:t>
      </w:r>
      <w:r>
        <w:rPr>
          <w:rtl/>
        </w:rPr>
        <w:t>مي</w:t>
      </w:r>
      <w:r w:rsidR="000A0CDC">
        <w:rPr>
          <w:rtl/>
        </w:rPr>
        <w:t xml:space="preserve">ں </w:t>
      </w:r>
      <w:r>
        <w:rPr>
          <w:rtl/>
        </w:rPr>
        <w:t>منگولو</w:t>
      </w:r>
      <w:r w:rsidR="000A0CDC">
        <w:rPr>
          <w:rtl/>
        </w:rPr>
        <w:t xml:space="preserve">ں </w:t>
      </w:r>
      <w:r>
        <w:rPr>
          <w:rtl/>
        </w:rPr>
        <w:t>كو شكست ديتے ہوئے انہو</w:t>
      </w:r>
      <w:r w:rsidR="000A0CDC">
        <w:rPr>
          <w:rtl/>
        </w:rPr>
        <w:t xml:space="preserve">ں </w:t>
      </w:r>
      <w:r>
        <w:rPr>
          <w:rtl/>
        </w:rPr>
        <w:t>نے دريائے فرات كو اپنے اور منگولو</w:t>
      </w:r>
      <w:r w:rsidR="000A0CDC">
        <w:rPr>
          <w:rtl/>
        </w:rPr>
        <w:t xml:space="preserve">ں </w:t>
      </w:r>
      <w:r>
        <w:rPr>
          <w:rtl/>
        </w:rPr>
        <w:t xml:space="preserve">كے درميان سرحدى پٹى قرار ديا _ </w:t>
      </w:r>
    </w:p>
    <w:p w:rsidR="0061102A" w:rsidRDefault="0061102A" w:rsidP="00BE6934">
      <w:pPr>
        <w:pStyle w:val="libNormal"/>
        <w:rPr>
          <w:rtl/>
        </w:rPr>
      </w:pPr>
      <w:r>
        <w:rPr>
          <w:rtl/>
        </w:rPr>
        <w:t>جنگى معركو</w:t>
      </w:r>
      <w:r w:rsidR="000A0CDC">
        <w:rPr>
          <w:rtl/>
        </w:rPr>
        <w:t xml:space="preserve">ں </w:t>
      </w:r>
      <w:r>
        <w:rPr>
          <w:rtl/>
        </w:rPr>
        <w:t>مي</w:t>
      </w:r>
      <w:r w:rsidR="000A0CDC">
        <w:rPr>
          <w:rtl/>
        </w:rPr>
        <w:t xml:space="preserve">ں </w:t>
      </w:r>
      <w:r>
        <w:rPr>
          <w:rtl/>
        </w:rPr>
        <w:t>كئي دفعہ ہارنے كے باوجود ہلاكو خان نے اپنى بادشاہى اور فوجى قوت كو مستحكم كرتے ہوئے '' ايلخان'' كے نام سے اپنى حكومت كا اعلان كيا اسكى حكومت كى حدود شرق مي</w:t>
      </w:r>
      <w:r w:rsidR="000A0CDC">
        <w:rPr>
          <w:rtl/>
        </w:rPr>
        <w:t xml:space="preserve">ں </w:t>
      </w:r>
      <w:r>
        <w:rPr>
          <w:rtl/>
        </w:rPr>
        <w:t>دريائے جيحون اور مغرب مي</w:t>
      </w:r>
      <w:r w:rsidR="000A0CDC">
        <w:rPr>
          <w:rtl/>
        </w:rPr>
        <w:t xml:space="preserve">ں </w:t>
      </w:r>
      <w:r>
        <w:rPr>
          <w:rtl/>
        </w:rPr>
        <w:t>مصر تك اور شمال مي</w:t>
      </w:r>
      <w:r w:rsidR="000A0CDC">
        <w:rPr>
          <w:rtl/>
        </w:rPr>
        <w:t xml:space="preserve">ں </w:t>
      </w:r>
      <w:r>
        <w:rPr>
          <w:rtl/>
        </w:rPr>
        <w:t>قفقاز اور جنوب مي</w:t>
      </w:r>
      <w:r w:rsidR="000A0CDC">
        <w:rPr>
          <w:rtl/>
        </w:rPr>
        <w:t xml:space="preserve">ں </w:t>
      </w:r>
      <w:r>
        <w:rPr>
          <w:rtl/>
        </w:rPr>
        <w:t>خليج فارس تك پھيلى ہوئي تھي</w:t>
      </w:r>
      <w:r w:rsidR="000A0CDC">
        <w:rPr>
          <w:rtl/>
        </w:rPr>
        <w:t xml:space="preserve">ں </w:t>
      </w:r>
      <w:r>
        <w:rPr>
          <w:rtl/>
        </w:rPr>
        <w:t xml:space="preserve">_ </w:t>
      </w:r>
    </w:p>
    <w:p w:rsidR="0061102A" w:rsidRDefault="0061102A" w:rsidP="00BE6934">
      <w:pPr>
        <w:pStyle w:val="libNormal"/>
        <w:rPr>
          <w:rtl/>
        </w:rPr>
      </w:pPr>
      <w:r>
        <w:rPr>
          <w:rtl/>
        </w:rPr>
        <w:t>ہلاكو خان 663 قمرى اور 1265 عيسوى مي</w:t>
      </w:r>
      <w:r w:rsidR="000A0CDC">
        <w:rPr>
          <w:rtl/>
        </w:rPr>
        <w:t xml:space="preserve">ں </w:t>
      </w:r>
      <w:r>
        <w:rPr>
          <w:rtl/>
        </w:rPr>
        <w:t>48 سال كى عمر مي</w:t>
      </w:r>
      <w:r w:rsidR="000A0CDC">
        <w:rPr>
          <w:rtl/>
        </w:rPr>
        <w:t xml:space="preserve">ں </w:t>
      </w:r>
      <w:r>
        <w:rPr>
          <w:rtl/>
        </w:rPr>
        <w:t>دنيا سے رخصت ہو ا اسكے بعد 654 سے 736 تك آٹھ ايل خانو</w:t>
      </w:r>
      <w:r w:rsidR="000A0CDC">
        <w:rPr>
          <w:rtl/>
        </w:rPr>
        <w:t xml:space="preserve">ں </w:t>
      </w:r>
      <w:r>
        <w:rPr>
          <w:rtl/>
        </w:rPr>
        <w:t>نے حكومت كى _ آخرى ايلخان منگول بادشان جو كہ لا ولد تھا بہت زيادہ عيش و عشرت كى بناء پر 736 قمرى اور 1336 عيسوى مي</w:t>
      </w:r>
      <w:r w:rsidR="000A0CDC">
        <w:rPr>
          <w:rtl/>
        </w:rPr>
        <w:t xml:space="preserve">ں </w:t>
      </w:r>
      <w:r>
        <w:rPr>
          <w:rtl/>
        </w:rPr>
        <w:t xml:space="preserve">فوت ہوا اسكے بعد حكومت كے دعويدار اختلافات كا شكار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رشيد دو ، لى _ شن ، سقوط بغداد، ترجمہ اسداللہ آزداد ، مشہد ، انتشارات آستان قدس رضوى ، ص 2_ 141_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ہوئے جسكى بناء پر ايل خان مختلف ٹكڑو</w:t>
      </w:r>
      <w:r w:rsidR="000A0CDC">
        <w:rPr>
          <w:rtl/>
        </w:rPr>
        <w:t xml:space="preserve">ں </w:t>
      </w:r>
      <w:r>
        <w:rPr>
          <w:rtl/>
        </w:rPr>
        <w:t>مي</w:t>
      </w:r>
      <w:r w:rsidR="000A0CDC">
        <w:rPr>
          <w:rtl/>
        </w:rPr>
        <w:t xml:space="preserve">ں </w:t>
      </w:r>
      <w:r>
        <w:rPr>
          <w:rtl/>
        </w:rPr>
        <w:t>بٹ گئے 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98" w:name="_Toc268654"/>
      <w:r>
        <w:rPr>
          <w:rtl/>
        </w:rPr>
        <w:t>منگولو</w:t>
      </w:r>
      <w:r w:rsidR="000A0CDC">
        <w:rPr>
          <w:rtl/>
        </w:rPr>
        <w:t xml:space="preserve">ں </w:t>
      </w:r>
      <w:r>
        <w:rPr>
          <w:rtl/>
        </w:rPr>
        <w:t>كے دور مي</w:t>
      </w:r>
      <w:r w:rsidR="000A0CDC">
        <w:rPr>
          <w:rtl/>
        </w:rPr>
        <w:t xml:space="preserve">ں </w:t>
      </w:r>
      <w:r>
        <w:rPr>
          <w:rtl/>
        </w:rPr>
        <w:t>اسلامى دنيا كى تہذيبى صورت حال كا جائزہ</w:t>
      </w:r>
      <w:bookmarkEnd w:id="98"/>
    </w:p>
    <w:p w:rsidR="0061102A" w:rsidRDefault="0061102A" w:rsidP="00BE6934">
      <w:pPr>
        <w:pStyle w:val="libNormal"/>
        <w:rPr>
          <w:rtl/>
        </w:rPr>
      </w:pPr>
      <w:r>
        <w:rPr>
          <w:rtl/>
        </w:rPr>
        <w:t>دوسو سال پر محيط منگولو</w:t>
      </w:r>
      <w:r w:rsidR="000A0CDC">
        <w:rPr>
          <w:rtl/>
        </w:rPr>
        <w:t xml:space="preserve">ں </w:t>
      </w:r>
      <w:r>
        <w:rPr>
          <w:rtl/>
        </w:rPr>
        <w:t>كى حكومت كا دور اسلامى ممالك كى تاريخ مي</w:t>
      </w:r>
      <w:r w:rsidR="000A0CDC">
        <w:rPr>
          <w:rtl/>
        </w:rPr>
        <w:t xml:space="preserve">ں </w:t>
      </w:r>
      <w:r>
        <w:rPr>
          <w:rtl/>
        </w:rPr>
        <w:t>ايك انتہائي تكليف وہ دور شمار ہوتا ہے _ كہ اس دور مي</w:t>
      </w:r>
      <w:r w:rsidR="000A0CDC">
        <w:rPr>
          <w:rtl/>
        </w:rPr>
        <w:t xml:space="preserve">ں </w:t>
      </w:r>
      <w:r>
        <w:rPr>
          <w:rtl/>
        </w:rPr>
        <w:t>منگولو</w:t>
      </w:r>
      <w:r w:rsidR="000A0CDC">
        <w:rPr>
          <w:rtl/>
        </w:rPr>
        <w:t xml:space="preserve">ں </w:t>
      </w:r>
      <w:r>
        <w:rPr>
          <w:rtl/>
        </w:rPr>
        <w:t>كى وحشيانہ حركات كى بناء پر اسلامى تہذيب و تمدن كو ناقابل تلافى نقصانات پہنچے _ منگولو</w:t>
      </w:r>
      <w:r w:rsidR="000A0CDC">
        <w:rPr>
          <w:rtl/>
        </w:rPr>
        <w:t xml:space="preserve">ں </w:t>
      </w:r>
      <w:r>
        <w:rPr>
          <w:rtl/>
        </w:rPr>
        <w:t>كى وحشيانہ تباہى سے پہنچنے والا ايك ناقابل تلافى نقصان بغداد پر قبضہ كے وقت كتابخانو</w:t>
      </w:r>
      <w:r w:rsidR="000A0CDC">
        <w:rPr>
          <w:rtl/>
        </w:rPr>
        <w:t xml:space="preserve">ں </w:t>
      </w:r>
      <w:r>
        <w:rPr>
          <w:rtl/>
        </w:rPr>
        <w:t xml:space="preserve">كو تباہ كرنا اور چند ہزار جلد كتاب كو آگ كى نذر كرنا تھا _ </w:t>
      </w:r>
    </w:p>
    <w:p w:rsidR="0061102A" w:rsidRDefault="0061102A" w:rsidP="00BE6934">
      <w:pPr>
        <w:pStyle w:val="libNormal"/>
        <w:rPr>
          <w:rtl/>
        </w:rPr>
      </w:pPr>
      <w:r>
        <w:rPr>
          <w:rtl/>
        </w:rPr>
        <w:t>ابن خلدون كے بقول منگولو</w:t>
      </w:r>
      <w:r w:rsidR="000A0CDC">
        <w:rPr>
          <w:rtl/>
        </w:rPr>
        <w:t xml:space="preserve">ں </w:t>
      </w:r>
      <w:r>
        <w:rPr>
          <w:rtl/>
        </w:rPr>
        <w:t>نے اسقدر زيادہ اور بے شمار كتابو</w:t>
      </w:r>
      <w:r w:rsidR="000A0CDC">
        <w:rPr>
          <w:rtl/>
        </w:rPr>
        <w:t xml:space="preserve">ں </w:t>
      </w:r>
      <w:r>
        <w:rPr>
          <w:rtl/>
        </w:rPr>
        <w:t>كو دريائے دجلہ مي</w:t>
      </w:r>
      <w:r w:rsidR="000A0CDC">
        <w:rPr>
          <w:rtl/>
        </w:rPr>
        <w:t xml:space="preserve">ں </w:t>
      </w:r>
      <w:r>
        <w:rPr>
          <w:rtl/>
        </w:rPr>
        <w:t>پھينكا كہ ان كتابو</w:t>
      </w:r>
      <w:r w:rsidR="000A0CDC">
        <w:rPr>
          <w:rtl/>
        </w:rPr>
        <w:t xml:space="preserve">ں </w:t>
      </w:r>
      <w:r>
        <w:rPr>
          <w:rtl/>
        </w:rPr>
        <w:t>سے دريا مي</w:t>
      </w:r>
      <w:r w:rsidR="000A0CDC">
        <w:rPr>
          <w:rtl/>
        </w:rPr>
        <w:t xml:space="preserve">ں </w:t>
      </w:r>
      <w:r>
        <w:rPr>
          <w:rtl/>
        </w:rPr>
        <w:t>گويا ايك پل بن گيا كہ ديہاتو</w:t>
      </w:r>
      <w:r w:rsidR="000A0CDC">
        <w:rPr>
          <w:rtl/>
        </w:rPr>
        <w:t xml:space="preserve">ں </w:t>
      </w:r>
      <w:r>
        <w:rPr>
          <w:rtl/>
        </w:rPr>
        <w:t>كے لوگ اور گھوڑ سوار اس پل كے ذريعہ ايك كنارے سے دوسرے كنارے تك جاتے تھے_ بغداد كى تباہى كے ساتھ اسلامى خلافت كا مركز اور دنيائے اسلامى كا سياسى اقتدار بھى ختم ہو گيا اور اسلامى مقدس مقامات مثلا مساجد ، مدارس اور علمى حوزات ويران ہو گئے يا يہ كہ علمى تحقيقات اور ترقى سے محروم ہو گئے_</w:t>
      </w:r>
      <w:r w:rsidRPr="00F67D4B">
        <w:rPr>
          <w:rStyle w:val="libFootnotenumChar"/>
          <w:rtl/>
        </w:rPr>
        <w:t>(2)</w:t>
      </w:r>
      <w:r>
        <w:rPr>
          <w:rtl/>
        </w:rPr>
        <w:t xml:space="preserve"> </w:t>
      </w:r>
    </w:p>
    <w:p w:rsidR="0061102A" w:rsidRDefault="0061102A" w:rsidP="00BE6934">
      <w:pPr>
        <w:pStyle w:val="libNormal"/>
        <w:rPr>
          <w:rtl/>
        </w:rPr>
      </w:pPr>
      <w:r>
        <w:rPr>
          <w:rtl/>
        </w:rPr>
        <w:t>ليكن اسى راكھ سے اسلامى تہذيب و تمدن نے دوبارہ جنم ليا اوراس طرح نشو و نماپائي كہ كافر منگول بھى متاثر ہوئے بلكہ اسلامى تہذيب كے عاشق ہو گئے_ اور اسى دور مي</w:t>
      </w:r>
      <w:r w:rsidR="000A0CDC">
        <w:rPr>
          <w:rtl/>
        </w:rPr>
        <w:t xml:space="preserve">ں </w:t>
      </w:r>
      <w:r>
        <w:rPr>
          <w:rtl/>
        </w:rPr>
        <w:t>اسلام كے بہت سے عظيم اديب اور دانشور ظاہر ہوئے جن مي</w:t>
      </w:r>
      <w:r w:rsidR="000A0CDC">
        <w:rPr>
          <w:rtl/>
        </w:rPr>
        <w:t xml:space="preserve">ں </w:t>
      </w:r>
      <w:r>
        <w:rPr>
          <w:rtl/>
        </w:rPr>
        <w:t>سے ہر ايك نے اپنے مقام پر اسلامى تہذيب و تمدن كے احياء كيلئے بہترين كردار ادا كيا ان عظيم لوگو</w:t>
      </w:r>
      <w:r w:rsidR="000A0CDC">
        <w:rPr>
          <w:rtl/>
        </w:rPr>
        <w:t xml:space="preserve">ں </w:t>
      </w:r>
      <w:r>
        <w:rPr>
          <w:rtl/>
        </w:rPr>
        <w:t>مي</w:t>
      </w:r>
      <w:r w:rsidR="000A0CDC">
        <w:rPr>
          <w:rtl/>
        </w:rPr>
        <w:t xml:space="preserve">ں </w:t>
      </w:r>
      <w:r>
        <w:rPr>
          <w:rtl/>
        </w:rPr>
        <w:t>مثلا مولوى ، سعدى ، حافظ ، عطا ملك جوينى اور خواجہ نصير الدين طوسى قابل ذكرہي</w:t>
      </w:r>
      <w:r w:rsidR="000A0CDC">
        <w:rPr>
          <w:rtl/>
        </w:rPr>
        <w:t xml:space="preserve">ں </w:t>
      </w:r>
      <w:r>
        <w:rPr>
          <w:rtl/>
        </w:rPr>
        <w:t>_ مثلا خواجہ نصير الدين طوسى كے حوالے سے كہا جاتا ہے كہ ہلاكو خان ان سے اس قدر متاثر تھا كہ جو وقت خواجہ معين فرماتے وہ اس وقت سفر پر روانہ ہوتا يا كوئي كام كرتا شايد يہى مسلمان دانشورو</w:t>
      </w:r>
      <w:r w:rsidR="000A0CDC">
        <w:rPr>
          <w:rtl/>
        </w:rPr>
        <w:t xml:space="preserve">ں </w:t>
      </w:r>
      <w:r>
        <w:rPr>
          <w:rtl/>
        </w:rPr>
        <w:t xml:space="preserve">كا دانشمندانہ اور شايستہ طرز عمل تھا كہ اسلامى تہذيب دوبارہ ثمر آور ہوئي اور وہ قوم منگول كہ جس نے اسلام كو تباہ كرنے كيلئے كمر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شيرين بيانى ، مغولان و حكومت ايلخانى در ايران _ ص 76_ </w:t>
      </w:r>
    </w:p>
    <w:p w:rsidR="00D47FFB" w:rsidRDefault="0061102A" w:rsidP="00BE6934">
      <w:pPr>
        <w:pStyle w:val="libFootnote"/>
        <w:rPr>
          <w:rtl/>
        </w:rPr>
      </w:pPr>
      <w:r>
        <w:rPr>
          <w:rtl/>
        </w:rPr>
        <w:t>2) اشپولر ، سابقہ حوالہ ، ص 4 _170_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باندھ ركھى تھى وہ اب اسلام كہ حامى اور مروّج بن چكى تھى اسى زمانہ مي</w:t>
      </w:r>
      <w:r w:rsidR="000A0CDC">
        <w:rPr>
          <w:rtl/>
        </w:rPr>
        <w:t xml:space="preserve">ں </w:t>
      </w:r>
      <w:r>
        <w:rPr>
          <w:rtl/>
        </w:rPr>
        <w:t>اسلامى اور ايرانى تہذيب و تمدن چين كى طرف منتقل ہوا اوراد ہر سے چينى علوم بھى سرزمي</w:t>
      </w:r>
      <w:r w:rsidR="000A0CDC">
        <w:rPr>
          <w:rtl/>
        </w:rPr>
        <w:t xml:space="preserve">ں </w:t>
      </w:r>
      <w:r>
        <w:rPr>
          <w:rtl/>
        </w:rPr>
        <w:t>ايران مي</w:t>
      </w:r>
      <w:r w:rsidR="000A0CDC">
        <w:rPr>
          <w:rtl/>
        </w:rPr>
        <w:t xml:space="preserve">ں </w:t>
      </w:r>
      <w:r>
        <w:rPr>
          <w:rtl/>
        </w:rPr>
        <w:t>پھيل گئے بالخصوص چينى ماہرين فلكيات كا ايران مي</w:t>
      </w:r>
      <w:r w:rsidR="000A0CDC">
        <w:rPr>
          <w:rtl/>
        </w:rPr>
        <w:t xml:space="preserve">ں </w:t>
      </w:r>
      <w:r>
        <w:rPr>
          <w:rtl/>
        </w:rPr>
        <w:t xml:space="preserve">گر مجوشى سے استقبال ہوا اور انكے تجربات سے خوب فائدہ اٹھايا گيا _ </w:t>
      </w:r>
    </w:p>
    <w:p w:rsidR="0061102A" w:rsidRDefault="0061102A" w:rsidP="00BE6934">
      <w:pPr>
        <w:pStyle w:val="libNormal"/>
        <w:rPr>
          <w:rtl/>
        </w:rPr>
      </w:pPr>
      <w:r>
        <w:rPr>
          <w:rtl/>
        </w:rPr>
        <w:t>الغرض ہم كہہ سكتے ہي</w:t>
      </w:r>
      <w:r w:rsidR="000A0CDC">
        <w:rPr>
          <w:rtl/>
        </w:rPr>
        <w:t xml:space="preserve">ں </w:t>
      </w:r>
      <w:r>
        <w:rPr>
          <w:rtl/>
        </w:rPr>
        <w:t>كہ منگولو</w:t>
      </w:r>
      <w:r w:rsidR="000A0CDC">
        <w:rPr>
          <w:rtl/>
        </w:rPr>
        <w:t xml:space="preserve">ں </w:t>
      </w:r>
      <w:r>
        <w:rPr>
          <w:rtl/>
        </w:rPr>
        <w:t>كے حملہ نے مسلمانو</w:t>
      </w:r>
      <w:r w:rsidR="000A0CDC">
        <w:rPr>
          <w:rtl/>
        </w:rPr>
        <w:t xml:space="preserve">ں </w:t>
      </w:r>
      <w:r>
        <w:rPr>
          <w:rtl/>
        </w:rPr>
        <w:t>كى مادى اور معنوى زندگى كو بہت زيادہ حد تك ويران كرديايہا</w:t>
      </w:r>
      <w:r w:rsidR="000A0CDC">
        <w:rPr>
          <w:rtl/>
        </w:rPr>
        <w:t xml:space="preserve">ں </w:t>
      </w:r>
      <w:r>
        <w:rPr>
          <w:rtl/>
        </w:rPr>
        <w:t>تك كہ اس دور كا علمى زوال اور معاشرتى سطح پر فقر و نادانى تاريخ كے كسى دور سے قابل موازنہ نہي</w:t>
      </w:r>
      <w:r w:rsidR="000A0CDC">
        <w:rPr>
          <w:rtl/>
        </w:rPr>
        <w:t xml:space="preserve">ں </w:t>
      </w:r>
      <w:r>
        <w:rPr>
          <w:rtl/>
        </w:rPr>
        <w:t xml:space="preserve">ہے _ حقيقى بات يہى ہے كہ اگر وحشى منگول ايران اور تمام اسلامى ممالك پر حملہ آور نہ ہوتے اور يہ سب ضرر و نقصان نہ پہنچتا تو آج اسلامى ممالك بالخصوص ايران كے حالات كچھ اور طرح ہوتے_ </w:t>
      </w:r>
    </w:p>
    <w:p w:rsidR="0061102A" w:rsidRDefault="0061102A" w:rsidP="00BE6934">
      <w:pPr>
        <w:pStyle w:val="libNormal"/>
        <w:rPr>
          <w:rtl/>
        </w:rPr>
      </w:pPr>
    </w:p>
    <w:p w:rsidR="0061102A" w:rsidRDefault="0061102A" w:rsidP="00BE6934">
      <w:pPr>
        <w:pStyle w:val="Heading2Center"/>
        <w:rPr>
          <w:rtl/>
        </w:rPr>
      </w:pPr>
      <w:bookmarkStart w:id="99" w:name="_Toc268655"/>
      <w:r>
        <w:rPr>
          <w:rtl/>
        </w:rPr>
        <w:t>3: سقوط اندلس</w:t>
      </w:r>
      <w:bookmarkEnd w:id="99"/>
    </w:p>
    <w:p w:rsidR="0061102A" w:rsidRDefault="0061102A" w:rsidP="00BE6934">
      <w:pPr>
        <w:pStyle w:val="libNormal"/>
        <w:rPr>
          <w:rtl/>
        </w:rPr>
      </w:pPr>
      <w:r>
        <w:rPr>
          <w:rtl/>
        </w:rPr>
        <w:t>بلاشبہ اسلامى تہذيب و تمدن كے تاريخى سفر مي</w:t>
      </w:r>
      <w:r w:rsidR="000A0CDC">
        <w:rPr>
          <w:rtl/>
        </w:rPr>
        <w:t xml:space="preserve">ں </w:t>
      </w:r>
      <w:r>
        <w:rPr>
          <w:rtl/>
        </w:rPr>
        <w:t>سقوط اندلس اور دنيا كے اس خطہ مي</w:t>
      </w:r>
      <w:r w:rsidR="000A0CDC">
        <w:rPr>
          <w:rtl/>
        </w:rPr>
        <w:t xml:space="preserve">ں </w:t>
      </w:r>
      <w:r>
        <w:rPr>
          <w:rtl/>
        </w:rPr>
        <w:t>مسلمانو</w:t>
      </w:r>
      <w:r w:rsidR="000A0CDC">
        <w:rPr>
          <w:rtl/>
        </w:rPr>
        <w:t xml:space="preserve">ں </w:t>
      </w:r>
      <w:r>
        <w:rPr>
          <w:rtl/>
        </w:rPr>
        <w:t>كى حكومت كا زوال ايك تلخ ترين واقعہ ہے_ اندلس كا وہ اسلامى معاشرہ كہ جو آٹھوي</w:t>
      </w:r>
      <w:r w:rsidR="000A0CDC">
        <w:rPr>
          <w:rtl/>
        </w:rPr>
        <w:t xml:space="preserve">ں </w:t>
      </w:r>
      <w:r>
        <w:rPr>
          <w:rtl/>
        </w:rPr>
        <w:t>صدى سے پندرھوي</w:t>
      </w:r>
      <w:r w:rsidR="000A0CDC">
        <w:rPr>
          <w:rtl/>
        </w:rPr>
        <w:t xml:space="preserve">ں </w:t>
      </w:r>
      <w:r>
        <w:rPr>
          <w:rtl/>
        </w:rPr>
        <w:t>صدى تك مسلسل علمى ، معمارى ، ثقافتى اور فنى شاہكار كو وجود مي</w:t>
      </w:r>
      <w:r w:rsidR="000A0CDC">
        <w:rPr>
          <w:rtl/>
        </w:rPr>
        <w:t xml:space="preserve">ں </w:t>
      </w:r>
      <w:r>
        <w:rPr>
          <w:rtl/>
        </w:rPr>
        <w:t>لاتا رہا آخر كيو</w:t>
      </w:r>
      <w:r w:rsidR="000A0CDC">
        <w:rPr>
          <w:rtl/>
        </w:rPr>
        <w:t xml:space="preserve">ں </w:t>
      </w:r>
      <w:r>
        <w:rPr>
          <w:rtl/>
        </w:rPr>
        <w:t xml:space="preserve">ضعف اور پس ماندگى كا شكار ہو كر تاريخ كا حصہ بن گيا اور دنيا كے سياسى نقشہ سے اس اسلامى تمدن كا وجود مٹ گيا ؟ </w:t>
      </w:r>
    </w:p>
    <w:p w:rsidR="0061102A" w:rsidRDefault="0061102A" w:rsidP="00BE6934">
      <w:pPr>
        <w:pStyle w:val="libNormal"/>
        <w:rPr>
          <w:rtl/>
        </w:rPr>
      </w:pPr>
    </w:p>
    <w:p w:rsidR="0061102A" w:rsidRDefault="0061102A" w:rsidP="00BE6934">
      <w:pPr>
        <w:pStyle w:val="Heading2Center"/>
        <w:rPr>
          <w:rtl/>
        </w:rPr>
      </w:pPr>
      <w:bookmarkStart w:id="100" w:name="_Toc268656"/>
      <w:r>
        <w:rPr>
          <w:rtl/>
        </w:rPr>
        <w:t>اندلس</w:t>
      </w:r>
      <w:r w:rsidR="00D47FFB">
        <w:rPr>
          <w:rFonts w:hint="cs"/>
          <w:rtl/>
        </w:rPr>
        <w:t xml:space="preserve"> </w:t>
      </w:r>
      <w:r>
        <w:rPr>
          <w:rtl/>
        </w:rPr>
        <w:t>مسلمانو</w:t>
      </w:r>
      <w:r w:rsidR="000A0CDC">
        <w:rPr>
          <w:rtl/>
        </w:rPr>
        <w:t xml:space="preserve">ں </w:t>
      </w:r>
      <w:r>
        <w:rPr>
          <w:rtl/>
        </w:rPr>
        <w:t>كى فتح سے پہلے</w:t>
      </w:r>
      <w:bookmarkEnd w:id="100"/>
    </w:p>
    <w:p w:rsidR="0061102A" w:rsidRDefault="0061102A" w:rsidP="00BE6934">
      <w:pPr>
        <w:pStyle w:val="libNormal"/>
        <w:rPr>
          <w:rtl/>
        </w:rPr>
      </w:pPr>
      <w:r>
        <w:rPr>
          <w:rtl/>
        </w:rPr>
        <w:t>جزيرہ ايبرے كے وہ حصے بحيرہ روم جو انہ كے ساتھ ساتھ اسپين كے جنوب اور پرتگال كے جنوب مشرق مي</w:t>
      </w:r>
      <w:r w:rsidR="000A0CDC">
        <w:rPr>
          <w:rtl/>
        </w:rPr>
        <w:t xml:space="preserve">ں </w:t>
      </w:r>
      <w:r>
        <w:rPr>
          <w:rtl/>
        </w:rPr>
        <w:t>موجود ہي</w:t>
      </w:r>
      <w:r w:rsidR="000A0CDC">
        <w:rPr>
          <w:rtl/>
        </w:rPr>
        <w:t xml:space="preserve">ں </w:t>
      </w:r>
      <w:r>
        <w:rPr>
          <w:rtl/>
        </w:rPr>
        <w:t>انہي</w:t>
      </w:r>
      <w:r w:rsidR="000A0CDC">
        <w:rPr>
          <w:rtl/>
        </w:rPr>
        <w:t xml:space="preserve">ں </w:t>
      </w:r>
      <w:r>
        <w:rPr>
          <w:rtl/>
        </w:rPr>
        <w:t>يا پورے جزيرہ ايبرے كو مسلمانو</w:t>
      </w:r>
      <w:r w:rsidR="000A0CDC">
        <w:rPr>
          <w:rtl/>
        </w:rPr>
        <w:t xml:space="preserve">ں </w:t>
      </w:r>
      <w:r>
        <w:rPr>
          <w:rtl/>
        </w:rPr>
        <w:t>نے اندلس كا نام ديا _ '' كلمہ اندلس'' جرمنو</w:t>
      </w:r>
      <w:r w:rsidR="000A0CDC">
        <w:rPr>
          <w:rtl/>
        </w:rPr>
        <w:t xml:space="preserve">ں </w:t>
      </w:r>
      <w:r>
        <w:rPr>
          <w:rtl/>
        </w:rPr>
        <w:t>كے ايك قبيلہ واندال كے نام سے ليا گيا تھا كہ جو پانچوي</w:t>
      </w:r>
      <w:r w:rsidR="000A0CDC">
        <w:rPr>
          <w:rtl/>
        </w:rPr>
        <w:t xml:space="preserve">ں </w:t>
      </w:r>
      <w:r>
        <w:rPr>
          <w:rtl/>
        </w:rPr>
        <w:t>صدى كے آغاز مي</w:t>
      </w:r>
      <w:r w:rsidR="000A0CDC">
        <w:rPr>
          <w:rtl/>
        </w:rPr>
        <w:t xml:space="preserve">ں </w:t>
      </w:r>
      <w:r>
        <w:rPr>
          <w:rtl/>
        </w:rPr>
        <w:t>مغربى روم كى بادشاہت كے مختلف حصو</w:t>
      </w:r>
      <w:r w:rsidR="000A0CDC">
        <w:rPr>
          <w:rtl/>
        </w:rPr>
        <w:t xml:space="preserve">ں </w:t>
      </w:r>
      <w:r>
        <w:rPr>
          <w:rtl/>
        </w:rPr>
        <w:t>مي</w:t>
      </w:r>
      <w:r w:rsidR="000A0CDC">
        <w:rPr>
          <w:rtl/>
        </w:rPr>
        <w:t xml:space="preserve">ں </w:t>
      </w:r>
      <w:r>
        <w:rPr>
          <w:rtl/>
        </w:rPr>
        <w:t>بٹ جانے كے بعد اسپين كے جنوب مي</w:t>
      </w:r>
      <w:r w:rsidR="000A0CDC">
        <w:rPr>
          <w:rtl/>
        </w:rPr>
        <w:t xml:space="preserve">ں </w:t>
      </w:r>
      <w:r>
        <w:rPr>
          <w:rtl/>
        </w:rPr>
        <w:t xml:space="preserve">آباد ہوئے _ </w:t>
      </w:r>
    </w:p>
    <w:p w:rsidR="0061102A" w:rsidRDefault="0061102A" w:rsidP="00BE6934">
      <w:pPr>
        <w:pStyle w:val="libNormal"/>
        <w:rPr>
          <w:rtl/>
        </w:rPr>
      </w:pPr>
      <w:r>
        <w:rPr>
          <w:rtl/>
        </w:rPr>
        <w:t>ظہور اسلام سے قبل اندلس پرواندالو</w:t>
      </w:r>
      <w:r w:rsidR="000A0CDC">
        <w:rPr>
          <w:rtl/>
        </w:rPr>
        <w:t xml:space="preserve">ں </w:t>
      </w:r>
      <w:r>
        <w:rPr>
          <w:rtl/>
        </w:rPr>
        <w:t>اورويزگوٹو</w:t>
      </w:r>
      <w:r w:rsidR="000A0CDC">
        <w:rPr>
          <w:rtl/>
        </w:rPr>
        <w:t xml:space="preserve">ں </w:t>
      </w:r>
      <w:r>
        <w:rPr>
          <w:rtl/>
        </w:rPr>
        <w:t>نے حملہ كيا يہ قبائل پير نيز كى پہاڑيو</w:t>
      </w:r>
      <w:r w:rsidR="000A0CDC">
        <w:rPr>
          <w:rtl/>
        </w:rPr>
        <w:t xml:space="preserve">ں </w:t>
      </w:r>
      <w:r>
        <w:rPr>
          <w:rtl/>
        </w:rPr>
        <w:t xml:space="preserve">كو عبور كرنے </w:t>
      </w:r>
    </w:p>
    <w:p w:rsidR="00D47FFB" w:rsidRDefault="0069392F" w:rsidP="00BE6934">
      <w:pPr>
        <w:pStyle w:val="libNormal"/>
        <w:rPr>
          <w:rtl/>
        </w:rPr>
      </w:pPr>
      <w:r>
        <w:rPr>
          <w:rtl/>
        </w:rPr>
        <w:cr/>
      </w:r>
      <w:r>
        <w:rPr>
          <w:rtl/>
        </w:rPr>
        <w:br w:type="page"/>
      </w:r>
      <w:r>
        <w:rPr>
          <w:rtl/>
        </w:rPr>
        <w:lastRenderedPageBreak/>
        <w:cr/>
      </w:r>
    </w:p>
    <w:p w:rsidR="0061102A" w:rsidRDefault="0061102A" w:rsidP="00BE6934">
      <w:pPr>
        <w:pStyle w:val="libNormal"/>
        <w:rPr>
          <w:rtl/>
        </w:rPr>
      </w:pPr>
      <w:r>
        <w:rPr>
          <w:rtl/>
        </w:rPr>
        <w:t>كے بعد اندلس مي</w:t>
      </w:r>
      <w:r w:rsidR="000A0CDC">
        <w:rPr>
          <w:rtl/>
        </w:rPr>
        <w:t xml:space="preserve">ں </w:t>
      </w:r>
      <w:r>
        <w:rPr>
          <w:rtl/>
        </w:rPr>
        <w:t>داخل ہوئے كئي سالو</w:t>
      </w:r>
      <w:r w:rsidR="000A0CDC">
        <w:rPr>
          <w:rtl/>
        </w:rPr>
        <w:t xml:space="preserve">ں </w:t>
      </w:r>
      <w:r>
        <w:rPr>
          <w:rtl/>
        </w:rPr>
        <w:t>كى جنگ اور خونريزى كے بعد واندال قبيلہ مغرب پر جبكہ ويزيگوٹ قبيلہ اندلس پر قابض ہو گيا ويزيگوٹ لوگ آغاز مي</w:t>
      </w:r>
      <w:r w:rsidR="000A0CDC">
        <w:rPr>
          <w:rtl/>
        </w:rPr>
        <w:t xml:space="preserve">ں </w:t>
      </w:r>
      <w:r>
        <w:rPr>
          <w:rtl/>
        </w:rPr>
        <w:t>كيتھو لك نہ تھے جبكہ اندلس كے مقامى لوگو</w:t>
      </w:r>
      <w:r w:rsidR="000A0CDC">
        <w:rPr>
          <w:rtl/>
        </w:rPr>
        <w:t xml:space="preserve">ں </w:t>
      </w:r>
      <w:r>
        <w:rPr>
          <w:rtl/>
        </w:rPr>
        <w:t>كى اكثريت كيتھولك عيسائيو</w:t>
      </w:r>
      <w:r w:rsidR="000A0CDC">
        <w:rPr>
          <w:rtl/>
        </w:rPr>
        <w:t xml:space="preserve">ں </w:t>
      </w:r>
      <w:r>
        <w:rPr>
          <w:rtl/>
        </w:rPr>
        <w:t>پر مشمل تھى _ بہر حال 589 عيسوى مي</w:t>
      </w:r>
      <w:r w:rsidR="000A0CDC">
        <w:rPr>
          <w:rtl/>
        </w:rPr>
        <w:t xml:space="preserve">ں </w:t>
      </w:r>
      <w:r>
        <w:rPr>
          <w:rtl/>
        </w:rPr>
        <w:t>وہا</w:t>
      </w:r>
      <w:r w:rsidR="000A0CDC">
        <w:rPr>
          <w:rtl/>
        </w:rPr>
        <w:t xml:space="preserve">ں </w:t>
      </w:r>
      <w:r>
        <w:rPr>
          <w:rtl/>
        </w:rPr>
        <w:t>بڑى تبديليا</w:t>
      </w:r>
      <w:r w:rsidR="000A0CDC">
        <w:rPr>
          <w:rtl/>
        </w:rPr>
        <w:t xml:space="preserve">ں </w:t>
      </w:r>
      <w:r>
        <w:rPr>
          <w:rtl/>
        </w:rPr>
        <w:t>ہوئي</w:t>
      </w:r>
      <w:r w:rsidR="000A0CDC">
        <w:rPr>
          <w:rtl/>
        </w:rPr>
        <w:t xml:space="preserve">ں </w:t>
      </w:r>
      <w:r>
        <w:rPr>
          <w:rtl/>
        </w:rPr>
        <w:t>بادشاہ اور ويزيگوٹو</w:t>
      </w:r>
      <w:r w:rsidR="000A0CDC">
        <w:rPr>
          <w:rtl/>
        </w:rPr>
        <w:t xml:space="preserve">ں </w:t>
      </w:r>
      <w:r>
        <w:rPr>
          <w:rtl/>
        </w:rPr>
        <w:t>كے روساء مذہب كيتھولك مي</w:t>
      </w:r>
      <w:r w:rsidR="000A0CDC">
        <w:rPr>
          <w:rtl/>
        </w:rPr>
        <w:t xml:space="preserve">ں </w:t>
      </w:r>
      <w:r>
        <w:rPr>
          <w:rtl/>
        </w:rPr>
        <w:t xml:space="preserve">داخل ہوئے _ </w:t>
      </w:r>
    </w:p>
    <w:p w:rsidR="0061102A" w:rsidRDefault="0061102A" w:rsidP="00BE6934">
      <w:pPr>
        <w:pStyle w:val="libNormal"/>
        <w:rPr>
          <w:rtl/>
        </w:rPr>
      </w:pPr>
      <w:r>
        <w:rPr>
          <w:rtl/>
        </w:rPr>
        <w:t>آٹھوي</w:t>
      </w:r>
      <w:r w:rsidR="000A0CDC">
        <w:rPr>
          <w:rtl/>
        </w:rPr>
        <w:t xml:space="preserve">ں </w:t>
      </w:r>
      <w:r>
        <w:rPr>
          <w:rtl/>
        </w:rPr>
        <w:t>صدى كے آغاز مي</w:t>
      </w:r>
      <w:r w:rsidR="000A0CDC">
        <w:rPr>
          <w:rtl/>
        </w:rPr>
        <w:t xml:space="preserve">ں </w:t>
      </w:r>
      <w:r>
        <w:rPr>
          <w:rtl/>
        </w:rPr>
        <w:t>ويزيگوٹو</w:t>
      </w:r>
      <w:r w:rsidR="000A0CDC">
        <w:rPr>
          <w:rtl/>
        </w:rPr>
        <w:t xml:space="preserve">ں </w:t>
      </w:r>
      <w:r>
        <w:rPr>
          <w:rtl/>
        </w:rPr>
        <w:t>كے طبقہ اشراف اوررومى لوگو</w:t>
      </w:r>
      <w:r w:rsidR="000A0CDC">
        <w:rPr>
          <w:rtl/>
        </w:rPr>
        <w:t xml:space="preserve">ں </w:t>
      </w:r>
      <w:r>
        <w:rPr>
          <w:rtl/>
        </w:rPr>
        <w:t>كے ثروت مند لوگ آپس مي</w:t>
      </w:r>
      <w:r w:rsidR="000A0CDC">
        <w:rPr>
          <w:rtl/>
        </w:rPr>
        <w:t xml:space="preserve">ں </w:t>
      </w:r>
      <w:r>
        <w:rPr>
          <w:rtl/>
        </w:rPr>
        <w:t>گھل مل گئے يو</w:t>
      </w:r>
      <w:r w:rsidR="000A0CDC">
        <w:rPr>
          <w:rtl/>
        </w:rPr>
        <w:t xml:space="preserve">ں </w:t>
      </w:r>
      <w:r>
        <w:rPr>
          <w:rtl/>
        </w:rPr>
        <w:t>ايك اميراور ثروت مند لوگو</w:t>
      </w:r>
      <w:r w:rsidR="000A0CDC">
        <w:rPr>
          <w:rtl/>
        </w:rPr>
        <w:t xml:space="preserve">ں </w:t>
      </w:r>
      <w:r>
        <w:rPr>
          <w:rtl/>
        </w:rPr>
        <w:t>كا طبقہ تشكيل پايا كہ جنہو</w:t>
      </w:r>
      <w:r w:rsidR="000A0CDC">
        <w:rPr>
          <w:rtl/>
        </w:rPr>
        <w:t xml:space="preserve">ں </w:t>
      </w:r>
      <w:r>
        <w:rPr>
          <w:rtl/>
        </w:rPr>
        <w:t>نے تمام تجارتى اور اجتماعى امتيازات خودحاصل كرليے اور باقى لوگو</w:t>
      </w:r>
      <w:r w:rsidR="000A0CDC">
        <w:rPr>
          <w:rtl/>
        </w:rPr>
        <w:t xml:space="preserve">ں </w:t>
      </w:r>
      <w:r>
        <w:rPr>
          <w:rtl/>
        </w:rPr>
        <w:t>كو اقتصادى حوالے سے اپنا محتاج بنا ديا جسكى بناء پر عام لوگ ان سے ناراض ہوئے _ ويزگوٹو</w:t>
      </w:r>
      <w:r w:rsidR="000A0CDC">
        <w:rPr>
          <w:rtl/>
        </w:rPr>
        <w:t xml:space="preserve">ں </w:t>
      </w:r>
      <w:r>
        <w:rPr>
          <w:rtl/>
        </w:rPr>
        <w:t>كى حكومت كى كمزورى كے اسباب كو چار اقسام مي</w:t>
      </w:r>
      <w:r w:rsidR="000A0CDC">
        <w:rPr>
          <w:rtl/>
        </w:rPr>
        <w:t xml:space="preserve">ں </w:t>
      </w:r>
      <w:r>
        <w:rPr>
          <w:rtl/>
        </w:rPr>
        <w:t>تقسيم كيا جا سكتا ہے 1_ امراء كے طبقات مي</w:t>
      </w:r>
      <w:r w:rsidR="000A0CDC">
        <w:rPr>
          <w:rtl/>
        </w:rPr>
        <w:t xml:space="preserve">ں </w:t>
      </w:r>
      <w:r>
        <w:rPr>
          <w:rtl/>
        </w:rPr>
        <w:t>جانشينى كے معاملہ پر اختلافات 2_ معاشرے كے ديگر لوگو</w:t>
      </w:r>
      <w:r w:rsidR="000A0CDC">
        <w:rPr>
          <w:rtl/>
        </w:rPr>
        <w:t xml:space="preserve">ں </w:t>
      </w:r>
      <w:r>
        <w:rPr>
          <w:rtl/>
        </w:rPr>
        <w:t>كا امراء طبقہ كے امتيازات پر ناراضگى اختيار كرنا اور سپاہيو</w:t>
      </w:r>
      <w:r w:rsidR="000A0CDC">
        <w:rPr>
          <w:rtl/>
        </w:rPr>
        <w:t xml:space="preserve">ں </w:t>
      </w:r>
      <w:r>
        <w:rPr>
          <w:rtl/>
        </w:rPr>
        <w:t>كا غير قابل اعتماد ہونا 3_ عقائد كى جانچ پڑتال اور يہوديو</w:t>
      </w:r>
      <w:r w:rsidR="000A0CDC">
        <w:rPr>
          <w:rtl/>
        </w:rPr>
        <w:t xml:space="preserve">ں </w:t>
      </w:r>
      <w:r>
        <w:rPr>
          <w:rtl/>
        </w:rPr>
        <w:t>كا تعاقب اور انہي</w:t>
      </w:r>
      <w:r w:rsidR="000A0CDC">
        <w:rPr>
          <w:rtl/>
        </w:rPr>
        <w:t xml:space="preserve">ں </w:t>
      </w:r>
      <w:r>
        <w:rPr>
          <w:rtl/>
        </w:rPr>
        <w:t>گرفتار كركے اذيتي</w:t>
      </w:r>
      <w:r w:rsidR="000A0CDC">
        <w:rPr>
          <w:rtl/>
        </w:rPr>
        <w:t xml:space="preserve">ں </w:t>
      </w:r>
      <w:r>
        <w:rPr>
          <w:rtl/>
        </w:rPr>
        <w:t xml:space="preserve">دينا 4_ اقتصادى حوالے سے برے حالات </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01" w:name="_Toc268657"/>
      <w:r>
        <w:rPr>
          <w:rtl/>
        </w:rPr>
        <w:t>مسلمانو</w:t>
      </w:r>
      <w:r w:rsidR="000A0CDC">
        <w:rPr>
          <w:rtl/>
        </w:rPr>
        <w:t xml:space="preserve">ں </w:t>
      </w:r>
      <w:r>
        <w:rPr>
          <w:rtl/>
        </w:rPr>
        <w:t>كے ہاتھو</w:t>
      </w:r>
      <w:r w:rsidR="000A0CDC">
        <w:rPr>
          <w:rtl/>
        </w:rPr>
        <w:t xml:space="preserve">ں </w:t>
      </w:r>
      <w:r>
        <w:rPr>
          <w:rtl/>
        </w:rPr>
        <w:t>اندلس كى فتح</w:t>
      </w:r>
      <w:bookmarkEnd w:id="101"/>
    </w:p>
    <w:p w:rsidR="0061102A" w:rsidRDefault="0061102A" w:rsidP="00BE6934">
      <w:pPr>
        <w:pStyle w:val="libNormal"/>
        <w:rPr>
          <w:rtl/>
        </w:rPr>
      </w:pPr>
      <w:r>
        <w:rPr>
          <w:rtl/>
        </w:rPr>
        <w:t>اس زمانہ مي</w:t>
      </w:r>
      <w:r w:rsidR="000A0CDC">
        <w:rPr>
          <w:rtl/>
        </w:rPr>
        <w:t xml:space="preserve">ں </w:t>
      </w:r>
      <w:r>
        <w:rPr>
          <w:rtl/>
        </w:rPr>
        <w:t>افريقا اور مغرب كا حاكم موسى بن نصير تھا جب وہ ويزيگوٹو</w:t>
      </w:r>
      <w:r w:rsidR="000A0CDC">
        <w:rPr>
          <w:rtl/>
        </w:rPr>
        <w:t xml:space="preserve">ں </w:t>
      </w:r>
      <w:r>
        <w:rPr>
          <w:rtl/>
        </w:rPr>
        <w:t>كى حكومت كے زوال سے مطلع ہوا اسے اندلس كى تسخير كا اشتياق ہوا تو اس نے اپنے غلام طارق بن زياد كو حكم ديا كہ سال 92 قمرى /711 عيسوى مي</w:t>
      </w:r>
      <w:r w:rsidR="000A0CDC">
        <w:rPr>
          <w:rtl/>
        </w:rPr>
        <w:t xml:space="preserve">ں </w:t>
      </w:r>
      <w:r>
        <w:rPr>
          <w:rtl/>
        </w:rPr>
        <w:t>تنگ درو</w:t>
      </w:r>
      <w:r w:rsidR="000A0CDC">
        <w:rPr>
          <w:rtl/>
        </w:rPr>
        <w:t xml:space="preserve">ں </w:t>
      </w:r>
      <w:r>
        <w:rPr>
          <w:rtl/>
        </w:rPr>
        <w:t>كو عبور كرتے ہوئے كہ جنہي</w:t>
      </w:r>
      <w:r w:rsidR="000A0CDC">
        <w:rPr>
          <w:rtl/>
        </w:rPr>
        <w:t xml:space="preserve">ں </w:t>
      </w:r>
      <w:r>
        <w:rPr>
          <w:rtl/>
        </w:rPr>
        <w:t>بعد مي</w:t>
      </w:r>
      <w:r w:rsidR="000A0CDC">
        <w:rPr>
          <w:rtl/>
        </w:rPr>
        <w:t xml:space="preserve">ں </w:t>
      </w:r>
      <w:r>
        <w:rPr>
          <w:rtl/>
        </w:rPr>
        <w:t>جبل الطارق كا نام ديا گيا ايك ہزار سپاہيو</w:t>
      </w:r>
      <w:r w:rsidR="000A0CDC">
        <w:rPr>
          <w:rtl/>
        </w:rPr>
        <w:t xml:space="preserve">ں </w:t>
      </w:r>
      <w:r>
        <w:rPr>
          <w:rtl/>
        </w:rPr>
        <w:t>كے ساتھ اسپين كى سرزمين پر اترے اور اس جگہ كو فتح كرے _ طارق بن زياد نے اسپين مي</w:t>
      </w:r>
      <w:r w:rsidR="000A0CDC">
        <w:rPr>
          <w:rtl/>
        </w:rPr>
        <w:t xml:space="preserve">ں </w:t>
      </w:r>
      <w:r>
        <w:rPr>
          <w:rtl/>
        </w:rPr>
        <w:t>داخل ہوتے ہي</w:t>
      </w:r>
      <w:r w:rsidR="000A0CDC">
        <w:rPr>
          <w:rtl/>
        </w:rPr>
        <w:t xml:space="preserve">ں </w:t>
      </w:r>
      <w:r>
        <w:rPr>
          <w:rtl/>
        </w:rPr>
        <w:t>ويزيگوٹو</w:t>
      </w:r>
      <w:r w:rsidR="000A0CDC">
        <w:rPr>
          <w:rtl/>
        </w:rPr>
        <w:t xml:space="preserve">ں </w:t>
      </w:r>
      <w:r>
        <w:rPr>
          <w:rtl/>
        </w:rPr>
        <w:t>كے بادشاہ كو شكست دى اور اسپين كے مركز تك پيش قدمى كى اور اس نے ايك سال مي</w:t>
      </w:r>
      <w:r w:rsidR="000A0CDC">
        <w:rPr>
          <w:rtl/>
        </w:rPr>
        <w:t xml:space="preserve">ں </w:t>
      </w:r>
      <w:r>
        <w:rPr>
          <w:rtl/>
        </w:rPr>
        <w:t>ہى اندلس كو جنوب سے شمال تك فتح كر ليا دوسرى طرف سے موسى بن نصير نے 93 رمضان مي</w:t>
      </w:r>
      <w:r w:rsidR="000A0CDC">
        <w:rPr>
          <w:rtl/>
        </w:rPr>
        <w:t xml:space="preserve">ں </w:t>
      </w:r>
      <w:r>
        <w:rPr>
          <w:rtl/>
        </w:rPr>
        <w:t xml:space="preserve">ايك عظيم سپاہ كے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دائرة المعارف بزرگ اسلامى ، ج 10 ، ص 323 ، ذيل ، انڈلس_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ساتھ جبل الطارق سے گزتے ہوئے اندلس كے اہم شہرو</w:t>
      </w:r>
      <w:r w:rsidR="000A0CDC">
        <w:rPr>
          <w:rtl/>
        </w:rPr>
        <w:t xml:space="preserve">ں </w:t>
      </w:r>
      <w:r>
        <w:rPr>
          <w:rtl/>
        </w:rPr>
        <w:t xml:space="preserve">كو فتح كيا اور طارق سے جاملا _ </w:t>
      </w:r>
    </w:p>
    <w:p w:rsidR="0061102A" w:rsidRDefault="0061102A" w:rsidP="00BE6934">
      <w:pPr>
        <w:pStyle w:val="libNormal"/>
        <w:rPr>
          <w:rtl/>
        </w:rPr>
      </w:pPr>
      <w:r>
        <w:rPr>
          <w:rtl/>
        </w:rPr>
        <w:t>البتہ بعض مورخين كا خيال ہے كہ ابتداء مي</w:t>
      </w:r>
      <w:r w:rsidR="000A0CDC">
        <w:rPr>
          <w:rtl/>
        </w:rPr>
        <w:t xml:space="preserve">ں </w:t>
      </w:r>
      <w:r>
        <w:rPr>
          <w:rtl/>
        </w:rPr>
        <w:t>عرب لوگ انڈلس كى مكمل فتح اور وہا</w:t>
      </w:r>
      <w:r w:rsidR="000A0CDC">
        <w:rPr>
          <w:rtl/>
        </w:rPr>
        <w:t xml:space="preserve">ں </w:t>
      </w:r>
      <w:r>
        <w:rPr>
          <w:rtl/>
        </w:rPr>
        <w:t>رہنے كے موڈمي</w:t>
      </w:r>
      <w:r w:rsidR="000A0CDC">
        <w:rPr>
          <w:rtl/>
        </w:rPr>
        <w:t xml:space="preserve">ں </w:t>
      </w:r>
      <w:r>
        <w:rPr>
          <w:rtl/>
        </w:rPr>
        <w:t>نہ تھے وہ محض كچھ مال غنيمت ليكر واپس افريقا جانے كے خيال مي</w:t>
      </w:r>
      <w:r w:rsidR="000A0CDC">
        <w:rPr>
          <w:rtl/>
        </w:rPr>
        <w:t xml:space="preserve">ں </w:t>
      </w:r>
      <w:r>
        <w:rPr>
          <w:rtl/>
        </w:rPr>
        <w:t>تھے ليكن طارق كى غير متوقع وسيع پيمانے پر كاميابى نے انكى سوچ بدل دي_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02" w:name="_Toc268658"/>
      <w:r>
        <w:rPr>
          <w:rtl/>
        </w:rPr>
        <w:t>اسلامى حكومت كے دور مي</w:t>
      </w:r>
      <w:r w:rsidR="000A0CDC">
        <w:rPr>
          <w:rtl/>
        </w:rPr>
        <w:t xml:space="preserve">ں </w:t>
      </w:r>
      <w:r>
        <w:rPr>
          <w:rtl/>
        </w:rPr>
        <w:t>اندلس كى سياسى تاريخ</w:t>
      </w:r>
      <w:bookmarkEnd w:id="102"/>
    </w:p>
    <w:p w:rsidR="0061102A" w:rsidRDefault="0061102A" w:rsidP="00BE6934">
      <w:pPr>
        <w:pStyle w:val="libNormal"/>
        <w:rPr>
          <w:rtl/>
        </w:rPr>
      </w:pPr>
      <w:r>
        <w:rPr>
          <w:rtl/>
        </w:rPr>
        <w:t>مسلمانو</w:t>
      </w:r>
      <w:r w:rsidR="000A0CDC">
        <w:rPr>
          <w:rtl/>
        </w:rPr>
        <w:t xml:space="preserve">ں </w:t>
      </w:r>
      <w:r>
        <w:rPr>
          <w:rtl/>
        </w:rPr>
        <w:t>كى حكومت كے دورا</w:t>
      </w:r>
      <w:r w:rsidR="000A0CDC">
        <w:rPr>
          <w:rtl/>
        </w:rPr>
        <w:t xml:space="preserve">ں </w:t>
      </w:r>
      <w:r>
        <w:rPr>
          <w:rtl/>
        </w:rPr>
        <w:t>اندلس كى سياسى تاريخ مجموعى طور پرتي</w:t>
      </w:r>
      <w:r w:rsidR="000A0CDC">
        <w:rPr>
          <w:rtl/>
        </w:rPr>
        <w:t xml:space="preserve">ں </w:t>
      </w:r>
      <w:r>
        <w:rPr>
          <w:rtl/>
        </w:rPr>
        <w:t>ادوار مي</w:t>
      </w:r>
      <w:r w:rsidR="000A0CDC">
        <w:rPr>
          <w:rtl/>
        </w:rPr>
        <w:t xml:space="preserve">ں </w:t>
      </w:r>
      <w:r>
        <w:rPr>
          <w:rtl/>
        </w:rPr>
        <w:t xml:space="preserve">تقسيم ہوتى ہے_ </w:t>
      </w:r>
    </w:p>
    <w:p w:rsidR="0061102A" w:rsidRDefault="0061102A" w:rsidP="00BE6934">
      <w:pPr>
        <w:pStyle w:val="libNormal"/>
        <w:rPr>
          <w:rtl/>
        </w:rPr>
      </w:pPr>
    </w:p>
    <w:p w:rsidR="0061102A" w:rsidRDefault="0061102A" w:rsidP="00BE6934">
      <w:pPr>
        <w:pStyle w:val="Heading2Center"/>
        <w:rPr>
          <w:rtl/>
        </w:rPr>
      </w:pPr>
      <w:bookmarkStart w:id="103" w:name="_Toc268659"/>
      <w:r>
        <w:rPr>
          <w:rtl/>
        </w:rPr>
        <w:t>الف) اندلس دمشق كى مركزى اموى حكومت كا ايك حصہ (132_98 قمرى / 755_716 )عيسوي</w:t>
      </w:r>
      <w:bookmarkEnd w:id="103"/>
    </w:p>
    <w:p w:rsidR="0061102A" w:rsidRDefault="0061102A" w:rsidP="00BE6934">
      <w:pPr>
        <w:pStyle w:val="libNormal"/>
        <w:rPr>
          <w:rtl/>
        </w:rPr>
      </w:pPr>
      <w:r>
        <w:rPr>
          <w:rtl/>
        </w:rPr>
        <w:t>اس زمانہ مي</w:t>
      </w:r>
      <w:r w:rsidR="000A0CDC">
        <w:rPr>
          <w:rtl/>
        </w:rPr>
        <w:t xml:space="preserve">ں </w:t>
      </w:r>
      <w:r>
        <w:rPr>
          <w:rtl/>
        </w:rPr>
        <w:t>دمشق كى خلافت كى سرحدو</w:t>
      </w:r>
      <w:r w:rsidR="000A0CDC">
        <w:rPr>
          <w:rtl/>
        </w:rPr>
        <w:t xml:space="preserve">ں </w:t>
      </w:r>
      <w:r>
        <w:rPr>
          <w:rtl/>
        </w:rPr>
        <w:t>مي</w:t>
      </w:r>
      <w:r w:rsidR="000A0CDC">
        <w:rPr>
          <w:rtl/>
        </w:rPr>
        <w:t xml:space="preserve">ں </w:t>
      </w:r>
      <w:r>
        <w:rPr>
          <w:rtl/>
        </w:rPr>
        <w:t>اندلس افريقہ كى حكومت (آج كا تيونس)كا ايك حصہ شمار ہوتا تھا انڈلس كے حاكمو</w:t>
      </w:r>
      <w:r w:rsidR="000A0CDC">
        <w:rPr>
          <w:rtl/>
        </w:rPr>
        <w:t xml:space="preserve">ں </w:t>
      </w:r>
      <w:r>
        <w:rPr>
          <w:rtl/>
        </w:rPr>
        <w:t>كا تقرر افريقہ كے والى كرتے تھے جو قيروان مي</w:t>
      </w:r>
      <w:r w:rsidR="000A0CDC">
        <w:rPr>
          <w:rtl/>
        </w:rPr>
        <w:t xml:space="preserve">ں </w:t>
      </w:r>
      <w:r>
        <w:rPr>
          <w:rtl/>
        </w:rPr>
        <w:t>سكونت پذير تھے_ ان سالو</w:t>
      </w:r>
      <w:r w:rsidR="000A0CDC">
        <w:rPr>
          <w:rtl/>
        </w:rPr>
        <w:t xml:space="preserve">ں </w:t>
      </w:r>
      <w:r>
        <w:rPr>
          <w:rtl/>
        </w:rPr>
        <w:t>مي</w:t>
      </w:r>
      <w:r w:rsidR="000A0CDC">
        <w:rPr>
          <w:rtl/>
        </w:rPr>
        <w:t xml:space="preserve">ں </w:t>
      </w:r>
      <w:r>
        <w:rPr>
          <w:rtl/>
        </w:rPr>
        <w:t>تقريبا بيس افراد اندلس كے حاكم ہوئے كہ ان مي</w:t>
      </w:r>
      <w:r w:rsidR="000A0CDC">
        <w:rPr>
          <w:rtl/>
        </w:rPr>
        <w:t xml:space="preserve">ں </w:t>
      </w:r>
      <w:r>
        <w:rPr>
          <w:rtl/>
        </w:rPr>
        <w:t>صرف دو شخص پانچ يا پانچ سے زيادہ سالو</w:t>
      </w:r>
      <w:r w:rsidR="000A0CDC">
        <w:rPr>
          <w:rtl/>
        </w:rPr>
        <w:t xml:space="preserve">ں </w:t>
      </w:r>
      <w:r>
        <w:rPr>
          <w:rtl/>
        </w:rPr>
        <w:t>تك حكومت كر سكے اسى زمانہ مي</w:t>
      </w:r>
      <w:r w:rsidR="000A0CDC">
        <w:rPr>
          <w:rtl/>
        </w:rPr>
        <w:t xml:space="preserve">ں </w:t>
      </w:r>
      <w:r>
        <w:rPr>
          <w:rtl/>
        </w:rPr>
        <w:t>اندلس كے حكمران مزيد اسلامى فتوحات كے پروگرام مي</w:t>
      </w:r>
      <w:r w:rsidR="000A0CDC">
        <w:rPr>
          <w:rtl/>
        </w:rPr>
        <w:t xml:space="preserve">ں </w:t>
      </w:r>
      <w:r>
        <w:rPr>
          <w:rtl/>
        </w:rPr>
        <w:t xml:space="preserve">رہا كرتے تھے_ </w:t>
      </w:r>
    </w:p>
    <w:p w:rsidR="0061102A" w:rsidRDefault="0061102A" w:rsidP="00BE6934">
      <w:pPr>
        <w:pStyle w:val="libNormal"/>
        <w:rPr>
          <w:rtl/>
        </w:rPr>
      </w:pPr>
    </w:p>
    <w:p w:rsidR="0061102A" w:rsidRDefault="0061102A" w:rsidP="00BE6934">
      <w:pPr>
        <w:pStyle w:val="Heading2Center"/>
        <w:rPr>
          <w:rtl/>
        </w:rPr>
      </w:pPr>
      <w:bookmarkStart w:id="104" w:name="_Toc268660"/>
      <w:r>
        <w:rPr>
          <w:rtl/>
        </w:rPr>
        <w:t>ب) اندلس پر اموى حاكمو</w:t>
      </w:r>
      <w:r w:rsidR="000A0CDC">
        <w:rPr>
          <w:rtl/>
        </w:rPr>
        <w:t xml:space="preserve">ں </w:t>
      </w:r>
      <w:r>
        <w:rPr>
          <w:rtl/>
        </w:rPr>
        <w:t>كا جداگانہ سلسلہ (422_ 138 قمري) / (1031 _ 755عيسوي)</w:t>
      </w:r>
      <w:bookmarkEnd w:id="104"/>
    </w:p>
    <w:p w:rsidR="0061102A" w:rsidRDefault="0061102A" w:rsidP="00BE6934">
      <w:pPr>
        <w:pStyle w:val="libNormal"/>
        <w:rPr>
          <w:rtl/>
        </w:rPr>
      </w:pPr>
      <w:r>
        <w:rPr>
          <w:rtl/>
        </w:rPr>
        <w:t>اموى حكام نے تين صديو</w:t>
      </w:r>
      <w:r w:rsidR="000A0CDC">
        <w:rPr>
          <w:rtl/>
        </w:rPr>
        <w:t xml:space="preserve">ں </w:t>
      </w:r>
      <w:r>
        <w:rPr>
          <w:rtl/>
        </w:rPr>
        <w:t>تك اندلس پر حكومت كى اس سلسلہ مي</w:t>
      </w:r>
      <w:r w:rsidR="000A0CDC">
        <w:rPr>
          <w:rtl/>
        </w:rPr>
        <w:t xml:space="preserve">ں </w:t>
      </w:r>
      <w:r>
        <w:rPr>
          <w:rtl/>
        </w:rPr>
        <w:t xml:space="preserve">سولہ بادشاہ گذرے سب سے پہلے بادشاہ كا نام عبدالرحمن بن معاويہ بن ہشام تھا( 172_138 قمرى /788_ 755عيسوي)اور اس سلسلہ كے آخرى بادشاہ كا نام حسان بن محمد تھا (422_ 418قمري/1031_1527 عيسوي) اموى حكومت كے دوران </w:t>
      </w:r>
    </w:p>
    <w:p w:rsidR="0061102A" w:rsidRDefault="009821C6" w:rsidP="00BE6934">
      <w:pPr>
        <w:pStyle w:val="libLine"/>
        <w:rPr>
          <w:rtl/>
        </w:rPr>
      </w:pPr>
      <w:r>
        <w:rPr>
          <w:rtl/>
        </w:rPr>
        <w:t>____________________</w:t>
      </w:r>
    </w:p>
    <w:p w:rsidR="00354FC7" w:rsidRDefault="0061102A" w:rsidP="00BE6934">
      <w:pPr>
        <w:pStyle w:val="libFootnote"/>
        <w:rPr>
          <w:rtl/>
        </w:rPr>
      </w:pPr>
      <w:r>
        <w:rPr>
          <w:rtl/>
        </w:rPr>
        <w:t>1) حسين مونس ، سپيدہ دم انڈلس ، ترجمہ حميد رضا شيخى ، مشہد ، آستان قدس رضوى ، ص 36_25_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اندلس كى شمالى سر حدي</w:t>
      </w:r>
      <w:r w:rsidR="000A0CDC">
        <w:rPr>
          <w:rtl/>
        </w:rPr>
        <w:t xml:space="preserve">ں </w:t>
      </w:r>
      <w:r>
        <w:rPr>
          <w:rtl/>
        </w:rPr>
        <w:t>كئي بار تبديل ہوئي</w:t>
      </w:r>
      <w:r w:rsidR="000A0CDC">
        <w:rPr>
          <w:rtl/>
        </w:rPr>
        <w:t xml:space="preserve">ں </w:t>
      </w:r>
      <w:r>
        <w:rPr>
          <w:rtl/>
        </w:rPr>
        <w:t>جزيرہ ايبرے كے شمال مي</w:t>
      </w:r>
      <w:r w:rsidR="000A0CDC">
        <w:rPr>
          <w:rtl/>
        </w:rPr>
        <w:t xml:space="preserve">ں </w:t>
      </w:r>
      <w:r>
        <w:rPr>
          <w:rtl/>
        </w:rPr>
        <w:t>اسلامى حكومت كى حدود بالخصوص شمالى سر حدي</w:t>
      </w:r>
      <w:r w:rsidR="000A0CDC">
        <w:rPr>
          <w:rtl/>
        </w:rPr>
        <w:t xml:space="preserve">ں </w:t>
      </w:r>
      <w:r>
        <w:rPr>
          <w:rtl/>
        </w:rPr>
        <w:t>كئي بار تبديلى ہوتى رہي</w:t>
      </w:r>
      <w:r w:rsidR="000A0CDC">
        <w:rPr>
          <w:rtl/>
        </w:rPr>
        <w:t xml:space="preserve">ں </w:t>
      </w:r>
      <w:r>
        <w:rPr>
          <w:rtl/>
        </w:rPr>
        <w:t>اندلس پر عظمت اور نعمات كى فراوانى كا دور تھا ليكن آہستہ آہستہ اموى حكومتى خاندان مي</w:t>
      </w:r>
      <w:r w:rsidR="000A0CDC">
        <w:rPr>
          <w:rtl/>
        </w:rPr>
        <w:t xml:space="preserve">ں </w:t>
      </w:r>
      <w:r>
        <w:rPr>
          <w:rtl/>
        </w:rPr>
        <w:t>اندرونى اختلافات اور ان اختلافات كاعواى سطح تك پھيل جانے سے اندلس كى تاريخ مي</w:t>
      </w:r>
      <w:r w:rsidR="000A0CDC">
        <w:rPr>
          <w:rtl/>
        </w:rPr>
        <w:t xml:space="preserve">ں </w:t>
      </w:r>
      <w:r>
        <w:rPr>
          <w:rtl/>
        </w:rPr>
        <w:t>ايك غمگين دور شروع ہوا ور اس خطہ كا عروج ، ثروت اور ترقى اندرونى جنگو</w:t>
      </w:r>
      <w:r w:rsidR="000A0CDC">
        <w:rPr>
          <w:rtl/>
        </w:rPr>
        <w:t xml:space="preserve">ں </w:t>
      </w:r>
      <w:r>
        <w:rPr>
          <w:rtl/>
        </w:rPr>
        <w:t xml:space="preserve">كى نذر ہوگئي_ </w:t>
      </w:r>
    </w:p>
    <w:p w:rsidR="0061102A" w:rsidRDefault="0061102A" w:rsidP="00BE6934">
      <w:pPr>
        <w:pStyle w:val="libNormal"/>
        <w:rPr>
          <w:rtl/>
        </w:rPr>
      </w:pPr>
    </w:p>
    <w:p w:rsidR="0061102A" w:rsidRDefault="0061102A" w:rsidP="00BE6934">
      <w:pPr>
        <w:pStyle w:val="Heading2Center"/>
        <w:rPr>
          <w:rtl/>
        </w:rPr>
      </w:pPr>
      <w:bookmarkStart w:id="105" w:name="_Toc268661"/>
      <w:r>
        <w:rPr>
          <w:rtl/>
        </w:rPr>
        <w:t>ج) اندلس مي</w:t>
      </w:r>
      <w:r w:rsidR="000A0CDC">
        <w:rPr>
          <w:rtl/>
        </w:rPr>
        <w:t xml:space="preserve">ں </w:t>
      </w:r>
      <w:r>
        <w:rPr>
          <w:rtl/>
        </w:rPr>
        <w:t>جاگير دارانہ دور 898_ 422 قمري/ 1492_1031عيسوي</w:t>
      </w:r>
      <w:bookmarkEnd w:id="105"/>
    </w:p>
    <w:p w:rsidR="0061102A" w:rsidRDefault="0061102A" w:rsidP="00BE6934">
      <w:pPr>
        <w:pStyle w:val="libNormal"/>
        <w:rPr>
          <w:rtl/>
        </w:rPr>
      </w:pPr>
      <w:r>
        <w:rPr>
          <w:rtl/>
        </w:rPr>
        <w:t>امويو</w:t>
      </w:r>
      <w:r w:rsidR="000A0CDC">
        <w:rPr>
          <w:rtl/>
        </w:rPr>
        <w:t xml:space="preserve">ں </w:t>
      </w:r>
      <w:r>
        <w:rPr>
          <w:rtl/>
        </w:rPr>
        <w:t>كے زوال كے بعد سرزمين اندلس كا شيرازہ بكھر گيا _ بنى حمود وادى الكبير كے اكثر شہرو</w:t>
      </w:r>
      <w:r w:rsidR="000A0CDC">
        <w:rPr>
          <w:rtl/>
        </w:rPr>
        <w:t xml:space="preserve">ں </w:t>
      </w:r>
      <w:r>
        <w:rPr>
          <w:rtl/>
        </w:rPr>
        <w:t>اور تقريبا دريائے شنيل تك كے علاقے پر حكومت كرنے لگے اسى زمانہ مي</w:t>
      </w:r>
      <w:r w:rsidR="000A0CDC">
        <w:rPr>
          <w:rtl/>
        </w:rPr>
        <w:t xml:space="preserve">ں </w:t>
      </w:r>
      <w:r>
        <w:rPr>
          <w:rtl/>
        </w:rPr>
        <w:t>عرب كے متعدد خاندان اور جاگير دارو</w:t>
      </w:r>
      <w:r w:rsidR="000A0CDC">
        <w:rPr>
          <w:rtl/>
        </w:rPr>
        <w:t xml:space="preserve">ں </w:t>
      </w:r>
      <w:r>
        <w:rPr>
          <w:rtl/>
        </w:rPr>
        <w:t>كے متعدد سلسلو</w:t>
      </w:r>
      <w:r w:rsidR="000A0CDC">
        <w:rPr>
          <w:rtl/>
        </w:rPr>
        <w:t xml:space="preserve">ں </w:t>
      </w:r>
      <w:r>
        <w:rPr>
          <w:rtl/>
        </w:rPr>
        <w:t>نے مختلف شہرو</w:t>
      </w:r>
      <w:r w:rsidR="000A0CDC">
        <w:rPr>
          <w:rtl/>
        </w:rPr>
        <w:t xml:space="preserve">ں </w:t>
      </w:r>
      <w:r>
        <w:rPr>
          <w:rtl/>
        </w:rPr>
        <w:t>كو اپنے قبضہ مي</w:t>
      </w:r>
      <w:r w:rsidR="000A0CDC">
        <w:rPr>
          <w:rtl/>
        </w:rPr>
        <w:t xml:space="preserve">ں </w:t>
      </w:r>
      <w:r>
        <w:rPr>
          <w:rtl/>
        </w:rPr>
        <w:t>لے ليا 478 قمري/1085 مي</w:t>
      </w:r>
      <w:r w:rsidR="000A0CDC">
        <w:rPr>
          <w:rtl/>
        </w:rPr>
        <w:t xml:space="preserve">ں </w:t>
      </w:r>
      <w:r>
        <w:rPr>
          <w:rtl/>
        </w:rPr>
        <w:t>طليطلہ كے سقوط كے بعد مرابطو</w:t>
      </w:r>
      <w:r w:rsidR="000A0CDC">
        <w:rPr>
          <w:rtl/>
        </w:rPr>
        <w:t xml:space="preserve">ں </w:t>
      </w:r>
      <w:r>
        <w:rPr>
          <w:rtl/>
        </w:rPr>
        <w:t>نے تقريبا آدھى صدى تك اندلس پرحكومت كى اس حكومت كى حدود مي</w:t>
      </w:r>
      <w:r w:rsidR="000A0CDC">
        <w:rPr>
          <w:rtl/>
        </w:rPr>
        <w:t xml:space="preserve">ں </w:t>
      </w:r>
      <w:r>
        <w:rPr>
          <w:rtl/>
        </w:rPr>
        <w:t>نہ صرف يہ كہ مكمل مراكش اور موريطانيہ تھا بلكہ جنوب مي</w:t>
      </w:r>
      <w:r w:rsidR="000A0CDC">
        <w:rPr>
          <w:rtl/>
        </w:rPr>
        <w:t xml:space="preserve">ں </w:t>
      </w:r>
      <w:r>
        <w:rPr>
          <w:rtl/>
        </w:rPr>
        <w:t>دريائے اور رسٹگال تك اور شمال مي</w:t>
      </w:r>
      <w:r w:rsidR="000A0CDC">
        <w:rPr>
          <w:rtl/>
        </w:rPr>
        <w:t xml:space="preserve">ں </w:t>
      </w:r>
      <w:r>
        <w:rPr>
          <w:rtl/>
        </w:rPr>
        <w:t>مراكش كے مغربى حصہ تك انكى حكومت تھى اندلس مي</w:t>
      </w:r>
      <w:r w:rsidR="000A0CDC">
        <w:rPr>
          <w:rtl/>
        </w:rPr>
        <w:t xml:space="preserve">ں </w:t>
      </w:r>
      <w:r>
        <w:rPr>
          <w:rtl/>
        </w:rPr>
        <w:t>مرابطو</w:t>
      </w:r>
      <w:r w:rsidR="000A0CDC">
        <w:rPr>
          <w:rtl/>
        </w:rPr>
        <w:t xml:space="preserve">ں </w:t>
      </w:r>
      <w:r>
        <w:rPr>
          <w:rtl/>
        </w:rPr>
        <w:t>كى حكومت زيادہ عرصہ تك نہ چل سكى بلكہ بربرو</w:t>
      </w:r>
      <w:r w:rsidR="000A0CDC">
        <w:rPr>
          <w:rtl/>
        </w:rPr>
        <w:t xml:space="preserve">ں </w:t>
      </w:r>
      <w:r>
        <w:rPr>
          <w:rtl/>
        </w:rPr>
        <w:t>كے موحدون نامى ايك اور گروہ نے 541 قمرى /1145 عيسوى مي</w:t>
      </w:r>
      <w:r w:rsidR="000A0CDC">
        <w:rPr>
          <w:rtl/>
        </w:rPr>
        <w:t xml:space="preserve">ں </w:t>
      </w:r>
      <w:r>
        <w:rPr>
          <w:rtl/>
        </w:rPr>
        <w:t>مرابطو</w:t>
      </w:r>
      <w:r w:rsidR="000A0CDC">
        <w:rPr>
          <w:rtl/>
        </w:rPr>
        <w:t xml:space="preserve">ں </w:t>
      </w:r>
      <w:r>
        <w:rPr>
          <w:rtl/>
        </w:rPr>
        <w:t>كے بربرى سلسلہ كو ختم كرديا_ مرابطو</w:t>
      </w:r>
      <w:r w:rsidR="000A0CDC">
        <w:rPr>
          <w:rtl/>
        </w:rPr>
        <w:t xml:space="preserve">ں </w:t>
      </w:r>
      <w:r>
        <w:rPr>
          <w:rtl/>
        </w:rPr>
        <w:t>كے زوال كے حوالے سے مختلف اسباب مي</w:t>
      </w:r>
      <w:r w:rsidR="000A0CDC">
        <w:rPr>
          <w:rtl/>
        </w:rPr>
        <w:t xml:space="preserve">ں </w:t>
      </w:r>
      <w:r>
        <w:rPr>
          <w:rtl/>
        </w:rPr>
        <w:t>سے ايك يہ تھا كہ اس سلسلہ كے رؤساء ، افسر لوگ اور ديگر بلند پايہ حكام زرق و برق تہذيب اور اخلاقى بدعمليو</w:t>
      </w:r>
      <w:r w:rsidR="000A0CDC">
        <w:rPr>
          <w:rtl/>
        </w:rPr>
        <w:t xml:space="preserve">ں </w:t>
      </w:r>
      <w:r>
        <w:rPr>
          <w:rtl/>
        </w:rPr>
        <w:t>مي</w:t>
      </w:r>
      <w:r w:rsidR="000A0CDC">
        <w:rPr>
          <w:rtl/>
        </w:rPr>
        <w:t xml:space="preserve">ں </w:t>
      </w:r>
      <w:r>
        <w:rPr>
          <w:rtl/>
        </w:rPr>
        <w:t>غرق ہو چكے تھے_</w:t>
      </w:r>
      <w:r w:rsidRPr="00F67D4B">
        <w:rPr>
          <w:rStyle w:val="libFootnotenumChar"/>
          <w:rtl/>
        </w:rPr>
        <w:t>(1)</w:t>
      </w:r>
      <w:r>
        <w:rPr>
          <w:rtl/>
        </w:rPr>
        <w:t xml:space="preserve"> </w:t>
      </w:r>
    </w:p>
    <w:p w:rsidR="0061102A" w:rsidRDefault="0061102A" w:rsidP="00BE6934">
      <w:pPr>
        <w:pStyle w:val="libNormal"/>
        <w:rPr>
          <w:rtl/>
        </w:rPr>
      </w:pPr>
      <w:r>
        <w:rPr>
          <w:rtl/>
        </w:rPr>
        <w:t>موحدو</w:t>
      </w:r>
      <w:r w:rsidR="000A0CDC">
        <w:rPr>
          <w:rtl/>
        </w:rPr>
        <w:t xml:space="preserve">ں </w:t>
      </w:r>
      <w:r>
        <w:rPr>
          <w:rtl/>
        </w:rPr>
        <w:t>كے زمانہ مي</w:t>
      </w:r>
      <w:r w:rsidR="000A0CDC">
        <w:rPr>
          <w:rtl/>
        </w:rPr>
        <w:t xml:space="preserve">ں </w:t>
      </w:r>
      <w:r>
        <w:rPr>
          <w:rtl/>
        </w:rPr>
        <w:t>اندلس عيسائيو</w:t>
      </w:r>
      <w:r w:rsidR="000A0CDC">
        <w:rPr>
          <w:rtl/>
        </w:rPr>
        <w:t xml:space="preserve">ں </w:t>
      </w:r>
      <w:r>
        <w:rPr>
          <w:rtl/>
        </w:rPr>
        <w:t>كے پے درپے حملو</w:t>
      </w:r>
      <w:r w:rsidR="000A0CDC">
        <w:rPr>
          <w:rtl/>
        </w:rPr>
        <w:t xml:space="preserve">ں </w:t>
      </w:r>
      <w:r>
        <w:rPr>
          <w:rtl/>
        </w:rPr>
        <w:t>كى زدمي</w:t>
      </w:r>
      <w:r w:rsidR="000A0CDC">
        <w:rPr>
          <w:rtl/>
        </w:rPr>
        <w:t xml:space="preserve">ں </w:t>
      </w:r>
      <w:r>
        <w:rPr>
          <w:rtl/>
        </w:rPr>
        <w:t>تھا اندلس كے مشرق و مغرب كے علاقے ايك ايك كركے عيسائيو</w:t>
      </w:r>
      <w:r w:rsidR="000A0CDC">
        <w:rPr>
          <w:rtl/>
        </w:rPr>
        <w:t xml:space="preserve">ں </w:t>
      </w:r>
      <w:r>
        <w:rPr>
          <w:rtl/>
        </w:rPr>
        <w:t>كے ہاتھو</w:t>
      </w:r>
      <w:r w:rsidR="000A0CDC">
        <w:rPr>
          <w:rtl/>
        </w:rPr>
        <w:t xml:space="preserve">ں </w:t>
      </w:r>
      <w:r>
        <w:rPr>
          <w:rtl/>
        </w:rPr>
        <w:t>مي</w:t>
      </w:r>
      <w:r w:rsidR="000A0CDC">
        <w:rPr>
          <w:rtl/>
        </w:rPr>
        <w:t xml:space="preserve">ں </w:t>
      </w:r>
      <w:r>
        <w:rPr>
          <w:rtl/>
        </w:rPr>
        <w:t>آگئے يہانتك كہ ساتوي</w:t>
      </w:r>
      <w:r w:rsidR="000A0CDC">
        <w:rPr>
          <w:rtl/>
        </w:rPr>
        <w:t xml:space="preserve">ں </w:t>
      </w:r>
      <w:r>
        <w:rPr>
          <w:rtl/>
        </w:rPr>
        <w:t>صدى كے وسط مي</w:t>
      </w:r>
      <w:r w:rsidR="000A0CDC">
        <w:rPr>
          <w:rtl/>
        </w:rPr>
        <w:t xml:space="preserve">ں </w:t>
      </w:r>
      <w:r>
        <w:rPr>
          <w:rtl/>
        </w:rPr>
        <w:t>اندلس كے شمال ، مغرب اور مشرق كے تمام اسلامى شہرو</w:t>
      </w:r>
      <w:r w:rsidR="000A0CDC">
        <w:rPr>
          <w:rtl/>
        </w:rPr>
        <w:t xml:space="preserve">ں </w:t>
      </w:r>
      <w:r>
        <w:rPr>
          <w:rtl/>
        </w:rPr>
        <w:t>پر عيسائيو</w:t>
      </w:r>
      <w:r w:rsidR="000A0CDC">
        <w:rPr>
          <w:rtl/>
        </w:rPr>
        <w:t xml:space="preserve">ں </w:t>
      </w:r>
      <w:r>
        <w:rPr>
          <w:rtl/>
        </w:rPr>
        <w:t>كا قبضہ ہو گيا اور اندلس كى اس عظيم مملكت مي</w:t>
      </w:r>
      <w:r w:rsidR="000A0CDC">
        <w:rPr>
          <w:rtl/>
        </w:rPr>
        <w:t xml:space="preserve">ں </w:t>
      </w:r>
      <w:r>
        <w:rPr>
          <w:rtl/>
        </w:rPr>
        <w:t>صرف جنوبى شہر عزناطہ اور چند چھوٹے شہر مسلمانو</w:t>
      </w:r>
      <w:r w:rsidR="000A0CDC">
        <w:rPr>
          <w:rtl/>
        </w:rPr>
        <w:t xml:space="preserve">ں </w:t>
      </w:r>
      <w:r>
        <w:rPr>
          <w:rtl/>
        </w:rPr>
        <w:t>كے پاس رہ گئے موحدو</w:t>
      </w:r>
      <w:r w:rsidR="000A0CDC">
        <w:rPr>
          <w:rtl/>
        </w:rPr>
        <w:t xml:space="preserve">ں </w:t>
      </w:r>
      <w:r>
        <w:rPr>
          <w:rtl/>
        </w:rPr>
        <w:t>كى حكومت كے آخرى ايام مي</w:t>
      </w:r>
      <w:r w:rsidR="000A0CDC">
        <w:rPr>
          <w:rtl/>
        </w:rPr>
        <w:t xml:space="preserve">ں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1)محمد ابراہيم آيتى ، انڈلس يا تاريخ حكومت مسلمين در اروپا ، انتشارات دانشگاہ تہران_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انكے مخالف محمد بن يوسف نصرى كہ جو ابن احمد كے نام سے معروف تھا اس نے سال 635 قمري/ 1238 عيسوى مي</w:t>
      </w:r>
      <w:r w:rsidR="000A0CDC">
        <w:rPr>
          <w:rtl/>
        </w:rPr>
        <w:t xml:space="preserve">ں </w:t>
      </w:r>
      <w:r>
        <w:rPr>
          <w:rtl/>
        </w:rPr>
        <w:t>غرناطہ كے عليحدہ ہونے كا اعلان كيا عيسائي اندلس كے بڑے شہرو</w:t>
      </w:r>
      <w:r w:rsidR="000A0CDC">
        <w:rPr>
          <w:rtl/>
        </w:rPr>
        <w:t xml:space="preserve">ں </w:t>
      </w:r>
      <w:r>
        <w:rPr>
          <w:rtl/>
        </w:rPr>
        <w:t>پر قبضہ كے بعد كئي بار ابن احمد كى مملكت پر حملہ آور ہوئے ليكن غرناطہ كے سپاہيو</w:t>
      </w:r>
      <w:r w:rsidR="000A0CDC">
        <w:rPr>
          <w:rtl/>
        </w:rPr>
        <w:t xml:space="preserve">ں </w:t>
      </w:r>
      <w:r>
        <w:rPr>
          <w:rtl/>
        </w:rPr>
        <w:t>نے سختى كے ساتھ انكے حملے كو پسپا كرديا بنى احمد با بنى نصر نے ڈھائي صديو</w:t>
      </w:r>
      <w:r w:rsidR="000A0CDC">
        <w:rPr>
          <w:rtl/>
        </w:rPr>
        <w:t xml:space="preserve">ں </w:t>
      </w:r>
      <w:r>
        <w:rPr>
          <w:rtl/>
        </w:rPr>
        <w:t>سے زيادہ مدت تك اندلس كے جنوب پر حكومت كى بالاخر 898قمري/ 1492 عيسوى مي</w:t>
      </w:r>
      <w:r w:rsidR="000A0CDC">
        <w:rPr>
          <w:rtl/>
        </w:rPr>
        <w:t xml:space="preserve">ں </w:t>
      </w:r>
      <w:r>
        <w:rPr>
          <w:rtl/>
        </w:rPr>
        <w:t>اسلامى شہر غرناطہ فرنانڈو پنجم كے ہاتھو</w:t>
      </w:r>
      <w:r w:rsidR="000A0CDC">
        <w:rPr>
          <w:rtl/>
        </w:rPr>
        <w:t xml:space="preserve">ں </w:t>
      </w:r>
      <w:r>
        <w:rPr>
          <w:rtl/>
        </w:rPr>
        <w:t>سقوط كر گيا اور بنى نصر كے اخرى امير ابو عبداللہ كے فرار كے ساتھ اندلس مكمل طور پر مسلمانو</w:t>
      </w:r>
      <w:r w:rsidR="000A0CDC">
        <w:rPr>
          <w:rtl/>
        </w:rPr>
        <w:t xml:space="preserve">ں </w:t>
      </w:r>
      <w:r>
        <w:rPr>
          <w:rtl/>
        </w:rPr>
        <w:t>كے ہاتھو</w:t>
      </w:r>
      <w:r w:rsidR="000A0CDC">
        <w:rPr>
          <w:rtl/>
        </w:rPr>
        <w:t xml:space="preserve">ں </w:t>
      </w:r>
      <w:r>
        <w:rPr>
          <w:rtl/>
        </w:rPr>
        <w:t>سے نكل گيا_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06" w:name="_Toc268662"/>
      <w:r>
        <w:rPr>
          <w:rtl/>
        </w:rPr>
        <w:t>اندلس كے علمى اور ثقافتى حالات كا جائزہ</w:t>
      </w:r>
      <w:bookmarkEnd w:id="106"/>
    </w:p>
    <w:p w:rsidR="0061102A" w:rsidRDefault="0061102A" w:rsidP="00BE6934">
      <w:pPr>
        <w:pStyle w:val="libNormal"/>
        <w:rPr>
          <w:rtl/>
        </w:rPr>
      </w:pPr>
      <w:r>
        <w:rPr>
          <w:rtl/>
        </w:rPr>
        <w:t>انڈلس اپنى جغرافيائي حيثيت كى بنا پر ہميشہ سے عالم اسلام اور مغرب كا مركز توجہ رہاتھا با لفاظ ديگر دنيا كے اس خطہ نے مسلمان حكومت كى بركت سے چند صديو</w:t>
      </w:r>
      <w:r w:rsidR="000A0CDC">
        <w:rPr>
          <w:rtl/>
        </w:rPr>
        <w:t xml:space="preserve">ں </w:t>
      </w:r>
      <w:r>
        <w:rPr>
          <w:rtl/>
        </w:rPr>
        <w:t>تك مشرق و مغرب كے درميان رابطہ كے پل كا كردار ادا كيا _ علمى اور ثقافتى پہلو</w:t>
      </w:r>
      <w:r w:rsidR="000A0CDC">
        <w:rPr>
          <w:rtl/>
        </w:rPr>
        <w:t xml:space="preserve">ں </w:t>
      </w:r>
      <w:r>
        <w:rPr>
          <w:rtl/>
        </w:rPr>
        <w:t>سے كئي ميدانو</w:t>
      </w:r>
      <w:r w:rsidR="000A0CDC">
        <w:rPr>
          <w:rtl/>
        </w:rPr>
        <w:t xml:space="preserve">ں </w:t>
      </w:r>
      <w:r>
        <w:rPr>
          <w:rtl/>
        </w:rPr>
        <w:t>مي</w:t>
      </w:r>
      <w:r w:rsidR="000A0CDC">
        <w:rPr>
          <w:rtl/>
        </w:rPr>
        <w:t xml:space="preserve">ں </w:t>
      </w:r>
      <w:r>
        <w:rPr>
          <w:rtl/>
        </w:rPr>
        <w:t>واضح ترقى كى مثلاً اندلس مي</w:t>
      </w:r>
      <w:r w:rsidR="000A0CDC">
        <w:rPr>
          <w:rtl/>
        </w:rPr>
        <w:t xml:space="preserve">ں </w:t>
      </w:r>
      <w:r>
        <w:rPr>
          <w:rtl/>
        </w:rPr>
        <w:t>ديگر اسلامى ممالك كے اثرات كى بناء پر علوم قرآنى كے دائرہ مي</w:t>
      </w:r>
      <w:r w:rsidR="000A0CDC">
        <w:rPr>
          <w:rtl/>
        </w:rPr>
        <w:t xml:space="preserve">ں </w:t>
      </w:r>
      <w:r>
        <w:rPr>
          <w:rtl/>
        </w:rPr>
        <w:t xml:space="preserve">علوم حديث اور فقہ ( فقہ مالكي) نے وسعت اختيار كى _ </w:t>
      </w:r>
    </w:p>
    <w:p w:rsidR="0061102A" w:rsidRDefault="0061102A" w:rsidP="00BE6934">
      <w:pPr>
        <w:pStyle w:val="libNormal"/>
        <w:rPr>
          <w:rtl/>
        </w:rPr>
      </w:pPr>
      <w:r>
        <w:rPr>
          <w:rtl/>
        </w:rPr>
        <w:t>جہا</w:t>
      </w:r>
      <w:r w:rsidR="000A0CDC">
        <w:rPr>
          <w:rtl/>
        </w:rPr>
        <w:t xml:space="preserve">ں </w:t>
      </w:r>
      <w:r>
        <w:rPr>
          <w:rtl/>
        </w:rPr>
        <w:t>تك تجرباتى علوم كا تعلق ہے اندرونى اختلافات كى بناء پرحكم دوم كى حكومت(366،350قمري) كے زمانہ تك واضح ترقى نہ كر سكا البتہ اسكے زمانہ حكومت مي</w:t>
      </w:r>
      <w:r w:rsidR="000A0CDC">
        <w:rPr>
          <w:rtl/>
        </w:rPr>
        <w:t xml:space="preserve">ں </w:t>
      </w:r>
      <w:r>
        <w:rPr>
          <w:rtl/>
        </w:rPr>
        <w:t>علم كى مختلف اقسام مي</w:t>
      </w:r>
      <w:r w:rsidR="000A0CDC">
        <w:rPr>
          <w:rtl/>
        </w:rPr>
        <w:t xml:space="preserve">ں </w:t>
      </w:r>
      <w:r>
        <w:rPr>
          <w:rtl/>
        </w:rPr>
        <w:t>كافى ترقى ہوئي يہانتك كہ قرطبہ كى لائبريرى مي</w:t>
      </w:r>
      <w:r w:rsidR="000A0CDC">
        <w:rPr>
          <w:rtl/>
        </w:rPr>
        <w:t xml:space="preserve">ں </w:t>
      </w:r>
      <w:r>
        <w:rPr>
          <w:rtl/>
        </w:rPr>
        <w:t>تقريباً چار لاكھ تك كتابو</w:t>
      </w:r>
      <w:r w:rsidR="000A0CDC">
        <w:rPr>
          <w:rtl/>
        </w:rPr>
        <w:t xml:space="preserve">ں </w:t>
      </w:r>
      <w:r>
        <w:rPr>
          <w:rtl/>
        </w:rPr>
        <w:t xml:space="preserve">كى تعداد موجود تھى _ </w:t>
      </w:r>
    </w:p>
    <w:p w:rsidR="0061102A" w:rsidRDefault="0061102A" w:rsidP="00BE6934">
      <w:pPr>
        <w:pStyle w:val="libNormal"/>
        <w:rPr>
          <w:rtl/>
        </w:rPr>
      </w:pPr>
      <w:r>
        <w:rPr>
          <w:rtl/>
        </w:rPr>
        <w:t>علم طب مي</w:t>
      </w:r>
      <w:r w:rsidR="000A0CDC">
        <w:rPr>
          <w:rtl/>
        </w:rPr>
        <w:t xml:space="preserve">ں </w:t>
      </w:r>
      <w:r>
        <w:rPr>
          <w:rtl/>
        </w:rPr>
        <w:t>اندلس نے بہت زيادہ ترقى كى اس سرزمين پر بہت سے حاذق اطبا ظاہر ہوئے _ فلسفہ ، كلام شعر اور ادبيات كے حوالے سے بھى اسلامى اور يورپى سرزمينو</w:t>
      </w:r>
      <w:r w:rsidR="000A0CDC">
        <w:rPr>
          <w:rtl/>
        </w:rPr>
        <w:t xml:space="preserve">ں </w:t>
      </w:r>
      <w:r>
        <w:rPr>
          <w:rtl/>
        </w:rPr>
        <w:t xml:space="preserve">كى سرحد پر واقع ہونے كى وجہ سے ثقافتى تبادلہ كے دروازہ كا كام ديتا رہا اور معروف و مشہور شخصيات كى پرورش كى _ ہنر و فنون كے اعتبار سے بھى اندلس </w:t>
      </w:r>
    </w:p>
    <w:p w:rsidR="0061102A" w:rsidRDefault="003A7D4A" w:rsidP="00BE6934">
      <w:pPr>
        <w:pStyle w:val="libLine"/>
        <w:rPr>
          <w:rtl/>
        </w:rPr>
      </w:pPr>
      <w:r>
        <w:rPr>
          <w:rtl/>
        </w:rPr>
        <w:t>____________________</w:t>
      </w:r>
    </w:p>
    <w:p w:rsidR="00D47FFB" w:rsidRDefault="0061102A" w:rsidP="00BE6934">
      <w:pPr>
        <w:pStyle w:val="libFootnote"/>
        <w:rPr>
          <w:rtl/>
        </w:rPr>
      </w:pPr>
      <w:r>
        <w:rPr>
          <w:rtl/>
        </w:rPr>
        <w:t>1) دايرة المعارف بزرگ اسلامى ج 1 ذيل اندلس (عنايت اللہ خاكى ناد)_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نے بہت ترقى كى اس دور كے بعض آثار ہنر و فن ہميشہ اسلامى تہذيب و تمدن كا فخر شمار ہوتے رہے مثلا معمارى كے حوالے سے مسجد قرطبہ ، شہر الزہرا اور مدينة الحمراء كى طرف اشارہ كيا جا سكتا ہے كہ ہر مقام اپنى جگہ پراس دور كے يورپ مي</w:t>
      </w:r>
      <w:r w:rsidR="000A0CDC">
        <w:rPr>
          <w:rtl/>
        </w:rPr>
        <w:t xml:space="preserve">ں </w:t>
      </w:r>
      <w:r>
        <w:rPr>
          <w:rtl/>
        </w:rPr>
        <w:t xml:space="preserve">اسلامى فن معمارى كا عجوبہ شمار ہوتا تھا_ </w:t>
      </w:r>
    </w:p>
    <w:p w:rsidR="0061102A" w:rsidRDefault="0061102A" w:rsidP="00BE6934">
      <w:pPr>
        <w:pStyle w:val="libNormal"/>
        <w:rPr>
          <w:rtl/>
        </w:rPr>
      </w:pPr>
      <w:r>
        <w:rPr>
          <w:rtl/>
        </w:rPr>
        <w:t>اس طرح ديگر فنون مثلاًخطاطى اور مٹى كے ظروف بنانے كے حوالے سے انتہائي اہميت كے حامل آثار وجود مي</w:t>
      </w:r>
      <w:r w:rsidR="000A0CDC">
        <w:rPr>
          <w:rtl/>
        </w:rPr>
        <w:t xml:space="preserve">ں </w:t>
      </w:r>
      <w:r>
        <w:rPr>
          <w:rtl/>
        </w:rPr>
        <w:t>لائے گئے جو آج بھى اندلس مي</w:t>
      </w:r>
      <w:r w:rsidR="000A0CDC">
        <w:rPr>
          <w:rtl/>
        </w:rPr>
        <w:t xml:space="preserve">ں </w:t>
      </w:r>
      <w:r>
        <w:rPr>
          <w:rtl/>
        </w:rPr>
        <w:t>اسلامى تمدن كے درخشان دور كى تصوير ہي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07" w:name="_Toc268663"/>
      <w:r>
        <w:rPr>
          <w:rtl/>
        </w:rPr>
        <w:t>عيسائيو</w:t>
      </w:r>
      <w:r w:rsidR="000A0CDC">
        <w:rPr>
          <w:rtl/>
        </w:rPr>
        <w:t xml:space="preserve">ں </w:t>
      </w:r>
      <w:r>
        <w:rPr>
          <w:rtl/>
        </w:rPr>
        <w:t>كے ہاتھو</w:t>
      </w:r>
      <w:r w:rsidR="000A0CDC">
        <w:rPr>
          <w:rtl/>
        </w:rPr>
        <w:t xml:space="preserve">ں </w:t>
      </w:r>
      <w:r>
        <w:rPr>
          <w:rtl/>
        </w:rPr>
        <w:t>اندلس كے سقوط كے اسباب</w:t>
      </w:r>
      <w:bookmarkEnd w:id="107"/>
    </w:p>
    <w:p w:rsidR="0061102A" w:rsidRDefault="0061102A" w:rsidP="00BE6934">
      <w:pPr>
        <w:pStyle w:val="libNormal"/>
        <w:rPr>
          <w:rtl/>
        </w:rPr>
      </w:pPr>
      <w:r>
        <w:rPr>
          <w:rtl/>
        </w:rPr>
        <w:t>اندلس مي</w:t>
      </w:r>
      <w:r w:rsidR="000A0CDC">
        <w:rPr>
          <w:rtl/>
        </w:rPr>
        <w:t xml:space="preserve">ں </w:t>
      </w:r>
      <w:r>
        <w:rPr>
          <w:rtl/>
        </w:rPr>
        <w:t>مسلمانو</w:t>
      </w:r>
      <w:r w:rsidR="000A0CDC">
        <w:rPr>
          <w:rtl/>
        </w:rPr>
        <w:t xml:space="preserve">ں </w:t>
      </w:r>
      <w:r>
        <w:rPr>
          <w:rtl/>
        </w:rPr>
        <w:t>كے زوال پر مختلف نظريات پيش ہوئے ہي</w:t>
      </w:r>
      <w:r w:rsidR="000A0CDC">
        <w:rPr>
          <w:rtl/>
        </w:rPr>
        <w:t xml:space="preserve">ں </w:t>
      </w:r>
      <w:r>
        <w:rPr>
          <w:rtl/>
        </w:rPr>
        <w:t>كہ ان نظريات كو تين اقسام اندرونى اسباب ، بيرونى اسباب اور جيوپوليٹيكل اسباب مي</w:t>
      </w:r>
      <w:r w:rsidR="000A0CDC">
        <w:rPr>
          <w:rtl/>
        </w:rPr>
        <w:t xml:space="preserve">ں </w:t>
      </w:r>
      <w:r>
        <w:rPr>
          <w:rtl/>
        </w:rPr>
        <w:t xml:space="preserve">تقسيم كياجا سكتا ہے: </w:t>
      </w:r>
    </w:p>
    <w:p w:rsidR="0061102A" w:rsidRDefault="0061102A" w:rsidP="00BE6934">
      <w:pPr>
        <w:pStyle w:val="libNormal"/>
        <w:rPr>
          <w:rtl/>
        </w:rPr>
      </w:pPr>
    </w:p>
    <w:p w:rsidR="0061102A" w:rsidRDefault="0061102A" w:rsidP="00BE6934">
      <w:pPr>
        <w:pStyle w:val="Heading2Center"/>
        <w:rPr>
          <w:rtl/>
        </w:rPr>
      </w:pPr>
      <w:bookmarkStart w:id="108" w:name="_Toc268664"/>
      <w:r>
        <w:rPr>
          <w:rtl/>
        </w:rPr>
        <w:t>الف: اندلس مي</w:t>
      </w:r>
      <w:r w:rsidR="000A0CDC">
        <w:rPr>
          <w:rtl/>
        </w:rPr>
        <w:t xml:space="preserve">ں </w:t>
      </w:r>
      <w:r>
        <w:rPr>
          <w:rtl/>
        </w:rPr>
        <w:t>مسلمانو</w:t>
      </w:r>
      <w:r w:rsidR="000A0CDC">
        <w:rPr>
          <w:rtl/>
        </w:rPr>
        <w:t xml:space="preserve">ں </w:t>
      </w:r>
      <w:r>
        <w:rPr>
          <w:rtl/>
        </w:rPr>
        <w:t>كے زوال مي</w:t>
      </w:r>
      <w:r w:rsidR="000A0CDC">
        <w:rPr>
          <w:rtl/>
        </w:rPr>
        <w:t xml:space="preserve">ں </w:t>
      </w:r>
      <w:r>
        <w:rPr>
          <w:rtl/>
        </w:rPr>
        <w:t>موثر اندرونى اسباب</w:t>
      </w:r>
      <w:bookmarkEnd w:id="108"/>
    </w:p>
    <w:p w:rsidR="0061102A" w:rsidRDefault="0061102A" w:rsidP="00BE6934">
      <w:pPr>
        <w:pStyle w:val="libNormal"/>
        <w:rPr>
          <w:rtl/>
        </w:rPr>
      </w:pPr>
      <w:r>
        <w:rPr>
          <w:rtl/>
        </w:rPr>
        <w:t>جب بنى اميہ كے زمانہ مي</w:t>
      </w:r>
      <w:r w:rsidR="000A0CDC">
        <w:rPr>
          <w:rtl/>
        </w:rPr>
        <w:t xml:space="preserve">ں </w:t>
      </w:r>
      <w:r>
        <w:rPr>
          <w:rtl/>
        </w:rPr>
        <w:t>مسلمانو</w:t>
      </w:r>
      <w:r w:rsidR="000A0CDC">
        <w:rPr>
          <w:rtl/>
        </w:rPr>
        <w:t xml:space="preserve">ں </w:t>
      </w:r>
      <w:r>
        <w:rPr>
          <w:rtl/>
        </w:rPr>
        <w:t>نے اندلس كو فتح كيا اس زمانہ مي</w:t>
      </w:r>
      <w:r w:rsidR="000A0CDC">
        <w:rPr>
          <w:rtl/>
        </w:rPr>
        <w:t xml:space="preserve">ں </w:t>
      </w:r>
      <w:r>
        <w:rPr>
          <w:rtl/>
        </w:rPr>
        <w:t>اسلامى نظام مي</w:t>
      </w:r>
      <w:r w:rsidR="000A0CDC">
        <w:rPr>
          <w:rtl/>
        </w:rPr>
        <w:t xml:space="preserve">ں </w:t>
      </w:r>
      <w:r>
        <w:rPr>
          <w:rtl/>
        </w:rPr>
        <w:t>بہت سى بدعات اورانحرافات پيدا ہو چكے تھے كہ ان مي</w:t>
      </w:r>
      <w:r w:rsidR="000A0CDC">
        <w:rPr>
          <w:rtl/>
        </w:rPr>
        <w:t xml:space="preserve">ں </w:t>
      </w:r>
      <w:r>
        <w:rPr>
          <w:rtl/>
        </w:rPr>
        <w:t>چند مندرجہ ذيل ہي</w:t>
      </w:r>
      <w:r w:rsidR="000A0CDC">
        <w:rPr>
          <w:rtl/>
        </w:rPr>
        <w:t xml:space="preserve">ں </w:t>
      </w:r>
      <w:r>
        <w:rPr>
          <w:rtl/>
        </w:rPr>
        <w:t xml:space="preserve">: </w:t>
      </w:r>
    </w:p>
    <w:p w:rsidR="0061102A" w:rsidRDefault="0061102A" w:rsidP="00BE6934">
      <w:pPr>
        <w:pStyle w:val="libNormal"/>
        <w:rPr>
          <w:rtl/>
        </w:rPr>
      </w:pPr>
      <w:r>
        <w:rPr>
          <w:rtl/>
        </w:rPr>
        <w:t>1_ وہ اسلامى حكومت كہ جو اہل سنت كے عقيدہ كے مطابق پيغمبر اكرم (ص) كے بعد لوگو</w:t>
      </w:r>
      <w:r w:rsidR="000A0CDC">
        <w:rPr>
          <w:rtl/>
        </w:rPr>
        <w:t xml:space="preserve">ں </w:t>
      </w:r>
      <w:r>
        <w:rPr>
          <w:rtl/>
        </w:rPr>
        <w:t>كى خليفہ سے بيعت پر تشكيل پاتى ہے اب ايك خاندان كى وراثتى اور آمريت پر مبنى حكومت مي</w:t>
      </w:r>
      <w:r w:rsidR="000A0CDC">
        <w:rPr>
          <w:rtl/>
        </w:rPr>
        <w:t xml:space="preserve">ں </w:t>
      </w:r>
      <w:r>
        <w:rPr>
          <w:rtl/>
        </w:rPr>
        <w:t xml:space="preserve">تبديل ہوچكى تھى حاكم بجائے اسكے كہ الہى احكام كا اجراء كرتاصرف اپنى ذاتى خواہشات كى پيروى كرتا تھا _ </w:t>
      </w:r>
    </w:p>
    <w:p w:rsidR="0061102A" w:rsidRDefault="0061102A" w:rsidP="00BE6934">
      <w:pPr>
        <w:pStyle w:val="libNormal"/>
        <w:rPr>
          <w:rtl/>
        </w:rPr>
      </w:pPr>
      <w:r>
        <w:rPr>
          <w:rtl/>
        </w:rPr>
        <w:t>2_ مساوات جو كہ اسلامى نظام كا ايك اہم ركن شمار ہوتى تھى ختم ہو چكى تھى حالانكہ قرآن اور سنت پيغمبر (ص) نے فضول برترى كے امتيازات كو باطل قرار ديا تھا اور فضيلت كے معيار كو صرف تقوى اور پرہيزكارى قرار ديا تھا ليكن اموى عربى نسل كو سب سے برتر نسل شمار كرتے تھے اور قريش كو عرب مي</w:t>
      </w:r>
      <w:r w:rsidR="000A0CDC">
        <w:rPr>
          <w:rtl/>
        </w:rPr>
        <w:t xml:space="preserve">ں </w:t>
      </w:r>
      <w:r>
        <w:rPr>
          <w:rtl/>
        </w:rPr>
        <w:t xml:space="preserve">ديگر قبائل پر برتر سمجھتے تھے_ </w:t>
      </w:r>
    </w:p>
    <w:p w:rsidR="0061102A" w:rsidRDefault="00CD1BB5" w:rsidP="00BE6934">
      <w:pPr>
        <w:pStyle w:val="libLine"/>
        <w:rPr>
          <w:rtl/>
        </w:rPr>
      </w:pPr>
      <w:r>
        <w:rPr>
          <w:rtl/>
        </w:rPr>
        <w:t>____________________</w:t>
      </w:r>
    </w:p>
    <w:p w:rsidR="002A2BA8" w:rsidRDefault="0061102A" w:rsidP="00BE6934">
      <w:pPr>
        <w:pStyle w:val="libFootnote"/>
        <w:rPr>
          <w:rtl/>
        </w:rPr>
      </w:pPr>
      <w:r>
        <w:rPr>
          <w:rtl/>
        </w:rPr>
        <w:t>1) سابقہ حوالہ ص 326_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3_ حكومت كى درآمدت جوكہ لوگو</w:t>
      </w:r>
      <w:r w:rsidR="000A0CDC">
        <w:rPr>
          <w:rtl/>
        </w:rPr>
        <w:t xml:space="preserve">ں </w:t>
      </w:r>
      <w:r>
        <w:rPr>
          <w:rtl/>
        </w:rPr>
        <w:t>كے عمومى امور پر صرف ہونى چاہے تھي</w:t>
      </w:r>
      <w:r w:rsidR="000A0CDC">
        <w:rPr>
          <w:rtl/>
        </w:rPr>
        <w:t xml:space="preserve">ں </w:t>
      </w:r>
      <w:r>
        <w:rPr>
          <w:rtl/>
        </w:rPr>
        <w:t>حكومت كى آسايش اور عيش و عشرت پر خرج ہورہى تھي</w:t>
      </w:r>
      <w:r w:rsidR="000A0CDC">
        <w:rPr>
          <w:rtl/>
        </w:rPr>
        <w:t xml:space="preserve">ں </w:t>
      </w:r>
      <w:r>
        <w:rPr>
          <w:rtl/>
        </w:rPr>
        <w:t>جسكى وجہ سے عام لوگو</w:t>
      </w:r>
      <w:r w:rsidR="000A0CDC">
        <w:rPr>
          <w:rtl/>
        </w:rPr>
        <w:t xml:space="preserve">ں </w:t>
      </w:r>
      <w:r>
        <w:rPr>
          <w:rtl/>
        </w:rPr>
        <w:t>مي</w:t>
      </w:r>
      <w:r w:rsidR="000A0CDC">
        <w:rPr>
          <w:rtl/>
        </w:rPr>
        <w:t xml:space="preserve">ں </w:t>
      </w:r>
      <w:r>
        <w:rPr>
          <w:rtl/>
        </w:rPr>
        <w:t xml:space="preserve">حكومت سے ناپسنديدگى كے جذبات بڑھ رہے تھے_ </w:t>
      </w:r>
    </w:p>
    <w:p w:rsidR="0061102A" w:rsidRDefault="0061102A" w:rsidP="00BE6934">
      <w:pPr>
        <w:pStyle w:val="libNormal"/>
        <w:rPr>
          <w:rtl/>
        </w:rPr>
      </w:pPr>
      <w:r>
        <w:rPr>
          <w:rtl/>
        </w:rPr>
        <w:t>4_ لوگو</w:t>
      </w:r>
      <w:r w:rsidR="000A0CDC">
        <w:rPr>
          <w:rtl/>
        </w:rPr>
        <w:t xml:space="preserve">ں </w:t>
      </w:r>
      <w:r>
        <w:rPr>
          <w:rtl/>
        </w:rPr>
        <w:t>كو گرفتار كرنا، قيد كرنا،تشدد كرنااور قتل عام كرنا بنى اميہ كے حكام كے روزمرّہ كے معمول تھے وہ حكومتى سپاہيو</w:t>
      </w:r>
      <w:r w:rsidR="000A0CDC">
        <w:rPr>
          <w:rtl/>
        </w:rPr>
        <w:t xml:space="preserve">ں </w:t>
      </w:r>
      <w:r>
        <w:rPr>
          <w:rtl/>
        </w:rPr>
        <w:t xml:space="preserve">سے اپنے مخالفين كو تباہ و برباد كرنے كا كام ليتے تھے_ </w:t>
      </w:r>
    </w:p>
    <w:p w:rsidR="0061102A" w:rsidRDefault="0061102A" w:rsidP="00BE6934">
      <w:pPr>
        <w:pStyle w:val="libNormal"/>
        <w:rPr>
          <w:rtl/>
        </w:rPr>
      </w:pPr>
      <w:r>
        <w:rPr>
          <w:rtl/>
        </w:rPr>
        <w:t>5_ زندگى كے معمول مي</w:t>
      </w:r>
      <w:r w:rsidR="000A0CDC">
        <w:rPr>
          <w:rtl/>
        </w:rPr>
        <w:t xml:space="preserve">ں </w:t>
      </w:r>
      <w:r>
        <w:rPr>
          <w:rtl/>
        </w:rPr>
        <w:t>، خوراك ، لباس گھر بار مي</w:t>
      </w:r>
      <w:r w:rsidR="000A0CDC">
        <w:rPr>
          <w:rtl/>
        </w:rPr>
        <w:t xml:space="preserve">ں </w:t>
      </w:r>
      <w:r>
        <w:rPr>
          <w:rtl/>
        </w:rPr>
        <w:t>... دنياوى عيش و عشرت سے وابستگى بنى اميہ كى حكومت مي</w:t>
      </w:r>
      <w:r w:rsidR="000A0CDC">
        <w:rPr>
          <w:rtl/>
        </w:rPr>
        <w:t xml:space="preserve">ں </w:t>
      </w:r>
      <w:r>
        <w:rPr>
          <w:rtl/>
        </w:rPr>
        <w:t xml:space="preserve">رواج پاگئي تھي_ </w:t>
      </w:r>
    </w:p>
    <w:p w:rsidR="0061102A" w:rsidRDefault="0061102A" w:rsidP="00BE6934">
      <w:pPr>
        <w:pStyle w:val="libNormal"/>
        <w:rPr>
          <w:rtl/>
        </w:rPr>
      </w:pPr>
      <w:r>
        <w:rPr>
          <w:rtl/>
        </w:rPr>
        <w:t>6_ شراب پينا ،عورتو</w:t>
      </w:r>
      <w:r w:rsidR="000A0CDC">
        <w:rPr>
          <w:rtl/>
        </w:rPr>
        <w:t xml:space="preserve">ں </w:t>
      </w:r>
      <w:r>
        <w:rPr>
          <w:rtl/>
        </w:rPr>
        <w:t>سے شعف ، گانے والى كنيزو</w:t>
      </w:r>
      <w:r w:rsidR="000A0CDC">
        <w:rPr>
          <w:rtl/>
        </w:rPr>
        <w:t xml:space="preserve">ں </w:t>
      </w:r>
      <w:r>
        <w:rPr>
          <w:rtl/>
        </w:rPr>
        <w:t>كى خريد و فروخت ، اور زمانہ جاہليت والے اشعار پڑھنا بنى اميہ كے زمانہ كے رواج تھے ،يہ غير اسلامى حركات اسلامى فاتحين كے ساتھ مفتوحہ علاقو</w:t>
      </w:r>
      <w:r w:rsidR="000A0CDC">
        <w:rPr>
          <w:rtl/>
        </w:rPr>
        <w:t xml:space="preserve">ں </w:t>
      </w:r>
      <w:r>
        <w:rPr>
          <w:rtl/>
        </w:rPr>
        <w:t>مي</w:t>
      </w:r>
      <w:r w:rsidR="000A0CDC">
        <w:rPr>
          <w:rtl/>
        </w:rPr>
        <w:t xml:space="preserve">ں </w:t>
      </w:r>
      <w:r>
        <w:rPr>
          <w:rtl/>
        </w:rPr>
        <w:t>بھى سرايت كر گئي</w:t>
      </w:r>
      <w:r w:rsidR="000A0CDC">
        <w:rPr>
          <w:rtl/>
        </w:rPr>
        <w:t xml:space="preserve">ں </w:t>
      </w:r>
      <w:r>
        <w:rPr>
          <w:rtl/>
        </w:rPr>
        <w:t xml:space="preserve">_ </w:t>
      </w:r>
    </w:p>
    <w:p w:rsidR="0061102A" w:rsidRDefault="0061102A" w:rsidP="00BE6934">
      <w:pPr>
        <w:pStyle w:val="libNormal"/>
        <w:rPr>
          <w:rtl/>
        </w:rPr>
      </w:pPr>
      <w:r>
        <w:rPr>
          <w:rtl/>
        </w:rPr>
        <w:t>ان تمام اسباب كا مجموعہ بتاتا ہے كہ كسطرح بنى اميہ كى حكومت كے ذريعے مسلمانو</w:t>
      </w:r>
      <w:r w:rsidR="000A0CDC">
        <w:rPr>
          <w:rtl/>
        </w:rPr>
        <w:t xml:space="preserve">ں </w:t>
      </w:r>
      <w:r>
        <w:rPr>
          <w:rtl/>
        </w:rPr>
        <w:t>كا انحراف اندلس مي</w:t>
      </w:r>
      <w:r w:rsidR="000A0CDC">
        <w:rPr>
          <w:rtl/>
        </w:rPr>
        <w:t xml:space="preserve">ں </w:t>
      </w:r>
      <w:r>
        <w:rPr>
          <w:rtl/>
        </w:rPr>
        <w:t>بھى داخل ہو گيا _ اسلامى اقتدار كے ساتھ ساتھ خاندان بنى اميہ كے انحرافات اور بدعات اور بہت سى بلند پايہ اسلامى تعليمات كا مسنح ہونا ،ايك بڑا سبب تھا كہ جو اندلس كے مسلمانو</w:t>
      </w:r>
      <w:r w:rsidR="000A0CDC">
        <w:rPr>
          <w:rtl/>
        </w:rPr>
        <w:t xml:space="preserve">ں </w:t>
      </w:r>
      <w:r>
        <w:rPr>
          <w:rtl/>
        </w:rPr>
        <w:t>كو بتدريج كمزور كرنے كى بنيادى وجہ قرار پايا كہ جسكى بناء پر بيرونى اسباب اور دشمنان اسلام كو پيش قدمى كرنے كا كافى موقع ملا 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09" w:name="_Toc268665"/>
      <w:r>
        <w:rPr>
          <w:rtl/>
        </w:rPr>
        <w:t>ب: سقوط اندلس كے بيرونى اسباب</w:t>
      </w:r>
      <w:bookmarkEnd w:id="109"/>
    </w:p>
    <w:p w:rsidR="0061102A" w:rsidRDefault="0061102A" w:rsidP="00BE6934">
      <w:pPr>
        <w:pStyle w:val="libNormal"/>
        <w:rPr>
          <w:rtl/>
        </w:rPr>
      </w:pPr>
      <w:r>
        <w:rPr>
          <w:rtl/>
        </w:rPr>
        <w:t>بہت سى جنگو</w:t>
      </w:r>
      <w:r w:rsidR="000A0CDC">
        <w:rPr>
          <w:rtl/>
        </w:rPr>
        <w:t xml:space="preserve">ں </w:t>
      </w:r>
      <w:r>
        <w:rPr>
          <w:rtl/>
        </w:rPr>
        <w:t>مي</w:t>
      </w:r>
      <w:r w:rsidR="000A0CDC">
        <w:rPr>
          <w:rtl/>
        </w:rPr>
        <w:t xml:space="preserve">ں </w:t>
      </w:r>
      <w:r>
        <w:rPr>
          <w:rtl/>
        </w:rPr>
        <w:t>مسلمانو</w:t>
      </w:r>
      <w:r w:rsidR="000A0CDC">
        <w:rPr>
          <w:rtl/>
        </w:rPr>
        <w:t xml:space="preserve">ں </w:t>
      </w:r>
      <w:r>
        <w:rPr>
          <w:rtl/>
        </w:rPr>
        <w:t>كى مسلسل كاميابى ، يورپ كے وسيع علاقہ كا فتح ہونا اور عيسائيو</w:t>
      </w:r>
      <w:r w:rsidR="000A0CDC">
        <w:rPr>
          <w:rtl/>
        </w:rPr>
        <w:t xml:space="preserve">ں </w:t>
      </w:r>
      <w:r>
        <w:rPr>
          <w:rtl/>
        </w:rPr>
        <w:t>كى صليبى جنگو</w:t>
      </w:r>
      <w:r w:rsidR="000A0CDC">
        <w:rPr>
          <w:rtl/>
        </w:rPr>
        <w:t xml:space="preserve">ں </w:t>
      </w:r>
      <w:r>
        <w:rPr>
          <w:rtl/>
        </w:rPr>
        <w:t>مي</w:t>
      </w:r>
      <w:r w:rsidR="000A0CDC">
        <w:rPr>
          <w:rtl/>
        </w:rPr>
        <w:t xml:space="preserve">ں </w:t>
      </w:r>
      <w:r>
        <w:rPr>
          <w:rtl/>
        </w:rPr>
        <w:t>ناكامى سے يورپ والو</w:t>
      </w:r>
      <w:r w:rsidR="000A0CDC">
        <w:rPr>
          <w:rtl/>
        </w:rPr>
        <w:t xml:space="preserve">ں </w:t>
      </w:r>
      <w:r>
        <w:rPr>
          <w:rtl/>
        </w:rPr>
        <w:t>كو سخت خفت كا سامنا كرنا پڑا ،انہو</w:t>
      </w:r>
      <w:r w:rsidR="000A0CDC">
        <w:rPr>
          <w:rtl/>
        </w:rPr>
        <w:t xml:space="preserve">ں </w:t>
      </w:r>
      <w:r>
        <w:rPr>
          <w:rtl/>
        </w:rPr>
        <w:t>نے مسلمانو</w:t>
      </w:r>
      <w:r w:rsidR="000A0CDC">
        <w:rPr>
          <w:rtl/>
        </w:rPr>
        <w:t xml:space="preserve">ں </w:t>
      </w:r>
      <w:r>
        <w:rPr>
          <w:rtl/>
        </w:rPr>
        <w:t xml:space="preserve">كو خاص طور پر اندلس سے پيچھے دھكيلنے كيلئے ايك طويل الميعاد منصوبہ بنايا اس پروگرام كے دو مرحلے تھے 1_ فوجى حملہ اور اسپين كى سرزمين واپس لينا 2_ ثقافتى يلغار </w:t>
      </w:r>
    </w:p>
    <w:p w:rsidR="0061102A" w:rsidRDefault="003A7D4A" w:rsidP="00BE6934">
      <w:pPr>
        <w:pStyle w:val="libLine"/>
        <w:rPr>
          <w:rtl/>
        </w:rPr>
      </w:pPr>
      <w:r>
        <w:rPr>
          <w:rtl/>
        </w:rPr>
        <w:t>____________________</w:t>
      </w:r>
    </w:p>
    <w:p w:rsidR="002A2BA8" w:rsidRDefault="0061102A" w:rsidP="00BE6934">
      <w:pPr>
        <w:pStyle w:val="libFootnote"/>
        <w:rPr>
          <w:rtl/>
        </w:rPr>
      </w:pPr>
      <w:r>
        <w:rPr>
          <w:rtl/>
        </w:rPr>
        <w:t>1_ سيد محمد طہطاوى ، غروب آفتاب در انڈلس ، علل انحطاط حكومت مسلمانان در اسپانيا ،تہران ، دار الصادقين ، ص 17_16_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1_ فوجى حملات اور بتدريج اسپين كى سرزمين واپس لينا: اسپين كى سرزمين كو واپس لينا يا دوبارہ فتح كرنا پاپ اعظم كى طرف سے عيسائيو</w:t>
      </w:r>
      <w:r w:rsidR="000A0CDC">
        <w:rPr>
          <w:rtl/>
        </w:rPr>
        <w:t xml:space="preserve">ں </w:t>
      </w:r>
      <w:r>
        <w:rPr>
          <w:rtl/>
        </w:rPr>
        <w:t>كيلئے شرعى ذمہ دارى كے عنوان سے القاء ہوا انہو</w:t>
      </w:r>
      <w:r w:rsidR="000A0CDC">
        <w:rPr>
          <w:rtl/>
        </w:rPr>
        <w:t xml:space="preserve">ں </w:t>
      </w:r>
      <w:r>
        <w:rPr>
          <w:rtl/>
        </w:rPr>
        <w:t>نے ابتداء مي</w:t>
      </w:r>
      <w:r w:rsidR="000A0CDC">
        <w:rPr>
          <w:rtl/>
        </w:rPr>
        <w:t xml:space="preserve">ں </w:t>
      </w:r>
      <w:r>
        <w:rPr>
          <w:rtl/>
        </w:rPr>
        <w:t>كوشش كى كہ چھوٹے چھوٹے علاقو</w:t>
      </w:r>
      <w:r w:rsidR="000A0CDC">
        <w:rPr>
          <w:rtl/>
        </w:rPr>
        <w:t xml:space="preserve">ں </w:t>
      </w:r>
      <w:r>
        <w:rPr>
          <w:rtl/>
        </w:rPr>
        <w:t>كو محفوظ كرلي</w:t>
      </w:r>
      <w:r w:rsidR="000A0CDC">
        <w:rPr>
          <w:rtl/>
        </w:rPr>
        <w:t xml:space="preserve">ں </w:t>
      </w:r>
      <w:r>
        <w:rPr>
          <w:rtl/>
        </w:rPr>
        <w:t>پھر انہي</w:t>
      </w:r>
      <w:r w:rsidR="000A0CDC">
        <w:rPr>
          <w:rtl/>
        </w:rPr>
        <w:t xml:space="preserve">ں </w:t>
      </w:r>
      <w:r>
        <w:rPr>
          <w:rtl/>
        </w:rPr>
        <w:t>وسيع كرنے كى كوششو</w:t>
      </w:r>
      <w:r w:rsidR="000A0CDC">
        <w:rPr>
          <w:rtl/>
        </w:rPr>
        <w:t xml:space="preserve">ں </w:t>
      </w:r>
      <w:r>
        <w:rPr>
          <w:rtl/>
        </w:rPr>
        <w:t>مي</w:t>
      </w:r>
      <w:r w:rsidR="000A0CDC">
        <w:rPr>
          <w:rtl/>
        </w:rPr>
        <w:t xml:space="preserve">ں </w:t>
      </w:r>
      <w:r>
        <w:rPr>
          <w:rtl/>
        </w:rPr>
        <w:t>مصروف ہوئے جن چيزو</w:t>
      </w:r>
      <w:r w:rsidR="000A0CDC">
        <w:rPr>
          <w:rtl/>
        </w:rPr>
        <w:t xml:space="preserve">ں </w:t>
      </w:r>
      <w:r>
        <w:rPr>
          <w:rtl/>
        </w:rPr>
        <w:t>نے عيسائيو</w:t>
      </w:r>
      <w:r w:rsidR="000A0CDC">
        <w:rPr>
          <w:rtl/>
        </w:rPr>
        <w:t xml:space="preserve">ں </w:t>
      </w:r>
      <w:r>
        <w:rPr>
          <w:rtl/>
        </w:rPr>
        <w:t>كى پيش قدمى مي</w:t>
      </w:r>
      <w:r w:rsidR="000A0CDC">
        <w:rPr>
          <w:rtl/>
        </w:rPr>
        <w:t xml:space="preserve">ں </w:t>
      </w:r>
      <w:r>
        <w:rPr>
          <w:rtl/>
        </w:rPr>
        <w:t>مدد كى ان مي</w:t>
      </w:r>
      <w:r w:rsidR="000A0CDC">
        <w:rPr>
          <w:rtl/>
        </w:rPr>
        <w:t xml:space="preserve">ں </w:t>
      </w:r>
      <w:r>
        <w:rPr>
          <w:rtl/>
        </w:rPr>
        <w:t>سے ايك عربو</w:t>
      </w:r>
      <w:r w:rsidR="000A0CDC">
        <w:rPr>
          <w:rtl/>
        </w:rPr>
        <w:t xml:space="preserve">ں </w:t>
      </w:r>
      <w:r>
        <w:rPr>
          <w:rtl/>
        </w:rPr>
        <w:t>كى بربرو</w:t>
      </w:r>
      <w:r w:rsidR="000A0CDC">
        <w:rPr>
          <w:rtl/>
        </w:rPr>
        <w:t xml:space="preserve">ں </w:t>
      </w:r>
      <w:r>
        <w:rPr>
          <w:rtl/>
        </w:rPr>
        <w:t xml:space="preserve">سے جنگ تھى _ </w:t>
      </w:r>
    </w:p>
    <w:p w:rsidR="0061102A" w:rsidRDefault="0061102A" w:rsidP="00BE6934">
      <w:pPr>
        <w:pStyle w:val="libNormal"/>
        <w:rPr>
          <w:rtl/>
        </w:rPr>
      </w:pPr>
      <w:r>
        <w:rPr>
          <w:rtl/>
        </w:rPr>
        <w:t>اس زمانہ مي</w:t>
      </w:r>
      <w:r w:rsidR="000A0CDC">
        <w:rPr>
          <w:rtl/>
        </w:rPr>
        <w:t xml:space="preserve">ں </w:t>
      </w:r>
      <w:r>
        <w:rPr>
          <w:rtl/>
        </w:rPr>
        <w:t>ايك شخص ''آلفونسوپڈرو ''المعروف آلفونسوى اول ،گاليسيا كے علاقہ مي</w:t>
      </w:r>
      <w:r w:rsidR="000A0CDC">
        <w:rPr>
          <w:rtl/>
        </w:rPr>
        <w:t xml:space="preserve">ں </w:t>
      </w:r>
      <w:r>
        <w:rPr>
          <w:rtl/>
        </w:rPr>
        <w:t>حاكم تھا جو ايك تجركار ، فہميدہ اور فعال شخص تھا اس نے اس موقعہ سے بہت فائدہ اٹھايااور اسطرح اپنى مملكت كو وسعت دى كہ اسكے بعد مسلمان اسكى حكومت ختم نہ كرسكے اسى وجہ اسپينى لوگ آلفونسوى اوّل (757_ 739 عيسوي) كى حكومت كو عيسائي اسپين كى حقيقى ولادت قرار ديتے ہي</w:t>
      </w:r>
      <w:r w:rsidR="000A0CDC">
        <w:rPr>
          <w:rtl/>
        </w:rPr>
        <w:t xml:space="preserve">ں </w:t>
      </w:r>
      <w:r>
        <w:rPr>
          <w:rtl/>
        </w:rPr>
        <w:t>_ آلفونسوى نے شمالى اندلس كے عيسائيو</w:t>
      </w:r>
      <w:r w:rsidR="000A0CDC">
        <w:rPr>
          <w:rtl/>
        </w:rPr>
        <w:t xml:space="preserve">ں </w:t>
      </w:r>
      <w:r>
        <w:rPr>
          <w:rtl/>
        </w:rPr>
        <w:t>كومسلمانو</w:t>
      </w:r>
      <w:r w:rsidR="000A0CDC">
        <w:rPr>
          <w:rtl/>
        </w:rPr>
        <w:t xml:space="preserve">ں </w:t>
      </w:r>
      <w:r>
        <w:rPr>
          <w:rtl/>
        </w:rPr>
        <w:t>كے خلاف بغاوت پرابھارا اور كچھ عرصہ بعد يہ علاقے مسلمانو</w:t>
      </w:r>
      <w:r w:rsidR="000A0CDC">
        <w:rPr>
          <w:rtl/>
        </w:rPr>
        <w:t xml:space="preserve">ں </w:t>
      </w:r>
      <w:r>
        <w:rPr>
          <w:rtl/>
        </w:rPr>
        <w:t>كے ہاتھو</w:t>
      </w:r>
      <w:r w:rsidR="000A0CDC">
        <w:rPr>
          <w:rtl/>
        </w:rPr>
        <w:t xml:space="preserve">ں </w:t>
      </w:r>
      <w:r>
        <w:rPr>
          <w:rtl/>
        </w:rPr>
        <w:t>سے نكل گئے _ اندلس كى حفاظت كيلئے مسلمانو</w:t>
      </w:r>
      <w:r w:rsidR="000A0CDC">
        <w:rPr>
          <w:rtl/>
        </w:rPr>
        <w:t xml:space="preserve">ں </w:t>
      </w:r>
      <w:r>
        <w:rPr>
          <w:rtl/>
        </w:rPr>
        <w:t>كى آخرى اميد غرناطہ مي</w:t>
      </w:r>
      <w:r w:rsidR="000A0CDC">
        <w:rPr>
          <w:rtl/>
        </w:rPr>
        <w:t xml:space="preserve">ں </w:t>
      </w:r>
      <w:r>
        <w:rPr>
          <w:rtl/>
        </w:rPr>
        <w:t>بنى احمد يا بنى نصر كى حكومت كا ظہور تھا _سلسلہ بنى نصر كى طويل عرصے تك حكومت بحال رہنے كى دو وجوہات تھي</w:t>
      </w:r>
      <w:r w:rsidR="000A0CDC">
        <w:rPr>
          <w:rtl/>
        </w:rPr>
        <w:t xml:space="preserve">ں </w:t>
      </w:r>
      <w:r>
        <w:rPr>
          <w:rtl/>
        </w:rPr>
        <w:t>:ايك يہ كہ غرناطہ كى كوہستانى حيثيت اور دوسرا اسكا افريقا كے نزديك ہونا _ يعنى وہ خطرہ كى صورت مي</w:t>
      </w:r>
      <w:r w:rsidR="000A0CDC">
        <w:rPr>
          <w:rtl/>
        </w:rPr>
        <w:t xml:space="preserve">ں </w:t>
      </w:r>
      <w:r>
        <w:rPr>
          <w:rtl/>
        </w:rPr>
        <w:t>شمالى افريقا كے مسلمانو</w:t>
      </w:r>
      <w:r w:rsidR="000A0CDC">
        <w:rPr>
          <w:rtl/>
        </w:rPr>
        <w:t xml:space="preserve">ں </w:t>
      </w:r>
      <w:r>
        <w:rPr>
          <w:rtl/>
        </w:rPr>
        <w:t xml:space="preserve">سے مدد كى درخواست كر سكتے تھے_ </w:t>
      </w:r>
    </w:p>
    <w:p w:rsidR="0061102A" w:rsidRDefault="0061102A" w:rsidP="00BE6934">
      <w:pPr>
        <w:pStyle w:val="libNormal"/>
        <w:rPr>
          <w:rtl/>
        </w:rPr>
      </w:pPr>
      <w:r>
        <w:rPr>
          <w:rtl/>
        </w:rPr>
        <w:t>بہر حال اندرونى مشكلات اور باشكوہ عمارتو</w:t>
      </w:r>
      <w:r w:rsidR="000A0CDC">
        <w:rPr>
          <w:rtl/>
        </w:rPr>
        <w:t xml:space="preserve">ں </w:t>
      </w:r>
      <w:r>
        <w:rPr>
          <w:rtl/>
        </w:rPr>
        <w:t>كے بنانے مي</w:t>
      </w:r>
      <w:r w:rsidR="000A0CDC">
        <w:rPr>
          <w:rtl/>
        </w:rPr>
        <w:t xml:space="preserve">ں </w:t>
      </w:r>
      <w:r>
        <w:rPr>
          <w:rtl/>
        </w:rPr>
        <w:t xml:space="preserve">فضول نمود و نمايش اور اسراف سے كام لينے كى وجہ سے يہ حكومت مالى حوالے سے كمزور ہوگئي اسى طرح تخت و تاج پر قبضہ پانے كيلئے اندرونى اختلافات اور مختلف مفادات باعث بنے كہ فرنانڈودوم كے لشكر نے چند مراحل كے بعد مكمل طور پر غرناط كا محاصر ہ كر ليا _ </w:t>
      </w:r>
    </w:p>
    <w:p w:rsidR="0061102A" w:rsidRDefault="0061102A" w:rsidP="00BE6934">
      <w:pPr>
        <w:pStyle w:val="libNormal"/>
        <w:rPr>
          <w:rtl/>
        </w:rPr>
      </w:pPr>
      <w:r>
        <w:rPr>
          <w:rtl/>
        </w:rPr>
        <w:t>آخر كار مسلمان سمجھ گئے كہ اب اس شہر كا دفاع ممكن نہي</w:t>
      </w:r>
      <w:r w:rsidR="000A0CDC">
        <w:rPr>
          <w:rtl/>
        </w:rPr>
        <w:t xml:space="preserve">ں </w:t>
      </w:r>
      <w:r>
        <w:rPr>
          <w:rtl/>
        </w:rPr>
        <w:t>رہا اور انہو</w:t>
      </w:r>
      <w:r w:rsidR="000A0CDC">
        <w:rPr>
          <w:rtl/>
        </w:rPr>
        <w:t xml:space="preserve">ں </w:t>
      </w:r>
      <w:r>
        <w:rPr>
          <w:rtl/>
        </w:rPr>
        <w:t>نے ہتھيار ڈال ديے، بنى نصر كا آخرى سلطان اور اسپين كے آخرى مسلمان بادشاہ ابوعبداللہ كے وہا</w:t>
      </w:r>
      <w:r w:rsidR="000A0CDC">
        <w:rPr>
          <w:rtl/>
        </w:rPr>
        <w:t xml:space="preserve">ں </w:t>
      </w:r>
      <w:r>
        <w:rPr>
          <w:rtl/>
        </w:rPr>
        <w:t>سے الوداع كے بعد اس علاقے سے اسلامى پرچم ہميشہ كيلئے اتر گيا_</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2A2BA8" w:rsidRDefault="0061102A" w:rsidP="00BE6934">
      <w:pPr>
        <w:pStyle w:val="libFootnote"/>
        <w:rPr>
          <w:rtl/>
        </w:rPr>
      </w:pPr>
      <w:r>
        <w:rPr>
          <w:rtl/>
        </w:rPr>
        <w:t>1)سابقہ حوالہ ص 18_17_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2_ يورپى عيسائي اور سقوط اندلس كے لئے ثقافتى يلغار كے ذريعے ثقافتى سطح پر اسباب فراہم كرنا:اندلس كے مسلمانو</w:t>
      </w:r>
      <w:r w:rsidR="000A0CDC">
        <w:rPr>
          <w:rtl/>
        </w:rPr>
        <w:t xml:space="preserve">ں </w:t>
      </w:r>
      <w:r>
        <w:rPr>
          <w:rtl/>
        </w:rPr>
        <w:t>كے زوال مي</w:t>
      </w:r>
      <w:r w:rsidR="000A0CDC">
        <w:rPr>
          <w:rtl/>
        </w:rPr>
        <w:t xml:space="preserve">ں </w:t>
      </w:r>
      <w:r>
        <w:rPr>
          <w:rtl/>
        </w:rPr>
        <w:t>ايك اہم تري</w:t>
      </w:r>
      <w:r w:rsidR="000A0CDC">
        <w:rPr>
          <w:rtl/>
        </w:rPr>
        <w:t xml:space="preserve">ں </w:t>
      </w:r>
      <w:r>
        <w:rPr>
          <w:rtl/>
        </w:rPr>
        <w:t>سبب پروپيگنڈا يا دوسرے لفظو</w:t>
      </w:r>
      <w:r w:rsidR="000A0CDC">
        <w:rPr>
          <w:rtl/>
        </w:rPr>
        <w:t xml:space="preserve">ں </w:t>
      </w:r>
      <w:r>
        <w:rPr>
          <w:rtl/>
        </w:rPr>
        <w:t>مي</w:t>
      </w:r>
      <w:r w:rsidR="000A0CDC">
        <w:rPr>
          <w:rtl/>
        </w:rPr>
        <w:t xml:space="preserve">ں </w:t>
      </w:r>
      <w:r>
        <w:rPr>
          <w:rtl/>
        </w:rPr>
        <w:t>يورپى لوگو</w:t>
      </w:r>
      <w:r w:rsidR="000A0CDC">
        <w:rPr>
          <w:rtl/>
        </w:rPr>
        <w:t xml:space="preserve">ں </w:t>
      </w:r>
      <w:r>
        <w:rPr>
          <w:rtl/>
        </w:rPr>
        <w:t>كى اسلام كے خلاف ثقافتى يلغار تھى _ انہو</w:t>
      </w:r>
      <w:r w:rsidR="000A0CDC">
        <w:rPr>
          <w:rtl/>
        </w:rPr>
        <w:t xml:space="preserve">ں </w:t>
      </w:r>
      <w:r>
        <w:rPr>
          <w:rtl/>
        </w:rPr>
        <w:t>نے ايك طولانى مدت كے پروگرام كے تحت اسلامى معاشرہ مي</w:t>
      </w:r>
      <w:r w:rsidR="000A0CDC">
        <w:rPr>
          <w:rtl/>
        </w:rPr>
        <w:t xml:space="preserve">ں </w:t>
      </w:r>
      <w:r>
        <w:rPr>
          <w:rtl/>
        </w:rPr>
        <w:t>سستى ، لادينيت اور بے پروائي كے بيج بوديے اور مسلمانو</w:t>
      </w:r>
      <w:r w:rsidR="000A0CDC">
        <w:rPr>
          <w:rtl/>
        </w:rPr>
        <w:t xml:space="preserve">ں </w:t>
      </w:r>
      <w:r>
        <w:rPr>
          <w:rtl/>
        </w:rPr>
        <w:t>سے سخت انتقام ليا اندلس مي</w:t>
      </w:r>
      <w:r w:rsidR="000A0CDC">
        <w:rPr>
          <w:rtl/>
        </w:rPr>
        <w:t xml:space="preserve">ں </w:t>
      </w:r>
      <w:r>
        <w:rPr>
          <w:rtl/>
        </w:rPr>
        <w:t>مسلمانو</w:t>
      </w:r>
      <w:r w:rsidR="000A0CDC">
        <w:rPr>
          <w:rtl/>
        </w:rPr>
        <w:t xml:space="preserve">ں </w:t>
      </w:r>
      <w:r>
        <w:rPr>
          <w:rtl/>
        </w:rPr>
        <w:t>كى ابتدائي فتوحات كى ضربات اس قدر سخت تھي</w:t>
      </w:r>
      <w:r w:rsidR="000A0CDC">
        <w:rPr>
          <w:rtl/>
        </w:rPr>
        <w:t xml:space="preserve">ں </w:t>
      </w:r>
      <w:r>
        <w:rPr>
          <w:rtl/>
        </w:rPr>
        <w:t>كہ خود پاپ ميدان عمل مي</w:t>
      </w:r>
      <w:r w:rsidR="000A0CDC">
        <w:rPr>
          <w:rtl/>
        </w:rPr>
        <w:t xml:space="preserve">ں </w:t>
      </w:r>
      <w:r>
        <w:rPr>
          <w:rtl/>
        </w:rPr>
        <w:t>آگيا اور اس نے اندلس كے مسلمانو</w:t>
      </w:r>
      <w:r w:rsidR="000A0CDC">
        <w:rPr>
          <w:rtl/>
        </w:rPr>
        <w:t xml:space="preserve">ں </w:t>
      </w:r>
      <w:r>
        <w:rPr>
          <w:rtl/>
        </w:rPr>
        <w:t>كو تباہ كرنے كيلئے اپنا دينى اثر و رسوخ استعمال كيا اور اس حوالے سے مسلمان سردارو</w:t>
      </w:r>
      <w:r w:rsidR="000A0CDC">
        <w:rPr>
          <w:rtl/>
        </w:rPr>
        <w:t xml:space="preserve">ں </w:t>
      </w:r>
      <w:r>
        <w:rPr>
          <w:rtl/>
        </w:rPr>
        <w:t>اور حكام مي</w:t>
      </w:r>
      <w:r w:rsidR="000A0CDC">
        <w:rPr>
          <w:rtl/>
        </w:rPr>
        <w:t xml:space="preserve">ں </w:t>
      </w:r>
      <w:r>
        <w:rPr>
          <w:rtl/>
        </w:rPr>
        <w:t xml:space="preserve">اختلافات سے بھر پور فائدہ اٹھايا _ </w:t>
      </w:r>
    </w:p>
    <w:p w:rsidR="0061102A" w:rsidRDefault="0061102A" w:rsidP="00BE6934">
      <w:pPr>
        <w:pStyle w:val="libNormal"/>
        <w:rPr>
          <w:rtl/>
        </w:rPr>
      </w:pPr>
      <w:r>
        <w:rPr>
          <w:rtl/>
        </w:rPr>
        <w:t>ايك مسلمان عرب سردار كہ جس نے عيسائيو</w:t>
      </w:r>
      <w:r w:rsidR="000A0CDC">
        <w:rPr>
          <w:rtl/>
        </w:rPr>
        <w:t xml:space="preserve">ں </w:t>
      </w:r>
      <w:r>
        <w:rPr>
          <w:rtl/>
        </w:rPr>
        <w:t>كى بہت مدد كى براق بن عمار تھا اس نے عيسائي سردارو</w:t>
      </w:r>
      <w:r w:rsidR="000A0CDC">
        <w:rPr>
          <w:rtl/>
        </w:rPr>
        <w:t xml:space="preserve">ں </w:t>
      </w:r>
      <w:r>
        <w:rPr>
          <w:rtl/>
        </w:rPr>
        <w:t>اور كليسا كے عہديدارو</w:t>
      </w:r>
      <w:r w:rsidR="000A0CDC">
        <w:rPr>
          <w:rtl/>
        </w:rPr>
        <w:t xml:space="preserve">ں </w:t>
      </w:r>
      <w:r>
        <w:rPr>
          <w:rtl/>
        </w:rPr>
        <w:t>كے ساتھ مختلف مباحث اور گفتگو مي</w:t>
      </w:r>
      <w:r w:rsidR="000A0CDC">
        <w:rPr>
          <w:rtl/>
        </w:rPr>
        <w:t xml:space="preserve">ں </w:t>
      </w:r>
      <w:r>
        <w:rPr>
          <w:rtl/>
        </w:rPr>
        <w:t>انہي</w:t>
      </w:r>
      <w:r w:rsidR="000A0CDC">
        <w:rPr>
          <w:rtl/>
        </w:rPr>
        <w:t xml:space="preserve">ں </w:t>
      </w:r>
      <w:r>
        <w:rPr>
          <w:rtl/>
        </w:rPr>
        <w:t>نصيحت كى كہ مسلمانو</w:t>
      </w:r>
      <w:r w:rsidR="000A0CDC">
        <w:rPr>
          <w:rtl/>
        </w:rPr>
        <w:t xml:space="preserve">ں </w:t>
      </w:r>
      <w:r>
        <w:rPr>
          <w:rtl/>
        </w:rPr>
        <w:t>سے براہ راست جنگ كرنے سے پرہيز كري</w:t>
      </w:r>
      <w:r w:rsidR="000A0CDC">
        <w:rPr>
          <w:rtl/>
        </w:rPr>
        <w:t xml:space="preserve">ں </w:t>
      </w:r>
      <w:r>
        <w:rPr>
          <w:rtl/>
        </w:rPr>
        <w:t>اور پيمان صلح باندھنے وقت كوشش كري</w:t>
      </w:r>
      <w:r w:rsidR="000A0CDC">
        <w:rPr>
          <w:rtl/>
        </w:rPr>
        <w:t xml:space="preserve">ں </w:t>
      </w:r>
      <w:r>
        <w:rPr>
          <w:rtl/>
        </w:rPr>
        <w:t>تا كہ مسلمان معاشرہ اندر سے كھوكھلا ہوجائے اس نے ان سے كہا كہ مسلمانو</w:t>
      </w:r>
      <w:r w:rsidR="000A0CDC">
        <w:rPr>
          <w:rtl/>
        </w:rPr>
        <w:t xml:space="preserve">ں </w:t>
      </w:r>
      <w:r>
        <w:rPr>
          <w:rtl/>
        </w:rPr>
        <w:t>كے ساتھ تين چيزو</w:t>
      </w:r>
      <w:r w:rsidR="000A0CDC">
        <w:rPr>
          <w:rtl/>
        </w:rPr>
        <w:t xml:space="preserve">ں </w:t>
      </w:r>
      <w:r>
        <w:rPr>
          <w:rtl/>
        </w:rPr>
        <w:t>مي</w:t>
      </w:r>
      <w:r w:rsidR="000A0CDC">
        <w:rPr>
          <w:rtl/>
        </w:rPr>
        <w:t xml:space="preserve">ں </w:t>
      </w:r>
      <w:r>
        <w:rPr>
          <w:rtl/>
        </w:rPr>
        <w:t>پيمان صلح باندھي</w:t>
      </w:r>
      <w:r w:rsidR="000A0CDC">
        <w:rPr>
          <w:rtl/>
        </w:rPr>
        <w:t xml:space="preserve">ں </w:t>
      </w:r>
      <w:r>
        <w:rPr>
          <w:rtl/>
        </w:rPr>
        <w:t>:دينى تبليغ مي</w:t>
      </w:r>
      <w:r w:rsidR="000A0CDC">
        <w:rPr>
          <w:rtl/>
        </w:rPr>
        <w:t xml:space="preserve">ں </w:t>
      </w:r>
      <w:r>
        <w:rPr>
          <w:rtl/>
        </w:rPr>
        <w:t>آزادي، مسلمانو</w:t>
      </w:r>
      <w:r w:rsidR="000A0CDC">
        <w:rPr>
          <w:rtl/>
        </w:rPr>
        <w:t xml:space="preserve">ں </w:t>
      </w:r>
      <w:r>
        <w:rPr>
          <w:rtl/>
        </w:rPr>
        <w:t>كو تعليم دينے مي</w:t>
      </w:r>
      <w:r w:rsidR="000A0CDC">
        <w:rPr>
          <w:rtl/>
        </w:rPr>
        <w:t xml:space="preserve">ں </w:t>
      </w:r>
      <w:r>
        <w:rPr>
          <w:rtl/>
        </w:rPr>
        <w:t>آزادى اور مسلمانو</w:t>
      </w:r>
      <w:r w:rsidR="000A0CDC">
        <w:rPr>
          <w:rtl/>
        </w:rPr>
        <w:t xml:space="preserve">ں </w:t>
      </w:r>
      <w:r>
        <w:rPr>
          <w:rtl/>
        </w:rPr>
        <w:t>كے ساتھ تجارت مي</w:t>
      </w:r>
      <w:r w:rsidR="000A0CDC">
        <w:rPr>
          <w:rtl/>
        </w:rPr>
        <w:t xml:space="preserve">ں </w:t>
      </w:r>
      <w:r>
        <w:rPr>
          <w:rtl/>
        </w:rPr>
        <w:t xml:space="preserve">آزادى _ </w:t>
      </w:r>
    </w:p>
    <w:p w:rsidR="0061102A" w:rsidRDefault="0061102A" w:rsidP="00BE6934">
      <w:pPr>
        <w:pStyle w:val="libNormal"/>
        <w:rPr>
          <w:rtl/>
        </w:rPr>
      </w:pPr>
      <w:r>
        <w:rPr>
          <w:rtl/>
        </w:rPr>
        <w:t>اسكى نظر كے مطابق پہلى دو چيزو</w:t>
      </w:r>
      <w:r w:rsidR="000A0CDC">
        <w:rPr>
          <w:rtl/>
        </w:rPr>
        <w:t xml:space="preserve">ں </w:t>
      </w:r>
      <w:r>
        <w:rPr>
          <w:rtl/>
        </w:rPr>
        <w:t>سے مسلمان لوگ بالخصوص نوجوان ،مسلمان استاد كے حوالے سے اپنى طبيعى احترام كى بنا پر ، يورپى اور عيسائي لوگو</w:t>
      </w:r>
      <w:r w:rsidR="000A0CDC">
        <w:rPr>
          <w:rtl/>
        </w:rPr>
        <w:t xml:space="preserve">ں </w:t>
      </w:r>
      <w:r>
        <w:rPr>
          <w:rtl/>
        </w:rPr>
        <w:t>كيلئے ايك طرح كى برترى اور احترام كے قائل ہوجائي</w:t>
      </w:r>
      <w:r w:rsidR="000A0CDC">
        <w:rPr>
          <w:rtl/>
        </w:rPr>
        <w:t xml:space="preserve">ں </w:t>
      </w:r>
      <w:r>
        <w:rPr>
          <w:rtl/>
        </w:rPr>
        <w:t>گے اور انہي</w:t>
      </w:r>
      <w:r w:rsidR="000A0CDC">
        <w:rPr>
          <w:rtl/>
        </w:rPr>
        <w:t xml:space="preserve">ں </w:t>
      </w:r>
      <w:r>
        <w:rPr>
          <w:rtl/>
        </w:rPr>
        <w:t>مقام كے حوالے سے اپنے سے قوى اور بلند سمھي</w:t>
      </w:r>
      <w:r w:rsidR="000A0CDC">
        <w:rPr>
          <w:rtl/>
        </w:rPr>
        <w:t xml:space="preserve">ں </w:t>
      </w:r>
      <w:r>
        <w:rPr>
          <w:rtl/>
        </w:rPr>
        <w:t>گے جسكے نتيجہ مي</w:t>
      </w:r>
      <w:r w:rsidR="000A0CDC">
        <w:rPr>
          <w:rtl/>
        </w:rPr>
        <w:t xml:space="preserve">ں </w:t>
      </w:r>
      <w:r>
        <w:rPr>
          <w:rtl/>
        </w:rPr>
        <w:t>مسلمان اپنے عقائد مي</w:t>
      </w:r>
      <w:r w:rsidR="000A0CDC">
        <w:rPr>
          <w:rtl/>
        </w:rPr>
        <w:t xml:space="preserve">ں </w:t>
      </w:r>
      <w:r>
        <w:rPr>
          <w:rtl/>
        </w:rPr>
        <w:t>سست اور لاپروا ہوجائي</w:t>
      </w:r>
      <w:r w:rsidR="000A0CDC">
        <w:rPr>
          <w:rtl/>
        </w:rPr>
        <w:t xml:space="preserve">ں </w:t>
      </w:r>
      <w:r>
        <w:rPr>
          <w:rtl/>
        </w:rPr>
        <w:t>گے جبكہ تيسرى چيز مسلمانو</w:t>
      </w:r>
      <w:r w:rsidR="000A0CDC">
        <w:rPr>
          <w:rtl/>
        </w:rPr>
        <w:t xml:space="preserve">ں </w:t>
      </w:r>
      <w:r>
        <w:rPr>
          <w:rtl/>
        </w:rPr>
        <w:t>مي</w:t>
      </w:r>
      <w:r w:rsidR="000A0CDC">
        <w:rPr>
          <w:rtl/>
        </w:rPr>
        <w:t xml:space="preserve">ں </w:t>
      </w:r>
      <w:r>
        <w:rPr>
          <w:rtl/>
        </w:rPr>
        <w:t>خوراك ، پوشاك اور حرام كھانے پينے والى چيزو</w:t>
      </w:r>
      <w:r w:rsidR="000A0CDC">
        <w:rPr>
          <w:rtl/>
        </w:rPr>
        <w:t xml:space="preserve">ں </w:t>
      </w:r>
      <w:r>
        <w:rPr>
          <w:rtl/>
        </w:rPr>
        <w:t>كے حوالے سے موثر ہوگى اور انہي</w:t>
      </w:r>
      <w:r w:rsidR="000A0CDC">
        <w:rPr>
          <w:rtl/>
        </w:rPr>
        <w:t xml:space="preserve">ں </w:t>
      </w:r>
      <w:r>
        <w:rPr>
          <w:rtl/>
        </w:rPr>
        <w:t xml:space="preserve">آہستہ آہستہ غير ذمہ دار اور لاپرواہ بنادے گي_ </w:t>
      </w:r>
    </w:p>
    <w:p w:rsidR="0061102A" w:rsidRDefault="0061102A" w:rsidP="00BE6934">
      <w:pPr>
        <w:pStyle w:val="libNormal"/>
        <w:rPr>
          <w:rtl/>
        </w:rPr>
      </w:pPr>
      <w:r>
        <w:rPr>
          <w:rtl/>
        </w:rPr>
        <w:t>اندلس كے مسلمان حاكمو</w:t>
      </w:r>
      <w:r w:rsidR="000A0CDC">
        <w:rPr>
          <w:rtl/>
        </w:rPr>
        <w:t xml:space="preserve">ں </w:t>
      </w:r>
      <w:r>
        <w:rPr>
          <w:rtl/>
        </w:rPr>
        <w:t>نے اسى پيمان سے دھوكہ كھايا اور صلح پر راضى ہو گئے _ عيسائيو</w:t>
      </w:r>
      <w:r w:rsidR="000A0CDC">
        <w:rPr>
          <w:rtl/>
        </w:rPr>
        <w:t xml:space="preserve">ں </w:t>
      </w:r>
      <w:r>
        <w:rPr>
          <w:rtl/>
        </w:rPr>
        <w:t xml:space="preserve">كے ساتھ صلح كرنے كے بعد اندلس كے مسلمان اخلاق اور كردار كے حوالے سے فاسد اور تباہ ہوگئے _ عيسائي مبلغين اور </w:t>
      </w:r>
    </w:p>
    <w:p w:rsidR="002A2BA8" w:rsidRDefault="0069392F" w:rsidP="00BE6934">
      <w:pPr>
        <w:pStyle w:val="libNormal"/>
        <w:rPr>
          <w:rtl/>
        </w:rPr>
      </w:pPr>
      <w:r>
        <w:rPr>
          <w:rtl/>
        </w:rPr>
        <w:cr/>
      </w:r>
      <w:r>
        <w:rPr>
          <w:rtl/>
        </w:rPr>
        <w:br w:type="page"/>
      </w:r>
      <w:r>
        <w:rPr>
          <w:rtl/>
        </w:rPr>
        <w:lastRenderedPageBreak/>
        <w:cr/>
      </w:r>
    </w:p>
    <w:p w:rsidR="0061102A" w:rsidRDefault="0061102A" w:rsidP="00BE6934">
      <w:pPr>
        <w:pStyle w:val="libNormal"/>
        <w:rPr>
          <w:rtl/>
        </w:rPr>
      </w:pPr>
      <w:r>
        <w:rPr>
          <w:rtl/>
        </w:rPr>
        <w:t>راہبو</w:t>
      </w:r>
      <w:r w:rsidR="000A0CDC">
        <w:rPr>
          <w:rtl/>
        </w:rPr>
        <w:t xml:space="preserve">ں </w:t>
      </w:r>
      <w:r>
        <w:rPr>
          <w:rtl/>
        </w:rPr>
        <w:t>نے خوبصورت اور شاندار تفريح گاہي</w:t>
      </w:r>
      <w:r w:rsidR="000A0CDC">
        <w:rPr>
          <w:rtl/>
        </w:rPr>
        <w:t xml:space="preserve">ں </w:t>
      </w:r>
      <w:r>
        <w:rPr>
          <w:rtl/>
        </w:rPr>
        <w:t>بنائي</w:t>
      </w:r>
      <w:r w:rsidR="000A0CDC">
        <w:rPr>
          <w:rtl/>
        </w:rPr>
        <w:t xml:space="preserve">ں </w:t>
      </w:r>
      <w:r>
        <w:rPr>
          <w:rtl/>
        </w:rPr>
        <w:t>جن مي</w:t>
      </w:r>
      <w:r w:rsidR="000A0CDC">
        <w:rPr>
          <w:rtl/>
        </w:rPr>
        <w:t xml:space="preserve">ں </w:t>
      </w:r>
      <w:r>
        <w:rPr>
          <w:rtl/>
        </w:rPr>
        <w:t>وہ عيسائيت كى تبليغ كيا كرتے تھے مسلمانو</w:t>
      </w:r>
      <w:r w:rsidR="000A0CDC">
        <w:rPr>
          <w:rtl/>
        </w:rPr>
        <w:t xml:space="preserve">ں </w:t>
      </w:r>
      <w:r>
        <w:rPr>
          <w:rtl/>
        </w:rPr>
        <w:t>كى شخصيات اتوار والے دن ان تفريح گاہو</w:t>
      </w:r>
      <w:r w:rsidR="000A0CDC">
        <w:rPr>
          <w:rtl/>
        </w:rPr>
        <w:t xml:space="preserve">ں </w:t>
      </w:r>
      <w:r>
        <w:rPr>
          <w:rtl/>
        </w:rPr>
        <w:t>مي</w:t>
      </w:r>
      <w:r w:rsidR="000A0CDC">
        <w:rPr>
          <w:rtl/>
        </w:rPr>
        <w:t xml:space="preserve">ں </w:t>
      </w:r>
      <w:r>
        <w:rPr>
          <w:rtl/>
        </w:rPr>
        <w:t>جاتى تھي</w:t>
      </w:r>
      <w:r w:rsidR="000A0CDC">
        <w:rPr>
          <w:rtl/>
        </w:rPr>
        <w:t xml:space="preserve">ں </w:t>
      </w:r>
      <w:r>
        <w:rPr>
          <w:rtl/>
        </w:rPr>
        <w:t>تا كہ سير و تفريح كے علاوہ عيسائي جوان لڑكيو</w:t>
      </w:r>
      <w:r w:rsidR="000A0CDC">
        <w:rPr>
          <w:rtl/>
        </w:rPr>
        <w:t xml:space="preserve">ں </w:t>
      </w:r>
      <w:r>
        <w:rPr>
          <w:rtl/>
        </w:rPr>
        <w:t>كے حسن و جمال كا بھى نظارہ كري</w:t>
      </w:r>
      <w:r w:rsidR="000A0CDC">
        <w:rPr>
          <w:rtl/>
        </w:rPr>
        <w:t xml:space="preserve">ں </w:t>
      </w:r>
      <w:r>
        <w:rPr>
          <w:rtl/>
        </w:rPr>
        <w:t>_ اسى زمانہ مي</w:t>
      </w:r>
      <w:r w:rsidR="000A0CDC">
        <w:rPr>
          <w:rtl/>
        </w:rPr>
        <w:t xml:space="preserve">ں </w:t>
      </w:r>
      <w:r>
        <w:rPr>
          <w:rtl/>
        </w:rPr>
        <w:t>براق بن عمار كى نصيحت كے مطابق يورپ كى شراب اندلس مي</w:t>
      </w:r>
      <w:r w:rsidR="000A0CDC">
        <w:rPr>
          <w:rtl/>
        </w:rPr>
        <w:t xml:space="preserve">ں </w:t>
      </w:r>
      <w:r>
        <w:rPr>
          <w:rtl/>
        </w:rPr>
        <w:t>بہت زيادہ مقدار مي</w:t>
      </w:r>
      <w:r w:rsidR="000A0CDC">
        <w:rPr>
          <w:rtl/>
        </w:rPr>
        <w:t xml:space="preserve">ں </w:t>
      </w:r>
      <w:r>
        <w:rPr>
          <w:rtl/>
        </w:rPr>
        <w:t>آنے لگى تا كہ مسلمان جوان ديواليہ ہو</w:t>
      </w:r>
      <w:r w:rsidR="000A0CDC">
        <w:rPr>
          <w:rtl/>
        </w:rPr>
        <w:t xml:space="preserve">ں </w:t>
      </w:r>
      <w:r>
        <w:rPr>
          <w:rtl/>
        </w:rPr>
        <w:t>جس كا نتيجہ يہ نكلا كہ شراب خورى مسلمان جوانو</w:t>
      </w:r>
      <w:r w:rsidR="000A0CDC">
        <w:rPr>
          <w:rtl/>
        </w:rPr>
        <w:t xml:space="preserve">ں </w:t>
      </w:r>
      <w:r>
        <w:rPr>
          <w:rtl/>
        </w:rPr>
        <w:t>مي</w:t>
      </w:r>
      <w:r w:rsidR="000A0CDC">
        <w:rPr>
          <w:rtl/>
        </w:rPr>
        <w:t xml:space="preserve">ں </w:t>
      </w:r>
      <w:r>
        <w:rPr>
          <w:rtl/>
        </w:rPr>
        <w:t xml:space="preserve">رواج پاگئي _ جو بھى شراب سے انكار كرتا اسے قدامت پسند يا متعصب كا خطاب ملتا _ </w:t>
      </w:r>
    </w:p>
    <w:p w:rsidR="0061102A" w:rsidRDefault="0061102A" w:rsidP="00BE6934">
      <w:pPr>
        <w:pStyle w:val="libNormal"/>
        <w:rPr>
          <w:rtl/>
        </w:rPr>
      </w:pPr>
      <w:r>
        <w:rPr>
          <w:rtl/>
        </w:rPr>
        <w:t>اب مسلمان نوجوان اپنى دينى اور معاشرتى اقدار كى اہميت كے قائل نہ رہے مساجد صرف بوڑھے لوگو</w:t>
      </w:r>
      <w:r w:rsidR="000A0CDC">
        <w:rPr>
          <w:rtl/>
        </w:rPr>
        <w:t xml:space="preserve">ں </w:t>
      </w:r>
      <w:r>
        <w:rPr>
          <w:rtl/>
        </w:rPr>
        <w:t>كے ليے مخصوص ہوگئي جبكہ عشرت كدے اور عيش و شراب كے مراكز نوجوانو</w:t>
      </w:r>
      <w:r w:rsidR="000A0CDC">
        <w:rPr>
          <w:rtl/>
        </w:rPr>
        <w:t xml:space="preserve">ں </w:t>
      </w:r>
      <w:r>
        <w:rPr>
          <w:rtl/>
        </w:rPr>
        <w:t>سے بھر گئے جو عيسائي لڑكيو</w:t>
      </w:r>
      <w:r w:rsidR="000A0CDC">
        <w:rPr>
          <w:rtl/>
        </w:rPr>
        <w:t xml:space="preserve">ں </w:t>
      </w:r>
      <w:r>
        <w:rPr>
          <w:rtl/>
        </w:rPr>
        <w:t>سے لذت لينے كيلئے وہا</w:t>
      </w:r>
      <w:r w:rsidR="000A0CDC">
        <w:rPr>
          <w:rtl/>
        </w:rPr>
        <w:t xml:space="preserve">ں </w:t>
      </w:r>
      <w:r>
        <w:rPr>
          <w:rtl/>
        </w:rPr>
        <w:t>جمع ہوتے تھے_ عيش و عشرت اور تجملات پسندى اسقدر بڑھ گئي كہ ان خواہشات كى تكميل حلال كمائي سے ممكن نہ تھى لہذا ادارو</w:t>
      </w:r>
      <w:r w:rsidR="000A0CDC">
        <w:rPr>
          <w:rtl/>
        </w:rPr>
        <w:t xml:space="preserve">ں </w:t>
      </w:r>
      <w:r>
        <w:rPr>
          <w:rtl/>
        </w:rPr>
        <w:t>مي</w:t>
      </w:r>
      <w:r w:rsidR="000A0CDC">
        <w:rPr>
          <w:rtl/>
        </w:rPr>
        <w:t xml:space="preserve">ں </w:t>
      </w:r>
      <w:r>
        <w:rPr>
          <w:rtl/>
        </w:rPr>
        <w:t>فساد ، رشوت اور لوٹ مار عام ہوگئي _ اشياء كى توليد كرنے والے طبقات مثلا كسان ، كاريگر اور صنعت كار لوگ عدم توجہ كا شكار ہوگئے اور ہر روز غريب ہونے كے ساتھ ساتھ موجودحالات سے ناراض بھى تھے _</w:t>
      </w:r>
      <w:r w:rsidRPr="00F67D4B">
        <w:rPr>
          <w:rStyle w:val="libFootnotenumChar"/>
          <w:rtl/>
        </w:rPr>
        <w:t>(1)</w:t>
      </w:r>
      <w:r>
        <w:rPr>
          <w:rtl/>
        </w:rPr>
        <w:t xml:space="preserve"> </w:t>
      </w:r>
    </w:p>
    <w:p w:rsidR="0061102A" w:rsidRDefault="0061102A" w:rsidP="00BE6934">
      <w:pPr>
        <w:pStyle w:val="libNormal"/>
        <w:rPr>
          <w:rtl/>
        </w:rPr>
      </w:pPr>
      <w:r>
        <w:rPr>
          <w:rtl/>
        </w:rPr>
        <w:t>اسكے بعد عيسائيو</w:t>
      </w:r>
      <w:r w:rsidR="000A0CDC">
        <w:rPr>
          <w:rtl/>
        </w:rPr>
        <w:t xml:space="preserve">ں </w:t>
      </w:r>
      <w:r>
        <w:rPr>
          <w:rtl/>
        </w:rPr>
        <w:t>نے بعض مسلمان سردارو</w:t>
      </w:r>
      <w:r w:rsidR="000A0CDC">
        <w:rPr>
          <w:rtl/>
        </w:rPr>
        <w:t xml:space="preserve">ں </w:t>
      </w:r>
      <w:r>
        <w:rPr>
          <w:rtl/>
        </w:rPr>
        <w:t>كى خيانت كے ذريعے شہر والانس پر قبضہ كر ليا اور اس شہر مي</w:t>
      </w:r>
      <w:r w:rsidR="000A0CDC">
        <w:rPr>
          <w:rtl/>
        </w:rPr>
        <w:t xml:space="preserve">ں </w:t>
      </w:r>
      <w:r>
        <w:rPr>
          <w:rtl/>
        </w:rPr>
        <w:t>فجيع جرائم كے مرتكب ہوئے، انہو</w:t>
      </w:r>
      <w:r w:rsidR="000A0CDC">
        <w:rPr>
          <w:rtl/>
        </w:rPr>
        <w:t xml:space="preserve">ں </w:t>
      </w:r>
      <w:r>
        <w:rPr>
          <w:rtl/>
        </w:rPr>
        <w:t>نے نہ صرف يہ كہ ہزارو</w:t>
      </w:r>
      <w:r w:rsidR="000A0CDC">
        <w:rPr>
          <w:rtl/>
        </w:rPr>
        <w:t xml:space="preserve">ں </w:t>
      </w:r>
      <w:r>
        <w:rPr>
          <w:rtl/>
        </w:rPr>
        <w:t>مسلمانو</w:t>
      </w:r>
      <w:r w:rsidR="000A0CDC">
        <w:rPr>
          <w:rtl/>
        </w:rPr>
        <w:t xml:space="preserve">ں </w:t>
      </w:r>
      <w:r>
        <w:rPr>
          <w:rtl/>
        </w:rPr>
        <w:t>كو قتل كيا بلكہ مسلمان خواتين كے ناموس كو ان كے شوہرو</w:t>
      </w:r>
      <w:r w:rsidR="000A0CDC">
        <w:rPr>
          <w:rtl/>
        </w:rPr>
        <w:t xml:space="preserve">ں </w:t>
      </w:r>
      <w:r>
        <w:rPr>
          <w:rtl/>
        </w:rPr>
        <w:t>كى آنكھو</w:t>
      </w:r>
      <w:r w:rsidR="000A0CDC">
        <w:rPr>
          <w:rtl/>
        </w:rPr>
        <w:t xml:space="preserve">ں </w:t>
      </w:r>
      <w:r>
        <w:rPr>
          <w:rtl/>
        </w:rPr>
        <w:t>كے سامنے لوٹا_ انہو</w:t>
      </w:r>
      <w:r w:rsidR="000A0CDC">
        <w:rPr>
          <w:rtl/>
        </w:rPr>
        <w:t xml:space="preserve">ں </w:t>
      </w:r>
      <w:r>
        <w:rPr>
          <w:rtl/>
        </w:rPr>
        <w:t>نے اس شہر پر اتنى تيزى سے قبضہ كيا كہ ديگر شہرو</w:t>
      </w:r>
      <w:r w:rsidR="000A0CDC">
        <w:rPr>
          <w:rtl/>
        </w:rPr>
        <w:t xml:space="preserve">ں </w:t>
      </w:r>
      <w:r>
        <w:rPr>
          <w:rtl/>
        </w:rPr>
        <w:t xml:space="preserve">كے حكام اپنى فوج كو تيار ہى نہ كرسكے_ </w:t>
      </w:r>
    </w:p>
    <w:p w:rsidR="0061102A" w:rsidRDefault="0061102A" w:rsidP="00BE6934">
      <w:pPr>
        <w:pStyle w:val="libNormal"/>
        <w:rPr>
          <w:rtl/>
        </w:rPr>
      </w:pPr>
      <w:r>
        <w:rPr>
          <w:rtl/>
        </w:rPr>
        <w:t>بہرحال اس طرح عيسائيو</w:t>
      </w:r>
      <w:r w:rsidR="000A0CDC">
        <w:rPr>
          <w:rtl/>
        </w:rPr>
        <w:t xml:space="preserve">ں </w:t>
      </w:r>
      <w:r>
        <w:rPr>
          <w:rtl/>
        </w:rPr>
        <w:t>نے اپنے مكارانہ ہتھكنڈو</w:t>
      </w:r>
      <w:r w:rsidR="000A0CDC">
        <w:rPr>
          <w:rtl/>
        </w:rPr>
        <w:t xml:space="preserve">ں </w:t>
      </w:r>
      <w:r>
        <w:rPr>
          <w:rtl/>
        </w:rPr>
        <w:t>سے اسلامى معاشرہ كو آلودہ كرتے ہوئے بتدريج اسپين كے ديگر شہرو</w:t>
      </w:r>
      <w:r w:rsidR="000A0CDC">
        <w:rPr>
          <w:rtl/>
        </w:rPr>
        <w:t xml:space="preserve">ں </w:t>
      </w:r>
      <w:r>
        <w:rPr>
          <w:rtl/>
        </w:rPr>
        <w:t xml:space="preserve">پر بھى ايك ايك كركے قبضہ كرليا_ </w:t>
      </w:r>
    </w:p>
    <w:p w:rsidR="0061102A" w:rsidRDefault="003A7D4A" w:rsidP="00BE6934">
      <w:pPr>
        <w:pStyle w:val="libLine"/>
        <w:rPr>
          <w:rtl/>
        </w:rPr>
      </w:pPr>
      <w:r>
        <w:rPr>
          <w:rtl/>
        </w:rPr>
        <w:t>____________________</w:t>
      </w:r>
    </w:p>
    <w:p w:rsidR="002A2BA8" w:rsidRDefault="0061102A" w:rsidP="00BE6934">
      <w:pPr>
        <w:pStyle w:val="libFootnote"/>
        <w:rPr>
          <w:rtl/>
        </w:rPr>
      </w:pPr>
      <w:r>
        <w:rPr>
          <w:rtl/>
        </w:rPr>
        <w:t>1)سابقہ حوالہ ص22_8_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10" w:name="_Toc268666"/>
      <w:r>
        <w:rPr>
          <w:rtl/>
        </w:rPr>
        <w:t xml:space="preserve">ج: اسلامى اندلس كے سقوط كے سياسى جغرافيائي </w:t>
      </w:r>
      <w:r>
        <w:t>geopolitical</w:t>
      </w:r>
      <w:r>
        <w:rPr>
          <w:rtl/>
        </w:rPr>
        <w:t xml:space="preserve"> اسباب:</w:t>
      </w:r>
      <w:bookmarkEnd w:id="110"/>
    </w:p>
    <w:p w:rsidR="0061102A" w:rsidRDefault="0061102A" w:rsidP="00BE6934">
      <w:pPr>
        <w:pStyle w:val="libNormal"/>
        <w:rPr>
          <w:rtl/>
        </w:rPr>
      </w:pPr>
      <w:r>
        <w:rPr>
          <w:rtl/>
        </w:rPr>
        <w:t>اندلس مي</w:t>
      </w:r>
      <w:r w:rsidR="000A0CDC">
        <w:rPr>
          <w:rtl/>
        </w:rPr>
        <w:t xml:space="preserve">ں </w:t>
      </w:r>
      <w:r>
        <w:rPr>
          <w:rtl/>
        </w:rPr>
        <w:t>مسلمانو</w:t>
      </w:r>
      <w:r w:rsidR="000A0CDC">
        <w:rPr>
          <w:rtl/>
        </w:rPr>
        <w:t xml:space="preserve">ں </w:t>
      </w:r>
      <w:r>
        <w:rPr>
          <w:rtl/>
        </w:rPr>
        <w:t xml:space="preserve">كى فتوحات كے حوالے سے جغرافيائي سياسى </w:t>
      </w:r>
      <w:r>
        <w:t>gepolitical</w:t>
      </w:r>
      <w:r>
        <w:rPr>
          <w:rtl/>
        </w:rPr>
        <w:t xml:space="preserve"> اہم نكتہ يہ ہے كہ جزيرہ ايبري(اندلس) مكمل طور پر فتح نہي</w:t>
      </w:r>
      <w:r w:rsidR="000A0CDC">
        <w:rPr>
          <w:rtl/>
        </w:rPr>
        <w:t xml:space="preserve">ں </w:t>
      </w:r>
      <w:r>
        <w:rPr>
          <w:rtl/>
        </w:rPr>
        <w:t>ہوا تھا اور مسلمانو</w:t>
      </w:r>
      <w:r w:rsidR="000A0CDC">
        <w:rPr>
          <w:rtl/>
        </w:rPr>
        <w:t xml:space="preserve">ں </w:t>
      </w:r>
      <w:r>
        <w:rPr>
          <w:rtl/>
        </w:rPr>
        <w:t>كے مكمل قبضہ مي</w:t>
      </w:r>
      <w:r w:rsidR="000A0CDC">
        <w:rPr>
          <w:rtl/>
        </w:rPr>
        <w:t xml:space="preserve">ں </w:t>
      </w:r>
      <w:r>
        <w:rPr>
          <w:rtl/>
        </w:rPr>
        <w:t>نہي</w:t>
      </w:r>
      <w:r w:rsidR="000A0CDC">
        <w:rPr>
          <w:rtl/>
        </w:rPr>
        <w:t xml:space="preserve">ں </w:t>
      </w:r>
      <w:r>
        <w:rPr>
          <w:rtl/>
        </w:rPr>
        <w:t>آيا تھا_ بالخصوص اندلس كا شمالمغربى بڑا علاقہ مسلمانو</w:t>
      </w:r>
      <w:r w:rsidR="000A0CDC">
        <w:rPr>
          <w:rtl/>
        </w:rPr>
        <w:t xml:space="preserve">ں </w:t>
      </w:r>
      <w:r>
        <w:rPr>
          <w:rtl/>
        </w:rPr>
        <w:t>كى دستبرد سے محفوظ رہا تھا_ اسى طرح اندلس كے ديگر حصو</w:t>
      </w:r>
      <w:r w:rsidR="000A0CDC">
        <w:rPr>
          <w:rtl/>
        </w:rPr>
        <w:t xml:space="preserve">ں </w:t>
      </w:r>
      <w:r>
        <w:rPr>
          <w:rtl/>
        </w:rPr>
        <w:t>مي</w:t>
      </w:r>
      <w:r w:rsidR="000A0CDC">
        <w:rPr>
          <w:rtl/>
        </w:rPr>
        <w:t xml:space="preserve">ں </w:t>
      </w:r>
      <w:r>
        <w:rPr>
          <w:rtl/>
        </w:rPr>
        <w:t>ايسے علاقے بھى رہے ہي</w:t>
      </w:r>
      <w:r w:rsidR="000A0CDC">
        <w:rPr>
          <w:rtl/>
        </w:rPr>
        <w:t xml:space="preserve">ں </w:t>
      </w:r>
      <w:r>
        <w:rPr>
          <w:rtl/>
        </w:rPr>
        <w:t>جہا</w:t>
      </w:r>
      <w:r w:rsidR="000A0CDC">
        <w:rPr>
          <w:rtl/>
        </w:rPr>
        <w:t xml:space="preserve">ں </w:t>
      </w:r>
      <w:r>
        <w:rPr>
          <w:rtl/>
        </w:rPr>
        <w:t>مسلمانو</w:t>
      </w:r>
      <w:r w:rsidR="000A0CDC">
        <w:rPr>
          <w:rtl/>
        </w:rPr>
        <w:t xml:space="preserve">ں </w:t>
      </w:r>
      <w:r>
        <w:rPr>
          <w:rtl/>
        </w:rPr>
        <w:t>كا مؤثر قبضہ نہ تھا_ اگرچہ اسپين مكمل طور پر عيسائيو</w:t>
      </w:r>
      <w:r w:rsidR="000A0CDC">
        <w:rPr>
          <w:rtl/>
        </w:rPr>
        <w:t xml:space="preserve">ں </w:t>
      </w:r>
      <w:r>
        <w:rPr>
          <w:rtl/>
        </w:rPr>
        <w:t>كے ہاتھو</w:t>
      </w:r>
      <w:r w:rsidR="000A0CDC">
        <w:rPr>
          <w:rtl/>
        </w:rPr>
        <w:t xml:space="preserve">ں </w:t>
      </w:r>
      <w:r>
        <w:rPr>
          <w:rtl/>
        </w:rPr>
        <w:t>سے نكل چكا تھا _ مگر عيسائيو</w:t>
      </w:r>
      <w:r w:rsidR="000A0CDC">
        <w:rPr>
          <w:rtl/>
        </w:rPr>
        <w:t xml:space="preserve">ں </w:t>
      </w:r>
      <w:r>
        <w:rPr>
          <w:rtl/>
        </w:rPr>
        <w:t>نے اسپين كے شمالى سواحل اور خليج بيسكے(</w:t>
      </w:r>
      <w:r>
        <w:t>Biscay</w:t>
      </w:r>
      <w:r>
        <w:rPr>
          <w:rtl/>
        </w:rPr>
        <w:t>) كے قريب پٹى اپنے لئے محفوظ ركھى ہوئي تھى تاكہ كسى دور مي</w:t>
      </w:r>
      <w:r w:rsidR="000A0CDC">
        <w:rPr>
          <w:rtl/>
        </w:rPr>
        <w:t xml:space="preserve">ں </w:t>
      </w:r>
      <w:r>
        <w:rPr>
          <w:rtl/>
        </w:rPr>
        <w:t>مسلمانو</w:t>
      </w:r>
      <w:r w:rsidR="000A0CDC">
        <w:rPr>
          <w:rtl/>
        </w:rPr>
        <w:t xml:space="preserve">ں </w:t>
      </w:r>
      <w:r>
        <w:rPr>
          <w:rtl/>
        </w:rPr>
        <w:t>كے اندرونى اختلافات اور لا ابالى سے فائدہ اٹھاتے ہوئے اسى جگہ سے جنوبى علاقو</w:t>
      </w:r>
      <w:r w:rsidR="000A0CDC">
        <w:rPr>
          <w:rtl/>
        </w:rPr>
        <w:t xml:space="preserve">ں </w:t>
      </w:r>
      <w:r>
        <w:rPr>
          <w:rtl/>
        </w:rPr>
        <w:t>پربتدريج قدم بڑھائي</w:t>
      </w:r>
      <w:r w:rsidR="000A0CDC">
        <w:rPr>
          <w:rtl/>
        </w:rPr>
        <w:t xml:space="preserve">ں </w:t>
      </w:r>
      <w:r>
        <w:rPr>
          <w:rtl/>
        </w:rPr>
        <w:t>اور آہستہ آہستہ اسپين كو دوبارہ عيسائيت كے دامن مي</w:t>
      </w:r>
      <w:r w:rsidR="000A0CDC">
        <w:rPr>
          <w:rtl/>
        </w:rPr>
        <w:t xml:space="preserve">ں </w:t>
      </w:r>
      <w:r>
        <w:rPr>
          <w:rtl/>
        </w:rPr>
        <w:t>لوٹا دي</w:t>
      </w:r>
      <w:r w:rsidR="000A0CDC">
        <w:rPr>
          <w:rtl/>
        </w:rPr>
        <w:t xml:space="preserve">ں </w:t>
      </w:r>
      <w:r>
        <w:rPr>
          <w:rtl/>
        </w:rPr>
        <w:t xml:space="preserve">_ </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11" w:name="_Toc268667"/>
      <w:r>
        <w:rPr>
          <w:rtl/>
        </w:rPr>
        <w:t>نتيجہ بحث</w:t>
      </w:r>
      <w:bookmarkEnd w:id="111"/>
    </w:p>
    <w:p w:rsidR="0061102A" w:rsidRDefault="0061102A" w:rsidP="00BE6934">
      <w:pPr>
        <w:pStyle w:val="libNormal"/>
        <w:rPr>
          <w:rtl/>
        </w:rPr>
      </w:pPr>
      <w:r>
        <w:rPr>
          <w:rtl/>
        </w:rPr>
        <w:t>عالم اسلام كى اندرونى تبديليو</w:t>
      </w:r>
      <w:r w:rsidR="000A0CDC">
        <w:rPr>
          <w:rtl/>
        </w:rPr>
        <w:t xml:space="preserve">ں </w:t>
      </w:r>
      <w:r>
        <w:rPr>
          <w:rtl/>
        </w:rPr>
        <w:t>كا تجزيہ كري</w:t>
      </w:r>
      <w:r w:rsidR="000A0CDC">
        <w:rPr>
          <w:rtl/>
        </w:rPr>
        <w:t xml:space="preserve">ں </w:t>
      </w:r>
      <w:r>
        <w:rPr>
          <w:rtl/>
        </w:rPr>
        <w:t>تو معلوم ہوگا مادى اور غير مادى قدرت و طاقت كے حوالے سے مسلمانو</w:t>
      </w:r>
      <w:r w:rsidR="000A0CDC">
        <w:rPr>
          <w:rtl/>
        </w:rPr>
        <w:t xml:space="preserve">ں </w:t>
      </w:r>
      <w:r>
        <w:rPr>
          <w:rtl/>
        </w:rPr>
        <w:t>كا زوال صديو</w:t>
      </w:r>
      <w:r w:rsidR="000A0CDC">
        <w:rPr>
          <w:rtl/>
        </w:rPr>
        <w:t xml:space="preserve">ں </w:t>
      </w:r>
      <w:r>
        <w:rPr>
          <w:rtl/>
        </w:rPr>
        <w:t>پہلے شروع ہوچكا تھا _ نظام خلافت مي</w:t>
      </w:r>
      <w:r w:rsidR="000A0CDC">
        <w:rPr>
          <w:rtl/>
        </w:rPr>
        <w:t xml:space="preserve">ں </w:t>
      </w:r>
      <w:r>
        <w:rPr>
          <w:rtl/>
        </w:rPr>
        <w:t>ضعف ، منگولو</w:t>
      </w:r>
      <w:r w:rsidR="000A0CDC">
        <w:rPr>
          <w:rtl/>
        </w:rPr>
        <w:t xml:space="preserve">ں </w:t>
      </w:r>
      <w:r>
        <w:rPr>
          <w:rtl/>
        </w:rPr>
        <w:t>كے حملے اور ان كے كبھى نہ بھرنے والے گھائو مسلمانو</w:t>
      </w:r>
      <w:r w:rsidR="000A0CDC">
        <w:rPr>
          <w:rtl/>
        </w:rPr>
        <w:t xml:space="preserve">ں </w:t>
      </w:r>
      <w:r>
        <w:rPr>
          <w:rtl/>
        </w:rPr>
        <w:t>كے زوال كى سرعت كا باعث بنے، اسى زمانے مي</w:t>
      </w:r>
      <w:r w:rsidR="000A0CDC">
        <w:rPr>
          <w:rtl/>
        </w:rPr>
        <w:t xml:space="preserve">ں </w:t>
      </w:r>
      <w:r>
        <w:rPr>
          <w:rtl/>
        </w:rPr>
        <w:t>اہل يورپ عالم اسلام سے تجارت اور صليبى جنگو</w:t>
      </w:r>
      <w:r w:rsidR="000A0CDC">
        <w:rPr>
          <w:rtl/>
        </w:rPr>
        <w:t xml:space="preserve">ں </w:t>
      </w:r>
      <w:r>
        <w:rPr>
          <w:rtl/>
        </w:rPr>
        <w:t xml:space="preserve">كے ذريعے پيدا ہونے والے نزديكى تعلقات كى بدولت اپنى ثقافتى اور علمى تحريك و بيدارى كا آغاز كرچكے تھے _ </w:t>
      </w:r>
    </w:p>
    <w:p w:rsidR="0061102A" w:rsidRDefault="0061102A" w:rsidP="00BE6934">
      <w:pPr>
        <w:pStyle w:val="libNormal"/>
        <w:rPr>
          <w:rtl/>
        </w:rPr>
      </w:pPr>
      <w:r>
        <w:rPr>
          <w:rtl/>
        </w:rPr>
        <w:t>قابل توجہ بات يہ ہے كہ يورپ كى فكرى اور ثقافتى سطح پر نشاط كا آغاز سال 1453 عيسوى يعنى قسطنطنيہ مي</w:t>
      </w:r>
      <w:r w:rsidR="000A0CDC">
        <w:rPr>
          <w:rtl/>
        </w:rPr>
        <w:t xml:space="preserve">ں </w:t>
      </w:r>
      <w:r>
        <w:rPr>
          <w:rtl/>
        </w:rPr>
        <w:t xml:space="preserve">مشرقى روم كى شكست سے ہوا </w:t>
      </w:r>
      <w:r w:rsidRPr="00F67D4B">
        <w:rPr>
          <w:rStyle w:val="libFootnotenumChar"/>
          <w:rtl/>
        </w:rPr>
        <w:t>(2)</w:t>
      </w:r>
      <w:r>
        <w:rPr>
          <w:rtl/>
        </w:rPr>
        <w:t xml:space="preserve"> حالانكہ مسلمانو</w:t>
      </w:r>
      <w:r w:rsidR="000A0CDC">
        <w:rPr>
          <w:rtl/>
        </w:rPr>
        <w:t xml:space="preserve">ں </w:t>
      </w:r>
      <w:r>
        <w:rPr>
          <w:rtl/>
        </w:rPr>
        <w:t>كے زوال كا اہم ترين موڑكچھ عرصہ بعد يعنى 1492 عيسوى مي</w:t>
      </w:r>
      <w:r w:rsidR="000A0CDC">
        <w:rPr>
          <w:rtl/>
        </w:rPr>
        <w:t xml:space="preserve">ں </w:t>
      </w:r>
      <w:r>
        <w:rPr>
          <w:rtl/>
        </w:rPr>
        <w:t>اندلس كى آخرى اسلامى حكومت كى شكست پر رونما ہوا البتہ دو صديو</w:t>
      </w:r>
      <w:r w:rsidR="000A0CDC">
        <w:rPr>
          <w:rtl/>
        </w:rPr>
        <w:t xml:space="preserve">ں </w:t>
      </w:r>
      <w:r>
        <w:rPr>
          <w:rtl/>
        </w:rPr>
        <w:t>كے گزرنے كے بعد يہ تبديلى مكمل طور پر اور موثر انداز مي</w:t>
      </w:r>
      <w:r w:rsidR="000A0CDC">
        <w:rPr>
          <w:rtl/>
        </w:rPr>
        <w:t xml:space="preserve">ں </w:t>
      </w:r>
      <w:r>
        <w:rPr>
          <w:rtl/>
        </w:rPr>
        <w:t>اہل يورپ كے حق مي</w:t>
      </w:r>
      <w:r w:rsidR="000A0CDC">
        <w:rPr>
          <w:rtl/>
        </w:rPr>
        <w:t xml:space="preserve">ں </w:t>
      </w:r>
      <w:r>
        <w:rPr>
          <w:rtl/>
        </w:rPr>
        <w:t xml:space="preserve">انجام پذير ہوئي_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1)سابقہ حوالہ ص22_8_ </w:t>
      </w:r>
    </w:p>
    <w:p w:rsidR="002A2BA8" w:rsidRDefault="0061102A" w:rsidP="00BE6934">
      <w:pPr>
        <w:pStyle w:val="libFootnote"/>
        <w:rPr>
          <w:rtl/>
        </w:rPr>
      </w:pPr>
      <w:r>
        <w:rPr>
          <w:rtl/>
        </w:rPr>
        <w:t>2) مونتگمرى وات، اسپانياى اسلامى ، ترجمہ محمد على طالقانى ، تہران ، بنگاہ ترجمہ ونشر كتاب ص 32 _ 10 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12" w:name="_Toc268668"/>
      <w:r>
        <w:rPr>
          <w:rtl/>
        </w:rPr>
        <w:t>ب:اندرونى اسباب</w:t>
      </w:r>
      <w:bookmarkEnd w:id="112"/>
    </w:p>
    <w:p w:rsidR="0061102A" w:rsidRDefault="0061102A" w:rsidP="00BE6934">
      <w:pPr>
        <w:pStyle w:val="Heading2Center"/>
        <w:rPr>
          <w:rtl/>
        </w:rPr>
      </w:pPr>
      <w:bookmarkStart w:id="113" w:name="_Toc268669"/>
      <w:r>
        <w:rPr>
          <w:rtl/>
        </w:rPr>
        <w:t>1_ استبداد( آمريت)</w:t>
      </w:r>
      <w:bookmarkEnd w:id="113"/>
    </w:p>
    <w:p w:rsidR="0061102A" w:rsidRDefault="0061102A" w:rsidP="00BE6934">
      <w:pPr>
        <w:pStyle w:val="libNormal"/>
        <w:rPr>
          <w:rtl/>
        </w:rPr>
      </w:pPr>
      <w:r>
        <w:rPr>
          <w:rtl/>
        </w:rPr>
        <w:t>بشرى تہذيب و تمدن كى تاريخ كے ہر عصر مي</w:t>
      </w:r>
      <w:r w:rsidR="000A0CDC">
        <w:rPr>
          <w:rtl/>
        </w:rPr>
        <w:t xml:space="preserve">ں </w:t>
      </w:r>
      <w:r>
        <w:rPr>
          <w:rtl/>
        </w:rPr>
        <w:t>ہم ايسے ادوار كا مشاہدہ كرتے ہي</w:t>
      </w:r>
      <w:r w:rsidR="000A0CDC">
        <w:rPr>
          <w:rtl/>
        </w:rPr>
        <w:t xml:space="preserve">ں </w:t>
      </w:r>
      <w:r>
        <w:rPr>
          <w:rtl/>
        </w:rPr>
        <w:t>كہ جنہي</w:t>
      </w:r>
      <w:r w:rsidR="000A0CDC">
        <w:rPr>
          <w:rtl/>
        </w:rPr>
        <w:t xml:space="preserve">ں </w:t>
      </w:r>
      <w:r>
        <w:rPr>
          <w:rtl/>
        </w:rPr>
        <w:t>''آمريت'' كے دور كے عنوان سے ذكر كيا جاتا ہے بعض محققين كى نظرمي</w:t>
      </w:r>
      <w:r w:rsidR="000A0CDC">
        <w:rPr>
          <w:rtl/>
        </w:rPr>
        <w:t xml:space="preserve">ں </w:t>
      </w:r>
      <w:r>
        <w:rPr>
          <w:rtl/>
        </w:rPr>
        <w:t>آمريت فقط مشرقى سماج كے ساتھ مختص ہے جبكہ ديگر بعض كے رائے كے مطابق تمام بشرى معاشرو</w:t>
      </w:r>
      <w:r w:rsidR="000A0CDC">
        <w:rPr>
          <w:rtl/>
        </w:rPr>
        <w:t xml:space="preserve">ں </w:t>
      </w:r>
      <w:r>
        <w:rPr>
          <w:rtl/>
        </w:rPr>
        <w:t>اور سماج مي</w:t>
      </w:r>
      <w:r w:rsidR="000A0CDC">
        <w:rPr>
          <w:rtl/>
        </w:rPr>
        <w:t xml:space="preserve">ں </w:t>
      </w:r>
      <w:r>
        <w:rPr>
          <w:rtl/>
        </w:rPr>
        <w:t>ايسے مظاہر رہے ہي</w:t>
      </w:r>
      <w:r w:rsidR="000A0CDC">
        <w:rPr>
          <w:rtl/>
        </w:rPr>
        <w:t xml:space="preserve">ں </w:t>
      </w:r>
      <w:r>
        <w:rPr>
          <w:rtl/>
        </w:rPr>
        <w:t>_ انپى نظر مي</w:t>
      </w:r>
      <w:r w:rsidR="000A0CDC">
        <w:rPr>
          <w:rtl/>
        </w:rPr>
        <w:t xml:space="preserve">ں </w:t>
      </w:r>
      <w:r>
        <w:rPr>
          <w:rtl/>
        </w:rPr>
        <w:t>ہر ملك اپنى تاريخ كے بعض ادوار مي</w:t>
      </w:r>
      <w:r w:rsidR="000A0CDC">
        <w:rPr>
          <w:rtl/>
        </w:rPr>
        <w:t xml:space="preserve">ں </w:t>
      </w:r>
      <w:r>
        <w:rPr>
          <w:rtl/>
        </w:rPr>
        <w:t>آمر بادشاہو</w:t>
      </w:r>
      <w:r w:rsidR="000A0CDC">
        <w:rPr>
          <w:rtl/>
        </w:rPr>
        <w:t xml:space="preserve">ں </w:t>
      </w:r>
      <w:r>
        <w:rPr>
          <w:rtl/>
        </w:rPr>
        <w:t>كے شكنجہ مي</w:t>
      </w:r>
      <w:r w:rsidR="000A0CDC">
        <w:rPr>
          <w:rtl/>
        </w:rPr>
        <w:t xml:space="preserve">ں </w:t>
      </w:r>
      <w:r>
        <w:rPr>
          <w:rtl/>
        </w:rPr>
        <w:t xml:space="preserve">رہا ہے _ </w:t>
      </w:r>
    </w:p>
    <w:p w:rsidR="0061102A" w:rsidRDefault="0061102A" w:rsidP="00BE6934">
      <w:pPr>
        <w:pStyle w:val="libNormal"/>
        <w:rPr>
          <w:rtl/>
        </w:rPr>
      </w:pPr>
      <w:r>
        <w:rPr>
          <w:rtl/>
        </w:rPr>
        <w:t>اس گفتگو مي</w:t>
      </w:r>
      <w:r w:rsidR="000A0CDC">
        <w:rPr>
          <w:rtl/>
        </w:rPr>
        <w:t xml:space="preserve">ں </w:t>
      </w:r>
      <w:r>
        <w:rPr>
          <w:rtl/>
        </w:rPr>
        <w:t>ہمارے پيش نظر يہ ہے كہ اسلامى تہذيب و تمدن پر آمريت كے اثرات كا تجزيہ كري</w:t>
      </w:r>
      <w:r w:rsidR="000A0CDC">
        <w:rPr>
          <w:rtl/>
        </w:rPr>
        <w:t xml:space="preserve">ں </w:t>
      </w:r>
      <w:r>
        <w:rPr>
          <w:rtl/>
        </w:rPr>
        <w:t>اور يہ ديكھي</w:t>
      </w:r>
      <w:r w:rsidR="000A0CDC">
        <w:rPr>
          <w:rtl/>
        </w:rPr>
        <w:t xml:space="preserve">ں </w:t>
      </w:r>
      <w:r>
        <w:rPr>
          <w:rtl/>
        </w:rPr>
        <w:t>كہ كيسے اسلامى تہذيب وتمدن كے زوال كے اسباب مي</w:t>
      </w:r>
      <w:r w:rsidR="000A0CDC">
        <w:rPr>
          <w:rtl/>
        </w:rPr>
        <w:t xml:space="preserve">ں </w:t>
      </w:r>
      <w:r>
        <w:rPr>
          <w:rtl/>
        </w:rPr>
        <w:t>ايك سبب آمريت بتايا گيا ہے اور يہ كہ خود آمريت يعنى كيا ؟ كيسے پيدا ہوتى ہے ؟ وہ اسلامى معاشرے جو آمريت مي</w:t>
      </w:r>
      <w:r w:rsidR="000A0CDC">
        <w:rPr>
          <w:rtl/>
        </w:rPr>
        <w:t xml:space="preserve">ں </w:t>
      </w:r>
      <w:r>
        <w:rPr>
          <w:rtl/>
        </w:rPr>
        <w:t>گرفتار رہے ان كى كيا صفات ہي</w:t>
      </w:r>
      <w:r w:rsidR="000A0CDC">
        <w:rPr>
          <w:rtl/>
        </w:rPr>
        <w:t xml:space="preserve">ں </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14" w:name="_Toc268670"/>
      <w:r>
        <w:rPr>
          <w:rtl/>
        </w:rPr>
        <w:t>آمريت يا استبداد (</w:t>
      </w:r>
      <w:r>
        <w:t>Dictatorship</w:t>
      </w:r>
      <w:r>
        <w:rPr>
          <w:rtl/>
        </w:rPr>
        <w:t>)كى تعريف:</w:t>
      </w:r>
      <w:bookmarkEnd w:id="114"/>
    </w:p>
    <w:p w:rsidR="0061102A" w:rsidRDefault="0061102A" w:rsidP="00BE6934">
      <w:pPr>
        <w:pStyle w:val="libNormal"/>
        <w:rPr>
          <w:rtl/>
        </w:rPr>
      </w:pPr>
      <w:r>
        <w:rPr>
          <w:rtl/>
        </w:rPr>
        <w:t>لغت مي</w:t>
      </w:r>
      <w:r w:rsidR="000A0CDC">
        <w:rPr>
          <w:rtl/>
        </w:rPr>
        <w:t xml:space="preserve">ں </w:t>
      </w:r>
      <w:r>
        <w:rPr>
          <w:rtl/>
        </w:rPr>
        <w:t>آمريت سے مراد''يكہ و تنہا'' اور ''خود اپنے طور پر ہى كام كرنا '' اور ''اپنى رائے كو مقدم كرنا'' ہے عرب دانشور عبدالرحمان كواكبى كے بقول : ''لغت مي</w:t>
      </w:r>
      <w:r w:rsidR="000A0CDC">
        <w:rPr>
          <w:rtl/>
        </w:rPr>
        <w:t xml:space="preserve">ں </w:t>
      </w:r>
      <w:r>
        <w:rPr>
          <w:rtl/>
        </w:rPr>
        <w:t>آمريت سے مراد يہ ہے كہ ايك شخص ايسا كام جو مشورہ سے انجام دينا چاہيے فقط اپنى رائے سے انجام دے ''، كواكبى كى رائے مي</w:t>
      </w:r>
      <w:r w:rsidR="000A0CDC">
        <w:rPr>
          <w:rtl/>
        </w:rPr>
        <w:t xml:space="preserve">ں </w:t>
      </w:r>
      <w:r>
        <w:rPr>
          <w:rtl/>
        </w:rPr>
        <w:t xml:space="preserve">سياسى لحاظ سے آمريت يعنى كسى ملت كے حقوق پر ايك فرد ياگروہ كا بغير كسى مواخذہ كے ڈر كے تسلط پيدا كرناہے _ </w:t>
      </w:r>
      <w:r w:rsidRPr="00F67D4B">
        <w:rPr>
          <w:rStyle w:val="libFootnotenumChar"/>
          <w:rtl/>
        </w:rPr>
        <w:t>(1)</w:t>
      </w:r>
      <w:r>
        <w:rPr>
          <w:rtl/>
        </w:rPr>
        <w:t xml:space="preserve"> </w:t>
      </w:r>
    </w:p>
    <w:p w:rsidR="0061102A" w:rsidRDefault="0061102A" w:rsidP="00BE6934">
      <w:pPr>
        <w:pStyle w:val="libNormal"/>
        <w:rPr>
          <w:rtl/>
        </w:rPr>
      </w:pPr>
      <w:r>
        <w:rPr>
          <w:rtl/>
        </w:rPr>
        <w:t>اس بناء پر آمريت اپنى رائے اور اپنى پسند كو فوقيت دينے پر مشتمل ايسا نظام ہے كہ جسمي</w:t>
      </w:r>
      <w:r w:rsidR="000A0CDC">
        <w:rPr>
          <w:rtl/>
        </w:rPr>
        <w:t xml:space="preserve">ں </w:t>
      </w:r>
      <w:r>
        <w:rPr>
          <w:rtl/>
        </w:rPr>
        <w:t>ايك حكومت يا دقت سے ديكھي</w:t>
      </w:r>
      <w:r w:rsidR="000A0CDC">
        <w:rPr>
          <w:rtl/>
        </w:rPr>
        <w:t xml:space="preserve">ں </w:t>
      </w:r>
      <w:r>
        <w:rPr>
          <w:rtl/>
        </w:rPr>
        <w:t>تو ايك شخص جو حكومت مي</w:t>
      </w:r>
      <w:r w:rsidR="000A0CDC">
        <w:rPr>
          <w:rtl/>
        </w:rPr>
        <w:t xml:space="preserve">ں </w:t>
      </w:r>
      <w:r>
        <w:rPr>
          <w:rtl/>
        </w:rPr>
        <w:t xml:space="preserve">بعنوان حاكم ہے ،عوام و ملت كے سامنے كوئي عہد اور ذمہ داري </w:t>
      </w:r>
    </w:p>
    <w:p w:rsidR="0061102A" w:rsidRDefault="003A7D4A" w:rsidP="00BE6934">
      <w:pPr>
        <w:pStyle w:val="libLine"/>
        <w:rPr>
          <w:rtl/>
        </w:rPr>
      </w:pPr>
      <w:r>
        <w:rPr>
          <w:rtl/>
        </w:rPr>
        <w:t>____________________</w:t>
      </w:r>
    </w:p>
    <w:p w:rsidR="002A2BA8" w:rsidRDefault="0061102A" w:rsidP="00BE6934">
      <w:pPr>
        <w:pStyle w:val="libFootnote"/>
        <w:rPr>
          <w:rtl/>
        </w:rPr>
      </w:pPr>
      <w:r>
        <w:rPr>
          <w:rtl/>
        </w:rPr>
        <w:t>1) عبدالرحمان كواكبى ، طبايع الاستبداد، ترجمہ عبدالحسنين قاجار، ترتيب و تدوين صادق سجادى تہران ، ص 16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محسوس نہي</w:t>
      </w:r>
      <w:r w:rsidR="000A0CDC">
        <w:rPr>
          <w:rtl/>
        </w:rPr>
        <w:t xml:space="preserve">ں </w:t>
      </w:r>
      <w:r>
        <w:rPr>
          <w:rtl/>
        </w:rPr>
        <w:t>كرتا _ يعنى ايسا نظام كہ جسمي</w:t>
      </w:r>
      <w:r w:rsidR="000A0CDC">
        <w:rPr>
          <w:rtl/>
        </w:rPr>
        <w:t xml:space="preserve">ں </w:t>
      </w:r>
      <w:r>
        <w:rPr>
          <w:rtl/>
        </w:rPr>
        <w:t>حكومت لا قانونيت پر قائم ہے يعنى موجودہ قوانين اس وقت تك نافذ رہي</w:t>
      </w:r>
      <w:r w:rsidR="000A0CDC">
        <w:rPr>
          <w:rtl/>
        </w:rPr>
        <w:t xml:space="preserve">ں </w:t>
      </w:r>
      <w:r>
        <w:rPr>
          <w:rtl/>
        </w:rPr>
        <w:t>گے جب تك آمر انہي</w:t>
      </w:r>
      <w:r w:rsidR="000A0CDC">
        <w:rPr>
          <w:rtl/>
        </w:rPr>
        <w:t xml:space="preserve">ں </w:t>
      </w:r>
      <w:r>
        <w:rPr>
          <w:rtl/>
        </w:rPr>
        <w:t>اپنے مفاد مي</w:t>
      </w:r>
      <w:r w:rsidR="000A0CDC">
        <w:rPr>
          <w:rtl/>
        </w:rPr>
        <w:t xml:space="preserve">ں </w:t>
      </w:r>
      <w:r>
        <w:rPr>
          <w:rtl/>
        </w:rPr>
        <w:t>پائے گا ،اسى لئے آمرانہ نظام مي</w:t>
      </w:r>
      <w:r w:rsidR="000A0CDC">
        <w:rPr>
          <w:rtl/>
        </w:rPr>
        <w:t xml:space="preserve">ں </w:t>
      </w:r>
      <w:r>
        <w:rPr>
          <w:rtl/>
        </w:rPr>
        <w:t>قوانين مي</w:t>
      </w:r>
      <w:r w:rsidR="000A0CDC">
        <w:rPr>
          <w:rtl/>
        </w:rPr>
        <w:t xml:space="preserve">ں </w:t>
      </w:r>
      <w:r>
        <w:rPr>
          <w:rtl/>
        </w:rPr>
        <w:t>بہترى كيلئے ترميمات بے معنى اور خالى ہوتى ہي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15" w:name="_Toc268671"/>
      <w:r>
        <w:rPr>
          <w:rtl/>
        </w:rPr>
        <w:t>اسلامى ممالك مي</w:t>
      </w:r>
      <w:r w:rsidR="000A0CDC">
        <w:rPr>
          <w:rtl/>
        </w:rPr>
        <w:t xml:space="preserve">ں </w:t>
      </w:r>
      <w:r>
        <w:rPr>
          <w:rtl/>
        </w:rPr>
        <w:t>آمريت كا سرچشمہ</w:t>
      </w:r>
      <w:bookmarkEnd w:id="115"/>
    </w:p>
    <w:p w:rsidR="0061102A" w:rsidRDefault="0061102A" w:rsidP="00BE6934">
      <w:pPr>
        <w:pStyle w:val="libNormal"/>
        <w:rPr>
          <w:rtl/>
        </w:rPr>
      </w:pPr>
      <w:r>
        <w:rPr>
          <w:rtl/>
        </w:rPr>
        <w:t>يہ كہ آمريت كا سبب و سرچشمہ كيا ہے مختلف نظريات پيش كئے گئے ہي</w:t>
      </w:r>
      <w:r w:rsidR="000A0CDC">
        <w:rPr>
          <w:rtl/>
        </w:rPr>
        <w:t xml:space="preserve">ں </w:t>
      </w:r>
      <w:r>
        <w:rPr>
          <w:rtl/>
        </w:rPr>
        <w:t>_ مشرقى اسلامى معاشرو</w:t>
      </w:r>
      <w:r w:rsidR="000A0CDC">
        <w:rPr>
          <w:rtl/>
        </w:rPr>
        <w:t xml:space="preserve">ں </w:t>
      </w:r>
      <w:r>
        <w:rPr>
          <w:rtl/>
        </w:rPr>
        <w:t>كے اقتصادى پہلو كے تجزيہ و تحليل سے معلوم ہوتا ہے كہ آمريت كا تسلط ان ممالك مي</w:t>
      </w:r>
      <w:r w:rsidR="000A0CDC">
        <w:rPr>
          <w:rtl/>
        </w:rPr>
        <w:t xml:space="preserve">ں </w:t>
      </w:r>
      <w:r>
        <w:rPr>
          <w:rtl/>
        </w:rPr>
        <w:t>مي</w:t>
      </w:r>
      <w:r w:rsidR="000A0CDC">
        <w:rPr>
          <w:rtl/>
        </w:rPr>
        <w:t xml:space="preserve">ں </w:t>
      </w:r>
      <w:r>
        <w:rPr>
          <w:rtl/>
        </w:rPr>
        <w:t>اتفاقى نہ تھا ان لوگو</w:t>
      </w:r>
      <w:r w:rsidR="000A0CDC">
        <w:rPr>
          <w:rtl/>
        </w:rPr>
        <w:t xml:space="preserve">ں </w:t>
      </w:r>
      <w:r>
        <w:rPr>
          <w:rtl/>
        </w:rPr>
        <w:t>كے طريقہ پيداوار ، سماجى معاملات اور ان معاشرو</w:t>
      </w:r>
      <w:r w:rsidR="000A0CDC">
        <w:rPr>
          <w:rtl/>
        </w:rPr>
        <w:t xml:space="preserve">ں </w:t>
      </w:r>
      <w:r>
        <w:rPr>
          <w:rtl/>
        </w:rPr>
        <w:t>سے بننے والے مختلف شعبہ جات اس كيلئے راہ ہموار كرتے تھے مثلاً ايرانى معاشرہ كے جائزے سے معلوم ہوتا ہے كہ اس معاشرہ مي</w:t>
      </w:r>
      <w:r w:rsidR="000A0CDC">
        <w:rPr>
          <w:rtl/>
        </w:rPr>
        <w:t xml:space="preserve">ں </w:t>
      </w:r>
      <w:r>
        <w:rPr>
          <w:rtl/>
        </w:rPr>
        <w:t>لا محدود آمرانہ قوانين تين اسباب كى بناء پر وجود مي</w:t>
      </w:r>
      <w:r w:rsidR="000A0CDC">
        <w:rPr>
          <w:rtl/>
        </w:rPr>
        <w:t xml:space="preserve">ں </w:t>
      </w:r>
      <w:r>
        <w:rPr>
          <w:rtl/>
        </w:rPr>
        <w:t xml:space="preserve">آتے رہے : </w:t>
      </w:r>
    </w:p>
    <w:p w:rsidR="0061102A" w:rsidRDefault="0061102A" w:rsidP="00BE6934">
      <w:pPr>
        <w:pStyle w:val="libNormal"/>
        <w:rPr>
          <w:rtl/>
        </w:rPr>
      </w:pPr>
    </w:p>
    <w:p w:rsidR="0061102A" w:rsidRDefault="0061102A" w:rsidP="00BE6934">
      <w:pPr>
        <w:pStyle w:val="Heading2Center"/>
        <w:rPr>
          <w:rtl/>
        </w:rPr>
      </w:pPr>
      <w:bookmarkStart w:id="116" w:name="_Toc268672"/>
      <w:r>
        <w:rPr>
          <w:rtl/>
        </w:rPr>
        <w:t>1_ اقتصاد اور آبپاشى كا طريقہ كار:</w:t>
      </w:r>
      <w:bookmarkEnd w:id="116"/>
    </w:p>
    <w:p w:rsidR="0061102A" w:rsidRDefault="0061102A" w:rsidP="00BE6934">
      <w:pPr>
        <w:pStyle w:val="libNormal"/>
        <w:rPr>
          <w:rtl/>
        </w:rPr>
      </w:pPr>
      <w:r>
        <w:rPr>
          <w:rtl/>
        </w:rPr>
        <w:t>ايرانى كسانو</w:t>
      </w:r>
      <w:r w:rsidR="000A0CDC">
        <w:rPr>
          <w:rtl/>
        </w:rPr>
        <w:t xml:space="preserve">ں </w:t>
      </w:r>
      <w:r>
        <w:rPr>
          <w:rtl/>
        </w:rPr>
        <w:t>كى گذشتہ ادوار سے اب تك اہم مشكلات مي</w:t>
      </w:r>
      <w:r w:rsidR="000A0CDC">
        <w:rPr>
          <w:rtl/>
        </w:rPr>
        <w:t xml:space="preserve">ں </w:t>
      </w:r>
      <w:r>
        <w:rPr>
          <w:rtl/>
        </w:rPr>
        <w:t>سے ايك پانى اورآبپاشى كا مسئلہ تھا_ ايران كے بيشتر زرعى علاقے دنيا كے خشك علاقو</w:t>
      </w:r>
      <w:r w:rsidR="000A0CDC">
        <w:rPr>
          <w:rtl/>
        </w:rPr>
        <w:t xml:space="preserve">ں </w:t>
      </w:r>
      <w:r>
        <w:rPr>
          <w:rtl/>
        </w:rPr>
        <w:t>مي</w:t>
      </w:r>
      <w:r w:rsidR="000A0CDC">
        <w:rPr>
          <w:rtl/>
        </w:rPr>
        <w:t xml:space="preserve">ں </w:t>
      </w:r>
      <w:r>
        <w:rPr>
          <w:rtl/>
        </w:rPr>
        <w:t>سے شمار ہوتے ہي</w:t>
      </w:r>
      <w:r w:rsidR="000A0CDC">
        <w:rPr>
          <w:rtl/>
        </w:rPr>
        <w:t xml:space="preserve">ں </w:t>
      </w:r>
      <w:r>
        <w:rPr>
          <w:rtl/>
        </w:rPr>
        <w:t xml:space="preserve">اور يہى وجہ بہت عرصہ سے ہمارے ملك كے اقتصادى زوال كا سبب بنى ہوئي ہے </w:t>
      </w:r>
      <w:r w:rsidRPr="00F67D4B">
        <w:rPr>
          <w:rStyle w:val="libFootnotenumChar"/>
          <w:rtl/>
        </w:rPr>
        <w:t>(2)</w:t>
      </w:r>
      <w:r>
        <w:rPr>
          <w:rtl/>
        </w:rPr>
        <w:t>_ اسى موضوع كى بناء پر وقت كى طاقتور حكومتو</w:t>
      </w:r>
      <w:r w:rsidR="000A0CDC">
        <w:rPr>
          <w:rtl/>
        </w:rPr>
        <w:t xml:space="preserve">ں </w:t>
      </w:r>
      <w:r>
        <w:rPr>
          <w:rtl/>
        </w:rPr>
        <w:t>نے ايك طرف تو بند باندھے اور نہري</w:t>
      </w:r>
      <w:r w:rsidR="000A0CDC">
        <w:rPr>
          <w:rtl/>
        </w:rPr>
        <w:t xml:space="preserve">ں </w:t>
      </w:r>
      <w:r>
        <w:rPr>
          <w:rtl/>
        </w:rPr>
        <w:t>جارى كرتے ہوئے زرعى كامو</w:t>
      </w:r>
      <w:r w:rsidR="000A0CDC">
        <w:rPr>
          <w:rtl/>
        </w:rPr>
        <w:t xml:space="preserve">ں </w:t>
      </w:r>
      <w:r>
        <w:rPr>
          <w:rtl/>
        </w:rPr>
        <w:t>كو وسعت دى اورديہاتى لوگو</w:t>
      </w:r>
      <w:r w:rsidR="000A0CDC">
        <w:rPr>
          <w:rtl/>
        </w:rPr>
        <w:t xml:space="preserve">ں </w:t>
      </w:r>
      <w:r>
        <w:rPr>
          <w:rtl/>
        </w:rPr>
        <w:t>كى مدد كى تاكہ زراعت كى بھارى ذمہ دارى سے بہتر طريقے سے عہدہ براء ہو سكي</w:t>
      </w:r>
      <w:r w:rsidR="000A0CDC">
        <w:rPr>
          <w:rtl/>
        </w:rPr>
        <w:t xml:space="preserve">ں </w:t>
      </w:r>
      <w:r>
        <w:rPr>
          <w:rtl/>
        </w:rPr>
        <w:t xml:space="preserve">دوسرى طرف اس سہولت سے مكمل فايدہ اٹھايا اور اپنى حكومت اور تسلط كو مستحكم اور پائيدار كيا 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محمد على كا توزيان، استبداد در دموكراسى ونہضت ملي، تہران ص 12_ </w:t>
      </w:r>
    </w:p>
    <w:p w:rsidR="002A2BA8" w:rsidRDefault="0061102A" w:rsidP="00BE6934">
      <w:pPr>
        <w:pStyle w:val="libFootnote"/>
        <w:rPr>
          <w:rtl/>
        </w:rPr>
      </w:pPr>
      <w:r>
        <w:rPr>
          <w:rtl/>
        </w:rPr>
        <w:t>2) مرتضى راوندى _ تاريخ اجتماعى ايران _ تہران _ ج 2 ص 288 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17" w:name="_Toc268673"/>
      <w:r>
        <w:rPr>
          <w:rtl/>
        </w:rPr>
        <w:t>2 _ عمومى مالكيت</w:t>
      </w:r>
      <w:bookmarkEnd w:id="117"/>
    </w:p>
    <w:p w:rsidR="0061102A" w:rsidRDefault="0061102A" w:rsidP="00BE6934">
      <w:pPr>
        <w:pStyle w:val="libNormal"/>
        <w:rPr>
          <w:rtl/>
        </w:rPr>
      </w:pPr>
      <w:r>
        <w:rPr>
          <w:rtl/>
        </w:rPr>
        <w:t>جيسا كہ ذكر ہوچكا ہے كہ پانى كے مسئلہ كى بناء پر مركزى حكومت نے كسانو</w:t>
      </w:r>
      <w:r w:rsidR="000A0CDC">
        <w:rPr>
          <w:rtl/>
        </w:rPr>
        <w:t xml:space="preserve">ں </w:t>
      </w:r>
      <w:r>
        <w:rPr>
          <w:rtl/>
        </w:rPr>
        <w:t>كو اپنے تابع كرليا تھا زرعى زمين كى وسعت اور پھر اسكى سيرابى كے ليے پانى كے بہت بڑے منصوبے اور ان رزعى زمينو</w:t>
      </w:r>
      <w:r w:rsidR="000A0CDC">
        <w:rPr>
          <w:rtl/>
        </w:rPr>
        <w:t xml:space="preserve">ں </w:t>
      </w:r>
      <w:r>
        <w:rPr>
          <w:rtl/>
        </w:rPr>
        <w:t>كے استعمال كے ليے ان منصوبو</w:t>
      </w:r>
      <w:r w:rsidR="000A0CDC">
        <w:rPr>
          <w:rtl/>
        </w:rPr>
        <w:t xml:space="preserve">ں </w:t>
      </w:r>
      <w:r>
        <w:rPr>
          <w:rtl/>
        </w:rPr>
        <w:t>كو چلانا ناقابل اجتناب كام تھا_ اسى طرح آبپاشى كے مصنوعى طريقو</w:t>
      </w:r>
      <w:r w:rsidR="000A0CDC">
        <w:rPr>
          <w:rtl/>
        </w:rPr>
        <w:t xml:space="preserve">ں </w:t>
      </w:r>
      <w:r>
        <w:rPr>
          <w:rtl/>
        </w:rPr>
        <w:t>كى انتہائي ضرورت بڑے بڑے ادارو</w:t>
      </w:r>
      <w:r w:rsidR="000A0CDC">
        <w:rPr>
          <w:rtl/>
        </w:rPr>
        <w:t xml:space="preserve">ں </w:t>
      </w:r>
      <w:r>
        <w:rPr>
          <w:rtl/>
        </w:rPr>
        <w:t xml:space="preserve">كى تشكيل اور ايك فرد كى مطلق حكومت كو بھى اپنے ہمراہ لے آتي_ </w:t>
      </w:r>
    </w:p>
    <w:p w:rsidR="0061102A" w:rsidRDefault="0061102A" w:rsidP="00BE6934">
      <w:pPr>
        <w:pStyle w:val="libNormal"/>
        <w:rPr>
          <w:rtl/>
        </w:rPr>
      </w:pPr>
      <w:r>
        <w:rPr>
          <w:rtl/>
        </w:rPr>
        <w:t>آمر حكمران سماج كى نمائندگى مي</w:t>
      </w:r>
      <w:r w:rsidR="000A0CDC">
        <w:rPr>
          <w:rtl/>
        </w:rPr>
        <w:t xml:space="preserve">ں </w:t>
      </w:r>
      <w:r>
        <w:rPr>
          <w:rtl/>
        </w:rPr>
        <w:t>ان تمام سرزمينو</w:t>
      </w:r>
      <w:r w:rsidR="000A0CDC">
        <w:rPr>
          <w:rtl/>
        </w:rPr>
        <w:t xml:space="preserve">ں </w:t>
      </w:r>
      <w:r>
        <w:rPr>
          <w:rtl/>
        </w:rPr>
        <w:t>كا فرضى مالك اور انكے چلانے كا عہدہ دار ہوتا تھا_ اسكے علاوہ حكومت آبپاشى كے وسيع قومى كے ادارو</w:t>
      </w:r>
      <w:r w:rsidR="000A0CDC">
        <w:rPr>
          <w:rtl/>
        </w:rPr>
        <w:t xml:space="preserve">ں </w:t>
      </w:r>
      <w:r>
        <w:rPr>
          <w:rtl/>
        </w:rPr>
        <w:t>اور پانى كے تمام منابع كى بھى مالك شمار ہوتى تھى _ اسطرح سے ملك كا وسيع حصہ زمين اور پانى كى صورت مي</w:t>
      </w:r>
      <w:r w:rsidR="000A0CDC">
        <w:rPr>
          <w:rtl/>
        </w:rPr>
        <w:t xml:space="preserve">ں </w:t>
      </w:r>
      <w:r>
        <w:rPr>
          <w:rtl/>
        </w:rPr>
        <w:t>يعنى پيداوار كے حقيقى وسائل كى صورت مي</w:t>
      </w:r>
      <w:r w:rsidR="000A0CDC">
        <w:rPr>
          <w:rtl/>
        </w:rPr>
        <w:t xml:space="preserve">ں </w:t>
      </w:r>
      <w:r>
        <w:rPr>
          <w:rtl/>
        </w:rPr>
        <w:t xml:space="preserve">حكومت كى ملكيت تھے_ </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18" w:name="_Toc268674"/>
      <w:r>
        <w:rPr>
          <w:rtl/>
        </w:rPr>
        <w:t>3_بيوركريسى (ديوان سالاري)</w:t>
      </w:r>
      <w:bookmarkEnd w:id="118"/>
    </w:p>
    <w:p w:rsidR="0061102A" w:rsidRDefault="0061102A" w:rsidP="00BE6934">
      <w:pPr>
        <w:pStyle w:val="libNormal"/>
        <w:rPr>
          <w:rtl/>
        </w:rPr>
      </w:pPr>
      <w:r>
        <w:rPr>
          <w:rtl/>
        </w:rPr>
        <w:t>عمومى مالكيت نے خصوصى حق ملكيت كو تباہ كرديا_ آفيسرز اور كاركنو</w:t>
      </w:r>
      <w:r w:rsidR="000A0CDC">
        <w:rPr>
          <w:rtl/>
        </w:rPr>
        <w:t xml:space="preserve">ں </w:t>
      </w:r>
      <w:r>
        <w:rPr>
          <w:rtl/>
        </w:rPr>
        <w:t>كى صور ت مي</w:t>
      </w:r>
      <w:r w:rsidR="000A0CDC">
        <w:rPr>
          <w:rtl/>
        </w:rPr>
        <w:t xml:space="preserve">ں </w:t>
      </w:r>
      <w:r>
        <w:rPr>
          <w:rtl/>
        </w:rPr>
        <w:t>حكام كا ايسا طبقہ ظاہر ہوا كہ جو حاكم مطلق كے ماتحت ان تمام زمينو</w:t>
      </w:r>
      <w:r w:rsidR="000A0CDC">
        <w:rPr>
          <w:rtl/>
        </w:rPr>
        <w:t xml:space="preserve">ں </w:t>
      </w:r>
      <w:r>
        <w:rPr>
          <w:rtl/>
        </w:rPr>
        <w:t>اور پانى كے ہر منصوبے كى نگرانى كرتا تھا اور انہي</w:t>
      </w:r>
      <w:r w:rsidR="000A0CDC">
        <w:rPr>
          <w:rtl/>
        </w:rPr>
        <w:t xml:space="preserve">ں </w:t>
      </w:r>
      <w:r>
        <w:rPr>
          <w:rtl/>
        </w:rPr>
        <w:t>اپنے زير اختيار ركھتا تھا_اسى شعبہ كے تحت ايك بہت بڑا ادارہ وجود مي</w:t>
      </w:r>
      <w:r w:rsidR="000A0CDC">
        <w:rPr>
          <w:rtl/>
        </w:rPr>
        <w:t xml:space="preserve">ں </w:t>
      </w:r>
      <w:r>
        <w:rPr>
          <w:rtl/>
        </w:rPr>
        <w:t>آيا كہ جو پورے ملك مي</w:t>
      </w:r>
      <w:r w:rsidR="000A0CDC">
        <w:rPr>
          <w:rtl/>
        </w:rPr>
        <w:t xml:space="preserve">ں </w:t>
      </w:r>
      <w:r>
        <w:rPr>
          <w:rtl/>
        </w:rPr>
        <w:t>پھيلا ہوا تھا _ اسطرح ايران كى تاريخ كے ايك مخصوص مرحلہ مي</w:t>
      </w:r>
      <w:r w:rsidR="000A0CDC">
        <w:rPr>
          <w:rtl/>
        </w:rPr>
        <w:t xml:space="preserve">ں </w:t>
      </w:r>
      <w:r>
        <w:rPr>
          <w:rtl/>
        </w:rPr>
        <w:t>زمين، آبيارى اور رفاہ عامہ كے امور كے حوالے سے بيوركريسى آگے بڑھتى چلى گئي اور اقتصادى و اجتماعى بنيادو</w:t>
      </w:r>
      <w:r w:rsidR="000A0CDC">
        <w:rPr>
          <w:rtl/>
        </w:rPr>
        <w:t xml:space="preserve">ں </w:t>
      </w:r>
      <w:r>
        <w:rPr>
          <w:rtl/>
        </w:rPr>
        <w:t>پر چھا گئي،اس طرح آمر حاكم تمام حكومتى شعبو</w:t>
      </w:r>
      <w:r w:rsidR="000A0CDC">
        <w:rPr>
          <w:rtl/>
        </w:rPr>
        <w:t xml:space="preserve">ں </w:t>
      </w:r>
      <w:r>
        <w:rPr>
          <w:rtl/>
        </w:rPr>
        <w:t>اور فوج ، مختصر يہ كہ بيوركريسى كا حاكم شمار ہوتا تھا اور اسكى طاقت مطلق اورلامحدود تھي_</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1)مصطفى وطن خواہ_ موانع تاريخى توسعہ نيافتگى درايران _ ص 9 _ 138 </w:t>
      </w:r>
    </w:p>
    <w:p w:rsidR="002A2BA8" w:rsidRDefault="0061102A" w:rsidP="00BE6934">
      <w:pPr>
        <w:pStyle w:val="libFootnote"/>
        <w:rPr>
          <w:rtl/>
        </w:rPr>
      </w:pPr>
      <w:r>
        <w:rPr>
          <w:rtl/>
        </w:rPr>
        <w:t>2) سابقہ حوالہ ص 156_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البتہ يہا</w:t>
      </w:r>
      <w:r w:rsidR="000A0CDC">
        <w:rPr>
          <w:rtl/>
        </w:rPr>
        <w:t xml:space="preserve">ں </w:t>
      </w:r>
      <w:r>
        <w:rPr>
          <w:rtl/>
        </w:rPr>
        <w:t>واضح كرنا چاہئے كہ يہ آمر بادشاہ اپنے لامحدود اختيارات كى صحيح توجيہ كےلئے آئيڈيالوجى كى مدد ليتے تھے وہ اس تاريخى دور مي</w:t>
      </w:r>
      <w:r w:rsidR="000A0CDC">
        <w:rPr>
          <w:rtl/>
        </w:rPr>
        <w:t xml:space="preserve">ں </w:t>
      </w:r>
      <w:r>
        <w:rPr>
          <w:rtl/>
        </w:rPr>
        <w:t>اپنى طاقت كے الہى ہونے كا نظريہ پيش كرتے رہے كہ يہ ايك آسمانى مقدس حكم ہے كہ حكومت انكى نسل مي</w:t>
      </w:r>
      <w:r w:rsidR="000A0CDC">
        <w:rPr>
          <w:rtl/>
        </w:rPr>
        <w:t xml:space="preserve">ں </w:t>
      </w:r>
      <w:r>
        <w:rPr>
          <w:rtl/>
        </w:rPr>
        <w:t xml:space="preserve">منتقل ہوتى رہے اور يہ پرچار كرتے رہے كہ بادشاہ كى خدمت خدا كى خدمت ہے نيز بادشاہ كا حكم بھى خدا كا حكم ہے </w:t>
      </w:r>
      <w:r w:rsidRPr="00F67D4B">
        <w:rPr>
          <w:rStyle w:val="libFootnotenumChar"/>
          <w:rtl/>
        </w:rPr>
        <w:t>(1)</w:t>
      </w:r>
      <w:r>
        <w:rPr>
          <w:rtl/>
        </w:rPr>
        <w:t>_ يقينا اس كام سے انكا مقصود يہ تھا كہ عوام كے دلو</w:t>
      </w:r>
      <w:r w:rsidR="000A0CDC">
        <w:rPr>
          <w:rtl/>
        </w:rPr>
        <w:t xml:space="preserve">ں </w:t>
      </w:r>
      <w:r>
        <w:rPr>
          <w:rtl/>
        </w:rPr>
        <w:t>مي</w:t>
      </w:r>
      <w:r w:rsidR="000A0CDC">
        <w:rPr>
          <w:rtl/>
        </w:rPr>
        <w:t xml:space="preserve">ں </w:t>
      </w:r>
      <w:r>
        <w:rPr>
          <w:rtl/>
        </w:rPr>
        <w:t>بادشاہ كا مافوق الفطرت رعب و وحشت طارى رہے اور وہ كبھى بھى بادشاہ كے خلاف بغاوت كا خيال بھى ذہن مي</w:t>
      </w:r>
      <w:r w:rsidR="000A0CDC">
        <w:rPr>
          <w:rtl/>
        </w:rPr>
        <w:t xml:space="preserve">ں </w:t>
      </w:r>
      <w:r>
        <w:rPr>
          <w:rtl/>
        </w:rPr>
        <w:t>نہ لائي</w:t>
      </w:r>
      <w:r w:rsidR="000A0CDC">
        <w:rPr>
          <w:rtl/>
        </w:rPr>
        <w:t xml:space="preserve">ں </w:t>
      </w:r>
      <w:r>
        <w:rPr>
          <w:rtl/>
        </w:rPr>
        <w:t>بلكہ ہميشہ بادشاہ كے تابع اور فرمانبردار رہي</w:t>
      </w:r>
      <w:r w:rsidR="000A0CDC">
        <w:rPr>
          <w:rtl/>
        </w:rPr>
        <w:t xml:space="preserve">ں </w:t>
      </w:r>
      <w:r>
        <w:rPr>
          <w:rtl/>
        </w:rPr>
        <w:t xml:space="preserve">_ </w:t>
      </w:r>
    </w:p>
    <w:p w:rsidR="0061102A" w:rsidRDefault="0061102A" w:rsidP="00BE6934">
      <w:pPr>
        <w:pStyle w:val="libNormal"/>
        <w:rPr>
          <w:rtl/>
        </w:rPr>
      </w:pPr>
    </w:p>
    <w:p w:rsidR="0061102A" w:rsidRDefault="0061102A" w:rsidP="00BE6934">
      <w:pPr>
        <w:pStyle w:val="Heading2Center"/>
        <w:rPr>
          <w:rtl/>
        </w:rPr>
      </w:pPr>
      <w:bookmarkStart w:id="119" w:name="_Toc268675"/>
      <w:r>
        <w:rPr>
          <w:rtl/>
        </w:rPr>
        <w:t>آمريت كے نتائج</w:t>
      </w:r>
      <w:bookmarkEnd w:id="119"/>
    </w:p>
    <w:p w:rsidR="0061102A" w:rsidRDefault="0061102A" w:rsidP="00BE6934">
      <w:pPr>
        <w:pStyle w:val="libNormal"/>
        <w:rPr>
          <w:rtl/>
        </w:rPr>
      </w:pPr>
      <w:r>
        <w:rPr>
          <w:rtl/>
        </w:rPr>
        <w:t>جيسا كہ پہلے بھى كہا جا چكا ہے كہ ايك آمرانہ سماج مي</w:t>
      </w:r>
      <w:r w:rsidR="000A0CDC">
        <w:rPr>
          <w:rtl/>
        </w:rPr>
        <w:t xml:space="preserve">ں </w:t>
      </w:r>
      <w:r>
        <w:rPr>
          <w:rtl/>
        </w:rPr>
        <w:t>تمام مسائل ايك خاص فرد كى پسند اور سليقہ كى بناء پر تشكيل پاتے ہي</w:t>
      </w:r>
      <w:r w:rsidR="000A0CDC">
        <w:rPr>
          <w:rtl/>
        </w:rPr>
        <w:t xml:space="preserve">ں </w:t>
      </w:r>
      <w:r>
        <w:rPr>
          <w:rtl/>
        </w:rPr>
        <w:t>شايد كہا جاسكے كہ آمريت كا سب سے معمولى نقصان انفرادى حقوق كا ضائع ہونا ہے _ آمرانہ سماج مي</w:t>
      </w:r>
      <w:r w:rsidR="000A0CDC">
        <w:rPr>
          <w:rtl/>
        </w:rPr>
        <w:t xml:space="preserve">ں </w:t>
      </w:r>
      <w:r>
        <w:rPr>
          <w:rtl/>
        </w:rPr>
        <w:t>آمريت كى شكل مخروطى ہوتى ہے يعنى ايك درجہ كے كسى ايك عنصر يا عناصر كے لامحدود و حقوق نچلے درجے كے عناصر كے حقوق سے مطلق بے بہرہ ہونے كے ساتھ جڑے ہوتے ہي</w:t>
      </w:r>
      <w:r w:rsidR="000A0CDC">
        <w:rPr>
          <w:rtl/>
        </w:rPr>
        <w:t xml:space="preserve">ں </w:t>
      </w:r>
      <w:r>
        <w:rPr>
          <w:rtl/>
        </w:rPr>
        <w:t>ايك طرف سے حقوق سے كلى محرومى اور دوسرى طرف طاقت و قدرت كى يہ تركيب لوگو</w:t>
      </w:r>
      <w:r w:rsidR="000A0CDC">
        <w:rPr>
          <w:rtl/>
        </w:rPr>
        <w:t xml:space="preserve">ں </w:t>
      </w:r>
      <w:r>
        <w:rPr>
          <w:rtl/>
        </w:rPr>
        <w:t>كے اذہان كو تباہى كى طرف ليجاتى ہے اس غلط صورت حال كو برداشت كرنا بالخصوص آزاد ذہنو</w:t>
      </w:r>
      <w:r w:rsidR="000A0CDC">
        <w:rPr>
          <w:rtl/>
        </w:rPr>
        <w:t xml:space="preserve">ں </w:t>
      </w:r>
      <w:r>
        <w:rPr>
          <w:rtl/>
        </w:rPr>
        <w:t xml:space="preserve">كے لئے بہت مشكل ہے _ </w:t>
      </w:r>
    </w:p>
    <w:p w:rsidR="0061102A" w:rsidRDefault="0061102A" w:rsidP="00BE6934">
      <w:pPr>
        <w:pStyle w:val="libNormal"/>
        <w:rPr>
          <w:rtl/>
        </w:rPr>
      </w:pPr>
      <w:r>
        <w:rPr>
          <w:rtl/>
        </w:rPr>
        <w:t>كيونكہ كسى فرد كى فرديت اس وقت تشكيل پائے گى جب وہ ہميشہ حقوق سے بہرہ مند ہو جبكہ آمرانہ سماج مي</w:t>
      </w:r>
      <w:r w:rsidR="000A0CDC">
        <w:rPr>
          <w:rtl/>
        </w:rPr>
        <w:t xml:space="preserve">ں </w:t>
      </w:r>
      <w:r>
        <w:rPr>
          <w:rtl/>
        </w:rPr>
        <w:t>اكثر لوگو</w:t>
      </w:r>
      <w:r w:rsidR="000A0CDC">
        <w:rPr>
          <w:rtl/>
        </w:rPr>
        <w:t xml:space="preserve">ں </w:t>
      </w:r>
      <w:r>
        <w:rPr>
          <w:rtl/>
        </w:rPr>
        <w:t>كيلئے حقوق موجود ہى نہي</w:t>
      </w:r>
      <w:r w:rsidR="000A0CDC">
        <w:rPr>
          <w:rtl/>
        </w:rPr>
        <w:t xml:space="preserve">ں </w:t>
      </w:r>
      <w:r>
        <w:rPr>
          <w:rtl/>
        </w:rPr>
        <w:t>ہوتے جب تك آمرانہ سماج بنياد سے ہى ختم نہ ہو حقوق ركھنے والا فرض كبھى بھى حقيقت نہي</w:t>
      </w:r>
      <w:r w:rsidR="000A0CDC">
        <w:rPr>
          <w:rtl/>
        </w:rPr>
        <w:t xml:space="preserve">ں </w:t>
      </w:r>
      <w:r>
        <w:rPr>
          <w:rtl/>
        </w:rPr>
        <w:t>پاسكتا اور اس صورت حال كا بالآخر نتيجہ حقوق سے مطلق محروميت ہے نہ كہ اكثريت كى طاقت كى قدر اور حفاظت اسى لئے ايسے معاشرو</w:t>
      </w:r>
      <w:r w:rsidR="000A0CDC">
        <w:rPr>
          <w:rtl/>
        </w:rPr>
        <w:t xml:space="preserve">ں </w:t>
      </w:r>
      <w:r>
        <w:rPr>
          <w:rtl/>
        </w:rPr>
        <w:t>مي</w:t>
      </w:r>
      <w:r w:rsidR="000A0CDC">
        <w:rPr>
          <w:rtl/>
        </w:rPr>
        <w:t xml:space="preserve">ں </w:t>
      </w:r>
      <w:r>
        <w:rPr>
          <w:rtl/>
        </w:rPr>
        <w:t>فرديت وجود مي</w:t>
      </w:r>
      <w:r w:rsidR="000A0CDC">
        <w:rPr>
          <w:rtl/>
        </w:rPr>
        <w:t xml:space="preserve">ں </w:t>
      </w:r>
      <w:r>
        <w:rPr>
          <w:rtl/>
        </w:rPr>
        <w:t>نہي</w:t>
      </w:r>
      <w:r w:rsidR="000A0CDC">
        <w:rPr>
          <w:rtl/>
        </w:rPr>
        <w:t xml:space="preserve">ں </w:t>
      </w:r>
      <w:r>
        <w:rPr>
          <w:rtl/>
        </w:rPr>
        <w:t xml:space="preserve">آسكتى </w:t>
      </w:r>
      <w:r w:rsidRPr="00F67D4B">
        <w:rPr>
          <w:rStyle w:val="libFootnotenumChar"/>
          <w:rtl/>
        </w:rPr>
        <w:t>(2)</w:t>
      </w:r>
      <w:r>
        <w:rPr>
          <w:rtl/>
        </w:rPr>
        <w:t xml:space="preserve">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1)فرہنگ رجائي ، تحول انديشہ سياسى در شرق باستان، ص 88_ </w:t>
      </w:r>
    </w:p>
    <w:p w:rsidR="002A2BA8" w:rsidRDefault="0061102A" w:rsidP="00BE6934">
      <w:pPr>
        <w:pStyle w:val="libFootnote"/>
        <w:rPr>
          <w:rtl/>
        </w:rPr>
      </w:pPr>
      <w:r>
        <w:rPr>
          <w:rtl/>
        </w:rPr>
        <w:t>2) احمد سيف ، پيش درآمدى بر استبداد سالارى در ايران _ ص 27_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لہذا جب آمريت پر مشتمل مختلف اسباب كے تحت بالفاظ ديگرجب تمام چيزي</w:t>
      </w:r>
      <w:r w:rsidR="000A0CDC">
        <w:rPr>
          <w:rtl/>
        </w:rPr>
        <w:t xml:space="preserve">ں </w:t>
      </w:r>
      <w:r>
        <w:rPr>
          <w:rtl/>
        </w:rPr>
        <w:t>ايك آمر حاكم كے ارادہ كے تحت وجود مي</w:t>
      </w:r>
      <w:r w:rsidR="000A0CDC">
        <w:rPr>
          <w:rtl/>
        </w:rPr>
        <w:t xml:space="preserve">ں </w:t>
      </w:r>
      <w:r>
        <w:rPr>
          <w:rtl/>
        </w:rPr>
        <w:t>آئي</w:t>
      </w:r>
      <w:r w:rsidR="000A0CDC">
        <w:rPr>
          <w:rtl/>
        </w:rPr>
        <w:t xml:space="preserve">ں </w:t>
      </w:r>
      <w:r>
        <w:rPr>
          <w:rtl/>
        </w:rPr>
        <w:t>تو ايسے معاشرو</w:t>
      </w:r>
      <w:r w:rsidR="000A0CDC">
        <w:rPr>
          <w:rtl/>
        </w:rPr>
        <w:t xml:space="preserve">ں </w:t>
      </w:r>
      <w:r>
        <w:rPr>
          <w:rtl/>
        </w:rPr>
        <w:t>كے سماجى معاملات مثلاً اقتصادى ، معاشرتي، سياسى اور بطور كلى اس معاشرہ كى تہذيبى ترقى كى ہم كيسے توقع كرسكتے ہي</w:t>
      </w:r>
      <w:r w:rsidR="000A0CDC">
        <w:rPr>
          <w:rtl/>
        </w:rPr>
        <w:t xml:space="preserve">ں </w:t>
      </w:r>
      <w:r>
        <w:rPr>
          <w:rtl/>
        </w:rPr>
        <w:t xml:space="preserve">_ </w:t>
      </w:r>
    </w:p>
    <w:p w:rsidR="0061102A" w:rsidRDefault="0061102A" w:rsidP="00BE6934">
      <w:pPr>
        <w:pStyle w:val="libNormal"/>
        <w:rPr>
          <w:rtl/>
        </w:rPr>
      </w:pPr>
      <w:r>
        <w:rPr>
          <w:rtl/>
        </w:rPr>
        <w:t>ايك سماج كلچر و ثقافت كے حوالے سے اسى وقت ترقى كرسكتا ہے كہ جب ترقى كيلئے ضرورى شرائط اور ماحول ميسر ہو _ پس آمريت زدہ معاشرو</w:t>
      </w:r>
      <w:r w:rsidR="000A0CDC">
        <w:rPr>
          <w:rtl/>
        </w:rPr>
        <w:t xml:space="preserve">ں </w:t>
      </w:r>
      <w:r>
        <w:rPr>
          <w:rtl/>
        </w:rPr>
        <w:t>كے حوالے سے يہ توقع نہي</w:t>
      </w:r>
      <w:r w:rsidR="000A0CDC">
        <w:rPr>
          <w:rtl/>
        </w:rPr>
        <w:t xml:space="preserve">ں </w:t>
      </w:r>
      <w:r>
        <w:rPr>
          <w:rtl/>
        </w:rPr>
        <w:t>كى جاسكتى كہ اس معاشرہ كى تہذيب و ثقافت ترقى كرے اور وسعت اختيار كرے يا اگر كسى مسئلہ مي</w:t>
      </w:r>
      <w:r w:rsidR="000A0CDC">
        <w:rPr>
          <w:rtl/>
        </w:rPr>
        <w:t xml:space="preserve">ں </w:t>
      </w:r>
      <w:r>
        <w:rPr>
          <w:rtl/>
        </w:rPr>
        <w:t xml:space="preserve">كوئي ترقى بھى ہوتى ہو تو اس كے ثمرات كى حفاظت ہوسكے _ </w:t>
      </w:r>
    </w:p>
    <w:p w:rsidR="0061102A" w:rsidRDefault="0061102A" w:rsidP="00BE6934">
      <w:pPr>
        <w:pStyle w:val="libNormal"/>
        <w:rPr>
          <w:rtl/>
        </w:rPr>
      </w:pPr>
    </w:p>
    <w:p w:rsidR="0061102A" w:rsidRDefault="0061102A" w:rsidP="00BE6934">
      <w:pPr>
        <w:pStyle w:val="Heading2Center"/>
        <w:rPr>
          <w:rtl/>
        </w:rPr>
      </w:pPr>
      <w:bookmarkStart w:id="120" w:name="_Toc268676"/>
      <w:r>
        <w:rPr>
          <w:rtl/>
        </w:rPr>
        <w:t>اسلامى معاشرو</w:t>
      </w:r>
      <w:r w:rsidR="000A0CDC">
        <w:rPr>
          <w:rtl/>
        </w:rPr>
        <w:t xml:space="preserve">ں </w:t>
      </w:r>
      <w:r>
        <w:rPr>
          <w:rtl/>
        </w:rPr>
        <w:t>مي</w:t>
      </w:r>
      <w:r w:rsidR="000A0CDC">
        <w:rPr>
          <w:rtl/>
        </w:rPr>
        <w:t xml:space="preserve">ں </w:t>
      </w:r>
      <w:r>
        <w:rPr>
          <w:rtl/>
        </w:rPr>
        <w:t>آمريت</w:t>
      </w:r>
      <w:bookmarkEnd w:id="120"/>
    </w:p>
    <w:p w:rsidR="0061102A" w:rsidRDefault="0061102A" w:rsidP="00BE6934">
      <w:pPr>
        <w:pStyle w:val="libNormal"/>
        <w:rPr>
          <w:rtl/>
        </w:rPr>
      </w:pPr>
      <w:r>
        <w:rPr>
          <w:rtl/>
        </w:rPr>
        <w:t>دين اسلام كے ظہور سے فكر بشريت مي</w:t>
      </w:r>
      <w:r w:rsidR="000A0CDC">
        <w:rPr>
          <w:rtl/>
        </w:rPr>
        <w:t xml:space="preserve">ں </w:t>
      </w:r>
      <w:r>
        <w:rPr>
          <w:rtl/>
        </w:rPr>
        <w:t>ايك عظيم انقلاب پيدا ہوا اس الہى دين كا مقصد انسانو</w:t>
      </w:r>
      <w:r w:rsidR="000A0CDC">
        <w:rPr>
          <w:rtl/>
        </w:rPr>
        <w:t xml:space="preserve">ں </w:t>
      </w:r>
      <w:r>
        <w:rPr>
          <w:rtl/>
        </w:rPr>
        <w:t>كو ان تمام قسم كى قيد و بند سے نجات دينا تھا جو طول تاريخ مي</w:t>
      </w:r>
      <w:r w:rsidR="000A0CDC">
        <w:rPr>
          <w:rtl/>
        </w:rPr>
        <w:t xml:space="preserve">ں </w:t>
      </w:r>
      <w:r>
        <w:rPr>
          <w:rtl/>
        </w:rPr>
        <w:t>اسكو جكڑے ہوئے تھي</w:t>
      </w:r>
      <w:r w:rsidR="000A0CDC">
        <w:rPr>
          <w:rtl/>
        </w:rPr>
        <w:t xml:space="preserve">ں </w:t>
      </w:r>
      <w:r>
        <w:rPr>
          <w:rtl/>
        </w:rPr>
        <w:t>_ اسلام حكومتى معاملات مي</w:t>
      </w:r>
      <w:r w:rsidR="000A0CDC">
        <w:rPr>
          <w:rtl/>
        </w:rPr>
        <w:t xml:space="preserve">ں </w:t>
      </w:r>
      <w:r>
        <w:rPr>
          <w:rtl/>
        </w:rPr>
        <w:t>فرد واحد كى رائے كو محور بنانے كا مخالف ہے بلكہ مشورہ كو حكومت كى بنياد قرار ديتا ہے _ رسول اكرم (ص) اكثر مسائل مي</w:t>
      </w:r>
      <w:r w:rsidR="000A0CDC">
        <w:rPr>
          <w:rtl/>
        </w:rPr>
        <w:t xml:space="preserve">ں </w:t>
      </w:r>
      <w:r>
        <w:rPr>
          <w:rtl/>
        </w:rPr>
        <w:t xml:space="preserve">اپنے اصحاب سے مشورہ كيا كرتے تھے اور آنحضرت (ص) كے بعد خلفاء راشدين بھى ايسا رويہ اپناتے تھے كہ لوگ اندرونى رغبت و رضا سے انكى اطاعت كيا كرتے تھے اگر كسى كيلئے كوئي سزا مقرر ہوتى تو وہ اطاعت كرتے اور تعميل كرتے تھے_ </w:t>
      </w:r>
    </w:p>
    <w:p w:rsidR="0061102A" w:rsidRDefault="0061102A" w:rsidP="00BE6934">
      <w:pPr>
        <w:pStyle w:val="libNormal"/>
        <w:rPr>
          <w:rtl/>
        </w:rPr>
      </w:pPr>
      <w:r>
        <w:rPr>
          <w:rtl/>
        </w:rPr>
        <w:t>ليكن جب بنى اميہ مقام اقتدار پر پہنچے تو بہت سے مسائل تبديل ہوگئے روادارى اور تحمل پر مبنى حكومت كا دور ختم ہوچكا تھا معاويہ كے والى اور حكام كو يہ خوف تھا كہ اگر لوگو</w:t>
      </w:r>
      <w:r w:rsidR="000A0CDC">
        <w:rPr>
          <w:rtl/>
        </w:rPr>
        <w:t xml:space="preserve">ں </w:t>
      </w:r>
      <w:r>
        <w:rPr>
          <w:rtl/>
        </w:rPr>
        <w:t>كو آزادى دى گئي تو وہ بغاوت برپا كري</w:t>
      </w:r>
      <w:r w:rsidR="000A0CDC">
        <w:rPr>
          <w:rtl/>
        </w:rPr>
        <w:t xml:space="preserve">ں </w:t>
      </w:r>
      <w:r>
        <w:rPr>
          <w:rtl/>
        </w:rPr>
        <w:t>گے لہذا تشدد كى پاليسى شروع ہوئي_ سب سے پہلے معاويہ كا ہى دور تھا كہ جب رسمى طور پر تشدد كا كام شروع ہوا وہ لوگ جو معاويہ كے مخالف سمجھے جاتے تھے اور انہي</w:t>
      </w:r>
      <w:r w:rsidR="000A0CDC">
        <w:rPr>
          <w:rtl/>
        </w:rPr>
        <w:t xml:space="preserve">ں </w:t>
      </w:r>
      <w:r>
        <w:rPr>
          <w:rtl/>
        </w:rPr>
        <w:t>گرفتار كركے سزائي</w:t>
      </w:r>
      <w:r w:rsidR="000A0CDC">
        <w:rPr>
          <w:rtl/>
        </w:rPr>
        <w:t xml:space="preserve">ں </w:t>
      </w:r>
      <w:r>
        <w:rPr>
          <w:rtl/>
        </w:rPr>
        <w:t>دى جاتى تھي</w:t>
      </w:r>
      <w:r w:rsidR="000A0CDC">
        <w:rPr>
          <w:rtl/>
        </w:rPr>
        <w:t xml:space="preserve">ں </w:t>
      </w:r>
      <w:r w:rsidRPr="00F67D4B">
        <w:rPr>
          <w:rStyle w:val="libFootnotenumChar"/>
          <w:rtl/>
        </w:rPr>
        <w:t>(1)</w:t>
      </w:r>
      <w:r>
        <w:rPr>
          <w:rtl/>
        </w:rPr>
        <w:t xml:space="preserve">_ </w:t>
      </w:r>
    </w:p>
    <w:p w:rsidR="002A2BA8" w:rsidRDefault="0069392F" w:rsidP="00BE6934">
      <w:pPr>
        <w:pStyle w:val="libNormal"/>
        <w:rPr>
          <w:rtl/>
        </w:rPr>
      </w:pPr>
      <w:r>
        <w:rPr>
          <w:rtl/>
        </w:rPr>
        <w:cr/>
      </w:r>
      <w:r>
        <w:rPr>
          <w:rtl/>
        </w:rPr>
        <w:br w:type="page"/>
      </w:r>
      <w:r>
        <w:rPr>
          <w:rtl/>
        </w:rPr>
        <w:lastRenderedPageBreak/>
        <w:cr/>
      </w:r>
    </w:p>
    <w:p w:rsidR="0061102A" w:rsidRDefault="0061102A" w:rsidP="00BE6934">
      <w:pPr>
        <w:pStyle w:val="libNormal"/>
        <w:rPr>
          <w:rtl/>
        </w:rPr>
      </w:pPr>
      <w:r>
        <w:rPr>
          <w:rtl/>
        </w:rPr>
        <w:t>عباسى خلفاء كے ادوار بھى اسى طرح تھے بلكہ بعض تو اموى دور سے بھى بدتر تھے _ ان ادوار مي</w:t>
      </w:r>
      <w:r w:rsidR="000A0CDC">
        <w:rPr>
          <w:rtl/>
        </w:rPr>
        <w:t xml:space="preserve">ں </w:t>
      </w:r>
      <w:r>
        <w:rPr>
          <w:rtl/>
        </w:rPr>
        <w:t xml:space="preserve">خلفاء اپنے مخالفين كو قتل كرنے سے بھى نہ چوكتے تھے اس قسم كى سياست سے وقت گزرنے كے ساتھ ساتھ آہستہ آہستہ لوگ متنفر ہونے لگے_ </w:t>
      </w:r>
    </w:p>
    <w:p w:rsidR="0061102A" w:rsidRDefault="0061102A" w:rsidP="00BE6934">
      <w:pPr>
        <w:pStyle w:val="libNormal"/>
        <w:rPr>
          <w:rtl/>
        </w:rPr>
      </w:pPr>
      <w:r>
        <w:rPr>
          <w:rtl/>
        </w:rPr>
        <w:t>آمريت و استبداد كوئي ايسا مظہر نہي</w:t>
      </w:r>
      <w:r w:rsidR="000A0CDC">
        <w:rPr>
          <w:rtl/>
        </w:rPr>
        <w:t xml:space="preserve">ں </w:t>
      </w:r>
      <w:r>
        <w:rPr>
          <w:rtl/>
        </w:rPr>
        <w:t>ہے كہ جسے ہم تاريخ كے كسى خاص دور مي</w:t>
      </w:r>
      <w:r w:rsidR="000A0CDC">
        <w:rPr>
          <w:rtl/>
        </w:rPr>
        <w:t xml:space="preserve">ں </w:t>
      </w:r>
      <w:r>
        <w:rPr>
          <w:rtl/>
        </w:rPr>
        <w:t>محدود كردي</w:t>
      </w:r>
      <w:r w:rsidR="000A0CDC">
        <w:rPr>
          <w:rtl/>
        </w:rPr>
        <w:t xml:space="preserve">ں </w:t>
      </w:r>
      <w:r>
        <w:rPr>
          <w:rtl/>
        </w:rPr>
        <w:t>بلكہ آج بھى بہت سى اقوام آمريت كا شكار ہي</w:t>
      </w:r>
      <w:r w:rsidR="000A0CDC">
        <w:rPr>
          <w:rtl/>
        </w:rPr>
        <w:t xml:space="preserve">ں </w:t>
      </w:r>
      <w:r>
        <w:rPr>
          <w:rtl/>
        </w:rPr>
        <w:t>ليكن بعض ادوار تاريخى مي</w:t>
      </w:r>
      <w:r w:rsidR="000A0CDC">
        <w:rPr>
          <w:rtl/>
        </w:rPr>
        <w:t xml:space="preserve">ں </w:t>
      </w:r>
      <w:r>
        <w:rPr>
          <w:rtl/>
        </w:rPr>
        <w:t>آمريت ايسى خاص شكل وصورت مي</w:t>
      </w:r>
      <w:r w:rsidR="000A0CDC">
        <w:rPr>
          <w:rtl/>
        </w:rPr>
        <w:t xml:space="preserve">ں </w:t>
      </w:r>
      <w:r>
        <w:rPr>
          <w:rtl/>
        </w:rPr>
        <w:t>سامنے آئي كہ مورخين اور دانشورو</w:t>
      </w:r>
      <w:r w:rsidR="000A0CDC">
        <w:rPr>
          <w:rtl/>
        </w:rPr>
        <w:t xml:space="preserve">ں </w:t>
      </w:r>
      <w:r>
        <w:rPr>
          <w:rtl/>
        </w:rPr>
        <w:t>كى توجہ كا مركز قرار پائي مثلاً عثمانى بادشاہت كا تجزيہ كري</w:t>
      </w:r>
      <w:r w:rsidR="000A0CDC">
        <w:rPr>
          <w:rtl/>
        </w:rPr>
        <w:t xml:space="preserve">ں </w:t>
      </w:r>
      <w:r>
        <w:rPr>
          <w:rtl/>
        </w:rPr>
        <w:t>تو معلوم ہوتا ہے كہ اس بہت بڑى بادشاہت كے سقوط كا ايك اہم سبب عثمانى بادشاہو</w:t>
      </w:r>
      <w:r w:rsidR="000A0CDC">
        <w:rPr>
          <w:rtl/>
        </w:rPr>
        <w:t xml:space="preserve">ں </w:t>
      </w:r>
      <w:r>
        <w:rPr>
          <w:rtl/>
        </w:rPr>
        <w:t>كى آمريت اور عوام كى ناراضگى تھا_ اسى طرح ايران كى تاريخ كا تجزيہ و تحليل كري</w:t>
      </w:r>
      <w:r w:rsidR="000A0CDC">
        <w:rPr>
          <w:rtl/>
        </w:rPr>
        <w:t xml:space="preserve">ں </w:t>
      </w:r>
      <w:r>
        <w:rPr>
          <w:rtl/>
        </w:rPr>
        <w:t>بالخصوص مشروطيت كے دور كا مطالعہ كري</w:t>
      </w:r>
      <w:r w:rsidR="000A0CDC">
        <w:rPr>
          <w:rtl/>
        </w:rPr>
        <w:t xml:space="preserve">ں </w:t>
      </w:r>
      <w:r>
        <w:rPr>
          <w:rtl/>
        </w:rPr>
        <w:t>تو معلوم ہوتاہے كہ لوگو</w:t>
      </w:r>
      <w:r w:rsidR="000A0CDC">
        <w:rPr>
          <w:rtl/>
        </w:rPr>
        <w:t xml:space="preserve">ں </w:t>
      </w:r>
      <w:r>
        <w:rPr>
          <w:rtl/>
        </w:rPr>
        <w:t xml:space="preserve">كا قيام اور انقلاب مشروطيت مكمل طور پر ظلم اور آمريت كو ختم كرنے اور قانون پر مبنى عادل حكومت كى تشكيل كيلئے تھا_ </w:t>
      </w:r>
    </w:p>
    <w:p w:rsidR="0061102A" w:rsidRDefault="0061102A" w:rsidP="00BE6934">
      <w:pPr>
        <w:pStyle w:val="libNormal"/>
        <w:rPr>
          <w:rtl/>
        </w:rPr>
      </w:pPr>
      <w:r>
        <w:rPr>
          <w:rtl/>
        </w:rPr>
        <w:t>عصر حاضر مي</w:t>
      </w:r>
      <w:r w:rsidR="000A0CDC">
        <w:rPr>
          <w:rtl/>
        </w:rPr>
        <w:t xml:space="preserve">ں </w:t>
      </w:r>
      <w:r>
        <w:rPr>
          <w:rtl/>
        </w:rPr>
        <w:t>بھى مشرق وسطى كے تيل كى دولت سے مالا مال بہت سے ممالك آمرانہ نظام و حكومت كے حامل ہي</w:t>
      </w:r>
      <w:r w:rsidR="000A0CDC">
        <w:rPr>
          <w:rtl/>
        </w:rPr>
        <w:t xml:space="preserve">ں </w:t>
      </w:r>
      <w:r>
        <w:rPr>
          <w:rtl/>
        </w:rPr>
        <w:t>_ دانشورو</w:t>
      </w:r>
      <w:r w:rsidR="000A0CDC">
        <w:rPr>
          <w:rtl/>
        </w:rPr>
        <w:t xml:space="preserve">ں </w:t>
      </w:r>
      <w:r>
        <w:rPr>
          <w:rtl/>
        </w:rPr>
        <w:t>كے نظريہ كے مطابق ان ممالك كى حكومت كا ہم ستون تيل كى دولت سے تشكيل پانے والا اقتصاد اور دوسرا يہ كہ عمومى درآمدات سے بے نيازى ہے گويا كہ تيل نے انہي</w:t>
      </w:r>
      <w:r w:rsidR="000A0CDC">
        <w:rPr>
          <w:rtl/>
        </w:rPr>
        <w:t xml:space="preserve">ں </w:t>
      </w:r>
      <w:r>
        <w:rPr>
          <w:rtl/>
        </w:rPr>
        <w:t>عوام سے بے نياز كرديا ہے بہرحال آمريت كى كوئي بھى وجہ ہو اور كسى زمانہ مي</w:t>
      </w:r>
      <w:r w:rsidR="000A0CDC">
        <w:rPr>
          <w:rtl/>
        </w:rPr>
        <w:t xml:space="preserve">ں </w:t>
      </w:r>
      <w:r>
        <w:rPr>
          <w:rtl/>
        </w:rPr>
        <w:t>بھى ظاہر ہو يہى كہي</w:t>
      </w:r>
      <w:r w:rsidR="000A0CDC">
        <w:rPr>
          <w:rtl/>
        </w:rPr>
        <w:t xml:space="preserve">ں </w:t>
      </w:r>
      <w:r>
        <w:rPr>
          <w:rtl/>
        </w:rPr>
        <w:t>گے كہ يہ تہذيب و تمدن كے زوال كا اہم سبب ہے اوراسلامى تہذيب و تمدن بھى اسى قانون و قاعدہ سے مستثنى نہي</w:t>
      </w:r>
      <w:r w:rsidR="000A0CDC">
        <w:rPr>
          <w:rtl/>
        </w:rPr>
        <w:t xml:space="preserve">ں </w:t>
      </w:r>
      <w:r>
        <w:rPr>
          <w:rtl/>
        </w:rPr>
        <w:t>ہے اسلامى تہذيب كى تاريخ بتاتى ہے كہ جس قدر بادشاہو</w:t>
      </w:r>
      <w:r w:rsidR="000A0CDC">
        <w:rPr>
          <w:rtl/>
        </w:rPr>
        <w:t xml:space="preserve">ں </w:t>
      </w:r>
      <w:r>
        <w:rPr>
          <w:rtl/>
        </w:rPr>
        <w:t xml:space="preserve">كى آمريت و استبداد كم ہوا اسى قدر اسلامى تہذيب كى ترقى اور وسعت كيلئے اسباب و امكانات حاصل ہوئے _ </w:t>
      </w:r>
    </w:p>
    <w:p w:rsidR="0061102A" w:rsidRDefault="0061102A" w:rsidP="00BE6934">
      <w:pPr>
        <w:pStyle w:val="libNormal"/>
        <w:rPr>
          <w:rtl/>
        </w:rPr>
      </w:pPr>
    </w:p>
    <w:p w:rsidR="0061102A" w:rsidRDefault="0061102A" w:rsidP="00BE6934">
      <w:pPr>
        <w:pStyle w:val="Heading2Center"/>
        <w:rPr>
          <w:rtl/>
        </w:rPr>
      </w:pPr>
      <w:bookmarkStart w:id="121" w:name="_Toc268677"/>
      <w:r>
        <w:rPr>
          <w:rtl/>
        </w:rPr>
        <w:t>2_ دنيا پرستى ،قدامت پسندى اور حقيقى اسلام سے دوري:</w:t>
      </w:r>
      <w:bookmarkEnd w:id="121"/>
    </w:p>
    <w:p w:rsidR="0061102A" w:rsidRDefault="0061102A" w:rsidP="00BE6934">
      <w:pPr>
        <w:pStyle w:val="libNormal"/>
        <w:rPr>
          <w:rtl/>
        </w:rPr>
      </w:pPr>
      <w:r>
        <w:rPr>
          <w:rtl/>
        </w:rPr>
        <w:t xml:space="preserve">آنحضرت (ص) اسلام كے پيغمبر ہونے كى حيثيت اپنى سيرت طيبہ اور روش زندگى كو ايسے سامنے لائے جو ہر </w:t>
      </w:r>
    </w:p>
    <w:p w:rsidR="0061102A" w:rsidRDefault="003A7D4A" w:rsidP="00BE6934">
      <w:pPr>
        <w:pStyle w:val="libLine"/>
        <w:rPr>
          <w:rtl/>
        </w:rPr>
      </w:pPr>
      <w:r>
        <w:rPr>
          <w:rtl/>
        </w:rPr>
        <w:t>____________________</w:t>
      </w:r>
    </w:p>
    <w:p w:rsidR="00855142" w:rsidRPr="00855142" w:rsidRDefault="0061102A" w:rsidP="00BE6934">
      <w:pPr>
        <w:pStyle w:val="libFootnote"/>
        <w:rPr>
          <w:rStyle w:val="libNormalChar"/>
          <w:rtl/>
        </w:rPr>
      </w:pPr>
      <w:r>
        <w:rPr>
          <w:rtl/>
        </w:rPr>
        <w:t>1)_ جرجى زيدان ، تاريخ تمدن اسلام، ترجمہ على جواہر كلام، ص 724 _ 723_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قسم كے اسراف و نمود و نمايش سے دور تھي_ آپ كى غذا ، رہائشے اور لباس معاشرہ كے معمولى ترين افراد كى مانند سادہ اور چمك دمك سے دور تھا_ آپكى وفات عظمى كے بعد خلفاء راشدين كى سيرت بھى آپ (ص) سے مشابہت ركھتى تھى وہ بھى سعى كرتے تھے كہ اسلام حقيقى اور رسول اكرم (ص) كى سيرت طيبہ كى پيروى مي</w:t>
      </w:r>
      <w:r w:rsidR="000A0CDC">
        <w:rPr>
          <w:rtl/>
        </w:rPr>
        <w:t xml:space="preserve">ں </w:t>
      </w:r>
      <w:r>
        <w:rPr>
          <w:rtl/>
        </w:rPr>
        <w:t>مادى نمود و نمايش سے دور رہي</w:t>
      </w:r>
      <w:r w:rsidR="000A0CDC">
        <w:rPr>
          <w:rtl/>
        </w:rPr>
        <w:t xml:space="preserve">ں </w:t>
      </w:r>
      <w:r>
        <w:rPr>
          <w:rtl/>
        </w:rPr>
        <w:t>اور تمام مسلمانو</w:t>
      </w:r>
      <w:r w:rsidR="000A0CDC">
        <w:rPr>
          <w:rtl/>
        </w:rPr>
        <w:t xml:space="preserve">ں </w:t>
      </w:r>
      <w:r>
        <w:rPr>
          <w:rtl/>
        </w:rPr>
        <w:t>كيلئے نمونہ عمل كى حيثيت سے رہي</w:t>
      </w:r>
      <w:r w:rsidR="000A0CDC">
        <w:rPr>
          <w:rtl/>
        </w:rPr>
        <w:t xml:space="preserve">ں </w:t>
      </w:r>
      <w:r>
        <w:rPr>
          <w:rtl/>
        </w:rPr>
        <w:t>جبكہ اموى خلافت كے آغاز سے ہى دنيا پرستى اور تجملات مسلمانو</w:t>
      </w:r>
      <w:r w:rsidR="000A0CDC">
        <w:rPr>
          <w:rtl/>
        </w:rPr>
        <w:t xml:space="preserve">ں </w:t>
      </w:r>
      <w:r>
        <w:rPr>
          <w:rtl/>
        </w:rPr>
        <w:t>كے حقيقى اسلام سے دورى كا باعث بنے اسى طرح فكرو نظر اور روشن خيالى كى راہ مي</w:t>
      </w:r>
      <w:r w:rsidR="000A0CDC">
        <w:rPr>
          <w:rtl/>
        </w:rPr>
        <w:t xml:space="preserve">ں </w:t>
      </w:r>
      <w:r>
        <w:rPr>
          <w:rtl/>
        </w:rPr>
        <w:t xml:space="preserve">قدامت پسندى كى ركاوٹ بھى اسلامى تہذيب وتمدن كے زوال كا سبب قرار پائي_ </w:t>
      </w:r>
    </w:p>
    <w:p w:rsidR="0061102A" w:rsidRDefault="0061102A" w:rsidP="00BE6934">
      <w:pPr>
        <w:pStyle w:val="libNormal"/>
        <w:rPr>
          <w:rtl/>
        </w:rPr>
      </w:pPr>
    </w:p>
    <w:p w:rsidR="0061102A" w:rsidRDefault="0061102A" w:rsidP="00BE6934">
      <w:pPr>
        <w:pStyle w:val="Heading2Center"/>
        <w:rPr>
          <w:rtl/>
        </w:rPr>
      </w:pPr>
      <w:bookmarkStart w:id="122" w:name="_Toc268678"/>
      <w:r>
        <w:rPr>
          <w:rtl/>
        </w:rPr>
        <w:t>الف: دنيا پرستي</w:t>
      </w:r>
      <w:bookmarkEnd w:id="122"/>
    </w:p>
    <w:p w:rsidR="0061102A" w:rsidRDefault="0061102A" w:rsidP="00BE6934">
      <w:pPr>
        <w:pStyle w:val="libNormal"/>
        <w:rPr>
          <w:rtl/>
        </w:rPr>
      </w:pPr>
      <w:r>
        <w:rPr>
          <w:rtl/>
        </w:rPr>
        <w:t>ابن خلدون كا نظريہ تھا كہ حكومتي</w:t>
      </w:r>
      <w:r w:rsidR="000A0CDC">
        <w:rPr>
          <w:rtl/>
        </w:rPr>
        <w:t xml:space="preserve">ں </w:t>
      </w:r>
      <w:r>
        <w:rPr>
          <w:rtl/>
        </w:rPr>
        <w:t>انسانى زندگى كى مانند ايك عمر اور اسكے مختلف مراحل جيسے پيدائشے ، رشد و جوانى اور ضعف و بڑھاپا ركھتى ہي</w:t>
      </w:r>
      <w:r w:rsidR="000A0CDC">
        <w:rPr>
          <w:rtl/>
        </w:rPr>
        <w:t xml:space="preserve">ں </w:t>
      </w:r>
      <w:r>
        <w:rPr>
          <w:rtl/>
        </w:rPr>
        <w:t>_ انكے خيال كے مطابق حكومتي</w:t>
      </w:r>
      <w:r w:rsidR="000A0CDC">
        <w:rPr>
          <w:rtl/>
        </w:rPr>
        <w:t xml:space="preserve">ں </w:t>
      </w:r>
      <w:r>
        <w:rPr>
          <w:rtl/>
        </w:rPr>
        <w:t>پيدائشے سے زوال تك پانچ مراحل سے گزرتى ہي</w:t>
      </w:r>
      <w:r w:rsidR="000A0CDC">
        <w:rPr>
          <w:rtl/>
        </w:rPr>
        <w:t xml:space="preserve">ں </w:t>
      </w:r>
      <w:r>
        <w:rPr>
          <w:rtl/>
        </w:rPr>
        <w:t xml:space="preserve">: </w:t>
      </w:r>
    </w:p>
    <w:p w:rsidR="0061102A" w:rsidRDefault="0061102A" w:rsidP="00BE6934">
      <w:pPr>
        <w:pStyle w:val="libNormal"/>
        <w:rPr>
          <w:rtl/>
        </w:rPr>
      </w:pPr>
      <w:r>
        <w:rPr>
          <w:rtl/>
        </w:rPr>
        <w:t>پہلا مرحلہ كہ جسكا نام كاميابى كا مرحلہ ہے فرد حاكم قوم كے اندرونى روابط سے فائدہ اٹھاتے ہوئے اقتدار حاصل كرتا ہے يہ قومى روابط ايك طرح سے مختلف امور اور فيصلو</w:t>
      </w:r>
      <w:r w:rsidR="000A0CDC">
        <w:rPr>
          <w:rtl/>
        </w:rPr>
        <w:t xml:space="preserve">ں </w:t>
      </w:r>
      <w:r>
        <w:rPr>
          <w:rtl/>
        </w:rPr>
        <w:t>كو اسكى ذات مي</w:t>
      </w:r>
      <w:r w:rsidR="000A0CDC">
        <w:rPr>
          <w:rtl/>
        </w:rPr>
        <w:t xml:space="preserve">ں </w:t>
      </w:r>
      <w:r>
        <w:rPr>
          <w:rtl/>
        </w:rPr>
        <w:t>منحصر ہونے سے مانع ہوتے ہي</w:t>
      </w:r>
      <w:r w:rsidR="000A0CDC">
        <w:rPr>
          <w:rtl/>
        </w:rPr>
        <w:t xml:space="preserve">ں </w:t>
      </w:r>
      <w:r>
        <w:rPr>
          <w:rtl/>
        </w:rPr>
        <w:t>_دوسرے مرحلہ مي</w:t>
      </w:r>
      <w:r w:rsidR="000A0CDC">
        <w:rPr>
          <w:rtl/>
        </w:rPr>
        <w:t xml:space="preserve">ں </w:t>
      </w:r>
      <w:r>
        <w:rPr>
          <w:rtl/>
        </w:rPr>
        <w:t>وہ كوشش كرتا ہے اپنى حاكميت كو مستحكم كرتے ہوئے اقتدار كو اپنى ذات مي</w:t>
      </w:r>
      <w:r w:rsidR="000A0CDC">
        <w:rPr>
          <w:rtl/>
        </w:rPr>
        <w:t xml:space="preserve">ں </w:t>
      </w:r>
      <w:r>
        <w:rPr>
          <w:rtl/>
        </w:rPr>
        <w:t xml:space="preserve">منحصر كرلے_ </w:t>
      </w:r>
    </w:p>
    <w:p w:rsidR="0061102A" w:rsidRDefault="0061102A" w:rsidP="00BE6934">
      <w:pPr>
        <w:pStyle w:val="libNormal"/>
        <w:rPr>
          <w:rtl/>
        </w:rPr>
      </w:pPr>
      <w:r>
        <w:rPr>
          <w:rtl/>
        </w:rPr>
        <w:t>تيسرے مرحلہ مي</w:t>
      </w:r>
      <w:r w:rsidR="000A0CDC">
        <w:rPr>
          <w:rtl/>
        </w:rPr>
        <w:t xml:space="preserve">ں </w:t>
      </w:r>
      <w:r>
        <w:rPr>
          <w:rtl/>
        </w:rPr>
        <w:t>اپنے اقتدار پر بھروسہ ركھتے ہوئے آسودگى اور آسايش كى نعمات سے بہرہ مند ہوتا ہے _ دوسرے الفاظ مي</w:t>
      </w:r>
      <w:r w:rsidR="000A0CDC">
        <w:rPr>
          <w:rtl/>
        </w:rPr>
        <w:t xml:space="preserve">ں </w:t>
      </w:r>
      <w:r>
        <w:rPr>
          <w:rtl/>
        </w:rPr>
        <w:t>وہ طاقت واقتدار كے پھل چنتا ہے اس مرحلہ مي</w:t>
      </w:r>
      <w:r w:rsidR="000A0CDC">
        <w:rPr>
          <w:rtl/>
        </w:rPr>
        <w:t xml:space="preserve">ں </w:t>
      </w:r>
      <w:r>
        <w:rPr>
          <w:rtl/>
        </w:rPr>
        <w:t>نمود و نمائشے اور آسودگى كا اظہار ہوتا ہے وہ ديگر مشہور حكومتو</w:t>
      </w:r>
      <w:r w:rsidR="000A0CDC">
        <w:rPr>
          <w:rtl/>
        </w:rPr>
        <w:t xml:space="preserve">ں </w:t>
      </w:r>
      <w:r>
        <w:rPr>
          <w:rtl/>
        </w:rPr>
        <w:t>كى مانند بے پناہ رقم شہرو</w:t>
      </w:r>
      <w:r w:rsidR="000A0CDC">
        <w:rPr>
          <w:rtl/>
        </w:rPr>
        <w:t xml:space="preserve">ں </w:t>
      </w:r>
      <w:r>
        <w:rPr>
          <w:rtl/>
        </w:rPr>
        <w:t>كو خوبصورت بنانے اورعوامى عمارات كى تعمير پر لگاتا ہے_ اسى طريقہ كار پر چلتے ہوئے اس كے ماتحت، حوارى اور حكومتى كارندے دونو</w:t>
      </w:r>
      <w:r w:rsidR="000A0CDC">
        <w:rPr>
          <w:rtl/>
        </w:rPr>
        <w:t xml:space="preserve">ں </w:t>
      </w:r>
      <w:r>
        <w:rPr>
          <w:rtl/>
        </w:rPr>
        <w:t>ہاتھو</w:t>
      </w:r>
      <w:r w:rsidR="000A0CDC">
        <w:rPr>
          <w:rtl/>
        </w:rPr>
        <w:t xml:space="preserve">ں </w:t>
      </w:r>
      <w:r>
        <w:rPr>
          <w:rtl/>
        </w:rPr>
        <w:t>سے مال و ثروت جمع كرتے ہي</w:t>
      </w:r>
      <w:r w:rsidR="000A0CDC">
        <w:rPr>
          <w:rtl/>
        </w:rPr>
        <w:t xml:space="preserve">ں </w:t>
      </w:r>
      <w:r>
        <w:rPr>
          <w:rtl/>
        </w:rPr>
        <w:t>اور پر تعيش زندگى اختيار كرتے ہي</w:t>
      </w:r>
      <w:r w:rsidR="000A0CDC">
        <w:rPr>
          <w:rtl/>
        </w:rPr>
        <w:t xml:space="preserve">ں </w:t>
      </w:r>
      <w:r>
        <w:rPr>
          <w:rtl/>
        </w:rPr>
        <w:t xml:space="preserve">پھر اقتصادى ترقى كا زمانہ آتا ہے حاكم طبقہ كى توجہ اور حوصلہ </w:t>
      </w:r>
    </w:p>
    <w:p w:rsidR="0061102A" w:rsidRDefault="0069392F" w:rsidP="00BE6934">
      <w:pPr>
        <w:pStyle w:val="libNormal"/>
        <w:rPr>
          <w:rtl/>
        </w:rPr>
      </w:pPr>
      <w:r>
        <w:rPr>
          <w:rtl/>
        </w:rPr>
        <w:cr/>
      </w:r>
      <w:r>
        <w:rPr>
          <w:rtl/>
        </w:rPr>
        <w:br w:type="page"/>
      </w:r>
      <w:r>
        <w:rPr>
          <w:rtl/>
        </w:rPr>
        <w:lastRenderedPageBreak/>
        <w:cr/>
      </w:r>
      <w:r w:rsidR="0061102A">
        <w:rPr>
          <w:rtl/>
        </w:rPr>
        <w:t>افزائي كى وجہ سے مصنوعات ، خوبصورت فنون اور علوم ترقى كرتے ہي</w:t>
      </w:r>
      <w:r w:rsidR="000A0CDC">
        <w:rPr>
          <w:rtl/>
        </w:rPr>
        <w:t xml:space="preserve">ں </w:t>
      </w:r>
      <w:r w:rsidR="0061102A">
        <w:rPr>
          <w:rtl/>
        </w:rPr>
        <w:t>اسى دوران آرام وسہولت كا زمانہ آپہنچتا ہے اس زمانہ مي</w:t>
      </w:r>
      <w:r w:rsidR="000A0CDC">
        <w:rPr>
          <w:rtl/>
        </w:rPr>
        <w:t xml:space="preserve">ں </w:t>
      </w:r>
      <w:r w:rsidR="0061102A">
        <w:rPr>
          <w:rtl/>
        </w:rPr>
        <w:t>انسان دنياوى لذتو</w:t>
      </w:r>
      <w:r w:rsidR="000A0CDC">
        <w:rPr>
          <w:rtl/>
        </w:rPr>
        <w:t xml:space="preserve">ں </w:t>
      </w:r>
      <w:r w:rsidR="0061102A">
        <w:rPr>
          <w:rtl/>
        </w:rPr>
        <w:t>اور آسائشے سے بہرہ مند ہوتے ہي</w:t>
      </w:r>
      <w:r w:rsidR="000A0CDC">
        <w:rPr>
          <w:rtl/>
        </w:rPr>
        <w:t xml:space="preserve">ں </w:t>
      </w:r>
      <w:r w:rsidR="0061102A">
        <w:rPr>
          <w:rtl/>
        </w:rPr>
        <w:t>يہا</w:t>
      </w:r>
      <w:r w:rsidR="000A0CDC">
        <w:rPr>
          <w:rtl/>
        </w:rPr>
        <w:t xml:space="preserve">ں </w:t>
      </w:r>
      <w:r w:rsidR="0061102A">
        <w:rPr>
          <w:rtl/>
        </w:rPr>
        <w:t xml:space="preserve">حكومت كے ارتقا كا پہلا مرحلہ مكمل ہوجاتا ہے_ </w:t>
      </w:r>
    </w:p>
    <w:p w:rsidR="0061102A" w:rsidRDefault="0061102A" w:rsidP="00BE6934">
      <w:pPr>
        <w:pStyle w:val="libNormal"/>
        <w:rPr>
          <w:rtl/>
        </w:rPr>
      </w:pPr>
      <w:r>
        <w:rPr>
          <w:rtl/>
        </w:rPr>
        <w:t>چوتھے مرحلہ مي</w:t>
      </w:r>
      <w:r w:rsidR="000A0CDC">
        <w:rPr>
          <w:rtl/>
        </w:rPr>
        <w:t xml:space="preserve">ں </w:t>
      </w:r>
      <w:r>
        <w:rPr>
          <w:rtl/>
        </w:rPr>
        <w:t>حاكم طبقہ اور رعايا كى مسرتو</w:t>
      </w:r>
      <w:r w:rsidR="000A0CDC">
        <w:rPr>
          <w:rtl/>
        </w:rPr>
        <w:t xml:space="preserve">ں </w:t>
      </w:r>
      <w:r>
        <w:rPr>
          <w:rtl/>
        </w:rPr>
        <w:t>كا عروج كا دور ہے يہ لوگ پچھلى نسلو</w:t>
      </w:r>
      <w:r w:rsidR="000A0CDC">
        <w:rPr>
          <w:rtl/>
        </w:rPr>
        <w:t xml:space="preserve">ں </w:t>
      </w:r>
      <w:r>
        <w:rPr>
          <w:rtl/>
        </w:rPr>
        <w:t>كى مانند زندگى كى لذتو</w:t>
      </w:r>
      <w:r w:rsidR="000A0CDC">
        <w:rPr>
          <w:rtl/>
        </w:rPr>
        <w:t xml:space="preserve">ں </w:t>
      </w:r>
      <w:r>
        <w:rPr>
          <w:rtl/>
        </w:rPr>
        <w:t>سے فائدہ اٹھاتے ہي</w:t>
      </w:r>
      <w:r w:rsidR="000A0CDC">
        <w:rPr>
          <w:rtl/>
        </w:rPr>
        <w:t xml:space="preserve">ں </w:t>
      </w:r>
      <w:r>
        <w:rPr>
          <w:rtl/>
        </w:rPr>
        <w:t>ليكن اس امر سے غافل ہي</w:t>
      </w:r>
      <w:r w:rsidR="000A0CDC">
        <w:rPr>
          <w:rtl/>
        </w:rPr>
        <w:t xml:space="preserve">ں </w:t>
      </w:r>
      <w:r>
        <w:rPr>
          <w:rtl/>
        </w:rPr>
        <w:t>كہ پچھلى نسل نے ان لذتو</w:t>
      </w:r>
      <w:r w:rsidR="000A0CDC">
        <w:rPr>
          <w:rtl/>
        </w:rPr>
        <w:t xml:space="preserve">ں </w:t>
      </w:r>
      <w:r>
        <w:rPr>
          <w:rtl/>
        </w:rPr>
        <w:t>تك پہنچنے كيلئے كتنى جدو جہد كى تھي</w:t>
      </w:r>
      <w:r w:rsidR="000A0CDC">
        <w:rPr>
          <w:rtl/>
        </w:rPr>
        <w:t xml:space="preserve">ں </w:t>
      </w:r>
      <w:r>
        <w:rPr>
          <w:rtl/>
        </w:rPr>
        <w:t>وہ اسى خيال مي</w:t>
      </w:r>
      <w:r w:rsidR="000A0CDC">
        <w:rPr>
          <w:rtl/>
        </w:rPr>
        <w:t xml:space="preserve">ں </w:t>
      </w:r>
      <w:r>
        <w:rPr>
          <w:rtl/>
        </w:rPr>
        <w:t>رہتے ہي</w:t>
      </w:r>
      <w:r w:rsidR="000A0CDC">
        <w:rPr>
          <w:rtl/>
        </w:rPr>
        <w:t xml:space="preserve">ں </w:t>
      </w:r>
      <w:r>
        <w:rPr>
          <w:rtl/>
        </w:rPr>
        <w:t>كہ تعيش اور زرق وبرق سے بھرپور زندگى اور معاشرتى تہذيب كى ديگر سہوليات ہميشہ سے موجود تھي</w:t>
      </w:r>
      <w:r w:rsidR="000A0CDC">
        <w:rPr>
          <w:rtl/>
        </w:rPr>
        <w:t xml:space="preserve">ں </w:t>
      </w:r>
      <w:r>
        <w:rPr>
          <w:rtl/>
        </w:rPr>
        <w:t>اور موجود رہي</w:t>
      </w:r>
      <w:r w:rsidR="000A0CDC">
        <w:rPr>
          <w:rtl/>
        </w:rPr>
        <w:t xml:space="preserve">ں </w:t>
      </w:r>
      <w:r>
        <w:rPr>
          <w:rtl/>
        </w:rPr>
        <w:t xml:space="preserve">گى _ </w:t>
      </w:r>
    </w:p>
    <w:p w:rsidR="0061102A" w:rsidRDefault="0061102A" w:rsidP="00BE6934">
      <w:pPr>
        <w:pStyle w:val="libNormal"/>
        <w:rPr>
          <w:rtl/>
        </w:rPr>
      </w:pPr>
      <w:r>
        <w:rPr>
          <w:rtl/>
        </w:rPr>
        <w:t>تجملات، آسائشے اور خواہشات نفسانى كو پور اكرنا گويا انكے لئے ايك عام سى بات ہوجاتى ہے وہ اس دور مي</w:t>
      </w:r>
      <w:r w:rsidR="000A0CDC">
        <w:rPr>
          <w:rtl/>
        </w:rPr>
        <w:t xml:space="preserve">ں </w:t>
      </w:r>
      <w:r>
        <w:rPr>
          <w:rtl/>
        </w:rPr>
        <w:t>گذشتہ لوگو</w:t>
      </w:r>
      <w:r w:rsidR="000A0CDC">
        <w:rPr>
          <w:rtl/>
        </w:rPr>
        <w:t xml:space="preserve">ں </w:t>
      </w:r>
      <w:r>
        <w:rPr>
          <w:rtl/>
        </w:rPr>
        <w:t>كى محصولات اور ايجادات پر مكمل طور پر اكتفاء كيئے ہوئے ہوتے ہي</w:t>
      </w:r>
      <w:r w:rsidR="000A0CDC">
        <w:rPr>
          <w:rtl/>
        </w:rPr>
        <w:t xml:space="preserve">ں </w:t>
      </w:r>
      <w:r>
        <w:rPr>
          <w:rtl/>
        </w:rPr>
        <w:t>ايسے مصائب اور اسباب جو ممكن ہے كہ انكى كاميابيو</w:t>
      </w:r>
      <w:r w:rsidR="000A0CDC">
        <w:rPr>
          <w:rtl/>
        </w:rPr>
        <w:t xml:space="preserve">ں </w:t>
      </w:r>
      <w:r>
        <w:rPr>
          <w:rtl/>
        </w:rPr>
        <w:t>مي</w:t>
      </w:r>
      <w:r w:rsidR="000A0CDC">
        <w:rPr>
          <w:rtl/>
        </w:rPr>
        <w:t xml:space="preserve">ں </w:t>
      </w:r>
      <w:r>
        <w:rPr>
          <w:rtl/>
        </w:rPr>
        <w:t>خلل ڈال دي</w:t>
      </w:r>
      <w:r w:rsidR="000A0CDC">
        <w:rPr>
          <w:rtl/>
        </w:rPr>
        <w:t xml:space="preserve">ں </w:t>
      </w:r>
      <w:r>
        <w:rPr>
          <w:rtl/>
        </w:rPr>
        <w:t>، ان كے مقابلے مي</w:t>
      </w:r>
      <w:r w:rsidR="000A0CDC">
        <w:rPr>
          <w:rtl/>
        </w:rPr>
        <w:t xml:space="preserve">ں </w:t>
      </w:r>
      <w:r>
        <w:rPr>
          <w:rtl/>
        </w:rPr>
        <w:t>كمزور پڑجا تے ہي</w:t>
      </w:r>
      <w:r w:rsidR="000A0CDC">
        <w:rPr>
          <w:rtl/>
        </w:rPr>
        <w:t xml:space="preserve">ں </w:t>
      </w:r>
      <w:r>
        <w:rPr>
          <w:rtl/>
        </w:rPr>
        <w:t>پانچوے</w:t>
      </w:r>
      <w:r w:rsidR="000A0CDC">
        <w:rPr>
          <w:rtl/>
        </w:rPr>
        <w:t xml:space="preserve">ں </w:t>
      </w:r>
      <w:r>
        <w:rPr>
          <w:rtl/>
        </w:rPr>
        <w:t>مرحلہ مي</w:t>
      </w:r>
      <w:r w:rsidR="000A0CDC">
        <w:rPr>
          <w:rtl/>
        </w:rPr>
        <w:t xml:space="preserve">ں </w:t>
      </w:r>
      <w:r>
        <w:rPr>
          <w:rtl/>
        </w:rPr>
        <w:t>حكومت زوال كى كى راہو</w:t>
      </w:r>
      <w:r w:rsidR="000A0CDC">
        <w:rPr>
          <w:rtl/>
        </w:rPr>
        <w:t xml:space="preserve">ں </w:t>
      </w:r>
      <w:r>
        <w:rPr>
          <w:rtl/>
        </w:rPr>
        <w:t>پر قدم ركھتى ہے اس دور مي</w:t>
      </w:r>
      <w:r w:rsidR="000A0CDC">
        <w:rPr>
          <w:rtl/>
        </w:rPr>
        <w:t xml:space="preserve">ں </w:t>
      </w:r>
      <w:r>
        <w:rPr>
          <w:rtl/>
        </w:rPr>
        <w:t>فضول خرچى اور اسراف كا آخرى مرحلہ شروع ہوتا ہے_ تن آساني، تجملات، جسمانى ضعف اور اخلاقى تباہى كا حملہ يا اندرونى اضمحلال يا دونو</w:t>
      </w:r>
      <w:r w:rsidR="000A0CDC">
        <w:rPr>
          <w:rtl/>
        </w:rPr>
        <w:t xml:space="preserve">ں </w:t>
      </w:r>
      <w:r>
        <w:rPr>
          <w:rtl/>
        </w:rPr>
        <w:t xml:space="preserve">اسباب كى بناء پر يہ حكومت تباہ ہوجاتى ہے _ </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23" w:name="_Toc268679"/>
      <w:r>
        <w:rPr>
          <w:rtl/>
        </w:rPr>
        <w:t>سلسلہ بنى اميہ كا آغاز اورعيش و عشرت كى ابتدائ</w:t>
      </w:r>
      <w:bookmarkEnd w:id="123"/>
    </w:p>
    <w:p w:rsidR="0061102A" w:rsidRDefault="0061102A" w:rsidP="00BE6934">
      <w:pPr>
        <w:pStyle w:val="libNormal"/>
        <w:rPr>
          <w:rtl/>
        </w:rPr>
      </w:pPr>
      <w:r>
        <w:rPr>
          <w:rtl/>
        </w:rPr>
        <w:t>اكثر اسلامى فتوحات بنى اميہ كے دور مي</w:t>
      </w:r>
      <w:r w:rsidR="000A0CDC">
        <w:rPr>
          <w:rtl/>
        </w:rPr>
        <w:t xml:space="preserve">ں </w:t>
      </w:r>
      <w:r>
        <w:rPr>
          <w:rtl/>
        </w:rPr>
        <w:t>مكمل ہوئي</w:t>
      </w:r>
      <w:r w:rsidR="000A0CDC">
        <w:rPr>
          <w:rtl/>
        </w:rPr>
        <w:t xml:space="preserve">ں </w:t>
      </w:r>
      <w:r>
        <w:rPr>
          <w:rtl/>
        </w:rPr>
        <w:t>يہ چيز ايك طرح سے حقيقى اسلام كى صورت بگاڑنے مي</w:t>
      </w:r>
      <w:r w:rsidR="000A0CDC">
        <w:rPr>
          <w:rtl/>
        </w:rPr>
        <w:t xml:space="preserve">ں </w:t>
      </w:r>
      <w:r>
        <w:rPr>
          <w:rtl/>
        </w:rPr>
        <w:t>اہم كردار ركھتى ہے كيونكہ اسلام ايسے خاندان اور ان كے وابستہ لوگو</w:t>
      </w:r>
      <w:r w:rsidR="000A0CDC">
        <w:rPr>
          <w:rtl/>
        </w:rPr>
        <w:t xml:space="preserve">ں </w:t>
      </w:r>
      <w:r>
        <w:rPr>
          <w:rtl/>
        </w:rPr>
        <w:t>كے ذريعہ ترويج ہورہا تھا كہ جو خود اسلام كے زيادہ معتقد نہ تھے_ بنى اميہ نے دين مي</w:t>
      </w:r>
      <w:r w:rsidR="000A0CDC">
        <w:rPr>
          <w:rtl/>
        </w:rPr>
        <w:t xml:space="preserve">ں </w:t>
      </w:r>
      <w:r>
        <w:rPr>
          <w:rtl/>
        </w:rPr>
        <w:t>مختلف بدعتي</w:t>
      </w:r>
      <w:r w:rsidR="000A0CDC">
        <w:rPr>
          <w:rtl/>
        </w:rPr>
        <w:t xml:space="preserve">ں </w:t>
      </w:r>
      <w:r>
        <w:rPr>
          <w:rtl/>
        </w:rPr>
        <w:t>ايجاد كي</w:t>
      </w:r>
      <w:r w:rsidR="000A0CDC">
        <w:rPr>
          <w:rtl/>
        </w:rPr>
        <w:t xml:space="preserve">ں </w:t>
      </w:r>
      <w:r>
        <w:rPr>
          <w:rtl/>
        </w:rPr>
        <w:t>اور ان بدعات كو دين كے نام سے پھيلايا _ انہو</w:t>
      </w:r>
      <w:r w:rsidR="000A0CDC">
        <w:rPr>
          <w:rtl/>
        </w:rPr>
        <w:t xml:space="preserve">ں </w:t>
      </w:r>
      <w:r>
        <w:rPr>
          <w:rtl/>
        </w:rPr>
        <w:t>نے اسلام كے زري</w:t>
      </w:r>
      <w:r w:rsidR="000A0CDC">
        <w:rPr>
          <w:rtl/>
        </w:rPr>
        <w:t xml:space="preserve">ں </w:t>
      </w:r>
      <w:r>
        <w:rPr>
          <w:rtl/>
        </w:rPr>
        <w:t>قانون مساوات كو پائو</w:t>
      </w:r>
      <w:r w:rsidR="000A0CDC">
        <w:rPr>
          <w:rtl/>
        </w:rPr>
        <w:t xml:space="preserve">ں </w:t>
      </w:r>
      <w:r>
        <w:rPr>
          <w:rtl/>
        </w:rPr>
        <w:t xml:space="preserve">تلے روندڈالا اور عرب كى عجم پر برترى كے نظريہ كا پروپيگنڈا كيا _ </w:t>
      </w:r>
    </w:p>
    <w:p w:rsidR="0061102A" w:rsidRDefault="003A7D4A" w:rsidP="00BE6934">
      <w:pPr>
        <w:pStyle w:val="libLine"/>
        <w:rPr>
          <w:rtl/>
        </w:rPr>
      </w:pPr>
      <w:r>
        <w:rPr>
          <w:rtl/>
        </w:rPr>
        <w:t>____________________</w:t>
      </w:r>
    </w:p>
    <w:p w:rsidR="002A2BA8" w:rsidRDefault="0061102A" w:rsidP="00BE6934">
      <w:pPr>
        <w:pStyle w:val="libFootnote"/>
        <w:rPr>
          <w:rtl/>
        </w:rPr>
      </w:pPr>
      <w:r>
        <w:rPr>
          <w:rtl/>
        </w:rPr>
        <w:t>1) عبدالرحمان ابن خلدون ، مقدمہ ابن خلدون، ترجمہ محمد پروين گنابادى تہران_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اموى حكمرانو</w:t>
      </w:r>
      <w:r w:rsidR="000A0CDC">
        <w:rPr>
          <w:rtl/>
        </w:rPr>
        <w:t xml:space="preserve">ں </w:t>
      </w:r>
      <w:r>
        <w:rPr>
          <w:rtl/>
        </w:rPr>
        <w:t>نے اسلامى حكومت كى بہت سى درآمدات كو اپنى عيش وعشرت اور خوبصورت محلات بنانے پر صرف كيا اسى بناء پر عوامى طبقات مي</w:t>
      </w:r>
      <w:r w:rsidR="000A0CDC">
        <w:rPr>
          <w:rtl/>
        </w:rPr>
        <w:t xml:space="preserve">ں </w:t>
      </w:r>
      <w:r>
        <w:rPr>
          <w:rtl/>
        </w:rPr>
        <w:t>ناراضگى كى لہر دوڑى اور يہ چيز اموى حكمرانو</w:t>
      </w:r>
      <w:r w:rsidR="000A0CDC">
        <w:rPr>
          <w:rtl/>
        </w:rPr>
        <w:t xml:space="preserve">ں </w:t>
      </w:r>
      <w:r>
        <w:rPr>
          <w:rtl/>
        </w:rPr>
        <w:t>كے سلسلہ كو ختم كرنے كا باعث بني_ انكے بعد بنى عباس نے بھى اسى طرز عمل كو جارى ركھا اور انہي</w:t>
      </w:r>
      <w:r w:rsidR="000A0CDC">
        <w:rPr>
          <w:rtl/>
        </w:rPr>
        <w:t xml:space="preserve">ں </w:t>
      </w:r>
      <w:r>
        <w:rPr>
          <w:rtl/>
        </w:rPr>
        <w:t xml:space="preserve">بھى بنى اميہ كى مانند انجام كا سامنا كرنا پڑا_ </w:t>
      </w:r>
    </w:p>
    <w:p w:rsidR="0061102A" w:rsidRDefault="0061102A" w:rsidP="00BE6934">
      <w:pPr>
        <w:pStyle w:val="libNormal"/>
        <w:rPr>
          <w:rtl/>
        </w:rPr>
      </w:pPr>
    </w:p>
    <w:p w:rsidR="0061102A" w:rsidRDefault="0061102A" w:rsidP="00BE6934">
      <w:pPr>
        <w:pStyle w:val="Heading2Center"/>
        <w:rPr>
          <w:rtl/>
        </w:rPr>
      </w:pPr>
      <w:bookmarkStart w:id="124" w:name="_Toc268680"/>
      <w:r>
        <w:rPr>
          <w:rtl/>
        </w:rPr>
        <w:t>خلفاء اورا مراء كى بے پناہ ثروت اور اسكے نتائج</w:t>
      </w:r>
      <w:bookmarkEnd w:id="124"/>
    </w:p>
    <w:p w:rsidR="0061102A" w:rsidRDefault="0061102A" w:rsidP="00BE6934">
      <w:pPr>
        <w:pStyle w:val="libNormal"/>
        <w:rPr>
          <w:rtl/>
        </w:rPr>
      </w:pPr>
      <w:r>
        <w:rPr>
          <w:rtl/>
        </w:rPr>
        <w:t>خليفہ اسلامى ممالك كى حكومت مي</w:t>
      </w:r>
      <w:r w:rsidR="000A0CDC">
        <w:rPr>
          <w:rtl/>
        </w:rPr>
        <w:t xml:space="preserve">ں </w:t>
      </w:r>
      <w:r>
        <w:rPr>
          <w:rtl/>
        </w:rPr>
        <w:t>مكمل اختيارات كا مالك تھا_ تمام درآمدات سب سے پہلے اس كے ہاتھو</w:t>
      </w:r>
      <w:r w:rsidR="000A0CDC">
        <w:rPr>
          <w:rtl/>
        </w:rPr>
        <w:t xml:space="preserve">ں </w:t>
      </w:r>
      <w:r>
        <w:rPr>
          <w:rtl/>
        </w:rPr>
        <w:t>مي</w:t>
      </w:r>
      <w:r w:rsidR="000A0CDC">
        <w:rPr>
          <w:rtl/>
        </w:rPr>
        <w:t xml:space="preserve">ں </w:t>
      </w:r>
      <w:r>
        <w:rPr>
          <w:rtl/>
        </w:rPr>
        <w:t>پہنچتى تھي</w:t>
      </w:r>
      <w:r w:rsidR="000A0CDC">
        <w:rPr>
          <w:rtl/>
        </w:rPr>
        <w:t xml:space="preserve">ں </w:t>
      </w:r>
      <w:r>
        <w:rPr>
          <w:rtl/>
        </w:rPr>
        <w:t>_ لہذا قدرتى طور پر وہ تمام لوگو</w:t>
      </w:r>
      <w:r w:rsidR="000A0CDC">
        <w:rPr>
          <w:rtl/>
        </w:rPr>
        <w:t xml:space="preserve">ں </w:t>
      </w:r>
      <w:r>
        <w:rPr>
          <w:rtl/>
        </w:rPr>
        <w:t>سے زيادہ مال و دولت كا مالك تھا_ خلفاء كے بعد علاقو</w:t>
      </w:r>
      <w:r w:rsidR="000A0CDC">
        <w:rPr>
          <w:rtl/>
        </w:rPr>
        <w:t xml:space="preserve">ں </w:t>
      </w:r>
      <w:r>
        <w:rPr>
          <w:rtl/>
        </w:rPr>
        <w:t>كے والى اور امراء بھى بے پناہ دولت كے مالك تھے_ كيونكہ وہ ماليات اور ٹيكس جمع كرتے تھے جتنا چاہتے تھے لوگو</w:t>
      </w:r>
      <w:r w:rsidR="000A0CDC">
        <w:rPr>
          <w:rtl/>
        </w:rPr>
        <w:t xml:space="preserve">ں </w:t>
      </w:r>
      <w:r>
        <w:rPr>
          <w:rtl/>
        </w:rPr>
        <w:t xml:space="preserve">سے چھين ليتے تھے _ </w:t>
      </w:r>
    </w:p>
    <w:p w:rsidR="0061102A" w:rsidRDefault="0061102A" w:rsidP="00BE6934">
      <w:pPr>
        <w:pStyle w:val="libNormal"/>
        <w:rPr>
          <w:rtl/>
        </w:rPr>
      </w:pPr>
      <w:r>
        <w:rPr>
          <w:rtl/>
        </w:rPr>
        <w:t>يہ ايك طبعى بات ہے كہ انسان جسقدر زيادہ ثروت و دولت كا مالك ہو تو اس كى زندگى كا معيار اتنا ہى وسيع اور بلند ہوتا ہے وہ خوراك، لباس اور نمود و نمايش مي</w:t>
      </w:r>
      <w:r w:rsidR="000A0CDC">
        <w:rPr>
          <w:rtl/>
        </w:rPr>
        <w:t xml:space="preserve">ں </w:t>
      </w:r>
      <w:r>
        <w:rPr>
          <w:rtl/>
        </w:rPr>
        <w:t>بہت زيادہ افراط كرتا ہے_ تعيش كى طرف رجحان نے عرب بدوو</w:t>
      </w:r>
      <w:r w:rsidR="000A0CDC">
        <w:rPr>
          <w:rtl/>
        </w:rPr>
        <w:t xml:space="preserve">ں </w:t>
      </w:r>
      <w:r>
        <w:rPr>
          <w:rtl/>
        </w:rPr>
        <w:t>كو صحرا نشينى والى خصلتو</w:t>
      </w:r>
      <w:r w:rsidR="000A0CDC">
        <w:rPr>
          <w:rtl/>
        </w:rPr>
        <w:t xml:space="preserve">ں </w:t>
      </w:r>
      <w:r>
        <w:rPr>
          <w:rtl/>
        </w:rPr>
        <w:t>سے دور كركے يو</w:t>
      </w:r>
      <w:r w:rsidR="000A0CDC">
        <w:rPr>
          <w:rtl/>
        </w:rPr>
        <w:t xml:space="preserve">ں </w:t>
      </w:r>
      <w:r>
        <w:rPr>
          <w:rtl/>
        </w:rPr>
        <w:t>شہرى زندگى كى آسائشےو</w:t>
      </w:r>
      <w:r w:rsidR="000A0CDC">
        <w:rPr>
          <w:rtl/>
        </w:rPr>
        <w:t xml:space="preserve">ں </w:t>
      </w:r>
      <w:r>
        <w:rPr>
          <w:rtl/>
        </w:rPr>
        <w:t>كا عادى كرديا كہ وہ تعيش اور تفنن مي</w:t>
      </w:r>
      <w:r w:rsidR="000A0CDC">
        <w:rPr>
          <w:rtl/>
        </w:rPr>
        <w:t xml:space="preserve">ں </w:t>
      </w:r>
      <w:r>
        <w:rPr>
          <w:rtl/>
        </w:rPr>
        <w:t>روم اور ايران كے بادشاہو</w:t>
      </w:r>
      <w:r w:rsidR="000A0CDC">
        <w:rPr>
          <w:rtl/>
        </w:rPr>
        <w:t xml:space="preserve">ں </w:t>
      </w:r>
      <w:r>
        <w:rPr>
          <w:rtl/>
        </w:rPr>
        <w:t>سے بھى سبقت لے گئے _ سب سے پہلے حضرت عمر نے معاويہ كے فاخرہ لباس پر اعتراض كيا اور كہا اے معاويہ تم نے ايران كے بادشاہ كسرى كى مانند لباس پہنا ہے؟</w:t>
      </w:r>
      <w:r w:rsidRPr="00F67D4B">
        <w:rPr>
          <w:rStyle w:val="libFootnotenumChar"/>
          <w:rtl/>
        </w:rPr>
        <w:t>(1)</w:t>
      </w:r>
      <w:r>
        <w:rPr>
          <w:rtl/>
        </w:rPr>
        <w:t xml:space="preserve">_ </w:t>
      </w:r>
    </w:p>
    <w:p w:rsidR="0061102A" w:rsidRDefault="0061102A" w:rsidP="00BE6934">
      <w:pPr>
        <w:pStyle w:val="libNormal"/>
        <w:rPr>
          <w:rtl/>
        </w:rPr>
      </w:pPr>
      <w:r>
        <w:rPr>
          <w:rtl/>
        </w:rPr>
        <w:t>بنى اميہ كے خلفاء پھولو</w:t>
      </w:r>
      <w:r w:rsidR="000A0CDC">
        <w:rPr>
          <w:rtl/>
        </w:rPr>
        <w:t xml:space="preserve">ں </w:t>
      </w:r>
      <w:r>
        <w:rPr>
          <w:rtl/>
        </w:rPr>
        <w:t>كے نقش ونگار والا ريشمى لباس پسند كرتے تھے جيسا كہ ہشام بن عبدالملك كے نقش و نگار سے بھرے ہوئے بارہ ہزار ريشمى لباس مشہور ہي</w:t>
      </w:r>
      <w:r w:rsidR="000A0CDC">
        <w:rPr>
          <w:rtl/>
        </w:rPr>
        <w:t xml:space="preserve">ں </w:t>
      </w:r>
      <w:r>
        <w:rPr>
          <w:rtl/>
        </w:rPr>
        <w:t>_ اسطرح كے نمود و نمايش اور آسائشے پسندى نے مسلمانو</w:t>
      </w:r>
      <w:r w:rsidR="000A0CDC">
        <w:rPr>
          <w:rtl/>
        </w:rPr>
        <w:t xml:space="preserve">ں </w:t>
      </w:r>
      <w:r>
        <w:rPr>
          <w:rtl/>
        </w:rPr>
        <w:t>كو رام كرليا تھا اور يہ چيز مسلمانو</w:t>
      </w:r>
      <w:r w:rsidR="000A0CDC">
        <w:rPr>
          <w:rtl/>
        </w:rPr>
        <w:t xml:space="preserve">ں </w:t>
      </w:r>
      <w:r>
        <w:rPr>
          <w:rtl/>
        </w:rPr>
        <w:t>پر پڑنے والى مہلك ترين ضرب تھي(سقوط اندلس كا مطالعہ كري</w:t>
      </w:r>
      <w:r w:rsidR="000A0CDC">
        <w:rPr>
          <w:rtl/>
        </w:rPr>
        <w:t xml:space="preserve">ں </w:t>
      </w:r>
      <w:r>
        <w:rPr>
          <w:rtl/>
        </w:rPr>
        <w:t xml:space="preserve">) </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1)سابقہ حوالہ_ </w:t>
      </w:r>
    </w:p>
    <w:p w:rsidR="002A2BA8" w:rsidRDefault="0061102A" w:rsidP="00BE6934">
      <w:pPr>
        <w:pStyle w:val="libFootnote"/>
        <w:rPr>
          <w:rtl/>
        </w:rPr>
      </w:pPr>
      <w:r>
        <w:rPr>
          <w:rtl/>
        </w:rPr>
        <w:t>2) زين العابدين قرباني، علل پيشرفت اسلام و انحطاط مسلمين _ تہران _ ص 89 _ 382 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25" w:name="_Toc268681"/>
      <w:r>
        <w:rPr>
          <w:rtl/>
        </w:rPr>
        <w:t>ب: قدامت پرستي</w:t>
      </w:r>
      <w:bookmarkEnd w:id="125"/>
    </w:p>
    <w:p w:rsidR="0061102A" w:rsidRDefault="0061102A" w:rsidP="00BE6934">
      <w:pPr>
        <w:pStyle w:val="libNormal"/>
        <w:rPr>
          <w:rtl/>
        </w:rPr>
      </w:pPr>
      <w:r>
        <w:rPr>
          <w:rtl/>
        </w:rPr>
        <w:t>اسلامى تہذيب و تمدن كے زوال مي</w:t>
      </w:r>
      <w:r w:rsidR="000A0CDC">
        <w:rPr>
          <w:rtl/>
        </w:rPr>
        <w:t xml:space="preserve">ں </w:t>
      </w:r>
      <w:r>
        <w:rPr>
          <w:rtl/>
        </w:rPr>
        <w:t>ايك سبب قدامت پرستى ہے كہ اس سے پہلے كے ہم اسلامى تہذيب پر اس كے اثرات كا مطالعہ كري</w:t>
      </w:r>
      <w:r w:rsidR="000A0CDC">
        <w:rPr>
          <w:rtl/>
        </w:rPr>
        <w:t xml:space="preserve">ں </w:t>
      </w:r>
      <w:r>
        <w:rPr>
          <w:rtl/>
        </w:rPr>
        <w:t>سب سے پہلے اسكى دقيق تعريف و تشريح كري</w:t>
      </w:r>
      <w:r w:rsidR="000A0CDC">
        <w:rPr>
          <w:rtl/>
        </w:rPr>
        <w:t xml:space="preserve">ں </w:t>
      </w:r>
      <w:r>
        <w:rPr>
          <w:rtl/>
        </w:rPr>
        <w:t>گے _ قدامت پرستى كے مختلف معانى ہي</w:t>
      </w:r>
      <w:r w:rsidR="000A0CDC">
        <w:rPr>
          <w:rtl/>
        </w:rPr>
        <w:t xml:space="preserve">ں </w:t>
      </w:r>
      <w:r>
        <w:rPr>
          <w:rtl/>
        </w:rPr>
        <w:t xml:space="preserve">مثلاً توقف، تبديلى قبول نہ كرنا، جمود اور تہذيب اور حقيقى و بلند اقدار كا ترقى نہ كرنا ہے_ </w:t>
      </w:r>
    </w:p>
    <w:p w:rsidR="0061102A" w:rsidRDefault="0061102A" w:rsidP="00BE6934">
      <w:pPr>
        <w:pStyle w:val="libNormal"/>
        <w:rPr>
          <w:rtl/>
        </w:rPr>
      </w:pPr>
      <w:r>
        <w:rPr>
          <w:rtl/>
        </w:rPr>
        <w:t>قدامت پسندى فكر و نظر كے ميدانو</w:t>
      </w:r>
      <w:r w:rsidR="000A0CDC">
        <w:rPr>
          <w:rtl/>
        </w:rPr>
        <w:t xml:space="preserve">ں </w:t>
      </w:r>
      <w:r>
        <w:rPr>
          <w:rtl/>
        </w:rPr>
        <w:t>مي</w:t>
      </w:r>
      <w:r w:rsidR="000A0CDC">
        <w:rPr>
          <w:rtl/>
        </w:rPr>
        <w:t xml:space="preserve">ں </w:t>
      </w:r>
      <w:r>
        <w:rPr>
          <w:rtl/>
        </w:rPr>
        <w:t>وجود پاتى ہے اور اگر كردار و رجحانات سے ظاہرہو تو جمود كہلاتا ہے _ قرآنى مفاہيم مي</w:t>
      </w:r>
      <w:r w:rsidR="000A0CDC">
        <w:rPr>
          <w:rtl/>
        </w:rPr>
        <w:t xml:space="preserve">ں </w:t>
      </w:r>
      <w:r>
        <w:rPr>
          <w:rtl/>
        </w:rPr>
        <w:t xml:space="preserve">بھى (قدامت پسندي) كو معرفت و شناخت كيلئے مانع و ركاوٹ كے عنوان سے ذكر كيا گيا ہے ؟ (ثم قست قلوبكم من بعد ذلك فہى كالحجارة اور اشدّ قسوة ...)(بقرہ 74) </w:t>
      </w:r>
    </w:p>
    <w:p w:rsidR="0061102A" w:rsidRDefault="0061102A" w:rsidP="00BE6934">
      <w:pPr>
        <w:pStyle w:val="libNormal"/>
        <w:rPr>
          <w:rtl/>
        </w:rPr>
      </w:pPr>
      <w:r>
        <w:rPr>
          <w:rtl/>
        </w:rPr>
        <w:t>قرآنى نگاہ مي</w:t>
      </w:r>
      <w:r w:rsidR="000A0CDC">
        <w:rPr>
          <w:rtl/>
        </w:rPr>
        <w:t xml:space="preserve">ں </w:t>
      </w:r>
      <w:r>
        <w:rPr>
          <w:rtl/>
        </w:rPr>
        <w:t>يہ وہ لوگ ہي</w:t>
      </w:r>
      <w:r w:rsidR="000A0CDC">
        <w:rPr>
          <w:rtl/>
        </w:rPr>
        <w:t xml:space="preserve">ں </w:t>
      </w:r>
      <w:r>
        <w:rPr>
          <w:rtl/>
        </w:rPr>
        <w:t>كہ جنہو</w:t>
      </w:r>
      <w:r w:rsidR="000A0CDC">
        <w:rPr>
          <w:rtl/>
        </w:rPr>
        <w:t xml:space="preserve">ں </w:t>
      </w:r>
      <w:r>
        <w:rPr>
          <w:rtl/>
        </w:rPr>
        <w:t>نے فكر و تدبر سے دورى اختيار كرلى ہے اور ناقابل ہدايت ہوچكے ہي</w:t>
      </w:r>
      <w:r w:rsidR="000A0CDC">
        <w:rPr>
          <w:rtl/>
        </w:rPr>
        <w:t xml:space="preserve">ں </w:t>
      </w:r>
      <w:r>
        <w:rPr>
          <w:rtl/>
        </w:rPr>
        <w:t>پس قدامت پسندى حق كو قبول كرنے اور حقيقى كمال و سعادت تك پہنچنے مي</w:t>
      </w:r>
      <w:r w:rsidR="000A0CDC">
        <w:rPr>
          <w:rtl/>
        </w:rPr>
        <w:t xml:space="preserve">ں </w:t>
      </w:r>
      <w:r>
        <w:rPr>
          <w:rtl/>
        </w:rPr>
        <w:t>ركاوٹ ہے اسكے ساتھ ساتھ يہ دينى افكار كى ترقى مي</w:t>
      </w:r>
      <w:r w:rsidR="000A0CDC">
        <w:rPr>
          <w:rtl/>
        </w:rPr>
        <w:t xml:space="preserve">ں </w:t>
      </w:r>
      <w:r>
        <w:rPr>
          <w:rtl/>
        </w:rPr>
        <w:t xml:space="preserve">بھى مانع ہے _ </w:t>
      </w:r>
    </w:p>
    <w:p w:rsidR="0061102A" w:rsidRDefault="0061102A" w:rsidP="00BE6934">
      <w:pPr>
        <w:pStyle w:val="libNormal"/>
        <w:rPr>
          <w:rtl/>
        </w:rPr>
      </w:pPr>
      <w:r>
        <w:rPr>
          <w:rtl/>
        </w:rPr>
        <w:t>قدامت پسندى كے ہوتے ہوئے حقيقت، معرفت، حكمت، حكومت ، انتظام ، سياست اور معيشت كے ساتھ فكرى اور عملى طور پر پروان نہي</w:t>
      </w:r>
      <w:r w:rsidR="000A0CDC">
        <w:rPr>
          <w:rtl/>
        </w:rPr>
        <w:t xml:space="preserve">ں </w:t>
      </w:r>
      <w:r>
        <w:rPr>
          <w:rtl/>
        </w:rPr>
        <w:t xml:space="preserve">چڑھا جاسكتا _ </w:t>
      </w:r>
    </w:p>
    <w:p w:rsidR="0061102A" w:rsidRDefault="0061102A" w:rsidP="00BE6934">
      <w:pPr>
        <w:pStyle w:val="libNormal"/>
        <w:rPr>
          <w:rtl/>
        </w:rPr>
      </w:pPr>
      <w:r>
        <w:rPr>
          <w:rtl/>
        </w:rPr>
        <w:t>قدامت پرست لوگ اسلام سے فقط خشك و جمود يافتہ تعليمات ليتے ہي</w:t>
      </w:r>
      <w:r w:rsidR="000A0CDC">
        <w:rPr>
          <w:rtl/>
        </w:rPr>
        <w:t xml:space="preserve">ں </w:t>
      </w:r>
      <w:r>
        <w:rPr>
          <w:rtl/>
        </w:rPr>
        <w:t>كہ زمان و مكان كے تقاضو</w:t>
      </w:r>
      <w:r w:rsidR="000A0CDC">
        <w:rPr>
          <w:rtl/>
        </w:rPr>
        <w:t xml:space="preserve">ں </w:t>
      </w:r>
      <w:r>
        <w:rPr>
          <w:rtl/>
        </w:rPr>
        <w:t>كے مد مقابل كسى قسم كى لچك، تحقيق اور نمو سے خالى ہي</w:t>
      </w:r>
      <w:r w:rsidR="000A0CDC">
        <w:rPr>
          <w:rtl/>
        </w:rPr>
        <w:t xml:space="preserve">ں </w:t>
      </w:r>
      <w:r>
        <w:rPr>
          <w:rtl/>
        </w:rPr>
        <w:t>_ اور كبھى بھى اپنے اسلامى افكار و نظريات اور عمل مي</w:t>
      </w:r>
      <w:r w:rsidR="000A0CDC">
        <w:rPr>
          <w:rtl/>
        </w:rPr>
        <w:t xml:space="preserve">ں </w:t>
      </w:r>
      <w:r>
        <w:rPr>
          <w:rtl/>
        </w:rPr>
        <w:t>غلطى اور نظرثانى كے قائل نہي</w:t>
      </w:r>
      <w:r w:rsidR="000A0CDC">
        <w:rPr>
          <w:rtl/>
        </w:rPr>
        <w:t xml:space="preserve">ں </w:t>
      </w:r>
      <w:r>
        <w:rPr>
          <w:rtl/>
        </w:rPr>
        <w:t>بلكہ ہميشہ ٹھراؤ اور خواہ مخواہ كے توقف كے شكار ہي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ايك قدامت پرست انسان اپنى فكر و نظر كا ايك مضبوط جال اپنے ارد گرد تن ليتا ہے اور كبھى بھى اپنے افكار اور عقائد كو تبديل كرنے پر تيار نہي</w:t>
      </w:r>
      <w:r w:rsidR="000A0CDC">
        <w:rPr>
          <w:rtl/>
        </w:rPr>
        <w:t xml:space="preserve">ں </w:t>
      </w:r>
      <w:r>
        <w:rPr>
          <w:rtl/>
        </w:rPr>
        <w:t>ہوتا_ استاد مطہرى اس مسئلہ كے حوالے سے فرماتے ہي</w:t>
      </w:r>
      <w:r w:rsidR="000A0CDC">
        <w:rPr>
          <w:rtl/>
        </w:rPr>
        <w:t xml:space="preserve">ں </w:t>
      </w:r>
      <w:r>
        <w:rPr>
          <w:rtl/>
        </w:rPr>
        <w:t>كہ ''اسلامى دنيا مي</w:t>
      </w:r>
      <w:r w:rsidR="000A0CDC">
        <w:rPr>
          <w:rtl/>
        </w:rPr>
        <w:t xml:space="preserve">ں </w:t>
      </w:r>
      <w:r>
        <w:rPr>
          <w:rtl/>
        </w:rPr>
        <w:t>كچھ فكرى تحريكي</w:t>
      </w:r>
      <w:r w:rsidR="000A0CDC">
        <w:rPr>
          <w:rtl/>
        </w:rPr>
        <w:t xml:space="preserve">ں </w:t>
      </w:r>
      <w:r>
        <w:rPr>
          <w:rtl/>
        </w:rPr>
        <w:t>سامنے آتى ہي</w:t>
      </w:r>
      <w:r w:rsidR="000A0CDC">
        <w:rPr>
          <w:rtl/>
        </w:rPr>
        <w:t xml:space="preserve">ں </w:t>
      </w:r>
      <w:r>
        <w:rPr>
          <w:rtl/>
        </w:rPr>
        <w:t>كہ انكا نام افراط يا جہالت ركھنا چاہئے ان تحريكيو</w:t>
      </w:r>
      <w:r w:rsidR="000A0CDC">
        <w:rPr>
          <w:rtl/>
        </w:rPr>
        <w:t xml:space="preserve">ں </w:t>
      </w:r>
      <w:r>
        <w:rPr>
          <w:rtl/>
        </w:rPr>
        <w:t>كے ذريعہ دينى امور اور بے جا دخل مي</w:t>
      </w:r>
      <w:r w:rsidR="000A0CDC">
        <w:rPr>
          <w:rtl/>
        </w:rPr>
        <w:t xml:space="preserve">ں </w:t>
      </w:r>
      <w:r>
        <w:rPr>
          <w:rtl/>
        </w:rPr>
        <w:t xml:space="preserve">افراط سے كام ليا گيا جبكہ ان كے مد مقابل كچھ ايسے فكرى رويے سامنے آئے كہ جو تفريط </w:t>
      </w:r>
    </w:p>
    <w:p w:rsidR="0061102A" w:rsidRDefault="003A7D4A" w:rsidP="00BE6934">
      <w:pPr>
        <w:pStyle w:val="libLine"/>
        <w:rPr>
          <w:rtl/>
        </w:rPr>
      </w:pPr>
      <w:r>
        <w:rPr>
          <w:rtl/>
        </w:rPr>
        <w:t>____________________</w:t>
      </w:r>
    </w:p>
    <w:p w:rsidR="002A2BA8" w:rsidRDefault="0061102A" w:rsidP="00BE6934">
      <w:pPr>
        <w:pStyle w:val="libFootnote"/>
        <w:rPr>
          <w:rtl/>
        </w:rPr>
      </w:pPr>
      <w:r>
        <w:rPr>
          <w:rtl/>
        </w:rPr>
        <w:t>1) محمد جواد رودگر، تحجر و تجدد از منظر استاد مطہرى كتاب نقد سال ہفتم شمارہ 2_3 ص 50_ 49_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اور جمود كے حامل تھے_ ليكن يہ سب گذشتہ دور مي</w:t>
      </w:r>
      <w:r w:rsidR="000A0CDC">
        <w:rPr>
          <w:rtl/>
        </w:rPr>
        <w:t xml:space="preserve">ں </w:t>
      </w:r>
      <w:r>
        <w:rPr>
          <w:rtl/>
        </w:rPr>
        <w:t>تھا مسلمانو</w:t>
      </w:r>
      <w:r w:rsidR="000A0CDC">
        <w:rPr>
          <w:rtl/>
        </w:rPr>
        <w:t xml:space="preserve">ں </w:t>
      </w:r>
      <w:r>
        <w:rPr>
          <w:rtl/>
        </w:rPr>
        <w:t>كو چاہيے كہ قرانى تعليمات پرعقيدہ ركھي</w:t>
      </w:r>
      <w:r w:rsidR="000A0CDC">
        <w:rPr>
          <w:rtl/>
        </w:rPr>
        <w:t xml:space="preserve">ں </w:t>
      </w:r>
      <w:r>
        <w:rPr>
          <w:rtl/>
        </w:rPr>
        <w:t>اور معتدل انداز سے فكرى حركت كرے</w:t>
      </w:r>
      <w:r w:rsidR="000A0CDC">
        <w:rPr>
          <w:rtl/>
        </w:rPr>
        <w:t xml:space="preserve">ں </w:t>
      </w:r>
      <w:r>
        <w:rPr>
          <w:rtl/>
        </w:rPr>
        <w:t xml:space="preserve">_ </w:t>
      </w:r>
      <w:r w:rsidRPr="00F67D4B">
        <w:rPr>
          <w:rStyle w:val="libFootnotenumChar"/>
          <w:rtl/>
        </w:rPr>
        <w:t>(1)</w:t>
      </w:r>
      <w:r>
        <w:rPr>
          <w:rtl/>
        </w:rPr>
        <w:t xml:space="preserve"> </w:t>
      </w:r>
    </w:p>
    <w:p w:rsidR="0061102A" w:rsidRDefault="0061102A" w:rsidP="00BE6934">
      <w:pPr>
        <w:pStyle w:val="libNormal"/>
        <w:rPr>
          <w:rtl/>
        </w:rPr>
      </w:pPr>
      <w:r>
        <w:rPr>
          <w:rtl/>
        </w:rPr>
        <w:t>استاد مطہري منحرف فكرى تحريكو</w:t>
      </w:r>
      <w:r w:rsidR="000A0CDC">
        <w:rPr>
          <w:rtl/>
        </w:rPr>
        <w:t xml:space="preserve">ں </w:t>
      </w:r>
      <w:r>
        <w:rPr>
          <w:rtl/>
        </w:rPr>
        <w:t>كا تجزيہ و تحليل كرتے ہوئے تين ايسے كلى مكاتبكے بارے مي</w:t>
      </w:r>
      <w:r w:rsidR="000A0CDC">
        <w:rPr>
          <w:rtl/>
        </w:rPr>
        <w:t xml:space="preserve">ں </w:t>
      </w:r>
      <w:r>
        <w:rPr>
          <w:rtl/>
        </w:rPr>
        <w:t>بتاتے ہي</w:t>
      </w:r>
      <w:r w:rsidR="000A0CDC">
        <w:rPr>
          <w:rtl/>
        </w:rPr>
        <w:t xml:space="preserve">ں </w:t>
      </w:r>
      <w:r>
        <w:rPr>
          <w:rtl/>
        </w:rPr>
        <w:t>كہ جو شديد انداز سے جمود فكرى كا شكار تھے اور قدامت پرستى كى تبليغ و ترويج مي</w:t>
      </w:r>
      <w:r w:rsidR="000A0CDC">
        <w:rPr>
          <w:rtl/>
        </w:rPr>
        <w:t xml:space="preserve">ں </w:t>
      </w:r>
      <w:r>
        <w:rPr>
          <w:rtl/>
        </w:rPr>
        <w:t xml:space="preserve">اہم كردار ادا كرتے تھے : </w:t>
      </w:r>
    </w:p>
    <w:p w:rsidR="0061102A" w:rsidRDefault="0061102A" w:rsidP="00BE6934">
      <w:pPr>
        <w:pStyle w:val="libNormal"/>
        <w:rPr>
          <w:rtl/>
        </w:rPr>
      </w:pPr>
      <w:r>
        <w:rPr>
          <w:rtl/>
        </w:rPr>
        <w:t>1)_وہ عناصركہ جنہو</w:t>
      </w:r>
      <w:r w:rsidR="000A0CDC">
        <w:rPr>
          <w:rtl/>
        </w:rPr>
        <w:t xml:space="preserve">ں </w:t>
      </w:r>
      <w:r>
        <w:rPr>
          <w:rtl/>
        </w:rPr>
        <w:t>نے سياسى مقاصد كى خاطر ''حسبنا كتاب اللہ'' كا نظريہ پيش كيا _ اور فكرى انحراف پيدا كرنے كے ساتھ ساتھ اہلبيت رسول سے لوگو</w:t>
      </w:r>
      <w:r w:rsidR="000A0CDC">
        <w:rPr>
          <w:rtl/>
        </w:rPr>
        <w:t xml:space="preserve">ں </w:t>
      </w:r>
      <w:r>
        <w:rPr>
          <w:rtl/>
        </w:rPr>
        <w:t>كو دور كرنے مي</w:t>
      </w:r>
      <w:r w:rsidR="000A0CDC">
        <w:rPr>
          <w:rtl/>
        </w:rPr>
        <w:t xml:space="preserve">ں </w:t>
      </w:r>
      <w:r>
        <w:rPr>
          <w:rtl/>
        </w:rPr>
        <w:t xml:space="preserve">مؤثر كردار اداكيا_ </w:t>
      </w:r>
    </w:p>
    <w:p w:rsidR="0061102A" w:rsidRDefault="0061102A" w:rsidP="00BE6934">
      <w:pPr>
        <w:pStyle w:val="libNormal"/>
        <w:rPr>
          <w:rtl/>
        </w:rPr>
      </w:pPr>
      <w:r>
        <w:rPr>
          <w:rtl/>
        </w:rPr>
        <w:t>2)_ايك اورگروہ نے پہلى تحريك كے مدمقابل ''حسبنا احاديثنا واخبارنا'' كا نعرہ بلند كيا اور قرآن كريم كو مہجور قرار دينے مي</w:t>
      </w:r>
      <w:r w:rsidR="000A0CDC">
        <w:rPr>
          <w:rtl/>
        </w:rPr>
        <w:t xml:space="preserve">ں </w:t>
      </w:r>
      <w:r>
        <w:rPr>
          <w:rtl/>
        </w:rPr>
        <w:t>اہم كردار ادا كيا اور لوگو</w:t>
      </w:r>
      <w:r w:rsidR="000A0CDC">
        <w:rPr>
          <w:rtl/>
        </w:rPr>
        <w:t xml:space="preserve">ں </w:t>
      </w:r>
      <w:r>
        <w:rPr>
          <w:rtl/>
        </w:rPr>
        <w:t xml:space="preserve">كو بنيادى اور زندگى بخش معارف و تعليمات سے دور كيا_ </w:t>
      </w:r>
    </w:p>
    <w:p w:rsidR="0061102A" w:rsidRDefault="0061102A" w:rsidP="00BE6934">
      <w:pPr>
        <w:pStyle w:val="libNormal"/>
        <w:rPr>
          <w:rtl/>
        </w:rPr>
      </w:pPr>
      <w:r>
        <w:rPr>
          <w:rtl/>
        </w:rPr>
        <w:t>3)_وہ عناصر كہ جنہو</w:t>
      </w:r>
      <w:r w:rsidR="000A0CDC">
        <w:rPr>
          <w:rtl/>
        </w:rPr>
        <w:t xml:space="preserve">ں </w:t>
      </w:r>
      <w:r>
        <w:rPr>
          <w:rtl/>
        </w:rPr>
        <w:t>نے تقدس كے رنگ مي</w:t>
      </w:r>
      <w:r w:rsidR="000A0CDC">
        <w:rPr>
          <w:rtl/>
        </w:rPr>
        <w:t xml:space="preserve">ں </w:t>
      </w:r>
      <w:r>
        <w:rPr>
          <w:rtl/>
        </w:rPr>
        <w:t>قرانى تعليمات كے ناقابل فہم و درك ہونے كا نظريہ پيش كيا اور ''اين التراب ورب الارباب'' كا نعرہ بلند كيا جسكا نتيجہ فكرى تعطيل كى صورت مي</w:t>
      </w:r>
      <w:r w:rsidR="000A0CDC">
        <w:rPr>
          <w:rtl/>
        </w:rPr>
        <w:t xml:space="preserve">ں </w:t>
      </w:r>
      <w:r>
        <w:rPr>
          <w:rtl/>
        </w:rPr>
        <w:t>سامنے آيا اور يہ گروہ ''معطلہ'' كہلايا _</w:t>
      </w:r>
      <w:r w:rsidRPr="00F67D4B">
        <w:rPr>
          <w:rStyle w:val="libFootnotenumChar"/>
          <w:rtl/>
        </w:rPr>
        <w:t>(2)</w:t>
      </w:r>
      <w:r>
        <w:rPr>
          <w:rtl/>
        </w:rPr>
        <w:t xml:space="preserve"> </w:t>
      </w:r>
    </w:p>
    <w:p w:rsidR="0061102A" w:rsidRDefault="0061102A" w:rsidP="00BE6934">
      <w:pPr>
        <w:pStyle w:val="libNormal"/>
        <w:rPr>
          <w:rtl/>
        </w:rPr>
      </w:pPr>
      <w:r>
        <w:rPr>
          <w:rtl/>
        </w:rPr>
        <w:t>اگر ہم اسلام كے مختلف سماجى ادوار مي</w:t>
      </w:r>
      <w:r w:rsidR="000A0CDC">
        <w:rPr>
          <w:rtl/>
        </w:rPr>
        <w:t xml:space="preserve">ں </w:t>
      </w:r>
      <w:r>
        <w:rPr>
          <w:rtl/>
        </w:rPr>
        <w:t>اسلامى نظريہ اور فكرى وثقافتى تحريكو</w:t>
      </w:r>
      <w:r w:rsidR="000A0CDC">
        <w:rPr>
          <w:rtl/>
        </w:rPr>
        <w:t xml:space="preserve">ں </w:t>
      </w:r>
      <w:r>
        <w:rPr>
          <w:rtl/>
        </w:rPr>
        <w:t>كى تاريخ مي</w:t>
      </w:r>
      <w:r w:rsidR="000A0CDC">
        <w:rPr>
          <w:rtl/>
        </w:rPr>
        <w:t xml:space="preserve">ں </w:t>
      </w:r>
      <w:r>
        <w:rPr>
          <w:rtl/>
        </w:rPr>
        <w:t>تحقيق كري</w:t>
      </w:r>
      <w:r w:rsidR="000A0CDC">
        <w:rPr>
          <w:rtl/>
        </w:rPr>
        <w:t xml:space="preserve">ں </w:t>
      </w:r>
      <w:r>
        <w:rPr>
          <w:rtl/>
        </w:rPr>
        <w:t>تو يہ مشاہدہ كري</w:t>
      </w:r>
      <w:r w:rsidR="000A0CDC">
        <w:rPr>
          <w:rtl/>
        </w:rPr>
        <w:t xml:space="preserve">ں </w:t>
      </w:r>
      <w:r>
        <w:rPr>
          <w:rtl/>
        </w:rPr>
        <w:t>گے كہ ان مندرجہ بالا تين كلى تحريكو</w:t>
      </w:r>
      <w:r w:rsidR="000A0CDC">
        <w:rPr>
          <w:rtl/>
        </w:rPr>
        <w:t xml:space="preserve">ں </w:t>
      </w:r>
      <w:r>
        <w:rPr>
          <w:rtl/>
        </w:rPr>
        <w:t>كى بناء پر ''اخباريت اور ظاہر پرستى '' اور انكے مد مقابل ''باطنيت اور تاؤيل'' كى شكل مي</w:t>
      </w:r>
      <w:r w:rsidR="000A0CDC">
        <w:rPr>
          <w:rtl/>
        </w:rPr>
        <w:t xml:space="preserve">ں </w:t>
      </w:r>
      <w:r>
        <w:rPr>
          <w:rtl/>
        </w:rPr>
        <w:t>حنبليو</w:t>
      </w:r>
      <w:r w:rsidR="000A0CDC">
        <w:rPr>
          <w:rtl/>
        </w:rPr>
        <w:t xml:space="preserve">ں </w:t>
      </w:r>
      <w:r>
        <w:rPr>
          <w:rtl/>
        </w:rPr>
        <w:t>اور اسماعيليو</w:t>
      </w:r>
      <w:r w:rsidR="000A0CDC">
        <w:rPr>
          <w:rtl/>
        </w:rPr>
        <w:t xml:space="preserve">ں </w:t>
      </w:r>
      <w:r>
        <w:rPr>
          <w:rtl/>
        </w:rPr>
        <w:t>كے دو غلط فكرى نظام سامنے آتے ہي</w:t>
      </w:r>
      <w:r w:rsidR="000A0CDC">
        <w:rPr>
          <w:rtl/>
        </w:rPr>
        <w:t xml:space="preserve">ں </w:t>
      </w:r>
      <w:r>
        <w:rPr>
          <w:rtl/>
        </w:rPr>
        <w:t>كہ ان دو فكرى نظامو</w:t>
      </w:r>
      <w:r w:rsidR="000A0CDC">
        <w:rPr>
          <w:rtl/>
        </w:rPr>
        <w:t xml:space="preserve">ں </w:t>
      </w:r>
      <w:r>
        <w:rPr>
          <w:rtl/>
        </w:rPr>
        <w:t>اور اخباريت كى تحريك نے اسلامى تہذيب و تمدن كے پيكر پر شديد اور خطرناك ضربي</w:t>
      </w:r>
      <w:r w:rsidR="000A0CDC">
        <w:rPr>
          <w:rtl/>
        </w:rPr>
        <w:t xml:space="preserve">ں </w:t>
      </w:r>
      <w:r>
        <w:rPr>
          <w:rtl/>
        </w:rPr>
        <w:t>لگائي</w:t>
      </w:r>
      <w:r w:rsidR="000A0CDC">
        <w:rPr>
          <w:rtl/>
        </w:rPr>
        <w:t xml:space="preserve">ں </w:t>
      </w:r>
      <w:r>
        <w:rPr>
          <w:rtl/>
        </w:rPr>
        <w:t>كہ استاد مطہري كے بقول ''اسلام نے اخباريو</w:t>
      </w:r>
      <w:r w:rsidR="000A0CDC">
        <w:rPr>
          <w:rtl/>
        </w:rPr>
        <w:t xml:space="preserve">ں </w:t>
      </w:r>
      <w:r>
        <w:rPr>
          <w:rtl/>
        </w:rPr>
        <w:t>اور حديث مسلك لوگو</w:t>
      </w:r>
      <w:r w:rsidR="000A0CDC">
        <w:rPr>
          <w:rtl/>
        </w:rPr>
        <w:t xml:space="preserve">ں </w:t>
      </w:r>
      <w:r>
        <w:rPr>
          <w:rtl/>
        </w:rPr>
        <w:t>كے ہاتھو</w:t>
      </w:r>
      <w:r w:rsidR="000A0CDC">
        <w:rPr>
          <w:rtl/>
        </w:rPr>
        <w:t xml:space="preserve">ں </w:t>
      </w:r>
      <w:r>
        <w:rPr>
          <w:rtl/>
        </w:rPr>
        <w:t>جو ضرب كھائي وہ كسى اور تحريك سے نہي</w:t>
      </w:r>
      <w:r w:rsidR="000A0CDC">
        <w:rPr>
          <w:rtl/>
        </w:rPr>
        <w:t xml:space="preserve">ں </w:t>
      </w:r>
      <w:r>
        <w:rPr>
          <w:rtl/>
        </w:rPr>
        <w:t xml:space="preserve">كھائي تھي''_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مجموعہ آثار ج 21 ص 129 _ 128_ </w:t>
      </w:r>
    </w:p>
    <w:p w:rsidR="0061102A" w:rsidRDefault="0061102A" w:rsidP="00BE6934">
      <w:pPr>
        <w:pStyle w:val="libFootnote"/>
        <w:rPr>
          <w:rtl/>
        </w:rPr>
      </w:pPr>
      <w:r>
        <w:rPr>
          <w:rtl/>
        </w:rPr>
        <w:t xml:space="preserve">2) سابقہ حوالہ ج 6 ص 900 _ 878 _ </w:t>
      </w:r>
    </w:p>
    <w:p w:rsidR="008672B1" w:rsidRDefault="0061102A" w:rsidP="00BE6934">
      <w:pPr>
        <w:pStyle w:val="libFootnote"/>
        <w:rPr>
          <w:rtl/>
        </w:rPr>
      </w:pPr>
      <w:r>
        <w:rPr>
          <w:rtl/>
        </w:rPr>
        <w:t xml:space="preserve">3) رودگر، سابقہ حوالہ ص 53_ 219 </w:t>
      </w:r>
    </w:p>
    <w:p w:rsidR="008672B1" w:rsidRDefault="008672B1" w:rsidP="00BE6934">
      <w:pPr>
        <w:pStyle w:val="libNormal"/>
        <w:rPr>
          <w:rtl/>
        </w:rPr>
      </w:pPr>
      <w:r>
        <w:rPr>
          <w:rtl/>
        </w:rPr>
        <w:br w:type="page"/>
      </w:r>
    </w:p>
    <w:p w:rsidR="0061102A" w:rsidRDefault="0061102A" w:rsidP="00BE6934">
      <w:pPr>
        <w:pStyle w:val="libNormal"/>
        <w:rPr>
          <w:rtl/>
        </w:rPr>
      </w:pPr>
    </w:p>
    <w:p w:rsidR="0061102A" w:rsidRDefault="0061102A" w:rsidP="00BE6934">
      <w:pPr>
        <w:pStyle w:val="Heading2Center"/>
        <w:rPr>
          <w:rtl/>
        </w:rPr>
      </w:pPr>
      <w:bookmarkStart w:id="126" w:name="_Toc268682"/>
      <w:r>
        <w:rPr>
          <w:rtl/>
        </w:rPr>
        <w:t>ج ) اسلامى دنيا مي</w:t>
      </w:r>
      <w:r w:rsidR="000A0CDC">
        <w:rPr>
          <w:rtl/>
        </w:rPr>
        <w:t xml:space="preserve">ں </w:t>
      </w:r>
      <w:r>
        <w:rPr>
          <w:rtl/>
        </w:rPr>
        <w:t>عقل اور عقل دشمن تحريكي</w:t>
      </w:r>
      <w:r w:rsidR="000A0CDC">
        <w:rPr>
          <w:rtl/>
        </w:rPr>
        <w:t>ں</w:t>
      </w:r>
      <w:bookmarkEnd w:id="126"/>
      <w:r w:rsidR="000A0CDC">
        <w:rPr>
          <w:rtl/>
        </w:rPr>
        <w:t xml:space="preserve"> </w:t>
      </w:r>
    </w:p>
    <w:p w:rsidR="0061102A" w:rsidRDefault="0061102A" w:rsidP="00BE6934">
      <w:pPr>
        <w:pStyle w:val="libNormal"/>
        <w:rPr>
          <w:rtl/>
        </w:rPr>
      </w:pPr>
      <w:r>
        <w:rPr>
          <w:rtl/>
        </w:rPr>
        <w:t>بہرحال تمام تہذيبو</w:t>
      </w:r>
      <w:r w:rsidR="000A0CDC">
        <w:rPr>
          <w:rtl/>
        </w:rPr>
        <w:t xml:space="preserve">ں </w:t>
      </w:r>
      <w:r>
        <w:rPr>
          <w:rtl/>
        </w:rPr>
        <w:t>بالخصوص اسلامى تہذيب و تمدن كا عروج و زوال مختلف فكرى تحريكو</w:t>
      </w:r>
      <w:r w:rsidR="000A0CDC">
        <w:rPr>
          <w:rtl/>
        </w:rPr>
        <w:t xml:space="preserve">ں </w:t>
      </w:r>
      <w:r>
        <w:rPr>
          <w:rtl/>
        </w:rPr>
        <w:t>كا مديون منت ہے_ بعض اہل فكر وتحقيق اسلامى افكار و ثقافت كے زوال كا سبب متوكل عباسى (247_ 232 قمري) كا دور خلافت سمجھتے ہي</w:t>
      </w:r>
      <w:r w:rsidR="000A0CDC">
        <w:rPr>
          <w:rtl/>
        </w:rPr>
        <w:t xml:space="preserve">ں </w:t>
      </w:r>
      <w:r>
        <w:rPr>
          <w:rtl/>
        </w:rPr>
        <w:t>اس خليفہ سے پہلے كے خلفاء مكتب معتزلى يعنى عقل گرائي كى طرف رجحان ركھتے تھے اور اہل نظر ، حكماء ، فلاسفہ اور دانشورو</w:t>
      </w:r>
      <w:r w:rsidR="000A0CDC">
        <w:rPr>
          <w:rtl/>
        </w:rPr>
        <w:t xml:space="preserve">ں </w:t>
      </w:r>
      <w:r>
        <w:rPr>
          <w:rtl/>
        </w:rPr>
        <w:t>كے حامى سمجھے جاتے تھے ليكن يہ خليفہ مكتب اہل حديث سے وابستہ ہوا ، عقائد معتزلہ كى مخالفت كى اور عقائد وافكار مي</w:t>
      </w:r>
      <w:r w:rsidR="000A0CDC">
        <w:rPr>
          <w:rtl/>
        </w:rPr>
        <w:t xml:space="preserve">ں </w:t>
      </w:r>
      <w:r>
        <w:rPr>
          <w:rtl/>
        </w:rPr>
        <w:t>جدل و مناظرہ كو ممنوع كيا_ يہا</w:t>
      </w:r>
      <w:r w:rsidR="000A0CDC">
        <w:rPr>
          <w:rtl/>
        </w:rPr>
        <w:t xml:space="preserve">ں </w:t>
      </w:r>
      <w:r>
        <w:rPr>
          <w:rtl/>
        </w:rPr>
        <w:t xml:space="preserve">تك كہ كوئي بھى علمى مباحث اور مناظرہ كا اہتمام كرتا اسے سزا ديتا تھا_ </w:t>
      </w:r>
    </w:p>
    <w:p w:rsidR="0061102A" w:rsidRDefault="0061102A" w:rsidP="00BE6934">
      <w:pPr>
        <w:pStyle w:val="libNormal"/>
        <w:rPr>
          <w:rtl/>
        </w:rPr>
      </w:pPr>
      <w:r>
        <w:rPr>
          <w:rtl/>
        </w:rPr>
        <w:t xml:space="preserve">ان اقدامات كا يہ نتيجہ نكلا كہ احمد بن حنبل كے پرچم تلے اہل حديث كے گروہ نے ترقى كى جو فقط سنت و حديث كى تقليد كرتے تھے اور جو كچھ نقل ہوا صرف اسى كے سامنے سر تسليم خم كرتے تھے اور اپنے مخالفين يعنى اہل عقل و نظر بالخصوص معتزلہ پر كفر كا الزام لگاتے تھے _ يہ تحريك امام محمد غزالى كے ظہور اور انكى مشہور كتاب ''احياء علوم الدين'' كے سامنے آنے سے شديد تر ہوگئي_ صرف تعقل كو ممنوع كرنے اور معتزلہ كو كافر قرار دينے پر اكتفاء نہ كيا گيا بلكہ شيعہ اثنى عشرى جيسے مكاتب پر بھى كفر، رافضيت اور باطنيت كى تہمت لگائي گئي_ </w:t>
      </w:r>
    </w:p>
    <w:p w:rsidR="0061102A" w:rsidRDefault="0061102A" w:rsidP="00BE6934">
      <w:pPr>
        <w:pStyle w:val="libNormal"/>
        <w:rPr>
          <w:rtl/>
        </w:rPr>
      </w:pPr>
      <w:r>
        <w:rPr>
          <w:rtl/>
        </w:rPr>
        <w:t>اسلامى تفكر مي</w:t>
      </w:r>
      <w:r w:rsidR="000A0CDC">
        <w:rPr>
          <w:rtl/>
        </w:rPr>
        <w:t xml:space="preserve">ں </w:t>
      </w:r>
      <w:r>
        <w:rPr>
          <w:rtl/>
        </w:rPr>
        <w:t>جمود پيدا كرنے والے ان اسباب كے ساتھ ساتھ قرن ششم وہفتم مي</w:t>
      </w:r>
      <w:r w:rsidR="000A0CDC">
        <w:rPr>
          <w:rtl/>
        </w:rPr>
        <w:t xml:space="preserve">ں </w:t>
      </w:r>
      <w:r>
        <w:rPr>
          <w:rtl/>
        </w:rPr>
        <w:t>تصوف كى وسيع پيمانے پر ترويج كو بھى شامل كياجاسكتا ہے _ بعض محققين كى نظر كے مطابق يہ تصوف علوم عقلى مثلاً فلسفہ اور استدلال كے مدمقابل بہت بڑى مصيبت شمار ہوتا ہے كيونكہ اہل تصوف شريعت اور عقل كے پيروكارو</w:t>
      </w:r>
      <w:r w:rsidR="000A0CDC">
        <w:rPr>
          <w:rtl/>
        </w:rPr>
        <w:t xml:space="preserve">ں </w:t>
      </w:r>
      <w:r>
        <w:rPr>
          <w:rtl/>
        </w:rPr>
        <w:t xml:space="preserve">كے مد مقابل كشف و شہود كو حقائق كے درك كا وسيلہ پيش كرتے تھے، حقيقت تك پہنچنے كيلئے عقل و استدلال كو ناكافى سمجھتے تھے اور كبھى تو عقل كو اللہ تعالى كى معرفت و شناخت كيلئے حجاب كا عنوان ديتے تھے_ </w:t>
      </w:r>
    </w:p>
    <w:p w:rsidR="0061102A" w:rsidRDefault="0061102A" w:rsidP="00BE6934">
      <w:pPr>
        <w:pStyle w:val="libNormal"/>
        <w:rPr>
          <w:rtl/>
        </w:rPr>
      </w:pPr>
      <w:r>
        <w:rPr>
          <w:rtl/>
        </w:rPr>
        <w:t>مجموعى طور پر مندرجہ بالا اسباب كو اسلامى تفكر و نظريہ كى ترقى مي</w:t>
      </w:r>
      <w:r w:rsidR="000A0CDC">
        <w:rPr>
          <w:rtl/>
        </w:rPr>
        <w:t xml:space="preserve">ں </w:t>
      </w:r>
      <w:r>
        <w:rPr>
          <w:rtl/>
        </w:rPr>
        <w:t>اہم موانع سمجھا جاسكتا ہے جب بھى فكر و استدلال كے راستے بند كيے جائي</w:t>
      </w:r>
      <w:r w:rsidR="000A0CDC">
        <w:rPr>
          <w:rtl/>
        </w:rPr>
        <w:t xml:space="preserve">ں </w:t>
      </w:r>
      <w:r>
        <w:rPr>
          <w:rtl/>
        </w:rPr>
        <w:t>تو خودبخود قدامت پرستى اور جمود پروان چڑھي</w:t>
      </w:r>
      <w:r w:rsidR="000A0CDC">
        <w:rPr>
          <w:rtl/>
        </w:rPr>
        <w:t xml:space="preserve">ں </w:t>
      </w:r>
      <w:r>
        <w:rPr>
          <w:rtl/>
        </w:rPr>
        <w:t>گے اخر مي</w:t>
      </w:r>
      <w:r w:rsidR="000A0CDC">
        <w:rPr>
          <w:rtl/>
        </w:rPr>
        <w:t xml:space="preserve">ں </w:t>
      </w:r>
      <w:r>
        <w:rPr>
          <w:rtl/>
        </w:rPr>
        <w:t>ہم اسلامى نظريہ كى تاريخ كا تجزيہ كرتے ہوئے جمود اور قدامت پرستى كوفكر و استدلال مي</w:t>
      </w:r>
      <w:r w:rsidR="000A0CDC">
        <w:rPr>
          <w:rtl/>
        </w:rPr>
        <w:t xml:space="preserve">ں </w:t>
      </w:r>
      <w:r>
        <w:rPr>
          <w:rtl/>
        </w:rPr>
        <w:t>توقف سے تعبير كرسكتے ہي</w:t>
      </w:r>
      <w:r w:rsidR="000A0CDC">
        <w:rPr>
          <w:rtl/>
        </w:rPr>
        <w:t xml:space="preserve">ں </w:t>
      </w:r>
      <w:r>
        <w:rPr>
          <w:rtl/>
        </w:rPr>
        <w:t xml:space="preserve">_ </w:t>
      </w:r>
    </w:p>
    <w:p w:rsidR="008672B1" w:rsidRDefault="0069392F" w:rsidP="00BE6934">
      <w:pPr>
        <w:pStyle w:val="libNormal"/>
        <w:rPr>
          <w:rtl/>
        </w:rPr>
      </w:pPr>
      <w:r>
        <w:rPr>
          <w:rtl/>
        </w:rPr>
        <w:br w:type="page"/>
      </w:r>
      <w:r>
        <w:rPr>
          <w:rtl/>
        </w:rPr>
        <w:lastRenderedPageBreak/>
        <w:cr/>
      </w:r>
    </w:p>
    <w:p w:rsidR="0061102A" w:rsidRDefault="0061102A" w:rsidP="00BE6934">
      <w:pPr>
        <w:pStyle w:val="Heading2Center"/>
        <w:rPr>
          <w:rtl/>
        </w:rPr>
      </w:pPr>
      <w:bookmarkStart w:id="127" w:name="_Toc268683"/>
      <w:r>
        <w:rPr>
          <w:rtl/>
        </w:rPr>
        <w:t>آٹھوا</w:t>
      </w:r>
      <w:r w:rsidR="000A0CDC">
        <w:rPr>
          <w:rtl/>
        </w:rPr>
        <w:t xml:space="preserve">ں </w:t>
      </w:r>
      <w:r>
        <w:rPr>
          <w:rtl/>
        </w:rPr>
        <w:t>باب:</w:t>
      </w:r>
      <w:bookmarkEnd w:id="127"/>
      <w:r>
        <w:rPr>
          <w:rtl/>
        </w:rPr>
        <w:t xml:space="preserve"> </w:t>
      </w:r>
    </w:p>
    <w:p w:rsidR="0061102A" w:rsidRDefault="0061102A" w:rsidP="00BE6934">
      <w:pPr>
        <w:pStyle w:val="Heading2Center"/>
        <w:rPr>
          <w:rtl/>
        </w:rPr>
      </w:pPr>
      <w:bookmarkStart w:id="128" w:name="_Toc268684"/>
      <w:r>
        <w:rPr>
          <w:rtl/>
        </w:rPr>
        <w:t>بيدارى عالم اسلام كى نشا ة ثانيہ</w:t>
      </w:r>
      <w:bookmarkEnd w:id="128"/>
    </w:p>
    <w:p w:rsidR="008672B1"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129" w:name="_Toc268685"/>
      <w:r>
        <w:rPr>
          <w:rtl/>
        </w:rPr>
        <w:t>1_ صفوي:</w:t>
      </w:r>
      <w:bookmarkEnd w:id="129"/>
    </w:p>
    <w:p w:rsidR="0061102A" w:rsidRDefault="0061102A" w:rsidP="00BE6934">
      <w:pPr>
        <w:pStyle w:val="Heading2Center"/>
        <w:rPr>
          <w:rtl/>
        </w:rPr>
      </w:pPr>
      <w:bookmarkStart w:id="130" w:name="_Toc268686"/>
      <w:r>
        <w:rPr>
          <w:rtl/>
        </w:rPr>
        <w:t>الف) صفويو</w:t>
      </w:r>
      <w:r w:rsidR="000A0CDC">
        <w:rPr>
          <w:rtl/>
        </w:rPr>
        <w:t xml:space="preserve">ں </w:t>
      </w:r>
      <w:r>
        <w:rPr>
          <w:rtl/>
        </w:rPr>
        <w:t>كا ظہور:</w:t>
      </w:r>
      <w:bookmarkEnd w:id="130"/>
    </w:p>
    <w:p w:rsidR="0061102A" w:rsidRDefault="0061102A" w:rsidP="00BE6934">
      <w:pPr>
        <w:pStyle w:val="libNormal"/>
        <w:rPr>
          <w:rtl/>
        </w:rPr>
      </w:pPr>
      <w:r>
        <w:rPr>
          <w:rtl/>
        </w:rPr>
        <w:t>آيا صفوى خاندان عرب تھے يا تركى يا كردى يا ايرانى _ اس حوالے سے محققين مي</w:t>
      </w:r>
      <w:r w:rsidR="000A0CDC">
        <w:rPr>
          <w:rtl/>
        </w:rPr>
        <w:t xml:space="preserve">ں </w:t>
      </w:r>
      <w:r>
        <w:rPr>
          <w:rtl/>
        </w:rPr>
        <w:t>اختلاف نظر ہے _</w:t>
      </w:r>
      <w:r w:rsidRPr="00F67D4B">
        <w:rPr>
          <w:rStyle w:val="libFootnotenumChar"/>
          <w:rtl/>
        </w:rPr>
        <w:t>(1)</w:t>
      </w:r>
      <w:r>
        <w:rPr>
          <w:rtl/>
        </w:rPr>
        <w:t xml:space="preserve"> اس خاندان كے سب سے پہلے فرد شيخ صفى الدين اردبيلى (735_ 650 قمري) جو كہ ايران كے بزرگ مشائخ اور عرفاء مي</w:t>
      </w:r>
      <w:r w:rsidR="000A0CDC">
        <w:rPr>
          <w:rtl/>
        </w:rPr>
        <w:t xml:space="preserve">ں </w:t>
      </w:r>
      <w:r>
        <w:rPr>
          <w:rtl/>
        </w:rPr>
        <w:t>سے تھے _ اپنے مرشد كى جستجو مي</w:t>
      </w:r>
      <w:r w:rsidR="000A0CDC">
        <w:rPr>
          <w:rtl/>
        </w:rPr>
        <w:t xml:space="preserve">ں </w:t>
      </w:r>
      <w:r>
        <w:rPr>
          <w:rtl/>
        </w:rPr>
        <w:t>شيخ زاہد گيلانى كى خدمت مي</w:t>
      </w:r>
      <w:r w:rsidR="000A0CDC">
        <w:rPr>
          <w:rtl/>
        </w:rPr>
        <w:t xml:space="preserve">ں </w:t>
      </w:r>
      <w:r>
        <w:rPr>
          <w:rtl/>
        </w:rPr>
        <w:t>حاضر ہوئے اور انكے مقرب قرار پائے پھر انكى وفات كے بعد طريقت زاہد يہ كے رئيس بنے _</w:t>
      </w:r>
      <w:r w:rsidRPr="00F67D4B">
        <w:rPr>
          <w:rStyle w:val="libFootnotenumChar"/>
          <w:rtl/>
        </w:rPr>
        <w:t>(2)</w:t>
      </w:r>
      <w:r>
        <w:rPr>
          <w:rtl/>
        </w:rPr>
        <w:t xml:space="preserve"> شيخ صفى الدين كا مقام معنويت بڑى اہميت كا حامل تھا انہو</w:t>
      </w:r>
      <w:r w:rsidR="000A0CDC">
        <w:rPr>
          <w:rtl/>
        </w:rPr>
        <w:t xml:space="preserve">ں </w:t>
      </w:r>
      <w:r>
        <w:rPr>
          <w:rtl/>
        </w:rPr>
        <w:t>نے طريقت كے اس لباس مي</w:t>
      </w:r>
      <w:r w:rsidR="000A0CDC">
        <w:rPr>
          <w:rtl/>
        </w:rPr>
        <w:t xml:space="preserve">ں </w:t>
      </w:r>
      <w:r>
        <w:rPr>
          <w:rtl/>
        </w:rPr>
        <w:t>مذہب تشيع كى وسيع پيمانے پر نشر واشاعت كى يو</w:t>
      </w:r>
      <w:r w:rsidR="000A0CDC">
        <w:rPr>
          <w:rtl/>
        </w:rPr>
        <w:t xml:space="preserve">ں </w:t>
      </w:r>
      <w:r>
        <w:rPr>
          <w:rtl/>
        </w:rPr>
        <w:t xml:space="preserve">ان كى ذہانت اور زيركى وجہ سے يہ مسلك ايران ، شام اور برصغير تك وسعت سے پھيلا_ </w:t>
      </w:r>
      <w:r w:rsidRPr="00F67D4B">
        <w:rPr>
          <w:rStyle w:val="libFootnotenumChar"/>
          <w:rtl/>
        </w:rPr>
        <w:t>(3)</w:t>
      </w:r>
      <w:r>
        <w:rPr>
          <w:rtl/>
        </w:rPr>
        <w:t xml:space="preserve"> </w:t>
      </w:r>
    </w:p>
    <w:p w:rsidR="0061102A" w:rsidRDefault="0061102A" w:rsidP="00BE6934">
      <w:pPr>
        <w:pStyle w:val="libNormal"/>
        <w:rPr>
          <w:rtl/>
        </w:rPr>
      </w:pPr>
      <w:r>
        <w:rPr>
          <w:rtl/>
        </w:rPr>
        <w:t>شيخ صفى كے بعد انكے فرزند صدر الدين انكے جانشين بنے آرامگاہ بننے سے انكے پيروكارو</w:t>
      </w:r>
      <w:r w:rsidR="000A0CDC">
        <w:rPr>
          <w:rtl/>
        </w:rPr>
        <w:t xml:space="preserve">ں </w:t>
      </w:r>
      <w:r>
        <w:rPr>
          <w:rtl/>
        </w:rPr>
        <w:t>كى فعاليت بڑھي</w:t>
      </w:r>
      <w:r w:rsidRPr="00F67D4B">
        <w:rPr>
          <w:rStyle w:val="libFootnotenumChar"/>
          <w:rtl/>
        </w:rPr>
        <w:t>(4)</w:t>
      </w:r>
      <w:r>
        <w:rPr>
          <w:rtl/>
        </w:rPr>
        <w:t xml:space="preserve"> ايلخانان كے بعد بتدريج اردبيل كى خانقاہ كے شيوخ سياسى كھيل مي</w:t>
      </w:r>
      <w:r w:rsidR="000A0CDC">
        <w:rPr>
          <w:rtl/>
        </w:rPr>
        <w:t xml:space="preserve">ں </w:t>
      </w:r>
      <w:r>
        <w:rPr>
          <w:rtl/>
        </w:rPr>
        <w:t>داخل ہوئے _ اس كے بعد خواجہ على اور ابراہيم مقام خلافت پر پہنچے اسى دوران صفويو</w:t>
      </w:r>
      <w:r w:rsidR="000A0CDC">
        <w:rPr>
          <w:rtl/>
        </w:rPr>
        <w:t xml:space="preserve">ں </w:t>
      </w:r>
      <w:r>
        <w:rPr>
          <w:rtl/>
        </w:rPr>
        <w:t>كى تبليغى سرگرميا</w:t>
      </w:r>
      <w:r w:rsidR="000A0CDC">
        <w:rPr>
          <w:rtl/>
        </w:rPr>
        <w:t xml:space="preserve">ں </w:t>
      </w:r>
      <w:r>
        <w:rPr>
          <w:rtl/>
        </w:rPr>
        <w:t>جارى رہي</w:t>
      </w:r>
      <w:r w:rsidR="000A0CDC">
        <w:rPr>
          <w:rtl/>
        </w:rPr>
        <w:t xml:space="preserve">ں </w:t>
      </w:r>
      <w:r>
        <w:rPr>
          <w:rtl/>
        </w:rPr>
        <w:t>يہا</w:t>
      </w:r>
      <w:r w:rsidR="000A0CDC">
        <w:rPr>
          <w:rtl/>
        </w:rPr>
        <w:t xml:space="preserve">ں </w:t>
      </w:r>
      <w:r>
        <w:rPr>
          <w:rtl/>
        </w:rPr>
        <w:t xml:space="preserve">تك كہ سنہ 851 جنيد صفوى طريقت كے رئيس بنے 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ابن بزاز اردبيلى (درويش توكلى بن اسمعيل بزاز) صفوة الصفا مقدمہ و تصحيح غلامرضا طباطبائي _ تہران ص 70 حسين ابدال زاہدى ، سلسلہ النسب صفويہ ، تہران ، ايرانمہر 11_ 10 _ </w:t>
      </w:r>
    </w:p>
    <w:p w:rsidR="0061102A" w:rsidRDefault="0061102A" w:rsidP="00BE6934">
      <w:pPr>
        <w:pStyle w:val="libFootnote"/>
        <w:rPr>
          <w:rtl/>
        </w:rPr>
      </w:pPr>
      <w:r>
        <w:rPr>
          <w:rtl/>
        </w:rPr>
        <w:t xml:space="preserve">2)ابن بزاز_ سابقہ حوالہ فصول ششم ، ہفتم_ </w:t>
      </w:r>
    </w:p>
    <w:p w:rsidR="0061102A" w:rsidRDefault="0061102A" w:rsidP="00BE6934">
      <w:pPr>
        <w:pStyle w:val="libFootnote"/>
        <w:rPr>
          <w:rtl/>
        </w:rPr>
      </w:pPr>
      <w:r>
        <w:rPr>
          <w:rtl/>
        </w:rPr>
        <w:t xml:space="preserve">3)راجو سيورى ، ايران عصر صفوى ، ترجمہ كا ميز عزيزى ، تہران ، نشر مركز ص 8_ </w:t>
      </w:r>
    </w:p>
    <w:p w:rsidR="008672B1" w:rsidRDefault="0061102A" w:rsidP="00BE6934">
      <w:pPr>
        <w:pStyle w:val="libFootnote"/>
        <w:rPr>
          <w:rtl/>
        </w:rPr>
      </w:pPr>
      <w:r>
        <w:rPr>
          <w:rtl/>
        </w:rPr>
        <w:t>4) ابن بزاز، سابقہ حوالہ ص 983، 898_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انہو</w:t>
      </w:r>
      <w:r w:rsidR="000A0CDC">
        <w:rPr>
          <w:rtl/>
        </w:rPr>
        <w:t xml:space="preserve">ں </w:t>
      </w:r>
      <w:r>
        <w:rPr>
          <w:rtl/>
        </w:rPr>
        <w:t>نے دنياوى اقتدار و طاقت كو ہاتھ مي</w:t>
      </w:r>
      <w:r w:rsidR="000A0CDC">
        <w:rPr>
          <w:rtl/>
        </w:rPr>
        <w:t xml:space="preserve">ں </w:t>
      </w:r>
      <w:r>
        <w:rPr>
          <w:rtl/>
        </w:rPr>
        <w:t>لينے كى طرف اپنا ميلان آشكار كيا اور سلطان كا لقب اپنے لئے پسند كيا كہ يہ چيز ان كے دنياوى جذبو</w:t>
      </w:r>
      <w:r w:rsidR="000A0CDC">
        <w:rPr>
          <w:rtl/>
        </w:rPr>
        <w:t xml:space="preserve">ں </w:t>
      </w:r>
      <w:r>
        <w:rPr>
          <w:rtl/>
        </w:rPr>
        <w:t>كے صفوى طريقت كے ديگر معنوى پہلوؤ</w:t>
      </w:r>
      <w:r w:rsidR="000A0CDC">
        <w:rPr>
          <w:rtl/>
        </w:rPr>
        <w:t xml:space="preserve">ں </w:t>
      </w:r>
      <w:r>
        <w:rPr>
          <w:rtl/>
        </w:rPr>
        <w:t>پر غلبہ كى عكاسى كرتى ہے انہو</w:t>
      </w:r>
      <w:r w:rsidR="000A0CDC">
        <w:rPr>
          <w:rtl/>
        </w:rPr>
        <w:t xml:space="preserve">ں </w:t>
      </w:r>
      <w:r>
        <w:rPr>
          <w:rtl/>
        </w:rPr>
        <w:t>نے كئي بار اپنے مريدو</w:t>
      </w:r>
      <w:r w:rsidR="000A0CDC">
        <w:rPr>
          <w:rtl/>
        </w:rPr>
        <w:t xml:space="preserve">ں </w:t>
      </w:r>
      <w:r>
        <w:rPr>
          <w:rtl/>
        </w:rPr>
        <w:t>كو كفار كے خلاف جہاد پر اكسايا_</w:t>
      </w:r>
      <w:r w:rsidRPr="00F67D4B">
        <w:rPr>
          <w:rStyle w:val="libFootnotenumChar"/>
          <w:rtl/>
        </w:rPr>
        <w:t>(1)</w:t>
      </w:r>
      <w:r>
        <w:rPr>
          <w:rtl/>
        </w:rPr>
        <w:t xml:space="preserve"> حيدر 860 قمرى مي</w:t>
      </w:r>
      <w:r w:rsidR="000A0CDC">
        <w:rPr>
          <w:rtl/>
        </w:rPr>
        <w:t xml:space="preserve">ں </w:t>
      </w:r>
      <w:r>
        <w:rPr>
          <w:rtl/>
        </w:rPr>
        <w:t xml:space="preserve">جنيد كے جانشين بنے پھر حيدر كے بعد على اسكا جانشين بنا اس نے اپنے آپ كو بادشاہ كہا </w:t>
      </w:r>
      <w:r w:rsidRPr="00F67D4B">
        <w:rPr>
          <w:rStyle w:val="libFootnotenumChar"/>
          <w:rtl/>
        </w:rPr>
        <w:t>(2)</w:t>
      </w:r>
      <w:r>
        <w:rPr>
          <w:rtl/>
        </w:rPr>
        <w:t xml:space="preserve"> صفويو</w:t>
      </w:r>
      <w:r w:rsidR="000A0CDC">
        <w:rPr>
          <w:rtl/>
        </w:rPr>
        <w:t xml:space="preserve">ں </w:t>
      </w:r>
      <w:r>
        <w:rPr>
          <w:rtl/>
        </w:rPr>
        <w:t>كى سياسى سرگرميا</w:t>
      </w:r>
      <w:r w:rsidR="000A0CDC">
        <w:rPr>
          <w:rtl/>
        </w:rPr>
        <w:t xml:space="preserve">ں </w:t>
      </w:r>
      <w:r>
        <w:rPr>
          <w:rtl/>
        </w:rPr>
        <w:t>باعث بني</w:t>
      </w:r>
      <w:r w:rsidR="000A0CDC">
        <w:rPr>
          <w:rtl/>
        </w:rPr>
        <w:t xml:space="preserve">ں </w:t>
      </w:r>
      <w:r>
        <w:rPr>
          <w:rtl/>
        </w:rPr>
        <w:t>كہ آق قو نيلو جوكہ صفويو</w:t>
      </w:r>
      <w:r w:rsidR="000A0CDC">
        <w:rPr>
          <w:rtl/>
        </w:rPr>
        <w:t xml:space="preserve">ں </w:t>
      </w:r>
      <w:r>
        <w:rPr>
          <w:rtl/>
        </w:rPr>
        <w:t>كے دوست اور ہم پيالہ تھے انكے حوالے سے تشويش كا شكار ہوئے بالآخر على آق قو نيلوؤ</w:t>
      </w:r>
      <w:r w:rsidR="000A0CDC">
        <w:rPr>
          <w:rtl/>
        </w:rPr>
        <w:t xml:space="preserve">ں </w:t>
      </w:r>
      <w:r>
        <w:rPr>
          <w:rtl/>
        </w:rPr>
        <w:t>كے ہاتھو</w:t>
      </w:r>
      <w:r w:rsidR="000A0CDC">
        <w:rPr>
          <w:rtl/>
        </w:rPr>
        <w:t xml:space="preserve">ں </w:t>
      </w:r>
      <w:r>
        <w:rPr>
          <w:rtl/>
        </w:rPr>
        <w:t>قتل ہوا اور اسماعيل جوكہ سات سالہ تھا اہل اختصاص (صفويو</w:t>
      </w:r>
      <w:r w:rsidR="000A0CDC">
        <w:rPr>
          <w:rtl/>
        </w:rPr>
        <w:t xml:space="preserve">ں </w:t>
      </w:r>
      <w:r>
        <w:rPr>
          <w:rtl/>
        </w:rPr>
        <w:t>كے خصوصى وفادار و محب لوگ) كے ذريعے گيلان فرار كروا ديا گيا _</w:t>
      </w:r>
      <w:r w:rsidRPr="00F67D4B">
        <w:rPr>
          <w:rStyle w:val="libFootnotenumChar"/>
          <w:rtl/>
        </w:rPr>
        <w:t>(3)</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31" w:name="_Toc268687"/>
      <w:r>
        <w:rPr>
          <w:rtl/>
        </w:rPr>
        <w:t>ب) صفوى حكومت كى تشكيل :</w:t>
      </w:r>
      <w:bookmarkEnd w:id="131"/>
    </w:p>
    <w:p w:rsidR="0061102A" w:rsidRDefault="0061102A" w:rsidP="00BE6934">
      <w:pPr>
        <w:pStyle w:val="libNormal"/>
        <w:rPr>
          <w:rtl/>
        </w:rPr>
      </w:pPr>
      <w:r>
        <w:rPr>
          <w:rtl/>
        </w:rPr>
        <w:t>سنہ 905 قمرى مي</w:t>
      </w:r>
      <w:r w:rsidR="000A0CDC">
        <w:rPr>
          <w:rtl/>
        </w:rPr>
        <w:t xml:space="preserve">ں </w:t>
      </w:r>
      <w:r>
        <w:rPr>
          <w:rtl/>
        </w:rPr>
        <w:t>اسماعيل دوبارہ اردبيل مي</w:t>
      </w:r>
      <w:r w:rsidR="000A0CDC">
        <w:rPr>
          <w:rtl/>
        </w:rPr>
        <w:t xml:space="preserve">ں </w:t>
      </w:r>
      <w:r>
        <w:rPr>
          <w:rtl/>
        </w:rPr>
        <w:t>پلٹا اور اپنے مريدو</w:t>
      </w:r>
      <w:r w:rsidR="000A0CDC">
        <w:rPr>
          <w:rtl/>
        </w:rPr>
        <w:t xml:space="preserve">ں </w:t>
      </w:r>
      <w:r>
        <w:rPr>
          <w:rtl/>
        </w:rPr>
        <w:t>كو منظم كيا _ اس نے سنہ 907 قمرى مي</w:t>
      </w:r>
      <w:r w:rsidR="000A0CDC">
        <w:rPr>
          <w:rtl/>
        </w:rPr>
        <w:t xml:space="preserve">ں </w:t>
      </w:r>
      <w:r>
        <w:rPr>
          <w:rtl/>
        </w:rPr>
        <w:t>آق نيلوو</w:t>
      </w:r>
      <w:r w:rsidR="000A0CDC">
        <w:rPr>
          <w:rtl/>
        </w:rPr>
        <w:t xml:space="preserve">ں </w:t>
      </w:r>
      <w:r>
        <w:rPr>
          <w:rtl/>
        </w:rPr>
        <w:t xml:space="preserve">كى كمزورى سے فائدہ اٹھاتے ہوئے تبريز شہر پر قبضہ كرليا اور تاجيوشى كى تقريب منعقد كى يہ سب اقدامات اہل اختصاص نے انجام ديے چونكہ اس وقت اسماعيل كى عمر چودہ سال سے زيادہ نہ تھى _ </w:t>
      </w:r>
      <w:r w:rsidRPr="00F67D4B">
        <w:rPr>
          <w:rStyle w:val="libFootnotenumChar"/>
          <w:rtl/>
        </w:rPr>
        <w:t>(4)</w:t>
      </w:r>
      <w:r>
        <w:rPr>
          <w:rtl/>
        </w:rPr>
        <w:t>اس نے رسمى طور پر حكومت كا مذہب شيعہ قرار ديا اور اماميہ اثنا عشريہ كى ترويج اور استحكام كے لئے كوششي</w:t>
      </w:r>
      <w:r w:rsidR="000A0CDC">
        <w:rPr>
          <w:rtl/>
        </w:rPr>
        <w:t xml:space="preserve">ں </w:t>
      </w:r>
      <w:r>
        <w:rPr>
          <w:rtl/>
        </w:rPr>
        <w:t>كي</w:t>
      </w:r>
      <w:r w:rsidR="000A0CDC">
        <w:rPr>
          <w:rtl/>
        </w:rPr>
        <w:t xml:space="preserve">ں </w:t>
      </w:r>
      <w:r w:rsidRPr="00F67D4B">
        <w:rPr>
          <w:rStyle w:val="libFootnotenumChar"/>
          <w:rtl/>
        </w:rPr>
        <w:t>(5)</w:t>
      </w:r>
      <w:r>
        <w:rPr>
          <w:rtl/>
        </w:rPr>
        <w:t xml:space="preserve">_ </w:t>
      </w:r>
    </w:p>
    <w:p w:rsidR="0061102A" w:rsidRDefault="0061102A" w:rsidP="00BE6934">
      <w:pPr>
        <w:pStyle w:val="libNormal"/>
        <w:rPr>
          <w:rtl/>
        </w:rPr>
      </w:pPr>
      <w:r>
        <w:rPr>
          <w:rtl/>
        </w:rPr>
        <w:t>كچھ عرصہ بعد اسماعيل نے ايران كے شمالى مشرقى علاقو</w:t>
      </w:r>
      <w:r w:rsidR="000A0CDC">
        <w:rPr>
          <w:rtl/>
        </w:rPr>
        <w:t xml:space="preserve">ں </w:t>
      </w:r>
      <w:r>
        <w:rPr>
          <w:rtl/>
        </w:rPr>
        <w:t xml:space="preserve">كى صورت حال درست كرنے كيلئے ازبكان سے جنگ كى ليكن اہل شمشير (ترك لوگ) اور اہل قلم (دفاتر كے ايرانى لوگ) </w:t>
      </w:r>
      <w:r w:rsidRPr="00F67D4B">
        <w:rPr>
          <w:rStyle w:val="libFootnotenumChar"/>
          <w:rtl/>
        </w:rPr>
        <w:t>(6)</w:t>
      </w:r>
      <w:r>
        <w:rPr>
          <w:rtl/>
        </w:rPr>
        <w:t xml:space="preserve"> مي</w:t>
      </w:r>
      <w:r w:rsidR="000A0CDC">
        <w:rPr>
          <w:rtl/>
        </w:rPr>
        <w:t xml:space="preserve">ں </w:t>
      </w:r>
      <w:r>
        <w:rPr>
          <w:rtl/>
        </w:rPr>
        <w:t xml:space="preserve">اختلافات كے باعث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نيورى ، ص 16 _ 15_ </w:t>
      </w:r>
    </w:p>
    <w:p w:rsidR="0061102A" w:rsidRDefault="0061102A" w:rsidP="00BE6934">
      <w:pPr>
        <w:pStyle w:val="libFootnote"/>
        <w:rPr>
          <w:rtl/>
        </w:rPr>
      </w:pPr>
      <w:r>
        <w:rPr>
          <w:rtl/>
        </w:rPr>
        <w:t xml:space="preserve">2) خوانوير _ جيب السير ، زير نظر محمد دبير ساقى ، تہران ، ص 438 _ </w:t>
      </w:r>
    </w:p>
    <w:p w:rsidR="0061102A" w:rsidRDefault="0061102A" w:rsidP="00BE6934">
      <w:pPr>
        <w:pStyle w:val="libFootnote"/>
        <w:rPr>
          <w:rtl/>
        </w:rPr>
      </w:pPr>
      <w:r>
        <w:rPr>
          <w:rtl/>
        </w:rPr>
        <w:t xml:space="preserve">3 ) سابقہ حوالہ ص 442 _ 440_ </w:t>
      </w:r>
    </w:p>
    <w:p w:rsidR="0061102A" w:rsidRDefault="0061102A" w:rsidP="00BE6934">
      <w:pPr>
        <w:pStyle w:val="libFootnote"/>
        <w:rPr>
          <w:rtl/>
        </w:rPr>
      </w:pPr>
      <w:r>
        <w:rPr>
          <w:rtl/>
        </w:rPr>
        <w:t xml:space="preserve">4) سابقہ حوالہ ص 51_ 446_ حسن بيگ روملو، احسن التواريخ باتصحيح عبدالحسنين نواہي_ </w:t>
      </w:r>
    </w:p>
    <w:p w:rsidR="0061102A" w:rsidRDefault="0061102A" w:rsidP="00BE6934">
      <w:pPr>
        <w:pStyle w:val="libFootnote"/>
        <w:rPr>
          <w:rtl/>
        </w:rPr>
      </w:pPr>
      <w:r>
        <w:rPr>
          <w:rtl/>
        </w:rPr>
        <w:t xml:space="preserve">5) جہان گشائي خاقان،ص 80 (تاريخ شاہ اسماعيل) مقدمہ اسلام آباد، مركز تحقيقات فارس ايران در پاكستان ص 6_145_ </w:t>
      </w:r>
    </w:p>
    <w:p w:rsidR="008672B1" w:rsidRDefault="0061102A" w:rsidP="00BE6934">
      <w:pPr>
        <w:pStyle w:val="libFootnote"/>
        <w:rPr>
          <w:rtl/>
        </w:rPr>
      </w:pPr>
      <w:r>
        <w:rPr>
          <w:rtl/>
        </w:rPr>
        <w:t>6) سيورى ، سابقہ حوالہ ص 31_30_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كے باعث وہ معركہ غجددان مي</w:t>
      </w:r>
      <w:r w:rsidR="000A0CDC">
        <w:rPr>
          <w:rtl/>
        </w:rPr>
        <w:t xml:space="preserve">ں </w:t>
      </w:r>
      <w:r>
        <w:rPr>
          <w:rtl/>
        </w:rPr>
        <w:t>كچھ پيش رفت نہ كرسكے اور يہ معركہ ايرانيو</w:t>
      </w:r>
      <w:r w:rsidR="000A0CDC">
        <w:rPr>
          <w:rtl/>
        </w:rPr>
        <w:t xml:space="preserve">ں </w:t>
      </w:r>
      <w:r>
        <w:rPr>
          <w:rtl/>
        </w:rPr>
        <w:t>كے ضرر مي</w:t>
      </w:r>
      <w:r w:rsidR="000A0CDC">
        <w:rPr>
          <w:rtl/>
        </w:rPr>
        <w:t xml:space="preserve">ں </w:t>
      </w:r>
      <w:r>
        <w:rPr>
          <w:rtl/>
        </w:rPr>
        <w:t>اختتام پذير ہوا_ مغربى محاذ مي</w:t>
      </w:r>
      <w:r w:rsidR="000A0CDC">
        <w:rPr>
          <w:rtl/>
        </w:rPr>
        <w:t xml:space="preserve">ں </w:t>
      </w:r>
      <w:r>
        <w:rPr>
          <w:rtl/>
        </w:rPr>
        <w:t>بھى اسماعيل عثمانيہ كى سنى حكومت سے اساسى اختلافات ركھتا تھا _ عثمانى حكومت كسى صورت مي</w:t>
      </w:r>
      <w:r w:rsidR="000A0CDC">
        <w:rPr>
          <w:rtl/>
        </w:rPr>
        <w:t xml:space="preserve">ں </w:t>
      </w:r>
      <w:r>
        <w:rPr>
          <w:rtl/>
        </w:rPr>
        <w:t>بھى صفويو</w:t>
      </w:r>
      <w:r w:rsidR="000A0CDC">
        <w:rPr>
          <w:rtl/>
        </w:rPr>
        <w:t xml:space="preserve">ں </w:t>
      </w:r>
      <w:r>
        <w:rPr>
          <w:rtl/>
        </w:rPr>
        <w:t>كى شيعہ حكومت كو قبول كرنے كيلئے تيار نہ تھى نيز صفوى كے حاميو</w:t>
      </w:r>
      <w:r w:rsidR="000A0CDC">
        <w:rPr>
          <w:rtl/>
        </w:rPr>
        <w:t xml:space="preserve">ں </w:t>
      </w:r>
      <w:r>
        <w:rPr>
          <w:rtl/>
        </w:rPr>
        <w:t>كے آناتولى مي</w:t>
      </w:r>
      <w:r w:rsidR="000A0CDC">
        <w:rPr>
          <w:rtl/>
        </w:rPr>
        <w:t xml:space="preserve">ں </w:t>
      </w:r>
      <w:r>
        <w:rPr>
          <w:rtl/>
        </w:rPr>
        <w:t>اقدامات اور خود صفويو</w:t>
      </w:r>
      <w:r w:rsidR="000A0CDC">
        <w:rPr>
          <w:rtl/>
        </w:rPr>
        <w:t xml:space="preserve">ں </w:t>
      </w:r>
      <w:r>
        <w:rPr>
          <w:rtl/>
        </w:rPr>
        <w:t>كى عثمانيہ كے امور مي</w:t>
      </w:r>
      <w:r w:rsidR="000A0CDC">
        <w:rPr>
          <w:rtl/>
        </w:rPr>
        <w:t xml:space="preserve">ں </w:t>
      </w:r>
      <w:r>
        <w:rPr>
          <w:rtl/>
        </w:rPr>
        <w:t>مداخلت مشہور جنگ چالدران (سنہ 920 مي</w:t>
      </w:r>
      <w:r w:rsidR="000A0CDC">
        <w:rPr>
          <w:rtl/>
        </w:rPr>
        <w:t xml:space="preserve">ں </w:t>
      </w:r>
      <w:r>
        <w:rPr>
          <w:rtl/>
        </w:rPr>
        <w:t>) كا باعث بنى كہ جسمي</w:t>
      </w:r>
      <w:r w:rsidR="000A0CDC">
        <w:rPr>
          <w:rtl/>
        </w:rPr>
        <w:t xml:space="preserve">ں </w:t>
      </w:r>
      <w:r>
        <w:rPr>
          <w:rtl/>
        </w:rPr>
        <w:t>صفويو</w:t>
      </w:r>
      <w:r w:rsidR="000A0CDC">
        <w:rPr>
          <w:rtl/>
        </w:rPr>
        <w:t xml:space="preserve">ں </w:t>
      </w:r>
      <w:r>
        <w:rPr>
          <w:rtl/>
        </w:rPr>
        <w:t xml:space="preserve">كى شكست كے باعث تبريز پر دشمن كا قبضہ ہوا اور شاہ اسماعيل اپنى عمر كے آخرى آيام تك اس شكست سے متاثر اور شرمندہ رہا _ </w:t>
      </w:r>
    </w:p>
    <w:p w:rsidR="0061102A" w:rsidRDefault="0061102A" w:rsidP="00BE6934">
      <w:pPr>
        <w:pStyle w:val="libNormal"/>
        <w:rPr>
          <w:rtl/>
        </w:rPr>
      </w:pPr>
    </w:p>
    <w:p w:rsidR="0061102A" w:rsidRDefault="0061102A" w:rsidP="00BE6934">
      <w:pPr>
        <w:pStyle w:val="Heading2Center"/>
        <w:rPr>
          <w:rtl/>
        </w:rPr>
      </w:pPr>
      <w:bookmarkStart w:id="132" w:name="_Toc268688"/>
      <w:r>
        <w:rPr>
          <w:rtl/>
        </w:rPr>
        <w:t>ج) استحكام كا مرحلہ:</w:t>
      </w:r>
      <w:bookmarkEnd w:id="132"/>
    </w:p>
    <w:p w:rsidR="0061102A" w:rsidRDefault="0061102A" w:rsidP="00BE6934">
      <w:pPr>
        <w:pStyle w:val="libNormal"/>
        <w:rPr>
          <w:rtl/>
        </w:rPr>
      </w:pPr>
      <w:r>
        <w:rPr>
          <w:rtl/>
        </w:rPr>
        <w:t>سنہ 930 قمرى مي</w:t>
      </w:r>
      <w:r w:rsidR="000A0CDC">
        <w:rPr>
          <w:rtl/>
        </w:rPr>
        <w:t xml:space="preserve">ں </w:t>
      </w:r>
      <w:r>
        <w:rPr>
          <w:rtl/>
        </w:rPr>
        <w:t xml:space="preserve">شاہ اسماعيل كى وفات كے بعد تہماسب تخت حكومت پر جلوہ افروز ہوا </w:t>
      </w:r>
      <w:r w:rsidRPr="00F67D4B">
        <w:rPr>
          <w:rStyle w:val="libFootnotenumChar"/>
          <w:rtl/>
        </w:rPr>
        <w:t>(4)</w:t>
      </w:r>
      <w:r>
        <w:rPr>
          <w:rtl/>
        </w:rPr>
        <w:t xml:space="preserve"> اس نے اپنى حكومت كے دوران صفوى اقتدار كى اہليت اور صلاحيت كو ثابت كيا سب سے پہلے امراء اور قزلباشو</w:t>
      </w:r>
      <w:r w:rsidR="000A0CDC">
        <w:rPr>
          <w:rtl/>
        </w:rPr>
        <w:t xml:space="preserve">ں </w:t>
      </w:r>
      <w:r>
        <w:rPr>
          <w:rtl/>
        </w:rPr>
        <w:t>كى سركشى اور نافرمانى كو دبايا كہ جو ايرانيو</w:t>
      </w:r>
      <w:r w:rsidR="000A0CDC">
        <w:rPr>
          <w:rtl/>
        </w:rPr>
        <w:t xml:space="preserve">ں </w:t>
      </w:r>
      <w:r>
        <w:rPr>
          <w:rtl/>
        </w:rPr>
        <w:t>كے مقابلے مي</w:t>
      </w:r>
      <w:r w:rsidR="000A0CDC">
        <w:rPr>
          <w:rtl/>
        </w:rPr>
        <w:t xml:space="preserve">ں </w:t>
      </w:r>
      <w:r>
        <w:rPr>
          <w:rtl/>
        </w:rPr>
        <w:t>زيادہ اختيارات اور طاقت كے طالب تھے اور قزلباشو</w:t>
      </w:r>
      <w:r w:rsidR="000A0CDC">
        <w:rPr>
          <w:rtl/>
        </w:rPr>
        <w:t xml:space="preserve">ں </w:t>
      </w:r>
      <w:r>
        <w:rPr>
          <w:rtl/>
        </w:rPr>
        <w:t xml:space="preserve">اور حكومتى امراء كے درميان ايك خاص نظم قائم كيا كہ جسكى بناء پر اس كا 54 سالہ اقتدار اپنے آخرى ايام تك مستحكم اور باقى رہا _ </w:t>
      </w:r>
    </w:p>
    <w:p w:rsidR="0061102A" w:rsidRDefault="0061102A" w:rsidP="00BE6934">
      <w:pPr>
        <w:pStyle w:val="libNormal"/>
        <w:rPr>
          <w:rtl/>
        </w:rPr>
      </w:pPr>
      <w:r>
        <w:rPr>
          <w:rtl/>
        </w:rPr>
        <w:t>شاہ تہماسب نے سنہ 935 قمرى مي</w:t>
      </w:r>
      <w:r w:rsidR="000A0CDC">
        <w:rPr>
          <w:rtl/>
        </w:rPr>
        <w:t xml:space="preserve">ں </w:t>
      </w:r>
      <w:r>
        <w:rPr>
          <w:rtl/>
        </w:rPr>
        <w:t>مرو كے مشہور جنگى معركہ مي</w:t>
      </w:r>
      <w:r w:rsidR="000A0CDC">
        <w:rPr>
          <w:rtl/>
        </w:rPr>
        <w:t xml:space="preserve">ں </w:t>
      </w:r>
      <w:r>
        <w:rPr>
          <w:rtl/>
        </w:rPr>
        <w:t xml:space="preserve">ازبكان كو شكست دى _ </w:t>
      </w:r>
      <w:r w:rsidRPr="00F67D4B">
        <w:rPr>
          <w:rStyle w:val="libFootnotenumChar"/>
          <w:rtl/>
        </w:rPr>
        <w:t>(5)</w:t>
      </w:r>
      <w:r>
        <w:rPr>
          <w:rtl/>
        </w:rPr>
        <w:t xml:space="preserve"> </w:t>
      </w:r>
    </w:p>
    <w:p w:rsidR="0061102A" w:rsidRDefault="0061102A" w:rsidP="00BE6934">
      <w:pPr>
        <w:pStyle w:val="libNormal"/>
        <w:rPr>
          <w:rtl/>
        </w:rPr>
      </w:pPr>
      <w:r>
        <w:rPr>
          <w:rtl/>
        </w:rPr>
        <w:t>اس نے جنگى چالو</w:t>
      </w:r>
      <w:r w:rsidR="000A0CDC">
        <w:rPr>
          <w:rtl/>
        </w:rPr>
        <w:t xml:space="preserve">ں </w:t>
      </w:r>
      <w:r>
        <w:rPr>
          <w:rtl/>
        </w:rPr>
        <w:t>اور توپخانہ كے استعمال سے صفوى حكومت كو آدھى صدى تك متحد اور مستحكم ركھا _ اس كے بعد شاہ اسماعيل دوم كے مختصر دور سلطنت (985_ 984 قمرى ) اور سلطان محمد خدابندہ كے دور حكومت (996_ 985 ) مي</w:t>
      </w:r>
      <w:r w:rsidR="000A0CDC">
        <w:rPr>
          <w:rtl/>
        </w:rPr>
        <w:t xml:space="preserve">ں </w:t>
      </w:r>
      <w:r>
        <w:rPr>
          <w:rtl/>
        </w:rPr>
        <w:t>قزلباشو</w:t>
      </w:r>
      <w:r w:rsidR="000A0CDC">
        <w:rPr>
          <w:rtl/>
        </w:rPr>
        <w:t xml:space="preserve">ں </w:t>
      </w:r>
      <w:r>
        <w:rPr>
          <w:rtl/>
        </w:rPr>
        <w:t>كى مداخلت كى وجہ سے صفوى حكومت كے اندرونى اور بيرونى حالات خراب ہوگئے تھے</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خورشاہ بن قباد الحسيني، تاريخ ايلچى نظام شاہ ص 5_ 84_ </w:t>
      </w:r>
    </w:p>
    <w:p w:rsidR="0061102A" w:rsidRDefault="0061102A" w:rsidP="00BE6934">
      <w:pPr>
        <w:pStyle w:val="libFootnote"/>
        <w:rPr>
          <w:rtl/>
        </w:rPr>
      </w:pPr>
      <w:r>
        <w:rPr>
          <w:rtl/>
        </w:rPr>
        <w:t xml:space="preserve">2) روملو، احسن التواريخ ص 281_ 277_ </w:t>
      </w:r>
    </w:p>
    <w:p w:rsidR="008672B1" w:rsidRDefault="0061102A" w:rsidP="00BE6934">
      <w:pPr>
        <w:pStyle w:val="libFootnote"/>
        <w:rPr>
          <w:rtl/>
        </w:rPr>
      </w:pPr>
      <w:r>
        <w:rPr>
          <w:rtl/>
        </w:rPr>
        <w:t>3) اسكندر بيك منشى ، تاريخ عالم آرامى عباسى ، ص 341_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33" w:name="_Toc268689"/>
      <w:r>
        <w:rPr>
          <w:rtl/>
        </w:rPr>
        <w:t>د) زمانہ عروج :</w:t>
      </w:r>
      <w:bookmarkEnd w:id="133"/>
    </w:p>
    <w:p w:rsidR="0061102A" w:rsidRDefault="0061102A" w:rsidP="00BE6934">
      <w:pPr>
        <w:pStyle w:val="libNormal"/>
        <w:rPr>
          <w:rtl/>
        </w:rPr>
      </w:pPr>
      <w:r>
        <w:rPr>
          <w:rtl/>
        </w:rPr>
        <w:t>سنہ 996 قمرى مي</w:t>
      </w:r>
      <w:r w:rsidR="000A0CDC">
        <w:rPr>
          <w:rtl/>
        </w:rPr>
        <w:t xml:space="preserve">ں </w:t>
      </w:r>
      <w:r>
        <w:rPr>
          <w:rtl/>
        </w:rPr>
        <w:t>عباس ميرزا تخت شاہى پر متمكن ہوا اس نے بھى اپنى اصلاحات كا ايسا جلوہ دكھا يا كہ يورپ كے بادشاہو</w:t>
      </w:r>
      <w:r w:rsidR="000A0CDC">
        <w:rPr>
          <w:rtl/>
        </w:rPr>
        <w:t xml:space="preserve">ں </w:t>
      </w:r>
      <w:r>
        <w:rPr>
          <w:rtl/>
        </w:rPr>
        <w:t>اور پاپا ے روم نے بھى اپنے سفيرو</w:t>
      </w:r>
      <w:r w:rsidR="000A0CDC">
        <w:rPr>
          <w:rtl/>
        </w:rPr>
        <w:t xml:space="preserve">ں </w:t>
      </w:r>
      <w:r>
        <w:rPr>
          <w:rtl/>
        </w:rPr>
        <w:t>كو اس كے دربار مي</w:t>
      </w:r>
      <w:r w:rsidR="000A0CDC">
        <w:rPr>
          <w:rtl/>
        </w:rPr>
        <w:t xml:space="preserve">ں </w:t>
      </w:r>
      <w:r>
        <w:rPr>
          <w:rtl/>
        </w:rPr>
        <w:t xml:space="preserve">بھيجا </w:t>
      </w:r>
      <w:r w:rsidRPr="00F67D4B">
        <w:rPr>
          <w:rStyle w:val="libFootnotenumChar"/>
          <w:rtl/>
        </w:rPr>
        <w:t>(1)</w:t>
      </w:r>
      <w:r>
        <w:rPr>
          <w:rtl/>
        </w:rPr>
        <w:t xml:space="preserve"> شاہ عباس نے اپنى حكومت كے ابتدائي ايام مي</w:t>
      </w:r>
      <w:r w:rsidR="000A0CDC">
        <w:rPr>
          <w:rtl/>
        </w:rPr>
        <w:t xml:space="preserve">ں </w:t>
      </w:r>
      <w:r>
        <w:rPr>
          <w:rtl/>
        </w:rPr>
        <w:t>قزلباشو</w:t>
      </w:r>
      <w:r w:rsidR="000A0CDC">
        <w:rPr>
          <w:rtl/>
        </w:rPr>
        <w:t xml:space="preserve">ں </w:t>
      </w:r>
      <w:r>
        <w:rPr>
          <w:rtl/>
        </w:rPr>
        <w:t>كى مختلف جماعتو</w:t>
      </w:r>
      <w:r w:rsidR="000A0CDC">
        <w:rPr>
          <w:rtl/>
        </w:rPr>
        <w:t xml:space="preserve">ں </w:t>
      </w:r>
      <w:r>
        <w:rPr>
          <w:rtl/>
        </w:rPr>
        <w:t>كى گروہ بندى كا مشاہدہ كياوہ سمجھتا تھا كہ اس سے پہلے كہ اسكا اقتدار انكى سازشو</w:t>
      </w:r>
      <w:r w:rsidR="000A0CDC">
        <w:rPr>
          <w:rtl/>
        </w:rPr>
        <w:t xml:space="preserve">ں </w:t>
      </w:r>
      <w:r>
        <w:rPr>
          <w:rtl/>
        </w:rPr>
        <w:t>كى نذر ہو انكى سركشى كو ختم كريا جائے _ لہذا اس نے قزلباشو</w:t>
      </w:r>
      <w:r w:rsidR="000A0CDC">
        <w:rPr>
          <w:rtl/>
        </w:rPr>
        <w:t xml:space="preserve">ں </w:t>
      </w:r>
      <w:r>
        <w:rPr>
          <w:rtl/>
        </w:rPr>
        <w:t>كى جگہ فوج مي</w:t>
      </w:r>
      <w:r w:rsidR="000A0CDC">
        <w:rPr>
          <w:rtl/>
        </w:rPr>
        <w:t xml:space="preserve">ں </w:t>
      </w:r>
      <w:r>
        <w:rPr>
          <w:rtl/>
        </w:rPr>
        <w:t>جارجين، چركس اور آرمينين اقوام كے دستو</w:t>
      </w:r>
      <w:r w:rsidR="000A0CDC">
        <w:rPr>
          <w:rtl/>
        </w:rPr>
        <w:t xml:space="preserve">ں </w:t>
      </w:r>
      <w:r>
        <w:rPr>
          <w:rtl/>
        </w:rPr>
        <w:t>كو داخل كيا جسكى بناء پر ايك منظم فوج تشكيل پائي كہ جسے اس نے يورپى فوجى تكنيك بالخصوص چارلى برادران كى فوجى تربيت اور بارودى اسلحہ اور توپخانہ سے آراستہ كيا_ فوج كے ذريعے قزلباشو</w:t>
      </w:r>
      <w:r w:rsidR="000A0CDC">
        <w:rPr>
          <w:rtl/>
        </w:rPr>
        <w:t xml:space="preserve">ں </w:t>
      </w:r>
      <w:r>
        <w:rPr>
          <w:rtl/>
        </w:rPr>
        <w:t xml:space="preserve">كو پر قابوپايا_ امن بحال كيا اور حكومت كى اقتصادى صورت حال كو درست كيا_ </w:t>
      </w:r>
    </w:p>
    <w:p w:rsidR="0061102A" w:rsidRDefault="0061102A" w:rsidP="00BE6934">
      <w:pPr>
        <w:pStyle w:val="libNormal"/>
        <w:rPr>
          <w:rtl/>
        </w:rPr>
      </w:pPr>
      <w:r>
        <w:rPr>
          <w:rtl/>
        </w:rPr>
        <w:t>شاہ عباس تجارت بالخصوص بيرونى تجارت كو بہت زيادہ اہميت ديتا تھا</w:t>
      </w:r>
      <w:r w:rsidRPr="00F67D4B">
        <w:rPr>
          <w:rStyle w:val="libFootnotenumChar"/>
          <w:rtl/>
        </w:rPr>
        <w:t>(2)</w:t>
      </w:r>
      <w:r>
        <w:rPr>
          <w:rtl/>
        </w:rPr>
        <w:t xml:space="preserve"> اس نے يورپى حكومتو</w:t>
      </w:r>
      <w:r w:rsidR="000A0CDC">
        <w:rPr>
          <w:rtl/>
        </w:rPr>
        <w:t xml:space="preserve">ں </w:t>
      </w:r>
      <w:r>
        <w:rPr>
          <w:rtl/>
        </w:rPr>
        <w:t>كے ساتھ تعلقات بڑھائے ، يورپى ممالك مي</w:t>
      </w:r>
      <w:r w:rsidR="000A0CDC">
        <w:rPr>
          <w:rtl/>
        </w:rPr>
        <w:t xml:space="preserve">ں </w:t>
      </w:r>
      <w:r>
        <w:rPr>
          <w:rtl/>
        </w:rPr>
        <w:t>اسكے سفيرو</w:t>
      </w:r>
      <w:r w:rsidR="000A0CDC">
        <w:rPr>
          <w:rtl/>
        </w:rPr>
        <w:t xml:space="preserve">ں </w:t>
      </w:r>
      <w:r>
        <w:rPr>
          <w:rtl/>
        </w:rPr>
        <w:t>كى بڑى تعداد اسكے وسيع اقدامات كى عكاسى كرتى ہے_ ان اقدامات كے ثمرات كى بناء پرجان چارڈن ( فرانسيسى سياح) نے ايران كى سياحت كے بعد كہاتھا كہ اس عظيم بادشاہ كى وفات سے ايران كى رونق اورفلاح و بہبود بھى ختم ہوگئي</w:t>
      </w:r>
      <w:r w:rsidRPr="00F67D4B">
        <w:rPr>
          <w:rStyle w:val="libFootnotenumChar"/>
          <w:rtl/>
        </w:rPr>
        <w:t>(3)</w:t>
      </w:r>
      <w:r>
        <w:rPr>
          <w:rtl/>
        </w:rPr>
        <w:t xml:space="preserve"> </w:t>
      </w:r>
    </w:p>
    <w:p w:rsidR="0061102A" w:rsidRDefault="0061102A" w:rsidP="00BE6934">
      <w:pPr>
        <w:pStyle w:val="libNormal"/>
        <w:rPr>
          <w:rtl/>
        </w:rPr>
      </w:pPr>
      <w:r>
        <w:rPr>
          <w:rtl/>
        </w:rPr>
        <w:t>سال 1038 قمرى مي</w:t>
      </w:r>
      <w:r w:rsidR="000A0CDC">
        <w:rPr>
          <w:rtl/>
        </w:rPr>
        <w:t xml:space="preserve">ں </w:t>
      </w:r>
      <w:r>
        <w:rPr>
          <w:rtl/>
        </w:rPr>
        <w:t>شاہ كى شاہزادو</w:t>
      </w:r>
      <w:r w:rsidR="000A0CDC">
        <w:rPr>
          <w:rtl/>
        </w:rPr>
        <w:t xml:space="preserve">ں </w:t>
      </w:r>
      <w:r>
        <w:rPr>
          <w:rtl/>
        </w:rPr>
        <w:t>كے قتل اور انہي</w:t>
      </w:r>
      <w:r w:rsidR="000A0CDC">
        <w:rPr>
          <w:rtl/>
        </w:rPr>
        <w:t xml:space="preserve">ں </w:t>
      </w:r>
      <w:r>
        <w:rPr>
          <w:rtl/>
        </w:rPr>
        <w:t>حرم مي</w:t>
      </w:r>
      <w:r w:rsidR="000A0CDC">
        <w:rPr>
          <w:rtl/>
        </w:rPr>
        <w:t xml:space="preserve">ں </w:t>
      </w:r>
      <w:r>
        <w:rPr>
          <w:rtl/>
        </w:rPr>
        <w:t>محبوس كرنے كى سياست كے باعث صفوى دربار ايسے تجربہ كار لوگو</w:t>
      </w:r>
      <w:r w:rsidR="000A0CDC">
        <w:rPr>
          <w:rtl/>
        </w:rPr>
        <w:t xml:space="preserve">ں </w:t>
      </w:r>
      <w:r>
        <w:rPr>
          <w:rtl/>
        </w:rPr>
        <w:t>سے محروم ہوگيا جو شاہ عباس كى پاليسو</w:t>
      </w:r>
      <w:r w:rsidR="000A0CDC">
        <w:rPr>
          <w:rtl/>
        </w:rPr>
        <w:t xml:space="preserve">ں </w:t>
      </w:r>
      <w:r>
        <w:rPr>
          <w:rtl/>
        </w:rPr>
        <w:t>كوجارى ركھ سكتے تھے_ شاہ عباس كے بعد شاہ صفى نے قدرت كى باگ ڈور سنبھالي، اس كے زمانہ اقتدار مي</w:t>
      </w:r>
      <w:r w:rsidR="000A0CDC">
        <w:rPr>
          <w:rtl/>
        </w:rPr>
        <w:t xml:space="preserve">ں </w:t>
      </w:r>
      <w:r>
        <w:rPr>
          <w:rtl/>
        </w:rPr>
        <w:t>ولايات ممالك كو ولايات خاصہ مي</w:t>
      </w:r>
      <w:r w:rsidR="000A0CDC">
        <w:rPr>
          <w:rtl/>
        </w:rPr>
        <w:t xml:space="preserve">ں </w:t>
      </w:r>
      <w:r>
        <w:rPr>
          <w:rtl/>
        </w:rPr>
        <w:t>تبديل كرنے كى سياست ( صوبو</w:t>
      </w:r>
      <w:r w:rsidR="000A0CDC">
        <w:rPr>
          <w:rtl/>
        </w:rPr>
        <w:t xml:space="preserve">ں </w:t>
      </w:r>
      <w:r>
        <w:rPr>
          <w:rtl/>
        </w:rPr>
        <w:t xml:space="preserve">كے اختيارات كى تقليل) وسعت اختيار كر گئي اس سياست كو عباس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نصراللہ فلسفى ، زندگانى شاہ عباس تہران ، انتشارات علمى ج 4 ص 5 ص 1271 _ 1325_ </w:t>
      </w:r>
    </w:p>
    <w:p w:rsidR="0061102A" w:rsidRDefault="0061102A" w:rsidP="00BE6934">
      <w:pPr>
        <w:pStyle w:val="libFootnote"/>
        <w:rPr>
          <w:rtl/>
        </w:rPr>
      </w:pPr>
      <w:r>
        <w:rPr>
          <w:rtl/>
        </w:rPr>
        <w:t xml:space="preserve">2) سيورى ، سابقہ حوالہ ص 99_ </w:t>
      </w:r>
    </w:p>
    <w:p w:rsidR="0061102A" w:rsidRDefault="0061102A" w:rsidP="00BE6934">
      <w:pPr>
        <w:pStyle w:val="libFootnote"/>
        <w:rPr>
          <w:rtl/>
        </w:rPr>
      </w:pPr>
      <w:r>
        <w:rPr>
          <w:rtl/>
        </w:rPr>
        <w:t xml:space="preserve">3) سيوري، درباب صفويان ،تہران ص 168_ </w:t>
      </w:r>
    </w:p>
    <w:p w:rsidR="008672B1" w:rsidRDefault="0061102A" w:rsidP="00BE6934">
      <w:pPr>
        <w:pStyle w:val="libFootnote"/>
        <w:rPr>
          <w:rtl/>
        </w:rPr>
      </w:pPr>
      <w:r>
        <w:rPr>
          <w:rtl/>
        </w:rPr>
        <w:t>4) محمد يوسف والہ قزوينى اصفہاني، ايران در زمان شاہ صفى و شاہ عباس دوم ، تہران انجمن آثار و مفاخر فرہنگي_ ص 15_ 313_ 51_ 35_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اول نے درآمدات بڑھانے اور ملك كے دفاعى سسٹم كو مضبوط كرنے كيلئے شروع كيا تھا ،ليكن شاہ صفى كے دور مي</w:t>
      </w:r>
      <w:r w:rsidR="000A0CDC">
        <w:rPr>
          <w:rtl/>
        </w:rPr>
        <w:t xml:space="preserve">ں </w:t>
      </w:r>
      <w:r>
        <w:rPr>
          <w:rtl/>
        </w:rPr>
        <w:t>اس سے ملك كے دفاعى شعبہ كو نقصان ہوا اور خاندان امامقلى خان كہ جس نے اس حوالے سے بہت سے خدمات انجام دي</w:t>
      </w:r>
      <w:r w:rsidR="000A0CDC">
        <w:rPr>
          <w:rtl/>
        </w:rPr>
        <w:t xml:space="preserve">ں </w:t>
      </w:r>
      <w:r>
        <w:rPr>
          <w:rtl/>
        </w:rPr>
        <w:t>تھي</w:t>
      </w:r>
      <w:r w:rsidR="000A0CDC">
        <w:rPr>
          <w:rtl/>
        </w:rPr>
        <w:t xml:space="preserve">ں </w:t>
      </w:r>
      <w:r>
        <w:rPr>
          <w:rtl/>
        </w:rPr>
        <w:t xml:space="preserve">مكمل طور پر ختم ہوگيا </w:t>
      </w:r>
      <w:r w:rsidRPr="00F67D4B">
        <w:rPr>
          <w:rStyle w:val="libFootnotenumChar"/>
          <w:rtl/>
        </w:rPr>
        <w:t>(1)</w:t>
      </w:r>
      <w:r>
        <w:rPr>
          <w:rtl/>
        </w:rPr>
        <w:t xml:space="preserve"> شاہ عباس دوم جو كہ شاہ صفى كا جانشين تھا وہ بھى ملك كے خراب حالات كو زيادہ بہتر نہ كرسكا اگر چہ اس نے اپنى بادشاہت كى سرحدو</w:t>
      </w:r>
      <w:r w:rsidR="000A0CDC">
        <w:rPr>
          <w:rtl/>
        </w:rPr>
        <w:t xml:space="preserve">ں </w:t>
      </w:r>
      <w:r>
        <w:rPr>
          <w:rtl/>
        </w:rPr>
        <w:t>كو ہر قسم كے حملے سے بچائے ركھا اور سال 1058 مي</w:t>
      </w:r>
      <w:r w:rsidR="000A0CDC">
        <w:rPr>
          <w:rtl/>
        </w:rPr>
        <w:t xml:space="preserve">ں </w:t>
      </w:r>
      <w:r>
        <w:rPr>
          <w:rtl/>
        </w:rPr>
        <w:t>قندھار كو تيموريو</w:t>
      </w:r>
      <w:r w:rsidR="000A0CDC">
        <w:rPr>
          <w:rtl/>
        </w:rPr>
        <w:t xml:space="preserve">ں </w:t>
      </w:r>
      <w:r>
        <w:rPr>
          <w:rtl/>
        </w:rPr>
        <w:t xml:space="preserve">سے واپس لے ليا_ </w:t>
      </w:r>
    </w:p>
    <w:p w:rsidR="0061102A" w:rsidRDefault="0061102A" w:rsidP="00BE6934">
      <w:pPr>
        <w:pStyle w:val="libNormal"/>
        <w:rPr>
          <w:rtl/>
        </w:rPr>
      </w:pPr>
      <w:r>
        <w:rPr>
          <w:rtl/>
        </w:rPr>
        <w:t>شاہ سليمان كے اقتدار تك پہنچنے سے صفوى سلسلہ كے زوال كا دور شروع ہوا اس دور مي</w:t>
      </w:r>
      <w:r w:rsidR="000A0CDC">
        <w:rPr>
          <w:rtl/>
        </w:rPr>
        <w:t xml:space="preserve">ں </w:t>
      </w:r>
      <w:r>
        <w:rPr>
          <w:rtl/>
        </w:rPr>
        <w:t>علماء كا ملك كے سياسى اور مذہبى امور مي</w:t>
      </w:r>
      <w:r w:rsidR="000A0CDC">
        <w:rPr>
          <w:rtl/>
        </w:rPr>
        <w:t xml:space="preserve">ں </w:t>
      </w:r>
      <w:r>
        <w:rPr>
          <w:rtl/>
        </w:rPr>
        <w:t>نفوذ تيزى سے بڑھا ليكن صفوى اقتدار شاہ سلطان حسين كے دور مي</w:t>
      </w:r>
      <w:r w:rsidR="000A0CDC">
        <w:rPr>
          <w:rtl/>
        </w:rPr>
        <w:t xml:space="preserve">ں </w:t>
      </w:r>
      <w:r>
        <w:rPr>
          <w:rtl/>
        </w:rPr>
        <w:t>مكمل طور پر ضعف كا شكار ہوا جو كہ ايك كمزور شخصيت كا حامل تھا اور ملك كے امور سے لا پرواہ تھا_ اس زمانہ مي</w:t>
      </w:r>
      <w:r w:rsidR="000A0CDC">
        <w:rPr>
          <w:rtl/>
        </w:rPr>
        <w:t xml:space="preserve">ں </w:t>
      </w:r>
      <w:r>
        <w:rPr>
          <w:rtl/>
        </w:rPr>
        <w:t>قندھار كے افغان لوگ جو كہ صفويو</w:t>
      </w:r>
      <w:r w:rsidR="000A0CDC">
        <w:rPr>
          <w:rtl/>
        </w:rPr>
        <w:t xml:space="preserve">ں </w:t>
      </w:r>
      <w:r>
        <w:rPr>
          <w:rtl/>
        </w:rPr>
        <w:t>كے تسلط كو پسند نہي</w:t>
      </w:r>
      <w:r w:rsidR="000A0CDC">
        <w:rPr>
          <w:rtl/>
        </w:rPr>
        <w:t xml:space="preserve">ں </w:t>
      </w:r>
      <w:r>
        <w:rPr>
          <w:rtl/>
        </w:rPr>
        <w:t>كرتے تھے ايران پر حملہ آور ہوئے اور سنہ 1135 قمرى مي</w:t>
      </w:r>
      <w:r w:rsidR="000A0CDC">
        <w:rPr>
          <w:rtl/>
        </w:rPr>
        <w:t xml:space="preserve">ں </w:t>
      </w:r>
      <w:r>
        <w:rPr>
          <w:rtl/>
        </w:rPr>
        <w:t>اصفہان پر قبضہ كركے صفوى سلسلہ كے اقتدار كو ختم كرديا</w:t>
      </w:r>
      <w:r w:rsidRPr="00F67D4B">
        <w:rPr>
          <w:rStyle w:val="libFootnotenumChar"/>
          <w:rtl/>
        </w:rPr>
        <w:t>(2)</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34" w:name="_Toc268690"/>
      <w:r>
        <w:rPr>
          <w:rtl/>
        </w:rPr>
        <w:t>خارجہ روابط</w:t>
      </w:r>
      <w:bookmarkEnd w:id="134"/>
    </w:p>
    <w:p w:rsidR="0061102A" w:rsidRDefault="0061102A" w:rsidP="00BE6934">
      <w:pPr>
        <w:pStyle w:val="libNormal"/>
        <w:rPr>
          <w:rtl/>
        </w:rPr>
      </w:pPr>
      <w:r>
        <w:rPr>
          <w:rtl/>
        </w:rPr>
        <w:t>صفوى دور حكومت مي</w:t>
      </w:r>
      <w:r w:rsidR="000A0CDC">
        <w:rPr>
          <w:rtl/>
        </w:rPr>
        <w:t xml:space="preserve">ں </w:t>
      </w:r>
      <w:r>
        <w:rPr>
          <w:rtl/>
        </w:rPr>
        <w:t>انكے مغرب مي</w:t>
      </w:r>
      <w:r w:rsidR="000A0CDC">
        <w:rPr>
          <w:rtl/>
        </w:rPr>
        <w:t xml:space="preserve">ں </w:t>
      </w:r>
      <w:r>
        <w:rPr>
          <w:rtl/>
        </w:rPr>
        <w:t>ہمسائے عثمانى تھے، شمال و مشرق مي</w:t>
      </w:r>
      <w:r w:rsidR="000A0CDC">
        <w:rPr>
          <w:rtl/>
        </w:rPr>
        <w:t xml:space="preserve">ں </w:t>
      </w:r>
      <w:r>
        <w:rPr>
          <w:rtl/>
        </w:rPr>
        <w:t>ازبكان اور ان كے مشرق مي</w:t>
      </w:r>
      <w:r w:rsidR="000A0CDC">
        <w:rPr>
          <w:rtl/>
        </w:rPr>
        <w:t xml:space="preserve">ں </w:t>
      </w:r>
      <w:r>
        <w:rPr>
          <w:rtl/>
        </w:rPr>
        <w:t>مغل تھے ،صفويو</w:t>
      </w:r>
      <w:r w:rsidR="000A0CDC">
        <w:rPr>
          <w:rtl/>
        </w:rPr>
        <w:t xml:space="preserve">ں </w:t>
      </w:r>
      <w:r>
        <w:rPr>
          <w:rtl/>
        </w:rPr>
        <w:t xml:space="preserve">كے انكے ساتھ روابط بہت سے نشيب وفرازسے گذرے_ </w:t>
      </w:r>
    </w:p>
    <w:p w:rsidR="0061102A" w:rsidRDefault="0061102A" w:rsidP="00BE6934">
      <w:pPr>
        <w:pStyle w:val="libNormal"/>
        <w:rPr>
          <w:rtl/>
        </w:rPr>
      </w:pPr>
    </w:p>
    <w:p w:rsidR="0061102A" w:rsidRDefault="0061102A" w:rsidP="00BE6934">
      <w:pPr>
        <w:pStyle w:val="Heading2Center"/>
        <w:rPr>
          <w:rtl/>
        </w:rPr>
      </w:pPr>
      <w:bookmarkStart w:id="135" w:name="_Toc268691"/>
      <w:r>
        <w:rPr>
          <w:rtl/>
        </w:rPr>
        <w:t>الف) ہمسايو</w:t>
      </w:r>
      <w:r w:rsidR="000A0CDC">
        <w:rPr>
          <w:rtl/>
        </w:rPr>
        <w:t xml:space="preserve">ں </w:t>
      </w:r>
      <w:r>
        <w:rPr>
          <w:rtl/>
        </w:rPr>
        <w:t>كے ساتھ روابط</w:t>
      </w:r>
      <w:bookmarkEnd w:id="135"/>
    </w:p>
    <w:p w:rsidR="0061102A" w:rsidRDefault="0061102A" w:rsidP="00BE6934">
      <w:pPr>
        <w:pStyle w:val="libNormal"/>
        <w:rPr>
          <w:rtl/>
        </w:rPr>
      </w:pPr>
      <w:r>
        <w:rPr>
          <w:rtl/>
        </w:rPr>
        <w:t>صفويو</w:t>
      </w:r>
      <w:r w:rsidR="000A0CDC">
        <w:rPr>
          <w:rtl/>
        </w:rPr>
        <w:t xml:space="preserve">ں </w:t>
      </w:r>
      <w:r>
        <w:rPr>
          <w:rtl/>
        </w:rPr>
        <w:t>كے اپنے ہمسايو</w:t>
      </w:r>
      <w:r w:rsidR="000A0CDC">
        <w:rPr>
          <w:rtl/>
        </w:rPr>
        <w:t xml:space="preserve">ں </w:t>
      </w:r>
      <w:r>
        <w:rPr>
          <w:rtl/>
        </w:rPr>
        <w:t>كے ساتھ روابط مي</w:t>
      </w:r>
      <w:r w:rsidR="000A0CDC">
        <w:rPr>
          <w:rtl/>
        </w:rPr>
        <w:t xml:space="preserve">ں </w:t>
      </w:r>
      <w:r>
        <w:rPr>
          <w:rtl/>
        </w:rPr>
        <w:t>فقط انكا مذہب ( شعيت ) ہى اہم تاثير كا حامل نہ تھا بلكہ بہت سے اسباب اور دلائل ديگر بھى موجود تھے_ ايران كے شمال مشرق مي</w:t>
      </w:r>
      <w:r w:rsidR="000A0CDC">
        <w:rPr>
          <w:rtl/>
        </w:rPr>
        <w:t xml:space="preserve">ں </w:t>
      </w:r>
      <w:r>
        <w:rPr>
          <w:rtl/>
        </w:rPr>
        <w:t xml:space="preserve">ازبكان لوگ اپنے صحرائي مزاج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ولى قلى بن داود بن قلى شاملي_قصص الخاقاني_ ص 412 _406_ </w:t>
      </w:r>
    </w:p>
    <w:p w:rsidR="008672B1" w:rsidRDefault="0061102A" w:rsidP="00BE6934">
      <w:pPr>
        <w:pStyle w:val="libFootnote"/>
        <w:rPr>
          <w:rtl/>
        </w:rPr>
      </w:pPr>
      <w:r>
        <w:rPr>
          <w:rtl/>
        </w:rPr>
        <w:t>2) تاريخ ايران دورہ صفويان _ پوہشى از دانشگاہ كمبريج ترجمہ يعقوب آنہ ص 126_122_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اور قبائلى نظام كے باعث اكثر ايرانيو</w:t>
      </w:r>
      <w:r w:rsidR="000A0CDC">
        <w:rPr>
          <w:rtl/>
        </w:rPr>
        <w:t xml:space="preserve">ں </w:t>
      </w:r>
      <w:r>
        <w:rPr>
          <w:rtl/>
        </w:rPr>
        <w:t>كے ساتھ حالت جنگ مي</w:t>
      </w:r>
      <w:r w:rsidR="000A0CDC">
        <w:rPr>
          <w:rtl/>
        </w:rPr>
        <w:t xml:space="preserve">ں </w:t>
      </w:r>
      <w:r>
        <w:rPr>
          <w:rtl/>
        </w:rPr>
        <w:t>ہوتے تھے ليكن يہا</w:t>
      </w:r>
      <w:r w:rsidR="000A0CDC">
        <w:rPr>
          <w:rtl/>
        </w:rPr>
        <w:t xml:space="preserve">ں </w:t>
      </w:r>
      <w:r>
        <w:rPr>
          <w:rtl/>
        </w:rPr>
        <w:t>اہم نكتہ يہ ہے كہ صفويو</w:t>
      </w:r>
      <w:r w:rsidR="000A0CDC">
        <w:rPr>
          <w:rtl/>
        </w:rPr>
        <w:t xml:space="preserve">ں </w:t>
      </w:r>
      <w:r>
        <w:rPr>
          <w:rtl/>
        </w:rPr>
        <w:t>نے اكثر ان كے ساتھ طاقت كى زبان استعمال كى اور فتح پائي</w:t>
      </w:r>
      <w:r w:rsidRPr="00F67D4B">
        <w:rPr>
          <w:rStyle w:val="libFootnotenumChar"/>
          <w:rtl/>
        </w:rPr>
        <w:t>(1)</w:t>
      </w:r>
      <w:r>
        <w:rPr>
          <w:rtl/>
        </w:rPr>
        <w:t xml:space="preserve"> دونو</w:t>
      </w:r>
      <w:r w:rsidR="000A0CDC">
        <w:rPr>
          <w:rtl/>
        </w:rPr>
        <w:t xml:space="preserve">ں </w:t>
      </w:r>
      <w:r>
        <w:rPr>
          <w:rtl/>
        </w:rPr>
        <w:t>حكومتو</w:t>
      </w:r>
      <w:r w:rsidR="000A0CDC">
        <w:rPr>
          <w:rtl/>
        </w:rPr>
        <w:t xml:space="preserve">ں </w:t>
      </w:r>
      <w:r>
        <w:rPr>
          <w:rtl/>
        </w:rPr>
        <w:t>مي</w:t>
      </w:r>
      <w:r w:rsidR="000A0CDC">
        <w:rPr>
          <w:rtl/>
        </w:rPr>
        <w:t xml:space="preserve">ں </w:t>
      </w:r>
      <w:r>
        <w:rPr>
          <w:rtl/>
        </w:rPr>
        <w:t>مذہبى اختلافات كے علاوہ جنگ وجدال كا اہم سبب دونو</w:t>
      </w:r>
      <w:r w:rsidR="000A0CDC">
        <w:rPr>
          <w:rtl/>
        </w:rPr>
        <w:t xml:space="preserve">ں </w:t>
      </w:r>
      <w:r>
        <w:rPr>
          <w:rtl/>
        </w:rPr>
        <w:t>ممالك كے مابين جغرافيائي اور سياسى سرحدو</w:t>
      </w:r>
      <w:r w:rsidR="000A0CDC">
        <w:rPr>
          <w:rtl/>
        </w:rPr>
        <w:t xml:space="preserve">ں </w:t>
      </w:r>
      <w:r>
        <w:rPr>
          <w:rtl/>
        </w:rPr>
        <w:t>كا نہ ہونا تھا اس كشمكش كے ساتھ ساتھ دونو</w:t>
      </w:r>
      <w:r w:rsidR="000A0CDC">
        <w:rPr>
          <w:rtl/>
        </w:rPr>
        <w:t xml:space="preserve">ں </w:t>
      </w:r>
      <w:r>
        <w:rPr>
          <w:rtl/>
        </w:rPr>
        <w:t>مي</w:t>
      </w:r>
      <w:r w:rsidR="000A0CDC">
        <w:rPr>
          <w:rtl/>
        </w:rPr>
        <w:t xml:space="preserve">ں </w:t>
      </w:r>
      <w:r>
        <w:rPr>
          <w:rtl/>
        </w:rPr>
        <w:t>دوستانہ روابط بھى موجود رہے ،بہت سے ايرانى اور ازبكى سفيرو</w:t>
      </w:r>
      <w:r w:rsidR="000A0CDC">
        <w:rPr>
          <w:rtl/>
        </w:rPr>
        <w:t xml:space="preserve">ں </w:t>
      </w:r>
      <w:r>
        <w:rPr>
          <w:rtl/>
        </w:rPr>
        <w:t>كى رفت وآمد نيز ازبكو</w:t>
      </w:r>
      <w:r w:rsidR="000A0CDC">
        <w:rPr>
          <w:rtl/>
        </w:rPr>
        <w:t xml:space="preserve">ں </w:t>
      </w:r>
      <w:r>
        <w:rPr>
          <w:rtl/>
        </w:rPr>
        <w:t>كا حج كے اعمال بجالانے كيلئے ايران سے عبور كرنا صفويو</w:t>
      </w:r>
      <w:r w:rsidR="000A0CDC">
        <w:rPr>
          <w:rtl/>
        </w:rPr>
        <w:t xml:space="preserve">ں </w:t>
      </w:r>
      <w:r>
        <w:rPr>
          <w:rtl/>
        </w:rPr>
        <w:t>كے ساتھ دوستانہ روابط كا متقاضى تھا</w:t>
      </w:r>
      <w:r w:rsidRPr="00F67D4B">
        <w:rPr>
          <w:rStyle w:val="libFootnotenumChar"/>
          <w:rtl/>
        </w:rPr>
        <w:t>(2)</w:t>
      </w:r>
      <w:r>
        <w:rPr>
          <w:rtl/>
        </w:rPr>
        <w:t xml:space="preserve"> </w:t>
      </w:r>
    </w:p>
    <w:p w:rsidR="0061102A" w:rsidRDefault="0061102A" w:rsidP="00BE6934">
      <w:pPr>
        <w:pStyle w:val="libNormal"/>
        <w:rPr>
          <w:rtl/>
        </w:rPr>
      </w:pPr>
      <w:r>
        <w:rPr>
          <w:rtl/>
        </w:rPr>
        <w:t>صفويو</w:t>
      </w:r>
      <w:r w:rsidR="000A0CDC">
        <w:rPr>
          <w:rtl/>
        </w:rPr>
        <w:t xml:space="preserve">ں </w:t>
      </w:r>
      <w:r>
        <w:rPr>
          <w:rtl/>
        </w:rPr>
        <w:t>كے عثمانيو</w:t>
      </w:r>
      <w:r w:rsidR="000A0CDC">
        <w:rPr>
          <w:rtl/>
        </w:rPr>
        <w:t xml:space="preserve">ں </w:t>
      </w:r>
      <w:r>
        <w:rPr>
          <w:rtl/>
        </w:rPr>
        <w:t>كے ساتھ روابط بھى صلح وجنگ كا آميزہ تھے ،بہت سى جنگي</w:t>
      </w:r>
      <w:r w:rsidR="000A0CDC">
        <w:rPr>
          <w:rtl/>
        </w:rPr>
        <w:t xml:space="preserve">ں </w:t>
      </w:r>
      <w:r>
        <w:rPr>
          <w:rtl/>
        </w:rPr>
        <w:t>اور مختلف صلح نامے سے اس فراز و نشيب كى عكاسى كرتے ہي</w:t>
      </w:r>
      <w:r w:rsidR="000A0CDC">
        <w:rPr>
          <w:rtl/>
        </w:rPr>
        <w:t xml:space="preserve">ں </w:t>
      </w:r>
      <w:r>
        <w:rPr>
          <w:rtl/>
        </w:rPr>
        <w:t>_ ايران اور عثمانيو</w:t>
      </w:r>
      <w:r w:rsidR="000A0CDC">
        <w:rPr>
          <w:rtl/>
        </w:rPr>
        <w:t xml:space="preserve">ں </w:t>
      </w:r>
      <w:r>
        <w:rPr>
          <w:rtl/>
        </w:rPr>
        <w:t>مي</w:t>
      </w:r>
      <w:r w:rsidR="000A0CDC">
        <w:rPr>
          <w:rtl/>
        </w:rPr>
        <w:t xml:space="preserve">ں </w:t>
      </w:r>
      <w:r>
        <w:rPr>
          <w:rtl/>
        </w:rPr>
        <w:t>اہم ترين معركہ جنگ چالدران تھى كہ عثمانيو</w:t>
      </w:r>
      <w:r w:rsidR="000A0CDC">
        <w:rPr>
          <w:rtl/>
        </w:rPr>
        <w:t xml:space="preserve">ں </w:t>
      </w:r>
      <w:r>
        <w:rPr>
          <w:rtl/>
        </w:rPr>
        <w:t xml:space="preserve">كے باغى شاہزادے سلطان مرادكى </w:t>
      </w:r>
      <w:r w:rsidRPr="00F67D4B">
        <w:rPr>
          <w:rStyle w:val="libFootnotenumChar"/>
          <w:rtl/>
        </w:rPr>
        <w:t>(3)</w:t>
      </w:r>
      <w:r>
        <w:rPr>
          <w:rtl/>
        </w:rPr>
        <w:t xml:space="preserve"> شاہ اسماعيل كى طرف سے حمايت اور دونو</w:t>
      </w:r>
      <w:r w:rsidR="000A0CDC">
        <w:rPr>
          <w:rtl/>
        </w:rPr>
        <w:t xml:space="preserve">ں </w:t>
      </w:r>
      <w:r>
        <w:rPr>
          <w:rtl/>
        </w:rPr>
        <w:t>حكومتو</w:t>
      </w:r>
      <w:r w:rsidR="000A0CDC">
        <w:rPr>
          <w:rtl/>
        </w:rPr>
        <w:t xml:space="preserve">ں </w:t>
      </w:r>
      <w:r>
        <w:rPr>
          <w:rtl/>
        </w:rPr>
        <w:t>كے مذہبى اختلافات كے باعث يہ جنگ پيش آئي_ شاہ تہماسب كے دور مي</w:t>
      </w:r>
      <w:r w:rsidR="000A0CDC">
        <w:rPr>
          <w:rtl/>
        </w:rPr>
        <w:t xml:space="preserve">ں </w:t>
      </w:r>
      <w:r>
        <w:rPr>
          <w:rtl/>
        </w:rPr>
        <w:t>سال 962 قمرى مي</w:t>
      </w:r>
      <w:r w:rsidR="000A0CDC">
        <w:rPr>
          <w:rtl/>
        </w:rPr>
        <w:t xml:space="preserve">ں </w:t>
      </w:r>
      <w:r w:rsidRPr="00F67D4B">
        <w:rPr>
          <w:rStyle w:val="libFootnotenumChar"/>
          <w:rtl/>
        </w:rPr>
        <w:t>(4)</w:t>
      </w:r>
      <w:r>
        <w:rPr>
          <w:rtl/>
        </w:rPr>
        <w:t xml:space="preserve"> صلح آماسيہ كے عہدنامہ سے يہ روابط ايك نئے مرحلہ مي</w:t>
      </w:r>
      <w:r w:rsidR="000A0CDC">
        <w:rPr>
          <w:rtl/>
        </w:rPr>
        <w:t xml:space="preserve">ں </w:t>
      </w:r>
      <w:r>
        <w:rPr>
          <w:rtl/>
        </w:rPr>
        <w:t>داخل ہوگئے_ اس صلح نامہ كے تحت كردستان ، بين النہرين اور جارجيا كا كچھ علاقہ عثمانيہ كو حاصل ہوا اس كے مد مقابل آرمينيا، كاخت اور آج كے مشرقى آذربائيجان كا كچھ حصہ ايران كا جزو شمار ہوا _</w:t>
      </w:r>
      <w:r w:rsidRPr="00F67D4B">
        <w:rPr>
          <w:rStyle w:val="libFootnotenumChar"/>
          <w:rtl/>
        </w:rPr>
        <w:t>(5)</w:t>
      </w:r>
      <w:r>
        <w:rPr>
          <w:rtl/>
        </w:rPr>
        <w:t xml:space="preserve"> سرحد متعين ہوگئي اور يہ معاہدہ سلطان محمد خدابندہ كے دور تك باقى رہا_ </w:t>
      </w:r>
      <w:r w:rsidRPr="00F67D4B">
        <w:rPr>
          <w:rStyle w:val="libFootnotenumChar"/>
          <w:rtl/>
        </w:rPr>
        <w:t>(6)</w:t>
      </w:r>
      <w:r>
        <w:rPr>
          <w:rtl/>
        </w:rPr>
        <w:t xml:space="preserve"> شاہ عباس كے ابتدائي دور مي</w:t>
      </w:r>
      <w:r w:rsidR="000A0CDC">
        <w:rPr>
          <w:rtl/>
        </w:rPr>
        <w:t xml:space="preserve">ں </w:t>
      </w:r>
      <w:r>
        <w:rPr>
          <w:rtl/>
        </w:rPr>
        <w:t>اس نے مجبور ہوكر ايران كے كچھ علاقے عثمانيو</w:t>
      </w:r>
      <w:r w:rsidR="000A0CDC">
        <w:rPr>
          <w:rtl/>
        </w:rPr>
        <w:t xml:space="preserve">ں </w:t>
      </w:r>
      <w:r>
        <w:rPr>
          <w:rtl/>
        </w:rPr>
        <w:t>كے حوالے كئے ليكن بعد مي</w:t>
      </w:r>
      <w:r w:rsidR="000A0CDC">
        <w:rPr>
          <w:rtl/>
        </w:rPr>
        <w:t xml:space="preserve">ں </w:t>
      </w:r>
      <w:r>
        <w:rPr>
          <w:rtl/>
        </w:rPr>
        <w:t>اس نے عثمانيو</w:t>
      </w:r>
      <w:r w:rsidR="000A0CDC">
        <w:rPr>
          <w:rtl/>
        </w:rPr>
        <w:t xml:space="preserve">ں </w:t>
      </w:r>
      <w:r>
        <w:rPr>
          <w:rtl/>
        </w:rPr>
        <w:t>سے واپس لے ليے</w:t>
      </w:r>
      <w:r w:rsidRPr="00F67D4B">
        <w:rPr>
          <w:rStyle w:val="libFootnotenumChar"/>
          <w:rtl/>
        </w:rPr>
        <w:t>(7)</w:t>
      </w:r>
      <w:r>
        <w:rPr>
          <w:rtl/>
        </w:rPr>
        <w:t xml:space="preserve"> شاہ صفى كے زمانہ اقتدار مي</w:t>
      </w:r>
      <w:r w:rsidR="000A0CDC">
        <w:rPr>
          <w:rtl/>
        </w:rPr>
        <w:t xml:space="preserve">ں </w:t>
      </w:r>
      <w:r>
        <w:rPr>
          <w:rtl/>
        </w:rPr>
        <w:t>عثمانيو</w:t>
      </w:r>
      <w:r w:rsidR="000A0CDC">
        <w:rPr>
          <w:rtl/>
        </w:rPr>
        <w:t xml:space="preserve">ں </w:t>
      </w:r>
      <w:r>
        <w:rPr>
          <w:rtl/>
        </w:rPr>
        <w:t xml:space="preserve">نے بغداد پر قبضہ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عباسقلى غفارى ، روابط صفويہ و ازبكان ج 1_ </w:t>
      </w:r>
    </w:p>
    <w:p w:rsidR="0061102A" w:rsidRDefault="0061102A" w:rsidP="00BE6934">
      <w:pPr>
        <w:pStyle w:val="libFootnote"/>
        <w:rPr>
          <w:rtl/>
        </w:rPr>
      </w:pPr>
      <w:r>
        <w:rPr>
          <w:rtl/>
        </w:rPr>
        <w:t xml:space="preserve">2) اسكندر بيگ منشي، سابقہ حوالہ ص 73_ 72_ </w:t>
      </w:r>
    </w:p>
    <w:p w:rsidR="0061102A" w:rsidRDefault="0061102A" w:rsidP="00BE6934">
      <w:pPr>
        <w:pStyle w:val="libFootnote"/>
        <w:rPr>
          <w:rtl/>
        </w:rPr>
      </w:pPr>
      <w:r>
        <w:rPr>
          <w:rtl/>
        </w:rPr>
        <w:t xml:space="preserve">3) ھامر پور گشتال ، تاريخ امپراتورى عثمانى ص 19_ 816_ </w:t>
      </w:r>
    </w:p>
    <w:p w:rsidR="0061102A" w:rsidRDefault="0061102A" w:rsidP="00BE6934">
      <w:pPr>
        <w:pStyle w:val="libFootnote"/>
        <w:rPr>
          <w:rtl/>
        </w:rPr>
      </w:pPr>
      <w:r>
        <w:rPr>
          <w:rtl/>
        </w:rPr>
        <w:t xml:space="preserve">4) خورشاہ _سابقہ حوالہ ص 86_ 184 اسكندر پلك منشى ، سابقہ حوالہ ج 1 ص 9_128_ </w:t>
      </w:r>
    </w:p>
    <w:p w:rsidR="0061102A" w:rsidRDefault="0061102A" w:rsidP="00BE6934">
      <w:pPr>
        <w:pStyle w:val="libFootnote"/>
        <w:rPr>
          <w:rtl/>
        </w:rPr>
      </w:pPr>
      <w:r>
        <w:rPr>
          <w:rtl/>
        </w:rPr>
        <w:t xml:space="preserve">5) عبدالرضا ہوشنگ مہدوي، تاريخ روابط خارجى ايران از ابتداى دوران صفويہ تاپايان جنگ دوم جہاني، ص 33_ </w:t>
      </w:r>
    </w:p>
    <w:p w:rsidR="0061102A" w:rsidRDefault="0061102A" w:rsidP="00BE6934">
      <w:pPr>
        <w:pStyle w:val="libFootnote"/>
        <w:rPr>
          <w:rtl/>
        </w:rPr>
      </w:pPr>
      <w:r>
        <w:rPr>
          <w:rtl/>
        </w:rPr>
        <w:t xml:space="preserve">6) راجرسيوري، سابقہ حوالہ ص 73_70_ </w:t>
      </w:r>
    </w:p>
    <w:p w:rsidR="008672B1" w:rsidRDefault="0061102A" w:rsidP="00BE6934">
      <w:pPr>
        <w:pStyle w:val="libFootnote"/>
        <w:rPr>
          <w:rtl/>
        </w:rPr>
      </w:pPr>
      <w:r>
        <w:rPr>
          <w:rtl/>
        </w:rPr>
        <w:t>7) سابقہ حوالہ ص 6_83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كرليا اور بادشاہ نے سال 1049 قمرى مي</w:t>
      </w:r>
      <w:r w:rsidR="000A0CDC">
        <w:rPr>
          <w:rtl/>
        </w:rPr>
        <w:t xml:space="preserve">ں </w:t>
      </w:r>
      <w:r>
        <w:rPr>
          <w:rtl/>
        </w:rPr>
        <w:t>عثمانيو</w:t>
      </w:r>
      <w:r w:rsidR="000A0CDC">
        <w:rPr>
          <w:rtl/>
        </w:rPr>
        <w:t xml:space="preserve">ں </w:t>
      </w:r>
      <w:r>
        <w:rPr>
          <w:rtl/>
        </w:rPr>
        <w:t>كے ساتھ معاہدہ قصر شيرين طے كيا جس كى روسے بصرہ اور مغربى كردستان كا كچھ حصہ عثمانيو</w:t>
      </w:r>
      <w:r w:rsidR="000A0CDC">
        <w:rPr>
          <w:rtl/>
        </w:rPr>
        <w:t xml:space="preserve">ں </w:t>
      </w:r>
      <w:r>
        <w:rPr>
          <w:rtl/>
        </w:rPr>
        <w:t>كو ديا گيا جبكہ مشرقى آذربائيجان، رواندوز، آرمينيا اور جارجيا ايران كو ديے گئے، يہ معاہدہ بہت اہميت كا حامل تھا كہ كيونكہ اس معاہدہ كى روسے متنازعہ علاقو</w:t>
      </w:r>
      <w:r w:rsidR="000A0CDC">
        <w:rPr>
          <w:rtl/>
        </w:rPr>
        <w:t xml:space="preserve">ں </w:t>
      </w:r>
      <w:r>
        <w:rPr>
          <w:rtl/>
        </w:rPr>
        <w:t>كا مسئلہ حل ہوا اور ايك صدى تك دونو</w:t>
      </w:r>
      <w:r w:rsidR="000A0CDC">
        <w:rPr>
          <w:rtl/>
        </w:rPr>
        <w:t xml:space="preserve">ں </w:t>
      </w:r>
      <w:r>
        <w:rPr>
          <w:rtl/>
        </w:rPr>
        <w:t>حكومتو</w:t>
      </w:r>
      <w:r w:rsidR="000A0CDC">
        <w:rPr>
          <w:rtl/>
        </w:rPr>
        <w:t xml:space="preserve">ں </w:t>
      </w:r>
      <w:r>
        <w:rPr>
          <w:rtl/>
        </w:rPr>
        <w:t>مي</w:t>
      </w:r>
      <w:r w:rsidR="000A0CDC">
        <w:rPr>
          <w:rtl/>
        </w:rPr>
        <w:t xml:space="preserve">ں </w:t>
      </w:r>
      <w:r>
        <w:rPr>
          <w:rtl/>
        </w:rPr>
        <w:t>صلح برقرار رہى _</w:t>
      </w:r>
      <w:r w:rsidRPr="00F67D4B">
        <w:rPr>
          <w:rStyle w:val="libFootnotenumChar"/>
          <w:rtl/>
        </w:rPr>
        <w:t>(1)</w:t>
      </w:r>
      <w:r>
        <w:rPr>
          <w:rtl/>
        </w:rPr>
        <w:t xml:space="preserve"> </w:t>
      </w:r>
    </w:p>
    <w:p w:rsidR="0061102A" w:rsidRDefault="0061102A" w:rsidP="00BE6934">
      <w:pPr>
        <w:pStyle w:val="libNormal"/>
        <w:rPr>
          <w:rtl/>
        </w:rPr>
      </w:pPr>
      <w:r>
        <w:rPr>
          <w:rtl/>
        </w:rPr>
        <w:t>آخرى نكتہ يہ ہے كہ عثمانيو</w:t>
      </w:r>
      <w:r w:rsidR="000A0CDC">
        <w:rPr>
          <w:rtl/>
        </w:rPr>
        <w:t xml:space="preserve">ں </w:t>
      </w:r>
      <w:r>
        <w:rPr>
          <w:rtl/>
        </w:rPr>
        <w:t>كے ساتھ ايران كے روابط مي</w:t>
      </w:r>
      <w:r w:rsidR="000A0CDC">
        <w:rPr>
          <w:rtl/>
        </w:rPr>
        <w:t xml:space="preserve">ں </w:t>
      </w:r>
      <w:r>
        <w:rPr>
          <w:rtl/>
        </w:rPr>
        <w:t>مختلف عوامل كردار ادا كرتے تھے _ مثلاً مذہب، سياسى عوامل سرحدى علاقو</w:t>
      </w:r>
      <w:r w:rsidR="000A0CDC">
        <w:rPr>
          <w:rtl/>
        </w:rPr>
        <w:t xml:space="preserve">ں </w:t>
      </w:r>
      <w:r>
        <w:rPr>
          <w:rtl/>
        </w:rPr>
        <w:t>كے قبائل كى حركات، سرحدو</w:t>
      </w:r>
      <w:r w:rsidR="000A0CDC">
        <w:rPr>
          <w:rtl/>
        </w:rPr>
        <w:t xml:space="preserve">ں </w:t>
      </w:r>
      <w:r>
        <w:rPr>
          <w:rtl/>
        </w:rPr>
        <w:t>كا متعين نہ ہونا اور عثمانيو</w:t>
      </w:r>
      <w:r w:rsidR="000A0CDC">
        <w:rPr>
          <w:rtl/>
        </w:rPr>
        <w:t xml:space="preserve">ں </w:t>
      </w:r>
      <w:r>
        <w:rPr>
          <w:rtl/>
        </w:rPr>
        <w:t xml:space="preserve">كى توسيع پسندي_ </w:t>
      </w:r>
    </w:p>
    <w:p w:rsidR="0061102A" w:rsidRDefault="0061102A" w:rsidP="00BE6934">
      <w:pPr>
        <w:pStyle w:val="libNormal"/>
        <w:rPr>
          <w:rtl/>
        </w:rPr>
      </w:pPr>
      <w:r>
        <w:rPr>
          <w:rtl/>
        </w:rPr>
        <w:t>مغلو</w:t>
      </w:r>
      <w:r w:rsidR="000A0CDC">
        <w:rPr>
          <w:rtl/>
        </w:rPr>
        <w:t xml:space="preserve">ں </w:t>
      </w:r>
      <w:r>
        <w:rPr>
          <w:rtl/>
        </w:rPr>
        <w:t>كے ساتھ تعلقات مي</w:t>
      </w:r>
      <w:r w:rsidR="000A0CDC">
        <w:rPr>
          <w:rtl/>
        </w:rPr>
        <w:t xml:space="preserve">ں </w:t>
      </w:r>
      <w:r>
        <w:rPr>
          <w:rtl/>
        </w:rPr>
        <w:t>ديگر ہمسايو</w:t>
      </w:r>
      <w:r w:rsidR="000A0CDC">
        <w:rPr>
          <w:rtl/>
        </w:rPr>
        <w:t xml:space="preserve">ں </w:t>
      </w:r>
      <w:r>
        <w:rPr>
          <w:rtl/>
        </w:rPr>
        <w:t>كى نسبت بہت كم معاملہ جنگ وجدال تك پہنچا يہا</w:t>
      </w:r>
      <w:r w:rsidR="000A0CDC">
        <w:rPr>
          <w:rtl/>
        </w:rPr>
        <w:t xml:space="preserve">ں </w:t>
      </w:r>
      <w:r>
        <w:rPr>
          <w:rtl/>
        </w:rPr>
        <w:t>صرف اہم مسئلہ قندھار كا تھا_مغلول كے ساتھ دوستانہ روابط اكثر صفوى بادشاہو</w:t>
      </w:r>
      <w:r w:rsidR="000A0CDC">
        <w:rPr>
          <w:rtl/>
        </w:rPr>
        <w:t xml:space="preserve">ں </w:t>
      </w:r>
      <w:r>
        <w:rPr>
          <w:rtl/>
        </w:rPr>
        <w:t>كے زمانہ مي</w:t>
      </w:r>
      <w:r w:rsidR="000A0CDC">
        <w:rPr>
          <w:rtl/>
        </w:rPr>
        <w:t xml:space="preserve">ں </w:t>
      </w:r>
      <w:r>
        <w:rPr>
          <w:rtl/>
        </w:rPr>
        <w:t>رہے ہي</w:t>
      </w:r>
      <w:r w:rsidR="000A0CDC">
        <w:rPr>
          <w:rtl/>
        </w:rPr>
        <w:t xml:space="preserve">ں </w:t>
      </w:r>
      <w:r>
        <w:rPr>
          <w:rtl/>
        </w:rPr>
        <w:t>دونو</w:t>
      </w:r>
      <w:r w:rsidR="000A0CDC">
        <w:rPr>
          <w:rtl/>
        </w:rPr>
        <w:t xml:space="preserve">ں </w:t>
      </w:r>
      <w:r>
        <w:rPr>
          <w:rtl/>
        </w:rPr>
        <w:t>حكومتو</w:t>
      </w:r>
      <w:r w:rsidR="000A0CDC">
        <w:rPr>
          <w:rtl/>
        </w:rPr>
        <w:t xml:space="preserve">ں </w:t>
      </w:r>
      <w:r>
        <w:rPr>
          <w:rtl/>
        </w:rPr>
        <w:t>نے باہمى روابط مي</w:t>
      </w:r>
      <w:r w:rsidR="000A0CDC">
        <w:rPr>
          <w:rtl/>
        </w:rPr>
        <w:t xml:space="preserve">ں </w:t>
      </w:r>
      <w:r>
        <w:rPr>
          <w:rtl/>
        </w:rPr>
        <w:t>امن اورصلح قائم ركھنے كو ترجيح دى _</w:t>
      </w:r>
      <w:r w:rsidRPr="00F67D4B">
        <w:rPr>
          <w:rStyle w:val="libFootnotenumChar"/>
          <w:rtl/>
        </w:rPr>
        <w:t>(2)</w:t>
      </w:r>
      <w:r>
        <w:rPr>
          <w:rtl/>
        </w:rPr>
        <w:t xml:space="preserve"> </w:t>
      </w:r>
    </w:p>
    <w:p w:rsidR="0061102A" w:rsidRDefault="0061102A" w:rsidP="00BE6934">
      <w:pPr>
        <w:pStyle w:val="libNormal"/>
        <w:rPr>
          <w:rtl/>
        </w:rPr>
      </w:pPr>
      <w:r>
        <w:rPr>
          <w:rtl/>
        </w:rPr>
        <w:t>(ب) يورپى حكومتو</w:t>
      </w:r>
      <w:r w:rsidR="000A0CDC">
        <w:rPr>
          <w:rtl/>
        </w:rPr>
        <w:t xml:space="preserve">ں </w:t>
      </w:r>
      <w:r>
        <w:rPr>
          <w:rtl/>
        </w:rPr>
        <w:t>كے ساتھ روابط : سال 912 قمرى كے بعد سے خليج فارس مي</w:t>
      </w:r>
      <w:r w:rsidR="000A0CDC">
        <w:rPr>
          <w:rtl/>
        </w:rPr>
        <w:t xml:space="preserve">ں </w:t>
      </w:r>
      <w:r>
        <w:rPr>
          <w:rtl/>
        </w:rPr>
        <w:t>پرتگاليو</w:t>
      </w:r>
      <w:r w:rsidR="000A0CDC">
        <w:rPr>
          <w:rtl/>
        </w:rPr>
        <w:t xml:space="preserve">ں </w:t>
      </w:r>
      <w:r>
        <w:rPr>
          <w:rtl/>
        </w:rPr>
        <w:t>كے نفوذ كى بناء پر شاہ اسماعيل نے كوئي چارہ نہ ديكھتے ہوئے انكے اقتدار كو قبول كيا اصل مي</w:t>
      </w:r>
      <w:r w:rsidR="000A0CDC">
        <w:rPr>
          <w:rtl/>
        </w:rPr>
        <w:t xml:space="preserve">ں </w:t>
      </w:r>
      <w:r>
        <w:rPr>
          <w:rtl/>
        </w:rPr>
        <w:t>وہ عثمانيو</w:t>
      </w:r>
      <w:r w:rsidR="000A0CDC">
        <w:rPr>
          <w:rtl/>
        </w:rPr>
        <w:t xml:space="preserve">ں </w:t>
      </w:r>
      <w:r>
        <w:rPr>
          <w:rtl/>
        </w:rPr>
        <w:t>كے خلاف ان سے مدد لينا چاہتا تھا _ پرتگاليو</w:t>
      </w:r>
      <w:r w:rsidR="000A0CDC">
        <w:rPr>
          <w:rtl/>
        </w:rPr>
        <w:t xml:space="preserve">ں </w:t>
      </w:r>
      <w:r>
        <w:rPr>
          <w:rtl/>
        </w:rPr>
        <w:t>سے قرار داد مي</w:t>
      </w:r>
      <w:r w:rsidR="000A0CDC">
        <w:rPr>
          <w:rtl/>
        </w:rPr>
        <w:t xml:space="preserve">ں </w:t>
      </w:r>
      <w:r>
        <w:rPr>
          <w:rtl/>
        </w:rPr>
        <w:t>يہ درج تھا كہ وہ ايرانى لوگو</w:t>
      </w:r>
      <w:r w:rsidR="000A0CDC">
        <w:rPr>
          <w:rtl/>
        </w:rPr>
        <w:t xml:space="preserve">ں </w:t>
      </w:r>
      <w:r>
        <w:rPr>
          <w:rtl/>
        </w:rPr>
        <w:t>كو بارودى اسلحہ كے استعمال كا طريقہ سكھائي</w:t>
      </w:r>
      <w:r w:rsidR="000A0CDC">
        <w:rPr>
          <w:rtl/>
        </w:rPr>
        <w:t xml:space="preserve">ں </w:t>
      </w:r>
      <w:r>
        <w:rPr>
          <w:rtl/>
        </w:rPr>
        <w:t>_ شاہ تہماسب كى عثمانيو</w:t>
      </w:r>
      <w:r w:rsidR="000A0CDC">
        <w:rPr>
          <w:rtl/>
        </w:rPr>
        <w:t xml:space="preserve">ں </w:t>
      </w:r>
      <w:r>
        <w:rPr>
          <w:rtl/>
        </w:rPr>
        <w:t>كے ساتھ بيس سالہ جنگى دور مي</w:t>
      </w:r>
      <w:r w:rsidR="000A0CDC">
        <w:rPr>
          <w:rtl/>
        </w:rPr>
        <w:t xml:space="preserve">ں </w:t>
      </w:r>
      <w:r>
        <w:rPr>
          <w:rtl/>
        </w:rPr>
        <w:t>پرتگاليو</w:t>
      </w:r>
      <w:r w:rsidR="000A0CDC">
        <w:rPr>
          <w:rtl/>
        </w:rPr>
        <w:t xml:space="preserve">ں </w:t>
      </w:r>
      <w:r>
        <w:rPr>
          <w:rtl/>
        </w:rPr>
        <w:t>نے كچھ مقدار مي</w:t>
      </w:r>
      <w:r w:rsidR="000A0CDC">
        <w:rPr>
          <w:rtl/>
        </w:rPr>
        <w:t xml:space="preserve">ں </w:t>
      </w:r>
      <w:r>
        <w:rPr>
          <w:rtl/>
        </w:rPr>
        <w:t>بندوقي</w:t>
      </w:r>
      <w:r w:rsidR="000A0CDC">
        <w:rPr>
          <w:rtl/>
        </w:rPr>
        <w:t xml:space="preserve">ں </w:t>
      </w:r>
      <w:r>
        <w:rPr>
          <w:rtl/>
        </w:rPr>
        <w:t>اور جديد اسلحہ ايرانيو</w:t>
      </w:r>
      <w:r w:rsidR="000A0CDC">
        <w:rPr>
          <w:rtl/>
        </w:rPr>
        <w:t xml:space="preserve">ں </w:t>
      </w:r>
      <w:r>
        <w:rPr>
          <w:rtl/>
        </w:rPr>
        <w:t>كو ديا _</w:t>
      </w:r>
      <w:r w:rsidRPr="00F67D4B">
        <w:rPr>
          <w:rStyle w:val="libFootnotenumChar"/>
          <w:rtl/>
        </w:rPr>
        <w:t>(3)</w:t>
      </w:r>
      <w:r>
        <w:rPr>
          <w:rtl/>
        </w:rPr>
        <w:t xml:space="preserve"> اس دور كے بعد عيسائي مبلغين نے دوستانہ روابط برقرار كرنے كى كوششي</w:t>
      </w:r>
      <w:r w:rsidR="000A0CDC">
        <w:rPr>
          <w:rtl/>
        </w:rPr>
        <w:t xml:space="preserve">ں </w:t>
      </w:r>
      <w:r>
        <w:rPr>
          <w:rtl/>
        </w:rPr>
        <w:t>شروع كي</w:t>
      </w:r>
      <w:r w:rsidR="000A0CDC">
        <w:rPr>
          <w:rtl/>
        </w:rPr>
        <w:t xml:space="preserve">ں </w:t>
      </w:r>
      <w:r>
        <w:rPr>
          <w:rtl/>
        </w:rPr>
        <w:t xml:space="preserve">_ </w:t>
      </w:r>
    </w:p>
    <w:p w:rsidR="0061102A" w:rsidRDefault="0061102A" w:rsidP="00BE6934">
      <w:pPr>
        <w:pStyle w:val="libNormal"/>
        <w:rPr>
          <w:rtl/>
        </w:rPr>
      </w:pPr>
      <w:r>
        <w:rPr>
          <w:rtl/>
        </w:rPr>
        <w:t>سال سنہ 1006 قمرى مي</w:t>
      </w:r>
      <w:r w:rsidR="000A0CDC">
        <w:rPr>
          <w:rtl/>
        </w:rPr>
        <w:t xml:space="preserve">ں </w:t>
      </w:r>
      <w:r>
        <w:rPr>
          <w:rtl/>
        </w:rPr>
        <w:t>دو انگريز آنتھونى شرلى اور رابرٹ شرلى شاہ عباس كے دربار مي</w:t>
      </w:r>
      <w:r w:rsidR="000A0CDC">
        <w:rPr>
          <w:rtl/>
        </w:rPr>
        <w:t xml:space="preserve">ں </w:t>
      </w:r>
      <w:r>
        <w:rPr>
          <w:rtl/>
        </w:rPr>
        <w:t xml:space="preserve">حاضر ہوئے _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ہوشنگ مہدوى ، سابقہ حوالہ ص 5_ 104_ </w:t>
      </w:r>
    </w:p>
    <w:p w:rsidR="0061102A" w:rsidRDefault="0061102A" w:rsidP="00BE6934">
      <w:pPr>
        <w:pStyle w:val="libFootnote"/>
        <w:rPr>
          <w:rtl/>
        </w:rPr>
      </w:pPr>
      <w:r>
        <w:rPr>
          <w:rtl/>
        </w:rPr>
        <w:t xml:space="preserve">2)رياض السلام ،تاريخ روابط ايران و ہند، ترجمہ محمد باقر آرام و عباسقلى خان ، تہران _ </w:t>
      </w:r>
    </w:p>
    <w:p w:rsidR="008672B1" w:rsidRDefault="0061102A" w:rsidP="00BE6934">
      <w:pPr>
        <w:pStyle w:val="libFootnote"/>
        <w:rPr>
          <w:rtl/>
        </w:rPr>
      </w:pPr>
      <w:r>
        <w:rPr>
          <w:rtl/>
        </w:rPr>
        <w:t>3) ہوشنگ مہدوي، سابقہ حوالہ ص 3، 23_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ايك سال كے بعد شاہ عباس نے انتھونى شررلى كو بادشاہ كى طرف سے دوستى كے خطوط كے ساتھ پايائے اعظم اور يورپ كے بادشاہو</w:t>
      </w:r>
      <w:r w:rsidR="000A0CDC">
        <w:rPr>
          <w:rtl/>
        </w:rPr>
        <w:t xml:space="preserve">ں </w:t>
      </w:r>
      <w:r>
        <w:rPr>
          <w:rtl/>
        </w:rPr>
        <w:t>مثلاً روم كے بادشاہ رودلف دوم فرانس كے بادشاہ آنري، ملكہ انگلستان اور وينس كے حاكم دوك توسكانى كى طرف بھيجا _ انتھونى كا مشن يہ تھا كہ وہ ان بادشاہو</w:t>
      </w:r>
      <w:r w:rsidR="000A0CDC">
        <w:rPr>
          <w:rtl/>
        </w:rPr>
        <w:t xml:space="preserve">ں </w:t>
      </w:r>
      <w:r>
        <w:rPr>
          <w:rtl/>
        </w:rPr>
        <w:t>كى مشتركہ دشمن عثمانيو</w:t>
      </w:r>
      <w:r w:rsidR="000A0CDC">
        <w:rPr>
          <w:rtl/>
        </w:rPr>
        <w:t xml:space="preserve">ں </w:t>
      </w:r>
      <w:r>
        <w:rPr>
          <w:rtl/>
        </w:rPr>
        <w:t>كے ساتھ جنگ مي</w:t>
      </w:r>
      <w:r w:rsidR="000A0CDC">
        <w:rPr>
          <w:rtl/>
        </w:rPr>
        <w:t xml:space="preserve">ں </w:t>
      </w:r>
      <w:r>
        <w:rPr>
          <w:rtl/>
        </w:rPr>
        <w:t xml:space="preserve">حمايت حاصل كرے_ </w:t>
      </w:r>
    </w:p>
    <w:p w:rsidR="0061102A" w:rsidRDefault="0061102A" w:rsidP="00BE6934">
      <w:pPr>
        <w:pStyle w:val="libNormal"/>
        <w:rPr>
          <w:rtl/>
        </w:rPr>
      </w:pPr>
      <w:r>
        <w:rPr>
          <w:rtl/>
        </w:rPr>
        <w:t>پرتگاليو</w:t>
      </w:r>
      <w:r w:rsidR="000A0CDC">
        <w:rPr>
          <w:rtl/>
        </w:rPr>
        <w:t xml:space="preserve">ں </w:t>
      </w:r>
      <w:r>
        <w:rPr>
          <w:rtl/>
        </w:rPr>
        <w:t>كے ساتھ انگريزو</w:t>
      </w:r>
      <w:r w:rsidR="000A0CDC">
        <w:rPr>
          <w:rtl/>
        </w:rPr>
        <w:t xml:space="preserve">ں </w:t>
      </w:r>
      <w:r>
        <w:rPr>
          <w:rtl/>
        </w:rPr>
        <w:t>كى رقابت كے سلسلہ مي</w:t>
      </w:r>
      <w:r w:rsidR="000A0CDC">
        <w:rPr>
          <w:rtl/>
        </w:rPr>
        <w:t xml:space="preserve">ں </w:t>
      </w:r>
      <w:r>
        <w:rPr>
          <w:rtl/>
        </w:rPr>
        <w:t>انتھونى جيكسن ماسكو كى كمپنى كے نمائندے كى حيثيت سے ايران آيا_ وہ ملكہ اليزبتھ كى طرف سے شاہ تھماسب كےلئے بہت سے خطوط لايا كہ جنكا مقصد تجارتى روابط برقرار كرنا تھا_ انگريزايسٹ انڈين كمپنى كے ذريعے سال 1024 قمرى مي</w:t>
      </w:r>
      <w:r w:rsidR="000A0CDC">
        <w:rPr>
          <w:rtl/>
        </w:rPr>
        <w:t xml:space="preserve">ں </w:t>
      </w:r>
      <w:r>
        <w:rPr>
          <w:rtl/>
        </w:rPr>
        <w:t>آہستہ آہستہ ايرانى بازارو</w:t>
      </w:r>
      <w:r w:rsidR="000A0CDC">
        <w:rPr>
          <w:rtl/>
        </w:rPr>
        <w:t xml:space="preserve">ں </w:t>
      </w:r>
      <w:r>
        <w:rPr>
          <w:rtl/>
        </w:rPr>
        <w:t>مي</w:t>
      </w:r>
      <w:r w:rsidR="000A0CDC">
        <w:rPr>
          <w:rtl/>
        </w:rPr>
        <w:t xml:space="preserve">ں </w:t>
      </w:r>
      <w:r>
        <w:rPr>
          <w:rtl/>
        </w:rPr>
        <w:t>داخل ہوئے وہ ايران مي</w:t>
      </w:r>
      <w:r w:rsidR="000A0CDC">
        <w:rPr>
          <w:rtl/>
        </w:rPr>
        <w:t xml:space="preserve">ں </w:t>
      </w:r>
      <w:r>
        <w:rPr>
          <w:rtl/>
        </w:rPr>
        <w:t>كپڑا لائے انہو</w:t>
      </w:r>
      <w:r w:rsidR="000A0CDC">
        <w:rPr>
          <w:rtl/>
        </w:rPr>
        <w:t xml:space="preserve">ں </w:t>
      </w:r>
      <w:r>
        <w:rPr>
          <w:rtl/>
        </w:rPr>
        <w:t>نے شيراز اور اصفہان مي</w:t>
      </w:r>
      <w:r w:rsidR="000A0CDC">
        <w:rPr>
          <w:rtl/>
        </w:rPr>
        <w:t xml:space="preserve">ں </w:t>
      </w:r>
      <w:r>
        <w:rPr>
          <w:rtl/>
        </w:rPr>
        <w:t>تجارت خانے قائم كيے اور شاہ عباس سے بہت سى سہوليات حاصل كي</w:t>
      </w:r>
      <w:r w:rsidR="000A0CDC">
        <w:rPr>
          <w:rtl/>
        </w:rPr>
        <w:t xml:space="preserve">ں </w:t>
      </w:r>
      <w:r>
        <w:rPr>
          <w:rtl/>
        </w:rPr>
        <w:t>_ شاہ عباس انگريزو</w:t>
      </w:r>
      <w:r w:rsidR="000A0CDC">
        <w:rPr>
          <w:rtl/>
        </w:rPr>
        <w:t xml:space="preserve">ں </w:t>
      </w:r>
      <w:r>
        <w:rPr>
          <w:rtl/>
        </w:rPr>
        <w:t>كى دريائي طاقت كو پرتگاليو</w:t>
      </w:r>
      <w:r w:rsidR="000A0CDC">
        <w:rPr>
          <w:rtl/>
        </w:rPr>
        <w:t xml:space="preserve">ں </w:t>
      </w:r>
      <w:r>
        <w:rPr>
          <w:rtl/>
        </w:rPr>
        <w:t>كے خلاف استعمال كرنا چاہتا تھا بالآخر امامقلى كى كوششو</w:t>
      </w:r>
      <w:r w:rsidR="000A0CDC">
        <w:rPr>
          <w:rtl/>
        </w:rPr>
        <w:t xml:space="preserve">ں </w:t>
      </w:r>
      <w:r>
        <w:rPr>
          <w:rtl/>
        </w:rPr>
        <w:t>سے انگريزو</w:t>
      </w:r>
      <w:r w:rsidR="000A0CDC">
        <w:rPr>
          <w:rtl/>
        </w:rPr>
        <w:t xml:space="preserve">ں </w:t>
      </w:r>
      <w:r>
        <w:rPr>
          <w:rtl/>
        </w:rPr>
        <w:t>ے مدد لى اور ہرمز كو پرتگاليو</w:t>
      </w:r>
      <w:r w:rsidR="000A0CDC">
        <w:rPr>
          <w:rtl/>
        </w:rPr>
        <w:t xml:space="preserve">ں </w:t>
      </w:r>
      <w:r>
        <w:rPr>
          <w:rtl/>
        </w:rPr>
        <w:t>كے چنگل سے آزاد كرواليا _</w:t>
      </w:r>
      <w:r w:rsidRPr="00F67D4B">
        <w:rPr>
          <w:rStyle w:val="libFootnotenumChar"/>
          <w:rtl/>
        </w:rPr>
        <w:t>(1)</w:t>
      </w:r>
      <w:r>
        <w:rPr>
          <w:rtl/>
        </w:rPr>
        <w:t xml:space="preserve"> </w:t>
      </w:r>
    </w:p>
    <w:p w:rsidR="0061102A" w:rsidRDefault="0061102A" w:rsidP="00BE6934">
      <w:pPr>
        <w:pStyle w:val="libNormal"/>
        <w:rPr>
          <w:rtl/>
        </w:rPr>
      </w:pPr>
      <w:r>
        <w:rPr>
          <w:rtl/>
        </w:rPr>
        <w:t>سال 1074 قمرى مي</w:t>
      </w:r>
      <w:r w:rsidR="000A0CDC">
        <w:rPr>
          <w:rtl/>
        </w:rPr>
        <w:t xml:space="preserve">ں </w:t>
      </w:r>
      <w:r>
        <w:rPr>
          <w:rtl/>
        </w:rPr>
        <w:t>ايران كے بعد يورپى حكومتو</w:t>
      </w:r>
      <w:r w:rsidR="000A0CDC">
        <w:rPr>
          <w:rtl/>
        </w:rPr>
        <w:t xml:space="preserve">ں </w:t>
      </w:r>
      <w:r>
        <w:rPr>
          <w:rtl/>
        </w:rPr>
        <w:t>كے ساتھ روابط مي</w:t>
      </w:r>
      <w:r w:rsidR="000A0CDC">
        <w:rPr>
          <w:rtl/>
        </w:rPr>
        <w:t xml:space="preserve">ں </w:t>
      </w:r>
      <w:r>
        <w:rPr>
          <w:rtl/>
        </w:rPr>
        <w:t>فرانسيسى لوگ ظاہر ہوئے ،كيپشن گروپ ايران مي</w:t>
      </w:r>
      <w:r w:rsidR="000A0CDC">
        <w:rPr>
          <w:rtl/>
        </w:rPr>
        <w:t xml:space="preserve">ں </w:t>
      </w:r>
      <w:r>
        <w:rPr>
          <w:rtl/>
        </w:rPr>
        <w:t>فعال ہوئے انہو</w:t>
      </w:r>
      <w:r w:rsidR="000A0CDC">
        <w:rPr>
          <w:rtl/>
        </w:rPr>
        <w:t xml:space="preserve">ں </w:t>
      </w:r>
      <w:r>
        <w:rPr>
          <w:rtl/>
        </w:rPr>
        <w:t>نے اصفہان مي</w:t>
      </w:r>
      <w:r w:rsidR="000A0CDC">
        <w:rPr>
          <w:rtl/>
        </w:rPr>
        <w:t xml:space="preserve">ں </w:t>
      </w:r>
      <w:r>
        <w:rPr>
          <w:rtl/>
        </w:rPr>
        <w:t>مراكز قائم كيے اور انگريزو</w:t>
      </w:r>
      <w:r w:rsidR="000A0CDC">
        <w:rPr>
          <w:rtl/>
        </w:rPr>
        <w:t xml:space="preserve">ں </w:t>
      </w:r>
      <w:r>
        <w:rPr>
          <w:rtl/>
        </w:rPr>
        <w:t>اوراہل ہالينڈ كى مانند انہو</w:t>
      </w:r>
      <w:r w:rsidR="000A0CDC">
        <w:rPr>
          <w:rtl/>
        </w:rPr>
        <w:t xml:space="preserve">ں </w:t>
      </w:r>
      <w:r>
        <w:rPr>
          <w:rtl/>
        </w:rPr>
        <w:t>نے بھى دربار سے سہوليات حاصل كي</w:t>
      </w:r>
      <w:r w:rsidR="000A0CDC">
        <w:rPr>
          <w:rtl/>
        </w:rPr>
        <w:t xml:space="preserve">ں </w:t>
      </w:r>
      <w:r w:rsidRPr="00F67D4B">
        <w:rPr>
          <w:rStyle w:val="libFootnotenumChar"/>
          <w:rtl/>
        </w:rPr>
        <w:t>(2)</w:t>
      </w:r>
      <w:r>
        <w:rPr>
          <w:rtl/>
        </w:rPr>
        <w:t xml:space="preserve"> ايسٹ انڈيا انگريز كمپنى نے صفوى دور كے اختتام تك ايران مي</w:t>
      </w:r>
      <w:r w:rsidR="000A0CDC">
        <w:rPr>
          <w:rtl/>
        </w:rPr>
        <w:t xml:space="preserve">ں </w:t>
      </w:r>
      <w:r>
        <w:rPr>
          <w:rtl/>
        </w:rPr>
        <w:t>اپنے من پسند حقوق بحال ركھے صفويو</w:t>
      </w:r>
      <w:r w:rsidR="000A0CDC">
        <w:rPr>
          <w:rtl/>
        </w:rPr>
        <w:t xml:space="preserve">ں </w:t>
      </w:r>
      <w:r>
        <w:rPr>
          <w:rtl/>
        </w:rPr>
        <w:t>كے غير ملكى روابط كے حوالے سے كہا جاسكتا ہے كہ شاہ اسماعيل ، شاہ تھماسب اور شاہ عباس كبير جيسے حاكمو</w:t>
      </w:r>
      <w:r w:rsidR="000A0CDC">
        <w:rPr>
          <w:rtl/>
        </w:rPr>
        <w:t xml:space="preserve">ں </w:t>
      </w:r>
      <w:r>
        <w:rPr>
          <w:rtl/>
        </w:rPr>
        <w:t>نے اپنے ملك كے استقلال اور دشمنو</w:t>
      </w:r>
      <w:r w:rsidR="000A0CDC">
        <w:rPr>
          <w:rtl/>
        </w:rPr>
        <w:t xml:space="preserve">ں </w:t>
      </w:r>
      <w:r>
        <w:rPr>
          <w:rtl/>
        </w:rPr>
        <w:t>كے مد مقابل اس كى حفاظت كيلئے بھر پور كوشش كى اور دو صديو</w:t>
      </w:r>
      <w:r w:rsidR="000A0CDC">
        <w:rPr>
          <w:rtl/>
        </w:rPr>
        <w:t xml:space="preserve">ں </w:t>
      </w:r>
      <w:r>
        <w:rPr>
          <w:rtl/>
        </w:rPr>
        <w:t>تك ايك مستحكم اور طاقتور حكومت كے ذريعے اپنے ملك كى سياسى اور قومى سرحدو</w:t>
      </w:r>
      <w:r w:rsidR="000A0CDC">
        <w:rPr>
          <w:rtl/>
        </w:rPr>
        <w:t xml:space="preserve">ں </w:t>
      </w:r>
      <w:r>
        <w:rPr>
          <w:rtl/>
        </w:rPr>
        <w:t xml:space="preserve">كا بھرپور دفاع كيا_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راجر سيوري، سابقہ حوالہ ص 13_ 106_ </w:t>
      </w:r>
    </w:p>
    <w:p w:rsidR="008672B1" w:rsidRDefault="0061102A" w:rsidP="00BE6934">
      <w:pPr>
        <w:pStyle w:val="libFootnote"/>
        <w:rPr>
          <w:rtl/>
        </w:rPr>
      </w:pPr>
      <w:r>
        <w:rPr>
          <w:rtl/>
        </w:rPr>
        <w:t>2)عبدالحسين نوايي، روابط سياسى و اقتصادى ايران در دورہ صفويہ ،تہران فصل ہشتم_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36" w:name="_Toc268692"/>
      <w:r>
        <w:rPr>
          <w:rtl/>
        </w:rPr>
        <w:t>صفوى دور كى تہذيب و تمدن</w:t>
      </w:r>
      <w:bookmarkEnd w:id="136"/>
    </w:p>
    <w:p w:rsidR="0061102A" w:rsidRDefault="0061102A" w:rsidP="00BE6934">
      <w:pPr>
        <w:pStyle w:val="Heading2Center"/>
        <w:rPr>
          <w:rtl/>
        </w:rPr>
      </w:pPr>
      <w:bookmarkStart w:id="137" w:name="_Toc268693"/>
      <w:r>
        <w:rPr>
          <w:rtl/>
        </w:rPr>
        <w:t>مذہب شيعہ كوسركارى قرار دينا اور اسكے نتائج:</w:t>
      </w:r>
      <w:bookmarkEnd w:id="137"/>
    </w:p>
    <w:p w:rsidR="0061102A" w:rsidRDefault="0061102A" w:rsidP="00BE6934">
      <w:pPr>
        <w:pStyle w:val="libNormal"/>
        <w:rPr>
          <w:rtl/>
        </w:rPr>
      </w:pPr>
      <w:r>
        <w:rPr>
          <w:rtl/>
        </w:rPr>
        <w:t>جيسا كہ بتايا گياہے كہ شاہ اسماعيل نے سال 907 قمرى مي</w:t>
      </w:r>
      <w:r w:rsidR="000A0CDC">
        <w:rPr>
          <w:rtl/>
        </w:rPr>
        <w:t xml:space="preserve">ں </w:t>
      </w:r>
      <w:r>
        <w:rPr>
          <w:rtl/>
        </w:rPr>
        <w:t>تبريز مي</w:t>
      </w:r>
      <w:r w:rsidR="000A0CDC">
        <w:rPr>
          <w:rtl/>
        </w:rPr>
        <w:t xml:space="preserve">ں </w:t>
      </w:r>
      <w:r>
        <w:rPr>
          <w:rtl/>
        </w:rPr>
        <w:t>ايران كے سركارى مذہب كو شيعہ قرار ديا اور حكم ديا كہ آذربائيجان تك رياستو</w:t>
      </w:r>
      <w:r w:rsidR="000A0CDC">
        <w:rPr>
          <w:rtl/>
        </w:rPr>
        <w:t xml:space="preserve">ں </w:t>
      </w:r>
      <w:r>
        <w:rPr>
          <w:rtl/>
        </w:rPr>
        <w:t>كے خطباء ''ائمہ اثنى عشر سلام اللہ عليہم الى يوم الحشر'' كے نام خطبہ پڑھي</w:t>
      </w:r>
      <w:r w:rsidR="000A0CDC">
        <w:rPr>
          <w:rtl/>
        </w:rPr>
        <w:t xml:space="preserve">ں </w:t>
      </w:r>
      <w:r w:rsidRPr="00F67D4B">
        <w:rPr>
          <w:rStyle w:val="libFootnotenumChar"/>
          <w:rtl/>
        </w:rPr>
        <w:t>(1)</w:t>
      </w:r>
      <w:r>
        <w:rPr>
          <w:rtl/>
        </w:rPr>
        <w:t xml:space="preserve"> مذہب شيعہ كو سركارى قرار دينے سے صفويو</w:t>
      </w:r>
      <w:r w:rsidR="000A0CDC">
        <w:rPr>
          <w:rtl/>
        </w:rPr>
        <w:t xml:space="preserve">ں </w:t>
      </w:r>
      <w:r>
        <w:rPr>
          <w:rtl/>
        </w:rPr>
        <w:t xml:space="preserve">كيلئے سب سے پہلا مرحلہ شيعى فقہى احكام كا اجراء اور حكومت كے امور كا شيعہ فقہ كے مطابق چلنا تھا_ </w:t>
      </w:r>
    </w:p>
    <w:p w:rsidR="0061102A" w:rsidRDefault="0061102A" w:rsidP="00BE6934">
      <w:pPr>
        <w:pStyle w:val="libNormal"/>
        <w:rPr>
          <w:rtl/>
        </w:rPr>
      </w:pPr>
      <w:r>
        <w:rPr>
          <w:rtl/>
        </w:rPr>
        <w:t>ايران مي</w:t>
      </w:r>
      <w:r w:rsidR="000A0CDC">
        <w:rPr>
          <w:rtl/>
        </w:rPr>
        <w:t xml:space="preserve">ں </w:t>
      </w:r>
      <w:r>
        <w:rPr>
          <w:rtl/>
        </w:rPr>
        <w:t>شيعہ فقہ سے آگاہ افراد كى كمى كے باعث شاہ اسماعيل كو جبل عامل اور بحرين كے شيعہ علماء كا سہارا لينا پڑا اور انہي</w:t>
      </w:r>
      <w:r w:rsidR="000A0CDC">
        <w:rPr>
          <w:rtl/>
        </w:rPr>
        <w:t xml:space="preserve">ں </w:t>
      </w:r>
      <w:r>
        <w:rPr>
          <w:rtl/>
        </w:rPr>
        <w:t>ايران كى طرف دعوت دي</w:t>
      </w:r>
      <w:r w:rsidRPr="00F67D4B">
        <w:rPr>
          <w:rStyle w:val="libFootnotenumChar"/>
          <w:rtl/>
        </w:rPr>
        <w:t>(2)</w:t>
      </w:r>
      <w:r>
        <w:rPr>
          <w:rtl/>
        </w:rPr>
        <w:t xml:space="preserve"> شاہ تھماسب كے دور مي</w:t>
      </w:r>
      <w:r w:rsidR="000A0CDC">
        <w:rPr>
          <w:rtl/>
        </w:rPr>
        <w:t xml:space="preserve">ں </w:t>
      </w:r>
      <w:r>
        <w:rPr>
          <w:rtl/>
        </w:rPr>
        <w:t>اس پر زيادہ توجہ دى گئي اور بہت سے شيعہ علماء نے ايران كى طرف ہجرت كى _ بعض علمائے دين نے صفوى حكومت كا ساتھ ديا اور انہي</w:t>
      </w:r>
      <w:r w:rsidR="000A0CDC">
        <w:rPr>
          <w:rtl/>
        </w:rPr>
        <w:t xml:space="preserve">ں </w:t>
      </w:r>
      <w:r>
        <w:rPr>
          <w:rtl/>
        </w:rPr>
        <w:t>استحكام بخشا جسكے نتيجہ مي</w:t>
      </w:r>
      <w:r w:rsidR="000A0CDC">
        <w:rPr>
          <w:rtl/>
        </w:rPr>
        <w:t xml:space="preserve">ں </w:t>
      </w:r>
      <w:r>
        <w:rPr>
          <w:rtl/>
        </w:rPr>
        <w:t>بادشاہو</w:t>
      </w:r>
      <w:r w:rsidR="000A0CDC">
        <w:rPr>
          <w:rtl/>
        </w:rPr>
        <w:t xml:space="preserve">ں </w:t>
      </w:r>
      <w:r>
        <w:rPr>
          <w:rtl/>
        </w:rPr>
        <w:t xml:space="preserve">نے بھى علماء دين اور انكے مقام كو عزت و توقير سے نوازا اور اہم حكومتى مناصب مثلاً صدر ، شيخ الاسلام ، مجتہد ، قاضى اور مفتى وغيرہ كے عہدے علماء كے حوالے كيے_ </w:t>
      </w:r>
    </w:p>
    <w:p w:rsidR="0061102A" w:rsidRDefault="0061102A" w:rsidP="00BE6934">
      <w:pPr>
        <w:pStyle w:val="libNormal"/>
        <w:rPr>
          <w:rtl/>
        </w:rPr>
      </w:pPr>
      <w:r>
        <w:rPr>
          <w:rtl/>
        </w:rPr>
        <w:t>شاہ عباس كے زمانے مي</w:t>
      </w:r>
      <w:r w:rsidR="000A0CDC">
        <w:rPr>
          <w:rtl/>
        </w:rPr>
        <w:t xml:space="preserve">ں </w:t>
      </w:r>
      <w:r>
        <w:rPr>
          <w:rtl/>
        </w:rPr>
        <w:t>اسكا اقتدار اوررعب و دبدبہ مذہبى قوتو</w:t>
      </w:r>
      <w:r w:rsidR="000A0CDC">
        <w:rPr>
          <w:rtl/>
        </w:rPr>
        <w:t xml:space="preserve">ں </w:t>
      </w:r>
      <w:r>
        <w:rPr>
          <w:rtl/>
        </w:rPr>
        <w:t>پر حاوى رہا ليكن اس كے بعد علماء كا غلبہ بڑھتا گيا اور صفوى حكومت كے آخرى ايام مي</w:t>
      </w:r>
      <w:r w:rsidR="000A0CDC">
        <w:rPr>
          <w:rtl/>
        </w:rPr>
        <w:t xml:space="preserve">ں </w:t>
      </w:r>
      <w:r>
        <w:rPr>
          <w:rtl/>
        </w:rPr>
        <w:t>بالخصوص سليمان اور حسين صفوى بادشاہ كے دور مي</w:t>
      </w:r>
      <w:r w:rsidR="000A0CDC">
        <w:rPr>
          <w:rtl/>
        </w:rPr>
        <w:t xml:space="preserve">ں </w:t>
      </w:r>
      <w:r>
        <w:rPr>
          <w:rtl/>
        </w:rPr>
        <w:t>علامہ باقر مجلسى عہد صفوى كے علماء مي</w:t>
      </w:r>
      <w:r w:rsidR="000A0CDC">
        <w:rPr>
          <w:rtl/>
        </w:rPr>
        <w:t xml:space="preserve">ں </w:t>
      </w:r>
      <w:r>
        <w:rPr>
          <w:rtl/>
        </w:rPr>
        <w:t>ايك بارسوخ ترين شخصيت بن كر ابھرے اور آپ اصفہان كے شيخ الاسلام تھے _ انہو</w:t>
      </w:r>
      <w:r w:rsidR="000A0CDC">
        <w:rPr>
          <w:rtl/>
        </w:rPr>
        <w:t xml:space="preserve">ں </w:t>
      </w:r>
      <w:r>
        <w:rPr>
          <w:rtl/>
        </w:rPr>
        <w:t xml:space="preserve">نے خود امام زمانہ (ع) كے نائب كى حيثيت سے شاہ سلطان حسين كو اپنا نائب قرار ديا ہوا تھا_ </w:t>
      </w:r>
    </w:p>
    <w:p w:rsidR="0061102A" w:rsidRDefault="0061102A" w:rsidP="00BE6934">
      <w:pPr>
        <w:pStyle w:val="libNormal"/>
        <w:rPr>
          <w:rtl/>
        </w:rPr>
      </w:pPr>
      <w:r>
        <w:rPr>
          <w:rtl/>
        </w:rPr>
        <w:t>علمائے جبل عامل كا شاگردو</w:t>
      </w:r>
      <w:r w:rsidR="000A0CDC">
        <w:rPr>
          <w:rtl/>
        </w:rPr>
        <w:t xml:space="preserve">ں </w:t>
      </w:r>
      <w:r>
        <w:rPr>
          <w:rtl/>
        </w:rPr>
        <w:t>كى تربيت اور صفوى حكومت كو شيعہ عادل بادشاہت كے طور پر تسليم كرنے كا كردار انتہائي اہميت كا حامل تھا_ اس دور مي</w:t>
      </w:r>
      <w:r w:rsidR="000A0CDC">
        <w:rPr>
          <w:rtl/>
        </w:rPr>
        <w:t xml:space="preserve">ں </w:t>
      </w:r>
      <w:r>
        <w:rPr>
          <w:rtl/>
        </w:rPr>
        <w:t>علماء نے تعليم ا ور كتب كى تاليف كے ذريعہ مذہب تشيع كى وسيع پيمانو</w:t>
      </w:r>
      <w:r w:rsidR="000A0CDC">
        <w:rPr>
          <w:rtl/>
        </w:rPr>
        <w:t xml:space="preserve">ں </w:t>
      </w:r>
      <w:r>
        <w:rPr>
          <w:rtl/>
        </w:rPr>
        <w:t>پر ترويج مي</w:t>
      </w:r>
      <w:r w:rsidR="000A0CDC">
        <w:rPr>
          <w:rtl/>
        </w:rPr>
        <w:t xml:space="preserve">ں </w:t>
      </w:r>
      <w:r>
        <w:rPr>
          <w:rtl/>
        </w:rPr>
        <w:t xml:space="preserve">مدد كى اور شيعہ علوم ومعارف كى ترقى اور وسعت كے اسباب فراہم كيے_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خواندمير ، سابقہ حوالہ ج 4 ص 467_ </w:t>
      </w:r>
    </w:p>
    <w:p w:rsidR="0061102A" w:rsidRDefault="0061102A" w:rsidP="00BE6934">
      <w:pPr>
        <w:pStyle w:val="libFootnote"/>
        <w:rPr>
          <w:rtl/>
        </w:rPr>
      </w:pPr>
      <w:r>
        <w:rPr>
          <w:rtl/>
        </w:rPr>
        <w:t xml:space="preserve">2) مہدى خوايانى منفرد، مہاجرت علماء شيعہ از جبل عامل بہ ايران _ ص 100_ </w:t>
      </w:r>
    </w:p>
    <w:p w:rsidR="008672B1" w:rsidRDefault="0061102A" w:rsidP="00BE6934">
      <w:pPr>
        <w:pStyle w:val="libFootnote"/>
        <w:rPr>
          <w:rtl/>
        </w:rPr>
      </w:pPr>
      <w:r>
        <w:rPr>
          <w:rtl/>
        </w:rPr>
        <w:t>3) سابقہ حوالہ ص 13_110_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38" w:name="_Toc268694"/>
      <w:r>
        <w:rPr>
          <w:rtl/>
        </w:rPr>
        <w:t>ادبيات</w:t>
      </w:r>
      <w:bookmarkEnd w:id="138"/>
    </w:p>
    <w:p w:rsidR="0061102A" w:rsidRDefault="0061102A" w:rsidP="00BE6934">
      <w:pPr>
        <w:pStyle w:val="libNormal"/>
        <w:rPr>
          <w:rtl/>
        </w:rPr>
      </w:pPr>
      <w:r>
        <w:rPr>
          <w:rtl/>
        </w:rPr>
        <w:t>تاريخ ادبيات كے محققين صفوى دور مي</w:t>
      </w:r>
      <w:r w:rsidR="000A0CDC">
        <w:rPr>
          <w:rtl/>
        </w:rPr>
        <w:t xml:space="preserve">ں </w:t>
      </w:r>
      <w:r>
        <w:rPr>
          <w:rtl/>
        </w:rPr>
        <w:t>شعر وشاعرى كے زوال يا پر رونق ہونے مي</w:t>
      </w:r>
      <w:r w:rsidR="000A0CDC">
        <w:rPr>
          <w:rtl/>
        </w:rPr>
        <w:t xml:space="preserve">ں </w:t>
      </w:r>
      <w:r>
        <w:rPr>
          <w:rtl/>
        </w:rPr>
        <w:t>اختلاف نظر ركھتے ہي</w:t>
      </w:r>
      <w:r w:rsidR="000A0CDC">
        <w:rPr>
          <w:rtl/>
        </w:rPr>
        <w:t xml:space="preserve">ں </w:t>
      </w:r>
      <w:r>
        <w:rPr>
          <w:rtl/>
        </w:rPr>
        <w:t>_ مآخذ تاريخ كے تجزيہ سے معلوم ہوتا ہے كہ شاہ اسماعيل تركى زبان مي</w:t>
      </w:r>
      <w:r w:rsidR="000A0CDC">
        <w:rPr>
          <w:rtl/>
        </w:rPr>
        <w:t xml:space="preserve">ں </w:t>
      </w:r>
      <w:r>
        <w:rPr>
          <w:rtl/>
        </w:rPr>
        <w:t>شعر كہتے تھے اور خطايى تخلص ركھتے تھے</w:t>
      </w:r>
      <w:r w:rsidRPr="00F67D4B">
        <w:rPr>
          <w:rStyle w:val="libFootnotenumChar"/>
          <w:rtl/>
        </w:rPr>
        <w:t>(1)</w:t>
      </w:r>
      <w:r>
        <w:rPr>
          <w:rtl/>
        </w:rPr>
        <w:t>_ شاہ تھماسب كے زمانہ مي</w:t>
      </w:r>
      <w:r w:rsidR="000A0CDC">
        <w:rPr>
          <w:rtl/>
        </w:rPr>
        <w:t xml:space="preserve">ں </w:t>
      </w:r>
      <w:r>
        <w:rPr>
          <w:rtl/>
        </w:rPr>
        <w:t>مخصوص سياسى اور مذہبى صورت حال كے پيش نظر شعر زيادہ تر مرثيہ سرائي ، نوحہ خوانى او رآئمہ معصومين (ع) كى مدح مي</w:t>
      </w:r>
      <w:r w:rsidR="000A0CDC">
        <w:rPr>
          <w:rtl/>
        </w:rPr>
        <w:t xml:space="preserve">ں </w:t>
      </w:r>
      <w:r>
        <w:rPr>
          <w:rtl/>
        </w:rPr>
        <w:t>تبديل ہوگيا تھا كہ جسكا ايك نمونہ محتشم كاشانى كا مشہور قصيدہ ہے كہ جسے شاہ تھماسب كے تقاضہ پر اس نے كہا تھا _</w:t>
      </w:r>
      <w:r w:rsidRPr="00F67D4B">
        <w:rPr>
          <w:rStyle w:val="libFootnotenumChar"/>
          <w:rtl/>
        </w:rPr>
        <w:t>(2)</w:t>
      </w:r>
      <w:r>
        <w:rPr>
          <w:rtl/>
        </w:rPr>
        <w:t xml:space="preserve"> </w:t>
      </w:r>
    </w:p>
    <w:p w:rsidR="0061102A" w:rsidRDefault="0061102A" w:rsidP="00BE6934">
      <w:pPr>
        <w:pStyle w:val="libNormal"/>
        <w:rPr>
          <w:rtl/>
        </w:rPr>
      </w:pPr>
      <w:r>
        <w:rPr>
          <w:rtl/>
        </w:rPr>
        <w:t>شاہ عباس ہميشہ شعراء كى صحبت مي</w:t>
      </w:r>
      <w:r w:rsidR="000A0CDC">
        <w:rPr>
          <w:rtl/>
        </w:rPr>
        <w:t xml:space="preserve">ں </w:t>
      </w:r>
      <w:r>
        <w:rPr>
          <w:rtl/>
        </w:rPr>
        <w:t>رہتا تھا _ دورہ صفوى مي</w:t>
      </w:r>
      <w:r w:rsidR="000A0CDC">
        <w:rPr>
          <w:rtl/>
        </w:rPr>
        <w:t xml:space="preserve">ں </w:t>
      </w:r>
      <w:r>
        <w:rPr>
          <w:rtl/>
        </w:rPr>
        <w:t>شعر وشاعرى پر ہندى سبك چھايا ہوا تھا اس دور مي</w:t>
      </w:r>
      <w:r w:rsidR="000A0CDC">
        <w:rPr>
          <w:rtl/>
        </w:rPr>
        <w:t xml:space="preserve">ں </w:t>
      </w:r>
      <w:r>
        <w:rPr>
          <w:rtl/>
        </w:rPr>
        <w:t>تاريخ نويسى بعض مخالف اقوال كے باوجود ترقى پر گامزن تھى كہ جسكا ايك نمونہ اسكندر بيك منشى ہي</w:t>
      </w:r>
      <w:r w:rsidR="000A0CDC">
        <w:rPr>
          <w:rtl/>
        </w:rPr>
        <w:t xml:space="preserve">ں </w:t>
      </w:r>
      <w:r>
        <w:rPr>
          <w:rtl/>
        </w:rPr>
        <w:t xml:space="preserve">كہ جو عہد صفوى كے </w:t>
      </w:r>
      <w:r w:rsidR="003A04D8">
        <w:rPr>
          <w:rtl/>
        </w:rPr>
        <w:t>عظیم</w:t>
      </w:r>
      <w:r>
        <w:rPr>
          <w:rtl/>
        </w:rPr>
        <w:t xml:space="preserve"> ترين تاريخ نويس شمار ہوتے ہي</w:t>
      </w:r>
      <w:r w:rsidR="000A0CDC">
        <w:rPr>
          <w:rtl/>
        </w:rPr>
        <w:t xml:space="preserve">ں </w:t>
      </w:r>
      <w:r>
        <w:rPr>
          <w:rtl/>
        </w:rPr>
        <w:t>_</w:t>
      </w:r>
      <w:r w:rsidRPr="00F67D4B">
        <w:rPr>
          <w:rStyle w:val="libFootnotenumChar"/>
          <w:rtl/>
        </w:rPr>
        <w:t>(3)</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39" w:name="_Toc268695"/>
      <w:r>
        <w:rPr>
          <w:rtl/>
        </w:rPr>
        <w:t>مدارس اور علوم</w:t>
      </w:r>
      <w:bookmarkEnd w:id="139"/>
    </w:p>
    <w:p w:rsidR="0061102A" w:rsidRDefault="0061102A" w:rsidP="00BE6934">
      <w:pPr>
        <w:pStyle w:val="libNormal"/>
        <w:rPr>
          <w:rtl/>
        </w:rPr>
      </w:pPr>
      <w:r>
        <w:rPr>
          <w:rtl/>
        </w:rPr>
        <w:t>علماء شيعہ كى ايران كى طرف ہجرت اور انكا مختلف شہرو</w:t>
      </w:r>
      <w:r w:rsidR="000A0CDC">
        <w:rPr>
          <w:rtl/>
        </w:rPr>
        <w:t xml:space="preserve">ں </w:t>
      </w:r>
      <w:r>
        <w:rPr>
          <w:rtl/>
        </w:rPr>
        <w:t>مثلاً شيراز، تبريز ، قزوين ، مشہد ، قم اور اصفہان مي</w:t>
      </w:r>
      <w:r w:rsidR="000A0CDC">
        <w:rPr>
          <w:rtl/>
        </w:rPr>
        <w:t xml:space="preserve">ں </w:t>
      </w:r>
      <w:r>
        <w:rPr>
          <w:rtl/>
        </w:rPr>
        <w:t>سكونت پذير ہونا باعث بنا كہ وہ ان شہرو</w:t>
      </w:r>
      <w:r w:rsidR="000A0CDC">
        <w:rPr>
          <w:rtl/>
        </w:rPr>
        <w:t xml:space="preserve">ں </w:t>
      </w:r>
      <w:r>
        <w:rPr>
          <w:rtl/>
        </w:rPr>
        <w:t>كے مدارس مي</w:t>
      </w:r>
      <w:r w:rsidR="000A0CDC">
        <w:rPr>
          <w:rtl/>
        </w:rPr>
        <w:t xml:space="preserve">ں </w:t>
      </w:r>
      <w:r>
        <w:rPr>
          <w:rtl/>
        </w:rPr>
        <w:t>تدريس مي</w:t>
      </w:r>
      <w:r w:rsidR="000A0CDC">
        <w:rPr>
          <w:rtl/>
        </w:rPr>
        <w:t xml:space="preserve">ں </w:t>
      </w:r>
      <w:r>
        <w:rPr>
          <w:rtl/>
        </w:rPr>
        <w:t>بھى مشغول ہوگئے _ چارڈن نے اصفہان كے مدارس كى تعداد 57 ذكر كى _</w:t>
      </w:r>
      <w:r w:rsidRPr="00F67D4B">
        <w:rPr>
          <w:rStyle w:val="libFootnotenumChar"/>
          <w:rtl/>
        </w:rPr>
        <w:t>(4)</w:t>
      </w:r>
      <w:r>
        <w:rPr>
          <w:rtl/>
        </w:rPr>
        <w:t xml:space="preserve"> </w:t>
      </w:r>
    </w:p>
    <w:p w:rsidR="0061102A" w:rsidRDefault="0061102A" w:rsidP="00BE6934">
      <w:pPr>
        <w:pStyle w:val="libNormal"/>
        <w:rPr>
          <w:rtl/>
        </w:rPr>
      </w:pPr>
      <w:r>
        <w:rPr>
          <w:rtl/>
        </w:rPr>
        <w:t>علمائے دين كى دينى مدارس مي</w:t>
      </w:r>
      <w:r w:rsidR="000A0CDC">
        <w:rPr>
          <w:rtl/>
        </w:rPr>
        <w:t xml:space="preserve">ں </w:t>
      </w:r>
      <w:r>
        <w:rPr>
          <w:rtl/>
        </w:rPr>
        <w:t>فعاليت اور صفوى بادشاہو</w:t>
      </w:r>
      <w:r w:rsidR="000A0CDC">
        <w:rPr>
          <w:rtl/>
        </w:rPr>
        <w:t xml:space="preserve">ں </w:t>
      </w:r>
      <w:r>
        <w:rPr>
          <w:rtl/>
        </w:rPr>
        <w:t>كے تعاون كے زير سايہ شيعہ مذہب كے علوم نے بہت وسعت اختيار كى مثلاًاسلامى فلسفہ ملا صدارا ، ميرداماد اور انكے شاگردو</w:t>
      </w:r>
      <w:r w:rsidR="000A0CDC">
        <w:rPr>
          <w:rtl/>
        </w:rPr>
        <w:t xml:space="preserve">ں </w:t>
      </w:r>
      <w:r>
        <w:rPr>
          <w:rtl/>
        </w:rPr>
        <w:t xml:space="preserve">جيسے علماء كى وجہ سے بہت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رسول اسماعيل زادہ، شاہ اسماعيل صفوى ، خطايى ، انتشارات بين الملل الہدي_ </w:t>
      </w:r>
    </w:p>
    <w:p w:rsidR="0061102A" w:rsidRDefault="0061102A" w:rsidP="00BE6934">
      <w:pPr>
        <w:pStyle w:val="libFootnote"/>
        <w:rPr>
          <w:rtl/>
        </w:rPr>
      </w:pPr>
      <w:r>
        <w:rPr>
          <w:rtl/>
        </w:rPr>
        <w:t xml:space="preserve">2) اسكندر بيك منشي، سابقہ حوالہ ج 1 ص 277_ </w:t>
      </w:r>
    </w:p>
    <w:p w:rsidR="0061102A" w:rsidRDefault="0061102A" w:rsidP="00BE6934">
      <w:pPr>
        <w:pStyle w:val="libFootnote"/>
        <w:rPr>
          <w:rtl/>
        </w:rPr>
      </w:pPr>
      <w:r>
        <w:rPr>
          <w:rtl/>
        </w:rPr>
        <w:t xml:space="preserve">3) راجر سيورى ، سابقہ حوالہ ص 213_ </w:t>
      </w:r>
    </w:p>
    <w:p w:rsidR="008672B1" w:rsidRDefault="0061102A" w:rsidP="00BE6934">
      <w:pPr>
        <w:pStyle w:val="libFootnote"/>
        <w:rPr>
          <w:rtl/>
        </w:rPr>
      </w:pPr>
      <w:r>
        <w:rPr>
          <w:rtl/>
        </w:rPr>
        <w:t>4) حسين سلطان زادہ ، تاريخ مدارس ايران در عہد باستان تا تا سيس دارالفنون ، تہران ص 57 _ 256_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زيادہ ترقى كر گيا _ اسى طرح علم طب نے بہت زيادہ اہميت پيدا كي_ حكيم باشي( ايك عہدے كا نام ) كا صفوى دربار مي</w:t>
      </w:r>
      <w:r w:rsidR="000A0CDC">
        <w:rPr>
          <w:rtl/>
        </w:rPr>
        <w:t xml:space="preserve">ں </w:t>
      </w:r>
      <w:r>
        <w:rPr>
          <w:rtl/>
        </w:rPr>
        <w:t>عہدہ ايك اہم عہدہ شمار ہوتا تھا اس دور مي</w:t>
      </w:r>
      <w:r w:rsidR="000A0CDC">
        <w:rPr>
          <w:rtl/>
        </w:rPr>
        <w:t xml:space="preserve">ں </w:t>
      </w:r>
      <w:r>
        <w:rPr>
          <w:rtl/>
        </w:rPr>
        <w:t>نشے كى چيزو</w:t>
      </w:r>
      <w:r w:rsidR="000A0CDC">
        <w:rPr>
          <w:rtl/>
        </w:rPr>
        <w:t xml:space="preserve">ں </w:t>
      </w:r>
      <w:r>
        <w:rPr>
          <w:rtl/>
        </w:rPr>
        <w:t xml:space="preserve">سے بے ہوش كرتے ہوئے مختلف اقسام كے آپريشن كيے گئے_ </w:t>
      </w:r>
      <w:r w:rsidRPr="00F67D4B">
        <w:rPr>
          <w:rStyle w:val="libFootnotenumChar"/>
          <w:rtl/>
        </w:rPr>
        <w:t>(1)</w:t>
      </w:r>
      <w:r>
        <w:rPr>
          <w:rtl/>
        </w:rPr>
        <w:t xml:space="preserve"> </w:t>
      </w:r>
    </w:p>
    <w:p w:rsidR="0061102A" w:rsidRDefault="0061102A" w:rsidP="00BE6934">
      <w:pPr>
        <w:pStyle w:val="libNormal"/>
        <w:rPr>
          <w:rtl/>
        </w:rPr>
      </w:pPr>
      <w:r>
        <w:rPr>
          <w:rtl/>
        </w:rPr>
        <w:t>علم طب كے علاوہ علم نجوم بھى مورد توجہ تھا _ بادشاہ لوگ اپنے منصوبو</w:t>
      </w:r>
      <w:r w:rsidR="000A0CDC">
        <w:rPr>
          <w:rtl/>
        </w:rPr>
        <w:t xml:space="preserve">ں </w:t>
      </w:r>
      <w:r>
        <w:rPr>
          <w:rtl/>
        </w:rPr>
        <w:t>اور فيصلو</w:t>
      </w:r>
      <w:r w:rsidR="000A0CDC">
        <w:rPr>
          <w:rtl/>
        </w:rPr>
        <w:t xml:space="preserve">ں </w:t>
      </w:r>
      <w:r>
        <w:rPr>
          <w:rtl/>
        </w:rPr>
        <w:t>مي</w:t>
      </w:r>
      <w:r w:rsidR="000A0CDC">
        <w:rPr>
          <w:rtl/>
        </w:rPr>
        <w:t xml:space="preserve">ں </w:t>
      </w:r>
      <w:r>
        <w:rPr>
          <w:rtl/>
        </w:rPr>
        <w:t xml:space="preserve">علم نجوم سے فائدہ اٹھاتے تھے_ </w:t>
      </w:r>
    </w:p>
    <w:p w:rsidR="0061102A" w:rsidRDefault="0061102A" w:rsidP="00BE6934">
      <w:pPr>
        <w:pStyle w:val="libNormal"/>
        <w:rPr>
          <w:rtl/>
        </w:rPr>
      </w:pPr>
    </w:p>
    <w:p w:rsidR="0061102A" w:rsidRDefault="0061102A" w:rsidP="00BE6934">
      <w:pPr>
        <w:pStyle w:val="Heading2Center"/>
        <w:rPr>
          <w:rtl/>
        </w:rPr>
      </w:pPr>
      <w:bookmarkStart w:id="140" w:name="_Toc268696"/>
      <w:r>
        <w:rPr>
          <w:rtl/>
        </w:rPr>
        <w:t>معماري</w:t>
      </w:r>
      <w:bookmarkEnd w:id="140"/>
    </w:p>
    <w:p w:rsidR="0061102A" w:rsidRDefault="0061102A" w:rsidP="00BE6934">
      <w:pPr>
        <w:pStyle w:val="libNormal"/>
        <w:rPr>
          <w:rtl/>
        </w:rPr>
      </w:pPr>
      <w:r>
        <w:rPr>
          <w:rtl/>
        </w:rPr>
        <w:t>صفوى دور كى معمارى نے كيفيت اور كميت كے اعتبار سے ترقى كى _ اصفہان صفوى دور كى معمارى كا شاہكار ہے يہ جملہ ''اصفہان نصف جہان ہے'' اس ترقى كو بيان كر رہا ہے كہ جو شاہ عباس كے دور مي</w:t>
      </w:r>
      <w:r w:rsidR="000A0CDC">
        <w:rPr>
          <w:rtl/>
        </w:rPr>
        <w:t xml:space="preserve">ں </w:t>
      </w:r>
      <w:r>
        <w:rPr>
          <w:rtl/>
        </w:rPr>
        <w:t>پيكر حقيقت مي</w:t>
      </w:r>
      <w:r w:rsidR="000A0CDC">
        <w:rPr>
          <w:rtl/>
        </w:rPr>
        <w:t xml:space="preserve">ں </w:t>
      </w:r>
      <w:r>
        <w:rPr>
          <w:rtl/>
        </w:rPr>
        <w:t>تبديل ہوئي _ شاہ تھماسب نے دارالحكومت تبريز سے قزوين منتقل كيا اور قزوين مي</w:t>
      </w:r>
      <w:r w:rsidR="000A0CDC">
        <w:rPr>
          <w:rtl/>
        </w:rPr>
        <w:t xml:space="preserve">ں </w:t>
      </w:r>
      <w:r>
        <w:rPr>
          <w:rtl/>
        </w:rPr>
        <w:t>جديد عمارتي</w:t>
      </w:r>
      <w:r w:rsidR="000A0CDC">
        <w:rPr>
          <w:rtl/>
        </w:rPr>
        <w:t xml:space="preserve">ں </w:t>
      </w:r>
      <w:r>
        <w:rPr>
          <w:rtl/>
        </w:rPr>
        <w:t>بنائي</w:t>
      </w:r>
      <w:r w:rsidR="000A0CDC">
        <w:rPr>
          <w:rtl/>
        </w:rPr>
        <w:t xml:space="preserve">ں </w:t>
      </w:r>
      <w:r>
        <w:rPr>
          <w:rtl/>
        </w:rPr>
        <w:t>_ شاہ عباس نے اصفہان مي</w:t>
      </w:r>
      <w:r w:rsidR="000A0CDC">
        <w:rPr>
          <w:rtl/>
        </w:rPr>
        <w:t xml:space="preserve">ں </w:t>
      </w:r>
      <w:r>
        <w:rPr>
          <w:rtl/>
        </w:rPr>
        <w:t>اپنے بلند و بالا منصوبو</w:t>
      </w:r>
      <w:r w:rsidR="000A0CDC">
        <w:rPr>
          <w:rtl/>
        </w:rPr>
        <w:t xml:space="preserve">ں </w:t>
      </w:r>
      <w:r>
        <w:rPr>
          <w:rtl/>
        </w:rPr>
        <w:t xml:space="preserve">كو عملى جامہ پہنايا _ </w:t>
      </w:r>
    </w:p>
    <w:p w:rsidR="0061102A" w:rsidRDefault="0061102A" w:rsidP="00BE6934">
      <w:pPr>
        <w:pStyle w:val="libNormal"/>
        <w:rPr>
          <w:rtl/>
        </w:rPr>
      </w:pPr>
      <w:r>
        <w:rPr>
          <w:rtl/>
        </w:rPr>
        <w:t>اصفہان اور اسكے ارد گرد كے علاقو</w:t>
      </w:r>
      <w:r w:rsidR="000A0CDC">
        <w:rPr>
          <w:rtl/>
        </w:rPr>
        <w:t xml:space="preserve">ں </w:t>
      </w:r>
      <w:r>
        <w:rPr>
          <w:rtl/>
        </w:rPr>
        <w:t>كا طبيعى حدود اربعہ شہر كو وسعت دينے كيلئے انتہائي مناسب تھا_ ايسا شہر جس مي</w:t>
      </w:r>
      <w:r w:rsidR="000A0CDC">
        <w:rPr>
          <w:rtl/>
        </w:rPr>
        <w:t xml:space="preserve">ں </w:t>
      </w:r>
      <w:r>
        <w:rPr>
          <w:rtl/>
        </w:rPr>
        <w:t>بہت سى سڑكي</w:t>
      </w:r>
      <w:r w:rsidR="000A0CDC">
        <w:rPr>
          <w:rtl/>
        </w:rPr>
        <w:t xml:space="preserve">ں </w:t>
      </w:r>
      <w:r>
        <w:rPr>
          <w:rtl/>
        </w:rPr>
        <w:t>محلات ، مساجد و مدارس، بازار، قلعے اور برج و مينارہو</w:t>
      </w:r>
      <w:r w:rsidR="000A0CDC">
        <w:rPr>
          <w:rtl/>
        </w:rPr>
        <w:t xml:space="preserve">ں </w:t>
      </w:r>
      <w:r>
        <w:rPr>
          <w:rtl/>
        </w:rPr>
        <w:t>ان سب كے بنانے اور وجود مي</w:t>
      </w:r>
      <w:r w:rsidR="000A0CDC">
        <w:rPr>
          <w:rtl/>
        </w:rPr>
        <w:t xml:space="preserve">ں </w:t>
      </w:r>
      <w:r>
        <w:rPr>
          <w:rtl/>
        </w:rPr>
        <w:t>لانے مي</w:t>
      </w:r>
      <w:r w:rsidR="000A0CDC">
        <w:rPr>
          <w:rtl/>
        </w:rPr>
        <w:t xml:space="preserve">ں </w:t>
      </w:r>
      <w:r>
        <w:rPr>
          <w:rtl/>
        </w:rPr>
        <w:t xml:space="preserve">بہاء الدين محمد عاملى (شيخ بہائي) كى مہارت وكوشش بہت اہميت كى حامل ہے _ چہار باغ ، ميدان </w:t>
      </w:r>
      <w:r w:rsidR="003A04D8">
        <w:rPr>
          <w:rtl/>
        </w:rPr>
        <w:t>عظیم</w:t>
      </w:r>
      <w:r>
        <w:rPr>
          <w:rtl/>
        </w:rPr>
        <w:t xml:space="preserve"> نقش جہان، مسجد شيخ لطف اللہ، مسجد شاہ اور عالى قاپو ، اس دور كى معمارى كے اعلى نمونے ہي</w:t>
      </w:r>
      <w:r w:rsidR="000A0CDC">
        <w:rPr>
          <w:rtl/>
        </w:rPr>
        <w:t xml:space="preserve">ں </w:t>
      </w:r>
      <w:r>
        <w:rPr>
          <w:rtl/>
        </w:rPr>
        <w:t xml:space="preserve">_ </w:t>
      </w:r>
    </w:p>
    <w:p w:rsidR="0061102A" w:rsidRDefault="0061102A" w:rsidP="00BE6934">
      <w:pPr>
        <w:pStyle w:val="libNormal"/>
        <w:rPr>
          <w:rtl/>
        </w:rPr>
      </w:pPr>
      <w:r>
        <w:rPr>
          <w:rtl/>
        </w:rPr>
        <w:t>دوسرا شاہكار چہل ستون ہے كہ جو شاہ عباس اول كے زمانہ مي</w:t>
      </w:r>
      <w:r w:rsidR="000A0CDC">
        <w:rPr>
          <w:rtl/>
        </w:rPr>
        <w:t xml:space="preserve">ں </w:t>
      </w:r>
      <w:r>
        <w:rPr>
          <w:rtl/>
        </w:rPr>
        <w:t>بننا شروع ہوا اور شاہ عباس دوم كے دور مي</w:t>
      </w:r>
      <w:r w:rsidR="000A0CDC">
        <w:rPr>
          <w:rtl/>
        </w:rPr>
        <w:t xml:space="preserve">ں </w:t>
      </w:r>
      <w:r>
        <w:rPr>
          <w:rtl/>
        </w:rPr>
        <w:t>تكميل ہوا اور سفيرو</w:t>
      </w:r>
      <w:r w:rsidR="000A0CDC">
        <w:rPr>
          <w:rtl/>
        </w:rPr>
        <w:t xml:space="preserve">ں </w:t>
      </w:r>
      <w:r>
        <w:rPr>
          <w:rtl/>
        </w:rPr>
        <w:t>كے استقبال كى جگہ تھا_ آج بہت سے زينے، حمام، كاروانسرا، مدارس، مساجد اور ديگر متبرك مقامات صفوى دور كى عظيم الشان معمارى كى حكايت كررہے ہي</w:t>
      </w:r>
      <w:r w:rsidR="000A0CDC">
        <w:rPr>
          <w:rtl/>
        </w:rPr>
        <w:t xml:space="preserve">ں </w:t>
      </w:r>
      <w:r w:rsidRPr="00F67D4B">
        <w:rPr>
          <w:rStyle w:val="libFootnotenumChar"/>
          <w:rtl/>
        </w:rPr>
        <w:t>(2)</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سيويل الگود _ طب در دورہ صفويہ ، ترجمہ محسن جاويد_ دانشگاہ تہران_ </w:t>
      </w:r>
    </w:p>
    <w:p w:rsidR="008672B1" w:rsidRDefault="0061102A" w:rsidP="00BE6934">
      <w:pPr>
        <w:pStyle w:val="libFootnote"/>
        <w:rPr>
          <w:rtl/>
        </w:rPr>
      </w:pPr>
      <w:r>
        <w:rPr>
          <w:rtl/>
        </w:rPr>
        <w:t>2) زكى محمد حسن ، ہنر ايران، ترجمہ محمد ابراہيم اقليدى ، صداى معاصرص 37 احمد تاجبخش ، تاريخ صفويہ ، انتشارات نويد شيراز_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41" w:name="_Toc268697"/>
      <w:r>
        <w:rPr>
          <w:rtl/>
        </w:rPr>
        <w:t>كپڑا اور قالين بننے كا كام</w:t>
      </w:r>
      <w:bookmarkEnd w:id="141"/>
    </w:p>
    <w:p w:rsidR="0061102A" w:rsidRDefault="0061102A" w:rsidP="00BE6934">
      <w:pPr>
        <w:pStyle w:val="libNormal"/>
        <w:rPr>
          <w:rtl/>
        </w:rPr>
      </w:pPr>
      <w:r>
        <w:rPr>
          <w:rtl/>
        </w:rPr>
        <w:t>صفويو</w:t>
      </w:r>
      <w:r w:rsidR="000A0CDC">
        <w:rPr>
          <w:rtl/>
        </w:rPr>
        <w:t xml:space="preserve">ں </w:t>
      </w:r>
      <w:r>
        <w:rPr>
          <w:rtl/>
        </w:rPr>
        <w:t>نے قالين بننے كى صنعت كو ديہاتو</w:t>
      </w:r>
      <w:r w:rsidR="000A0CDC">
        <w:rPr>
          <w:rtl/>
        </w:rPr>
        <w:t xml:space="preserve">ں </w:t>
      </w:r>
      <w:r>
        <w:rPr>
          <w:rtl/>
        </w:rPr>
        <w:t>سے بڑھا كر ملكى سطح تك ترقى دى اور ملك كے اقتصاد كا اہم جزو قرار ديا_ قالين بننے كا سب سے پہلا كارخانہ تقريباً شاہ عباس كبير كے زمانہ مي</w:t>
      </w:r>
      <w:r w:rsidR="000A0CDC">
        <w:rPr>
          <w:rtl/>
        </w:rPr>
        <w:t xml:space="preserve">ں </w:t>
      </w:r>
      <w:r>
        <w:rPr>
          <w:rtl/>
        </w:rPr>
        <w:t>اصفہان مي</w:t>
      </w:r>
      <w:r w:rsidR="000A0CDC">
        <w:rPr>
          <w:rtl/>
        </w:rPr>
        <w:t xml:space="preserve">ں </w:t>
      </w:r>
      <w:r>
        <w:rPr>
          <w:rtl/>
        </w:rPr>
        <w:t>قائم ہوا</w:t>
      </w:r>
      <w:r w:rsidRPr="00F67D4B">
        <w:rPr>
          <w:rStyle w:val="libFootnotenumChar"/>
          <w:rtl/>
        </w:rPr>
        <w:t>(1)</w:t>
      </w:r>
      <w:r>
        <w:rPr>
          <w:rtl/>
        </w:rPr>
        <w:t xml:space="preserve"> صفوى دور كے قالينو</w:t>
      </w:r>
      <w:r w:rsidR="000A0CDC">
        <w:rPr>
          <w:rtl/>
        </w:rPr>
        <w:t xml:space="preserve">ں </w:t>
      </w:r>
      <w:r>
        <w:rPr>
          <w:rtl/>
        </w:rPr>
        <w:t>مي</w:t>
      </w:r>
      <w:r w:rsidR="000A0CDC">
        <w:rPr>
          <w:rtl/>
        </w:rPr>
        <w:t xml:space="preserve">ں </w:t>
      </w:r>
      <w:r>
        <w:rPr>
          <w:rtl/>
        </w:rPr>
        <w:t>سے قديم ترين نمونہ ''اردبيل'' نام كا مشہور قالين ہے كہ جو لندن كے ويكٹوريا البرٹ ميوزيم مي</w:t>
      </w:r>
      <w:r w:rsidR="000A0CDC">
        <w:rPr>
          <w:rtl/>
        </w:rPr>
        <w:t xml:space="preserve">ں </w:t>
      </w:r>
      <w:r>
        <w:rPr>
          <w:rtl/>
        </w:rPr>
        <w:t>موجود ہے اسے سال 942 قمرى مي</w:t>
      </w:r>
      <w:r w:rsidR="000A0CDC">
        <w:rPr>
          <w:rtl/>
        </w:rPr>
        <w:t xml:space="preserve">ں </w:t>
      </w:r>
      <w:r>
        <w:rPr>
          <w:rtl/>
        </w:rPr>
        <w:t xml:space="preserve">تيار كيا گيا تھا_ </w:t>
      </w:r>
    </w:p>
    <w:p w:rsidR="0061102A" w:rsidRDefault="0061102A" w:rsidP="00BE6934">
      <w:pPr>
        <w:pStyle w:val="libNormal"/>
        <w:rPr>
          <w:rtl/>
        </w:rPr>
      </w:pPr>
      <w:r>
        <w:rPr>
          <w:rtl/>
        </w:rPr>
        <w:t>شاہ عباس كے زمانہ مي</w:t>
      </w:r>
      <w:r w:rsidR="000A0CDC">
        <w:rPr>
          <w:rtl/>
        </w:rPr>
        <w:t xml:space="preserve">ں </w:t>
      </w:r>
      <w:r>
        <w:rPr>
          <w:rtl/>
        </w:rPr>
        <w:t>قالين تيار كرنے كے حكومتى كارخانو</w:t>
      </w:r>
      <w:r w:rsidR="000A0CDC">
        <w:rPr>
          <w:rtl/>
        </w:rPr>
        <w:t xml:space="preserve">ں </w:t>
      </w:r>
      <w:r>
        <w:rPr>
          <w:rtl/>
        </w:rPr>
        <w:t>كى تعداد زيادہ تھى اور آرڈر پر قيمتى قالين تيار كيے جاتے تھے_ مثلاپولينڈ كے بادشاہ سيگسمنڈ سوم نے ايران سے قالين خريد كر اپنى بيٹى كو جہيز مي</w:t>
      </w:r>
      <w:r w:rsidR="000A0CDC">
        <w:rPr>
          <w:rtl/>
        </w:rPr>
        <w:t xml:space="preserve">ں </w:t>
      </w:r>
      <w:r>
        <w:rPr>
          <w:rtl/>
        </w:rPr>
        <w:t>ديے _ قالين تيار ہونے كے علاوہ كپڑا بننے كى صنعت نے بھى قابل ذكر ترقى كي_ قيمتى لباس اور محلات كے خوبصورت پردو</w:t>
      </w:r>
      <w:r w:rsidR="000A0CDC">
        <w:rPr>
          <w:rtl/>
        </w:rPr>
        <w:t xml:space="preserve">ں </w:t>
      </w:r>
      <w:r>
        <w:rPr>
          <w:rtl/>
        </w:rPr>
        <w:t>نے سياحو</w:t>
      </w:r>
      <w:r w:rsidR="000A0CDC">
        <w:rPr>
          <w:rtl/>
        </w:rPr>
        <w:t xml:space="preserve">ں </w:t>
      </w:r>
      <w:r>
        <w:rPr>
          <w:rtl/>
        </w:rPr>
        <w:t>كو مبہوت كرديا تھا_ درخشا</w:t>
      </w:r>
      <w:r w:rsidR="000A0CDC">
        <w:rPr>
          <w:rtl/>
        </w:rPr>
        <w:t xml:space="preserve">ں </w:t>
      </w:r>
      <w:r>
        <w:rPr>
          <w:rtl/>
        </w:rPr>
        <w:t>رنگو</w:t>
      </w:r>
      <w:r w:rsidR="000A0CDC">
        <w:rPr>
          <w:rtl/>
        </w:rPr>
        <w:t xml:space="preserve">ں </w:t>
      </w:r>
      <w:r>
        <w:rPr>
          <w:rtl/>
        </w:rPr>
        <w:t>كى آميزش ، جدت اور اسليمى وگل دار ڈيزائينو</w:t>
      </w:r>
      <w:r w:rsidR="000A0CDC">
        <w:rPr>
          <w:rtl/>
        </w:rPr>
        <w:t xml:space="preserve">ں </w:t>
      </w:r>
      <w:r>
        <w:rPr>
          <w:rtl/>
        </w:rPr>
        <w:t>سے تزيين نے ايرانى ماہرين كو اس قابل بناديا كہ وہ ايسا كپڑا بنائي</w:t>
      </w:r>
      <w:r w:rsidR="000A0CDC">
        <w:rPr>
          <w:rtl/>
        </w:rPr>
        <w:t xml:space="preserve">ں </w:t>
      </w:r>
      <w:r>
        <w:rPr>
          <w:rtl/>
        </w:rPr>
        <w:t>جو خوبصورتى اور جدت مي</w:t>
      </w:r>
      <w:r w:rsidR="000A0CDC">
        <w:rPr>
          <w:rtl/>
        </w:rPr>
        <w:t xml:space="preserve">ں </w:t>
      </w:r>
      <w:r>
        <w:rPr>
          <w:rtl/>
        </w:rPr>
        <w:t xml:space="preserve">بے نظير ہو </w:t>
      </w:r>
      <w:r w:rsidRPr="00F67D4B">
        <w:rPr>
          <w:rStyle w:val="libFootnotenumChar"/>
          <w:rtl/>
        </w:rPr>
        <w:t>(2)</w:t>
      </w:r>
      <w:r>
        <w:rPr>
          <w:rtl/>
        </w:rPr>
        <w:t xml:space="preserve"> </w:t>
      </w:r>
    </w:p>
    <w:p w:rsidR="0061102A" w:rsidRDefault="0061102A" w:rsidP="00BE6934">
      <w:pPr>
        <w:pStyle w:val="libNormal"/>
        <w:rPr>
          <w:rtl/>
        </w:rPr>
      </w:pPr>
      <w:r>
        <w:rPr>
          <w:rtl/>
        </w:rPr>
        <w:t>كہا يہ جاتا ہے كہ اصفہان كے بازار مي</w:t>
      </w:r>
      <w:r w:rsidR="000A0CDC">
        <w:rPr>
          <w:rtl/>
        </w:rPr>
        <w:t xml:space="preserve">ں </w:t>
      </w:r>
      <w:r>
        <w:rPr>
          <w:rtl/>
        </w:rPr>
        <w:t>پچيس ہزار كاريگر كام كرتے تھے اور كپڑا بنانے كى انجمن كا صدر ملك كا ايك طاقتور ترين شخص شمار ہوتا تھا_ ريشم اور ريشم كے كپڑو</w:t>
      </w:r>
      <w:r w:rsidR="000A0CDC">
        <w:rPr>
          <w:rtl/>
        </w:rPr>
        <w:t xml:space="preserve">ں </w:t>
      </w:r>
      <w:r>
        <w:rPr>
          <w:rtl/>
        </w:rPr>
        <w:t>كى تجارت اس دور كى ايك اور صنعت تھى كہ جو انتہائي اہميت كى حامل تھى بقول چارڈن:شاہ عباس ريشم بنانے اور برآمد كرنے والا سب سے پہلابادشاہ تھا _ ريشم جارجيا ، خراسان، كرمان بالخصوص گيلان اور مازندران كے علاقو</w:t>
      </w:r>
      <w:r w:rsidR="000A0CDC">
        <w:rPr>
          <w:rtl/>
        </w:rPr>
        <w:t xml:space="preserve">ں </w:t>
      </w:r>
      <w:r>
        <w:rPr>
          <w:rtl/>
        </w:rPr>
        <w:t xml:space="preserve">سے حاصل ہوتا تھا اور سالانہ 22 ہزار عدل </w:t>
      </w:r>
      <w:r w:rsidRPr="00F67D4B">
        <w:rPr>
          <w:rStyle w:val="libFootnotenumChar"/>
          <w:rtl/>
        </w:rPr>
        <w:t>(3)</w:t>
      </w:r>
      <w:r>
        <w:rPr>
          <w:rtl/>
        </w:rPr>
        <w:t xml:space="preserve"> ريشم كى پيداوار يورپ برآمد ہوتى تھى _ </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راجر سيوري،سابقہ حوالہ ص 33 _ 132_ </w:t>
      </w:r>
    </w:p>
    <w:p w:rsidR="0061102A" w:rsidRDefault="0061102A" w:rsidP="00BE6934">
      <w:pPr>
        <w:pStyle w:val="libFootnote"/>
        <w:rPr>
          <w:rtl/>
        </w:rPr>
      </w:pPr>
      <w:r>
        <w:rPr>
          <w:rtl/>
        </w:rPr>
        <w:t xml:space="preserve">2) سابقہ حوالہ ص 6 _ 125 _ </w:t>
      </w:r>
    </w:p>
    <w:p w:rsidR="0061102A" w:rsidRDefault="0061102A" w:rsidP="00BE6934">
      <w:pPr>
        <w:pStyle w:val="libFootnote"/>
        <w:rPr>
          <w:rtl/>
        </w:rPr>
      </w:pPr>
      <w:r>
        <w:rPr>
          <w:rtl/>
        </w:rPr>
        <w:t xml:space="preserve">3) عدل: وزن كا ايك پيمانہ (مصحح) </w:t>
      </w:r>
    </w:p>
    <w:p w:rsidR="008672B1" w:rsidRDefault="0061102A" w:rsidP="00BE6934">
      <w:pPr>
        <w:pStyle w:val="libFootnote"/>
        <w:rPr>
          <w:rtl/>
        </w:rPr>
      </w:pPr>
      <w:r>
        <w:rPr>
          <w:rtl/>
        </w:rPr>
        <w:t>4) شاردن ، سياحتنامہ شاردن ، ترجمہ محمد عباسى ، تہران امير كبير ج 4 ص 370 _ 369</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42" w:name="_Toc268698"/>
      <w:r>
        <w:rPr>
          <w:rtl/>
        </w:rPr>
        <w:t>فوجى اسلحہ</w:t>
      </w:r>
      <w:bookmarkEnd w:id="142"/>
    </w:p>
    <w:p w:rsidR="0061102A" w:rsidRDefault="0061102A" w:rsidP="00BE6934">
      <w:pPr>
        <w:pStyle w:val="libNormal"/>
        <w:rPr>
          <w:rtl/>
        </w:rPr>
      </w:pPr>
      <w:r>
        <w:rPr>
          <w:rtl/>
        </w:rPr>
        <w:t>چالدران كى جنگ مي</w:t>
      </w:r>
      <w:r w:rsidR="000A0CDC">
        <w:rPr>
          <w:rtl/>
        </w:rPr>
        <w:t xml:space="preserve">ں </w:t>
      </w:r>
      <w:r>
        <w:rPr>
          <w:rtl/>
        </w:rPr>
        <w:t xml:space="preserve">صفوى فوجى عثمانى فوج كے بارودى اسلحے اور توپخانہ كے مد مقابل زيادہ نہ ٹھہرسكے ، چونكہ اس قسم كے اسلحہ كے استعمال سے واقف نہ ہونے كى وجہ سے ايرانى فوج زيادہ طاقتور نہ تھي_ </w:t>
      </w:r>
    </w:p>
    <w:p w:rsidR="0061102A" w:rsidRDefault="0061102A" w:rsidP="00BE6934">
      <w:pPr>
        <w:pStyle w:val="libNormal"/>
        <w:rPr>
          <w:rtl/>
        </w:rPr>
      </w:pPr>
      <w:r>
        <w:rPr>
          <w:rtl/>
        </w:rPr>
        <w:t>شاہ عباس كے بادشاہ بننے اور ماڈرن فوج كى تشكيل سے پہلے ايرانى فوج كا ڈھانچہ قزلباشو</w:t>
      </w:r>
      <w:r w:rsidR="000A0CDC">
        <w:rPr>
          <w:rtl/>
        </w:rPr>
        <w:t xml:space="preserve">ں </w:t>
      </w:r>
      <w:r>
        <w:rPr>
          <w:rtl/>
        </w:rPr>
        <w:t>كے گروہو</w:t>
      </w:r>
      <w:r w:rsidR="000A0CDC">
        <w:rPr>
          <w:rtl/>
        </w:rPr>
        <w:t xml:space="preserve">ں </w:t>
      </w:r>
      <w:r>
        <w:rPr>
          <w:rtl/>
        </w:rPr>
        <w:t>پر مشتمل تھا_ يہ وہ خوفناك جنگى طاقت تھى جنكا عثمانى بھى احترام كرتے تھے_ ليكن چالدران كى جنگ كے بعد فوجى ڈھانچے مي</w:t>
      </w:r>
      <w:r w:rsidR="000A0CDC">
        <w:rPr>
          <w:rtl/>
        </w:rPr>
        <w:t xml:space="preserve">ں </w:t>
      </w:r>
      <w:r>
        <w:rPr>
          <w:rtl/>
        </w:rPr>
        <w:t>تبديلى ناگزير تھى _ شاہ تھماسب نے جوانو</w:t>
      </w:r>
      <w:r w:rsidR="000A0CDC">
        <w:rPr>
          <w:rtl/>
        </w:rPr>
        <w:t xml:space="preserve">ں </w:t>
      </w:r>
      <w:r>
        <w:rPr>
          <w:rtl/>
        </w:rPr>
        <w:t>كے انتخاب سے پانچ ہزار افراد كى ايك رجمنٹ تشكيل دى كہ جنہي</w:t>
      </w:r>
      <w:r w:rsidR="000A0CDC">
        <w:rPr>
          <w:rtl/>
        </w:rPr>
        <w:t xml:space="preserve">ں </w:t>
      </w:r>
      <w:r>
        <w:rPr>
          <w:rtl/>
        </w:rPr>
        <w:t>''قورچي'' كہا گيا _ اس رجمنٹ سے ايك ماڈرن فوج كى بنياد فراہم ہوئي اور شاہ عباس كبير كيلئے راستہ ہموار ہوا _</w:t>
      </w:r>
      <w:r w:rsidRPr="00F67D4B">
        <w:rPr>
          <w:rStyle w:val="libFootnotenumChar"/>
          <w:rtl/>
        </w:rPr>
        <w:t>(2)</w:t>
      </w:r>
      <w:r>
        <w:rPr>
          <w:rtl/>
        </w:rPr>
        <w:t xml:space="preserve"> </w:t>
      </w:r>
    </w:p>
    <w:p w:rsidR="0061102A" w:rsidRDefault="0061102A" w:rsidP="00BE6934">
      <w:pPr>
        <w:pStyle w:val="libNormal"/>
        <w:rPr>
          <w:rtl/>
        </w:rPr>
      </w:pPr>
      <w:r>
        <w:rPr>
          <w:rtl/>
        </w:rPr>
        <w:t>شاہ عباس كبير نے فوج كى ابتدائي بنياد (شا ہسونہا يعنى بادشاہ كے حامي) تشكيل دينے كے ساتھ ايك نئي فوج خاص نظم كے ساتھ تشكيل دى كہ جو مختلف اقوام اور اقليتو</w:t>
      </w:r>
      <w:r w:rsidR="000A0CDC">
        <w:rPr>
          <w:rtl/>
        </w:rPr>
        <w:t xml:space="preserve">ں </w:t>
      </w:r>
      <w:r>
        <w:rPr>
          <w:rtl/>
        </w:rPr>
        <w:t>پر مشتمل تھى _ شاہ نے اس كام كے ساتھ ساتھ شرلى برادران سے بہت قيمتى فوجى علوم بھى كسب كيے _ اور پہلى دفعہ ايرانى فوج مي</w:t>
      </w:r>
      <w:r w:rsidR="000A0CDC">
        <w:rPr>
          <w:rtl/>
        </w:rPr>
        <w:t xml:space="preserve">ں </w:t>
      </w:r>
      <w:r>
        <w:rPr>
          <w:rtl/>
        </w:rPr>
        <w:t>مختلف دھڑے ، پيادے ، سوار اور توپخانہ وجود مي</w:t>
      </w:r>
      <w:r w:rsidR="000A0CDC">
        <w:rPr>
          <w:rtl/>
        </w:rPr>
        <w:t xml:space="preserve">ں </w:t>
      </w:r>
      <w:r>
        <w:rPr>
          <w:rtl/>
        </w:rPr>
        <w:t xml:space="preserve">آئے _ اسى طرح توپ بنانے اور گولے مارنے كا فن بھى شرلى برادران سے سيكھا گيا _ </w:t>
      </w:r>
      <w:r w:rsidRPr="00F67D4B">
        <w:rPr>
          <w:rStyle w:val="libFootnotenumChar"/>
          <w:rtl/>
        </w:rPr>
        <w:t>(3)</w:t>
      </w:r>
      <w:r>
        <w:rPr>
          <w:rtl/>
        </w:rPr>
        <w:t xml:space="preserve"> ليكن قابل افسوس بات يہ ہے كہ شاہ عباس نے ايرانى فوج مي</w:t>
      </w:r>
      <w:r w:rsidR="000A0CDC">
        <w:rPr>
          <w:rtl/>
        </w:rPr>
        <w:t xml:space="preserve">ں </w:t>
      </w:r>
      <w:r>
        <w:rPr>
          <w:rtl/>
        </w:rPr>
        <w:t>جس چيز كى بنياد ركھى اس كے جانشينو</w:t>
      </w:r>
      <w:r w:rsidR="000A0CDC">
        <w:rPr>
          <w:rtl/>
        </w:rPr>
        <w:t xml:space="preserve">ں </w:t>
      </w:r>
      <w:r>
        <w:rPr>
          <w:rtl/>
        </w:rPr>
        <w:t>نے اس كى طرف توجہ نہ كى جس كے نتيجہ مي</w:t>
      </w:r>
      <w:r w:rsidR="000A0CDC">
        <w:rPr>
          <w:rtl/>
        </w:rPr>
        <w:t xml:space="preserve">ں </w:t>
      </w:r>
      <w:r>
        <w:rPr>
          <w:rtl/>
        </w:rPr>
        <w:t>ايرانى فوج روز بروز كمزور ہوتى چلى گئي يہا</w:t>
      </w:r>
      <w:r w:rsidR="000A0CDC">
        <w:rPr>
          <w:rtl/>
        </w:rPr>
        <w:t xml:space="preserve">ں </w:t>
      </w:r>
      <w:r>
        <w:rPr>
          <w:rtl/>
        </w:rPr>
        <w:t>تك كہ نادر شاہ كے زمانہ مي</w:t>
      </w:r>
      <w:r w:rsidR="000A0CDC">
        <w:rPr>
          <w:rtl/>
        </w:rPr>
        <w:t xml:space="preserve">ں </w:t>
      </w:r>
      <w:r>
        <w:rPr>
          <w:rtl/>
        </w:rPr>
        <w:t>ايرانى فوج مي</w:t>
      </w:r>
      <w:r w:rsidR="000A0CDC">
        <w:rPr>
          <w:rtl/>
        </w:rPr>
        <w:t xml:space="preserve">ں </w:t>
      </w:r>
      <w:r>
        <w:rPr>
          <w:rtl/>
        </w:rPr>
        <w:t xml:space="preserve">دوبارہ قوت پيدا ہوئي_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خانبابابيانى ، تاريخ نظامى ايران، جنگہاى دورہ صفويہ ص 59_ </w:t>
      </w:r>
    </w:p>
    <w:p w:rsidR="008672B1" w:rsidRDefault="0061102A" w:rsidP="00BE6934">
      <w:pPr>
        <w:pStyle w:val="libFootnote"/>
        <w:rPr>
          <w:rtl/>
        </w:rPr>
      </w:pPr>
      <w:r>
        <w:rPr>
          <w:rtl/>
        </w:rPr>
        <w:t>2) راجو سيوري، سابقہ حوالہ ص 199 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43" w:name="_Toc268699"/>
      <w:r>
        <w:rPr>
          <w:rtl/>
        </w:rPr>
        <w:t>صفويو</w:t>
      </w:r>
      <w:r w:rsidR="000A0CDC">
        <w:rPr>
          <w:rtl/>
        </w:rPr>
        <w:t xml:space="preserve">ں </w:t>
      </w:r>
      <w:r>
        <w:rPr>
          <w:rtl/>
        </w:rPr>
        <w:t>كا دفترى نظام</w:t>
      </w:r>
      <w:bookmarkEnd w:id="143"/>
    </w:p>
    <w:p w:rsidR="0061102A" w:rsidRDefault="0061102A" w:rsidP="00BE6934">
      <w:pPr>
        <w:pStyle w:val="libNormal"/>
        <w:rPr>
          <w:rtl/>
        </w:rPr>
      </w:pPr>
      <w:r>
        <w:rPr>
          <w:rtl/>
        </w:rPr>
        <w:t>صفويو</w:t>
      </w:r>
      <w:r w:rsidR="000A0CDC">
        <w:rPr>
          <w:rtl/>
        </w:rPr>
        <w:t xml:space="preserve">ں </w:t>
      </w:r>
      <w:r>
        <w:rPr>
          <w:rtl/>
        </w:rPr>
        <w:t>كے حكومتى ڈھانچے مي</w:t>
      </w:r>
      <w:r w:rsidR="000A0CDC">
        <w:rPr>
          <w:rtl/>
        </w:rPr>
        <w:t xml:space="preserve">ں </w:t>
      </w:r>
      <w:r>
        <w:rPr>
          <w:rtl/>
        </w:rPr>
        <w:t>بادشاہ تمام امور كا سربراہ ہوتا تھا كہ جو ملك كو ادارو</w:t>
      </w:r>
      <w:r w:rsidR="000A0CDC">
        <w:rPr>
          <w:rtl/>
        </w:rPr>
        <w:t xml:space="preserve">ں </w:t>
      </w:r>
      <w:r>
        <w:rPr>
          <w:rtl/>
        </w:rPr>
        <w:t>اور شعبو</w:t>
      </w:r>
      <w:r w:rsidR="000A0CDC">
        <w:rPr>
          <w:rtl/>
        </w:rPr>
        <w:t xml:space="preserve">ں </w:t>
      </w:r>
      <w:r>
        <w:rPr>
          <w:rtl/>
        </w:rPr>
        <w:t>كے عہديدارو</w:t>
      </w:r>
      <w:r w:rsidR="000A0CDC">
        <w:rPr>
          <w:rtl/>
        </w:rPr>
        <w:t xml:space="preserve">ں </w:t>
      </w:r>
      <w:r>
        <w:rPr>
          <w:rtl/>
        </w:rPr>
        <w:t>اور منصب دارو</w:t>
      </w:r>
      <w:r w:rsidR="000A0CDC">
        <w:rPr>
          <w:rtl/>
        </w:rPr>
        <w:t xml:space="preserve">ں </w:t>
      </w:r>
      <w:r>
        <w:rPr>
          <w:rtl/>
        </w:rPr>
        <w:t>كے ذريعہ چلا تا تھا ، ذيل مي</w:t>
      </w:r>
      <w:r w:rsidR="000A0CDC">
        <w:rPr>
          <w:rtl/>
        </w:rPr>
        <w:t xml:space="preserve">ں </w:t>
      </w:r>
      <w:r>
        <w:rPr>
          <w:rtl/>
        </w:rPr>
        <w:t>ان عہدو</w:t>
      </w:r>
      <w:r w:rsidR="000A0CDC">
        <w:rPr>
          <w:rtl/>
        </w:rPr>
        <w:t xml:space="preserve">ں </w:t>
      </w:r>
      <w:r>
        <w:rPr>
          <w:rtl/>
        </w:rPr>
        <w:t xml:space="preserve">اور مناصب كى طرف اشارہ كيا جاتا ہے: </w:t>
      </w:r>
    </w:p>
    <w:p w:rsidR="0061102A" w:rsidRDefault="0061102A" w:rsidP="00BE6934">
      <w:pPr>
        <w:pStyle w:val="libNormal"/>
        <w:rPr>
          <w:rtl/>
        </w:rPr>
      </w:pPr>
      <w:r>
        <w:rPr>
          <w:rtl/>
        </w:rPr>
        <w:t>ايك عہدہ ''وكيل نفس نفيس ہمايون' ' تھا كہ جو سياسى امور مي</w:t>
      </w:r>
      <w:r w:rsidR="000A0CDC">
        <w:rPr>
          <w:rtl/>
        </w:rPr>
        <w:t xml:space="preserve">ں </w:t>
      </w:r>
      <w:r>
        <w:rPr>
          <w:rtl/>
        </w:rPr>
        <w:t>برجستہ كردار ادا كرتا تھا يہ عہدہ سپہ سالارو</w:t>
      </w:r>
      <w:r w:rsidR="000A0CDC">
        <w:rPr>
          <w:rtl/>
        </w:rPr>
        <w:t xml:space="preserve">ں </w:t>
      </w:r>
      <w:r>
        <w:rPr>
          <w:rtl/>
        </w:rPr>
        <w:t>مي</w:t>
      </w:r>
      <w:r w:rsidR="000A0CDC">
        <w:rPr>
          <w:rtl/>
        </w:rPr>
        <w:t xml:space="preserve">ں </w:t>
      </w:r>
      <w:r>
        <w:rPr>
          <w:rtl/>
        </w:rPr>
        <w:t>سے ہوتا تھا اور ''صدر '' كے عہدہ كيلئے انتخاب مي</w:t>
      </w:r>
      <w:r w:rsidR="000A0CDC">
        <w:rPr>
          <w:rtl/>
        </w:rPr>
        <w:t xml:space="preserve">ں </w:t>
      </w:r>
      <w:r>
        <w:rPr>
          <w:rtl/>
        </w:rPr>
        <w:t>بہت زيادہ اثر و رسوخ ركھتا تھا_ چالدران كى جنگ كے بعد اس عہدہ كى اہميت ختم ہوگئي ،اب يہ دين اور دنياوى امور مي</w:t>
      </w:r>
      <w:r w:rsidR="000A0CDC">
        <w:rPr>
          <w:rtl/>
        </w:rPr>
        <w:t xml:space="preserve">ں </w:t>
      </w:r>
      <w:r>
        <w:rPr>
          <w:rtl/>
        </w:rPr>
        <w:t>نائب السلطنہ شاہ نہي</w:t>
      </w:r>
      <w:r w:rsidR="000A0CDC">
        <w:rPr>
          <w:rtl/>
        </w:rPr>
        <w:t xml:space="preserve">ں </w:t>
      </w:r>
      <w:r>
        <w:rPr>
          <w:rtl/>
        </w:rPr>
        <w:t>رہا تھا بلكہ دفاتر كے شعبہ كے سربراہ كى حيثيت اور صفوى حكومت كے نمائندہ كے حيثيت سے پہچانا جاتا تھا اور صفوى دور كے آخر مي</w:t>
      </w:r>
      <w:r w:rsidR="000A0CDC">
        <w:rPr>
          <w:rtl/>
        </w:rPr>
        <w:t xml:space="preserve">ں </w:t>
      </w:r>
      <w:r>
        <w:rPr>
          <w:rtl/>
        </w:rPr>
        <w:t xml:space="preserve">تو اس عہدہ كانام و نشان ہى نہ رہا _ </w:t>
      </w:r>
    </w:p>
    <w:p w:rsidR="0061102A" w:rsidRDefault="0061102A" w:rsidP="00BE6934">
      <w:pPr>
        <w:pStyle w:val="libNormal"/>
        <w:rPr>
          <w:rtl/>
        </w:rPr>
      </w:pPr>
      <w:r>
        <w:rPr>
          <w:rtl/>
        </w:rPr>
        <w:t>دوسرا مقام ''اميرالامرائ'' كا تھا_ صفوى دور مي</w:t>
      </w:r>
      <w:r w:rsidR="000A0CDC">
        <w:rPr>
          <w:rtl/>
        </w:rPr>
        <w:t xml:space="preserve">ں </w:t>
      </w:r>
      <w:r>
        <w:rPr>
          <w:rtl/>
        </w:rPr>
        <w:t>قزلباش لشكرو</w:t>
      </w:r>
      <w:r w:rsidR="000A0CDC">
        <w:rPr>
          <w:rtl/>
        </w:rPr>
        <w:t xml:space="preserve">ں </w:t>
      </w:r>
      <w:r>
        <w:rPr>
          <w:rtl/>
        </w:rPr>
        <w:t>كا سپہ سالار اس عہدہ پر فائز ہوتا تھا جو فوجى طاقت ركھنے كے ساتھ ساتھ دفترى امور پر واضح كنٹرول ركھتا تھا_</w:t>
      </w:r>
      <w:r w:rsidRPr="00F67D4B">
        <w:rPr>
          <w:rStyle w:val="libFootnotenumChar"/>
          <w:rtl/>
        </w:rPr>
        <w:t>(1)</w:t>
      </w:r>
      <w:r>
        <w:rPr>
          <w:rtl/>
        </w:rPr>
        <w:t xml:space="preserve"> </w:t>
      </w:r>
    </w:p>
    <w:p w:rsidR="0061102A" w:rsidRDefault="0061102A" w:rsidP="00BE6934">
      <w:pPr>
        <w:pStyle w:val="libNormal"/>
        <w:rPr>
          <w:rtl/>
        </w:rPr>
      </w:pPr>
      <w:r>
        <w:rPr>
          <w:rtl/>
        </w:rPr>
        <w:t>صفوى حكومت كے فوجى عہدو</w:t>
      </w:r>
      <w:r w:rsidR="000A0CDC">
        <w:rPr>
          <w:rtl/>
        </w:rPr>
        <w:t xml:space="preserve">ں </w:t>
      </w:r>
      <w:r>
        <w:rPr>
          <w:rtl/>
        </w:rPr>
        <w:t>مي</w:t>
      </w:r>
      <w:r w:rsidR="000A0CDC">
        <w:rPr>
          <w:rtl/>
        </w:rPr>
        <w:t xml:space="preserve">ں </w:t>
      </w:r>
      <w:r>
        <w:rPr>
          <w:rtl/>
        </w:rPr>
        <w:t>سے ايك عہدہ''قورچى باشي'' تھا كہ جو قبائلى رجمنٹو</w:t>
      </w:r>
      <w:r w:rsidR="000A0CDC">
        <w:rPr>
          <w:rtl/>
        </w:rPr>
        <w:t xml:space="preserve">ں </w:t>
      </w:r>
      <w:r>
        <w:rPr>
          <w:rtl/>
        </w:rPr>
        <w:t>كا كمانڈر ہوتا تھا _ شاہ اسماعيل اول كے بعد يہ عہدہ بہت اہميت كا حامل ہوا _ شاہ عباس كے دور مي</w:t>
      </w:r>
      <w:r w:rsidR="000A0CDC">
        <w:rPr>
          <w:rtl/>
        </w:rPr>
        <w:t xml:space="preserve">ں </w:t>
      </w:r>
      <w:r>
        <w:rPr>
          <w:rtl/>
        </w:rPr>
        <w:t>جارجين اور چركسو</w:t>
      </w:r>
      <w:r w:rsidR="000A0CDC">
        <w:rPr>
          <w:rtl/>
        </w:rPr>
        <w:t xml:space="preserve">ں </w:t>
      </w:r>
      <w:r>
        <w:rPr>
          <w:rtl/>
        </w:rPr>
        <w:t xml:space="preserve">كى وجہ سے ان فوجى مناصب نے ايك منظم اور مسلح فوج كو وجود بخشا_ </w:t>
      </w:r>
    </w:p>
    <w:p w:rsidR="0061102A" w:rsidRDefault="0061102A" w:rsidP="00BE6934">
      <w:pPr>
        <w:pStyle w:val="libNormal"/>
        <w:rPr>
          <w:rtl/>
        </w:rPr>
      </w:pPr>
      <w:r>
        <w:rPr>
          <w:rtl/>
        </w:rPr>
        <w:t>شاہ كے بعد كا مقام '' وزير '' كہلاتا تھا كہ جسے''اعتماد الدولہ '' كا لقب ديا جا تا تھا _ ديوان كا سربراہ وزير اعظم ہوتا تھا كہ جسكے ماتحت بہت سے وزير ، منشى اور ديگر حكومتى عہديدار كام كرتے تھے _ ديوانى عہديدارو</w:t>
      </w:r>
      <w:r w:rsidR="000A0CDC">
        <w:rPr>
          <w:rtl/>
        </w:rPr>
        <w:t xml:space="preserve">ں </w:t>
      </w:r>
      <w:r>
        <w:rPr>
          <w:rtl/>
        </w:rPr>
        <w:t>كا انتخاب وزير كى مہر كے بغير كوئي حيثيت نہ ركھتاتھا _''صدر'' كا عہدہ كہ جسكى ذمہ دارى نظرياتى اور مذہبى وحدت كو وجود مي</w:t>
      </w:r>
      <w:r w:rsidR="000A0CDC">
        <w:rPr>
          <w:rtl/>
        </w:rPr>
        <w:t xml:space="preserve">ں </w:t>
      </w:r>
      <w:r>
        <w:rPr>
          <w:rtl/>
        </w:rPr>
        <w:t>لانا تھا، صفوى حكومت كے مسلك مناصب مي</w:t>
      </w:r>
      <w:r w:rsidR="000A0CDC">
        <w:rPr>
          <w:rtl/>
        </w:rPr>
        <w:t xml:space="preserve">ں </w:t>
      </w:r>
      <w:r>
        <w:rPr>
          <w:rtl/>
        </w:rPr>
        <w:t xml:space="preserve">سے اہم منصب تھا_ اگر چہ ''صدر'' مسلك شيعہ </w:t>
      </w:r>
    </w:p>
    <w:p w:rsidR="0061102A" w:rsidRDefault="003A7D4A" w:rsidP="00BE6934">
      <w:pPr>
        <w:pStyle w:val="libLine"/>
        <w:rPr>
          <w:rtl/>
        </w:rPr>
      </w:pPr>
      <w:r>
        <w:rPr>
          <w:rtl/>
        </w:rPr>
        <w:t>____________________</w:t>
      </w:r>
    </w:p>
    <w:p w:rsidR="008672B1" w:rsidRDefault="0061102A" w:rsidP="00BE6934">
      <w:pPr>
        <w:pStyle w:val="libFootnote"/>
        <w:rPr>
          <w:rtl/>
        </w:rPr>
      </w:pPr>
      <w:r>
        <w:rPr>
          <w:rtl/>
        </w:rPr>
        <w:t>1) سابقہ حوالہ ص 79_ 70_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كا سربراہ تھا ليكن سياسى نظام كى ہم آہنگى كے بغير فعاليت انجام نہي</w:t>
      </w:r>
      <w:r w:rsidR="000A0CDC">
        <w:rPr>
          <w:rtl/>
        </w:rPr>
        <w:t xml:space="preserve">ں </w:t>
      </w:r>
      <w:r>
        <w:rPr>
          <w:rtl/>
        </w:rPr>
        <w:t>ديتا تھا _ وہ ديوان بيگى (عمومى قوانين مي</w:t>
      </w:r>
      <w:r w:rsidR="000A0CDC">
        <w:rPr>
          <w:rtl/>
        </w:rPr>
        <w:t xml:space="preserve">ں </w:t>
      </w:r>
      <w:r>
        <w:rPr>
          <w:rtl/>
        </w:rPr>
        <w:t>شاہ كا مكمل اختيارات ركھنے والا نمائندہ) كے ساتھ عدالتى امور كو بھى نمٹا تا تھا _ يہ سب اعلى حكام درالحكومت مي</w:t>
      </w:r>
      <w:r w:rsidR="000A0CDC">
        <w:rPr>
          <w:rtl/>
        </w:rPr>
        <w:t xml:space="preserve">ں </w:t>
      </w:r>
      <w:r>
        <w:rPr>
          <w:rtl/>
        </w:rPr>
        <w:t>ہوتے تھے كہ جنكے ماتحت بہت سے عہديدار انكى ذمہ داريو</w:t>
      </w:r>
      <w:r w:rsidR="000A0CDC">
        <w:rPr>
          <w:rtl/>
        </w:rPr>
        <w:t xml:space="preserve">ں </w:t>
      </w:r>
      <w:r>
        <w:rPr>
          <w:rtl/>
        </w:rPr>
        <w:t>كو بجالانے مي</w:t>
      </w:r>
      <w:r w:rsidR="000A0CDC">
        <w:rPr>
          <w:rtl/>
        </w:rPr>
        <w:t xml:space="preserve">ں </w:t>
      </w:r>
      <w:r>
        <w:rPr>
          <w:rtl/>
        </w:rPr>
        <w:t>ان سے تعاون كيا كرتے تھے_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44" w:name="_Toc268700"/>
      <w:r>
        <w:rPr>
          <w:rtl/>
        </w:rPr>
        <w:t>صفويو</w:t>
      </w:r>
      <w:r w:rsidR="000A0CDC">
        <w:rPr>
          <w:rtl/>
        </w:rPr>
        <w:t xml:space="preserve">ں </w:t>
      </w:r>
      <w:r>
        <w:rPr>
          <w:rtl/>
        </w:rPr>
        <w:t>كا زوال</w:t>
      </w:r>
      <w:bookmarkEnd w:id="144"/>
    </w:p>
    <w:p w:rsidR="0061102A" w:rsidRDefault="0061102A" w:rsidP="00BE6934">
      <w:pPr>
        <w:pStyle w:val="libNormal"/>
        <w:rPr>
          <w:rtl/>
        </w:rPr>
      </w:pPr>
      <w:r>
        <w:rPr>
          <w:rtl/>
        </w:rPr>
        <w:t>اس شاہى سلسلہ كے زوال كے بارے مي</w:t>
      </w:r>
      <w:r w:rsidR="000A0CDC">
        <w:rPr>
          <w:rtl/>
        </w:rPr>
        <w:t xml:space="preserve">ں </w:t>
      </w:r>
      <w:r>
        <w:rPr>
          <w:rtl/>
        </w:rPr>
        <w:t>مختلف نظريات سامنے آئے ہي</w:t>
      </w:r>
      <w:r w:rsidR="000A0CDC">
        <w:rPr>
          <w:rtl/>
        </w:rPr>
        <w:t xml:space="preserve">ں </w:t>
      </w:r>
      <w:r>
        <w:rPr>
          <w:rtl/>
        </w:rPr>
        <w:t>_ صفوى جوكہ ايك شيعہ حكومت تھى تقريباً 220 سال تك جارى رہى ، اس مدت مي</w:t>
      </w:r>
      <w:r w:rsidR="000A0CDC">
        <w:rPr>
          <w:rtl/>
        </w:rPr>
        <w:t xml:space="preserve">ں </w:t>
      </w:r>
      <w:r>
        <w:rPr>
          <w:rtl/>
        </w:rPr>
        <w:t>صفوى بادشاہو</w:t>
      </w:r>
      <w:r w:rsidR="000A0CDC">
        <w:rPr>
          <w:rtl/>
        </w:rPr>
        <w:t xml:space="preserve">ں </w:t>
      </w:r>
      <w:r>
        <w:rPr>
          <w:rtl/>
        </w:rPr>
        <w:t>نے جو بھى سياسى پاليسيا</w:t>
      </w:r>
      <w:r w:rsidR="000A0CDC">
        <w:rPr>
          <w:rtl/>
        </w:rPr>
        <w:t xml:space="preserve">ں </w:t>
      </w:r>
      <w:r>
        <w:rPr>
          <w:rtl/>
        </w:rPr>
        <w:t>بنائي</w:t>
      </w:r>
      <w:r w:rsidR="000A0CDC">
        <w:rPr>
          <w:rtl/>
        </w:rPr>
        <w:t xml:space="preserve">ں </w:t>
      </w:r>
      <w:r>
        <w:rPr>
          <w:rtl/>
        </w:rPr>
        <w:t>وہ ايك طرح اس حكومت كے تدريجى زوال مي</w:t>
      </w:r>
      <w:r w:rsidR="000A0CDC">
        <w:rPr>
          <w:rtl/>
        </w:rPr>
        <w:t xml:space="preserve">ں </w:t>
      </w:r>
      <w:r>
        <w:rPr>
          <w:rtl/>
        </w:rPr>
        <w:t>كردار ادا كرتى ہي</w:t>
      </w:r>
      <w:r w:rsidR="000A0CDC">
        <w:rPr>
          <w:rtl/>
        </w:rPr>
        <w:t xml:space="preserve">ں </w:t>
      </w:r>
      <w:r>
        <w:rPr>
          <w:rtl/>
        </w:rPr>
        <w:t>_ شاہ عباس كبير كى تجربہ كار شخصيتو</w:t>
      </w:r>
      <w:r w:rsidR="000A0CDC">
        <w:rPr>
          <w:rtl/>
        </w:rPr>
        <w:t xml:space="preserve">ں </w:t>
      </w:r>
      <w:r>
        <w:rPr>
          <w:rtl/>
        </w:rPr>
        <w:t>اور شاہزادو</w:t>
      </w:r>
      <w:r w:rsidR="000A0CDC">
        <w:rPr>
          <w:rtl/>
        </w:rPr>
        <w:t xml:space="preserve">ں </w:t>
      </w:r>
      <w:r>
        <w:rPr>
          <w:rtl/>
        </w:rPr>
        <w:t>كو ختم كرنے كى سياست اور املاك ممالك كو املاك خاص مي</w:t>
      </w:r>
      <w:r w:rsidR="000A0CDC">
        <w:rPr>
          <w:rtl/>
        </w:rPr>
        <w:t xml:space="preserve">ں </w:t>
      </w:r>
      <w:r>
        <w:rPr>
          <w:rtl/>
        </w:rPr>
        <w:t>تبديل كركے بيشتر درآمد كے ذرائع پيدا كرنے كى سياست نے حكومتى ڈھانچے پر بہت برے اثرات ڈالے_ شاہ عباس كى فوج مي</w:t>
      </w:r>
      <w:r w:rsidR="000A0CDC">
        <w:rPr>
          <w:rtl/>
        </w:rPr>
        <w:t xml:space="preserve">ں </w:t>
      </w:r>
      <w:r>
        <w:rPr>
          <w:rtl/>
        </w:rPr>
        <w:t>بہت سى خوبيو</w:t>
      </w:r>
      <w:r w:rsidR="000A0CDC">
        <w:rPr>
          <w:rtl/>
        </w:rPr>
        <w:t xml:space="preserve">ں </w:t>
      </w:r>
      <w:r>
        <w:rPr>
          <w:rtl/>
        </w:rPr>
        <w:t>اور امتيازات كے باوجود قزلباشو</w:t>
      </w:r>
      <w:r w:rsidR="000A0CDC">
        <w:rPr>
          <w:rtl/>
        </w:rPr>
        <w:t xml:space="preserve">ں </w:t>
      </w:r>
      <w:r>
        <w:rPr>
          <w:rtl/>
        </w:rPr>
        <w:t xml:space="preserve">كى نسبت ديگر قبائل اور اقوام كے سپاہى صفوى حكومت اور ايران سے بہت كم عقيدت ركھتے تھے_ </w:t>
      </w:r>
    </w:p>
    <w:p w:rsidR="0061102A" w:rsidRDefault="0061102A" w:rsidP="00BE6934">
      <w:pPr>
        <w:pStyle w:val="libNormal"/>
        <w:rPr>
          <w:rtl/>
        </w:rPr>
      </w:pPr>
      <w:r>
        <w:rPr>
          <w:rtl/>
        </w:rPr>
        <w:t>صفويو</w:t>
      </w:r>
      <w:r w:rsidR="000A0CDC">
        <w:rPr>
          <w:rtl/>
        </w:rPr>
        <w:t xml:space="preserve">ں </w:t>
      </w:r>
      <w:r>
        <w:rPr>
          <w:rtl/>
        </w:rPr>
        <w:t>كے سقوط كے ديگر اسباب مي</w:t>
      </w:r>
      <w:r w:rsidR="000A0CDC">
        <w:rPr>
          <w:rtl/>
        </w:rPr>
        <w:t xml:space="preserve">ں </w:t>
      </w:r>
      <w:r>
        <w:rPr>
          <w:rtl/>
        </w:rPr>
        <w:t>سے عہدو</w:t>
      </w:r>
      <w:r w:rsidR="000A0CDC">
        <w:rPr>
          <w:rtl/>
        </w:rPr>
        <w:t xml:space="preserve">ں </w:t>
      </w:r>
      <w:r>
        <w:rPr>
          <w:rtl/>
        </w:rPr>
        <w:t>اور مناصب پر نااہل اور نالائق افراد كا ہونا اور مريدى و مرشدى كا روحانى رابطہ ختم ہونا نيز افغانو</w:t>
      </w:r>
      <w:r w:rsidR="000A0CDC">
        <w:rPr>
          <w:rtl/>
        </w:rPr>
        <w:t xml:space="preserve">ں </w:t>
      </w:r>
      <w:r>
        <w:rPr>
          <w:rtl/>
        </w:rPr>
        <w:t>كا اصفہان پر ناگہان اور برق رفتارى سے حملہ تھا كہ اس طولانى مدت مي</w:t>
      </w:r>
      <w:r w:rsidR="000A0CDC">
        <w:rPr>
          <w:rtl/>
        </w:rPr>
        <w:t xml:space="preserve">ں </w:t>
      </w:r>
      <w:r>
        <w:rPr>
          <w:rtl/>
        </w:rPr>
        <w:t xml:space="preserve">ان تمام اسباب نے اكھٹے ہوكر ايرانى حكومت كے ايك اہم سلسلہ كو ختم كرديا_ </w:t>
      </w:r>
    </w:p>
    <w:p w:rsidR="0061102A" w:rsidRDefault="003A7D4A" w:rsidP="00BE6934">
      <w:pPr>
        <w:pStyle w:val="libLine"/>
        <w:rPr>
          <w:rtl/>
        </w:rPr>
      </w:pPr>
      <w:r>
        <w:rPr>
          <w:rtl/>
        </w:rPr>
        <w:t>____________________</w:t>
      </w:r>
    </w:p>
    <w:p w:rsidR="008672B1" w:rsidRDefault="0061102A" w:rsidP="00BE6934">
      <w:pPr>
        <w:pStyle w:val="libFootnote"/>
        <w:rPr>
          <w:rtl/>
        </w:rPr>
      </w:pPr>
      <w:r>
        <w:rPr>
          <w:rtl/>
        </w:rPr>
        <w:t>1) سابقہ حوالہ ص 97_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45" w:name="_Toc268701"/>
      <w:r>
        <w:rPr>
          <w:rtl/>
        </w:rPr>
        <w:t>عثمانى حكومت</w:t>
      </w:r>
      <w:bookmarkEnd w:id="145"/>
    </w:p>
    <w:p w:rsidR="0061102A" w:rsidRDefault="0061102A" w:rsidP="00BE6934">
      <w:pPr>
        <w:pStyle w:val="Heading2Center"/>
        <w:rPr>
          <w:rtl/>
        </w:rPr>
      </w:pPr>
      <w:bookmarkStart w:id="146" w:name="_Toc268702"/>
      <w:r>
        <w:rPr>
          <w:rtl/>
        </w:rPr>
        <w:t>امارت سے بادشاہت تك</w:t>
      </w:r>
      <w:bookmarkEnd w:id="146"/>
    </w:p>
    <w:p w:rsidR="0061102A" w:rsidRDefault="0061102A" w:rsidP="00BE6934">
      <w:pPr>
        <w:pStyle w:val="libNormal"/>
        <w:rPr>
          <w:rtl/>
        </w:rPr>
      </w:pPr>
      <w:r>
        <w:rPr>
          <w:rtl/>
        </w:rPr>
        <w:t>عثمانى حكومت كى بنياد آٹھوي</w:t>
      </w:r>
      <w:r w:rsidR="000A0CDC">
        <w:rPr>
          <w:rtl/>
        </w:rPr>
        <w:t xml:space="preserve">ں </w:t>
      </w:r>
      <w:r>
        <w:rPr>
          <w:rtl/>
        </w:rPr>
        <w:t>صدى ہجرى اور چودہوي</w:t>
      </w:r>
      <w:r w:rsidR="000A0CDC">
        <w:rPr>
          <w:rtl/>
        </w:rPr>
        <w:t xml:space="preserve">ں </w:t>
      </w:r>
      <w:r>
        <w:rPr>
          <w:rtl/>
        </w:rPr>
        <w:t>صدى عيسوى كے آغاز مي</w:t>
      </w:r>
      <w:r w:rsidR="000A0CDC">
        <w:rPr>
          <w:rtl/>
        </w:rPr>
        <w:t xml:space="preserve">ں </w:t>
      </w:r>
      <w:r>
        <w:rPr>
          <w:rtl/>
        </w:rPr>
        <w:t>ركھى گئي _ اس حكومت كا نام عثمان غازى (حكومت 724_680) سے ليا گيا كہ جو اغوز تركو</w:t>
      </w:r>
      <w:r w:rsidR="000A0CDC">
        <w:rPr>
          <w:rtl/>
        </w:rPr>
        <w:t xml:space="preserve">ں </w:t>
      </w:r>
      <w:r>
        <w:rPr>
          <w:rtl/>
        </w:rPr>
        <w:t>كے ايك قبيلہ كا سردار تھا _ يہ ان ترك قبائل كا حصہ تھے جو سن 463 ہجرى ذيقعدہ مي</w:t>
      </w:r>
      <w:r w:rsidR="000A0CDC">
        <w:rPr>
          <w:rtl/>
        </w:rPr>
        <w:t xml:space="preserve">ں </w:t>
      </w:r>
      <w:r>
        <w:rPr>
          <w:rtl/>
        </w:rPr>
        <w:t>الپ ارسلان سلجوقى كى بيزانس( مشرقى روم) كے بادشاہ رومانس چہارم پر فتح كے بعد موجودہ تركى مي</w:t>
      </w:r>
      <w:r w:rsidR="000A0CDC">
        <w:rPr>
          <w:rtl/>
        </w:rPr>
        <w:t xml:space="preserve">ں </w:t>
      </w:r>
      <w:r>
        <w:rPr>
          <w:rtl/>
        </w:rPr>
        <w:t>سلجوقى حكومت قائم ہونے كے ساتھ سلاجقہ روم اور بيز انس كے ما بين سرحدى علاقو</w:t>
      </w:r>
      <w:r w:rsidR="000A0CDC">
        <w:rPr>
          <w:rtl/>
        </w:rPr>
        <w:t xml:space="preserve">ں </w:t>
      </w:r>
      <w:r>
        <w:rPr>
          <w:rtl/>
        </w:rPr>
        <w:t>مي</w:t>
      </w:r>
      <w:r w:rsidR="000A0CDC">
        <w:rPr>
          <w:rtl/>
        </w:rPr>
        <w:t xml:space="preserve">ں </w:t>
      </w:r>
      <w:r>
        <w:rPr>
          <w:rtl/>
        </w:rPr>
        <w:t xml:space="preserve">سكونت پذير ہوئے </w:t>
      </w:r>
      <w:r w:rsidRPr="00F67D4B">
        <w:rPr>
          <w:rStyle w:val="libFootnotenumChar"/>
          <w:rtl/>
        </w:rPr>
        <w:t>(1)</w:t>
      </w:r>
      <w:r>
        <w:rPr>
          <w:rtl/>
        </w:rPr>
        <w:t>منگولو</w:t>
      </w:r>
      <w:r w:rsidR="000A0CDC">
        <w:rPr>
          <w:rtl/>
        </w:rPr>
        <w:t xml:space="preserve">ں </w:t>
      </w:r>
      <w:r>
        <w:rPr>
          <w:rtl/>
        </w:rPr>
        <w:t>كے رومى سلاجقہ پر تسلط كے بعد جب ايلخانان (منگولو</w:t>
      </w:r>
      <w:r w:rsidR="000A0CDC">
        <w:rPr>
          <w:rtl/>
        </w:rPr>
        <w:t xml:space="preserve">ں </w:t>
      </w:r>
      <w:r>
        <w:rPr>
          <w:rtl/>
        </w:rPr>
        <w:t>) كى گرفت كمزور پڑگئي تھى تو انہو</w:t>
      </w:r>
      <w:r w:rsidR="000A0CDC">
        <w:rPr>
          <w:rtl/>
        </w:rPr>
        <w:t xml:space="preserve">ں </w:t>
      </w:r>
      <w:r>
        <w:rPr>
          <w:rtl/>
        </w:rPr>
        <w:t>نے اسى علاقہ مي</w:t>
      </w:r>
      <w:r w:rsidR="000A0CDC">
        <w:rPr>
          <w:rtl/>
        </w:rPr>
        <w:t xml:space="preserve">ں </w:t>
      </w:r>
      <w:r>
        <w:rPr>
          <w:rtl/>
        </w:rPr>
        <w:t xml:space="preserve">سردارى حاصل كرلى تھي_ </w:t>
      </w:r>
    </w:p>
    <w:p w:rsidR="0061102A" w:rsidRDefault="0061102A" w:rsidP="00BE6934">
      <w:pPr>
        <w:pStyle w:val="libNormal"/>
        <w:rPr>
          <w:rtl/>
        </w:rPr>
      </w:pPr>
      <w:r>
        <w:rPr>
          <w:rtl/>
        </w:rPr>
        <w:t>اگرچہ عثمانى قبائلى امراء كو اناتولى كے ديگر امراء پر كوئي برترى حاصل نہ تھى بلكہ ان كى نسبت كمزور اور حقير محسوس ہوتے تھے</w:t>
      </w:r>
      <w:r w:rsidRPr="00F67D4B">
        <w:rPr>
          <w:rStyle w:val="libFootnotenumChar"/>
          <w:rtl/>
        </w:rPr>
        <w:t>(2)</w:t>
      </w:r>
      <w:r>
        <w:rPr>
          <w:rtl/>
        </w:rPr>
        <w:t>_ ليكن اپنى خاص جغرافيائي حدود اور ديگر عوامل بالخصوص جہاد كيلئے فوج تيار كرنا اور بحيرہ اسود كے كنارے كے ساتھ ساتھ بيز انس كى ديگر سرزمينو</w:t>
      </w:r>
      <w:r w:rsidR="000A0CDC">
        <w:rPr>
          <w:rtl/>
        </w:rPr>
        <w:t xml:space="preserve">ں </w:t>
      </w:r>
      <w:r>
        <w:rPr>
          <w:rtl/>
        </w:rPr>
        <w:t>كو اپنے ساتھ ملحق كرنے كى بناء پر يہ مملكت وسعت اختيار كر گئي اور روز بروز يہ اقتدار بڑھتا گيا جسكے نتيجہ مي</w:t>
      </w:r>
      <w:r w:rsidR="000A0CDC">
        <w:rPr>
          <w:rtl/>
        </w:rPr>
        <w:t xml:space="preserve">ں </w:t>
      </w:r>
      <w:r>
        <w:rPr>
          <w:rtl/>
        </w:rPr>
        <w:t xml:space="preserve">يہ ايك قبيلہ سے ايك وسيع حكومت اور بادشاہت تك پہنچ گئے _ </w:t>
      </w:r>
      <w:r w:rsidRPr="00F67D4B">
        <w:rPr>
          <w:rStyle w:val="libFootnotenumChar"/>
          <w:rtl/>
        </w:rPr>
        <w:t>(3)</w:t>
      </w:r>
      <w:r>
        <w:rPr>
          <w:rtl/>
        </w:rPr>
        <w:t xml:space="preserve"> </w:t>
      </w:r>
    </w:p>
    <w:p w:rsidR="0061102A" w:rsidRDefault="0061102A" w:rsidP="00BE6934">
      <w:pPr>
        <w:pStyle w:val="libNormal"/>
        <w:rPr>
          <w:rtl/>
        </w:rPr>
      </w:pPr>
      <w:r>
        <w:rPr>
          <w:rtl/>
        </w:rPr>
        <w:t>عثمان غازى كى حكومت كے درميانى دور مي</w:t>
      </w:r>
      <w:r w:rsidR="000A0CDC">
        <w:rPr>
          <w:rtl/>
        </w:rPr>
        <w:t xml:space="preserve">ں </w:t>
      </w:r>
      <w:r>
        <w:rPr>
          <w:rtl/>
        </w:rPr>
        <w:t>عثمانى حكومت تشكيل پائي _ يہ كاميابى اہل تصوف كے شيوخ، ابدالو</w:t>
      </w:r>
      <w:r w:rsidR="000A0CDC">
        <w:rPr>
          <w:rtl/>
        </w:rPr>
        <w:t xml:space="preserve">ں </w:t>
      </w:r>
      <w:r>
        <w:rPr>
          <w:rtl/>
        </w:rPr>
        <w:t>اور با باؤ</w:t>
      </w:r>
      <w:r w:rsidR="000A0CDC">
        <w:rPr>
          <w:rtl/>
        </w:rPr>
        <w:t xml:space="preserve">ں </w:t>
      </w:r>
      <w:r>
        <w:rPr>
          <w:rtl/>
        </w:rPr>
        <w:t>نيز علماء و فقہاء سے اچھے روابط كى وجہ سے حاصل ہوئي كيونكہ علماء وفقہاء كا مسلمان تركو</w:t>
      </w:r>
      <w:r w:rsidR="000A0CDC">
        <w:rPr>
          <w:rtl/>
        </w:rPr>
        <w:t xml:space="preserve">ں </w:t>
      </w:r>
      <w:r>
        <w:rPr>
          <w:rtl/>
        </w:rPr>
        <w:t>مي</w:t>
      </w:r>
      <w:r w:rsidR="000A0CDC">
        <w:rPr>
          <w:rtl/>
        </w:rPr>
        <w:t xml:space="preserve">ں </w:t>
      </w:r>
      <w:r>
        <w:rPr>
          <w:rtl/>
        </w:rPr>
        <w:t xml:space="preserve">روحانى اثر ورسوخ بہت زيادہ تھا 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ادموند كليفورد ياسورٹ_ سلسلہ ہاى اسلامى ، ترجمہ فريدون بدرہ اى ص 210_ </w:t>
      </w:r>
    </w:p>
    <w:p w:rsidR="0061102A" w:rsidRDefault="0061102A" w:rsidP="00BE6934">
      <w:pPr>
        <w:pStyle w:val="libFootnote"/>
        <w:rPr>
          <w:rtl/>
        </w:rPr>
      </w:pPr>
      <w:r>
        <w:rPr>
          <w:rtl/>
        </w:rPr>
        <w:t xml:space="preserve">2) چاستا نفورد جى ، شاد، تاريخ امپراتورى عثمانى تركيہ جديد _ ترجمہ محمود رمضان زادہ ص 36 _ </w:t>
      </w:r>
    </w:p>
    <w:p w:rsidR="008672B1" w:rsidRDefault="0061102A" w:rsidP="00BE6934">
      <w:pPr>
        <w:pStyle w:val="libFootnote"/>
        <w:rPr>
          <w:rtl/>
        </w:rPr>
      </w:pPr>
      <w:r>
        <w:rPr>
          <w:rtl/>
        </w:rPr>
        <w:t>3) ہامر پور گشتال _ تاريخ امپراتورى عثمانى ، ترجمہ ميرزا ازكى على آبادي، تہران ج 1 ص 43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اور اہل فتوت كى تنظيمي</w:t>
      </w:r>
      <w:r w:rsidR="000A0CDC">
        <w:rPr>
          <w:rtl/>
        </w:rPr>
        <w:t xml:space="preserve">ں </w:t>
      </w:r>
      <w:r>
        <w:rPr>
          <w:rtl/>
        </w:rPr>
        <w:t>كہ جو انتہائي وسعت كے ساتھ تمام شہرى طبقات مي</w:t>
      </w:r>
      <w:r w:rsidR="000A0CDC">
        <w:rPr>
          <w:rtl/>
        </w:rPr>
        <w:t xml:space="preserve">ں </w:t>
      </w:r>
      <w:r>
        <w:rPr>
          <w:rtl/>
        </w:rPr>
        <w:t>مؤثر كردار ادا كر رہى تھي</w:t>
      </w:r>
      <w:r w:rsidR="000A0CDC">
        <w:rPr>
          <w:rtl/>
        </w:rPr>
        <w:t xml:space="preserve">ں </w:t>
      </w:r>
      <w:r>
        <w:rPr>
          <w:rtl/>
        </w:rPr>
        <w:t>، انكى خدمات اور كوششو</w:t>
      </w:r>
      <w:r w:rsidR="000A0CDC">
        <w:rPr>
          <w:rtl/>
        </w:rPr>
        <w:t xml:space="preserve">ں </w:t>
      </w:r>
      <w:r>
        <w:rPr>
          <w:rtl/>
        </w:rPr>
        <w:t>كا نتيجہ عثمانى حكومت كى صورت مي</w:t>
      </w:r>
      <w:r w:rsidR="000A0CDC">
        <w:rPr>
          <w:rtl/>
        </w:rPr>
        <w:t xml:space="preserve">ں </w:t>
      </w:r>
      <w:r>
        <w:rPr>
          <w:rtl/>
        </w:rPr>
        <w:t>سامنے آيا _</w:t>
      </w:r>
      <w:r w:rsidRPr="00F67D4B">
        <w:rPr>
          <w:rStyle w:val="libFootnotenumChar"/>
          <w:rtl/>
        </w:rPr>
        <w:t>(1)</w:t>
      </w:r>
      <w:r>
        <w:rPr>
          <w:rtl/>
        </w:rPr>
        <w:t xml:space="preserve"> </w:t>
      </w:r>
    </w:p>
    <w:p w:rsidR="0061102A" w:rsidRDefault="0061102A" w:rsidP="00BE6934">
      <w:pPr>
        <w:pStyle w:val="libNormal"/>
        <w:rPr>
          <w:rtl/>
        </w:rPr>
      </w:pPr>
      <w:r>
        <w:rPr>
          <w:rtl/>
        </w:rPr>
        <w:t>عثمان غازى جو كہ اپنى مدبرانہ سياست اور عثمانى سماج كے تمام طبقات اور مختلف شعبہ جات زندگى كے لوگو</w:t>
      </w:r>
      <w:r w:rsidR="000A0CDC">
        <w:rPr>
          <w:rtl/>
        </w:rPr>
        <w:t xml:space="preserve">ں </w:t>
      </w:r>
      <w:r>
        <w:rPr>
          <w:rtl/>
        </w:rPr>
        <w:t>سے اچھے تعلقات اور اپنے مسلمان اور عيسائي ہمسايو</w:t>
      </w:r>
      <w:r w:rsidR="000A0CDC">
        <w:rPr>
          <w:rtl/>
        </w:rPr>
        <w:t xml:space="preserve">ں </w:t>
      </w:r>
      <w:r>
        <w:rPr>
          <w:rtl/>
        </w:rPr>
        <w:t>سے اچھے مراسم ركھنے كى بناء پر ترك قبائل كے رہبر كے مقام پر فائز ہوچكا تھا ،اس اپنى مملكت كو وسعت بخش كر اپنے جانشينو</w:t>
      </w:r>
      <w:r w:rsidR="000A0CDC">
        <w:rPr>
          <w:rtl/>
        </w:rPr>
        <w:t xml:space="preserve">ں </w:t>
      </w:r>
      <w:r>
        <w:rPr>
          <w:rtl/>
        </w:rPr>
        <w:t>كے لئے مزيد فتوحات كے اسباب فراہم كرديے تھے اور اپنى چھوٹى سى حكومت كى ايسى مضبوط بنياد ركھى تھى كہ جو حكومت كے استحكام اور وسعت كى ضمانت فراہم كرتى تھي_</w:t>
      </w:r>
      <w:r w:rsidRPr="00F67D4B">
        <w:rPr>
          <w:rStyle w:val="libFootnotenumChar"/>
          <w:rtl/>
        </w:rPr>
        <w:t>(2)</w:t>
      </w:r>
      <w:r>
        <w:rPr>
          <w:rtl/>
        </w:rPr>
        <w:t xml:space="preserve"> </w:t>
      </w:r>
    </w:p>
    <w:p w:rsidR="0061102A" w:rsidRDefault="0061102A" w:rsidP="00BE6934">
      <w:pPr>
        <w:pStyle w:val="libNormal"/>
        <w:rPr>
          <w:rtl/>
        </w:rPr>
      </w:pPr>
      <w:r>
        <w:rPr>
          <w:rtl/>
        </w:rPr>
        <w:t>اورخان غازى ( 761_724ق) جو كہ اپنے والد عثمان غازى كے سياسى اور فوجى معاملات مي</w:t>
      </w:r>
      <w:r w:rsidR="000A0CDC">
        <w:rPr>
          <w:rtl/>
        </w:rPr>
        <w:t xml:space="preserve">ں </w:t>
      </w:r>
      <w:r>
        <w:rPr>
          <w:rtl/>
        </w:rPr>
        <w:t>انكا دايا</w:t>
      </w:r>
      <w:r w:rsidR="000A0CDC">
        <w:rPr>
          <w:rtl/>
        </w:rPr>
        <w:t xml:space="preserve">ں </w:t>
      </w:r>
      <w:r>
        <w:rPr>
          <w:rtl/>
        </w:rPr>
        <w:t>بازو تھا اس فتوحات كو جارى ركھنے كے ساتھ ساتھ حكومت كو منظم كركے اسے بادشاہت مي</w:t>
      </w:r>
      <w:r w:rsidR="000A0CDC">
        <w:rPr>
          <w:rtl/>
        </w:rPr>
        <w:t xml:space="preserve">ں </w:t>
      </w:r>
      <w:r>
        <w:rPr>
          <w:rtl/>
        </w:rPr>
        <w:t>تبديل كرنے كى كوشش جارى ركھي_ اس نے اہم شہر بروسہ پر قبضہ كرليا كہ جس پر فتح پانے كے حالات چند سالو</w:t>
      </w:r>
      <w:r w:rsidR="000A0CDC">
        <w:rPr>
          <w:rtl/>
        </w:rPr>
        <w:t xml:space="preserve">ں </w:t>
      </w:r>
      <w:r>
        <w:rPr>
          <w:rtl/>
        </w:rPr>
        <w:t>سے بن رہے تھے اور اسى شہر كو اپنا دارالحكومت قرار ديا اور عثمانى حكومت كے مستقل ہونے كے اعلان كيلئے اپنے نام سے سكہ جارى كيا اور اس كا نام خطبات مي</w:t>
      </w:r>
      <w:r w:rsidR="000A0CDC">
        <w:rPr>
          <w:rtl/>
        </w:rPr>
        <w:t xml:space="preserve">ں </w:t>
      </w:r>
      <w:r>
        <w:rPr>
          <w:rtl/>
        </w:rPr>
        <w:t xml:space="preserve">پڑھاجانے لگا_ يہ سال 726 قمرى تھا </w:t>
      </w:r>
      <w:r w:rsidRPr="00F67D4B">
        <w:rPr>
          <w:rStyle w:val="libFootnotenumChar"/>
          <w:rtl/>
        </w:rPr>
        <w:t>(3)</w:t>
      </w:r>
      <w:r>
        <w:rPr>
          <w:rtl/>
        </w:rPr>
        <w:t xml:space="preserve"> اس ليے بعض مورخين اسے عثمانى حكومت كا پہلا بادشاہ شمار كرتے ہي</w:t>
      </w:r>
      <w:r w:rsidR="000A0CDC">
        <w:rPr>
          <w:rtl/>
        </w:rPr>
        <w:t xml:space="preserve">ں </w:t>
      </w:r>
      <w:r w:rsidRPr="00F67D4B">
        <w:rPr>
          <w:rStyle w:val="libFootnotenumChar"/>
          <w:rtl/>
        </w:rPr>
        <w:t>(4)</w:t>
      </w:r>
      <w:r>
        <w:rPr>
          <w:rtl/>
        </w:rPr>
        <w:t xml:space="preserve"> </w:t>
      </w:r>
    </w:p>
    <w:p w:rsidR="0061102A" w:rsidRDefault="0061102A" w:rsidP="00BE6934">
      <w:pPr>
        <w:pStyle w:val="libNormal"/>
        <w:rPr>
          <w:rtl/>
        </w:rPr>
      </w:pPr>
      <w:r>
        <w:rPr>
          <w:rtl/>
        </w:rPr>
        <w:t>اس نے اس كے بعد ايشاے كوچك اور ديگر اہم مناطق اور شہرو</w:t>
      </w:r>
      <w:r w:rsidR="000A0CDC">
        <w:rPr>
          <w:rtl/>
        </w:rPr>
        <w:t xml:space="preserve">ں </w:t>
      </w:r>
      <w:r>
        <w:rPr>
          <w:rtl/>
        </w:rPr>
        <w:t>پر قبضہ كرتے ہوئے بيزانس (روم) كو ايشيا سے باہر دھكيل ديا</w:t>
      </w:r>
      <w:r w:rsidRPr="00F67D4B">
        <w:rPr>
          <w:rStyle w:val="libFootnotenumChar"/>
          <w:rtl/>
        </w:rPr>
        <w:t>(5)</w:t>
      </w:r>
      <w:r>
        <w:rPr>
          <w:rtl/>
        </w:rPr>
        <w:t>_ اس سلطنت كے اندرونى كشمكش مي</w:t>
      </w:r>
      <w:r w:rsidR="000A0CDC">
        <w:rPr>
          <w:rtl/>
        </w:rPr>
        <w:t xml:space="preserve">ں </w:t>
      </w:r>
      <w:r>
        <w:rPr>
          <w:rtl/>
        </w:rPr>
        <w:t>بعض رقيبو</w:t>
      </w:r>
      <w:r w:rsidR="000A0CDC">
        <w:rPr>
          <w:rtl/>
        </w:rPr>
        <w:t xml:space="preserve">ں </w:t>
      </w:r>
      <w:r>
        <w:rPr>
          <w:rtl/>
        </w:rPr>
        <w:t xml:space="preserve">كى درخواست پر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اوزون چارشيعى واسماعيل حقي، تاريخ عثمانى ،ترجمہ ايرج نوبخت تہران ج 1 ص 126 _ 125_استانفورد چى ، شاو،سابقہ حوالہ ص 43_ </w:t>
      </w:r>
    </w:p>
    <w:p w:rsidR="0061102A" w:rsidRDefault="0061102A" w:rsidP="00BE6934">
      <w:pPr>
        <w:pStyle w:val="libFootnote"/>
        <w:rPr>
          <w:rtl/>
        </w:rPr>
      </w:pPr>
      <w:r>
        <w:rPr>
          <w:rtl/>
        </w:rPr>
        <w:t xml:space="preserve">2) استانفورد چى شاد، سابقہ حوالہ ص 223 ، لردكين راس، قرون عثمانى ، ترجمہ پروانہ ستارى ، ص 24 _ </w:t>
      </w:r>
    </w:p>
    <w:p w:rsidR="0061102A" w:rsidRDefault="0061102A" w:rsidP="00BE6934">
      <w:pPr>
        <w:pStyle w:val="libFootnote"/>
        <w:rPr>
          <w:rtl/>
        </w:rPr>
      </w:pPr>
      <w:r>
        <w:rPr>
          <w:rtl/>
        </w:rPr>
        <w:t xml:space="preserve">3) مادر _ يورگشتال ، سابقہ حوالہ ص 83 كے بعد سے ، اوزون چارشيلى ص 141 _ 129 _ 147 كے _ </w:t>
      </w:r>
    </w:p>
    <w:p w:rsidR="0061102A" w:rsidRDefault="0061102A" w:rsidP="00BE6934">
      <w:pPr>
        <w:pStyle w:val="libFootnote"/>
      </w:pPr>
      <w:r>
        <w:rPr>
          <w:rtl/>
        </w:rPr>
        <w:t xml:space="preserve">4) </w:t>
      </w:r>
      <w:r>
        <w:t xml:space="preserve">Sanderora </w:t>
      </w:r>
      <w:r>
        <w:rPr>
          <w:rtl/>
        </w:rPr>
        <w:t xml:space="preserve">، </w:t>
      </w:r>
      <w:r>
        <w:t xml:space="preserve">siyasi Tarib </w:t>
      </w:r>
      <w:r>
        <w:rPr>
          <w:rtl/>
        </w:rPr>
        <w:t xml:space="preserve">، </w:t>
      </w:r>
      <w:r>
        <w:t>Ank</w:t>
      </w:r>
      <w:r>
        <w:rPr>
          <w:rtl/>
        </w:rPr>
        <w:t xml:space="preserve">، 1989 ، </w:t>
      </w:r>
      <w:r>
        <w:t>p31</w:t>
      </w:r>
      <w:r>
        <w:rPr>
          <w:rtl/>
        </w:rPr>
        <w:t xml:space="preserve"> </w:t>
      </w:r>
    </w:p>
    <w:p w:rsidR="008672B1" w:rsidRDefault="0061102A" w:rsidP="00BE6934">
      <w:pPr>
        <w:pStyle w:val="libFootnote"/>
        <w:rPr>
          <w:rtl/>
        </w:rPr>
      </w:pPr>
      <w:r>
        <w:rPr>
          <w:rtl/>
        </w:rPr>
        <w:t>5) اوزون چارشيلى ،سابقہ حوالہ ص 147 _ 141 _ استانفوردچى شاو، گذشتہ مدرك ص 45_ 44_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كے اندرونى امور مي</w:t>
      </w:r>
      <w:r w:rsidR="000A0CDC">
        <w:rPr>
          <w:rtl/>
        </w:rPr>
        <w:t xml:space="preserve">ں </w:t>
      </w:r>
      <w:r>
        <w:rPr>
          <w:rtl/>
        </w:rPr>
        <w:t>دخل ديا اور كچھ مواقع سے بہترين فائدہ اٹھاتے ہوئے وہا</w:t>
      </w:r>
      <w:r w:rsidR="000A0CDC">
        <w:rPr>
          <w:rtl/>
        </w:rPr>
        <w:t xml:space="preserve">ں </w:t>
      </w:r>
      <w:r>
        <w:rPr>
          <w:rtl/>
        </w:rPr>
        <w:t>اپنى فوج كو داخل كيا _ بالكان مي</w:t>
      </w:r>
      <w:r w:rsidR="000A0CDC">
        <w:rPr>
          <w:rtl/>
        </w:rPr>
        <w:t xml:space="preserve">ں </w:t>
      </w:r>
      <w:r>
        <w:rPr>
          <w:rtl/>
        </w:rPr>
        <w:t>مزيد فتوحات كيلئے اپنے آپ كو تزويرى اہميت كے حامل جزيرے گيلى پولى (</w:t>
      </w:r>
      <w:r>
        <w:t>Gallipoli</w:t>
      </w:r>
      <w:r>
        <w:rPr>
          <w:rtl/>
        </w:rPr>
        <w:t>)مي</w:t>
      </w:r>
      <w:r w:rsidR="000A0CDC">
        <w:rPr>
          <w:rtl/>
        </w:rPr>
        <w:t xml:space="preserve">ں </w:t>
      </w:r>
      <w:r>
        <w:rPr>
          <w:rtl/>
        </w:rPr>
        <w:t xml:space="preserve">مستحكم كيا _ </w:t>
      </w:r>
      <w:r w:rsidRPr="00F67D4B">
        <w:rPr>
          <w:rStyle w:val="libFootnotenumChar"/>
          <w:rtl/>
        </w:rPr>
        <w:t>(1)</w:t>
      </w:r>
      <w:r>
        <w:rPr>
          <w:rtl/>
        </w:rPr>
        <w:t xml:space="preserve"> </w:t>
      </w:r>
    </w:p>
    <w:p w:rsidR="0061102A" w:rsidRDefault="0061102A" w:rsidP="00BE6934">
      <w:pPr>
        <w:pStyle w:val="libNormal"/>
        <w:rPr>
          <w:rtl/>
        </w:rPr>
      </w:pPr>
      <w:r>
        <w:rPr>
          <w:rtl/>
        </w:rPr>
        <w:t>بيزانسى (رومي) طاقت كے تشنہ لوگو</w:t>
      </w:r>
      <w:r w:rsidR="000A0CDC">
        <w:rPr>
          <w:rtl/>
        </w:rPr>
        <w:t xml:space="preserve">ں </w:t>
      </w:r>
      <w:r>
        <w:rPr>
          <w:rtl/>
        </w:rPr>
        <w:t>كے لئے اسكى اہميت اسقدر زيادہ تھى كہ اس ملك كے دوبادشاہو</w:t>
      </w:r>
      <w:r w:rsidR="000A0CDC">
        <w:rPr>
          <w:rtl/>
        </w:rPr>
        <w:t xml:space="preserve">ں </w:t>
      </w:r>
      <w:r>
        <w:rPr>
          <w:rtl/>
        </w:rPr>
        <w:t>نے اسكے ساتھ اپنى بيٹيو</w:t>
      </w:r>
      <w:r w:rsidR="000A0CDC">
        <w:rPr>
          <w:rtl/>
        </w:rPr>
        <w:t xml:space="preserve">ں </w:t>
      </w:r>
      <w:r>
        <w:rPr>
          <w:rtl/>
        </w:rPr>
        <w:t>كى شادى كيلئے ارادے كا اظہار كيا _ ايك اور بادشاہ نے مجبور ہوكر اپنى مملكت مي</w:t>
      </w:r>
      <w:r w:rsidR="000A0CDC">
        <w:rPr>
          <w:rtl/>
        </w:rPr>
        <w:t xml:space="preserve">ں </w:t>
      </w:r>
      <w:r>
        <w:rPr>
          <w:rtl/>
        </w:rPr>
        <w:t>اس كى فتوحات كو تسليم كرليا_</w:t>
      </w:r>
      <w:r w:rsidRPr="00F67D4B">
        <w:rPr>
          <w:rStyle w:val="libFootnotenumChar"/>
          <w:rtl/>
        </w:rPr>
        <w:t>(2)</w:t>
      </w:r>
      <w:r>
        <w:rPr>
          <w:rtl/>
        </w:rPr>
        <w:t xml:space="preserve"> </w:t>
      </w:r>
    </w:p>
    <w:p w:rsidR="0061102A" w:rsidRDefault="0061102A" w:rsidP="00BE6934">
      <w:pPr>
        <w:pStyle w:val="libNormal"/>
        <w:rPr>
          <w:rtl/>
        </w:rPr>
      </w:pPr>
      <w:r>
        <w:rPr>
          <w:rtl/>
        </w:rPr>
        <w:t>اور خان بيگ حكومت اور فوج كے معاملات كو منظم كرنے مي</w:t>
      </w:r>
      <w:r w:rsidR="000A0CDC">
        <w:rPr>
          <w:rtl/>
        </w:rPr>
        <w:t xml:space="preserve">ں </w:t>
      </w:r>
      <w:r>
        <w:rPr>
          <w:rtl/>
        </w:rPr>
        <w:t>بھى فعال تھا اس نے ايك منظم فوج كو تشكيل ديا تھا نيز ''ينى چري'' سپاہيو</w:t>
      </w:r>
      <w:r w:rsidR="000A0CDC">
        <w:rPr>
          <w:rtl/>
        </w:rPr>
        <w:t xml:space="preserve">ں </w:t>
      </w:r>
      <w:r>
        <w:rPr>
          <w:rtl/>
        </w:rPr>
        <w:t>كى ابتدائي شكل بھى اسى دور مي</w:t>
      </w:r>
      <w:r w:rsidR="000A0CDC">
        <w:rPr>
          <w:rtl/>
        </w:rPr>
        <w:t xml:space="preserve">ں </w:t>
      </w:r>
      <w:r>
        <w:rPr>
          <w:rtl/>
        </w:rPr>
        <w:t>وجود مي</w:t>
      </w:r>
      <w:r w:rsidR="000A0CDC">
        <w:rPr>
          <w:rtl/>
        </w:rPr>
        <w:t xml:space="preserve">ں </w:t>
      </w:r>
      <w:r>
        <w:rPr>
          <w:rtl/>
        </w:rPr>
        <w:t xml:space="preserve">آئي </w:t>
      </w:r>
      <w:r w:rsidRPr="00F67D4B">
        <w:rPr>
          <w:rStyle w:val="libFootnotenumChar"/>
          <w:rtl/>
        </w:rPr>
        <w:t>(3)</w:t>
      </w:r>
      <w:r>
        <w:rPr>
          <w:rtl/>
        </w:rPr>
        <w:t>_ اسكے اپنے والد كى مانند اہل فتوت و تصوف اور علماء سے روابط بہت اچھے تھے ،اہل فتوت مي</w:t>
      </w:r>
      <w:r w:rsidR="000A0CDC">
        <w:rPr>
          <w:rtl/>
        </w:rPr>
        <w:t xml:space="preserve">ں </w:t>
      </w:r>
      <w:r>
        <w:rPr>
          <w:rtl/>
        </w:rPr>
        <w:t>سے اسكے كچھ وزير بھى تھے اس نے ابدالان (زاہدو</w:t>
      </w:r>
      <w:r w:rsidR="000A0CDC">
        <w:rPr>
          <w:rtl/>
        </w:rPr>
        <w:t xml:space="preserve">ں </w:t>
      </w:r>
      <w:r>
        <w:rPr>
          <w:rtl/>
        </w:rPr>
        <w:t>) كے لئے خانقاہي</w:t>
      </w:r>
      <w:r w:rsidR="000A0CDC">
        <w:rPr>
          <w:rtl/>
        </w:rPr>
        <w:t xml:space="preserve">ں </w:t>
      </w:r>
      <w:r>
        <w:rPr>
          <w:rtl/>
        </w:rPr>
        <w:t xml:space="preserve">اور دينى علوم كى تدريس كيلئے مدارس بنائے </w:t>
      </w:r>
      <w:r w:rsidRPr="00F67D4B">
        <w:rPr>
          <w:rStyle w:val="libFootnotenumChar"/>
          <w:rtl/>
        </w:rPr>
        <w:t>(4)</w:t>
      </w:r>
      <w:r>
        <w:rPr>
          <w:rtl/>
        </w:rPr>
        <w:t xml:space="preserve"> اس كے بعد سب سے پہلے سياسى روابط جمہورى جنيوا </w:t>
      </w:r>
      <w:r w:rsidRPr="00F67D4B">
        <w:rPr>
          <w:rStyle w:val="libFootnotenumChar"/>
          <w:rtl/>
        </w:rPr>
        <w:t>(5)</w:t>
      </w:r>
      <w:r>
        <w:rPr>
          <w:rtl/>
        </w:rPr>
        <w:t xml:space="preserve"> سے ہوئے كہ جس كى كالونيا</w:t>
      </w:r>
      <w:r w:rsidR="000A0CDC">
        <w:rPr>
          <w:rtl/>
        </w:rPr>
        <w:t xml:space="preserve">ں </w:t>
      </w:r>
      <w:r>
        <w:rPr>
          <w:rtl/>
        </w:rPr>
        <w:t>بحيرہ روم كے جزائر وسواحل مي</w:t>
      </w:r>
      <w:r w:rsidR="000A0CDC">
        <w:rPr>
          <w:rtl/>
        </w:rPr>
        <w:t xml:space="preserve">ں </w:t>
      </w:r>
      <w:r>
        <w:rPr>
          <w:rtl/>
        </w:rPr>
        <w:t>تھي</w:t>
      </w:r>
      <w:r w:rsidR="000A0CDC">
        <w:rPr>
          <w:rtl/>
        </w:rPr>
        <w:t xml:space="preserve">ں </w:t>
      </w:r>
      <w:r>
        <w:rPr>
          <w:rtl/>
        </w:rPr>
        <w:t>_ ان روابط كے نتيجہ مي</w:t>
      </w:r>
      <w:r w:rsidR="000A0CDC">
        <w:rPr>
          <w:rtl/>
        </w:rPr>
        <w:t xml:space="preserve">ں </w:t>
      </w:r>
      <w:r>
        <w:rPr>
          <w:rtl/>
        </w:rPr>
        <w:t xml:space="preserve">انكے درميان ايك تجارتى معاہدہ بھى وقوع پذير ہوا_ </w:t>
      </w:r>
      <w:r w:rsidRPr="00F67D4B">
        <w:rPr>
          <w:rStyle w:val="libFootnotenumChar"/>
          <w:rtl/>
        </w:rPr>
        <w:t>(6)</w:t>
      </w:r>
      <w:r>
        <w:rPr>
          <w:rtl/>
        </w:rPr>
        <w:t xml:space="preserve"> </w:t>
      </w:r>
    </w:p>
    <w:p w:rsidR="0061102A" w:rsidRDefault="0061102A" w:rsidP="00BE6934">
      <w:pPr>
        <w:pStyle w:val="libNormal"/>
        <w:rPr>
          <w:rtl/>
        </w:rPr>
      </w:pPr>
      <w:r>
        <w:rPr>
          <w:rtl/>
        </w:rPr>
        <w:t>اور خان غازى كى وفات كے بعد اس كا بيٹا مراد اول (791_ 761ق) المعروف خداوندگار اسكا جانشين بنا_ وہ اپنے والدكے زمانہ حيات مي</w:t>
      </w:r>
      <w:r w:rsidR="000A0CDC">
        <w:rPr>
          <w:rtl/>
        </w:rPr>
        <w:t xml:space="preserve">ں </w:t>
      </w:r>
      <w:r>
        <w:rPr>
          <w:rtl/>
        </w:rPr>
        <w:t>''روم ايلى ''مي</w:t>
      </w:r>
      <w:r w:rsidR="000A0CDC">
        <w:rPr>
          <w:rtl/>
        </w:rPr>
        <w:t xml:space="preserve">ں </w:t>
      </w:r>
      <w:r>
        <w:rPr>
          <w:rtl/>
        </w:rPr>
        <w:t>جنگ مي</w:t>
      </w:r>
      <w:r w:rsidR="000A0CDC">
        <w:rPr>
          <w:rtl/>
        </w:rPr>
        <w:t xml:space="preserve">ں </w:t>
      </w:r>
      <w:r>
        <w:rPr>
          <w:rtl/>
        </w:rPr>
        <w:t>مصروف تھا _ اس نے بھى اپنے والد كى مانند اسى سرزمين مي</w:t>
      </w:r>
      <w:r w:rsidR="000A0CDC">
        <w:rPr>
          <w:rtl/>
        </w:rPr>
        <w:t xml:space="preserve">ں </w:t>
      </w:r>
      <w:r>
        <w:rPr>
          <w:rtl/>
        </w:rPr>
        <w:t xml:space="preserve">فتوحات كا دائرہ بڑھانے كى كوشش جارى ركھي_ ادرنہ (موجودہ تركى كا ايك شہر) كى فتح </w:t>
      </w:r>
    </w:p>
    <w:p w:rsidR="0061102A" w:rsidRDefault="003A7D4A" w:rsidP="00BE6934">
      <w:pPr>
        <w:pStyle w:val="libLine"/>
        <w:rPr>
          <w:rtl/>
        </w:rPr>
      </w:pPr>
      <w:r>
        <w:rPr>
          <w:rtl/>
        </w:rPr>
        <w:t>____________________</w:t>
      </w:r>
    </w:p>
    <w:p w:rsidR="0061102A" w:rsidRDefault="0061102A" w:rsidP="00BE6934">
      <w:pPr>
        <w:pStyle w:val="libFootnote"/>
      </w:pPr>
      <w:r>
        <w:rPr>
          <w:rtl/>
        </w:rPr>
        <w:t xml:space="preserve">1) </w:t>
      </w:r>
      <w:r>
        <w:t xml:space="preserve">Kramers </w:t>
      </w:r>
      <w:r>
        <w:rPr>
          <w:rtl/>
        </w:rPr>
        <w:t xml:space="preserve">، </w:t>
      </w:r>
      <w:r>
        <w:t xml:space="preserve">op </w:t>
      </w:r>
      <w:r>
        <w:rPr>
          <w:rtl/>
        </w:rPr>
        <w:t xml:space="preserve">، </w:t>
      </w:r>
      <w:r>
        <w:t>cil- p -192-193</w:t>
      </w:r>
      <w:r>
        <w:rPr>
          <w:rtl/>
        </w:rPr>
        <w:t xml:space="preserve"> </w:t>
      </w:r>
    </w:p>
    <w:p w:rsidR="0061102A" w:rsidRDefault="0061102A" w:rsidP="00BE6934">
      <w:pPr>
        <w:pStyle w:val="libFootnote"/>
      </w:pPr>
      <w:r>
        <w:rPr>
          <w:rtl/>
        </w:rPr>
        <w:t xml:space="preserve">2) </w:t>
      </w:r>
      <w:r>
        <w:t xml:space="preserve">Gokbilgin </w:t>
      </w:r>
      <w:r>
        <w:rPr>
          <w:rtl/>
        </w:rPr>
        <w:t>،</w:t>
      </w:r>
      <w:r>
        <w:t xml:space="preserve">Tayyib </w:t>
      </w:r>
      <w:r>
        <w:rPr>
          <w:rtl/>
        </w:rPr>
        <w:t>،</w:t>
      </w:r>
      <w:r>
        <w:t>otnonin Ta</w:t>
      </w:r>
      <w:r>
        <w:rPr>
          <w:rtl/>
        </w:rPr>
        <w:t>،</w:t>
      </w:r>
      <w:r>
        <w:t xml:space="preserve">vol 9 </w:t>
      </w:r>
      <w:r>
        <w:rPr>
          <w:rtl/>
        </w:rPr>
        <w:t>،</w:t>
      </w:r>
      <w:r>
        <w:t>P -402-403</w:t>
      </w:r>
      <w:r>
        <w:rPr>
          <w:rtl/>
        </w:rPr>
        <w:t xml:space="preserve"> </w:t>
      </w:r>
    </w:p>
    <w:p w:rsidR="0061102A" w:rsidRDefault="0061102A" w:rsidP="00BE6934">
      <w:pPr>
        <w:pStyle w:val="libFootnote"/>
        <w:rPr>
          <w:rtl/>
        </w:rPr>
      </w:pPr>
      <w:r>
        <w:rPr>
          <w:rtl/>
        </w:rPr>
        <w:t xml:space="preserve">3_ احمد راسم، عثمانى تاريخى ، ج 1 _ ص 52_51 استانفورد جى شاو،سابقہ حوالہ ص 43 كے بعد ،اوزون چارشيلي،سابقہ حوالہ ص 152_ 150 </w:t>
      </w:r>
    </w:p>
    <w:p w:rsidR="0061102A" w:rsidRDefault="0061102A" w:rsidP="00BE6934">
      <w:pPr>
        <w:pStyle w:val="libFootnote"/>
        <w:rPr>
          <w:rtl/>
        </w:rPr>
      </w:pPr>
      <w:r>
        <w:rPr>
          <w:rtl/>
        </w:rPr>
        <w:t xml:space="preserve">4_ شمس الدين ساى ، قاموس الاعلام، استانبول _ ص 3943 ،حامر ، يورگشتال ،سابقہ حوالہ ص 111 _ </w:t>
      </w:r>
    </w:p>
    <w:p w:rsidR="0061102A" w:rsidRDefault="0061102A" w:rsidP="00BE6934">
      <w:pPr>
        <w:pStyle w:val="libFootnote"/>
      </w:pPr>
      <w:r>
        <w:rPr>
          <w:rtl/>
        </w:rPr>
        <w:t xml:space="preserve">5- </w:t>
      </w:r>
      <w:r>
        <w:t>Genova</w:t>
      </w:r>
      <w:r>
        <w:rPr>
          <w:rtl/>
        </w:rPr>
        <w:t xml:space="preserve"> </w:t>
      </w:r>
    </w:p>
    <w:p w:rsidR="008672B1" w:rsidRDefault="0061102A" w:rsidP="00BE6934">
      <w:pPr>
        <w:pStyle w:val="libFootnote"/>
        <w:rPr>
          <w:rtl/>
        </w:rPr>
      </w:pPr>
      <w:r>
        <w:rPr>
          <w:rtl/>
        </w:rPr>
        <w:t xml:space="preserve">6- </w:t>
      </w:r>
      <w:r>
        <w:t xml:space="preserve">kromers </w:t>
      </w:r>
      <w:r>
        <w:rPr>
          <w:rtl/>
        </w:rPr>
        <w:t>،</w:t>
      </w:r>
      <w:r>
        <w:t>op . c.+ p 193</w:t>
      </w:r>
      <w:r w:rsidR="0069392F">
        <w:cr/>
      </w:r>
      <w:r w:rsidR="0069392F">
        <w:rPr>
          <w:rtl/>
        </w:rPr>
        <w:br w:type="page"/>
      </w:r>
      <w:r w:rsidR="0069392F">
        <w:lastRenderedPageBreak/>
        <w:cr/>
      </w:r>
    </w:p>
    <w:p w:rsidR="0061102A" w:rsidRDefault="0061102A" w:rsidP="00BE6934">
      <w:pPr>
        <w:pStyle w:val="libNormal"/>
        <w:rPr>
          <w:rtl/>
        </w:rPr>
      </w:pPr>
      <w:r>
        <w:rPr>
          <w:rtl/>
        </w:rPr>
        <w:t>كہ جو اس كے تخت نشينى كے سال انجام پائي برا عظم يورپ مي</w:t>
      </w:r>
      <w:r w:rsidR="000A0CDC">
        <w:rPr>
          <w:rtl/>
        </w:rPr>
        <w:t xml:space="preserve">ں </w:t>
      </w:r>
      <w:r>
        <w:rPr>
          <w:rtl/>
        </w:rPr>
        <w:t>عثمانيو</w:t>
      </w:r>
      <w:r w:rsidR="000A0CDC">
        <w:rPr>
          <w:rtl/>
        </w:rPr>
        <w:t xml:space="preserve">ں </w:t>
      </w:r>
      <w:r>
        <w:rPr>
          <w:rtl/>
        </w:rPr>
        <w:t xml:space="preserve">كى حكومت قائم ہونے كے اعتبار سے بہت اہميت كى حامل تھي_ </w:t>
      </w:r>
    </w:p>
    <w:p w:rsidR="0061102A" w:rsidRDefault="0061102A" w:rsidP="00BE6934">
      <w:pPr>
        <w:pStyle w:val="libNormal"/>
        <w:rPr>
          <w:rtl/>
        </w:rPr>
      </w:pPr>
      <w:r>
        <w:rPr>
          <w:rtl/>
        </w:rPr>
        <w:t>يہ اور بالكان كى تاريخ بلكہ يورپ كى تاريخ مي</w:t>
      </w:r>
      <w:r w:rsidR="000A0CDC">
        <w:rPr>
          <w:rtl/>
        </w:rPr>
        <w:t xml:space="preserve">ں </w:t>
      </w:r>
      <w:r>
        <w:rPr>
          <w:rtl/>
        </w:rPr>
        <w:t>اہم مرحلہ شمار ہوتى ہے_</w:t>
      </w:r>
      <w:r w:rsidRPr="00F67D4B">
        <w:rPr>
          <w:rStyle w:val="libFootnotenumChar"/>
          <w:rtl/>
        </w:rPr>
        <w:t>(1)</w:t>
      </w:r>
      <w:r>
        <w:rPr>
          <w:rtl/>
        </w:rPr>
        <w:t xml:space="preserve"> اس بہت بڑے شہر جو كہ بعد مي</w:t>
      </w:r>
      <w:r w:rsidR="000A0CDC">
        <w:rPr>
          <w:rtl/>
        </w:rPr>
        <w:t xml:space="preserve">ں </w:t>
      </w:r>
      <w:r>
        <w:rPr>
          <w:rtl/>
        </w:rPr>
        <w:t>عثمانيو</w:t>
      </w:r>
      <w:r w:rsidR="000A0CDC">
        <w:rPr>
          <w:rtl/>
        </w:rPr>
        <w:t xml:space="preserve">ں </w:t>
      </w:r>
      <w:r>
        <w:rPr>
          <w:rtl/>
        </w:rPr>
        <w:t xml:space="preserve">كا درالحكومت بنا ،فتح كے بعد قسطنطنيہ كا خشكى كے راستے سے يورپ سے رابطہ كٹ گيا_ </w:t>
      </w:r>
      <w:r w:rsidRPr="00F67D4B">
        <w:rPr>
          <w:rStyle w:val="libFootnotenumChar"/>
          <w:rtl/>
        </w:rPr>
        <w:t>(2)</w:t>
      </w:r>
      <w:r>
        <w:rPr>
          <w:rtl/>
        </w:rPr>
        <w:t xml:space="preserve"> اس طرح در حقيقت مشرقى روم كے دارالحكومت كے محاصرہ كا پہلا قدم اٹھايا گيا تھا_ </w:t>
      </w:r>
    </w:p>
    <w:p w:rsidR="0061102A" w:rsidRDefault="0061102A" w:rsidP="00BE6934">
      <w:pPr>
        <w:pStyle w:val="libNormal"/>
        <w:rPr>
          <w:rtl/>
        </w:rPr>
      </w:pPr>
      <w:r>
        <w:rPr>
          <w:rtl/>
        </w:rPr>
        <w:t>مراد كے دور مي</w:t>
      </w:r>
      <w:r w:rsidR="000A0CDC">
        <w:rPr>
          <w:rtl/>
        </w:rPr>
        <w:t xml:space="preserve">ں </w:t>
      </w:r>
      <w:r>
        <w:rPr>
          <w:rtl/>
        </w:rPr>
        <w:t>بعد والى فتوحات نے جزيرہ يونان كے علاوہ تمام بالكان كو عثمانيو</w:t>
      </w:r>
      <w:r w:rsidR="000A0CDC">
        <w:rPr>
          <w:rtl/>
        </w:rPr>
        <w:t xml:space="preserve">ں </w:t>
      </w:r>
      <w:r>
        <w:rPr>
          <w:rtl/>
        </w:rPr>
        <w:t>كے اختيار مي</w:t>
      </w:r>
      <w:r w:rsidR="000A0CDC">
        <w:rPr>
          <w:rtl/>
        </w:rPr>
        <w:t xml:space="preserve">ں </w:t>
      </w:r>
      <w:r>
        <w:rPr>
          <w:rtl/>
        </w:rPr>
        <w:t>دے ديا_ كہاجاسكتا ہے كہ ان فتوحات كے ذريعہ پانچ صديو</w:t>
      </w:r>
      <w:r w:rsidR="000A0CDC">
        <w:rPr>
          <w:rtl/>
        </w:rPr>
        <w:t xml:space="preserve">ں </w:t>
      </w:r>
      <w:r>
        <w:rPr>
          <w:rtl/>
        </w:rPr>
        <w:t xml:space="preserve">تك چلنے والى حاكميت كے بيج بوئے گئے _ ايسى حاكميت كے جس نے اس نئے تمدن كو جنم ديا كہ جو تاريخ كے اوراق پر مختلف قومي، دينى اور لسانى عناصركى آميزش سے ظاہر ہوا_ </w:t>
      </w:r>
      <w:r w:rsidRPr="00F67D4B">
        <w:rPr>
          <w:rStyle w:val="libFootnotenumChar"/>
          <w:rtl/>
        </w:rPr>
        <w:t>(3)</w:t>
      </w:r>
      <w:r>
        <w:rPr>
          <w:rtl/>
        </w:rPr>
        <w:t>بہرحال ان فتوحات نے دنيائے غرب كو وحشت زدہ كرديا يہا</w:t>
      </w:r>
      <w:r w:rsidR="000A0CDC">
        <w:rPr>
          <w:rtl/>
        </w:rPr>
        <w:t xml:space="preserve">ں </w:t>
      </w:r>
      <w:r>
        <w:rPr>
          <w:rtl/>
        </w:rPr>
        <w:t>تك كہ پاپائے روم نے عثمانيو</w:t>
      </w:r>
      <w:r w:rsidR="000A0CDC">
        <w:rPr>
          <w:rtl/>
        </w:rPr>
        <w:t xml:space="preserve">ں </w:t>
      </w:r>
      <w:r>
        <w:rPr>
          <w:rtl/>
        </w:rPr>
        <w:t>كو روكنے كيلئے دو صليبى جنگو</w:t>
      </w:r>
      <w:r w:rsidR="000A0CDC">
        <w:rPr>
          <w:rtl/>
        </w:rPr>
        <w:t xml:space="preserve">ں </w:t>
      </w:r>
      <w:r>
        <w:rPr>
          <w:rtl/>
        </w:rPr>
        <w:t xml:space="preserve">كا آغاز كيا_ </w:t>
      </w:r>
      <w:r w:rsidRPr="00F67D4B">
        <w:rPr>
          <w:rStyle w:val="libFootnotenumChar"/>
          <w:rtl/>
        </w:rPr>
        <w:t>(4)</w:t>
      </w:r>
      <w:r>
        <w:rPr>
          <w:rtl/>
        </w:rPr>
        <w:t xml:space="preserve"> </w:t>
      </w:r>
    </w:p>
    <w:p w:rsidR="0061102A" w:rsidRDefault="0061102A" w:rsidP="00BE6934">
      <w:pPr>
        <w:pStyle w:val="libNormal"/>
        <w:rPr>
          <w:rtl/>
        </w:rPr>
      </w:pPr>
      <w:r>
        <w:rPr>
          <w:rtl/>
        </w:rPr>
        <w:t>لارڈ كي</w:t>
      </w:r>
      <w:r w:rsidR="000A0CDC">
        <w:rPr>
          <w:rtl/>
        </w:rPr>
        <w:t xml:space="preserve">ں </w:t>
      </w:r>
      <w:r>
        <w:rPr>
          <w:rtl/>
        </w:rPr>
        <w:t>اس كے تجزيہ كے مطابق مراد اول فوجى اور سياسى قيادت مي</w:t>
      </w:r>
      <w:r w:rsidR="000A0CDC">
        <w:rPr>
          <w:rtl/>
        </w:rPr>
        <w:t xml:space="preserve">ں </w:t>
      </w:r>
      <w:r>
        <w:rPr>
          <w:rtl/>
        </w:rPr>
        <w:t>اپنے والد اور دادا سے بڑھ كر تھا اسكى كوششو</w:t>
      </w:r>
      <w:r w:rsidR="000A0CDC">
        <w:rPr>
          <w:rtl/>
        </w:rPr>
        <w:t xml:space="preserve">ں </w:t>
      </w:r>
      <w:r>
        <w:rPr>
          <w:rtl/>
        </w:rPr>
        <w:t>سے مغرب مشرق كى گرفت مي</w:t>
      </w:r>
      <w:r w:rsidR="000A0CDC">
        <w:rPr>
          <w:rtl/>
        </w:rPr>
        <w:t xml:space="preserve">ں </w:t>
      </w:r>
      <w:r>
        <w:rPr>
          <w:rtl/>
        </w:rPr>
        <w:t>آگيا جيسا كہ يونانيو</w:t>
      </w:r>
      <w:r w:rsidR="000A0CDC">
        <w:rPr>
          <w:rtl/>
        </w:rPr>
        <w:t xml:space="preserve">ں </w:t>
      </w:r>
      <w:r>
        <w:rPr>
          <w:rtl/>
        </w:rPr>
        <w:t>اور روميو</w:t>
      </w:r>
      <w:r w:rsidR="000A0CDC">
        <w:rPr>
          <w:rtl/>
        </w:rPr>
        <w:t xml:space="preserve">ں </w:t>
      </w:r>
      <w:r>
        <w:rPr>
          <w:rtl/>
        </w:rPr>
        <w:t>كے دور مي</w:t>
      </w:r>
      <w:r w:rsidR="000A0CDC">
        <w:rPr>
          <w:rtl/>
        </w:rPr>
        <w:t xml:space="preserve">ں </w:t>
      </w:r>
      <w:r>
        <w:rPr>
          <w:rtl/>
        </w:rPr>
        <w:t>مشرق اہل مغرب كى گرفت مي</w:t>
      </w:r>
      <w:r w:rsidR="000A0CDC">
        <w:rPr>
          <w:rtl/>
        </w:rPr>
        <w:t xml:space="preserve">ں </w:t>
      </w:r>
      <w:r>
        <w:rPr>
          <w:rtl/>
        </w:rPr>
        <w:t>تھا ،وہ پہلے تين عثمانى حكمرانو</w:t>
      </w:r>
      <w:r w:rsidR="000A0CDC">
        <w:rPr>
          <w:rtl/>
        </w:rPr>
        <w:t xml:space="preserve">ں </w:t>
      </w:r>
      <w:r>
        <w:rPr>
          <w:rtl/>
        </w:rPr>
        <w:t xml:space="preserve">كے باہمى موازنہ كے بعد اس نتيجہ پر پہنچا كہ عثمان نے اپنے گرد قوم كو جمع كيا ،اس كے بيٹے اور خان نے ايك قوم سے ايك حكومت تشكيل دى جبكہ اس كے پوتے مراد اول نے اس حكومت كو بادشاہت پہچاديا_ مراد كے بھى اپنے والد اور دادا كى مانند اہل فتوت سے بہت اچھے </w:t>
      </w:r>
    </w:p>
    <w:p w:rsidR="0061102A" w:rsidRDefault="003A7D4A" w:rsidP="00BE6934">
      <w:pPr>
        <w:pStyle w:val="libLine"/>
        <w:rPr>
          <w:rtl/>
        </w:rPr>
      </w:pPr>
      <w:r>
        <w:rPr>
          <w:rtl/>
        </w:rPr>
        <w:t>____________________</w:t>
      </w:r>
    </w:p>
    <w:p w:rsidR="0061102A" w:rsidRDefault="0061102A" w:rsidP="00BE6934">
      <w:pPr>
        <w:pStyle w:val="libFootnote"/>
      </w:pPr>
      <w:r>
        <w:rPr>
          <w:rtl/>
        </w:rPr>
        <w:t xml:space="preserve">1- </w:t>
      </w:r>
      <w:r>
        <w:t xml:space="preserve">Inalcik </w:t>
      </w:r>
      <w:r>
        <w:rPr>
          <w:rtl/>
        </w:rPr>
        <w:t>،</w:t>
      </w:r>
      <w:r>
        <w:t xml:space="preserve">in IA vol /p- ;sevim - yucel </w:t>
      </w:r>
      <w:r>
        <w:rPr>
          <w:rtl/>
        </w:rPr>
        <w:t>،</w:t>
      </w:r>
      <w:r>
        <w:t xml:space="preserve">op </w:t>
      </w:r>
      <w:r>
        <w:rPr>
          <w:rtl/>
        </w:rPr>
        <w:t>،</w:t>
      </w:r>
      <w:r>
        <w:t xml:space="preserve">cit </w:t>
      </w:r>
      <w:r>
        <w:rPr>
          <w:rtl/>
        </w:rPr>
        <w:t>،</w:t>
      </w:r>
      <w:r>
        <w:t xml:space="preserve">vol </w:t>
      </w:r>
      <w:r>
        <w:rPr>
          <w:rtl/>
        </w:rPr>
        <w:t xml:space="preserve">، </w:t>
      </w:r>
      <w:r>
        <w:t>p .26 -27</w:t>
      </w:r>
      <w:r>
        <w:rPr>
          <w:rtl/>
        </w:rPr>
        <w:t xml:space="preserve"> </w:t>
      </w:r>
    </w:p>
    <w:p w:rsidR="0061102A" w:rsidRDefault="0061102A" w:rsidP="00BE6934">
      <w:pPr>
        <w:pStyle w:val="libFootnote"/>
        <w:rPr>
          <w:rtl/>
        </w:rPr>
      </w:pPr>
      <w:r>
        <w:rPr>
          <w:rtl/>
        </w:rPr>
        <w:t xml:space="preserve">2_ احمد راسم ،سابقہ حوالہ ص 63_ </w:t>
      </w:r>
    </w:p>
    <w:p w:rsidR="0061102A" w:rsidRDefault="0061102A" w:rsidP="00BE6934">
      <w:pPr>
        <w:pStyle w:val="libFootnote"/>
      </w:pPr>
      <w:r>
        <w:rPr>
          <w:rtl/>
        </w:rPr>
        <w:t xml:space="preserve">3- </w:t>
      </w:r>
      <w:r>
        <w:t xml:space="preserve">sander </w:t>
      </w:r>
      <w:r>
        <w:rPr>
          <w:rtl/>
        </w:rPr>
        <w:t>،</w:t>
      </w:r>
      <w:r>
        <w:t xml:space="preserve">op. cit </w:t>
      </w:r>
      <w:r>
        <w:rPr>
          <w:rtl/>
        </w:rPr>
        <w:t>،</w:t>
      </w:r>
      <w:r>
        <w:t>P .31</w:t>
      </w:r>
      <w:r>
        <w:rPr>
          <w:rtl/>
        </w:rPr>
        <w:t xml:space="preserve"> </w:t>
      </w:r>
    </w:p>
    <w:p w:rsidR="008672B1" w:rsidRDefault="0061102A" w:rsidP="00BE6934">
      <w:pPr>
        <w:pStyle w:val="libFootnote"/>
        <w:rPr>
          <w:rtl/>
        </w:rPr>
      </w:pPr>
      <w:r>
        <w:rPr>
          <w:rtl/>
        </w:rPr>
        <w:t>4 _ اوزون چارشيلى ، سابقہ حوالہ ، ص 200 _ 193 _ احمد راسم ،سابقہ حوالہ ج1 ص 67_65_ 79_ 78_ لارڈكي</w:t>
      </w:r>
      <w:r w:rsidR="000A0CDC">
        <w:rPr>
          <w:rtl/>
        </w:rPr>
        <w:t xml:space="preserve">ں </w:t>
      </w:r>
      <w:r>
        <w:rPr>
          <w:rtl/>
        </w:rPr>
        <w:t>، سابقہ حوالہ ، ص 58_ 57_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روابط تھے يہا</w:t>
      </w:r>
      <w:r w:rsidR="000A0CDC">
        <w:rPr>
          <w:rtl/>
        </w:rPr>
        <w:t xml:space="preserve">ں </w:t>
      </w:r>
      <w:r>
        <w:rPr>
          <w:rtl/>
        </w:rPr>
        <w:t>تك كہ اس كے زمانے كے و قف نامو</w:t>
      </w:r>
      <w:r w:rsidR="000A0CDC">
        <w:rPr>
          <w:rtl/>
        </w:rPr>
        <w:t xml:space="preserve">ں </w:t>
      </w:r>
      <w:r>
        <w:rPr>
          <w:rtl/>
        </w:rPr>
        <w:t>مي</w:t>
      </w:r>
      <w:r w:rsidR="000A0CDC">
        <w:rPr>
          <w:rtl/>
        </w:rPr>
        <w:t xml:space="preserve">ں </w:t>
      </w:r>
      <w:r>
        <w:rPr>
          <w:rtl/>
        </w:rPr>
        <w:t>يہ عبارات موجود ہي</w:t>
      </w:r>
      <w:r w:rsidR="000A0CDC">
        <w:rPr>
          <w:rtl/>
        </w:rPr>
        <w:t xml:space="preserve">ں </w:t>
      </w:r>
      <w:r>
        <w:rPr>
          <w:rtl/>
        </w:rPr>
        <w:t>كہ فلان كو فلان جگہ اخى كى حيثيت سے معين كرتاہو</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مراد كے بعد سلطان بايزيد اول (804_ 791 ق) نے روم ايلى مي</w:t>
      </w:r>
      <w:r w:rsidR="000A0CDC">
        <w:rPr>
          <w:rtl/>
        </w:rPr>
        <w:t xml:space="preserve">ں </w:t>
      </w:r>
      <w:r>
        <w:rPr>
          <w:rtl/>
        </w:rPr>
        <w:t>فتوحات كا دائرہ بڑھايا اور آناتولى كے چند امراء كو اپنا اطاعت گزار بنايا_ اور قسطنطنيہ كا تين بار محاصرہ كيا اور بيزانس كے بادشاہ كو ايسى قرار داد قبول كرنے پر مجبور كيا كہ جسكے تحت وہ شہر مي</w:t>
      </w:r>
      <w:r w:rsidR="000A0CDC">
        <w:rPr>
          <w:rtl/>
        </w:rPr>
        <w:t xml:space="preserve">ں </w:t>
      </w:r>
      <w:r>
        <w:rPr>
          <w:rtl/>
        </w:rPr>
        <w:t>ايك محلہ كہ جس مي</w:t>
      </w:r>
      <w:r w:rsidR="000A0CDC">
        <w:rPr>
          <w:rtl/>
        </w:rPr>
        <w:t xml:space="preserve">ں </w:t>
      </w:r>
      <w:r>
        <w:rPr>
          <w:rtl/>
        </w:rPr>
        <w:t>مسجد ہو مسلمانو</w:t>
      </w:r>
      <w:r w:rsidR="000A0CDC">
        <w:rPr>
          <w:rtl/>
        </w:rPr>
        <w:t xml:space="preserve">ں </w:t>
      </w:r>
      <w:r>
        <w:rPr>
          <w:rtl/>
        </w:rPr>
        <w:t>كے ساتھ خاص كردے اورعدالتى امور كے ليے ايك اسلامى ادارہ بھى قائم كرے</w:t>
      </w:r>
      <w:r w:rsidRPr="00F67D4B">
        <w:rPr>
          <w:rStyle w:val="libFootnotenumChar"/>
          <w:rtl/>
        </w:rPr>
        <w:t>(2)</w:t>
      </w:r>
      <w:r>
        <w:rPr>
          <w:rtl/>
        </w:rPr>
        <w:t xml:space="preserve"> اس كى فتوحات نے عثمانى مملكت كو فرات سے دانوب تك پھيلاديا تھا،ليكن آناتولى پر تيمور كى يلغار سے فتوحات كا يہ سلسلہ ختم ہوگيا_ انقرہ كى جنگ </w:t>
      </w:r>
      <w:r w:rsidRPr="00F67D4B">
        <w:rPr>
          <w:rStyle w:val="libFootnotenumChar"/>
          <w:rtl/>
        </w:rPr>
        <w:t>(3)</w:t>
      </w:r>
      <w:r>
        <w:rPr>
          <w:rtl/>
        </w:rPr>
        <w:t xml:space="preserve"> (ذى الحجہ 804ق) مي</w:t>
      </w:r>
      <w:r w:rsidR="000A0CDC">
        <w:rPr>
          <w:rtl/>
        </w:rPr>
        <w:t xml:space="preserve">ں </w:t>
      </w:r>
      <w:r>
        <w:rPr>
          <w:rtl/>
        </w:rPr>
        <w:t xml:space="preserve">بايزيد كى تيمور سے شكست كھانے سے عثمانى تاريخ كا پہلا دور كہ جسے اسلامى فتوحات كا پہلا دور كہا گياہے ،ا پنے اختتام كو پہنچا_ </w:t>
      </w:r>
    </w:p>
    <w:p w:rsidR="0061102A" w:rsidRDefault="0061102A" w:rsidP="00BE6934">
      <w:pPr>
        <w:pStyle w:val="libNormal"/>
        <w:rPr>
          <w:rtl/>
        </w:rPr>
      </w:pPr>
      <w:r>
        <w:rPr>
          <w:rtl/>
        </w:rPr>
        <w:t>عثمانى كاميابيو</w:t>
      </w:r>
      <w:r w:rsidR="000A0CDC">
        <w:rPr>
          <w:rtl/>
        </w:rPr>
        <w:t xml:space="preserve">ں </w:t>
      </w:r>
      <w:r>
        <w:rPr>
          <w:rtl/>
        </w:rPr>
        <w:t>اور انكے تسلط واقتدار كے اسباب كو دو اقسام مي</w:t>
      </w:r>
      <w:r w:rsidR="000A0CDC">
        <w:rPr>
          <w:rtl/>
        </w:rPr>
        <w:t xml:space="preserve">ں </w:t>
      </w:r>
      <w:r>
        <w:rPr>
          <w:rtl/>
        </w:rPr>
        <w:t xml:space="preserve">تقسيم كيا جاسكتا ہے : </w:t>
      </w:r>
    </w:p>
    <w:p w:rsidR="0061102A" w:rsidRDefault="0061102A" w:rsidP="00BE6934">
      <w:pPr>
        <w:pStyle w:val="libNormal"/>
        <w:rPr>
          <w:rtl/>
        </w:rPr>
      </w:pPr>
      <w:r>
        <w:rPr>
          <w:rtl/>
        </w:rPr>
        <w:t>1_ بيزانس اور بالكان كى حكومتو</w:t>
      </w:r>
      <w:r w:rsidR="000A0CDC">
        <w:rPr>
          <w:rtl/>
        </w:rPr>
        <w:t xml:space="preserve">ں </w:t>
      </w:r>
      <w:r>
        <w:rPr>
          <w:rtl/>
        </w:rPr>
        <w:t xml:space="preserve">كو كمزور اور عثمانى فتوحات كيلئے راستہ ہموار ہو نے كے اسباب: </w:t>
      </w:r>
    </w:p>
    <w:p w:rsidR="0061102A" w:rsidRDefault="0061102A" w:rsidP="00BE6934">
      <w:pPr>
        <w:pStyle w:val="libNormal"/>
        <w:rPr>
          <w:rtl/>
        </w:rPr>
      </w:pPr>
      <w:r>
        <w:rPr>
          <w:rtl/>
        </w:rPr>
        <w:t>1) مذكورہ حكومتو</w:t>
      </w:r>
      <w:r w:rsidR="000A0CDC">
        <w:rPr>
          <w:rtl/>
        </w:rPr>
        <w:t xml:space="preserve">ں </w:t>
      </w:r>
      <w:r>
        <w:rPr>
          <w:rtl/>
        </w:rPr>
        <w:t>مي</w:t>
      </w:r>
      <w:r w:rsidR="000A0CDC">
        <w:rPr>
          <w:rtl/>
        </w:rPr>
        <w:t xml:space="preserve">ں </w:t>
      </w:r>
      <w:r>
        <w:rPr>
          <w:rtl/>
        </w:rPr>
        <w:t>اندرونى كشمكش اور ختم نہ ہونے والى باہمى جنگي</w:t>
      </w:r>
      <w:r w:rsidR="000A0CDC">
        <w:rPr>
          <w:rtl/>
        </w:rPr>
        <w:t xml:space="preserve">ں </w:t>
      </w:r>
      <w:r>
        <w:rPr>
          <w:rtl/>
        </w:rPr>
        <w:t>اور ملوك الطوايفى كا دور دورہ كہ جسكے نتيجہ مي</w:t>
      </w:r>
      <w:r w:rsidR="000A0CDC">
        <w:rPr>
          <w:rtl/>
        </w:rPr>
        <w:t xml:space="preserve">ں </w:t>
      </w:r>
      <w:r>
        <w:rPr>
          <w:rtl/>
        </w:rPr>
        <w:t>مركزى حكومت كا اقتدار كمزور پڑگيا_</w:t>
      </w:r>
      <w:r w:rsidRPr="00F67D4B">
        <w:rPr>
          <w:rStyle w:val="libFootnotenumChar"/>
          <w:rtl/>
        </w:rPr>
        <w:t>(4)</w:t>
      </w:r>
      <w:r>
        <w:rPr>
          <w:rtl/>
        </w:rPr>
        <w:t xml:space="preserve"> </w:t>
      </w:r>
    </w:p>
    <w:p w:rsidR="0061102A" w:rsidRDefault="0061102A" w:rsidP="00BE6934">
      <w:pPr>
        <w:pStyle w:val="libNormal"/>
        <w:rPr>
          <w:rtl/>
        </w:rPr>
      </w:pPr>
      <w:r>
        <w:rPr>
          <w:rtl/>
        </w:rPr>
        <w:t>2) بالكان كے آرتھوڈوكس عيسائيو</w:t>
      </w:r>
      <w:r w:rsidR="000A0CDC">
        <w:rPr>
          <w:rtl/>
        </w:rPr>
        <w:t xml:space="preserve">ں </w:t>
      </w:r>
      <w:r>
        <w:rPr>
          <w:rtl/>
        </w:rPr>
        <w:t>كا لاطينى كليسائو</w:t>
      </w:r>
      <w:r w:rsidR="000A0CDC">
        <w:rPr>
          <w:rtl/>
        </w:rPr>
        <w:t xml:space="preserve">ں </w:t>
      </w:r>
      <w:r>
        <w:rPr>
          <w:rtl/>
        </w:rPr>
        <w:t>سے نفرت كرنا اور عثمانيو</w:t>
      </w:r>
      <w:r w:rsidR="000A0CDC">
        <w:rPr>
          <w:rtl/>
        </w:rPr>
        <w:t xml:space="preserve">ں </w:t>
      </w:r>
      <w:r>
        <w:rPr>
          <w:rtl/>
        </w:rPr>
        <w:t>كے خلاف پادريو</w:t>
      </w:r>
      <w:r w:rsidR="000A0CDC">
        <w:rPr>
          <w:rtl/>
        </w:rPr>
        <w:t xml:space="preserve">ں </w:t>
      </w:r>
      <w:r>
        <w:rPr>
          <w:rtl/>
        </w:rPr>
        <w:t>كے صليبى فوج تيار كرنے كے اقدامات كر قبول نہ كرنا_ يہ احساسات اتنے شديد تھے كہ بالكان كے بہت سے عيسائي عثمانيو</w:t>
      </w:r>
      <w:r w:rsidR="000A0CDC">
        <w:rPr>
          <w:rtl/>
        </w:rPr>
        <w:t xml:space="preserve">ں </w:t>
      </w:r>
      <w:r>
        <w:rPr>
          <w:rtl/>
        </w:rPr>
        <w:t>كو اپنے ليئے كيتھولك كليسا كے تسلط سے نجات دہندہ سمجھتے تھے_</w:t>
      </w:r>
      <w:r w:rsidRPr="00F67D4B">
        <w:rPr>
          <w:rStyle w:val="libFootnotenumChar"/>
          <w:rtl/>
        </w:rPr>
        <w:t>(5)</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pPr>
      <w:r>
        <w:rPr>
          <w:rtl/>
        </w:rPr>
        <w:t xml:space="preserve">1- </w:t>
      </w:r>
      <w:r>
        <w:t xml:space="preserve">Neset </w:t>
      </w:r>
      <w:r>
        <w:rPr>
          <w:rtl/>
        </w:rPr>
        <w:t>،</w:t>
      </w:r>
      <w:r>
        <w:t xml:space="preserve">Cagatar </w:t>
      </w:r>
      <w:r>
        <w:rPr>
          <w:rtl/>
        </w:rPr>
        <w:t>،</w:t>
      </w:r>
      <w:r>
        <w:t xml:space="preserve">Makaleler velncele meler </w:t>
      </w:r>
      <w:r>
        <w:rPr>
          <w:rtl/>
        </w:rPr>
        <w:t>،</w:t>
      </w:r>
      <w:r>
        <w:t xml:space="preserve">konra </w:t>
      </w:r>
      <w:r>
        <w:rPr>
          <w:rtl/>
        </w:rPr>
        <w:t xml:space="preserve">،1983 ، </w:t>
      </w:r>
      <w:r>
        <w:t>P 290</w:t>
      </w:r>
    </w:p>
    <w:p w:rsidR="0061102A" w:rsidRDefault="0061102A" w:rsidP="00BE6934">
      <w:pPr>
        <w:pStyle w:val="libFootnote"/>
        <w:rPr>
          <w:rtl/>
        </w:rPr>
      </w:pPr>
      <w:r>
        <w:rPr>
          <w:rtl/>
        </w:rPr>
        <w:t xml:space="preserve">2)ہامر، يورگشتال ، سابقہ حوالہ ص 206 اوزون چارشيلى ،سابقہ حوالہ ص 334_ </w:t>
      </w:r>
    </w:p>
    <w:p w:rsidR="0061102A" w:rsidRDefault="0061102A" w:rsidP="00BE6934">
      <w:pPr>
        <w:pStyle w:val="libFootnote"/>
      </w:pPr>
      <w:r>
        <w:rPr>
          <w:rtl/>
        </w:rPr>
        <w:t xml:space="preserve">3- </w:t>
      </w:r>
      <w:r>
        <w:t xml:space="preserve">Yinane </w:t>
      </w:r>
      <w:r>
        <w:rPr>
          <w:rtl/>
        </w:rPr>
        <w:t xml:space="preserve">، </w:t>
      </w:r>
      <w:r>
        <w:t xml:space="preserve">Op. Cit. P 386 </w:t>
      </w:r>
      <w:r>
        <w:rPr>
          <w:rtl/>
        </w:rPr>
        <w:t>،</w:t>
      </w:r>
      <w:r>
        <w:t xml:space="preserve">Sevil-Yucel </w:t>
      </w:r>
      <w:r>
        <w:rPr>
          <w:rtl/>
        </w:rPr>
        <w:t>،</w:t>
      </w:r>
      <w:r>
        <w:t xml:space="preserve">Op. Cit P 63 </w:t>
      </w:r>
      <w:r>
        <w:rPr>
          <w:rtl/>
        </w:rPr>
        <w:t>،68</w:t>
      </w:r>
    </w:p>
    <w:p w:rsidR="0061102A" w:rsidRDefault="0061102A" w:rsidP="00BE6934">
      <w:pPr>
        <w:pStyle w:val="libFootnote"/>
        <w:rPr>
          <w:rtl/>
        </w:rPr>
      </w:pPr>
      <w:r>
        <w:rPr>
          <w:rtl/>
        </w:rPr>
        <w:t xml:space="preserve">4) شاو، سابقہ حوالہ ص 36 _ لارڈكين راس، سابقہ حوالہ ص 55 _ </w:t>
      </w:r>
    </w:p>
    <w:p w:rsidR="008672B1" w:rsidRDefault="0061102A" w:rsidP="00BE6934">
      <w:pPr>
        <w:pStyle w:val="libFootnote"/>
        <w:rPr>
          <w:rtl/>
        </w:rPr>
      </w:pPr>
      <w:r>
        <w:rPr>
          <w:rtl/>
        </w:rPr>
        <w:t>5) لارڈ كين رس ، سابقہ حوالہ ص 44_ 51_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3_ٹيكسو</w:t>
      </w:r>
      <w:r w:rsidR="000A0CDC">
        <w:rPr>
          <w:rtl/>
        </w:rPr>
        <w:t xml:space="preserve">ں </w:t>
      </w:r>
      <w:r>
        <w:rPr>
          <w:rtl/>
        </w:rPr>
        <w:t>كے بڑھانے كى وجہ سے ديہاتى لوگو</w:t>
      </w:r>
      <w:r w:rsidR="000A0CDC">
        <w:rPr>
          <w:rtl/>
        </w:rPr>
        <w:t xml:space="preserve">ں </w:t>
      </w:r>
      <w:r>
        <w:rPr>
          <w:rtl/>
        </w:rPr>
        <w:t>كا حكومتو</w:t>
      </w:r>
      <w:r w:rsidR="000A0CDC">
        <w:rPr>
          <w:rtl/>
        </w:rPr>
        <w:t xml:space="preserve">ں </w:t>
      </w:r>
      <w:r>
        <w:rPr>
          <w:rtl/>
        </w:rPr>
        <w:t>سے ناراض ہونا يہ ٹيكس وغيرہ اتنے زيادہ تھے كہ كبھى كبھى يہ لوگ حكومت كے خلاف بغاوت كيا كرتے تھے_</w:t>
      </w:r>
      <w:r w:rsidRPr="00F67D4B">
        <w:rPr>
          <w:rStyle w:val="libFootnotenumChar"/>
          <w:rtl/>
        </w:rPr>
        <w:t>(1)</w:t>
      </w:r>
      <w:r>
        <w:rPr>
          <w:rtl/>
        </w:rPr>
        <w:t xml:space="preserve"> </w:t>
      </w:r>
    </w:p>
    <w:p w:rsidR="0061102A" w:rsidRDefault="0061102A" w:rsidP="00BE6934">
      <w:pPr>
        <w:pStyle w:val="libNormal"/>
        <w:rPr>
          <w:rtl/>
        </w:rPr>
      </w:pPr>
      <w:r>
        <w:rPr>
          <w:rtl/>
        </w:rPr>
        <w:t>2_ عثمانيو</w:t>
      </w:r>
      <w:r w:rsidR="000A0CDC">
        <w:rPr>
          <w:rtl/>
        </w:rPr>
        <w:t xml:space="preserve">ں </w:t>
      </w:r>
      <w:r>
        <w:rPr>
          <w:rtl/>
        </w:rPr>
        <w:t>كو مستحكم كرنے والے اسباب : فوجى صلاحيتو</w:t>
      </w:r>
      <w:r w:rsidR="000A0CDC">
        <w:rPr>
          <w:rtl/>
        </w:rPr>
        <w:t xml:space="preserve">ں </w:t>
      </w:r>
      <w:r>
        <w:rPr>
          <w:rtl/>
        </w:rPr>
        <w:t>سے مالامال ہونے كے ساتھ ساتھ اس دور مي</w:t>
      </w:r>
      <w:r w:rsidR="000A0CDC">
        <w:rPr>
          <w:rtl/>
        </w:rPr>
        <w:t xml:space="preserve">ں </w:t>
      </w:r>
      <w:r>
        <w:rPr>
          <w:rtl/>
        </w:rPr>
        <w:t>عثمانى حكومتو</w:t>
      </w:r>
      <w:r w:rsidR="000A0CDC">
        <w:rPr>
          <w:rtl/>
        </w:rPr>
        <w:t xml:space="preserve">ں </w:t>
      </w:r>
      <w:r>
        <w:rPr>
          <w:rtl/>
        </w:rPr>
        <w:t>كو اندرونى اختلافات كا سامنا نہي</w:t>
      </w:r>
      <w:r w:rsidR="000A0CDC">
        <w:rPr>
          <w:rtl/>
        </w:rPr>
        <w:t xml:space="preserve">ں </w:t>
      </w:r>
      <w:r>
        <w:rPr>
          <w:rtl/>
        </w:rPr>
        <w:t>كرنا پڑو_ اور مذہبى اور اقتصادى محركات كے ساتھ ساتھ فتوحات كى خاطر دائمى جنگ كے ليے آمادگى بھى اہم اسباب تھے_</w:t>
      </w:r>
      <w:r w:rsidRPr="00F67D4B">
        <w:rPr>
          <w:rStyle w:val="libFootnotenumChar"/>
          <w:rtl/>
        </w:rPr>
        <w:t>(2)</w:t>
      </w:r>
      <w:r>
        <w:rPr>
          <w:rtl/>
        </w:rPr>
        <w:t xml:space="preserve"> </w:t>
      </w:r>
    </w:p>
    <w:p w:rsidR="0061102A" w:rsidRDefault="0061102A" w:rsidP="00BE6934">
      <w:pPr>
        <w:pStyle w:val="libNormal"/>
        <w:rPr>
          <w:rtl/>
        </w:rPr>
      </w:pPr>
      <w:r>
        <w:rPr>
          <w:rtl/>
        </w:rPr>
        <w:t>عثمانيو</w:t>
      </w:r>
      <w:r w:rsidR="000A0CDC">
        <w:rPr>
          <w:rtl/>
        </w:rPr>
        <w:t xml:space="preserve">ں </w:t>
      </w:r>
      <w:r>
        <w:rPr>
          <w:rtl/>
        </w:rPr>
        <w:t>كو مستحكم كرنے والے بعض ديگر اسباب يہ ہي</w:t>
      </w:r>
      <w:r w:rsidR="000A0CDC">
        <w:rPr>
          <w:rtl/>
        </w:rPr>
        <w:t xml:space="preserve">ں </w:t>
      </w:r>
      <w:r>
        <w:rPr>
          <w:rtl/>
        </w:rPr>
        <w:t>كہ مفتوحہ سرزمين پر لچكدار سياست اور پاليسيا</w:t>
      </w:r>
      <w:r w:rsidR="000A0CDC">
        <w:rPr>
          <w:rtl/>
        </w:rPr>
        <w:t xml:space="preserve">ں </w:t>
      </w:r>
      <w:r>
        <w:rPr>
          <w:rtl/>
        </w:rPr>
        <w:t>روا ركھنا ركھا، مفتوحہ علاقو</w:t>
      </w:r>
      <w:r w:rsidR="000A0CDC">
        <w:rPr>
          <w:rtl/>
        </w:rPr>
        <w:t xml:space="preserve">ں </w:t>
      </w:r>
      <w:r>
        <w:rPr>
          <w:rtl/>
        </w:rPr>
        <w:t>كے لوگو</w:t>
      </w:r>
      <w:r w:rsidR="000A0CDC">
        <w:rPr>
          <w:rtl/>
        </w:rPr>
        <w:t xml:space="preserve">ں </w:t>
      </w:r>
      <w:r>
        <w:rPr>
          <w:rtl/>
        </w:rPr>
        <w:t>سے مذہبى تعصب سے پاك رويہ ركھنا ، غير مسلم رعايا كو اپنى رسم و رواج كے مطابق رہنے كى اجازت دينا، آرتھوڈوكس كليسا كے ٹيكسو</w:t>
      </w:r>
      <w:r w:rsidR="000A0CDC">
        <w:rPr>
          <w:rtl/>
        </w:rPr>
        <w:t xml:space="preserve">ں </w:t>
      </w:r>
      <w:r>
        <w:rPr>
          <w:rtl/>
        </w:rPr>
        <w:t>كو معاف كرنے والے قانون كو برقرار ركھنا</w:t>
      </w:r>
      <w:r w:rsidRPr="00F67D4B">
        <w:rPr>
          <w:rStyle w:val="libFootnotenumChar"/>
          <w:rtl/>
        </w:rPr>
        <w:t>(3)</w:t>
      </w:r>
      <w:r>
        <w:rPr>
          <w:rtl/>
        </w:rPr>
        <w:t xml:space="preserve"> اورگردو نواح كے عيسائي امراء سے دوستانہ روابط ركھنا اور بعض اوقات ان مي</w:t>
      </w:r>
      <w:r w:rsidR="000A0CDC">
        <w:rPr>
          <w:rtl/>
        </w:rPr>
        <w:t xml:space="preserve">ں </w:t>
      </w:r>
      <w:r>
        <w:rPr>
          <w:rtl/>
        </w:rPr>
        <w:t>سے كچھ اسلام كى طرف راغب ہوكر مسلمان ہوجاتے تھے، اسى وجہ ان امراء كى بعد والى نسلي</w:t>
      </w:r>
      <w:r w:rsidR="000A0CDC">
        <w:rPr>
          <w:rtl/>
        </w:rPr>
        <w:t xml:space="preserve">ں </w:t>
      </w:r>
      <w:r>
        <w:rPr>
          <w:rtl/>
        </w:rPr>
        <w:t>مثلاً ميخال اوغلواور اورنوس او غلو عثمانى مملك كے بارسوخ خاندانو</w:t>
      </w:r>
      <w:r w:rsidR="000A0CDC">
        <w:rPr>
          <w:rtl/>
        </w:rPr>
        <w:t xml:space="preserve">ں </w:t>
      </w:r>
      <w:r>
        <w:rPr>
          <w:rtl/>
        </w:rPr>
        <w:t>مي</w:t>
      </w:r>
      <w:r w:rsidR="000A0CDC">
        <w:rPr>
          <w:rtl/>
        </w:rPr>
        <w:t xml:space="preserve">ں </w:t>
      </w:r>
      <w:r>
        <w:rPr>
          <w:rtl/>
        </w:rPr>
        <w:t>مي</w:t>
      </w:r>
      <w:r w:rsidR="000A0CDC">
        <w:rPr>
          <w:rtl/>
        </w:rPr>
        <w:t xml:space="preserve">ں </w:t>
      </w:r>
      <w:r>
        <w:rPr>
          <w:rtl/>
        </w:rPr>
        <w:t>شمار ہونے لگے_</w:t>
      </w:r>
      <w:r w:rsidRPr="00F67D4B">
        <w:rPr>
          <w:rStyle w:val="libFootnotenumChar"/>
          <w:rtl/>
        </w:rPr>
        <w:t>(4)</w:t>
      </w:r>
      <w:r>
        <w:rPr>
          <w:rtl/>
        </w:rPr>
        <w:t xml:space="preserve"> </w:t>
      </w:r>
    </w:p>
    <w:p w:rsidR="0061102A" w:rsidRDefault="0061102A" w:rsidP="00BE6934">
      <w:pPr>
        <w:pStyle w:val="libNormal"/>
        <w:rPr>
          <w:rtl/>
        </w:rPr>
      </w:pPr>
      <w:r>
        <w:rPr>
          <w:rtl/>
        </w:rPr>
        <w:t>مفتوحہ سرزمينو</w:t>
      </w:r>
      <w:r w:rsidR="000A0CDC">
        <w:rPr>
          <w:rtl/>
        </w:rPr>
        <w:t xml:space="preserve">ں </w:t>
      </w:r>
      <w:r>
        <w:rPr>
          <w:rtl/>
        </w:rPr>
        <w:t>مي</w:t>
      </w:r>
      <w:r w:rsidR="000A0CDC">
        <w:rPr>
          <w:rtl/>
        </w:rPr>
        <w:t xml:space="preserve">ں </w:t>
      </w:r>
      <w:r>
        <w:rPr>
          <w:rtl/>
        </w:rPr>
        <w:t>رعايا كى سہولت كے پيش نظر قانون و نظم كى برقرارى ، انكى جان ومال كى حفاظت اور حكومت كا رعايا پر ٹيكسو</w:t>
      </w:r>
      <w:r w:rsidR="000A0CDC">
        <w:rPr>
          <w:rtl/>
        </w:rPr>
        <w:t xml:space="preserve">ں </w:t>
      </w:r>
      <w:r>
        <w:rPr>
          <w:rtl/>
        </w:rPr>
        <w:t>مي</w:t>
      </w:r>
      <w:r w:rsidR="000A0CDC">
        <w:rPr>
          <w:rtl/>
        </w:rPr>
        <w:t xml:space="preserve">ں </w:t>
      </w:r>
      <w:r>
        <w:rPr>
          <w:rtl/>
        </w:rPr>
        <w:t>كمى كرنا يہ وہ امور تھے جنكى بناء عيسائي رعايا عثمانيو</w:t>
      </w:r>
      <w:r w:rsidR="000A0CDC">
        <w:rPr>
          <w:rtl/>
        </w:rPr>
        <w:t xml:space="preserve">ں </w:t>
      </w:r>
      <w:r>
        <w:rPr>
          <w:rtl/>
        </w:rPr>
        <w:t>كو اپنے سابق حاكمو</w:t>
      </w:r>
      <w:r w:rsidR="000A0CDC">
        <w:rPr>
          <w:rtl/>
        </w:rPr>
        <w:t xml:space="preserve">ں </w:t>
      </w:r>
      <w:r>
        <w:rPr>
          <w:rtl/>
        </w:rPr>
        <w:t>پر ترجےح ديتے تھے_</w:t>
      </w:r>
      <w:r w:rsidRPr="00F67D4B">
        <w:rPr>
          <w:rStyle w:val="libFootnotenumChar"/>
          <w:rtl/>
        </w:rPr>
        <w:t>(5)</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استانفورڈ جى ، شاد ،سابقہ حوالہ ص 100 </w:t>
      </w:r>
    </w:p>
    <w:p w:rsidR="0061102A" w:rsidRDefault="0061102A" w:rsidP="00BE6934">
      <w:pPr>
        <w:pStyle w:val="libFootnote"/>
        <w:rPr>
          <w:rtl/>
        </w:rPr>
      </w:pPr>
      <w:r>
        <w:rPr>
          <w:rtl/>
        </w:rPr>
        <w:t xml:space="preserve">2) استانفورد جى شاد،سابقہ حوالہ ص 40 </w:t>
      </w:r>
    </w:p>
    <w:p w:rsidR="0061102A" w:rsidRDefault="0061102A" w:rsidP="00BE6934">
      <w:pPr>
        <w:pStyle w:val="libFootnote"/>
        <w:rPr>
          <w:rtl/>
        </w:rPr>
      </w:pPr>
      <w:r>
        <w:rPr>
          <w:rtl/>
        </w:rPr>
        <w:t xml:space="preserve">3) لارڈكين راس ، سابقہ حوالہ ص 26_ 24 </w:t>
      </w:r>
    </w:p>
    <w:p w:rsidR="0061102A" w:rsidRDefault="0061102A" w:rsidP="00BE6934">
      <w:pPr>
        <w:pStyle w:val="libFootnote"/>
        <w:rPr>
          <w:rtl/>
        </w:rPr>
      </w:pPr>
      <w:r>
        <w:rPr>
          <w:rtl/>
        </w:rPr>
        <w:t xml:space="preserve">4) اوزون چارشيلى ، سابقہ حوالہ ص 131 ، 141 ، استانفورڈ جى شاو،سابقہ حوالہ ص 85 _ 82 _ 52 لارڈكين راس، سابقہ حوالہ ص 27 _ 24 </w:t>
      </w:r>
    </w:p>
    <w:p w:rsidR="008672B1" w:rsidRDefault="0061102A" w:rsidP="00BE6934">
      <w:pPr>
        <w:pStyle w:val="libFootnote"/>
        <w:rPr>
          <w:rtl/>
        </w:rPr>
      </w:pPr>
      <w:r>
        <w:rPr>
          <w:rtl/>
        </w:rPr>
        <w:t xml:space="preserve">5) </w:t>
      </w:r>
      <w:r>
        <w:t xml:space="preserve">Sender </w:t>
      </w:r>
      <w:r>
        <w:rPr>
          <w:rtl/>
        </w:rPr>
        <w:t>،</w:t>
      </w:r>
      <w:r>
        <w:t>Op.Cit.P.30</w:t>
      </w:r>
      <w:r w:rsidR="0069392F">
        <w:cr/>
      </w:r>
      <w:r w:rsidR="0069392F">
        <w:rPr>
          <w:rtl/>
        </w:rPr>
        <w:br w:type="page"/>
      </w:r>
      <w:r w:rsidR="0069392F">
        <w:lastRenderedPageBreak/>
        <w:cr/>
      </w:r>
    </w:p>
    <w:p w:rsidR="0061102A" w:rsidRDefault="0061102A" w:rsidP="00BE6934">
      <w:pPr>
        <w:pStyle w:val="libNormal"/>
        <w:rPr>
          <w:rtl/>
        </w:rPr>
      </w:pPr>
      <w:r>
        <w:rPr>
          <w:rtl/>
        </w:rPr>
        <w:t>تيمور كى يلغار اور بايزيد اول كے بيٹو</w:t>
      </w:r>
      <w:r w:rsidR="000A0CDC">
        <w:rPr>
          <w:rtl/>
        </w:rPr>
        <w:t xml:space="preserve">ں </w:t>
      </w:r>
      <w:r>
        <w:rPr>
          <w:rtl/>
        </w:rPr>
        <w:t>كے باہمى كشمكش سے خلاء پيدا ہوا ،اسكے بعد عثمانى تاريخ كا دوسرا دور شروع ہوا كہ جسے عثمانى بادشاہت كى دوبارہ تشكيل اور عثمانى حكومت كے عروج كے دور سے ياد كياجاتا ہے_ سلطان محمد اول كے زمانہ مي</w:t>
      </w:r>
      <w:r w:rsidR="000A0CDC">
        <w:rPr>
          <w:rtl/>
        </w:rPr>
        <w:t xml:space="preserve">ں </w:t>
      </w:r>
      <w:r>
        <w:rPr>
          <w:rtl/>
        </w:rPr>
        <w:t>دوبارہ عثمانيو</w:t>
      </w:r>
      <w:r w:rsidR="000A0CDC">
        <w:rPr>
          <w:rtl/>
        </w:rPr>
        <w:t xml:space="preserve">ں </w:t>
      </w:r>
      <w:r>
        <w:rPr>
          <w:rtl/>
        </w:rPr>
        <w:t>مي</w:t>
      </w:r>
      <w:r w:rsidR="000A0CDC">
        <w:rPr>
          <w:rtl/>
        </w:rPr>
        <w:t xml:space="preserve">ں </w:t>
      </w:r>
      <w:r>
        <w:rPr>
          <w:rtl/>
        </w:rPr>
        <w:t>يكجہتى پيدا ہونے كے بعد مراد دوم نے قسطنطيہ كو ايك مدت تك محاصرہ مي</w:t>
      </w:r>
      <w:r w:rsidR="000A0CDC">
        <w:rPr>
          <w:rtl/>
        </w:rPr>
        <w:t xml:space="preserve">ں </w:t>
      </w:r>
      <w:r>
        <w:rPr>
          <w:rtl/>
        </w:rPr>
        <w:t>ركھا_</w:t>
      </w:r>
      <w:r w:rsidRPr="00F67D4B">
        <w:rPr>
          <w:rStyle w:val="libFootnotenumChar"/>
          <w:rtl/>
        </w:rPr>
        <w:t>(1)</w:t>
      </w:r>
      <w:r>
        <w:rPr>
          <w:rtl/>
        </w:rPr>
        <w:t xml:space="preserve"> اور اناتولى كے بہت سے امراء كو اطاعت گزار بنايا _</w:t>
      </w:r>
      <w:r w:rsidRPr="00F67D4B">
        <w:rPr>
          <w:rStyle w:val="libFootnotenumChar"/>
          <w:rtl/>
        </w:rPr>
        <w:t>(2)</w:t>
      </w:r>
      <w:r>
        <w:rPr>
          <w:rtl/>
        </w:rPr>
        <w:t xml:space="preserve"> </w:t>
      </w:r>
    </w:p>
    <w:p w:rsidR="0061102A" w:rsidRDefault="0061102A" w:rsidP="00BE6934">
      <w:pPr>
        <w:pStyle w:val="libNormal"/>
        <w:rPr>
          <w:rtl/>
        </w:rPr>
      </w:pPr>
      <w:r>
        <w:rPr>
          <w:rtl/>
        </w:rPr>
        <w:t>سلطان محمد دوم (حكومت 886_855 / 1481_ 1451 عيسوي) المعروف فاتح تخت نشين ہوا، اسے عثمانى فتوحات كى تاريخ مي</w:t>
      </w:r>
      <w:r w:rsidR="000A0CDC">
        <w:rPr>
          <w:rtl/>
        </w:rPr>
        <w:t xml:space="preserve">ں </w:t>
      </w:r>
      <w:r>
        <w:rPr>
          <w:rtl/>
        </w:rPr>
        <w:t>اہم ترين فتح يعنى سنہ 857 كا / 1452 عيسوى مي</w:t>
      </w:r>
      <w:r w:rsidR="000A0CDC">
        <w:rPr>
          <w:rtl/>
        </w:rPr>
        <w:t xml:space="preserve">ں </w:t>
      </w:r>
      <w:r>
        <w:rPr>
          <w:rtl/>
        </w:rPr>
        <w:t>قسطنطيہ كى فتح اور بيزانس كى بادشاہت كے خاتمہ كى توفيق حاصل ہوئي يہا</w:t>
      </w:r>
      <w:r w:rsidR="000A0CDC">
        <w:rPr>
          <w:rtl/>
        </w:rPr>
        <w:t xml:space="preserve">ں </w:t>
      </w:r>
      <w:r>
        <w:rPr>
          <w:rtl/>
        </w:rPr>
        <w:t xml:space="preserve">تك كہ قرون وسطى كا دور ختم ہوا اور قرون جديد كا دور شروع ہوا_ اس نے قسطنطيہ كو </w:t>
      </w:r>
      <w:r w:rsidR="003A04D8">
        <w:rPr>
          <w:rtl/>
        </w:rPr>
        <w:t>عظیم</w:t>
      </w:r>
      <w:r>
        <w:rPr>
          <w:rtl/>
        </w:rPr>
        <w:t xml:space="preserve"> الشان مساجد اور مدارس كے اسلامى دارالحكومت مي</w:t>
      </w:r>
      <w:r w:rsidR="000A0CDC">
        <w:rPr>
          <w:rtl/>
        </w:rPr>
        <w:t xml:space="preserve">ں </w:t>
      </w:r>
      <w:r>
        <w:rPr>
          <w:rtl/>
        </w:rPr>
        <w:t>تبديل كرديا_</w:t>
      </w:r>
      <w:r w:rsidRPr="00F67D4B">
        <w:rPr>
          <w:rStyle w:val="libFootnotenumChar"/>
          <w:rtl/>
        </w:rPr>
        <w:t>(3)</w:t>
      </w:r>
      <w:r>
        <w:rPr>
          <w:rtl/>
        </w:rPr>
        <w:t xml:space="preserve"> </w:t>
      </w:r>
    </w:p>
    <w:p w:rsidR="0061102A" w:rsidRDefault="0061102A" w:rsidP="00BE6934">
      <w:pPr>
        <w:pStyle w:val="libNormal"/>
        <w:rPr>
          <w:rtl/>
        </w:rPr>
      </w:pPr>
      <w:r>
        <w:rPr>
          <w:rtl/>
        </w:rPr>
        <w:t>مغرب مي</w:t>
      </w:r>
      <w:r w:rsidR="000A0CDC">
        <w:rPr>
          <w:rtl/>
        </w:rPr>
        <w:t xml:space="preserve">ں </w:t>
      </w:r>
      <w:r>
        <w:rPr>
          <w:rtl/>
        </w:rPr>
        <w:t>سربيا ، بوسنيا، ہرزگوينيا اور شمال مي</w:t>
      </w:r>
      <w:r w:rsidR="000A0CDC">
        <w:rPr>
          <w:rtl/>
        </w:rPr>
        <w:t xml:space="preserve">ں </w:t>
      </w:r>
      <w:r>
        <w:rPr>
          <w:rtl/>
        </w:rPr>
        <w:t xml:space="preserve">جزيرہ كريمہ پر قبضہ كرليا_ ليكن شہربلغراد كو فتح كرنے سے ناكام رہا </w:t>
      </w:r>
      <w:r w:rsidRPr="00F67D4B">
        <w:rPr>
          <w:rStyle w:val="libFootnotenumChar"/>
          <w:rtl/>
        </w:rPr>
        <w:t>(4)</w:t>
      </w:r>
      <w:r>
        <w:rPr>
          <w:rtl/>
        </w:rPr>
        <w:t xml:space="preserve"> فاتح نے مشرقى روم كے دارالحكومت كو فتح كرنے اور ديگر فتوحات كے ذريعے مملكت عثمانيہ كو ايك بہت بڑى طاقتور بادشاہت مي</w:t>
      </w:r>
      <w:r w:rsidR="000A0CDC">
        <w:rPr>
          <w:rtl/>
        </w:rPr>
        <w:t xml:space="preserve">ں </w:t>
      </w:r>
      <w:r>
        <w:rPr>
          <w:rtl/>
        </w:rPr>
        <w:t>تبديل كيا اور خود ايك عظيم الشان بادشاہ كے روپ مي</w:t>
      </w:r>
      <w:r w:rsidR="000A0CDC">
        <w:rPr>
          <w:rtl/>
        </w:rPr>
        <w:t xml:space="preserve">ں </w:t>
      </w:r>
      <w:r>
        <w:rPr>
          <w:rtl/>
        </w:rPr>
        <w:t xml:space="preserve">دنيا كے سامنے جلوہ گر ہوا_ </w:t>
      </w:r>
      <w:r w:rsidRPr="00F67D4B">
        <w:rPr>
          <w:rStyle w:val="libFootnotenumChar"/>
          <w:rtl/>
        </w:rPr>
        <w:t>(5)</w:t>
      </w:r>
      <w:r>
        <w:rPr>
          <w:rtl/>
        </w:rPr>
        <w:t xml:space="preserve"> </w:t>
      </w:r>
    </w:p>
    <w:p w:rsidR="0061102A" w:rsidRDefault="0061102A" w:rsidP="00BE6934">
      <w:pPr>
        <w:pStyle w:val="libNormal"/>
        <w:rPr>
          <w:rtl/>
        </w:rPr>
      </w:pPr>
      <w:r>
        <w:rPr>
          <w:rtl/>
        </w:rPr>
        <w:t>وہ تجارت كے پھلنے پھولنے كو بہت اہميت ديتا تھا_ عمومى مصالح كے پيش نظر اس نے مملكت عثمانيہ كے اٹلى سے روابط كو كنٹرول كرتے ہوئے انہي</w:t>
      </w:r>
      <w:r w:rsidR="000A0CDC">
        <w:rPr>
          <w:rtl/>
        </w:rPr>
        <w:t xml:space="preserve">ں </w:t>
      </w:r>
      <w:r>
        <w:rPr>
          <w:rtl/>
        </w:rPr>
        <w:t>ايك خاص نظم مي</w:t>
      </w:r>
      <w:r w:rsidR="000A0CDC">
        <w:rPr>
          <w:rtl/>
        </w:rPr>
        <w:t xml:space="preserve">ں </w:t>
      </w:r>
      <w:r>
        <w:rPr>
          <w:rtl/>
        </w:rPr>
        <w:t>لايا _ اٹلى كے تاجرو</w:t>
      </w:r>
      <w:r w:rsidR="000A0CDC">
        <w:rPr>
          <w:rtl/>
        </w:rPr>
        <w:t xml:space="preserve">ں </w:t>
      </w:r>
      <w:r>
        <w:rPr>
          <w:rtl/>
        </w:rPr>
        <w:t>پر كسٹم ٹيكس كى معافى ختم كردي_ اور بعد مي</w:t>
      </w:r>
      <w:r w:rsidR="000A0CDC">
        <w:rPr>
          <w:rtl/>
        </w:rPr>
        <w:t xml:space="preserve">ں </w:t>
      </w:r>
      <w:r>
        <w:rPr>
          <w:rtl/>
        </w:rPr>
        <w:t>انكے تجارتى مال پر كسٹم ٹيكس دو فى صد سے پانچ فيصد بڑھاديا اور مملكت عثمانيہ كے شہرى خواہ يوناني، يہودى ، ارمنى اور مسلمانو</w:t>
      </w:r>
      <w:r w:rsidR="000A0CDC">
        <w:rPr>
          <w:rtl/>
        </w:rPr>
        <w:t xml:space="preserve">ں </w:t>
      </w:r>
      <w:r>
        <w:rPr>
          <w:rtl/>
        </w:rPr>
        <w:t>كو سہولت دى كہ اٹلى كے تاجرو</w:t>
      </w:r>
      <w:r w:rsidR="000A0CDC">
        <w:rPr>
          <w:rtl/>
        </w:rPr>
        <w:t xml:space="preserve">ں </w:t>
      </w:r>
      <w:r>
        <w:rPr>
          <w:rtl/>
        </w:rPr>
        <w:t>كى جگہ يہ لوگ تجارت كري</w:t>
      </w:r>
      <w:r w:rsidR="000A0CDC">
        <w:rPr>
          <w:rtl/>
        </w:rPr>
        <w:t xml:space="preserve">ں </w:t>
      </w:r>
      <w:r>
        <w:rPr>
          <w:rtl/>
        </w:rPr>
        <w:t xml:space="preserve">_ </w:t>
      </w:r>
    </w:p>
    <w:p w:rsidR="0061102A" w:rsidRDefault="003A7D4A" w:rsidP="00BE6934">
      <w:pPr>
        <w:pStyle w:val="libLine"/>
        <w:rPr>
          <w:rtl/>
        </w:rPr>
      </w:pPr>
      <w:r>
        <w:rPr>
          <w:rtl/>
        </w:rPr>
        <w:t>____________________</w:t>
      </w:r>
    </w:p>
    <w:p w:rsidR="0061102A" w:rsidRDefault="0061102A" w:rsidP="00BE6934">
      <w:pPr>
        <w:pStyle w:val="libFootnote"/>
      </w:pPr>
      <w:r>
        <w:rPr>
          <w:rtl/>
        </w:rPr>
        <w:t xml:space="preserve">1) </w:t>
      </w:r>
      <w:r>
        <w:t xml:space="preserve">sevim-yucel </w:t>
      </w:r>
      <w:r>
        <w:rPr>
          <w:rtl/>
        </w:rPr>
        <w:t>،</w:t>
      </w:r>
      <w:r>
        <w:t xml:space="preserve">Op.cit </w:t>
      </w:r>
      <w:r>
        <w:rPr>
          <w:rtl/>
        </w:rPr>
        <w:t>،</w:t>
      </w:r>
      <w:r>
        <w:t xml:space="preserve">PP </w:t>
      </w:r>
      <w:r>
        <w:rPr>
          <w:rtl/>
        </w:rPr>
        <w:t xml:space="preserve">،69-97 </w:t>
      </w:r>
    </w:p>
    <w:p w:rsidR="0061102A" w:rsidRDefault="0061102A" w:rsidP="00BE6934">
      <w:pPr>
        <w:pStyle w:val="libFootnote"/>
        <w:rPr>
          <w:rtl/>
        </w:rPr>
      </w:pPr>
      <w:r>
        <w:rPr>
          <w:rtl/>
        </w:rPr>
        <w:t xml:space="preserve">2)احمد راسم،سابقہ حوالہ ، ص 54_ </w:t>
      </w:r>
    </w:p>
    <w:p w:rsidR="0061102A" w:rsidRDefault="0061102A" w:rsidP="00BE6934">
      <w:pPr>
        <w:pStyle w:val="libFootnote"/>
        <w:rPr>
          <w:rtl/>
        </w:rPr>
      </w:pPr>
      <w:r>
        <w:rPr>
          <w:rtl/>
        </w:rPr>
        <w:t xml:space="preserve">3) سابقہ حوالہ ص 205_ 202، 215_ 214_ </w:t>
      </w:r>
    </w:p>
    <w:p w:rsidR="0061102A" w:rsidRDefault="0061102A" w:rsidP="00BE6934">
      <w:pPr>
        <w:pStyle w:val="libFootnote"/>
        <w:rPr>
          <w:rtl/>
        </w:rPr>
      </w:pPr>
      <w:r>
        <w:rPr>
          <w:rtl/>
        </w:rPr>
        <w:t xml:space="preserve">4) احمدراسم ، سابقہ حوالہ ص 205 _ 202_ 215_214_ </w:t>
      </w:r>
    </w:p>
    <w:p w:rsidR="008672B1" w:rsidRDefault="0061102A" w:rsidP="00BE6934">
      <w:pPr>
        <w:pStyle w:val="libFootnote"/>
        <w:rPr>
          <w:rtl/>
        </w:rPr>
      </w:pPr>
      <w:r>
        <w:rPr>
          <w:rtl/>
        </w:rPr>
        <w:t xml:space="preserve">5) </w:t>
      </w:r>
      <w:r>
        <w:t xml:space="preserve">Kunt </w:t>
      </w:r>
      <w:r>
        <w:rPr>
          <w:rtl/>
        </w:rPr>
        <w:t>،</w:t>
      </w:r>
      <w:r>
        <w:t xml:space="preserve">Metin </w:t>
      </w:r>
      <w:r>
        <w:rPr>
          <w:rtl/>
        </w:rPr>
        <w:t>،</w:t>
      </w:r>
      <w:r>
        <w:t xml:space="preserve">Op.cit </w:t>
      </w:r>
      <w:r>
        <w:rPr>
          <w:rtl/>
        </w:rPr>
        <w:t>،</w:t>
      </w:r>
      <w:r>
        <w:t xml:space="preserve">P 76 </w:t>
      </w:r>
      <w:r>
        <w:rPr>
          <w:rtl/>
        </w:rPr>
        <w:t>،</w:t>
      </w:r>
      <w:r>
        <w:t xml:space="preserve">inalcik </w:t>
      </w:r>
      <w:r>
        <w:rPr>
          <w:rtl/>
        </w:rPr>
        <w:t>،</w:t>
      </w:r>
      <w:r>
        <w:t>.... intarkdunvasi...P 464</w:t>
      </w:r>
      <w:r w:rsidR="0069392F">
        <w:cr/>
      </w:r>
      <w:r w:rsidR="0069392F">
        <w:rPr>
          <w:rtl/>
        </w:rPr>
        <w:br w:type="page"/>
      </w:r>
      <w:r w:rsidR="0069392F">
        <w:lastRenderedPageBreak/>
        <w:cr/>
      </w:r>
    </w:p>
    <w:p w:rsidR="0061102A" w:rsidRDefault="0061102A" w:rsidP="00BE6934">
      <w:pPr>
        <w:pStyle w:val="libNormal"/>
        <w:rPr>
          <w:rtl/>
        </w:rPr>
      </w:pPr>
      <w:r>
        <w:rPr>
          <w:rtl/>
        </w:rPr>
        <w:t>اس دور مي</w:t>
      </w:r>
      <w:r w:rsidR="000A0CDC">
        <w:rPr>
          <w:rtl/>
        </w:rPr>
        <w:t xml:space="preserve">ں </w:t>
      </w:r>
      <w:r>
        <w:rPr>
          <w:rtl/>
        </w:rPr>
        <w:t>بعض شہر مثلاً بروسہ جو كہ ايران اور سعودى عرب كے تجارتى قافلو</w:t>
      </w:r>
      <w:r w:rsidR="000A0CDC">
        <w:rPr>
          <w:rtl/>
        </w:rPr>
        <w:t xml:space="preserve">ں </w:t>
      </w:r>
      <w:r>
        <w:rPr>
          <w:rtl/>
        </w:rPr>
        <w:t>كے راستہ مي</w:t>
      </w:r>
      <w:r w:rsidR="000A0CDC">
        <w:rPr>
          <w:rtl/>
        </w:rPr>
        <w:t xml:space="preserve">ں </w:t>
      </w:r>
      <w:r>
        <w:rPr>
          <w:rtl/>
        </w:rPr>
        <w:t>آتا تھا ، تجارت كے مركز مي</w:t>
      </w:r>
      <w:r w:rsidR="000A0CDC">
        <w:rPr>
          <w:rtl/>
        </w:rPr>
        <w:t xml:space="preserve">ں </w:t>
      </w:r>
      <w:r>
        <w:rPr>
          <w:rtl/>
        </w:rPr>
        <w:t>تبديل ہوگيا بالخصوص يہ شہر ايرانى ريشم كى تجارت كے باعث ريشمى كپڑو</w:t>
      </w:r>
      <w:r w:rsidR="000A0CDC">
        <w:rPr>
          <w:rtl/>
        </w:rPr>
        <w:t xml:space="preserve">ں </w:t>
      </w:r>
      <w:r>
        <w:rPr>
          <w:rtl/>
        </w:rPr>
        <w:t xml:space="preserve">كى صنعت كا بہت بڑا مركز بن گيا _ </w:t>
      </w:r>
      <w:r w:rsidRPr="00F67D4B">
        <w:rPr>
          <w:rStyle w:val="libFootnotenumChar"/>
          <w:rtl/>
        </w:rPr>
        <w:t>(1)</w:t>
      </w:r>
      <w:r>
        <w:rPr>
          <w:rtl/>
        </w:rPr>
        <w:t xml:space="preserve"> </w:t>
      </w:r>
    </w:p>
    <w:p w:rsidR="0061102A" w:rsidRDefault="0061102A" w:rsidP="00BE6934">
      <w:pPr>
        <w:pStyle w:val="libNormal"/>
        <w:rPr>
          <w:rtl/>
        </w:rPr>
      </w:pPr>
      <w:r>
        <w:rPr>
          <w:rtl/>
        </w:rPr>
        <w:t>سلطان محمد فاتح كا دور تہذيب وتمدن اور علوم كى ترقى اور پھلنے پھولنے كا زمانہ بھى تھا _ وہ خود بھى اعلى سطح كى تعليم حاصل كيے ہوئے تھا اور تركي، فارسي، عربى لاطينى ، يونانى اور عربى زبانو</w:t>
      </w:r>
      <w:r w:rsidR="000A0CDC">
        <w:rPr>
          <w:rtl/>
        </w:rPr>
        <w:t xml:space="preserve">ں </w:t>
      </w:r>
      <w:r>
        <w:rPr>
          <w:rtl/>
        </w:rPr>
        <w:t xml:space="preserve">كو جانتا تھا _ </w:t>
      </w:r>
      <w:r w:rsidRPr="00F67D4B">
        <w:rPr>
          <w:rStyle w:val="libFootnotenumChar"/>
          <w:rtl/>
        </w:rPr>
        <w:t>(2)</w:t>
      </w:r>
      <w:r>
        <w:rPr>
          <w:rtl/>
        </w:rPr>
        <w:t xml:space="preserve"> استانبول كو فتح كرنے كے بعد فورى طور پر اس نے اياصوفيہ كليسا كو مسجد مي</w:t>
      </w:r>
      <w:r w:rsidR="000A0CDC">
        <w:rPr>
          <w:rtl/>
        </w:rPr>
        <w:t xml:space="preserve">ں </w:t>
      </w:r>
      <w:r>
        <w:rPr>
          <w:rtl/>
        </w:rPr>
        <w:t>تبديل كرنے اوراسكے نزديك ايك مدرسہ بنانے كا فرمان جارى كيا_ اور علاء الدين على قوشجى (متوفى 879 قمري) كو وہا</w:t>
      </w:r>
      <w:r w:rsidR="000A0CDC">
        <w:rPr>
          <w:rtl/>
        </w:rPr>
        <w:t xml:space="preserve">ں </w:t>
      </w:r>
      <w:r>
        <w:rPr>
          <w:rtl/>
        </w:rPr>
        <w:t xml:space="preserve">كا سرپرست اور منتظم بنايا_ </w:t>
      </w:r>
    </w:p>
    <w:p w:rsidR="0061102A" w:rsidRDefault="0061102A" w:rsidP="00BE6934">
      <w:pPr>
        <w:pStyle w:val="libNormal"/>
        <w:rPr>
          <w:rtl/>
        </w:rPr>
      </w:pPr>
      <w:r>
        <w:rPr>
          <w:rtl/>
        </w:rPr>
        <w:t>قوشجى ايك زمانہ مي</w:t>
      </w:r>
      <w:r w:rsidR="000A0CDC">
        <w:rPr>
          <w:rtl/>
        </w:rPr>
        <w:t xml:space="preserve">ں </w:t>
      </w:r>
      <w:r>
        <w:rPr>
          <w:rtl/>
        </w:rPr>
        <w:t>سمرقند كے رصدخانہ كا منتظم تھا_ الغ بيگ كے قتل كے بعد اوزدن حسن آق قونيلو كى خدمت مي</w:t>
      </w:r>
      <w:r w:rsidR="000A0CDC">
        <w:rPr>
          <w:rtl/>
        </w:rPr>
        <w:t xml:space="preserve">ں </w:t>
      </w:r>
      <w:r>
        <w:rPr>
          <w:rtl/>
        </w:rPr>
        <w:t>پيش ہوا چونكہ وہ مذكورہ بادشاہ اور عثمانى سلطان مي</w:t>
      </w:r>
      <w:r w:rsidR="000A0CDC">
        <w:rPr>
          <w:rtl/>
        </w:rPr>
        <w:t xml:space="preserve">ں </w:t>
      </w:r>
      <w:r>
        <w:rPr>
          <w:rtl/>
        </w:rPr>
        <w:t>ايك مصالحت كيلئے فاتح كے دربار مي</w:t>
      </w:r>
      <w:r w:rsidR="000A0CDC">
        <w:rPr>
          <w:rtl/>
        </w:rPr>
        <w:t xml:space="preserve">ں </w:t>
      </w:r>
      <w:r>
        <w:rPr>
          <w:rtl/>
        </w:rPr>
        <w:t>حاضر ہوا تھا اس ليے فاتح كى توجہ كا مركز قرار پايا اور اس نے قوشجى كے استنبول مي</w:t>
      </w:r>
      <w:r w:rsidR="000A0CDC">
        <w:rPr>
          <w:rtl/>
        </w:rPr>
        <w:t xml:space="preserve">ں </w:t>
      </w:r>
      <w:r>
        <w:rPr>
          <w:rtl/>
        </w:rPr>
        <w:t>اقامت پذير ہونے پر رضايت كا اظہار كيا_ قوشچى نے ثمرقند كے علمى مركز كو مملكت عثمانيہ مي</w:t>
      </w:r>
      <w:r w:rsidR="000A0CDC">
        <w:rPr>
          <w:rtl/>
        </w:rPr>
        <w:t xml:space="preserve">ں </w:t>
      </w:r>
      <w:r>
        <w:rPr>
          <w:rtl/>
        </w:rPr>
        <w:t>منقتل كرنے اور مملكت عثمانيہ مي</w:t>
      </w:r>
      <w:r w:rsidR="000A0CDC">
        <w:rPr>
          <w:rtl/>
        </w:rPr>
        <w:t xml:space="preserve">ں </w:t>
      </w:r>
      <w:r>
        <w:rPr>
          <w:rtl/>
        </w:rPr>
        <w:t>بہت سے علوم مثلاً رياضى اور نجوم كى ترقى مي</w:t>
      </w:r>
      <w:r w:rsidR="000A0CDC">
        <w:rPr>
          <w:rtl/>
        </w:rPr>
        <w:t xml:space="preserve">ں </w:t>
      </w:r>
      <w:r>
        <w:rPr>
          <w:rtl/>
        </w:rPr>
        <w:t>اہم كردار ادا كيا اس نے عربى زبان مي</w:t>
      </w:r>
      <w:r w:rsidR="000A0CDC">
        <w:rPr>
          <w:rtl/>
        </w:rPr>
        <w:t xml:space="preserve">ں </w:t>
      </w:r>
      <w:r>
        <w:rPr>
          <w:rtl/>
        </w:rPr>
        <w:t>علم ہيئت كے متعلق ايك رسالہ لكھا اور فاتح كى اوزدن حسن پر فتح كى مناسبت سے اسكانام فتحےہ ركھا_</w:t>
      </w:r>
      <w:r w:rsidRPr="00F67D4B">
        <w:rPr>
          <w:rStyle w:val="libFootnotenumChar"/>
          <w:rtl/>
        </w:rPr>
        <w:t>(3)</w:t>
      </w:r>
      <w:r>
        <w:rPr>
          <w:rtl/>
        </w:rPr>
        <w:t xml:space="preserve"> </w:t>
      </w:r>
    </w:p>
    <w:p w:rsidR="0061102A" w:rsidRDefault="0061102A" w:rsidP="00BE6934">
      <w:pPr>
        <w:pStyle w:val="libNormal"/>
        <w:rPr>
          <w:rtl/>
        </w:rPr>
      </w:pPr>
      <w:r>
        <w:rPr>
          <w:rtl/>
        </w:rPr>
        <w:t>فاتح كے حكم پر مسجد فاتح كے گرد ونواح مي</w:t>
      </w:r>
      <w:r w:rsidR="000A0CDC">
        <w:rPr>
          <w:rtl/>
        </w:rPr>
        <w:t xml:space="preserve">ں </w:t>
      </w:r>
      <w:r>
        <w:rPr>
          <w:rtl/>
        </w:rPr>
        <w:t>بننے والے مدارس نيز دربارسے وابستہ مدارس اور علمى مراكز علماء دين اور حكومتى عہديدارو</w:t>
      </w:r>
      <w:r w:rsidR="000A0CDC">
        <w:rPr>
          <w:rtl/>
        </w:rPr>
        <w:t xml:space="preserve">ں </w:t>
      </w:r>
      <w:r>
        <w:rPr>
          <w:rtl/>
        </w:rPr>
        <w:t>كى تربيت كے اہم مراكز بن چكے تھے_</w:t>
      </w:r>
      <w:r w:rsidRPr="00F67D4B">
        <w:rPr>
          <w:rStyle w:val="libFootnotenumChar"/>
          <w:rtl/>
        </w:rPr>
        <w:t>(4)</w:t>
      </w:r>
      <w:r>
        <w:rPr>
          <w:rtl/>
        </w:rPr>
        <w:t xml:space="preserve"> </w:t>
      </w:r>
    </w:p>
    <w:p w:rsidR="0061102A" w:rsidRDefault="009821C6" w:rsidP="00BE6934">
      <w:pPr>
        <w:pStyle w:val="libLine"/>
        <w:rPr>
          <w:rtl/>
        </w:rPr>
      </w:pPr>
      <w:r>
        <w:rPr>
          <w:rtl/>
        </w:rPr>
        <w:t>____________________</w:t>
      </w:r>
    </w:p>
    <w:p w:rsidR="0061102A" w:rsidRDefault="0061102A" w:rsidP="00BE6934">
      <w:pPr>
        <w:pStyle w:val="libFootnote"/>
      </w:pPr>
      <w:r>
        <w:rPr>
          <w:rtl/>
        </w:rPr>
        <w:t xml:space="preserve">1) </w:t>
      </w:r>
      <w:r>
        <w:t xml:space="preserve">Inalcik </w:t>
      </w:r>
      <w:r>
        <w:rPr>
          <w:rtl/>
        </w:rPr>
        <w:t>،</w:t>
      </w:r>
      <w:r>
        <w:t xml:space="preserve">Op.cit </w:t>
      </w:r>
      <w:r>
        <w:rPr>
          <w:rtl/>
        </w:rPr>
        <w:t>،</w:t>
      </w:r>
      <w:r>
        <w:t xml:space="preserve">P 465 </w:t>
      </w:r>
      <w:r>
        <w:rPr>
          <w:rtl/>
        </w:rPr>
        <w:t>،</w:t>
      </w:r>
      <w:r>
        <w:t xml:space="preserve">Inalcik </w:t>
      </w:r>
      <w:r>
        <w:rPr>
          <w:rtl/>
        </w:rPr>
        <w:t>،</w:t>
      </w:r>
      <w:r>
        <w:t xml:space="preserve">La </w:t>
      </w:r>
      <w:r>
        <w:rPr>
          <w:rtl/>
        </w:rPr>
        <w:t>،</w:t>
      </w:r>
      <w:r>
        <w:t xml:space="preserve">Vol </w:t>
      </w:r>
      <w:r>
        <w:rPr>
          <w:rtl/>
        </w:rPr>
        <w:t xml:space="preserve">،7 </w:t>
      </w:r>
      <w:r>
        <w:t>PP 533 -534</w:t>
      </w:r>
      <w:r>
        <w:rPr>
          <w:rtl/>
        </w:rPr>
        <w:t xml:space="preserve"> </w:t>
      </w:r>
    </w:p>
    <w:p w:rsidR="0061102A" w:rsidRDefault="0061102A" w:rsidP="00BE6934">
      <w:pPr>
        <w:pStyle w:val="libFootnote"/>
        <w:rPr>
          <w:rtl/>
        </w:rPr>
      </w:pPr>
      <w:r>
        <w:rPr>
          <w:rtl/>
        </w:rPr>
        <w:t xml:space="preserve">2_ احمد راسم ، سابقہ حوالہ ص 219_ </w:t>
      </w:r>
    </w:p>
    <w:p w:rsidR="0061102A" w:rsidRDefault="0061102A" w:rsidP="00BE6934">
      <w:pPr>
        <w:pStyle w:val="libFootnote"/>
        <w:rPr>
          <w:rtl/>
        </w:rPr>
      </w:pPr>
      <w:r>
        <w:rPr>
          <w:rtl/>
        </w:rPr>
        <w:t xml:space="preserve">3_ ابوالقاسم قرباني، زندگى نامہ رياضى دانان دورہ اسلامي_ تہران ص 364 _360 _ </w:t>
      </w:r>
    </w:p>
    <w:p w:rsidR="008672B1" w:rsidRDefault="0061102A" w:rsidP="00BE6934">
      <w:pPr>
        <w:pStyle w:val="libFootnote"/>
        <w:rPr>
          <w:rtl/>
        </w:rPr>
      </w:pPr>
      <w:r>
        <w:rPr>
          <w:rtl/>
        </w:rPr>
        <w:t xml:space="preserve">4) </w:t>
      </w:r>
      <w:r>
        <w:t xml:space="preserve">Huseyin </w:t>
      </w:r>
      <w:r>
        <w:rPr>
          <w:rtl/>
        </w:rPr>
        <w:t>،</w:t>
      </w:r>
      <w:r>
        <w:t xml:space="preserve">Yurdaydin </w:t>
      </w:r>
      <w:r>
        <w:rPr>
          <w:rtl/>
        </w:rPr>
        <w:t>،</w:t>
      </w:r>
      <w:r>
        <w:t xml:space="preserve">Dusunceve bilim Tavihi( 1300-1600 ) in Turkiye Tarihi </w:t>
      </w:r>
      <w:r>
        <w:rPr>
          <w:rtl/>
        </w:rPr>
        <w:t>،</w:t>
      </w:r>
      <w:r>
        <w:t xml:space="preserve">ed sim Aksin </w:t>
      </w:r>
      <w:r>
        <w:rPr>
          <w:rtl/>
        </w:rPr>
        <w:t>،</w:t>
      </w:r>
      <w:r>
        <w:t xml:space="preserve">Vd 2 </w:t>
      </w:r>
      <w:r>
        <w:rPr>
          <w:rtl/>
        </w:rPr>
        <w:t>،</w:t>
      </w:r>
      <w:r>
        <w:t>PP. 181-182</w:t>
      </w:r>
      <w:r w:rsidR="0069392F">
        <w:cr/>
      </w:r>
      <w:r w:rsidR="0069392F">
        <w:rPr>
          <w:rtl/>
        </w:rPr>
        <w:br w:type="page"/>
      </w:r>
      <w:r w:rsidR="0069392F">
        <w:lastRenderedPageBreak/>
        <w:cr/>
      </w:r>
    </w:p>
    <w:p w:rsidR="0061102A" w:rsidRDefault="0061102A" w:rsidP="00BE6934">
      <w:pPr>
        <w:pStyle w:val="libNormal"/>
        <w:rPr>
          <w:rtl/>
        </w:rPr>
      </w:pPr>
      <w:r>
        <w:rPr>
          <w:rtl/>
        </w:rPr>
        <w:t>فاتح كے بعد سلطان بايزيد دوم اور اس كے بعد سلطان سليم اول ( 926_ 918ق) المعروف ياووز (بے رحم) تخت نشين ہوا _ اس نے چالدران كى جنگ مي</w:t>
      </w:r>
      <w:r w:rsidR="000A0CDC">
        <w:rPr>
          <w:rtl/>
        </w:rPr>
        <w:t xml:space="preserve">ں </w:t>
      </w:r>
      <w:r>
        <w:rPr>
          <w:rtl/>
        </w:rPr>
        <w:t>شاہ اسماعيل صفوى پر كاميابى كے علاوہ مكمل طور پرا ناتولى پر تسلط، شام اور مصر كو فتح كرنا اور مماليك (غلامو</w:t>
      </w:r>
      <w:r w:rsidR="000A0CDC">
        <w:rPr>
          <w:rtl/>
        </w:rPr>
        <w:t xml:space="preserve">ں </w:t>
      </w:r>
      <w:r>
        <w:rPr>
          <w:rtl/>
        </w:rPr>
        <w:t>) كى حكومت ختم كرتے ہوئے عثمانى مملكت كو دوگنا كرديا_ ''خادم حرمين شرفين'' كا لقب اختيار كيا اور شريف مكہ كى طرف سے اس كے نام كاخطبہ پڑھا گيا اور مصر مي</w:t>
      </w:r>
      <w:r w:rsidR="000A0CDC">
        <w:rPr>
          <w:rtl/>
        </w:rPr>
        <w:t xml:space="preserve">ں </w:t>
      </w:r>
      <w:r>
        <w:rPr>
          <w:rtl/>
        </w:rPr>
        <w:t>خاندان عباسى كے آخرى خليفہ ''متوكل على اللہ سوم'' سے خليفہ كا عنوان اپنے ليے اور اپنے عثمانى خاندان كيلئے منتقل كرنے كے ليے پورے عالم اسلام پر حكمرانى كے درپے ہوا</w:t>
      </w:r>
      <w:r w:rsidRPr="00F67D4B">
        <w:rPr>
          <w:rStyle w:val="libFootnotenumChar"/>
          <w:rtl/>
        </w:rPr>
        <w:t>(1)</w:t>
      </w:r>
      <w:r>
        <w:rPr>
          <w:rtl/>
        </w:rPr>
        <w:t>_ انہى فتوحات بالخصوص بحيرہ روم كے مشرقى اور شمال مشرقى تمام سواحل كے عثمانى مملكت سے الحاق نے اس مملكت كى اقتصادى ترقى مي</w:t>
      </w:r>
      <w:r w:rsidR="000A0CDC">
        <w:rPr>
          <w:rtl/>
        </w:rPr>
        <w:t xml:space="preserve">ں </w:t>
      </w:r>
      <w:r>
        <w:rPr>
          <w:rtl/>
        </w:rPr>
        <w:t>اہم كردار ادا كيا _</w:t>
      </w:r>
      <w:r w:rsidRPr="00F67D4B">
        <w:rPr>
          <w:rStyle w:val="libFootnotenumChar"/>
          <w:rtl/>
        </w:rPr>
        <w:t>(2)</w:t>
      </w:r>
      <w:r>
        <w:rPr>
          <w:rtl/>
        </w:rPr>
        <w:t xml:space="preserve"> </w:t>
      </w:r>
    </w:p>
    <w:p w:rsidR="0061102A" w:rsidRDefault="0061102A" w:rsidP="00BE6934">
      <w:pPr>
        <w:pStyle w:val="libNormal"/>
        <w:rPr>
          <w:rtl/>
        </w:rPr>
      </w:pPr>
      <w:r>
        <w:rPr>
          <w:rtl/>
        </w:rPr>
        <w:t>شاہ سليم بذات خود شاعر تھا فارسى مي</w:t>
      </w:r>
      <w:r w:rsidR="000A0CDC">
        <w:rPr>
          <w:rtl/>
        </w:rPr>
        <w:t xml:space="preserve">ں </w:t>
      </w:r>
      <w:r>
        <w:rPr>
          <w:rtl/>
        </w:rPr>
        <w:t>اسكا ديوان آج بھى اس كى يادگار كے طور پر باقى ہے _ وہ علماء اور عرفاء كى محفل مي</w:t>
      </w:r>
      <w:r w:rsidR="000A0CDC">
        <w:rPr>
          <w:rtl/>
        </w:rPr>
        <w:t xml:space="preserve">ں </w:t>
      </w:r>
      <w:r>
        <w:rPr>
          <w:rtl/>
        </w:rPr>
        <w:t>بيٹھنا پسند كرتا تھا_ شيخ محى الدين ابن عربى كے ساتھ عقيدت كى بناء پر شام مي</w:t>
      </w:r>
      <w:r w:rsidR="000A0CDC">
        <w:rPr>
          <w:rtl/>
        </w:rPr>
        <w:t xml:space="preserve">ں </w:t>
      </w:r>
      <w:r>
        <w:rPr>
          <w:rtl/>
        </w:rPr>
        <w:t>انكى قبرپر ايك مقبرہ بنايا _</w:t>
      </w:r>
      <w:r w:rsidRPr="00F67D4B">
        <w:rPr>
          <w:rStyle w:val="libFootnotenumChar"/>
          <w:rtl/>
        </w:rPr>
        <w:t>(3)</w:t>
      </w:r>
      <w:r>
        <w:rPr>
          <w:rtl/>
        </w:rPr>
        <w:t xml:space="preserve"> اس نے اپنے زمانے كے مشہور علمى وثقافتى مراكز كى لائبريريو</w:t>
      </w:r>
      <w:r w:rsidR="000A0CDC">
        <w:rPr>
          <w:rtl/>
        </w:rPr>
        <w:t xml:space="preserve">ں </w:t>
      </w:r>
      <w:r>
        <w:rPr>
          <w:rtl/>
        </w:rPr>
        <w:t>سے نفيس كتابو</w:t>
      </w:r>
      <w:r w:rsidR="000A0CDC">
        <w:rPr>
          <w:rtl/>
        </w:rPr>
        <w:t xml:space="preserve">ں </w:t>
      </w:r>
      <w:r>
        <w:rPr>
          <w:rtl/>
        </w:rPr>
        <w:t>كو استنبول منتقل كيا اور علماء ، ہنرمندو</w:t>
      </w:r>
      <w:r w:rsidR="000A0CDC">
        <w:rPr>
          <w:rtl/>
        </w:rPr>
        <w:t xml:space="preserve">ں </w:t>
      </w:r>
      <w:r>
        <w:rPr>
          <w:rtl/>
        </w:rPr>
        <w:t>اور تاجرو</w:t>
      </w:r>
      <w:r w:rsidR="000A0CDC">
        <w:rPr>
          <w:rtl/>
        </w:rPr>
        <w:t xml:space="preserve">ں </w:t>
      </w:r>
      <w:r>
        <w:rPr>
          <w:rtl/>
        </w:rPr>
        <w:t xml:space="preserve">كو بھى استنبول دعوت دي، اسطرح وہ چاہتا تھا كہ جسطرح وہ اسلامى دنيا كا طاقتورترين سلطان نظر آتا ہے _ اسى طرح اسكا دارالحكومت بھى عالم اسلام كا </w:t>
      </w:r>
      <w:r w:rsidR="003A04D8">
        <w:rPr>
          <w:rtl/>
        </w:rPr>
        <w:t>عظیم</w:t>
      </w:r>
      <w:r>
        <w:rPr>
          <w:rtl/>
        </w:rPr>
        <w:t xml:space="preserve"> الشان شہر بن جائے</w:t>
      </w:r>
      <w:r w:rsidRPr="00F67D4B">
        <w:rPr>
          <w:rStyle w:val="libFootnotenumChar"/>
          <w:rtl/>
        </w:rPr>
        <w:t>(4)</w:t>
      </w:r>
      <w:r>
        <w:rPr>
          <w:rtl/>
        </w:rPr>
        <w:t>_ اگر چہ شاہ سليم نے آٹھ سال سے زيادہ حكومت نہي</w:t>
      </w:r>
      <w:r w:rsidR="000A0CDC">
        <w:rPr>
          <w:rtl/>
        </w:rPr>
        <w:t xml:space="preserve">ں </w:t>
      </w:r>
      <w:r>
        <w:rPr>
          <w:rtl/>
        </w:rPr>
        <w:t>كى اسكے باوجود اتنى قليل مدت مي</w:t>
      </w:r>
      <w:r w:rsidR="000A0CDC">
        <w:rPr>
          <w:rtl/>
        </w:rPr>
        <w:t xml:space="preserve">ں </w:t>
      </w:r>
      <w:r>
        <w:rPr>
          <w:rtl/>
        </w:rPr>
        <w:t>روم ايلى اور آناتولى كے علاقو</w:t>
      </w:r>
      <w:r w:rsidR="000A0CDC">
        <w:rPr>
          <w:rtl/>
        </w:rPr>
        <w:t xml:space="preserve">ں </w:t>
      </w:r>
      <w:r>
        <w:rPr>
          <w:rtl/>
        </w:rPr>
        <w:t>كى ايك مقامى مملكت ايك عالمگير بادشاہت تك ترقى كرگئي _</w:t>
      </w:r>
      <w:r w:rsidRPr="00F67D4B">
        <w:rPr>
          <w:rStyle w:val="libFootnotenumChar"/>
          <w:rtl/>
        </w:rPr>
        <w:t>(5)</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pPr>
      <w:r>
        <w:rPr>
          <w:rtl/>
        </w:rPr>
        <w:t>1)</w:t>
      </w:r>
      <w:r>
        <w:t xml:space="preserve">Serafeddinturan </w:t>
      </w:r>
      <w:r>
        <w:rPr>
          <w:rtl/>
        </w:rPr>
        <w:t>،</w:t>
      </w:r>
      <w:r>
        <w:t xml:space="preserve">selim in La </w:t>
      </w:r>
      <w:r>
        <w:rPr>
          <w:rtl/>
        </w:rPr>
        <w:t>،</w:t>
      </w:r>
      <w:r>
        <w:t xml:space="preserve">Vol 10 p 427-432 sander </w:t>
      </w:r>
      <w:r>
        <w:rPr>
          <w:rtl/>
        </w:rPr>
        <w:t>،</w:t>
      </w:r>
      <w:r>
        <w:t xml:space="preserve">opcit </w:t>
      </w:r>
      <w:r>
        <w:rPr>
          <w:rtl/>
        </w:rPr>
        <w:t>،</w:t>
      </w:r>
      <w:r>
        <w:t>p 35</w:t>
      </w:r>
      <w:r>
        <w:rPr>
          <w:rtl/>
        </w:rPr>
        <w:t xml:space="preserve"> </w:t>
      </w:r>
    </w:p>
    <w:p w:rsidR="0061102A" w:rsidRDefault="0061102A" w:rsidP="00BE6934">
      <w:pPr>
        <w:pStyle w:val="libFootnote"/>
      </w:pPr>
      <w:r>
        <w:rPr>
          <w:rtl/>
        </w:rPr>
        <w:t>2)</w:t>
      </w:r>
      <w:r>
        <w:t xml:space="preserve">Derin </w:t>
      </w:r>
      <w:r>
        <w:rPr>
          <w:rtl/>
        </w:rPr>
        <w:t>،</w:t>
      </w:r>
      <w:r>
        <w:t>op. citP 481</w:t>
      </w:r>
      <w:r>
        <w:rPr>
          <w:rtl/>
        </w:rPr>
        <w:t xml:space="preserve"> </w:t>
      </w:r>
    </w:p>
    <w:p w:rsidR="0061102A" w:rsidRDefault="0061102A" w:rsidP="00BE6934">
      <w:pPr>
        <w:pStyle w:val="libFootnote"/>
        <w:rPr>
          <w:rtl/>
        </w:rPr>
      </w:pPr>
      <w:r>
        <w:rPr>
          <w:rtl/>
        </w:rPr>
        <w:t xml:space="preserve">3) محمد امين رياحي، زبان و ادب فارسى در قلمرو عثمانى ،تہران ص 178 _ 168 الہامہ مفتاح و وہاب ولى ، نگاہى بہ روند نفوذ وگسترش زبان و ادب فارسى در تركيہ ، تہران ص 202_194 </w:t>
      </w:r>
    </w:p>
    <w:p w:rsidR="0061102A" w:rsidRDefault="0061102A" w:rsidP="00BE6934">
      <w:pPr>
        <w:pStyle w:val="libFootnote"/>
        <w:rPr>
          <w:rtl/>
        </w:rPr>
      </w:pPr>
      <w:r>
        <w:rPr>
          <w:rtl/>
        </w:rPr>
        <w:t xml:space="preserve">4) </w:t>
      </w:r>
      <w:r>
        <w:t xml:space="preserve">P.116 </w:t>
      </w:r>
      <w:r>
        <w:rPr>
          <w:rtl/>
        </w:rPr>
        <w:t>،</w:t>
      </w:r>
      <w:r>
        <w:t xml:space="preserve">Kunt </w:t>
      </w:r>
      <w:r>
        <w:rPr>
          <w:rtl/>
        </w:rPr>
        <w:t>،</w:t>
      </w:r>
      <w:r>
        <w:t>op</w:t>
      </w:r>
      <w:r>
        <w:rPr>
          <w:rtl/>
        </w:rPr>
        <w:t xml:space="preserve"> دربارہ ہنرمندان و دانشمندان وشعراى راہى شدہ از ايران بہ استانبول در زمان سلطان سليم _ نصراللہ فلسفى ، جنگ چالدران _ مجلہ دانشكدہ ادبيات، س1 ،ش 2 ،ص 111 _ فريدون بيك منشات السلاطين _ استانبول ج 1 ، ص 405 _ </w:t>
      </w:r>
    </w:p>
    <w:p w:rsidR="008672B1" w:rsidRDefault="0061102A" w:rsidP="00BE6934">
      <w:pPr>
        <w:pStyle w:val="libFootnote"/>
        <w:rPr>
          <w:rtl/>
        </w:rPr>
      </w:pPr>
      <w:r>
        <w:rPr>
          <w:rtl/>
        </w:rPr>
        <w:t>5)</w:t>
      </w:r>
      <w:r>
        <w:t xml:space="preserve">kunt </w:t>
      </w:r>
      <w:r>
        <w:rPr>
          <w:rtl/>
        </w:rPr>
        <w:t>،</w:t>
      </w:r>
      <w:r>
        <w:t xml:space="preserve">op </w:t>
      </w:r>
      <w:r>
        <w:rPr>
          <w:rtl/>
        </w:rPr>
        <w:t>،</w:t>
      </w:r>
      <w:r>
        <w:t xml:space="preserve">cit </w:t>
      </w:r>
      <w:r>
        <w:rPr>
          <w:rtl/>
        </w:rPr>
        <w:t>،</w:t>
      </w:r>
      <w:r>
        <w:t>p-119</w:t>
      </w:r>
      <w:r w:rsidR="0069392F">
        <w:cr/>
      </w:r>
      <w:r w:rsidR="0069392F">
        <w:rPr>
          <w:rtl/>
        </w:rPr>
        <w:br w:type="page"/>
      </w:r>
      <w:r w:rsidR="0069392F">
        <w:lastRenderedPageBreak/>
        <w:cr/>
      </w:r>
    </w:p>
    <w:p w:rsidR="0061102A" w:rsidRDefault="0061102A" w:rsidP="00BE6934">
      <w:pPr>
        <w:pStyle w:val="libNormal"/>
        <w:rPr>
          <w:rtl/>
        </w:rPr>
      </w:pPr>
      <w:r>
        <w:rPr>
          <w:rtl/>
        </w:rPr>
        <w:t>سليم كے بعد اسكابيٹا سليمان ( 974 _ 926 قمرى / 1566_ 1520 عيسوي) المعروف قانوني، كبير اور باشكوہ _</w:t>
      </w:r>
      <w:r w:rsidRPr="00F67D4B">
        <w:rPr>
          <w:rStyle w:val="libFootnotenumChar"/>
          <w:rtl/>
        </w:rPr>
        <w:t>(1)</w:t>
      </w:r>
      <w:r>
        <w:rPr>
          <w:rtl/>
        </w:rPr>
        <w:t xml:space="preserve"> تخت نشين ہوا_ اس نے اپنے آباؤ اجداد كى روايت كو جارى ركھا _ اپنے اقتدار كے ابتدائي دور سے ہى مملكت عثمانيہ كو مشرق ومغرب سے برّى و بحرى مناطق مي</w:t>
      </w:r>
      <w:r w:rsidR="000A0CDC">
        <w:rPr>
          <w:rtl/>
        </w:rPr>
        <w:t xml:space="preserve">ں </w:t>
      </w:r>
      <w:r>
        <w:rPr>
          <w:rtl/>
        </w:rPr>
        <w:t>وسعت دينا شروع كرديا_ مثلاً اس نے سات مرتبہ ہنگرى پر حملہ كيا_</w:t>
      </w:r>
      <w:r w:rsidRPr="00F67D4B">
        <w:rPr>
          <w:rStyle w:val="libFootnotenumChar"/>
          <w:rtl/>
        </w:rPr>
        <w:t>(2)</w:t>
      </w:r>
      <w:r>
        <w:rPr>
          <w:rtl/>
        </w:rPr>
        <w:t xml:space="preserve"> جنگو</w:t>
      </w:r>
      <w:r w:rsidR="000A0CDC">
        <w:rPr>
          <w:rtl/>
        </w:rPr>
        <w:t xml:space="preserve">ں </w:t>
      </w:r>
      <w:r>
        <w:rPr>
          <w:rtl/>
        </w:rPr>
        <w:t>اور حملو</w:t>
      </w:r>
      <w:r w:rsidR="000A0CDC">
        <w:rPr>
          <w:rtl/>
        </w:rPr>
        <w:t xml:space="preserve">ں </w:t>
      </w:r>
      <w:r>
        <w:rPr>
          <w:rtl/>
        </w:rPr>
        <w:t>كا يہ دائرہ وہا</w:t>
      </w:r>
      <w:r w:rsidR="000A0CDC">
        <w:rPr>
          <w:rtl/>
        </w:rPr>
        <w:t xml:space="preserve">ں </w:t>
      </w:r>
      <w:r>
        <w:rPr>
          <w:rtl/>
        </w:rPr>
        <w:t>سے بڑھا يہا</w:t>
      </w:r>
      <w:r w:rsidR="000A0CDC">
        <w:rPr>
          <w:rtl/>
        </w:rPr>
        <w:t xml:space="preserve">ں </w:t>
      </w:r>
      <w:r>
        <w:rPr>
          <w:rtl/>
        </w:rPr>
        <w:t>تك كہ ہنگرى سے آگے بوہم (چيكو سلواكيہ) اور باداريا تك جاپہنچا_</w:t>
      </w:r>
      <w:r w:rsidRPr="00F67D4B">
        <w:rPr>
          <w:rStyle w:val="libFootnotenumChar"/>
          <w:rtl/>
        </w:rPr>
        <w:t>(3)</w:t>
      </w:r>
      <w:r>
        <w:rPr>
          <w:rtl/>
        </w:rPr>
        <w:t xml:space="preserve"> اس نے دوبارہ سن 1529 اور 1532 عيسوى مي</w:t>
      </w:r>
      <w:r w:rsidR="000A0CDC">
        <w:rPr>
          <w:rtl/>
        </w:rPr>
        <w:t xml:space="preserve">ں </w:t>
      </w:r>
      <w:r>
        <w:rPr>
          <w:rtl/>
        </w:rPr>
        <w:t>اس اميد پر ہيسبورگ خاندان كے مركز حكومت پر حملہ كيا جو يورپ كے وسيع حصہ پر حاكم تھے_</w:t>
      </w:r>
      <w:r w:rsidRPr="00F67D4B">
        <w:rPr>
          <w:rStyle w:val="libFootnotenumChar"/>
          <w:rtl/>
        </w:rPr>
        <w:t>(4)</w:t>
      </w:r>
      <w:r>
        <w:rPr>
          <w:rtl/>
        </w:rPr>
        <w:t>تا كہ اس پر قبضہ كرسكے يا كم از كم آسٹرياكى فوجى حيثيت كو ايسا تباہ كردے كہ ہنگرى كے معاملات مي</w:t>
      </w:r>
      <w:r w:rsidR="000A0CDC">
        <w:rPr>
          <w:rtl/>
        </w:rPr>
        <w:t xml:space="preserve">ں </w:t>
      </w:r>
      <w:r>
        <w:rPr>
          <w:rtl/>
        </w:rPr>
        <w:t>دخل دينے سے باز رہے</w:t>
      </w:r>
      <w:r w:rsidRPr="00F67D4B">
        <w:rPr>
          <w:rStyle w:val="libFootnotenumChar"/>
          <w:rtl/>
        </w:rPr>
        <w:t>(5)</w:t>
      </w:r>
      <w:r>
        <w:rPr>
          <w:rtl/>
        </w:rPr>
        <w:t>_ ليكن مختلف اسباب كى بناء پر اس شہر كو فتح نہ كرسكا</w:t>
      </w:r>
      <w:r w:rsidRPr="00F67D4B">
        <w:rPr>
          <w:rStyle w:val="libFootnotenumChar"/>
          <w:rtl/>
        </w:rPr>
        <w:t>(6)</w:t>
      </w:r>
      <w:r>
        <w:rPr>
          <w:rtl/>
        </w:rPr>
        <w:t xml:space="preserve">_ </w:t>
      </w:r>
    </w:p>
    <w:p w:rsidR="0061102A" w:rsidRDefault="0061102A" w:rsidP="00BE6934">
      <w:pPr>
        <w:pStyle w:val="libNormal"/>
        <w:rPr>
          <w:rtl/>
        </w:rPr>
      </w:pPr>
      <w:r>
        <w:rPr>
          <w:rtl/>
        </w:rPr>
        <w:t>سليمان نے كئي بارمسلسل چند سال تك صفوى سلطنت پر بھى حملہ كيا ليكن تہماسب صفوى كى افواج كى طرف سے زمين جلانے والى سياست كى بناء پر سليمان كى آذربائيجان عراق عجم اور عراق عرب پر فوجى كاميابيا</w:t>
      </w:r>
      <w:r w:rsidR="000A0CDC">
        <w:rPr>
          <w:rtl/>
        </w:rPr>
        <w:t xml:space="preserve">ں </w:t>
      </w:r>
      <w:r>
        <w:rPr>
          <w:rtl/>
        </w:rPr>
        <w:t>زيادہ مستحكم نہ رہ سكي</w:t>
      </w:r>
      <w:r w:rsidR="000A0CDC">
        <w:rPr>
          <w:rtl/>
        </w:rPr>
        <w:t xml:space="preserve">ں </w:t>
      </w:r>
      <w:r>
        <w:rPr>
          <w:rtl/>
        </w:rPr>
        <w:t>_ بالآخر 962 قمرى / 1505 عيسوى مي</w:t>
      </w:r>
      <w:r w:rsidR="000A0CDC">
        <w:rPr>
          <w:rtl/>
        </w:rPr>
        <w:t xml:space="preserve">ں </w:t>
      </w:r>
      <w:r>
        <w:rPr>
          <w:rtl/>
        </w:rPr>
        <w:t>آماسيہ معاہدہ پر دستخط كرتے ہوئے ان جنگى ثمرات كو بھى كھو بيٹھا_</w:t>
      </w:r>
      <w:r w:rsidRPr="00F67D4B">
        <w:rPr>
          <w:rStyle w:val="libFootnotenumChar"/>
          <w:rtl/>
        </w:rPr>
        <w:t>(7)</w:t>
      </w:r>
      <w:r>
        <w:rPr>
          <w:rtl/>
        </w:rPr>
        <w:t xml:space="preserve"> </w:t>
      </w:r>
    </w:p>
    <w:p w:rsidR="0061102A" w:rsidRDefault="0061102A" w:rsidP="00BE6934">
      <w:pPr>
        <w:pStyle w:val="libNormal"/>
        <w:rPr>
          <w:rtl/>
        </w:rPr>
      </w:pPr>
      <w:r>
        <w:rPr>
          <w:rtl/>
        </w:rPr>
        <w:t>ليكن عراق اس كے پہلے حملے (سال 942 _ 940 قمري) _( 1534 _1533عيسوي) مي</w:t>
      </w:r>
      <w:r w:rsidR="000A0CDC">
        <w:rPr>
          <w:rtl/>
        </w:rPr>
        <w:t xml:space="preserve">ں </w:t>
      </w:r>
      <w:r>
        <w:rPr>
          <w:rtl/>
        </w:rPr>
        <w:t>شاہ سليمان كے قبضہ مي</w:t>
      </w:r>
      <w:r w:rsidR="000A0CDC">
        <w:rPr>
          <w:rtl/>
        </w:rPr>
        <w:t xml:space="preserve">ں </w:t>
      </w:r>
      <w:r>
        <w:rPr>
          <w:rtl/>
        </w:rPr>
        <w:t xml:space="preserve">آگيا اس فتح كے ساتھ شاہ سليم كے زمانے سے شروع ہونے والى اسلامى خلافت كے تمام </w:t>
      </w:r>
    </w:p>
    <w:p w:rsidR="0061102A" w:rsidRDefault="003A7D4A" w:rsidP="00BE6934">
      <w:pPr>
        <w:pStyle w:val="libLine"/>
        <w:rPr>
          <w:rtl/>
        </w:rPr>
      </w:pPr>
      <w:r>
        <w:rPr>
          <w:rtl/>
        </w:rPr>
        <w:t>____________________</w:t>
      </w:r>
    </w:p>
    <w:p w:rsidR="0061102A" w:rsidRDefault="0061102A" w:rsidP="00BE6934">
      <w:pPr>
        <w:pStyle w:val="libFootnote"/>
      </w:pPr>
      <w:r>
        <w:rPr>
          <w:rtl/>
        </w:rPr>
        <w:t xml:space="preserve">1- </w:t>
      </w:r>
      <w:r>
        <w:t>Magnificent</w:t>
      </w:r>
      <w:r>
        <w:rPr>
          <w:rtl/>
        </w:rPr>
        <w:t xml:space="preserve"> </w:t>
      </w:r>
    </w:p>
    <w:p w:rsidR="0061102A" w:rsidRDefault="0061102A" w:rsidP="00BE6934">
      <w:pPr>
        <w:pStyle w:val="libFootnote"/>
        <w:rPr>
          <w:rtl/>
        </w:rPr>
      </w:pPr>
      <w:r>
        <w:rPr>
          <w:rtl/>
        </w:rPr>
        <w:t xml:space="preserve">2) لردكين راس ، سابقہ حوالہ ص 261_ </w:t>
      </w:r>
    </w:p>
    <w:p w:rsidR="0061102A" w:rsidRDefault="0061102A" w:rsidP="00BE6934">
      <w:pPr>
        <w:pStyle w:val="libFootnote"/>
        <w:rPr>
          <w:rtl/>
        </w:rPr>
      </w:pPr>
      <w:r>
        <w:rPr>
          <w:rtl/>
        </w:rPr>
        <w:t xml:space="preserve">3)استانفورڈجى ، شاو، سابقہ حوالہ ، ص 171_ </w:t>
      </w:r>
    </w:p>
    <w:p w:rsidR="0061102A" w:rsidRDefault="0061102A" w:rsidP="00BE6934">
      <w:pPr>
        <w:pStyle w:val="libFootnote"/>
        <w:rPr>
          <w:rtl/>
        </w:rPr>
      </w:pPr>
      <w:r>
        <w:rPr>
          <w:rtl/>
        </w:rPr>
        <w:t xml:space="preserve">4) دايرة المعارف فارسى ، ج 1 ص 32 _ 25_ </w:t>
      </w:r>
    </w:p>
    <w:p w:rsidR="0061102A" w:rsidRDefault="0061102A" w:rsidP="00BE6934">
      <w:pPr>
        <w:pStyle w:val="libFootnote"/>
        <w:rPr>
          <w:rtl/>
        </w:rPr>
      </w:pPr>
      <w:r>
        <w:rPr>
          <w:rtl/>
        </w:rPr>
        <w:t xml:space="preserve">5) استانفورد جى ، شاد،سابقہ حوالہ ص 170_ </w:t>
      </w:r>
    </w:p>
    <w:p w:rsidR="0061102A" w:rsidRDefault="0061102A" w:rsidP="00BE6934">
      <w:pPr>
        <w:pStyle w:val="libFootnote"/>
        <w:rPr>
          <w:rtl/>
        </w:rPr>
      </w:pPr>
      <w:r>
        <w:rPr>
          <w:rtl/>
        </w:rPr>
        <w:t xml:space="preserve">6) لرد كين راس، سابقہ حوالہ ص 205_ 198_ </w:t>
      </w:r>
    </w:p>
    <w:p w:rsidR="0061102A" w:rsidRDefault="0061102A" w:rsidP="00BE6934">
      <w:pPr>
        <w:pStyle w:val="libFootnote"/>
        <w:rPr>
          <w:rtl/>
        </w:rPr>
      </w:pPr>
      <w:r>
        <w:rPr>
          <w:rtl/>
        </w:rPr>
        <w:t xml:space="preserve">7) رئيس نيا مقدمہ : نصوح مطراق چي، بيان منازل ، تہران ص 53_ 31 _ دايرة المعارف فارسى ج 1 ص 236_ </w:t>
      </w:r>
    </w:p>
    <w:p w:rsidR="008672B1" w:rsidRDefault="0061102A" w:rsidP="00BE6934">
      <w:pPr>
        <w:pStyle w:val="libFootnote"/>
        <w:rPr>
          <w:rtl/>
        </w:rPr>
      </w:pPr>
      <w:r>
        <w:rPr>
          <w:rtl/>
        </w:rPr>
        <w:t xml:space="preserve">8- </w:t>
      </w:r>
      <w:r>
        <w:t xml:space="preserve">Kramers </w:t>
      </w:r>
      <w:r>
        <w:rPr>
          <w:rtl/>
        </w:rPr>
        <w:t>،</w:t>
      </w:r>
      <w:r>
        <w:t xml:space="preserve">Op . Cit </w:t>
      </w:r>
      <w:r>
        <w:rPr>
          <w:rtl/>
        </w:rPr>
        <w:t>،</w:t>
      </w:r>
      <w:r>
        <w:t>P 195</w:t>
      </w:r>
      <w:r w:rsidR="0069392F">
        <w:cr/>
      </w:r>
      <w:r w:rsidR="0069392F">
        <w:rPr>
          <w:rtl/>
        </w:rPr>
        <w:br w:type="page"/>
      </w:r>
      <w:r w:rsidR="0069392F">
        <w:lastRenderedPageBreak/>
        <w:cr/>
      </w:r>
    </w:p>
    <w:p w:rsidR="0061102A" w:rsidRDefault="0061102A" w:rsidP="00BE6934">
      <w:pPr>
        <w:pStyle w:val="libNormal"/>
        <w:rPr>
          <w:rtl/>
        </w:rPr>
      </w:pPr>
      <w:r>
        <w:rPr>
          <w:rtl/>
        </w:rPr>
        <w:t>دارالحكومتو</w:t>
      </w:r>
      <w:r w:rsidR="000A0CDC">
        <w:rPr>
          <w:rtl/>
        </w:rPr>
        <w:t xml:space="preserve">ں </w:t>
      </w:r>
      <w:r>
        <w:rPr>
          <w:rtl/>
        </w:rPr>
        <w:t>كو فتح كرنے كى مہم ختم ہوگئي_</w:t>
      </w:r>
      <w:r w:rsidRPr="00F67D4B">
        <w:rPr>
          <w:rStyle w:val="libFootnotenumChar"/>
          <w:rtl/>
        </w:rPr>
        <w:t>(1)</w:t>
      </w:r>
      <w:r>
        <w:rPr>
          <w:rtl/>
        </w:rPr>
        <w:t xml:space="preserve"> </w:t>
      </w:r>
    </w:p>
    <w:p w:rsidR="0061102A" w:rsidRDefault="0061102A" w:rsidP="00BE6934">
      <w:pPr>
        <w:pStyle w:val="libNormal"/>
        <w:rPr>
          <w:rtl/>
        </w:rPr>
      </w:pPr>
      <w:r>
        <w:rPr>
          <w:rtl/>
        </w:rPr>
        <w:t>مملكت عثمانيہ كى وسعت مشرق مي</w:t>
      </w:r>
      <w:r w:rsidR="000A0CDC">
        <w:rPr>
          <w:rtl/>
        </w:rPr>
        <w:t xml:space="preserve">ں </w:t>
      </w:r>
      <w:r>
        <w:rPr>
          <w:rtl/>
        </w:rPr>
        <w:t xml:space="preserve">خليج فارس تك پھيل گئي </w:t>
      </w:r>
      <w:r w:rsidRPr="00F67D4B">
        <w:rPr>
          <w:rStyle w:val="libFootnotenumChar"/>
          <w:rtl/>
        </w:rPr>
        <w:t>(2)</w:t>
      </w:r>
      <w:r>
        <w:rPr>
          <w:rtl/>
        </w:rPr>
        <w:t xml:space="preserve"> بلاشبہ باشكوہ سليمان كے دور مي</w:t>
      </w:r>
      <w:r w:rsidR="000A0CDC">
        <w:rPr>
          <w:rtl/>
        </w:rPr>
        <w:t xml:space="preserve">ں </w:t>
      </w:r>
      <w:r>
        <w:rPr>
          <w:rtl/>
        </w:rPr>
        <w:t>مملكت عثمانيہ كى سرحدي</w:t>
      </w:r>
      <w:r w:rsidR="000A0CDC">
        <w:rPr>
          <w:rtl/>
        </w:rPr>
        <w:t xml:space="preserve">ں </w:t>
      </w:r>
      <w:r>
        <w:rPr>
          <w:rtl/>
        </w:rPr>
        <w:t>وسعت كى آخرى حدو</w:t>
      </w:r>
      <w:r w:rsidR="000A0CDC">
        <w:rPr>
          <w:rtl/>
        </w:rPr>
        <w:t xml:space="preserve">ں </w:t>
      </w:r>
      <w:r>
        <w:rPr>
          <w:rtl/>
        </w:rPr>
        <w:t>كو چھونے لگي</w:t>
      </w:r>
      <w:r w:rsidR="000A0CDC">
        <w:rPr>
          <w:rtl/>
        </w:rPr>
        <w:t xml:space="preserve">ں </w:t>
      </w:r>
      <w:r>
        <w:rPr>
          <w:rtl/>
        </w:rPr>
        <w:t>تھي</w:t>
      </w:r>
      <w:r w:rsidR="000A0CDC">
        <w:rPr>
          <w:rtl/>
        </w:rPr>
        <w:t xml:space="preserve">ں </w:t>
      </w:r>
      <w:r>
        <w:rPr>
          <w:rtl/>
        </w:rPr>
        <w:t>_ اسكى وفات كے زمانہ مي</w:t>
      </w:r>
      <w:r w:rsidR="000A0CDC">
        <w:rPr>
          <w:rtl/>
        </w:rPr>
        <w:t xml:space="preserve">ں </w:t>
      </w:r>
      <w:r>
        <w:rPr>
          <w:rtl/>
        </w:rPr>
        <w:t>يورپ مي</w:t>
      </w:r>
      <w:r w:rsidR="000A0CDC">
        <w:rPr>
          <w:rtl/>
        </w:rPr>
        <w:t xml:space="preserve">ں </w:t>
      </w:r>
      <w:r>
        <w:rPr>
          <w:rtl/>
        </w:rPr>
        <w:t>بن بوڈاپسٹ كى تمام سرزمين جزيرہ عرب كے آخرى كنارے بندگارہ عدن تك اور افريقا مي</w:t>
      </w:r>
      <w:r w:rsidR="000A0CDC">
        <w:rPr>
          <w:rtl/>
        </w:rPr>
        <w:t xml:space="preserve">ں </w:t>
      </w:r>
      <w:r>
        <w:rPr>
          <w:rtl/>
        </w:rPr>
        <w:t>مراكش سے ايشيا مي</w:t>
      </w:r>
      <w:r w:rsidR="000A0CDC">
        <w:rPr>
          <w:rtl/>
        </w:rPr>
        <w:t xml:space="preserve">ں </w:t>
      </w:r>
      <w:r>
        <w:rPr>
          <w:rtl/>
        </w:rPr>
        <w:t>ايران تك تمام سرزميني</w:t>
      </w:r>
      <w:r w:rsidR="000A0CDC">
        <w:rPr>
          <w:rtl/>
        </w:rPr>
        <w:t xml:space="preserve">ں </w:t>
      </w:r>
      <w:r>
        <w:rPr>
          <w:rtl/>
        </w:rPr>
        <w:t>اسكى مملكت مي</w:t>
      </w:r>
      <w:r w:rsidR="000A0CDC">
        <w:rPr>
          <w:rtl/>
        </w:rPr>
        <w:t xml:space="preserve">ں </w:t>
      </w:r>
      <w:r>
        <w:rPr>
          <w:rtl/>
        </w:rPr>
        <w:t>شامل تھي</w:t>
      </w:r>
      <w:r w:rsidR="000A0CDC">
        <w:rPr>
          <w:rtl/>
        </w:rPr>
        <w:t xml:space="preserve">ں </w:t>
      </w:r>
      <w:r>
        <w:rPr>
          <w:rtl/>
        </w:rPr>
        <w:t>_</w:t>
      </w:r>
      <w:r w:rsidRPr="00F67D4B">
        <w:rPr>
          <w:rStyle w:val="libFootnotenumChar"/>
          <w:rtl/>
        </w:rPr>
        <w:t>(3)</w:t>
      </w:r>
      <w:r>
        <w:rPr>
          <w:rtl/>
        </w:rPr>
        <w:t xml:space="preserve"> </w:t>
      </w:r>
    </w:p>
    <w:p w:rsidR="0061102A" w:rsidRDefault="0061102A" w:rsidP="00BE6934">
      <w:pPr>
        <w:pStyle w:val="libNormal"/>
        <w:rPr>
          <w:rtl/>
        </w:rPr>
      </w:pPr>
      <w:r>
        <w:rPr>
          <w:rtl/>
        </w:rPr>
        <w:t>شاہ سليمان نے اپنى آدھى صدى پر محيط حكومت مي</w:t>
      </w:r>
      <w:r w:rsidR="000A0CDC">
        <w:rPr>
          <w:rtl/>
        </w:rPr>
        <w:t xml:space="preserve">ں </w:t>
      </w:r>
      <w:r>
        <w:rPr>
          <w:rtl/>
        </w:rPr>
        <w:t>سوائے زندگى كے آخرى چند سال كے بقيہ زندگى ايك محاذ سے دوسرے محاذ پر جنگ و حملہ مي</w:t>
      </w:r>
      <w:r w:rsidR="000A0CDC">
        <w:rPr>
          <w:rtl/>
        </w:rPr>
        <w:t xml:space="preserve">ں </w:t>
      </w:r>
      <w:r>
        <w:rPr>
          <w:rtl/>
        </w:rPr>
        <w:t>گذارى كيونكہ دارالحرب كى طرف مملكت كو وسعت دينا ، اسلامى عقيدہ جہاد كے ضرورى احكام مي</w:t>
      </w:r>
      <w:r w:rsidR="000A0CDC">
        <w:rPr>
          <w:rtl/>
        </w:rPr>
        <w:t xml:space="preserve">ں </w:t>
      </w:r>
      <w:r>
        <w:rPr>
          <w:rtl/>
        </w:rPr>
        <w:t>سے تھا_ اسى لئے جب وہ اپنى عمر كے آخرى دور مي</w:t>
      </w:r>
      <w:r w:rsidR="000A0CDC">
        <w:rPr>
          <w:rtl/>
        </w:rPr>
        <w:t xml:space="preserve">ں </w:t>
      </w:r>
      <w:r>
        <w:rPr>
          <w:rtl/>
        </w:rPr>
        <w:t>اندرونى مشكلات ومسائل كو حل كرنے اور بڑھاپے كى بناء پر چند سال جہاد نہ كرسكا تو شيخ نوراللہ جو كہ اس زمانہ كے فقہاء مي</w:t>
      </w:r>
      <w:r w:rsidR="000A0CDC">
        <w:rPr>
          <w:rtl/>
        </w:rPr>
        <w:t xml:space="preserve">ں </w:t>
      </w:r>
      <w:r>
        <w:rPr>
          <w:rtl/>
        </w:rPr>
        <w:t>سے تھے ، انہو</w:t>
      </w:r>
      <w:r w:rsidR="000A0CDC">
        <w:rPr>
          <w:rtl/>
        </w:rPr>
        <w:t xml:space="preserve">ں </w:t>
      </w:r>
      <w:r>
        <w:rPr>
          <w:rtl/>
        </w:rPr>
        <w:t>نے اعلان كيا كہ جو بادشاہ جہاد جيسا فرض اجرا نہي</w:t>
      </w:r>
      <w:r w:rsidR="000A0CDC">
        <w:rPr>
          <w:rtl/>
        </w:rPr>
        <w:t xml:space="preserve">ں </w:t>
      </w:r>
      <w:r>
        <w:rPr>
          <w:rtl/>
        </w:rPr>
        <w:t>كررہا ہے اسكا مواخذہ كرنا چاہئے _ بعض محققين اس تنقيد كو اس كے لشكر كشى كے دور كے اختتام كى وجہ سمجھتے ہي</w:t>
      </w:r>
      <w:r w:rsidR="000A0CDC">
        <w:rPr>
          <w:rtl/>
        </w:rPr>
        <w:t xml:space="preserve">ں </w:t>
      </w:r>
      <w:r>
        <w:rPr>
          <w:rtl/>
        </w:rPr>
        <w:t>اسى دور مي</w:t>
      </w:r>
      <w:r w:rsidR="000A0CDC">
        <w:rPr>
          <w:rtl/>
        </w:rPr>
        <w:t xml:space="preserve">ں </w:t>
      </w:r>
      <w:r>
        <w:rPr>
          <w:rtl/>
        </w:rPr>
        <w:t>وہ وفات پاگيا _</w:t>
      </w:r>
      <w:r w:rsidRPr="00F67D4B">
        <w:rPr>
          <w:rStyle w:val="libFootnotenumChar"/>
          <w:rtl/>
        </w:rPr>
        <w:t>(4)</w:t>
      </w:r>
      <w:r>
        <w:rPr>
          <w:rtl/>
        </w:rPr>
        <w:t xml:space="preserve"> </w:t>
      </w:r>
    </w:p>
    <w:p w:rsidR="0061102A" w:rsidRDefault="0061102A" w:rsidP="00BE6934">
      <w:pPr>
        <w:pStyle w:val="libNormal"/>
        <w:rPr>
          <w:rtl/>
        </w:rPr>
      </w:pPr>
      <w:r>
        <w:rPr>
          <w:rtl/>
        </w:rPr>
        <w:t>شاہ سليمان ايك انتھك جنگى كمانڈر ہونے كے ساتھ ساتھ عدل و نظم كے قيام كى خواہش ركھنے والا قانون دان بھى تھا_ اسكى واضح مثال اسكا ''قانون نامہ سليمان'' ہے كہ جو اس كى براہ راست نگرانى مي</w:t>
      </w:r>
      <w:r w:rsidR="000A0CDC">
        <w:rPr>
          <w:rtl/>
        </w:rPr>
        <w:t xml:space="preserve">ں </w:t>
      </w:r>
      <w:r>
        <w:rPr>
          <w:rtl/>
        </w:rPr>
        <w:t>شرعى احكام اور گذشتہ قوانين بالخصوص قانون نامہ محمد دوم فاتح كى رعايت كرتے ہوئے اور اس زمانہ كے تقاضو</w:t>
      </w:r>
      <w:r w:rsidR="000A0CDC">
        <w:rPr>
          <w:rtl/>
        </w:rPr>
        <w:t xml:space="preserve">ں </w:t>
      </w:r>
      <w:r>
        <w:rPr>
          <w:rtl/>
        </w:rPr>
        <w:t>كو ملحوظ خاطر ركھتے ہوئے تدوين كيا گيا _ نيز اس قانون نامہ كو مترتب كرنے كى وجہ يہ تھى كہ طبقہ حاكم اور سلطان كے تابع افراد كے حقوق اور فرائض كى تشخيص كى جائے اور رعايا كے حقوق و مالى مسائل كو حل كياجائے اور حكومتى ادارو</w:t>
      </w:r>
      <w:r w:rsidR="000A0CDC">
        <w:rPr>
          <w:rtl/>
        </w:rPr>
        <w:t xml:space="preserve">ں </w:t>
      </w:r>
      <w:r>
        <w:rPr>
          <w:rtl/>
        </w:rPr>
        <w:t>كے فرائض كى حدود معين كى جائي</w:t>
      </w:r>
      <w:r w:rsidR="000A0CDC">
        <w:rPr>
          <w:rtl/>
        </w:rPr>
        <w:t xml:space="preserve">ں </w:t>
      </w:r>
      <w:r>
        <w:rPr>
          <w:rtl/>
        </w:rPr>
        <w:t xml:space="preserve">وغيرہ ... </w:t>
      </w:r>
    </w:p>
    <w:p w:rsidR="0061102A" w:rsidRDefault="003A7D4A" w:rsidP="00BE6934">
      <w:pPr>
        <w:pStyle w:val="libLine"/>
        <w:rPr>
          <w:rtl/>
        </w:rPr>
      </w:pPr>
      <w:r>
        <w:rPr>
          <w:rtl/>
        </w:rPr>
        <w:t>____________________</w:t>
      </w:r>
    </w:p>
    <w:p w:rsidR="0061102A" w:rsidRDefault="0061102A" w:rsidP="00BE6934">
      <w:pPr>
        <w:pStyle w:val="libFootnote"/>
      </w:pPr>
      <w:r>
        <w:rPr>
          <w:rtl/>
        </w:rPr>
        <w:t>1)</w:t>
      </w:r>
      <w:r>
        <w:t xml:space="preserve">kramers </w:t>
      </w:r>
      <w:r>
        <w:rPr>
          <w:rtl/>
        </w:rPr>
        <w:t>،</w:t>
      </w:r>
      <w:r>
        <w:t xml:space="preserve">op.cit </w:t>
      </w:r>
      <w:r>
        <w:rPr>
          <w:rtl/>
        </w:rPr>
        <w:t>،</w:t>
      </w:r>
      <w:r>
        <w:t>p 37</w:t>
      </w:r>
      <w:r>
        <w:rPr>
          <w:rtl/>
        </w:rPr>
        <w:t xml:space="preserve"> </w:t>
      </w:r>
    </w:p>
    <w:p w:rsidR="0061102A" w:rsidRDefault="0061102A" w:rsidP="00BE6934">
      <w:pPr>
        <w:pStyle w:val="libFootnote"/>
        <w:rPr>
          <w:rtl/>
        </w:rPr>
      </w:pPr>
      <w:r>
        <w:rPr>
          <w:rtl/>
        </w:rPr>
        <w:t xml:space="preserve">2)_ استانفورد چى ، شاوسابقہ حوالہ ص 175_ 174_ </w:t>
      </w:r>
    </w:p>
    <w:p w:rsidR="0061102A" w:rsidRDefault="0061102A" w:rsidP="00BE6934">
      <w:pPr>
        <w:pStyle w:val="libFootnote"/>
      </w:pPr>
      <w:r>
        <w:rPr>
          <w:rtl/>
        </w:rPr>
        <w:t>3)</w:t>
      </w:r>
      <w:r>
        <w:t xml:space="preserve">Sander </w:t>
      </w:r>
      <w:r>
        <w:rPr>
          <w:rtl/>
        </w:rPr>
        <w:t>،</w:t>
      </w:r>
      <w:r>
        <w:t xml:space="preserve">op cit </w:t>
      </w:r>
      <w:r>
        <w:rPr>
          <w:rtl/>
        </w:rPr>
        <w:t>،</w:t>
      </w:r>
      <w:r>
        <w:t>P 37</w:t>
      </w:r>
      <w:r>
        <w:rPr>
          <w:rtl/>
        </w:rPr>
        <w:t xml:space="preserve">. </w:t>
      </w:r>
    </w:p>
    <w:p w:rsidR="008672B1" w:rsidRDefault="0061102A" w:rsidP="00BE6934">
      <w:pPr>
        <w:pStyle w:val="libFootnote"/>
        <w:rPr>
          <w:rtl/>
        </w:rPr>
      </w:pPr>
      <w:r>
        <w:rPr>
          <w:rtl/>
        </w:rPr>
        <w:t>4)</w:t>
      </w:r>
      <w:r>
        <w:t xml:space="preserve">Gokbilgin LA </w:t>
      </w:r>
      <w:r>
        <w:rPr>
          <w:rtl/>
        </w:rPr>
        <w:t>،11 ،</w:t>
      </w:r>
      <w:r>
        <w:t>P 155</w:t>
      </w:r>
      <w:r>
        <w:rPr>
          <w:rtl/>
        </w:rPr>
        <w:t>.</w:t>
      </w:r>
      <w:r w:rsidR="0069392F">
        <w:cr/>
      </w:r>
      <w:r w:rsidR="0069392F">
        <w:rPr>
          <w:rtl/>
        </w:rPr>
        <w:br w:type="page"/>
      </w:r>
      <w:r w:rsidR="0069392F">
        <w:lastRenderedPageBreak/>
        <w:cr/>
      </w:r>
    </w:p>
    <w:p w:rsidR="0061102A" w:rsidRDefault="0061102A" w:rsidP="00BE6934">
      <w:pPr>
        <w:pStyle w:val="libNormal"/>
        <w:rPr>
          <w:rtl/>
        </w:rPr>
      </w:pPr>
      <w:r>
        <w:rPr>
          <w:rtl/>
        </w:rPr>
        <w:t>مذكورہ قانون نامہ شيخ الاسلام ابوالسعود آفندى كى راہنمائي اور فتاوى كے ساتھ ساتھ ملا ابراہيم حلبى كى نگرانى مي</w:t>
      </w:r>
      <w:r w:rsidR="000A0CDC">
        <w:rPr>
          <w:rtl/>
        </w:rPr>
        <w:t xml:space="preserve">ں </w:t>
      </w:r>
      <w:r>
        <w:rPr>
          <w:rtl/>
        </w:rPr>
        <w:t>تدوين ہوا _ اس قانون نامہ كے وسيع پيمانہ پر اجراء ہونے كى صلاحيت كى بناء پر اسے ''ملتقى الابحر'' يعنى سمندرو</w:t>
      </w:r>
      <w:r w:rsidR="000A0CDC">
        <w:rPr>
          <w:rtl/>
        </w:rPr>
        <w:t xml:space="preserve">ں </w:t>
      </w:r>
      <w:r>
        <w:rPr>
          <w:rtl/>
        </w:rPr>
        <w:t>كى ملاقات كى جگہ '' كانام ديا گيا _ اور يہ قانون نامہ انيسوي</w:t>
      </w:r>
      <w:r w:rsidR="000A0CDC">
        <w:rPr>
          <w:rtl/>
        </w:rPr>
        <w:t xml:space="preserve">ں </w:t>
      </w:r>
      <w:r>
        <w:rPr>
          <w:rtl/>
        </w:rPr>
        <w:t>صدى مي</w:t>
      </w:r>
      <w:r w:rsidR="000A0CDC">
        <w:rPr>
          <w:rtl/>
        </w:rPr>
        <w:t xml:space="preserve">ں </w:t>
      </w:r>
      <w:r>
        <w:rPr>
          <w:rtl/>
        </w:rPr>
        <w:t>قانون مي</w:t>
      </w:r>
      <w:r w:rsidR="000A0CDC">
        <w:rPr>
          <w:rtl/>
        </w:rPr>
        <w:t xml:space="preserve">ں </w:t>
      </w:r>
      <w:r>
        <w:rPr>
          <w:rtl/>
        </w:rPr>
        <w:t xml:space="preserve">اصلاحات اور تراميم كے دور تك باقى رہا </w:t>
      </w:r>
      <w:r w:rsidRPr="00F67D4B">
        <w:rPr>
          <w:rStyle w:val="libFootnotenumChar"/>
          <w:rtl/>
        </w:rPr>
        <w:t>(1)</w:t>
      </w:r>
      <w:r>
        <w:rPr>
          <w:rtl/>
        </w:rPr>
        <w:t xml:space="preserve">_ سليمان كو قانونى كا لقب بھى اسى لئے ديا گيا تھا_ </w:t>
      </w:r>
    </w:p>
    <w:p w:rsidR="0061102A" w:rsidRDefault="0061102A" w:rsidP="00BE6934">
      <w:pPr>
        <w:pStyle w:val="libNormal"/>
        <w:rPr>
          <w:rtl/>
        </w:rPr>
      </w:pPr>
      <w:r>
        <w:rPr>
          <w:rtl/>
        </w:rPr>
        <w:t>شاہ سليمان كا طولانى دور حكومت ہنر و ادب كى رونق كے ادوار مي</w:t>
      </w:r>
      <w:r w:rsidR="000A0CDC">
        <w:rPr>
          <w:rtl/>
        </w:rPr>
        <w:t xml:space="preserve">ں </w:t>
      </w:r>
      <w:r>
        <w:rPr>
          <w:rtl/>
        </w:rPr>
        <w:t>سے ايك دور جانا جاتا ہے _ شعراء ، ہنرمند، قانون دان، فلاسفہ ، مورخےن ، دانشور حضرات ، علماء ، اہل ادب اور دربار كے مہمان ان تمام مادى وسائل سے بہرہ مند تھے جو اس نے ان كيلئے فراہم كئے تھے_</w:t>
      </w:r>
      <w:r w:rsidRPr="00F67D4B">
        <w:rPr>
          <w:rStyle w:val="libFootnotenumChar"/>
          <w:rtl/>
        </w:rPr>
        <w:t>(2)</w:t>
      </w:r>
      <w:r>
        <w:rPr>
          <w:rtl/>
        </w:rPr>
        <w:t xml:space="preserve"> </w:t>
      </w:r>
    </w:p>
    <w:p w:rsidR="0061102A" w:rsidRDefault="0061102A" w:rsidP="00BE6934">
      <w:pPr>
        <w:pStyle w:val="libNormal"/>
        <w:rPr>
          <w:rtl/>
        </w:rPr>
      </w:pPr>
      <w:r>
        <w:rPr>
          <w:rtl/>
        </w:rPr>
        <w:t>اسكے دور حكومت مي</w:t>
      </w:r>
      <w:r w:rsidR="000A0CDC">
        <w:rPr>
          <w:rtl/>
        </w:rPr>
        <w:t xml:space="preserve">ں </w:t>
      </w:r>
      <w:r>
        <w:rPr>
          <w:rtl/>
        </w:rPr>
        <w:t>برگزيدہ علماء كى فہرست مي</w:t>
      </w:r>
      <w:r w:rsidR="000A0CDC">
        <w:rPr>
          <w:rtl/>
        </w:rPr>
        <w:t xml:space="preserve">ں </w:t>
      </w:r>
      <w:r>
        <w:rPr>
          <w:rtl/>
        </w:rPr>
        <w:t>عبداللہ شيخ ابراہيم شبسترى اور ظہيرالدين اردبيلى بلاشبہ ايرانى مملكت سے تعلق ركھتے تھے_</w:t>
      </w:r>
      <w:r w:rsidRPr="00F67D4B">
        <w:rPr>
          <w:rStyle w:val="libFootnotenumChar"/>
          <w:rtl/>
        </w:rPr>
        <w:t>(3)</w:t>
      </w:r>
      <w:r>
        <w:rPr>
          <w:rtl/>
        </w:rPr>
        <w:t xml:space="preserve"> </w:t>
      </w:r>
    </w:p>
    <w:p w:rsidR="0061102A" w:rsidRDefault="0061102A" w:rsidP="00BE6934">
      <w:pPr>
        <w:pStyle w:val="libNormal"/>
        <w:rPr>
          <w:rtl/>
        </w:rPr>
      </w:pPr>
      <w:r>
        <w:rPr>
          <w:rtl/>
        </w:rPr>
        <w:t>معمارى كے آثار مثلاً سليمانيہ ، مسجد سلطان سليم اور اس كے گردو نواح كے آثار كہ جو شاہ سليمان كے حكم پر سال (996_ 894 قمري/1588_ 1489 عيسوي) مي</w:t>
      </w:r>
      <w:r w:rsidR="000A0CDC">
        <w:rPr>
          <w:rtl/>
        </w:rPr>
        <w:t xml:space="preserve">ں </w:t>
      </w:r>
      <w:r>
        <w:rPr>
          <w:rtl/>
        </w:rPr>
        <w:t>معروف معمارسنان كى نگرانى مي</w:t>
      </w:r>
      <w:r w:rsidR="000A0CDC">
        <w:rPr>
          <w:rtl/>
        </w:rPr>
        <w:t xml:space="preserve">ں </w:t>
      </w:r>
      <w:r>
        <w:rPr>
          <w:rtl/>
        </w:rPr>
        <w:t>دائرہ وجود مي</w:t>
      </w:r>
      <w:r w:rsidR="000A0CDC">
        <w:rPr>
          <w:rtl/>
        </w:rPr>
        <w:t xml:space="preserve">ں </w:t>
      </w:r>
      <w:r>
        <w:rPr>
          <w:rtl/>
        </w:rPr>
        <w:t>آئے، شاہ سليمان كے دور كے عظيم الشان شاہكار ہي</w:t>
      </w:r>
      <w:r w:rsidR="000A0CDC">
        <w:rPr>
          <w:rtl/>
        </w:rPr>
        <w:t xml:space="preserve">ں </w:t>
      </w:r>
      <w:r>
        <w:rPr>
          <w:rtl/>
        </w:rPr>
        <w:t>_ سنان فن معمارى مي</w:t>
      </w:r>
      <w:r w:rsidR="000A0CDC">
        <w:rPr>
          <w:rtl/>
        </w:rPr>
        <w:t xml:space="preserve">ں </w:t>
      </w:r>
      <w:r>
        <w:rPr>
          <w:rtl/>
        </w:rPr>
        <w:t>نابغہ روزگار تھا وہ سليمان كے بہت سے حملات مي</w:t>
      </w:r>
      <w:r w:rsidR="000A0CDC">
        <w:rPr>
          <w:rtl/>
        </w:rPr>
        <w:t xml:space="preserve">ں </w:t>
      </w:r>
      <w:r>
        <w:rPr>
          <w:rtl/>
        </w:rPr>
        <w:t>شريك تھا اور 350 سے زيادہ معمارى كے فن پارے مثلاً بڑى ، چھوٹى مساجد، مدرسہ ، دالقرائ، مقبرہ ، عمارت، محل ، دارالشفاء ، كاروانسرااور حمام و غيرہ اس سے منسوب كيے جاتے ہي</w:t>
      </w:r>
      <w:r w:rsidR="000A0CDC">
        <w:rPr>
          <w:rtl/>
        </w:rPr>
        <w:t xml:space="preserve">ں </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استانفورد جى شاد،سابقہ حوالہ ص 162 ، 185_ 184_ 238 _ 237 ،ورڈكين راس ،سابقہ حوالہ ص 214_ شمس الدين سامى ،سابقہ حوالہ ص 568_ </w:t>
      </w:r>
    </w:p>
    <w:p w:rsidR="0061102A" w:rsidRDefault="0061102A" w:rsidP="00BE6934">
      <w:pPr>
        <w:pStyle w:val="libFootnote"/>
        <w:rPr>
          <w:rtl/>
        </w:rPr>
      </w:pPr>
      <w:r>
        <w:rPr>
          <w:rtl/>
        </w:rPr>
        <w:t xml:space="preserve">2) الہامہ مفتاح و وحاب لى ،سابقہ حوالہ ص 206 _ </w:t>
      </w:r>
    </w:p>
    <w:p w:rsidR="0061102A" w:rsidRDefault="0061102A" w:rsidP="00BE6934">
      <w:pPr>
        <w:pStyle w:val="libFootnote"/>
      </w:pPr>
      <w:r>
        <w:rPr>
          <w:rtl/>
        </w:rPr>
        <w:t xml:space="preserve">3) </w:t>
      </w:r>
      <w:r>
        <w:t xml:space="preserve">Gokbilgin </w:t>
      </w:r>
      <w:r>
        <w:rPr>
          <w:rtl/>
        </w:rPr>
        <w:t>،</w:t>
      </w:r>
      <w:r>
        <w:t xml:space="preserve">OP.cit </w:t>
      </w:r>
      <w:r>
        <w:rPr>
          <w:rtl/>
        </w:rPr>
        <w:t>،</w:t>
      </w:r>
      <w:r>
        <w:t>P 152</w:t>
      </w:r>
      <w:r>
        <w:rPr>
          <w:rtl/>
        </w:rPr>
        <w:t xml:space="preserve"> </w:t>
      </w:r>
    </w:p>
    <w:p w:rsidR="008672B1" w:rsidRDefault="0061102A" w:rsidP="00BE6934">
      <w:pPr>
        <w:pStyle w:val="libFootnote"/>
        <w:rPr>
          <w:rtl/>
        </w:rPr>
      </w:pPr>
      <w:r>
        <w:rPr>
          <w:rtl/>
        </w:rPr>
        <w:t xml:space="preserve">4) </w:t>
      </w:r>
      <w:r>
        <w:t xml:space="preserve">Oktay </w:t>
      </w:r>
      <w:r>
        <w:rPr>
          <w:rtl/>
        </w:rPr>
        <w:t>،</w:t>
      </w:r>
      <w:r>
        <w:t xml:space="preserve">Aslanapa </w:t>
      </w:r>
      <w:r>
        <w:rPr>
          <w:rtl/>
        </w:rPr>
        <w:t>،</w:t>
      </w:r>
      <w:r>
        <w:t xml:space="preserve">sinan in la </w:t>
      </w:r>
      <w:r>
        <w:rPr>
          <w:rtl/>
        </w:rPr>
        <w:t>،10 ،</w:t>
      </w:r>
      <w:r>
        <w:t xml:space="preserve">pp . - Meydan. Lorousse </w:t>
      </w:r>
      <w:r>
        <w:rPr>
          <w:rtl/>
        </w:rPr>
        <w:t>،</w:t>
      </w:r>
      <w:r>
        <w:t xml:space="preserve">vol.11 ) 1st 1981 </w:t>
      </w:r>
      <w:r>
        <w:rPr>
          <w:rtl/>
        </w:rPr>
        <w:t>،</w:t>
      </w:r>
      <w:r>
        <w:t xml:space="preserve">pp </w:t>
      </w:r>
      <w:r>
        <w:rPr>
          <w:rtl/>
        </w:rPr>
        <w:t xml:space="preserve">،35 </w:t>
      </w:r>
      <w:r>
        <w:t xml:space="preserve">: Gokbilgin </w:t>
      </w:r>
      <w:r>
        <w:rPr>
          <w:rtl/>
        </w:rPr>
        <w:t>،</w:t>
      </w:r>
      <w:r>
        <w:t xml:space="preserve">La vol.11 p </w:t>
      </w:r>
      <w:r>
        <w:rPr>
          <w:rtl/>
        </w:rPr>
        <w:t>،149 .</w:t>
      </w:r>
      <w:r w:rsidR="0069392F">
        <w:cr/>
      </w:r>
      <w:r w:rsidR="0069392F">
        <w:rPr>
          <w:rtl/>
        </w:rPr>
        <w:br w:type="page"/>
      </w:r>
      <w:r w:rsidR="0069392F">
        <w:lastRenderedPageBreak/>
        <w:cr/>
      </w:r>
    </w:p>
    <w:p w:rsidR="0061102A" w:rsidRDefault="0061102A" w:rsidP="00BE6934">
      <w:pPr>
        <w:pStyle w:val="libNormal"/>
        <w:rPr>
          <w:rtl/>
        </w:rPr>
      </w:pPr>
      <w:r>
        <w:rPr>
          <w:rtl/>
        </w:rPr>
        <w:t>كہاجاتا ہے كہ شاہ سليم كے دور مي</w:t>
      </w:r>
      <w:r w:rsidR="000A0CDC">
        <w:rPr>
          <w:rtl/>
        </w:rPr>
        <w:t xml:space="preserve">ں </w:t>
      </w:r>
      <w:r>
        <w:rPr>
          <w:rtl/>
        </w:rPr>
        <w:t>جتنے ہنرمند لوگ اسكے حكم پر استنبول مي</w:t>
      </w:r>
      <w:r w:rsidR="000A0CDC">
        <w:rPr>
          <w:rtl/>
        </w:rPr>
        <w:t xml:space="preserve">ں </w:t>
      </w:r>
      <w:r>
        <w:rPr>
          <w:rtl/>
        </w:rPr>
        <w:t>آئے وہ سب شاہ سليمان كے دور مي</w:t>
      </w:r>
      <w:r w:rsidR="000A0CDC">
        <w:rPr>
          <w:rtl/>
        </w:rPr>
        <w:t xml:space="preserve">ں </w:t>
      </w:r>
      <w:r>
        <w:rPr>
          <w:rtl/>
        </w:rPr>
        <w:t xml:space="preserve">بھى اپنے ہنر وفن كے كرشمے دكھاتے رہے_ </w:t>
      </w:r>
      <w:r w:rsidRPr="00F67D4B">
        <w:rPr>
          <w:rStyle w:val="libFootnotenumChar"/>
          <w:rtl/>
        </w:rPr>
        <w:t>(1)</w:t>
      </w:r>
      <w:r>
        <w:rPr>
          <w:rtl/>
        </w:rPr>
        <w:t xml:space="preserve"> </w:t>
      </w:r>
    </w:p>
    <w:p w:rsidR="0061102A" w:rsidRDefault="0061102A" w:rsidP="00BE6934">
      <w:pPr>
        <w:pStyle w:val="libNormal"/>
        <w:rPr>
          <w:rtl/>
        </w:rPr>
      </w:pPr>
      <w:r>
        <w:rPr>
          <w:rtl/>
        </w:rPr>
        <w:t>شاہ سليمان كا دور مملكت عثمانيہ كى عظمت كے عروج كا دور تھا ايك نظريے كے مطابق خود شاہ سليمان سياست مي</w:t>
      </w:r>
      <w:r w:rsidR="000A0CDC">
        <w:rPr>
          <w:rtl/>
        </w:rPr>
        <w:t xml:space="preserve">ں </w:t>
      </w:r>
      <w:r>
        <w:rPr>
          <w:rtl/>
        </w:rPr>
        <w:t>تمام عثمانى بادشاہو</w:t>
      </w:r>
      <w:r w:rsidR="000A0CDC">
        <w:rPr>
          <w:rtl/>
        </w:rPr>
        <w:t xml:space="preserve">ں </w:t>
      </w:r>
      <w:r>
        <w:rPr>
          <w:rtl/>
        </w:rPr>
        <w:t>مي</w:t>
      </w:r>
      <w:r w:rsidR="000A0CDC">
        <w:rPr>
          <w:rtl/>
        </w:rPr>
        <w:t xml:space="preserve">ں </w:t>
      </w:r>
      <w:r>
        <w:rPr>
          <w:rtl/>
        </w:rPr>
        <w:t xml:space="preserve">پہلے نمبر پر ہے </w:t>
      </w:r>
      <w:r w:rsidRPr="00F67D4B">
        <w:rPr>
          <w:rStyle w:val="libFootnotenumChar"/>
          <w:rtl/>
        </w:rPr>
        <w:t>(2)</w:t>
      </w:r>
      <w:r>
        <w:rPr>
          <w:rtl/>
        </w:rPr>
        <w:t>_ ان سب عظمتو</w:t>
      </w:r>
      <w:r w:rsidR="000A0CDC">
        <w:rPr>
          <w:rtl/>
        </w:rPr>
        <w:t xml:space="preserve">ں </w:t>
      </w:r>
      <w:r>
        <w:rPr>
          <w:rtl/>
        </w:rPr>
        <w:t>كے ساتھ ساتھ، اسى شاہ كے نصف دور حكومت سے مملكت عثمانيہ كى جڑي</w:t>
      </w:r>
      <w:r w:rsidR="000A0CDC">
        <w:rPr>
          <w:rtl/>
        </w:rPr>
        <w:t xml:space="preserve">ں </w:t>
      </w:r>
      <w:r>
        <w:rPr>
          <w:rtl/>
        </w:rPr>
        <w:t>كھوكھلى ہونابھى شروع ہوگئي</w:t>
      </w:r>
      <w:r w:rsidR="000A0CDC">
        <w:rPr>
          <w:rtl/>
        </w:rPr>
        <w:t xml:space="preserve">ں </w:t>
      </w:r>
      <w:r>
        <w:rPr>
          <w:rtl/>
        </w:rPr>
        <w:t>يہ صورتحال بعد كى صديو</w:t>
      </w:r>
      <w:r w:rsidR="000A0CDC">
        <w:rPr>
          <w:rtl/>
        </w:rPr>
        <w:t xml:space="preserve">ں </w:t>
      </w:r>
      <w:r>
        <w:rPr>
          <w:rtl/>
        </w:rPr>
        <w:t>مي</w:t>
      </w:r>
      <w:r w:rsidR="000A0CDC">
        <w:rPr>
          <w:rtl/>
        </w:rPr>
        <w:t xml:space="preserve">ں </w:t>
      </w:r>
      <w:r>
        <w:rPr>
          <w:rtl/>
        </w:rPr>
        <w:t>بھى جارى رہي_</w:t>
      </w:r>
      <w:r w:rsidRPr="00F67D4B">
        <w:rPr>
          <w:rStyle w:val="libFootnotenumChar"/>
          <w:rtl/>
        </w:rPr>
        <w:t>(3)</w:t>
      </w:r>
      <w:r>
        <w:rPr>
          <w:rtl/>
        </w:rPr>
        <w:t xml:space="preserve"> </w:t>
      </w:r>
    </w:p>
    <w:p w:rsidR="0061102A" w:rsidRDefault="0061102A" w:rsidP="00BE6934">
      <w:pPr>
        <w:pStyle w:val="libNormal"/>
        <w:rPr>
          <w:rtl/>
        </w:rPr>
      </w:pPr>
      <w:r>
        <w:rPr>
          <w:rtl/>
        </w:rPr>
        <w:t>لارڈ كين راس نے اگر چہ شاہ سليمان كى شخصيت كے مختلف مثبت اور اہم پہلوؤ</w:t>
      </w:r>
      <w:r w:rsidR="000A0CDC">
        <w:rPr>
          <w:rtl/>
        </w:rPr>
        <w:t xml:space="preserve">ں </w:t>
      </w:r>
      <w:r>
        <w:rPr>
          <w:rtl/>
        </w:rPr>
        <w:t>پر خاص توجہ اور انہي</w:t>
      </w:r>
      <w:r w:rsidR="000A0CDC">
        <w:rPr>
          <w:rtl/>
        </w:rPr>
        <w:t xml:space="preserve">ں </w:t>
      </w:r>
      <w:r>
        <w:rPr>
          <w:rtl/>
        </w:rPr>
        <w:t>زور دار انداز مي</w:t>
      </w:r>
      <w:r w:rsidR="000A0CDC">
        <w:rPr>
          <w:rtl/>
        </w:rPr>
        <w:t xml:space="preserve">ں </w:t>
      </w:r>
      <w:r>
        <w:rPr>
          <w:rtl/>
        </w:rPr>
        <w:t>بيان كياہے كہ جن كى بدولت اس نے عثمانى حكومت كو ايك خاص نظم ديكر عظمت و قدرت كى معراج پر پہنچايا ليكن وہ اس بات كو نہي</w:t>
      </w:r>
      <w:r w:rsidR="000A0CDC">
        <w:rPr>
          <w:rtl/>
        </w:rPr>
        <w:t xml:space="preserve">ں </w:t>
      </w:r>
      <w:r>
        <w:rPr>
          <w:rtl/>
        </w:rPr>
        <w:t>بھولا كہ انہى عظمتو</w:t>
      </w:r>
      <w:r w:rsidR="000A0CDC">
        <w:rPr>
          <w:rtl/>
        </w:rPr>
        <w:t xml:space="preserve">ں </w:t>
      </w:r>
      <w:r>
        <w:rPr>
          <w:rtl/>
        </w:rPr>
        <w:t>اور بلنديو</w:t>
      </w:r>
      <w:r w:rsidR="000A0CDC">
        <w:rPr>
          <w:rtl/>
        </w:rPr>
        <w:t xml:space="preserve">ں </w:t>
      </w:r>
      <w:r>
        <w:rPr>
          <w:rtl/>
        </w:rPr>
        <w:t>مي</w:t>
      </w:r>
      <w:r w:rsidR="000A0CDC">
        <w:rPr>
          <w:rtl/>
        </w:rPr>
        <w:t xml:space="preserve">ں </w:t>
      </w:r>
      <w:r>
        <w:rPr>
          <w:rtl/>
        </w:rPr>
        <w:t>زوال وپستى كے بيج بھى مخفى تھے كيونكہ اس كے بعد جو بھى سلاطين آئے ان مي</w:t>
      </w:r>
      <w:r w:rsidR="000A0CDC">
        <w:rPr>
          <w:rtl/>
        </w:rPr>
        <w:t xml:space="preserve">ں </w:t>
      </w:r>
      <w:r>
        <w:rPr>
          <w:rtl/>
        </w:rPr>
        <w:t xml:space="preserve">نہ كوئي فاتح تھا نہ قانون گذار اور نہ ہى فعال حاكم </w:t>
      </w:r>
      <w:r w:rsidRPr="00F67D4B">
        <w:rPr>
          <w:rStyle w:val="libFootnotenumChar"/>
          <w:rtl/>
        </w:rPr>
        <w:t>(4)</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47" w:name="_Toc268703"/>
      <w:r>
        <w:rPr>
          <w:rtl/>
        </w:rPr>
        <w:t>3_مغل سلاطين</w:t>
      </w:r>
      <w:bookmarkEnd w:id="147"/>
    </w:p>
    <w:p w:rsidR="0061102A" w:rsidRDefault="0061102A" w:rsidP="00BE6934">
      <w:pPr>
        <w:pStyle w:val="libNormal"/>
        <w:rPr>
          <w:rtl/>
        </w:rPr>
      </w:pPr>
      <w:r>
        <w:rPr>
          <w:rtl/>
        </w:rPr>
        <w:t>دين اسلام كا ہندوستان مي</w:t>
      </w:r>
      <w:r w:rsidR="000A0CDC">
        <w:rPr>
          <w:rtl/>
        </w:rPr>
        <w:t xml:space="preserve">ں </w:t>
      </w:r>
      <w:r>
        <w:rPr>
          <w:rtl/>
        </w:rPr>
        <w:t>داخل ہونا اور پھر اسلامى حكومت كى تشكيل مختلف مراحل پر مشتمل ہے _ قرن اول كى ابتداء سے ہى مسلمان تجار نے مالابار اور گجرات كے ساحلو</w:t>
      </w:r>
      <w:r w:rsidR="000A0CDC">
        <w:rPr>
          <w:rtl/>
        </w:rPr>
        <w:t xml:space="preserve">ں </w:t>
      </w:r>
      <w:r>
        <w:rPr>
          <w:rtl/>
        </w:rPr>
        <w:t>مي</w:t>
      </w:r>
      <w:r w:rsidR="000A0CDC">
        <w:rPr>
          <w:rtl/>
        </w:rPr>
        <w:t xml:space="preserve">ں </w:t>
      </w:r>
      <w:r>
        <w:rPr>
          <w:rtl/>
        </w:rPr>
        <w:t>سكونت پذير ہندوستانيو</w:t>
      </w:r>
      <w:r w:rsidR="000A0CDC">
        <w:rPr>
          <w:rtl/>
        </w:rPr>
        <w:t xml:space="preserve">ں </w:t>
      </w:r>
      <w:r>
        <w:rPr>
          <w:rtl/>
        </w:rPr>
        <w:t>كى مقامى آبادى سے تجارتى تعلقات قائم كيے پھر اسلام كا ايك نئے اور پركشش دين كے عنوان سے ان علاقو</w:t>
      </w:r>
      <w:r w:rsidR="000A0CDC">
        <w:rPr>
          <w:rtl/>
        </w:rPr>
        <w:t xml:space="preserve">ں </w:t>
      </w:r>
      <w:r>
        <w:rPr>
          <w:rtl/>
        </w:rPr>
        <w:t>مي</w:t>
      </w:r>
      <w:r w:rsidR="000A0CDC">
        <w:rPr>
          <w:rtl/>
        </w:rPr>
        <w:t xml:space="preserve">ں </w:t>
      </w:r>
      <w:r>
        <w:rPr>
          <w:rtl/>
        </w:rPr>
        <w:t xml:space="preserve">آہستہ آہستہ تعارف ہوا_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استانفورد جى شاد، سابقہ حوالہ ص 61_ </w:t>
      </w:r>
    </w:p>
    <w:p w:rsidR="0061102A" w:rsidRDefault="0061102A" w:rsidP="00BE6934">
      <w:pPr>
        <w:pStyle w:val="libFootnote"/>
        <w:rPr>
          <w:rtl/>
        </w:rPr>
      </w:pPr>
      <w:r>
        <w:rPr>
          <w:rtl/>
        </w:rPr>
        <w:t xml:space="preserve">2) آنستونى بريج، سابقہ حوالہ ص 22_ </w:t>
      </w:r>
    </w:p>
    <w:p w:rsidR="0061102A" w:rsidRDefault="0061102A" w:rsidP="00BE6934">
      <w:pPr>
        <w:pStyle w:val="libFootnote"/>
        <w:rPr>
          <w:rtl/>
        </w:rPr>
      </w:pPr>
      <w:r>
        <w:rPr>
          <w:rtl/>
        </w:rPr>
        <w:t xml:space="preserve">3) استانفورد جى شادسابقہ حوالہ ص 291_ </w:t>
      </w:r>
    </w:p>
    <w:p w:rsidR="008672B1" w:rsidRDefault="0061102A" w:rsidP="00BE6934">
      <w:pPr>
        <w:pStyle w:val="libFootnote"/>
        <w:rPr>
          <w:rtl/>
        </w:rPr>
      </w:pPr>
      <w:r>
        <w:rPr>
          <w:rtl/>
        </w:rPr>
        <w:t>4)لارڈكين راس_سابقہ حوالہ ص 264_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بعد كے ادوار مي</w:t>
      </w:r>
      <w:r w:rsidR="000A0CDC">
        <w:rPr>
          <w:rtl/>
        </w:rPr>
        <w:t xml:space="preserve">ں </w:t>
      </w:r>
      <w:r>
        <w:rPr>
          <w:rtl/>
        </w:rPr>
        <w:t>مسلمان غازيو</w:t>
      </w:r>
      <w:r w:rsidR="000A0CDC">
        <w:rPr>
          <w:rtl/>
        </w:rPr>
        <w:t xml:space="preserve">ں </w:t>
      </w:r>
      <w:r>
        <w:rPr>
          <w:rtl/>
        </w:rPr>
        <w:t>كے ان علاقو</w:t>
      </w:r>
      <w:r w:rsidR="000A0CDC">
        <w:rPr>
          <w:rtl/>
        </w:rPr>
        <w:t xml:space="preserve">ں </w:t>
      </w:r>
      <w:r>
        <w:rPr>
          <w:rtl/>
        </w:rPr>
        <w:t>پر حملو</w:t>
      </w:r>
      <w:r w:rsidR="000A0CDC">
        <w:rPr>
          <w:rtl/>
        </w:rPr>
        <w:t xml:space="preserve">ں </w:t>
      </w:r>
      <w:r>
        <w:rPr>
          <w:rtl/>
        </w:rPr>
        <w:t>سے ہندوستانيو</w:t>
      </w:r>
      <w:r w:rsidR="000A0CDC">
        <w:rPr>
          <w:rtl/>
        </w:rPr>
        <w:t xml:space="preserve">ں </w:t>
      </w:r>
      <w:r>
        <w:rPr>
          <w:rtl/>
        </w:rPr>
        <w:t>كى دين اسلام سے آگاہى اور دلچسپى بڑھتى چلى گئي _ مسلمان مجاہدين كے ساتھ عرفا اور صوفيو</w:t>
      </w:r>
      <w:r w:rsidR="000A0CDC">
        <w:rPr>
          <w:rtl/>
        </w:rPr>
        <w:t xml:space="preserve">ں </w:t>
      </w:r>
      <w:r>
        <w:rPr>
          <w:rtl/>
        </w:rPr>
        <w:t>كى بہت بڑى تعداد اسلام كى تبليغ و ترويج كيلئے اس سرزمين مي</w:t>
      </w:r>
      <w:r w:rsidR="000A0CDC">
        <w:rPr>
          <w:rtl/>
        </w:rPr>
        <w:t xml:space="preserve">ں </w:t>
      </w:r>
      <w:r>
        <w:rPr>
          <w:rtl/>
        </w:rPr>
        <w:t>داخل ہوئي كہ انہو</w:t>
      </w:r>
      <w:r w:rsidR="000A0CDC">
        <w:rPr>
          <w:rtl/>
        </w:rPr>
        <w:t xml:space="preserve">ں </w:t>
      </w:r>
      <w:r>
        <w:rPr>
          <w:rtl/>
        </w:rPr>
        <w:t>نے مسلمان مجاہدين سے مختلف انداز سے اپنے مكتب كى بہت وسيع شكل مي</w:t>
      </w:r>
      <w:r w:rsidR="000A0CDC">
        <w:rPr>
          <w:rtl/>
        </w:rPr>
        <w:t xml:space="preserve">ں </w:t>
      </w:r>
      <w:r>
        <w:rPr>
          <w:rtl/>
        </w:rPr>
        <w:t>اور عميق انداز مي</w:t>
      </w:r>
      <w:r w:rsidR="000A0CDC">
        <w:rPr>
          <w:rtl/>
        </w:rPr>
        <w:t xml:space="preserve">ں </w:t>
      </w:r>
      <w:r>
        <w:rPr>
          <w:rtl/>
        </w:rPr>
        <w:t>ہندوستانيو</w:t>
      </w:r>
      <w:r w:rsidR="000A0CDC">
        <w:rPr>
          <w:rtl/>
        </w:rPr>
        <w:t xml:space="preserve">ں </w:t>
      </w:r>
      <w:r>
        <w:rPr>
          <w:rtl/>
        </w:rPr>
        <w:t>مي</w:t>
      </w:r>
      <w:r w:rsidR="000A0CDC">
        <w:rPr>
          <w:rtl/>
        </w:rPr>
        <w:t xml:space="preserve">ں </w:t>
      </w:r>
      <w:r>
        <w:rPr>
          <w:rtl/>
        </w:rPr>
        <w:t xml:space="preserve">ترويج كى _ </w:t>
      </w:r>
    </w:p>
    <w:p w:rsidR="0061102A" w:rsidRDefault="0061102A" w:rsidP="00BE6934">
      <w:pPr>
        <w:pStyle w:val="libNormal"/>
        <w:rPr>
          <w:rtl/>
        </w:rPr>
      </w:pPr>
      <w:r>
        <w:rPr>
          <w:rtl/>
        </w:rPr>
        <w:t>مسلمانو</w:t>
      </w:r>
      <w:r w:rsidR="000A0CDC">
        <w:rPr>
          <w:rtl/>
        </w:rPr>
        <w:t xml:space="preserve">ں </w:t>
      </w:r>
      <w:r>
        <w:rPr>
          <w:rtl/>
        </w:rPr>
        <w:t>كى زيادہ تر فتوحات ہندوستان كے شمالى علاقو</w:t>
      </w:r>
      <w:r w:rsidR="000A0CDC">
        <w:rPr>
          <w:rtl/>
        </w:rPr>
        <w:t xml:space="preserve">ں </w:t>
      </w:r>
      <w:r>
        <w:rPr>
          <w:rtl/>
        </w:rPr>
        <w:t>مي</w:t>
      </w:r>
      <w:r w:rsidR="000A0CDC">
        <w:rPr>
          <w:rtl/>
        </w:rPr>
        <w:t xml:space="preserve">ں </w:t>
      </w:r>
      <w:r>
        <w:rPr>
          <w:rtl/>
        </w:rPr>
        <w:t>انجام پائي</w:t>
      </w:r>
      <w:r w:rsidR="000A0CDC">
        <w:rPr>
          <w:rtl/>
        </w:rPr>
        <w:t xml:space="preserve">ں </w:t>
      </w:r>
      <w:r>
        <w:rPr>
          <w:rtl/>
        </w:rPr>
        <w:t>_ شروع مي</w:t>
      </w:r>
      <w:r w:rsidR="000A0CDC">
        <w:rPr>
          <w:rtl/>
        </w:rPr>
        <w:t xml:space="preserve">ں </w:t>
      </w:r>
      <w:r>
        <w:rPr>
          <w:rtl/>
        </w:rPr>
        <w:t>ترك اور افغان سلاطين ان علاقو</w:t>
      </w:r>
      <w:r w:rsidR="000A0CDC">
        <w:rPr>
          <w:rtl/>
        </w:rPr>
        <w:t xml:space="preserve">ں </w:t>
      </w:r>
      <w:r>
        <w:rPr>
          <w:rtl/>
        </w:rPr>
        <w:t>مي</w:t>
      </w:r>
      <w:r w:rsidR="000A0CDC">
        <w:rPr>
          <w:rtl/>
        </w:rPr>
        <w:t xml:space="preserve">ں </w:t>
      </w:r>
      <w:r>
        <w:rPr>
          <w:rtl/>
        </w:rPr>
        <w:t>داخل ہوئے_ بعد كے ادوار مي</w:t>
      </w:r>
      <w:r w:rsidR="000A0CDC">
        <w:rPr>
          <w:rtl/>
        </w:rPr>
        <w:t xml:space="preserve">ں </w:t>
      </w:r>
      <w:r>
        <w:rPr>
          <w:rtl/>
        </w:rPr>
        <w:t>مختلف مسلمان خاندان ہندوستان مي</w:t>
      </w:r>
      <w:r w:rsidR="000A0CDC">
        <w:rPr>
          <w:rtl/>
        </w:rPr>
        <w:t xml:space="preserve">ں </w:t>
      </w:r>
      <w:r>
        <w:rPr>
          <w:rtl/>
        </w:rPr>
        <w:t>حكومت كرتے رہے _ مثلاً دكن كے بہمن ، قطب شاہي، تغلق و ... آخركار مغل مسلمان خاندان ہندوستان كى بلا مقابلہ سياسى اور اقتصادى قوت كى صورت مي</w:t>
      </w:r>
      <w:r w:rsidR="000A0CDC">
        <w:rPr>
          <w:rtl/>
        </w:rPr>
        <w:t xml:space="preserve">ں </w:t>
      </w:r>
      <w:r>
        <w:rPr>
          <w:rtl/>
        </w:rPr>
        <w:t>سامنے آيا_ مغليہ خاندان اپنے منظم اور مرتب نظام حكومت كى بناء پورے ہندوستان كو ايك حكومت كے پرچم تلے لے آئے_ بلاشبہ ہندوستان مي</w:t>
      </w:r>
      <w:r w:rsidR="000A0CDC">
        <w:rPr>
          <w:rtl/>
        </w:rPr>
        <w:t xml:space="preserve">ں </w:t>
      </w:r>
      <w:r>
        <w:rPr>
          <w:rtl/>
        </w:rPr>
        <w:t>مسلمانو</w:t>
      </w:r>
      <w:r w:rsidR="000A0CDC">
        <w:rPr>
          <w:rtl/>
        </w:rPr>
        <w:t xml:space="preserve">ں </w:t>
      </w:r>
      <w:r>
        <w:rPr>
          <w:rtl/>
        </w:rPr>
        <w:t xml:space="preserve">كى حكومت كا عروج مغليہ خاندان كے اقتدار كے دوران تھا_ </w:t>
      </w:r>
    </w:p>
    <w:p w:rsidR="0061102A" w:rsidRDefault="0061102A" w:rsidP="00BE6934">
      <w:pPr>
        <w:pStyle w:val="libNormal"/>
        <w:rPr>
          <w:rtl/>
        </w:rPr>
      </w:pPr>
    </w:p>
    <w:p w:rsidR="0061102A" w:rsidRDefault="0061102A" w:rsidP="00BE6934">
      <w:pPr>
        <w:pStyle w:val="Heading2Center"/>
        <w:rPr>
          <w:rtl/>
        </w:rPr>
      </w:pPr>
      <w:bookmarkStart w:id="148" w:name="_Toc268704"/>
      <w:r>
        <w:rPr>
          <w:rtl/>
        </w:rPr>
        <w:t>سياسى تاريخ</w:t>
      </w:r>
      <w:bookmarkEnd w:id="148"/>
    </w:p>
    <w:p w:rsidR="0061102A" w:rsidRDefault="0061102A" w:rsidP="00BE6934">
      <w:pPr>
        <w:pStyle w:val="libNormal"/>
        <w:rPr>
          <w:rtl/>
        </w:rPr>
      </w:pPr>
      <w:r>
        <w:rPr>
          <w:rtl/>
        </w:rPr>
        <w:t>ہند كے مغليہ سلسلہ حكومت يا بابرى حكومت كى بنياد ظہر الدين بابر نے ركھى كہ جسكا نسب تيمور مغل تك پہنچتا تھا_ تيمور چونكہ منگول قوم سے نسبت ركھتا تھا اسى لئے بعض تاريخى ماخذات مي</w:t>
      </w:r>
      <w:r w:rsidR="000A0CDC">
        <w:rPr>
          <w:rtl/>
        </w:rPr>
        <w:t xml:space="preserve">ں </w:t>
      </w:r>
      <w:r>
        <w:rPr>
          <w:rtl/>
        </w:rPr>
        <w:t>مغليہ سلسلہ حكومت كو ہندوستان كے منگولو</w:t>
      </w:r>
      <w:r w:rsidR="000A0CDC">
        <w:rPr>
          <w:rtl/>
        </w:rPr>
        <w:t xml:space="preserve">ں </w:t>
      </w:r>
      <w:r>
        <w:rPr>
          <w:rtl/>
        </w:rPr>
        <w:t>كے عنوان سے بھى ياد كيا گيا ہے_</w:t>
      </w:r>
      <w:r w:rsidRPr="00F67D4B">
        <w:rPr>
          <w:rStyle w:val="libFootnotenumChar"/>
          <w:rtl/>
        </w:rPr>
        <w:t>(1)</w:t>
      </w:r>
      <w:r>
        <w:rPr>
          <w:rtl/>
        </w:rPr>
        <w:t xml:space="preserve"> </w:t>
      </w:r>
    </w:p>
    <w:p w:rsidR="0061102A" w:rsidRDefault="0061102A" w:rsidP="00BE6934">
      <w:pPr>
        <w:pStyle w:val="libNormal"/>
        <w:rPr>
          <w:rtl/>
        </w:rPr>
      </w:pPr>
      <w:r>
        <w:rPr>
          <w:rtl/>
        </w:rPr>
        <w:t>ظہيرالدين ابتدا مي</w:t>
      </w:r>
      <w:r w:rsidR="000A0CDC">
        <w:rPr>
          <w:rtl/>
        </w:rPr>
        <w:t xml:space="preserve">ں </w:t>
      </w:r>
      <w:r>
        <w:rPr>
          <w:rtl/>
        </w:rPr>
        <w:t>سمرقند كا حاكم تھا_ اس نے 910 ہجرى قمرى مي</w:t>
      </w:r>
      <w:r w:rsidR="000A0CDC">
        <w:rPr>
          <w:rtl/>
        </w:rPr>
        <w:t xml:space="preserve">ں </w:t>
      </w:r>
      <w:r>
        <w:rPr>
          <w:rtl/>
        </w:rPr>
        <w:t>شہر كابل پر قبضہ كرليا اس دور مي</w:t>
      </w:r>
      <w:r w:rsidR="000A0CDC">
        <w:rPr>
          <w:rtl/>
        </w:rPr>
        <w:t xml:space="preserve">ں </w:t>
      </w:r>
      <w:r>
        <w:rPr>
          <w:rtl/>
        </w:rPr>
        <w:t>اسكے ہمسايو</w:t>
      </w:r>
      <w:r w:rsidR="000A0CDC">
        <w:rPr>
          <w:rtl/>
        </w:rPr>
        <w:t xml:space="preserve">ں </w:t>
      </w:r>
      <w:r>
        <w:rPr>
          <w:rtl/>
        </w:rPr>
        <w:t>مي</w:t>
      </w:r>
      <w:r w:rsidR="000A0CDC">
        <w:rPr>
          <w:rtl/>
        </w:rPr>
        <w:t xml:space="preserve">ں </w:t>
      </w:r>
      <w:r>
        <w:rPr>
          <w:rtl/>
        </w:rPr>
        <w:t>دو بڑى طاقتي</w:t>
      </w:r>
      <w:r w:rsidR="000A0CDC">
        <w:rPr>
          <w:rtl/>
        </w:rPr>
        <w:t xml:space="preserve">ں </w:t>
      </w:r>
      <w:r>
        <w:rPr>
          <w:rtl/>
        </w:rPr>
        <w:t>صفوى اور ازبك تھے ان كى موجودگى مي</w:t>
      </w:r>
      <w:r w:rsidR="000A0CDC">
        <w:rPr>
          <w:rtl/>
        </w:rPr>
        <w:t xml:space="preserve">ں </w:t>
      </w:r>
      <w:r>
        <w:rPr>
          <w:rtl/>
        </w:rPr>
        <w:t>وہ ہرگز اپنى مملكت كو مركزى ايشيا يا ايران كى طرف نہي</w:t>
      </w:r>
      <w:r w:rsidR="000A0CDC">
        <w:rPr>
          <w:rtl/>
        </w:rPr>
        <w:t xml:space="preserve">ں </w:t>
      </w:r>
      <w:r>
        <w:rPr>
          <w:rtl/>
        </w:rPr>
        <w:t>بڑھا سكتا تھااسى لئے اس نے اپنے حملات اور فتوحات كا مركز مشرقى علاقو</w:t>
      </w:r>
      <w:r w:rsidR="000A0CDC">
        <w:rPr>
          <w:rtl/>
        </w:rPr>
        <w:t xml:space="preserve">ں </w:t>
      </w:r>
      <w:r>
        <w:rPr>
          <w:rtl/>
        </w:rPr>
        <w:t xml:space="preserve">مثلاً ہند اور </w:t>
      </w:r>
    </w:p>
    <w:p w:rsidR="0061102A" w:rsidRDefault="003A7D4A" w:rsidP="00BE6934">
      <w:pPr>
        <w:pStyle w:val="libLine"/>
        <w:rPr>
          <w:rtl/>
        </w:rPr>
      </w:pPr>
      <w:r>
        <w:rPr>
          <w:rtl/>
        </w:rPr>
        <w:t>____________________</w:t>
      </w:r>
    </w:p>
    <w:p w:rsidR="008672B1" w:rsidRDefault="0061102A" w:rsidP="00BE6934">
      <w:pPr>
        <w:pStyle w:val="libFootnote"/>
        <w:rPr>
          <w:rtl/>
        </w:rPr>
      </w:pPr>
      <w:r>
        <w:rPr>
          <w:rtl/>
        </w:rPr>
        <w:t>1) شيخ ابوالفضل مبارك ، اكبرنامہ، غلامرضا طباطبائي مجد كى كوشش سے تہران _ مؤسسہ مطالعات وتحقيقات فرہنگى ص 138</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كابل كو قرار ديا _ بابر كى 936ہجرى قمرى مي</w:t>
      </w:r>
      <w:r w:rsidR="000A0CDC">
        <w:rPr>
          <w:rtl/>
        </w:rPr>
        <w:t xml:space="preserve">ں </w:t>
      </w:r>
      <w:r>
        <w:rPr>
          <w:rtl/>
        </w:rPr>
        <w:t>وفات كے بعد اسكا فرزند ہمايو</w:t>
      </w:r>
      <w:r w:rsidR="000A0CDC">
        <w:rPr>
          <w:rtl/>
        </w:rPr>
        <w:t xml:space="preserve">ں </w:t>
      </w:r>
      <w:r>
        <w:rPr>
          <w:rtl/>
        </w:rPr>
        <w:t>تخت نشين ہوا ، ہمايو</w:t>
      </w:r>
      <w:r w:rsidR="000A0CDC">
        <w:rPr>
          <w:rtl/>
        </w:rPr>
        <w:t xml:space="preserve">ں </w:t>
      </w:r>
      <w:r>
        <w:rPr>
          <w:rtl/>
        </w:rPr>
        <w:t>اپنے طاقتور رقيبو</w:t>
      </w:r>
      <w:r w:rsidR="000A0CDC">
        <w:rPr>
          <w:rtl/>
        </w:rPr>
        <w:t xml:space="preserve">ں </w:t>
      </w:r>
      <w:r>
        <w:rPr>
          <w:rtl/>
        </w:rPr>
        <w:t>يعنى اپنے سوتيلے بھائي كامران ميرزا اور شيرشاہ سورى كى طرف سے دبائو مي</w:t>
      </w:r>
      <w:r w:rsidR="000A0CDC">
        <w:rPr>
          <w:rtl/>
        </w:rPr>
        <w:t xml:space="preserve">ں </w:t>
      </w:r>
      <w:r>
        <w:rPr>
          <w:rtl/>
        </w:rPr>
        <w:t>تھا ،بالآخر 951 ہجرى قمرى مي</w:t>
      </w:r>
      <w:r w:rsidR="000A0CDC">
        <w:rPr>
          <w:rtl/>
        </w:rPr>
        <w:t xml:space="preserve">ں </w:t>
      </w:r>
      <w:r>
        <w:rPr>
          <w:rtl/>
        </w:rPr>
        <w:t>شير شاہ سورى سے شكست كھانے كے بعد اس نے شاہ طہماسب صفوى كے دربار مي</w:t>
      </w:r>
      <w:r w:rsidR="000A0CDC">
        <w:rPr>
          <w:rtl/>
        </w:rPr>
        <w:t xml:space="preserve">ں </w:t>
      </w:r>
      <w:r>
        <w:rPr>
          <w:rtl/>
        </w:rPr>
        <w:t>پناہ لى _ يہا</w:t>
      </w:r>
      <w:r w:rsidR="000A0CDC">
        <w:rPr>
          <w:rtl/>
        </w:rPr>
        <w:t xml:space="preserve">ں </w:t>
      </w:r>
      <w:r>
        <w:rPr>
          <w:rtl/>
        </w:rPr>
        <w:t>تك كہ 962ہجرى قمرى مي</w:t>
      </w:r>
      <w:r w:rsidR="000A0CDC">
        <w:rPr>
          <w:rtl/>
        </w:rPr>
        <w:t xml:space="preserve">ں </w:t>
      </w:r>
      <w:r>
        <w:rPr>
          <w:rtl/>
        </w:rPr>
        <w:t>ايرانيو</w:t>
      </w:r>
      <w:r w:rsidR="000A0CDC">
        <w:rPr>
          <w:rtl/>
        </w:rPr>
        <w:t xml:space="preserve">ں </w:t>
      </w:r>
      <w:r>
        <w:rPr>
          <w:rtl/>
        </w:rPr>
        <w:t>كى مدد سے دوبارہ اپنا تاج و تخت واپس لے ليا _</w:t>
      </w:r>
      <w:r w:rsidRPr="00F67D4B">
        <w:rPr>
          <w:rStyle w:val="libFootnotenumChar"/>
          <w:rtl/>
        </w:rPr>
        <w:t>(1)</w:t>
      </w:r>
      <w:r>
        <w:rPr>
          <w:rtl/>
        </w:rPr>
        <w:t xml:space="preserve"> </w:t>
      </w:r>
    </w:p>
    <w:p w:rsidR="0061102A" w:rsidRDefault="0061102A" w:rsidP="00BE6934">
      <w:pPr>
        <w:pStyle w:val="libNormal"/>
        <w:rPr>
          <w:rtl/>
        </w:rPr>
      </w:pPr>
      <w:r>
        <w:rPr>
          <w:rtl/>
        </w:rPr>
        <w:t>ہمايو</w:t>
      </w:r>
      <w:r w:rsidR="000A0CDC">
        <w:rPr>
          <w:rtl/>
        </w:rPr>
        <w:t xml:space="preserve">ں </w:t>
      </w:r>
      <w:r>
        <w:rPr>
          <w:rtl/>
        </w:rPr>
        <w:t>كے بعد جلال الدين اكبر تخت نشين ہوا اگر چہ اس كى عمر چودہ سال سے زيادہ نہ تھى ليكن اس نے اپنے ايرانى شيعہ سرپرست بہرام خان كى تدبيرو</w:t>
      </w:r>
      <w:r w:rsidR="000A0CDC">
        <w:rPr>
          <w:rtl/>
        </w:rPr>
        <w:t xml:space="preserve">ں </w:t>
      </w:r>
      <w:r>
        <w:rPr>
          <w:rtl/>
        </w:rPr>
        <w:t xml:space="preserve">سے اپنى حكومت كى ابتدائي مشكلات پر قابو پاليا _ </w:t>
      </w:r>
    </w:p>
    <w:p w:rsidR="0061102A" w:rsidRDefault="0061102A" w:rsidP="00BE6934">
      <w:pPr>
        <w:pStyle w:val="libNormal"/>
        <w:rPr>
          <w:rtl/>
        </w:rPr>
      </w:pPr>
      <w:r>
        <w:rPr>
          <w:rtl/>
        </w:rPr>
        <w:t>اكبر نے اپنے دور حكومت مي</w:t>
      </w:r>
      <w:r w:rsidR="000A0CDC">
        <w:rPr>
          <w:rtl/>
        </w:rPr>
        <w:t xml:space="preserve">ں </w:t>
      </w:r>
      <w:r>
        <w:rPr>
          <w:rtl/>
        </w:rPr>
        <w:t>دارالحكومت كو دہلى سے آگرہ كى طرف منتقل كيا _ اس نے اپنے دانا وزير ابوالفضل علامى كى مدد سے اپنے ماتحت علاقو</w:t>
      </w:r>
      <w:r w:rsidR="000A0CDC">
        <w:rPr>
          <w:rtl/>
        </w:rPr>
        <w:t xml:space="preserve">ں </w:t>
      </w:r>
      <w:r>
        <w:rPr>
          <w:rtl/>
        </w:rPr>
        <w:t>مي</w:t>
      </w:r>
      <w:r w:rsidR="000A0CDC">
        <w:rPr>
          <w:rtl/>
        </w:rPr>
        <w:t xml:space="preserve">ں </w:t>
      </w:r>
      <w:r>
        <w:rPr>
          <w:rtl/>
        </w:rPr>
        <w:t>ايك خاص نظم و قانون جارى كيا_ اكبر بادشاہ كا دور حكومت مغليہ دور كا عروج شمار ہوتا ہے_</w:t>
      </w:r>
      <w:r w:rsidRPr="00F67D4B">
        <w:rPr>
          <w:rStyle w:val="libFootnotenumChar"/>
          <w:rtl/>
        </w:rPr>
        <w:t>(2)</w:t>
      </w:r>
      <w:r>
        <w:rPr>
          <w:rtl/>
        </w:rPr>
        <w:t xml:space="preserve"> </w:t>
      </w:r>
    </w:p>
    <w:p w:rsidR="0061102A" w:rsidRDefault="0061102A" w:rsidP="00BE6934">
      <w:pPr>
        <w:pStyle w:val="libNormal"/>
        <w:rPr>
          <w:rtl/>
        </w:rPr>
      </w:pPr>
      <w:r>
        <w:rPr>
          <w:rtl/>
        </w:rPr>
        <w:t>اس نے اپنے رقيبو</w:t>
      </w:r>
      <w:r w:rsidR="000A0CDC">
        <w:rPr>
          <w:rtl/>
        </w:rPr>
        <w:t xml:space="preserve">ں </w:t>
      </w:r>
      <w:r>
        <w:rPr>
          <w:rtl/>
        </w:rPr>
        <w:t>كى بہت سى بغاوتو</w:t>
      </w:r>
      <w:r w:rsidR="000A0CDC">
        <w:rPr>
          <w:rtl/>
        </w:rPr>
        <w:t xml:space="preserve">ں </w:t>
      </w:r>
      <w:r>
        <w:rPr>
          <w:rtl/>
        </w:rPr>
        <w:t>اور ہندوو</w:t>
      </w:r>
      <w:r w:rsidR="000A0CDC">
        <w:rPr>
          <w:rtl/>
        </w:rPr>
        <w:t xml:space="preserve">ں </w:t>
      </w:r>
      <w:r>
        <w:rPr>
          <w:rtl/>
        </w:rPr>
        <w:t>كى بغاوت كا قلع قمع كرتے ہوئے اپنى حكومت كو پندرہ صوبو</w:t>
      </w:r>
      <w:r w:rsidR="000A0CDC">
        <w:rPr>
          <w:rtl/>
        </w:rPr>
        <w:t xml:space="preserve">ں </w:t>
      </w:r>
      <w:r>
        <w:rPr>
          <w:rtl/>
        </w:rPr>
        <w:t>مي</w:t>
      </w:r>
      <w:r w:rsidR="000A0CDC">
        <w:rPr>
          <w:rtl/>
        </w:rPr>
        <w:t xml:space="preserve">ں </w:t>
      </w:r>
      <w:r>
        <w:rPr>
          <w:rtl/>
        </w:rPr>
        <w:t>تقسيم كيا اور بذات خود گورنرو</w:t>
      </w:r>
      <w:r w:rsidR="000A0CDC">
        <w:rPr>
          <w:rtl/>
        </w:rPr>
        <w:t xml:space="preserve">ں </w:t>
      </w:r>
      <w:r>
        <w:rPr>
          <w:rtl/>
        </w:rPr>
        <w:t>كے كامو</w:t>
      </w:r>
      <w:r w:rsidR="000A0CDC">
        <w:rPr>
          <w:rtl/>
        </w:rPr>
        <w:t xml:space="preserve">ں </w:t>
      </w:r>
      <w:r>
        <w:rPr>
          <w:rtl/>
        </w:rPr>
        <w:t xml:space="preserve">كى نگرانى كرتا تھا_ </w:t>
      </w:r>
    </w:p>
    <w:p w:rsidR="0061102A" w:rsidRDefault="0061102A" w:rsidP="00BE6934">
      <w:pPr>
        <w:pStyle w:val="libNormal"/>
        <w:rPr>
          <w:rtl/>
        </w:rPr>
      </w:pPr>
      <w:r>
        <w:rPr>
          <w:rtl/>
        </w:rPr>
        <w:t>1014 ہجرى مي</w:t>
      </w:r>
      <w:r w:rsidR="000A0CDC">
        <w:rPr>
          <w:rtl/>
        </w:rPr>
        <w:t xml:space="preserve">ں </w:t>
      </w:r>
      <w:r>
        <w:rPr>
          <w:rtl/>
        </w:rPr>
        <w:t>جلال الدين اكبر نے آگرہ مي</w:t>
      </w:r>
      <w:r w:rsidR="000A0CDC">
        <w:rPr>
          <w:rtl/>
        </w:rPr>
        <w:t xml:space="preserve">ں </w:t>
      </w:r>
      <w:r>
        <w:rPr>
          <w:rtl/>
        </w:rPr>
        <w:t>انتقال كيا _ اسكے بعد اسكا بيٹا جہانگير تخت نشين ہوا_ جہانگير نے اپنى حكومت كے دوران سكھو</w:t>
      </w:r>
      <w:r w:rsidR="000A0CDC">
        <w:rPr>
          <w:rtl/>
        </w:rPr>
        <w:t xml:space="preserve">ں </w:t>
      </w:r>
      <w:r>
        <w:rPr>
          <w:rtl/>
        </w:rPr>
        <w:t>كى سب سے بڑى بغاوت كا خاتمہ كيا_ اس وجہ سے ہندوؤ</w:t>
      </w:r>
      <w:r w:rsidR="000A0CDC">
        <w:rPr>
          <w:rtl/>
        </w:rPr>
        <w:t xml:space="preserve">ں </w:t>
      </w:r>
      <w:r>
        <w:rPr>
          <w:rtl/>
        </w:rPr>
        <w:t>مي</w:t>
      </w:r>
      <w:r w:rsidR="000A0CDC">
        <w:rPr>
          <w:rtl/>
        </w:rPr>
        <w:t xml:space="preserve">ں </w:t>
      </w:r>
      <w:r>
        <w:rPr>
          <w:rtl/>
        </w:rPr>
        <w:t>اسكے حوالے سے كينہ پيدا ہوا_ ہندوؤ</w:t>
      </w:r>
      <w:r w:rsidR="000A0CDC">
        <w:rPr>
          <w:rtl/>
        </w:rPr>
        <w:t xml:space="preserve">ں </w:t>
      </w:r>
      <w:r>
        <w:rPr>
          <w:rtl/>
        </w:rPr>
        <w:t>نے جہانگير كے رقيبو</w:t>
      </w:r>
      <w:r w:rsidR="000A0CDC">
        <w:rPr>
          <w:rtl/>
        </w:rPr>
        <w:t xml:space="preserve">ں </w:t>
      </w:r>
      <w:r>
        <w:rPr>
          <w:rtl/>
        </w:rPr>
        <w:t>كا ساتھ ديا جسكى بناء پر بعض علاقے احمد نگر، دكن وغيرہ مغليہ مملكت سے نكل گئے_ جہانگير نے بھى زندگى كے آخرى سالو</w:t>
      </w:r>
      <w:r w:rsidR="000A0CDC">
        <w:rPr>
          <w:rtl/>
        </w:rPr>
        <w:t xml:space="preserve">ں </w:t>
      </w:r>
      <w:r>
        <w:rPr>
          <w:rtl/>
        </w:rPr>
        <w:t>مي</w:t>
      </w:r>
      <w:r w:rsidR="000A0CDC">
        <w:rPr>
          <w:rtl/>
        </w:rPr>
        <w:t xml:space="preserve">ں </w:t>
      </w:r>
      <w:r>
        <w:rPr>
          <w:rtl/>
        </w:rPr>
        <w:t>مجبورہوكر كابل مي</w:t>
      </w:r>
      <w:r w:rsidR="000A0CDC">
        <w:rPr>
          <w:rtl/>
        </w:rPr>
        <w:t xml:space="preserve">ں </w:t>
      </w:r>
      <w:r>
        <w:rPr>
          <w:rtl/>
        </w:rPr>
        <w:t xml:space="preserve">سكونت اختيار كي_ </w:t>
      </w:r>
    </w:p>
    <w:p w:rsidR="0061102A" w:rsidRDefault="0061102A" w:rsidP="00BE6934">
      <w:pPr>
        <w:pStyle w:val="libNormal"/>
        <w:rPr>
          <w:rtl/>
        </w:rPr>
      </w:pPr>
      <w:r>
        <w:rPr>
          <w:rtl/>
        </w:rPr>
        <w:t>1037 قمرى مي</w:t>
      </w:r>
      <w:r w:rsidR="000A0CDC">
        <w:rPr>
          <w:rtl/>
        </w:rPr>
        <w:t xml:space="preserve">ں </w:t>
      </w:r>
      <w:r>
        <w:rPr>
          <w:rtl/>
        </w:rPr>
        <w:t>جہانگير كابڑا بيٹا شاہ جہا</w:t>
      </w:r>
      <w:r w:rsidR="000A0CDC">
        <w:rPr>
          <w:rtl/>
        </w:rPr>
        <w:t xml:space="preserve">ں </w:t>
      </w:r>
      <w:r>
        <w:rPr>
          <w:rtl/>
        </w:rPr>
        <w:t>تخت نشين ہوا چونكہ اسكى ملكہ نورجہا</w:t>
      </w:r>
      <w:r w:rsidR="000A0CDC">
        <w:rPr>
          <w:rtl/>
        </w:rPr>
        <w:t xml:space="preserve">ں </w:t>
      </w:r>
      <w:r>
        <w:rPr>
          <w:rtl/>
        </w:rPr>
        <w:t xml:space="preserve">ايرانى تھي، اسى ليے بہت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بايزيد بيات _ تذكرہ ہمايو</w:t>
      </w:r>
      <w:r w:rsidR="000A0CDC">
        <w:rPr>
          <w:rtl/>
        </w:rPr>
        <w:t xml:space="preserve">ں </w:t>
      </w:r>
      <w:r>
        <w:rPr>
          <w:rtl/>
        </w:rPr>
        <w:t xml:space="preserve">واكبر، محمد ہدايت حسن كى تصحيح سے_ تہران، انتشارات اساطير ، ص 3_ </w:t>
      </w:r>
    </w:p>
    <w:p w:rsidR="008672B1" w:rsidRDefault="0061102A" w:rsidP="00BE6934">
      <w:pPr>
        <w:pStyle w:val="libFootnote"/>
        <w:rPr>
          <w:rtl/>
        </w:rPr>
      </w:pPr>
      <w:r>
        <w:rPr>
          <w:rtl/>
        </w:rPr>
        <w:t>2) شيخ ابوالفضل مبارك سابقہ حوالہ ص 205_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سے ايرانيو </w:t>
      </w:r>
      <w:r w:rsidR="000A0CDC">
        <w:rPr>
          <w:rtl/>
        </w:rPr>
        <w:t xml:space="preserve">ں </w:t>
      </w:r>
      <w:r>
        <w:rPr>
          <w:rtl/>
        </w:rPr>
        <w:t>نے مغليہ دربار مي</w:t>
      </w:r>
      <w:r w:rsidR="000A0CDC">
        <w:rPr>
          <w:rtl/>
        </w:rPr>
        <w:t xml:space="preserve">ں </w:t>
      </w:r>
      <w:r>
        <w:rPr>
          <w:rtl/>
        </w:rPr>
        <w:t>جگہ پائي_</w:t>
      </w:r>
      <w:r w:rsidRPr="00F67D4B">
        <w:rPr>
          <w:rStyle w:val="libFootnotenumChar"/>
          <w:rtl/>
        </w:rPr>
        <w:t>(1)</w:t>
      </w:r>
      <w:r>
        <w:rPr>
          <w:rtl/>
        </w:rPr>
        <w:t xml:space="preserve"> </w:t>
      </w:r>
    </w:p>
    <w:p w:rsidR="0061102A" w:rsidRDefault="0061102A" w:rsidP="00BE6934">
      <w:pPr>
        <w:pStyle w:val="libNormal"/>
        <w:rPr>
          <w:rtl/>
        </w:rPr>
      </w:pPr>
      <w:r>
        <w:rPr>
          <w:rtl/>
        </w:rPr>
        <w:t>مغليہ سلسلہ كا آخرى قوى ترين بادشاہ اورنگ زيب تھا كہ اس نے اپنے خاص مذہبى رجحان كى بناء پر ايرانيو</w:t>
      </w:r>
      <w:r w:rsidR="000A0CDC">
        <w:rPr>
          <w:rtl/>
        </w:rPr>
        <w:t xml:space="preserve">ں </w:t>
      </w:r>
      <w:r>
        <w:rPr>
          <w:rtl/>
        </w:rPr>
        <w:t>سے اچھے روابط نہي</w:t>
      </w:r>
      <w:r w:rsidR="000A0CDC">
        <w:rPr>
          <w:rtl/>
        </w:rPr>
        <w:t xml:space="preserve">ں </w:t>
      </w:r>
      <w:r>
        <w:rPr>
          <w:rtl/>
        </w:rPr>
        <w:t xml:space="preserve">ركھے_ اسكے دور اقتدار كے بعد مغليہ حكومت روز بروز كمزور اور ضعيف ہوتى چلى گئي اور آہستہ آہستہ زوال پذير ہوگئي_ </w:t>
      </w:r>
    </w:p>
    <w:p w:rsidR="0061102A" w:rsidRDefault="0061102A" w:rsidP="00BE6934">
      <w:pPr>
        <w:pStyle w:val="libNormal"/>
        <w:rPr>
          <w:rtl/>
        </w:rPr>
      </w:pPr>
    </w:p>
    <w:p w:rsidR="0061102A" w:rsidRDefault="0061102A" w:rsidP="00BE6934">
      <w:pPr>
        <w:pStyle w:val="Heading2Center"/>
        <w:rPr>
          <w:rtl/>
        </w:rPr>
      </w:pPr>
      <w:bookmarkStart w:id="149" w:name="_Toc268705"/>
      <w:r>
        <w:rPr>
          <w:rtl/>
        </w:rPr>
        <w:t>مغلو</w:t>
      </w:r>
      <w:r w:rsidR="000A0CDC">
        <w:rPr>
          <w:rtl/>
        </w:rPr>
        <w:t xml:space="preserve">ں </w:t>
      </w:r>
      <w:r>
        <w:rPr>
          <w:rtl/>
        </w:rPr>
        <w:t>كے صفويو</w:t>
      </w:r>
      <w:r w:rsidR="000A0CDC">
        <w:rPr>
          <w:rtl/>
        </w:rPr>
        <w:t xml:space="preserve">ں </w:t>
      </w:r>
      <w:r>
        <w:rPr>
          <w:rtl/>
        </w:rPr>
        <w:t>سے روابط</w:t>
      </w:r>
      <w:bookmarkEnd w:id="149"/>
    </w:p>
    <w:p w:rsidR="0061102A" w:rsidRDefault="0061102A" w:rsidP="00BE6934">
      <w:pPr>
        <w:pStyle w:val="libNormal"/>
        <w:rPr>
          <w:rtl/>
        </w:rPr>
      </w:pPr>
      <w:r>
        <w:rPr>
          <w:rtl/>
        </w:rPr>
        <w:t>بابر بادشاہ نے كابل مي</w:t>
      </w:r>
      <w:r w:rsidR="000A0CDC">
        <w:rPr>
          <w:rtl/>
        </w:rPr>
        <w:t xml:space="preserve">ں </w:t>
      </w:r>
      <w:r>
        <w:rPr>
          <w:rtl/>
        </w:rPr>
        <w:t>حكومت كے دوران شاہ اسماعيل صفوى اور شاہ طہماسب صفوى سے محدود سے روابط شروع كيے اس نے صفويو</w:t>
      </w:r>
      <w:r w:rsidR="000A0CDC">
        <w:rPr>
          <w:rtl/>
        </w:rPr>
        <w:t xml:space="preserve">ں </w:t>
      </w:r>
      <w:r>
        <w:rPr>
          <w:rtl/>
        </w:rPr>
        <w:t>سے دوستى كى بناء پر ازبكو</w:t>
      </w:r>
      <w:r w:rsidR="000A0CDC">
        <w:rPr>
          <w:rtl/>
        </w:rPr>
        <w:t xml:space="preserve">ں </w:t>
      </w:r>
      <w:r>
        <w:rPr>
          <w:rtl/>
        </w:rPr>
        <w:t>كے مد مقابل اپنى حكومت كو محفوظ ركھا_ ہمايو</w:t>
      </w:r>
      <w:r w:rsidR="000A0CDC">
        <w:rPr>
          <w:rtl/>
        </w:rPr>
        <w:t xml:space="preserve">ں </w:t>
      </w:r>
      <w:r>
        <w:rPr>
          <w:rtl/>
        </w:rPr>
        <w:t>كا دور حكومت بہت اہميت كا حامل تھا_ ہمايو</w:t>
      </w:r>
      <w:r w:rsidR="000A0CDC">
        <w:rPr>
          <w:rtl/>
        </w:rPr>
        <w:t xml:space="preserve">ں </w:t>
      </w:r>
      <w:r>
        <w:rPr>
          <w:rtl/>
        </w:rPr>
        <w:t>كى ايران مي</w:t>
      </w:r>
      <w:r w:rsidR="000A0CDC">
        <w:rPr>
          <w:rtl/>
        </w:rPr>
        <w:t xml:space="preserve">ں </w:t>
      </w:r>
      <w:r>
        <w:rPr>
          <w:rtl/>
        </w:rPr>
        <w:t>اقامت اور ايرانيو</w:t>
      </w:r>
      <w:r w:rsidR="000A0CDC">
        <w:rPr>
          <w:rtl/>
        </w:rPr>
        <w:t xml:space="preserve">ں </w:t>
      </w:r>
      <w:r>
        <w:rPr>
          <w:rtl/>
        </w:rPr>
        <w:t>سے آشنائي كى بناء پر دونو</w:t>
      </w:r>
      <w:r w:rsidR="000A0CDC">
        <w:rPr>
          <w:rtl/>
        </w:rPr>
        <w:t xml:space="preserve">ں </w:t>
      </w:r>
      <w:r>
        <w:rPr>
          <w:rtl/>
        </w:rPr>
        <w:t>حكومتو</w:t>
      </w:r>
      <w:r w:rsidR="000A0CDC">
        <w:rPr>
          <w:rtl/>
        </w:rPr>
        <w:t xml:space="preserve">ں </w:t>
      </w:r>
      <w:r>
        <w:rPr>
          <w:rtl/>
        </w:rPr>
        <w:t>مي</w:t>
      </w:r>
      <w:r w:rsidR="000A0CDC">
        <w:rPr>
          <w:rtl/>
        </w:rPr>
        <w:t xml:space="preserve">ں </w:t>
      </w:r>
      <w:r>
        <w:rPr>
          <w:rtl/>
        </w:rPr>
        <w:t>قريبى روابط برقرار ہوئے اور بہت سے ايرانى مغليہ دربار مي</w:t>
      </w:r>
      <w:r w:rsidR="000A0CDC">
        <w:rPr>
          <w:rtl/>
        </w:rPr>
        <w:t xml:space="preserve">ں </w:t>
      </w:r>
      <w:r>
        <w:rPr>
          <w:rtl/>
        </w:rPr>
        <w:t>وابستہ ہوئے كہ ان مي</w:t>
      </w:r>
      <w:r w:rsidR="000A0CDC">
        <w:rPr>
          <w:rtl/>
        </w:rPr>
        <w:t xml:space="preserve">ں </w:t>
      </w:r>
      <w:r>
        <w:rPr>
          <w:rtl/>
        </w:rPr>
        <w:t>سب سے اہم ہمايو</w:t>
      </w:r>
      <w:r w:rsidR="000A0CDC">
        <w:rPr>
          <w:rtl/>
        </w:rPr>
        <w:t xml:space="preserve">ں </w:t>
      </w:r>
      <w:r>
        <w:rPr>
          <w:rtl/>
        </w:rPr>
        <w:t xml:space="preserve">كا وزير بہرام خان تھا_ </w:t>
      </w:r>
    </w:p>
    <w:p w:rsidR="0061102A" w:rsidRDefault="0061102A" w:rsidP="00BE6934">
      <w:pPr>
        <w:pStyle w:val="libNormal"/>
        <w:rPr>
          <w:rtl/>
        </w:rPr>
      </w:pPr>
      <w:r>
        <w:rPr>
          <w:rtl/>
        </w:rPr>
        <w:t>جلال الدين اكبر صفويو</w:t>
      </w:r>
      <w:r w:rsidR="000A0CDC">
        <w:rPr>
          <w:rtl/>
        </w:rPr>
        <w:t xml:space="preserve">ں </w:t>
      </w:r>
      <w:r>
        <w:rPr>
          <w:rtl/>
        </w:rPr>
        <w:t>كے دوبادشاہو</w:t>
      </w:r>
      <w:r w:rsidR="000A0CDC">
        <w:rPr>
          <w:rtl/>
        </w:rPr>
        <w:t xml:space="preserve">ں </w:t>
      </w:r>
      <w:r>
        <w:rPr>
          <w:rtl/>
        </w:rPr>
        <w:t>شاہ طہماسب اور شاہ عباس كا ہم عصر تھا</w:t>
      </w:r>
      <w:r w:rsidRPr="00F67D4B">
        <w:rPr>
          <w:rStyle w:val="libFootnotenumChar"/>
          <w:rtl/>
        </w:rPr>
        <w:t>(2)</w:t>
      </w:r>
      <w:r>
        <w:rPr>
          <w:rtl/>
        </w:rPr>
        <w:t>دونو</w:t>
      </w:r>
      <w:r w:rsidR="000A0CDC">
        <w:rPr>
          <w:rtl/>
        </w:rPr>
        <w:t xml:space="preserve">ں </w:t>
      </w:r>
      <w:r>
        <w:rPr>
          <w:rtl/>
        </w:rPr>
        <w:t>حكومتو</w:t>
      </w:r>
      <w:r w:rsidR="000A0CDC">
        <w:rPr>
          <w:rtl/>
        </w:rPr>
        <w:t xml:space="preserve">ں </w:t>
      </w:r>
      <w:r>
        <w:rPr>
          <w:rtl/>
        </w:rPr>
        <w:t>كے اچھے روابط مي</w:t>
      </w:r>
      <w:r w:rsidR="000A0CDC">
        <w:rPr>
          <w:rtl/>
        </w:rPr>
        <w:t xml:space="preserve">ں </w:t>
      </w:r>
      <w:r>
        <w:rPr>
          <w:rtl/>
        </w:rPr>
        <w:t>اہم مسئلہ قندھار تھا كہ جسے اكبر نے اپنے قبضہ مي</w:t>
      </w:r>
      <w:r w:rsidR="000A0CDC">
        <w:rPr>
          <w:rtl/>
        </w:rPr>
        <w:t xml:space="preserve">ں </w:t>
      </w:r>
      <w:r>
        <w:rPr>
          <w:rtl/>
        </w:rPr>
        <w:t>لے ليا تھا يہ شاہ عباس كبير كے ابتدائي دور مي</w:t>
      </w:r>
      <w:r w:rsidR="000A0CDC">
        <w:rPr>
          <w:rtl/>
        </w:rPr>
        <w:t xml:space="preserve">ں </w:t>
      </w:r>
      <w:r>
        <w:rPr>
          <w:rtl/>
        </w:rPr>
        <w:t xml:space="preserve">ہوا كہ جب ايران كے حالات كچھ اچھے نہ تھے_ </w:t>
      </w:r>
    </w:p>
    <w:p w:rsidR="0061102A" w:rsidRDefault="0061102A" w:rsidP="00BE6934">
      <w:pPr>
        <w:pStyle w:val="libNormal"/>
        <w:rPr>
          <w:rtl/>
        </w:rPr>
      </w:pPr>
      <w:r>
        <w:rPr>
          <w:rtl/>
        </w:rPr>
        <w:t>اكبر كى مانند جہانگير اور شاہ جہا</w:t>
      </w:r>
      <w:r w:rsidR="000A0CDC">
        <w:rPr>
          <w:rtl/>
        </w:rPr>
        <w:t xml:space="preserve">ں </w:t>
      </w:r>
      <w:r>
        <w:rPr>
          <w:rtl/>
        </w:rPr>
        <w:t>كے بھى صفويو</w:t>
      </w:r>
      <w:r w:rsidR="000A0CDC">
        <w:rPr>
          <w:rtl/>
        </w:rPr>
        <w:t xml:space="preserve">ں </w:t>
      </w:r>
      <w:r>
        <w:rPr>
          <w:rtl/>
        </w:rPr>
        <w:t>كے ساتھ روابط مي</w:t>
      </w:r>
      <w:r w:rsidR="000A0CDC">
        <w:rPr>
          <w:rtl/>
        </w:rPr>
        <w:t xml:space="preserve">ں </w:t>
      </w:r>
      <w:r>
        <w:rPr>
          <w:rtl/>
        </w:rPr>
        <w:t>قندھار كا مسئلہ موجود رہا _مجموعى طور پر بابر كے زمانہ سے ليكر بعد تك قندھار دونو</w:t>
      </w:r>
      <w:r w:rsidR="000A0CDC">
        <w:rPr>
          <w:rtl/>
        </w:rPr>
        <w:t xml:space="preserve">ں </w:t>
      </w:r>
      <w:r>
        <w:rPr>
          <w:rtl/>
        </w:rPr>
        <w:t>حكومتو</w:t>
      </w:r>
      <w:r w:rsidR="000A0CDC">
        <w:rPr>
          <w:rtl/>
        </w:rPr>
        <w:t xml:space="preserve">ں </w:t>
      </w:r>
      <w:r>
        <w:rPr>
          <w:rtl/>
        </w:rPr>
        <w:t>كے مابين ادھر اُدھرمنتقل ہوتا رہا_ ليكن دونو</w:t>
      </w:r>
      <w:r w:rsidR="000A0CDC">
        <w:rPr>
          <w:rtl/>
        </w:rPr>
        <w:t xml:space="preserve">ں </w:t>
      </w:r>
      <w:r>
        <w:rPr>
          <w:rtl/>
        </w:rPr>
        <w:t>حكومتو</w:t>
      </w:r>
      <w:r w:rsidR="000A0CDC">
        <w:rPr>
          <w:rtl/>
        </w:rPr>
        <w:t xml:space="preserve">ں </w:t>
      </w:r>
      <w:r>
        <w:rPr>
          <w:rtl/>
        </w:rPr>
        <w:t>كے صبر وحوصلہ كى بناء پر اس مسئلہ سے خصومت نہي</w:t>
      </w:r>
      <w:r w:rsidR="000A0CDC">
        <w:rPr>
          <w:rtl/>
        </w:rPr>
        <w:t xml:space="preserve">ں </w:t>
      </w:r>
      <w:r>
        <w:rPr>
          <w:rtl/>
        </w:rPr>
        <w:t xml:space="preserve">بڑھى كيونكہ جب ايك حكومت قندھار پر قابض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ش، ف ، دولافوز تاريخ ہند، ترجمہ محمد تقى فخرداعي، گيلانى ، تہران كميسيون معارف ص 161_ </w:t>
      </w:r>
    </w:p>
    <w:p w:rsidR="008672B1" w:rsidRDefault="0061102A" w:rsidP="00BE6934">
      <w:pPr>
        <w:pStyle w:val="libFootnote"/>
        <w:rPr>
          <w:rtl/>
        </w:rPr>
      </w:pPr>
      <w:r>
        <w:rPr>
          <w:rtl/>
        </w:rPr>
        <w:t>2) رياض الاسلام ، تاريخ روابط ايران وہند ، اميركبير ص 2_271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ہوجاتى تو دوسرى طرف كا عارضى سكوت دونو</w:t>
      </w:r>
      <w:r w:rsidR="000A0CDC">
        <w:rPr>
          <w:rtl/>
        </w:rPr>
        <w:t xml:space="preserve">ں </w:t>
      </w:r>
      <w:r>
        <w:rPr>
          <w:rtl/>
        </w:rPr>
        <w:t>حكومتو</w:t>
      </w:r>
      <w:r w:rsidR="000A0CDC">
        <w:rPr>
          <w:rtl/>
        </w:rPr>
        <w:t xml:space="preserve">ں </w:t>
      </w:r>
      <w:r>
        <w:rPr>
          <w:rtl/>
        </w:rPr>
        <w:t xml:space="preserve">كے باہمى ر وابط كا موجب رہا _ </w:t>
      </w:r>
      <w:r w:rsidRPr="00F67D4B">
        <w:rPr>
          <w:rStyle w:val="libFootnotenumChar"/>
          <w:rtl/>
        </w:rPr>
        <w:t>(1)</w:t>
      </w:r>
      <w:r>
        <w:rPr>
          <w:rtl/>
        </w:rPr>
        <w:t>دونو</w:t>
      </w:r>
      <w:r w:rsidR="000A0CDC">
        <w:rPr>
          <w:rtl/>
        </w:rPr>
        <w:t xml:space="preserve">ں </w:t>
      </w:r>
      <w:r>
        <w:rPr>
          <w:rtl/>
        </w:rPr>
        <w:t>حكومتو</w:t>
      </w:r>
      <w:r w:rsidR="000A0CDC">
        <w:rPr>
          <w:rtl/>
        </w:rPr>
        <w:t xml:space="preserve">ں </w:t>
      </w:r>
      <w:r>
        <w:rPr>
          <w:rtl/>
        </w:rPr>
        <w:t xml:space="preserve">كے تدريجى زوال كے ساتھ ساتھ يہ روابط بھى بے اعتنائي اور سستى كا شكار ہوگئے_ </w:t>
      </w:r>
    </w:p>
    <w:p w:rsidR="0061102A" w:rsidRDefault="0061102A" w:rsidP="00BE6934">
      <w:pPr>
        <w:pStyle w:val="libNormal"/>
        <w:rPr>
          <w:rtl/>
        </w:rPr>
      </w:pPr>
    </w:p>
    <w:p w:rsidR="0061102A" w:rsidRDefault="0061102A" w:rsidP="00BE6934">
      <w:pPr>
        <w:pStyle w:val="Heading2Center"/>
        <w:rPr>
          <w:rtl/>
        </w:rPr>
      </w:pPr>
      <w:bookmarkStart w:id="150" w:name="_Toc268706"/>
      <w:r>
        <w:rPr>
          <w:rtl/>
        </w:rPr>
        <w:t>مغلو</w:t>
      </w:r>
      <w:r w:rsidR="000A0CDC">
        <w:rPr>
          <w:rtl/>
        </w:rPr>
        <w:t xml:space="preserve">ں </w:t>
      </w:r>
      <w:r>
        <w:rPr>
          <w:rtl/>
        </w:rPr>
        <w:t>كے يورپى حكومتو</w:t>
      </w:r>
      <w:r w:rsidR="000A0CDC">
        <w:rPr>
          <w:rtl/>
        </w:rPr>
        <w:t xml:space="preserve">ں </w:t>
      </w:r>
      <w:r>
        <w:rPr>
          <w:rtl/>
        </w:rPr>
        <w:t>سے تعلقات</w:t>
      </w:r>
      <w:bookmarkEnd w:id="150"/>
    </w:p>
    <w:p w:rsidR="0061102A" w:rsidRDefault="0061102A" w:rsidP="00BE6934">
      <w:pPr>
        <w:pStyle w:val="libNormal"/>
        <w:rPr>
          <w:rtl/>
        </w:rPr>
      </w:pPr>
      <w:r>
        <w:rPr>
          <w:rtl/>
        </w:rPr>
        <w:t>يورپى لوگ سن 1498 عيسوى مي</w:t>
      </w:r>
      <w:r w:rsidR="000A0CDC">
        <w:rPr>
          <w:rtl/>
        </w:rPr>
        <w:t xml:space="preserve">ں </w:t>
      </w:r>
      <w:r>
        <w:rPr>
          <w:rtl/>
        </w:rPr>
        <w:t>واسكوڈ گاما</w:t>
      </w:r>
      <w:r w:rsidRPr="00F67D4B">
        <w:rPr>
          <w:rStyle w:val="libFootnotenumChar"/>
          <w:rtl/>
        </w:rPr>
        <w:t>(2)</w:t>
      </w:r>
      <w:r>
        <w:rPr>
          <w:rtl/>
        </w:rPr>
        <w:t xml:space="preserve"> كے دريائي سفر كے ذريعہ پہلى مرتبہ سرزمين ہند سے واقف ہوئے _ 1500 عيسوى مي</w:t>
      </w:r>
      <w:r w:rsidR="000A0CDC">
        <w:rPr>
          <w:rtl/>
        </w:rPr>
        <w:t xml:space="preserve">ں </w:t>
      </w:r>
      <w:r>
        <w:rPr>
          <w:rtl/>
        </w:rPr>
        <w:t>پرتگاليو</w:t>
      </w:r>
      <w:r w:rsidR="000A0CDC">
        <w:rPr>
          <w:rtl/>
        </w:rPr>
        <w:t xml:space="preserve">ں </w:t>
      </w:r>
      <w:r>
        <w:rPr>
          <w:rtl/>
        </w:rPr>
        <w:t>نے كالى كوٹ كے ساحلو</w:t>
      </w:r>
      <w:r w:rsidR="000A0CDC">
        <w:rPr>
          <w:rtl/>
        </w:rPr>
        <w:t xml:space="preserve">ں </w:t>
      </w:r>
      <w:r>
        <w:rPr>
          <w:rtl/>
        </w:rPr>
        <w:t>پر قدم ركھا_ كچھ عرصہ كے بعد مسلمان تاجرجوكہ پرتگاليو</w:t>
      </w:r>
      <w:r w:rsidR="000A0CDC">
        <w:rPr>
          <w:rtl/>
        </w:rPr>
        <w:t xml:space="preserve">ں </w:t>
      </w:r>
      <w:r>
        <w:rPr>
          <w:rtl/>
        </w:rPr>
        <w:t>كے آنے سے ناراض تھے انہو</w:t>
      </w:r>
      <w:r w:rsidR="000A0CDC">
        <w:rPr>
          <w:rtl/>
        </w:rPr>
        <w:t xml:space="preserve">ں </w:t>
      </w:r>
      <w:r>
        <w:rPr>
          <w:rtl/>
        </w:rPr>
        <w:t>نے پرتگاليو</w:t>
      </w:r>
      <w:r w:rsidR="000A0CDC">
        <w:rPr>
          <w:rtl/>
        </w:rPr>
        <w:t xml:space="preserve">ں </w:t>
      </w:r>
      <w:r>
        <w:rPr>
          <w:rtl/>
        </w:rPr>
        <w:t>كو كو چين</w:t>
      </w:r>
      <w:r w:rsidRPr="00F67D4B">
        <w:rPr>
          <w:rStyle w:val="libFootnotenumChar"/>
          <w:rtl/>
        </w:rPr>
        <w:t>(3)</w:t>
      </w:r>
      <w:r>
        <w:rPr>
          <w:rtl/>
        </w:rPr>
        <w:t xml:space="preserve"> كے علاقے كى طرف دھكيل ديا_ 1509 عيسوى سے 1515 عيسوى تك پرتگاليو</w:t>
      </w:r>
      <w:r w:rsidR="000A0CDC">
        <w:rPr>
          <w:rtl/>
        </w:rPr>
        <w:t xml:space="preserve">ں </w:t>
      </w:r>
      <w:r>
        <w:rPr>
          <w:rtl/>
        </w:rPr>
        <w:t xml:space="preserve">نے گوابندرگاہ پر قبضہ جماتے ہوئے استعمار كا پہلا ستون كھڑا كيا </w:t>
      </w:r>
      <w:r w:rsidRPr="00F67D4B">
        <w:rPr>
          <w:rStyle w:val="libFootnotenumChar"/>
          <w:rtl/>
        </w:rPr>
        <w:t>(4)</w:t>
      </w:r>
      <w:r>
        <w:rPr>
          <w:rtl/>
        </w:rPr>
        <w:t xml:space="preserve">_ </w:t>
      </w:r>
    </w:p>
    <w:p w:rsidR="0061102A" w:rsidRDefault="0061102A" w:rsidP="00BE6934">
      <w:pPr>
        <w:pStyle w:val="libNormal"/>
        <w:rPr>
          <w:rtl/>
        </w:rPr>
      </w:pPr>
      <w:r>
        <w:rPr>
          <w:rtl/>
        </w:rPr>
        <w:t>يہ لوگ اكبر بادشاہ كے آخرى دور تك ہندوستان كى بيرونى تجارت كو اپنے كنٹرول مي</w:t>
      </w:r>
      <w:r w:rsidR="000A0CDC">
        <w:rPr>
          <w:rtl/>
        </w:rPr>
        <w:t xml:space="preserve">ں </w:t>
      </w:r>
      <w:r>
        <w:rPr>
          <w:rtl/>
        </w:rPr>
        <w:t>ليے ہوئے تھے _ روئي اور ہندوستانى مصالحو</w:t>
      </w:r>
      <w:r w:rsidR="000A0CDC">
        <w:rPr>
          <w:rtl/>
        </w:rPr>
        <w:t xml:space="preserve">ں </w:t>
      </w:r>
      <w:r>
        <w:rPr>
          <w:rtl/>
        </w:rPr>
        <w:t>جيسى اجناس يورپى حكومتو</w:t>
      </w:r>
      <w:r w:rsidR="000A0CDC">
        <w:rPr>
          <w:rtl/>
        </w:rPr>
        <w:t xml:space="preserve">ں </w:t>
      </w:r>
      <w:r>
        <w:rPr>
          <w:rtl/>
        </w:rPr>
        <w:t>كو درآمد كرتے تھے_ جلال الدين اكبر سال 1580 عيسوى مي</w:t>
      </w:r>
      <w:r w:rsidR="000A0CDC">
        <w:rPr>
          <w:rtl/>
        </w:rPr>
        <w:t xml:space="preserve">ں </w:t>
      </w:r>
      <w:r>
        <w:rPr>
          <w:rtl/>
        </w:rPr>
        <w:t>دوپرتگاليو</w:t>
      </w:r>
      <w:r w:rsidR="000A0CDC">
        <w:rPr>
          <w:rtl/>
        </w:rPr>
        <w:t xml:space="preserve">ں </w:t>
      </w:r>
      <w:r>
        <w:rPr>
          <w:rtl/>
        </w:rPr>
        <w:t>پادريو</w:t>
      </w:r>
      <w:r w:rsidR="000A0CDC">
        <w:rPr>
          <w:rtl/>
        </w:rPr>
        <w:t xml:space="preserve">ں </w:t>
      </w:r>
      <w:r>
        <w:rPr>
          <w:rtl/>
        </w:rPr>
        <w:t>سے ملاقات كے دوران عيسائي دين سے واقف ہوا_</w:t>
      </w:r>
      <w:r w:rsidRPr="00F67D4B">
        <w:rPr>
          <w:rStyle w:val="libFootnotenumChar"/>
          <w:rtl/>
        </w:rPr>
        <w:t>(5)</w:t>
      </w:r>
      <w:r>
        <w:rPr>
          <w:rtl/>
        </w:rPr>
        <w:t xml:space="preserve"> </w:t>
      </w:r>
    </w:p>
    <w:p w:rsidR="0061102A" w:rsidRDefault="0061102A" w:rsidP="00BE6934">
      <w:pPr>
        <w:pStyle w:val="libNormal"/>
        <w:rPr>
          <w:rtl/>
        </w:rPr>
      </w:pPr>
      <w:r>
        <w:rPr>
          <w:rtl/>
        </w:rPr>
        <w:t>1600 عيسوى مي</w:t>
      </w:r>
      <w:r w:rsidR="000A0CDC">
        <w:rPr>
          <w:rtl/>
        </w:rPr>
        <w:t xml:space="preserve">ں </w:t>
      </w:r>
      <w:r>
        <w:rPr>
          <w:rtl/>
        </w:rPr>
        <w:t>انگريزو</w:t>
      </w:r>
      <w:r w:rsidR="000A0CDC">
        <w:rPr>
          <w:rtl/>
        </w:rPr>
        <w:t xml:space="preserve">ں </w:t>
      </w:r>
      <w:r>
        <w:rPr>
          <w:rtl/>
        </w:rPr>
        <w:t>نے سرزمين مشرق سے تجارت مي</w:t>
      </w:r>
      <w:r w:rsidR="000A0CDC">
        <w:rPr>
          <w:rtl/>
        </w:rPr>
        <w:t xml:space="preserve">ں </w:t>
      </w:r>
      <w:r>
        <w:rPr>
          <w:rtl/>
        </w:rPr>
        <w:t>زيادہ منافع اور فوائد كے حصول كے پيش نظرايسٹ انڈيا كمپنى كى بنياد ركھى _ 1608 عيسوى مي</w:t>
      </w:r>
      <w:r w:rsidR="000A0CDC">
        <w:rPr>
          <w:rtl/>
        </w:rPr>
        <w:t xml:space="preserve">ں </w:t>
      </w:r>
      <w:r>
        <w:rPr>
          <w:rtl/>
        </w:rPr>
        <w:t>اس كمپنى كا پہلا وفد ويليم ہاكنز كى سربراہى مي</w:t>
      </w:r>
      <w:r w:rsidR="000A0CDC">
        <w:rPr>
          <w:rtl/>
        </w:rPr>
        <w:t xml:space="preserve">ں </w:t>
      </w:r>
      <w:r>
        <w:rPr>
          <w:rtl/>
        </w:rPr>
        <w:t>دربار جہانگير مي</w:t>
      </w:r>
      <w:r w:rsidR="000A0CDC">
        <w:rPr>
          <w:rtl/>
        </w:rPr>
        <w:t xml:space="preserve">ں </w:t>
      </w:r>
      <w:r>
        <w:rPr>
          <w:rtl/>
        </w:rPr>
        <w:t>حاضر ہوا اس ملاقات مي</w:t>
      </w:r>
      <w:r w:rsidR="000A0CDC">
        <w:rPr>
          <w:rtl/>
        </w:rPr>
        <w:t xml:space="preserve">ں </w:t>
      </w:r>
      <w:r>
        <w:rPr>
          <w:rtl/>
        </w:rPr>
        <w:t>ہا كنز نے انگلينڈ كے بادشاہ جيمز اول كا خط بادشاہ كى خدمت مي</w:t>
      </w:r>
      <w:r w:rsidR="000A0CDC">
        <w:rPr>
          <w:rtl/>
        </w:rPr>
        <w:t xml:space="preserve">ں </w:t>
      </w:r>
      <w:r>
        <w:rPr>
          <w:rtl/>
        </w:rPr>
        <w:t xml:space="preserve">پيش كيا_ </w:t>
      </w:r>
      <w:r w:rsidRPr="00F67D4B">
        <w:rPr>
          <w:rStyle w:val="libFootnotenumChar"/>
          <w:rtl/>
        </w:rPr>
        <w:t>(6)</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عبدالرضا ہوشنگ مہدوي، تاريخ روابط خارجى ايران، امير كبير ص 98_ </w:t>
      </w:r>
    </w:p>
    <w:p w:rsidR="0061102A" w:rsidRDefault="0061102A" w:rsidP="00BE6934">
      <w:pPr>
        <w:pStyle w:val="libFootnote"/>
      </w:pPr>
      <w:r>
        <w:rPr>
          <w:rtl/>
        </w:rPr>
        <w:t xml:space="preserve">2- </w:t>
      </w:r>
      <w:r>
        <w:t>Vasco du gama</w:t>
      </w:r>
      <w:r>
        <w:rPr>
          <w:rtl/>
        </w:rPr>
        <w:t xml:space="preserve"> </w:t>
      </w:r>
    </w:p>
    <w:p w:rsidR="0061102A" w:rsidRDefault="0061102A" w:rsidP="00BE6934">
      <w:pPr>
        <w:pStyle w:val="libFootnote"/>
      </w:pPr>
      <w:r>
        <w:rPr>
          <w:rtl/>
        </w:rPr>
        <w:t xml:space="preserve">3- </w:t>
      </w:r>
      <w:r>
        <w:t>Cochin</w:t>
      </w:r>
      <w:r>
        <w:rPr>
          <w:rtl/>
        </w:rPr>
        <w:t xml:space="preserve"> </w:t>
      </w:r>
    </w:p>
    <w:p w:rsidR="0061102A" w:rsidRDefault="0061102A" w:rsidP="00BE6934">
      <w:pPr>
        <w:pStyle w:val="libFootnote"/>
        <w:rPr>
          <w:rtl/>
        </w:rPr>
      </w:pPr>
      <w:r>
        <w:rPr>
          <w:rtl/>
        </w:rPr>
        <w:t xml:space="preserve">4) احمد مير فندرسكى _ پيدايش وسقوط امپراتورى مستعمراتى پرتغال در ہند_ تہران ص 21_ </w:t>
      </w:r>
    </w:p>
    <w:p w:rsidR="0061102A" w:rsidRDefault="0061102A" w:rsidP="00BE6934">
      <w:pPr>
        <w:pStyle w:val="libFootnote"/>
        <w:rPr>
          <w:rtl/>
        </w:rPr>
      </w:pPr>
      <w:r>
        <w:rPr>
          <w:rtl/>
        </w:rPr>
        <w:t xml:space="preserve">5) برايان گاردنر، كمپانى ہند شرقي_ ترجمہ كامل حلمى ومنوچھر ہدايتى ص 31_ </w:t>
      </w:r>
    </w:p>
    <w:p w:rsidR="008672B1" w:rsidRDefault="0061102A" w:rsidP="00BE6934">
      <w:pPr>
        <w:pStyle w:val="libFootnote"/>
        <w:rPr>
          <w:rtl/>
        </w:rPr>
      </w:pPr>
      <w:r>
        <w:rPr>
          <w:rtl/>
        </w:rPr>
        <w:t>6) احمد محمد الساداتى _ تاريخ المسلمين فى شبہ القارہ الہند و باكستانيہ وحضارتہم ،مكتبہ نہضة الشرق، جامعہ القاہرة، ص 365_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جہانگير كى طرف سے انگريزو</w:t>
      </w:r>
      <w:r w:rsidR="000A0CDC">
        <w:rPr>
          <w:rtl/>
        </w:rPr>
        <w:t xml:space="preserve">ں </w:t>
      </w:r>
      <w:r>
        <w:rPr>
          <w:rtl/>
        </w:rPr>
        <w:t>كے وفد كا پرتباك استقبال ہوا _ يہا</w:t>
      </w:r>
      <w:r w:rsidR="000A0CDC">
        <w:rPr>
          <w:rtl/>
        </w:rPr>
        <w:t xml:space="preserve">ں </w:t>
      </w:r>
      <w:r>
        <w:rPr>
          <w:rtl/>
        </w:rPr>
        <w:t>تك كہ جہانگير نے انگريز سفير كو چارسو فوجى سوارو</w:t>
      </w:r>
      <w:r w:rsidR="000A0CDC">
        <w:rPr>
          <w:rtl/>
        </w:rPr>
        <w:t xml:space="preserve">ں </w:t>
      </w:r>
      <w:r>
        <w:rPr>
          <w:rtl/>
        </w:rPr>
        <w:t>كى كمانڈ كے عہدہ كى پيش كش كى _ كچھ عرصہ بعد ہاكنز سورت بندرگاہ كى طرف لوٹ گيا_ يو</w:t>
      </w:r>
      <w:r w:rsidR="000A0CDC">
        <w:rPr>
          <w:rtl/>
        </w:rPr>
        <w:t xml:space="preserve">ں </w:t>
      </w:r>
      <w:r>
        <w:rPr>
          <w:rtl/>
        </w:rPr>
        <w:t>ايسٹ انڈيا كمپنى كے ذريعہ انگريزو</w:t>
      </w:r>
      <w:r w:rsidR="000A0CDC">
        <w:rPr>
          <w:rtl/>
        </w:rPr>
        <w:t xml:space="preserve">ں </w:t>
      </w:r>
      <w:r>
        <w:rPr>
          <w:rtl/>
        </w:rPr>
        <w:t>كا مغلو</w:t>
      </w:r>
      <w:r w:rsidR="000A0CDC">
        <w:rPr>
          <w:rtl/>
        </w:rPr>
        <w:t xml:space="preserve">ں </w:t>
      </w:r>
      <w:r>
        <w:rPr>
          <w:rtl/>
        </w:rPr>
        <w:t xml:space="preserve">سے پہلا رابطہ ہوا _ </w:t>
      </w:r>
    </w:p>
    <w:p w:rsidR="0061102A" w:rsidRDefault="0061102A" w:rsidP="00BE6934">
      <w:pPr>
        <w:pStyle w:val="libNormal"/>
        <w:rPr>
          <w:rtl/>
        </w:rPr>
      </w:pPr>
      <w:r>
        <w:rPr>
          <w:rtl/>
        </w:rPr>
        <w:t>سن 1612 عيسوى مي</w:t>
      </w:r>
      <w:r w:rsidR="000A0CDC">
        <w:rPr>
          <w:rtl/>
        </w:rPr>
        <w:t xml:space="preserve">ں </w:t>
      </w:r>
      <w:r>
        <w:rPr>
          <w:rtl/>
        </w:rPr>
        <w:t>جہانگير كى حكومت مي</w:t>
      </w:r>
      <w:r w:rsidR="000A0CDC">
        <w:rPr>
          <w:rtl/>
        </w:rPr>
        <w:t xml:space="preserve">ں </w:t>
      </w:r>
      <w:r>
        <w:rPr>
          <w:rtl/>
        </w:rPr>
        <w:t>انگريز فوج نے ہالينڈ كى فوج كے ہمراہ بحيرہ ہند مي</w:t>
      </w:r>
      <w:r w:rsidR="000A0CDC">
        <w:rPr>
          <w:rtl/>
        </w:rPr>
        <w:t xml:space="preserve">ں </w:t>
      </w:r>
      <w:r>
        <w:rPr>
          <w:rtl/>
        </w:rPr>
        <w:t>پرتگاليو</w:t>
      </w:r>
      <w:r w:rsidR="000A0CDC">
        <w:rPr>
          <w:rtl/>
        </w:rPr>
        <w:t xml:space="preserve">ں </w:t>
      </w:r>
      <w:r>
        <w:rPr>
          <w:rtl/>
        </w:rPr>
        <w:t>كو سخت شكست دي_ اس شكست سے جہانگير بہت زيادہ خوش تھا _ مسلمان حاجيو</w:t>
      </w:r>
      <w:r w:rsidR="000A0CDC">
        <w:rPr>
          <w:rtl/>
        </w:rPr>
        <w:t xml:space="preserve">ں </w:t>
      </w:r>
      <w:r>
        <w:rPr>
          <w:rtl/>
        </w:rPr>
        <w:t>كوہميشہ پرتگاليو</w:t>
      </w:r>
      <w:r w:rsidR="000A0CDC">
        <w:rPr>
          <w:rtl/>
        </w:rPr>
        <w:t xml:space="preserve">ں </w:t>
      </w:r>
      <w:r>
        <w:rPr>
          <w:rtl/>
        </w:rPr>
        <w:t>كى طرف سے حملو</w:t>
      </w:r>
      <w:r w:rsidR="000A0CDC">
        <w:rPr>
          <w:rtl/>
        </w:rPr>
        <w:t xml:space="preserve">ں </w:t>
      </w:r>
      <w:r>
        <w:rPr>
          <w:rtl/>
        </w:rPr>
        <w:t>اور لوٹ مار كا سامنا تھا_ اس شكست سے مسلمان حاجى كافى حد تك پرتگاليو</w:t>
      </w:r>
      <w:r w:rsidR="000A0CDC">
        <w:rPr>
          <w:rtl/>
        </w:rPr>
        <w:t xml:space="preserve">ں </w:t>
      </w:r>
      <w:r>
        <w:rPr>
          <w:rtl/>
        </w:rPr>
        <w:t>كے حملو</w:t>
      </w:r>
      <w:r w:rsidR="000A0CDC">
        <w:rPr>
          <w:rtl/>
        </w:rPr>
        <w:t xml:space="preserve">ں </w:t>
      </w:r>
      <w:r>
        <w:rPr>
          <w:rtl/>
        </w:rPr>
        <w:t>سے آسودہ ہوگئے_ اس واقعہ كے بعد انگريز وفد كى درخواست كے پيش نظر جہانگير نے ايسٹ انڈيا كمپنى كو ہندوستان مي</w:t>
      </w:r>
      <w:r w:rsidR="000A0CDC">
        <w:rPr>
          <w:rtl/>
        </w:rPr>
        <w:t xml:space="preserve">ں </w:t>
      </w:r>
      <w:r>
        <w:rPr>
          <w:rtl/>
        </w:rPr>
        <w:t>فعاليت كى اجازت دي_ يو</w:t>
      </w:r>
      <w:r w:rsidR="000A0CDC">
        <w:rPr>
          <w:rtl/>
        </w:rPr>
        <w:t xml:space="preserve">ں </w:t>
      </w:r>
      <w:r>
        <w:rPr>
          <w:rtl/>
        </w:rPr>
        <w:t>مغلو</w:t>
      </w:r>
      <w:r w:rsidR="000A0CDC">
        <w:rPr>
          <w:rtl/>
        </w:rPr>
        <w:t xml:space="preserve">ں </w:t>
      </w:r>
      <w:r>
        <w:rPr>
          <w:rtl/>
        </w:rPr>
        <w:t>نے انگريزو</w:t>
      </w:r>
      <w:r w:rsidR="000A0CDC">
        <w:rPr>
          <w:rtl/>
        </w:rPr>
        <w:t xml:space="preserve">ں </w:t>
      </w:r>
      <w:r>
        <w:rPr>
          <w:rtl/>
        </w:rPr>
        <w:t>كے تعاون كے ساتھ پرتگاليو</w:t>
      </w:r>
      <w:r w:rsidR="000A0CDC">
        <w:rPr>
          <w:rtl/>
        </w:rPr>
        <w:t xml:space="preserve">ں </w:t>
      </w:r>
      <w:r>
        <w:rPr>
          <w:rtl/>
        </w:rPr>
        <w:t>پر غلبہ پاليا اور انہي</w:t>
      </w:r>
      <w:r w:rsidR="000A0CDC">
        <w:rPr>
          <w:rtl/>
        </w:rPr>
        <w:t xml:space="preserve">ں </w:t>
      </w:r>
      <w:r>
        <w:rPr>
          <w:rtl/>
        </w:rPr>
        <w:t>ہندوستان كے ساحلو</w:t>
      </w:r>
      <w:r w:rsidR="000A0CDC">
        <w:rPr>
          <w:rtl/>
        </w:rPr>
        <w:t xml:space="preserve">ں </w:t>
      </w:r>
      <w:r>
        <w:rPr>
          <w:rtl/>
        </w:rPr>
        <w:t>سے دور دھكيل ديا _</w:t>
      </w:r>
      <w:r w:rsidRPr="00F67D4B">
        <w:rPr>
          <w:rStyle w:val="libFootnotenumChar"/>
          <w:rtl/>
        </w:rPr>
        <w:t>(1)</w:t>
      </w:r>
      <w:r>
        <w:rPr>
          <w:rtl/>
        </w:rPr>
        <w:t xml:space="preserve"> </w:t>
      </w:r>
    </w:p>
    <w:p w:rsidR="0061102A" w:rsidRDefault="0061102A" w:rsidP="00BE6934">
      <w:pPr>
        <w:pStyle w:val="libNormal"/>
        <w:rPr>
          <w:rtl/>
        </w:rPr>
      </w:pPr>
      <w:r>
        <w:rPr>
          <w:rtl/>
        </w:rPr>
        <w:t>شاہجہا</w:t>
      </w:r>
      <w:r w:rsidR="000A0CDC">
        <w:rPr>
          <w:rtl/>
        </w:rPr>
        <w:t xml:space="preserve">ں </w:t>
      </w:r>
      <w:r>
        <w:rPr>
          <w:rtl/>
        </w:rPr>
        <w:t>كے دور مي</w:t>
      </w:r>
      <w:r w:rsidR="000A0CDC">
        <w:rPr>
          <w:rtl/>
        </w:rPr>
        <w:t xml:space="preserve">ں </w:t>
      </w:r>
      <w:r>
        <w:rPr>
          <w:rtl/>
        </w:rPr>
        <w:t>بھى پرتگاليو</w:t>
      </w:r>
      <w:r w:rsidR="000A0CDC">
        <w:rPr>
          <w:rtl/>
        </w:rPr>
        <w:t xml:space="preserve">ں </w:t>
      </w:r>
      <w:r>
        <w:rPr>
          <w:rtl/>
        </w:rPr>
        <w:t>كے ساتھ جنگ اور انگريزو</w:t>
      </w:r>
      <w:r w:rsidR="000A0CDC">
        <w:rPr>
          <w:rtl/>
        </w:rPr>
        <w:t xml:space="preserve">ں </w:t>
      </w:r>
      <w:r>
        <w:rPr>
          <w:rtl/>
        </w:rPr>
        <w:t>سے دوستى كى پاليسى جارى رہى _ 1622 عيسوى مي</w:t>
      </w:r>
      <w:r w:rsidR="000A0CDC">
        <w:rPr>
          <w:rtl/>
        </w:rPr>
        <w:t xml:space="preserve">ں </w:t>
      </w:r>
      <w:r>
        <w:rPr>
          <w:rtl/>
        </w:rPr>
        <w:t>شاہجہا</w:t>
      </w:r>
      <w:r w:rsidR="000A0CDC">
        <w:rPr>
          <w:rtl/>
        </w:rPr>
        <w:t xml:space="preserve">ں </w:t>
      </w:r>
      <w:r>
        <w:rPr>
          <w:rtl/>
        </w:rPr>
        <w:t>نے پرتگاليو</w:t>
      </w:r>
      <w:r w:rsidR="000A0CDC">
        <w:rPr>
          <w:rtl/>
        </w:rPr>
        <w:t xml:space="preserve">ں </w:t>
      </w:r>
      <w:r>
        <w:rPr>
          <w:rtl/>
        </w:rPr>
        <w:t>سے نمٹنے كے لئے ہگلى كے علاقو</w:t>
      </w:r>
      <w:r w:rsidR="000A0CDC">
        <w:rPr>
          <w:rtl/>
        </w:rPr>
        <w:t xml:space="preserve">ں </w:t>
      </w:r>
      <w:r>
        <w:rPr>
          <w:rtl/>
        </w:rPr>
        <w:t>مي</w:t>
      </w:r>
      <w:r w:rsidR="000A0CDC">
        <w:rPr>
          <w:rtl/>
        </w:rPr>
        <w:t xml:space="preserve">ں </w:t>
      </w:r>
      <w:r>
        <w:rPr>
          <w:rtl/>
        </w:rPr>
        <w:t>فوجى دستے بھيجے ان فوجى دستو</w:t>
      </w:r>
      <w:r w:rsidR="000A0CDC">
        <w:rPr>
          <w:rtl/>
        </w:rPr>
        <w:t xml:space="preserve">ں </w:t>
      </w:r>
      <w:r>
        <w:rPr>
          <w:rtl/>
        </w:rPr>
        <w:t>نے انگريزو</w:t>
      </w:r>
      <w:r w:rsidR="000A0CDC">
        <w:rPr>
          <w:rtl/>
        </w:rPr>
        <w:t xml:space="preserve">ں </w:t>
      </w:r>
      <w:r>
        <w:rPr>
          <w:rtl/>
        </w:rPr>
        <w:t>كے تعاون سے پرتگاليو</w:t>
      </w:r>
      <w:r w:rsidR="000A0CDC">
        <w:rPr>
          <w:rtl/>
        </w:rPr>
        <w:t xml:space="preserve">ں </w:t>
      </w:r>
      <w:r>
        <w:rPr>
          <w:rtl/>
        </w:rPr>
        <w:t>كو شكست دى اور انہي</w:t>
      </w:r>
      <w:r w:rsidR="000A0CDC">
        <w:rPr>
          <w:rtl/>
        </w:rPr>
        <w:t xml:space="preserve">ں </w:t>
      </w:r>
      <w:r>
        <w:rPr>
          <w:rtl/>
        </w:rPr>
        <w:t>غلام كے طور پر بازارو</w:t>
      </w:r>
      <w:r w:rsidR="000A0CDC">
        <w:rPr>
          <w:rtl/>
        </w:rPr>
        <w:t xml:space="preserve">ں </w:t>
      </w:r>
      <w:r>
        <w:rPr>
          <w:rtl/>
        </w:rPr>
        <w:t>مي</w:t>
      </w:r>
      <w:r w:rsidR="000A0CDC">
        <w:rPr>
          <w:rtl/>
        </w:rPr>
        <w:t xml:space="preserve">ں </w:t>
      </w:r>
      <w:r>
        <w:rPr>
          <w:rtl/>
        </w:rPr>
        <w:t>بھيجا گيا يہ قدم پرتگاليو</w:t>
      </w:r>
      <w:r w:rsidR="000A0CDC">
        <w:rPr>
          <w:rtl/>
        </w:rPr>
        <w:t xml:space="preserve">ں </w:t>
      </w:r>
      <w:r>
        <w:rPr>
          <w:rtl/>
        </w:rPr>
        <w:t>كے اقدامات كے جواب مي</w:t>
      </w:r>
      <w:r w:rsidR="000A0CDC">
        <w:rPr>
          <w:rtl/>
        </w:rPr>
        <w:t xml:space="preserve">ں </w:t>
      </w:r>
      <w:r>
        <w:rPr>
          <w:rtl/>
        </w:rPr>
        <w:t>اٹھايا گيا تھا_</w:t>
      </w:r>
      <w:r w:rsidRPr="00F67D4B">
        <w:rPr>
          <w:rStyle w:val="libFootnotenumChar"/>
          <w:rtl/>
        </w:rPr>
        <w:t>(2)</w:t>
      </w:r>
      <w:r>
        <w:rPr>
          <w:rtl/>
        </w:rPr>
        <w:t xml:space="preserve"> </w:t>
      </w:r>
    </w:p>
    <w:p w:rsidR="0061102A" w:rsidRDefault="0061102A" w:rsidP="00BE6934">
      <w:pPr>
        <w:pStyle w:val="libNormal"/>
        <w:rPr>
          <w:rtl/>
        </w:rPr>
      </w:pPr>
      <w:r>
        <w:rPr>
          <w:rtl/>
        </w:rPr>
        <w:t>اورنگ زيب كے دور مي</w:t>
      </w:r>
      <w:r w:rsidR="000A0CDC">
        <w:rPr>
          <w:rtl/>
        </w:rPr>
        <w:t xml:space="preserve">ں </w:t>
      </w:r>
      <w:r>
        <w:rPr>
          <w:rtl/>
        </w:rPr>
        <w:t>اسكے عقائد كى بناء پر انگريزو</w:t>
      </w:r>
      <w:r w:rsidR="000A0CDC">
        <w:rPr>
          <w:rtl/>
        </w:rPr>
        <w:t xml:space="preserve">ں </w:t>
      </w:r>
      <w:r>
        <w:rPr>
          <w:rtl/>
        </w:rPr>
        <w:t>سے نزاع پيدا ہوا اس نے بنگال مي</w:t>
      </w:r>
      <w:r w:rsidR="000A0CDC">
        <w:rPr>
          <w:rtl/>
        </w:rPr>
        <w:t xml:space="preserve">ں </w:t>
      </w:r>
      <w:r>
        <w:rPr>
          <w:rtl/>
        </w:rPr>
        <w:t>انگريزو</w:t>
      </w:r>
      <w:r w:rsidR="000A0CDC">
        <w:rPr>
          <w:rtl/>
        </w:rPr>
        <w:t xml:space="preserve">ں </w:t>
      </w:r>
      <w:r>
        <w:rPr>
          <w:rtl/>
        </w:rPr>
        <w:t>سے جنگ كى اور اس جنگ كے بعد سورت كى بندرگاہ كو انگريزو</w:t>
      </w:r>
      <w:r w:rsidR="000A0CDC">
        <w:rPr>
          <w:rtl/>
        </w:rPr>
        <w:t xml:space="preserve">ں </w:t>
      </w:r>
      <w:r>
        <w:rPr>
          <w:rtl/>
        </w:rPr>
        <w:t>كے قبضہ سے چھڑاليا _ ليكن دريائي راستو</w:t>
      </w:r>
      <w:r w:rsidR="000A0CDC">
        <w:rPr>
          <w:rtl/>
        </w:rPr>
        <w:t xml:space="preserve">ں </w:t>
      </w:r>
      <w:r>
        <w:rPr>
          <w:rtl/>
        </w:rPr>
        <w:t>سے حاجيو</w:t>
      </w:r>
      <w:r w:rsidR="000A0CDC">
        <w:rPr>
          <w:rtl/>
        </w:rPr>
        <w:t xml:space="preserve">ں </w:t>
      </w:r>
      <w:r>
        <w:rPr>
          <w:rtl/>
        </w:rPr>
        <w:t>كے قافلو</w:t>
      </w:r>
      <w:r w:rsidR="000A0CDC">
        <w:rPr>
          <w:rtl/>
        </w:rPr>
        <w:t xml:space="preserve">ں </w:t>
      </w:r>
      <w:r>
        <w:rPr>
          <w:rtl/>
        </w:rPr>
        <w:t>كى حفاظت و مدد كے پيش نظر اس نے انگريزو</w:t>
      </w:r>
      <w:r w:rsidR="000A0CDC">
        <w:rPr>
          <w:rtl/>
        </w:rPr>
        <w:t xml:space="preserve">ں </w:t>
      </w:r>
      <w:r>
        <w:rPr>
          <w:rtl/>
        </w:rPr>
        <w:t>سے صلح كى اور سورت كى بندرگاہ ان كے سپرد كى _ اورنگ زيب كے آخرى دور مي</w:t>
      </w:r>
      <w:r w:rsidR="000A0CDC">
        <w:rPr>
          <w:rtl/>
        </w:rPr>
        <w:t xml:space="preserve">ں </w:t>
      </w:r>
      <w:r>
        <w:rPr>
          <w:rtl/>
        </w:rPr>
        <w:t>انگريزو</w:t>
      </w:r>
      <w:r w:rsidR="000A0CDC">
        <w:rPr>
          <w:rtl/>
        </w:rPr>
        <w:t xml:space="preserve">ں </w:t>
      </w:r>
      <w:r>
        <w:rPr>
          <w:rtl/>
        </w:rPr>
        <w:t>نے چند علاقو</w:t>
      </w:r>
      <w:r w:rsidR="000A0CDC">
        <w:rPr>
          <w:rtl/>
        </w:rPr>
        <w:t xml:space="preserve">ں </w:t>
      </w:r>
      <w:r>
        <w:rPr>
          <w:rtl/>
        </w:rPr>
        <w:t>مثلاً مدراس، بمبئي ' كلكتہ مي</w:t>
      </w:r>
      <w:r w:rsidR="000A0CDC">
        <w:rPr>
          <w:rtl/>
        </w:rPr>
        <w:t xml:space="preserve">ں </w:t>
      </w:r>
      <w:r>
        <w:rPr>
          <w:rtl/>
        </w:rPr>
        <w:t>بہت سے مراكز قائم كرليے_</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برايان گاردنر ،سابقہ حوالہ ص 58_ </w:t>
      </w:r>
    </w:p>
    <w:p w:rsidR="0061102A" w:rsidRDefault="0061102A" w:rsidP="00BE6934">
      <w:pPr>
        <w:pStyle w:val="libFootnote"/>
        <w:rPr>
          <w:rtl/>
        </w:rPr>
      </w:pPr>
      <w:r>
        <w:rPr>
          <w:rtl/>
        </w:rPr>
        <w:t xml:space="preserve">2) ش، ف ، دولافوز،سابقہ حوالہ ص 158_ </w:t>
      </w:r>
    </w:p>
    <w:p w:rsidR="008672B1" w:rsidRDefault="0061102A" w:rsidP="00BE6934">
      <w:pPr>
        <w:pStyle w:val="libFootnote"/>
        <w:rPr>
          <w:rtl/>
        </w:rPr>
      </w:pPr>
      <w:r>
        <w:rPr>
          <w:rtl/>
        </w:rPr>
        <w:t>3) برايان گاردنر ، سابقہ حوالہ ص 95_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1707 عيسوى مي</w:t>
      </w:r>
      <w:r w:rsidR="000A0CDC">
        <w:rPr>
          <w:rtl/>
        </w:rPr>
        <w:t xml:space="preserve">ں </w:t>
      </w:r>
      <w:r>
        <w:rPr>
          <w:rtl/>
        </w:rPr>
        <w:t>اورنگ زيب نے وفات پائي_ اب بحر ہند مي</w:t>
      </w:r>
      <w:r w:rsidR="000A0CDC">
        <w:rPr>
          <w:rtl/>
        </w:rPr>
        <w:t xml:space="preserve">ں </w:t>
      </w:r>
      <w:r>
        <w:rPr>
          <w:rtl/>
        </w:rPr>
        <w:t>پرتگاليو</w:t>
      </w:r>
      <w:r w:rsidR="000A0CDC">
        <w:rPr>
          <w:rtl/>
        </w:rPr>
        <w:t xml:space="preserve">ں </w:t>
      </w:r>
      <w:r>
        <w:rPr>
          <w:rtl/>
        </w:rPr>
        <w:t>كى جگہ مكمل طور پر انگريزو</w:t>
      </w:r>
      <w:r w:rsidR="000A0CDC">
        <w:rPr>
          <w:rtl/>
        </w:rPr>
        <w:t xml:space="preserve">ں </w:t>
      </w:r>
      <w:r>
        <w:rPr>
          <w:rtl/>
        </w:rPr>
        <w:t>نے سنبھال لى _ فرانسيسو</w:t>
      </w:r>
      <w:r w:rsidR="000A0CDC">
        <w:rPr>
          <w:rtl/>
        </w:rPr>
        <w:t xml:space="preserve">ں </w:t>
      </w:r>
      <w:r>
        <w:rPr>
          <w:rtl/>
        </w:rPr>
        <w:t>نے 1644 عيسوى مي</w:t>
      </w:r>
      <w:r w:rsidR="000A0CDC">
        <w:rPr>
          <w:rtl/>
        </w:rPr>
        <w:t xml:space="preserve">ں </w:t>
      </w:r>
      <w:r>
        <w:rPr>
          <w:rtl/>
        </w:rPr>
        <w:t>كلبرٹ كى مدد سے فرانسيسى ايسٹ انڈيا كمپنى كى بنياد ركھي_ دوسال كے بعد فرانس حكومت نے بيجاپور كے علاقے مي</w:t>
      </w:r>
      <w:r w:rsidR="000A0CDC">
        <w:rPr>
          <w:rtl/>
        </w:rPr>
        <w:t xml:space="preserve">ں </w:t>
      </w:r>
      <w:r>
        <w:rPr>
          <w:rtl/>
        </w:rPr>
        <w:t>تجارت خانہ قائم كيا اور ''پونڈوشري'' نام كا ايك شہر بنايا _ نيز انہو</w:t>
      </w:r>
      <w:r w:rsidR="000A0CDC">
        <w:rPr>
          <w:rtl/>
        </w:rPr>
        <w:t xml:space="preserve">ں </w:t>
      </w:r>
      <w:r>
        <w:rPr>
          <w:rtl/>
        </w:rPr>
        <w:t>نے سال 1688 عيسوى مي</w:t>
      </w:r>
      <w:r w:rsidR="000A0CDC">
        <w:rPr>
          <w:rtl/>
        </w:rPr>
        <w:t xml:space="preserve">ں </w:t>
      </w:r>
      <w:r>
        <w:rPr>
          <w:rtl/>
        </w:rPr>
        <w:t>بنگال اور چندرنگر مي</w:t>
      </w:r>
      <w:r w:rsidR="000A0CDC">
        <w:rPr>
          <w:rtl/>
        </w:rPr>
        <w:t xml:space="preserve">ں </w:t>
      </w:r>
      <w:r>
        <w:rPr>
          <w:rtl/>
        </w:rPr>
        <w:t>اپنے تجارتى مراكز قائم كيے_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51" w:name="_Toc268707"/>
      <w:r>
        <w:rPr>
          <w:rtl/>
        </w:rPr>
        <w:t>مغلو</w:t>
      </w:r>
      <w:r w:rsidR="000A0CDC">
        <w:rPr>
          <w:rtl/>
        </w:rPr>
        <w:t xml:space="preserve">ں </w:t>
      </w:r>
      <w:r>
        <w:rPr>
          <w:rtl/>
        </w:rPr>
        <w:t>كا اداراتى اور سياسى نظام</w:t>
      </w:r>
      <w:bookmarkEnd w:id="151"/>
    </w:p>
    <w:p w:rsidR="0061102A" w:rsidRDefault="0061102A" w:rsidP="00BE6934">
      <w:pPr>
        <w:pStyle w:val="libNormal"/>
        <w:rPr>
          <w:rtl/>
        </w:rPr>
      </w:pPr>
      <w:r>
        <w:rPr>
          <w:rtl/>
        </w:rPr>
        <w:t>مغليہ نظام حكومت مي</w:t>
      </w:r>
      <w:r w:rsidR="000A0CDC">
        <w:rPr>
          <w:rtl/>
        </w:rPr>
        <w:t xml:space="preserve">ں </w:t>
      </w:r>
      <w:r>
        <w:rPr>
          <w:rtl/>
        </w:rPr>
        <w:t>بادشاہ حكومت كے تمام شعبو</w:t>
      </w:r>
      <w:r w:rsidR="000A0CDC">
        <w:rPr>
          <w:rtl/>
        </w:rPr>
        <w:t xml:space="preserve">ں </w:t>
      </w:r>
      <w:r>
        <w:rPr>
          <w:rtl/>
        </w:rPr>
        <w:t>پر مكمل تسلط ركھتا تھا اور پورے نظام كا سربراہ تھا _ سلطان كوبيشتر شاہ كے عنوان سے ياد كيا جاتا تھا_ جيسے جيسے بادشاہ كا اقتدار مستحكم ہوتا جاتا اسكى تمام امور مي</w:t>
      </w:r>
      <w:r w:rsidR="000A0CDC">
        <w:rPr>
          <w:rtl/>
        </w:rPr>
        <w:t xml:space="preserve">ں </w:t>
      </w:r>
      <w:r>
        <w:rPr>
          <w:rtl/>
        </w:rPr>
        <w:t>دخالت بڑھتى جاتى تھى جيسا كہ جلال الدين اكبر كے دور مي</w:t>
      </w:r>
      <w:r w:rsidR="000A0CDC">
        <w:rPr>
          <w:rtl/>
        </w:rPr>
        <w:t xml:space="preserve">ں </w:t>
      </w:r>
      <w:r>
        <w:rPr>
          <w:rtl/>
        </w:rPr>
        <w:t>تھا اس نے حكومت و رعايا كے تمام امور مي</w:t>
      </w:r>
      <w:r w:rsidR="000A0CDC">
        <w:rPr>
          <w:rtl/>
        </w:rPr>
        <w:t xml:space="preserve">ں </w:t>
      </w:r>
      <w:r>
        <w:rPr>
          <w:rtl/>
        </w:rPr>
        <w:t>اپنى رائے كو رعايا اور درباريو</w:t>
      </w:r>
      <w:r w:rsidR="000A0CDC">
        <w:rPr>
          <w:rtl/>
        </w:rPr>
        <w:t xml:space="preserve">ں </w:t>
      </w:r>
      <w:r>
        <w:rPr>
          <w:rtl/>
        </w:rPr>
        <w:t xml:space="preserve">پر مسلط كيا _ </w:t>
      </w:r>
    </w:p>
    <w:p w:rsidR="0061102A" w:rsidRDefault="0061102A" w:rsidP="00BE6934">
      <w:pPr>
        <w:pStyle w:val="libNormal"/>
        <w:rPr>
          <w:rtl/>
        </w:rPr>
      </w:pPr>
      <w:r>
        <w:rPr>
          <w:rtl/>
        </w:rPr>
        <w:t>بادشاہ كے بعد مختلف ديوان تھے كہ ان سب مي</w:t>
      </w:r>
      <w:r w:rsidR="000A0CDC">
        <w:rPr>
          <w:rtl/>
        </w:rPr>
        <w:t xml:space="preserve">ں </w:t>
      </w:r>
      <w:r>
        <w:rPr>
          <w:rtl/>
        </w:rPr>
        <w:t>اہم ترين ديوان اعلى تھا جس كا فرض تھا كہ بادشاہ كى آمدنى اور املاك (خالصات) پر نگرانى كرے _ اس ديوان كا سربراہ وكيل (وزير) ہوتا تھا_ اس كے بعد ديوان بخشى تھا كہ جسكا سربراہ مير بخشى ہوتا تھا كہ اس ديوان كى ذمہ دارى پورى مملكت مي</w:t>
      </w:r>
      <w:r w:rsidR="000A0CDC">
        <w:rPr>
          <w:rtl/>
        </w:rPr>
        <w:t xml:space="preserve">ں </w:t>
      </w:r>
      <w:r>
        <w:rPr>
          <w:rtl/>
        </w:rPr>
        <w:t>حكومتى امور كاتحفظ تھا_ ''صدر الصدور''كى سربراہى مي</w:t>
      </w:r>
      <w:r w:rsidR="000A0CDC">
        <w:rPr>
          <w:rtl/>
        </w:rPr>
        <w:t xml:space="preserve">ں </w:t>
      </w:r>
      <w:r>
        <w:rPr>
          <w:rtl/>
        </w:rPr>
        <w:t>ديوان انصاف سياسى امور ، جرمانو</w:t>
      </w:r>
      <w:r w:rsidR="000A0CDC">
        <w:rPr>
          <w:rtl/>
        </w:rPr>
        <w:t xml:space="preserve">ں </w:t>
      </w:r>
      <w:r>
        <w:rPr>
          <w:rtl/>
        </w:rPr>
        <w:t>اور ديگر عدالتى امور مي</w:t>
      </w:r>
      <w:r w:rsidR="000A0CDC">
        <w:rPr>
          <w:rtl/>
        </w:rPr>
        <w:t xml:space="preserve">ں </w:t>
      </w:r>
      <w:r>
        <w:rPr>
          <w:rtl/>
        </w:rPr>
        <w:t xml:space="preserve">فعاليت كرتا تھا_ </w:t>
      </w:r>
      <w:r w:rsidRPr="00F67D4B">
        <w:rPr>
          <w:rStyle w:val="libFootnotenumChar"/>
          <w:rtl/>
        </w:rPr>
        <w:t>(2)</w:t>
      </w:r>
      <w:r>
        <w:rPr>
          <w:rtl/>
        </w:rPr>
        <w:t xml:space="preserve"> </w:t>
      </w:r>
    </w:p>
    <w:p w:rsidR="0061102A" w:rsidRDefault="0061102A" w:rsidP="00BE6934">
      <w:pPr>
        <w:pStyle w:val="libNormal"/>
        <w:rPr>
          <w:rtl/>
        </w:rPr>
      </w:pPr>
      <w:r>
        <w:rPr>
          <w:rtl/>
        </w:rPr>
        <w:t>اكبر كے دور مي</w:t>
      </w:r>
      <w:r w:rsidR="000A0CDC">
        <w:rPr>
          <w:rtl/>
        </w:rPr>
        <w:t xml:space="preserve">ں </w:t>
      </w:r>
      <w:r>
        <w:rPr>
          <w:rtl/>
        </w:rPr>
        <w:t>حكومت كا نظام مكمل صورت مي</w:t>
      </w:r>
      <w:r w:rsidR="000A0CDC">
        <w:rPr>
          <w:rtl/>
        </w:rPr>
        <w:t xml:space="preserve">ں </w:t>
      </w:r>
      <w:r>
        <w:rPr>
          <w:rtl/>
        </w:rPr>
        <w:t>سامنے آيا_ اس نے حكومت كو بہت سے صوبہ مي</w:t>
      </w:r>
      <w:r w:rsidR="000A0CDC">
        <w:rPr>
          <w:rtl/>
        </w:rPr>
        <w:t xml:space="preserve">ں </w:t>
      </w:r>
      <w:r>
        <w:rPr>
          <w:rtl/>
        </w:rPr>
        <w:t>تقسيم كيا _ ہر صبوبے دار كے ساتھ صدر اور بخشى كا عہدہ بھى موجود ہوتا تھا_ اسى طرح ہر صوبہ چند''سركار' ' (ضلعو</w:t>
      </w:r>
      <w:r w:rsidR="000A0CDC">
        <w:rPr>
          <w:rtl/>
        </w:rPr>
        <w:t xml:space="preserve">ں </w:t>
      </w:r>
      <w:r>
        <w:rPr>
          <w:rtl/>
        </w:rPr>
        <w:t>) مي</w:t>
      </w:r>
      <w:r w:rsidR="000A0CDC">
        <w:rPr>
          <w:rtl/>
        </w:rPr>
        <w:t xml:space="preserve">ں </w:t>
      </w:r>
      <w:r>
        <w:rPr>
          <w:rtl/>
        </w:rPr>
        <w:t xml:space="preserve">تقسيم ہوتا تھا_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ش، ف ، دولافوز ، سابقہ حوالہ ص 193_ </w:t>
      </w:r>
    </w:p>
    <w:p w:rsidR="008672B1" w:rsidRDefault="0061102A" w:rsidP="00BE6934">
      <w:pPr>
        <w:pStyle w:val="libFootnote"/>
        <w:rPr>
          <w:rtl/>
        </w:rPr>
      </w:pPr>
      <w:r>
        <w:rPr>
          <w:rtl/>
        </w:rPr>
        <w:t xml:space="preserve">2) </w:t>
      </w:r>
      <w:r>
        <w:t xml:space="preserve">Raj </w:t>
      </w:r>
      <w:r>
        <w:rPr>
          <w:rtl/>
        </w:rPr>
        <w:t>،</w:t>
      </w:r>
      <w:r>
        <w:t xml:space="preserve">Kumar </w:t>
      </w:r>
      <w:r>
        <w:rPr>
          <w:rtl/>
        </w:rPr>
        <w:t>،</w:t>
      </w:r>
      <w:r>
        <w:t xml:space="preserve">Surrey </w:t>
      </w:r>
      <w:r>
        <w:rPr>
          <w:rtl/>
        </w:rPr>
        <w:t>،</w:t>
      </w:r>
      <w:r>
        <w:t>of Medival India New Delhi 1999 Vol 11 P.151</w:t>
      </w:r>
      <w:r w:rsidR="0069392F">
        <w:cr/>
      </w:r>
      <w:r w:rsidR="0069392F">
        <w:rPr>
          <w:rtl/>
        </w:rPr>
        <w:br w:type="page"/>
      </w:r>
      <w:r w:rsidR="0069392F">
        <w:lastRenderedPageBreak/>
        <w:cr/>
      </w:r>
    </w:p>
    <w:p w:rsidR="0061102A" w:rsidRDefault="0061102A" w:rsidP="00BE6934">
      <w:pPr>
        <w:pStyle w:val="libNormal"/>
        <w:rPr>
          <w:rtl/>
        </w:rPr>
      </w:pPr>
      <w:r>
        <w:rPr>
          <w:rtl/>
        </w:rPr>
        <w:t>اس دور مي</w:t>
      </w:r>
      <w:r w:rsidR="000A0CDC">
        <w:rPr>
          <w:rtl/>
        </w:rPr>
        <w:t xml:space="preserve">ں </w:t>
      </w:r>
      <w:r>
        <w:rPr>
          <w:rtl/>
        </w:rPr>
        <w:t>فوجى عہدے ''منصب'' كے عنوان سے جانے جاتے تھے_ مثلاً منصب پنج ہزاري، سہ ہزارى ، چہار ہزارى ، ... يہ فوجى عہدے چونكہ بادشاہ كے احكامات مثلاً ٹيكسو</w:t>
      </w:r>
      <w:r w:rsidR="000A0CDC">
        <w:rPr>
          <w:rtl/>
        </w:rPr>
        <w:t xml:space="preserve">ں </w:t>
      </w:r>
      <w:r>
        <w:rPr>
          <w:rtl/>
        </w:rPr>
        <w:t>كو وصول كرنا اور جنگ كے لئے افراد مہيا كرنا وعيرہ _ بجالاتے تھے اكثر وبيشتر بادشاہ سے املاك و زميني</w:t>
      </w:r>
      <w:r w:rsidR="000A0CDC">
        <w:rPr>
          <w:rtl/>
        </w:rPr>
        <w:t xml:space="preserve">ں </w:t>
      </w:r>
      <w:r>
        <w:rPr>
          <w:rtl/>
        </w:rPr>
        <w:t>وصول كرتے تھے كہ اس قسم كى املاك كو 'جاگير'' كا عنوان ديا جاتا تھا_ البتہ جاگيرو</w:t>
      </w:r>
      <w:r w:rsidR="000A0CDC">
        <w:rPr>
          <w:rtl/>
        </w:rPr>
        <w:t xml:space="preserve">ں </w:t>
      </w:r>
      <w:r>
        <w:rPr>
          <w:rtl/>
        </w:rPr>
        <w:t>كا ملنا فوجيو</w:t>
      </w:r>
      <w:r w:rsidR="000A0CDC">
        <w:rPr>
          <w:rtl/>
        </w:rPr>
        <w:t xml:space="preserve">ں </w:t>
      </w:r>
      <w:r>
        <w:rPr>
          <w:rtl/>
        </w:rPr>
        <w:t xml:space="preserve">كے ساتھ خاص نہ تھا بلكہ امراء طبقہ حتى كہ علماء بھى ان سے بہرہ مند تھے_ </w:t>
      </w:r>
    </w:p>
    <w:p w:rsidR="0061102A" w:rsidRDefault="0061102A" w:rsidP="00BE6934">
      <w:pPr>
        <w:pStyle w:val="libNormal"/>
        <w:rPr>
          <w:rtl/>
        </w:rPr>
      </w:pPr>
    </w:p>
    <w:p w:rsidR="0061102A" w:rsidRDefault="0061102A" w:rsidP="00BE6934">
      <w:pPr>
        <w:pStyle w:val="Heading2Center"/>
        <w:rPr>
          <w:rtl/>
        </w:rPr>
      </w:pPr>
      <w:bookmarkStart w:id="152" w:name="_Toc268708"/>
      <w:r>
        <w:rPr>
          <w:rtl/>
        </w:rPr>
        <w:t>فارسى ادبيات</w:t>
      </w:r>
      <w:bookmarkEnd w:id="152"/>
    </w:p>
    <w:p w:rsidR="0061102A" w:rsidRDefault="0061102A" w:rsidP="00BE6934">
      <w:pPr>
        <w:pStyle w:val="libNormal"/>
        <w:rPr>
          <w:rtl/>
        </w:rPr>
      </w:pPr>
      <w:r>
        <w:rPr>
          <w:rtl/>
        </w:rPr>
        <w:t>جرمنى كى مشہور اسلام شناس اسكالر شيمل كے بقول مغلو</w:t>
      </w:r>
      <w:r w:rsidR="000A0CDC">
        <w:rPr>
          <w:rtl/>
        </w:rPr>
        <w:t xml:space="preserve">ں </w:t>
      </w:r>
      <w:r>
        <w:rPr>
          <w:rtl/>
        </w:rPr>
        <w:t>كا دور ہندوستان مي</w:t>
      </w:r>
      <w:r w:rsidR="000A0CDC">
        <w:rPr>
          <w:rtl/>
        </w:rPr>
        <w:t xml:space="preserve">ں </w:t>
      </w:r>
      <w:r>
        <w:rPr>
          <w:rtl/>
        </w:rPr>
        <w:t>فارسى ادبيات كے عروج كا دور ہے</w:t>
      </w:r>
      <w:r w:rsidRPr="00F67D4B">
        <w:rPr>
          <w:rStyle w:val="libFootnotenumChar"/>
          <w:rtl/>
        </w:rPr>
        <w:t>(1)</w:t>
      </w:r>
      <w:r>
        <w:rPr>
          <w:rtl/>
        </w:rPr>
        <w:t xml:space="preserve"> كيونكہ شاعرو</w:t>
      </w:r>
      <w:r w:rsidR="000A0CDC">
        <w:rPr>
          <w:rtl/>
        </w:rPr>
        <w:t xml:space="preserve">ں </w:t>
      </w:r>
      <w:r>
        <w:rPr>
          <w:rtl/>
        </w:rPr>
        <w:t>كى كثرت اور نئے و منفرد موضوعات اور مضامين كى فراوانى اسقدر زيادہ تھى كہ ايرانى فارسى زبان لوگ مغلو</w:t>
      </w:r>
      <w:r w:rsidR="000A0CDC">
        <w:rPr>
          <w:rtl/>
        </w:rPr>
        <w:t xml:space="preserve">ں </w:t>
      </w:r>
      <w:r>
        <w:rPr>
          <w:rtl/>
        </w:rPr>
        <w:t xml:space="preserve">كے دربار سے وابستہ ہوئے تاكہ انكى اس نعمت كے </w:t>
      </w:r>
      <w:r w:rsidR="003A04D8">
        <w:rPr>
          <w:rtl/>
        </w:rPr>
        <w:t>عظیم</w:t>
      </w:r>
      <w:r>
        <w:rPr>
          <w:rtl/>
        </w:rPr>
        <w:t xml:space="preserve"> دسترخوان سے بہرہ مند ہوسكي</w:t>
      </w:r>
      <w:r w:rsidR="000A0CDC">
        <w:rPr>
          <w:rtl/>
        </w:rPr>
        <w:t xml:space="preserve">ں </w:t>
      </w:r>
      <w:r>
        <w:rPr>
          <w:rtl/>
        </w:rPr>
        <w:t xml:space="preserve">_ </w:t>
      </w:r>
    </w:p>
    <w:p w:rsidR="0061102A" w:rsidRDefault="0061102A" w:rsidP="00BE6934">
      <w:pPr>
        <w:pStyle w:val="libNormal"/>
        <w:rPr>
          <w:rtl/>
        </w:rPr>
      </w:pPr>
      <w:r>
        <w:rPr>
          <w:rtl/>
        </w:rPr>
        <w:t>990 قمرى مي</w:t>
      </w:r>
      <w:r w:rsidR="000A0CDC">
        <w:rPr>
          <w:rtl/>
        </w:rPr>
        <w:t xml:space="preserve">ں </w:t>
      </w:r>
      <w:r>
        <w:rPr>
          <w:rtl/>
        </w:rPr>
        <w:t>اكبر بادشاہ كے دور حكومت مي</w:t>
      </w:r>
      <w:r w:rsidR="000A0CDC">
        <w:rPr>
          <w:rtl/>
        </w:rPr>
        <w:t xml:space="preserve">ں </w:t>
      </w:r>
      <w:r>
        <w:rPr>
          <w:rtl/>
        </w:rPr>
        <w:t>فارسى زبان حكومت كى سركارى زبان قرار پائي_ يہ بادشاہ فارسى ادبيات اور ثقافت كو خاص اہميت ديتا تھا _ آج كى اصطلاح كے مطابق اس نے ايك دارالترجمہ كى بنياد ركھى تاكہ سنسكرت اور ہندى كى قديم كتابو</w:t>
      </w:r>
      <w:r w:rsidR="000A0CDC">
        <w:rPr>
          <w:rtl/>
        </w:rPr>
        <w:t xml:space="preserve">ں </w:t>
      </w:r>
      <w:r>
        <w:rPr>
          <w:rtl/>
        </w:rPr>
        <w:t>كا فارسى زبان مي</w:t>
      </w:r>
      <w:r w:rsidR="000A0CDC">
        <w:rPr>
          <w:rtl/>
        </w:rPr>
        <w:t xml:space="preserve">ں </w:t>
      </w:r>
      <w:r>
        <w:rPr>
          <w:rtl/>
        </w:rPr>
        <w:t>ترجمہ ہو_ شايد اس دور مي</w:t>
      </w:r>
      <w:r w:rsidR="000A0CDC">
        <w:rPr>
          <w:rtl/>
        </w:rPr>
        <w:t xml:space="preserve">ں </w:t>
      </w:r>
      <w:r>
        <w:rPr>
          <w:rtl/>
        </w:rPr>
        <w:t>فارسى اشعار كے مطالب ومضامين مي</w:t>
      </w:r>
      <w:r w:rsidR="000A0CDC">
        <w:rPr>
          <w:rtl/>
        </w:rPr>
        <w:t xml:space="preserve">ں </w:t>
      </w:r>
      <w:r>
        <w:rPr>
          <w:rtl/>
        </w:rPr>
        <w:t>جدت اور وسعت كى ايك وجہ شعرا حضرات كا ہندى ادبيات سے آشنائي اور قربت ركھنا ہو</w:t>
      </w:r>
      <w:r w:rsidRPr="00F67D4B">
        <w:rPr>
          <w:rStyle w:val="libFootnotenumChar"/>
          <w:rtl/>
        </w:rPr>
        <w:t>(2)</w:t>
      </w:r>
      <w:r>
        <w:rPr>
          <w:rtl/>
        </w:rPr>
        <w:t xml:space="preserve"> </w:t>
      </w:r>
    </w:p>
    <w:p w:rsidR="0061102A" w:rsidRDefault="0061102A" w:rsidP="00BE6934">
      <w:pPr>
        <w:pStyle w:val="libNormal"/>
        <w:rPr>
          <w:rtl/>
        </w:rPr>
      </w:pPr>
      <w:r>
        <w:rPr>
          <w:rtl/>
        </w:rPr>
        <w:t>اس دور مي</w:t>
      </w:r>
      <w:r w:rsidR="000A0CDC">
        <w:rPr>
          <w:rtl/>
        </w:rPr>
        <w:t xml:space="preserve">ں </w:t>
      </w:r>
      <w:r>
        <w:rPr>
          <w:rtl/>
        </w:rPr>
        <w:t>معروف شعراء كے بہت سے ديوان سامنے آئے_ ايرانى شاعرو</w:t>
      </w:r>
      <w:r w:rsidR="000A0CDC">
        <w:rPr>
          <w:rtl/>
        </w:rPr>
        <w:t xml:space="preserve">ں </w:t>
      </w:r>
      <w:r>
        <w:rPr>
          <w:rtl/>
        </w:rPr>
        <w:t xml:space="preserve">كى ہندوستان كى طرف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آن مارى شيمل ، ادبيات اسلامى ہند، ترجمہ يعقوب آند، امير كبير ، 1373 ص 38 ، 37_ </w:t>
      </w:r>
    </w:p>
    <w:p w:rsidR="00855142" w:rsidRPr="00855142" w:rsidRDefault="0061102A" w:rsidP="00BE6934">
      <w:pPr>
        <w:pStyle w:val="libFootnote"/>
        <w:rPr>
          <w:rStyle w:val="libNormalChar"/>
          <w:rtl/>
        </w:rPr>
      </w:pPr>
      <w:r>
        <w:rPr>
          <w:rtl/>
        </w:rPr>
        <w:t>2) محمد فتوحي، نقد خيال، نقد ادبى در سبك ہندى ، تہران روزگار 1371 ، ص 73_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ہجرت اور امراء و اشراف طبقہ كى شاعرو</w:t>
      </w:r>
      <w:r w:rsidR="000A0CDC">
        <w:rPr>
          <w:rtl/>
        </w:rPr>
        <w:t xml:space="preserve">ں </w:t>
      </w:r>
      <w:r>
        <w:rPr>
          <w:rtl/>
        </w:rPr>
        <w:t>كو اہميت دينا باعث بنا كہ اكبر بادشاہ كے دور مي</w:t>
      </w:r>
      <w:r w:rsidR="000A0CDC">
        <w:rPr>
          <w:rtl/>
        </w:rPr>
        <w:t xml:space="preserve">ں </w:t>
      </w:r>
      <w:r>
        <w:rPr>
          <w:rtl/>
        </w:rPr>
        <w:t>فيض دكني، غزالى مشہدى اور عرفى شيرازى جيسے شعراء ظاہر ہوئے _ ايرانى شاعرو</w:t>
      </w:r>
      <w:r w:rsidR="000A0CDC">
        <w:rPr>
          <w:rtl/>
        </w:rPr>
        <w:t xml:space="preserve">ں </w:t>
      </w:r>
      <w:r>
        <w:rPr>
          <w:rtl/>
        </w:rPr>
        <w:t>كى يہ ہجرت جہانگير اور شاہ جہا</w:t>
      </w:r>
      <w:r w:rsidR="000A0CDC">
        <w:rPr>
          <w:rtl/>
        </w:rPr>
        <w:t xml:space="preserve">ں </w:t>
      </w:r>
      <w:r>
        <w:rPr>
          <w:rtl/>
        </w:rPr>
        <w:t>كے دور مي</w:t>
      </w:r>
      <w:r w:rsidR="000A0CDC">
        <w:rPr>
          <w:rtl/>
        </w:rPr>
        <w:t xml:space="preserve">ں </w:t>
      </w:r>
      <w:r>
        <w:rPr>
          <w:rtl/>
        </w:rPr>
        <w:t>بھى جارى رہى _ جہانگير كے دور مي</w:t>
      </w:r>
      <w:r w:rsidR="000A0CDC">
        <w:rPr>
          <w:rtl/>
        </w:rPr>
        <w:t xml:space="preserve">ں </w:t>
      </w:r>
      <w:r>
        <w:rPr>
          <w:rtl/>
        </w:rPr>
        <w:t>طالب آملى (سال 1036 قمرى ) ايك مشہور ترين شاعر تھے كہ جنہي</w:t>
      </w:r>
      <w:r w:rsidR="000A0CDC">
        <w:rPr>
          <w:rtl/>
        </w:rPr>
        <w:t xml:space="preserve">ں </w:t>
      </w:r>
      <w:r>
        <w:rPr>
          <w:rtl/>
        </w:rPr>
        <w:t xml:space="preserve">ملك الشعرائے دربار كا اعزاز حاصل تھا_ </w:t>
      </w:r>
    </w:p>
    <w:p w:rsidR="0061102A" w:rsidRDefault="0061102A" w:rsidP="00BE6934">
      <w:pPr>
        <w:pStyle w:val="libNormal"/>
        <w:rPr>
          <w:rtl/>
        </w:rPr>
      </w:pPr>
      <w:r>
        <w:rPr>
          <w:rtl/>
        </w:rPr>
        <w:t>اسى طرح صائب تبريزى ( سال 1081 قمري) ہندى سبك مي</w:t>
      </w:r>
      <w:r w:rsidR="000A0CDC">
        <w:rPr>
          <w:rtl/>
        </w:rPr>
        <w:t xml:space="preserve">ں </w:t>
      </w:r>
      <w:r>
        <w:rPr>
          <w:rtl/>
        </w:rPr>
        <w:t>ايك مشہور ترين شاعر تھے جو شاہ جہان كے ہا</w:t>
      </w:r>
      <w:r w:rsidR="000A0CDC">
        <w:rPr>
          <w:rtl/>
        </w:rPr>
        <w:t xml:space="preserve">ں </w:t>
      </w:r>
      <w:r>
        <w:rPr>
          <w:rtl/>
        </w:rPr>
        <w:t>خصوصى مقام كے حامل تھے، كہ اورنگ زيب كے بادشاہ بننے سے زبان فارسى اور اس كے ساتھ شعراء كى رسمى حمايت كم ہوتى گئي _ ليكن ايك اور مشہور شاعر بيدل دہلوى (1054 _ 1133 قمري) اسى دور مي</w:t>
      </w:r>
      <w:r w:rsidR="000A0CDC">
        <w:rPr>
          <w:rtl/>
        </w:rPr>
        <w:t xml:space="preserve">ں </w:t>
      </w:r>
      <w:r>
        <w:rPr>
          <w:rtl/>
        </w:rPr>
        <w:t>ظاہر ہوئے جنكے اشعار فارسى مي</w:t>
      </w:r>
      <w:r w:rsidR="000A0CDC">
        <w:rPr>
          <w:rtl/>
        </w:rPr>
        <w:t xml:space="preserve">ں </w:t>
      </w:r>
      <w:r>
        <w:rPr>
          <w:rtl/>
        </w:rPr>
        <w:t>ہندى سبك كے عروج كى حكايت كرتے ہي</w:t>
      </w:r>
      <w:r w:rsidR="000A0CDC">
        <w:rPr>
          <w:rtl/>
        </w:rPr>
        <w:t xml:space="preserve">ں </w:t>
      </w:r>
      <w:r>
        <w:rPr>
          <w:rtl/>
        </w:rPr>
        <w:t xml:space="preserve">_ </w:t>
      </w:r>
    </w:p>
    <w:p w:rsidR="0061102A" w:rsidRDefault="0061102A" w:rsidP="00BE6934">
      <w:pPr>
        <w:pStyle w:val="libNormal"/>
        <w:rPr>
          <w:rtl/>
        </w:rPr>
      </w:pPr>
      <w:r>
        <w:rPr>
          <w:rtl/>
        </w:rPr>
        <w:t>اسى طرح اس دور كے ديگر شعراء مي</w:t>
      </w:r>
      <w:r w:rsidR="000A0CDC">
        <w:rPr>
          <w:rtl/>
        </w:rPr>
        <w:t xml:space="preserve">ں </w:t>
      </w:r>
      <w:r>
        <w:rPr>
          <w:rtl/>
        </w:rPr>
        <w:t>غالب دھلوي_ شيدا فتحپورى اور حزين لاہيجى ہي</w:t>
      </w:r>
      <w:r w:rsidR="000A0CDC">
        <w:rPr>
          <w:rtl/>
        </w:rPr>
        <w:t xml:space="preserve">ں </w:t>
      </w:r>
      <w:r>
        <w:rPr>
          <w:rtl/>
        </w:rPr>
        <w:t>_ مغليہ عہد مي</w:t>
      </w:r>
      <w:r w:rsidR="000A0CDC">
        <w:rPr>
          <w:rtl/>
        </w:rPr>
        <w:t xml:space="preserve">ں </w:t>
      </w:r>
      <w:r>
        <w:rPr>
          <w:rtl/>
        </w:rPr>
        <w:t>مصنفين اور منشى حضرات نے بہت سى ادبى اور تاريخى كتب كو لباس تحرير پہنايا _ دنيا كى تاريخ ، عمومى تاريخ اور خاص سلسلو</w:t>
      </w:r>
      <w:r w:rsidR="000A0CDC">
        <w:rPr>
          <w:rtl/>
        </w:rPr>
        <w:t xml:space="preserve">ں </w:t>
      </w:r>
      <w:r>
        <w:rPr>
          <w:rtl/>
        </w:rPr>
        <w:t>كى تاريخ كے حوالے سے بہت سى كتابي</w:t>
      </w:r>
      <w:r w:rsidR="000A0CDC">
        <w:rPr>
          <w:rtl/>
        </w:rPr>
        <w:t xml:space="preserve">ں </w:t>
      </w:r>
      <w:r>
        <w:rPr>
          <w:rtl/>
        </w:rPr>
        <w:t>تاليف و تصنيف ہوئي</w:t>
      </w:r>
      <w:r w:rsidR="000A0CDC">
        <w:rPr>
          <w:rtl/>
        </w:rPr>
        <w:t xml:space="preserve">ں </w:t>
      </w:r>
      <w:r>
        <w:rPr>
          <w:rtl/>
        </w:rPr>
        <w:t>اس دور مي</w:t>
      </w:r>
      <w:r w:rsidR="000A0CDC">
        <w:rPr>
          <w:rtl/>
        </w:rPr>
        <w:t xml:space="preserve">ں </w:t>
      </w:r>
      <w:r>
        <w:rPr>
          <w:rtl/>
        </w:rPr>
        <w:t>ہندى كتابو</w:t>
      </w:r>
      <w:r w:rsidR="000A0CDC">
        <w:rPr>
          <w:rtl/>
        </w:rPr>
        <w:t xml:space="preserve">ں </w:t>
      </w:r>
      <w:r>
        <w:rPr>
          <w:rtl/>
        </w:rPr>
        <w:t>كا فارسى زبان مي</w:t>
      </w:r>
      <w:r w:rsidR="000A0CDC">
        <w:rPr>
          <w:rtl/>
        </w:rPr>
        <w:t xml:space="preserve">ں </w:t>
      </w:r>
      <w:r>
        <w:rPr>
          <w:rtl/>
        </w:rPr>
        <w:t>ترجمہ كافى پر رونق تھا_ مثلاً رامائن ، مہا بھارت ( جنگ نامہ ) اور اور اوپانشاد كا سنسكرت سے فارسى زبان مي</w:t>
      </w:r>
      <w:r w:rsidR="000A0CDC">
        <w:rPr>
          <w:rtl/>
        </w:rPr>
        <w:t xml:space="preserve">ں </w:t>
      </w:r>
      <w:r>
        <w:rPr>
          <w:rtl/>
        </w:rPr>
        <w:t>ترجمہ اسى دور كے ترجمہ كى مثالو</w:t>
      </w:r>
      <w:r w:rsidR="000A0CDC">
        <w:rPr>
          <w:rtl/>
        </w:rPr>
        <w:t xml:space="preserve">ں </w:t>
      </w:r>
      <w:r>
        <w:rPr>
          <w:rtl/>
        </w:rPr>
        <w:t>مي</w:t>
      </w:r>
      <w:r w:rsidR="000A0CDC">
        <w:rPr>
          <w:rtl/>
        </w:rPr>
        <w:t xml:space="preserve">ں </w:t>
      </w:r>
      <w:r>
        <w:rPr>
          <w:rtl/>
        </w:rPr>
        <w:t>سے ہے 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53" w:name="_Toc268709"/>
      <w:r>
        <w:rPr>
          <w:rtl/>
        </w:rPr>
        <w:t>مسلمان عرفا اور انكى ہندوستان مي</w:t>
      </w:r>
      <w:r w:rsidR="000A0CDC">
        <w:rPr>
          <w:rtl/>
        </w:rPr>
        <w:t xml:space="preserve">ں </w:t>
      </w:r>
      <w:r>
        <w:rPr>
          <w:rtl/>
        </w:rPr>
        <w:t>خدمات</w:t>
      </w:r>
      <w:bookmarkEnd w:id="153"/>
    </w:p>
    <w:p w:rsidR="0061102A" w:rsidRDefault="0061102A" w:rsidP="00BE6934">
      <w:pPr>
        <w:pStyle w:val="libNormal"/>
        <w:rPr>
          <w:rtl/>
        </w:rPr>
      </w:pPr>
      <w:r>
        <w:rPr>
          <w:rtl/>
        </w:rPr>
        <w:t>دينى مبلغين مي</w:t>
      </w:r>
      <w:r w:rsidR="000A0CDC">
        <w:rPr>
          <w:rtl/>
        </w:rPr>
        <w:t xml:space="preserve">ں </w:t>
      </w:r>
      <w:r>
        <w:rPr>
          <w:rtl/>
        </w:rPr>
        <w:t>صوفيا اور عرفا كرام نے مسلمان سپاہيو</w:t>
      </w:r>
      <w:r w:rsidR="000A0CDC">
        <w:rPr>
          <w:rtl/>
        </w:rPr>
        <w:t xml:space="preserve">ں </w:t>
      </w:r>
      <w:r>
        <w:rPr>
          <w:rtl/>
        </w:rPr>
        <w:t>اور تجار كى صورت مي</w:t>
      </w:r>
      <w:r w:rsidR="000A0CDC">
        <w:rPr>
          <w:rtl/>
        </w:rPr>
        <w:t xml:space="preserve">ں </w:t>
      </w:r>
      <w:r>
        <w:rPr>
          <w:rtl/>
        </w:rPr>
        <w:t>فاتحين كے ہمراہ اپنى خاص طريقت و منش كى بناء پر بہت سے ہندوستانيو</w:t>
      </w:r>
      <w:r w:rsidR="000A0CDC">
        <w:rPr>
          <w:rtl/>
        </w:rPr>
        <w:t xml:space="preserve">ں </w:t>
      </w:r>
      <w:r>
        <w:rPr>
          <w:rtl/>
        </w:rPr>
        <w:t>كو دائرہ اسلام مي</w:t>
      </w:r>
      <w:r w:rsidR="000A0CDC">
        <w:rPr>
          <w:rtl/>
        </w:rPr>
        <w:t xml:space="preserve">ں </w:t>
      </w:r>
      <w:r>
        <w:rPr>
          <w:rtl/>
        </w:rPr>
        <w:t xml:space="preserve">داخل كيا_ </w:t>
      </w:r>
    </w:p>
    <w:p w:rsidR="0061102A" w:rsidRDefault="003A7D4A" w:rsidP="00BE6934">
      <w:pPr>
        <w:pStyle w:val="libLine"/>
        <w:rPr>
          <w:rtl/>
        </w:rPr>
      </w:pPr>
      <w:r>
        <w:rPr>
          <w:rtl/>
        </w:rPr>
        <w:t>____________________</w:t>
      </w:r>
    </w:p>
    <w:p w:rsidR="008672B1" w:rsidRDefault="0061102A" w:rsidP="00BE6934">
      <w:pPr>
        <w:pStyle w:val="libFootnote"/>
        <w:rPr>
          <w:rtl/>
        </w:rPr>
      </w:pPr>
      <w:r>
        <w:rPr>
          <w:rtl/>
        </w:rPr>
        <w:t>1) دانشنامہ جہان اسلام ، ج 1 ص 74 _73 ذيل ''بابريان '' ادبيات (منيب الرحمان)_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انہو</w:t>
      </w:r>
      <w:r w:rsidR="000A0CDC">
        <w:rPr>
          <w:rtl/>
        </w:rPr>
        <w:t xml:space="preserve">ں </w:t>
      </w:r>
      <w:r>
        <w:rPr>
          <w:rtl/>
        </w:rPr>
        <w:t>نے غزنوى دور كے بعد دور دراز كے علاقو</w:t>
      </w:r>
      <w:r w:rsidR="000A0CDC">
        <w:rPr>
          <w:rtl/>
        </w:rPr>
        <w:t xml:space="preserve">ں </w:t>
      </w:r>
      <w:r>
        <w:rPr>
          <w:rtl/>
        </w:rPr>
        <w:t>مي</w:t>
      </w:r>
      <w:r w:rsidR="000A0CDC">
        <w:rPr>
          <w:rtl/>
        </w:rPr>
        <w:t xml:space="preserve">ں </w:t>
      </w:r>
      <w:r>
        <w:rPr>
          <w:rtl/>
        </w:rPr>
        <w:t>مثلاً ہندوستان كے شمال مي</w:t>
      </w:r>
      <w:r w:rsidR="000A0CDC">
        <w:rPr>
          <w:rtl/>
        </w:rPr>
        <w:t xml:space="preserve">ں </w:t>
      </w:r>
      <w:r>
        <w:rPr>
          <w:rtl/>
        </w:rPr>
        <w:t>ايسا مقام اور حلقہ اثر بناليا تھا كہ وقت كے سلاطين اور امراء بھى انكا احترام كرنے مي</w:t>
      </w:r>
      <w:r w:rsidR="000A0CDC">
        <w:rPr>
          <w:rtl/>
        </w:rPr>
        <w:t xml:space="preserve">ں </w:t>
      </w:r>
      <w:r>
        <w:rPr>
          <w:rtl/>
        </w:rPr>
        <w:t>مجبور ہوتے تھے_ مثلاً شيخ بھاء الدين زكريا كے دور مي</w:t>
      </w:r>
      <w:r w:rsidR="000A0CDC">
        <w:rPr>
          <w:rtl/>
        </w:rPr>
        <w:t xml:space="preserve">ں </w:t>
      </w:r>
      <w:r>
        <w:rPr>
          <w:rtl/>
        </w:rPr>
        <w:t>شہر ملتان برصغير كے مسلمانو</w:t>
      </w:r>
      <w:r w:rsidR="000A0CDC">
        <w:rPr>
          <w:rtl/>
        </w:rPr>
        <w:t xml:space="preserve">ں </w:t>
      </w:r>
      <w:r>
        <w:rPr>
          <w:rtl/>
        </w:rPr>
        <w:t>كا مركز تھا_</w:t>
      </w:r>
      <w:r w:rsidRPr="00F67D4B">
        <w:rPr>
          <w:rStyle w:val="libFootnotenumChar"/>
          <w:rtl/>
        </w:rPr>
        <w:t>(1)</w:t>
      </w:r>
      <w:r>
        <w:rPr>
          <w:rtl/>
        </w:rPr>
        <w:t xml:space="preserve"> </w:t>
      </w:r>
    </w:p>
    <w:p w:rsidR="0061102A" w:rsidRDefault="0061102A" w:rsidP="00BE6934">
      <w:pPr>
        <w:pStyle w:val="libNormal"/>
        <w:rPr>
          <w:rtl/>
        </w:rPr>
      </w:pPr>
      <w:r>
        <w:rPr>
          <w:rtl/>
        </w:rPr>
        <w:t>ہندوستان كے عرفان اور تصوف كے حوالے سے ايك قابل غور نكتہ يہ ہے كہ فارسى زبان عرفان وتصوف اكھٹے ہمسفر رہے جس قدر فارسى زبان وسعت اختيار كر گئي عرفان و تصوف نے بھى ترقى كى اور اسى طرح فارسى كے زوال كے ساتھ اس نظريہ كا حال بھى ويسا ہى ہوا، مجموعى طور پر برصغير مي</w:t>
      </w:r>
      <w:r w:rsidR="000A0CDC">
        <w:rPr>
          <w:rtl/>
        </w:rPr>
        <w:t xml:space="preserve">ں </w:t>
      </w:r>
      <w:r>
        <w:rPr>
          <w:rtl/>
        </w:rPr>
        <w:t>چار صوفى سلسلے ظاہر ہوئے _ چشتيہ _ سہروورديہ ، قادريہ اور نقشبنديہ_</w:t>
      </w:r>
      <w:r w:rsidRPr="00F67D4B">
        <w:rPr>
          <w:rStyle w:val="libFootnotenumChar"/>
          <w:rtl/>
        </w:rPr>
        <w:t>(2)</w:t>
      </w:r>
      <w:r>
        <w:rPr>
          <w:rtl/>
        </w:rPr>
        <w:t xml:space="preserve"> </w:t>
      </w:r>
    </w:p>
    <w:p w:rsidR="0061102A" w:rsidRDefault="0061102A" w:rsidP="00BE6934">
      <w:pPr>
        <w:pStyle w:val="libNormal"/>
        <w:rPr>
          <w:rtl/>
        </w:rPr>
      </w:pPr>
      <w:r>
        <w:rPr>
          <w:rtl/>
        </w:rPr>
        <w:t>ان سلسلو</w:t>
      </w:r>
      <w:r w:rsidR="000A0CDC">
        <w:rPr>
          <w:rtl/>
        </w:rPr>
        <w:t xml:space="preserve">ں </w:t>
      </w:r>
      <w:r>
        <w:rPr>
          <w:rtl/>
        </w:rPr>
        <w:t>كے اولياء اور اقطاب كے مقبرے لوگو</w:t>
      </w:r>
      <w:r w:rsidR="000A0CDC">
        <w:rPr>
          <w:rtl/>
        </w:rPr>
        <w:t xml:space="preserve">ں </w:t>
      </w:r>
      <w:r>
        <w:rPr>
          <w:rtl/>
        </w:rPr>
        <w:t>مي</w:t>
      </w:r>
      <w:r w:rsidR="000A0CDC">
        <w:rPr>
          <w:rtl/>
        </w:rPr>
        <w:t xml:space="preserve">ں </w:t>
      </w:r>
      <w:r>
        <w:rPr>
          <w:rtl/>
        </w:rPr>
        <w:t>احترام كے حامل تھے آج بھى ہر سال عرس كے ايام يعنى انكى وفات كے دن ہزارو</w:t>
      </w:r>
      <w:r w:rsidR="000A0CDC">
        <w:rPr>
          <w:rtl/>
        </w:rPr>
        <w:t xml:space="preserve">ں </w:t>
      </w:r>
      <w:r>
        <w:rPr>
          <w:rtl/>
        </w:rPr>
        <w:t>لوگ ان اولياء كے مزارو</w:t>
      </w:r>
      <w:r w:rsidR="000A0CDC">
        <w:rPr>
          <w:rtl/>
        </w:rPr>
        <w:t xml:space="preserve">ں </w:t>
      </w:r>
      <w:r>
        <w:rPr>
          <w:rtl/>
        </w:rPr>
        <w:t>پر اكھٹے ہوتے ہي</w:t>
      </w:r>
      <w:r w:rsidR="000A0CDC">
        <w:rPr>
          <w:rtl/>
        </w:rPr>
        <w:t xml:space="preserve">ں </w:t>
      </w:r>
      <w:r>
        <w:rPr>
          <w:rtl/>
        </w:rPr>
        <w:t>اور خاص انداز سے مراسم بجالاتے ہي</w:t>
      </w:r>
      <w:r w:rsidR="000A0CDC">
        <w:rPr>
          <w:rtl/>
        </w:rPr>
        <w:t xml:space="preserve">ں </w:t>
      </w:r>
      <w:r>
        <w:rPr>
          <w:rtl/>
        </w:rPr>
        <w:t>_ يہ چارو</w:t>
      </w:r>
      <w:r w:rsidR="000A0CDC">
        <w:rPr>
          <w:rtl/>
        </w:rPr>
        <w:t xml:space="preserve">ں </w:t>
      </w:r>
      <w:r>
        <w:rPr>
          <w:rtl/>
        </w:rPr>
        <w:t>سلسلے اپنا نسب حضرت على _كى ذات مبارك سے ملاتے ہي</w:t>
      </w:r>
      <w:r w:rsidR="000A0CDC">
        <w:rPr>
          <w:rtl/>
        </w:rPr>
        <w:t xml:space="preserve">ں </w:t>
      </w:r>
      <w:r>
        <w:rPr>
          <w:rtl/>
        </w:rPr>
        <w:t xml:space="preserve">_ </w:t>
      </w:r>
    </w:p>
    <w:p w:rsidR="0061102A" w:rsidRDefault="0061102A" w:rsidP="00BE6934">
      <w:pPr>
        <w:pStyle w:val="libNormal"/>
        <w:rPr>
          <w:rtl/>
        </w:rPr>
      </w:pPr>
      <w:r>
        <w:rPr>
          <w:rtl/>
        </w:rPr>
        <w:t>سہرورديہ :جيسا كہ نام سے معلوم ہے كہ يہ سلسلہ شيخ شہاب الدين سہروردى سے منسوب ہے _ شيخ بہاء الدين زكريا ملتانى (متوفى 666 قمري) كى سعى وكوشش سے برصغير مي</w:t>
      </w:r>
      <w:r w:rsidR="000A0CDC">
        <w:rPr>
          <w:rtl/>
        </w:rPr>
        <w:t xml:space="preserve">ں </w:t>
      </w:r>
      <w:r>
        <w:rPr>
          <w:rtl/>
        </w:rPr>
        <w:t>يہ سلسلہ پھيلا بالخصوص بنگالى علاقو</w:t>
      </w:r>
      <w:r w:rsidR="000A0CDC">
        <w:rPr>
          <w:rtl/>
        </w:rPr>
        <w:t xml:space="preserve">ں </w:t>
      </w:r>
      <w:r>
        <w:rPr>
          <w:rtl/>
        </w:rPr>
        <w:t>مي</w:t>
      </w:r>
      <w:r w:rsidR="000A0CDC">
        <w:rPr>
          <w:rtl/>
        </w:rPr>
        <w:t xml:space="preserve">ں </w:t>
      </w:r>
      <w:r>
        <w:rPr>
          <w:rtl/>
        </w:rPr>
        <w:t>اس سلسلہ كا بہت بڑا حلقہ اثر ہے _ ہندوستان مي</w:t>
      </w:r>
      <w:r w:rsidR="000A0CDC">
        <w:rPr>
          <w:rtl/>
        </w:rPr>
        <w:t xml:space="preserve">ں </w:t>
      </w:r>
      <w:r>
        <w:rPr>
          <w:rtl/>
        </w:rPr>
        <w:t>اس سلسلہ كے مشہور اقطاب مي</w:t>
      </w:r>
      <w:r w:rsidR="000A0CDC">
        <w:rPr>
          <w:rtl/>
        </w:rPr>
        <w:t xml:space="preserve">ں </w:t>
      </w:r>
      <w:r>
        <w:rPr>
          <w:rtl/>
        </w:rPr>
        <w:t>سے معروف ايرانى شاعر فخرالدين عراقى قابل ذكر ہي</w:t>
      </w:r>
      <w:r w:rsidR="000A0CDC">
        <w:rPr>
          <w:rtl/>
        </w:rPr>
        <w:t xml:space="preserve">ں </w:t>
      </w:r>
      <w:r>
        <w:rPr>
          <w:rtl/>
        </w:rPr>
        <w:t xml:space="preserve">كہ جو شيخ زكريا كے داماد تھے_ </w:t>
      </w:r>
    </w:p>
    <w:p w:rsidR="0061102A" w:rsidRDefault="0061102A" w:rsidP="00BE6934">
      <w:pPr>
        <w:pStyle w:val="libNormal"/>
        <w:rPr>
          <w:rtl/>
        </w:rPr>
      </w:pPr>
      <w:r>
        <w:rPr>
          <w:rtl/>
        </w:rPr>
        <w:t>قادريہ:اس سلسلہ كے بانى عبدالقادر گيلانى (متوفى 561ہجرى قمري) تھے_ ہندوستان مي</w:t>
      </w:r>
      <w:r w:rsidR="000A0CDC">
        <w:rPr>
          <w:rtl/>
        </w:rPr>
        <w:t xml:space="preserve">ں </w:t>
      </w:r>
      <w:r>
        <w:rPr>
          <w:rtl/>
        </w:rPr>
        <w:t>ا س سلسلہ كے سب سے پہلے خليفہ صفى الدين صوفى گيلانى تھے اور اس سلسلہ كے سب سے اہم خليفہ آٹھوي</w:t>
      </w:r>
      <w:r w:rsidR="000A0CDC">
        <w:rPr>
          <w:rtl/>
        </w:rPr>
        <w:t xml:space="preserve">ں </w:t>
      </w:r>
      <w:r>
        <w:rPr>
          <w:rtl/>
        </w:rPr>
        <w:t>خليفہ ابوعبداللہ محمود غوث گيلانى تھے كہ جو (923 ہجرى قمرى )مي</w:t>
      </w:r>
      <w:r w:rsidR="000A0CDC">
        <w:rPr>
          <w:rtl/>
        </w:rPr>
        <w:t xml:space="preserve">ں </w:t>
      </w:r>
      <w:r>
        <w:rPr>
          <w:rtl/>
        </w:rPr>
        <w:t>ظہيرالدين بابر كے دور مي</w:t>
      </w:r>
      <w:r w:rsidR="000A0CDC">
        <w:rPr>
          <w:rtl/>
        </w:rPr>
        <w:t xml:space="preserve">ں </w:t>
      </w:r>
      <w:r>
        <w:rPr>
          <w:rtl/>
        </w:rPr>
        <w:t>شہر لاہور مي</w:t>
      </w:r>
      <w:r w:rsidR="000A0CDC">
        <w:rPr>
          <w:rtl/>
        </w:rPr>
        <w:t xml:space="preserve">ں </w:t>
      </w:r>
      <w:r>
        <w:rPr>
          <w:rtl/>
        </w:rPr>
        <w:t xml:space="preserve">فوت ہوئے_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عباس رضوى اطہر ، تاريخ تصوف در ہند ،ترجمہ منصور معتمدى ، تہران 1380 _ ج 1 ص 135_ </w:t>
      </w:r>
    </w:p>
    <w:p w:rsidR="008672B1" w:rsidRDefault="0061102A" w:rsidP="00BE6934">
      <w:pPr>
        <w:pStyle w:val="libFootnote"/>
        <w:rPr>
          <w:rtl/>
        </w:rPr>
      </w:pPr>
      <w:r>
        <w:rPr>
          <w:rtl/>
        </w:rPr>
        <w:t>2) غلامعلى آريا، طريقہ چشتيہ در ہند وپاكستان ، تہران ، زوار ص 91_ 60_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نقشبنديہ :اس سلسلہ كے بانى خواجہ بہاء الدين نقشبند( 791_718ہجرى قمري) تھے_ ہندوستان مي</w:t>
      </w:r>
      <w:r w:rsidR="000A0CDC">
        <w:rPr>
          <w:rtl/>
        </w:rPr>
        <w:t xml:space="preserve">ں </w:t>
      </w:r>
      <w:r>
        <w:rPr>
          <w:rtl/>
        </w:rPr>
        <w:t>بابر كے دور مي</w:t>
      </w:r>
      <w:r w:rsidR="000A0CDC">
        <w:rPr>
          <w:rtl/>
        </w:rPr>
        <w:t xml:space="preserve">ں </w:t>
      </w:r>
      <w:r>
        <w:rPr>
          <w:rtl/>
        </w:rPr>
        <w:t xml:space="preserve">خواجہ محمد باقى عبداللہ (متوفى 1012 قمري) كے ذريعے اس سلسلے كى بنياد ركھى گئي _ اس سلسلہ كے سب سے اہم ترين خليفہ شيخ احمد سرہندى تھے كہ جو ''الف ثاني'' كے لقب سے معروف ہوئے_ </w:t>
      </w:r>
    </w:p>
    <w:p w:rsidR="0061102A" w:rsidRDefault="0061102A" w:rsidP="00BE6934">
      <w:pPr>
        <w:pStyle w:val="libNormal"/>
        <w:rPr>
          <w:rtl/>
        </w:rPr>
      </w:pPr>
      <w:r>
        <w:rPr>
          <w:rtl/>
        </w:rPr>
        <w:t>چشتيہ: صوفيا كا سب سے قديمى سلسلہ ہے _ اس سلسلہ كى وجہ تسميہ ہندوستان مي</w:t>
      </w:r>
      <w:r w:rsidR="000A0CDC">
        <w:rPr>
          <w:rtl/>
        </w:rPr>
        <w:t xml:space="preserve">ں </w:t>
      </w:r>
      <w:r>
        <w:rPr>
          <w:rtl/>
        </w:rPr>
        <w:t>اس سلسلہ كے بانى خواجہ معين الدين كا ہرات كے قريب ايك بستى چشت سے تعلق تھا_ اس سلسلہ كے اہم ترين خلفاء مي</w:t>
      </w:r>
      <w:r w:rsidR="000A0CDC">
        <w:rPr>
          <w:rtl/>
        </w:rPr>
        <w:t xml:space="preserve">ں </w:t>
      </w:r>
      <w:r>
        <w:rPr>
          <w:rtl/>
        </w:rPr>
        <w:t>خواجہ حسن بصري، فضيل عياض ، ابراہيم ادھم اور ابوالاسحاق شامى قابل ذكر ہي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خواجہ معين الدين سنہ 537 قمرى مي</w:t>
      </w:r>
      <w:r w:rsidR="000A0CDC">
        <w:rPr>
          <w:rtl/>
        </w:rPr>
        <w:t xml:space="preserve">ں </w:t>
      </w:r>
      <w:r>
        <w:rPr>
          <w:rtl/>
        </w:rPr>
        <w:t>پيدا ہوئے _ انہو</w:t>
      </w:r>
      <w:r w:rsidR="000A0CDC">
        <w:rPr>
          <w:rtl/>
        </w:rPr>
        <w:t xml:space="preserve">ں </w:t>
      </w:r>
      <w:r>
        <w:rPr>
          <w:rtl/>
        </w:rPr>
        <w:t>نے سلسلہ چشتيہ كے مشايخ كے حضور زانوے تلمذتہيہ كيا ، علم و معرفت حاصل كى اور خرقہ خلافت حاصل كرنے كے بعد بغداد مي</w:t>
      </w:r>
      <w:r w:rsidR="000A0CDC">
        <w:rPr>
          <w:rtl/>
        </w:rPr>
        <w:t xml:space="preserve">ں </w:t>
      </w:r>
      <w:r>
        <w:rPr>
          <w:rtl/>
        </w:rPr>
        <w:t>نجم الدين كبرى كى زيارت كےلئے تشريف لے گئے _ اصفہان مي</w:t>
      </w:r>
      <w:r w:rsidR="000A0CDC">
        <w:rPr>
          <w:rtl/>
        </w:rPr>
        <w:t xml:space="preserve">ں </w:t>
      </w:r>
      <w:r>
        <w:rPr>
          <w:rtl/>
        </w:rPr>
        <w:t>قطب الدين بختيار كاكى سے آشنائي ہوئي اور قطب الدين خواجہ معين الدين كے مريد بن گئے اور خواجہ كے ہمراہ ہندوستان كى طرف سفر كيا اور بعد مي</w:t>
      </w:r>
      <w:r w:rsidR="000A0CDC">
        <w:rPr>
          <w:rtl/>
        </w:rPr>
        <w:t xml:space="preserve">ں </w:t>
      </w:r>
      <w:r>
        <w:rPr>
          <w:rtl/>
        </w:rPr>
        <w:t>ہندوستان كے مشہور عرفاء مي</w:t>
      </w:r>
      <w:r w:rsidR="000A0CDC">
        <w:rPr>
          <w:rtl/>
        </w:rPr>
        <w:t xml:space="preserve">ں </w:t>
      </w:r>
      <w:r>
        <w:rPr>
          <w:rtl/>
        </w:rPr>
        <w:t xml:space="preserve">سے قرار پائے_ </w:t>
      </w:r>
      <w:r w:rsidRPr="00F67D4B">
        <w:rPr>
          <w:rStyle w:val="libFootnotenumChar"/>
          <w:rtl/>
        </w:rPr>
        <w:t>(2)</w:t>
      </w:r>
      <w:r>
        <w:rPr>
          <w:rtl/>
        </w:rPr>
        <w:t xml:space="preserve"> </w:t>
      </w:r>
    </w:p>
    <w:p w:rsidR="0061102A" w:rsidRDefault="0061102A" w:rsidP="00BE6934">
      <w:pPr>
        <w:pStyle w:val="libNormal"/>
        <w:rPr>
          <w:rtl/>
        </w:rPr>
      </w:pPr>
      <w:r>
        <w:rPr>
          <w:rtl/>
        </w:rPr>
        <w:t>خواجہ معين الدين لاہور مي</w:t>
      </w:r>
      <w:r w:rsidR="000A0CDC">
        <w:rPr>
          <w:rtl/>
        </w:rPr>
        <w:t xml:space="preserve">ں </w:t>
      </w:r>
      <w:r>
        <w:rPr>
          <w:rtl/>
        </w:rPr>
        <w:t>سكونت پذير ہوئے _ ان كے مشہور خلفاء مي</w:t>
      </w:r>
      <w:r w:rsidR="000A0CDC">
        <w:rPr>
          <w:rtl/>
        </w:rPr>
        <w:t xml:space="preserve">ں </w:t>
      </w:r>
      <w:r>
        <w:rPr>
          <w:rtl/>
        </w:rPr>
        <w:t>سے قطب الدين بختيار، حميد الدين ناگوري، شيخ سليم چشتى ، نظام الدين اولياء اورامير خسرو دہلوى قابل ذكر ہي</w:t>
      </w:r>
      <w:r w:rsidR="000A0CDC">
        <w:rPr>
          <w:rtl/>
        </w:rPr>
        <w:t xml:space="preserve">ں </w:t>
      </w:r>
      <w:r>
        <w:rPr>
          <w:rtl/>
        </w:rPr>
        <w:t xml:space="preserve">_ </w:t>
      </w:r>
    </w:p>
    <w:p w:rsidR="0061102A" w:rsidRDefault="0061102A" w:rsidP="00BE6934">
      <w:pPr>
        <w:pStyle w:val="libNormal"/>
        <w:rPr>
          <w:rtl/>
        </w:rPr>
      </w:pPr>
      <w:r>
        <w:rPr>
          <w:rtl/>
        </w:rPr>
        <w:t>مغليہ حكومت كے ہا</w:t>
      </w:r>
      <w:r w:rsidR="000A0CDC">
        <w:rPr>
          <w:rtl/>
        </w:rPr>
        <w:t xml:space="preserve">ں </w:t>
      </w:r>
      <w:r>
        <w:rPr>
          <w:rtl/>
        </w:rPr>
        <w:t>خصوصاً مشايخ كا احترام اور عظمت اسقدر زيادہ تھى كہ اكبر بادشاہ ہر سال خواجہ معين الدين كے مزار كى طرف پيدل جاتا تھا اور اس نے اپنے بيٹے كا نام بھى سليم ركھا كہ جسے بعد مي</w:t>
      </w:r>
      <w:r w:rsidR="000A0CDC">
        <w:rPr>
          <w:rtl/>
        </w:rPr>
        <w:t xml:space="preserve">ں </w:t>
      </w:r>
      <w:r>
        <w:rPr>
          <w:rtl/>
        </w:rPr>
        <w:t xml:space="preserve">جہانگير كا لقب ملا_ اور ہر سال خواجہ كے احترام كے پيش نظر انكے زائرين كو بہت سے تحائف سے نوازتا </w:t>
      </w:r>
      <w:r w:rsidRPr="00F67D4B">
        <w:rPr>
          <w:rStyle w:val="libFootnotenumChar"/>
          <w:rtl/>
        </w:rPr>
        <w:t>(3)</w:t>
      </w:r>
      <w:r>
        <w:rPr>
          <w:rtl/>
        </w:rPr>
        <w:t xml:space="preserve"> </w:t>
      </w:r>
    </w:p>
    <w:p w:rsidR="0061102A" w:rsidRDefault="00CD1BB5" w:rsidP="00BE6934">
      <w:pPr>
        <w:pStyle w:val="libLine"/>
        <w:rPr>
          <w:rtl/>
        </w:rPr>
      </w:pPr>
      <w:r>
        <w:rPr>
          <w:rtl/>
        </w:rPr>
        <w:t>____________________</w:t>
      </w:r>
    </w:p>
    <w:p w:rsidR="0061102A" w:rsidRDefault="0061102A" w:rsidP="00BE6934">
      <w:pPr>
        <w:pStyle w:val="libFootnote"/>
        <w:rPr>
          <w:rtl/>
        </w:rPr>
      </w:pPr>
      <w:r>
        <w:rPr>
          <w:rtl/>
        </w:rPr>
        <w:t xml:space="preserve">1) سابقہ حوالہ ،ص 74_69_ </w:t>
      </w:r>
    </w:p>
    <w:p w:rsidR="0061102A" w:rsidRDefault="0061102A" w:rsidP="00BE6934">
      <w:pPr>
        <w:pStyle w:val="libFootnote"/>
        <w:rPr>
          <w:rtl/>
        </w:rPr>
      </w:pPr>
      <w:r>
        <w:rPr>
          <w:rtl/>
        </w:rPr>
        <w:t xml:space="preserve">2) عباس رضوى ،سابقہ حوالہ ،ص 152_ 141_ </w:t>
      </w:r>
    </w:p>
    <w:p w:rsidR="008672B1" w:rsidRDefault="0061102A" w:rsidP="00BE6934">
      <w:pPr>
        <w:pStyle w:val="libFootnote"/>
        <w:rPr>
          <w:rtl/>
        </w:rPr>
      </w:pPr>
      <w:r>
        <w:rPr>
          <w:rtl/>
        </w:rPr>
        <w:t>3) دائرة المعارف بزرگ اسلامى ج 11 ذيل بختيار كاكى _ (غلامعلى آريا)_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خواجہ معين الدين كے مشہور ترين خليفو</w:t>
      </w:r>
      <w:r w:rsidR="000A0CDC">
        <w:rPr>
          <w:rtl/>
        </w:rPr>
        <w:t xml:space="preserve">ں </w:t>
      </w:r>
      <w:r>
        <w:rPr>
          <w:rtl/>
        </w:rPr>
        <w:t>مي</w:t>
      </w:r>
      <w:r w:rsidR="000A0CDC">
        <w:rPr>
          <w:rtl/>
        </w:rPr>
        <w:t xml:space="preserve">ں </w:t>
      </w:r>
      <w:r>
        <w:rPr>
          <w:rtl/>
        </w:rPr>
        <w:t>سے ايك خواجہ نظام الدين اولياء تھے وہ شہر ''بدايون'' مي</w:t>
      </w:r>
      <w:r w:rsidR="000A0CDC">
        <w:rPr>
          <w:rtl/>
        </w:rPr>
        <w:t xml:space="preserve">ں </w:t>
      </w:r>
      <w:r>
        <w:rPr>
          <w:rtl/>
        </w:rPr>
        <w:t>پيدا ہوئے انكے مريد حسن دھلوى كى كوشش سے انكے كلمات كتاب ''فوايد الفوائد'' مي</w:t>
      </w:r>
      <w:r w:rsidR="000A0CDC">
        <w:rPr>
          <w:rtl/>
        </w:rPr>
        <w:t xml:space="preserve">ں </w:t>
      </w:r>
      <w:r>
        <w:rPr>
          <w:rtl/>
        </w:rPr>
        <w:t>جمع كيے گئے وہ سال 663 قمرى مے</w:t>
      </w:r>
      <w:r w:rsidR="000A0CDC">
        <w:rPr>
          <w:rtl/>
        </w:rPr>
        <w:t xml:space="preserve">ں </w:t>
      </w:r>
      <w:r>
        <w:rPr>
          <w:rtl/>
        </w:rPr>
        <w:t>انتقال فرماگئے_ انكے عرس كى تقريبات مي</w:t>
      </w:r>
      <w:r w:rsidR="000A0CDC">
        <w:rPr>
          <w:rtl/>
        </w:rPr>
        <w:t xml:space="preserve">ں </w:t>
      </w:r>
      <w:r>
        <w:rPr>
          <w:rtl/>
        </w:rPr>
        <w:t>شركت كرنے كيلئے پورے ہندوستان سے لوگ دہلى مي</w:t>
      </w:r>
      <w:r w:rsidR="000A0CDC">
        <w:rPr>
          <w:rtl/>
        </w:rPr>
        <w:t xml:space="preserve">ں </w:t>
      </w:r>
      <w:r>
        <w:rPr>
          <w:rtl/>
        </w:rPr>
        <w:t>جمع ہوتے ہي</w:t>
      </w:r>
      <w:r w:rsidR="000A0CDC">
        <w:rPr>
          <w:rtl/>
        </w:rPr>
        <w:t xml:space="preserve">ں </w:t>
      </w:r>
      <w:r w:rsidRPr="00F67D4B">
        <w:rPr>
          <w:rStyle w:val="libFootnotenumChar"/>
          <w:rtl/>
        </w:rPr>
        <w:t>(1)</w:t>
      </w:r>
      <w:r>
        <w:rPr>
          <w:rtl/>
        </w:rPr>
        <w:t xml:space="preserve"> ہندوستان اور اسلام كے ديگر مشہور عارف على بن عثمان ہجويرى ہي</w:t>
      </w:r>
      <w:r w:rsidR="000A0CDC">
        <w:rPr>
          <w:rtl/>
        </w:rPr>
        <w:t xml:space="preserve">ں </w:t>
      </w:r>
      <w:r>
        <w:rPr>
          <w:rtl/>
        </w:rPr>
        <w:t>كہ جنہي</w:t>
      </w:r>
      <w:r w:rsidR="000A0CDC">
        <w:rPr>
          <w:rtl/>
        </w:rPr>
        <w:t xml:space="preserve">ں </w:t>
      </w:r>
      <w:r>
        <w:rPr>
          <w:rtl/>
        </w:rPr>
        <w:t>داتا گنج بخش (داتا يعنى استاد) كا مشہور لقب ملا_</w:t>
      </w:r>
      <w:r w:rsidRPr="00F67D4B">
        <w:rPr>
          <w:rStyle w:val="libFootnotenumChar"/>
          <w:rtl/>
        </w:rPr>
        <w:t>(2)</w:t>
      </w:r>
      <w:r>
        <w:rPr>
          <w:rtl/>
        </w:rPr>
        <w:t xml:space="preserve"> </w:t>
      </w:r>
    </w:p>
    <w:p w:rsidR="0061102A" w:rsidRDefault="0061102A" w:rsidP="00BE6934">
      <w:pPr>
        <w:pStyle w:val="libNormal"/>
        <w:rPr>
          <w:rtl/>
        </w:rPr>
      </w:pPr>
      <w:r>
        <w:rPr>
          <w:rtl/>
        </w:rPr>
        <w:t>ہجويرى كو غزنہ كے گرد نواح مي</w:t>
      </w:r>
      <w:r w:rsidR="000A0CDC">
        <w:rPr>
          <w:rtl/>
        </w:rPr>
        <w:t xml:space="preserve">ں </w:t>
      </w:r>
      <w:r>
        <w:rPr>
          <w:rtl/>
        </w:rPr>
        <w:t>ہجوير علاقے كى طرف نسبت دى گئي ہے _ انہو</w:t>
      </w:r>
      <w:r w:rsidR="000A0CDC">
        <w:rPr>
          <w:rtl/>
        </w:rPr>
        <w:t xml:space="preserve">ں </w:t>
      </w:r>
      <w:r>
        <w:rPr>
          <w:rtl/>
        </w:rPr>
        <w:t>نے طريقت و عرفان مي</w:t>
      </w:r>
      <w:r w:rsidR="000A0CDC">
        <w:rPr>
          <w:rtl/>
        </w:rPr>
        <w:t xml:space="preserve">ں </w:t>
      </w:r>
      <w:r>
        <w:rPr>
          <w:rtl/>
        </w:rPr>
        <w:t>سب سے پہلى فارسى كتاب ''كشف المحجوب'' كو تحرير كيا _ اندازہ يہ ہے كہ آپ سال 450 سے 465 كے درميان مي</w:t>
      </w:r>
      <w:r w:rsidR="000A0CDC">
        <w:rPr>
          <w:rtl/>
        </w:rPr>
        <w:t xml:space="preserve">ں </w:t>
      </w:r>
      <w:r>
        <w:rPr>
          <w:rtl/>
        </w:rPr>
        <w:t>فوت ہوئے ہي</w:t>
      </w:r>
      <w:r w:rsidR="000A0CDC">
        <w:rPr>
          <w:rtl/>
        </w:rPr>
        <w:t xml:space="preserve">ں </w:t>
      </w:r>
      <w:r>
        <w:rPr>
          <w:rtl/>
        </w:rPr>
        <w:t>اور لاہور مي</w:t>
      </w:r>
      <w:r w:rsidR="000A0CDC">
        <w:rPr>
          <w:rtl/>
        </w:rPr>
        <w:t xml:space="preserve">ں </w:t>
      </w:r>
      <w:r>
        <w:rPr>
          <w:rtl/>
        </w:rPr>
        <w:t>دفن ہوئے_</w:t>
      </w:r>
      <w:r w:rsidRPr="00F67D4B">
        <w:rPr>
          <w:rStyle w:val="libFootnotenumChar"/>
          <w:rtl/>
        </w:rPr>
        <w:t>(3)</w:t>
      </w:r>
      <w:r>
        <w:rPr>
          <w:rtl/>
        </w:rPr>
        <w:t xml:space="preserve"> </w:t>
      </w:r>
    </w:p>
    <w:p w:rsidR="0061102A" w:rsidRDefault="0061102A" w:rsidP="00BE6934">
      <w:pPr>
        <w:pStyle w:val="libNormal"/>
        <w:rPr>
          <w:rtl/>
        </w:rPr>
      </w:pPr>
      <w:r>
        <w:rPr>
          <w:rtl/>
        </w:rPr>
        <w:t>اس سلسلہ كى مشہور ترين شخصيت اور عظيم شاعر امير خسرو دہلوى تھے كہ شاعر ہونے كے ساتھ ساتھ ايك كامل عارف بھى تھے_ امير خسرو شعر مي</w:t>
      </w:r>
      <w:r w:rsidR="000A0CDC">
        <w:rPr>
          <w:rtl/>
        </w:rPr>
        <w:t xml:space="preserve">ں </w:t>
      </w:r>
      <w:r>
        <w:rPr>
          <w:rtl/>
        </w:rPr>
        <w:t>شہاب الدين محمود بدايونى كے شاگرد تھے_ اور تركى ، فارسى اور ہندى زبان پر عبور ركھتے تھے _ نيز موسيقى مي</w:t>
      </w:r>
      <w:r w:rsidR="000A0CDC">
        <w:rPr>
          <w:rtl/>
        </w:rPr>
        <w:t xml:space="preserve">ں </w:t>
      </w:r>
      <w:r>
        <w:rPr>
          <w:rtl/>
        </w:rPr>
        <w:t>بھى استاد تھے _ مثنوى كہنے مي</w:t>
      </w:r>
      <w:r w:rsidR="000A0CDC">
        <w:rPr>
          <w:rtl/>
        </w:rPr>
        <w:t xml:space="preserve">ں </w:t>
      </w:r>
      <w:r>
        <w:rPr>
          <w:rtl/>
        </w:rPr>
        <w:t>نظامى كے تابع اور غزل مي</w:t>
      </w:r>
      <w:r w:rsidR="000A0CDC">
        <w:rPr>
          <w:rtl/>
        </w:rPr>
        <w:t xml:space="preserve">ں </w:t>
      </w:r>
      <w:r>
        <w:rPr>
          <w:rtl/>
        </w:rPr>
        <w:t>سعدى كے مريد تھے_ وہ حقيقت مي</w:t>
      </w:r>
      <w:r w:rsidR="000A0CDC">
        <w:rPr>
          <w:rtl/>
        </w:rPr>
        <w:t xml:space="preserve">ں </w:t>
      </w:r>
      <w:r>
        <w:rPr>
          <w:rtl/>
        </w:rPr>
        <w:t>برصغير كے سب سے بڑے فارسى زبان كے شاعر شمار ہوتے تھے_ انكى تاليفات مندرجہ ذيل ہي</w:t>
      </w:r>
      <w:r w:rsidR="000A0CDC">
        <w:rPr>
          <w:rtl/>
        </w:rPr>
        <w:t xml:space="preserve">ں </w:t>
      </w:r>
      <w:r>
        <w:rPr>
          <w:rtl/>
        </w:rPr>
        <w:t xml:space="preserve">: </w:t>
      </w:r>
    </w:p>
    <w:p w:rsidR="0061102A" w:rsidRDefault="0061102A" w:rsidP="00BE6934">
      <w:pPr>
        <w:pStyle w:val="libNormal"/>
        <w:rPr>
          <w:rtl/>
        </w:rPr>
      </w:pPr>
    </w:p>
    <w:p w:rsidR="0061102A" w:rsidRDefault="0061102A" w:rsidP="00BE6934">
      <w:pPr>
        <w:pStyle w:val="libNormal"/>
        <w:rPr>
          <w:rtl/>
        </w:rPr>
      </w:pPr>
      <w:r>
        <w:rPr>
          <w:rtl/>
        </w:rPr>
        <w:t xml:space="preserve">1_ ديوان </w:t>
      </w:r>
    </w:p>
    <w:p w:rsidR="0061102A" w:rsidRDefault="0061102A" w:rsidP="00BE6934">
      <w:pPr>
        <w:pStyle w:val="libNormal"/>
        <w:rPr>
          <w:rtl/>
        </w:rPr>
      </w:pPr>
      <w:r>
        <w:rPr>
          <w:rtl/>
        </w:rPr>
        <w:t>2_ خمسہ كہ جسمي</w:t>
      </w:r>
      <w:r w:rsidR="000A0CDC">
        <w:rPr>
          <w:rtl/>
        </w:rPr>
        <w:t xml:space="preserve">ں </w:t>
      </w:r>
      <w:r>
        <w:rPr>
          <w:rtl/>
        </w:rPr>
        <w:t>مطلع الانوار ، شيرين و خسرو ، مجنون و ليلى ، آئينہ اسكندرى اور ہشت بہشت شامل ہي</w:t>
      </w:r>
      <w:r w:rsidR="000A0CDC">
        <w:rPr>
          <w:rtl/>
        </w:rPr>
        <w:t xml:space="preserve">ں </w:t>
      </w:r>
      <w:r>
        <w:rPr>
          <w:rtl/>
        </w:rPr>
        <w:t xml:space="preserve">_ </w:t>
      </w:r>
    </w:p>
    <w:p w:rsidR="0061102A" w:rsidRDefault="0061102A" w:rsidP="00BE6934">
      <w:pPr>
        <w:pStyle w:val="libNormal"/>
        <w:rPr>
          <w:rtl/>
        </w:rPr>
      </w:pPr>
      <w:r>
        <w:rPr>
          <w:rtl/>
        </w:rPr>
        <w:t>3 _ تاريخى حماسے مثلاً قران السعدين اور مفتاح الفتوح_</w:t>
      </w:r>
      <w:r w:rsidRPr="00F67D4B">
        <w:rPr>
          <w:rStyle w:val="libFootnotenumChar"/>
          <w:rtl/>
        </w:rPr>
        <w:t>(4)</w:t>
      </w:r>
      <w:r>
        <w:rPr>
          <w:rtl/>
        </w:rPr>
        <w:t xml:space="preserve">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غلام على آريا،سابقہ حوالہ ،ص 55_ </w:t>
      </w:r>
    </w:p>
    <w:p w:rsidR="0061102A" w:rsidRDefault="0061102A" w:rsidP="00BE6934">
      <w:pPr>
        <w:pStyle w:val="libFootnote"/>
        <w:rPr>
          <w:rtl/>
        </w:rPr>
      </w:pPr>
      <w:r>
        <w:rPr>
          <w:rtl/>
        </w:rPr>
        <w:t xml:space="preserve">2) عبدالحسين زرين كوب ، جستجو در تصوف ايران ، امير كبير ،ج 3 ،ص 71_ </w:t>
      </w:r>
    </w:p>
    <w:p w:rsidR="0061102A" w:rsidRDefault="0061102A" w:rsidP="00BE6934">
      <w:pPr>
        <w:pStyle w:val="libFootnote"/>
        <w:rPr>
          <w:rtl/>
        </w:rPr>
      </w:pPr>
      <w:r>
        <w:rPr>
          <w:rtl/>
        </w:rPr>
        <w:t xml:space="preserve">3) على بن عثمان ہجويرى ، كشف المحجوب ، وكوفسكى كى سعى سے_ تہران ج 2 ص 19_18_ </w:t>
      </w:r>
    </w:p>
    <w:p w:rsidR="008672B1" w:rsidRDefault="0061102A" w:rsidP="00BE6934">
      <w:pPr>
        <w:pStyle w:val="libFootnote"/>
        <w:rPr>
          <w:rtl/>
        </w:rPr>
      </w:pPr>
      <w:r>
        <w:rPr>
          <w:rtl/>
        </w:rPr>
        <w:t>4) دانشنامہ ادب فارسي، زير نظر حسن انوشہ ، ج 4،بخش اول ص 273 ذيل امير خسرو دہلوي_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54" w:name="_Toc268710"/>
      <w:r>
        <w:rPr>
          <w:rtl/>
        </w:rPr>
        <w:t>ہندوستان كے اسلامى ہنر و فنون</w:t>
      </w:r>
      <w:bookmarkEnd w:id="154"/>
    </w:p>
    <w:p w:rsidR="0061102A" w:rsidRDefault="0061102A" w:rsidP="00BE6934">
      <w:pPr>
        <w:pStyle w:val="libNormal"/>
        <w:rPr>
          <w:rtl/>
        </w:rPr>
      </w:pPr>
      <w:r>
        <w:rPr>
          <w:rtl/>
        </w:rPr>
        <w:t>بنيادى طور پر برصغير مي</w:t>
      </w:r>
      <w:r w:rsidR="000A0CDC">
        <w:rPr>
          <w:rtl/>
        </w:rPr>
        <w:t xml:space="preserve">ں </w:t>
      </w:r>
      <w:r>
        <w:rPr>
          <w:rtl/>
        </w:rPr>
        <w:t>اسلامى فن پارے وہا</w:t>
      </w:r>
      <w:r w:rsidR="000A0CDC">
        <w:rPr>
          <w:rtl/>
        </w:rPr>
        <w:t xml:space="preserve">ں </w:t>
      </w:r>
      <w:r>
        <w:rPr>
          <w:rtl/>
        </w:rPr>
        <w:t>كے مقامى ہنر و فنون سے مختلف تھے _ ليكن مختلف اقسام كے اساليب مي</w:t>
      </w:r>
      <w:r w:rsidR="000A0CDC">
        <w:rPr>
          <w:rtl/>
        </w:rPr>
        <w:t xml:space="preserve">ں </w:t>
      </w:r>
      <w:r>
        <w:rPr>
          <w:rtl/>
        </w:rPr>
        <w:t>مقامى ہنر سے ربط پيدا كرليا تھا_جغرافيائي اور قومى اعتبارى سے مشترك ہونا اور وہا</w:t>
      </w:r>
      <w:r w:rsidR="000A0CDC">
        <w:rPr>
          <w:rtl/>
        </w:rPr>
        <w:t xml:space="preserve">ں </w:t>
      </w:r>
      <w:r>
        <w:rPr>
          <w:rtl/>
        </w:rPr>
        <w:t>كا خام مواد اور مقامى ہندى اساتذہ كى راہنمائي باعث بنى كہ عالم اسلام مي</w:t>
      </w:r>
      <w:r w:rsidR="000A0CDC">
        <w:rPr>
          <w:rtl/>
        </w:rPr>
        <w:t xml:space="preserve">ں </w:t>
      </w:r>
      <w:r>
        <w:rPr>
          <w:rtl/>
        </w:rPr>
        <w:t>مسلمانو</w:t>
      </w:r>
      <w:r w:rsidR="000A0CDC">
        <w:rPr>
          <w:rtl/>
        </w:rPr>
        <w:t xml:space="preserve">ں </w:t>
      </w:r>
      <w:r>
        <w:rPr>
          <w:rtl/>
        </w:rPr>
        <w:t>كے ہندوستانى طر ز وسبك كے فن پارے بھى سامنے آئے _ا لبتہ برصغير مي</w:t>
      </w:r>
      <w:r w:rsidR="000A0CDC">
        <w:rPr>
          <w:rtl/>
        </w:rPr>
        <w:t xml:space="preserve">ں </w:t>
      </w:r>
      <w:r>
        <w:rPr>
          <w:rtl/>
        </w:rPr>
        <w:t>خالص اسلامى فنون كے بارے مي</w:t>
      </w:r>
      <w:r w:rsidR="000A0CDC">
        <w:rPr>
          <w:rtl/>
        </w:rPr>
        <w:t xml:space="preserve">ں </w:t>
      </w:r>
      <w:r>
        <w:rPr>
          <w:rtl/>
        </w:rPr>
        <w:t>گفتگو خاص اہميت كى حامل نہي</w:t>
      </w:r>
      <w:r w:rsidR="000A0CDC">
        <w:rPr>
          <w:rtl/>
        </w:rPr>
        <w:t xml:space="preserve">ں </w:t>
      </w:r>
      <w:r>
        <w:rPr>
          <w:rtl/>
        </w:rPr>
        <w:t xml:space="preserve">ہے_ </w:t>
      </w:r>
    </w:p>
    <w:p w:rsidR="0061102A" w:rsidRDefault="0061102A" w:rsidP="00BE6934">
      <w:pPr>
        <w:pStyle w:val="libNormal"/>
        <w:rPr>
          <w:rtl/>
        </w:rPr>
      </w:pPr>
      <w:r>
        <w:rPr>
          <w:rtl/>
        </w:rPr>
        <w:t>ان فنون مي</w:t>
      </w:r>
      <w:r w:rsidR="000A0CDC">
        <w:rPr>
          <w:rtl/>
        </w:rPr>
        <w:t xml:space="preserve">ں </w:t>
      </w:r>
      <w:r>
        <w:rPr>
          <w:rtl/>
        </w:rPr>
        <w:t>سے ايك معمارى ہے كہ جو مغليہ عہد مي</w:t>
      </w:r>
      <w:r w:rsidR="000A0CDC">
        <w:rPr>
          <w:rtl/>
        </w:rPr>
        <w:t xml:space="preserve">ں </w:t>
      </w:r>
      <w:r>
        <w:rPr>
          <w:rtl/>
        </w:rPr>
        <w:t xml:space="preserve">اپنے عروج كو پہنچى _ معمارى ايك اسلامى ہنر ہونے كے ناطے سے خاص خصوصيات كى حامل ہے اسى بناء پر اسلامى معمارى ايك ہنر ہونے كے ناطے تمام اسلامى مناطق كے فن معمارى سے مشابہت ركھتى ہے_ </w:t>
      </w:r>
    </w:p>
    <w:p w:rsidR="0061102A" w:rsidRDefault="0061102A" w:rsidP="00BE6934">
      <w:pPr>
        <w:pStyle w:val="libNormal"/>
        <w:rPr>
          <w:rtl/>
        </w:rPr>
      </w:pPr>
      <w:r>
        <w:rPr>
          <w:rtl/>
        </w:rPr>
        <w:t xml:space="preserve">بنيادى طور پر برصغير چند مختلف مراحل كا حامل ہے: </w:t>
      </w:r>
    </w:p>
    <w:p w:rsidR="0061102A" w:rsidRDefault="0061102A" w:rsidP="00BE6934">
      <w:pPr>
        <w:pStyle w:val="libNormal"/>
        <w:rPr>
          <w:rtl/>
        </w:rPr>
      </w:pPr>
      <w:r>
        <w:rPr>
          <w:rtl/>
        </w:rPr>
        <w:t xml:space="preserve">1) ابتدائي فاتحين كا دور </w:t>
      </w:r>
    </w:p>
    <w:p w:rsidR="0061102A" w:rsidRDefault="0061102A" w:rsidP="00BE6934">
      <w:pPr>
        <w:pStyle w:val="libNormal"/>
        <w:rPr>
          <w:rtl/>
        </w:rPr>
      </w:pPr>
      <w:r>
        <w:rPr>
          <w:rtl/>
        </w:rPr>
        <w:t>2) غزنويو</w:t>
      </w:r>
      <w:r w:rsidR="000A0CDC">
        <w:rPr>
          <w:rtl/>
        </w:rPr>
        <w:t xml:space="preserve">ں </w:t>
      </w:r>
      <w:r>
        <w:rPr>
          <w:rtl/>
        </w:rPr>
        <w:t>سے مغلو</w:t>
      </w:r>
      <w:r w:rsidR="000A0CDC">
        <w:rPr>
          <w:rtl/>
        </w:rPr>
        <w:t xml:space="preserve">ں </w:t>
      </w:r>
      <w:r>
        <w:rPr>
          <w:rtl/>
        </w:rPr>
        <w:t xml:space="preserve">تك كا دور </w:t>
      </w:r>
    </w:p>
    <w:p w:rsidR="0061102A" w:rsidRDefault="0061102A" w:rsidP="00BE6934">
      <w:pPr>
        <w:pStyle w:val="libNormal"/>
        <w:rPr>
          <w:rtl/>
        </w:rPr>
      </w:pPr>
      <w:r>
        <w:rPr>
          <w:rtl/>
        </w:rPr>
        <w:t xml:space="preserve">3) مغليہ دور </w:t>
      </w:r>
    </w:p>
    <w:p w:rsidR="0061102A" w:rsidRDefault="0061102A" w:rsidP="00BE6934">
      <w:pPr>
        <w:pStyle w:val="libNormal"/>
        <w:rPr>
          <w:rtl/>
        </w:rPr>
      </w:pPr>
      <w:r>
        <w:rPr>
          <w:rtl/>
        </w:rPr>
        <w:t>مغليہ حكام ايك نئے سلسلہ حكومت كے ناطے اپنے تعارف اور شہرت كى ضرورت محسوس كرتے تھے _ اور چونكہ وسيع و عريض سرزمينو</w:t>
      </w:r>
      <w:r w:rsidR="000A0CDC">
        <w:rPr>
          <w:rtl/>
        </w:rPr>
        <w:t xml:space="preserve">ں </w:t>
      </w:r>
      <w:r>
        <w:rPr>
          <w:rtl/>
        </w:rPr>
        <w:t>پر سكونت پذير گوناگو</w:t>
      </w:r>
      <w:r w:rsidR="000A0CDC">
        <w:rPr>
          <w:rtl/>
        </w:rPr>
        <w:t xml:space="preserve">ں </w:t>
      </w:r>
      <w:r>
        <w:rPr>
          <w:rtl/>
        </w:rPr>
        <w:t>تہذيبو</w:t>
      </w:r>
      <w:r w:rsidR="000A0CDC">
        <w:rPr>
          <w:rtl/>
        </w:rPr>
        <w:t xml:space="preserve">ں </w:t>
      </w:r>
      <w:r>
        <w:rPr>
          <w:rtl/>
        </w:rPr>
        <w:t>اور عقائد كے لوگو</w:t>
      </w:r>
      <w:r w:rsidR="000A0CDC">
        <w:rPr>
          <w:rtl/>
        </w:rPr>
        <w:t xml:space="preserve">ں </w:t>
      </w:r>
      <w:r>
        <w:rPr>
          <w:rtl/>
        </w:rPr>
        <w:t>پر حاكم تھے، اس ليے اپنى خودنمائي كيلئے معمارى كو ايك بہترين ذريعہ سمجھتے تھے_ يہ حكام چاہتے تھے كہ عظيم الشان عمارتي</w:t>
      </w:r>
      <w:r w:rsidR="000A0CDC">
        <w:rPr>
          <w:rtl/>
        </w:rPr>
        <w:t xml:space="preserve">ں </w:t>
      </w:r>
      <w:r>
        <w:rPr>
          <w:rtl/>
        </w:rPr>
        <w:t>بناكر لوگو</w:t>
      </w:r>
      <w:r w:rsidR="000A0CDC">
        <w:rPr>
          <w:rtl/>
        </w:rPr>
        <w:t xml:space="preserve">ں </w:t>
      </w:r>
      <w:r>
        <w:rPr>
          <w:rtl/>
        </w:rPr>
        <w:t>مي</w:t>
      </w:r>
      <w:r w:rsidR="000A0CDC">
        <w:rPr>
          <w:rtl/>
        </w:rPr>
        <w:t xml:space="preserve">ں </w:t>
      </w:r>
      <w:r>
        <w:rPr>
          <w:rtl/>
        </w:rPr>
        <w:t>اپنا مقام ومنزلت اور شہرت كو بڑھائي</w:t>
      </w:r>
      <w:r w:rsidR="000A0CDC">
        <w:rPr>
          <w:rtl/>
        </w:rPr>
        <w:t xml:space="preserve">ں </w:t>
      </w:r>
      <w:r>
        <w:rPr>
          <w:rtl/>
        </w:rPr>
        <w:t>_</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8672B1" w:rsidRDefault="0061102A" w:rsidP="00BE6934">
      <w:pPr>
        <w:pStyle w:val="libFootnote"/>
        <w:rPr>
          <w:rtl/>
        </w:rPr>
      </w:pPr>
      <w:r>
        <w:rPr>
          <w:rtl/>
        </w:rPr>
        <w:t>1) اباكخ، معمارى ہند، ترجمہ حسين سلطان زادہ، تہران ، دفتر پوہشان فرہنگى _ ص 14_ 12_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مصورين كے برعكس اس دور كے معمار بہت كم اپنا نام ذكر كرتے تھے ہم سوائے چند افراد كے اس دور كے ديگر معمارو</w:t>
      </w:r>
      <w:r w:rsidR="000A0CDC">
        <w:rPr>
          <w:rtl/>
        </w:rPr>
        <w:t xml:space="preserve">ں </w:t>
      </w:r>
      <w:r>
        <w:rPr>
          <w:rtl/>
        </w:rPr>
        <w:t>سے بے خبر ہي</w:t>
      </w:r>
      <w:r w:rsidR="000A0CDC">
        <w:rPr>
          <w:rtl/>
        </w:rPr>
        <w:t xml:space="preserve">ں </w:t>
      </w:r>
      <w:r>
        <w:rPr>
          <w:rtl/>
        </w:rPr>
        <w:t>_مجموعى طور پر اس دور كى معمارى كى خصوصيت يہ ہے كہ يہ سب عمارتي</w:t>
      </w:r>
      <w:r w:rsidR="000A0CDC">
        <w:rPr>
          <w:rtl/>
        </w:rPr>
        <w:t xml:space="preserve">ں </w:t>
      </w:r>
      <w:r>
        <w:rPr>
          <w:rtl/>
        </w:rPr>
        <w:t>بادشاہو</w:t>
      </w:r>
      <w:r w:rsidR="000A0CDC">
        <w:rPr>
          <w:rtl/>
        </w:rPr>
        <w:t xml:space="preserve">ں </w:t>
      </w:r>
      <w:r>
        <w:rPr>
          <w:rtl/>
        </w:rPr>
        <w:t>اور امرا كے حكم سے بنائي جاتى تھي</w:t>
      </w:r>
      <w:r w:rsidR="000A0CDC">
        <w:rPr>
          <w:rtl/>
        </w:rPr>
        <w:t xml:space="preserve">ں </w:t>
      </w:r>
      <w:r>
        <w:rPr>
          <w:rtl/>
        </w:rPr>
        <w:t>كہ بعد مي</w:t>
      </w:r>
      <w:r w:rsidR="000A0CDC">
        <w:rPr>
          <w:rtl/>
        </w:rPr>
        <w:t xml:space="preserve">ں </w:t>
      </w:r>
      <w:r>
        <w:rPr>
          <w:rtl/>
        </w:rPr>
        <w:t>انكے ارد گرد ديگر حكام كى طرف سے نئي چيزو</w:t>
      </w:r>
      <w:r w:rsidR="000A0CDC">
        <w:rPr>
          <w:rtl/>
        </w:rPr>
        <w:t xml:space="preserve">ں </w:t>
      </w:r>
      <w:r>
        <w:rPr>
          <w:rtl/>
        </w:rPr>
        <w:t>كا اضافہ ہوتا رہتا _ اس دور كى طرز معمارى بہت آہستگى سے تبديل ہوئي جيسا كہ مغليہ عہد كى ابتدائي معمارى بے روح تھى كہ جو بعد مي</w:t>
      </w:r>
      <w:r w:rsidR="000A0CDC">
        <w:rPr>
          <w:rtl/>
        </w:rPr>
        <w:t xml:space="preserve">ں </w:t>
      </w:r>
      <w:r>
        <w:rPr>
          <w:rtl/>
        </w:rPr>
        <w:t xml:space="preserve">آہستہ آہستہ دلكش اور زيبا ہوتى چلى گئي _ </w:t>
      </w:r>
    </w:p>
    <w:p w:rsidR="0061102A" w:rsidRDefault="0061102A" w:rsidP="00BE6934">
      <w:pPr>
        <w:pStyle w:val="libNormal"/>
        <w:rPr>
          <w:rtl/>
        </w:rPr>
      </w:pPr>
      <w:r>
        <w:rPr>
          <w:rtl/>
        </w:rPr>
        <w:t>جلال الدين اكبر كے دور مي</w:t>
      </w:r>
      <w:r w:rsidR="000A0CDC">
        <w:rPr>
          <w:rtl/>
        </w:rPr>
        <w:t xml:space="preserve">ں </w:t>
      </w:r>
      <w:r>
        <w:rPr>
          <w:rtl/>
        </w:rPr>
        <w:t>دہلى مي</w:t>
      </w:r>
      <w:r w:rsidR="000A0CDC">
        <w:rPr>
          <w:rtl/>
        </w:rPr>
        <w:t xml:space="preserve">ں </w:t>
      </w:r>
      <w:r>
        <w:rPr>
          <w:rtl/>
        </w:rPr>
        <w:t>ہمايو</w:t>
      </w:r>
      <w:r w:rsidR="000A0CDC">
        <w:rPr>
          <w:rtl/>
        </w:rPr>
        <w:t xml:space="preserve">ں </w:t>
      </w:r>
      <w:r>
        <w:rPr>
          <w:rtl/>
        </w:rPr>
        <w:t>كا مقبرہ بنايا گيا جسے مغليہ عہد كى معمارى كے ممتاز نمونہ كے عنوان سے مشاہدہ كيا جاسكتا ہے _ يہ عمارت سال 970 قمرى سے 978 تك كے درميانى عرصہ مي</w:t>
      </w:r>
      <w:r w:rsidR="000A0CDC">
        <w:rPr>
          <w:rtl/>
        </w:rPr>
        <w:t xml:space="preserve">ں </w:t>
      </w:r>
      <w:r>
        <w:rPr>
          <w:rtl/>
        </w:rPr>
        <w:t>بنائي گئي_ اس كے معمار سيد محمد اور اس كے والد مير ك سيد غياث نام كے افراد تھے_ مسجد فتح پور سيكرى نيز مغليہ عہد كى ابتدائي معمارى كا ايك اور نمونہ ہے _بعد كے ادوار مي</w:t>
      </w:r>
      <w:r w:rsidR="000A0CDC">
        <w:rPr>
          <w:rtl/>
        </w:rPr>
        <w:t xml:space="preserve">ں </w:t>
      </w:r>
      <w:r>
        <w:rPr>
          <w:rtl/>
        </w:rPr>
        <w:t>مثلاً جہانگير اور شاہ جہا</w:t>
      </w:r>
      <w:r w:rsidR="000A0CDC">
        <w:rPr>
          <w:rtl/>
        </w:rPr>
        <w:t xml:space="preserve">ں </w:t>
      </w:r>
      <w:r>
        <w:rPr>
          <w:rtl/>
        </w:rPr>
        <w:t>كے زمانہ مي</w:t>
      </w:r>
      <w:r w:rsidR="000A0CDC">
        <w:rPr>
          <w:rtl/>
        </w:rPr>
        <w:t xml:space="preserve">ں </w:t>
      </w:r>
      <w:r>
        <w:rPr>
          <w:rtl/>
        </w:rPr>
        <w:t>فن معمارى مستحكم انداز سے مختلف اسا ليب كے ساتھ ترقى كے زينے طے كرتا رہا_ جہانگير كے ايرانى وزير عبدالرحيم خان خانان كے حكم سے مشہور باغ ''شاليمار باغ'' بنايا گيا _ اس وزير كے بارے مي</w:t>
      </w:r>
      <w:r w:rsidR="000A0CDC">
        <w:rPr>
          <w:rtl/>
        </w:rPr>
        <w:t xml:space="preserve">ں </w:t>
      </w:r>
      <w:r>
        <w:rPr>
          <w:rtl/>
        </w:rPr>
        <w:t xml:space="preserve">شہرت تھى كہ اس نے ہندوستان كو ايران بناديا ہے_ </w:t>
      </w:r>
    </w:p>
    <w:p w:rsidR="0061102A" w:rsidRDefault="0061102A" w:rsidP="00BE6934">
      <w:pPr>
        <w:pStyle w:val="libNormal"/>
        <w:rPr>
          <w:rtl/>
        </w:rPr>
      </w:pPr>
      <w:r>
        <w:rPr>
          <w:rtl/>
        </w:rPr>
        <w:t xml:space="preserve">فن معمارى كا ايك اور </w:t>
      </w:r>
      <w:r w:rsidR="003A04D8">
        <w:rPr>
          <w:rtl/>
        </w:rPr>
        <w:t>عظیم</w:t>
      </w:r>
      <w:r>
        <w:rPr>
          <w:rtl/>
        </w:rPr>
        <w:t xml:space="preserve"> الشان فن پارہ تاج محل ہے كہ جو شاہ جہان كے زمانہ مي</w:t>
      </w:r>
      <w:r w:rsidR="000A0CDC">
        <w:rPr>
          <w:rtl/>
        </w:rPr>
        <w:t xml:space="preserve">ں </w:t>
      </w:r>
      <w:r>
        <w:rPr>
          <w:rtl/>
        </w:rPr>
        <w:t>مغليہ عہد كے فن معمارى كے عروج كى عكاسى كررہا ہے _ شاہ جہان نے يہ تاج محل اپنى ايرانى ملكہ ارجمند بانو بيگم كيلئے تيار كروايا تھا _ اس كے چار مينار اور ايك پيازى شكل كا گنبد ہے اس كے اردگرد خوبصورت باغات ، بازار اور كاروانسرائي</w:t>
      </w:r>
      <w:r w:rsidR="000A0CDC">
        <w:rPr>
          <w:rtl/>
        </w:rPr>
        <w:t xml:space="preserve">ں </w:t>
      </w:r>
      <w:r>
        <w:rPr>
          <w:rtl/>
        </w:rPr>
        <w:t>تھي</w:t>
      </w:r>
      <w:r w:rsidR="000A0CDC">
        <w:rPr>
          <w:rtl/>
        </w:rPr>
        <w:t xml:space="preserve">ں </w:t>
      </w:r>
      <w:r>
        <w:rPr>
          <w:rtl/>
        </w:rPr>
        <w:t>كہ جنكى درآمد اس مقبرہ كے امور پر خرچ ہوتى تھى ،سب چيزي</w:t>
      </w:r>
      <w:r w:rsidR="000A0CDC">
        <w:rPr>
          <w:rtl/>
        </w:rPr>
        <w:t xml:space="preserve">ں </w:t>
      </w:r>
      <w:r>
        <w:rPr>
          <w:rtl/>
        </w:rPr>
        <w:t>بالخصوص خوبصورت و زيبا باغات شايد''جنت مي</w:t>
      </w:r>
      <w:r w:rsidR="000A0CDC">
        <w:rPr>
          <w:rtl/>
        </w:rPr>
        <w:t xml:space="preserve">ں </w:t>
      </w:r>
      <w:r>
        <w:rPr>
          <w:rtl/>
        </w:rPr>
        <w:t xml:space="preserve">باغات'' كے اسلامى نظريہ كى حكايت وعكاسى ہے </w:t>
      </w:r>
      <w:r w:rsidRPr="00F67D4B">
        <w:rPr>
          <w:rStyle w:val="libFootnotenumChar"/>
          <w:rtl/>
        </w:rPr>
        <w:t>(1)</w:t>
      </w:r>
      <w:r>
        <w:rPr>
          <w:rtl/>
        </w:rPr>
        <w:t xml:space="preserve"> تاج محل تيار ہونے مي</w:t>
      </w:r>
      <w:r w:rsidR="000A0CDC">
        <w:rPr>
          <w:rtl/>
        </w:rPr>
        <w:t xml:space="preserve">ں </w:t>
      </w:r>
      <w:r>
        <w:rPr>
          <w:rtl/>
        </w:rPr>
        <w:t xml:space="preserve">بائيس سال لگے بقول ويل ڈيورينٹ صرف اس مقبرے كا موازنہ ويٹى كن كے معروف كليسا سن پيٹرو سے </w:t>
      </w:r>
      <w:r w:rsidRPr="00F67D4B">
        <w:rPr>
          <w:rStyle w:val="libFootnotenumChar"/>
          <w:rtl/>
        </w:rPr>
        <w:t>(2)</w:t>
      </w:r>
      <w:r>
        <w:rPr>
          <w:rtl/>
        </w:rPr>
        <w:t xml:space="preserve"> كيا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حوالہ ص 98_ </w:t>
      </w:r>
    </w:p>
    <w:p w:rsidR="008672B1" w:rsidRDefault="0061102A" w:rsidP="00BE6934">
      <w:pPr>
        <w:pStyle w:val="libFootnote"/>
        <w:rPr>
          <w:rtl/>
        </w:rPr>
      </w:pPr>
      <w:r>
        <w:rPr>
          <w:rtl/>
        </w:rPr>
        <w:t>2) ويل ڈيورينٹ، مشرق زمين (كا حوارہ تمدن) ترجمہ احمد آرام و ديگران ، تہران ج 1 ص 685_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جاسكتاہےمغليہ عہد كى معمارى كے بارے مي</w:t>
      </w:r>
      <w:r w:rsidR="000A0CDC">
        <w:rPr>
          <w:rtl/>
        </w:rPr>
        <w:t xml:space="preserve">ں </w:t>
      </w:r>
      <w:r>
        <w:rPr>
          <w:rtl/>
        </w:rPr>
        <w:t>آخرى نكتہ يہ ہے كہ در اصل مغليہ عہد كى معمارى ايرانى ، مركزى ايشيا اورہندوستانى نمونو</w:t>
      </w:r>
      <w:r w:rsidR="000A0CDC">
        <w:rPr>
          <w:rtl/>
        </w:rPr>
        <w:t xml:space="preserve">ں </w:t>
      </w:r>
      <w:r>
        <w:rPr>
          <w:rtl/>
        </w:rPr>
        <w:t>كا با مہارت آميزہ ہے كہ جسمي</w:t>
      </w:r>
      <w:r w:rsidR="000A0CDC">
        <w:rPr>
          <w:rtl/>
        </w:rPr>
        <w:t xml:space="preserve">ں </w:t>
      </w:r>
      <w:r>
        <w:rPr>
          <w:rtl/>
        </w:rPr>
        <w:t>مغليہ عہد كے آخرى دور مي</w:t>
      </w:r>
      <w:r w:rsidR="000A0CDC">
        <w:rPr>
          <w:rtl/>
        </w:rPr>
        <w:t xml:space="preserve">ں </w:t>
      </w:r>
      <w:r>
        <w:rPr>
          <w:rtl/>
        </w:rPr>
        <w:t>يورپى اسلوب كى بھى آميزش ہوئي كہ جسكى بناء اس فن معمارى نے عالمى سطح كے مقبول فن پارو</w:t>
      </w:r>
      <w:r w:rsidR="000A0CDC">
        <w:rPr>
          <w:rtl/>
        </w:rPr>
        <w:t xml:space="preserve">ں </w:t>
      </w:r>
      <w:r>
        <w:rPr>
          <w:rtl/>
        </w:rPr>
        <w:t xml:space="preserve">كو تشكيل ديا _ </w:t>
      </w:r>
    </w:p>
    <w:p w:rsidR="0061102A" w:rsidRDefault="0061102A" w:rsidP="00BE6934">
      <w:pPr>
        <w:pStyle w:val="libNormal"/>
        <w:rPr>
          <w:rtl/>
        </w:rPr>
      </w:pPr>
    </w:p>
    <w:p w:rsidR="0061102A" w:rsidRDefault="0061102A" w:rsidP="00BE6934">
      <w:pPr>
        <w:pStyle w:val="Heading2Center"/>
        <w:rPr>
          <w:rtl/>
        </w:rPr>
      </w:pPr>
      <w:bookmarkStart w:id="155" w:name="_Toc268711"/>
      <w:r>
        <w:rPr>
          <w:rtl/>
        </w:rPr>
        <w:t>فن مصورى :</w:t>
      </w:r>
      <w:bookmarkEnd w:id="155"/>
    </w:p>
    <w:p w:rsidR="0061102A" w:rsidRDefault="0061102A" w:rsidP="00BE6934">
      <w:pPr>
        <w:pStyle w:val="libNormal"/>
        <w:rPr>
          <w:rtl/>
        </w:rPr>
      </w:pPr>
      <w:r>
        <w:rPr>
          <w:rtl/>
        </w:rPr>
        <w:t>معمارى كى طرح فن مصورى بھى ابتداء مي</w:t>
      </w:r>
      <w:r w:rsidR="000A0CDC">
        <w:rPr>
          <w:rtl/>
        </w:rPr>
        <w:t xml:space="preserve">ں </w:t>
      </w:r>
      <w:r>
        <w:rPr>
          <w:rtl/>
        </w:rPr>
        <w:t>دو آرٹ ايرانى ( تيموري) اور ہندى كا آميزہ تھا_ نيز عہد مغليہ مي</w:t>
      </w:r>
      <w:r w:rsidR="000A0CDC">
        <w:rPr>
          <w:rtl/>
        </w:rPr>
        <w:t xml:space="preserve">ں </w:t>
      </w:r>
      <w:r>
        <w:rPr>
          <w:rtl/>
        </w:rPr>
        <w:t>معمارى كى مانند فن مصورى نے بھى آغاز مي</w:t>
      </w:r>
      <w:r w:rsidR="000A0CDC">
        <w:rPr>
          <w:rtl/>
        </w:rPr>
        <w:t xml:space="preserve">ں </w:t>
      </w:r>
      <w:r>
        <w:rPr>
          <w:rtl/>
        </w:rPr>
        <w:t>حكومتى دربار مي</w:t>
      </w:r>
      <w:r w:rsidR="000A0CDC">
        <w:rPr>
          <w:rtl/>
        </w:rPr>
        <w:t xml:space="preserve">ں </w:t>
      </w:r>
      <w:r>
        <w:rPr>
          <w:rtl/>
        </w:rPr>
        <w:t>ترقى كى گويا فن مصورى كا آغاز دربار سے ہوا اور مصورو</w:t>
      </w:r>
      <w:r w:rsidR="000A0CDC">
        <w:rPr>
          <w:rtl/>
        </w:rPr>
        <w:t xml:space="preserve">ں </w:t>
      </w:r>
      <w:r>
        <w:rPr>
          <w:rtl/>
        </w:rPr>
        <w:t xml:space="preserve">كے سب سے پہلے حامى حاكم وسلاطين تھے_ </w:t>
      </w:r>
    </w:p>
    <w:p w:rsidR="0061102A" w:rsidRDefault="0061102A" w:rsidP="00BE6934">
      <w:pPr>
        <w:pStyle w:val="libNormal"/>
        <w:rPr>
          <w:rtl/>
        </w:rPr>
      </w:pPr>
      <w:r>
        <w:rPr>
          <w:rtl/>
        </w:rPr>
        <w:t>تاريخى ماخذات كى رو سے ظہير الدين بابر ايك ہنرمند اور ہنر دوست شخص تھا_ اسكا كائنات كى قدرتى خوبصورتيو</w:t>
      </w:r>
      <w:r w:rsidR="000A0CDC">
        <w:rPr>
          <w:rtl/>
        </w:rPr>
        <w:t xml:space="preserve">ں </w:t>
      </w:r>
      <w:r>
        <w:rPr>
          <w:rtl/>
        </w:rPr>
        <w:t>اور شكار كى طرف بہت زيادہ ميلان باعث بنا كہ اس قسم كى پينٹنگ اور تصويرو</w:t>
      </w:r>
      <w:r w:rsidR="000A0CDC">
        <w:rPr>
          <w:rtl/>
        </w:rPr>
        <w:t xml:space="preserve">ں </w:t>
      </w:r>
      <w:r>
        <w:rPr>
          <w:rtl/>
        </w:rPr>
        <w:t>كى طرف مائل ہو_ بابر كے دور كى فقط ايك پينٹنگ كہ جو برلن كے حكومتى ميوزيم مي</w:t>
      </w:r>
      <w:r w:rsidR="000A0CDC">
        <w:rPr>
          <w:rtl/>
        </w:rPr>
        <w:t xml:space="preserve">ں </w:t>
      </w:r>
      <w:r>
        <w:rPr>
          <w:rtl/>
        </w:rPr>
        <w:t>موجود ہے ، اس قسم كے رجحان كى عكاسى كررہى ہے_ نيز وہ بخارا كے آرٹ اور استاد بہزاد كے فن مصورى كے اثرات كى حكايت بھى كر رہى ہے_</w:t>
      </w:r>
      <w:r w:rsidRPr="00F67D4B">
        <w:rPr>
          <w:rStyle w:val="libFootnotenumChar"/>
          <w:rtl/>
        </w:rPr>
        <w:t>(1)</w:t>
      </w:r>
      <w:r>
        <w:rPr>
          <w:rtl/>
        </w:rPr>
        <w:t xml:space="preserve"> </w:t>
      </w:r>
    </w:p>
    <w:p w:rsidR="0061102A" w:rsidRDefault="0061102A" w:rsidP="00BE6934">
      <w:pPr>
        <w:pStyle w:val="libNormal"/>
        <w:rPr>
          <w:rtl/>
        </w:rPr>
      </w:pPr>
      <w:r>
        <w:rPr>
          <w:rtl/>
        </w:rPr>
        <w:t>ہمايو</w:t>
      </w:r>
      <w:r w:rsidR="000A0CDC">
        <w:rPr>
          <w:rtl/>
        </w:rPr>
        <w:t xml:space="preserve">ں </w:t>
      </w:r>
      <w:r>
        <w:rPr>
          <w:rtl/>
        </w:rPr>
        <w:t>كے دور مي</w:t>
      </w:r>
      <w:r w:rsidR="000A0CDC">
        <w:rPr>
          <w:rtl/>
        </w:rPr>
        <w:t xml:space="preserve">ں </w:t>
      </w:r>
      <w:r>
        <w:rPr>
          <w:rtl/>
        </w:rPr>
        <w:t>اس كى چند سالہ ايران مي</w:t>
      </w:r>
      <w:r w:rsidR="000A0CDC">
        <w:rPr>
          <w:rtl/>
        </w:rPr>
        <w:t xml:space="preserve">ں </w:t>
      </w:r>
      <w:r>
        <w:rPr>
          <w:rtl/>
        </w:rPr>
        <w:t>اقامت اور اس كے دربار مي</w:t>
      </w:r>
      <w:r w:rsidR="000A0CDC">
        <w:rPr>
          <w:rtl/>
        </w:rPr>
        <w:t xml:space="preserve">ں </w:t>
      </w:r>
      <w:r>
        <w:rPr>
          <w:rtl/>
        </w:rPr>
        <w:t xml:space="preserve">مير سيد على ، عبدالصمد شيرازى اور فرخ بيگ قلماق جيسے ايرانى مصورين كى موجود گى سے درحقيقت مغليہ مصورى اور آرٹ كى بنياد ركھى گئي </w:t>
      </w:r>
      <w:r w:rsidRPr="00F67D4B">
        <w:rPr>
          <w:rStyle w:val="libFootnotenumChar"/>
          <w:rtl/>
        </w:rPr>
        <w:t>(2)</w:t>
      </w:r>
      <w:r>
        <w:rPr>
          <w:rtl/>
        </w:rPr>
        <w:t xml:space="preserve"> _اسى دورمي</w:t>
      </w:r>
      <w:r w:rsidR="000A0CDC">
        <w:rPr>
          <w:rtl/>
        </w:rPr>
        <w:t xml:space="preserve">ں </w:t>
      </w:r>
      <w:r>
        <w:rPr>
          <w:rtl/>
        </w:rPr>
        <w:t>امير حمزہ كى تصويرى داستان پر كام شروع ہوا كہ جو جلال الدين اكبر كے دور تك جارى رہا _ يہ تصويرى كام بارہ جلدو</w:t>
      </w:r>
      <w:r w:rsidR="000A0CDC">
        <w:rPr>
          <w:rtl/>
        </w:rPr>
        <w:t xml:space="preserve">ں </w:t>
      </w:r>
      <w:r>
        <w:rPr>
          <w:rtl/>
        </w:rPr>
        <w:t>اور چار ہزار صفحات كے مجموعہ كى شكل مي</w:t>
      </w:r>
      <w:r w:rsidR="000A0CDC">
        <w:rPr>
          <w:rtl/>
        </w:rPr>
        <w:t xml:space="preserve">ں </w:t>
      </w:r>
      <w:r>
        <w:rPr>
          <w:rtl/>
        </w:rPr>
        <w:t>سامنے آيا _ بظاہر يہ صفوى دور كے خمسہ نظامى كى تقليد مي</w:t>
      </w:r>
      <w:r w:rsidR="000A0CDC">
        <w:rPr>
          <w:rtl/>
        </w:rPr>
        <w:t xml:space="preserve">ں </w:t>
      </w:r>
      <w:r>
        <w:rPr>
          <w:rtl/>
        </w:rPr>
        <w:t xml:space="preserve">كيا گيا 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 س _ ڈيمانڈ، راہنماى صنايع اسلامى ، ترجمہ عبداللہ فريار،تہران ،ص 69 _ </w:t>
      </w:r>
    </w:p>
    <w:p w:rsidR="008672B1" w:rsidRDefault="0061102A" w:rsidP="00BE6934">
      <w:pPr>
        <w:pStyle w:val="libFootnote"/>
        <w:rPr>
          <w:rtl/>
        </w:rPr>
      </w:pPr>
      <w:r>
        <w:rPr>
          <w:rtl/>
        </w:rPr>
        <w:t>2) كريتين پرايس ،تاريخ ہنراسلامى ، ترجمہ مسعود رجب نيا _ ص 175_ 173_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ہم اكبر كے دور مي</w:t>
      </w:r>
      <w:r w:rsidR="000A0CDC">
        <w:rPr>
          <w:rtl/>
        </w:rPr>
        <w:t xml:space="preserve">ں </w:t>
      </w:r>
      <w:r>
        <w:rPr>
          <w:rtl/>
        </w:rPr>
        <w:t>دوبارہ عہد مغليہ كے مصورى كے ابتدائي اساليب اور تصويرى موضوعات كو پلٹتا ہوا ديكھتے ہي</w:t>
      </w:r>
      <w:r w:rsidR="000A0CDC">
        <w:rPr>
          <w:rtl/>
        </w:rPr>
        <w:t xml:space="preserve">ں </w:t>
      </w:r>
      <w:r>
        <w:rPr>
          <w:rtl/>
        </w:rPr>
        <w:t>،اكبر نے نئے شہر فتح پور مي</w:t>
      </w:r>
      <w:r w:rsidR="000A0CDC">
        <w:rPr>
          <w:rtl/>
        </w:rPr>
        <w:t xml:space="preserve">ں </w:t>
      </w:r>
      <w:r>
        <w:rPr>
          <w:rtl/>
        </w:rPr>
        <w:t>فن مصورى كا حكومتى سكول بنايا كہ جسمي</w:t>
      </w:r>
      <w:r w:rsidR="000A0CDC">
        <w:rPr>
          <w:rtl/>
        </w:rPr>
        <w:t xml:space="preserve">ں </w:t>
      </w:r>
      <w:r>
        <w:rPr>
          <w:rtl/>
        </w:rPr>
        <w:t>ايرانى اساتذہ كے تحت سو سے زيادہ اہل فن حضرات كام كيا كرتے تھے</w:t>
      </w:r>
      <w:r w:rsidRPr="00F67D4B">
        <w:rPr>
          <w:rStyle w:val="libFootnotenumChar"/>
          <w:rtl/>
        </w:rPr>
        <w:t>(1)</w:t>
      </w:r>
      <w:r>
        <w:rPr>
          <w:rtl/>
        </w:rPr>
        <w:t>_ فن مصورى كے ماہرين كى جب حكومت سے سرپرستى ہوئي تو بتدريج انكى پينٹنگز اور تصويرو</w:t>
      </w:r>
      <w:r w:rsidR="000A0CDC">
        <w:rPr>
          <w:rtl/>
        </w:rPr>
        <w:t xml:space="preserve">ں </w:t>
      </w:r>
      <w:r>
        <w:rPr>
          <w:rtl/>
        </w:rPr>
        <w:t>كى روش مي</w:t>
      </w:r>
      <w:r w:rsidR="000A0CDC">
        <w:rPr>
          <w:rtl/>
        </w:rPr>
        <w:t xml:space="preserve">ں </w:t>
      </w:r>
      <w:r>
        <w:rPr>
          <w:rtl/>
        </w:rPr>
        <w:t>تبديلى رونما ہوئي اور آہستہ آہستہ اس فن كاموضوع مختلف طريقو</w:t>
      </w:r>
      <w:r w:rsidR="000A0CDC">
        <w:rPr>
          <w:rtl/>
        </w:rPr>
        <w:t xml:space="preserve">ں </w:t>
      </w:r>
      <w:r>
        <w:rPr>
          <w:rtl/>
        </w:rPr>
        <w:t>اور رنگو</w:t>
      </w:r>
      <w:r w:rsidR="000A0CDC">
        <w:rPr>
          <w:rtl/>
        </w:rPr>
        <w:t xml:space="preserve">ں </w:t>
      </w:r>
      <w:r>
        <w:rPr>
          <w:rtl/>
        </w:rPr>
        <w:t>سے امراء اور دربار سے متعلقہ خواتين كى صورتو</w:t>
      </w:r>
      <w:r w:rsidR="000A0CDC">
        <w:rPr>
          <w:rtl/>
        </w:rPr>
        <w:t xml:space="preserve">ں </w:t>
      </w:r>
      <w:r>
        <w:rPr>
          <w:rtl/>
        </w:rPr>
        <w:t>كو نقش كرنا ہوگيا تھا_ اكبر كے دور كے مصورين مي</w:t>
      </w:r>
      <w:r w:rsidR="000A0CDC">
        <w:rPr>
          <w:rtl/>
        </w:rPr>
        <w:t xml:space="preserve">ں </w:t>
      </w:r>
      <w:r>
        <w:rPr>
          <w:rtl/>
        </w:rPr>
        <w:t xml:space="preserve">سے بساوان </w:t>
      </w:r>
      <w:r w:rsidRPr="00F67D4B">
        <w:rPr>
          <w:rStyle w:val="libFootnotenumChar"/>
          <w:rtl/>
        </w:rPr>
        <w:t>(2)</w:t>
      </w:r>
      <w:r>
        <w:rPr>
          <w:rtl/>
        </w:rPr>
        <w:t>_ بشن داس</w:t>
      </w:r>
      <w:r w:rsidRPr="00F67D4B">
        <w:rPr>
          <w:rStyle w:val="libFootnotenumChar"/>
          <w:rtl/>
        </w:rPr>
        <w:t>(3)</w:t>
      </w:r>
      <w:r>
        <w:rPr>
          <w:rtl/>
        </w:rPr>
        <w:t xml:space="preserve"> اور عبدالصمد </w:t>
      </w:r>
      <w:r w:rsidRPr="00F67D4B">
        <w:rPr>
          <w:rStyle w:val="libFootnotenumChar"/>
          <w:rtl/>
        </w:rPr>
        <w:t>(4)</w:t>
      </w:r>
      <w:r>
        <w:rPr>
          <w:rtl/>
        </w:rPr>
        <w:t xml:space="preserve"> قابل ذكر ہي</w:t>
      </w:r>
      <w:r w:rsidR="000A0CDC">
        <w:rPr>
          <w:rtl/>
        </w:rPr>
        <w:t xml:space="preserve">ں </w:t>
      </w:r>
      <w:r>
        <w:rPr>
          <w:rtl/>
        </w:rPr>
        <w:t xml:space="preserve">_ </w:t>
      </w:r>
    </w:p>
    <w:p w:rsidR="0061102A" w:rsidRDefault="0061102A" w:rsidP="00BE6934">
      <w:pPr>
        <w:pStyle w:val="libNormal"/>
        <w:rPr>
          <w:rtl/>
        </w:rPr>
      </w:pPr>
      <w:r>
        <w:rPr>
          <w:rtl/>
        </w:rPr>
        <w:t>جہانگير كے دور مي</w:t>
      </w:r>
      <w:r w:rsidR="000A0CDC">
        <w:rPr>
          <w:rtl/>
        </w:rPr>
        <w:t xml:space="preserve">ں </w:t>
      </w:r>
      <w:r>
        <w:rPr>
          <w:rtl/>
        </w:rPr>
        <w:t>بھى يہى روش جارى رہي_ ليكن معمارى كى طرح فن مصورى كا عروج بھى شاہ جہا</w:t>
      </w:r>
      <w:r w:rsidR="000A0CDC">
        <w:rPr>
          <w:rtl/>
        </w:rPr>
        <w:t xml:space="preserve">ں </w:t>
      </w:r>
      <w:r>
        <w:rPr>
          <w:rtl/>
        </w:rPr>
        <w:t>كے دور مي</w:t>
      </w:r>
      <w:r w:rsidR="000A0CDC">
        <w:rPr>
          <w:rtl/>
        </w:rPr>
        <w:t xml:space="preserve">ں </w:t>
      </w:r>
      <w:r>
        <w:rPr>
          <w:rtl/>
        </w:rPr>
        <w:t>ہوا ، منفرد رنگو</w:t>
      </w:r>
      <w:r w:rsidR="000A0CDC">
        <w:rPr>
          <w:rtl/>
        </w:rPr>
        <w:t xml:space="preserve">ں </w:t>
      </w:r>
      <w:r>
        <w:rPr>
          <w:rtl/>
        </w:rPr>
        <w:t>كا استعمال ، ماڈل تيار كرنا اور اصل مناظر كى مانند سايہ بنانے كے كام كا بہت رواج ہوا _ دربار اور حكومتى محافل كى مجلل زندگى كو بہترين شكل و صورت كے ساتھ نمايا</w:t>
      </w:r>
      <w:r w:rsidR="000A0CDC">
        <w:rPr>
          <w:rtl/>
        </w:rPr>
        <w:t xml:space="preserve">ں </w:t>
      </w:r>
      <w:r>
        <w:rPr>
          <w:rtl/>
        </w:rPr>
        <w:t>كيا گيا جيسا كہ نيويارك كے ''ميڑوپولٹين'' ميوزيم مي</w:t>
      </w:r>
      <w:r w:rsidR="000A0CDC">
        <w:rPr>
          <w:rtl/>
        </w:rPr>
        <w:t xml:space="preserve">ں </w:t>
      </w:r>
      <w:r>
        <w:rPr>
          <w:rtl/>
        </w:rPr>
        <w:t>شاہ جہا</w:t>
      </w:r>
      <w:r w:rsidR="000A0CDC">
        <w:rPr>
          <w:rtl/>
        </w:rPr>
        <w:t xml:space="preserve">ں </w:t>
      </w:r>
      <w:r>
        <w:rPr>
          <w:rtl/>
        </w:rPr>
        <w:t>كى تمام شاہانہ شكوہ و جلال كے ساتھ تخت طاووس، پر متمكن اور گھوڑے پر سوار تصوير سے مشاہدہ كيا جاسكتا ہے _ مشہور تين مصور ابوالحسن ، ميرہاشم اور محمد نادر ثمرقندى تھے كہ جنہو</w:t>
      </w:r>
      <w:r w:rsidR="000A0CDC">
        <w:rPr>
          <w:rtl/>
        </w:rPr>
        <w:t xml:space="preserve">ں </w:t>
      </w:r>
      <w:r>
        <w:rPr>
          <w:rtl/>
        </w:rPr>
        <w:t>نے فن شبيہ نگارى مي</w:t>
      </w:r>
      <w:r w:rsidR="000A0CDC">
        <w:rPr>
          <w:rtl/>
        </w:rPr>
        <w:t xml:space="preserve">ں </w:t>
      </w:r>
      <w:r>
        <w:rPr>
          <w:rtl/>
        </w:rPr>
        <w:t>كمال كى حد تك تصوير كشى كى _</w:t>
      </w:r>
      <w:r w:rsidRPr="00F67D4B">
        <w:rPr>
          <w:rStyle w:val="libFootnotenumChar"/>
          <w:rtl/>
        </w:rPr>
        <w:t>(5)</w:t>
      </w:r>
      <w:r>
        <w:rPr>
          <w:rtl/>
        </w:rPr>
        <w:t xml:space="preserve"> </w:t>
      </w:r>
    </w:p>
    <w:p w:rsidR="0061102A" w:rsidRDefault="0061102A" w:rsidP="00BE6934">
      <w:pPr>
        <w:pStyle w:val="libNormal"/>
        <w:rPr>
          <w:rtl/>
        </w:rPr>
      </w:pPr>
      <w:r>
        <w:rPr>
          <w:rtl/>
        </w:rPr>
        <w:t>فن مصورى پر بعد كے ادوار مي</w:t>
      </w:r>
      <w:r w:rsidR="000A0CDC">
        <w:rPr>
          <w:rtl/>
        </w:rPr>
        <w:t xml:space="preserve">ں </w:t>
      </w:r>
      <w:r>
        <w:rPr>
          <w:rtl/>
        </w:rPr>
        <w:t>بالخصوص اورنگ زيب كے دور مي</w:t>
      </w:r>
      <w:r w:rsidR="000A0CDC">
        <w:rPr>
          <w:rtl/>
        </w:rPr>
        <w:t xml:space="preserve">ں </w:t>
      </w:r>
      <w:r>
        <w:rPr>
          <w:rtl/>
        </w:rPr>
        <w:t>زيادہ توجہ نہ دى گئي _ مغليہ عہد كے آخرى دور كى تصويري</w:t>
      </w:r>
      <w:r w:rsidR="000A0CDC">
        <w:rPr>
          <w:rtl/>
        </w:rPr>
        <w:t xml:space="preserve">ں </w:t>
      </w:r>
      <w:r>
        <w:rPr>
          <w:rtl/>
        </w:rPr>
        <w:t>دراصل گذشتہ رسم وروش كے مطابق ہي</w:t>
      </w:r>
      <w:r w:rsidR="000A0CDC">
        <w:rPr>
          <w:rtl/>
        </w:rPr>
        <w:t xml:space="preserve">ں </w:t>
      </w:r>
      <w:r>
        <w:rPr>
          <w:rtl/>
        </w:rPr>
        <w:t>ان مي</w:t>
      </w:r>
      <w:r w:rsidR="000A0CDC">
        <w:rPr>
          <w:rtl/>
        </w:rPr>
        <w:t xml:space="preserve">ں </w:t>
      </w:r>
      <w:r>
        <w:rPr>
          <w:rtl/>
        </w:rPr>
        <w:t>گذشتہ دور كى مانند جدت وانفراديت كا وجود نہي</w:t>
      </w:r>
      <w:r w:rsidR="000A0CDC">
        <w:rPr>
          <w:rtl/>
        </w:rPr>
        <w:t xml:space="preserve">ں </w:t>
      </w:r>
      <w:r>
        <w:rPr>
          <w:rtl/>
        </w:rPr>
        <w:t>ہے _ آخر مي</w:t>
      </w:r>
      <w:r w:rsidR="000A0CDC">
        <w:rPr>
          <w:rtl/>
        </w:rPr>
        <w:t xml:space="preserve">ں </w:t>
      </w:r>
      <w:r>
        <w:rPr>
          <w:rtl/>
        </w:rPr>
        <w:t>كہا جاسكتا ہے كہ اس دور كے باقى ماندہ آثار كا مشاہدہ بتاتا ہے كہ يہ تصويري</w:t>
      </w:r>
      <w:r w:rsidR="000A0CDC">
        <w:rPr>
          <w:rtl/>
        </w:rPr>
        <w:t xml:space="preserve">ں </w:t>
      </w:r>
      <w:r>
        <w:rPr>
          <w:rtl/>
        </w:rPr>
        <w:t xml:space="preserve">صرف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 ، س ڈيمانڈ،سابقہ حوالہ ص 71_ </w:t>
      </w:r>
    </w:p>
    <w:p w:rsidR="0061102A" w:rsidRDefault="0061102A" w:rsidP="00BE6934">
      <w:pPr>
        <w:pStyle w:val="libFootnote"/>
      </w:pPr>
      <w:r>
        <w:rPr>
          <w:rtl/>
        </w:rPr>
        <w:t xml:space="preserve">2- </w:t>
      </w:r>
      <w:r>
        <w:t>Basawan</w:t>
      </w:r>
      <w:r>
        <w:rPr>
          <w:rtl/>
        </w:rPr>
        <w:t xml:space="preserve"> </w:t>
      </w:r>
    </w:p>
    <w:p w:rsidR="0061102A" w:rsidRDefault="0061102A" w:rsidP="00BE6934">
      <w:pPr>
        <w:pStyle w:val="libFootnote"/>
      </w:pPr>
      <w:r>
        <w:rPr>
          <w:rtl/>
        </w:rPr>
        <w:t xml:space="preserve">3- </w:t>
      </w:r>
      <w:r>
        <w:t>Bishendas</w:t>
      </w:r>
      <w:r>
        <w:rPr>
          <w:rtl/>
        </w:rPr>
        <w:t xml:space="preserve"> </w:t>
      </w:r>
    </w:p>
    <w:p w:rsidR="0061102A" w:rsidRDefault="0061102A" w:rsidP="00BE6934">
      <w:pPr>
        <w:pStyle w:val="libFootnote"/>
        <w:rPr>
          <w:rtl/>
        </w:rPr>
      </w:pPr>
      <w:r>
        <w:rPr>
          <w:rtl/>
        </w:rPr>
        <w:t xml:space="preserve">4) سابقہ حوالہ ص 72_ </w:t>
      </w:r>
    </w:p>
    <w:p w:rsidR="008672B1" w:rsidRDefault="0061102A" w:rsidP="00BE6934">
      <w:pPr>
        <w:pStyle w:val="libFootnote"/>
        <w:rPr>
          <w:rtl/>
        </w:rPr>
      </w:pPr>
      <w:r>
        <w:rPr>
          <w:rtl/>
        </w:rPr>
        <w:t>5) تارچند، تاثير اسلام در فرہنگ ہند ، ترجمہ على سپرنيا ، عزالدين عثماني، تہران ص 331</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ايرانى اور مركزى ايشيا كے اسلوب وآرٹ كا آميزہ نہ تھي</w:t>
      </w:r>
      <w:r w:rsidR="000A0CDC">
        <w:rPr>
          <w:rtl/>
        </w:rPr>
        <w:t xml:space="preserve">ں </w:t>
      </w:r>
      <w:r>
        <w:rPr>
          <w:rtl/>
        </w:rPr>
        <w:t>بلكہ پرانى روشو</w:t>
      </w:r>
      <w:r w:rsidR="000A0CDC">
        <w:rPr>
          <w:rtl/>
        </w:rPr>
        <w:t xml:space="preserve">ں </w:t>
      </w:r>
      <w:r>
        <w:rPr>
          <w:rtl/>
        </w:rPr>
        <w:t>كى ترقى كے ساتھ ساتھ اہل فن نے ہندوستانى جديد عناصر سے بھى الہام ليا اور ايك نئے اور خاص اسلوب كى بنياد ركھي_ اگرچہ مسلمانو</w:t>
      </w:r>
      <w:r w:rsidR="000A0CDC">
        <w:rPr>
          <w:rtl/>
        </w:rPr>
        <w:t xml:space="preserve">ں </w:t>
      </w:r>
      <w:r>
        <w:rPr>
          <w:rtl/>
        </w:rPr>
        <w:t>(ترك وايراني) كى طاقت كے غلبہ كے پيش نظر ہندوستانى عناصر و رواج وسيع پيمانے پر اس آرٹ كو متاثر نہ كرسكے_</w:t>
      </w:r>
      <w:r w:rsidRPr="00F67D4B">
        <w:rPr>
          <w:rStyle w:val="libFootnotenumChar"/>
          <w:rtl/>
        </w:rPr>
        <w:t>(1)</w:t>
      </w:r>
      <w:r>
        <w:rPr>
          <w:rtl/>
        </w:rPr>
        <w:t xml:space="preserve"> </w:t>
      </w:r>
    </w:p>
    <w:p w:rsidR="0061102A" w:rsidRDefault="0061102A" w:rsidP="00BE6934">
      <w:pPr>
        <w:pStyle w:val="libNormal"/>
        <w:rPr>
          <w:rtl/>
        </w:rPr>
      </w:pPr>
      <w:r>
        <w:rPr>
          <w:rtl/>
        </w:rPr>
        <w:t>مغليہ سلاطين كے پسنديدہ فنون مي</w:t>
      </w:r>
      <w:r w:rsidR="000A0CDC">
        <w:rPr>
          <w:rtl/>
        </w:rPr>
        <w:t xml:space="preserve">ں </w:t>
      </w:r>
      <w:r>
        <w:rPr>
          <w:rtl/>
        </w:rPr>
        <w:t>سے ايك رسم الخط اور خوشنويسى بھى تھا_ حاكمو</w:t>
      </w:r>
      <w:r w:rsidR="000A0CDC">
        <w:rPr>
          <w:rtl/>
        </w:rPr>
        <w:t xml:space="preserve">ں </w:t>
      </w:r>
      <w:r>
        <w:rPr>
          <w:rtl/>
        </w:rPr>
        <w:t>كے مذہبى عقائد كى بناء پر پسنديدگى و توجہ ہميشہ اونچ نيچ كا شكار رہى _ بابر نے قرآن كو خوبصورت خط مي</w:t>
      </w:r>
      <w:r w:rsidR="000A0CDC">
        <w:rPr>
          <w:rtl/>
        </w:rPr>
        <w:t xml:space="preserve">ں </w:t>
      </w:r>
      <w:r>
        <w:rPr>
          <w:rtl/>
        </w:rPr>
        <w:t>لكھا اور كعبہ كو ہديہ كيا_ ہمايو</w:t>
      </w:r>
      <w:r w:rsidR="000A0CDC">
        <w:rPr>
          <w:rtl/>
        </w:rPr>
        <w:t xml:space="preserve">ں </w:t>
      </w:r>
      <w:r>
        <w:rPr>
          <w:rtl/>
        </w:rPr>
        <w:t>كے دور مي</w:t>
      </w:r>
      <w:r w:rsidR="000A0CDC">
        <w:rPr>
          <w:rtl/>
        </w:rPr>
        <w:t xml:space="preserve">ں </w:t>
      </w:r>
      <w:r>
        <w:rPr>
          <w:rtl/>
        </w:rPr>
        <w:t>ايرانى اساتذہ مثلاً خواجہ احمد مؤتمن قزوينى اور مير قاسم كى وجہ سے نسخ نويسى كا بہت زيادہ رواج ہوا_ شاہ جہان كے دور مي</w:t>
      </w:r>
      <w:r w:rsidR="000A0CDC">
        <w:rPr>
          <w:rtl/>
        </w:rPr>
        <w:t xml:space="preserve">ں </w:t>
      </w:r>
      <w:r>
        <w:rPr>
          <w:rtl/>
        </w:rPr>
        <w:t>مير عمار حسينى كے قتل كے بعد اسكے شاگرد آقا عبدالرشيد ، سيد على تبريزى اور خواجہ عبدالباقى نے شاہ جہان كے ہنر پرور دبار سے ''جواہر قلم'' اور ''ياقوت رقم ''جيسے القابات حاصل كيے اور يہ سلسلہ اورنگ زيب كے آخرى دور تك جارى رہا _ وہ اپنے مذہبى عقائد اور رسم الخط اور خوشنويسى كى استعداد كى بناء پر خوشنويس حضرات كا بہت زيادہ حامى تھا اس فن كے عروج كا دور بھى يہى ہے_</w:t>
      </w:r>
      <w:r w:rsidRPr="00F67D4B">
        <w:rPr>
          <w:rStyle w:val="libFootnotenumChar"/>
          <w:rtl/>
        </w:rPr>
        <w:t>(2)</w:t>
      </w:r>
      <w:r>
        <w:rPr>
          <w:rtl/>
        </w:rPr>
        <w:t xml:space="preserve"> </w:t>
      </w:r>
    </w:p>
    <w:p w:rsidR="0061102A" w:rsidRDefault="0061102A" w:rsidP="00BE6934">
      <w:pPr>
        <w:pStyle w:val="libNormal"/>
        <w:rPr>
          <w:rtl/>
        </w:rPr>
      </w:pPr>
      <w:r>
        <w:rPr>
          <w:rtl/>
        </w:rPr>
        <w:t>مغليہ دور كے ديگر فنون مي</w:t>
      </w:r>
      <w:r w:rsidR="000A0CDC">
        <w:rPr>
          <w:rtl/>
        </w:rPr>
        <w:t xml:space="preserve">ں </w:t>
      </w:r>
      <w:r>
        <w:rPr>
          <w:rtl/>
        </w:rPr>
        <w:t>سے قالين بننے اوركپڑا بننے كافن بھى تھا_ اس دور مي</w:t>
      </w:r>
      <w:r w:rsidR="000A0CDC">
        <w:rPr>
          <w:rtl/>
        </w:rPr>
        <w:t xml:space="preserve">ں </w:t>
      </w:r>
      <w:r>
        <w:rPr>
          <w:rtl/>
        </w:rPr>
        <w:t>قالين بنانے كى صنعت بھى مصورى كى مانند ايرانى رنگ و روپ ركھتى تھي_ آگرہ ، فتح پور اورلاہور مي</w:t>
      </w:r>
      <w:r w:rsidR="000A0CDC">
        <w:rPr>
          <w:rtl/>
        </w:rPr>
        <w:t xml:space="preserve">ں </w:t>
      </w:r>
      <w:r>
        <w:rPr>
          <w:rtl/>
        </w:rPr>
        <w:t>قالين بننے كے كارخانے موجود تھے كہ جہا</w:t>
      </w:r>
      <w:r w:rsidR="000A0CDC">
        <w:rPr>
          <w:rtl/>
        </w:rPr>
        <w:t xml:space="preserve">ں </w:t>
      </w:r>
      <w:r>
        <w:rPr>
          <w:rtl/>
        </w:rPr>
        <w:t>ايرانى شہرو</w:t>
      </w:r>
      <w:r w:rsidR="000A0CDC">
        <w:rPr>
          <w:rtl/>
        </w:rPr>
        <w:t xml:space="preserve">ں </w:t>
      </w:r>
      <w:r>
        <w:rPr>
          <w:rtl/>
        </w:rPr>
        <w:t>كاشان، اصفہان، كرمان اور سبزوار كے اساتذہ كے ماتحت قالين بننے كا كام كيا جاتا تھا_ ايرانى پھولو</w:t>
      </w:r>
      <w:r w:rsidR="000A0CDC">
        <w:rPr>
          <w:rtl/>
        </w:rPr>
        <w:t xml:space="preserve">ں </w:t>
      </w:r>
      <w:r>
        <w:rPr>
          <w:rtl/>
        </w:rPr>
        <w:t>والے قالين يہا</w:t>
      </w:r>
      <w:r w:rsidR="000A0CDC">
        <w:rPr>
          <w:rtl/>
        </w:rPr>
        <w:t xml:space="preserve">ں </w:t>
      </w:r>
      <w:r>
        <w:rPr>
          <w:rtl/>
        </w:rPr>
        <w:t>آئڈيل قالين سمجھے جاتے تھے_ ان قالينو</w:t>
      </w:r>
      <w:r w:rsidR="000A0CDC">
        <w:rPr>
          <w:rtl/>
        </w:rPr>
        <w:t xml:space="preserve">ں </w:t>
      </w:r>
      <w:r>
        <w:rPr>
          <w:rtl/>
        </w:rPr>
        <w:t>مي</w:t>
      </w:r>
      <w:r w:rsidR="000A0CDC">
        <w:rPr>
          <w:rtl/>
        </w:rPr>
        <w:t xml:space="preserve">ں </w:t>
      </w:r>
      <w:r>
        <w:rPr>
          <w:rtl/>
        </w:rPr>
        <w:t>سرخى مائل كليجى اور مالٹاى رنگ كا بہت زيادہ استعمال تھا_جے پور كے مہاراجہ كے قالينو</w:t>
      </w:r>
      <w:r w:rsidR="000A0CDC">
        <w:rPr>
          <w:rtl/>
        </w:rPr>
        <w:t xml:space="preserve">ں </w:t>
      </w:r>
      <w:r>
        <w:rPr>
          <w:rtl/>
        </w:rPr>
        <w:t xml:space="preserve">كا مجموعہ كہ جسے قالى اصفہان ہندى كانام دياگيا تھا اسى طرز كا تھا_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سوامى آناند ، گومارا، مقدمہ اى بر ہنرمند ، ترجمہ امير حسين ذكر گو ، تہران ، ص 183_ </w:t>
      </w:r>
    </w:p>
    <w:p w:rsidR="008672B1" w:rsidRDefault="0061102A" w:rsidP="00BE6934">
      <w:pPr>
        <w:pStyle w:val="libFootnote"/>
        <w:rPr>
          <w:rtl/>
        </w:rPr>
      </w:pPr>
      <w:r>
        <w:rPr>
          <w:rtl/>
        </w:rPr>
        <w:t>2) على اصغر حكمت ، سرزمين ہند، انشتارات دانشگاہ تہران ، ص 8_ 126_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واشنگٹن كے قومى گيلرى اور مٹروپولٹين كے ميوزيم مي</w:t>
      </w:r>
      <w:r w:rsidR="000A0CDC">
        <w:rPr>
          <w:rtl/>
        </w:rPr>
        <w:t xml:space="preserve">ں </w:t>
      </w:r>
      <w:r>
        <w:rPr>
          <w:rtl/>
        </w:rPr>
        <w:t>موجود قالينو</w:t>
      </w:r>
      <w:r w:rsidR="000A0CDC">
        <w:rPr>
          <w:rtl/>
        </w:rPr>
        <w:t xml:space="preserve">ں </w:t>
      </w:r>
      <w:r>
        <w:rPr>
          <w:rtl/>
        </w:rPr>
        <w:t>كا مجموعہ شاہ جہا</w:t>
      </w:r>
      <w:r w:rsidR="000A0CDC">
        <w:rPr>
          <w:rtl/>
        </w:rPr>
        <w:t xml:space="preserve">ں </w:t>
      </w:r>
      <w:r>
        <w:rPr>
          <w:rtl/>
        </w:rPr>
        <w:t>كے دور كے خاص اسلوب كى عكاسى كر رہا ہے كہ جو ابھى تك يادگار رہ گئے ہي</w:t>
      </w:r>
      <w:r w:rsidR="000A0CDC">
        <w:rPr>
          <w:rtl/>
        </w:rPr>
        <w:t xml:space="preserve">ں </w:t>
      </w:r>
      <w:r>
        <w:rPr>
          <w:rtl/>
        </w:rPr>
        <w:t>،بہرحال فنى طور پر اس فن كا عروج شاہ جہا</w:t>
      </w:r>
      <w:r w:rsidR="000A0CDC">
        <w:rPr>
          <w:rtl/>
        </w:rPr>
        <w:t xml:space="preserve">ں </w:t>
      </w:r>
      <w:r>
        <w:rPr>
          <w:rtl/>
        </w:rPr>
        <w:t>كے دور مي</w:t>
      </w:r>
      <w:r w:rsidR="000A0CDC">
        <w:rPr>
          <w:rtl/>
        </w:rPr>
        <w:t xml:space="preserve">ں </w:t>
      </w:r>
      <w:r>
        <w:rPr>
          <w:rtl/>
        </w:rPr>
        <w:t>تھا كيونكہ ہندوستانى قالين باف ايرانى اساتذہ سے بھى بہتر اور آگے بڑھ چكے تھے_ اس بات كى تائيد ان قالينو</w:t>
      </w:r>
      <w:r w:rsidR="000A0CDC">
        <w:rPr>
          <w:rtl/>
        </w:rPr>
        <w:t xml:space="preserve">ں </w:t>
      </w:r>
      <w:r>
        <w:rPr>
          <w:rtl/>
        </w:rPr>
        <w:t>مي</w:t>
      </w:r>
      <w:r w:rsidR="000A0CDC">
        <w:rPr>
          <w:rtl/>
        </w:rPr>
        <w:t xml:space="preserve">ں </w:t>
      </w:r>
      <w:r>
        <w:rPr>
          <w:rtl/>
        </w:rPr>
        <w:t>بہت سى گرہي</w:t>
      </w:r>
      <w:r w:rsidR="000A0CDC">
        <w:rPr>
          <w:rtl/>
        </w:rPr>
        <w:t xml:space="preserve">ں </w:t>
      </w:r>
      <w:r>
        <w:rPr>
          <w:rtl/>
        </w:rPr>
        <w:t>، رنگ كا استعمال اور منفرد و خوبصورت تصاوير كرتى ہي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مغليہ عہد مي</w:t>
      </w:r>
      <w:r w:rsidR="000A0CDC">
        <w:rPr>
          <w:rtl/>
        </w:rPr>
        <w:t xml:space="preserve">ں </w:t>
      </w:r>
      <w:r>
        <w:rPr>
          <w:rtl/>
        </w:rPr>
        <w:t>كپڑا بننے كا كام ہندوستانيو</w:t>
      </w:r>
      <w:r w:rsidR="000A0CDC">
        <w:rPr>
          <w:rtl/>
        </w:rPr>
        <w:t xml:space="preserve">ں </w:t>
      </w:r>
      <w:r>
        <w:rPr>
          <w:rtl/>
        </w:rPr>
        <w:t>كے اس كام مي</w:t>
      </w:r>
      <w:r w:rsidR="000A0CDC">
        <w:rPr>
          <w:rtl/>
        </w:rPr>
        <w:t xml:space="preserve">ں </w:t>
      </w:r>
      <w:r>
        <w:rPr>
          <w:rtl/>
        </w:rPr>
        <w:t>ديرينہ تجربہ كى بناء پر اسى ہندى طرز و اسلوب پر چل رہا تھا_ انواع واقسام كے كپڑے مثلاً ململ ، سوتى اور زرين ريشم كپڑا بننے كے مشہور مراكز مثلاً لاہور ، دكن اور احمد آباد مي</w:t>
      </w:r>
      <w:r w:rsidR="000A0CDC">
        <w:rPr>
          <w:rtl/>
        </w:rPr>
        <w:t xml:space="preserve">ں </w:t>
      </w:r>
      <w:r>
        <w:rPr>
          <w:rtl/>
        </w:rPr>
        <w:t>تھے اورخوبصورت ہندى ساڑھيا</w:t>
      </w:r>
      <w:r w:rsidR="000A0CDC">
        <w:rPr>
          <w:rtl/>
        </w:rPr>
        <w:t xml:space="preserve">ں </w:t>
      </w:r>
      <w:r>
        <w:rPr>
          <w:rtl/>
        </w:rPr>
        <w:t>اور شالي</w:t>
      </w:r>
      <w:r w:rsidR="000A0CDC">
        <w:rPr>
          <w:rtl/>
        </w:rPr>
        <w:t xml:space="preserve">ں </w:t>
      </w:r>
      <w:r>
        <w:rPr>
          <w:rtl/>
        </w:rPr>
        <w:t>دنيا كے بہترين ملبوسات تھے كہ جو پورى دنيا مي</w:t>
      </w:r>
      <w:r w:rsidR="000A0CDC">
        <w:rPr>
          <w:rtl/>
        </w:rPr>
        <w:t xml:space="preserve">ں </w:t>
      </w:r>
      <w:r>
        <w:rPr>
          <w:rtl/>
        </w:rPr>
        <w:t>بھيجے جاتے تھے_</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 _ س ، ڈيمانڈ ،سابقہ حوالہ ، ص 75_ 274_ </w:t>
      </w:r>
    </w:p>
    <w:p w:rsidR="0061102A" w:rsidRDefault="0061102A" w:rsidP="00BE6934">
      <w:pPr>
        <w:pStyle w:val="libFootnote"/>
        <w:rPr>
          <w:rtl/>
        </w:rPr>
      </w:pPr>
      <w:r>
        <w:rPr>
          <w:rtl/>
        </w:rPr>
        <w:t>2)سابقہ حوالہ ، ص 255_ 254_</w:t>
      </w:r>
    </w:p>
    <w:p w:rsidR="008672B1" w:rsidRDefault="0069392F" w:rsidP="00BE6934">
      <w:pPr>
        <w:pStyle w:val="libFootnote"/>
        <w:rPr>
          <w:rtl/>
        </w:rPr>
      </w:pPr>
      <w:r>
        <w:rPr>
          <w:rtl/>
        </w:rPr>
        <w:br w:type="page"/>
      </w:r>
      <w:r>
        <w:rPr>
          <w:rtl/>
        </w:rPr>
        <w:lastRenderedPageBreak/>
        <w:cr/>
      </w:r>
    </w:p>
    <w:p w:rsidR="0061102A" w:rsidRDefault="0061102A" w:rsidP="00BE6934">
      <w:pPr>
        <w:pStyle w:val="Heading2Center"/>
        <w:rPr>
          <w:rtl/>
        </w:rPr>
      </w:pPr>
      <w:bookmarkStart w:id="156" w:name="_Toc268712"/>
      <w:r>
        <w:rPr>
          <w:rtl/>
        </w:rPr>
        <w:t>نوا</w:t>
      </w:r>
      <w:r w:rsidR="000A0CDC">
        <w:rPr>
          <w:rtl/>
        </w:rPr>
        <w:t xml:space="preserve">ں </w:t>
      </w:r>
      <w:r>
        <w:rPr>
          <w:rtl/>
        </w:rPr>
        <w:t>باب:</w:t>
      </w:r>
      <w:bookmarkEnd w:id="156"/>
      <w:r>
        <w:rPr>
          <w:rtl/>
        </w:rPr>
        <w:t xml:space="preserve"> </w:t>
      </w:r>
    </w:p>
    <w:p w:rsidR="0061102A" w:rsidRDefault="0061102A" w:rsidP="00BE6934">
      <w:pPr>
        <w:pStyle w:val="Heading2Center"/>
        <w:rPr>
          <w:rtl/>
        </w:rPr>
      </w:pPr>
      <w:bookmarkStart w:id="157" w:name="_Toc268713"/>
      <w:r>
        <w:rPr>
          <w:rtl/>
        </w:rPr>
        <w:t>اسلامى تہذيب و تمدن كے جمود اور زوال كے آخرى اسباب</w:t>
      </w:r>
      <w:bookmarkEnd w:id="157"/>
    </w:p>
    <w:p w:rsidR="008672B1"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158" w:name="_Toc268714"/>
      <w:r>
        <w:rPr>
          <w:rtl/>
        </w:rPr>
        <w:t>1) استعمار قديم و جديد:</w:t>
      </w:r>
      <w:bookmarkEnd w:id="158"/>
    </w:p>
    <w:p w:rsidR="0061102A" w:rsidRDefault="0061102A" w:rsidP="00BE6934">
      <w:pPr>
        <w:pStyle w:val="Heading2Center"/>
        <w:rPr>
          <w:rtl/>
        </w:rPr>
      </w:pPr>
      <w:bookmarkStart w:id="159" w:name="_Toc268715"/>
      <w:r>
        <w:rPr>
          <w:rtl/>
        </w:rPr>
        <w:t>استعمار قديم</w:t>
      </w:r>
      <w:bookmarkEnd w:id="159"/>
    </w:p>
    <w:p w:rsidR="0061102A" w:rsidRDefault="0061102A" w:rsidP="00BE6934">
      <w:pPr>
        <w:pStyle w:val="libNormal"/>
        <w:rPr>
          <w:rtl/>
        </w:rPr>
      </w:pPr>
      <w:r>
        <w:rPr>
          <w:rtl/>
        </w:rPr>
        <w:t>اسلامى تہذيب و تمدن كے جمود كے بہت سے اسباب وعوامل مي</w:t>
      </w:r>
      <w:r w:rsidR="000A0CDC">
        <w:rPr>
          <w:rtl/>
        </w:rPr>
        <w:t xml:space="preserve">ں </w:t>
      </w:r>
      <w:r>
        <w:rPr>
          <w:rtl/>
        </w:rPr>
        <w:t>سے آخرى ''استعمار'' ہے _ اس مختصر سى گفتگو مي</w:t>
      </w:r>
      <w:r w:rsidR="000A0CDC">
        <w:rPr>
          <w:rtl/>
        </w:rPr>
        <w:t xml:space="preserve">ں </w:t>
      </w:r>
      <w:r>
        <w:rPr>
          <w:rtl/>
        </w:rPr>
        <w:t>ہمارى كوشش يہى ہے كہ كلمہ استعمار كى مناسب تعريف اور اسكے وجود مي</w:t>
      </w:r>
      <w:r w:rsidR="000A0CDC">
        <w:rPr>
          <w:rtl/>
        </w:rPr>
        <w:t xml:space="preserve">ں </w:t>
      </w:r>
      <w:r>
        <w:rPr>
          <w:rtl/>
        </w:rPr>
        <w:t>آنے كے اسباب كا جائزہ ليتے ہوئے اسلامى ممالك كے اسكے تحت آنے كى تاريخ پر بحث كري</w:t>
      </w:r>
      <w:r w:rsidR="000A0CDC">
        <w:rPr>
          <w:rtl/>
        </w:rPr>
        <w:t xml:space="preserve">ں </w:t>
      </w:r>
      <w:r>
        <w:rPr>
          <w:rtl/>
        </w:rPr>
        <w:t>اور اسلامى تہذيب وتمدن پر اسكى وجہ سے جواثرات اور نتائج حاصل ہوئے ہي</w:t>
      </w:r>
      <w:r w:rsidR="000A0CDC">
        <w:rPr>
          <w:rtl/>
        </w:rPr>
        <w:t xml:space="preserve">ں </w:t>
      </w:r>
      <w:r>
        <w:rPr>
          <w:rtl/>
        </w:rPr>
        <w:t>، انكاتجزيہ كري</w:t>
      </w:r>
      <w:r w:rsidR="000A0CDC">
        <w:rPr>
          <w:rtl/>
        </w:rPr>
        <w:t xml:space="preserve">ں </w:t>
      </w:r>
      <w:r>
        <w:rPr>
          <w:rtl/>
        </w:rPr>
        <w:t xml:space="preserve">_ </w:t>
      </w:r>
    </w:p>
    <w:p w:rsidR="0061102A" w:rsidRDefault="0061102A" w:rsidP="00BE6934">
      <w:pPr>
        <w:pStyle w:val="libNormal"/>
        <w:rPr>
          <w:rtl/>
        </w:rPr>
      </w:pPr>
    </w:p>
    <w:p w:rsidR="0061102A" w:rsidRDefault="0061102A" w:rsidP="00BE6934">
      <w:pPr>
        <w:pStyle w:val="Heading2Center"/>
        <w:rPr>
          <w:rtl/>
        </w:rPr>
      </w:pPr>
      <w:bookmarkStart w:id="160" w:name="_Toc268716"/>
      <w:r>
        <w:rPr>
          <w:rtl/>
        </w:rPr>
        <w:t>استعمار كا مفہوم اور تاريخ</w:t>
      </w:r>
      <w:bookmarkEnd w:id="160"/>
    </w:p>
    <w:p w:rsidR="0061102A" w:rsidRDefault="0061102A" w:rsidP="00BE6934">
      <w:pPr>
        <w:pStyle w:val="libNormal"/>
        <w:rPr>
          <w:rtl/>
        </w:rPr>
      </w:pPr>
      <w:r>
        <w:rPr>
          <w:rtl/>
        </w:rPr>
        <w:t>لفظ استعمار كا لغوى معنى آباد كرنا ہے_ ليكن سياسى اصطلاح مي</w:t>
      </w:r>
      <w:r w:rsidR="000A0CDC">
        <w:rPr>
          <w:rtl/>
        </w:rPr>
        <w:t xml:space="preserve">ں </w:t>
      </w:r>
      <w:r>
        <w:rPr>
          <w:rtl/>
        </w:rPr>
        <w:t>اس سے مراد كسى گروہ كى دوسرے لوگو</w:t>
      </w:r>
      <w:r w:rsidR="000A0CDC">
        <w:rPr>
          <w:rtl/>
        </w:rPr>
        <w:t xml:space="preserve">ں </w:t>
      </w:r>
      <w:r>
        <w:rPr>
          <w:rtl/>
        </w:rPr>
        <w:t>يا كسى اور سرزمين پر حاكميت ہے _ ايك اور تعريف كے مطابق يہ ايك سياسى اور اقتصادى مسئلہ ہے جو سنہ 1500ء سے شروع ہوا ، اسى زمانہ سے بعض يورپى ممالك كے استعمار گر لوگو</w:t>
      </w:r>
      <w:r w:rsidR="000A0CDC">
        <w:rPr>
          <w:rtl/>
        </w:rPr>
        <w:t xml:space="preserve">ں </w:t>
      </w:r>
      <w:r>
        <w:rPr>
          <w:rtl/>
        </w:rPr>
        <w:t>نے دنيا مي</w:t>
      </w:r>
      <w:r w:rsidR="000A0CDC">
        <w:rPr>
          <w:rtl/>
        </w:rPr>
        <w:t xml:space="preserve">ں </w:t>
      </w:r>
      <w:r>
        <w:rPr>
          <w:rtl/>
        </w:rPr>
        <w:t>وسيع علاقو</w:t>
      </w:r>
      <w:r w:rsidR="000A0CDC">
        <w:rPr>
          <w:rtl/>
        </w:rPr>
        <w:t xml:space="preserve">ں </w:t>
      </w:r>
      <w:r>
        <w:rPr>
          <w:rtl/>
        </w:rPr>
        <w:t>كو دريافت كيا ، وہا</w:t>
      </w:r>
      <w:r w:rsidR="000A0CDC">
        <w:rPr>
          <w:rtl/>
        </w:rPr>
        <w:t xml:space="preserve">ں </w:t>
      </w:r>
      <w:r>
        <w:rPr>
          <w:rtl/>
        </w:rPr>
        <w:t>سكونت اختيار كى اور وہا</w:t>
      </w:r>
      <w:r w:rsidR="000A0CDC">
        <w:rPr>
          <w:rtl/>
        </w:rPr>
        <w:t xml:space="preserve">ں </w:t>
      </w:r>
      <w:r>
        <w:rPr>
          <w:rtl/>
        </w:rPr>
        <w:t>سے فوائد حاصل كيے_ جبكہ بعض اہل نظر كے نزديك استعمار كا مفہوم ان قديم ادوارسے متعلق ہے كہ جب قديم حكومتو</w:t>
      </w:r>
      <w:r w:rsidR="000A0CDC">
        <w:rPr>
          <w:rtl/>
        </w:rPr>
        <w:t xml:space="preserve">ں </w:t>
      </w:r>
      <w:r>
        <w:rPr>
          <w:rtl/>
        </w:rPr>
        <w:t>نے كچھ ايسے اقدامات كيے مثلاً مصرى ، يونانى اور پھر رومى حكومتو</w:t>
      </w:r>
      <w:r w:rsidR="000A0CDC">
        <w:rPr>
          <w:rtl/>
        </w:rPr>
        <w:t xml:space="preserve">ں </w:t>
      </w:r>
      <w:r>
        <w:rPr>
          <w:rtl/>
        </w:rPr>
        <w:t>نے اپنى سرزمين سے باہر چھاؤنيا</w:t>
      </w:r>
      <w:r w:rsidR="000A0CDC">
        <w:rPr>
          <w:rtl/>
        </w:rPr>
        <w:t xml:space="preserve">ں </w:t>
      </w:r>
      <w:r>
        <w:rPr>
          <w:rtl/>
        </w:rPr>
        <w:t xml:space="preserve">يا مراكز قائم كيے كہ جنكا مقصد جنگ ، تجارت اور اپنى تہذيب كا پھلنا پھولنا تھا اور يہ اقدامات استعمار كہلائے_ </w:t>
      </w:r>
    </w:p>
    <w:p w:rsidR="0061102A" w:rsidRDefault="0061102A" w:rsidP="00BE6934">
      <w:pPr>
        <w:pStyle w:val="libNormal"/>
        <w:rPr>
          <w:rtl/>
        </w:rPr>
      </w:pPr>
      <w:r>
        <w:rPr>
          <w:rtl/>
        </w:rPr>
        <w:t>كيمونسٹو</w:t>
      </w:r>
      <w:r w:rsidR="000A0CDC">
        <w:rPr>
          <w:rtl/>
        </w:rPr>
        <w:t xml:space="preserve">ں </w:t>
      </w:r>
      <w:r>
        <w:rPr>
          <w:rtl/>
        </w:rPr>
        <w:t>نے لفظ استعمار كى جگہ اسكے مشابہ لفظ ''امپريالزم '' كو عنوان بحث قرار ديا _ كلمہ امپريالزم در اصل اس حكومتى نظام كو كہا جاتا تھا جس مي</w:t>
      </w:r>
      <w:r w:rsidR="000A0CDC">
        <w:rPr>
          <w:rtl/>
        </w:rPr>
        <w:t xml:space="preserve">ں </w:t>
      </w:r>
      <w:r>
        <w:rPr>
          <w:rtl/>
        </w:rPr>
        <w:t>ايك باشكوہ حاكم دور و نزديك كى بہت سارى سرزمينو</w:t>
      </w:r>
      <w:r w:rsidR="000A0CDC">
        <w:rPr>
          <w:rtl/>
        </w:rPr>
        <w:t xml:space="preserve">ں </w:t>
      </w:r>
      <w:r>
        <w:rPr>
          <w:rtl/>
        </w:rPr>
        <w:t xml:space="preserve">پر حكومت </w:t>
      </w:r>
    </w:p>
    <w:p w:rsidR="008672B1" w:rsidRDefault="0069392F" w:rsidP="00BE6934">
      <w:pPr>
        <w:pStyle w:val="libNormal"/>
        <w:rPr>
          <w:rtl/>
        </w:rPr>
      </w:pPr>
      <w:r>
        <w:rPr>
          <w:rtl/>
        </w:rPr>
        <w:cr/>
      </w:r>
      <w:r>
        <w:rPr>
          <w:rtl/>
        </w:rPr>
        <w:br w:type="page"/>
      </w:r>
      <w:r>
        <w:rPr>
          <w:rtl/>
        </w:rPr>
        <w:lastRenderedPageBreak/>
        <w:cr/>
      </w:r>
    </w:p>
    <w:p w:rsidR="0061102A" w:rsidRDefault="0061102A" w:rsidP="00BE6934">
      <w:pPr>
        <w:pStyle w:val="libNormal"/>
        <w:rPr>
          <w:rtl/>
        </w:rPr>
      </w:pPr>
      <w:r>
        <w:rPr>
          <w:rtl/>
        </w:rPr>
        <w:t>كرے يا بالفاظ ديگر بادشاہت قائم كرے ليكن بعد مي</w:t>
      </w:r>
      <w:r w:rsidR="000A0CDC">
        <w:rPr>
          <w:rtl/>
        </w:rPr>
        <w:t xml:space="preserve">ں </w:t>
      </w:r>
      <w:r>
        <w:rPr>
          <w:rtl/>
        </w:rPr>
        <w:t>طاقتور ممالك كى ديگر ممالك پر ہر قسم كى بلا واسطہ يا بالواسطہ حكومت كو امپرياليزم سے تعبير كياجانے لگا_</w:t>
      </w:r>
      <w:r w:rsidRPr="00F67D4B">
        <w:rPr>
          <w:rStyle w:val="libFootnotenumChar"/>
          <w:rtl/>
        </w:rPr>
        <w:t>(1)</w:t>
      </w:r>
      <w:r>
        <w:rPr>
          <w:rtl/>
        </w:rPr>
        <w:t xml:space="preserve"> </w:t>
      </w:r>
    </w:p>
    <w:p w:rsidR="0061102A" w:rsidRDefault="0061102A" w:rsidP="00BE6934">
      <w:pPr>
        <w:pStyle w:val="libNormal"/>
        <w:rPr>
          <w:rtl/>
        </w:rPr>
      </w:pPr>
      <w:r>
        <w:rPr>
          <w:rtl/>
        </w:rPr>
        <w:t>جب دنيا كے نقشے پر بعض طاقتور يورپى ممالك مثلاً انگلينڈ ، فرانس ، پرتگال اوراسپين ظاہر ہوئے اسى زمانہ مي</w:t>
      </w:r>
      <w:r w:rsidR="000A0CDC">
        <w:rPr>
          <w:rtl/>
        </w:rPr>
        <w:t xml:space="preserve">ں </w:t>
      </w:r>
      <w:r>
        <w:rPr>
          <w:rtl/>
        </w:rPr>
        <w:t>استعمار بھى وجود مي</w:t>
      </w:r>
      <w:r w:rsidR="000A0CDC">
        <w:rPr>
          <w:rtl/>
        </w:rPr>
        <w:t xml:space="preserve">ں </w:t>
      </w:r>
      <w:r>
        <w:rPr>
          <w:rtl/>
        </w:rPr>
        <w:t>آيا ، سنہ 1488 ء مي</w:t>
      </w:r>
      <w:r w:rsidR="000A0CDC">
        <w:rPr>
          <w:rtl/>
        </w:rPr>
        <w:t xml:space="preserve">ں </w:t>
      </w:r>
      <w:r>
        <w:rPr>
          <w:rtl/>
        </w:rPr>
        <w:t>جنوبى افريقا كے اردگرد نئے دريائي راستے دريافت ہوئے اور سال 1492 ء مي</w:t>
      </w:r>
      <w:r w:rsidR="000A0CDC">
        <w:rPr>
          <w:rtl/>
        </w:rPr>
        <w:t xml:space="preserve">ں </w:t>
      </w:r>
      <w:r>
        <w:rPr>
          <w:rtl/>
        </w:rPr>
        <w:t>براعظم امريكا دريافت ہوا تو استعمارى مقاصد اور نئي سرزمينو</w:t>
      </w:r>
      <w:r w:rsidR="000A0CDC">
        <w:rPr>
          <w:rtl/>
        </w:rPr>
        <w:t xml:space="preserve">ں </w:t>
      </w:r>
      <w:r>
        <w:rPr>
          <w:rtl/>
        </w:rPr>
        <w:t>كى دريافت كيلئے دريائي سفر شروع ہوئے ،انہو</w:t>
      </w:r>
      <w:r w:rsidR="000A0CDC">
        <w:rPr>
          <w:rtl/>
        </w:rPr>
        <w:t xml:space="preserve">ں </w:t>
      </w:r>
      <w:r>
        <w:rPr>
          <w:rtl/>
        </w:rPr>
        <w:t>نے ابتداء مي</w:t>
      </w:r>
      <w:r w:rsidR="000A0CDC">
        <w:rPr>
          <w:rtl/>
        </w:rPr>
        <w:t xml:space="preserve">ں </w:t>
      </w:r>
      <w:r>
        <w:rPr>
          <w:rtl/>
        </w:rPr>
        <w:t>تو سونے ، ہاتھى كے دانتو</w:t>
      </w:r>
      <w:r w:rsidR="000A0CDC">
        <w:rPr>
          <w:rtl/>
        </w:rPr>
        <w:t xml:space="preserve">ں </w:t>
      </w:r>
      <w:r>
        <w:rPr>
          <w:rtl/>
        </w:rPr>
        <w:t>اور ديگر قيمتى اشياء كى تلاش مي</w:t>
      </w:r>
      <w:r w:rsidR="000A0CDC">
        <w:rPr>
          <w:rtl/>
        </w:rPr>
        <w:t xml:space="preserve">ں </w:t>
      </w:r>
      <w:r>
        <w:rPr>
          <w:rtl/>
        </w:rPr>
        <w:t>سفر كيے ليكن آہستہ آہستہ انكے اقتصادى مقاصد بڑھتے گئے _ مثلاً تجارت ، دريافت شدہ سرزمينو</w:t>
      </w:r>
      <w:r w:rsidR="000A0CDC">
        <w:rPr>
          <w:rtl/>
        </w:rPr>
        <w:t xml:space="preserve">ں </w:t>
      </w:r>
      <w:r>
        <w:rPr>
          <w:rtl/>
        </w:rPr>
        <w:t>كى خام معدنيات اور زرعى پيداوار كو يورپى سرزمينو</w:t>
      </w:r>
      <w:r w:rsidR="000A0CDC">
        <w:rPr>
          <w:rtl/>
        </w:rPr>
        <w:t xml:space="preserve">ں </w:t>
      </w:r>
      <w:r>
        <w:rPr>
          <w:rtl/>
        </w:rPr>
        <w:t>كى طرف منتقل كرنا اور يورپى مصنوعات كو ان سرزمينو</w:t>
      </w:r>
      <w:r w:rsidR="000A0CDC">
        <w:rPr>
          <w:rtl/>
        </w:rPr>
        <w:t xml:space="preserve">ں </w:t>
      </w:r>
      <w:r>
        <w:rPr>
          <w:rtl/>
        </w:rPr>
        <w:t>مي</w:t>
      </w:r>
      <w:r w:rsidR="000A0CDC">
        <w:rPr>
          <w:rtl/>
        </w:rPr>
        <w:t xml:space="preserve">ں </w:t>
      </w:r>
      <w:r>
        <w:rPr>
          <w:rtl/>
        </w:rPr>
        <w:t>پہنچاناان سب چيزو</w:t>
      </w:r>
      <w:r w:rsidR="000A0CDC">
        <w:rPr>
          <w:rtl/>
        </w:rPr>
        <w:t xml:space="preserve">ں </w:t>
      </w:r>
      <w:r>
        <w:rPr>
          <w:rtl/>
        </w:rPr>
        <w:t xml:space="preserve">نے انكى استعمارى فعاليت كو بڑھايا _ </w:t>
      </w:r>
    </w:p>
    <w:p w:rsidR="0061102A" w:rsidRDefault="0061102A" w:rsidP="00BE6934">
      <w:pPr>
        <w:pStyle w:val="libNormal"/>
        <w:rPr>
          <w:rtl/>
        </w:rPr>
      </w:pPr>
      <w:r>
        <w:rPr>
          <w:rtl/>
        </w:rPr>
        <w:t>استعمارگر ممالك بہت جلد اس نكتہ كو سمجھ گئے تھے كہ دراز مدت تك فوائد حاصل كرنے كيلئے ضرورى ہے كہ ان مستعمرہ ممالك يا سرزمينو</w:t>
      </w:r>
      <w:r w:rsidR="000A0CDC">
        <w:rPr>
          <w:rtl/>
        </w:rPr>
        <w:t xml:space="preserve">ں </w:t>
      </w:r>
      <w:r>
        <w:rPr>
          <w:rtl/>
        </w:rPr>
        <w:t>كى سياست اور حتى كہ كلچر كو بھى كنٹرول كياجائے اور انہو</w:t>
      </w:r>
      <w:r w:rsidR="000A0CDC">
        <w:rPr>
          <w:rtl/>
        </w:rPr>
        <w:t xml:space="preserve">ں </w:t>
      </w:r>
      <w:r>
        <w:rPr>
          <w:rtl/>
        </w:rPr>
        <w:t>نے يہ تجربہ بعض سرزمينو</w:t>
      </w:r>
      <w:r w:rsidR="000A0CDC">
        <w:rPr>
          <w:rtl/>
        </w:rPr>
        <w:t xml:space="preserve">ں </w:t>
      </w:r>
      <w:r>
        <w:rPr>
          <w:rtl/>
        </w:rPr>
        <w:t>يا اقوام پر كيا _ مثلاً براعظم امريكا، افريقا اور بحرالكاہل كے جزائر كى اقوام اور اصلى ساكنين ان استعمارى مقاصد كى زد مي</w:t>
      </w:r>
      <w:r w:rsidR="000A0CDC">
        <w:rPr>
          <w:rtl/>
        </w:rPr>
        <w:t xml:space="preserve">ں </w:t>
      </w:r>
      <w:r>
        <w:rPr>
          <w:rtl/>
        </w:rPr>
        <w:t>آئے وہ لوگ معاشرتى طور پر استعمارى طاقتو</w:t>
      </w:r>
      <w:r w:rsidR="000A0CDC">
        <w:rPr>
          <w:rtl/>
        </w:rPr>
        <w:t xml:space="preserve">ں </w:t>
      </w:r>
      <w:r>
        <w:rPr>
          <w:rtl/>
        </w:rPr>
        <w:t>كى ابتدائي يلغار اور حملو</w:t>
      </w:r>
      <w:r w:rsidR="000A0CDC">
        <w:rPr>
          <w:rtl/>
        </w:rPr>
        <w:t xml:space="preserve">ں </w:t>
      </w:r>
      <w:r>
        <w:rPr>
          <w:rtl/>
        </w:rPr>
        <w:t>سے ڈھير ہوگئے _ لہذا يہ تجربہ يہا</w:t>
      </w:r>
      <w:r w:rsidR="000A0CDC">
        <w:rPr>
          <w:rtl/>
        </w:rPr>
        <w:t xml:space="preserve">ں </w:t>
      </w:r>
      <w:r>
        <w:rPr>
          <w:rtl/>
        </w:rPr>
        <w:t xml:space="preserve">بہت آسان ثابت ہوا _ </w:t>
      </w:r>
    </w:p>
    <w:p w:rsidR="0061102A" w:rsidRDefault="0061102A" w:rsidP="00BE6934">
      <w:pPr>
        <w:pStyle w:val="libNormal"/>
        <w:rPr>
          <w:rtl/>
        </w:rPr>
      </w:pPr>
      <w:r>
        <w:rPr>
          <w:rtl/>
        </w:rPr>
        <w:t>ان سرزمينو</w:t>
      </w:r>
      <w:r w:rsidR="000A0CDC">
        <w:rPr>
          <w:rtl/>
        </w:rPr>
        <w:t xml:space="preserve">ں </w:t>
      </w:r>
      <w:r>
        <w:rPr>
          <w:rtl/>
        </w:rPr>
        <w:t>مي</w:t>
      </w:r>
      <w:r w:rsidR="000A0CDC">
        <w:rPr>
          <w:rtl/>
        </w:rPr>
        <w:t xml:space="preserve">ں </w:t>
      </w:r>
      <w:r>
        <w:rPr>
          <w:rtl/>
        </w:rPr>
        <w:t>ايسے طاقتور مراكز بنائے گئے كہ جو استعمارى طاقتو</w:t>
      </w:r>
      <w:r w:rsidR="000A0CDC">
        <w:rPr>
          <w:rtl/>
        </w:rPr>
        <w:t xml:space="preserve">ں </w:t>
      </w:r>
      <w:r>
        <w:rPr>
          <w:rtl/>
        </w:rPr>
        <w:t>كے كنٹرول مي</w:t>
      </w:r>
      <w:r w:rsidR="000A0CDC">
        <w:rPr>
          <w:rtl/>
        </w:rPr>
        <w:t xml:space="preserve">ں </w:t>
      </w:r>
      <w:r>
        <w:rPr>
          <w:rtl/>
        </w:rPr>
        <w:t>تھے_ استعمارى طاقتو</w:t>
      </w:r>
      <w:r w:rsidR="000A0CDC">
        <w:rPr>
          <w:rtl/>
        </w:rPr>
        <w:t xml:space="preserve">ں </w:t>
      </w:r>
      <w:r>
        <w:rPr>
          <w:rtl/>
        </w:rPr>
        <w:t>نے ان ممالك مي</w:t>
      </w:r>
      <w:r w:rsidR="000A0CDC">
        <w:rPr>
          <w:rtl/>
        </w:rPr>
        <w:t xml:space="preserve">ں </w:t>
      </w:r>
      <w:r>
        <w:rPr>
          <w:rtl/>
        </w:rPr>
        <w:t>علاقائي ادارو</w:t>
      </w:r>
      <w:r w:rsidR="000A0CDC">
        <w:rPr>
          <w:rtl/>
        </w:rPr>
        <w:t xml:space="preserve">ں </w:t>
      </w:r>
      <w:r>
        <w:rPr>
          <w:rtl/>
        </w:rPr>
        <w:t>اور مراكز كے ساتھ ساتھ ايسے مراكز اور ادارے قائم كيے كہ جنہو</w:t>
      </w:r>
      <w:r w:rsidR="000A0CDC">
        <w:rPr>
          <w:rtl/>
        </w:rPr>
        <w:t xml:space="preserve">ں </w:t>
      </w:r>
      <w:r>
        <w:rPr>
          <w:rtl/>
        </w:rPr>
        <w:t>نے تجارتي، معاشرتى اور تہذيبى امور و روابط مي</w:t>
      </w:r>
      <w:r w:rsidR="000A0CDC">
        <w:rPr>
          <w:rtl/>
        </w:rPr>
        <w:t xml:space="preserve">ں </w:t>
      </w:r>
      <w:r>
        <w:rPr>
          <w:rtl/>
        </w:rPr>
        <w:t>ايسى جدت پيدا كى كہ جو دراصل استعمارى طاقتو</w:t>
      </w:r>
      <w:r w:rsidR="000A0CDC">
        <w:rPr>
          <w:rtl/>
        </w:rPr>
        <w:t xml:space="preserve">ں </w:t>
      </w:r>
      <w:r>
        <w:rPr>
          <w:rtl/>
        </w:rPr>
        <w:t>كے مفادات اور ضروريات كو پورا كرنے كيلئے تھى نہ كہ ان سرزمينو</w:t>
      </w:r>
      <w:r w:rsidR="000A0CDC">
        <w:rPr>
          <w:rtl/>
        </w:rPr>
        <w:t xml:space="preserve">ں </w:t>
      </w:r>
      <w:r>
        <w:rPr>
          <w:rtl/>
        </w:rPr>
        <w:t xml:space="preserve">كے ساكنين كيلئے سودمند تھي_ </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ولفگانگ ج ، مومسن ، نظريہ ہائے امپرياليسم ، ترجمہ سالمى ، تہران ، ص 12_7_ </w:t>
      </w:r>
    </w:p>
    <w:p w:rsidR="008672B1" w:rsidRDefault="0061102A" w:rsidP="00BE6934">
      <w:pPr>
        <w:pStyle w:val="libFootnote"/>
        <w:rPr>
          <w:rtl/>
        </w:rPr>
      </w:pPr>
      <w:r>
        <w:rPr>
          <w:rtl/>
        </w:rPr>
        <w:t>2) احمد ساعى ، مسائل سياسى _ اقتصادى جہان سوم ، تہران ص 7، 46_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وہ ممالك جو كچھ حد تك اندرونى طور پر استحكام ركھتے تھے اور استعمارى طاقتي</w:t>
      </w:r>
      <w:r w:rsidR="000A0CDC">
        <w:rPr>
          <w:rtl/>
        </w:rPr>
        <w:t xml:space="preserve">ں </w:t>
      </w:r>
      <w:r>
        <w:rPr>
          <w:rtl/>
        </w:rPr>
        <w:t>ان پر مكمل كنٹرول نہي</w:t>
      </w:r>
      <w:r w:rsidR="000A0CDC">
        <w:rPr>
          <w:rtl/>
        </w:rPr>
        <w:t xml:space="preserve">ں </w:t>
      </w:r>
      <w:r>
        <w:rPr>
          <w:rtl/>
        </w:rPr>
        <w:t>پاسكتى تھي</w:t>
      </w:r>
      <w:r w:rsidR="000A0CDC">
        <w:rPr>
          <w:rtl/>
        </w:rPr>
        <w:t xml:space="preserve">ں </w:t>
      </w:r>
      <w:r>
        <w:rPr>
          <w:rtl/>
        </w:rPr>
        <w:t>، مثلاً ايران اور چين وغيرہ يہا</w:t>
      </w:r>
      <w:r w:rsidR="000A0CDC">
        <w:rPr>
          <w:rtl/>
        </w:rPr>
        <w:t xml:space="preserve">ں </w:t>
      </w:r>
      <w:r>
        <w:rPr>
          <w:rtl/>
        </w:rPr>
        <w:t>انكى سياست يہ تھى كہ ان ممالك مي</w:t>
      </w:r>
      <w:r w:rsidR="000A0CDC">
        <w:rPr>
          <w:rtl/>
        </w:rPr>
        <w:t xml:space="preserve">ں </w:t>
      </w:r>
      <w:r>
        <w:rPr>
          <w:rtl/>
        </w:rPr>
        <w:t>اپنے مفادات كے تحفظ كيلئے كچھ تبديليا</w:t>
      </w:r>
      <w:r w:rsidR="000A0CDC">
        <w:rPr>
          <w:rtl/>
        </w:rPr>
        <w:t xml:space="preserve">ں </w:t>
      </w:r>
      <w:r>
        <w:rPr>
          <w:rtl/>
        </w:rPr>
        <w:t>لائي جائي</w:t>
      </w:r>
      <w:r w:rsidR="000A0CDC">
        <w:rPr>
          <w:rtl/>
        </w:rPr>
        <w:t xml:space="preserve">ں </w:t>
      </w:r>
      <w:r>
        <w:rPr>
          <w:rtl/>
        </w:rPr>
        <w:t>مثلاً انكى اقتصادى صورت حال كو ايسے تبديل كياجائے كہ وہ فقط عالمى منڈيو</w:t>
      </w:r>
      <w:r w:rsidR="000A0CDC">
        <w:rPr>
          <w:rtl/>
        </w:rPr>
        <w:t xml:space="preserve">ں </w:t>
      </w:r>
      <w:r>
        <w:rPr>
          <w:rtl/>
        </w:rPr>
        <w:t>كى ضروريات پورى كري</w:t>
      </w:r>
      <w:r w:rsidR="000A0CDC">
        <w:rPr>
          <w:rtl/>
        </w:rPr>
        <w:t xml:space="preserve">ں </w:t>
      </w:r>
      <w:r>
        <w:rPr>
          <w:rtl/>
        </w:rPr>
        <w:t>نہ كہ اپنے اندرونى منڈيو</w:t>
      </w:r>
      <w:r w:rsidR="000A0CDC">
        <w:rPr>
          <w:rtl/>
        </w:rPr>
        <w:t xml:space="preserve">ں </w:t>
      </w:r>
      <w:r>
        <w:rPr>
          <w:rtl/>
        </w:rPr>
        <w:t>كى ضروريات كو ملحوظ خاطر ركھي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61" w:name="_Toc268717"/>
      <w:r>
        <w:rPr>
          <w:rtl/>
        </w:rPr>
        <w:t>استعمار كے وجود مي</w:t>
      </w:r>
      <w:r w:rsidR="000A0CDC">
        <w:rPr>
          <w:rtl/>
        </w:rPr>
        <w:t xml:space="preserve">ں </w:t>
      </w:r>
      <w:r>
        <w:rPr>
          <w:rtl/>
        </w:rPr>
        <w:t>آنے كے اسباب</w:t>
      </w:r>
      <w:bookmarkEnd w:id="161"/>
    </w:p>
    <w:p w:rsidR="0061102A" w:rsidRDefault="0061102A" w:rsidP="00BE6934">
      <w:pPr>
        <w:pStyle w:val="libNormal"/>
        <w:rPr>
          <w:rtl/>
        </w:rPr>
      </w:pPr>
      <w:r>
        <w:rPr>
          <w:rtl/>
        </w:rPr>
        <w:t>اہل فكر ونظر نے استعمار كے وجود مي</w:t>
      </w:r>
      <w:r w:rsidR="000A0CDC">
        <w:rPr>
          <w:rtl/>
        </w:rPr>
        <w:t xml:space="preserve">ں </w:t>
      </w:r>
      <w:r>
        <w:rPr>
          <w:rtl/>
        </w:rPr>
        <w:t>آنے اورپيشرفت كرنے كے اسباب كے حوالے سے متعدد نظريات پيش كيے ہي</w:t>
      </w:r>
      <w:r w:rsidR="000A0CDC">
        <w:rPr>
          <w:rtl/>
        </w:rPr>
        <w:t xml:space="preserve">ں </w:t>
      </w:r>
      <w:r>
        <w:rPr>
          <w:rtl/>
        </w:rPr>
        <w:t>_ اور اس مسئلے كا مختلف زاويو</w:t>
      </w:r>
      <w:r w:rsidR="000A0CDC">
        <w:rPr>
          <w:rtl/>
        </w:rPr>
        <w:t xml:space="preserve">ں </w:t>
      </w:r>
      <w:r>
        <w:rPr>
          <w:rtl/>
        </w:rPr>
        <w:t xml:space="preserve">سے تجزيہ كيا ہے: </w:t>
      </w:r>
    </w:p>
    <w:p w:rsidR="0061102A" w:rsidRDefault="0061102A" w:rsidP="00BE6934">
      <w:pPr>
        <w:pStyle w:val="libNormal"/>
        <w:rPr>
          <w:rtl/>
        </w:rPr>
      </w:pPr>
      <w:r>
        <w:rPr>
          <w:rtl/>
        </w:rPr>
        <w:t>اہل نظر كے ايك گروہ نے استعمار كو سياسى پہلو سے تحقيق وتجزيہ كا محور قرار ديا اور بتايا كہ سولہوي</w:t>
      </w:r>
      <w:r w:rsidR="000A0CDC">
        <w:rPr>
          <w:rtl/>
        </w:rPr>
        <w:t xml:space="preserve">ں </w:t>
      </w:r>
      <w:r>
        <w:rPr>
          <w:rtl/>
        </w:rPr>
        <w:t>صدى اور اس كے بعد كے ادوار مي</w:t>
      </w:r>
      <w:r w:rsidR="000A0CDC">
        <w:rPr>
          <w:rtl/>
        </w:rPr>
        <w:t xml:space="preserve">ں </w:t>
      </w:r>
      <w:r>
        <w:rPr>
          <w:rtl/>
        </w:rPr>
        <w:t>يورپ كے بڑے طاقتور ممالك مي</w:t>
      </w:r>
      <w:r w:rsidR="000A0CDC">
        <w:rPr>
          <w:rtl/>
        </w:rPr>
        <w:t xml:space="preserve">ں </w:t>
      </w:r>
      <w:r>
        <w:rPr>
          <w:rtl/>
        </w:rPr>
        <w:t>سياسى اور فوجى رقابت استعمار كے وجود مي</w:t>
      </w:r>
      <w:r w:rsidR="000A0CDC">
        <w:rPr>
          <w:rtl/>
        </w:rPr>
        <w:t xml:space="preserve">ں </w:t>
      </w:r>
      <w:r>
        <w:rPr>
          <w:rtl/>
        </w:rPr>
        <w:t>آنے اور اس كى وسعت كا باعث قرار پائي_ اس نظريے كا محور حكومتي</w:t>
      </w:r>
      <w:r w:rsidR="000A0CDC">
        <w:rPr>
          <w:rtl/>
        </w:rPr>
        <w:t xml:space="preserve">ں </w:t>
      </w:r>
      <w:r>
        <w:rPr>
          <w:rtl/>
        </w:rPr>
        <w:t>اور انكے سياسى مقاصد ہي</w:t>
      </w:r>
      <w:r w:rsidR="000A0CDC">
        <w:rPr>
          <w:rtl/>
        </w:rPr>
        <w:t xml:space="preserve">ں </w:t>
      </w:r>
      <w:r>
        <w:rPr>
          <w:rtl/>
        </w:rPr>
        <w:t>اوراس نظرى كے حامى بڑى حكومتو</w:t>
      </w:r>
      <w:r w:rsidR="000A0CDC">
        <w:rPr>
          <w:rtl/>
        </w:rPr>
        <w:t xml:space="preserve">ں </w:t>
      </w:r>
      <w:r>
        <w:rPr>
          <w:rtl/>
        </w:rPr>
        <w:t>كى ديگر رقيبو</w:t>
      </w:r>
      <w:r w:rsidR="000A0CDC">
        <w:rPr>
          <w:rtl/>
        </w:rPr>
        <w:t xml:space="preserve">ں </w:t>
      </w:r>
      <w:r>
        <w:rPr>
          <w:rtl/>
        </w:rPr>
        <w:t>كے مد مقابل اپنى طاقت اور حيثيت كو بڑھانے كى طلب كو استعمار كے پھلنے پھولنے كا اصلى سبب قرار ديتے ہي</w:t>
      </w:r>
      <w:r w:rsidR="000A0CDC">
        <w:rPr>
          <w:rtl/>
        </w:rPr>
        <w:t xml:space="preserve">ں </w:t>
      </w:r>
      <w:r>
        <w:rPr>
          <w:rtl/>
        </w:rPr>
        <w:t xml:space="preserve">_ </w:t>
      </w:r>
    </w:p>
    <w:p w:rsidR="0061102A" w:rsidRDefault="0061102A" w:rsidP="00BE6934">
      <w:pPr>
        <w:pStyle w:val="libNormal"/>
        <w:rPr>
          <w:rtl/>
        </w:rPr>
      </w:pPr>
      <w:r>
        <w:rPr>
          <w:rtl/>
        </w:rPr>
        <w:t>جبكہ اہل نظر كے ايك اور گروہ كا نظريہ ہے كہ استعمار كے وجود مي</w:t>
      </w:r>
      <w:r w:rsidR="000A0CDC">
        <w:rPr>
          <w:rtl/>
        </w:rPr>
        <w:t xml:space="preserve">ں </w:t>
      </w:r>
      <w:r>
        <w:rPr>
          <w:rtl/>
        </w:rPr>
        <w:t>آنے اورپھلنے پھولنے كا بنيادى سبب يہ ہے كہ طاقتور اقوام اور حكومتي</w:t>
      </w:r>
      <w:r w:rsidR="000A0CDC">
        <w:rPr>
          <w:rtl/>
        </w:rPr>
        <w:t xml:space="preserve">ں </w:t>
      </w:r>
      <w:r>
        <w:rPr>
          <w:rtl/>
        </w:rPr>
        <w:t>اپنے قومى جذبات اور سياسى اور فوجى صلاحيتو</w:t>
      </w:r>
      <w:r w:rsidR="000A0CDC">
        <w:rPr>
          <w:rtl/>
        </w:rPr>
        <w:t xml:space="preserve">ں </w:t>
      </w:r>
      <w:r>
        <w:rPr>
          <w:rtl/>
        </w:rPr>
        <w:t>كو مستحكم كرنے اور محفوظ ركھنے كيلئے وسيع پيمانے پر سرزمينو</w:t>
      </w:r>
      <w:r w:rsidR="000A0CDC">
        <w:rPr>
          <w:rtl/>
        </w:rPr>
        <w:t xml:space="preserve">ں </w:t>
      </w:r>
      <w:r>
        <w:rPr>
          <w:rtl/>
        </w:rPr>
        <w:t>پرقابض ہوتى تھي</w:t>
      </w:r>
      <w:r w:rsidR="000A0CDC">
        <w:rPr>
          <w:rtl/>
        </w:rPr>
        <w:t xml:space="preserve">ں </w:t>
      </w:r>
      <w:r>
        <w:rPr>
          <w:rtl/>
        </w:rPr>
        <w:t>اور بڑى بڑى بادشاہتو</w:t>
      </w:r>
      <w:r w:rsidR="000A0CDC">
        <w:rPr>
          <w:rtl/>
        </w:rPr>
        <w:t xml:space="preserve">ں </w:t>
      </w:r>
      <w:r>
        <w:rPr>
          <w:rtl/>
        </w:rPr>
        <w:t>كو تشكيل ديتى تھي</w:t>
      </w:r>
      <w:r w:rsidR="000A0CDC">
        <w:rPr>
          <w:rtl/>
        </w:rPr>
        <w:t xml:space="preserve">ں </w:t>
      </w:r>
      <w:r>
        <w:rPr>
          <w:rtl/>
        </w:rPr>
        <w:t>_ كچھ اہل نظر كے مطابق استعمار دراصل ايك نسلى امتياز كا نتيجہ ہے _ انكے خيال كے مطابق گورے لوگ (يورپي) ذاتى طور پر ديگر اقوام سے برتر ہي</w:t>
      </w:r>
      <w:r w:rsidR="000A0CDC">
        <w:rPr>
          <w:rtl/>
        </w:rPr>
        <w:t xml:space="preserve">ں </w:t>
      </w:r>
      <w:r>
        <w:rPr>
          <w:rtl/>
        </w:rPr>
        <w:t>، انكے كندھو</w:t>
      </w:r>
      <w:r w:rsidR="000A0CDC">
        <w:rPr>
          <w:rtl/>
        </w:rPr>
        <w:t xml:space="preserve">ں </w:t>
      </w:r>
      <w:r>
        <w:rPr>
          <w:rtl/>
        </w:rPr>
        <w:t>پر يہ ذمہ دارى ہے كہ دنيا كى ديگر اقوام كے امور كى اصلاح اور انكو مہذب كرنے كيلئے ان پر حكومت كري</w:t>
      </w:r>
      <w:r w:rsidR="000A0CDC">
        <w:rPr>
          <w:rtl/>
        </w:rPr>
        <w:t xml:space="preserve">ں </w:t>
      </w:r>
      <w:r>
        <w:rPr>
          <w:rtl/>
        </w:rPr>
        <w:t>_</w:t>
      </w:r>
      <w:r w:rsidRPr="00F67D4B">
        <w:rPr>
          <w:rStyle w:val="libFootnotenumChar"/>
          <w:rtl/>
        </w:rPr>
        <w:t>(2)</w:t>
      </w:r>
      <w:r>
        <w:rPr>
          <w:rtl/>
        </w:rPr>
        <w:t xml:space="preserve"> </w:t>
      </w:r>
    </w:p>
    <w:p w:rsidR="0061102A" w:rsidRDefault="00CD1BB5" w:rsidP="00BE6934">
      <w:pPr>
        <w:pStyle w:val="libLine"/>
        <w:rPr>
          <w:rtl/>
        </w:rPr>
      </w:pPr>
      <w:r>
        <w:rPr>
          <w:rtl/>
        </w:rPr>
        <w:t>____________________</w:t>
      </w:r>
    </w:p>
    <w:p w:rsidR="0061102A" w:rsidRDefault="0061102A" w:rsidP="00BE6934">
      <w:pPr>
        <w:pStyle w:val="libFootnote"/>
        <w:rPr>
          <w:rtl/>
        </w:rPr>
      </w:pPr>
      <w:r>
        <w:rPr>
          <w:rtl/>
        </w:rPr>
        <w:t xml:space="preserve">1) تيلمان اورس، ماہيت دوست درجہان سوم ، ترجمہ بھروز توانمند ، تہران ،ص 51_20_ </w:t>
      </w:r>
    </w:p>
    <w:p w:rsidR="008672B1" w:rsidRDefault="0061102A" w:rsidP="00BE6934">
      <w:pPr>
        <w:pStyle w:val="libFootnote"/>
        <w:rPr>
          <w:rtl/>
        </w:rPr>
      </w:pPr>
      <w:r>
        <w:rPr>
          <w:rtl/>
        </w:rPr>
        <w:t>2) دلفگانگ ج ، سوسن ، سابقہ حوالہ ، ص 12_ 7_ 900 _ 59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بعض ديگر دانشورو</w:t>
      </w:r>
      <w:r w:rsidR="000A0CDC">
        <w:rPr>
          <w:rtl/>
        </w:rPr>
        <w:t xml:space="preserve">ں </w:t>
      </w:r>
      <w:r>
        <w:rPr>
          <w:rtl/>
        </w:rPr>
        <w:t>كے خيال كے مطابق استعمار ايك اقتصادى مسئلہ ہے كہ جو نئے سرمايہ دارى نظام كے پھلنے پھولنے سے سامنے آيا ہے_ انكے نظريہ كے مطابق چونكہ يورپى ممالك كے اپنے وسائل (خريد و فروش كے بازار، خام مال اور سرمايہ كارى كے مواقع) انكى روزبروز بڑھتى ہوئي ضرورتو</w:t>
      </w:r>
      <w:r w:rsidR="000A0CDC">
        <w:rPr>
          <w:rtl/>
        </w:rPr>
        <w:t xml:space="preserve">ں </w:t>
      </w:r>
      <w:r>
        <w:rPr>
          <w:rtl/>
        </w:rPr>
        <w:t>كيلئے ناكافى ہوچكے تھے جسكى بناء پر وہ ديگر ممالك كے امور مي</w:t>
      </w:r>
      <w:r w:rsidR="000A0CDC">
        <w:rPr>
          <w:rtl/>
        </w:rPr>
        <w:t xml:space="preserve">ں </w:t>
      </w:r>
      <w:r>
        <w:rPr>
          <w:rtl/>
        </w:rPr>
        <w:t>مداخلت كرنے لگے ،نيز انكا نظريہ يہ ہے كہ استعمار در حقيت ايك كوشش ہے جس مي</w:t>
      </w:r>
      <w:r w:rsidR="000A0CDC">
        <w:rPr>
          <w:rtl/>
        </w:rPr>
        <w:t xml:space="preserve">ں </w:t>
      </w:r>
      <w:r>
        <w:rPr>
          <w:rtl/>
        </w:rPr>
        <w:t>مغرب كے بڑے ترقى يافتہ ممالك ديگر ممالك مي</w:t>
      </w:r>
      <w:r w:rsidR="000A0CDC">
        <w:rPr>
          <w:rtl/>
        </w:rPr>
        <w:t xml:space="preserve">ں </w:t>
      </w:r>
      <w:r>
        <w:rPr>
          <w:rtl/>
        </w:rPr>
        <w:t>سود پر مبنى تجارتى وصنعتى نظام كو پيش كرتے ہي</w:t>
      </w:r>
      <w:r w:rsidR="000A0CDC">
        <w:rPr>
          <w:rtl/>
        </w:rPr>
        <w:t xml:space="preserve">ں </w:t>
      </w:r>
      <w:r>
        <w:rPr>
          <w:rtl/>
        </w:rPr>
        <w:t>جس سے انكا مقصد يہ ہوتا ہے كہ اپنے سرمايہ دارى نظام كى روز بروز بڑھتى ہوئي ضروريات كو ان ممالك كے ذرائع اور وسائل سے پورا كري</w:t>
      </w:r>
      <w:r w:rsidR="000A0CDC">
        <w:rPr>
          <w:rtl/>
        </w:rPr>
        <w:t xml:space="preserve">ں </w:t>
      </w:r>
      <w:r>
        <w:rPr>
          <w:rtl/>
        </w:rPr>
        <w:t>_ يہ نظريہ ليبرل اقتصاد والے سرمايہ دارى نظام كے اہل نظر اور ماركسزم كے پيروكارو</w:t>
      </w:r>
      <w:r w:rsidR="000A0CDC">
        <w:rPr>
          <w:rtl/>
        </w:rPr>
        <w:t xml:space="preserve">ں </w:t>
      </w:r>
      <w:r>
        <w:rPr>
          <w:rtl/>
        </w:rPr>
        <w:t>مي</w:t>
      </w:r>
      <w:r w:rsidR="000A0CDC">
        <w:rPr>
          <w:rtl/>
        </w:rPr>
        <w:t xml:space="preserve">ں </w:t>
      </w:r>
      <w:r>
        <w:rPr>
          <w:rtl/>
        </w:rPr>
        <w:t>ديكھا جاسكتا ہے_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62" w:name="_Toc268718"/>
      <w:r>
        <w:rPr>
          <w:rtl/>
        </w:rPr>
        <w:t>ايشيا مي</w:t>
      </w:r>
      <w:r w:rsidR="000A0CDC">
        <w:rPr>
          <w:rtl/>
        </w:rPr>
        <w:t xml:space="preserve">ں </w:t>
      </w:r>
      <w:r>
        <w:rPr>
          <w:rtl/>
        </w:rPr>
        <w:t>استعمار</w:t>
      </w:r>
      <w:bookmarkEnd w:id="162"/>
    </w:p>
    <w:p w:rsidR="0061102A" w:rsidRDefault="0061102A" w:rsidP="00BE6934">
      <w:pPr>
        <w:pStyle w:val="libNormal"/>
        <w:rPr>
          <w:rtl/>
        </w:rPr>
      </w:pPr>
      <w:r>
        <w:rPr>
          <w:rtl/>
        </w:rPr>
        <w:t>استعمارى طاقتو</w:t>
      </w:r>
      <w:r w:rsidR="000A0CDC">
        <w:rPr>
          <w:rtl/>
        </w:rPr>
        <w:t xml:space="preserve">ں </w:t>
      </w:r>
      <w:r>
        <w:rPr>
          <w:rtl/>
        </w:rPr>
        <w:t>مي</w:t>
      </w:r>
      <w:r w:rsidR="000A0CDC">
        <w:rPr>
          <w:rtl/>
        </w:rPr>
        <w:t xml:space="preserve">ں </w:t>
      </w:r>
      <w:r>
        <w:rPr>
          <w:rtl/>
        </w:rPr>
        <w:t>سے ايشيا مي</w:t>
      </w:r>
      <w:r w:rsidR="000A0CDC">
        <w:rPr>
          <w:rtl/>
        </w:rPr>
        <w:t xml:space="preserve">ں </w:t>
      </w:r>
      <w:r>
        <w:rPr>
          <w:rtl/>
        </w:rPr>
        <w:t>داخل ہونے والا پہلا گروہ پرتگاليو</w:t>
      </w:r>
      <w:r w:rsidR="000A0CDC">
        <w:rPr>
          <w:rtl/>
        </w:rPr>
        <w:t xml:space="preserve">ں </w:t>
      </w:r>
      <w:r>
        <w:rPr>
          <w:rtl/>
        </w:rPr>
        <w:t>كا تھا_ سن 1498 ء مي</w:t>
      </w:r>
      <w:r w:rsidR="000A0CDC">
        <w:rPr>
          <w:rtl/>
        </w:rPr>
        <w:t xml:space="preserve">ں </w:t>
      </w:r>
      <w:r>
        <w:rPr>
          <w:rtl/>
        </w:rPr>
        <w:t>پرتگالى جہازران واسكوڈ ے گاما ، بحيرہ ہند كے ذريعے ہندوستان كے شمال مشرقى ساحلو</w:t>
      </w:r>
      <w:r w:rsidR="000A0CDC">
        <w:rPr>
          <w:rtl/>
        </w:rPr>
        <w:t xml:space="preserve">ں </w:t>
      </w:r>
      <w:r>
        <w:rPr>
          <w:rtl/>
        </w:rPr>
        <w:t>تك پہنچا اسطرح ايشيا اور يورپ كے روابط مي</w:t>
      </w:r>
      <w:r w:rsidR="000A0CDC">
        <w:rPr>
          <w:rtl/>
        </w:rPr>
        <w:t xml:space="preserve">ں </w:t>
      </w:r>
      <w:r>
        <w:rPr>
          <w:rtl/>
        </w:rPr>
        <w:t>ايك نيا دور شروع ہوا _ اس زمانہ مي</w:t>
      </w:r>
      <w:r w:rsidR="000A0CDC">
        <w:rPr>
          <w:rtl/>
        </w:rPr>
        <w:t xml:space="preserve">ں </w:t>
      </w:r>
      <w:r>
        <w:rPr>
          <w:rtl/>
        </w:rPr>
        <w:t>ايشيا كے بڑے ممالك مثلاً ايران ، سلطنت عثمانيہ اور چين مختلف علوم ، زراعت اور تجارت مي</w:t>
      </w:r>
      <w:r w:rsidR="000A0CDC">
        <w:rPr>
          <w:rtl/>
        </w:rPr>
        <w:t xml:space="preserve">ں </w:t>
      </w:r>
      <w:r>
        <w:rPr>
          <w:rtl/>
        </w:rPr>
        <w:t xml:space="preserve">ترقى كے پيش نظر ايك بلند سطح كے حامل تھے_ </w:t>
      </w:r>
    </w:p>
    <w:p w:rsidR="0061102A" w:rsidRDefault="0061102A" w:rsidP="00BE6934">
      <w:pPr>
        <w:pStyle w:val="libNormal"/>
        <w:rPr>
          <w:rtl/>
        </w:rPr>
      </w:pPr>
      <w:r>
        <w:rPr>
          <w:rtl/>
        </w:rPr>
        <w:t>واسكوڈ ے گاما تو تجارتى اہداف كے پيش نظر ان سرزمينو</w:t>
      </w:r>
      <w:r w:rsidR="000A0CDC">
        <w:rPr>
          <w:rtl/>
        </w:rPr>
        <w:t xml:space="preserve">ں </w:t>
      </w:r>
      <w:r>
        <w:rPr>
          <w:rtl/>
        </w:rPr>
        <w:t xml:space="preserve">تك پہنچا تھا ليكن آٹھ سال كے بعد پرتگال كا فوجى سردار ايلبوكرك </w:t>
      </w:r>
      <w:r w:rsidRPr="00F67D4B">
        <w:rPr>
          <w:rStyle w:val="libFootnotenumChar"/>
          <w:rtl/>
        </w:rPr>
        <w:t>(2)</w:t>
      </w:r>
      <w:r>
        <w:rPr>
          <w:rtl/>
        </w:rPr>
        <w:t xml:space="preserve"> جديد سرزمينو</w:t>
      </w:r>
      <w:r w:rsidR="000A0CDC">
        <w:rPr>
          <w:rtl/>
        </w:rPr>
        <w:t xml:space="preserve">ں </w:t>
      </w:r>
      <w:r>
        <w:rPr>
          <w:rtl/>
        </w:rPr>
        <w:t>كو فتح كرنے اور پرتگالى سلطنت كى توسيع كيلئے ان علاقو</w:t>
      </w:r>
      <w:r w:rsidR="000A0CDC">
        <w:rPr>
          <w:rtl/>
        </w:rPr>
        <w:t xml:space="preserve">ں </w:t>
      </w:r>
      <w:r>
        <w:rPr>
          <w:rtl/>
        </w:rPr>
        <w:t>مي</w:t>
      </w:r>
      <w:r w:rsidR="000A0CDC">
        <w:rPr>
          <w:rtl/>
        </w:rPr>
        <w:t xml:space="preserve">ں </w:t>
      </w:r>
      <w:r>
        <w:rPr>
          <w:rtl/>
        </w:rPr>
        <w:t>داخل ہوا _ مجموعى طور پر پرتگالى لوگو</w:t>
      </w:r>
      <w:r w:rsidR="000A0CDC">
        <w:rPr>
          <w:rtl/>
        </w:rPr>
        <w:t xml:space="preserve">ں </w:t>
      </w:r>
      <w:r>
        <w:rPr>
          <w:rtl/>
        </w:rPr>
        <w:t xml:space="preserve">كے تجارتي، سياسى ، فوجى اور مذہبى مقاصد تھے ، ليكن بہرحال وہ دنيا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حوالہ ، ص 55_ 25_ </w:t>
      </w:r>
    </w:p>
    <w:p w:rsidR="008672B1" w:rsidRDefault="0061102A" w:rsidP="00BE6934">
      <w:pPr>
        <w:pStyle w:val="libFootnote"/>
      </w:pPr>
      <w:r>
        <w:rPr>
          <w:rtl/>
        </w:rPr>
        <w:t xml:space="preserve">2- </w:t>
      </w:r>
      <w:r>
        <w:t>Albauquerque</w:t>
      </w:r>
    </w:p>
    <w:p w:rsidR="008672B1" w:rsidRDefault="008672B1" w:rsidP="00BE6934">
      <w:pPr>
        <w:pStyle w:val="libNormal"/>
      </w:pPr>
      <w:r>
        <w:br w:type="page"/>
      </w:r>
    </w:p>
    <w:p w:rsidR="0061102A" w:rsidRDefault="0061102A" w:rsidP="00BE6934">
      <w:pPr>
        <w:pStyle w:val="libNormal"/>
      </w:pPr>
    </w:p>
    <w:p w:rsidR="0061102A" w:rsidRDefault="0061102A" w:rsidP="00BE6934">
      <w:pPr>
        <w:pStyle w:val="libNormal"/>
        <w:rPr>
          <w:rtl/>
        </w:rPr>
      </w:pPr>
      <w:r>
        <w:rPr>
          <w:rtl/>
        </w:rPr>
        <w:t>كے اس منطقہ مي</w:t>
      </w:r>
      <w:r w:rsidR="000A0CDC">
        <w:rPr>
          <w:rtl/>
        </w:rPr>
        <w:t xml:space="preserve">ں </w:t>
      </w:r>
      <w:r>
        <w:rPr>
          <w:rtl/>
        </w:rPr>
        <w:t>اپنى حيثيت برقرار ركھنے مي</w:t>
      </w:r>
      <w:r w:rsidR="000A0CDC">
        <w:rPr>
          <w:rtl/>
        </w:rPr>
        <w:t xml:space="preserve">ں </w:t>
      </w:r>
      <w:r>
        <w:rPr>
          <w:rtl/>
        </w:rPr>
        <w:t xml:space="preserve">زيادہ كامياب نہ رہے_ فقط تجارت اس سے متعلقہ مسائل كى حد تك رہے _ </w:t>
      </w:r>
    </w:p>
    <w:p w:rsidR="0061102A" w:rsidRDefault="0061102A" w:rsidP="00BE6934">
      <w:pPr>
        <w:pStyle w:val="libNormal"/>
        <w:rPr>
          <w:rtl/>
        </w:rPr>
      </w:pPr>
      <w:r>
        <w:rPr>
          <w:rtl/>
        </w:rPr>
        <w:t>يہ نكتہ قابل غور ہونا چاہئے كہ يورپ مي</w:t>
      </w:r>
      <w:r w:rsidR="000A0CDC">
        <w:rPr>
          <w:rtl/>
        </w:rPr>
        <w:t xml:space="preserve">ں </w:t>
      </w:r>
      <w:r>
        <w:rPr>
          <w:rtl/>
        </w:rPr>
        <w:t>پرتگالى لوگ ايشيا اور شمالى يورپ كے درميان تجارتى ايجنٹو</w:t>
      </w:r>
      <w:r w:rsidR="000A0CDC">
        <w:rPr>
          <w:rtl/>
        </w:rPr>
        <w:t xml:space="preserve">ں </w:t>
      </w:r>
      <w:r>
        <w:rPr>
          <w:rtl/>
        </w:rPr>
        <w:t>كے طور پر كام كرتے تھے_ انہو</w:t>
      </w:r>
      <w:r w:rsidR="000A0CDC">
        <w:rPr>
          <w:rtl/>
        </w:rPr>
        <w:t xml:space="preserve">ں </w:t>
      </w:r>
      <w:r>
        <w:rPr>
          <w:rtl/>
        </w:rPr>
        <w:t>نے سولھوي</w:t>
      </w:r>
      <w:r w:rsidR="000A0CDC">
        <w:rPr>
          <w:rtl/>
        </w:rPr>
        <w:t xml:space="preserve">ں </w:t>
      </w:r>
      <w:r>
        <w:rPr>
          <w:rtl/>
        </w:rPr>
        <w:t>صدى كے آخر تك ہالينڈ كو اپنى تجارتى نظام كے تحت ركھا_ ليكن سترہوي</w:t>
      </w:r>
      <w:r w:rsidR="000A0CDC">
        <w:rPr>
          <w:rtl/>
        </w:rPr>
        <w:t xml:space="preserve">ں </w:t>
      </w:r>
      <w:r>
        <w:rPr>
          <w:rtl/>
        </w:rPr>
        <w:t>صدى كے اوائل مي</w:t>
      </w:r>
      <w:r w:rsidR="000A0CDC">
        <w:rPr>
          <w:rtl/>
        </w:rPr>
        <w:t xml:space="preserve">ں </w:t>
      </w:r>
      <w:r>
        <w:rPr>
          <w:rtl/>
        </w:rPr>
        <w:t>اہل ہالينڈ نے بذات خود ايشيا سے براہ راست تجارت كيلئے كوششي</w:t>
      </w:r>
      <w:r w:rsidR="000A0CDC">
        <w:rPr>
          <w:rtl/>
        </w:rPr>
        <w:t xml:space="preserve">ں </w:t>
      </w:r>
      <w:r>
        <w:rPr>
          <w:rtl/>
        </w:rPr>
        <w:t>شروع كي</w:t>
      </w:r>
      <w:r w:rsidR="000A0CDC">
        <w:rPr>
          <w:rtl/>
        </w:rPr>
        <w:t xml:space="preserve">ں </w:t>
      </w:r>
      <w:r>
        <w:rPr>
          <w:rtl/>
        </w:rPr>
        <w:t>_اہل ہالينڈ كے بعد انگريز اور پھر فرانسيسى لوگ ايشيا مي</w:t>
      </w:r>
      <w:r w:rsidR="000A0CDC">
        <w:rPr>
          <w:rtl/>
        </w:rPr>
        <w:t xml:space="preserve">ں </w:t>
      </w:r>
      <w:r>
        <w:rPr>
          <w:rtl/>
        </w:rPr>
        <w:t xml:space="preserve">داخل ہوئے_ </w:t>
      </w:r>
    </w:p>
    <w:p w:rsidR="0061102A" w:rsidRDefault="0061102A" w:rsidP="00BE6934">
      <w:pPr>
        <w:pStyle w:val="libNormal"/>
        <w:rPr>
          <w:rtl/>
        </w:rPr>
      </w:pPr>
      <w:r>
        <w:rPr>
          <w:rtl/>
        </w:rPr>
        <w:t>ايشيا مي</w:t>
      </w:r>
      <w:r w:rsidR="000A0CDC">
        <w:rPr>
          <w:rtl/>
        </w:rPr>
        <w:t xml:space="preserve">ں </w:t>
      </w:r>
      <w:r>
        <w:rPr>
          <w:rtl/>
        </w:rPr>
        <w:t>اہل يورپ كے استعمارى روابط دو مرحلو</w:t>
      </w:r>
      <w:r w:rsidR="000A0CDC">
        <w:rPr>
          <w:rtl/>
        </w:rPr>
        <w:t xml:space="preserve">ں </w:t>
      </w:r>
      <w:r>
        <w:rPr>
          <w:rtl/>
        </w:rPr>
        <w:t>مي</w:t>
      </w:r>
      <w:r w:rsidR="000A0CDC">
        <w:rPr>
          <w:rtl/>
        </w:rPr>
        <w:t xml:space="preserve">ں </w:t>
      </w:r>
      <w:r>
        <w:rPr>
          <w:rtl/>
        </w:rPr>
        <w:t>تقسيم ہوتے ہي</w:t>
      </w:r>
      <w:r w:rsidR="000A0CDC">
        <w:rPr>
          <w:rtl/>
        </w:rPr>
        <w:t xml:space="preserve">ں </w:t>
      </w:r>
      <w:r>
        <w:rPr>
          <w:rtl/>
        </w:rPr>
        <w:t>: پہلا دور يا مرحلہ سنہ 1498 ء مي</w:t>
      </w:r>
      <w:r w:rsidR="000A0CDC">
        <w:rPr>
          <w:rtl/>
        </w:rPr>
        <w:t xml:space="preserve">ں </w:t>
      </w:r>
      <w:r>
        <w:rPr>
          <w:rtl/>
        </w:rPr>
        <w:t>شروع ہوتا ہے اور 1757 ء مي</w:t>
      </w:r>
      <w:r w:rsidR="000A0CDC">
        <w:rPr>
          <w:rtl/>
        </w:rPr>
        <w:t xml:space="preserve">ں </w:t>
      </w:r>
      <w:r>
        <w:rPr>
          <w:rtl/>
        </w:rPr>
        <w:t>ہندوستان پر انگريزو</w:t>
      </w:r>
      <w:r w:rsidR="000A0CDC">
        <w:rPr>
          <w:rtl/>
        </w:rPr>
        <w:t xml:space="preserve">ں </w:t>
      </w:r>
      <w:r>
        <w:rPr>
          <w:rtl/>
        </w:rPr>
        <w:t>كى فوجى فتح پر ختم ہوتا ہے _ اس دور مي</w:t>
      </w:r>
      <w:r w:rsidR="000A0CDC">
        <w:rPr>
          <w:rtl/>
        </w:rPr>
        <w:t xml:space="preserve">ں </w:t>
      </w:r>
      <w:r>
        <w:rPr>
          <w:rtl/>
        </w:rPr>
        <w:t>اہل يورپ كى يہ كوشش تھى كہ وہ اپنى بحرى اور بارودى اسلحہ كى طاقت كے بل بوتے پر ان سرزمينو</w:t>
      </w:r>
      <w:r w:rsidR="000A0CDC">
        <w:rPr>
          <w:rtl/>
        </w:rPr>
        <w:t xml:space="preserve">ں </w:t>
      </w:r>
      <w:r>
        <w:rPr>
          <w:rtl/>
        </w:rPr>
        <w:t>سے تجارتى روابط بڑھائي</w:t>
      </w:r>
      <w:r w:rsidR="000A0CDC">
        <w:rPr>
          <w:rtl/>
        </w:rPr>
        <w:t xml:space="preserve">ں </w:t>
      </w:r>
      <w:r>
        <w:rPr>
          <w:rtl/>
        </w:rPr>
        <w:t>اور ان علاقو</w:t>
      </w:r>
      <w:r w:rsidR="000A0CDC">
        <w:rPr>
          <w:rtl/>
        </w:rPr>
        <w:t xml:space="preserve">ں </w:t>
      </w:r>
      <w:r>
        <w:rPr>
          <w:rtl/>
        </w:rPr>
        <w:t>كى مرغوب پيداوار مثلاً مصالحو</w:t>
      </w:r>
      <w:r w:rsidR="000A0CDC">
        <w:rPr>
          <w:rtl/>
        </w:rPr>
        <w:t xml:space="preserve">ں </w:t>
      </w:r>
      <w:r>
        <w:rPr>
          <w:rtl/>
        </w:rPr>
        <w:t>، كپڑو</w:t>
      </w:r>
      <w:r w:rsidR="000A0CDC">
        <w:rPr>
          <w:rtl/>
        </w:rPr>
        <w:t xml:space="preserve">ں </w:t>
      </w:r>
      <w:r>
        <w:rPr>
          <w:rtl/>
        </w:rPr>
        <w:t>اور آرائشے كے لوازمات تك پہنچي</w:t>
      </w:r>
      <w:r w:rsidR="000A0CDC">
        <w:rPr>
          <w:rtl/>
        </w:rPr>
        <w:t xml:space="preserve">ں </w:t>
      </w:r>
      <w:r>
        <w:rPr>
          <w:rtl/>
        </w:rPr>
        <w:t>اسى دور مي</w:t>
      </w:r>
      <w:r w:rsidR="000A0CDC">
        <w:rPr>
          <w:rtl/>
        </w:rPr>
        <w:t xml:space="preserve">ں </w:t>
      </w:r>
      <w:r>
        <w:rPr>
          <w:rtl/>
        </w:rPr>
        <w:t>بہت سى تجارتى كمپنيا</w:t>
      </w:r>
      <w:r w:rsidR="000A0CDC">
        <w:rPr>
          <w:rtl/>
        </w:rPr>
        <w:t xml:space="preserve">ں </w:t>
      </w:r>
      <w:r>
        <w:rPr>
          <w:rtl/>
        </w:rPr>
        <w:t>تشكيل پائي</w:t>
      </w:r>
      <w:r w:rsidR="000A0CDC">
        <w:rPr>
          <w:rtl/>
        </w:rPr>
        <w:t xml:space="preserve">ں </w:t>
      </w:r>
      <w:r>
        <w:rPr>
          <w:rtl/>
        </w:rPr>
        <w:t>وہ سب تجارتى سہوليات اور اختيارات كے درپے تھي</w:t>
      </w:r>
      <w:r w:rsidR="000A0CDC">
        <w:rPr>
          <w:rtl/>
        </w:rPr>
        <w:t xml:space="preserve">ں </w:t>
      </w:r>
      <w:r>
        <w:rPr>
          <w:rtl/>
        </w:rPr>
        <w:t>ان كمپنيو</w:t>
      </w:r>
      <w:r w:rsidR="000A0CDC">
        <w:rPr>
          <w:rtl/>
        </w:rPr>
        <w:t xml:space="preserve">ں </w:t>
      </w:r>
      <w:r>
        <w:rPr>
          <w:rtl/>
        </w:rPr>
        <w:t>مي</w:t>
      </w:r>
      <w:r w:rsidR="000A0CDC">
        <w:rPr>
          <w:rtl/>
        </w:rPr>
        <w:t xml:space="preserve">ں </w:t>
      </w:r>
      <w:r>
        <w:rPr>
          <w:rtl/>
        </w:rPr>
        <w:t>سے بعنوان مثال ہالينڈ كى فارلينڈ كمپنى (سال 594 1ئ) ، ايسٹ انڈيا كمپنى ہالينڈ، ايسٹ انڈيا كمپنى انگلينڈ (سال 1600 ئ) اور فرانسيسى كمپنى كى طرف اشارہ كيا جاسكتا ہے_ يہ سب كمپنيا</w:t>
      </w:r>
      <w:r w:rsidR="000A0CDC">
        <w:rPr>
          <w:rtl/>
        </w:rPr>
        <w:t xml:space="preserve">ں </w:t>
      </w:r>
      <w:r>
        <w:rPr>
          <w:rtl/>
        </w:rPr>
        <w:t>اپنے ممالك كى طرف سے سياسى اور فوجى پشت پناہى كى حامل تھي</w:t>
      </w:r>
      <w:r w:rsidR="000A0CDC">
        <w:rPr>
          <w:rtl/>
        </w:rPr>
        <w:t xml:space="preserve">ں </w:t>
      </w:r>
      <w:r>
        <w:rPr>
          <w:rtl/>
        </w:rPr>
        <w:t>_ اور ايشيا كے مختلف علاقو</w:t>
      </w:r>
      <w:r w:rsidR="000A0CDC">
        <w:rPr>
          <w:rtl/>
        </w:rPr>
        <w:t xml:space="preserve">ں </w:t>
      </w:r>
      <w:r>
        <w:rPr>
          <w:rtl/>
        </w:rPr>
        <w:t>پر قابض ہونے كيلئے باہمى سخت رقابت كا شكار تھي</w:t>
      </w:r>
      <w:r w:rsidR="000A0CDC">
        <w:rPr>
          <w:rtl/>
        </w:rPr>
        <w:t xml:space="preserve">ں </w:t>
      </w:r>
      <w:r>
        <w:rPr>
          <w:rtl/>
        </w:rPr>
        <w:t xml:space="preserve">_ </w:t>
      </w:r>
    </w:p>
    <w:p w:rsidR="0061102A" w:rsidRDefault="0061102A" w:rsidP="00BE6934">
      <w:pPr>
        <w:pStyle w:val="libNormal"/>
        <w:rPr>
          <w:rtl/>
        </w:rPr>
      </w:pPr>
      <w:r>
        <w:rPr>
          <w:rtl/>
        </w:rPr>
        <w:t>دوسرا دور سال 1757 ع سے 1858 تك ہے كہ اس دور مي</w:t>
      </w:r>
      <w:r w:rsidR="000A0CDC">
        <w:rPr>
          <w:rtl/>
        </w:rPr>
        <w:t xml:space="preserve">ں </w:t>
      </w:r>
      <w:r>
        <w:rPr>
          <w:rtl/>
        </w:rPr>
        <w:t>يورپينز كى اس سرزمين كے امور مي</w:t>
      </w:r>
      <w:r w:rsidR="000A0CDC">
        <w:rPr>
          <w:rtl/>
        </w:rPr>
        <w:t xml:space="preserve">ں </w:t>
      </w:r>
      <w:r>
        <w:rPr>
          <w:rtl/>
        </w:rPr>
        <w:t>بالواسطہ مداخلت تھى اور يہ مداخلت بظاہر فوجى صورت مي</w:t>
      </w:r>
      <w:r w:rsidR="000A0CDC">
        <w:rPr>
          <w:rtl/>
        </w:rPr>
        <w:t xml:space="preserve">ں </w:t>
      </w:r>
      <w:r>
        <w:rPr>
          <w:rtl/>
        </w:rPr>
        <w:t>نہ تھى مثلا ہندوستان سنہ 1757ء سے ليكر 1858 ء تك ايسٹ انڈيا كمپنى كے تحت تھا اور انگلستان كى حكومت اس كمپنى كى پشت پناہى كرتى تھي_ ليكن اس كے بعد انگلستان كى حكومت نے سرے سے ہى ہندوستان كى حكومت كى باگ دوڑ سنبھال لى اور ہندوستان كى حيثيت برطانيہ كى ايك رياست كى ہوگئي اوروہ اور انگلستان كى پارليمنٹ كے تابع سرزمين كے طورپر جانى گئي _</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8672B1" w:rsidRDefault="0061102A" w:rsidP="00BE6934">
      <w:pPr>
        <w:pStyle w:val="libFootnote"/>
        <w:rPr>
          <w:rtl/>
        </w:rPr>
      </w:pPr>
      <w:r>
        <w:rPr>
          <w:rtl/>
        </w:rPr>
        <w:t>1) ك ، م پانيكار ، آسيا واستيلاى باخر ، ترجمہ محمد على مہميد ، تہران ،ص 45_ 12_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ايسٹ انڈيا كمپنى اور انگلستان گورنمنٹ كى پاليسى باعث بنى كہ ہندوستان جوكہ خودكپڑے بنانے اور برآمد كرنے والا ملك تھا اب كپڑا درآمد كرنے والا ملك بن گيا اس كى برآمدات صرف روئي تك محدود رہ گئي</w:t>
      </w:r>
      <w:r w:rsidR="000A0CDC">
        <w:rPr>
          <w:rtl/>
        </w:rPr>
        <w:t xml:space="preserve">ں </w:t>
      </w:r>
      <w:r>
        <w:rPr>
          <w:rtl/>
        </w:rPr>
        <w:t>_ ايشيا كے جنوب مشرقى اور جنوبى ممالك بھى اس مشكل سے بچ نہ سكے _ اہل ہالينڈ نے انڈونيشيا كو اپنے قبضہ مي</w:t>
      </w:r>
      <w:r w:rsidR="000A0CDC">
        <w:rPr>
          <w:rtl/>
        </w:rPr>
        <w:t xml:space="preserve">ں </w:t>
      </w:r>
      <w:r>
        <w:rPr>
          <w:rtl/>
        </w:rPr>
        <w:t>كيا ہوا تھا اور انہو</w:t>
      </w:r>
      <w:r w:rsidR="000A0CDC">
        <w:rPr>
          <w:rtl/>
        </w:rPr>
        <w:t xml:space="preserve">ں </w:t>
      </w:r>
      <w:r>
        <w:rPr>
          <w:rtl/>
        </w:rPr>
        <w:t>نے اس سرزمين پر كافى اور چينى كى كاشت كو بڑھايا اور انگريزو</w:t>
      </w:r>
      <w:r w:rsidR="000A0CDC">
        <w:rPr>
          <w:rtl/>
        </w:rPr>
        <w:t xml:space="preserve">ں </w:t>
      </w:r>
      <w:r>
        <w:rPr>
          <w:rtl/>
        </w:rPr>
        <w:t>كى ہندوستانى طرز كى اقتصادى تبديليا</w:t>
      </w:r>
      <w:r w:rsidR="000A0CDC">
        <w:rPr>
          <w:rtl/>
        </w:rPr>
        <w:t xml:space="preserve">ں </w:t>
      </w:r>
      <w:r>
        <w:rPr>
          <w:rtl/>
        </w:rPr>
        <w:t>يہا</w:t>
      </w:r>
      <w:r w:rsidR="000A0CDC">
        <w:rPr>
          <w:rtl/>
        </w:rPr>
        <w:t xml:space="preserve">ں </w:t>
      </w:r>
      <w:r>
        <w:rPr>
          <w:rtl/>
        </w:rPr>
        <w:t>بھى وجود مي</w:t>
      </w:r>
      <w:r w:rsidR="000A0CDC">
        <w:rPr>
          <w:rtl/>
        </w:rPr>
        <w:t xml:space="preserve">ں </w:t>
      </w:r>
      <w:r>
        <w:rPr>
          <w:rtl/>
        </w:rPr>
        <w:t xml:space="preserve">لائے_ </w:t>
      </w:r>
    </w:p>
    <w:p w:rsidR="0061102A" w:rsidRDefault="0061102A" w:rsidP="00BE6934">
      <w:pPr>
        <w:pStyle w:val="libNormal"/>
        <w:rPr>
          <w:rtl/>
        </w:rPr>
      </w:pPr>
      <w:r>
        <w:rPr>
          <w:rtl/>
        </w:rPr>
        <w:t>فرانسيسى لوگ بھى انڈيا اور چين مي</w:t>
      </w:r>
      <w:r w:rsidR="000A0CDC">
        <w:rPr>
          <w:rtl/>
        </w:rPr>
        <w:t xml:space="preserve">ں </w:t>
      </w:r>
      <w:r>
        <w:rPr>
          <w:rtl/>
        </w:rPr>
        <w:t>داخل ہوئے اور انہى كى طرز كى استعمارى سياست كو لاگو كيا اسطرح كہ سن 1747 ء سے 1850 ء تك انڈيا اور چين كے تمام علاقے سوائے تھائي لينڈ كے انكے كنٹرول مي</w:t>
      </w:r>
      <w:r w:rsidR="000A0CDC">
        <w:rPr>
          <w:rtl/>
        </w:rPr>
        <w:t xml:space="preserve">ں </w:t>
      </w:r>
      <w:r>
        <w:rPr>
          <w:rtl/>
        </w:rPr>
        <w:t>آگئے_ تھائي لينڈ مي</w:t>
      </w:r>
      <w:r w:rsidR="000A0CDC">
        <w:rPr>
          <w:rtl/>
        </w:rPr>
        <w:t xml:space="preserve">ں </w:t>
      </w:r>
      <w:r>
        <w:rPr>
          <w:rtl/>
        </w:rPr>
        <w:t>انہو</w:t>
      </w:r>
      <w:r w:rsidR="000A0CDC">
        <w:rPr>
          <w:rtl/>
        </w:rPr>
        <w:t xml:space="preserve">ں </w:t>
      </w:r>
      <w:r>
        <w:rPr>
          <w:rtl/>
        </w:rPr>
        <w:t>نے بالواسطہ مداخلت كى _ اپنے استعمارى مفادات كو پورا كرنے كيلئے انہو</w:t>
      </w:r>
      <w:r w:rsidR="000A0CDC">
        <w:rPr>
          <w:rtl/>
        </w:rPr>
        <w:t xml:space="preserve">ں </w:t>
      </w:r>
      <w:r>
        <w:rPr>
          <w:rtl/>
        </w:rPr>
        <w:t>نے اس ملك مي</w:t>
      </w:r>
      <w:r w:rsidR="000A0CDC">
        <w:rPr>
          <w:rtl/>
        </w:rPr>
        <w:t xml:space="preserve">ں </w:t>
      </w:r>
      <w:r>
        <w:rPr>
          <w:rtl/>
        </w:rPr>
        <w:t>بہت سے امور مي</w:t>
      </w:r>
      <w:r w:rsidR="000A0CDC">
        <w:rPr>
          <w:rtl/>
        </w:rPr>
        <w:t xml:space="preserve">ں </w:t>
      </w:r>
      <w:r>
        <w:rPr>
          <w:rtl/>
        </w:rPr>
        <w:t>سہوليات حاصل كي</w:t>
      </w:r>
      <w:r w:rsidR="000A0CDC">
        <w:rPr>
          <w:rtl/>
        </w:rPr>
        <w:t xml:space="preserve">ں </w:t>
      </w:r>
      <w:r>
        <w:rPr>
          <w:rtl/>
        </w:rPr>
        <w:t>مثلاً جہاز راني، تجارتى فعاليت اور كسٹم ڈيوٹى سے چھوٹ جيسے امور مي</w:t>
      </w:r>
      <w:r w:rsidR="000A0CDC">
        <w:rPr>
          <w:rtl/>
        </w:rPr>
        <w:t xml:space="preserve">ں </w:t>
      </w:r>
      <w:r>
        <w:rPr>
          <w:rtl/>
        </w:rPr>
        <w:t>رعايتي</w:t>
      </w:r>
      <w:r w:rsidR="000A0CDC">
        <w:rPr>
          <w:rtl/>
        </w:rPr>
        <w:t xml:space="preserve">ں </w:t>
      </w:r>
      <w:r>
        <w:rPr>
          <w:rtl/>
        </w:rPr>
        <w:t>حاصل كي</w:t>
      </w:r>
      <w:r w:rsidR="000A0CDC">
        <w:rPr>
          <w:rtl/>
        </w:rPr>
        <w:t xml:space="preserve">ں </w:t>
      </w:r>
      <w:r>
        <w:rPr>
          <w:rtl/>
        </w:rPr>
        <w:t>يہا</w:t>
      </w:r>
      <w:r w:rsidR="000A0CDC">
        <w:rPr>
          <w:rtl/>
        </w:rPr>
        <w:t xml:space="preserve">ں </w:t>
      </w:r>
      <w:r>
        <w:rPr>
          <w:rtl/>
        </w:rPr>
        <w:t>تك كہ انہو</w:t>
      </w:r>
      <w:r w:rsidR="000A0CDC">
        <w:rPr>
          <w:rtl/>
        </w:rPr>
        <w:t xml:space="preserve">ں </w:t>
      </w:r>
      <w:r>
        <w:rPr>
          <w:rtl/>
        </w:rPr>
        <w:t xml:space="preserve">نے كيپيٹلائزيشن كا حق بھى حاصل كيا_ </w:t>
      </w:r>
    </w:p>
    <w:p w:rsidR="0061102A" w:rsidRDefault="0061102A" w:rsidP="00BE6934">
      <w:pPr>
        <w:pStyle w:val="libNormal"/>
        <w:rPr>
          <w:rtl/>
        </w:rPr>
      </w:pPr>
      <w:r>
        <w:rPr>
          <w:rtl/>
        </w:rPr>
        <w:t>اسى طرح چين بھى انكے استعمارى حملات كى زد مي</w:t>
      </w:r>
      <w:r w:rsidR="000A0CDC">
        <w:rPr>
          <w:rtl/>
        </w:rPr>
        <w:t xml:space="preserve">ں </w:t>
      </w:r>
      <w:r>
        <w:rPr>
          <w:rtl/>
        </w:rPr>
        <w:t>آيا _ كيونكہ اس بہت بڑى آبادى والے ملك نے استعمارى طاقتو</w:t>
      </w:r>
      <w:r w:rsidR="000A0CDC">
        <w:rPr>
          <w:rtl/>
        </w:rPr>
        <w:t xml:space="preserve">ں </w:t>
      </w:r>
      <w:r>
        <w:rPr>
          <w:rtl/>
        </w:rPr>
        <w:t>كى ماركيٹ كو اپنى طرف متوجہ كرليا تھا_ مثلاً يورپى لوگو</w:t>
      </w:r>
      <w:r w:rsidR="000A0CDC">
        <w:rPr>
          <w:rtl/>
        </w:rPr>
        <w:t xml:space="preserve">ں </w:t>
      </w:r>
      <w:r>
        <w:rPr>
          <w:rtl/>
        </w:rPr>
        <w:t>بالخصوص انگريزو</w:t>
      </w:r>
      <w:r w:rsidR="000A0CDC">
        <w:rPr>
          <w:rtl/>
        </w:rPr>
        <w:t xml:space="preserve">ں </w:t>
      </w:r>
      <w:r>
        <w:rPr>
          <w:rtl/>
        </w:rPr>
        <w:t>نے چين مي</w:t>
      </w:r>
      <w:r w:rsidR="000A0CDC">
        <w:rPr>
          <w:rtl/>
        </w:rPr>
        <w:t xml:space="preserve">ں </w:t>
      </w:r>
      <w:r>
        <w:rPr>
          <w:rtl/>
        </w:rPr>
        <w:t>افيون (منشيات كى ايك قسم )درآمد كرتے تھے ، چين كى حكومت نے اس تجارت كو محدود كرنے كيلئے اقدامات كئے جس كے نتيجہ مي</w:t>
      </w:r>
      <w:r w:rsidR="000A0CDC">
        <w:rPr>
          <w:rtl/>
        </w:rPr>
        <w:t xml:space="preserve">ں </w:t>
      </w:r>
      <w:r>
        <w:rPr>
          <w:rtl/>
        </w:rPr>
        <w:t>سنہ 1842 ء مي</w:t>
      </w:r>
      <w:r w:rsidR="000A0CDC">
        <w:rPr>
          <w:rtl/>
        </w:rPr>
        <w:t xml:space="preserve">ں </w:t>
      </w:r>
      <w:r>
        <w:rPr>
          <w:rtl/>
        </w:rPr>
        <w:t>جنگ افيون واقع ہوئي اور چين كو شكست ہوئي اس جنگ كے ايك سال بعد فرانس اور انگلستان نے چين پر مشتركہ حملہ كيا اور اس ملك كو شكست ہوئي اس كے نتيجہ مي</w:t>
      </w:r>
      <w:r w:rsidR="000A0CDC">
        <w:rPr>
          <w:rtl/>
        </w:rPr>
        <w:t xml:space="preserve">ں </w:t>
      </w:r>
      <w:r>
        <w:rPr>
          <w:rtl/>
        </w:rPr>
        <w:t>انہو</w:t>
      </w:r>
      <w:r w:rsidR="000A0CDC">
        <w:rPr>
          <w:rtl/>
        </w:rPr>
        <w:t xml:space="preserve">ں </w:t>
      </w:r>
      <w:r>
        <w:rPr>
          <w:rtl/>
        </w:rPr>
        <w:t>نے چين كو مجبور كيا كہ وہ انہي</w:t>
      </w:r>
      <w:r w:rsidR="000A0CDC">
        <w:rPr>
          <w:rtl/>
        </w:rPr>
        <w:t xml:space="preserve">ں </w:t>
      </w:r>
      <w:r>
        <w:rPr>
          <w:rtl/>
        </w:rPr>
        <w:t>مختلف امور مثلاً جہاز رانى ، كسٹم اور تجارت وغيرہ مي</w:t>
      </w:r>
      <w:r w:rsidR="000A0CDC">
        <w:rPr>
          <w:rtl/>
        </w:rPr>
        <w:t xml:space="preserve">ں </w:t>
      </w:r>
      <w:r>
        <w:rPr>
          <w:rtl/>
        </w:rPr>
        <w:t>بہت سے امتيازى حقوق دے_ يو</w:t>
      </w:r>
      <w:r w:rsidR="000A0CDC">
        <w:rPr>
          <w:rtl/>
        </w:rPr>
        <w:t xml:space="preserve">ں </w:t>
      </w:r>
      <w:r>
        <w:rPr>
          <w:rtl/>
        </w:rPr>
        <w:t>چين كا اقتصاد بھى استعمارى كنڑول مي</w:t>
      </w:r>
      <w:r w:rsidR="000A0CDC">
        <w:rPr>
          <w:rtl/>
        </w:rPr>
        <w:t xml:space="preserve">ں </w:t>
      </w:r>
      <w:r>
        <w:rPr>
          <w:rtl/>
        </w:rPr>
        <w:t>آگيا اور نابود ہوگيا_ جس كى وجہ سے كئي ميلين چينى لوگو</w:t>
      </w:r>
      <w:r w:rsidR="000A0CDC">
        <w:rPr>
          <w:rtl/>
        </w:rPr>
        <w:t xml:space="preserve">ں </w:t>
      </w:r>
      <w:r>
        <w:rPr>
          <w:rtl/>
        </w:rPr>
        <w:t>نے روزگار كى تلاش مي</w:t>
      </w:r>
      <w:r w:rsidR="000A0CDC">
        <w:rPr>
          <w:rtl/>
        </w:rPr>
        <w:t xml:space="preserve">ں </w:t>
      </w:r>
      <w:r>
        <w:rPr>
          <w:rtl/>
        </w:rPr>
        <w:t>اپنے وطن كو ترك كيا اور يورپى ممالك اور امريكا مي</w:t>
      </w:r>
      <w:r w:rsidR="000A0CDC">
        <w:rPr>
          <w:rtl/>
        </w:rPr>
        <w:t xml:space="preserve">ں </w:t>
      </w:r>
      <w:r>
        <w:rPr>
          <w:rtl/>
        </w:rPr>
        <w:t>سخت كام كرنے پر مجبور ہوئے _</w:t>
      </w:r>
      <w:r w:rsidRPr="00F67D4B">
        <w:rPr>
          <w:rStyle w:val="libFootnotenumChar"/>
          <w:rtl/>
        </w:rPr>
        <w:t>(2)</w:t>
      </w:r>
      <w:r>
        <w:rPr>
          <w:rtl/>
        </w:rPr>
        <w:t xml:space="preserve"> </w:t>
      </w:r>
    </w:p>
    <w:p w:rsidR="0061102A" w:rsidRDefault="00CD1BB5" w:rsidP="00BE6934">
      <w:pPr>
        <w:pStyle w:val="libLine"/>
        <w:rPr>
          <w:rtl/>
        </w:rPr>
      </w:pPr>
      <w:r>
        <w:rPr>
          <w:rtl/>
        </w:rPr>
        <w:t>____________________</w:t>
      </w:r>
    </w:p>
    <w:p w:rsidR="0061102A" w:rsidRDefault="0061102A" w:rsidP="00BE6934">
      <w:pPr>
        <w:pStyle w:val="libFootnote"/>
        <w:rPr>
          <w:rtl/>
        </w:rPr>
      </w:pPr>
      <w:r>
        <w:rPr>
          <w:rtl/>
        </w:rPr>
        <w:t xml:space="preserve">1) سابقہ حوالہ ، ص171 _ 146_ </w:t>
      </w:r>
    </w:p>
    <w:p w:rsidR="008672B1" w:rsidRDefault="0061102A" w:rsidP="00BE6934">
      <w:pPr>
        <w:pStyle w:val="libFootnote"/>
        <w:rPr>
          <w:rtl/>
        </w:rPr>
      </w:pPr>
      <w:r>
        <w:rPr>
          <w:rtl/>
        </w:rPr>
        <w:t>2) سابقہ حوالہ ، ص ص 249 _ 231 _ 143_ 121 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63" w:name="_Toc268719"/>
      <w:r>
        <w:rPr>
          <w:rtl/>
        </w:rPr>
        <w:t>مشرقى وسطى اور خليج فارس مي</w:t>
      </w:r>
      <w:r w:rsidR="000A0CDC">
        <w:rPr>
          <w:rtl/>
        </w:rPr>
        <w:t xml:space="preserve">ں </w:t>
      </w:r>
      <w:r>
        <w:rPr>
          <w:rtl/>
        </w:rPr>
        <w:t>استعمار</w:t>
      </w:r>
      <w:bookmarkEnd w:id="163"/>
    </w:p>
    <w:p w:rsidR="0061102A" w:rsidRDefault="0061102A" w:rsidP="00BE6934">
      <w:pPr>
        <w:pStyle w:val="libNormal"/>
        <w:rPr>
          <w:rtl/>
        </w:rPr>
      </w:pPr>
      <w:r>
        <w:rPr>
          <w:rtl/>
        </w:rPr>
        <w:t>اہل يورپ كى يہ كوشش تھى كہ بحرى راستو</w:t>
      </w:r>
      <w:r w:rsidR="000A0CDC">
        <w:rPr>
          <w:rtl/>
        </w:rPr>
        <w:t xml:space="preserve">ں </w:t>
      </w:r>
      <w:r>
        <w:rPr>
          <w:rtl/>
        </w:rPr>
        <w:t>سے نئي نئي جگہو</w:t>
      </w:r>
      <w:r w:rsidR="000A0CDC">
        <w:rPr>
          <w:rtl/>
        </w:rPr>
        <w:t xml:space="preserve">ں </w:t>
      </w:r>
      <w:r>
        <w:rPr>
          <w:rtl/>
        </w:rPr>
        <w:t>كو دريافت كرتے ہوئے اپنى طاقت اور تسلط كو بڑھائي</w:t>
      </w:r>
      <w:r w:rsidR="000A0CDC">
        <w:rPr>
          <w:rtl/>
        </w:rPr>
        <w:t xml:space="preserve">ں </w:t>
      </w:r>
      <w:r>
        <w:rPr>
          <w:rtl/>
        </w:rPr>
        <w:t>_ اور سب سے زيادہ ثروت ومال كے ذخائر كو جمع كري</w:t>
      </w:r>
      <w:r w:rsidR="000A0CDC">
        <w:rPr>
          <w:rtl/>
        </w:rPr>
        <w:t xml:space="preserve">ں </w:t>
      </w:r>
      <w:r>
        <w:rPr>
          <w:rtl/>
        </w:rPr>
        <w:t>_ سولہوي</w:t>
      </w:r>
      <w:r w:rsidR="000A0CDC">
        <w:rPr>
          <w:rtl/>
        </w:rPr>
        <w:t xml:space="preserve">ں </w:t>
      </w:r>
      <w:r>
        <w:rPr>
          <w:rtl/>
        </w:rPr>
        <w:t>صدى كے ابتدائي سالو</w:t>
      </w:r>
      <w:r w:rsidR="000A0CDC">
        <w:rPr>
          <w:rtl/>
        </w:rPr>
        <w:t xml:space="preserve">ں </w:t>
      </w:r>
      <w:r>
        <w:rPr>
          <w:rtl/>
        </w:rPr>
        <w:t>مي</w:t>
      </w:r>
      <w:r w:rsidR="000A0CDC">
        <w:rPr>
          <w:rtl/>
        </w:rPr>
        <w:t xml:space="preserve">ں </w:t>
      </w:r>
      <w:r>
        <w:rPr>
          <w:rtl/>
        </w:rPr>
        <w:t>پرتگالى لوگ خليج فارس مي</w:t>
      </w:r>
      <w:r w:rsidR="000A0CDC">
        <w:rPr>
          <w:rtl/>
        </w:rPr>
        <w:t xml:space="preserve">ں </w:t>
      </w:r>
      <w:r>
        <w:rPr>
          <w:rtl/>
        </w:rPr>
        <w:t>داخل ہوئے اور پرتگالى بحرى سردارايلبو كرك نے سن 1514 ء مي</w:t>
      </w:r>
      <w:r w:rsidR="000A0CDC">
        <w:rPr>
          <w:rtl/>
        </w:rPr>
        <w:t xml:space="preserve">ں </w:t>
      </w:r>
      <w:r>
        <w:rPr>
          <w:rtl/>
        </w:rPr>
        <w:t>جزيرہ ہرمز پر قبضہ كرليا _ انہو</w:t>
      </w:r>
      <w:r w:rsidR="000A0CDC">
        <w:rPr>
          <w:rtl/>
        </w:rPr>
        <w:t xml:space="preserve">ں </w:t>
      </w:r>
      <w:r>
        <w:rPr>
          <w:rtl/>
        </w:rPr>
        <w:t>نے 512 1 ء سے گمبرون (بندرعباس ) جو كہ ايك عمدہ تجارتى مركز تھا ، پر بھى قبضہ كيا ہوا تھا_</w:t>
      </w:r>
      <w:r w:rsidRPr="00F67D4B">
        <w:rPr>
          <w:rStyle w:val="libFootnotenumChar"/>
          <w:rtl/>
        </w:rPr>
        <w:t>(1)</w:t>
      </w:r>
      <w:r>
        <w:rPr>
          <w:rtl/>
        </w:rPr>
        <w:t xml:space="preserve"> </w:t>
      </w:r>
    </w:p>
    <w:p w:rsidR="0061102A" w:rsidRDefault="0061102A" w:rsidP="00BE6934">
      <w:pPr>
        <w:pStyle w:val="libNormal"/>
        <w:rPr>
          <w:rtl/>
        </w:rPr>
      </w:pPr>
      <w:r>
        <w:rPr>
          <w:rtl/>
        </w:rPr>
        <w:t>انكا تقريباً ايك صدى تك خليج فارس كے علاقو</w:t>
      </w:r>
      <w:r w:rsidR="000A0CDC">
        <w:rPr>
          <w:rtl/>
        </w:rPr>
        <w:t xml:space="preserve">ں </w:t>
      </w:r>
      <w:r>
        <w:rPr>
          <w:rtl/>
        </w:rPr>
        <w:t>پر كنٹرول رہا _ يہا</w:t>
      </w:r>
      <w:r w:rsidR="000A0CDC">
        <w:rPr>
          <w:rtl/>
        </w:rPr>
        <w:t xml:space="preserve">ں </w:t>
      </w:r>
      <w:r>
        <w:rPr>
          <w:rtl/>
        </w:rPr>
        <w:t>تك كہ صفوى بادشاہ ، شاہ عباس نے انگريزو</w:t>
      </w:r>
      <w:r w:rsidR="000A0CDC">
        <w:rPr>
          <w:rtl/>
        </w:rPr>
        <w:t xml:space="preserve">ں </w:t>
      </w:r>
      <w:r>
        <w:rPr>
          <w:rtl/>
        </w:rPr>
        <w:t>سے ايك قرار داد طے كى اور انكى بحرى طاقت كى مدد سے اس قابل ہوا كہ پرتگاليو</w:t>
      </w:r>
      <w:r w:rsidR="000A0CDC">
        <w:rPr>
          <w:rtl/>
        </w:rPr>
        <w:t xml:space="preserve">ں </w:t>
      </w:r>
      <w:r>
        <w:rPr>
          <w:rtl/>
        </w:rPr>
        <w:t>كوہميشہ كے ليے خليج فارس سے نكال دے _ ليكن انگريزو</w:t>
      </w:r>
      <w:r w:rsidR="000A0CDC">
        <w:rPr>
          <w:rtl/>
        </w:rPr>
        <w:t xml:space="preserve">ں </w:t>
      </w:r>
      <w:r>
        <w:rPr>
          <w:rtl/>
        </w:rPr>
        <w:t>نے اپنے اثر نفوذ كو بڑھانا جارى ركھا جس كى بڑى وجہ خليج فارس كى تزويرى (اسٹرٹيجك) اہميت تھى _ انہو</w:t>
      </w:r>
      <w:r w:rsidR="000A0CDC">
        <w:rPr>
          <w:rtl/>
        </w:rPr>
        <w:t xml:space="preserve">ں </w:t>
      </w:r>
      <w:r>
        <w:rPr>
          <w:rtl/>
        </w:rPr>
        <w:t>نے عرب شيوخ سے بھى قرار داد باندھي، ان شيوخ نے انگريزو</w:t>
      </w:r>
      <w:r w:rsidR="000A0CDC">
        <w:rPr>
          <w:rtl/>
        </w:rPr>
        <w:t xml:space="preserve">ں </w:t>
      </w:r>
      <w:r>
        <w:rPr>
          <w:rtl/>
        </w:rPr>
        <w:t>كو بعنوان قاضى ، مصالحت كروانے والے اور ثالث مانتے ہوئے يہ عہد كيا كہ درياى قزاقى ، اسلحہ اور غلامو</w:t>
      </w:r>
      <w:r w:rsidR="000A0CDC">
        <w:rPr>
          <w:rtl/>
        </w:rPr>
        <w:t xml:space="preserve">ں </w:t>
      </w:r>
      <w:r>
        <w:rPr>
          <w:rtl/>
        </w:rPr>
        <w:t>كى سمگلنگ سے پرہيز كري</w:t>
      </w:r>
      <w:r w:rsidR="000A0CDC">
        <w:rPr>
          <w:rtl/>
        </w:rPr>
        <w:t xml:space="preserve">ں </w:t>
      </w:r>
      <w:r>
        <w:rPr>
          <w:rtl/>
        </w:rPr>
        <w:t xml:space="preserve">گے _ </w:t>
      </w:r>
    </w:p>
    <w:p w:rsidR="0061102A" w:rsidRDefault="0061102A" w:rsidP="00BE6934">
      <w:pPr>
        <w:pStyle w:val="libNormal"/>
        <w:rPr>
          <w:rtl/>
        </w:rPr>
      </w:pPr>
      <w:r>
        <w:rPr>
          <w:rtl/>
        </w:rPr>
        <w:t>سنہ 1800 عيسوى (فتحعلى شاہ قاجاركے دور مي</w:t>
      </w:r>
      <w:r w:rsidR="000A0CDC">
        <w:rPr>
          <w:rtl/>
        </w:rPr>
        <w:t xml:space="preserve">ں </w:t>
      </w:r>
      <w:r>
        <w:rPr>
          <w:rtl/>
        </w:rPr>
        <w:t>) ايران كى طرف سے انگلستان كو بہت سے تجارتى حقوق ديے گئے ، انہو</w:t>
      </w:r>
      <w:r w:rsidR="000A0CDC">
        <w:rPr>
          <w:rtl/>
        </w:rPr>
        <w:t xml:space="preserve">ں </w:t>
      </w:r>
      <w:r>
        <w:rPr>
          <w:rtl/>
        </w:rPr>
        <w:t>نے سال 1856 ء مي</w:t>
      </w:r>
      <w:r w:rsidR="000A0CDC">
        <w:rPr>
          <w:rtl/>
        </w:rPr>
        <w:t xml:space="preserve">ں </w:t>
      </w:r>
      <w:r>
        <w:rPr>
          <w:rtl/>
        </w:rPr>
        <w:t>بوشہرمي</w:t>
      </w:r>
      <w:r w:rsidR="000A0CDC">
        <w:rPr>
          <w:rtl/>
        </w:rPr>
        <w:t xml:space="preserve">ں </w:t>
      </w:r>
      <w:r>
        <w:rPr>
          <w:rtl/>
        </w:rPr>
        <w:t>فوج كو لاكر اس پر قبضہ كرليا ليكن آخر كار ايران كے تمام شہرو</w:t>
      </w:r>
      <w:r w:rsidR="000A0CDC">
        <w:rPr>
          <w:rtl/>
        </w:rPr>
        <w:t xml:space="preserve">ں </w:t>
      </w:r>
      <w:r>
        <w:rPr>
          <w:rtl/>
        </w:rPr>
        <w:t>كو ترك كرديا _</w:t>
      </w:r>
      <w:r w:rsidRPr="00F67D4B">
        <w:rPr>
          <w:rStyle w:val="libFootnotenumChar"/>
          <w:rtl/>
        </w:rPr>
        <w:t>(2)</w:t>
      </w:r>
      <w:r>
        <w:rPr>
          <w:rtl/>
        </w:rPr>
        <w:t xml:space="preserve"> </w:t>
      </w:r>
    </w:p>
    <w:p w:rsidR="0061102A" w:rsidRDefault="0061102A" w:rsidP="00BE6934">
      <w:pPr>
        <w:pStyle w:val="libNormal"/>
        <w:rPr>
          <w:rtl/>
        </w:rPr>
      </w:pPr>
      <w:r>
        <w:rPr>
          <w:rtl/>
        </w:rPr>
        <w:t>مشرق وسطى مي</w:t>
      </w:r>
      <w:r w:rsidR="000A0CDC">
        <w:rPr>
          <w:rtl/>
        </w:rPr>
        <w:t xml:space="preserve">ں </w:t>
      </w:r>
      <w:r>
        <w:rPr>
          <w:rtl/>
        </w:rPr>
        <w:t>تيل كے ذخيرو</w:t>
      </w:r>
      <w:r w:rsidR="000A0CDC">
        <w:rPr>
          <w:rtl/>
        </w:rPr>
        <w:t xml:space="preserve">ں </w:t>
      </w:r>
      <w:r>
        <w:rPr>
          <w:rtl/>
        </w:rPr>
        <w:t>نے دنيا كى ديگر قوتو</w:t>
      </w:r>
      <w:r w:rsidR="000A0CDC">
        <w:rPr>
          <w:rtl/>
        </w:rPr>
        <w:t xml:space="preserve">ں </w:t>
      </w:r>
      <w:r>
        <w:rPr>
          <w:rtl/>
        </w:rPr>
        <w:t>مثلاً امريكا اور جرمنى كو دلچسپى لينے پر مجبور كيا_ بيسوى صدى كے اوائل مي</w:t>
      </w:r>
      <w:r w:rsidR="000A0CDC">
        <w:rPr>
          <w:rtl/>
        </w:rPr>
        <w:t xml:space="preserve">ں </w:t>
      </w:r>
      <w:r>
        <w:rPr>
          <w:rtl/>
        </w:rPr>
        <w:t>اس علاقے كا تيل انگريزى اور امريكى كمپنيو</w:t>
      </w:r>
      <w:r w:rsidR="000A0CDC">
        <w:rPr>
          <w:rtl/>
        </w:rPr>
        <w:t xml:space="preserve">ں </w:t>
      </w:r>
      <w:r>
        <w:rPr>
          <w:rtl/>
        </w:rPr>
        <w:t>مي</w:t>
      </w:r>
      <w:r w:rsidR="000A0CDC">
        <w:rPr>
          <w:rtl/>
        </w:rPr>
        <w:t xml:space="preserve">ں </w:t>
      </w:r>
      <w:r>
        <w:rPr>
          <w:rtl/>
        </w:rPr>
        <w:t>تقسيم ہوا _ انگريزو</w:t>
      </w:r>
      <w:r w:rsidR="000A0CDC">
        <w:rPr>
          <w:rtl/>
        </w:rPr>
        <w:t xml:space="preserve">ں </w:t>
      </w:r>
      <w:r>
        <w:rPr>
          <w:rtl/>
        </w:rPr>
        <w:t xml:space="preserve">نے قطر ، كويت ، عراق ، عمان اور ايران كے تيل پر كنٹرول حاصل كرليا جبكہ امريكى نے بھى سعودى عرب اور بحرين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وادلا، خليج فارس در عصر استعمار، ترجمہ شفيع جوادى ، تہران ،ص 77_ 39_ </w:t>
      </w:r>
    </w:p>
    <w:p w:rsidR="003A04D8" w:rsidRDefault="0061102A" w:rsidP="00BE6934">
      <w:pPr>
        <w:pStyle w:val="libFootnote"/>
        <w:rPr>
          <w:rtl/>
        </w:rPr>
      </w:pPr>
      <w:r>
        <w:rPr>
          <w:rtl/>
        </w:rPr>
        <w:t>2)سابقہ حوالہ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كے تيل پر اپنا تسلط جماليا_ البتہ يہ بات نہي</w:t>
      </w:r>
      <w:r w:rsidR="000A0CDC">
        <w:rPr>
          <w:rtl/>
        </w:rPr>
        <w:t xml:space="preserve">ں </w:t>
      </w:r>
      <w:r>
        <w:rPr>
          <w:rtl/>
        </w:rPr>
        <w:t>بھولنى چاہئے كہ ايران نے اس استعمارى دور مي</w:t>
      </w:r>
      <w:r w:rsidR="000A0CDC">
        <w:rPr>
          <w:rtl/>
        </w:rPr>
        <w:t xml:space="preserve">ں </w:t>
      </w:r>
      <w:r>
        <w:rPr>
          <w:rtl/>
        </w:rPr>
        <w:t>سب سے زيادہ ضرراٹھايا كيونكہ ايران كى جغرافيائي حيثيت ايسى تھى كہ بڑى قوتو</w:t>
      </w:r>
      <w:r w:rsidR="000A0CDC">
        <w:rPr>
          <w:rtl/>
        </w:rPr>
        <w:t xml:space="preserve">ں </w:t>
      </w:r>
      <w:r>
        <w:rPr>
          <w:rtl/>
        </w:rPr>
        <w:t>كے ميدان جنگ مي</w:t>
      </w:r>
      <w:r w:rsidR="000A0CDC">
        <w:rPr>
          <w:rtl/>
        </w:rPr>
        <w:t xml:space="preserve">ں </w:t>
      </w:r>
      <w:r>
        <w:rPr>
          <w:rtl/>
        </w:rPr>
        <w:t>بدل گيا مثلاً انگلستان اور فرانس ، ہندوستان پر قبضہ جمانے كيلئے باہمى رقابت كا شكار تھے يہ جھگڑا ايران تك بڑھتا گيا اور اس ملك كى سياسى اور اقتصادى خود مختارى پر بہت زيادہ ضربي</w:t>
      </w:r>
      <w:r w:rsidR="000A0CDC">
        <w:rPr>
          <w:rtl/>
        </w:rPr>
        <w:t xml:space="preserve">ں </w:t>
      </w:r>
      <w:r>
        <w:rPr>
          <w:rtl/>
        </w:rPr>
        <w:t>لگي</w:t>
      </w:r>
      <w:r w:rsidR="000A0CDC">
        <w:rPr>
          <w:rtl/>
        </w:rPr>
        <w:t xml:space="preserve">ں </w:t>
      </w:r>
      <w:r>
        <w:rPr>
          <w:rtl/>
        </w:rPr>
        <w:t xml:space="preserve">_ </w:t>
      </w:r>
    </w:p>
    <w:p w:rsidR="0061102A" w:rsidRDefault="0061102A" w:rsidP="00BE6934">
      <w:pPr>
        <w:pStyle w:val="libNormal"/>
        <w:rPr>
          <w:rtl/>
        </w:rPr>
      </w:pPr>
      <w:r>
        <w:rPr>
          <w:rtl/>
        </w:rPr>
        <w:t>انيسوي</w:t>
      </w:r>
      <w:r w:rsidR="000A0CDC">
        <w:rPr>
          <w:rtl/>
        </w:rPr>
        <w:t xml:space="preserve">ں </w:t>
      </w:r>
      <w:r>
        <w:rPr>
          <w:rtl/>
        </w:rPr>
        <w:t>صدى مي</w:t>
      </w:r>
      <w:r w:rsidR="000A0CDC">
        <w:rPr>
          <w:rtl/>
        </w:rPr>
        <w:t xml:space="preserve">ں </w:t>
      </w:r>
      <w:r>
        <w:rPr>
          <w:rtl/>
        </w:rPr>
        <w:t>روس اور انگلستان كے مدمقابل ايران كى بار بار عسكرى شكست سے قاجارى حكومت نے اپنے استحكام كو باقى ركھنے كيلئے مجبوراً بہت سے اقتصادى اور تجارتى حقوق ان ممالك كو عطا كيے _ يو</w:t>
      </w:r>
      <w:r w:rsidR="000A0CDC">
        <w:rPr>
          <w:rtl/>
        </w:rPr>
        <w:t xml:space="preserve">ں </w:t>
      </w:r>
      <w:r>
        <w:rPr>
          <w:rtl/>
        </w:rPr>
        <w:t>يہ ملك نصف حد تك استعمارى طاقتو</w:t>
      </w:r>
      <w:r w:rsidR="000A0CDC">
        <w:rPr>
          <w:rtl/>
        </w:rPr>
        <w:t xml:space="preserve">ں </w:t>
      </w:r>
      <w:r>
        <w:rPr>
          <w:rtl/>
        </w:rPr>
        <w:t>كى زد مي</w:t>
      </w:r>
      <w:r w:rsidR="000A0CDC">
        <w:rPr>
          <w:rtl/>
        </w:rPr>
        <w:t xml:space="preserve">ں </w:t>
      </w:r>
      <w:r>
        <w:rPr>
          <w:rtl/>
        </w:rPr>
        <w:t>آگيا _</w:t>
      </w:r>
      <w:r w:rsidRPr="00F67D4B">
        <w:rPr>
          <w:rStyle w:val="libFootnotenumChar"/>
          <w:rtl/>
        </w:rPr>
        <w:t>(1)</w:t>
      </w:r>
      <w:r>
        <w:rPr>
          <w:rtl/>
        </w:rPr>
        <w:t xml:space="preserve"> </w:t>
      </w:r>
    </w:p>
    <w:p w:rsidR="0061102A" w:rsidRDefault="0061102A" w:rsidP="00BE6934">
      <w:pPr>
        <w:pStyle w:val="libNormal"/>
        <w:rPr>
          <w:rtl/>
        </w:rPr>
      </w:pPr>
      <w:r>
        <w:rPr>
          <w:rtl/>
        </w:rPr>
        <w:t>ايران كا اپنا اقتصاد بھى روس و انگلينڈ كى طرف سے سيلاب كى طرح وارد ہونے والى اجناس كے مدمقابل تاب نہ لاسكا اور ايران بھى ہندوستان كى مانند خام زراعتى پيداوار مثلاً روئي اور تمباكو كى حدتك رہ گيا _ استعمارى طاقتو</w:t>
      </w:r>
      <w:r w:rsidR="000A0CDC">
        <w:rPr>
          <w:rtl/>
        </w:rPr>
        <w:t xml:space="preserve">ں </w:t>
      </w:r>
      <w:r>
        <w:rPr>
          <w:rtl/>
        </w:rPr>
        <w:t>كے بينكو</w:t>
      </w:r>
      <w:r w:rsidR="000A0CDC">
        <w:rPr>
          <w:rtl/>
        </w:rPr>
        <w:t xml:space="preserve">ں </w:t>
      </w:r>
      <w:r>
        <w:rPr>
          <w:rtl/>
        </w:rPr>
        <w:t>(انگلينڈ كے شاہى بينك اور روس كے بينك نے) ايران كے مالى معاملات پر كنٹرول كر ليا اور قاجارى بادشاہو</w:t>
      </w:r>
      <w:r w:rsidR="000A0CDC">
        <w:rPr>
          <w:rtl/>
        </w:rPr>
        <w:t xml:space="preserve">ں </w:t>
      </w:r>
      <w:r>
        <w:rPr>
          <w:rtl/>
        </w:rPr>
        <w:t>اور سردارو</w:t>
      </w:r>
      <w:r w:rsidR="000A0CDC">
        <w:rPr>
          <w:rtl/>
        </w:rPr>
        <w:t xml:space="preserve">ں </w:t>
      </w:r>
      <w:r>
        <w:rPr>
          <w:rtl/>
        </w:rPr>
        <w:t xml:space="preserve">كو بار بار قرض ديكر ايران كى سياست اوراقتصاد پر روز بروز اپنا قبضہ وكنٹرول بڑھانا شروع كرديا_ </w:t>
      </w:r>
    </w:p>
    <w:p w:rsidR="0061102A" w:rsidRDefault="0061102A" w:rsidP="00BE6934">
      <w:pPr>
        <w:pStyle w:val="libNormal"/>
        <w:rPr>
          <w:rtl/>
        </w:rPr>
      </w:pPr>
      <w:r>
        <w:rPr>
          <w:rtl/>
        </w:rPr>
        <w:t>انيسوي</w:t>
      </w:r>
      <w:r w:rsidR="000A0CDC">
        <w:rPr>
          <w:rtl/>
        </w:rPr>
        <w:t xml:space="preserve">ں </w:t>
      </w:r>
      <w:r>
        <w:rPr>
          <w:rtl/>
        </w:rPr>
        <w:t>اور بيسوي</w:t>
      </w:r>
      <w:r w:rsidR="000A0CDC">
        <w:rPr>
          <w:rtl/>
        </w:rPr>
        <w:t xml:space="preserve">ں </w:t>
      </w:r>
      <w:r>
        <w:rPr>
          <w:rtl/>
        </w:rPr>
        <w:t>صدى كے درميان مشرق وسطى كے تمام ممالك يورپى استعمار گرو</w:t>
      </w:r>
      <w:r w:rsidR="000A0CDC">
        <w:rPr>
          <w:rtl/>
        </w:rPr>
        <w:t xml:space="preserve">ں </w:t>
      </w:r>
      <w:r>
        <w:rPr>
          <w:rtl/>
        </w:rPr>
        <w:t>كے كنٹرول مي</w:t>
      </w:r>
      <w:r w:rsidR="000A0CDC">
        <w:rPr>
          <w:rtl/>
        </w:rPr>
        <w:t xml:space="preserve">ں </w:t>
      </w:r>
      <w:r>
        <w:rPr>
          <w:rtl/>
        </w:rPr>
        <w:t>آگئے _ استعمار گر لوگو</w:t>
      </w:r>
      <w:r w:rsidR="000A0CDC">
        <w:rPr>
          <w:rtl/>
        </w:rPr>
        <w:t xml:space="preserve">ں </w:t>
      </w:r>
      <w:r>
        <w:rPr>
          <w:rtl/>
        </w:rPr>
        <w:t>كى كوشش تھى كہ مشرق وسطى كے اقتصاد اور سياست كو مكمل طور پر اپنے قبضہ مي</w:t>
      </w:r>
      <w:r w:rsidR="000A0CDC">
        <w:rPr>
          <w:rtl/>
        </w:rPr>
        <w:t xml:space="preserve">ں </w:t>
      </w:r>
      <w:r>
        <w:rPr>
          <w:rtl/>
        </w:rPr>
        <w:t>كرلي</w:t>
      </w:r>
      <w:r w:rsidR="000A0CDC">
        <w:rPr>
          <w:rtl/>
        </w:rPr>
        <w:t xml:space="preserve">ں </w:t>
      </w:r>
      <w:r>
        <w:rPr>
          <w:rtl/>
        </w:rPr>
        <w:t>اور اسكے علاوہ ان ممالك كى سياسى جغرافيائي سرحدو</w:t>
      </w:r>
      <w:r w:rsidR="000A0CDC">
        <w:rPr>
          <w:rtl/>
        </w:rPr>
        <w:t xml:space="preserve">ں </w:t>
      </w:r>
      <w:r>
        <w:rPr>
          <w:rtl/>
        </w:rPr>
        <w:t>كو اپنے مفادات كى روسے خود ترتيب دي</w:t>
      </w:r>
      <w:r w:rsidR="000A0CDC">
        <w:rPr>
          <w:rtl/>
        </w:rPr>
        <w:t xml:space="preserve">ں </w:t>
      </w:r>
      <w:r>
        <w:rPr>
          <w:rtl/>
        </w:rPr>
        <w:t>_ ان سرزمينو</w:t>
      </w:r>
      <w:r w:rsidR="000A0CDC">
        <w:rPr>
          <w:rtl/>
        </w:rPr>
        <w:t xml:space="preserve">ں </w:t>
      </w:r>
      <w:r>
        <w:rPr>
          <w:rtl/>
        </w:rPr>
        <w:t>كى تقسيم اس انداز سے ہوئي كہ بہت سے قومى ، مذہبى اور سياسى جھگڑو</w:t>
      </w:r>
      <w:r w:rsidR="000A0CDC">
        <w:rPr>
          <w:rtl/>
        </w:rPr>
        <w:t xml:space="preserve">ں </w:t>
      </w:r>
      <w:r>
        <w:rPr>
          <w:rtl/>
        </w:rPr>
        <w:t>نے جنم ليا_ مثلاً استعمار نے كردو</w:t>
      </w:r>
      <w:r w:rsidR="000A0CDC">
        <w:rPr>
          <w:rtl/>
        </w:rPr>
        <w:t xml:space="preserve">ں </w:t>
      </w:r>
      <w:r>
        <w:rPr>
          <w:rtl/>
        </w:rPr>
        <w:t>كو ايران ، تركي، شام اور عراق مي</w:t>
      </w:r>
      <w:r w:rsidR="000A0CDC">
        <w:rPr>
          <w:rtl/>
        </w:rPr>
        <w:t xml:space="preserve">ں </w:t>
      </w:r>
      <w:r>
        <w:rPr>
          <w:rtl/>
        </w:rPr>
        <w:t>تقسيم كرديا_ لبنان مي</w:t>
      </w:r>
      <w:r w:rsidR="000A0CDC">
        <w:rPr>
          <w:rtl/>
        </w:rPr>
        <w:t xml:space="preserve">ں </w:t>
      </w:r>
      <w:r>
        <w:rPr>
          <w:rtl/>
        </w:rPr>
        <w:t xml:space="preserve">بھى مختلف اقوام اور مذاہب پر مشتمل ناہموار تركيب سامنے آئي كہ مختلف مذاہب اور اقوام كے درميان سياسى قوت عدم استحكام كا شكار رہى اور قومى و مذہبي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فيروز كاظم زادہ ، روس و انگليس در ايران ، ترجمہ منوچھر اميري، تہران ،ص 25_ 15_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جھگڑو</w:t>
      </w:r>
      <w:r w:rsidR="000A0CDC">
        <w:rPr>
          <w:rtl/>
        </w:rPr>
        <w:t xml:space="preserve">ں </w:t>
      </w:r>
      <w:r>
        <w:rPr>
          <w:rtl/>
        </w:rPr>
        <w:t xml:space="preserve">نے جنم ليا_ </w:t>
      </w:r>
    </w:p>
    <w:p w:rsidR="0061102A" w:rsidRDefault="0061102A" w:rsidP="00BE6934">
      <w:pPr>
        <w:pStyle w:val="libNormal"/>
        <w:rPr>
          <w:rtl/>
        </w:rPr>
      </w:pPr>
      <w:r>
        <w:rPr>
          <w:rtl/>
        </w:rPr>
        <w:t>پورى دنيا سے يہودى لوگو</w:t>
      </w:r>
      <w:r w:rsidR="000A0CDC">
        <w:rPr>
          <w:rtl/>
        </w:rPr>
        <w:t xml:space="preserve">ں </w:t>
      </w:r>
      <w:r>
        <w:rPr>
          <w:rtl/>
        </w:rPr>
        <w:t>نے استعمار ى طاقتو</w:t>
      </w:r>
      <w:r w:rsidR="000A0CDC">
        <w:rPr>
          <w:rtl/>
        </w:rPr>
        <w:t xml:space="preserve">ں </w:t>
      </w:r>
      <w:r>
        <w:rPr>
          <w:rtl/>
        </w:rPr>
        <w:t>كى پشت پناہى كى وجہ سے فلسطين كى طرف ہجرت كى _ اور ايك يہودى حكومت تشكيل ديكر مشرق وسطى اور دنيا مي</w:t>
      </w:r>
      <w:r w:rsidR="000A0CDC">
        <w:rPr>
          <w:rtl/>
        </w:rPr>
        <w:t xml:space="preserve">ں </w:t>
      </w:r>
      <w:r>
        <w:rPr>
          <w:rtl/>
        </w:rPr>
        <w:t>ايك بڑى پيچيدگى كو وجود مي</w:t>
      </w:r>
      <w:r w:rsidR="000A0CDC">
        <w:rPr>
          <w:rtl/>
        </w:rPr>
        <w:t xml:space="preserve">ں </w:t>
      </w:r>
      <w:r>
        <w:rPr>
          <w:rtl/>
        </w:rPr>
        <w:t>لائے</w:t>
      </w:r>
      <w:r w:rsidRPr="00F67D4B">
        <w:rPr>
          <w:rStyle w:val="libFootnotenumChar"/>
          <w:rtl/>
        </w:rPr>
        <w:t>(1)</w:t>
      </w:r>
      <w:r>
        <w:rPr>
          <w:rtl/>
        </w:rPr>
        <w:t xml:space="preserve"> _ مجموعى طور پر مشرق وسطى كے ممالك مي</w:t>
      </w:r>
      <w:r w:rsidR="000A0CDC">
        <w:rPr>
          <w:rtl/>
        </w:rPr>
        <w:t xml:space="preserve">ں </w:t>
      </w:r>
      <w:r>
        <w:rPr>
          <w:rtl/>
        </w:rPr>
        <w:t>استعمار ى طاقتو</w:t>
      </w:r>
      <w:r w:rsidR="000A0CDC">
        <w:rPr>
          <w:rtl/>
        </w:rPr>
        <w:t xml:space="preserve">ں </w:t>
      </w:r>
      <w:r>
        <w:rPr>
          <w:rtl/>
        </w:rPr>
        <w:t>كے اقدامات نے دنيا كے اس خطہ كو فتنو</w:t>
      </w:r>
      <w:r w:rsidR="000A0CDC">
        <w:rPr>
          <w:rtl/>
        </w:rPr>
        <w:t xml:space="preserve">ں </w:t>
      </w:r>
      <w:r>
        <w:rPr>
          <w:rtl/>
        </w:rPr>
        <w:t>اور جھگڑو</w:t>
      </w:r>
      <w:r w:rsidR="000A0CDC">
        <w:rPr>
          <w:rtl/>
        </w:rPr>
        <w:t xml:space="preserve">ں </w:t>
      </w:r>
      <w:r>
        <w:rPr>
          <w:rtl/>
        </w:rPr>
        <w:t>كا مركز بناديا كہ اب بھى مشرق وسطى كانام سنتے ہى ذہن مي</w:t>
      </w:r>
      <w:r w:rsidR="000A0CDC">
        <w:rPr>
          <w:rtl/>
        </w:rPr>
        <w:t xml:space="preserve">ں </w:t>
      </w:r>
      <w:r>
        <w:rPr>
          <w:rtl/>
        </w:rPr>
        <w:t xml:space="preserve">لڑائي اور ناآرامى كى ايك تصوير نقش ہوجاتى ہے_ </w:t>
      </w:r>
    </w:p>
    <w:p w:rsidR="0061102A" w:rsidRDefault="0061102A" w:rsidP="00BE6934">
      <w:pPr>
        <w:pStyle w:val="libNormal"/>
        <w:rPr>
          <w:rtl/>
        </w:rPr>
      </w:pPr>
      <w:r>
        <w:rPr>
          <w:rtl/>
        </w:rPr>
        <w:t>مختصر يہ كہ استعمار نے دنيا كے مختلف ممالك مي</w:t>
      </w:r>
      <w:r w:rsidR="000A0CDC">
        <w:rPr>
          <w:rtl/>
        </w:rPr>
        <w:t xml:space="preserve">ں </w:t>
      </w:r>
      <w:r>
        <w:rPr>
          <w:rtl/>
        </w:rPr>
        <w:t>داخل ہو كر انكے معاشرتى ، سياسى اور اقتصادى حالات اور كلچر كو بلاواسطہ يا بالواسطہ ايسے متاثر كيا كہ اب بھى ان ممالك مي</w:t>
      </w:r>
      <w:r w:rsidR="000A0CDC">
        <w:rPr>
          <w:rtl/>
        </w:rPr>
        <w:t xml:space="preserve">ں </w:t>
      </w:r>
      <w:r>
        <w:rPr>
          <w:rtl/>
        </w:rPr>
        <w:t>استعمار كى موجودگى كے بہت سے اثرات اور نتائج مشاہدہ كيے جاسكتے ہي</w:t>
      </w:r>
      <w:r w:rsidR="000A0CDC">
        <w:rPr>
          <w:rtl/>
        </w:rPr>
        <w:t xml:space="preserve">ں </w:t>
      </w:r>
      <w:r>
        <w:rPr>
          <w:rtl/>
        </w:rPr>
        <w:t>،اسلامى ممالك ان مسائل سے جدا نہ تھے جيسا كہ ہم نے كہا ہے كہ استعمار كى موجودگى سے ان ممالك كے اقتصادى حالات تبديل ہوئے ،قدرتى اور انسانى ذخائر سے ان ممالك كو خالى كيا گيا اور يہ سب ذخائر استعمار ى ممالك مي</w:t>
      </w:r>
      <w:r w:rsidR="000A0CDC">
        <w:rPr>
          <w:rtl/>
        </w:rPr>
        <w:t xml:space="preserve">ں </w:t>
      </w:r>
      <w:r>
        <w:rPr>
          <w:rtl/>
        </w:rPr>
        <w:t>درآمد كيے گئے جسكے نتيجے مي</w:t>
      </w:r>
      <w:r w:rsidR="000A0CDC">
        <w:rPr>
          <w:rtl/>
        </w:rPr>
        <w:t xml:space="preserve">ں </w:t>
      </w:r>
      <w:r>
        <w:rPr>
          <w:rtl/>
        </w:rPr>
        <w:t>ان ممالك كے اجتماعى ڈھانچے اور طبقات مي</w:t>
      </w:r>
      <w:r w:rsidR="000A0CDC">
        <w:rPr>
          <w:rtl/>
        </w:rPr>
        <w:t xml:space="preserve">ں </w:t>
      </w:r>
      <w:r>
        <w:rPr>
          <w:rtl/>
        </w:rPr>
        <w:t xml:space="preserve">تبديلى واقع ہوئي اور ان سے بڑھ كر ان ممالك كى تہذيب و تمدن پر منفى اثرات پڑے ان سب امور پر نئے استعمار كے عنوان كے تحت بحث كى جائے گي_ </w:t>
      </w:r>
    </w:p>
    <w:p w:rsidR="0061102A" w:rsidRDefault="0061102A" w:rsidP="00BE6934">
      <w:pPr>
        <w:pStyle w:val="libNormal"/>
        <w:rPr>
          <w:rtl/>
        </w:rPr>
      </w:pPr>
    </w:p>
    <w:p w:rsidR="0061102A" w:rsidRDefault="0061102A" w:rsidP="00BE6934">
      <w:pPr>
        <w:pStyle w:val="Heading2Center"/>
        <w:rPr>
          <w:rtl/>
        </w:rPr>
      </w:pPr>
      <w:bookmarkStart w:id="164" w:name="_Toc268720"/>
      <w:r>
        <w:rPr>
          <w:rtl/>
        </w:rPr>
        <w:t>استعمار جديد</w:t>
      </w:r>
      <w:bookmarkEnd w:id="164"/>
    </w:p>
    <w:p w:rsidR="0061102A" w:rsidRDefault="0061102A" w:rsidP="00BE6934">
      <w:pPr>
        <w:pStyle w:val="libNormal"/>
        <w:rPr>
          <w:rtl/>
        </w:rPr>
      </w:pPr>
      <w:r>
        <w:rPr>
          <w:rtl/>
        </w:rPr>
        <w:t>جيسا كہ اشارہ ہوا ہے كہ استعمار كى پہلى صورت ايسى تھى كہ استعمارى طاقتو</w:t>
      </w:r>
      <w:r w:rsidR="000A0CDC">
        <w:rPr>
          <w:rtl/>
        </w:rPr>
        <w:t xml:space="preserve">ں </w:t>
      </w:r>
      <w:r>
        <w:rPr>
          <w:rtl/>
        </w:rPr>
        <w:t>نے اپنے رقيبو</w:t>
      </w:r>
      <w:r w:rsidR="000A0CDC">
        <w:rPr>
          <w:rtl/>
        </w:rPr>
        <w:t xml:space="preserve">ں </w:t>
      </w:r>
      <w:r>
        <w:rPr>
          <w:rtl/>
        </w:rPr>
        <w:t>كى قوت و طاقت سے موازنہ كرتے ہوئے اپنے عسكرى تحفظ اور اقتصادى مفادات كو بڑھانے كيلئے يہ اقدامات كيے _ يورپى استعمار نے عسكرى فتوحات يا ہجرت كے ذريعے ديگر ممالك پر قبضہ جماليا اور تجارتى كمپنيا</w:t>
      </w:r>
      <w:r w:rsidR="000A0CDC">
        <w:rPr>
          <w:rtl/>
        </w:rPr>
        <w:t xml:space="preserve">ں </w:t>
      </w:r>
      <w:r>
        <w:rPr>
          <w:rtl/>
        </w:rPr>
        <w:t>قائم كرتے ہوئے ان ممالك كے اقتصاد كو اپنى تجارتى پالسيو</w:t>
      </w:r>
      <w:r w:rsidR="000A0CDC">
        <w:rPr>
          <w:rtl/>
        </w:rPr>
        <w:t xml:space="preserve">ں </w:t>
      </w:r>
      <w:r>
        <w:rPr>
          <w:rtl/>
        </w:rPr>
        <w:t>كے سخت كنٹرول مي</w:t>
      </w:r>
      <w:r w:rsidR="000A0CDC">
        <w:rPr>
          <w:rtl/>
        </w:rPr>
        <w:t xml:space="preserve">ں </w:t>
      </w:r>
      <w:r>
        <w:rPr>
          <w:rtl/>
        </w:rPr>
        <w:t xml:space="preserve">لے آئے_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احمد ساعى ،سابقہ حوالہ ، ص 73_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سنہ 1763 ء سے 1870 ء تك استعمار كى پيش رفت مي</w:t>
      </w:r>
      <w:r w:rsidR="000A0CDC">
        <w:rPr>
          <w:rtl/>
        </w:rPr>
        <w:t xml:space="preserve">ں </w:t>
      </w:r>
      <w:r>
        <w:rPr>
          <w:rtl/>
        </w:rPr>
        <w:t>سستى آگئي كيونكہ اس عرصہ مي</w:t>
      </w:r>
      <w:r w:rsidR="000A0CDC">
        <w:rPr>
          <w:rtl/>
        </w:rPr>
        <w:t xml:space="preserve">ں </w:t>
      </w:r>
      <w:r>
        <w:rPr>
          <w:rtl/>
        </w:rPr>
        <w:t xml:space="preserve">يورپى ممالك اپنے اندرونى مسائل، آزادى پسند انقلابات اور صنعتى انقلابات سے نمٹ رہے تھے_ </w:t>
      </w:r>
    </w:p>
    <w:p w:rsidR="0061102A" w:rsidRDefault="0061102A" w:rsidP="00BE6934">
      <w:pPr>
        <w:pStyle w:val="libNormal"/>
        <w:rPr>
          <w:rtl/>
        </w:rPr>
      </w:pPr>
      <w:r>
        <w:rPr>
          <w:rtl/>
        </w:rPr>
        <w:t xml:space="preserve">سنہ 1870 ء سے پہلى جنگ </w:t>
      </w:r>
      <w:r w:rsidR="003A04D8">
        <w:rPr>
          <w:rtl/>
        </w:rPr>
        <w:t>عظیم</w:t>
      </w:r>
      <w:r>
        <w:rPr>
          <w:rtl/>
        </w:rPr>
        <w:t xml:space="preserve"> تك استعمار كى پيشرفت و تحرك بہت وسيع پيمانے پر تھا سارا افريقہ اور مشرق بعيد انكى لپيٹ مي</w:t>
      </w:r>
      <w:r w:rsidR="000A0CDC">
        <w:rPr>
          <w:rtl/>
        </w:rPr>
        <w:t xml:space="preserve">ں </w:t>
      </w:r>
      <w:r>
        <w:rPr>
          <w:rtl/>
        </w:rPr>
        <w:t xml:space="preserve">آگيا ليكن دوسرى جنگ </w:t>
      </w:r>
      <w:r w:rsidR="003A04D8">
        <w:rPr>
          <w:rtl/>
        </w:rPr>
        <w:t>عظیم</w:t>
      </w:r>
      <w:r>
        <w:rPr>
          <w:rtl/>
        </w:rPr>
        <w:t xml:space="preserve"> اور اقوام متحدہ كے وجود مي</w:t>
      </w:r>
      <w:r w:rsidR="000A0CDC">
        <w:rPr>
          <w:rtl/>
        </w:rPr>
        <w:t xml:space="preserve">ں </w:t>
      </w:r>
      <w:r>
        <w:rPr>
          <w:rtl/>
        </w:rPr>
        <w:t>آنے كے بعد بالخصوص دو عشرو</w:t>
      </w:r>
      <w:r w:rsidR="000A0CDC">
        <w:rPr>
          <w:rtl/>
        </w:rPr>
        <w:t xml:space="preserve">ں </w:t>
      </w:r>
      <w:r>
        <w:rPr>
          <w:rtl/>
        </w:rPr>
        <w:t>1950 اور 1960 ء مي</w:t>
      </w:r>
      <w:r w:rsidR="000A0CDC">
        <w:rPr>
          <w:rtl/>
        </w:rPr>
        <w:t xml:space="preserve">ں </w:t>
      </w:r>
      <w:r>
        <w:rPr>
          <w:rtl/>
        </w:rPr>
        <w:t>ہم استعمار كے خلاف (سياسى خودمختارى كے حصول كيلئے)تحريكو</w:t>
      </w:r>
      <w:r w:rsidR="000A0CDC">
        <w:rPr>
          <w:rtl/>
        </w:rPr>
        <w:t xml:space="preserve">ں </w:t>
      </w:r>
      <w:r>
        <w:rPr>
          <w:rtl/>
        </w:rPr>
        <w:t>كا مشاہدہ كرتے ہي</w:t>
      </w:r>
      <w:r w:rsidR="000A0CDC">
        <w:rPr>
          <w:rtl/>
        </w:rPr>
        <w:t xml:space="preserve">ں </w:t>
      </w:r>
      <w:r>
        <w:rPr>
          <w:rtl/>
        </w:rPr>
        <w:t xml:space="preserve">_ اس طرح كہ اقوام متحدہ كے ممبر ممالك كى تعداد دوگنى ہوگئي _ </w:t>
      </w:r>
    </w:p>
    <w:p w:rsidR="0061102A" w:rsidRDefault="0061102A" w:rsidP="00BE6934">
      <w:pPr>
        <w:pStyle w:val="libNormal"/>
        <w:rPr>
          <w:rtl/>
        </w:rPr>
      </w:pPr>
      <w:r>
        <w:rPr>
          <w:rtl/>
        </w:rPr>
        <w:t>ان ممالك نے جنرل اسمبلى مي</w:t>
      </w:r>
      <w:r w:rsidR="000A0CDC">
        <w:rPr>
          <w:rtl/>
        </w:rPr>
        <w:t xml:space="preserve">ں </w:t>
      </w:r>
      <w:r>
        <w:rPr>
          <w:rtl/>
        </w:rPr>
        <w:t>اپنى كثير تعداد كے باعث اپنے اقتصادي، سياسى اوراجتماعى مسائل كو اقوام متحدہ كى توجہ كا مركز قرار دلوايا_ ان ممالك پرقديم استعمار كے شديد اثرات كے باعث استعمار سے چھٹكارے كى تحريك نہ صرف يہ كہ انكى مشكلات حل نہ كرسكى بلكہ اس نے ان ممالك كو دو راہے پر لاكھڑا كيا _ يہ ممالك ايك طرف تو ترقى يافتہ ممالك (سابقہ استعمارى ممالك) سے اقتصادى امداد چاہتے ہي</w:t>
      </w:r>
      <w:r w:rsidR="000A0CDC">
        <w:rPr>
          <w:rtl/>
        </w:rPr>
        <w:t xml:space="preserve">ں </w:t>
      </w:r>
      <w:r>
        <w:rPr>
          <w:rtl/>
        </w:rPr>
        <w:t>اور دوسرى طرف اپنے اندرونى مسائل مي</w:t>
      </w:r>
      <w:r w:rsidR="000A0CDC">
        <w:rPr>
          <w:rtl/>
        </w:rPr>
        <w:t xml:space="preserve">ں </w:t>
      </w:r>
      <w:r>
        <w:rPr>
          <w:rtl/>
        </w:rPr>
        <w:t>كوئي مداخلت بھى پسند نہي</w:t>
      </w:r>
      <w:r w:rsidR="000A0CDC">
        <w:rPr>
          <w:rtl/>
        </w:rPr>
        <w:t xml:space="preserve">ں </w:t>
      </w:r>
      <w:r>
        <w:rPr>
          <w:rtl/>
        </w:rPr>
        <w:t>كرتے جبكہ ترقى يافتہ ممالك اب بھى ان ممالك اور بالخصوص انكے بازارو</w:t>
      </w:r>
      <w:r w:rsidR="000A0CDC">
        <w:rPr>
          <w:rtl/>
        </w:rPr>
        <w:t xml:space="preserve">ں </w:t>
      </w:r>
      <w:r>
        <w:rPr>
          <w:rtl/>
        </w:rPr>
        <w:t>اور ابتدائي خام پيداوار كے محتاج ہي</w:t>
      </w:r>
      <w:r w:rsidR="000A0CDC">
        <w:rPr>
          <w:rtl/>
        </w:rPr>
        <w:t xml:space="preserve">ں </w:t>
      </w:r>
      <w:r>
        <w:rPr>
          <w:rtl/>
        </w:rPr>
        <w:t>اور چاہتے ہي</w:t>
      </w:r>
      <w:r w:rsidR="000A0CDC">
        <w:rPr>
          <w:rtl/>
        </w:rPr>
        <w:t xml:space="preserve">ں </w:t>
      </w:r>
      <w:r>
        <w:rPr>
          <w:rtl/>
        </w:rPr>
        <w:t>ان اہداف تك پہنچي</w:t>
      </w:r>
      <w:r w:rsidR="000A0CDC">
        <w:rPr>
          <w:rtl/>
        </w:rPr>
        <w:t xml:space="preserve">ں </w:t>
      </w:r>
      <w:r w:rsidRPr="00F67D4B">
        <w:rPr>
          <w:rStyle w:val="libFootnotenumChar"/>
          <w:rtl/>
        </w:rPr>
        <w:t>(1)</w:t>
      </w:r>
      <w:r>
        <w:rPr>
          <w:rtl/>
        </w:rPr>
        <w:t xml:space="preserve">_ </w:t>
      </w:r>
    </w:p>
    <w:p w:rsidR="0061102A" w:rsidRDefault="0061102A" w:rsidP="00BE6934">
      <w:pPr>
        <w:pStyle w:val="libNormal"/>
        <w:rPr>
          <w:rtl/>
        </w:rPr>
      </w:pPr>
      <w:r>
        <w:rPr>
          <w:rtl/>
        </w:rPr>
        <w:t>مجموعى طور پر ترقى يافتہ ممالك (سابقہ استعمار ) كے آزاد شدہ ممالك (سابقہ مستعمرہ ممالك ) سے روابط ايسى صورت اختيار كرگئے ہي</w:t>
      </w:r>
      <w:r w:rsidR="000A0CDC">
        <w:rPr>
          <w:rtl/>
        </w:rPr>
        <w:t xml:space="preserve">ں </w:t>
      </w:r>
      <w:r>
        <w:rPr>
          <w:rtl/>
        </w:rPr>
        <w:t>كہ اسے جديد استعمار كا نام ديا گياہے _ اس نئي صورت مي</w:t>
      </w:r>
      <w:r w:rsidR="000A0CDC">
        <w:rPr>
          <w:rtl/>
        </w:rPr>
        <w:t xml:space="preserve">ں </w:t>
      </w:r>
      <w:r>
        <w:rPr>
          <w:rtl/>
        </w:rPr>
        <w:t>سابقہ استعمار گر ممالك انہي</w:t>
      </w:r>
      <w:r w:rsidR="000A0CDC">
        <w:rPr>
          <w:rtl/>
        </w:rPr>
        <w:t xml:space="preserve">ں </w:t>
      </w:r>
      <w:r>
        <w:rPr>
          <w:rtl/>
        </w:rPr>
        <w:t>اپنے ہاتھو</w:t>
      </w:r>
      <w:r w:rsidR="000A0CDC">
        <w:rPr>
          <w:rtl/>
        </w:rPr>
        <w:t xml:space="preserve">ں </w:t>
      </w:r>
      <w:r>
        <w:rPr>
          <w:rtl/>
        </w:rPr>
        <w:t>بنائي ہوئي بظاہر خود مختار حكومتو</w:t>
      </w:r>
      <w:r w:rsidR="000A0CDC">
        <w:rPr>
          <w:rtl/>
        </w:rPr>
        <w:t xml:space="preserve">ں </w:t>
      </w:r>
      <w:r>
        <w:rPr>
          <w:rtl/>
        </w:rPr>
        <w:t>اور بين الاقوامى كمپنيو</w:t>
      </w:r>
      <w:r w:rsidR="000A0CDC">
        <w:rPr>
          <w:rtl/>
        </w:rPr>
        <w:t xml:space="preserve">ں </w:t>
      </w:r>
      <w:r>
        <w:rPr>
          <w:rtl/>
        </w:rPr>
        <w:t>كے قوانين اور روابط كے ذريعے بغير كسى براہ راست سياسى اور عسكرى كنٹرول كى ضرورت كے ، اپنى اغراض اور مفادات كو پہلے سے بہتر صورت مي</w:t>
      </w:r>
      <w:r w:rsidR="000A0CDC">
        <w:rPr>
          <w:rtl/>
        </w:rPr>
        <w:t xml:space="preserve">ں </w:t>
      </w:r>
      <w:r>
        <w:rPr>
          <w:rtl/>
        </w:rPr>
        <w:t>پورا كررہے ہي</w:t>
      </w:r>
      <w:r w:rsidR="000A0CDC">
        <w:rPr>
          <w:rtl/>
        </w:rPr>
        <w:t xml:space="preserve">ں </w:t>
      </w:r>
      <w:r>
        <w:rPr>
          <w:rtl/>
        </w:rPr>
        <w:t xml:space="preserve">_ </w:t>
      </w:r>
    </w:p>
    <w:p w:rsidR="0061102A" w:rsidRDefault="0061102A" w:rsidP="00BE6934">
      <w:pPr>
        <w:pStyle w:val="libNormal"/>
        <w:rPr>
          <w:rtl/>
        </w:rPr>
      </w:pPr>
      <w:r>
        <w:rPr>
          <w:rtl/>
        </w:rPr>
        <w:t>بہت سے اہل نظر كى رائے كے مطابق ترقى يافتہ ممالك (سابقہ استعمار )ملٹى نيشنل كمپنيو</w:t>
      </w:r>
      <w:r w:rsidR="000A0CDC">
        <w:rPr>
          <w:rtl/>
        </w:rPr>
        <w:t xml:space="preserve">ں </w:t>
      </w:r>
      <w:r>
        <w:rPr>
          <w:rtl/>
        </w:rPr>
        <w:t>اورعالمى ادارو</w:t>
      </w:r>
      <w:r w:rsidR="000A0CDC">
        <w:rPr>
          <w:rtl/>
        </w:rPr>
        <w:t xml:space="preserve">ں </w:t>
      </w:r>
      <w:r>
        <w:rPr>
          <w:rtl/>
        </w:rPr>
        <w:t xml:space="preserve">مثلاً عالمى بينك، آئي ايم ايف اور ورلڈ ٹريڈ آرگنائزيشن </w:t>
      </w:r>
      <w:r>
        <w:t>WTO</w:t>
      </w:r>
      <w:r>
        <w:rPr>
          <w:rtl/>
        </w:rPr>
        <w:t xml:space="preserve"> كے ذريعے مختلف بين الاقوامي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جك پلنو وآلٹون روى ،سابقہ حوالہ ، ص 30_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حالات اور روز بروز بڑھتے ہوئے پيچيدہ معاملات اور روابط سے فائدہ اٹھاتے ہوئے اسى كوشش مي</w:t>
      </w:r>
      <w:r w:rsidR="000A0CDC">
        <w:rPr>
          <w:rtl/>
        </w:rPr>
        <w:t xml:space="preserve">ں </w:t>
      </w:r>
      <w:r>
        <w:rPr>
          <w:rtl/>
        </w:rPr>
        <w:t>ہي</w:t>
      </w:r>
      <w:r w:rsidR="000A0CDC">
        <w:rPr>
          <w:rtl/>
        </w:rPr>
        <w:t xml:space="preserve">ں </w:t>
      </w:r>
      <w:r>
        <w:rPr>
          <w:rtl/>
        </w:rPr>
        <w:t>كہ محروم ممالك يا ترقى پذير ممالك پر تسلط جمالي</w:t>
      </w:r>
      <w:r w:rsidR="000A0CDC">
        <w:rPr>
          <w:rtl/>
        </w:rPr>
        <w:t xml:space="preserve">ں </w:t>
      </w:r>
      <w:r>
        <w:rPr>
          <w:rtl/>
        </w:rPr>
        <w:t>_ لہذا ہم ان تنظيمو</w:t>
      </w:r>
      <w:r w:rsidR="000A0CDC">
        <w:rPr>
          <w:rtl/>
        </w:rPr>
        <w:t xml:space="preserve">ں </w:t>
      </w:r>
      <w:r>
        <w:rPr>
          <w:rtl/>
        </w:rPr>
        <w:t>اور عالمگيريت كا تجزيہ كرتے ہوئے كوشش كري</w:t>
      </w:r>
      <w:r w:rsidR="000A0CDC">
        <w:rPr>
          <w:rtl/>
        </w:rPr>
        <w:t xml:space="preserve">ں </w:t>
      </w:r>
      <w:r>
        <w:rPr>
          <w:rtl/>
        </w:rPr>
        <w:t>گے كہ جديد استعمار اور اسكے دنيا كے ممالك بالخصوص اسلامى ممالك پر اثرات كا تجزيہ كري</w:t>
      </w:r>
      <w:r w:rsidR="000A0CDC">
        <w:rPr>
          <w:rtl/>
        </w:rPr>
        <w:t xml:space="preserve">ں </w:t>
      </w:r>
      <w:r>
        <w:rPr>
          <w:rtl/>
        </w:rPr>
        <w:t xml:space="preserve">_ </w:t>
      </w:r>
    </w:p>
    <w:p w:rsidR="0061102A" w:rsidRDefault="0061102A" w:rsidP="00BE6934">
      <w:pPr>
        <w:pStyle w:val="libNormal"/>
        <w:rPr>
          <w:rtl/>
        </w:rPr>
      </w:pPr>
    </w:p>
    <w:p w:rsidR="0061102A" w:rsidRDefault="0061102A" w:rsidP="00BE6934">
      <w:pPr>
        <w:pStyle w:val="Heading2Center"/>
        <w:rPr>
          <w:rtl/>
        </w:rPr>
      </w:pPr>
      <w:bookmarkStart w:id="165" w:name="_Toc268721"/>
      <w:r>
        <w:rPr>
          <w:rtl/>
        </w:rPr>
        <w:t>ملٹى نيشنل ( كثير القومى ) كمپنيا</w:t>
      </w:r>
      <w:r w:rsidR="000A0CDC">
        <w:rPr>
          <w:rtl/>
        </w:rPr>
        <w:t>ں</w:t>
      </w:r>
      <w:bookmarkEnd w:id="165"/>
      <w:r w:rsidR="000A0CDC">
        <w:rPr>
          <w:rtl/>
        </w:rPr>
        <w:t xml:space="preserve"> </w:t>
      </w:r>
    </w:p>
    <w:p w:rsidR="0061102A" w:rsidRDefault="0061102A" w:rsidP="00BE6934">
      <w:pPr>
        <w:pStyle w:val="libNormal"/>
        <w:rPr>
          <w:rtl/>
        </w:rPr>
      </w:pPr>
      <w:r>
        <w:rPr>
          <w:rtl/>
        </w:rPr>
        <w:t>چند اقوام پر مشتمل كمپنيا</w:t>
      </w:r>
      <w:r w:rsidR="000A0CDC">
        <w:rPr>
          <w:rtl/>
        </w:rPr>
        <w:t xml:space="preserve">ں </w:t>
      </w:r>
      <w:r>
        <w:rPr>
          <w:rtl/>
        </w:rPr>
        <w:t>بنانے كا نام بنيادى طور پر امريكہ سے شروع ہوا ،ان كمپنيو</w:t>
      </w:r>
      <w:r w:rsidR="000A0CDC">
        <w:rPr>
          <w:rtl/>
        </w:rPr>
        <w:t xml:space="preserve">ں </w:t>
      </w:r>
      <w:r>
        <w:rPr>
          <w:rtl/>
        </w:rPr>
        <w:t>كا ہيڈكوارٹر بھى كسى ايك ہى ملك مي</w:t>
      </w:r>
      <w:r w:rsidR="000A0CDC">
        <w:rPr>
          <w:rtl/>
        </w:rPr>
        <w:t xml:space="preserve">ں </w:t>
      </w:r>
      <w:r>
        <w:rPr>
          <w:rtl/>
        </w:rPr>
        <w:t>ہے انكے امورآزاد كمپنيو</w:t>
      </w:r>
      <w:r w:rsidR="000A0CDC">
        <w:rPr>
          <w:rtl/>
        </w:rPr>
        <w:t xml:space="preserve">ں </w:t>
      </w:r>
      <w:r>
        <w:rPr>
          <w:rtl/>
        </w:rPr>
        <w:t>يا وابستہ كمپنيو</w:t>
      </w:r>
      <w:r w:rsidR="000A0CDC">
        <w:rPr>
          <w:rtl/>
        </w:rPr>
        <w:t xml:space="preserve">ں </w:t>
      </w:r>
      <w:r>
        <w:rPr>
          <w:rtl/>
        </w:rPr>
        <w:t>كے ذريعے تمام ممالك مي</w:t>
      </w:r>
      <w:r w:rsidR="000A0CDC">
        <w:rPr>
          <w:rtl/>
        </w:rPr>
        <w:t xml:space="preserve">ں </w:t>
      </w:r>
      <w:r>
        <w:rPr>
          <w:rtl/>
        </w:rPr>
        <w:t>انجام پاتے ہي</w:t>
      </w:r>
      <w:r w:rsidR="000A0CDC">
        <w:rPr>
          <w:rtl/>
        </w:rPr>
        <w:t xml:space="preserve">ں </w:t>
      </w:r>
      <w:r>
        <w:rPr>
          <w:rtl/>
        </w:rPr>
        <w:t>_ يہ كثير القومى كمپنيا</w:t>
      </w:r>
      <w:r w:rsidR="000A0CDC">
        <w:rPr>
          <w:rtl/>
        </w:rPr>
        <w:t xml:space="preserve">ں </w:t>
      </w:r>
      <w:r>
        <w:rPr>
          <w:rtl/>
        </w:rPr>
        <w:t>جديد ٹيكنالوجى اور وسيع پيمانے پر پيداوار كى بناء پر ديگر ممالك تك اپنے كام كا دائرہ بڑھانے پر مجبور ہي</w:t>
      </w:r>
      <w:r w:rsidR="000A0CDC">
        <w:rPr>
          <w:rtl/>
        </w:rPr>
        <w:t xml:space="preserve">ں </w:t>
      </w:r>
      <w:r>
        <w:rPr>
          <w:rtl/>
        </w:rPr>
        <w:t>_ اس كے بعد كا مرحلہ انہي</w:t>
      </w:r>
      <w:r w:rsidR="000A0CDC">
        <w:rPr>
          <w:rtl/>
        </w:rPr>
        <w:t xml:space="preserve">ں </w:t>
      </w:r>
      <w:r>
        <w:rPr>
          <w:rtl/>
        </w:rPr>
        <w:t>ديگر ممالك مي</w:t>
      </w:r>
      <w:r w:rsidR="000A0CDC">
        <w:rPr>
          <w:rtl/>
        </w:rPr>
        <w:t xml:space="preserve">ں </w:t>
      </w:r>
      <w:r>
        <w:rPr>
          <w:rtl/>
        </w:rPr>
        <w:t>بيچنے كے ليے ادارو</w:t>
      </w:r>
      <w:r w:rsidR="000A0CDC">
        <w:rPr>
          <w:rtl/>
        </w:rPr>
        <w:t xml:space="preserve">ں </w:t>
      </w:r>
      <w:r>
        <w:rPr>
          <w:rtl/>
        </w:rPr>
        <w:t>كے قيام كا ہے_ يہي</w:t>
      </w:r>
      <w:r w:rsidR="000A0CDC">
        <w:rPr>
          <w:rtl/>
        </w:rPr>
        <w:t xml:space="preserve">ں </w:t>
      </w:r>
      <w:r>
        <w:rPr>
          <w:rtl/>
        </w:rPr>
        <w:t>سے چند اقوام پر مشتمل ہونے كى طرف رجحان بڑھتا ہے اور وہ عام طور پر اپنے كام كا دائرہ كار بڑھاتے ہي</w:t>
      </w:r>
      <w:r w:rsidR="000A0CDC">
        <w:rPr>
          <w:rtl/>
        </w:rPr>
        <w:t xml:space="preserve">ں </w:t>
      </w:r>
      <w:r>
        <w:rPr>
          <w:rtl/>
        </w:rPr>
        <w:t>تاكہ اسباب اور شرائط قيمت مي</w:t>
      </w:r>
      <w:r w:rsidR="000A0CDC">
        <w:rPr>
          <w:rtl/>
        </w:rPr>
        <w:t xml:space="preserve">ں </w:t>
      </w:r>
      <w:r>
        <w:rPr>
          <w:rtl/>
        </w:rPr>
        <w:t>بچت كرتے ہوئے زيادہ سے زيادہ منافع حاصل كري</w:t>
      </w:r>
      <w:r w:rsidR="000A0CDC">
        <w:rPr>
          <w:rtl/>
        </w:rPr>
        <w:t xml:space="preserve">ں </w:t>
      </w:r>
      <w:r>
        <w:rPr>
          <w:rtl/>
        </w:rPr>
        <w:t>يعنى چيز كى پيداوار كو بڑھاكر پيداوار پراٹھنے والے اخراجات كى اوسط مقدار كو كم كرديتے ہي</w:t>
      </w:r>
      <w:r w:rsidR="000A0CDC">
        <w:rPr>
          <w:rtl/>
        </w:rPr>
        <w:t xml:space="preserve">ں </w:t>
      </w:r>
      <w:r>
        <w:rPr>
          <w:rtl/>
        </w:rPr>
        <w:t xml:space="preserve">_ </w:t>
      </w:r>
    </w:p>
    <w:p w:rsidR="0061102A" w:rsidRDefault="0061102A" w:rsidP="00BE6934">
      <w:pPr>
        <w:pStyle w:val="libNormal"/>
        <w:rPr>
          <w:rtl/>
        </w:rPr>
      </w:pPr>
      <w:r>
        <w:rPr>
          <w:rtl/>
        </w:rPr>
        <w:t>مثلاً كوكا كولا كمپنى ، جنرل اليكٹرك اورويسٹنگ ہاؤس كمپنيا</w:t>
      </w:r>
      <w:r w:rsidR="000A0CDC">
        <w:rPr>
          <w:rtl/>
        </w:rPr>
        <w:t xml:space="preserve">ں </w:t>
      </w:r>
      <w:r>
        <w:rPr>
          <w:rtl/>
        </w:rPr>
        <w:t>آزاد كمپنيو</w:t>
      </w:r>
      <w:r w:rsidR="000A0CDC">
        <w:rPr>
          <w:rtl/>
        </w:rPr>
        <w:t xml:space="preserve">ں </w:t>
      </w:r>
      <w:r>
        <w:rPr>
          <w:rtl/>
        </w:rPr>
        <w:t>سے قرار داد باندھتى ہي</w:t>
      </w:r>
      <w:r w:rsidR="000A0CDC">
        <w:rPr>
          <w:rtl/>
        </w:rPr>
        <w:t xml:space="preserve">ں </w:t>
      </w:r>
      <w:r>
        <w:rPr>
          <w:rtl/>
        </w:rPr>
        <w:t>اور منافع كى شرح مي</w:t>
      </w:r>
      <w:r w:rsidR="000A0CDC">
        <w:rPr>
          <w:rtl/>
        </w:rPr>
        <w:t xml:space="preserve">ں </w:t>
      </w:r>
      <w:r>
        <w:rPr>
          <w:rtl/>
        </w:rPr>
        <w:t>سے كچھ فيصد وصول كرتے ہوئے انہي</w:t>
      </w:r>
      <w:r w:rsidR="000A0CDC">
        <w:rPr>
          <w:rtl/>
        </w:rPr>
        <w:t xml:space="preserve">ں </w:t>
      </w:r>
      <w:r>
        <w:rPr>
          <w:rtl/>
        </w:rPr>
        <w:t>اجازت ديتى ہي</w:t>
      </w:r>
      <w:r w:rsidR="000A0CDC">
        <w:rPr>
          <w:rtl/>
        </w:rPr>
        <w:t xml:space="preserve">ں </w:t>
      </w:r>
      <w:r>
        <w:rPr>
          <w:rtl/>
        </w:rPr>
        <w:t>كہ وہ انكى پيداوار يا خدمات كو اصلى كمپى كے نام سے بنائي</w:t>
      </w:r>
      <w:r w:rsidR="000A0CDC">
        <w:rPr>
          <w:rtl/>
        </w:rPr>
        <w:t xml:space="preserve">ں </w:t>
      </w:r>
      <w:r>
        <w:rPr>
          <w:rtl/>
        </w:rPr>
        <w:t>اور فروخت كري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بعض اہل نظر كے مطابق يہ كمپنيا</w:t>
      </w:r>
      <w:r w:rsidR="000A0CDC">
        <w:rPr>
          <w:rtl/>
        </w:rPr>
        <w:t xml:space="preserve">ں </w:t>
      </w:r>
      <w:r>
        <w:rPr>
          <w:rtl/>
        </w:rPr>
        <w:t>اپنے سرمايہ كے ساتھ تيسرى دنيا كى اقتصادى ركاوٹو</w:t>
      </w:r>
      <w:r w:rsidR="000A0CDC">
        <w:rPr>
          <w:rtl/>
        </w:rPr>
        <w:t xml:space="preserve">ں </w:t>
      </w:r>
      <w:r>
        <w:rPr>
          <w:rtl/>
        </w:rPr>
        <w:t>كو ختم كرسكتى ہي</w:t>
      </w:r>
      <w:r w:rsidR="000A0CDC">
        <w:rPr>
          <w:rtl/>
        </w:rPr>
        <w:t xml:space="preserve">ں </w:t>
      </w:r>
      <w:r>
        <w:rPr>
          <w:rtl/>
        </w:rPr>
        <w:t>اور اپنى فعاليت سے ان ممالك مي</w:t>
      </w:r>
      <w:r w:rsidR="000A0CDC">
        <w:rPr>
          <w:rtl/>
        </w:rPr>
        <w:t xml:space="preserve">ں </w:t>
      </w:r>
      <w:r>
        <w:rPr>
          <w:rtl/>
        </w:rPr>
        <w:t>جديد طرز كے صنعتى نظام كو منتقل كرسكتى ہي</w:t>
      </w:r>
      <w:r w:rsidR="000A0CDC">
        <w:rPr>
          <w:rtl/>
        </w:rPr>
        <w:t xml:space="preserve">ں </w:t>
      </w:r>
      <w:r>
        <w:rPr>
          <w:rtl/>
        </w:rPr>
        <w:t>_ ان سے رقابت كرتے ہوئے ان تيسرى دنيا كے ممالك كى اندرونى كمپنيا</w:t>
      </w:r>
      <w:r w:rsidR="000A0CDC">
        <w:rPr>
          <w:rtl/>
        </w:rPr>
        <w:t xml:space="preserve">ں </w:t>
      </w:r>
      <w:r>
        <w:rPr>
          <w:rtl/>
        </w:rPr>
        <w:t>اور ادارے بھى فعال ہوجائي</w:t>
      </w:r>
      <w:r w:rsidR="000A0CDC">
        <w:rPr>
          <w:rtl/>
        </w:rPr>
        <w:t xml:space="preserve">ں </w:t>
      </w:r>
      <w:r>
        <w:rPr>
          <w:rtl/>
        </w:rPr>
        <w:t>گے جسكے نتيجہ مي</w:t>
      </w:r>
      <w:r w:rsidR="000A0CDC">
        <w:rPr>
          <w:rtl/>
        </w:rPr>
        <w:t xml:space="preserve">ں </w:t>
      </w:r>
      <w:r>
        <w:rPr>
          <w:rtl/>
        </w:rPr>
        <w:t xml:space="preserve">ثمر آور </w:t>
      </w:r>
    </w:p>
    <w:p w:rsidR="0061102A" w:rsidRDefault="00F26A5A" w:rsidP="00BE6934">
      <w:pPr>
        <w:pStyle w:val="libLine"/>
        <w:rPr>
          <w:rtl/>
        </w:rPr>
      </w:pPr>
      <w:r>
        <w:rPr>
          <w:rtl/>
        </w:rPr>
        <w:t>____________________</w:t>
      </w:r>
    </w:p>
    <w:p w:rsidR="003A04D8" w:rsidRDefault="0061102A" w:rsidP="00BE6934">
      <w:pPr>
        <w:pStyle w:val="libFootnote"/>
        <w:rPr>
          <w:rtl/>
        </w:rPr>
      </w:pPr>
      <w:r>
        <w:rPr>
          <w:rtl/>
        </w:rPr>
        <w:t>1) سابقہ حوالہ ، ص 31_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اقتصاديات، منظم بازار اور آسايش فراہم ہونگي</w:t>
      </w:r>
      <w:r w:rsidR="000A0CDC">
        <w:rPr>
          <w:rtl/>
        </w:rPr>
        <w:t xml:space="preserve">ں </w:t>
      </w:r>
      <w:r>
        <w:rPr>
          <w:rtl/>
        </w:rPr>
        <w:t>_</w:t>
      </w:r>
    </w:p>
    <w:p w:rsidR="0061102A" w:rsidRDefault="0061102A" w:rsidP="00BE6934">
      <w:pPr>
        <w:pStyle w:val="libNormal"/>
        <w:rPr>
          <w:rtl/>
        </w:rPr>
      </w:pPr>
      <w:r>
        <w:rPr>
          <w:rtl/>
        </w:rPr>
        <w:t>جبكہ انكے مد مقابل بہت سے اہل نظر كے مطابق سرمايہ كى وہ مقدار جو ان كمپنيو</w:t>
      </w:r>
      <w:r w:rsidR="000A0CDC">
        <w:rPr>
          <w:rtl/>
        </w:rPr>
        <w:t xml:space="preserve">ں </w:t>
      </w:r>
      <w:r>
        <w:rPr>
          <w:rtl/>
        </w:rPr>
        <w:t>كے ذريعہ تيسرى دنيا مي</w:t>
      </w:r>
      <w:r w:rsidR="000A0CDC">
        <w:rPr>
          <w:rtl/>
        </w:rPr>
        <w:t xml:space="preserve">ں </w:t>
      </w:r>
      <w:r>
        <w:rPr>
          <w:rtl/>
        </w:rPr>
        <w:t>داخل ہو رہى ہي</w:t>
      </w:r>
      <w:r w:rsidR="000A0CDC">
        <w:rPr>
          <w:rtl/>
        </w:rPr>
        <w:t xml:space="preserve">ں </w:t>
      </w:r>
      <w:r>
        <w:rPr>
          <w:rtl/>
        </w:rPr>
        <w:t>اس تعداد سے انتہائي كم ہے كہ جو منافع كى شكل مي</w:t>
      </w:r>
      <w:r w:rsidR="000A0CDC">
        <w:rPr>
          <w:rtl/>
        </w:rPr>
        <w:t xml:space="preserve">ں </w:t>
      </w:r>
      <w:r>
        <w:rPr>
          <w:rtl/>
        </w:rPr>
        <w:t>وہ ان ممالك سے نكال رہى ہي</w:t>
      </w:r>
      <w:r w:rsidR="000A0CDC">
        <w:rPr>
          <w:rtl/>
        </w:rPr>
        <w:t xml:space="preserve">ں </w:t>
      </w:r>
      <w:r>
        <w:rPr>
          <w:rtl/>
        </w:rPr>
        <w:t>_ يہ كمپنيا</w:t>
      </w:r>
      <w:r w:rsidR="000A0CDC">
        <w:rPr>
          <w:rtl/>
        </w:rPr>
        <w:t xml:space="preserve">ں </w:t>
      </w:r>
      <w:r>
        <w:rPr>
          <w:rtl/>
        </w:rPr>
        <w:t>مختلف صورتو</w:t>
      </w:r>
      <w:r w:rsidR="000A0CDC">
        <w:rPr>
          <w:rtl/>
        </w:rPr>
        <w:t xml:space="preserve">ں </w:t>
      </w:r>
      <w:r>
        <w:rPr>
          <w:rtl/>
        </w:rPr>
        <w:t>مي</w:t>
      </w:r>
      <w:r w:rsidR="000A0CDC">
        <w:rPr>
          <w:rtl/>
        </w:rPr>
        <w:t xml:space="preserve">ں </w:t>
      </w:r>
      <w:r>
        <w:rPr>
          <w:rtl/>
        </w:rPr>
        <w:t>ابتدائي معمولى سا سرمايہ لگاتى ہي</w:t>
      </w:r>
      <w:r w:rsidR="000A0CDC">
        <w:rPr>
          <w:rtl/>
        </w:rPr>
        <w:t xml:space="preserve">ں </w:t>
      </w:r>
      <w:r>
        <w:rPr>
          <w:rtl/>
        </w:rPr>
        <w:t>مثلاً ميزبان ملك سے حاصل شدہ قرض (كريڈٹ) اور سہوليات سے فائدہ اٹھاتے ہي</w:t>
      </w:r>
      <w:r w:rsidR="000A0CDC">
        <w:rPr>
          <w:rtl/>
        </w:rPr>
        <w:t xml:space="preserve">ں </w:t>
      </w:r>
      <w:r>
        <w:rPr>
          <w:rtl/>
        </w:rPr>
        <w:t>پھر اپنے ذيلى ادارو</w:t>
      </w:r>
      <w:r w:rsidR="000A0CDC">
        <w:rPr>
          <w:rtl/>
        </w:rPr>
        <w:t xml:space="preserve">ں </w:t>
      </w:r>
      <w:r>
        <w:rPr>
          <w:rtl/>
        </w:rPr>
        <w:t>اور كمپنيو</w:t>
      </w:r>
      <w:r w:rsidR="000A0CDC">
        <w:rPr>
          <w:rtl/>
        </w:rPr>
        <w:t xml:space="preserve">ں </w:t>
      </w:r>
      <w:r>
        <w:rPr>
          <w:rtl/>
        </w:rPr>
        <w:t>مي</w:t>
      </w:r>
      <w:r w:rsidR="000A0CDC">
        <w:rPr>
          <w:rtl/>
        </w:rPr>
        <w:t xml:space="preserve">ں </w:t>
      </w:r>
      <w:r>
        <w:rPr>
          <w:rtl/>
        </w:rPr>
        <w:t>دوبارہ سرمايہ گزارى كرتے ہوئے ڈائريكٹ خالص منافع ان ممالك سے نكال ليتے ہي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ان اہل نظر افراد كے مطابق ان كمپنيو</w:t>
      </w:r>
      <w:r w:rsidR="000A0CDC">
        <w:rPr>
          <w:rtl/>
        </w:rPr>
        <w:t xml:space="preserve">ں </w:t>
      </w:r>
      <w:r>
        <w:rPr>
          <w:rtl/>
        </w:rPr>
        <w:t>كا سرمايہ عام طور پر كام كے ان مراحل پر لگتا ہے كہ جنكا ميزبان ملك كے مقامى اقتصاد كى ضروريات سے كوئي ربط نہي</w:t>
      </w:r>
      <w:r w:rsidR="000A0CDC">
        <w:rPr>
          <w:rtl/>
        </w:rPr>
        <w:t xml:space="preserve">ں </w:t>
      </w:r>
      <w:r>
        <w:rPr>
          <w:rtl/>
        </w:rPr>
        <w:t>ہوتا _ استعمار كے دور مي</w:t>
      </w:r>
      <w:r w:rsidR="000A0CDC">
        <w:rPr>
          <w:rtl/>
        </w:rPr>
        <w:t xml:space="preserve">ں </w:t>
      </w:r>
      <w:r>
        <w:rPr>
          <w:rtl/>
        </w:rPr>
        <w:t>يہ سرمايہ اور يہ كمپنيا</w:t>
      </w:r>
      <w:r w:rsidR="000A0CDC">
        <w:rPr>
          <w:rtl/>
        </w:rPr>
        <w:t xml:space="preserve">ں </w:t>
      </w:r>
      <w:r>
        <w:rPr>
          <w:rtl/>
        </w:rPr>
        <w:t>عام طور پر معدنيات اور زراعت كے امور كے متعلق ہوتى تھي</w:t>
      </w:r>
      <w:r w:rsidR="000A0CDC">
        <w:rPr>
          <w:rtl/>
        </w:rPr>
        <w:t xml:space="preserve">ں </w:t>
      </w:r>
      <w:r>
        <w:rPr>
          <w:rtl/>
        </w:rPr>
        <w:t>اور ميزبان ممالك كے طبيعى ذخائر سے بہرہ مند ہوتى تھي</w:t>
      </w:r>
      <w:r w:rsidR="000A0CDC">
        <w:rPr>
          <w:rtl/>
        </w:rPr>
        <w:t xml:space="preserve">ں </w:t>
      </w:r>
      <w:r>
        <w:rPr>
          <w:rtl/>
        </w:rPr>
        <w:t>_ اور آج يہ ميزبان ممالك مي</w:t>
      </w:r>
      <w:r w:rsidR="000A0CDC">
        <w:rPr>
          <w:rtl/>
        </w:rPr>
        <w:t xml:space="preserve">ں </w:t>
      </w:r>
      <w:r>
        <w:rPr>
          <w:rtl/>
        </w:rPr>
        <w:t>صنعتى پيداوار كے كام كرتى ہي</w:t>
      </w:r>
      <w:r w:rsidR="000A0CDC">
        <w:rPr>
          <w:rtl/>
        </w:rPr>
        <w:t xml:space="preserve">ں </w:t>
      </w:r>
      <w:r>
        <w:rPr>
          <w:rtl/>
        </w:rPr>
        <w:t>يعنى يہ كثير القومى كمپنيا</w:t>
      </w:r>
      <w:r w:rsidR="000A0CDC">
        <w:rPr>
          <w:rtl/>
        </w:rPr>
        <w:t xml:space="preserve">ں </w:t>
      </w:r>
      <w:r>
        <w:rPr>
          <w:rtl/>
        </w:rPr>
        <w:t>تيسرى دنيا كے ممالك مي</w:t>
      </w:r>
      <w:r w:rsidR="000A0CDC">
        <w:rPr>
          <w:rtl/>
        </w:rPr>
        <w:t xml:space="preserve">ں </w:t>
      </w:r>
      <w:r>
        <w:rPr>
          <w:rtl/>
        </w:rPr>
        <w:t>كسى چيز كے فقط پارٹس تيار كرتى ہي</w:t>
      </w:r>
      <w:r w:rsidR="000A0CDC">
        <w:rPr>
          <w:rtl/>
        </w:rPr>
        <w:t xml:space="preserve">ں </w:t>
      </w:r>
      <w:r>
        <w:rPr>
          <w:rtl/>
        </w:rPr>
        <w:t>پھر انہي</w:t>
      </w:r>
      <w:r w:rsidR="000A0CDC">
        <w:rPr>
          <w:rtl/>
        </w:rPr>
        <w:t xml:space="preserve">ں </w:t>
      </w:r>
      <w:r>
        <w:rPr>
          <w:rtl/>
        </w:rPr>
        <w:t>باہم جوڑنے كيلئے ديگر ذيلى كمپنيو</w:t>
      </w:r>
      <w:r w:rsidR="000A0CDC">
        <w:rPr>
          <w:rtl/>
        </w:rPr>
        <w:t xml:space="preserve">ں </w:t>
      </w:r>
      <w:r>
        <w:rPr>
          <w:rtl/>
        </w:rPr>
        <w:t>يا اصلى ملك كى طرف منتقل كرتى ہي</w:t>
      </w:r>
      <w:r w:rsidR="000A0CDC">
        <w:rPr>
          <w:rtl/>
        </w:rPr>
        <w:t xml:space="preserve">ں </w:t>
      </w:r>
      <w:r>
        <w:rPr>
          <w:rtl/>
        </w:rPr>
        <w:t xml:space="preserve">_ </w:t>
      </w:r>
    </w:p>
    <w:p w:rsidR="0061102A" w:rsidRDefault="0061102A" w:rsidP="00BE6934">
      <w:pPr>
        <w:pStyle w:val="libNormal"/>
        <w:rPr>
          <w:rtl/>
        </w:rPr>
      </w:pPr>
      <w:r>
        <w:rPr>
          <w:rtl/>
        </w:rPr>
        <w:t>اس كے علاوہ ان كمپنيو</w:t>
      </w:r>
      <w:r w:rsidR="000A0CDC">
        <w:rPr>
          <w:rtl/>
        </w:rPr>
        <w:t xml:space="preserve">ں </w:t>
      </w:r>
      <w:r>
        <w:rPr>
          <w:rtl/>
        </w:rPr>
        <w:t>كے بلند سطح كى سرمايہ كارى ، جديد ٹيكنالوجى اور پروگرام كے ذريعے فعاليت اس ملك كى اندرونى كمپنيو</w:t>
      </w:r>
      <w:r w:rsidR="000A0CDC">
        <w:rPr>
          <w:rtl/>
        </w:rPr>
        <w:t xml:space="preserve">ں </w:t>
      </w:r>
      <w:r>
        <w:rPr>
          <w:rtl/>
        </w:rPr>
        <w:t>سے رقابت كا موقع چھين ليتى ہي</w:t>
      </w:r>
      <w:r w:rsidR="000A0CDC">
        <w:rPr>
          <w:rtl/>
        </w:rPr>
        <w:t xml:space="preserve">ں </w:t>
      </w:r>
      <w:r>
        <w:rPr>
          <w:rtl/>
        </w:rPr>
        <w:t>اور انہي</w:t>
      </w:r>
      <w:r w:rsidR="000A0CDC">
        <w:rPr>
          <w:rtl/>
        </w:rPr>
        <w:t xml:space="preserve">ں </w:t>
      </w:r>
      <w:r>
        <w:rPr>
          <w:rtl/>
        </w:rPr>
        <w:t>بند كروا ديتى ہي</w:t>
      </w:r>
      <w:r w:rsidR="000A0CDC">
        <w:rPr>
          <w:rtl/>
        </w:rPr>
        <w:t xml:space="preserve">ں </w:t>
      </w:r>
      <w:r>
        <w:rPr>
          <w:rtl/>
        </w:rPr>
        <w:t>انہى اہل نظر لوگو</w:t>
      </w:r>
      <w:r w:rsidR="000A0CDC">
        <w:rPr>
          <w:rtl/>
        </w:rPr>
        <w:t xml:space="preserve">ں </w:t>
      </w:r>
      <w:r>
        <w:rPr>
          <w:rtl/>
        </w:rPr>
        <w:t>كے مطابق ايسى كثير القومى كمپنيا</w:t>
      </w:r>
      <w:r w:rsidR="000A0CDC">
        <w:rPr>
          <w:rtl/>
        </w:rPr>
        <w:t xml:space="preserve">ں </w:t>
      </w:r>
      <w:r>
        <w:rPr>
          <w:rtl/>
        </w:rPr>
        <w:t>اقتصادى تسلط كے ساتھ ساتھ اپنے ميزبان ممالك كے سياسى امور مي</w:t>
      </w:r>
      <w:r w:rsidR="000A0CDC">
        <w:rPr>
          <w:rtl/>
        </w:rPr>
        <w:t xml:space="preserve">ں </w:t>
      </w:r>
      <w:r>
        <w:rPr>
          <w:rtl/>
        </w:rPr>
        <w:t>بھى دخل اندازى كرتى ہي</w:t>
      </w:r>
      <w:r w:rsidR="000A0CDC">
        <w:rPr>
          <w:rtl/>
        </w:rPr>
        <w:t xml:space="preserve">ں </w:t>
      </w:r>
      <w:r>
        <w:rPr>
          <w:rtl/>
        </w:rPr>
        <w:t>تاكہ سياسى صورت حال انكے مفادات كے مطابق ہوجائے اسى طرح ان كمپنيو</w:t>
      </w:r>
      <w:r w:rsidR="000A0CDC">
        <w:rPr>
          <w:rtl/>
        </w:rPr>
        <w:t xml:space="preserve">ں </w:t>
      </w:r>
      <w:r>
        <w:rPr>
          <w:rtl/>
        </w:rPr>
        <w:t>كے كام كى وجہ سے ان ممالك مي</w:t>
      </w:r>
      <w:r w:rsidR="000A0CDC">
        <w:rPr>
          <w:rtl/>
        </w:rPr>
        <w:t xml:space="preserve">ں </w:t>
      </w:r>
      <w:r>
        <w:rPr>
          <w:rtl/>
        </w:rPr>
        <w:t>معاشرتى يا ثقافتى سطح پر بعض پيچيدگيا</w:t>
      </w:r>
      <w:r w:rsidR="000A0CDC">
        <w:rPr>
          <w:rtl/>
        </w:rPr>
        <w:t xml:space="preserve">ں </w:t>
      </w:r>
      <w:r>
        <w:rPr>
          <w:rtl/>
        </w:rPr>
        <w:t>پيدا ہوتى ہي</w:t>
      </w:r>
      <w:r w:rsidR="000A0CDC">
        <w:rPr>
          <w:rtl/>
        </w:rPr>
        <w:t xml:space="preserve">ں </w:t>
      </w:r>
      <w:r>
        <w:rPr>
          <w:rtl/>
        </w:rPr>
        <w:t>كيونكہ وہ ايسى اقدار اور عادات اپنے ہمراہ لاتى ہي</w:t>
      </w:r>
      <w:r w:rsidR="000A0CDC">
        <w:rPr>
          <w:rtl/>
        </w:rPr>
        <w:t xml:space="preserve">ں </w:t>
      </w:r>
      <w:r>
        <w:rPr>
          <w:rtl/>
        </w:rPr>
        <w:t>جو اس ملك كى مقامى تہذيب كے ساتھ سازگار نہي</w:t>
      </w:r>
      <w:r w:rsidR="000A0CDC">
        <w:rPr>
          <w:rtl/>
        </w:rPr>
        <w:t xml:space="preserve">ں </w:t>
      </w:r>
      <w:r>
        <w:rPr>
          <w:rtl/>
        </w:rPr>
        <w:t>ہوتي_</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احمد ساعى ، سابقہ حوالہ ، ص 150_ 139_ </w:t>
      </w:r>
    </w:p>
    <w:p w:rsidR="003A04D8" w:rsidRDefault="0061102A" w:rsidP="00BE6934">
      <w:pPr>
        <w:pStyle w:val="libFootnote"/>
        <w:rPr>
          <w:rtl/>
        </w:rPr>
      </w:pPr>
      <w:r>
        <w:rPr>
          <w:rtl/>
        </w:rPr>
        <w:t>2)سابقہ حوالہ 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66" w:name="_Toc268722"/>
      <w:r>
        <w:rPr>
          <w:rtl/>
        </w:rPr>
        <w:t>بين الاقوامى مالياتى ادارے</w:t>
      </w:r>
      <w:bookmarkEnd w:id="166"/>
    </w:p>
    <w:p w:rsidR="0061102A" w:rsidRDefault="0061102A" w:rsidP="00BE6934">
      <w:pPr>
        <w:pStyle w:val="libNormal"/>
        <w:rPr>
          <w:rtl/>
        </w:rPr>
      </w:pPr>
      <w:r>
        <w:rPr>
          <w:rtl/>
        </w:rPr>
        <w:t>اقوام متحدہ سے وابستہ بعض ادارے كہ جن مي</w:t>
      </w:r>
      <w:r w:rsidR="000A0CDC">
        <w:rPr>
          <w:rtl/>
        </w:rPr>
        <w:t xml:space="preserve">ں </w:t>
      </w:r>
      <w:r>
        <w:rPr>
          <w:rtl/>
        </w:rPr>
        <w:t xml:space="preserve">سے عالمى بينك اور آئي ايم ايف كى طرف اشارہ كياجاسكتا ہے يہ سب دوسرى جنگ </w:t>
      </w:r>
      <w:r w:rsidR="003A04D8">
        <w:rPr>
          <w:rtl/>
        </w:rPr>
        <w:t>عظیم</w:t>
      </w:r>
      <w:r>
        <w:rPr>
          <w:rtl/>
        </w:rPr>
        <w:t xml:space="preserve"> كے بعد بين الاقوامى سطح پر مالى امور كو منظم كرنے اور مالى بحرانو</w:t>
      </w:r>
      <w:r w:rsidR="000A0CDC">
        <w:rPr>
          <w:rtl/>
        </w:rPr>
        <w:t xml:space="preserve">ں </w:t>
      </w:r>
      <w:r>
        <w:rPr>
          <w:rtl/>
        </w:rPr>
        <w:t>كو روكنے كيلئے بنائے گئے تھے ،مثلاً 1930 ء كے عشرے كا مالى بحران قابل ذكر ہے كہ جسمي</w:t>
      </w:r>
      <w:r w:rsidR="000A0CDC">
        <w:rPr>
          <w:rtl/>
        </w:rPr>
        <w:t xml:space="preserve">ں </w:t>
      </w:r>
      <w:r>
        <w:rPr>
          <w:rtl/>
        </w:rPr>
        <w:t>عالمى سطح پر نرخو</w:t>
      </w:r>
      <w:r w:rsidR="000A0CDC">
        <w:rPr>
          <w:rtl/>
        </w:rPr>
        <w:t xml:space="preserve">ں </w:t>
      </w:r>
      <w:r>
        <w:rPr>
          <w:rtl/>
        </w:rPr>
        <w:t>كى تبديلى اور رقابت مي</w:t>
      </w:r>
      <w:r w:rsidR="000A0CDC">
        <w:rPr>
          <w:rtl/>
        </w:rPr>
        <w:t xml:space="preserve">ں </w:t>
      </w:r>
      <w:r>
        <w:rPr>
          <w:rtl/>
        </w:rPr>
        <w:t xml:space="preserve">كرنسى كى تقابلى قيمت گھٹنے سے عالمى اقتصاد كو شديد جھٹكے لگے_ </w:t>
      </w:r>
    </w:p>
    <w:p w:rsidR="0061102A" w:rsidRDefault="0061102A" w:rsidP="00BE6934">
      <w:pPr>
        <w:pStyle w:val="libNormal"/>
        <w:rPr>
          <w:rtl/>
        </w:rPr>
      </w:pPr>
      <w:r>
        <w:rPr>
          <w:rtl/>
        </w:rPr>
        <w:t>اگر چہ يہ ادارے دنيا كے اكثر ممالك سے تعلق ركھتے ہي</w:t>
      </w:r>
      <w:r w:rsidR="000A0CDC">
        <w:rPr>
          <w:rtl/>
        </w:rPr>
        <w:t xml:space="preserve">ں </w:t>
      </w:r>
      <w:r>
        <w:rPr>
          <w:rtl/>
        </w:rPr>
        <w:t>ليكن طاقتور اور سابق استعمارى ممالك كا ان ادارو</w:t>
      </w:r>
      <w:r w:rsidR="000A0CDC">
        <w:rPr>
          <w:rtl/>
        </w:rPr>
        <w:t xml:space="preserve">ں </w:t>
      </w:r>
      <w:r>
        <w:rPr>
          <w:rtl/>
        </w:rPr>
        <w:t>كے بنيادى فيصلو</w:t>
      </w:r>
      <w:r w:rsidR="000A0CDC">
        <w:rPr>
          <w:rtl/>
        </w:rPr>
        <w:t xml:space="preserve">ں </w:t>
      </w:r>
      <w:r>
        <w:rPr>
          <w:rtl/>
        </w:rPr>
        <w:t>پر غلبہ مكمل طور پر واضح ہے _ مثلاً آئي _ ايم_ ايف مي</w:t>
      </w:r>
      <w:r w:rsidR="000A0CDC">
        <w:rPr>
          <w:rtl/>
        </w:rPr>
        <w:t xml:space="preserve">ں </w:t>
      </w:r>
      <w:r>
        <w:rPr>
          <w:rtl/>
        </w:rPr>
        <w:t>امريكاكا پانچوا</w:t>
      </w:r>
      <w:r w:rsidR="000A0CDC">
        <w:rPr>
          <w:rtl/>
        </w:rPr>
        <w:t xml:space="preserve">ں </w:t>
      </w:r>
      <w:r>
        <w:rPr>
          <w:rtl/>
        </w:rPr>
        <w:t>حصہ ہے كيونكہ ہر ملك كى رائے كى اہميت اس كے حصہ كى مقدار سے ربط ركھتى ہے _ لہذا امريكا كى رائے كسى فيصلہ مي</w:t>
      </w:r>
      <w:r w:rsidR="000A0CDC">
        <w:rPr>
          <w:rtl/>
        </w:rPr>
        <w:t xml:space="preserve">ں </w:t>
      </w:r>
      <w:r>
        <w:rPr>
          <w:rtl/>
        </w:rPr>
        <w:t xml:space="preserve">بنيادى كردار اد ا كرتى ہے_ </w:t>
      </w:r>
      <w:r w:rsidRPr="00F67D4B">
        <w:rPr>
          <w:rStyle w:val="libFootnotenumChar"/>
          <w:rtl/>
        </w:rPr>
        <w:t>(1)</w:t>
      </w:r>
      <w:r>
        <w:rPr>
          <w:rtl/>
        </w:rPr>
        <w:t xml:space="preserve"> </w:t>
      </w:r>
    </w:p>
    <w:p w:rsidR="0061102A" w:rsidRDefault="0061102A" w:rsidP="00BE6934">
      <w:pPr>
        <w:pStyle w:val="libNormal"/>
        <w:rPr>
          <w:rtl/>
        </w:rPr>
      </w:pPr>
      <w:r>
        <w:rPr>
          <w:rtl/>
        </w:rPr>
        <w:t>چونكہ ترقى پذير ممالك اپنى مشكلات محض براہ راست غير ملكى سرمايہ كارى اور ان كثير القومى كمپنيو</w:t>
      </w:r>
      <w:r w:rsidR="000A0CDC">
        <w:rPr>
          <w:rtl/>
        </w:rPr>
        <w:t xml:space="preserve">ں </w:t>
      </w:r>
      <w:r>
        <w:rPr>
          <w:rtl/>
        </w:rPr>
        <w:t>كى فعاليت كى مدد سے حل نہي</w:t>
      </w:r>
      <w:r w:rsidR="000A0CDC">
        <w:rPr>
          <w:rtl/>
        </w:rPr>
        <w:t xml:space="preserve">ں </w:t>
      </w:r>
      <w:r>
        <w:rPr>
          <w:rtl/>
        </w:rPr>
        <w:t>كرسكتے اس لئے وہ ديگر ممالك سے قرضہ كے طالب ہوتے ہي</w:t>
      </w:r>
      <w:r w:rsidR="000A0CDC">
        <w:rPr>
          <w:rtl/>
        </w:rPr>
        <w:t xml:space="preserve">ں </w:t>
      </w:r>
      <w:r>
        <w:rPr>
          <w:rtl/>
        </w:rPr>
        <w:t xml:space="preserve">_ </w:t>
      </w:r>
    </w:p>
    <w:p w:rsidR="0061102A" w:rsidRDefault="0061102A" w:rsidP="00BE6934">
      <w:pPr>
        <w:pStyle w:val="libNormal"/>
        <w:rPr>
          <w:rtl/>
        </w:rPr>
      </w:pPr>
      <w:r>
        <w:rPr>
          <w:rtl/>
        </w:rPr>
        <w:t>قرضہ حاصل كرنے كے مختلف طريقو</w:t>
      </w:r>
      <w:r w:rsidR="000A0CDC">
        <w:rPr>
          <w:rtl/>
        </w:rPr>
        <w:t xml:space="preserve">ں </w:t>
      </w:r>
      <w:r>
        <w:rPr>
          <w:rtl/>
        </w:rPr>
        <w:t>مي</w:t>
      </w:r>
      <w:r w:rsidR="000A0CDC">
        <w:rPr>
          <w:rtl/>
        </w:rPr>
        <w:t xml:space="preserve">ں </w:t>
      </w:r>
      <w:r>
        <w:rPr>
          <w:rtl/>
        </w:rPr>
        <w:t>سے ايك طريقہ يہى ہے كہ ان بين الاقوامى مالى ادارو</w:t>
      </w:r>
      <w:r w:rsidR="000A0CDC">
        <w:rPr>
          <w:rtl/>
        </w:rPr>
        <w:t xml:space="preserve">ں </w:t>
      </w:r>
      <w:r>
        <w:rPr>
          <w:rtl/>
        </w:rPr>
        <w:t>مثلاً آئي _ ايم _ ايف اور عالمى بينك كى مدد حاصل كى جائے_ ليكن اس قسم كے قرضہ جات حاصل كرنے سے ضرورى نہي</w:t>
      </w:r>
      <w:r w:rsidR="000A0CDC">
        <w:rPr>
          <w:rtl/>
        </w:rPr>
        <w:t xml:space="preserve">ں </w:t>
      </w:r>
      <w:r>
        <w:rPr>
          <w:rtl/>
        </w:rPr>
        <w:t>ہے كہ قرضہ لينے والے ملك كے اقتصاد پر مثبت اثر پڑے بلكہ اس كے برعكس يہ قرضے مختلف اقتصادى بحرانو</w:t>
      </w:r>
      <w:r w:rsidR="000A0CDC">
        <w:rPr>
          <w:rtl/>
        </w:rPr>
        <w:t xml:space="preserve">ں </w:t>
      </w:r>
      <w:r>
        <w:rPr>
          <w:rtl/>
        </w:rPr>
        <w:t>كے موجب بھى بنتے ہي</w:t>
      </w:r>
      <w:r w:rsidR="000A0CDC">
        <w:rPr>
          <w:rtl/>
        </w:rPr>
        <w:t xml:space="preserve">ں </w:t>
      </w:r>
      <w:r>
        <w:rPr>
          <w:rtl/>
        </w:rPr>
        <w:t>جيسا كہ ستر كى دھائي مي</w:t>
      </w:r>
      <w:r w:rsidR="000A0CDC">
        <w:rPr>
          <w:rtl/>
        </w:rPr>
        <w:t xml:space="preserve">ں </w:t>
      </w:r>
      <w:r>
        <w:rPr>
          <w:rtl/>
        </w:rPr>
        <w:t xml:space="preserve">تيسرى دنيا كے ممالك كا مقروض ہونے كا بحران ہے_ </w:t>
      </w:r>
    </w:p>
    <w:p w:rsidR="0061102A" w:rsidRDefault="0061102A" w:rsidP="00BE6934">
      <w:pPr>
        <w:pStyle w:val="libNormal"/>
        <w:rPr>
          <w:rtl/>
        </w:rPr>
      </w:pPr>
      <w:r>
        <w:rPr>
          <w:rtl/>
        </w:rPr>
        <w:t>اسى طرح يہ قرضہ جات كا حصول ان بين الاقوامى ادارو</w:t>
      </w:r>
      <w:r w:rsidR="000A0CDC">
        <w:rPr>
          <w:rtl/>
        </w:rPr>
        <w:t xml:space="preserve">ں </w:t>
      </w:r>
      <w:r>
        <w:rPr>
          <w:rtl/>
        </w:rPr>
        <w:t>كى پاليسيو</w:t>
      </w:r>
      <w:r w:rsidR="000A0CDC">
        <w:rPr>
          <w:rtl/>
        </w:rPr>
        <w:t xml:space="preserve">ں </w:t>
      </w:r>
      <w:r>
        <w:rPr>
          <w:rtl/>
        </w:rPr>
        <w:t>كو قبول كرنے سے مشروط ہے اور يہ پاليسيا</w:t>
      </w:r>
      <w:r w:rsidR="000A0CDC">
        <w:rPr>
          <w:rtl/>
        </w:rPr>
        <w:t xml:space="preserve">ں </w:t>
      </w:r>
      <w:r>
        <w:rPr>
          <w:rtl/>
        </w:rPr>
        <w:t>ان ترقى يافتہ (سابقہ استعمار ى ) ممالك كے مفادات كو پورا كرتى ہي</w:t>
      </w:r>
      <w:r w:rsidR="000A0CDC">
        <w:rPr>
          <w:rtl/>
        </w:rPr>
        <w:t xml:space="preserve">ں </w:t>
      </w:r>
      <w:r>
        <w:rPr>
          <w:rtl/>
        </w:rPr>
        <w:t xml:space="preserve">_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جك يلنووآلٹون روى ،سابقہ حوالہ ، ص 219_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بعض دانشورو</w:t>
      </w:r>
      <w:r w:rsidR="000A0CDC">
        <w:rPr>
          <w:rtl/>
        </w:rPr>
        <w:t xml:space="preserve">ں </w:t>
      </w:r>
      <w:r>
        <w:rPr>
          <w:rtl/>
        </w:rPr>
        <w:t>كى رائے كے مطابق آئي ، ايم ، ايف اور عالمى بينك اپنے تسلط كے تحت ممالك كى اقتصادى ترقى كى يہ تعبير كرتے ہي</w:t>
      </w:r>
      <w:r w:rsidR="000A0CDC">
        <w:rPr>
          <w:rtl/>
        </w:rPr>
        <w:t xml:space="preserve">ں </w:t>
      </w:r>
      <w:r>
        <w:rPr>
          <w:rtl/>
        </w:rPr>
        <w:t>كہ يہ ترقى پذير ممالك صنعتى ممالك كيلئے اپنے دروازے كھول دي</w:t>
      </w:r>
      <w:r w:rsidR="000A0CDC">
        <w:rPr>
          <w:rtl/>
        </w:rPr>
        <w:t xml:space="preserve">ں </w:t>
      </w:r>
      <w:r>
        <w:rPr>
          <w:rtl/>
        </w:rPr>
        <w:t>_ اسى قسم كى ترقى تك پہنچنے كےلئے ضرورى ہے كہ جہا</w:t>
      </w:r>
      <w:r w:rsidR="000A0CDC">
        <w:rPr>
          <w:rtl/>
        </w:rPr>
        <w:t xml:space="preserve">ں </w:t>
      </w:r>
      <w:r>
        <w:rPr>
          <w:rtl/>
        </w:rPr>
        <w:t>تك ممكن ہے قرض لياجائے، كسٹم ٹيكس لينے سے ليكر اشياء اور اجناس پرعوام كے ليے ٹيكس كى معافى جيسى شرائط كہ جو تجارتى معاملات كو بہت ضرر پہنچاتى ہي</w:t>
      </w:r>
      <w:r w:rsidR="000A0CDC">
        <w:rPr>
          <w:rtl/>
        </w:rPr>
        <w:t xml:space="preserve">ں </w:t>
      </w:r>
      <w:r>
        <w:rPr>
          <w:rtl/>
        </w:rPr>
        <w:t xml:space="preserve">سے بچنا چاہيے اور بيرونى سرمايہ كارى كو آسان بنانا چاہيے_ </w:t>
      </w:r>
    </w:p>
    <w:p w:rsidR="0061102A" w:rsidRDefault="0061102A" w:rsidP="00BE6934">
      <w:pPr>
        <w:pStyle w:val="libNormal"/>
        <w:rPr>
          <w:rtl/>
        </w:rPr>
      </w:pPr>
      <w:r>
        <w:rPr>
          <w:rtl/>
        </w:rPr>
        <w:t>بالفاظ ديگر تيسرى دنيا كيلئے ضرورى ہوتا ہے كہ وہ ترقى يافتہ ممالك كى اقتصادى حالت سے خود كو مطابقت دي</w:t>
      </w:r>
      <w:r w:rsidR="000A0CDC">
        <w:rPr>
          <w:rtl/>
        </w:rPr>
        <w:t xml:space="preserve">ں </w:t>
      </w:r>
      <w:r>
        <w:rPr>
          <w:rtl/>
        </w:rPr>
        <w:t>_ا س ترقى كے سفر پر ہميشہ خسارے مي</w:t>
      </w:r>
      <w:r w:rsidR="000A0CDC">
        <w:rPr>
          <w:rtl/>
        </w:rPr>
        <w:t xml:space="preserve">ں </w:t>
      </w:r>
      <w:r>
        <w:rPr>
          <w:rtl/>
        </w:rPr>
        <w:t>رہتے ہوئے اپنى ضروريات كو پورا كرنے كيلئے غير ملكى قرضو</w:t>
      </w:r>
      <w:r w:rsidR="000A0CDC">
        <w:rPr>
          <w:rtl/>
        </w:rPr>
        <w:t xml:space="preserve">ں </w:t>
      </w:r>
      <w:r>
        <w:rPr>
          <w:rtl/>
        </w:rPr>
        <w:t>كے حصول كى خاطر آئي ، ايم ، ايف كے اقدامات پر انحصار كري</w:t>
      </w:r>
      <w:r w:rsidR="000A0CDC">
        <w:rPr>
          <w:rtl/>
        </w:rPr>
        <w:t xml:space="preserve">ں </w:t>
      </w:r>
      <w:r>
        <w:rPr>
          <w:rtl/>
        </w:rPr>
        <w:t>_ عالمى بينك اور آئي ، ايم ، ايف كے پسنديدہ قوانين اور تدبير جن ممالك مي</w:t>
      </w:r>
      <w:r w:rsidR="000A0CDC">
        <w:rPr>
          <w:rtl/>
        </w:rPr>
        <w:t xml:space="preserve">ں </w:t>
      </w:r>
      <w:r>
        <w:rPr>
          <w:rtl/>
        </w:rPr>
        <w:t>جارى ہوتى ہي</w:t>
      </w:r>
      <w:r w:rsidR="000A0CDC">
        <w:rPr>
          <w:rtl/>
        </w:rPr>
        <w:t xml:space="preserve">ں </w:t>
      </w:r>
      <w:r>
        <w:rPr>
          <w:rtl/>
        </w:rPr>
        <w:t>وہا</w:t>
      </w:r>
      <w:r w:rsidR="000A0CDC">
        <w:rPr>
          <w:rtl/>
        </w:rPr>
        <w:t xml:space="preserve">ں </w:t>
      </w:r>
      <w:r>
        <w:rPr>
          <w:rtl/>
        </w:rPr>
        <w:t>يہ انكى آمدنى كے تناسب مي</w:t>
      </w:r>
      <w:r w:rsidR="000A0CDC">
        <w:rPr>
          <w:rtl/>
        </w:rPr>
        <w:t xml:space="preserve">ں </w:t>
      </w:r>
      <w:r>
        <w:rPr>
          <w:rtl/>
        </w:rPr>
        <w:t>بہت زيادہ خلل كا باعث بنتى ہي</w:t>
      </w:r>
      <w:r w:rsidR="000A0CDC">
        <w:rPr>
          <w:rtl/>
        </w:rPr>
        <w:t xml:space="preserve">ں </w:t>
      </w:r>
      <w:r>
        <w:rPr>
          <w:rtl/>
        </w:rPr>
        <w:t>_ بہرحال آئي ، ايم ، ايف كے پروگرامز بين الاقوامى اقتصادى معاملات اور مغربى ممالك كے مفادات كيلئے سود مند ثابت ہوتے ہي</w:t>
      </w:r>
      <w:r w:rsidR="000A0CDC">
        <w:rPr>
          <w:rtl/>
        </w:rPr>
        <w:t xml:space="preserve">ں </w:t>
      </w:r>
      <w:r>
        <w:rPr>
          <w:rtl/>
        </w:rPr>
        <w:t>بالفاظ ديگرترقى پذير ممالك كو اس وقت مالى تعاون حاصل ہوگا كہ جب وہ آئي ، ايم ، ايف كى شرائط اور سياسى اقتصادى تدابير كو اپنے ہا</w:t>
      </w:r>
      <w:r w:rsidR="000A0CDC">
        <w:rPr>
          <w:rtl/>
        </w:rPr>
        <w:t xml:space="preserve">ں </w:t>
      </w:r>
      <w:r>
        <w:rPr>
          <w:rtl/>
        </w:rPr>
        <w:t>جارى كري</w:t>
      </w:r>
      <w:r w:rsidR="000A0CDC">
        <w:rPr>
          <w:rtl/>
        </w:rPr>
        <w:t xml:space="preserve">ں </w:t>
      </w:r>
      <w:r>
        <w:rPr>
          <w:rtl/>
        </w:rPr>
        <w:t>گے 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67" w:name="_Toc268723"/>
      <w:r>
        <w:rPr>
          <w:rtl/>
        </w:rPr>
        <w:t xml:space="preserve">عالمگير يت </w:t>
      </w:r>
      <w:r w:rsidRPr="00F67D4B">
        <w:rPr>
          <w:rStyle w:val="libFootnotenumChar"/>
          <w:rtl/>
        </w:rPr>
        <w:t>(2)</w:t>
      </w:r>
      <w:r>
        <w:rPr>
          <w:rtl/>
        </w:rPr>
        <w:t xml:space="preserve"> اور اسكے نتائج</w:t>
      </w:r>
      <w:bookmarkEnd w:id="167"/>
    </w:p>
    <w:p w:rsidR="0061102A" w:rsidRDefault="0061102A" w:rsidP="00BE6934">
      <w:pPr>
        <w:pStyle w:val="libNormal"/>
        <w:rPr>
          <w:rtl/>
        </w:rPr>
      </w:pPr>
      <w:r>
        <w:rPr>
          <w:rtl/>
        </w:rPr>
        <w:t>ايك اورمسئلہ كہ جسكا آج دنيا تجربہ كر رہى ہے وہ عالمگيريت ہے _خلاصةً يہ بھى كہاجاسكتا ہے كہ عالمگيريت كى ايك تعريف عمل (پراسس) كى صورت مي</w:t>
      </w:r>
      <w:r w:rsidR="000A0CDC">
        <w:rPr>
          <w:rtl/>
        </w:rPr>
        <w:t xml:space="preserve">ں </w:t>
      </w:r>
      <w:r>
        <w:rPr>
          <w:rtl/>
        </w:rPr>
        <w:t>اور ايك ''منصوبے '' كى صورت مي</w:t>
      </w:r>
      <w:r w:rsidR="000A0CDC">
        <w:rPr>
          <w:rtl/>
        </w:rPr>
        <w:t xml:space="preserve">ں </w:t>
      </w:r>
      <w:r>
        <w:rPr>
          <w:rtl/>
        </w:rPr>
        <w:t>كى جاسكتى ہے_ يعنى بعض اہل نظر كے خيال كے مطابق ذرائع ابلاغ مي</w:t>
      </w:r>
      <w:r w:rsidR="000A0CDC">
        <w:rPr>
          <w:rtl/>
        </w:rPr>
        <w:t xml:space="preserve">ں </w:t>
      </w:r>
      <w:r>
        <w:rPr>
          <w:rtl/>
        </w:rPr>
        <w:t xml:space="preserve">ترقى اور وسعت كى بناء پر انسانى معاملات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على رضا ثقفى خراسانى ، سير تحولات استعمار در ايران ، مشہد ص 212_ 206_ </w:t>
      </w:r>
    </w:p>
    <w:p w:rsidR="003A04D8" w:rsidRDefault="0061102A" w:rsidP="00BE6934">
      <w:pPr>
        <w:pStyle w:val="libFootnote"/>
        <w:rPr>
          <w:rtl/>
        </w:rPr>
      </w:pPr>
      <w:r>
        <w:rPr>
          <w:rtl/>
        </w:rPr>
        <w:t xml:space="preserve">2) </w:t>
      </w:r>
      <w:r>
        <w:t>Globalization</w:t>
      </w:r>
      <w:r w:rsidR="0069392F">
        <w:cr/>
      </w:r>
      <w:r w:rsidR="0069392F">
        <w:rPr>
          <w:rtl/>
        </w:rPr>
        <w:br w:type="page"/>
      </w:r>
      <w:r w:rsidR="0069392F">
        <w:lastRenderedPageBreak/>
        <w:cr/>
      </w:r>
    </w:p>
    <w:p w:rsidR="0061102A" w:rsidRDefault="0061102A" w:rsidP="00BE6934">
      <w:pPr>
        <w:pStyle w:val="libNormal"/>
        <w:rPr>
          <w:rtl/>
        </w:rPr>
      </w:pPr>
      <w:r>
        <w:rPr>
          <w:rtl/>
        </w:rPr>
        <w:t>انتہائي سرعت اور آسانى سے انجام پا رہے ہي</w:t>
      </w:r>
      <w:r w:rsidR="000A0CDC">
        <w:rPr>
          <w:rtl/>
        </w:rPr>
        <w:t xml:space="preserve">ں </w:t>
      </w:r>
      <w:r>
        <w:rPr>
          <w:rtl/>
        </w:rPr>
        <w:t>ايسے لگ رہا ہے كہ روز بروز ممالك كى حد بنديا</w:t>
      </w:r>
      <w:r w:rsidR="000A0CDC">
        <w:rPr>
          <w:rtl/>
        </w:rPr>
        <w:t xml:space="preserve">ں </w:t>
      </w:r>
      <w:r>
        <w:rPr>
          <w:rtl/>
        </w:rPr>
        <w:t>اور سرحدي</w:t>
      </w:r>
      <w:r w:rsidR="000A0CDC">
        <w:rPr>
          <w:rtl/>
        </w:rPr>
        <w:t xml:space="preserve">ں </w:t>
      </w:r>
      <w:r>
        <w:rPr>
          <w:rtl/>
        </w:rPr>
        <w:t>غير اہم ہو رہى ہي</w:t>
      </w:r>
      <w:r w:rsidR="000A0CDC">
        <w:rPr>
          <w:rtl/>
        </w:rPr>
        <w:t xml:space="preserve">ں </w:t>
      </w:r>
      <w:r>
        <w:rPr>
          <w:rtl/>
        </w:rPr>
        <w:t>اور ان ممالك كى حكومتي</w:t>
      </w:r>
      <w:r w:rsidR="000A0CDC">
        <w:rPr>
          <w:rtl/>
        </w:rPr>
        <w:t xml:space="preserve">ں </w:t>
      </w:r>
      <w:r>
        <w:rPr>
          <w:rtl/>
        </w:rPr>
        <w:t>غير ملكى ہاتھو</w:t>
      </w:r>
      <w:r w:rsidR="000A0CDC">
        <w:rPr>
          <w:rtl/>
        </w:rPr>
        <w:t xml:space="preserve">ں </w:t>
      </w:r>
      <w:r>
        <w:rPr>
          <w:rtl/>
        </w:rPr>
        <w:t>مي</w:t>
      </w:r>
      <w:r w:rsidR="000A0CDC">
        <w:rPr>
          <w:rtl/>
        </w:rPr>
        <w:t xml:space="preserve">ں </w:t>
      </w:r>
      <w:r>
        <w:rPr>
          <w:rtl/>
        </w:rPr>
        <w:t>كھيلنے پر مجبور ہي</w:t>
      </w:r>
      <w:r w:rsidR="000A0CDC">
        <w:rPr>
          <w:rtl/>
        </w:rPr>
        <w:t xml:space="preserve">ں </w:t>
      </w:r>
      <w:r>
        <w:rPr>
          <w:rtl/>
        </w:rPr>
        <w:t xml:space="preserve">_ </w:t>
      </w:r>
    </w:p>
    <w:p w:rsidR="0061102A" w:rsidRDefault="0061102A" w:rsidP="00BE6934">
      <w:pPr>
        <w:pStyle w:val="libNormal"/>
        <w:rPr>
          <w:rtl/>
        </w:rPr>
      </w:pPr>
      <w:r>
        <w:rPr>
          <w:rtl/>
        </w:rPr>
        <w:t>مجموعاً كہاجاسكتا ہے كہ دنيا ايك چھوٹى سى كالونى مي</w:t>
      </w:r>
      <w:r w:rsidR="000A0CDC">
        <w:rPr>
          <w:rtl/>
        </w:rPr>
        <w:t xml:space="preserve">ں </w:t>
      </w:r>
      <w:r>
        <w:rPr>
          <w:rtl/>
        </w:rPr>
        <w:t>بدل رہى ہے _ دنيا كے كسى گوشہ مي</w:t>
      </w:r>
      <w:r w:rsidR="000A0CDC">
        <w:rPr>
          <w:rtl/>
        </w:rPr>
        <w:t xml:space="preserve">ں </w:t>
      </w:r>
      <w:r>
        <w:rPr>
          <w:rtl/>
        </w:rPr>
        <w:t>ايك معمولى سا مسئلہ فورا سارى دنيا كے مختلف نقاط مي</w:t>
      </w:r>
      <w:r w:rsidR="000A0CDC">
        <w:rPr>
          <w:rtl/>
        </w:rPr>
        <w:t xml:space="preserve">ں </w:t>
      </w:r>
      <w:r>
        <w:rPr>
          <w:rtl/>
        </w:rPr>
        <w:t>نشر ہوجا تا اہے اس دنيا مي</w:t>
      </w:r>
      <w:r w:rsidR="000A0CDC">
        <w:rPr>
          <w:rtl/>
        </w:rPr>
        <w:t xml:space="preserve">ں </w:t>
      </w:r>
      <w:r>
        <w:rPr>
          <w:rtl/>
        </w:rPr>
        <w:t>ممالك اب مكڑى كے جالے كى طرح باہم متصل اور پيوست ہي</w:t>
      </w:r>
      <w:r w:rsidR="000A0CDC">
        <w:rPr>
          <w:rtl/>
        </w:rPr>
        <w:t xml:space="preserve">ں </w:t>
      </w:r>
      <w:r>
        <w:rPr>
          <w:rtl/>
        </w:rPr>
        <w:t>كہ انٹر نيٹ كے چينل نے بھى دنيا كو اس شكل مي</w:t>
      </w:r>
      <w:r w:rsidR="000A0CDC">
        <w:rPr>
          <w:rtl/>
        </w:rPr>
        <w:t xml:space="preserve">ں </w:t>
      </w:r>
      <w:r>
        <w:rPr>
          <w:rtl/>
        </w:rPr>
        <w:t>لانے مي</w:t>
      </w:r>
      <w:r w:rsidR="000A0CDC">
        <w:rPr>
          <w:rtl/>
        </w:rPr>
        <w:t xml:space="preserve">ں </w:t>
      </w:r>
      <w:r>
        <w:rPr>
          <w:rtl/>
        </w:rPr>
        <w:t>بہت زيادہ تعاون كيا ہے تاكہ پورى دنيا مي</w:t>
      </w:r>
      <w:r w:rsidR="000A0CDC">
        <w:rPr>
          <w:rtl/>
        </w:rPr>
        <w:t xml:space="preserve">ں </w:t>
      </w:r>
      <w:r>
        <w:rPr>
          <w:rtl/>
        </w:rPr>
        <w:t>ايك ہى تہذيب تشكيل پاياجائے _</w:t>
      </w:r>
      <w:r w:rsidRPr="00F67D4B">
        <w:rPr>
          <w:rStyle w:val="libFootnotenumChar"/>
          <w:rtl/>
        </w:rPr>
        <w:t>(1)</w:t>
      </w:r>
      <w:r>
        <w:rPr>
          <w:rtl/>
        </w:rPr>
        <w:t xml:space="preserve"> </w:t>
      </w:r>
    </w:p>
    <w:p w:rsidR="0061102A" w:rsidRDefault="0061102A" w:rsidP="00BE6934">
      <w:pPr>
        <w:pStyle w:val="libNormal"/>
        <w:rPr>
          <w:rtl/>
        </w:rPr>
      </w:pPr>
      <w:r>
        <w:rPr>
          <w:rtl/>
        </w:rPr>
        <w:t>انكے مد مقابل ديگر اہل نظر لوگو</w:t>
      </w:r>
      <w:r w:rsidR="000A0CDC">
        <w:rPr>
          <w:rtl/>
        </w:rPr>
        <w:t xml:space="preserve">ں </w:t>
      </w:r>
      <w:r>
        <w:rPr>
          <w:rtl/>
        </w:rPr>
        <w:t>كے خيال كے مطابق عالمگيريت ايك سازش اور منصوبہ ہے كہ جسے ترقى يافتہ ممالك نے لاگو كيا ہے تاكہ زيادہ سے زيادہ ترقى پذير ممالك يا پس ماندہ ممالك كو لوٹ لي</w:t>
      </w:r>
      <w:r w:rsidR="000A0CDC">
        <w:rPr>
          <w:rtl/>
        </w:rPr>
        <w:t xml:space="preserve">ں </w:t>
      </w:r>
      <w:r>
        <w:rPr>
          <w:rtl/>
        </w:rPr>
        <w:t>_انكے نظريہ كے مطابق عالمگيريت فقط تيسرى دنيا كے نقصان مي</w:t>
      </w:r>
      <w:r w:rsidR="000A0CDC">
        <w:rPr>
          <w:rtl/>
        </w:rPr>
        <w:t xml:space="preserve">ں </w:t>
      </w:r>
      <w:r>
        <w:rPr>
          <w:rtl/>
        </w:rPr>
        <w:t>ہے _ كيونكہ جب حكومتو</w:t>
      </w:r>
      <w:r w:rsidR="000A0CDC">
        <w:rPr>
          <w:rtl/>
        </w:rPr>
        <w:t xml:space="preserve">ں </w:t>
      </w:r>
      <w:r>
        <w:rPr>
          <w:rtl/>
        </w:rPr>
        <w:t>كى حد بنديا</w:t>
      </w:r>
      <w:r w:rsidR="000A0CDC">
        <w:rPr>
          <w:rtl/>
        </w:rPr>
        <w:t xml:space="preserve">ں </w:t>
      </w:r>
      <w:r>
        <w:rPr>
          <w:rtl/>
        </w:rPr>
        <w:t>اور حكومتو</w:t>
      </w:r>
      <w:r w:rsidR="000A0CDC">
        <w:rPr>
          <w:rtl/>
        </w:rPr>
        <w:t xml:space="preserve">ں </w:t>
      </w:r>
      <w:r>
        <w:rPr>
          <w:rtl/>
        </w:rPr>
        <w:t>كا كسٹم كے قوانين اورقيمتو</w:t>
      </w:r>
      <w:r w:rsidR="000A0CDC">
        <w:rPr>
          <w:rtl/>
        </w:rPr>
        <w:t xml:space="preserve">ں </w:t>
      </w:r>
      <w:r>
        <w:rPr>
          <w:rtl/>
        </w:rPr>
        <w:t>پر كنٹرول ختم ہوجائے تو ان ممالك كا اقتصاد بھى تباہ ہوجائے گااور وہ ترقى يافتہ ممالك كے احكام وقوانين كے غلام بن كر رہ جائي</w:t>
      </w:r>
      <w:r w:rsidR="000A0CDC">
        <w:rPr>
          <w:rtl/>
        </w:rPr>
        <w:t xml:space="preserve">ں </w:t>
      </w:r>
      <w:r>
        <w:rPr>
          <w:rtl/>
        </w:rPr>
        <w:t xml:space="preserve">گے_ </w:t>
      </w:r>
    </w:p>
    <w:p w:rsidR="0061102A" w:rsidRDefault="0061102A" w:rsidP="00BE6934">
      <w:pPr>
        <w:pStyle w:val="libNormal"/>
        <w:rPr>
          <w:rtl/>
        </w:rPr>
      </w:pPr>
      <w:r>
        <w:rPr>
          <w:rtl/>
        </w:rPr>
        <w:t>انہى اہل نظر كے ايك اور گروہ كے مطابق عالمگيريت كے منفى اثرات صرف ممالك كى اقتصاديات تك محدود نہي</w:t>
      </w:r>
      <w:r w:rsidR="000A0CDC">
        <w:rPr>
          <w:rtl/>
        </w:rPr>
        <w:t xml:space="preserve">ں </w:t>
      </w:r>
      <w:r>
        <w:rPr>
          <w:rtl/>
        </w:rPr>
        <w:t>ہوتے بلكہ ان استعمارى ممالك كى كوشش بھى ہے كہ اپنى تہذيب وكلچر كو ديگر ممالك پر لاگو كري</w:t>
      </w:r>
      <w:r w:rsidR="000A0CDC">
        <w:rPr>
          <w:rtl/>
        </w:rPr>
        <w:t xml:space="preserve">ں </w:t>
      </w:r>
      <w:r>
        <w:rPr>
          <w:rtl/>
        </w:rPr>
        <w:t>مثلاً امريكہ ہالى ووڈ كى فلمو</w:t>
      </w:r>
      <w:r w:rsidR="000A0CDC">
        <w:rPr>
          <w:rtl/>
        </w:rPr>
        <w:t xml:space="preserve">ں </w:t>
      </w:r>
      <w:r>
        <w:rPr>
          <w:rtl/>
        </w:rPr>
        <w:t>كى صورت مي</w:t>
      </w:r>
      <w:r w:rsidR="000A0CDC">
        <w:rPr>
          <w:rtl/>
        </w:rPr>
        <w:t xml:space="preserve">ں </w:t>
      </w:r>
      <w:r>
        <w:rPr>
          <w:rtl/>
        </w:rPr>
        <w:t>كوشش كر رہا ہے كہ امريكى كلچر اور طرز زندگى كو عالمى سطح تك پھيلائے اسى لئے بعض عالمگيريت كو امريكى ہونے كے مترادف سمجھتے ہي</w:t>
      </w:r>
      <w:r w:rsidR="000A0CDC">
        <w:rPr>
          <w:rtl/>
        </w:rPr>
        <w:t xml:space="preserve">ں </w:t>
      </w:r>
      <w:r>
        <w:rPr>
          <w:rtl/>
        </w:rPr>
        <w:t>_ ڈيموكريسى اور ليبرل اقدار كے پرچم تلے ايك سياسى اور ماڈل حكومتى نظام كى ترويج ايك اور مشكل ہے كہ جو تيسرى دنيا كے ممالك كى خودمختارى كو كمزور كرنے مي</w:t>
      </w:r>
      <w:r w:rsidR="000A0CDC">
        <w:rPr>
          <w:rtl/>
        </w:rPr>
        <w:t xml:space="preserve">ں </w:t>
      </w:r>
      <w:r>
        <w:rPr>
          <w:rtl/>
        </w:rPr>
        <w:t>اپنا كردار ادا كر رہى ہے_ مغربى ممالك اس قسم كے نظام حكومت كى ترويج سے اس كوشش مي</w:t>
      </w:r>
      <w:r w:rsidR="000A0CDC">
        <w:rPr>
          <w:rtl/>
        </w:rPr>
        <w:t xml:space="preserve">ں </w:t>
      </w:r>
      <w:r>
        <w:rPr>
          <w:rtl/>
        </w:rPr>
        <w:t>ہي</w:t>
      </w:r>
      <w:r w:rsidR="000A0CDC">
        <w:rPr>
          <w:rtl/>
        </w:rPr>
        <w:t xml:space="preserve">ں </w:t>
      </w:r>
      <w:r>
        <w:rPr>
          <w:rtl/>
        </w:rPr>
        <w:t>كہ پورى دنيا كے ممالك (بالخصوص مشرق وسطى كے ممالك) كى حكومتو</w:t>
      </w:r>
      <w:r w:rsidR="000A0CDC">
        <w:rPr>
          <w:rtl/>
        </w:rPr>
        <w:t xml:space="preserve">ں </w:t>
      </w:r>
      <w:r>
        <w:rPr>
          <w:rtl/>
        </w:rPr>
        <w:t xml:space="preserve">كو اپنے پسنديدہ طرز حكومت سے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اس كے بارے مي</w:t>
      </w:r>
      <w:r w:rsidR="000A0CDC">
        <w:rPr>
          <w:rtl/>
        </w:rPr>
        <w:t xml:space="preserve">ں </w:t>
      </w:r>
      <w:r>
        <w:rPr>
          <w:rtl/>
        </w:rPr>
        <w:t>زيادہ مطالعہ كيلئے رجوع كري</w:t>
      </w:r>
      <w:r w:rsidR="000A0CDC">
        <w:rPr>
          <w:rtl/>
        </w:rPr>
        <w:t xml:space="preserve">ں </w:t>
      </w:r>
      <w:r>
        <w:rPr>
          <w:rtl/>
        </w:rPr>
        <w:t>، احمد گل محمدى ، جہانى شدن ہويت ، تہران_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مطابقت دي</w:t>
      </w:r>
      <w:r w:rsidR="000A0CDC">
        <w:rPr>
          <w:rtl/>
        </w:rPr>
        <w:t xml:space="preserve">ں </w:t>
      </w:r>
      <w:r>
        <w:rPr>
          <w:rtl/>
        </w:rPr>
        <w:t>_ا س مقصد كے پيش نظر وہ ہر قسم كے اقدام سے دريغ نہي</w:t>
      </w:r>
      <w:r w:rsidR="000A0CDC">
        <w:rPr>
          <w:rtl/>
        </w:rPr>
        <w:t xml:space="preserve">ں </w:t>
      </w:r>
      <w:r>
        <w:rPr>
          <w:rtl/>
        </w:rPr>
        <w:t>كر رہے ہي</w:t>
      </w:r>
      <w:r w:rsidR="000A0CDC">
        <w:rPr>
          <w:rtl/>
        </w:rPr>
        <w:t xml:space="preserve">ں </w:t>
      </w:r>
      <w:r>
        <w:rPr>
          <w:rtl/>
        </w:rPr>
        <w:t>لہذا عالمگيريت كمزور ممالك كى حكومتو</w:t>
      </w:r>
      <w:r w:rsidR="000A0CDC">
        <w:rPr>
          <w:rtl/>
        </w:rPr>
        <w:t xml:space="preserve">ں </w:t>
      </w:r>
      <w:r>
        <w:rPr>
          <w:rtl/>
        </w:rPr>
        <w:t>كے حالات اور سسٹم كو روز بروز تيزى سے تباہ كر رہى ہے او ريہ چيز فقط ترقى يافتہ ممالك كےلئے سود مند ہے _</w:t>
      </w:r>
      <w:r w:rsidRPr="00F67D4B">
        <w:rPr>
          <w:rStyle w:val="libFootnotenumChar"/>
          <w:rtl/>
        </w:rPr>
        <w:t>(1)</w:t>
      </w:r>
      <w:r>
        <w:rPr>
          <w:rtl/>
        </w:rPr>
        <w:t xml:space="preserve"> </w:t>
      </w:r>
    </w:p>
    <w:p w:rsidR="0061102A" w:rsidRDefault="0061102A" w:rsidP="00BE6934">
      <w:pPr>
        <w:pStyle w:val="libNormal"/>
        <w:rPr>
          <w:rtl/>
        </w:rPr>
      </w:pPr>
      <w:r>
        <w:rPr>
          <w:rtl/>
        </w:rPr>
        <w:t>مجموعى طور پر كہاجاسكتا ہے كہ اگرچہ قديم استعمار كا دور ختم ہوچكا ہے اور تحت تسلط ممالك خودمختار ہوچكے ہي</w:t>
      </w:r>
      <w:r w:rsidR="000A0CDC">
        <w:rPr>
          <w:rtl/>
        </w:rPr>
        <w:t xml:space="preserve">ں </w:t>
      </w:r>
      <w:r>
        <w:rPr>
          <w:rtl/>
        </w:rPr>
        <w:t>ليكن جو صورت اب سامنے آرہى ہے وہ قديم استعمار سے كئي درجے زيادہ پيچيدہ اور مستحكم انداز سے اپنا كام كر رہى ہے _ جديد استعمار مختلف زاويو</w:t>
      </w:r>
      <w:r w:rsidR="000A0CDC">
        <w:rPr>
          <w:rtl/>
        </w:rPr>
        <w:t xml:space="preserve">ں </w:t>
      </w:r>
      <w:r>
        <w:rPr>
          <w:rtl/>
        </w:rPr>
        <w:t>سے اس كوشش مي</w:t>
      </w:r>
      <w:r w:rsidR="000A0CDC">
        <w:rPr>
          <w:rtl/>
        </w:rPr>
        <w:t xml:space="preserve">ں </w:t>
      </w:r>
      <w:r>
        <w:rPr>
          <w:rtl/>
        </w:rPr>
        <w:t>ہے كہ ديگر ممالك پر اپنا نفوذ بڑھا كر ان ممالك سے فكرى اور مادى ثروت كو نكالنے كے راستے بنائے كہ جو گذشتہ ادوار سے كہي</w:t>
      </w:r>
      <w:r w:rsidR="000A0CDC">
        <w:rPr>
          <w:rtl/>
        </w:rPr>
        <w:t xml:space="preserve">ں </w:t>
      </w:r>
      <w:r>
        <w:rPr>
          <w:rtl/>
        </w:rPr>
        <w:t xml:space="preserve">زيادہ خطرناك اور تباہ كن ہے _ </w:t>
      </w:r>
    </w:p>
    <w:p w:rsidR="0061102A" w:rsidRDefault="0061102A" w:rsidP="00BE6934">
      <w:pPr>
        <w:pStyle w:val="libNormal"/>
        <w:rPr>
          <w:rtl/>
        </w:rPr>
      </w:pPr>
    </w:p>
    <w:p w:rsidR="0061102A" w:rsidRDefault="0061102A" w:rsidP="00BE6934">
      <w:pPr>
        <w:pStyle w:val="Heading2Center"/>
        <w:rPr>
          <w:rtl/>
        </w:rPr>
      </w:pPr>
      <w:bookmarkStart w:id="168" w:name="_Toc268724"/>
      <w:r>
        <w:rPr>
          <w:rtl/>
        </w:rPr>
        <w:t>2_مشرق شناسي</w:t>
      </w:r>
      <w:bookmarkEnd w:id="168"/>
    </w:p>
    <w:p w:rsidR="0061102A" w:rsidRDefault="0061102A" w:rsidP="00BE6934">
      <w:pPr>
        <w:pStyle w:val="libNormal"/>
        <w:rPr>
          <w:rtl/>
        </w:rPr>
      </w:pPr>
      <w:r>
        <w:rPr>
          <w:rtl/>
        </w:rPr>
        <w:t>عہد حاضر مي</w:t>
      </w:r>
      <w:r w:rsidR="000A0CDC">
        <w:rPr>
          <w:rtl/>
        </w:rPr>
        <w:t xml:space="preserve">ں </w:t>
      </w:r>
      <w:r>
        <w:rPr>
          <w:rtl/>
        </w:rPr>
        <w:t>مطالعہ كيلئے ايك اہم سبجيكٹ</w:t>
      </w:r>
      <w:r>
        <w:t>Subject</w:t>
      </w:r>
      <w:r>
        <w:rPr>
          <w:rtl/>
        </w:rPr>
        <w:t xml:space="preserve"> مشرق شناسى ہے _ اس حوالے سے كام كرنے والے مغربى دانشورو</w:t>
      </w:r>
      <w:r w:rsidR="000A0CDC">
        <w:rPr>
          <w:rtl/>
        </w:rPr>
        <w:t xml:space="preserve">ں </w:t>
      </w:r>
      <w:r>
        <w:rPr>
          <w:rtl/>
        </w:rPr>
        <w:t>كا دعوى ہے كہ مشرق كے بارے مي</w:t>
      </w:r>
      <w:r w:rsidR="000A0CDC">
        <w:rPr>
          <w:rtl/>
        </w:rPr>
        <w:t xml:space="preserve">ں </w:t>
      </w:r>
      <w:r>
        <w:rPr>
          <w:rtl/>
        </w:rPr>
        <w:t>واقعيت پر مبنى تحقيقات كے ساتھ انہو</w:t>
      </w:r>
      <w:r w:rsidR="000A0CDC">
        <w:rPr>
          <w:rtl/>
        </w:rPr>
        <w:t xml:space="preserve">ں </w:t>
      </w:r>
      <w:r>
        <w:rPr>
          <w:rtl/>
        </w:rPr>
        <w:t>نے اہل مشرق كو بہت سے مخفى نكات اور زاويو</w:t>
      </w:r>
      <w:r w:rsidR="000A0CDC">
        <w:rPr>
          <w:rtl/>
        </w:rPr>
        <w:t xml:space="preserve">ں </w:t>
      </w:r>
      <w:r>
        <w:rPr>
          <w:rtl/>
        </w:rPr>
        <w:t>سے آگاہ كيا ہے جن سے اہل مشرق بذات خود آگاہ ہونے كى استعداد نہي</w:t>
      </w:r>
      <w:r w:rsidR="000A0CDC">
        <w:rPr>
          <w:rtl/>
        </w:rPr>
        <w:t xml:space="preserve">ں </w:t>
      </w:r>
      <w:r>
        <w:rPr>
          <w:rtl/>
        </w:rPr>
        <w:t>ركھتے تھے_ ماركسس بھى سمجھتا تھا كہ اہل مشرق مي</w:t>
      </w:r>
      <w:r w:rsidR="000A0CDC">
        <w:rPr>
          <w:rtl/>
        </w:rPr>
        <w:t xml:space="preserve">ں </w:t>
      </w:r>
      <w:r>
        <w:rPr>
          <w:rtl/>
        </w:rPr>
        <w:t>اپنے آپ كو اور اپنى صلاحيتو</w:t>
      </w:r>
      <w:r w:rsidR="000A0CDC">
        <w:rPr>
          <w:rtl/>
        </w:rPr>
        <w:t xml:space="preserve">ں </w:t>
      </w:r>
      <w:r>
        <w:rPr>
          <w:rtl/>
        </w:rPr>
        <w:t>كو كھولنے اور نمايا</w:t>
      </w:r>
      <w:r w:rsidR="000A0CDC">
        <w:rPr>
          <w:rtl/>
        </w:rPr>
        <w:t xml:space="preserve">ں </w:t>
      </w:r>
      <w:r>
        <w:rPr>
          <w:rtl/>
        </w:rPr>
        <w:t>كرنے كى استعداد نہي</w:t>
      </w:r>
      <w:r w:rsidR="000A0CDC">
        <w:rPr>
          <w:rtl/>
        </w:rPr>
        <w:t xml:space="preserve">ں </w:t>
      </w:r>
      <w:r>
        <w:rPr>
          <w:rtl/>
        </w:rPr>
        <w:t>ہے _ لہذا اس بارے مي</w:t>
      </w:r>
      <w:r w:rsidR="000A0CDC">
        <w:rPr>
          <w:rtl/>
        </w:rPr>
        <w:t xml:space="preserve">ں </w:t>
      </w:r>
      <w:r>
        <w:rPr>
          <w:rtl/>
        </w:rPr>
        <w:t xml:space="preserve">ان سے تعاون كياجانا چاہئے _ </w:t>
      </w:r>
    </w:p>
    <w:p w:rsidR="0061102A" w:rsidRDefault="0061102A" w:rsidP="00BE6934">
      <w:pPr>
        <w:pStyle w:val="libNormal"/>
        <w:rPr>
          <w:rtl/>
        </w:rPr>
      </w:pPr>
      <w:r>
        <w:rPr>
          <w:rtl/>
        </w:rPr>
        <w:t>آيا واقعاً يہ موضوع ايك علمى اور حقيقت پر مبنى موضوع ہے جيسا كہ بہت سے مستشرقين كا دعوى بھى ہے يا جيسا كہ مغرب پر تنقيد كرنے والے اہل نقد ونظر كا نظريہ ہے كہ يہ مسئلہ محض طاقت اور طاقت كو دوسرو</w:t>
      </w:r>
      <w:r w:rsidR="000A0CDC">
        <w:rPr>
          <w:rtl/>
        </w:rPr>
        <w:t xml:space="preserve">ں </w:t>
      </w:r>
      <w:r>
        <w:rPr>
          <w:rtl/>
        </w:rPr>
        <w:t>پر مسلط كرنے كا بہانہ ہے _ يعنى استعمار گر اہل مغرب كى قوت و طاقت اورتسلط كى توجيہ كا ايك وسيلہ ہے_ مشرق صرف يورپ سے متصل ايك ہمسايہ نہي</w:t>
      </w:r>
      <w:r w:rsidR="000A0CDC">
        <w:rPr>
          <w:rtl/>
        </w:rPr>
        <w:t xml:space="preserve">ں </w:t>
      </w:r>
      <w:r>
        <w:rPr>
          <w:rtl/>
        </w:rPr>
        <w:t>ہے بلكہ قدرتى دولت سے مالامال يورپ كے سب سے بڑے مستعمرات مي</w:t>
      </w:r>
      <w:r w:rsidR="000A0CDC">
        <w:rPr>
          <w:rtl/>
        </w:rPr>
        <w:t xml:space="preserve">ں </w:t>
      </w:r>
      <w:r>
        <w:rPr>
          <w:rtl/>
        </w:rPr>
        <w:t>سے ہے اور يورپ كى تہذيب كا سرچشمہ بھى ہے نيز تہذيب و تمدن مي</w:t>
      </w:r>
      <w:r w:rsidR="000A0CDC">
        <w:rPr>
          <w:rtl/>
        </w:rPr>
        <w:t xml:space="preserve">ں </w:t>
      </w:r>
      <w:r>
        <w:rPr>
          <w:rtl/>
        </w:rPr>
        <w:t xml:space="preserve">يورپ كا رقيب بھي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سابقہ حوالہ ص 112_ 105_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ہے_ مشرق شناسى كا مضمون بھى اسى موضوع كى ثقافتى اور نظرياتى تعريف كو بيان كرتا ہے _ اس طرح مشرق شناسى گفتگو كا ايك غالب مغربى موضوع ہے كہ جو خاص ادارو</w:t>
      </w:r>
      <w:r w:rsidR="000A0CDC">
        <w:rPr>
          <w:rtl/>
        </w:rPr>
        <w:t xml:space="preserve">ں </w:t>
      </w:r>
      <w:r>
        <w:rPr>
          <w:rtl/>
        </w:rPr>
        <w:t xml:space="preserve">، نصاب ، يا مطالعات اور استعمارى بيوركريسى پر مشتمل ہے </w:t>
      </w:r>
      <w:r w:rsidRPr="00F67D4B">
        <w:rPr>
          <w:rStyle w:val="libFootnotenumChar"/>
          <w:rtl/>
        </w:rPr>
        <w:t>(1)</w:t>
      </w:r>
      <w:r>
        <w:rPr>
          <w:rtl/>
        </w:rPr>
        <w:t xml:space="preserve"> </w:t>
      </w:r>
    </w:p>
    <w:p w:rsidR="0061102A" w:rsidRDefault="0061102A" w:rsidP="00BE6934">
      <w:pPr>
        <w:pStyle w:val="libNormal"/>
        <w:rPr>
          <w:rtl/>
        </w:rPr>
      </w:pPr>
      <w:r>
        <w:rPr>
          <w:rtl/>
        </w:rPr>
        <w:t>مشرق شناسى كى معروف ترين تعريف اسكى علمى تعريف ہے _ اس كے مطابق جو بھى اپنى تدريس ، تصنيف اور تحقيق كا موضوع مشرق كو قرار دے خواہ اسكا تعلق نفسيات، معاشرت ، تاريخ ، زبان كسى بھى مضمون سے تعلق ہو وہ مشرق شناس ہے جو كچھ بھى انجام دے يہى مشرق شناسى ہے ليكن يہ كالجو</w:t>
      </w:r>
      <w:r w:rsidR="000A0CDC">
        <w:rPr>
          <w:rtl/>
        </w:rPr>
        <w:t xml:space="preserve">ں </w:t>
      </w:r>
      <w:r>
        <w:rPr>
          <w:rtl/>
        </w:rPr>
        <w:t>اور يونيورسٹيو</w:t>
      </w:r>
      <w:r w:rsidR="000A0CDC">
        <w:rPr>
          <w:rtl/>
        </w:rPr>
        <w:t xml:space="preserve">ں </w:t>
      </w:r>
      <w:r>
        <w:rPr>
          <w:rtl/>
        </w:rPr>
        <w:t>كا مضمون ، مشرق شناسى كے ايك عام معنى سے بھى وابستہ ہے وہ يہ كہ مشرق شناسى دراصل فكر ونظر كى ايك روش ہے كہ جو مشرق اور مغرب كى وجود شناسى اور علم شناسى كے فرق كى بنياد پر استوار ہے _</w:t>
      </w:r>
      <w:r w:rsidRPr="00F67D4B">
        <w:rPr>
          <w:rStyle w:val="libFootnotenumChar"/>
          <w:rtl/>
        </w:rPr>
        <w:t>(2)</w:t>
      </w:r>
      <w:r>
        <w:rPr>
          <w:rtl/>
        </w:rPr>
        <w:t xml:space="preserve"> </w:t>
      </w:r>
    </w:p>
    <w:p w:rsidR="0061102A" w:rsidRDefault="0061102A" w:rsidP="00BE6934">
      <w:pPr>
        <w:pStyle w:val="libNormal"/>
        <w:rPr>
          <w:rtl/>
        </w:rPr>
      </w:pPr>
      <w:r>
        <w:rPr>
          <w:rtl/>
        </w:rPr>
        <w:t>بطور اختصار مشرق شناسى كو بھى مشرق پر قبضہ اور اسے اپنا مستعمرہ بنانے كيلئے مغرب كى ايجاد شدہ ايك روش كے طور پر محور تجزيہ قرار دياجاسكتا ہے چونكہ جب تك مشرق شناسى ايك غالب سياسى موضوع كى مانندمورد تجزيہ قرار نہ پائے گى كبھى بھى اسكى منظم اور مرتب خصوصيات درك نہي</w:t>
      </w:r>
      <w:r w:rsidR="000A0CDC">
        <w:rPr>
          <w:rtl/>
        </w:rPr>
        <w:t xml:space="preserve">ں </w:t>
      </w:r>
      <w:r>
        <w:rPr>
          <w:rtl/>
        </w:rPr>
        <w:t>كى جاسكتي</w:t>
      </w:r>
      <w:r w:rsidR="000A0CDC">
        <w:rPr>
          <w:rtl/>
        </w:rPr>
        <w:t xml:space="preserve">ں </w:t>
      </w:r>
      <w:r>
        <w:rPr>
          <w:rtl/>
        </w:rPr>
        <w:t>كہ جن كے ذريعے مغرب اور مغربى كلچرنے مشرق كى سياسى ، معاشرتى ، فكرى اور علمى محافل اور ميدانو</w:t>
      </w:r>
      <w:r w:rsidR="000A0CDC">
        <w:rPr>
          <w:rtl/>
        </w:rPr>
        <w:t xml:space="preserve">ں </w:t>
      </w:r>
      <w:r>
        <w:rPr>
          <w:rtl/>
        </w:rPr>
        <w:t xml:space="preserve">سے آگاہى حاصل كى بلكہ اسے تشكيل ديا اور اسے نئے سرے سے ايك ايسا موضوع بنايا جس پر تحقيق كى جاسكتى ہو_ </w:t>
      </w:r>
      <w:r w:rsidRPr="00F67D4B">
        <w:rPr>
          <w:rStyle w:val="libFootnotenumChar"/>
          <w:rtl/>
        </w:rPr>
        <w:t>(3)</w:t>
      </w:r>
      <w:r>
        <w:rPr>
          <w:rtl/>
        </w:rPr>
        <w:t xml:space="preserve"> </w:t>
      </w:r>
    </w:p>
    <w:p w:rsidR="0061102A" w:rsidRDefault="0061102A" w:rsidP="00BE6934">
      <w:pPr>
        <w:pStyle w:val="libNormal"/>
        <w:rPr>
          <w:rtl/>
        </w:rPr>
      </w:pPr>
      <w:r>
        <w:rPr>
          <w:rtl/>
        </w:rPr>
        <w:t>مشرق شناسى پر مطالعہ كب شروع ہواا س موضوع پر محققين باہم اختلاف نظر ركھتے ہي</w:t>
      </w:r>
      <w:r w:rsidR="000A0CDC">
        <w:rPr>
          <w:rtl/>
        </w:rPr>
        <w:t xml:space="preserve">ں </w:t>
      </w:r>
      <w:r>
        <w:rPr>
          <w:rtl/>
        </w:rPr>
        <w:t>_ بعض دانشور حضرات مشرق شناسى كے مطالعات كى تاريخ كو بہت قديم سمجھتے ہي</w:t>
      </w:r>
      <w:r w:rsidR="000A0CDC">
        <w:rPr>
          <w:rtl/>
        </w:rPr>
        <w:t xml:space="preserve">ں </w:t>
      </w:r>
      <w:r>
        <w:rPr>
          <w:rtl/>
        </w:rPr>
        <w:t>انكے نظر كے مطابق اسكو شرو ع كرنے والا ہيروڈٹ تھا وہ مشرقى اقوام كے بارے مي</w:t>
      </w:r>
      <w:r w:rsidR="000A0CDC">
        <w:rPr>
          <w:rtl/>
        </w:rPr>
        <w:t xml:space="preserve">ں </w:t>
      </w:r>
      <w:r>
        <w:rPr>
          <w:rtl/>
        </w:rPr>
        <w:t>مطالعہ كيا كرتا تھا_</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ايڈورڈ سعيد ، الاسشراق ، ترجمہ كمال ابواديب ، بيروت 1981 ، ص 37_ </w:t>
      </w:r>
    </w:p>
    <w:p w:rsidR="0061102A" w:rsidRDefault="0061102A" w:rsidP="00BE6934">
      <w:pPr>
        <w:pStyle w:val="libFootnote"/>
        <w:rPr>
          <w:rtl/>
        </w:rPr>
      </w:pPr>
      <w:r>
        <w:rPr>
          <w:rtl/>
        </w:rPr>
        <w:t xml:space="preserve">2) سابقہ حوالہ ص 38_ </w:t>
      </w:r>
    </w:p>
    <w:p w:rsidR="0061102A" w:rsidRDefault="0061102A" w:rsidP="00BE6934">
      <w:pPr>
        <w:pStyle w:val="libFootnote"/>
        <w:rPr>
          <w:rtl/>
        </w:rPr>
      </w:pPr>
      <w:r>
        <w:rPr>
          <w:rtl/>
        </w:rPr>
        <w:t xml:space="preserve">3) سابقہ حوالہ ص 39_ </w:t>
      </w:r>
    </w:p>
    <w:p w:rsidR="003A04D8" w:rsidRDefault="0061102A" w:rsidP="00BE6934">
      <w:pPr>
        <w:pStyle w:val="libFootnote"/>
        <w:rPr>
          <w:rtl/>
        </w:rPr>
      </w:pPr>
      <w:r>
        <w:rPr>
          <w:rtl/>
        </w:rPr>
        <w:t>4) احمد سمايلو ، فتش،فلسفہ الاستشراق داثر ھا فى الادب العربى المعاصر ، قاہرہ ، ص 71 _70_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جبكہ بعض ديگر كہ جن مي</w:t>
      </w:r>
      <w:r w:rsidR="000A0CDC">
        <w:rPr>
          <w:rtl/>
        </w:rPr>
        <w:t xml:space="preserve">ں </w:t>
      </w:r>
      <w:r>
        <w:rPr>
          <w:rtl/>
        </w:rPr>
        <w:t>سے ايڈورڈ سعيد قابل ذكر ہي</w:t>
      </w:r>
      <w:r w:rsidR="000A0CDC">
        <w:rPr>
          <w:rtl/>
        </w:rPr>
        <w:t xml:space="preserve">ں </w:t>
      </w:r>
      <w:r>
        <w:rPr>
          <w:rtl/>
        </w:rPr>
        <w:t>جس نے متعلقہ ادارو</w:t>
      </w:r>
      <w:r w:rsidR="000A0CDC">
        <w:rPr>
          <w:rtl/>
        </w:rPr>
        <w:t xml:space="preserve">ں </w:t>
      </w:r>
      <w:r>
        <w:rPr>
          <w:rtl/>
        </w:rPr>
        <w:t>پر تحقيق كے بعد شرق شناسى كا آغاز 1312 ء مي</w:t>
      </w:r>
      <w:r w:rsidR="000A0CDC">
        <w:rPr>
          <w:rtl/>
        </w:rPr>
        <w:t xml:space="preserve">ں </w:t>
      </w:r>
      <w:r>
        <w:rPr>
          <w:rtl/>
        </w:rPr>
        <w:t>وين كے كليسا كى كو نسل كے پروگرام كے تحت پيرس ، آكسفورڈ، اوينين اور سلامانكا كى يونيورسٹيو</w:t>
      </w:r>
      <w:r w:rsidR="000A0CDC">
        <w:rPr>
          <w:rtl/>
        </w:rPr>
        <w:t xml:space="preserve">ں </w:t>
      </w:r>
      <w:r>
        <w:rPr>
          <w:rtl/>
        </w:rPr>
        <w:t>مي</w:t>
      </w:r>
      <w:r w:rsidR="000A0CDC">
        <w:rPr>
          <w:rtl/>
        </w:rPr>
        <w:t xml:space="preserve">ں </w:t>
      </w:r>
      <w:r>
        <w:rPr>
          <w:rtl/>
        </w:rPr>
        <w:t>عربي، يونانى ، عبرى اور سريانى زبانو</w:t>
      </w:r>
      <w:r w:rsidR="000A0CDC">
        <w:rPr>
          <w:rtl/>
        </w:rPr>
        <w:t xml:space="preserve">ں </w:t>
      </w:r>
      <w:r>
        <w:rPr>
          <w:rtl/>
        </w:rPr>
        <w:t>كے ذريعے مشرق شناسى كے مطالعہ پر كام كے شروع ہونے كو قرار ديا _</w:t>
      </w:r>
      <w:r w:rsidRPr="00F67D4B">
        <w:rPr>
          <w:rStyle w:val="libFootnotenumChar"/>
          <w:rtl/>
        </w:rPr>
        <w:t>(1)</w:t>
      </w:r>
      <w:r>
        <w:rPr>
          <w:rtl/>
        </w:rPr>
        <w:t xml:space="preserve"> </w:t>
      </w:r>
    </w:p>
    <w:p w:rsidR="0061102A" w:rsidRDefault="0061102A" w:rsidP="00BE6934">
      <w:pPr>
        <w:pStyle w:val="libNormal"/>
        <w:rPr>
          <w:rtl/>
        </w:rPr>
      </w:pPr>
      <w:r>
        <w:rPr>
          <w:rtl/>
        </w:rPr>
        <w:t>بعض ديگر دانشور كلمہ ''مشرق شناسى '' اور اسكے مشتقات كا علمى محافل مي</w:t>
      </w:r>
      <w:r w:rsidR="000A0CDC">
        <w:rPr>
          <w:rtl/>
        </w:rPr>
        <w:t xml:space="preserve">ں </w:t>
      </w:r>
      <w:r>
        <w:rPr>
          <w:rtl/>
        </w:rPr>
        <w:t>ظہور كے زمانہ كو اس علم كى تحقيقات كے شروع كا زمانہ سمجھتے ہي</w:t>
      </w:r>
      <w:r w:rsidR="000A0CDC">
        <w:rPr>
          <w:rtl/>
        </w:rPr>
        <w:t xml:space="preserve">ں </w:t>
      </w:r>
      <w:r>
        <w:rPr>
          <w:rtl/>
        </w:rPr>
        <w:t>،كيونكہ انگلستان مي</w:t>
      </w:r>
      <w:r w:rsidR="000A0CDC">
        <w:rPr>
          <w:rtl/>
        </w:rPr>
        <w:t xml:space="preserve">ں </w:t>
      </w:r>
      <w:r>
        <w:rPr>
          <w:rtl/>
        </w:rPr>
        <w:t>لفظ ''مستشرق'' سنہ 1779 ء اور فرانس مي</w:t>
      </w:r>
      <w:r w:rsidR="000A0CDC">
        <w:rPr>
          <w:rtl/>
        </w:rPr>
        <w:t xml:space="preserve">ں </w:t>
      </w:r>
      <w:r>
        <w:rPr>
          <w:rtl/>
        </w:rPr>
        <w:t>1799ء مي</w:t>
      </w:r>
      <w:r w:rsidR="000A0CDC">
        <w:rPr>
          <w:rtl/>
        </w:rPr>
        <w:t xml:space="preserve">ں </w:t>
      </w:r>
      <w:r>
        <w:rPr>
          <w:rtl/>
        </w:rPr>
        <w:t>رائج ہوا اور 1838ء مي</w:t>
      </w:r>
      <w:r w:rsidR="000A0CDC">
        <w:rPr>
          <w:rtl/>
        </w:rPr>
        <w:t xml:space="preserve">ں </w:t>
      </w:r>
      <w:r>
        <w:rPr>
          <w:rtl/>
        </w:rPr>
        <w:t>پہلى بار فرانس كى يونيورسٹى ڈكشنرى مي</w:t>
      </w:r>
      <w:r w:rsidR="000A0CDC">
        <w:rPr>
          <w:rtl/>
        </w:rPr>
        <w:t xml:space="preserve">ں </w:t>
      </w:r>
      <w:r>
        <w:rPr>
          <w:rtl/>
        </w:rPr>
        <w:t>مشرق شناسى كا مفہوم ومعنى داخل ہوا_</w:t>
      </w:r>
      <w:r w:rsidRPr="00F67D4B">
        <w:rPr>
          <w:rStyle w:val="libFootnotenumChar"/>
          <w:rtl/>
        </w:rPr>
        <w:t>(2)</w:t>
      </w:r>
      <w:r>
        <w:rPr>
          <w:rtl/>
        </w:rPr>
        <w:t xml:space="preserve"> </w:t>
      </w:r>
    </w:p>
    <w:p w:rsidR="0061102A" w:rsidRDefault="0061102A" w:rsidP="00BE6934">
      <w:pPr>
        <w:pStyle w:val="libNormal"/>
        <w:rPr>
          <w:rtl/>
        </w:rPr>
      </w:pPr>
      <w:r>
        <w:rPr>
          <w:rtl/>
        </w:rPr>
        <w:t>ليكن درحقيقت يورپ مي</w:t>
      </w:r>
      <w:r w:rsidR="000A0CDC">
        <w:rPr>
          <w:rtl/>
        </w:rPr>
        <w:t xml:space="preserve">ں </w:t>
      </w:r>
      <w:r>
        <w:rPr>
          <w:rtl/>
        </w:rPr>
        <w:t>مشرق شناسى كے بارے مي</w:t>
      </w:r>
      <w:r w:rsidR="000A0CDC">
        <w:rPr>
          <w:rtl/>
        </w:rPr>
        <w:t xml:space="preserve">ں </w:t>
      </w:r>
      <w:r>
        <w:rPr>
          <w:rtl/>
        </w:rPr>
        <w:t>مطالعات كے عروج كا دور انيسوي</w:t>
      </w:r>
      <w:r w:rsidR="000A0CDC">
        <w:rPr>
          <w:rtl/>
        </w:rPr>
        <w:t xml:space="preserve">ں </w:t>
      </w:r>
      <w:r>
        <w:rPr>
          <w:rtl/>
        </w:rPr>
        <w:t>صدى اور بيسوي</w:t>
      </w:r>
      <w:r w:rsidR="000A0CDC">
        <w:rPr>
          <w:rtl/>
        </w:rPr>
        <w:t xml:space="preserve">ں </w:t>
      </w:r>
      <w:r>
        <w:rPr>
          <w:rtl/>
        </w:rPr>
        <w:t>صدى كے اوائل كا زمانہ ہے _ اگرچہ خود مشرق شناسى كى تاريخ اس سے كہي</w:t>
      </w:r>
      <w:r w:rsidR="000A0CDC">
        <w:rPr>
          <w:rtl/>
        </w:rPr>
        <w:t xml:space="preserve">ں </w:t>
      </w:r>
      <w:r>
        <w:rPr>
          <w:rtl/>
        </w:rPr>
        <w:t>طولانى ہے ، مجموعى طور پر مشرق شناسى كے مطالعات كا دومراحل مي</w:t>
      </w:r>
      <w:r w:rsidR="000A0CDC">
        <w:rPr>
          <w:rtl/>
        </w:rPr>
        <w:t xml:space="preserve">ں </w:t>
      </w:r>
      <w:r>
        <w:rPr>
          <w:rtl/>
        </w:rPr>
        <w:t>تجزيہ كيا جاسكتا ہے اور ان دو مراحل مي</w:t>
      </w:r>
      <w:r w:rsidR="000A0CDC">
        <w:rPr>
          <w:rtl/>
        </w:rPr>
        <w:t xml:space="preserve">ں </w:t>
      </w:r>
      <w:r>
        <w:rPr>
          <w:rtl/>
        </w:rPr>
        <w:t>سے ہر مرحلہ مي</w:t>
      </w:r>
      <w:r w:rsidR="000A0CDC">
        <w:rPr>
          <w:rtl/>
        </w:rPr>
        <w:t xml:space="preserve">ں </w:t>
      </w:r>
      <w:r>
        <w:rPr>
          <w:rtl/>
        </w:rPr>
        <w:t>مشرق شناسى ايك خاص صورت مي</w:t>
      </w:r>
      <w:r w:rsidR="000A0CDC">
        <w:rPr>
          <w:rtl/>
        </w:rPr>
        <w:t xml:space="preserve">ں </w:t>
      </w:r>
      <w:r>
        <w:rPr>
          <w:rtl/>
        </w:rPr>
        <w:t xml:space="preserve">سامنے آتى ہے: </w:t>
      </w:r>
    </w:p>
    <w:p w:rsidR="0061102A" w:rsidRDefault="0061102A" w:rsidP="00BE6934">
      <w:pPr>
        <w:pStyle w:val="libNormal"/>
        <w:rPr>
          <w:rtl/>
        </w:rPr>
      </w:pPr>
      <w:r>
        <w:rPr>
          <w:rtl/>
        </w:rPr>
        <w:t>1) _ مشرق شناسى كے موضوعات پر مطالعات كا نقطہ آغاز يورپى كليسا كے ساتھ تعلق ركھتا ہے اور اس موضوع پر مطالعات كا مقصد يہ تھا كہ اسلامى نظريہ اور اسكى برترى سے پيدا ہونے والے خطرات سے عيسائي عقائد كا دفاع كرنا تھا اس لحاظ سے اس دور مي</w:t>
      </w:r>
      <w:r w:rsidR="000A0CDC">
        <w:rPr>
          <w:rtl/>
        </w:rPr>
        <w:t xml:space="preserve">ں </w:t>
      </w:r>
      <w:r>
        <w:rPr>
          <w:rtl/>
        </w:rPr>
        <w:t>مشرق شناسى ايك دفاعى صورت مي</w:t>
      </w:r>
      <w:r w:rsidR="000A0CDC">
        <w:rPr>
          <w:rtl/>
        </w:rPr>
        <w:t xml:space="preserve">ں </w:t>
      </w:r>
      <w:r>
        <w:rPr>
          <w:rtl/>
        </w:rPr>
        <w:t>تھى اور اپنے اندرونى مسائل پر توجہ ركھے ہوئے تھى اس سے انكا يہ ہدف تھا كہ وہ اسلام اور نظريہ اسلام كا حقيقى چہرہ بگاڑ كر اور اسے غير مناسب اور ناپسنديدہ صورت مي</w:t>
      </w:r>
      <w:r w:rsidR="000A0CDC">
        <w:rPr>
          <w:rtl/>
        </w:rPr>
        <w:t xml:space="preserve">ں </w:t>
      </w:r>
      <w:r>
        <w:rPr>
          <w:rtl/>
        </w:rPr>
        <w:t>پيش كري</w:t>
      </w:r>
      <w:r w:rsidR="000A0CDC">
        <w:rPr>
          <w:rtl/>
        </w:rPr>
        <w:t xml:space="preserve">ں </w:t>
      </w:r>
      <w:r>
        <w:rPr>
          <w:rtl/>
        </w:rPr>
        <w:t>تاكہ وہ يورپى شخص كو اسلامى عقائد سے دور كرسكي</w:t>
      </w:r>
      <w:r w:rsidR="000A0CDC">
        <w:rPr>
          <w:rtl/>
        </w:rPr>
        <w:t xml:space="preserve">ں </w:t>
      </w:r>
      <w:r>
        <w:rPr>
          <w:rtl/>
        </w:rPr>
        <w:t>اور اس دور پر غالب عيسائي عقائد ونظريات كا دفاع كرسكي</w:t>
      </w:r>
      <w:r w:rsidR="000A0CDC">
        <w:rPr>
          <w:rtl/>
        </w:rPr>
        <w:t xml:space="preserve">ں </w:t>
      </w:r>
      <w:r>
        <w:rPr>
          <w:rtl/>
        </w:rPr>
        <w:t>_</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ايڈوڈ سعيد ،سابقہ حوالہ ،ص80_ </w:t>
      </w:r>
    </w:p>
    <w:p w:rsidR="0061102A" w:rsidRDefault="0061102A" w:rsidP="00BE6934">
      <w:pPr>
        <w:pStyle w:val="libFootnote"/>
        <w:rPr>
          <w:rtl/>
        </w:rPr>
      </w:pPr>
      <w:r>
        <w:rPr>
          <w:rtl/>
        </w:rPr>
        <w:t xml:space="preserve">2) نصر محمد عارف ،التنمية السياسية المعاصرة ، ہيرندن فير جينسا ، امريكہ ، ص115_ </w:t>
      </w:r>
    </w:p>
    <w:p w:rsidR="003A04D8" w:rsidRDefault="0061102A" w:rsidP="00BE6934">
      <w:pPr>
        <w:pStyle w:val="libFootnote"/>
        <w:rPr>
          <w:rtl/>
        </w:rPr>
      </w:pPr>
      <w:r>
        <w:rPr>
          <w:rtl/>
        </w:rPr>
        <w:t>3) نصر محمد عارف ، سابقہ حوالہ ،ص 117_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بعض محققين مثلاً فواد زكريا كے بقول مشرق شناسى كے مطالعہ كا يہى ہدف تھا بلكہ اس علم كى مكمل تاريخ مي</w:t>
      </w:r>
      <w:r w:rsidR="000A0CDC">
        <w:rPr>
          <w:rtl/>
        </w:rPr>
        <w:t xml:space="preserve">ں </w:t>
      </w:r>
      <w:r>
        <w:rPr>
          <w:rtl/>
        </w:rPr>
        <w:t>يہى ملتا ہے كہ وہ مشرق شناسى كے ذريعے دراصل اپنے تشخص كا دفاع كرنا چاہتے تھے_</w:t>
      </w:r>
      <w:r w:rsidRPr="00F67D4B">
        <w:rPr>
          <w:rStyle w:val="libFootnotenumChar"/>
          <w:rtl/>
        </w:rPr>
        <w:t>(1)</w:t>
      </w:r>
      <w:r>
        <w:rPr>
          <w:rtl/>
        </w:rPr>
        <w:t xml:space="preserve"> </w:t>
      </w:r>
    </w:p>
    <w:p w:rsidR="0061102A" w:rsidRDefault="0061102A" w:rsidP="00BE6934">
      <w:pPr>
        <w:pStyle w:val="libNormal"/>
        <w:rPr>
          <w:rtl/>
        </w:rPr>
      </w:pPr>
      <w:r>
        <w:rPr>
          <w:rtl/>
        </w:rPr>
        <w:t>بہرحال كم از كم اس حوالے سے قطعى طور پر يہى كہاجاسكتا ہے كہ پہلے دور مي</w:t>
      </w:r>
      <w:r w:rsidR="000A0CDC">
        <w:rPr>
          <w:rtl/>
        </w:rPr>
        <w:t xml:space="preserve">ں </w:t>
      </w:r>
      <w:r>
        <w:rPr>
          <w:rtl/>
        </w:rPr>
        <w:t>مشرق شناسى كے مقصد كو عيسائيت سے وابستہ سمجھتا جاتا تھا اور وہ يہ تھا كہ اس دور مي</w:t>
      </w:r>
      <w:r w:rsidR="000A0CDC">
        <w:rPr>
          <w:rtl/>
        </w:rPr>
        <w:t xml:space="preserve">ں </w:t>
      </w:r>
      <w:r>
        <w:rPr>
          <w:rtl/>
        </w:rPr>
        <w:t>يورپى ماحول ومعاشرہ پر حاكم عيسائي تہذيب اور نظريات كا دفاع اور كليسا كے اقتدار كى نگہبانى كى جائے_ بالفاظ ديگر اس قسم كے تجزيے اور تحقيقات يورپى دانشورو</w:t>
      </w:r>
      <w:r w:rsidR="000A0CDC">
        <w:rPr>
          <w:rtl/>
        </w:rPr>
        <w:t xml:space="preserve">ں </w:t>
      </w:r>
      <w:r>
        <w:rPr>
          <w:rtl/>
        </w:rPr>
        <w:t>اور وشن خيال حضرات كيلئے كى جاتى تھي</w:t>
      </w:r>
      <w:r w:rsidR="000A0CDC">
        <w:rPr>
          <w:rtl/>
        </w:rPr>
        <w:t xml:space="preserve">ں </w:t>
      </w:r>
      <w:r>
        <w:rPr>
          <w:rtl/>
        </w:rPr>
        <w:t>_ وہ بھى ايك معين دور مي</w:t>
      </w:r>
      <w:r w:rsidR="000A0CDC">
        <w:rPr>
          <w:rtl/>
        </w:rPr>
        <w:t xml:space="preserve">ں </w:t>
      </w:r>
      <w:r>
        <w:rPr>
          <w:rtl/>
        </w:rPr>
        <w:t>، ايك معين ہدف و مقصد اور خاص روش سے كہ جسكى غرض پس پردہ پنہا</w:t>
      </w:r>
      <w:r w:rsidR="000A0CDC">
        <w:rPr>
          <w:rtl/>
        </w:rPr>
        <w:t xml:space="preserve">ں </w:t>
      </w:r>
      <w:r>
        <w:rPr>
          <w:rtl/>
        </w:rPr>
        <w:t xml:space="preserve">تھى _ </w:t>
      </w:r>
    </w:p>
    <w:p w:rsidR="0061102A" w:rsidRDefault="0061102A" w:rsidP="00BE6934">
      <w:pPr>
        <w:pStyle w:val="libNormal"/>
        <w:rPr>
          <w:rtl/>
        </w:rPr>
      </w:pPr>
      <w:r>
        <w:rPr>
          <w:rtl/>
        </w:rPr>
        <w:t>يہا</w:t>
      </w:r>
      <w:r w:rsidR="000A0CDC">
        <w:rPr>
          <w:rtl/>
        </w:rPr>
        <w:t xml:space="preserve">ں </w:t>
      </w:r>
      <w:r>
        <w:rPr>
          <w:rtl/>
        </w:rPr>
        <w:t>مقصد يہ نہي</w:t>
      </w:r>
      <w:r w:rsidR="000A0CDC">
        <w:rPr>
          <w:rtl/>
        </w:rPr>
        <w:t xml:space="preserve">ں </w:t>
      </w:r>
      <w:r>
        <w:rPr>
          <w:rtl/>
        </w:rPr>
        <w:t>تھا كہ محض حقيقت تك پہنچا جائے اور يہ ايك خالص علمى تحقيق ہو بلكہ يورپى دانشورو</w:t>
      </w:r>
      <w:r w:rsidR="000A0CDC">
        <w:rPr>
          <w:rtl/>
        </w:rPr>
        <w:t xml:space="preserve">ں </w:t>
      </w:r>
      <w:r>
        <w:rPr>
          <w:rtl/>
        </w:rPr>
        <w:t>كى آراء اور دانائي كے ثبوت كيلئے ايك مضبوط ڈھال بنائي جائے اور اس مي</w:t>
      </w:r>
      <w:r w:rsidR="000A0CDC">
        <w:rPr>
          <w:rtl/>
        </w:rPr>
        <w:t xml:space="preserve">ں </w:t>
      </w:r>
      <w:r>
        <w:rPr>
          <w:rtl/>
        </w:rPr>
        <w:t>انقلاب پيدا كرنے والے آراء و افكار بالخصوص اسلامى آراء كے مد مقابل دفاع كياجائے اور عيسائيت كى مخالفت مي</w:t>
      </w:r>
      <w:r w:rsidR="000A0CDC">
        <w:rPr>
          <w:rtl/>
        </w:rPr>
        <w:t xml:space="preserve">ں </w:t>
      </w:r>
      <w:r>
        <w:rPr>
          <w:rtl/>
        </w:rPr>
        <w:t>جانے والا ہر راستہ بند كرديا جائے_</w:t>
      </w:r>
      <w:r w:rsidRPr="00F67D4B">
        <w:rPr>
          <w:rStyle w:val="libFootnotenumChar"/>
          <w:rtl/>
        </w:rPr>
        <w:t>(2)</w:t>
      </w:r>
      <w:r>
        <w:rPr>
          <w:rtl/>
        </w:rPr>
        <w:t xml:space="preserve"> </w:t>
      </w:r>
    </w:p>
    <w:p w:rsidR="0061102A" w:rsidRDefault="0061102A" w:rsidP="00BE6934">
      <w:pPr>
        <w:pStyle w:val="libNormal"/>
        <w:rPr>
          <w:rtl/>
        </w:rPr>
      </w:pPr>
      <w:r>
        <w:rPr>
          <w:rtl/>
        </w:rPr>
        <w:t>2) پہلے مرحلہ مي</w:t>
      </w:r>
      <w:r w:rsidR="000A0CDC">
        <w:rPr>
          <w:rtl/>
        </w:rPr>
        <w:t xml:space="preserve">ں </w:t>
      </w:r>
      <w:r>
        <w:rPr>
          <w:rtl/>
        </w:rPr>
        <w:t>مشرق شناسى كے مطالعات كا محور يورپ اور عيسائي دنيا كے اندرونى مسائل تھے _ اس مرحلہ كے بعد ايسے دور كا آغاز ہوا كہ جس مي</w:t>
      </w:r>
      <w:r w:rsidR="000A0CDC">
        <w:rPr>
          <w:rtl/>
        </w:rPr>
        <w:t xml:space="preserve">ں </w:t>
      </w:r>
      <w:r>
        <w:rPr>
          <w:rtl/>
        </w:rPr>
        <w:t>مشرق شناسى استعمار سے وابستہ ہوگئي يہا</w:t>
      </w:r>
      <w:r w:rsidR="000A0CDC">
        <w:rPr>
          <w:rtl/>
        </w:rPr>
        <w:t xml:space="preserve">ں </w:t>
      </w:r>
      <w:r>
        <w:rPr>
          <w:rtl/>
        </w:rPr>
        <w:t>بيرونى مسائل اور معاملات محور قرار پاگئے اب اس مي</w:t>
      </w:r>
      <w:r w:rsidR="000A0CDC">
        <w:rPr>
          <w:rtl/>
        </w:rPr>
        <w:t xml:space="preserve">ں </w:t>
      </w:r>
      <w:r>
        <w:rPr>
          <w:rtl/>
        </w:rPr>
        <w:t>عيسائي نظريات اور رجحانات كے ساتھ ساتھ مشرقى اقوام پر تسلط كا رنگ ڈھنگ بھى پيدا ہوگيا _ اسى دور كے آغاز سے ہى محققين نے اپنے موضوع مطالعہ سرزمينو</w:t>
      </w:r>
      <w:r w:rsidR="000A0CDC">
        <w:rPr>
          <w:rtl/>
        </w:rPr>
        <w:t xml:space="preserve">ں </w:t>
      </w:r>
      <w:r>
        <w:rPr>
          <w:rtl/>
        </w:rPr>
        <w:t>كے بارے مي</w:t>
      </w:r>
      <w:r w:rsidR="000A0CDC">
        <w:rPr>
          <w:rtl/>
        </w:rPr>
        <w:t xml:space="preserve">ں </w:t>
      </w:r>
      <w:r>
        <w:rPr>
          <w:rtl/>
        </w:rPr>
        <w:t>حقائق پر مبنى دقيق تصوير اپنى حكومتو</w:t>
      </w:r>
      <w:r w:rsidR="000A0CDC">
        <w:rPr>
          <w:rtl/>
        </w:rPr>
        <w:t xml:space="preserve">ں </w:t>
      </w:r>
      <w:r>
        <w:rPr>
          <w:rtl/>
        </w:rPr>
        <w:t>كو پيش كى _ تاكہ وہ حكومتي</w:t>
      </w:r>
      <w:r w:rsidR="000A0CDC">
        <w:rPr>
          <w:rtl/>
        </w:rPr>
        <w:t xml:space="preserve">ں </w:t>
      </w:r>
      <w:r>
        <w:rPr>
          <w:rtl/>
        </w:rPr>
        <w:t>ان تحقيقات اور تجزيات كى بناء پر ان مشرقى معاشرو</w:t>
      </w:r>
      <w:r w:rsidR="000A0CDC">
        <w:rPr>
          <w:rtl/>
        </w:rPr>
        <w:t xml:space="preserve">ں </w:t>
      </w:r>
      <w:r>
        <w:rPr>
          <w:rtl/>
        </w:rPr>
        <w:t>اور تہذيب سے ٹكرائي</w:t>
      </w:r>
      <w:r w:rsidR="000A0CDC">
        <w:rPr>
          <w:rtl/>
        </w:rPr>
        <w:t xml:space="preserve">ں </w:t>
      </w:r>
      <w:r>
        <w:rPr>
          <w:rtl/>
        </w:rPr>
        <w:t>اور ان پر تسلط پاتے ہوئے انكے زرخيز منابع اور سرچشمے لوٹ لي</w:t>
      </w:r>
      <w:r w:rsidR="000A0CDC">
        <w:rPr>
          <w:rtl/>
        </w:rPr>
        <w:t xml:space="preserve">ں </w:t>
      </w:r>
      <w:r>
        <w:rPr>
          <w:rtl/>
        </w:rPr>
        <w:t>_</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حوالہ ص 131_ فواد زكريا ، نقد الاستشراق وازمة الثقافة العربيہ المعاصرة ، دراسة فى المنہج ، مجلہ فكر للدراسات والابحاث ، ش 10 ، 1986 ، ص 47_ 35_ </w:t>
      </w:r>
    </w:p>
    <w:p w:rsidR="0061102A" w:rsidRDefault="0061102A" w:rsidP="00BE6934">
      <w:pPr>
        <w:pStyle w:val="libFootnote"/>
        <w:rPr>
          <w:rtl/>
        </w:rPr>
      </w:pPr>
      <w:r>
        <w:rPr>
          <w:rtl/>
        </w:rPr>
        <w:t xml:space="preserve">2) نصر محمد عارف ،سابقہ حوالہ ،ص 131 ، محمود شاكر ، المتنبى رسالة فى الطريق الى ثقافتنا ، قاہرة ، كتاب الھلال ، اكتوبر ، 1978، ص 92_ </w:t>
      </w:r>
    </w:p>
    <w:p w:rsidR="003A04D8" w:rsidRDefault="0061102A" w:rsidP="00BE6934">
      <w:pPr>
        <w:pStyle w:val="libFootnote"/>
        <w:rPr>
          <w:rtl/>
        </w:rPr>
      </w:pPr>
      <w:r>
        <w:rPr>
          <w:rtl/>
        </w:rPr>
        <w:t>3) نصر محمد عارف ،سابقہ حوالہ ص 119_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انيسوي</w:t>
      </w:r>
      <w:r w:rsidR="000A0CDC">
        <w:rPr>
          <w:rtl/>
        </w:rPr>
        <w:t xml:space="preserve">ں </w:t>
      </w:r>
      <w:r>
        <w:rPr>
          <w:rtl/>
        </w:rPr>
        <w:t>صدى كے فرانسيسى ، جرمن اور انگلستانى نظريات كى تاريخ كا تجزيہ كري</w:t>
      </w:r>
      <w:r w:rsidR="000A0CDC">
        <w:rPr>
          <w:rtl/>
        </w:rPr>
        <w:t xml:space="preserve">ں </w:t>
      </w:r>
      <w:r>
        <w:rPr>
          <w:rtl/>
        </w:rPr>
        <w:t>تو مغرب كے اقتصادى اور جغرافيائي توسيع پسندى پر مشتمل رجحانات كا آغاز اور معاشرہ شناسى مي</w:t>
      </w:r>
      <w:r w:rsidR="000A0CDC">
        <w:rPr>
          <w:rtl/>
        </w:rPr>
        <w:t xml:space="preserve">ں </w:t>
      </w:r>
      <w:r>
        <w:rPr>
          <w:rtl/>
        </w:rPr>
        <w:t>جديد نظريات كے ظہور كے درميان واضح وابستگى نمايا</w:t>
      </w:r>
      <w:r w:rsidR="000A0CDC">
        <w:rPr>
          <w:rtl/>
        </w:rPr>
        <w:t xml:space="preserve">ں </w:t>
      </w:r>
      <w:r>
        <w:rPr>
          <w:rtl/>
        </w:rPr>
        <w:t>محسوس ہوتى ہے_ اسطرح سماجيات كى جديد شاخي</w:t>
      </w:r>
      <w:r w:rsidR="000A0CDC">
        <w:rPr>
          <w:rtl/>
        </w:rPr>
        <w:t xml:space="preserve">ں </w:t>
      </w:r>
      <w:r>
        <w:rPr>
          <w:rtl/>
        </w:rPr>
        <w:t>محض ايسے استعمارى علوم كى صورت مي</w:t>
      </w:r>
      <w:r w:rsidR="000A0CDC">
        <w:rPr>
          <w:rtl/>
        </w:rPr>
        <w:t xml:space="preserve">ں </w:t>
      </w:r>
      <w:r>
        <w:rPr>
          <w:rtl/>
        </w:rPr>
        <w:t>سامنے آتى ہي</w:t>
      </w:r>
      <w:r w:rsidR="000A0CDC">
        <w:rPr>
          <w:rtl/>
        </w:rPr>
        <w:t xml:space="preserve">ں </w:t>
      </w:r>
      <w:r>
        <w:rPr>
          <w:rtl/>
        </w:rPr>
        <w:t>كہ جو محكوم اور ماتحت اقوام كے مفادات سے قطع نظر محض استعمار ى حكومتو</w:t>
      </w:r>
      <w:r w:rsidR="000A0CDC">
        <w:rPr>
          <w:rtl/>
        </w:rPr>
        <w:t xml:space="preserve">ں </w:t>
      </w:r>
      <w:r>
        <w:rPr>
          <w:rtl/>
        </w:rPr>
        <w:t>كى خدمت كرتى ہي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بيسوي</w:t>
      </w:r>
      <w:r w:rsidR="000A0CDC">
        <w:rPr>
          <w:rtl/>
        </w:rPr>
        <w:t xml:space="preserve">ں </w:t>
      </w:r>
      <w:r>
        <w:rPr>
          <w:rtl/>
        </w:rPr>
        <w:t>صدى مي</w:t>
      </w:r>
      <w:r w:rsidR="000A0CDC">
        <w:rPr>
          <w:rtl/>
        </w:rPr>
        <w:t xml:space="preserve">ں </w:t>
      </w:r>
      <w:r>
        <w:rPr>
          <w:rtl/>
        </w:rPr>
        <w:t>بھى مشرق شناسى دو صورتو</w:t>
      </w:r>
      <w:r w:rsidR="000A0CDC">
        <w:rPr>
          <w:rtl/>
        </w:rPr>
        <w:t xml:space="preserve">ں </w:t>
      </w:r>
      <w:r>
        <w:rPr>
          <w:rtl/>
        </w:rPr>
        <w:t>كے ذريعے مغرب كے دنيا پر تسلط مي</w:t>
      </w:r>
      <w:r w:rsidR="000A0CDC">
        <w:rPr>
          <w:rtl/>
        </w:rPr>
        <w:t xml:space="preserve">ں </w:t>
      </w:r>
      <w:r>
        <w:rPr>
          <w:rtl/>
        </w:rPr>
        <w:t xml:space="preserve">اپنا كردا ادا كرتى تھى : </w:t>
      </w:r>
    </w:p>
    <w:p w:rsidR="0061102A" w:rsidRDefault="0061102A" w:rsidP="00BE6934">
      <w:pPr>
        <w:pStyle w:val="libNormal"/>
        <w:rPr>
          <w:rtl/>
        </w:rPr>
      </w:pPr>
      <w:r>
        <w:rPr>
          <w:rtl/>
        </w:rPr>
        <w:t>الف _ علم ودانش كے حصول اوراسكے پھيلاؤ كے ليے جديد ذرائع اور وسائل سے فائدہ اٹھانا مثلاً اسكول، يونيورسٹيا</w:t>
      </w:r>
      <w:r w:rsidR="000A0CDC">
        <w:rPr>
          <w:rtl/>
        </w:rPr>
        <w:t xml:space="preserve">ں </w:t>
      </w:r>
      <w:r>
        <w:rPr>
          <w:rtl/>
        </w:rPr>
        <w:t>اور ذرائع ابلاغ وغيرہ _ تاكہ اہل مشرق كے افكار اورعقليت كو نئے سرے سے تيار كياجائے اور انہي</w:t>
      </w:r>
      <w:r w:rsidR="000A0CDC">
        <w:rPr>
          <w:rtl/>
        </w:rPr>
        <w:t xml:space="preserve">ں </w:t>
      </w:r>
      <w:r>
        <w:rPr>
          <w:rtl/>
        </w:rPr>
        <w:t>اس انداز سے مغربى تہذيب مي</w:t>
      </w:r>
      <w:r w:rsidR="000A0CDC">
        <w:rPr>
          <w:rtl/>
        </w:rPr>
        <w:t xml:space="preserve">ں </w:t>
      </w:r>
      <w:r>
        <w:rPr>
          <w:rtl/>
        </w:rPr>
        <w:t>مخلوط كياجائے تاكہ مشرق والے اپنے آپ كو فكر و تدبير مي</w:t>
      </w:r>
      <w:r w:rsidR="000A0CDC">
        <w:rPr>
          <w:rtl/>
        </w:rPr>
        <w:t xml:space="preserve">ں </w:t>
      </w:r>
      <w:r>
        <w:rPr>
          <w:rtl/>
        </w:rPr>
        <w:t>اہل مغرب كى مانند سمجھي</w:t>
      </w:r>
      <w:r w:rsidR="000A0CDC">
        <w:rPr>
          <w:rtl/>
        </w:rPr>
        <w:t xml:space="preserve">ں </w:t>
      </w:r>
      <w:r>
        <w:rPr>
          <w:rtl/>
        </w:rPr>
        <w:t>اور انكى اقدار كو اپنالي</w:t>
      </w:r>
      <w:r w:rsidR="000A0CDC">
        <w:rPr>
          <w:rtl/>
        </w:rPr>
        <w:t xml:space="preserve">ں </w:t>
      </w:r>
      <w:r>
        <w:rPr>
          <w:rtl/>
        </w:rPr>
        <w:t xml:space="preserve">_ </w:t>
      </w:r>
    </w:p>
    <w:p w:rsidR="0061102A" w:rsidRDefault="0061102A" w:rsidP="00BE6934">
      <w:pPr>
        <w:pStyle w:val="libNormal"/>
        <w:rPr>
          <w:rtl/>
        </w:rPr>
      </w:pPr>
      <w:r>
        <w:rPr>
          <w:rtl/>
        </w:rPr>
        <w:t>ب)_ بعض مشرق شناس لوگو</w:t>
      </w:r>
      <w:r w:rsidR="000A0CDC">
        <w:rPr>
          <w:rtl/>
        </w:rPr>
        <w:t xml:space="preserve">ں </w:t>
      </w:r>
      <w:r>
        <w:rPr>
          <w:rtl/>
        </w:rPr>
        <w:t>كا علمى محدوديت اور تھيورى كى حدود سے نكلنا اور عملى ميدان مي</w:t>
      </w:r>
      <w:r w:rsidR="000A0CDC">
        <w:rPr>
          <w:rtl/>
        </w:rPr>
        <w:t xml:space="preserve">ں </w:t>
      </w:r>
      <w:r>
        <w:rPr>
          <w:rtl/>
        </w:rPr>
        <w:t>داخل ہونا تاكہ يورپى حكومتو</w:t>
      </w:r>
      <w:r w:rsidR="000A0CDC">
        <w:rPr>
          <w:rtl/>
        </w:rPr>
        <w:t xml:space="preserve">ں </w:t>
      </w:r>
      <w:r>
        <w:rPr>
          <w:rtl/>
        </w:rPr>
        <w:t>كے ديگر ممالك پر تسلط كے اہداف كو عملى جامہ پہنايا جائے_</w:t>
      </w:r>
      <w:r w:rsidRPr="00F67D4B">
        <w:rPr>
          <w:rStyle w:val="libFootnotenumChar"/>
          <w:rtl/>
        </w:rPr>
        <w:t>(2)</w:t>
      </w:r>
      <w:r>
        <w:rPr>
          <w:rtl/>
        </w:rPr>
        <w:t xml:space="preserve"> </w:t>
      </w:r>
    </w:p>
    <w:p w:rsidR="0061102A" w:rsidRDefault="0061102A" w:rsidP="00BE6934">
      <w:pPr>
        <w:pStyle w:val="libNormal"/>
        <w:rPr>
          <w:rtl/>
        </w:rPr>
      </w:pPr>
      <w:r>
        <w:rPr>
          <w:rtl/>
        </w:rPr>
        <w:t>اسطرح جديد مطالعات سياسى اہداف كے پيش نظر انجام پائے ہي</w:t>
      </w:r>
      <w:r w:rsidR="000A0CDC">
        <w:rPr>
          <w:rtl/>
        </w:rPr>
        <w:t xml:space="preserve">ں </w:t>
      </w:r>
      <w:r>
        <w:rPr>
          <w:rtl/>
        </w:rPr>
        <w:t>اور غير علمى سرگرميو</w:t>
      </w:r>
      <w:r w:rsidR="000A0CDC">
        <w:rPr>
          <w:rtl/>
        </w:rPr>
        <w:t xml:space="preserve">ں </w:t>
      </w:r>
      <w:r>
        <w:rPr>
          <w:rtl/>
        </w:rPr>
        <w:t>سے بھى فائدہ اٹھايا گيا ہے اگرچہ اس مشرق شناسى كے بعض نتائج مفيد بھى تھے ، انہو</w:t>
      </w:r>
      <w:r w:rsidR="000A0CDC">
        <w:rPr>
          <w:rtl/>
        </w:rPr>
        <w:t xml:space="preserve">ں </w:t>
      </w:r>
      <w:r>
        <w:rPr>
          <w:rtl/>
        </w:rPr>
        <w:t>نے اس ذريعے سے مشرقى سرزمينو</w:t>
      </w:r>
      <w:r w:rsidR="000A0CDC">
        <w:rPr>
          <w:rtl/>
        </w:rPr>
        <w:t xml:space="preserve">ں </w:t>
      </w:r>
      <w:r>
        <w:rPr>
          <w:rtl/>
        </w:rPr>
        <w:t>كے بہت زيادہ حد تك اہم حقائق كو دريافت كرليا تھا ليكن ان حقائق كا رخ كبھى بھى خالص علمى مقاصد كے حصول كيلئے نہ رہا _</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حوالہ ص 132_ </w:t>
      </w:r>
    </w:p>
    <w:p w:rsidR="0061102A" w:rsidRDefault="0061102A" w:rsidP="00BE6934">
      <w:pPr>
        <w:pStyle w:val="libFootnote"/>
        <w:rPr>
          <w:rtl/>
        </w:rPr>
      </w:pPr>
      <w:r>
        <w:rPr>
          <w:rtl/>
        </w:rPr>
        <w:t xml:space="preserve">2) احمد ابوزيد ''لااستشراق والمستشرقون'' در مجلہ عالم الكفر،كويت ص 86 _ 85_ </w:t>
      </w:r>
    </w:p>
    <w:p w:rsidR="003A04D8" w:rsidRDefault="0061102A" w:rsidP="00BE6934">
      <w:pPr>
        <w:pStyle w:val="libFootnote"/>
        <w:rPr>
          <w:rtl/>
        </w:rPr>
      </w:pPr>
      <w:r>
        <w:rPr>
          <w:rtl/>
        </w:rPr>
        <w:t>3) محمد محمد امزيان ، منہج البحث الاجتماعى ، بين الوضيعة والمعيارية ،حيرندن ، فير جنيا، امريكہ ص 150_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لہذا مشرق شناسى كو مشرق و مغرب كے عمومى تصادم كے تناظر مي</w:t>
      </w:r>
      <w:r w:rsidR="000A0CDC">
        <w:rPr>
          <w:rtl/>
        </w:rPr>
        <w:t xml:space="preserve">ں </w:t>
      </w:r>
      <w:r>
        <w:rPr>
          <w:rtl/>
        </w:rPr>
        <w:t>محورتجزيہ قرار دينا چاہئے كيونكہ كہ يہ مشرق شناسى ايسى گفتگو ہے كہ جو اہل مغرب نے مشرقيو</w:t>
      </w:r>
      <w:r w:rsidR="000A0CDC">
        <w:rPr>
          <w:rtl/>
        </w:rPr>
        <w:t xml:space="preserve">ں </w:t>
      </w:r>
      <w:r>
        <w:rPr>
          <w:rtl/>
        </w:rPr>
        <w:t>بالخصوص مسلمانو</w:t>
      </w:r>
      <w:r w:rsidR="000A0CDC">
        <w:rPr>
          <w:rtl/>
        </w:rPr>
        <w:t xml:space="preserve">ں </w:t>
      </w:r>
      <w:r>
        <w:rPr>
          <w:rtl/>
        </w:rPr>
        <w:t>كو محور قرار ديتے ہوئے شروع كى _</w:t>
      </w:r>
      <w:r w:rsidRPr="00F67D4B">
        <w:rPr>
          <w:rStyle w:val="libFootnotenumChar"/>
          <w:rtl/>
        </w:rPr>
        <w:t>(1)</w:t>
      </w:r>
      <w:r>
        <w:rPr>
          <w:rtl/>
        </w:rPr>
        <w:t xml:space="preserve"> </w:t>
      </w:r>
    </w:p>
    <w:p w:rsidR="0061102A" w:rsidRDefault="0061102A" w:rsidP="00BE6934">
      <w:pPr>
        <w:pStyle w:val="libNormal"/>
        <w:rPr>
          <w:rtl/>
        </w:rPr>
      </w:pPr>
      <w:r>
        <w:rPr>
          <w:rtl/>
        </w:rPr>
        <w:t>اسى لئے يہ ايك قدرتى بات ہے كہ اس موضوع پر بعض مشرقى دانشور حصرات تنقيد كري</w:t>
      </w:r>
      <w:r w:rsidR="000A0CDC">
        <w:rPr>
          <w:rtl/>
        </w:rPr>
        <w:t xml:space="preserve">ں </w:t>
      </w:r>
      <w:r>
        <w:rPr>
          <w:rtl/>
        </w:rPr>
        <w:t>البتہ انكى سخت تنقيد صرف مغربى مشرق شناس لوگو</w:t>
      </w:r>
      <w:r w:rsidR="000A0CDC">
        <w:rPr>
          <w:rtl/>
        </w:rPr>
        <w:t xml:space="preserve">ں </w:t>
      </w:r>
      <w:r>
        <w:rPr>
          <w:rtl/>
        </w:rPr>
        <w:t>كيلئے نہي</w:t>
      </w:r>
      <w:r w:rsidR="000A0CDC">
        <w:rPr>
          <w:rtl/>
        </w:rPr>
        <w:t xml:space="preserve">ں </w:t>
      </w:r>
      <w:r>
        <w:rPr>
          <w:rtl/>
        </w:rPr>
        <w:t>ہے بلكہ اس تنقيد كے دائرہ مي</w:t>
      </w:r>
      <w:r w:rsidR="000A0CDC">
        <w:rPr>
          <w:rtl/>
        </w:rPr>
        <w:t xml:space="preserve">ں </w:t>
      </w:r>
      <w:r>
        <w:rPr>
          <w:rtl/>
        </w:rPr>
        <w:t>وہ مشرقى لوگ بھى ہي</w:t>
      </w:r>
      <w:r w:rsidR="000A0CDC">
        <w:rPr>
          <w:rtl/>
        </w:rPr>
        <w:t xml:space="preserve">ں </w:t>
      </w:r>
      <w:r>
        <w:rPr>
          <w:rtl/>
        </w:rPr>
        <w:t>كہ جو مغرب كى طرف رجحان ركھتے ہي</w:t>
      </w:r>
      <w:r w:rsidR="000A0CDC">
        <w:rPr>
          <w:rtl/>
        </w:rPr>
        <w:t xml:space="preserve">ں </w:t>
      </w:r>
      <w:r>
        <w:rPr>
          <w:rtl/>
        </w:rPr>
        <w:t>اور انكے نظريات پر عمل كرنے كيلئے انہي</w:t>
      </w:r>
      <w:r w:rsidR="000A0CDC">
        <w:rPr>
          <w:rtl/>
        </w:rPr>
        <w:t xml:space="preserve">ں </w:t>
      </w:r>
      <w:r>
        <w:rPr>
          <w:rtl/>
        </w:rPr>
        <w:t>اپنے مطالعات سے مطابقت ديتے ہي</w:t>
      </w:r>
      <w:r w:rsidR="000A0CDC">
        <w:rPr>
          <w:rtl/>
        </w:rPr>
        <w:t xml:space="preserve">ں </w:t>
      </w:r>
      <w:r w:rsidRPr="00F67D4B">
        <w:rPr>
          <w:rStyle w:val="libFootnotenumChar"/>
          <w:rtl/>
        </w:rPr>
        <w:t>(2)</w:t>
      </w:r>
      <w:r>
        <w:rPr>
          <w:rtl/>
        </w:rPr>
        <w:t xml:space="preserve"> </w:t>
      </w:r>
    </w:p>
    <w:p w:rsidR="0061102A" w:rsidRDefault="0061102A" w:rsidP="00BE6934">
      <w:pPr>
        <w:pStyle w:val="libNormal"/>
        <w:rPr>
          <w:rtl/>
        </w:rPr>
      </w:pPr>
      <w:r>
        <w:rPr>
          <w:rtl/>
        </w:rPr>
        <w:t>بعض معترضين اور اہل تنقيد نے واضح طور پر كہاہے كہ يہ مشرق شناس اسلام كے بارے مي</w:t>
      </w:r>
      <w:r w:rsidR="000A0CDC">
        <w:rPr>
          <w:rtl/>
        </w:rPr>
        <w:t xml:space="preserve">ں </w:t>
      </w:r>
      <w:r>
        <w:rPr>
          <w:rtl/>
        </w:rPr>
        <w:t>بات كرنے كى صلاحيت نہي</w:t>
      </w:r>
      <w:r w:rsidR="000A0CDC">
        <w:rPr>
          <w:rtl/>
        </w:rPr>
        <w:t xml:space="preserve">ں </w:t>
      </w:r>
      <w:r>
        <w:rPr>
          <w:rtl/>
        </w:rPr>
        <w:t>ركھتے كيونكہ انكى نظر كے مطابق يہ مشرق شناس ايك علمى تجزيہ كيلئے ضرورى غير جانبدارى كا كوئي بھى معيار نہي</w:t>
      </w:r>
      <w:r w:rsidR="000A0CDC">
        <w:rPr>
          <w:rtl/>
        </w:rPr>
        <w:t xml:space="preserve">ں </w:t>
      </w:r>
      <w:r>
        <w:rPr>
          <w:rtl/>
        </w:rPr>
        <w:t>ركھتے _ انكى مسلمانو</w:t>
      </w:r>
      <w:r w:rsidR="000A0CDC">
        <w:rPr>
          <w:rtl/>
        </w:rPr>
        <w:t xml:space="preserve">ں </w:t>
      </w:r>
      <w:r>
        <w:rPr>
          <w:rtl/>
        </w:rPr>
        <w:t>كے خلاف صليبى جنگو</w:t>
      </w:r>
      <w:r w:rsidR="000A0CDC">
        <w:rPr>
          <w:rtl/>
        </w:rPr>
        <w:t xml:space="preserve">ں </w:t>
      </w:r>
      <w:r>
        <w:rPr>
          <w:rtl/>
        </w:rPr>
        <w:t>، پيغمبر اسلام (ص) پر تہمتو</w:t>
      </w:r>
      <w:r w:rsidR="000A0CDC">
        <w:rPr>
          <w:rtl/>
        </w:rPr>
        <w:t xml:space="preserve">ں </w:t>
      </w:r>
      <w:r>
        <w:rPr>
          <w:rtl/>
        </w:rPr>
        <w:t>، معنويت اور وحى كے انكار سے بھرى ہوئي تاريخ ، عربى زبان سے ناآگاہى اور مسلمانو</w:t>
      </w:r>
      <w:r w:rsidR="000A0CDC">
        <w:rPr>
          <w:rtl/>
        </w:rPr>
        <w:t xml:space="preserve">ں </w:t>
      </w:r>
      <w:r>
        <w:rPr>
          <w:rtl/>
        </w:rPr>
        <w:t>كے مخالف يہوديو</w:t>
      </w:r>
      <w:r w:rsidR="000A0CDC">
        <w:rPr>
          <w:rtl/>
        </w:rPr>
        <w:t xml:space="preserve">ں </w:t>
      </w:r>
      <w:r>
        <w:rPr>
          <w:rtl/>
        </w:rPr>
        <w:t>كى حمايت كرنا يہ سب انكى غير جانبدارى كو مشكوك اور مخدوش كررہاہے_</w:t>
      </w:r>
      <w:r w:rsidRPr="00F67D4B">
        <w:rPr>
          <w:rStyle w:val="libFootnotenumChar"/>
          <w:rtl/>
        </w:rPr>
        <w:t>(3)</w:t>
      </w:r>
      <w:r>
        <w:rPr>
          <w:rtl/>
        </w:rPr>
        <w:t xml:space="preserve"> </w:t>
      </w:r>
    </w:p>
    <w:p w:rsidR="0061102A" w:rsidRDefault="0061102A" w:rsidP="00BE6934">
      <w:pPr>
        <w:pStyle w:val="libNormal"/>
        <w:rPr>
          <w:rtl/>
        </w:rPr>
      </w:pPr>
      <w:r>
        <w:rPr>
          <w:rtl/>
        </w:rPr>
        <w:t>البتہ ان لوگو</w:t>
      </w:r>
      <w:r w:rsidR="000A0CDC">
        <w:rPr>
          <w:rtl/>
        </w:rPr>
        <w:t xml:space="preserve">ں </w:t>
      </w:r>
      <w:r>
        <w:rPr>
          <w:rtl/>
        </w:rPr>
        <w:t>كى مشرق شناسى پر تنقيد ، انكے نقائص اور خاص جہات كى طرف انكى جانبدارى كا اعتراض صرف مشرقى دانشورو</w:t>
      </w:r>
      <w:r w:rsidR="000A0CDC">
        <w:rPr>
          <w:rtl/>
        </w:rPr>
        <w:t xml:space="preserve">ں </w:t>
      </w:r>
      <w:r>
        <w:rPr>
          <w:rtl/>
        </w:rPr>
        <w:t>كى حد تك منحصر نہي</w:t>
      </w:r>
      <w:r w:rsidR="000A0CDC">
        <w:rPr>
          <w:rtl/>
        </w:rPr>
        <w:t xml:space="preserve">ں </w:t>
      </w:r>
      <w:r>
        <w:rPr>
          <w:rtl/>
        </w:rPr>
        <w:t>رہا بلكہ خود مغربى دانشورو</w:t>
      </w:r>
      <w:r w:rsidR="000A0CDC">
        <w:rPr>
          <w:rtl/>
        </w:rPr>
        <w:t xml:space="preserve">ں </w:t>
      </w:r>
      <w:r>
        <w:rPr>
          <w:rtl/>
        </w:rPr>
        <w:t>اور مشرق شناسو</w:t>
      </w:r>
      <w:r w:rsidR="000A0CDC">
        <w:rPr>
          <w:rtl/>
        </w:rPr>
        <w:t xml:space="preserve">ں </w:t>
      </w:r>
      <w:r>
        <w:rPr>
          <w:rtl/>
        </w:rPr>
        <w:t xml:space="preserve">نے بھى يہى راستہ اختيار كيا اور تنقيد كى _ </w:t>
      </w:r>
    </w:p>
    <w:p w:rsidR="0061102A" w:rsidRDefault="00CD1BB5" w:rsidP="00BE6934">
      <w:pPr>
        <w:pStyle w:val="libLine"/>
        <w:rPr>
          <w:rtl/>
        </w:rPr>
      </w:pPr>
      <w:r>
        <w:rPr>
          <w:rtl/>
        </w:rPr>
        <w:t>____________________</w:t>
      </w:r>
    </w:p>
    <w:p w:rsidR="0061102A" w:rsidRDefault="0061102A" w:rsidP="00BE6934">
      <w:pPr>
        <w:pStyle w:val="libFootnote"/>
        <w:rPr>
          <w:rtl/>
        </w:rPr>
      </w:pPr>
      <w:r>
        <w:rPr>
          <w:rtl/>
        </w:rPr>
        <w:t xml:space="preserve">1) محمد اركون وآخرون ، الاستشراق بين دعاتہ ومعارضيہ ،ترجمہ ہاشم صالح ، دارالساقى ، بيروت ص 7_ </w:t>
      </w:r>
    </w:p>
    <w:p w:rsidR="0061102A" w:rsidRDefault="0061102A" w:rsidP="00BE6934">
      <w:pPr>
        <w:pStyle w:val="libFootnote"/>
        <w:rPr>
          <w:rtl/>
        </w:rPr>
      </w:pPr>
      <w:r>
        <w:rPr>
          <w:rtl/>
        </w:rPr>
        <w:t xml:space="preserve">2) آركون وآخرون،سابقہ حوالہ ص 189_ </w:t>
      </w:r>
    </w:p>
    <w:p w:rsidR="003A04D8" w:rsidRDefault="0061102A" w:rsidP="00BE6934">
      <w:pPr>
        <w:pStyle w:val="libFootnote"/>
        <w:rPr>
          <w:rtl/>
        </w:rPr>
      </w:pPr>
      <w:r>
        <w:rPr>
          <w:rtl/>
        </w:rPr>
        <w:t>3)سابقہ حوالہ ص 190_ بانقل از جريدة النور ، 10/10/1984 ، ص 10_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ايونزبريچرڈ كى رائے ہے كہ مشرق شناسى استعمار ى حكومتو</w:t>
      </w:r>
      <w:r w:rsidR="000A0CDC">
        <w:rPr>
          <w:rtl/>
        </w:rPr>
        <w:t xml:space="preserve">ں </w:t>
      </w:r>
      <w:r>
        <w:rPr>
          <w:rtl/>
        </w:rPr>
        <w:t>كى خادم رہى ہے ،وہ اس نكتہ كى طرف اشارہ كرتے ہي</w:t>
      </w:r>
      <w:r w:rsidR="000A0CDC">
        <w:rPr>
          <w:rtl/>
        </w:rPr>
        <w:t xml:space="preserve">ں </w:t>
      </w:r>
      <w:r>
        <w:rPr>
          <w:rtl/>
        </w:rPr>
        <w:t>كہ اگر استعمار ى حكومتو</w:t>
      </w:r>
      <w:r w:rsidR="000A0CDC">
        <w:rPr>
          <w:rtl/>
        </w:rPr>
        <w:t xml:space="preserve">ں </w:t>
      </w:r>
      <w:r>
        <w:rPr>
          <w:rtl/>
        </w:rPr>
        <w:t>كى پاليسى يہ ہے كہ سردارو</w:t>
      </w:r>
      <w:r w:rsidR="000A0CDC">
        <w:rPr>
          <w:rtl/>
        </w:rPr>
        <w:t xml:space="preserve">ں </w:t>
      </w:r>
      <w:r>
        <w:rPr>
          <w:rtl/>
        </w:rPr>
        <w:t>اور حكام طبقہ كے ذريعہ اپنے استعمار شدہ علاقو</w:t>
      </w:r>
      <w:r w:rsidR="000A0CDC">
        <w:rPr>
          <w:rtl/>
        </w:rPr>
        <w:t xml:space="preserve">ں </w:t>
      </w:r>
      <w:r>
        <w:rPr>
          <w:rtl/>
        </w:rPr>
        <w:t>پر حكومت جارى ركھي</w:t>
      </w:r>
      <w:r w:rsidR="000A0CDC">
        <w:rPr>
          <w:rtl/>
        </w:rPr>
        <w:t xml:space="preserve">ں </w:t>
      </w:r>
      <w:r>
        <w:rPr>
          <w:rtl/>
        </w:rPr>
        <w:t>تو اس مقصد كے پيش نظر بہتر يہى تھا كہ ان مشرقى معاشرو</w:t>
      </w:r>
      <w:r w:rsidR="000A0CDC">
        <w:rPr>
          <w:rtl/>
        </w:rPr>
        <w:t xml:space="preserve">ں </w:t>
      </w:r>
      <w:r>
        <w:rPr>
          <w:rtl/>
        </w:rPr>
        <w:t>مي</w:t>
      </w:r>
      <w:r w:rsidR="000A0CDC">
        <w:rPr>
          <w:rtl/>
        </w:rPr>
        <w:t xml:space="preserve">ں </w:t>
      </w:r>
      <w:r>
        <w:rPr>
          <w:rtl/>
        </w:rPr>
        <w:t>انكے سردارو</w:t>
      </w:r>
      <w:r w:rsidR="000A0CDC">
        <w:rPr>
          <w:rtl/>
        </w:rPr>
        <w:t xml:space="preserve">ں </w:t>
      </w:r>
      <w:r>
        <w:rPr>
          <w:rtl/>
        </w:rPr>
        <w:t>اور مخصوص فعال افراد سے آگاہ ہو</w:t>
      </w:r>
      <w:r w:rsidR="000A0CDC">
        <w:rPr>
          <w:rtl/>
        </w:rPr>
        <w:t xml:space="preserve">ں </w:t>
      </w:r>
      <w:r>
        <w:rPr>
          <w:rtl/>
        </w:rPr>
        <w:t>اور معاشرہ مي</w:t>
      </w:r>
      <w:r w:rsidR="000A0CDC">
        <w:rPr>
          <w:rtl/>
        </w:rPr>
        <w:t xml:space="preserve">ں </w:t>
      </w:r>
      <w:r>
        <w:rPr>
          <w:rtl/>
        </w:rPr>
        <w:t>انكى طاقت كى مقدار اور ان اختيارات كو پہچانا جائے كہ جس سے وہ بہرہ مند ہي</w:t>
      </w:r>
      <w:r w:rsidR="000A0CDC">
        <w:rPr>
          <w:rtl/>
        </w:rPr>
        <w:t xml:space="preserve">ں </w:t>
      </w:r>
      <w:r>
        <w:rPr>
          <w:rtl/>
        </w:rPr>
        <w:t>كيونكہ اگر ہمارا مقصد يہ ہے كہ ہم ايك سرزمين پر انكے علاقائي قوانين اور رسم و رواج كے مطابق حكومت كري</w:t>
      </w:r>
      <w:r w:rsidR="000A0CDC">
        <w:rPr>
          <w:rtl/>
        </w:rPr>
        <w:t xml:space="preserve">ں </w:t>
      </w:r>
      <w:r>
        <w:rPr>
          <w:rtl/>
        </w:rPr>
        <w:t>تو ضرورى ہے كہ پہلے ان قوانين كى نوعيت جاننى چاہئے _</w:t>
      </w:r>
      <w:r w:rsidRPr="00F67D4B">
        <w:rPr>
          <w:rStyle w:val="libFootnotenumChar"/>
          <w:rtl/>
        </w:rPr>
        <w:t>(1)</w:t>
      </w:r>
      <w:r>
        <w:rPr>
          <w:rtl/>
        </w:rPr>
        <w:t xml:space="preserve"> </w:t>
      </w:r>
    </w:p>
    <w:p w:rsidR="0061102A" w:rsidRDefault="0061102A" w:rsidP="00BE6934">
      <w:pPr>
        <w:pStyle w:val="libNormal"/>
        <w:rPr>
          <w:rtl/>
        </w:rPr>
      </w:pPr>
      <w:r>
        <w:rPr>
          <w:rtl/>
        </w:rPr>
        <w:t xml:space="preserve">ميكسم روڈنسن </w:t>
      </w:r>
      <w:r w:rsidRPr="00F67D4B">
        <w:rPr>
          <w:rStyle w:val="libFootnotenumChar"/>
          <w:rtl/>
        </w:rPr>
        <w:t>(2)</w:t>
      </w:r>
      <w:r>
        <w:rPr>
          <w:rtl/>
        </w:rPr>
        <w:t xml:space="preserve"> جو كہ بذات خود مشرق شناسى كے حوالے سے ايك معروف شخصيت ہي</w:t>
      </w:r>
      <w:r w:rsidR="000A0CDC">
        <w:rPr>
          <w:rtl/>
        </w:rPr>
        <w:t xml:space="preserve">ں </w:t>
      </w:r>
      <w:r>
        <w:rPr>
          <w:rtl/>
        </w:rPr>
        <w:t>، وہ اسلامى اصولو</w:t>
      </w:r>
      <w:r w:rsidR="000A0CDC">
        <w:rPr>
          <w:rtl/>
        </w:rPr>
        <w:t xml:space="preserve">ں </w:t>
      </w:r>
      <w:r>
        <w:rPr>
          <w:rtl/>
        </w:rPr>
        <w:t>كے بارے مي</w:t>
      </w:r>
      <w:r w:rsidR="000A0CDC">
        <w:rPr>
          <w:rtl/>
        </w:rPr>
        <w:t xml:space="preserve">ں </w:t>
      </w:r>
      <w:r>
        <w:rPr>
          <w:rtl/>
        </w:rPr>
        <w:t>ہارٹ مين اور ليون كيٹين كے طرز عمل اور تحرير كى طرف اشارہ كرتے ہي</w:t>
      </w:r>
      <w:r w:rsidR="000A0CDC">
        <w:rPr>
          <w:rtl/>
        </w:rPr>
        <w:t xml:space="preserve">ں </w:t>
      </w:r>
      <w:r>
        <w:rPr>
          <w:rtl/>
        </w:rPr>
        <w:t>اور بتاتے ہي</w:t>
      </w:r>
      <w:r w:rsidR="000A0CDC">
        <w:rPr>
          <w:rtl/>
        </w:rPr>
        <w:t xml:space="preserve">ں </w:t>
      </w:r>
      <w:r>
        <w:rPr>
          <w:rtl/>
        </w:rPr>
        <w:t>كہ ان دو افراد نے اسلام اور اس كى تاريخ كا تجزيہ كرتے ہوئے محض اقتصادى مسئلہ كو محور قرار ديا ہے اور اسى پر اپنى آراء دي</w:t>
      </w:r>
      <w:r w:rsidR="000A0CDC">
        <w:rPr>
          <w:rtl/>
        </w:rPr>
        <w:t xml:space="preserve">ں </w:t>
      </w:r>
      <w:r>
        <w:rPr>
          <w:rtl/>
        </w:rPr>
        <w:t>_ روڈ نسن، ان دونو</w:t>
      </w:r>
      <w:r w:rsidR="000A0CDC">
        <w:rPr>
          <w:rtl/>
        </w:rPr>
        <w:t xml:space="preserve">ں </w:t>
      </w:r>
      <w:r>
        <w:rPr>
          <w:rtl/>
        </w:rPr>
        <w:t>كے نظريات پر تنقيد كرتے ہوئے ان نظريات اور آراء كو اس زمانہ مي</w:t>
      </w:r>
      <w:r w:rsidR="000A0CDC">
        <w:rPr>
          <w:rtl/>
        </w:rPr>
        <w:t xml:space="preserve">ں </w:t>
      </w:r>
      <w:r>
        <w:rPr>
          <w:rtl/>
        </w:rPr>
        <w:t>موجود اور حالات سے متاثر شدہ قرار ديتے ہي</w:t>
      </w:r>
      <w:r w:rsidR="000A0CDC">
        <w:rPr>
          <w:rtl/>
        </w:rPr>
        <w:t xml:space="preserve">ں </w:t>
      </w:r>
      <w:r>
        <w:rPr>
          <w:rtl/>
        </w:rPr>
        <w:t>_ نيز وہ اس بارے مي</w:t>
      </w:r>
      <w:r w:rsidR="000A0CDC">
        <w:rPr>
          <w:rtl/>
        </w:rPr>
        <w:t xml:space="preserve">ں </w:t>
      </w:r>
      <w:r>
        <w:rPr>
          <w:rtl/>
        </w:rPr>
        <w:t>ديگر دانشورو</w:t>
      </w:r>
      <w:r w:rsidR="000A0CDC">
        <w:rPr>
          <w:rtl/>
        </w:rPr>
        <w:t xml:space="preserve">ں </w:t>
      </w:r>
      <w:r>
        <w:rPr>
          <w:rtl/>
        </w:rPr>
        <w:t>كى تحقيقات ، فعاليت كى طرف اشارہ كرتے ہوئے انكے نتائج كو تباہ كن سے توصيف كرتے ہي</w:t>
      </w:r>
      <w:r w:rsidR="000A0CDC">
        <w:rPr>
          <w:rtl/>
        </w:rPr>
        <w:t xml:space="preserve">ں </w:t>
      </w:r>
      <w:r>
        <w:rPr>
          <w:rtl/>
        </w:rPr>
        <w:t>_</w:t>
      </w:r>
      <w:r w:rsidRPr="00F67D4B">
        <w:rPr>
          <w:rStyle w:val="libFootnotenumChar"/>
          <w:rtl/>
        </w:rPr>
        <w:t>(3)</w:t>
      </w:r>
      <w:r>
        <w:rPr>
          <w:rtl/>
        </w:rPr>
        <w:t xml:space="preserve"> </w:t>
      </w:r>
    </w:p>
    <w:p w:rsidR="0061102A" w:rsidRDefault="0061102A" w:rsidP="00BE6934">
      <w:pPr>
        <w:pStyle w:val="libNormal"/>
        <w:rPr>
          <w:rtl/>
        </w:rPr>
      </w:pPr>
      <w:r>
        <w:rPr>
          <w:rtl/>
        </w:rPr>
        <w:t>روڈنسن يورپ مي</w:t>
      </w:r>
      <w:r w:rsidR="000A0CDC">
        <w:rPr>
          <w:rtl/>
        </w:rPr>
        <w:t xml:space="preserve">ں </w:t>
      </w:r>
      <w:r>
        <w:rPr>
          <w:rtl/>
        </w:rPr>
        <w:t>مشرق شناسو</w:t>
      </w:r>
      <w:r w:rsidR="000A0CDC">
        <w:rPr>
          <w:rtl/>
        </w:rPr>
        <w:t xml:space="preserve">ں </w:t>
      </w:r>
      <w:r>
        <w:rPr>
          <w:rtl/>
        </w:rPr>
        <w:t>كے موضوع اور محور پر تنقيد كرتے ہوئے اس نتيجہ پر پہنچتے ہي</w:t>
      </w:r>
      <w:r w:rsidR="000A0CDC">
        <w:rPr>
          <w:rtl/>
        </w:rPr>
        <w:t xml:space="preserve">ں </w:t>
      </w:r>
      <w:r>
        <w:rPr>
          <w:rtl/>
        </w:rPr>
        <w:t>كہ انيسوي</w:t>
      </w:r>
      <w:r w:rsidR="000A0CDC">
        <w:rPr>
          <w:rtl/>
        </w:rPr>
        <w:t xml:space="preserve">ں </w:t>
      </w:r>
      <w:r>
        <w:rPr>
          <w:rtl/>
        </w:rPr>
        <w:t>صدى اور بيسوي</w:t>
      </w:r>
      <w:r w:rsidR="000A0CDC">
        <w:rPr>
          <w:rtl/>
        </w:rPr>
        <w:t xml:space="preserve">ں </w:t>
      </w:r>
      <w:r>
        <w:rPr>
          <w:rtl/>
        </w:rPr>
        <w:t>صدى كے اوائل مي</w:t>
      </w:r>
      <w:r w:rsidR="000A0CDC">
        <w:rPr>
          <w:rtl/>
        </w:rPr>
        <w:t xml:space="preserve">ں </w:t>
      </w:r>
      <w:r>
        <w:rPr>
          <w:rtl/>
        </w:rPr>
        <w:t>كلاسيك مشرق شناسى اس دور كے افكار ونظريات كى پيروى كررہى تھى كہ جو يورپ كے حالات چھائے ہوئے تھے اور انكى اساس مركزى يورپ اورآئيڈيالزم تھا_</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ايفانزبريتشارد ، الانثروپولو جيا الاجتماعية ، ترجمہ احمد ابوزيد ، قاہرہ ، ص 162 با نقل از امزيان ص 149_ </w:t>
      </w:r>
    </w:p>
    <w:p w:rsidR="0061102A" w:rsidRDefault="0061102A" w:rsidP="00BE6934">
      <w:pPr>
        <w:pStyle w:val="libFootnote"/>
      </w:pPr>
      <w:r>
        <w:rPr>
          <w:rtl/>
        </w:rPr>
        <w:t xml:space="preserve">2- </w:t>
      </w:r>
      <w:r>
        <w:t>Maxime Rodinson</w:t>
      </w:r>
      <w:r>
        <w:rPr>
          <w:rtl/>
        </w:rPr>
        <w:t xml:space="preserve"> </w:t>
      </w:r>
    </w:p>
    <w:p w:rsidR="0061102A" w:rsidRDefault="0061102A" w:rsidP="00BE6934">
      <w:pPr>
        <w:pStyle w:val="libFootnote"/>
        <w:rPr>
          <w:rtl/>
        </w:rPr>
      </w:pPr>
      <w:r>
        <w:rPr>
          <w:rtl/>
        </w:rPr>
        <w:t xml:space="preserve">3) ماكسيم روڈنسون ، الدراسات العربية والاسلامية فى اوروبا ، دراكون وديگران، ص 48_ </w:t>
      </w:r>
    </w:p>
    <w:p w:rsidR="003A04D8" w:rsidRDefault="0061102A" w:rsidP="00BE6934">
      <w:pPr>
        <w:pStyle w:val="libFootnote"/>
        <w:rPr>
          <w:rtl/>
        </w:rPr>
      </w:pPr>
      <w:r>
        <w:rPr>
          <w:rtl/>
        </w:rPr>
        <w:t>4) سابقہ حوالہ ص ص 50_ 49_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البتہ روڈنسن ان تمام نقائص كو شمار كرنے كے ساتھ ساتھ يہ نظريہ بھى ركھتے ہي</w:t>
      </w:r>
      <w:r w:rsidR="000A0CDC">
        <w:rPr>
          <w:rtl/>
        </w:rPr>
        <w:t xml:space="preserve">ں </w:t>
      </w:r>
      <w:r>
        <w:rPr>
          <w:rtl/>
        </w:rPr>
        <w:t>كہ اس ذريعے سے جو بہت سى معلومات ملى ہي</w:t>
      </w:r>
      <w:r w:rsidR="000A0CDC">
        <w:rPr>
          <w:rtl/>
        </w:rPr>
        <w:t xml:space="preserve">ں </w:t>
      </w:r>
      <w:r>
        <w:rPr>
          <w:rtl/>
        </w:rPr>
        <w:t>انكى اہميت كو نظر انداز نہي</w:t>
      </w:r>
      <w:r w:rsidR="000A0CDC">
        <w:rPr>
          <w:rtl/>
        </w:rPr>
        <w:t xml:space="preserve">ں </w:t>
      </w:r>
      <w:r>
        <w:rPr>
          <w:rtl/>
        </w:rPr>
        <w:t>كياجاسكتا اور ان بہت سى مفيد معلومات كے ذخيرے كا انكار نہي</w:t>
      </w:r>
      <w:r w:rsidR="000A0CDC">
        <w:rPr>
          <w:rtl/>
        </w:rPr>
        <w:t xml:space="preserve">ں </w:t>
      </w:r>
      <w:r>
        <w:rPr>
          <w:rtl/>
        </w:rPr>
        <w:t>كياجاسكتا _ روڈنسن كے بقول آج ہم انكى معلومات كے ذريعے ايسے مطالب تك پہنچ گئے ہي</w:t>
      </w:r>
      <w:r w:rsidR="000A0CDC">
        <w:rPr>
          <w:rtl/>
        </w:rPr>
        <w:t xml:space="preserve">ں </w:t>
      </w:r>
      <w:r>
        <w:rPr>
          <w:rtl/>
        </w:rPr>
        <w:t>كہ اس دور كے محققين ان سے بے خبر تھے_</w:t>
      </w:r>
      <w:r w:rsidRPr="00F67D4B">
        <w:rPr>
          <w:rStyle w:val="libFootnotenumChar"/>
          <w:rtl/>
        </w:rPr>
        <w:t>(1)</w:t>
      </w:r>
      <w:r>
        <w:rPr>
          <w:rtl/>
        </w:rPr>
        <w:t xml:space="preserve"> </w:t>
      </w:r>
    </w:p>
    <w:p w:rsidR="0061102A" w:rsidRDefault="0061102A" w:rsidP="00BE6934">
      <w:pPr>
        <w:pStyle w:val="libNormal"/>
        <w:rPr>
          <w:rtl/>
        </w:rPr>
      </w:pPr>
      <w:r>
        <w:rPr>
          <w:rtl/>
        </w:rPr>
        <w:t>اسلامى دنيا مي</w:t>
      </w:r>
      <w:r w:rsidR="000A0CDC">
        <w:rPr>
          <w:rtl/>
        </w:rPr>
        <w:t xml:space="preserve">ں </w:t>
      </w:r>
      <w:r>
        <w:rPr>
          <w:rtl/>
        </w:rPr>
        <w:t>مشرق شناسى پر تنقيد كے حوالے سے دو بنيادى اوركليدى نكات پائے جاتے ہي</w:t>
      </w:r>
      <w:r w:rsidR="000A0CDC">
        <w:rPr>
          <w:rtl/>
        </w:rPr>
        <w:t xml:space="preserve">ں </w:t>
      </w:r>
      <w:r>
        <w:rPr>
          <w:rtl/>
        </w:rPr>
        <w:t xml:space="preserve">; </w:t>
      </w:r>
    </w:p>
    <w:p w:rsidR="0061102A" w:rsidRDefault="0061102A" w:rsidP="00BE6934">
      <w:pPr>
        <w:pStyle w:val="libNormal"/>
        <w:rPr>
          <w:rtl/>
        </w:rPr>
      </w:pPr>
      <w:r>
        <w:rPr>
          <w:rtl/>
        </w:rPr>
        <w:t>ايك كا تعلق مصرى مصنف انور عبدالملك كے مقالہ ''مشرق شناسى بحران مي</w:t>
      </w:r>
      <w:r w:rsidR="000A0CDC">
        <w:rPr>
          <w:rtl/>
        </w:rPr>
        <w:t xml:space="preserve">ں </w:t>
      </w:r>
      <w:r>
        <w:rPr>
          <w:rtl/>
        </w:rPr>
        <w:t>'' سے ہے يہ مقالہ 1963 ء مي</w:t>
      </w:r>
      <w:r w:rsidR="000A0CDC">
        <w:rPr>
          <w:rtl/>
        </w:rPr>
        <w:t xml:space="preserve">ں </w:t>
      </w:r>
      <w:r>
        <w:rPr>
          <w:rtl/>
        </w:rPr>
        <w:t>فرانس مي</w:t>
      </w:r>
      <w:r w:rsidR="000A0CDC">
        <w:rPr>
          <w:rtl/>
        </w:rPr>
        <w:t xml:space="preserve">ں </w:t>
      </w:r>
      <w:r>
        <w:rPr>
          <w:rtl/>
        </w:rPr>
        <w:t>نشر ہوا اور دوسراايڈورڈ سعيد كى كتاب ''مشرق شناسي'' سے تعلق ركھتا ہے كہ جو 1987ء مي</w:t>
      </w:r>
      <w:r w:rsidR="000A0CDC">
        <w:rPr>
          <w:rtl/>
        </w:rPr>
        <w:t xml:space="preserve">ں </w:t>
      </w:r>
      <w:r>
        <w:rPr>
          <w:rtl/>
        </w:rPr>
        <w:t>نشر ہوئي _</w:t>
      </w:r>
      <w:r w:rsidRPr="00F67D4B">
        <w:rPr>
          <w:rStyle w:val="libFootnotenumChar"/>
          <w:rtl/>
        </w:rPr>
        <w:t>(2)</w:t>
      </w:r>
      <w:r>
        <w:rPr>
          <w:rtl/>
        </w:rPr>
        <w:t xml:space="preserve"> </w:t>
      </w:r>
    </w:p>
    <w:p w:rsidR="0061102A" w:rsidRDefault="0061102A" w:rsidP="00BE6934">
      <w:pPr>
        <w:pStyle w:val="libNormal"/>
        <w:rPr>
          <w:rtl/>
        </w:rPr>
      </w:pPr>
      <w:r>
        <w:rPr>
          <w:rtl/>
        </w:rPr>
        <w:t>انور عبدالملك كى نگاہ مي</w:t>
      </w:r>
      <w:r w:rsidR="000A0CDC">
        <w:rPr>
          <w:rtl/>
        </w:rPr>
        <w:t xml:space="preserve">ں </w:t>
      </w:r>
      <w:r>
        <w:rPr>
          <w:rtl/>
        </w:rPr>
        <w:t>يورپى سياحو</w:t>
      </w:r>
      <w:r w:rsidR="000A0CDC">
        <w:rPr>
          <w:rtl/>
        </w:rPr>
        <w:t xml:space="preserve">ں </w:t>
      </w:r>
      <w:r>
        <w:rPr>
          <w:rtl/>
        </w:rPr>
        <w:t>اور عيسائي مبلغين كى اسلام كے بارے مي</w:t>
      </w:r>
      <w:r w:rsidR="000A0CDC">
        <w:rPr>
          <w:rtl/>
        </w:rPr>
        <w:t xml:space="preserve">ں </w:t>
      </w:r>
      <w:r>
        <w:rPr>
          <w:rtl/>
        </w:rPr>
        <w:t>آراء جو مشرق شناسى كے اہم ماخذات مي</w:t>
      </w:r>
      <w:r w:rsidR="000A0CDC">
        <w:rPr>
          <w:rtl/>
        </w:rPr>
        <w:t xml:space="preserve">ں </w:t>
      </w:r>
      <w:r>
        <w:rPr>
          <w:rtl/>
        </w:rPr>
        <w:t>شمار ہوتى ہي</w:t>
      </w:r>
      <w:r w:rsidR="000A0CDC">
        <w:rPr>
          <w:rtl/>
        </w:rPr>
        <w:t xml:space="preserve">ں </w:t>
      </w:r>
      <w:r>
        <w:rPr>
          <w:rtl/>
        </w:rPr>
        <w:t>،وہ اسلامى عقائد ونظريات كے خلاف ہي</w:t>
      </w:r>
      <w:r w:rsidR="000A0CDC">
        <w:rPr>
          <w:rtl/>
        </w:rPr>
        <w:t xml:space="preserve">ں </w:t>
      </w:r>
      <w:r>
        <w:rPr>
          <w:rtl/>
        </w:rPr>
        <w:t>اور سخت كينہ توز، جھوٹى ، جعلى اور تحريف شدہ ہي</w:t>
      </w:r>
      <w:r w:rsidR="000A0CDC">
        <w:rPr>
          <w:rtl/>
        </w:rPr>
        <w:t xml:space="preserve">ں </w:t>
      </w:r>
      <w:r>
        <w:rPr>
          <w:rtl/>
        </w:rPr>
        <w:t>_</w:t>
      </w:r>
      <w:r w:rsidRPr="00F67D4B">
        <w:rPr>
          <w:rStyle w:val="libFootnotenumChar"/>
          <w:rtl/>
        </w:rPr>
        <w:t>(3)</w:t>
      </w:r>
      <w:r>
        <w:rPr>
          <w:rtl/>
        </w:rPr>
        <w:t xml:space="preserve"> </w:t>
      </w:r>
    </w:p>
    <w:p w:rsidR="0061102A" w:rsidRDefault="0061102A" w:rsidP="00BE6934">
      <w:pPr>
        <w:pStyle w:val="libNormal"/>
        <w:rPr>
          <w:rtl/>
        </w:rPr>
      </w:pPr>
      <w:r>
        <w:rPr>
          <w:rtl/>
        </w:rPr>
        <w:t>انور عبدالملك نے مشرق شناسى كے مطالعات پر اپنى تنقيد مي</w:t>
      </w:r>
      <w:r w:rsidR="000A0CDC">
        <w:rPr>
          <w:rtl/>
        </w:rPr>
        <w:t xml:space="preserve">ں </w:t>
      </w:r>
      <w:r>
        <w:rPr>
          <w:rtl/>
        </w:rPr>
        <w:t>انتہائي دقت كے ساتھ اس مسئلہ پر گفتگو كى ہے كہ مشرق شناسو</w:t>
      </w:r>
      <w:r w:rsidR="000A0CDC">
        <w:rPr>
          <w:rtl/>
        </w:rPr>
        <w:t xml:space="preserve">ں </w:t>
      </w:r>
      <w:r>
        <w:rPr>
          <w:rtl/>
        </w:rPr>
        <w:t>نے قابل اطمينان حد تك اپنى ہم عصر مشرقى اقوام كے بارے مي</w:t>
      </w:r>
      <w:r w:rsidR="000A0CDC">
        <w:rPr>
          <w:rtl/>
        </w:rPr>
        <w:t xml:space="preserve">ں </w:t>
      </w:r>
      <w:r>
        <w:rPr>
          <w:rtl/>
        </w:rPr>
        <w:t>كام نہي</w:t>
      </w:r>
      <w:r w:rsidR="000A0CDC">
        <w:rPr>
          <w:rtl/>
        </w:rPr>
        <w:t xml:space="preserve">ں </w:t>
      </w:r>
      <w:r>
        <w:rPr>
          <w:rtl/>
        </w:rPr>
        <w:t>كيا _ عبدالملك كى نگاہ مي</w:t>
      </w:r>
      <w:r w:rsidR="000A0CDC">
        <w:rPr>
          <w:rtl/>
        </w:rPr>
        <w:t xml:space="preserve">ں </w:t>
      </w:r>
      <w:r>
        <w:rPr>
          <w:rtl/>
        </w:rPr>
        <w:t>اسكى وجہ مشرق شناسو</w:t>
      </w:r>
      <w:r w:rsidR="000A0CDC">
        <w:rPr>
          <w:rtl/>
        </w:rPr>
        <w:t xml:space="preserve">ں </w:t>
      </w:r>
      <w:r>
        <w:rPr>
          <w:rtl/>
        </w:rPr>
        <w:t>كا مشرق كى جديد تاريخ مي</w:t>
      </w:r>
      <w:r w:rsidR="000A0CDC">
        <w:rPr>
          <w:rtl/>
        </w:rPr>
        <w:t xml:space="preserve">ں </w:t>
      </w:r>
      <w:r>
        <w:rPr>
          <w:rtl/>
        </w:rPr>
        <w:t>تحقيق سے فرار تھا_ كيونكہ اس دور مي</w:t>
      </w:r>
      <w:r w:rsidR="000A0CDC">
        <w:rPr>
          <w:rtl/>
        </w:rPr>
        <w:t xml:space="preserve">ں </w:t>
      </w:r>
      <w:r>
        <w:rPr>
          <w:rtl/>
        </w:rPr>
        <w:t>استعماريت كى بناء پر وہ ہميشہ ان اقوام مي</w:t>
      </w:r>
      <w:r w:rsidR="000A0CDC">
        <w:rPr>
          <w:rtl/>
        </w:rPr>
        <w:t xml:space="preserve">ں </w:t>
      </w:r>
      <w:r>
        <w:rPr>
          <w:rtl/>
        </w:rPr>
        <w:t xml:space="preserve">مغرب اور اہل مغرب سے دشمنى جيسے حقائق كا سامنا كر رہے تھے_ </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1)سابقہ حوالہ ص 5_ </w:t>
      </w:r>
    </w:p>
    <w:p w:rsidR="0061102A" w:rsidRDefault="0061102A" w:rsidP="00BE6934">
      <w:pPr>
        <w:pStyle w:val="libFootnote"/>
        <w:rPr>
          <w:rtl/>
        </w:rPr>
      </w:pPr>
      <w:r>
        <w:rPr>
          <w:rtl/>
        </w:rPr>
        <w:t xml:space="preserve">2)سابقہ حوالہ ص 7_ انورعبدالملك ،الاستشراق فى ازمة، الفكر العربى ، 1983_ ش 31 ص 106 _ 70، ايڈورڈسعيد ،الاستشراق ، ترجمہ كمال ابوديہب بيروت ،1981_ </w:t>
      </w:r>
    </w:p>
    <w:p w:rsidR="0061102A" w:rsidRDefault="0061102A" w:rsidP="00BE6934">
      <w:pPr>
        <w:pStyle w:val="libFootnote"/>
        <w:rPr>
          <w:rtl/>
        </w:rPr>
      </w:pPr>
      <w:r>
        <w:rPr>
          <w:rtl/>
        </w:rPr>
        <w:t xml:space="preserve">3)انور عبدالملك ،سابقہ حوالہ ص 77_76_ </w:t>
      </w:r>
    </w:p>
    <w:p w:rsidR="003A04D8" w:rsidRDefault="0061102A" w:rsidP="00BE6934">
      <w:pPr>
        <w:pStyle w:val="libFootnote"/>
        <w:rPr>
          <w:rtl/>
        </w:rPr>
      </w:pPr>
      <w:r>
        <w:rPr>
          <w:rtl/>
        </w:rPr>
        <w:t>4) سابقہ حوالہ ، مختلف جگہ سے ہے ، محمد اركون وآخرون ، سابقہ حوالہ،ص 36_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بہت زيادہ اہميت كا حامل ايك اور نكتہ يہ ہے كہ اٹھارہوي</w:t>
      </w:r>
      <w:r w:rsidR="000A0CDC">
        <w:rPr>
          <w:rtl/>
        </w:rPr>
        <w:t xml:space="preserve">ں </w:t>
      </w:r>
      <w:r>
        <w:rPr>
          <w:rtl/>
        </w:rPr>
        <w:t>، نوي</w:t>
      </w:r>
      <w:r w:rsidR="000A0CDC">
        <w:rPr>
          <w:rtl/>
        </w:rPr>
        <w:t xml:space="preserve">ں </w:t>
      </w:r>
      <w:r>
        <w:rPr>
          <w:rtl/>
        </w:rPr>
        <w:t>اور بيسوي</w:t>
      </w:r>
      <w:r w:rsidR="000A0CDC">
        <w:rPr>
          <w:rtl/>
        </w:rPr>
        <w:t xml:space="preserve">ں </w:t>
      </w:r>
      <w:r>
        <w:rPr>
          <w:rtl/>
        </w:rPr>
        <w:t>صدى مي</w:t>
      </w:r>
      <w:r w:rsidR="000A0CDC">
        <w:rPr>
          <w:rtl/>
        </w:rPr>
        <w:t xml:space="preserve">ں </w:t>
      </w:r>
      <w:r>
        <w:rPr>
          <w:rtl/>
        </w:rPr>
        <w:t>اكثر مشرق شناس اپنى حكومت كى وزارت خارجہ كے ملازمين كى حيثيت سے استعمار شدہ ، سرزمينو</w:t>
      </w:r>
      <w:r w:rsidR="000A0CDC">
        <w:rPr>
          <w:rtl/>
        </w:rPr>
        <w:t xml:space="preserve">ں </w:t>
      </w:r>
      <w:r>
        <w:rPr>
          <w:rtl/>
        </w:rPr>
        <w:t>پر كام كر رہے تھے_ اس حوالے سے فرانس كے معروف مشرق شناس ارنسٹ رينن كى طرف اشارہ كيا جاسكتا ہے جو فرانسيسى استعمار كيلئے پروگرام بنانے والو</w:t>
      </w:r>
      <w:r w:rsidR="000A0CDC">
        <w:rPr>
          <w:rtl/>
        </w:rPr>
        <w:t xml:space="preserve">ں </w:t>
      </w:r>
      <w:r>
        <w:rPr>
          <w:rtl/>
        </w:rPr>
        <w:t>مي</w:t>
      </w:r>
      <w:r w:rsidR="000A0CDC">
        <w:rPr>
          <w:rtl/>
        </w:rPr>
        <w:t xml:space="preserve">ں </w:t>
      </w:r>
      <w:r>
        <w:rPr>
          <w:rtl/>
        </w:rPr>
        <w:t>سے شمار ہوتا تھا_</w:t>
      </w:r>
      <w:r w:rsidRPr="00F67D4B">
        <w:rPr>
          <w:rStyle w:val="libFootnotenumChar"/>
          <w:rtl/>
        </w:rPr>
        <w:t>(1)</w:t>
      </w:r>
      <w:r>
        <w:rPr>
          <w:rtl/>
        </w:rPr>
        <w:t xml:space="preserve"> </w:t>
      </w:r>
    </w:p>
    <w:p w:rsidR="0061102A" w:rsidRDefault="0061102A" w:rsidP="00BE6934">
      <w:pPr>
        <w:pStyle w:val="libNormal"/>
        <w:rPr>
          <w:rtl/>
        </w:rPr>
      </w:pPr>
      <w:r>
        <w:rPr>
          <w:rtl/>
        </w:rPr>
        <w:t>مشرق شناسى پر اعتراض وتنقيد كے حوالے سے ان بنيادو</w:t>
      </w:r>
      <w:r w:rsidR="000A0CDC">
        <w:rPr>
          <w:rtl/>
        </w:rPr>
        <w:t xml:space="preserve">ں </w:t>
      </w:r>
      <w:r>
        <w:rPr>
          <w:rtl/>
        </w:rPr>
        <w:t>كى طرف اشارہ كياجاسكتا ہے كہ جن پر مشرق شناسى قائم ہوتى ہے ان ستونو</w:t>
      </w:r>
      <w:r w:rsidR="000A0CDC">
        <w:rPr>
          <w:rtl/>
        </w:rPr>
        <w:t xml:space="preserve">ں </w:t>
      </w:r>
      <w:r>
        <w:rPr>
          <w:rtl/>
        </w:rPr>
        <w:t>مي</w:t>
      </w:r>
      <w:r w:rsidR="000A0CDC">
        <w:rPr>
          <w:rtl/>
        </w:rPr>
        <w:t xml:space="preserve">ں </w:t>
      </w:r>
      <w:r>
        <w:rPr>
          <w:rtl/>
        </w:rPr>
        <w:t>سے چند يہ ہي</w:t>
      </w:r>
      <w:r w:rsidR="000A0CDC">
        <w:rPr>
          <w:rtl/>
        </w:rPr>
        <w:t xml:space="preserve">ں </w:t>
      </w:r>
      <w:r>
        <w:rPr>
          <w:rtl/>
        </w:rPr>
        <w:t xml:space="preserve">_: </w:t>
      </w:r>
    </w:p>
    <w:p w:rsidR="0061102A" w:rsidRDefault="0061102A" w:rsidP="00BE6934">
      <w:pPr>
        <w:pStyle w:val="libNormal"/>
        <w:rPr>
          <w:rtl/>
        </w:rPr>
      </w:pPr>
      <w:r>
        <w:rPr>
          <w:rtl/>
        </w:rPr>
        <w:t>1) يورپى عيسائيت كو ديگر اديان كيلئے ايك معيار سمجھنا اور وہ اسطرح كہ اگر ديگر اديان دين عيسائيت كے اساسى مسائل كے ساتھ ہم آہنگ اور مطابقت نہ ركھتے ہو</w:t>
      </w:r>
      <w:r w:rsidR="000A0CDC">
        <w:rPr>
          <w:rtl/>
        </w:rPr>
        <w:t xml:space="preserve">ں </w:t>
      </w:r>
      <w:r>
        <w:rPr>
          <w:rtl/>
        </w:rPr>
        <w:t>تو انہي</w:t>
      </w:r>
      <w:r w:rsidR="000A0CDC">
        <w:rPr>
          <w:rtl/>
        </w:rPr>
        <w:t xml:space="preserve">ں </w:t>
      </w:r>
      <w:r>
        <w:rPr>
          <w:rtl/>
        </w:rPr>
        <w:t>رد كرديا جائے گا_ان اديان كى قبوليت كا معيار صرف يہ ہے كہ يہ يورپ مي</w:t>
      </w:r>
      <w:r w:rsidR="000A0CDC">
        <w:rPr>
          <w:rtl/>
        </w:rPr>
        <w:t xml:space="preserve">ں </w:t>
      </w:r>
      <w:r>
        <w:rPr>
          <w:rtl/>
        </w:rPr>
        <w:t>رائج عيسائيت كے ساتھ مطابقت كري</w:t>
      </w:r>
      <w:r w:rsidR="000A0CDC">
        <w:rPr>
          <w:rtl/>
        </w:rPr>
        <w:t xml:space="preserve">ں </w:t>
      </w:r>
      <w:r>
        <w:rPr>
          <w:rtl/>
        </w:rPr>
        <w:t xml:space="preserve">_ </w:t>
      </w:r>
    </w:p>
    <w:p w:rsidR="0061102A" w:rsidRDefault="0061102A" w:rsidP="00BE6934">
      <w:pPr>
        <w:pStyle w:val="libNormal"/>
        <w:rPr>
          <w:rtl/>
        </w:rPr>
      </w:pPr>
      <w:r>
        <w:rPr>
          <w:rtl/>
        </w:rPr>
        <w:t>2)_ مشرقى معاشرو</w:t>
      </w:r>
      <w:r w:rsidR="000A0CDC">
        <w:rPr>
          <w:rtl/>
        </w:rPr>
        <w:t xml:space="preserve">ں </w:t>
      </w:r>
      <w:r>
        <w:rPr>
          <w:rtl/>
        </w:rPr>
        <w:t>كا تجزيہ وتحليل ان متضاد معيارو</w:t>
      </w:r>
      <w:r w:rsidR="000A0CDC">
        <w:rPr>
          <w:rtl/>
        </w:rPr>
        <w:t xml:space="preserve">ں </w:t>
      </w:r>
      <w:r>
        <w:rPr>
          <w:rtl/>
        </w:rPr>
        <w:t>اور نكات كى رو سے كہ جو خود يورپيو</w:t>
      </w:r>
      <w:r w:rsidR="000A0CDC">
        <w:rPr>
          <w:rtl/>
        </w:rPr>
        <w:t xml:space="preserve">ں </w:t>
      </w:r>
      <w:r>
        <w:rPr>
          <w:rtl/>
        </w:rPr>
        <w:t>كے تجربات كى بناء پر جمع ہوئے ہي</w:t>
      </w:r>
      <w:r w:rsidR="000A0CDC">
        <w:rPr>
          <w:rtl/>
        </w:rPr>
        <w:t xml:space="preserve">ں </w:t>
      </w:r>
      <w:r>
        <w:rPr>
          <w:rtl/>
        </w:rPr>
        <w:t xml:space="preserve">_ </w:t>
      </w:r>
    </w:p>
    <w:p w:rsidR="0061102A" w:rsidRDefault="0061102A" w:rsidP="00BE6934">
      <w:pPr>
        <w:pStyle w:val="libNormal"/>
        <w:rPr>
          <w:rtl/>
        </w:rPr>
      </w:pPr>
      <w:r>
        <w:rPr>
          <w:rtl/>
        </w:rPr>
        <w:t>3)_ نسلى اور قومى تعصب كے ساتھ نگاہ ، يعنى عالم بشر كو دو گروہو</w:t>
      </w:r>
      <w:r w:rsidR="000A0CDC">
        <w:rPr>
          <w:rtl/>
        </w:rPr>
        <w:t xml:space="preserve">ں </w:t>
      </w:r>
      <w:r>
        <w:rPr>
          <w:rtl/>
        </w:rPr>
        <w:t>''ہم '' اور ''دوسرے'' مي</w:t>
      </w:r>
      <w:r w:rsidR="000A0CDC">
        <w:rPr>
          <w:rtl/>
        </w:rPr>
        <w:t xml:space="preserve">ں </w:t>
      </w:r>
      <w:r>
        <w:rPr>
          <w:rtl/>
        </w:rPr>
        <w:t xml:space="preserve">تقسيم كرنا اور دنيا كى اقوام كو بلند اقوام اور حقير اقوام كے معيار سے تقسيم كرنا _ </w:t>
      </w:r>
    </w:p>
    <w:p w:rsidR="0061102A" w:rsidRDefault="0061102A" w:rsidP="00BE6934">
      <w:pPr>
        <w:pStyle w:val="libNormal"/>
        <w:rPr>
          <w:rtl/>
        </w:rPr>
      </w:pPr>
      <w:r>
        <w:rPr>
          <w:rtl/>
        </w:rPr>
        <w:t>اس ترتيب سے مشرق شناس لوگ يورپيو</w:t>
      </w:r>
      <w:r w:rsidR="000A0CDC">
        <w:rPr>
          <w:rtl/>
        </w:rPr>
        <w:t xml:space="preserve">ں </w:t>
      </w:r>
      <w:r>
        <w:rPr>
          <w:rtl/>
        </w:rPr>
        <w:t>كى خصوصيات مي</w:t>
      </w:r>
      <w:r w:rsidR="000A0CDC">
        <w:rPr>
          <w:rtl/>
        </w:rPr>
        <w:t xml:space="preserve">ں </w:t>
      </w:r>
      <w:r>
        <w:rPr>
          <w:rtl/>
        </w:rPr>
        <w:t>انہي</w:t>
      </w:r>
      <w:r w:rsidR="000A0CDC">
        <w:rPr>
          <w:rtl/>
        </w:rPr>
        <w:t xml:space="preserve">ں </w:t>
      </w:r>
      <w:r>
        <w:rPr>
          <w:rtl/>
        </w:rPr>
        <w:t>تمدن ساز اور صاحبان ايجادات سے ياد كرتے ہي</w:t>
      </w:r>
      <w:r w:rsidR="000A0CDC">
        <w:rPr>
          <w:rtl/>
        </w:rPr>
        <w:t xml:space="preserve">ں </w:t>
      </w:r>
      <w:r>
        <w:rPr>
          <w:rtl/>
        </w:rPr>
        <w:t>،جبكہ سامى اور عرب انكى نگاہ و تحقيق مي</w:t>
      </w:r>
      <w:r w:rsidR="000A0CDC">
        <w:rPr>
          <w:rtl/>
        </w:rPr>
        <w:t xml:space="preserve">ں </w:t>
      </w:r>
      <w:r>
        <w:rPr>
          <w:rtl/>
        </w:rPr>
        <w:t>فكر و آراء كے اعتبار سے سطحى ذہن ركھنے والے ہي</w:t>
      </w:r>
      <w:r w:rsidR="000A0CDC">
        <w:rPr>
          <w:rtl/>
        </w:rPr>
        <w:t xml:space="preserve">ں </w:t>
      </w:r>
      <w:r>
        <w:rPr>
          <w:rtl/>
        </w:rPr>
        <w:t xml:space="preserve">_ </w:t>
      </w:r>
    </w:p>
    <w:p w:rsidR="0061102A" w:rsidRDefault="0061102A" w:rsidP="00BE6934">
      <w:pPr>
        <w:pStyle w:val="libNormal"/>
        <w:rPr>
          <w:rtl/>
        </w:rPr>
      </w:pPr>
      <w:r>
        <w:rPr>
          <w:rtl/>
        </w:rPr>
        <w:t>4)_ يورپى تجربہ كو عالم بشريت مي</w:t>
      </w:r>
      <w:r w:rsidR="000A0CDC">
        <w:rPr>
          <w:rtl/>
        </w:rPr>
        <w:t xml:space="preserve">ں </w:t>
      </w:r>
      <w:r>
        <w:rPr>
          <w:rtl/>
        </w:rPr>
        <w:t xml:space="preserve">انقلاب كيلئے قابل عمل معيار سمجھنا اور پورى دنيا كى تاريخ كو يورپ كى تاريخ كى اساس اور يورپ كے دريچہ سے ديكھنا_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احمد سمايلو فتش ،سابقہ حوالہ ص 124_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5) مشرق كے بارے مي</w:t>
      </w:r>
      <w:r w:rsidR="000A0CDC">
        <w:rPr>
          <w:rtl/>
        </w:rPr>
        <w:t xml:space="preserve">ں </w:t>
      </w:r>
      <w:r>
        <w:rPr>
          <w:rtl/>
        </w:rPr>
        <w:t>تجزيہ كرتے ہوئے انتہائي سادگى اور متضاد رويے كا مظاہرہ كرنا كہ جو كچھ بھى يورپ كے علاوہ تھا اسے مشرق سے ربط دينا اور يورپ سے مشابہ قرار دينا اور ان خيالات كے گوناگون مجموعات پر مشرق كے نام كا اطلاق كرنا_</w:t>
      </w:r>
      <w:r w:rsidRPr="00F67D4B">
        <w:rPr>
          <w:rStyle w:val="libFootnotenumChar"/>
          <w:rtl/>
        </w:rPr>
        <w:t>(1)</w:t>
      </w:r>
      <w:r>
        <w:rPr>
          <w:rtl/>
        </w:rPr>
        <w:t xml:space="preserve"> </w:t>
      </w:r>
    </w:p>
    <w:p w:rsidR="0061102A" w:rsidRDefault="0061102A" w:rsidP="00BE6934">
      <w:pPr>
        <w:pStyle w:val="libNormal"/>
        <w:rPr>
          <w:rtl/>
        </w:rPr>
      </w:pPr>
      <w:r>
        <w:rPr>
          <w:rtl/>
        </w:rPr>
        <w:t>مجموعى طور پر مشرق شناسو</w:t>
      </w:r>
      <w:r w:rsidR="000A0CDC">
        <w:rPr>
          <w:rtl/>
        </w:rPr>
        <w:t xml:space="preserve">ں </w:t>
      </w:r>
      <w:r>
        <w:rPr>
          <w:rtl/>
        </w:rPr>
        <w:t>اور استعمار مي</w:t>
      </w:r>
      <w:r w:rsidR="000A0CDC">
        <w:rPr>
          <w:rtl/>
        </w:rPr>
        <w:t xml:space="preserve">ں </w:t>
      </w:r>
      <w:r>
        <w:rPr>
          <w:rtl/>
        </w:rPr>
        <w:t>وابستگى اور مشرق شناسو</w:t>
      </w:r>
      <w:r w:rsidR="000A0CDC">
        <w:rPr>
          <w:rtl/>
        </w:rPr>
        <w:t xml:space="preserve">ں </w:t>
      </w:r>
      <w:r>
        <w:rPr>
          <w:rtl/>
        </w:rPr>
        <w:t>كے استعمار گر حكومتو</w:t>
      </w:r>
      <w:r w:rsidR="000A0CDC">
        <w:rPr>
          <w:rtl/>
        </w:rPr>
        <w:t xml:space="preserve">ں </w:t>
      </w:r>
      <w:r>
        <w:rPr>
          <w:rtl/>
        </w:rPr>
        <w:t>كى خدمت كرنے كو ''ايلن رشين '' كے نظر كے مطابق مندرجہ ذيل صورت مي</w:t>
      </w:r>
      <w:r w:rsidR="000A0CDC">
        <w:rPr>
          <w:rtl/>
        </w:rPr>
        <w:t xml:space="preserve">ں </w:t>
      </w:r>
      <w:r>
        <w:rPr>
          <w:rtl/>
        </w:rPr>
        <w:t xml:space="preserve">واضح كيا جاسكتا ہے _ </w:t>
      </w:r>
    </w:p>
    <w:p w:rsidR="0061102A" w:rsidRDefault="0061102A" w:rsidP="00BE6934">
      <w:pPr>
        <w:pStyle w:val="libNormal"/>
        <w:rPr>
          <w:rtl/>
        </w:rPr>
      </w:pPr>
      <w:r>
        <w:rPr>
          <w:rtl/>
        </w:rPr>
        <w:t>بعض مشرق شناس مشرقى ممالك اور اقوام كے بارے مي</w:t>
      </w:r>
      <w:r w:rsidR="000A0CDC">
        <w:rPr>
          <w:rtl/>
        </w:rPr>
        <w:t xml:space="preserve">ں </w:t>
      </w:r>
      <w:r>
        <w:rPr>
          <w:rtl/>
        </w:rPr>
        <w:t>مطالعہ كرتے ہي</w:t>
      </w:r>
      <w:r w:rsidR="000A0CDC">
        <w:rPr>
          <w:rtl/>
        </w:rPr>
        <w:t xml:space="preserve">ں </w:t>
      </w:r>
      <w:r>
        <w:rPr>
          <w:rtl/>
        </w:rPr>
        <w:t>اور انكى ايك تصوير پيش كرتے ہي</w:t>
      </w:r>
      <w:r w:rsidR="000A0CDC">
        <w:rPr>
          <w:rtl/>
        </w:rPr>
        <w:t xml:space="preserve">ں </w:t>
      </w:r>
      <w:r>
        <w:rPr>
          <w:rtl/>
        </w:rPr>
        <w:t>پھر اس تصوير كو ديكھتے ہوئے استعمار گر حكومتو</w:t>
      </w:r>
      <w:r w:rsidR="000A0CDC">
        <w:rPr>
          <w:rtl/>
        </w:rPr>
        <w:t xml:space="preserve">ں </w:t>
      </w:r>
      <w:r>
        <w:rPr>
          <w:rtl/>
        </w:rPr>
        <w:t>كو راہنمائي اور نصيحت كرتے ہي</w:t>
      </w:r>
      <w:r w:rsidR="000A0CDC">
        <w:rPr>
          <w:rtl/>
        </w:rPr>
        <w:t xml:space="preserve">ں </w:t>
      </w:r>
      <w:r>
        <w:rPr>
          <w:rtl/>
        </w:rPr>
        <w:t>تاكہ وہ مشرقى ممالك پر اپنے تسلط اور حكومت كو جارى ركھي</w:t>
      </w:r>
      <w:r w:rsidR="000A0CDC">
        <w:rPr>
          <w:rtl/>
        </w:rPr>
        <w:t xml:space="preserve">ں </w:t>
      </w:r>
      <w:r>
        <w:rPr>
          <w:rtl/>
        </w:rPr>
        <w:t xml:space="preserve">_ </w:t>
      </w:r>
    </w:p>
    <w:p w:rsidR="0061102A" w:rsidRDefault="0061102A" w:rsidP="00BE6934">
      <w:pPr>
        <w:pStyle w:val="libNormal"/>
        <w:rPr>
          <w:rtl/>
        </w:rPr>
      </w:pPr>
      <w:r>
        <w:rPr>
          <w:rtl/>
        </w:rPr>
        <w:t>عہد حاضر كا مشرق شناس بھى اگر كوشش كرے كہ مشرقى ممالك اور اقوام كے بارے مي</w:t>
      </w:r>
      <w:r w:rsidR="000A0CDC">
        <w:rPr>
          <w:rtl/>
        </w:rPr>
        <w:t xml:space="preserve">ں </w:t>
      </w:r>
      <w:r>
        <w:rPr>
          <w:rtl/>
        </w:rPr>
        <w:t xml:space="preserve">ايك حقيقى تصوير كشى كرے پھر بھى وہ اس قسم كى تصوير كو پيش كركے استعمار ى ممالك كى خدمت كر ے گا _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نصر محمد عارف ،سابقہ حوالہ ،ص 125_121_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آج بھى مشرق شناسى ايسا مقام ركھتى ہے كہ اگر محقق مشرق كے بارے مي</w:t>
      </w:r>
      <w:r w:rsidR="000A0CDC">
        <w:rPr>
          <w:rtl/>
        </w:rPr>
        <w:t xml:space="preserve">ں </w:t>
      </w:r>
      <w:r>
        <w:rPr>
          <w:rtl/>
        </w:rPr>
        <w:t>فكر كرنا اور تاليف كرنا چاہے تو وہ اس راہ مي</w:t>
      </w:r>
      <w:r w:rsidR="000A0CDC">
        <w:rPr>
          <w:rtl/>
        </w:rPr>
        <w:t xml:space="preserve">ں </w:t>
      </w:r>
      <w:r>
        <w:rPr>
          <w:rtl/>
        </w:rPr>
        <w:t>مشكلات كى ديوارو</w:t>
      </w:r>
      <w:r w:rsidR="000A0CDC">
        <w:rPr>
          <w:rtl/>
        </w:rPr>
        <w:t xml:space="preserve">ں </w:t>
      </w:r>
      <w:r>
        <w:rPr>
          <w:rtl/>
        </w:rPr>
        <w:t>كو عبور نہي</w:t>
      </w:r>
      <w:r w:rsidR="000A0CDC">
        <w:rPr>
          <w:rtl/>
        </w:rPr>
        <w:t xml:space="preserve">ں </w:t>
      </w:r>
      <w:r>
        <w:rPr>
          <w:rtl/>
        </w:rPr>
        <w:t>كرسكتا كہ جو مشرق كو سمجھنے مي</w:t>
      </w:r>
      <w:r w:rsidR="000A0CDC">
        <w:rPr>
          <w:rtl/>
        </w:rPr>
        <w:t xml:space="preserve">ں </w:t>
      </w:r>
      <w:r>
        <w:rPr>
          <w:rtl/>
        </w:rPr>
        <w:t>ركاوٹ كى صورت مي</w:t>
      </w:r>
      <w:r w:rsidR="000A0CDC">
        <w:rPr>
          <w:rtl/>
        </w:rPr>
        <w:t xml:space="preserve">ں </w:t>
      </w:r>
      <w:r>
        <w:rPr>
          <w:rtl/>
        </w:rPr>
        <w:t>ركھ دى گئي ہي</w:t>
      </w:r>
      <w:r w:rsidR="000A0CDC">
        <w:rPr>
          <w:rtl/>
        </w:rPr>
        <w:t xml:space="preserve">ں </w:t>
      </w:r>
      <w:r>
        <w:rPr>
          <w:rtl/>
        </w:rPr>
        <w:t>، بالفاظ ديگر مشرق آج بھى مشرق شناسى كى وجہ سے حقائق كے تشنہ اور غير جانبدار محققين كيلئے ايك آزاد موضوع نہي</w:t>
      </w:r>
      <w:r w:rsidR="000A0CDC">
        <w:rPr>
          <w:rtl/>
        </w:rPr>
        <w:t xml:space="preserve">ں </w:t>
      </w:r>
      <w:r>
        <w:rPr>
          <w:rtl/>
        </w:rPr>
        <w:t>بن سكتا ،اسكا مطلب يہ نہي</w:t>
      </w:r>
      <w:r w:rsidR="000A0CDC">
        <w:rPr>
          <w:rtl/>
        </w:rPr>
        <w:t xml:space="preserve">ں </w:t>
      </w:r>
      <w:r>
        <w:rPr>
          <w:rtl/>
        </w:rPr>
        <w:t>ہے كہ فقط مشرق شناسى كى شكل مي</w:t>
      </w:r>
      <w:r w:rsidR="000A0CDC">
        <w:rPr>
          <w:rtl/>
        </w:rPr>
        <w:t xml:space="preserve">ں </w:t>
      </w:r>
      <w:r>
        <w:rPr>
          <w:rtl/>
        </w:rPr>
        <w:t>يا مشرق شناس وغيرہ مشرق كے بارے مي</w:t>
      </w:r>
      <w:r w:rsidR="000A0CDC">
        <w:rPr>
          <w:rtl/>
        </w:rPr>
        <w:t xml:space="preserve">ں </w:t>
      </w:r>
      <w:r>
        <w:rPr>
          <w:rtl/>
        </w:rPr>
        <w:t>تحقيقات مي</w:t>
      </w:r>
      <w:r w:rsidR="000A0CDC">
        <w:rPr>
          <w:rtl/>
        </w:rPr>
        <w:t xml:space="preserve">ں </w:t>
      </w:r>
      <w:r>
        <w:rPr>
          <w:rtl/>
        </w:rPr>
        <w:t>مشغول ہي</w:t>
      </w:r>
      <w:r w:rsidR="000A0CDC">
        <w:rPr>
          <w:rtl/>
        </w:rPr>
        <w:t xml:space="preserve">ں </w:t>
      </w:r>
      <w:r>
        <w:rPr>
          <w:rtl/>
        </w:rPr>
        <w:t>بلكہ اسكا مطلب يہ ہے كہ مشرق شناسى ايك عمومى اور مجموعى مفادات پر مشتمل ايك گينگ كى صورت مي</w:t>
      </w:r>
      <w:r w:rsidR="000A0CDC">
        <w:rPr>
          <w:rtl/>
        </w:rPr>
        <w:t xml:space="preserve">ں </w:t>
      </w:r>
      <w:r>
        <w:rPr>
          <w:rtl/>
        </w:rPr>
        <w:t>سامنے آچكا ہے كہ جب بھى يہ غير معمولى اور عجيب و غريب شے يعنى مشرق كے بارے مي</w:t>
      </w:r>
      <w:r w:rsidR="000A0CDC">
        <w:rPr>
          <w:rtl/>
        </w:rPr>
        <w:t xml:space="preserve">ں </w:t>
      </w:r>
      <w:r>
        <w:rPr>
          <w:rtl/>
        </w:rPr>
        <w:t>تجزيہ كيا جائے گا يہ گينگ وہا</w:t>
      </w:r>
      <w:r w:rsidR="000A0CDC">
        <w:rPr>
          <w:rtl/>
        </w:rPr>
        <w:t xml:space="preserve">ں </w:t>
      </w:r>
      <w:r>
        <w:rPr>
          <w:rtl/>
        </w:rPr>
        <w:t>حاضر وموجود ہوگا اورا پنے اثرات ڈالے گا_</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69" w:name="_Toc268725"/>
      <w:r>
        <w:rPr>
          <w:rtl/>
        </w:rPr>
        <w:t>صہيونيزم:</w:t>
      </w:r>
      <w:bookmarkEnd w:id="169"/>
    </w:p>
    <w:p w:rsidR="0061102A" w:rsidRDefault="0061102A" w:rsidP="00BE6934">
      <w:pPr>
        <w:pStyle w:val="libNormal"/>
        <w:rPr>
          <w:rtl/>
        </w:rPr>
      </w:pPr>
      <w:r>
        <w:rPr>
          <w:rtl/>
        </w:rPr>
        <w:t>لفظ ''صہيونيزم '' باہم مخالف فريقين مي</w:t>
      </w:r>
      <w:r w:rsidR="000A0CDC">
        <w:rPr>
          <w:rtl/>
        </w:rPr>
        <w:t xml:space="preserve">ں </w:t>
      </w:r>
      <w:r>
        <w:rPr>
          <w:rtl/>
        </w:rPr>
        <w:t>مختلف اور متضاد معانى او رمفاہيم كے ساتھ استعمال ہوتا ہے_حالانكہ خود صيہونى لوگ اسے ايك مثبت صفت سمجھتے ہي</w:t>
      </w:r>
      <w:r w:rsidR="000A0CDC">
        <w:rPr>
          <w:rtl/>
        </w:rPr>
        <w:t xml:space="preserve">ں </w:t>
      </w:r>
      <w:r>
        <w:rPr>
          <w:rtl/>
        </w:rPr>
        <w:t>جو كہ انكے تشخص اور مقاصد كو بيان كرنے كے لئے استعمال كيا جاتا ہے _ جبكہ انكے مخالفين اسے مكمل طور پر ايك منفى صفت سمجھتے ہي</w:t>
      </w:r>
      <w:r w:rsidR="000A0CDC">
        <w:rPr>
          <w:rtl/>
        </w:rPr>
        <w:t xml:space="preserve">ں </w:t>
      </w:r>
      <w:r>
        <w:rPr>
          <w:rtl/>
        </w:rPr>
        <w:t>كہ جو انكے منفى تشخص اور مقاصد كو بيان كرنے كے ساتھ ساتھ عالم اسلام پر انكے ظلم وستم سے بھرى ہوئي تاريخ بالخصوص مظلوم ملت فلسطين پر انكے وحشتانك مظالم كى ياد دلاتاہے_</w:t>
      </w:r>
      <w:r w:rsidRPr="00F67D4B">
        <w:rPr>
          <w:rStyle w:val="libFootnotenumChar"/>
          <w:rtl/>
        </w:rPr>
        <w:t>(2)</w:t>
      </w:r>
      <w:r>
        <w:rPr>
          <w:rtl/>
        </w:rPr>
        <w:t xml:space="preserve"> </w:t>
      </w:r>
    </w:p>
    <w:p w:rsidR="0061102A" w:rsidRDefault="0061102A" w:rsidP="00BE6934">
      <w:pPr>
        <w:pStyle w:val="libNormal"/>
        <w:rPr>
          <w:rtl/>
        </w:rPr>
      </w:pPr>
      <w:r>
        <w:rPr>
          <w:rtl/>
        </w:rPr>
        <w:t>مقالہ ''يہوديت وصہيونزم''</w:t>
      </w:r>
      <w:r w:rsidRPr="00F67D4B">
        <w:rPr>
          <w:rStyle w:val="libFootnotenumChar"/>
          <w:rtl/>
        </w:rPr>
        <w:t>(3)</w:t>
      </w:r>
      <w:r>
        <w:rPr>
          <w:rtl/>
        </w:rPr>
        <w:t xml:space="preserve"> كا مصنف جوكہ خود بھى متعصب صہيونى ہے لفظ ''صہيونيزم'' كے بارے مي</w:t>
      </w:r>
      <w:r w:rsidR="000A0CDC">
        <w:rPr>
          <w:rtl/>
        </w:rPr>
        <w:t xml:space="preserve">ں </w:t>
      </w:r>
      <w:r>
        <w:rPr>
          <w:rtl/>
        </w:rPr>
        <w:t xml:space="preserve">لكھتا ہے كہ ''ہرٹزل'' </w:t>
      </w:r>
      <w:r w:rsidRPr="00F67D4B">
        <w:rPr>
          <w:rStyle w:val="libFootnotenumChar"/>
          <w:rtl/>
        </w:rPr>
        <w:t>(4)</w:t>
      </w:r>
      <w:r>
        <w:rPr>
          <w:rtl/>
        </w:rPr>
        <w:t xml:space="preserve"> نے 1887 ء مي</w:t>
      </w:r>
      <w:r w:rsidR="000A0CDC">
        <w:rPr>
          <w:rtl/>
        </w:rPr>
        <w:t xml:space="preserve">ں </w:t>
      </w:r>
      <w:r>
        <w:rPr>
          <w:rtl/>
        </w:rPr>
        <w:t xml:space="preserve">اپنى كتاب ''حكومت يہود ''كى اشاعت اور ہفت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ايڈورڈسعيد ،سابقہ حوالہ ص 39_ </w:t>
      </w:r>
    </w:p>
    <w:p w:rsidR="0061102A" w:rsidRDefault="0061102A" w:rsidP="00BE6934">
      <w:pPr>
        <w:pStyle w:val="libFootnote"/>
        <w:rPr>
          <w:rtl/>
        </w:rPr>
      </w:pPr>
      <w:r>
        <w:rPr>
          <w:rtl/>
        </w:rPr>
        <w:t xml:space="preserve">2) محمد كريمى ، پشت نقاب صلح ، تہران ص 7_ </w:t>
      </w:r>
    </w:p>
    <w:p w:rsidR="0061102A" w:rsidRDefault="0061102A" w:rsidP="00BE6934">
      <w:pPr>
        <w:pStyle w:val="libFootnote"/>
      </w:pPr>
      <w:r>
        <w:rPr>
          <w:rtl/>
        </w:rPr>
        <w:t xml:space="preserve">3) </w:t>
      </w:r>
      <w:r>
        <w:t>Haiko Haumann</w:t>
      </w:r>
      <w:r>
        <w:rPr>
          <w:rtl/>
        </w:rPr>
        <w:t xml:space="preserve">، </w:t>
      </w:r>
      <w:r>
        <w:t>Judasimand Zionism</w:t>
      </w:r>
      <w:r>
        <w:rPr>
          <w:rtl/>
        </w:rPr>
        <w:t xml:space="preserve">، </w:t>
      </w:r>
      <w:r>
        <w:t xml:space="preserve">The first Zionist Congress in </w:t>
      </w:r>
      <w:r>
        <w:rPr>
          <w:rtl/>
        </w:rPr>
        <w:t>، 1897</w:t>
      </w:r>
      <w:r>
        <w:t>Basel</w:t>
      </w:r>
      <w:r>
        <w:rPr>
          <w:rtl/>
        </w:rPr>
        <w:t xml:space="preserve">، 1997 </w:t>
      </w:r>
      <w:r>
        <w:t>PP 11-12</w:t>
      </w:r>
      <w:r>
        <w:rPr>
          <w:rtl/>
        </w:rPr>
        <w:t xml:space="preserve"> </w:t>
      </w:r>
    </w:p>
    <w:p w:rsidR="003A04D8" w:rsidRDefault="0061102A" w:rsidP="00BE6934">
      <w:pPr>
        <w:pStyle w:val="libFootnote"/>
        <w:rPr>
          <w:rtl/>
        </w:rPr>
      </w:pPr>
      <w:r>
        <w:rPr>
          <w:rtl/>
        </w:rPr>
        <w:t>4)تھيوڈر ہرٹزل ہنگرى مي</w:t>
      </w:r>
      <w:r w:rsidR="000A0CDC">
        <w:rPr>
          <w:rtl/>
        </w:rPr>
        <w:t xml:space="preserve">ں </w:t>
      </w:r>
      <w:r>
        <w:rPr>
          <w:rtl/>
        </w:rPr>
        <w:t>پيدا ہوا بعد مي</w:t>
      </w:r>
      <w:r w:rsidR="000A0CDC">
        <w:rPr>
          <w:rtl/>
        </w:rPr>
        <w:t xml:space="preserve">ں </w:t>
      </w:r>
      <w:r>
        <w:rPr>
          <w:rtl/>
        </w:rPr>
        <w:t>وين كى طرف نقل مكانى كى ، كچھ عرصہ بھاگ دوڑ كركے اپنا نام صہيونيزم تحريك كے ايك حقيقى بانى كى حيثيت سے تاريخ كے اوراق پر ثبت كروايا _ اس نے سال 1896 ء مي</w:t>
      </w:r>
      <w:r w:rsidR="000A0CDC">
        <w:rPr>
          <w:rtl/>
        </w:rPr>
        <w:t xml:space="preserve">ں </w:t>
      </w:r>
      <w:r>
        <w:rPr>
          <w:rtl/>
        </w:rPr>
        <w:t>كتاب حكومت يہود لكھى كہ جسمي</w:t>
      </w:r>
      <w:r w:rsidR="000A0CDC">
        <w:rPr>
          <w:rtl/>
        </w:rPr>
        <w:t xml:space="preserve">ں </w:t>
      </w:r>
      <w:r>
        <w:rPr>
          <w:rtl/>
        </w:rPr>
        <w:t>اسكے مخاطب مختلف ممالك كے سربراہ تھے ،اس كتاب مي</w:t>
      </w:r>
      <w:r w:rsidR="000A0CDC">
        <w:rPr>
          <w:rtl/>
        </w:rPr>
        <w:t xml:space="preserve">ں </w:t>
      </w:r>
      <w:r>
        <w:rPr>
          <w:rtl/>
        </w:rPr>
        <w:t>اس نے صہيونيزم تحريك كى مكمل تھيورى پيش كى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روزہ ''دنيا '' كو نشر كرنے كے بعد ) اپنى تمام تر كوشش اور گروہى صلاحيتو</w:t>
      </w:r>
      <w:r w:rsidR="000A0CDC">
        <w:rPr>
          <w:rtl/>
        </w:rPr>
        <w:t xml:space="preserve">ں </w:t>
      </w:r>
      <w:r>
        <w:rPr>
          <w:rtl/>
        </w:rPr>
        <w:t>كو بروئے كار لاتے ہوئے اس ہدف كو سامنے ركھا كہ صہيونى گروہو</w:t>
      </w:r>
      <w:r w:rsidR="000A0CDC">
        <w:rPr>
          <w:rtl/>
        </w:rPr>
        <w:t xml:space="preserve">ں </w:t>
      </w:r>
      <w:r>
        <w:rPr>
          <w:rtl/>
        </w:rPr>
        <w:t xml:space="preserve">كى ايك مٹينگ بلائي جائے_ ناثان بربناؤوم </w:t>
      </w:r>
      <w:r w:rsidRPr="00F67D4B">
        <w:rPr>
          <w:rStyle w:val="libFootnotenumChar"/>
          <w:rtl/>
        </w:rPr>
        <w:t>(1)</w:t>
      </w:r>
      <w:r>
        <w:rPr>
          <w:rtl/>
        </w:rPr>
        <w:t>نے اس تحريك كا نام ''صہيونيزم'' ركھا اور 1890 ء مي</w:t>
      </w:r>
      <w:r w:rsidR="000A0CDC">
        <w:rPr>
          <w:rtl/>
        </w:rPr>
        <w:t xml:space="preserve">ں </w:t>
      </w:r>
      <w:r>
        <w:rPr>
          <w:rtl/>
        </w:rPr>
        <w:t>اس نے پہلى بار اپنے اخبار مي</w:t>
      </w:r>
      <w:r w:rsidR="000A0CDC">
        <w:rPr>
          <w:rtl/>
        </w:rPr>
        <w:t xml:space="preserve">ں </w:t>
      </w:r>
      <w:r>
        <w:rPr>
          <w:rtl/>
        </w:rPr>
        <w:t>''خود رہائي''(اپنے آپ كو آزاد كرنا) كے عنوان سے اس كلمہ كو استعمال كيا _ليكن 1897 ء مي</w:t>
      </w:r>
      <w:r w:rsidR="000A0CDC">
        <w:rPr>
          <w:rtl/>
        </w:rPr>
        <w:t xml:space="preserve">ں </w:t>
      </w:r>
      <w:r>
        <w:rPr>
          <w:rtl/>
        </w:rPr>
        <w:t>سوئيزرلينڈ كے شہر بال مي</w:t>
      </w:r>
      <w:r w:rsidR="000A0CDC">
        <w:rPr>
          <w:rtl/>
        </w:rPr>
        <w:t xml:space="preserve">ں </w:t>
      </w:r>
      <w:r>
        <w:rPr>
          <w:rtl/>
        </w:rPr>
        <w:t>صہيونيزم كا پہلا سمينار منعقد ہوا جس مي</w:t>
      </w:r>
      <w:r w:rsidR="000A0CDC">
        <w:rPr>
          <w:rtl/>
        </w:rPr>
        <w:t xml:space="preserve">ں </w:t>
      </w:r>
      <w:r>
        <w:rPr>
          <w:rtl/>
        </w:rPr>
        <w:t>صہيونيزم كى يہ تعريف كى گئي كہ اس سے مراد''وہ دعوت ہے كہ جو صہيونيزم فاؤنڈيشن كى طرف سے دى جارہى ہے اور وہ كوششي</w:t>
      </w:r>
      <w:r w:rsidR="000A0CDC">
        <w:rPr>
          <w:rtl/>
        </w:rPr>
        <w:t xml:space="preserve">ں </w:t>
      </w:r>
      <w:r>
        <w:rPr>
          <w:rtl/>
        </w:rPr>
        <w:t>مراد ہي</w:t>
      </w:r>
      <w:r w:rsidR="000A0CDC">
        <w:rPr>
          <w:rtl/>
        </w:rPr>
        <w:t xml:space="preserve">ں </w:t>
      </w:r>
      <w:r>
        <w:rPr>
          <w:rtl/>
        </w:rPr>
        <w:t>كہ جو اس حوالے سے فاؤنڈيشن كى طرف سے ہورہى ہي</w:t>
      </w:r>
      <w:r w:rsidR="000A0CDC">
        <w:rPr>
          <w:rtl/>
        </w:rPr>
        <w:t xml:space="preserve">ں </w:t>
      </w:r>
      <w:r>
        <w:rPr>
          <w:rtl/>
        </w:rPr>
        <w:t xml:space="preserve">_ اس تعريف كے مطابق صہيونى وہ ہے كہ جو ''بال'' كے سمينار پر عقيدہ ركھے اور اسے قبول كرے_ </w:t>
      </w:r>
    </w:p>
    <w:p w:rsidR="0061102A" w:rsidRDefault="0061102A" w:rsidP="00BE6934">
      <w:pPr>
        <w:pStyle w:val="libNormal"/>
        <w:rPr>
          <w:rtl/>
        </w:rPr>
      </w:pPr>
      <w:r>
        <w:rPr>
          <w:rtl/>
        </w:rPr>
        <w:t>عبدالوہاب المسيرى نے صہيونيزم كے بارے مي</w:t>
      </w:r>
      <w:r w:rsidR="000A0CDC">
        <w:rPr>
          <w:rtl/>
        </w:rPr>
        <w:t xml:space="preserve">ں </w:t>
      </w:r>
      <w:r>
        <w:rPr>
          <w:rtl/>
        </w:rPr>
        <w:t>كتاب مي</w:t>
      </w:r>
      <w:r w:rsidR="000A0CDC">
        <w:rPr>
          <w:rtl/>
        </w:rPr>
        <w:t xml:space="preserve">ں </w:t>
      </w:r>
      <w:r>
        <w:rPr>
          <w:rtl/>
        </w:rPr>
        <w:t>صہيونيزم كى وضاحت مي</w:t>
      </w:r>
      <w:r w:rsidR="000A0CDC">
        <w:rPr>
          <w:rtl/>
        </w:rPr>
        <w:t xml:space="preserve">ں </w:t>
      </w:r>
      <w:r>
        <w:rPr>
          <w:rtl/>
        </w:rPr>
        <w:t>لكھتے ہي</w:t>
      </w:r>
      <w:r w:rsidR="000A0CDC">
        <w:rPr>
          <w:rtl/>
        </w:rPr>
        <w:t xml:space="preserve">ں </w:t>
      </w:r>
      <w:r>
        <w:rPr>
          <w:rtl/>
        </w:rPr>
        <w:t>كہ سولہوي</w:t>
      </w:r>
      <w:r w:rsidR="000A0CDC">
        <w:rPr>
          <w:rtl/>
        </w:rPr>
        <w:t xml:space="preserve">ں </w:t>
      </w:r>
      <w:r>
        <w:rPr>
          <w:rtl/>
        </w:rPr>
        <w:t>صدى كے اواخر سے ليكر اٹھاريو</w:t>
      </w:r>
      <w:r w:rsidR="000A0CDC">
        <w:rPr>
          <w:rtl/>
        </w:rPr>
        <w:t xml:space="preserve">ں </w:t>
      </w:r>
      <w:r>
        <w:rPr>
          <w:rtl/>
        </w:rPr>
        <w:t>صدى كے آغاز تك صہيونيزم عيسائيت پر استوار ايك غير يہودى دينى مكتب اور اٹھاريو</w:t>
      </w:r>
      <w:r w:rsidR="000A0CDC">
        <w:rPr>
          <w:rtl/>
        </w:rPr>
        <w:t xml:space="preserve">ں </w:t>
      </w:r>
      <w:r>
        <w:rPr>
          <w:rtl/>
        </w:rPr>
        <w:t>صدى كے اوائل سے ليكر انيسوي</w:t>
      </w:r>
      <w:r w:rsidR="000A0CDC">
        <w:rPr>
          <w:rtl/>
        </w:rPr>
        <w:t xml:space="preserve">ں </w:t>
      </w:r>
      <w:r>
        <w:rPr>
          <w:rtl/>
        </w:rPr>
        <w:t>صدى كے اوائل تك صہيونيزم ايك غير يہودى تہذيب تھى جو غير دينى ،خيالى اور صاحب اجزا اساس پر مبنى تھي_</w:t>
      </w:r>
      <w:r w:rsidRPr="00F67D4B">
        <w:rPr>
          <w:rStyle w:val="libFootnotenumChar"/>
          <w:rtl/>
        </w:rPr>
        <w:t>(2)</w:t>
      </w:r>
      <w:r>
        <w:rPr>
          <w:rtl/>
        </w:rPr>
        <w:t xml:space="preserve"> </w:t>
      </w:r>
    </w:p>
    <w:p w:rsidR="0061102A" w:rsidRDefault="0061102A" w:rsidP="00BE6934">
      <w:pPr>
        <w:pStyle w:val="libNormal"/>
        <w:rPr>
          <w:rtl/>
        </w:rPr>
      </w:pPr>
      <w:r>
        <w:rPr>
          <w:rtl/>
        </w:rPr>
        <w:t>صہيونيزم كى تشريح كے حوالے سے مجموعى طور پر تين نظريات ہي</w:t>
      </w:r>
      <w:r w:rsidR="000A0CDC">
        <w:rPr>
          <w:rtl/>
        </w:rPr>
        <w:t xml:space="preserve">ں </w:t>
      </w:r>
      <w:r>
        <w:rPr>
          <w:rtl/>
        </w:rPr>
        <w:t xml:space="preserve">: </w:t>
      </w:r>
    </w:p>
    <w:p w:rsidR="0061102A" w:rsidRDefault="0061102A" w:rsidP="00BE6934">
      <w:pPr>
        <w:pStyle w:val="libNormal"/>
        <w:rPr>
          <w:rtl/>
        </w:rPr>
      </w:pPr>
      <w:r>
        <w:rPr>
          <w:rtl/>
        </w:rPr>
        <w:t>1_ عالم اسلام كے جغرافيايى اور سياسى قلب ومركز يعنى فلسطين مي</w:t>
      </w:r>
      <w:r w:rsidR="000A0CDC">
        <w:rPr>
          <w:rtl/>
        </w:rPr>
        <w:t xml:space="preserve">ں </w:t>
      </w:r>
      <w:r>
        <w:rPr>
          <w:rtl/>
        </w:rPr>
        <w:t>صہيونزم اور اسلام دشمنى كا شگاف ڈالنا حالانكہ فلسطين اسلامى تاريخ كى ابتداء سے اب تك تين براعظمو</w:t>
      </w:r>
      <w:r w:rsidR="000A0CDC">
        <w:rPr>
          <w:rtl/>
        </w:rPr>
        <w:t xml:space="preserve">ں </w:t>
      </w:r>
      <w:r>
        <w:rPr>
          <w:rtl/>
        </w:rPr>
        <w:t>كے ايشياء ، افريقا اور يورپ كے باہمى ملاپ كے مقام پر ہميشہ اسلامى سرزمينو</w:t>
      </w:r>
      <w:r w:rsidR="000A0CDC">
        <w:rPr>
          <w:rtl/>
        </w:rPr>
        <w:t xml:space="preserve">ں </w:t>
      </w:r>
      <w:r>
        <w:rPr>
          <w:rtl/>
        </w:rPr>
        <w:t xml:space="preserve">سے جغرافيائي اور سياسى طور پر وابستہ رہا ہے _ </w:t>
      </w:r>
    </w:p>
    <w:p w:rsidR="0061102A" w:rsidRDefault="0061102A" w:rsidP="00BE6934">
      <w:pPr>
        <w:pStyle w:val="libNormal"/>
        <w:rPr>
          <w:rtl/>
        </w:rPr>
      </w:pPr>
      <w:r>
        <w:rPr>
          <w:rtl/>
        </w:rPr>
        <w:t>2_ دنيا سے عيسائيت و يہوديت كے ما بين تاريخى بحران (كہ جو بہت سے يہوديو</w:t>
      </w:r>
      <w:r w:rsidR="000A0CDC">
        <w:rPr>
          <w:rtl/>
        </w:rPr>
        <w:t xml:space="preserve">ں </w:t>
      </w:r>
      <w:r>
        <w:rPr>
          <w:rtl/>
        </w:rPr>
        <w:t>كى قتل وغارت اور نسلى تعصبات ، وغيرہ كے ہمراہ تھا ) كو عالم اسلام مي</w:t>
      </w:r>
      <w:r w:rsidR="000A0CDC">
        <w:rPr>
          <w:rtl/>
        </w:rPr>
        <w:t xml:space="preserve">ں </w:t>
      </w:r>
      <w:r>
        <w:rPr>
          <w:rtl/>
        </w:rPr>
        <w:t>منتقل كرنا اور اسے فلسطين مي</w:t>
      </w:r>
      <w:r w:rsidR="000A0CDC">
        <w:rPr>
          <w:rtl/>
        </w:rPr>
        <w:t xml:space="preserve">ں </w:t>
      </w:r>
      <w:r>
        <w:rPr>
          <w:rtl/>
        </w:rPr>
        <w:t>اسلام و يہودى بحران مي</w:t>
      </w:r>
      <w:r w:rsidR="000A0CDC">
        <w:rPr>
          <w:rtl/>
        </w:rPr>
        <w:t xml:space="preserve">ں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 xml:space="preserve">1) </w:t>
      </w:r>
      <w:r>
        <w:t>Nathan Birnbaum ( 1937-1964 ) 2</w:t>
      </w:r>
      <w:r>
        <w:rPr>
          <w:rtl/>
        </w:rPr>
        <w:t>) عبدالوہاب محمد المسيرى ، صہيونزم ، ترجمہ لواء رودبارى ، تہران ،ص 17_1_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تبديل كرنا ، يہ نقشہ انتہائي زيركى سے دائرہ عمل مي</w:t>
      </w:r>
      <w:r w:rsidR="000A0CDC">
        <w:rPr>
          <w:rtl/>
        </w:rPr>
        <w:t xml:space="preserve">ں </w:t>
      </w:r>
      <w:r>
        <w:rPr>
          <w:rtl/>
        </w:rPr>
        <w:t>لايا گيا اور يہ اس اعتبار سے قابل اہميت ہے كہ ايك جملہ مي</w:t>
      </w:r>
      <w:r w:rsidR="000A0CDC">
        <w:rPr>
          <w:rtl/>
        </w:rPr>
        <w:t xml:space="preserve">ں </w:t>
      </w:r>
      <w:r>
        <w:rPr>
          <w:rtl/>
        </w:rPr>
        <w:t>اسكى تعبير كري</w:t>
      </w:r>
      <w:r w:rsidR="000A0CDC">
        <w:rPr>
          <w:rtl/>
        </w:rPr>
        <w:t xml:space="preserve">ں </w:t>
      </w:r>
      <w:r>
        <w:rPr>
          <w:rtl/>
        </w:rPr>
        <w:t>تو يہ ايك تاريخى سودا ہے كہ جس مي</w:t>
      </w:r>
      <w:r w:rsidR="000A0CDC">
        <w:rPr>
          <w:rtl/>
        </w:rPr>
        <w:t xml:space="preserve">ں </w:t>
      </w:r>
      <w:r>
        <w:rPr>
          <w:rtl/>
        </w:rPr>
        <w:t>طے شدہ ايك امر يہ تھا كہ يہوديو</w:t>
      </w:r>
      <w:r w:rsidR="000A0CDC">
        <w:rPr>
          <w:rtl/>
        </w:rPr>
        <w:t xml:space="preserve">ں </w:t>
      </w:r>
      <w:r>
        <w:rPr>
          <w:rtl/>
        </w:rPr>
        <w:t xml:space="preserve">كا حضرت عيسى (ع) كے قتل كے جرم سے برى الذمہ ہونا تھا_ </w:t>
      </w:r>
    </w:p>
    <w:p w:rsidR="0061102A" w:rsidRDefault="0061102A" w:rsidP="00BE6934">
      <w:pPr>
        <w:pStyle w:val="libNormal"/>
        <w:rPr>
          <w:rtl/>
        </w:rPr>
      </w:pPr>
      <w:r>
        <w:rPr>
          <w:rtl/>
        </w:rPr>
        <w:t>3_ نسلى تعصبات اور انتہا پسندى مي</w:t>
      </w:r>
      <w:r w:rsidR="000A0CDC">
        <w:rPr>
          <w:rtl/>
        </w:rPr>
        <w:t xml:space="preserve">ں </w:t>
      </w:r>
      <w:r>
        <w:rPr>
          <w:rtl/>
        </w:rPr>
        <w:t>پڑے ہوئے يہوديو</w:t>
      </w:r>
      <w:r w:rsidR="000A0CDC">
        <w:rPr>
          <w:rtl/>
        </w:rPr>
        <w:t xml:space="preserve">ں </w:t>
      </w:r>
      <w:r>
        <w:rPr>
          <w:rtl/>
        </w:rPr>
        <w:t>كى ديرينہ آروز يعنى فلسطين مي</w:t>
      </w:r>
      <w:r w:rsidR="000A0CDC">
        <w:rPr>
          <w:rtl/>
        </w:rPr>
        <w:t xml:space="preserve">ں </w:t>
      </w:r>
      <w:r>
        <w:rPr>
          <w:rtl/>
        </w:rPr>
        <w:t>ايك يہودى حكومت كا قيام دائرہ عمل مي</w:t>
      </w:r>
      <w:r w:rsidR="000A0CDC">
        <w:rPr>
          <w:rtl/>
        </w:rPr>
        <w:t xml:space="preserve">ں </w:t>
      </w:r>
      <w:r>
        <w:rPr>
          <w:rtl/>
        </w:rPr>
        <w:t>لانا _</w:t>
      </w:r>
      <w:r w:rsidRPr="00F67D4B">
        <w:rPr>
          <w:rStyle w:val="libFootnotenumChar"/>
          <w:rtl/>
        </w:rPr>
        <w:t>(1)</w:t>
      </w:r>
      <w:r>
        <w:rPr>
          <w:rtl/>
        </w:rPr>
        <w:t xml:space="preserve"> </w:t>
      </w:r>
    </w:p>
    <w:p w:rsidR="0061102A" w:rsidRDefault="0061102A" w:rsidP="00BE6934">
      <w:pPr>
        <w:pStyle w:val="libNormal"/>
        <w:rPr>
          <w:rtl/>
        </w:rPr>
      </w:pPr>
      <w:r>
        <w:rPr>
          <w:rtl/>
        </w:rPr>
        <w:t>مغربى استعمار گر طاقتو</w:t>
      </w:r>
      <w:r w:rsidR="000A0CDC">
        <w:rPr>
          <w:rtl/>
        </w:rPr>
        <w:t xml:space="preserve">ں </w:t>
      </w:r>
      <w:r>
        <w:rPr>
          <w:rtl/>
        </w:rPr>
        <w:t>نے ايك طرف اپنى جديد ترقى يافتہ ٹيكنالوجى كے بناء پر سارے عالم اسلام پر اپنا تسلط جمايا اور دوسرى طرف سے ثقافتى سطح پر حملو</w:t>
      </w:r>
      <w:r w:rsidR="000A0CDC">
        <w:rPr>
          <w:rtl/>
        </w:rPr>
        <w:t xml:space="preserve">ں </w:t>
      </w:r>
      <w:r>
        <w:rPr>
          <w:rtl/>
        </w:rPr>
        <w:t>كے ذريعے مسلمانو</w:t>
      </w:r>
      <w:r w:rsidR="000A0CDC">
        <w:rPr>
          <w:rtl/>
        </w:rPr>
        <w:t xml:space="preserve">ں </w:t>
      </w:r>
      <w:r>
        <w:rPr>
          <w:rtl/>
        </w:rPr>
        <w:t>كى روحانى شخصيت كو تبديل ، نظرياتى سطح پر كمزور اور انكے وجود مي</w:t>
      </w:r>
      <w:r w:rsidR="000A0CDC">
        <w:rPr>
          <w:rtl/>
        </w:rPr>
        <w:t xml:space="preserve">ں </w:t>
      </w:r>
      <w:r>
        <w:rPr>
          <w:rtl/>
        </w:rPr>
        <w:t>دينى عقائد كى جڑو</w:t>
      </w:r>
      <w:r w:rsidR="000A0CDC">
        <w:rPr>
          <w:rtl/>
        </w:rPr>
        <w:t xml:space="preserve">ں </w:t>
      </w:r>
      <w:r>
        <w:rPr>
          <w:rtl/>
        </w:rPr>
        <w:t>كوكمزور كيا اور آخر كار صہيونزم كو وجود مي</w:t>
      </w:r>
      <w:r w:rsidR="000A0CDC">
        <w:rPr>
          <w:rtl/>
        </w:rPr>
        <w:t xml:space="preserve">ں </w:t>
      </w:r>
      <w:r>
        <w:rPr>
          <w:rtl/>
        </w:rPr>
        <w:t>لاكر مسلمانو</w:t>
      </w:r>
      <w:r w:rsidR="000A0CDC">
        <w:rPr>
          <w:rtl/>
        </w:rPr>
        <w:t xml:space="preserve">ں </w:t>
      </w:r>
      <w:r>
        <w:rPr>
          <w:rtl/>
        </w:rPr>
        <w:t>پر تباہ كن جنگ مسلط كردى كہ جو ممكن ہے سالہا سال كى طولانى مدت تك جارى رہے_ اس جنگ نے آدھى صدى سے زيادہ عرصہ تك جارى رہنے كى وجہ سے مسلمانو</w:t>
      </w:r>
      <w:r w:rsidR="000A0CDC">
        <w:rPr>
          <w:rtl/>
        </w:rPr>
        <w:t xml:space="preserve">ں </w:t>
      </w:r>
      <w:r>
        <w:rPr>
          <w:rtl/>
        </w:rPr>
        <w:t>كے عظيم سرمايو</w:t>
      </w:r>
      <w:r w:rsidR="000A0CDC">
        <w:rPr>
          <w:rtl/>
        </w:rPr>
        <w:t xml:space="preserve">ں </w:t>
      </w:r>
      <w:r>
        <w:rPr>
          <w:rtl/>
        </w:rPr>
        <w:t xml:space="preserve">كو نگل ليا ہے_ </w:t>
      </w:r>
    </w:p>
    <w:p w:rsidR="0061102A" w:rsidRDefault="0061102A" w:rsidP="00BE6934">
      <w:pPr>
        <w:pStyle w:val="libNormal"/>
        <w:rPr>
          <w:rtl/>
        </w:rPr>
      </w:pPr>
      <w:r>
        <w:rPr>
          <w:rtl/>
        </w:rPr>
        <w:t>مجموعى طور پر پاپائے اعظم كے قديم وجديد مخالفين اگر مقام عمل مي</w:t>
      </w:r>
      <w:r w:rsidR="000A0CDC">
        <w:rPr>
          <w:rtl/>
        </w:rPr>
        <w:t xml:space="preserve">ں </w:t>
      </w:r>
      <w:r>
        <w:rPr>
          <w:rtl/>
        </w:rPr>
        <w:t>اسكے اورويٹيكن كے پيروكارو</w:t>
      </w:r>
      <w:r w:rsidR="000A0CDC">
        <w:rPr>
          <w:rtl/>
        </w:rPr>
        <w:t xml:space="preserve">ں </w:t>
      </w:r>
      <w:r>
        <w:rPr>
          <w:rtl/>
        </w:rPr>
        <w:t>كے ساتھ كسى بات پر اتفاق نظر ركھتے ہي</w:t>
      </w:r>
      <w:r w:rsidR="000A0CDC">
        <w:rPr>
          <w:rtl/>
        </w:rPr>
        <w:t xml:space="preserve">ں </w:t>
      </w:r>
      <w:r>
        <w:rPr>
          <w:rtl/>
        </w:rPr>
        <w:t>تووہ صہيونيو</w:t>
      </w:r>
      <w:r w:rsidR="000A0CDC">
        <w:rPr>
          <w:rtl/>
        </w:rPr>
        <w:t xml:space="preserve">ں </w:t>
      </w:r>
      <w:r>
        <w:rPr>
          <w:rtl/>
        </w:rPr>
        <w:t>كے ذريعے فلسطين پر قبضہ ہے_ البتہ مشرق، مشرق وسطى اور عرب ممالك كے عيسائي اس كليہ وقاعدہ سے جدا نہي</w:t>
      </w:r>
      <w:r w:rsidR="000A0CDC">
        <w:rPr>
          <w:rtl/>
        </w:rPr>
        <w:t xml:space="preserve">ں </w:t>
      </w:r>
      <w:r>
        <w:rPr>
          <w:rtl/>
        </w:rPr>
        <w:t>ہي</w:t>
      </w:r>
      <w:r w:rsidR="000A0CDC">
        <w:rPr>
          <w:rtl/>
        </w:rPr>
        <w:t xml:space="preserve">ں </w:t>
      </w:r>
      <w:r>
        <w:rPr>
          <w:rtl/>
        </w:rPr>
        <w:t>_ اسى بناء پر كہا جاسكتا ہے كہ خود دين عيسائيت كہ تجويز يہ نہ تھى بلكہ اس صليبى نظريہ كا بنيادى سبب مغربى صليبى روش ہے كہ جورومى تہذيب سے متاثر ہے _ اور يہى لوگ تھے كہ جنہو</w:t>
      </w:r>
      <w:r w:rsidR="000A0CDC">
        <w:rPr>
          <w:rtl/>
        </w:rPr>
        <w:t xml:space="preserve">ں </w:t>
      </w:r>
      <w:r>
        <w:rPr>
          <w:rtl/>
        </w:rPr>
        <w:t>نے قيصر روم كى نيابت مي</w:t>
      </w:r>
      <w:r w:rsidR="000A0CDC">
        <w:rPr>
          <w:rtl/>
        </w:rPr>
        <w:t xml:space="preserve">ں </w:t>
      </w:r>
      <w:r>
        <w:rPr>
          <w:rtl/>
        </w:rPr>
        <w:t>گيارہوي</w:t>
      </w:r>
      <w:r w:rsidR="000A0CDC">
        <w:rPr>
          <w:rtl/>
        </w:rPr>
        <w:t xml:space="preserve">ں </w:t>
      </w:r>
      <w:r>
        <w:rPr>
          <w:rtl/>
        </w:rPr>
        <w:t>سے تيرہوي</w:t>
      </w:r>
      <w:r w:rsidR="000A0CDC">
        <w:rPr>
          <w:rtl/>
        </w:rPr>
        <w:t xml:space="preserve">ں </w:t>
      </w:r>
      <w:r>
        <w:rPr>
          <w:rtl/>
        </w:rPr>
        <w:t>صدى عيسوى تك دہشتناك جنگي</w:t>
      </w:r>
      <w:r w:rsidR="000A0CDC">
        <w:rPr>
          <w:rtl/>
        </w:rPr>
        <w:t xml:space="preserve">ں </w:t>
      </w:r>
      <w:r>
        <w:rPr>
          <w:rtl/>
        </w:rPr>
        <w:t>كي</w:t>
      </w:r>
      <w:r w:rsidR="000A0CDC">
        <w:rPr>
          <w:rtl/>
        </w:rPr>
        <w:t xml:space="preserve">ں </w:t>
      </w:r>
      <w:r>
        <w:rPr>
          <w:rtl/>
        </w:rPr>
        <w:t>_ اور يہ نسطورى عيسائي ، فلسطينى اور شامى عيسائي نہي</w:t>
      </w:r>
      <w:r w:rsidR="000A0CDC">
        <w:rPr>
          <w:rtl/>
        </w:rPr>
        <w:t xml:space="preserve">ں </w:t>
      </w:r>
      <w:r>
        <w:rPr>
          <w:rtl/>
        </w:rPr>
        <w:t xml:space="preserve">تھے _ </w:t>
      </w:r>
    </w:p>
    <w:p w:rsidR="0061102A" w:rsidRDefault="0061102A" w:rsidP="00BE6934">
      <w:pPr>
        <w:pStyle w:val="libNormal"/>
        <w:rPr>
          <w:rtl/>
        </w:rPr>
      </w:pPr>
      <w:r>
        <w:rPr>
          <w:rtl/>
        </w:rPr>
        <w:t>آج اہل مغرب جو كچھ بھى عيسائيت كے عنوان سے پيش كر رہے ہي</w:t>
      </w:r>
      <w:r w:rsidR="000A0CDC">
        <w:rPr>
          <w:rtl/>
        </w:rPr>
        <w:t xml:space="preserve">ں </w:t>
      </w:r>
      <w:r>
        <w:rPr>
          <w:rtl/>
        </w:rPr>
        <w:t>وہ قديم روم كى آمرانہ تہذيب ہے جس پرعيسائيت كى قلعى چڑھى ہوئي ہے وہ رومى لوگ جو ايك زمانہ مي</w:t>
      </w:r>
      <w:r w:rsidR="000A0CDC">
        <w:rPr>
          <w:rtl/>
        </w:rPr>
        <w:t xml:space="preserve">ں </w:t>
      </w:r>
      <w:r>
        <w:rPr>
          <w:rtl/>
        </w:rPr>
        <w:t xml:space="preserve">حضرت عيسى (ع) كو صليب پر قتل </w:t>
      </w:r>
      <w:r w:rsidRPr="00F67D4B">
        <w:rPr>
          <w:rStyle w:val="libFootnotenumChar"/>
          <w:rtl/>
        </w:rPr>
        <w:t>(2)</w:t>
      </w:r>
      <w:r>
        <w:rPr>
          <w:rtl/>
        </w:rPr>
        <w:t xml:space="preserve">اور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على اكبر ولايتى ، ايران ومسئلہ فلسطين برا ساس اسناد وزارت امور خارجہ(1937_1897 ء _1317_ 1315 قمرى )تہران ، دفتر نشر فرہنگ اسلامى ، 1376، ص 4_ </w:t>
      </w:r>
    </w:p>
    <w:p w:rsidR="003A04D8" w:rsidRDefault="0061102A" w:rsidP="00BE6934">
      <w:pPr>
        <w:pStyle w:val="libFootnote"/>
        <w:rPr>
          <w:rtl/>
        </w:rPr>
      </w:pPr>
      <w:r>
        <w:rPr>
          <w:rtl/>
        </w:rPr>
        <w:t>2) جيسا كہ قرآن كريم كى تعبير ہے ... وما قتلوہ وماصلبوہ ولكن شبة لہم ... (نساء 157)</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انہي</w:t>
      </w:r>
      <w:r w:rsidR="000A0CDC">
        <w:rPr>
          <w:rtl/>
        </w:rPr>
        <w:t xml:space="preserve">ں </w:t>
      </w:r>
      <w:r>
        <w:rPr>
          <w:rtl/>
        </w:rPr>
        <w:t>صليب پر آويزا</w:t>
      </w:r>
      <w:r w:rsidR="000A0CDC">
        <w:rPr>
          <w:rtl/>
        </w:rPr>
        <w:t xml:space="preserve">ں </w:t>
      </w:r>
      <w:r>
        <w:rPr>
          <w:rtl/>
        </w:rPr>
        <w:t>كرنے كيلئے صليب كندھو</w:t>
      </w:r>
      <w:r w:rsidR="000A0CDC">
        <w:rPr>
          <w:rtl/>
        </w:rPr>
        <w:t xml:space="preserve">ں </w:t>
      </w:r>
      <w:r>
        <w:rPr>
          <w:rtl/>
        </w:rPr>
        <w:t>پر اٹھائے ہوئے تھے _انہو</w:t>
      </w:r>
      <w:r w:rsidR="000A0CDC">
        <w:rPr>
          <w:rtl/>
        </w:rPr>
        <w:t xml:space="preserve">ں </w:t>
      </w:r>
      <w:r>
        <w:rPr>
          <w:rtl/>
        </w:rPr>
        <w:t>نے صليبى جنگو</w:t>
      </w:r>
      <w:r w:rsidR="000A0CDC">
        <w:rPr>
          <w:rtl/>
        </w:rPr>
        <w:t xml:space="preserve">ں </w:t>
      </w:r>
      <w:r>
        <w:rPr>
          <w:rtl/>
        </w:rPr>
        <w:t>مي</w:t>
      </w:r>
      <w:r w:rsidR="000A0CDC">
        <w:rPr>
          <w:rtl/>
        </w:rPr>
        <w:t xml:space="preserve">ں </w:t>
      </w:r>
      <w:r>
        <w:rPr>
          <w:rtl/>
        </w:rPr>
        <w:t>اسى عظيم المرتبت شخصيت كے قصاص خون كى خاطر اسى صليب كے نشان كے ہمراہ مسلمانو</w:t>
      </w:r>
      <w:r w:rsidR="000A0CDC">
        <w:rPr>
          <w:rtl/>
        </w:rPr>
        <w:t xml:space="preserve">ں </w:t>
      </w:r>
      <w:r>
        <w:rPr>
          <w:rtl/>
        </w:rPr>
        <w:t>كے خلاف تلواري</w:t>
      </w:r>
      <w:r w:rsidR="000A0CDC">
        <w:rPr>
          <w:rtl/>
        </w:rPr>
        <w:t xml:space="preserve">ں </w:t>
      </w:r>
      <w:r>
        <w:rPr>
          <w:rtl/>
        </w:rPr>
        <w:t>چلائي</w:t>
      </w:r>
      <w:r w:rsidR="000A0CDC">
        <w:rPr>
          <w:rtl/>
        </w:rPr>
        <w:t xml:space="preserve">ں </w:t>
      </w:r>
      <w:r>
        <w:rPr>
          <w:rtl/>
        </w:rPr>
        <w:t>_ اور يہ دونو</w:t>
      </w:r>
      <w:r w:rsidR="000A0CDC">
        <w:rPr>
          <w:rtl/>
        </w:rPr>
        <w:t xml:space="preserve">ں </w:t>
      </w:r>
      <w:r>
        <w:rPr>
          <w:rtl/>
        </w:rPr>
        <w:t>اقدام ايك ہى سمت مي</w:t>
      </w:r>
      <w:r w:rsidR="000A0CDC">
        <w:rPr>
          <w:rtl/>
        </w:rPr>
        <w:t xml:space="preserve">ں </w:t>
      </w:r>
      <w:r>
        <w:rPr>
          <w:rtl/>
        </w:rPr>
        <w:t>تھے وہى مجموعى تاريخ اور مغرب كے مشرق كے مقابل آنے كى سمت مي</w:t>
      </w:r>
      <w:r w:rsidR="000A0CDC">
        <w:rPr>
          <w:rtl/>
        </w:rPr>
        <w:t xml:space="preserve">ں </w:t>
      </w:r>
      <w:r>
        <w:rPr>
          <w:rtl/>
        </w:rPr>
        <w:t>، وہى مشرق جس پروحى كا سورج طلوع ہوتا رہا ہے اور مغرب پر چمكتا رہا ہے _</w:t>
      </w:r>
      <w:r w:rsidRPr="00F67D4B">
        <w:rPr>
          <w:rStyle w:val="libFootnotenumChar"/>
          <w:rtl/>
        </w:rPr>
        <w:t>(1)</w:t>
      </w:r>
      <w:r>
        <w:rPr>
          <w:rtl/>
        </w:rPr>
        <w:t xml:space="preserve"> </w:t>
      </w:r>
    </w:p>
    <w:p w:rsidR="0061102A" w:rsidRDefault="0061102A" w:rsidP="00BE6934">
      <w:pPr>
        <w:pStyle w:val="libNormal"/>
        <w:rPr>
          <w:rtl/>
        </w:rPr>
      </w:pPr>
      <w:r>
        <w:rPr>
          <w:rtl/>
        </w:rPr>
        <w:t>مشرق وسطى مي</w:t>
      </w:r>
      <w:r w:rsidR="000A0CDC">
        <w:rPr>
          <w:rtl/>
        </w:rPr>
        <w:t xml:space="preserve">ں </w:t>
      </w:r>
      <w:r>
        <w:rPr>
          <w:rtl/>
        </w:rPr>
        <w:t>صہيونيو</w:t>
      </w:r>
      <w:r w:rsidR="000A0CDC">
        <w:rPr>
          <w:rtl/>
        </w:rPr>
        <w:t xml:space="preserve">ں </w:t>
      </w:r>
      <w:r>
        <w:rPr>
          <w:rtl/>
        </w:rPr>
        <w:t>كى حكومت درست اس زمانہ مي</w:t>
      </w:r>
      <w:r w:rsidR="000A0CDC">
        <w:rPr>
          <w:rtl/>
        </w:rPr>
        <w:t xml:space="preserve">ں </w:t>
      </w:r>
      <w:r>
        <w:rPr>
          <w:rtl/>
        </w:rPr>
        <w:t>تشكيل پائي كہ جب مسلمان حكومتي</w:t>
      </w:r>
      <w:r w:rsidR="000A0CDC">
        <w:rPr>
          <w:rtl/>
        </w:rPr>
        <w:t xml:space="preserve">ں </w:t>
      </w:r>
      <w:r>
        <w:rPr>
          <w:rtl/>
        </w:rPr>
        <w:t>ضعف وناتوانى كا شكار تھي</w:t>
      </w:r>
      <w:r w:rsidR="000A0CDC">
        <w:rPr>
          <w:rtl/>
        </w:rPr>
        <w:t xml:space="preserve">ں </w:t>
      </w:r>
      <w:r>
        <w:rPr>
          <w:rtl/>
        </w:rPr>
        <w:t>بالخصوص عثمانى بادشاہت كہ جو اٹھارہ وي</w:t>
      </w:r>
      <w:r w:rsidR="000A0CDC">
        <w:rPr>
          <w:rtl/>
        </w:rPr>
        <w:t xml:space="preserve">ں </w:t>
      </w:r>
      <w:r>
        <w:rPr>
          <w:rtl/>
        </w:rPr>
        <w:t>صدى سے زوال كى طرف بڑھ رہى تھى ، فلسطين پر قبضہ دراصل عالم اسلام كے پہلو پر خنجر مارنا تھا_ ان علاقو</w:t>
      </w:r>
      <w:r w:rsidR="000A0CDC">
        <w:rPr>
          <w:rtl/>
        </w:rPr>
        <w:t xml:space="preserve">ں </w:t>
      </w:r>
      <w:r>
        <w:rPr>
          <w:rtl/>
        </w:rPr>
        <w:t>كے باشندو</w:t>
      </w:r>
      <w:r w:rsidR="000A0CDC">
        <w:rPr>
          <w:rtl/>
        </w:rPr>
        <w:t xml:space="preserve">ں </w:t>
      </w:r>
      <w:r>
        <w:rPr>
          <w:rtl/>
        </w:rPr>
        <w:t>كو نكالنے كيلئے تين جنگي</w:t>
      </w:r>
      <w:r w:rsidR="000A0CDC">
        <w:rPr>
          <w:rtl/>
        </w:rPr>
        <w:t xml:space="preserve">ں </w:t>
      </w:r>
      <w:r>
        <w:rPr>
          <w:rtl/>
        </w:rPr>
        <w:t>ان پر مسلط كى گئي</w:t>
      </w:r>
      <w:r w:rsidR="000A0CDC">
        <w:rPr>
          <w:rtl/>
        </w:rPr>
        <w:t xml:space="preserve">ں </w:t>
      </w:r>
      <w:r>
        <w:rPr>
          <w:rtl/>
        </w:rPr>
        <w:t>كہ جنكى بناء كئي ميلين فلسطينى تباہ و برباد ہوئے اور ان علاقو</w:t>
      </w:r>
      <w:r w:rsidR="000A0CDC">
        <w:rPr>
          <w:rtl/>
        </w:rPr>
        <w:t xml:space="preserve">ں </w:t>
      </w:r>
      <w:r>
        <w:rPr>
          <w:rtl/>
        </w:rPr>
        <w:t>پرصہيونيو</w:t>
      </w:r>
      <w:r w:rsidR="000A0CDC">
        <w:rPr>
          <w:rtl/>
        </w:rPr>
        <w:t xml:space="preserve">ں </w:t>
      </w:r>
      <w:r>
        <w:rPr>
          <w:rtl/>
        </w:rPr>
        <w:t>كا منحوس سايہ مستحكم ہوگيا_ اردن ، شام اور لبنان كے بعض آباد علاقے بن گوريو</w:t>
      </w:r>
      <w:r w:rsidR="000A0CDC">
        <w:rPr>
          <w:rtl/>
        </w:rPr>
        <w:t xml:space="preserve">ں </w:t>
      </w:r>
      <w:r>
        <w:rPr>
          <w:rtl/>
        </w:rPr>
        <w:t>كے وارثو</w:t>
      </w:r>
      <w:r w:rsidR="000A0CDC">
        <w:rPr>
          <w:rtl/>
        </w:rPr>
        <w:t xml:space="preserve">ں </w:t>
      </w:r>
      <w:r>
        <w:rPr>
          <w:rtl/>
        </w:rPr>
        <w:t>كے قبضہ مي</w:t>
      </w:r>
      <w:r w:rsidR="000A0CDC">
        <w:rPr>
          <w:rtl/>
        </w:rPr>
        <w:t xml:space="preserve">ں </w:t>
      </w:r>
      <w:r>
        <w:rPr>
          <w:rtl/>
        </w:rPr>
        <w:t>آگئے اور فلسطين كے ہمسايو</w:t>
      </w:r>
      <w:r w:rsidR="000A0CDC">
        <w:rPr>
          <w:rtl/>
        </w:rPr>
        <w:t xml:space="preserve">ں </w:t>
      </w:r>
      <w:r>
        <w:rPr>
          <w:rtl/>
        </w:rPr>
        <w:t>كے بہت سے علاقے بيت المقدس پر قابض حكومت كے تسلط مي</w:t>
      </w:r>
      <w:r w:rsidR="000A0CDC">
        <w:rPr>
          <w:rtl/>
        </w:rPr>
        <w:t xml:space="preserve">ں </w:t>
      </w:r>
      <w:r>
        <w:rPr>
          <w:rtl/>
        </w:rPr>
        <w:t xml:space="preserve">آگئے _ </w:t>
      </w:r>
    </w:p>
    <w:p w:rsidR="0061102A" w:rsidRDefault="0061102A" w:rsidP="00BE6934">
      <w:pPr>
        <w:pStyle w:val="libNormal"/>
        <w:rPr>
          <w:rtl/>
        </w:rPr>
      </w:pPr>
      <w:r>
        <w:rPr>
          <w:rtl/>
        </w:rPr>
        <w:t>ا گر مسلمان ان اسلامى سرزمينو</w:t>
      </w:r>
      <w:r w:rsidR="000A0CDC">
        <w:rPr>
          <w:rtl/>
        </w:rPr>
        <w:t xml:space="preserve">ں </w:t>
      </w:r>
      <w:r>
        <w:rPr>
          <w:rtl/>
        </w:rPr>
        <w:t>كو آزاد كروانے كى كوشش كري</w:t>
      </w:r>
      <w:r w:rsidR="000A0CDC">
        <w:rPr>
          <w:rtl/>
        </w:rPr>
        <w:t xml:space="preserve">ں </w:t>
      </w:r>
      <w:r>
        <w:rPr>
          <w:rtl/>
        </w:rPr>
        <w:t>تو اہل مغرب كے سياست دان اور پروپيگنڈا كرنے والے ادارے ان پر دہشت گردى كى حمايت كا الزام لگاتے ہي</w:t>
      </w:r>
      <w:r w:rsidR="000A0CDC">
        <w:rPr>
          <w:rtl/>
        </w:rPr>
        <w:t xml:space="preserve">ں </w:t>
      </w:r>
      <w:r>
        <w:rPr>
          <w:rtl/>
        </w:rPr>
        <w:t>ليكن دير ياسين ، كفر قاسم ، حرم حضرت ابراہيم (ع) ، گھانا وغيرہ مي</w:t>
      </w:r>
      <w:r w:rsidR="000A0CDC">
        <w:rPr>
          <w:rtl/>
        </w:rPr>
        <w:t xml:space="preserve">ں </w:t>
      </w:r>
      <w:r>
        <w:rPr>
          <w:rtl/>
        </w:rPr>
        <w:t>قتل عام كرنے والو</w:t>
      </w:r>
      <w:r w:rsidR="000A0CDC">
        <w:rPr>
          <w:rtl/>
        </w:rPr>
        <w:t xml:space="preserve">ں </w:t>
      </w:r>
      <w:r>
        <w:rPr>
          <w:rtl/>
        </w:rPr>
        <w:t>كى كبھى مذمت نہي</w:t>
      </w:r>
      <w:r w:rsidR="000A0CDC">
        <w:rPr>
          <w:rtl/>
        </w:rPr>
        <w:t xml:space="preserve">ں </w:t>
      </w:r>
      <w:r>
        <w:rPr>
          <w:rtl/>
        </w:rPr>
        <w:t>ہوئي بلكہ وہ جمہوريت اور انسانى حقوق كے حامى كے عنوان سے ہميشہ تعريف كے لائق قرار پائے اور فلسطينيو</w:t>
      </w:r>
      <w:r w:rsidR="000A0CDC">
        <w:rPr>
          <w:rtl/>
        </w:rPr>
        <w:t xml:space="preserve">ں </w:t>
      </w:r>
      <w:r>
        <w:rPr>
          <w:rtl/>
        </w:rPr>
        <w:t>كى دلخراش فرياد كو اقوام متحدہ مي</w:t>
      </w:r>
      <w:r w:rsidR="000A0CDC">
        <w:rPr>
          <w:rtl/>
        </w:rPr>
        <w:t xml:space="preserve">ں </w:t>
      </w:r>
      <w:r>
        <w:rPr>
          <w:rtl/>
        </w:rPr>
        <w:t>بھى صہيونزم كى حامى طاقتو</w:t>
      </w:r>
      <w:r w:rsidR="000A0CDC">
        <w:rPr>
          <w:rtl/>
        </w:rPr>
        <w:t xml:space="preserve">ں </w:t>
      </w:r>
      <w:r>
        <w:rPr>
          <w:rtl/>
        </w:rPr>
        <w:t>كے ويٹو كا سامنا رہا _</w:t>
      </w:r>
      <w:r w:rsidRPr="00F67D4B">
        <w:rPr>
          <w:rStyle w:val="libFootnotenumChar"/>
          <w:rtl/>
        </w:rPr>
        <w:t>(2)</w:t>
      </w:r>
      <w:r>
        <w:rPr>
          <w:rtl/>
        </w:rPr>
        <w:t xml:space="preserve"> </w:t>
      </w:r>
    </w:p>
    <w:p w:rsidR="0061102A" w:rsidRDefault="0061102A" w:rsidP="00BE6934">
      <w:pPr>
        <w:pStyle w:val="libNormal"/>
        <w:rPr>
          <w:rtl/>
        </w:rPr>
      </w:pPr>
      <w:r>
        <w:rPr>
          <w:rtl/>
        </w:rPr>
        <w:t>مجموعى طور پر صہيونزم كے اصول مي</w:t>
      </w:r>
      <w:r w:rsidR="000A0CDC">
        <w:rPr>
          <w:rtl/>
        </w:rPr>
        <w:t xml:space="preserve">ں </w:t>
      </w:r>
      <w:r>
        <w:rPr>
          <w:rtl/>
        </w:rPr>
        <w:t>فقط ايك مذہب كى ايجاد نہي</w:t>
      </w:r>
      <w:r w:rsidR="000A0CDC">
        <w:rPr>
          <w:rtl/>
        </w:rPr>
        <w:t xml:space="preserve">ں </w:t>
      </w:r>
      <w:r>
        <w:rPr>
          <w:rtl/>
        </w:rPr>
        <w:t>ہے بلكہ وہ يہوديو</w:t>
      </w:r>
      <w:r w:rsidR="000A0CDC">
        <w:rPr>
          <w:rtl/>
        </w:rPr>
        <w:t xml:space="preserve">ں </w:t>
      </w:r>
      <w:r>
        <w:rPr>
          <w:rtl/>
        </w:rPr>
        <w:t>مي</w:t>
      </w:r>
      <w:r w:rsidR="000A0CDC">
        <w:rPr>
          <w:rtl/>
        </w:rPr>
        <w:t xml:space="preserve">ں </w:t>
      </w:r>
      <w:r>
        <w:rPr>
          <w:rtl/>
        </w:rPr>
        <w:t>سے ايك قوم اور ايك مملكت بھى بنانا چاہتے ہي</w:t>
      </w:r>
      <w:r w:rsidR="000A0CDC">
        <w:rPr>
          <w:rtl/>
        </w:rPr>
        <w:t xml:space="preserve">ں </w:t>
      </w:r>
      <w:r>
        <w:rPr>
          <w:rtl/>
        </w:rPr>
        <w:t>اور كوشش كر رہے ہي</w:t>
      </w:r>
      <w:r w:rsidR="000A0CDC">
        <w:rPr>
          <w:rtl/>
        </w:rPr>
        <w:t xml:space="preserve">ں </w:t>
      </w:r>
      <w:r>
        <w:rPr>
          <w:rtl/>
        </w:rPr>
        <w:t>كہ دنيا كے تمام يہوديو</w:t>
      </w:r>
      <w:r w:rsidR="000A0CDC">
        <w:rPr>
          <w:rtl/>
        </w:rPr>
        <w:t xml:space="preserve">ں </w:t>
      </w:r>
      <w:r>
        <w:rPr>
          <w:rtl/>
        </w:rPr>
        <w:t>كو توسيع پسندانہ جنگو</w:t>
      </w:r>
      <w:r w:rsidR="000A0CDC">
        <w:rPr>
          <w:rtl/>
        </w:rPr>
        <w:t xml:space="preserve">ں </w:t>
      </w:r>
      <w:r>
        <w:rPr>
          <w:rtl/>
        </w:rPr>
        <w:t xml:space="preserve">كے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على اكبر ولايتى ، سابقہ حوالہ ،ص 7_5_ </w:t>
      </w:r>
    </w:p>
    <w:p w:rsidR="003A04D8" w:rsidRDefault="0061102A" w:rsidP="00BE6934">
      <w:pPr>
        <w:pStyle w:val="libFootnote"/>
        <w:rPr>
          <w:rtl/>
        </w:rPr>
      </w:pPr>
      <w:r>
        <w:rPr>
          <w:rtl/>
        </w:rPr>
        <w:t>2) امريكى حكومت نے اقوام متحدہ كى تشكيل سے ليكر اب تك سلامتى كونسل كى اسرائيل كے خلاف سے بہت سى قرار داو</w:t>
      </w:r>
      <w:r w:rsidR="000A0CDC">
        <w:rPr>
          <w:rtl/>
        </w:rPr>
        <w:t xml:space="preserve">ں </w:t>
      </w:r>
      <w:r>
        <w:rPr>
          <w:rtl/>
        </w:rPr>
        <w:t>كو ويٹو كيا ہے _ رجوع كيجئے على اكبر ولايتى ، سابقہ حوالہ، ص 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بہانے سے سرزمين موعود يعنى عظيم اسرائيل مي</w:t>
      </w:r>
      <w:r w:rsidR="000A0CDC">
        <w:rPr>
          <w:rtl/>
        </w:rPr>
        <w:t xml:space="preserve">ں </w:t>
      </w:r>
      <w:r>
        <w:rPr>
          <w:rtl/>
        </w:rPr>
        <w:t>جمع كيا جائے : تھاريڈل ہرٹزل كا ايك دوست اور ڈيوڈٹرچ</w:t>
      </w:r>
      <w:r w:rsidRPr="00F67D4B">
        <w:rPr>
          <w:rStyle w:val="libFootnotenumChar"/>
          <w:rtl/>
        </w:rPr>
        <w:t>(1)</w:t>
      </w:r>
      <w:r>
        <w:rPr>
          <w:rtl/>
        </w:rPr>
        <w:t xml:space="preserve"> 29 اكتوبر 1899 مي</w:t>
      </w:r>
      <w:r w:rsidR="000A0CDC">
        <w:rPr>
          <w:rtl/>
        </w:rPr>
        <w:t xml:space="preserve">ں </w:t>
      </w:r>
      <w:r>
        <w:rPr>
          <w:rtl/>
        </w:rPr>
        <w:t>اسے ايك خط مي</w:t>
      </w:r>
      <w:r w:rsidR="000A0CDC">
        <w:rPr>
          <w:rtl/>
        </w:rPr>
        <w:t xml:space="preserve">ں </w:t>
      </w:r>
      <w:r>
        <w:rPr>
          <w:rtl/>
        </w:rPr>
        <w:t>لكھتا ہے كہ '' اس سے پہلے كہ بہت زيادہ دير ہوجاے مي</w:t>
      </w:r>
      <w:r w:rsidR="000A0CDC">
        <w:rPr>
          <w:rtl/>
        </w:rPr>
        <w:t xml:space="preserve">ں </w:t>
      </w:r>
      <w:r>
        <w:rPr>
          <w:rtl/>
        </w:rPr>
        <w:t>آپ كو نصيحت كرتا ہو</w:t>
      </w:r>
      <w:r w:rsidR="000A0CDC">
        <w:rPr>
          <w:rtl/>
        </w:rPr>
        <w:t xml:space="preserve">ں </w:t>
      </w:r>
      <w:r>
        <w:rPr>
          <w:rtl/>
        </w:rPr>
        <w:t>كبھى كبھى '' عظيم فلسطين'' ( عظيم اسرائيل ) كا تذكرہ كرتے رہي</w:t>
      </w:r>
      <w:r w:rsidR="000A0CDC">
        <w:rPr>
          <w:rtl/>
        </w:rPr>
        <w:t xml:space="preserve">ں </w:t>
      </w:r>
      <w:r>
        <w:rPr>
          <w:rtl/>
        </w:rPr>
        <w:t>، شہربال كى كانفرنس كے پروگرام مي</w:t>
      </w:r>
      <w:r w:rsidR="000A0CDC">
        <w:rPr>
          <w:rtl/>
        </w:rPr>
        <w:t xml:space="preserve">ں </w:t>
      </w:r>
      <w:r>
        <w:rPr>
          <w:rtl/>
        </w:rPr>
        <w:t>لفظ'' عظيم فلسطين'' ( عظيم اسرائيل) يا لفظ ''فلسطين اور اسكے اردگرد كى سرزمين'' ضرور شامل ہو</w:t>
      </w:r>
      <w:r w:rsidR="000A0CDC">
        <w:rPr>
          <w:rtl/>
        </w:rPr>
        <w:t xml:space="preserve">ں </w:t>
      </w:r>
      <w:r>
        <w:rPr>
          <w:rtl/>
        </w:rPr>
        <w:t>و گرنہ يہ سب كچھ بے معنى ہوگا كيونكہ آپ پچيس ہزار كلوميٹر مربع سرزمين پر دس ميلين يہوديو</w:t>
      </w:r>
      <w:r w:rsidR="000A0CDC">
        <w:rPr>
          <w:rtl/>
        </w:rPr>
        <w:t xml:space="preserve">ں </w:t>
      </w:r>
      <w:r>
        <w:rPr>
          <w:rtl/>
        </w:rPr>
        <w:t>كو خوش آمديد نہي</w:t>
      </w:r>
      <w:r w:rsidR="000A0CDC">
        <w:rPr>
          <w:rtl/>
        </w:rPr>
        <w:t xml:space="preserve">ں </w:t>
      </w:r>
      <w:r>
        <w:rPr>
          <w:rtl/>
        </w:rPr>
        <w:t xml:space="preserve">كہہ سكتے _ </w:t>
      </w:r>
      <w:r w:rsidRPr="00F67D4B">
        <w:rPr>
          <w:rStyle w:val="libFootnotenumChar"/>
          <w:rtl/>
        </w:rPr>
        <w:t>(2)</w:t>
      </w:r>
      <w:r>
        <w:rPr>
          <w:rtl/>
        </w:rPr>
        <w:t xml:space="preserve"> </w:t>
      </w:r>
    </w:p>
    <w:p w:rsidR="0061102A" w:rsidRDefault="0061102A" w:rsidP="00BE6934">
      <w:pPr>
        <w:pStyle w:val="libNormal"/>
        <w:rPr>
          <w:rtl/>
        </w:rPr>
      </w:pPr>
      <w:r>
        <w:rPr>
          <w:rtl/>
        </w:rPr>
        <w:t>موشے دايان نے 1967 مي</w:t>
      </w:r>
      <w:r w:rsidR="000A0CDC">
        <w:rPr>
          <w:rtl/>
        </w:rPr>
        <w:t xml:space="preserve">ں </w:t>
      </w:r>
      <w:r>
        <w:rPr>
          <w:rtl/>
        </w:rPr>
        <w:t>كہا تھا: اگر تورات ہمارى كتاب ہے اور اگر ہم اپنے آپ كو قوم تورات سمجھتے ہي</w:t>
      </w:r>
      <w:r w:rsidR="000A0CDC">
        <w:rPr>
          <w:rtl/>
        </w:rPr>
        <w:t xml:space="preserve">ں </w:t>
      </w:r>
      <w:r>
        <w:rPr>
          <w:rtl/>
        </w:rPr>
        <w:t>تو ضرورى ہے كہ تورات كى سرزمين ،منصفين اور سفيد ريش لوگو</w:t>
      </w:r>
      <w:r w:rsidR="000A0CDC">
        <w:rPr>
          <w:rtl/>
        </w:rPr>
        <w:t xml:space="preserve">ں </w:t>
      </w:r>
      <w:r>
        <w:rPr>
          <w:rtl/>
        </w:rPr>
        <w:t>كى سرزميني</w:t>
      </w:r>
      <w:r w:rsidR="000A0CDC">
        <w:rPr>
          <w:rtl/>
        </w:rPr>
        <w:t xml:space="preserve">ں </w:t>
      </w:r>
      <w:r>
        <w:rPr>
          <w:rtl/>
        </w:rPr>
        <w:t>ہمارے پاس ہو</w:t>
      </w:r>
      <w:r w:rsidR="000A0CDC">
        <w:rPr>
          <w:rtl/>
        </w:rPr>
        <w:t xml:space="preserve">ں </w:t>
      </w:r>
      <w:r>
        <w:rPr>
          <w:rtl/>
        </w:rPr>
        <w:t>يقينا اس قسم كے اصولو</w:t>
      </w:r>
      <w:r w:rsidR="000A0CDC">
        <w:rPr>
          <w:rtl/>
        </w:rPr>
        <w:t xml:space="preserve">ں </w:t>
      </w:r>
      <w:r>
        <w:rPr>
          <w:rtl/>
        </w:rPr>
        <w:t>كے پس پردہ سرحدي</w:t>
      </w:r>
      <w:r w:rsidR="000A0CDC">
        <w:rPr>
          <w:rtl/>
        </w:rPr>
        <w:t xml:space="preserve">ں </w:t>
      </w:r>
      <w:r>
        <w:rPr>
          <w:rtl/>
        </w:rPr>
        <w:t>مزيد بڑھنے كے قابل ہوجائي</w:t>
      </w:r>
      <w:r w:rsidR="000A0CDC">
        <w:rPr>
          <w:rtl/>
        </w:rPr>
        <w:t xml:space="preserve">ں </w:t>
      </w:r>
      <w:r>
        <w:rPr>
          <w:rtl/>
        </w:rPr>
        <w:t xml:space="preserve">گي_ </w:t>
      </w:r>
    </w:p>
    <w:p w:rsidR="0061102A" w:rsidRDefault="0061102A" w:rsidP="00BE6934">
      <w:pPr>
        <w:pStyle w:val="libNormal"/>
        <w:rPr>
          <w:rtl/>
        </w:rPr>
      </w:pPr>
      <w:r>
        <w:rPr>
          <w:rtl/>
        </w:rPr>
        <w:t xml:space="preserve">بن گورين نے ايك اور مقام پر واضح انداز سے كہا: </w:t>
      </w:r>
    </w:p>
    <w:p w:rsidR="0061102A" w:rsidRDefault="0061102A" w:rsidP="00BE6934">
      <w:pPr>
        <w:pStyle w:val="libNormal"/>
        <w:rPr>
          <w:rtl/>
        </w:rPr>
      </w:pPr>
      <w:r>
        <w:rPr>
          <w:rtl/>
        </w:rPr>
        <w:t>ہمارا مسئلہ يہ نہي</w:t>
      </w:r>
      <w:r w:rsidR="000A0CDC">
        <w:rPr>
          <w:rtl/>
        </w:rPr>
        <w:t xml:space="preserve">ں </w:t>
      </w:r>
      <w:r>
        <w:rPr>
          <w:rtl/>
        </w:rPr>
        <w:t xml:space="preserve">ہے كہ موجود صورت حال كو برقرار ركھا جائے بلكہ ہمارا فرض ہے كہ </w:t>
      </w:r>
    </w:p>
    <w:p w:rsidR="0061102A" w:rsidRDefault="0061102A" w:rsidP="00BE6934">
      <w:pPr>
        <w:pStyle w:val="libNormal"/>
        <w:rPr>
          <w:rtl/>
        </w:rPr>
      </w:pPr>
      <w:r>
        <w:rPr>
          <w:rtl/>
        </w:rPr>
        <w:t>زيادہ سے زيادہ توسيع پسندى كو مد نظر ركھتے ہوئے ايك فعال حكومت تشكيل دي</w:t>
      </w:r>
      <w:r w:rsidR="000A0CDC">
        <w:rPr>
          <w:rtl/>
        </w:rPr>
        <w:t xml:space="preserve">ں </w:t>
      </w:r>
      <w:r w:rsidRPr="00F67D4B">
        <w:rPr>
          <w:rStyle w:val="libFootnotenumChar"/>
          <w:rtl/>
        </w:rPr>
        <w:t>(3)</w:t>
      </w:r>
      <w:r>
        <w:rPr>
          <w:rtl/>
        </w:rPr>
        <w:t xml:space="preserve"> </w:t>
      </w:r>
    </w:p>
    <w:p w:rsidR="0061102A" w:rsidRDefault="0061102A" w:rsidP="00BE6934">
      <w:pPr>
        <w:pStyle w:val="libNormal"/>
        <w:rPr>
          <w:rtl/>
        </w:rPr>
      </w:pPr>
      <w:r>
        <w:rPr>
          <w:rtl/>
        </w:rPr>
        <w:t>اسى بناء پر صہيونيزم كے قائدين كى نظر مي</w:t>
      </w:r>
      <w:r w:rsidR="000A0CDC">
        <w:rPr>
          <w:rtl/>
        </w:rPr>
        <w:t xml:space="preserve">ں </w:t>
      </w:r>
      <w:r>
        <w:rPr>
          <w:rtl/>
        </w:rPr>
        <w:t>يہ ہدف دو عناصر كے فراہم ہونے كى صورت مي</w:t>
      </w:r>
      <w:r w:rsidR="000A0CDC">
        <w:rPr>
          <w:rtl/>
        </w:rPr>
        <w:t xml:space="preserve">ں </w:t>
      </w:r>
      <w:r>
        <w:rPr>
          <w:rtl/>
        </w:rPr>
        <w:t>دائرہ وجود مي</w:t>
      </w:r>
      <w:r w:rsidR="000A0CDC">
        <w:rPr>
          <w:rtl/>
        </w:rPr>
        <w:t xml:space="preserve">ں </w:t>
      </w:r>
      <w:r>
        <w:rPr>
          <w:rtl/>
        </w:rPr>
        <w:t>آسكتا تھا: 1)_ امپريالسٹ ممالك بالخصوص آمريكا سے سياسي، اقتصادى اور فوجى امداد كے حصول كا تسلسل 2)_ تمام عرب اور اسلامى ممالك كے مد مقابل اسرائيل كااپنے مفادات كے ليے قابل ذكر ٹيكنالوجيكل برترى كا حامل ہونا (عربو</w:t>
      </w:r>
      <w:r w:rsidR="000A0CDC">
        <w:rPr>
          <w:rtl/>
        </w:rPr>
        <w:t xml:space="preserve">ں </w:t>
      </w:r>
      <w:r>
        <w:rPr>
          <w:rtl/>
        </w:rPr>
        <w:t>كى عددى برترى كے مقابل مي</w:t>
      </w:r>
      <w:r w:rsidR="000A0CDC">
        <w:rPr>
          <w:rtl/>
        </w:rPr>
        <w:t xml:space="preserve">ں </w:t>
      </w:r>
      <w:r>
        <w:rPr>
          <w:rtl/>
        </w:rPr>
        <w:t>اسرائيل كى فنى برتري) اور وہ ايك ايسى فوجى اور اقتصادى طاقت كا حامل ہو جو عربو</w:t>
      </w:r>
      <w:r w:rsidR="000A0CDC">
        <w:rPr>
          <w:rtl/>
        </w:rPr>
        <w:t xml:space="preserve">ں </w:t>
      </w:r>
      <w:r>
        <w:rPr>
          <w:rtl/>
        </w:rPr>
        <w:t>كو جھكنے پر مجبور كرسكے _ اور انہي</w:t>
      </w:r>
      <w:r w:rsidR="000A0CDC">
        <w:rPr>
          <w:rtl/>
        </w:rPr>
        <w:t xml:space="preserve">ں </w:t>
      </w:r>
      <w:r>
        <w:rPr>
          <w:rtl/>
        </w:rPr>
        <w:t xml:space="preserve">يہ باور كرادے كہ اسرائيل </w:t>
      </w:r>
    </w:p>
    <w:p w:rsidR="0061102A" w:rsidRDefault="003A7D4A" w:rsidP="00BE6934">
      <w:pPr>
        <w:pStyle w:val="libLine"/>
        <w:rPr>
          <w:rtl/>
        </w:rPr>
      </w:pPr>
      <w:r>
        <w:rPr>
          <w:rtl/>
        </w:rPr>
        <w:t>____________________</w:t>
      </w:r>
    </w:p>
    <w:p w:rsidR="0061102A" w:rsidRDefault="0061102A" w:rsidP="00BE6934">
      <w:pPr>
        <w:pStyle w:val="libFootnote"/>
      </w:pPr>
      <w:r>
        <w:rPr>
          <w:rtl/>
        </w:rPr>
        <w:t xml:space="preserve">1) </w:t>
      </w:r>
      <w:r>
        <w:t>David Triestsch</w:t>
      </w:r>
      <w:r>
        <w:rPr>
          <w:rtl/>
        </w:rPr>
        <w:t xml:space="preserve"> </w:t>
      </w:r>
    </w:p>
    <w:p w:rsidR="0061102A" w:rsidRDefault="0061102A" w:rsidP="00BE6934">
      <w:pPr>
        <w:pStyle w:val="libFootnote"/>
        <w:rPr>
          <w:rtl/>
        </w:rPr>
      </w:pPr>
      <w:r>
        <w:rPr>
          <w:rtl/>
        </w:rPr>
        <w:t xml:space="preserve">2) نقل از : اسكار_ ك، آ_ داينيوويچ ، طرح يہوديان قبرس ، نيويارك ، ہرٹزل پبلشر 1962، ص 17ص_ </w:t>
      </w:r>
    </w:p>
    <w:p w:rsidR="003A04D8" w:rsidRDefault="0061102A" w:rsidP="00BE6934">
      <w:pPr>
        <w:pStyle w:val="libFootnote"/>
        <w:rPr>
          <w:rtl/>
        </w:rPr>
      </w:pPr>
      <w:r>
        <w:rPr>
          <w:rtl/>
        </w:rPr>
        <w:t>3) روہ گارودي، پروندہ اسرائيل و صہيونيزم، سياسى ترجمہ نسرين حكمى ، تہران وزارت فرہنگ و ارشاد ايران ، 1369، ص 133_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كے ساتھ ہر قسم كى جنگ عربو</w:t>
      </w:r>
      <w:r w:rsidR="000A0CDC">
        <w:rPr>
          <w:rtl/>
        </w:rPr>
        <w:t xml:space="preserve">ں </w:t>
      </w:r>
      <w:r>
        <w:rPr>
          <w:rtl/>
        </w:rPr>
        <w:t xml:space="preserve">كى شكست پر ختم ہوگى </w:t>
      </w:r>
      <w:r w:rsidRPr="00F67D4B">
        <w:rPr>
          <w:rStyle w:val="libFootnotenumChar"/>
          <w:rtl/>
        </w:rPr>
        <w:t>(1)</w:t>
      </w:r>
      <w:r>
        <w:rPr>
          <w:rtl/>
        </w:rPr>
        <w:t xml:space="preserve"> </w:t>
      </w:r>
    </w:p>
    <w:p w:rsidR="0061102A" w:rsidRDefault="0061102A" w:rsidP="00BE6934">
      <w:pPr>
        <w:pStyle w:val="libNormal"/>
        <w:rPr>
          <w:rtl/>
        </w:rPr>
      </w:pPr>
      <w:r>
        <w:rPr>
          <w:rtl/>
        </w:rPr>
        <w:t>1995 مي</w:t>
      </w:r>
      <w:r w:rsidR="000A0CDC">
        <w:rPr>
          <w:rtl/>
        </w:rPr>
        <w:t xml:space="preserve">ں </w:t>
      </w:r>
      <w:r>
        <w:rPr>
          <w:rtl/>
        </w:rPr>
        <w:t>صہيونى حكومت كا دفاعى بجٹ 3/8 ارب ڈالرز تھا اس وقت امريكہ كى فوجى امداد 81 ارب ڈالرز اور اقتصادى امداد21 ارب ڈالرز تھى اس سے معلوم ہوتا ہے كہ ايك حدود اربعہ كے اعتبار سے چھوٹا سا ملك كہ جو 25 ميلي</w:t>
      </w:r>
      <w:r w:rsidR="000A0CDC">
        <w:rPr>
          <w:rtl/>
        </w:rPr>
        <w:t xml:space="preserve">ں </w:t>
      </w:r>
      <w:r>
        <w:rPr>
          <w:rtl/>
        </w:rPr>
        <w:t>آبادى ( 82 فيصد يہودي) پر مشتمل ہے كسقدر اعلى فوجى استعداد كا حامل ہے _ اس حكومت كى ايٹمى پاور كے حوالے سے بھى اختلاف نظر ہے كہ بعض رپورٹس كے مطابق اسرائيل كے پاس بيس سے دو سو تك كے درميان ايٹم بم موجود ہي</w:t>
      </w:r>
      <w:r w:rsidR="000A0CDC">
        <w:rPr>
          <w:rtl/>
        </w:rPr>
        <w:t xml:space="preserve">ں </w:t>
      </w:r>
      <w:r>
        <w:rPr>
          <w:rtl/>
        </w:rPr>
        <w:t>يہ حكومت 1967 سے اين پى ٹى پر دستخط كرنے سے ٹال مٹول كر رہى ہے اور اس نے اپنے ايٹمى رى ايكٹرزكو آج تك بين الاقوامى تحقيقاتى ٹيمو</w:t>
      </w:r>
      <w:r w:rsidR="000A0CDC">
        <w:rPr>
          <w:rtl/>
        </w:rPr>
        <w:t xml:space="preserve">ں </w:t>
      </w:r>
      <w:r>
        <w:rPr>
          <w:rtl/>
        </w:rPr>
        <w:t>كيلئے نہي</w:t>
      </w:r>
      <w:r w:rsidR="000A0CDC">
        <w:rPr>
          <w:rtl/>
        </w:rPr>
        <w:t xml:space="preserve">ں </w:t>
      </w:r>
      <w:r>
        <w:rPr>
          <w:rtl/>
        </w:rPr>
        <w:t xml:space="preserve">كھولا _ </w:t>
      </w:r>
      <w:r w:rsidRPr="00F67D4B">
        <w:rPr>
          <w:rStyle w:val="libFootnotenumChar"/>
          <w:rtl/>
        </w:rPr>
        <w:t>(2)</w:t>
      </w:r>
      <w:r>
        <w:rPr>
          <w:rtl/>
        </w:rPr>
        <w:t xml:space="preserve"> </w:t>
      </w:r>
    </w:p>
    <w:p w:rsidR="0061102A" w:rsidRDefault="0061102A" w:rsidP="00BE6934">
      <w:pPr>
        <w:pStyle w:val="libNormal"/>
        <w:rPr>
          <w:rtl/>
        </w:rPr>
      </w:pPr>
      <w:r>
        <w:rPr>
          <w:rtl/>
        </w:rPr>
        <w:t>عربو</w:t>
      </w:r>
      <w:r w:rsidR="000A0CDC">
        <w:rPr>
          <w:rtl/>
        </w:rPr>
        <w:t xml:space="preserve">ں </w:t>
      </w:r>
      <w:r>
        <w:rPr>
          <w:rtl/>
        </w:rPr>
        <w:t>مي</w:t>
      </w:r>
      <w:r w:rsidR="000A0CDC">
        <w:rPr>
          <w:rtl/>
        </w:rPr>
        <w:t xml:space="preserve">ں </w:t>
      </w:r>
      <w:r>
        <w:rPr>
          <w:rtl/>
        </w:rPr>
        <w:t>فرقہ پرستى اورتعصبات كو ہوا دے كر انہي</w:t>
      </w:r>
      <w:r w:rsidR="000A0CDC">
        <w:rPr>
          <w:rtl/>
        </w:rPr>
        <w:t xml:space="preserve">ں </w:t>
      </w:r>
      <w:r>
        <w:rPr>
          <w:rtl/>
        </w:rPr>
        <w:t>تقسيم كرنے كى سازش سے صہيونيزم كو اپنے توسيع پسندى پر مبنى مقاصد پورے كرنے كا موقع ملتا ہے، صہيونزم عالمى استعمار كے آلہ كار كى حيثيت سے كوشش كررہا ہے كہ عالم اسلامى مي</w:t>
      </w:r>
      <w:r w:rsidR="000A0CDC">
        <w:rPr>
          <w:rtl/>
        </w:rPr>
        <w:t xml:space="preserve">ں </w:t>
      </w:r>
      <w:r>
        <w:rPr>
          <w:rtl/>
        </w:rPr>
        <w:t>'' تفرقہ ڈالو اور حكومت كرو'' كى سياست كو مد نظر ركھتے ہوئے اسلامى اور عربى تحريكو</w:t>
      </w:r>
      <w:r w:rsidR="000A0CDC">
        <w:rPr>
          <w:rtl/>
        </w:rPr>
        <w:t xml:space="preserve">ں </w:t>
      </w:r>
      <w:r>
        <w:rPr>
          <w:rtl/>
        </w:rPr>
        <w:t>كو تباہ كردے_ يہى چيز صہيونى اہل نظر اور مولفين كى تاليفات مي</w:t>
      </w:r>
      <w:r w:rsidR="000A0CDC">
        <w:rPr>
          <w:rtl/>
        </w:rPr>
        <w:t xml:space="preserve">ں </w:t>
      </w:r>
      <w:r>
        <w:rPr>
          <w:rtl/>
        </w:rPr>
        <w:t xml:space="preserve">واضح نظر آتى ہے مثلااورنسٹاين </w:t>
      </w:r>
      <w:r w:rsidRPr="00F67D4B">
        <w:rPr>
          <w:rStyle w:val="libFootnotenumChar"/>
          <w:rtl/>
        </w:rPr>
        <w:t>(3)</w:t>
      </w:r>
      <w:r>
        <w:rPr>
          <w:rtl/>
        </w:rPr>
        <w:t xml:space="preserve"> كہتا ہے كہ :ميرا نظريہ يہ ہے كہ عربو</w:t>
      </w:r>
      <w:r w:rsidR="000A0CDC">
        <w:rPr>
          <w:rtl/>
        </w:rPr>
        <w:t xml:space="preserve">ں </w:t>
      </w:r>
      <w:r>
        <w:rPr>
          <w:rtl/>
        </w:rPr>
        <w:t>كے عرب اتحاد نعرو</w:t>
      </w:r>
      <w:r w:rsidR="000A0CDC">
        <w:rPr>
          <w:rtl/>
        </w:rPr>
        <w:t xml:space="preserve">ں </w:t>
      </w:r>
      <w:r>
        <w:rPr>
          <w:rtl/>
        </w:rPr>
        <w:t>كے برعكس ان مي</w:t>
      </w:r>
      <w:r w:rsidR="000A0CDC">
        <w:rPr>
          <w:rtl/>
        </w:rPr>
        <w:t xml:space="preserve">ں </w:t>
      </w:r>
      <w:r>
        <w:rPr>
          <w:rtl/>
        </w:rPr>
        <w:t>تفرقہ اور پھر اس كے كچھ عرصہ بعد ہم قومى اور جغرافيائي گروہو</w:t>
      </w:r>
      <w:r w:rsidR="000A0CDC">
        <w:rPr>
          <w:rtl/>
        </w:rPr>
        <w:t xml:space="preserve">ں </w:t>
      </w:r>
      <w:r>
        <w:rPr>
          <w:rtl/>
        </w:rPr>
        <w:t>كے ظہور كا مشاہدہ كري</w:t>
      </w:r>
      <w:r w:rsidR="000A0CDC">
        <w:rPr>
          <w:rtl/>
        </w:rPr>
        <w:t xml:space="preserve">ں </w:t>
      </w:r>
      <w:r>
        <w:rPr>
          <w:rtl/>
        </w:rPr>
        <w:t>گے مثلا عيسائي لبنان، عراق كے شمال مي</w:t>
      </w:r>
      <w:r w:rsidR="000A0CDC">
        <w:rPr>
          <w:rtl/>
        </w:rPr>
        <w:t xml:space="preserve">ں </w:t>
      </w:r>
      <w:r>
        <w:rPr>
          <w:rtl/>
        </w:rPr>
        <w:t>كردو</w:t>
      </w:r>
      <w:r w:rsidR="000A0CDC">
        <w:rPr>
          <w:rtl/>
        </w:rPr>
        <w:t xml:space="preserve">ں </w:t>
      </w:r>
      <w:r>
        <w:rPr>
          <w:rtl/>
        </w:rPr>
        <w:t>كا علاقہ ،دروزيو</w:t>
      </w:r>
      <w:r w:rsidR="000A0CDC">
        <w:rPr>
          <w:rtl/>
        </w:rPr>
        <w:t xml:space="preserve">ں </w:t>
      </w:r>
      <w:r>
        <w:rPr>
          <w:rtl/>
        </w:rPr>
        <w:t>كا پہاڑى علاقہ اور مملكت اسرائيل يہ سب آخر كار ہلال خصيب (پر بركت چاند )كے مجموعہ مي</w:t>
      </w:r>
      <w:r w:rsidR="000A0CDC">
        <w:rPr>
          <w:rtl/>
        </w:rPr>
        <w:t xml:space="preserve">ں </w:t>
      </w:r>
      <w:r>
        <w:rPr>
          <w:rtl/>
        </w:rPr>
        <w:t>اسرائيل كى قيادت مي</w:t>
      </w:r>
      <w:r w:rsidR="000A0CDC">
        <w:rPr>
          <w:rtl/>
        </w:rPr>
        <w:t xml:space="preserve">ں </w:t>
      </w:r>
      <w:r>
        <w:rPr>
          <w:rtl/>
        </w:rPr>
        <w:t>اكھٹے ہوجائي</w:t>
      </w:r>
      <w:r w:rsidR="000A0CDC">
        <w:rPr>
          <w:rtl/>
        </w:rPr>
        <w:t xml:space="preserve">ں </w:t>
      </w:r>
      <w:r>
        <w:rPr>
          <w:rtl/>
        </w:rPr>
        <w:t xml:space="preserve">گے_ </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موسسہ الارض ( صرف فلسطين كے حوالے سے مطالعہ كيلئے)، استراتزى صہيونيزم در منطقہ ،انتشارات بين الملل اسلامى ، ص277_ 275_ </w:t>
      </w:r>
    </w:p>
    <w:p w:rsidR="0061102A" w:rsidRDefault="0061102A" w:rsidP="00BE6934">
      <w:pPr>
        <w:pStyle w:val="libFootnote"/>
        <w:rPr>
          <w:rtl/>
        </w:rPr>
      </w:pPr>
      <w:r>
        <w:rPr>
          <w:rtl/>
        </w:rPr>
        <w:t xml:space="preserve">2) محمد زہير دياب '' سازمان نظامى '' سياست و حكومت ريم صہيونستى ، مركز مطالعات و تحقيقات انديشہ سازان نور ، تہران ، انتشارات مركز اسناد انقلاب اسلامى ، 1377، ص 241، 244_ </w:t>
      </w:r>
    </w:p>
    <w:p w:rsidR="0061102A" w:rsidRDefault="0061102A" w:rsidP="00BE6934">
      <w:pPr>
        <w:pStyle w:val="libFootnote"/>
      </w:pPr>
      <w:r>
        <w:rPr>
          <w:rtl/>
        </w:rPr>
        <w:t xml:space="preserve">3) </w:t>
      </w:r>
      <w:r>
        <w:t>Areh ornichtain</w:t>
      </w:r>
      <w:r>
        <w:rPr>
          <w:rtl/>
        </w:rPr>
        <w:t xml:space="preserve"> </w:t>
      </w:r>
    </w:p>
    <w:p w:rsidR="003A04D8" w:rsidRDefault="0061102A" w:rsidP="00BE6934">
      <w:pPr>
        <w:pStyle w:val="libFootnote"/>
        <w:rPr>
          <w:rtl/>
        </w:rPr>
      </w:pPr>
      <w:r>
        <w:rPr>
          <w:rtl/>
        </w:rPr>
        <w:t>4) موسسة الارض (فلسطين كے بارے مي</w:t>
      </w:r>
      <w:r w:rsidR="000A0CDC">
        <w:rPr>
          <w:rtl/>
        </w:rPr>
        <w:t xml:space="preserve">ں </w:t>
      </w:r>
      <w:r>
        <w:rPr>
          <w:rtl/>
        </w:rPr>
        <w:t>مطالعہ كيلئے مخصوص ) سابقہ حوالہ، ص 182_ 181_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ڈيويڈ كاما جو كہ صہيونى مصنف ہے اپنى كتاب ''كشمكش كيو</w:t>
      </w:r>
      <w:r w:rsidR="000A0CDC">
        <w:rPr>
          <w:rtl/>
        </w:rPr>
        <w:t xml:space="preserve">ں </w:t>
      </w:r>
      <w:r>
        <w:rPr>
          <w:rtl/>
        </w:rPr>
        <w:t>؟ اور كب تك؟ ''مي</w:t>
      </w:r>
      <w:r w:rsidR="000A0CDC">
        <w:rPr>
          <w:rtl/>
        </w:rPr>
        <w:t xml:space="preserve">ں </w:t>
      </w:r>
      <w:r>
        <w:rPr>
          <w:rtl/>
        </w:rPr>
        <w:t>لكھتا ہے كہ : مشرق وسطى كى پيچيدگى كے بارے مي</w:t>
      </w:r>
      <w:r w:rsidR="000A0CDC">
        <w:rPr>
          <w:rtl/>
        </w:rPr>
        <w:t xml:space="preserve">ں </w:t>
      </w:r>
      <w:r>
        <w:rPr>
          <w:rtl/>
        </w:rPr>
        <w:t>راہ حل كى اساس اس پر ہے كہ اسرائيل كے شرق مي</w:t>
      </w:r>
      <w:r w:rsidR="000A0CDC">
        <w:rPr>
          <w:rtl/>
        </w:rPr>
        <w:t xml:space="preserve">ں </w:t>
      </w:r>
      <w:r>
        <w:rPr>
          <w:rtl/>
        </w:rPr>
        <w:t>موجود عربى مملكت كو دو حصول مي</w:t>
      </w:r>
      <w:r w:rsidR="000A0CDC">
        <w:rPr>
          <w:rtl/>
        </w:rPr>
        <w:t xml:space="preserve">ں </w:t>
      </w:r>
      <w:r>
        <w:rPr>
          <w:rtl/>
        </w:rPr>
        <w:t>تقسيم كيا جائے: شمال مي</w:t>
      </w:r>
      <w:r w:rsidR="000A0CDC">
        <w:rPr>
          <w:rtl/>
        </w:rPr>
        <w:t xml:space="preserve">ں </w:t>
      </w:r>
      <w:r>
        <w:rPr>
          <w:rtl/>
        </w:rPr>
        <w:t>شام اور لبنان اور جنوب مي</w:t>
      </w:r>
      <w:r w:rsidR="000A0CDC">
        <w:rPr>
          <w:rtl/>
        </w:rPr>
        <w:t xml:space="preserve">ں </w:t>
      </w:r>
      <w:r>
        <w:rPr>
          <w:rtl/>
        </w:rPr>
        <w:t>عراق ، اردن، سعودى عرب ، فلسطين ( اگر تشكيل پاجائے ) اور ديگر عربى ممالك ان دو حصو</w:t>
      </w:r>
      <w:r w:rsidR="000A0CDC">
        <w:rPr>
          <w:rtl/>
        </w:rPr>
        <w:t xml:space="preserve">ں </w:t>
      </w:r>
      <w:r>
        <w:rPr>
          <w:rtl/>
        </w:rPr>
        <w:t>كے درميان ايك وسيع زمينى پٹى بنائي جائے كہ جسمي</w:t>
      </w:r>
      <w:r w:rsidR="000A0CDC">
        <w:rPr>
          <w:rtl/>
        </w:rPr>
        <w:t xml:space="preserve">ں </w:t>
      </w:r>
      <w:r>
        <w:rPr>
          <w:rtl/>
        </w:rPr>
        <w:t>غير عرب طاقتي</w:t>
      </w:r>
      <w:r w:rsidR="000A0CDC">
        <w:rPr>
          <w:rtl/>
        </w:rPr>
        <w:t xml:space="preserve">ں </w:t>
      </w:r>
      <w:r>
        <w:rPr>
          <w:rtl/>
        </w:rPr>
        <w:t>ہو</w:t>
      </w:r>
      <w:r w:rsidR="000A0CDC">
        <w:rPr>
          <w:rtl/>
        </w:rPr>
        <w:t xml:space="preserve">ں </w:t>
      </w:r>
      <w:r>
        <w:rPr>
          <w:rtl/>
        </w:rPr>
        <w:t>اور يہ غير عرب ممالك كى مغرب سے مشرق تك كى ترتيب اسرائيل ، دروزى اور كرد و</w:t>
      </w:r>
      <w:r w:rsidR="000A0CDC">
        <w:rPr>
          <w:rtl/>
        </w:rPr>
        <w:t xml:space="preserve">ں </w:t>
      </w:r>
      <w:r>
        <w:rPr>
          <w:rtl/>
        </w:rPr>
        <w:t>پرمشتمل ہو اور اسرائيل شام كے جنوب مي</w:t>
      </w:r>
      <w:r w:rsidR="000A0CDC">
        <w:rPr>
          <w:rtl/>
        </w:rPr>
        <w:t xml:space="preserve">ں </w:t>
      </w:r>
      <w:r>
        <w:rPr>
          <w:rtl/>
        </w:rPr>
        <w:t>جبل الدروز كو اپنى حدود مي</w:t>
      </w:r>
      <w:r w:rsidR="000A0CDC">
        <w:rPr>
          <w:rtl/>
        </w:rPr>
        <w:t xml:space="preserve">ں </w:t>
      </w:r>
      <w:r>
        <w:rPr>
          <w:rtl/>
        </w:rPr>
        <w:t xml:space="preserve">ليتے ہوئے موجود ہو جبكہ كرد مملكت ايك جدا آشورى رياست كى حيثيت اسكے ساتھ ضم ہوجائے گي_ </w:t>
      </w:r>
    </w:p>
    <w:p w:rsidR="0061102A" w:rsidRDefault="0061102A" w:rsidP="00BE6934">
      <w:pPr>
        <w:pStyle w:val="libNormal"/>
        <w:rPr>
          <w:rtl/>
        </w:rPr>
      </w:pPr>
      <w:r>
        <w:rPr>
          <w:rtl/>
        </w:rPr>
        <w:t>يہ كرد رياست شام كے مشرق اور عراق كے شمال مي</w:t>
      </w:r>
      <w:r w:rsidR="000A0CDC">
        <w:rPr>
          <w:rtl/>
        </w:rPr>
        <w:t xml:space="preserve">ں </w:t>
      </w:r>
      <w:r>
        <w:rPr>
          <w:rtl/>
        </w:rPr>
        <w:t>تشكيل پائے گى كہ يہي</w:t>
      </w:r>
      <w:r w:rsidR="000A0CDC">
        <w:rPr>
          <w:rtl/>
        </w:rPr>
        <w:t xml:space="preserve">ں </w:t>
      </w:r>
      <w:r>
        <w:rPr>
          <w:rtl/>
        </w:rPr>
        <w:t>سے لبنان كو بھى امداد فراہم كى جاسكتى ہے كہ جو شام كے عيسائيو</w:t>
      </w:r>
      <w:r w:rsidR="000A0CDC">
        <w:rPr>
          <w:rtl/>
        </w:rPr>
        <w:t xml:space="preserve">ں </w:t>
      </w:r>
      <w:r>
        <w:rPr>
          <w:rtl/>
        </w:rPr>
        <w:t>كو ملاتے ہوئے عيسائي اكثريت كى بناء پر عيسائي مملكت ہوگى ،پھر اسرائيل ان ممالك سے قرار داد باندھے گا تا كہ عربو</w:t>
      </w:r>
      <w:r w:rsidR="000A0CDC">
        <w:rPr>
          <w:rtl/>
        </w:rPr>
        <w:t xml:space="preserve">ں </w:t>
      </w:r>
      <w:r>
        <w:rPr>
          <w:rtl/>
        </w:rPr>
        <w:t>كے استعمار سے نجات پالي</w:t>
      </w:r>
      <w:r w:rsidR="000A0CDC">
        <w:rPr>
          <w:rtl/>
        </w:rPr>
        <w:t xml:space="preserve">ں </w:t>
      </w:r>
      <w:r>
        <w:rPr>
          <w:rtl/>
        </w:rPr>
        <w:t>يو</w:t>
      </w:r>
      <w:r w:rsidR="000A0CDC">
        <w:rPr>
          <w:rtl/>
        </w:rPr>
        <w:t xml:space="preserve">ں </w:t>
      </w:r>
      <w:r>
        <w:rPr>
          <w:rtl/>
        </w:rPr>
        <w:t>يہ ممالك عرب ممالك كى حكومتو</w:t>
      </w:r>
      <w:r w:rsidR="000A0CDC">
        <w:rPr>
          <w:rtl/>
        </w:rPr>
        <w:t xml:space="preserve">ں </w:t>
      </w:r>
      <w:r>
        <w:rPr>
          <w:rtl/>
        </w:rPr>
        <w:t>كيلئے خطرہ كى تلوار بن جائي</w:t>
      </w:r>
      <w:r w:rsidR="000A0CDC">
        <w:rPr>
          <w:rtl/>
        </w:rPr>
        <w:t xml:space="preserve">ں </w:t>
      </w:r>
      <w:r>
        <w:rPr>
          <w:rtl/>
        </w:rPr>
        <w:t xml:space="preserve">گے _ </w:t>
      </w:r>
      <w:r w:rsidRPr="00F67D4B">
        <w:rPr>
          <w:rStyle w:val="libFootnotenumChar"/>
          <w:rtl/>
        </w:rPr>
        <w:t>(1)</w:t>
      </w:r>
      <w:r>
        <w:rPr>
          <w:rtl/>
        </w:rPr>
        <w:t xml:space="preserve"> </w:t>
      </w:r>
    </w:p>
    <w:p w:rsidR="0061102A" w:rsidRDefault="0061102A" w:rsidP="00BE6934">
      <w:pPr>
        <w:pStyle w:val="libNormal"/>
        <w:rPr>
          <w:rtl/>
        </w:rPr>
      </w:pPr>
      <w:r>
        <w:rPr>
          <w:rtl/>
        </w:rPr>
        <w:t>فلسطين كى تقسيم كے اس غير منصفانہ پروگرام كے بعد 1948 مي</w:t>
      </w:r>
      <w:r w:rsidR="000A0CDC">
        <w:rPr>
          <w:rtl/>
        </w:rPr>
        <w:t xml:space="preserve">ں </w:t>
      </w:r>
      <w:r>
        <w:rPr>
          <w:rtl/>
        </w:rPr>
        <w:t>رسمى طور پر مملكت اسرائيل تشكيل پائي كہ عربو</w:t>
      </w:r>
      <w:r w:rsidR="000A0CDC">
        <w:rPr>
          <w:rtl/>
        </w:rPr>
        <w:t xml:space="preserve">ں </w:t>
      </w:r>
      <w:r>
        <w:rPr>
          <w:rtl/>
        </w:rPr>
        <w:t>اور اسرائيل كے درميان دشمنى بڑھنے كى وجہ سے 1973، 1967، 1956، 1948 مي</w:t>
      </w:r>
      <w:r w:rsidR="000A0CDC">
        <w:rPr>
          <w:rtl/>
        </w:rPr>
        <w:t xml:space="preserve">ں </w:t>
      </w:r>
      <w:r>
        <w:rPr>
          <w:rtl/>
        </w:rPr>
        <w:t>ان مي</w:t>
      </w:r>
      <w:r w:rsidR="000A0CDC">
        <w:rPr>
          <w:rtl/>
        </w:rPr>
        <w:t xml:space="preserve">ں </w:t>
      </w:r>
      <w:r>
        <w:rPr>
          <w:rtl/>
        </w:rPr>
        <w:t>چار جنگي</w:t>
      </w:r>
      <w:r w:rsidR="000A0CDC">
        <w:rPr>
          <w:rtl/>
        </w:rPr>
        <w:t xml:space="preserve">ں </w:t>
      </w:r>
      <w:r>
        <w:rPr>
          <w:rtl/>
        </w:rPr>
        <w:t>ہوئي</w:t>
      </w:r>
      <w:r w:rsidR="000A0CDC">
        <w:rPr>
          <w:rtl/>
        </w:rPr>
        <w:t xml:space="preserve">ں </w:t>
      </w:r>
      <w:r>
        <w:rPr>
          <w:rtl/>
        </w:rPr>
        <w:t>كہ 1967 كى جنگ كا اہم نتيجہ فلسطين اور اسرائيل كے مسئلہ كا اسلامى مسئلہ بن جانے كى صورت مي</w:t>
      </w:r>
      <w:r w:rsidR="000A0CDC">
        <w:rPr>
          <w:rtl/>
        </w:rPr>
        <w:t xml:space="preserve">ں </w:t>
      </w:r>
      <w:r>
        <w:rPr>
          <w:rtl/>
        </w:rPr>
        <w:t>نكلا_ كيونكہ اس جنگ مي</w:t>
      </w:r>
      <w:r w:rsidR="000A0CDC">
        <w:rPr>
          <w:rtl/>
        </w:rPr>
        <w:t xml:space="preserve">ں </w:t>
      </w:r>
      <w:r>
        <w:rPr>
          <w:rtl/>
        </w:rPr>
        <w:t>اسرائيل نے اپنے ہمسايہ ممالك (اردن، شام اور مصر) كے بعض سر حدى علاقو</w:t>
      </w:r>
      <w:r w:rsidR="000A0CDC">
        <w:rPr>
          <w:rtl/>
        </w:rPr>
        <w:t xml:space="preserve">ں </w:t>
      </w:r>
      <w:r>
        <w:rPr>
          <w:rtl/>
        </w:rPr>
        <w:t>پر قبضہ كرليا_ اس دوركے بعد سے تمام اسلامى ممالك اس مسئلہ مي</w:t>
      </w:r>
      <w:r w:rsidR="000A0CDC">
        <w:rPr>
          <w:rtl/>
        </w:rPr>
        <w:t xml:space="preserve">ں </w:t>
      </w:r>
      <w:r>
        <w:rPr>
          <w:rtl/>
        </w:rPr>
        <w:t>اكھٹے ہوئے اس مشتركہ مفاد كے حصول كى خاطر1973 مي</w:t>
      </w:r>
      <w:r w:rsidR="000A0CDC">
        <w:rPr>
          <w:rtl/>
        </w:rPr>
        <w:t xml:space="preserve">ں </w:t>
      </w:r>
      <w:r>
        <w:rPr>
          <w:rtl/>
        </w:rPr>
        <w:t>جنگ ہوئي اور 1973 مي</w:t>
      </w:r>
      <w:r w:rsidR="000A0CDC">
        <w:rPr>
          <w:rtl/>
        </w:rPr>
        <w:t xml:space="preserve">ں </w:t>
      </w:r>
      <w:r>
        <w:rPr>
          <w:rtl/>
        </w:rPr>
        <w:t xml:space="preserve">توانا ئي كى بحران كے بناء پر دنيا كے سب سے زيادہ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سابقہ حوالہ ص 190، 188 نيز ، روكاج ، لبوبا، تروريسم مقدس اسرائيل ، ترجمہ مرتضى اسعدى ، تہران ، كيہان، 1365، ص 76، 68_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توجہ عرب و اسرائيل كے مسئلہ كو حل كرنے كيلئے مبذول ہوگئي اوربہت سى قرار دادي</w:t>
      </w:r>
      <w:r w:rsidR="000A0CDC">
        <w:rPr>
          <w:rtl/>
        </w:rPr>
        <w:t xml:space="preserve">ں </w:t>
      </w:r>
      <w:r>
        <w:rPr>
          <w:rtl/>
        </w:rPr>
        <w:t>اور مصالحتى كانفرسي</w:t>
      </w:r>
      <w:r w:rsidR="000A0CDC">
        <w:rPr>
          <w:rtl/>
        </w:rPr>
        <w:t xml:space="preserve">ں </w:t>
      </w:r>
      <w:r>
        <w:rPr>
          <w:rtl/>
        </w:rPr>
        <w:t>تشكيل پائي</w:t>
      </w:r>
      <w:r w:rsidR="000A0CDC">
        <w:rPr>
          <w:rtl/>
        </w:rPr>
        <w:t xml:space="preserve">ں </w:t>
      </w:r>
      <w:r>
        <w:rPr>
          <w:rtl/>
        </w:rPr>
        <w:t>ليكن يہ سب اقدامات اسرائيل كى ہٹ دھرمى اور سركشى كى بناء پر ملت فلسطين كيلئے سودمند ثابت نہ ہوئے ،مثلا 1967 مي</w:t>
      </w:r>
      <w:r w:rsidR="000A0CDC">
        <w:rPr>
          <w:rtl/>
        </w:rPr>
        <w:t xml:space="preserve">ں </w:t>
      </w:r>
      <w:r>
        <w:rPr>
          <w:rtl/>
        </w:rPr>
        <w:t>ايگل آلن كا راہ حل ، 1972 مي</w:t>
      </w:r>
      <w:r w:rsidR="000A0CDC">
        <w:rPr>
          <w:rtl/>
        </w:rPr>
        <w:t xml:space="preserve">ں </w:t>
      </w:r>
      <w:r>
        <w:rPr>
          <w:rtl/>
        </w:rPr>
        <w:t>شيمون پيرز كا حل، 1978 مي</w:t>
      </w:r>
      <w:r w:rsidR="000A0CDC">
        <w:rPr>
          <w:rtl/>
        </w:rPr>
        <w:t xml:space="preserve">ں </w:t>
      </w:r>
      <w:r>
        <w:rPr>
          <w:rtl/>
        </w:rPr>
        <w:t>كمپ ڈيوڈ كى قرارداد، 1981 مي</w:t>
      </w:r>
      <w:r w:rsidR="000A0CDC">
        <w:rPr>
          <w:rtl/>
        </w:rPr>
        <w:t xml:space="preserve">ں </w:t>
      </w:r>
      <w:r>
        <w:rPr>
          <w:rtl/>
        </w:rPr>
        <w:t>فہد كى مصالحتى قرار داد _ 1982 مي</w:t>
      </w:r>
      <w:r w:rsidR="000A0CDC">
        <w:rPr>
          <w:rtl/>
        </w:rPr>
        <w:t xml:space="preserve">ں </w:t>
      </w:r>
      <w:r>
        <w:rPr>
          <w:rtl/>
        </w:rPr>
        <w:t>ريگن كى مصالحتى قرار داد ، 1989 مي</w:t>
      </w:r>
      <w:r w:rsidR="000A0CDC">
        <w:rPr>
          <w:rtl/>
        </w:rPr>
        <w:t xml:space="preserve">ں </w:t>
      </w:r>
      <w:r>
        <w:rPr>
          <w:rtl/>
        </w:rPr>
        <w:t>اسحاق شامير كاراہ حل، 1991 مي</w:t>
      </w:r>
      <w:r w:rsidR="000A0CDC">
        <w:rPr>
          <w:rtl/>
        </w:rPr>
        <w:t xml:space="preserve">ں </w:t>
      </w:r>
      <w:r>
        <w:rPr>
          <w:rtl/>
        </w:rPr>
        <w:t>ميڈرڈكى مصالحتى كانفرنس اور اسى طرح ديگر چند قرار دادي</w:t>
      </w:r>
      <w:r w:rsidR="000A0CDC">
        <w:rPr>
          <w:rtl/>
        </w:rPr>
        <w:t xml:space="preserve">ں </w:t>
      </w:r>
      <w:r>
        <w:rPr>
          <w:rtl/>
        </w:rPr>
        <w:t>سب نا كام ہوئي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اسرائيلى مملكت اپنى خاص ماہيت ( سياسى صہيونيزم) اور تشخص( جنگو</w:t>
      </w:r>
      <w:r w:rsidR="000A0CDC">
        <w:rPr>
          <w:rtl/>
        </w:rPr>
        <w:t xml:space="preserve">ں </w:t>
      </w:r>
      <w:r>
        <w:rPr>
          <w:rtl/>
        </w:rPr>
        <w:t>اور غاصبانہ تسلط كاتسلسل) كى بناء ہميشہ توسيع پسندى مي</w:t>
      </w:r>
      <w:r w:rsidR="000A0CDC">
        <w:rPr>
          <w:rtl/>
        </w:rPr>
        <w:t xml:space="preserve">ں </w:t>
      </w:r>
      <w:r>
        <w:rPr>
          <w:rtl/>
        </w:rPr>
        <w:t>پڑى ہوئي ہے ہر تجاوز اور لوٹ مار كے بعد ايك اور زندگى كے قابل قدرتى ذرايع سے مالا مال سرزمين پر طمع كى آنكھ گاڑ ليتا ہے لہذا يہ پھيلنے اور بڑھنے والى سرحدي</w:t>
      </w:r>
      <w:r w:rsidR="000A0CDC">
        <w:rPr>
          <w:rtl/>
        </w:rPr>
        <w:t xml:space="preserve">ں </w:t>
      </w:r>
      <w:r>
        <w:rPr>
          <w:rtl/>
        </w:rPr>
        <w:t>اور قرار دادي</w:t>
      </w:r>
      <w:r w:rsidR="000A0CDC">
        <w:rPr>
          <w:rtl/>
        </w:rPr>
        <w:t xml:space="preserve">ں </w:t>
      </w:r>
      <w:r>
        <w:rPr>
          <w:rtl/>
        </w:rPr>
        <w:t>كبھى بھى باضابطہ طور پر قابل اعتماد نہي</w:t>
      </w:r>
      <w:r w:rsidR="000A0CDC">
        <w:rPr>
          <w:rtl/>
        </w:rPr>
        <w:t xml:space="preserve">ں </w:t>
      </w:r>
      <w:r>
        <w:rPr>
          <w:rtl/>
        </w:rPr>
        <w:t>ہي</w:t>
      </w:r>
      <w:r w:rsidR="000A0CDC">
        <w:rPr>
          <w:rtl/>
        </w:rPr>
        <w:t xml:space="preserve">ں </w:t>
      </w:r>
      <w:r>
        <w:rPr>
          <w:rtl/>
        </w:rPr>
        <w:t xml:space="preserve">_ </w:t>
      </w:r>
    </w:p>
    <w:p w:rsidR="0061102A" w:rsidRDefault="0061102A" w:rsidP="00BE6934">
      <w:pPr>
        <w:pStyle w:val="libNormal"/>
        <w:rPr>
          <w:rtl/>
        </w:rPr>
      </w:pPr>
      <w:r>
        <w:rPr>
          <w:rtl/>
        </w:rPr>
        <w:t>در حقيقت طاقت كى تكون كہ جو آج اسرائيلى صہيونى سياست كو چلاتى ہے وہ جنگى مجرمو</w:t>
      </w:r>
      <w:r w:rsidR="000A0CDC">
        <w:rPr>
          <w:rtl/>
        </w:rPr>
        <w:t xml:space="preserve">ں </w:t>
      </w:r>
      <w:r>
        <w:rPr>
          <w:rtl/>
        </w:rPr>
        <w:t>كى تكون ہے _ ان مي</w:t>
      </w:r>
      <w:r w:rsidR="000A0CDC">
        <w:rPr>
          <w:rtl/>
        </w:rPr>
        <w:t xml:space="preserve">ں </w:t>
      </w:r>
      <w:r>
        <w:rPr>
          <w:rtl/>
        </w:rPr>
        <w:t xml:space="preserve">سب سے پہلے بيگن ہے كہ جسے بن گورين نے حقيقى ہٹلر كا لقب ديا ہے ،دوسرا جنرل آريل شيرون جيسے اپنے جلادانہ صفات كى وجہ سے قصاب لبنان كا لقب ملا ہے اور تيسرا اسحاق شامير ہے جسكا ماضى نسل پرستى سے بھر پور ہے _ </w:t>
      </w:r>
      <w:r w:rsidRPr="00F67D4B">
        <w:rPr>
          <w:rStyle w:val="libFootnotenumChar"/>
          <w:rtl/>
        </w:rPr>
        <w:t>(2)</w:t>
      </w:r>
      <w:r>
        <w:rPr>
          <w:rtl/>
        </w:rPr>
        <w:t xml:space="preserve"> </w:t>
      </w:r>
    </w:p>
    <w:p w:rsidR="0061102A" w:rsidRDefault="0061102A" w:rsidP="00BE6934">
      <w:pPr>
        <w:pStyle w:val="libNormal"/>
        <w:rPr>
          <w:rtl/>
        </w:rPr>
      </w:pPr>
      <w:r>
        <w:rPr>
          <w:rtl/>
        </w:rPr>
        <w:t>مشرق وسطى كے حساس علاقے مي</w:t>
      </w:r>
      <w:r w:rsidR="000A0CDC">
        <w:rPr>
          <w:rtl/>
        </w:rPr>
        <w:t xml:space="preserve">ں </w:t>
      </w:r>
      <w:r>
        <w:rPr>
          <w:rtl/>
        </w:rPr>
        <w:t>صہيونى حكومت كى ہوس و طمع باعث بنى كہ اسلامى ممالك اپنا بے پناہ بجٹ اسلحہ اور فوجى مقاصد كيلئے قرار دي</w:t>
      </w:r>
      <w:r w:rsidR="000A0CDC">
        <w:rPr>
          <w:rtl/>
        </w:rPr>
        <w:t xml:space="preserve">ں </w:t>
      </w:r>
      <w:r>
        <w:rPr>
          <w:rtl/>
        </w:rPr>
        <w:t>،عسكرى امور مي</w:t>
      </w:r>
      <w:r w:rsidR="000A0CDC">
        <w:rPr>
          <w:rtl/>
        </w:rPr>
        <w:t xml:space="preserve">ں </w:t>
      </w:r>
      <w:r>
        <w:rPr>
          <w:rtl/>
        </w:rPr>
        <w:t>ہر روز بڑھتى ہوتى رقم سے علاقہ مي</w:t>
      </w:r>
      <w:r w:rsidR="000A0CDC">
        <w:rPr>
          <w:rtl/>
        </w:rPr>
        <w:t xml:space="preserve">ں </w:t>
      </w:r>
      <w:r>
        <w:rPr>
          <w:rtl/>
        </w:rPr>
        <w:t>باہمى جنگ كا خطرہ بھى بڑھتا ہوا محسوس ہو رہاہے _ صہيونى حكومت كے تباہ كن اسلحہ كے كارخانو</w:t>
      </w:r>
      <w:r w:rsidR="000A0CDC">
        <w:rPr>
          <w:rtl/>
        </w:rPr>
        <w:t xml:space="preserve">ں </w:t>
      </w:r>
      <w:r>
        <w:rPr>
          <w:rtl/>
        </w:rPr>
        <w:t>نے اس علاقہ كو بحرانى كيفيت مي</w:t>
      </w:r>
      <w:r w:rsidR="000A0CDC">
        <w:rPr>
          <w:rtl/>
        </w:rPr>
        <w:t xml:space="preserve">ں </w:t>
      </w:r>
      <w:r>
        <w:rPr>
          <w:rtl/>
        </w:rPr>
        <w:t>ڈال ديا ہے اسى وجہ سے مشرق وسطى كى بعض حكومتي</w:t>
      </w:r>
      <w:r w:rsidR="000A0CDC">
        <w:rPr>
          <w:rtl/>
        </w:rPr>
        <w:t xml:space="preserve">ں </w:t>
      </w:r>
      <w:r>
        <w:rPr>
          <w:rtl/>
        </w:rPr>
        <w:t>دنيا مي</w:t>
      </w:r>
      <w:r w:rsidR="000A0CDC">
        <w:rPr>
          <w:rtl/>
        </w:rPr>
        <w:t xml:space="preserve">ں </w:t>
      </w:r>
      <w:r>
        <w:rPr>
          <w:rtl/>
        </w:rPr>
        <w:t xml:space="preserve">اسلحہ كى سب سے بڑى خريدار شمار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سيامك كاكالى ، تا ثير طرح نظم نوي</w:t>
      </w:r>
      <w:r w:rsidR="000A0CDC">
        <w:rPr>
          <w:rtl/>
        </w:rPr>
        <w:t xml:space="preserve">ں </w:t>
      </w:r>
      <w:r>
        <w:rPr>
          <w:rtl/>
        </w:rPr>
        <w:t xml:space="preserve">جہانى بر صلح اعراب و اسرائيل ، سلسلہ مقالات خاورميانہ شناسى ،مركز پوہشہاى علمى و مطالعات استراتيك خاورميانہ ، فروردين 1375، ص 20_ 14_ </w:t>
      </w:r>
    </w:p>
    <w:p w:rsidR="003A04D8" w:rsidRDefault="0061102A" w:rsidP="00BE6934">
      <w:pPr>
        <w:pStyle w:val="libFootnote"/>
        <w:rPr>
          <w:rtl/>
        </w:rPr>
      </w:pPr>
      <w:r>
        <w:rPr>
          <w:rtl/>
        </w:rPr>
        <w:t>2) روہ گارودى ، سابقہ حوالہ، ص 170_ 157_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ہوتى ہي</w:t>
      </w:r>
      <w:r w:rsidR="000A0CDC">
        <w:rPr>
          <w:rtl/>
        </w:rPr>
        <w:t xml:space="preserve">ں </w:t>
      </w:r>
      <w:r>
        <w:rPr>
          <w:rtl/>
        </w:rPr>
        <w:t>،مثلا 1995 مي</w:t>
      </w:r>
      <w:r w:rsidR="000A0CDC">
        <w:rPr>
          <w:rtl/>
        </w:rPr>
        <w:t xml:space="preserve">ں </w:t>
      </w:r>
      <w:r>
        <w:rPr>
          <w:rtl/>
        </w:rPr>
        <w:t>سعودى عرب نے 1/8 ارب ڈالر، مصر نے 9/1 ارب ڈالر اور كويت نے ايك ارب ڈالر اسلحہ كے حصول كيلئے خرچ كرتے ہوئے اسلحہ كے خريدارو</w:t>
      </w:r>
      <w:r w:rsidR="000A0CDC">
        <w:rPr>
          <w:rtl/>
        </w:rPr>
        <w:t xml:space="preserve">ں </w:t>
      </w:r>
      <w:r>
        <w:rPr>
          <w:rtl/>
        </w:rPr>
        <w:t>كى فہرست مي</w:t>
      </w:r>
      <w:r w:rsidR="000A0CDC">
        <w:rPr>
          <w:rtl/>
        </w:rPr>
        <w:t xml:space="preserve">ں </w:t>
      </w:r>
      <w:r>
        <w:rPr>
          <w:rtl/>
        </w:rPr>
        <w:t>سب سے پہلے آگئے ،گيارہ ستمبر كے حادثے اور مشرق وسطى مي</w:t>
      </w:r>
      <w:r w:rsidR="000A0CDC">
        <w:rPr>
          <w:rtl/>
        </w:rPr>
        <w:t xml:space="preserve">ں </w:t>
      </w:r>
      <w:r>
        <w:rPr>
          <w:rtl/>
        </w:rPr>
        <w:t>اغيار كى فوج كى موجودگى كہ جو دہشت گردى سے مقابلے كے بہانہ كى بناء پر آئي ہے اورماضى قريب مي</w:t>
      </w:r>
      <w:r w:rsidR="000A0CDC">
        <w:rPr>
          <w:rtl/>
        </w:rPr>
        <w:t xml:space="preserve">ں </w:t>
      </w:r>
      <w:r>
        <w:rPr>
          <w:rtl/>
        </w:rPr>
        <w:t>صہيونى حكومت كى حركات كى وجہ سے مشرق وسطى كا علاقہ دوبارہ بحران زدہ اور فوجى نقل و حركت كا مركز بن گياہے_</w:t>
      </w:r>
      <w:r w:rsidRPr="00F67D4B">
        <w:rPr>
          <w:rStyle w:val="libFootnotenumChar"/>
          <w:rtl/>
        </w:rPr>
        <w:t>(1)</w:t>
      </w:r>
      <w:r>
        <w:rPr>
          <w:rtl/>
        </w:rPr>
        <w:t xml:space="preserve"> </w:t>
      </w:r>
    </w:p>
    <w:p w:rsidR="0061102A" w:rsidRDefault="0061102A" w:rsidP="00BE6934">
      <w:pPr>
        <w:pStyle w:val="libNormal"/>
        <w:rPr>
          <w:rtl/>
        </w:rPr>
      </w:pPr>
      <w:r>
        <w:rPr>
          <w:rtl/>
        </w:rPr>
        <w:t>صہيونى حكومت ذرائع ابلاغ پر تسلط كى اپنى وسيع كوشش مي</w:t>
      </w:r>
      <w:r w:rsidR="000A0CDC">
        <w:rPr>
          <w:rtl/>
        </w:rPr>
        <w:t xml:space="preserve">ں </w:t>
      </w:r>
      <w:r>
        <w:rPr>
          <w:rtl/>
        </w:rPr>
        <w:t>يہانتك كامياب ہوگئي ہے كہ اس نے دنيا كى معروف خبرايجنسيو</w:t>
      </w:r>
      <w:r w:rsidR="000A0CDC">
        <w:rPr>
          <w:rtl/>
        </w:rPr>
        <w:t xml:space="preserve">ں </w:t>
      </w:r>
      <w:r>
        <w:rPr>
          <w:rtl/>
        </w:rPr>
        <w:t>اور مشہور بين الاقوامى ٹيلى وين چينلو</w:t>
      </w:r>
      <w:r w:rsidR="000A0CDC">
        <w:rPr>
          <w:rtl/>
        </w:rPr>
        <w:t xml:space="preserve">ں </w:t>
      </w:r>
      <w:r>
        <w:rPr>
          <w:rtl/>
        </w:rPr>
        <w:t>كو اپنے كنٹرول مي</w:t>
      </w:r>
      <w:r w:rsidR="000A0CDC">
        <w:rPr>
          <w:rtl/>
        </w:rPr>
        <w:t xml:space="preserve">ں </w:t>
      </w:r>
      <w:r>
        <w:rPr>
          <w:rtl/>
        </w:rPr>
        <w:t>لے ليا ہے اور يہ چيز اس دور مي</w:t>
      </w:r>
      <w:r w:rsidR="000A0CDC">
        <w:rPr>
          <w:rtl/>
        </w:rPr>
        <w:t xml:space="preserve">ں </w:t>
      </w:r>
      <w:r>
        <w:rPr>
          <w:rtl/>
        </w:rPr>
        <w:t>بہت اہم محسوس ہوتى ہے كہ جسے (</w:t>
      </w:r>
      <w:r>
        <w:t>communication</w:t>
      </w:r>
      <w:r>
        <w:rPr>
          <w:rtl/>
        </w:rPr>
        <w:t>)(روابط كے دور )سے تعبير كيا گيا ہے اور دنيا ايك چھوٹے سے قصبے كى شكل مي</w:t>
      </w:r>
      <w:r w:rsidR="000A0CDC">
        <w:rPr>
          <w:rtl/>
        </w:rPr>
        <w:t xml:space="preserve">ں </w:t>
      </w:r>
      <w:r>
        <w:rPr>
          <w:rtl/>
        </w:rPr>
        <w:t>آگئي ہے ،ذرائع ابلاغ پر تسلط كى بنيادى وجہ لوگو</w:t>
      </w:r>
      <w:r w:rsidR="000A0CDC">
        <w:rPr>
          <w:rtl/>
        </w:rPr>
        <w:t xml:space="preserve">ں </w:t>
      </w:r>
      <w:r>
        <w:rPr>
          <w:rtl/>
        </w:rPr>
        <w:t>كے اذہان اور انكے ماحول كو اپنے مقاصد كيلئے ہموار كرنا ہے اور مجموعى طور پر يہ سب كچھ اسلام اور مسلمانو</w:t>
      </w:r>
      <w:r w:rsidR="000A0CDC">
        <w:rPr>
          <w:rtl/>
        </w:rPr>
        <w:t xml:space="preserve">ں </w:t>
      </w:r>
      <w:r>
        <w:rPr>
          <w:rtl/>
        </w:rPr>
        <w:t xml:space="preserve">پر ثقافتى حملے كيلئے انجام پايا ہے </w:t>
      </w:r>
      <w:r w:rsidRPr="00F67D4B">
        <w:rPr>
          <w:rStyle w:val="libFootnotenumChar"/>
          <w:rtl/>
        </w:rPr>
        <w:t>(2)</w:t>
      </w:r>
      <w:r>
        <w:rPr>
          <w:rtl/>
        </w:rPr>
        <w:t xml:space="preserve"> _ </w:t>
      </w:r>
    </w:p>
    <w:p w:rsidR="0061102A" w:rsidRDefault="0061102A" w:rsidP="00BE6934">
      <w:pPr>
        <w:pStyle w:val="libNormal"/>
        <w:rPr>
          <w:rtl/>
        </w:rPr>
      </w:pPr>
      <w:r>
        <w:rPr>
          <w:rtl/>
        </w:rPr>
        <w:t>ان سب كے باوجود اسلامى بيدارى اسلامى ممالك كى سياسى طاقت كى صورت مي</w:t>
      </w:r>
      <w:r w:rsidR="000A0CDC">
        <w:rPr>
          <w:rtl/>
        </w:rPr>
        <w:t xml:space="preserve">ں </w:t>
      </w:r>
      <w:r>
        <w:rPr>
          <w:rtl/>
        </w:rPr>
        <w:t xml:space="preserve">تشكيل پارہى ہے_ </w:t>
      </w:r>
    </w:p>
    <w:p w:rsidR="0061102A" w:rsidRDefault="0061102A" w:rsidP="00BE6934">
      <w:pPr>
        <w:pStyle w:val="libNormal"/>
        <w:rPr>
          <w:rtl/>
        </w:rPr>
      </w:pPr>
      <w:r>
        <w:rPr>
          <w:rtl/>
        </w:rPr>
        <w:t>مسلمان اپنے اسلامى تشخص اور كلچر كے سہارے سے اپنے ابدى و تابندہ مشن كو زندہ كرنا چاہتے ہي</w:t>
      </w:r>
      <w:r w:rsidR="000A0CDC">
        <w:rPr>
          <w:rtl/>
        </w:rPr>
        <w:t xml:space="preserve">ں </w:t>
      </w:r>
      <w:r>
        <w:rPr>
          <w:rtl/>
        </w:rPr>
        <w:t>، بہت سى اسلامى تحريكو</w:t>
      </w:r>
      <w:r w:rsidR="000A0CDC">
        <w:rPr>
          <w:rtl/>
        </w:rPr>
        <w:t xml:space="preserve">ں </w:t>
      </w:r>
      <w:r>
        <w:rPr>
          <w:rtl/>
        </w:rPr>
        <w:t>كا وجود مثلا حزب اللہ كى انقلابى تحريك ، حماس، اسلامى جہاد اور انتفاضا (صہيونى دشمن كے مقابلے مي</w:t>
      </w:r>
      <w:r w:rsidR="000A0CDC">
        <w:rPr>
          <w:rtl/>
        </w:rPr>
        <w:t xml:space="preserve">ں </w:t>
      </w:r>
      <w:r>
        <w:rPr>
          <w:rtl/>
        </w:rPr>
        <w:t>مزاحمت كى تحريك )اور عالم اسلام كى ديگر تحريكي</w:t>
      </w:r>
      <w:r w:rsidR="000A0CDC">
        <w:rPr>
          <w:rtl/>
        </w:rPr>
        <w:t xml:space="preserve">ں </w:t>
      </w:r>
      <w:r>
        <w:rPr>
          <w:rtl/>
        </w:rPr>
        <w:t>اسى حقيقت كو روشن كر رہى ہي</w:t>
      </w:r>
      <w:r w:rsidR="000A0CDC">
        <w:rPr>
          <w:rtl/>
        </w:rPr>
        <w:t xml:space="preserve">ں </w:t>
      </w:r>
      <w:r>
        <w:rPr>
          <w:rtl/>
        </w:rPr>
        <w:t xml:space="preserve">،عالمى كلچر كي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جہانگير معينى علمداري،'' ملاحظاتى دربارہ طرح نظم امنيتى جديد در خاورميانہ '' فصلنامہ مطالعات خاورميانہ ش ، ش4، زمستان1380، ص 63، 68، 67 ،نيز رجوع كري</w:t>
      </w:r>
      <w:r w:rsidR="000A0CDC">
        <w:rPr>
          <w:rtl/>
        </w:rPr>
        <w:t xml:space="preserve">ں </w:t>
      </w:r>
      <w:r>
        <w:rPr>
          <w:rtl/>
        </w:rPr>
        <w:t xml:space="preserve">، بين اسدى ، حادثہ 11سيپتامبر و آثار آن بر موقعيت سياسى خليج فارس ، فصلنامہ مطالعات خاورميانہ ، س 9، ش 3 ، پائيز 1381 ص 52 _ 46_ </w:t>
      </w:r>
    </w:p>
    <w:p w:rsidR="003A04D8" w:rsidRDefault="0061102A" w:rsidP="00BE6934">
      <w:pPr>
        <w:pStyle w:val="libFootnote"/>
        <w:rPr>
          <w:rtl/>
        </w:rPr>
      </w:pPr>
      <w:r>
        <w:rPr>
          <w:rtl/>
        </w:rPr>
        <w:t>2) محمد على ابطحى ، '' بررسى ابعاد تہاجم فرہنگى صہيونستى بہ جہان اسلام وعرب'' ، راہبرد ، ش 5، زمستان 1372 ، ص 60، فواد بن سيد عبدالرحمان رخاعي، نفوذ صہيونيسم بر رسانہ ہاى خبرى و سازمانہاى بين المللى '' ترجمہ حسين سر و قامت ،تہران ،ص 76_ 75_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تشكيل مي</w:t>
      </w:r>
      <w:r w:rsidR="000A0CDC">
        <w:rPr>
          <w:rtl/>
        </w:rPr>
        <w:t xml:space="preserve">ں </w:t>
      </w:r>
      <w:r>
        <w:rPr>
          <w:rtl/>
        </w:rPr>
        <w:t>مسلمانو</w:t>
      </w:r>
      <w:r w:rsidR="000A0CDC">
        <w:rPr>
          <w:rtl/>
        </w:rPr>
        <w:t xml:space="preserve">ں </w:t>
      </w:r>
      <w:r>
        <w:rPr>
          <w:rtl/>
        </w:rPr>
        <w:t>كى تہذيب اور ماضى واضح ہے اس تمدن كى يورپ، ايشيا اور شمالى افريقا مي</w:t>
      </w:r>
      <w:r w:rsidR="000A0CDC">
        <w:rPr>
          <w:rtl/>
        </w:rPr>
        <w:t xml:space="preserve">ں </w:t>
      </w:r>
      <w:r>
        <w:rPr>
          <w:rtl/>
        </w:rPr>
        <w:t>تاريخ اس حد تك مكمل اور وسيع ہے كہ كوئي بھى تہذيب يا ثقافت تاريخ مي</w:t>
      </w:r>
      <w:r w:rsidR="000A0CDC">
        <w:rPr>
          <w:rtl/>
        </w:rPr>
        <w:t xml:space="preserve">ں </w:t>
      </w:r>
      <w:r>
        <w:rPr>
          <w:rtl/>
        </w:rPr>
        <w:t>اس حدتك استوار نہي</w:t>
      </w:r>
      <w:r w:rsidR="000A0CDC">
        <w:rPr>
          <w:rtl/>
        </w:rPr>
        <w:t xml:space="preserve">ں </w:t>
      </w:r>
      <w:r>
        <w:rPr>
          <w:rtl/>
        </w:rPr>
        <w:t>رہا _ اس ثقافت اور تہذيب پر تكيہ كرنابلا شبہ ايك عظيم سرمايہ ہے كہ جو عالم اسلام مي</w:t>
      </w:r>
      <w:r w:rsidR="000A0CDC">
        <w:rPr>
          <w:rtl/>
        </w:rPr>
        <w:t xml:space="preserve">ں </w:t>
      </w:r>
      <w:r>
        <w:rPr>
          <w:rtl/>
        </w:rPr>
        <w:t>دينى اور قومى سطح پر اعتماد كى فضا كو مستحكم كرتا ہے اور اسے صہيونزم كے پست كلچر كے مقالے مي</w:t>
      </w:r>
      <w:r w:rsidR="000A0CDC">
        <w:rPr>
          <w:rtl/>
        </w:rPr>
        <w:t xml:space="preserve">ں </w:t>
      </w:r>
      <w:r>
        <w:rPr>
          <w:rtl/>
        </w:rPr>
        <w:t xml:space="preserve">محفوظ ركھتاہے </w:t>
      </w:r>
      <w:r w:rsidRPr="00F67D4B">
        <w:rPr>
          <w:rStyle w:val="libFootnotenumChar"/>
          <w:rtl/>
        </w:rPr>
        <w:t>(1)</w:t>
      </w:r>
      <w:r>
        <w:rPr>
          <w:rtl/>
        </w:rPr>
        <w:t xml:space="preserve"> </w:t>
      </w:r>
    </w:p>
    <w:p w:rsidR="0061102A" w:rsidRDefault="0061102A" w:rsidP="00BE6934">
      <w:pPr>
        <w:pStyle w:val="libNormal"/>
        <w:rPr>
          <w:rtl/>
        </w:rPr>
      </w:pPr>
      <w:r>
        <w:rPr>
          <w:rtl/>
        </w:rPr>
        <w:t>دوسرى طرف سے اسرائيلى حكومت ايك سرگردان اور آوارہ معاشرہ كى حيثت اختيار كرچكى ہے اس معاشرہ مي</w:t>
      </w:r>
      <w:r w:rsidR="000A0CDC">
        <w:rPr>
          <w:rtl/>
        </w:rPr>
        <w:t xml:space="preserve">ں </w:t>
      </w:r>
      <w:r>
        <w:rPr>
          <w:rtl/>
        </w:rPr>
        <w:t>عدم استحكام كامركز انكے قومى تشخيص مي</w:t>
      </w:r>
      <w:r w:rsidR="000A0CDC">
        <w:rPr>
          <w:rtl/>
        </w:rPr>
        <w:t xml:space="preserve">ں </w:t>
      </w:r>
      <w:r>
        <w:rPr>
          <w:rtl/>
        </w:rPr>
        <w:t>كسى ايك نمونہ پر متفق نہ ہونا ہے ،يہ معاشرہ بے پناہ تضادات كے ساتھ محض اقتصادى سسٹم اور بيرونى سياسى حمايت كے كى بناء پر اپنے وجود كو بحال ركھے ہوئے ہے حالانكہ اندرونى طور پر معاشرہ تزلزل كى كيفيت سے دو چار ہے_ يہودى معاشرے مي</w:t>
      </w:r>
      <w:r w:rsidR="000A0CDC">
        <w:rPr>
          <w:rtl/>
        </w:rPr>
        <w:t xml:space="preserve">ں </w:t>
      </w:r>
      <w:r>
        <w:rPr>
          <w:rtl/>
        </w:rPr>
        <w:t>نسل پرستى كى پيچيدہ مشكل اپنى جگہ باقى ہے كہ جسكى بناء يہ قوم واضح طور پر تفريق اور امتيازى سلوك كے مختلف رويو</w:t>
      </w:r>
      <w:r w:rsidR="000A0CDC">
        <w:rPr>
          <w:rtl/>
        </w:rPr>
        <w:t xml:space="preserve">ں </w:t>
      </w:r>
      <w:r>
        <w:rPr>
          <w:rtl/>
        </w:rPr>
        <w:t>سے دوچار ہے يہى چيز اسكى بنيادو</w:t>
      </w:r>
      <w:r w:rsidR="000A0CDC">
        <w:rPr>
          <w:rtl/>
        </w:rPr>
        <w:t xml:space="preserve">ں </w:t>
      </w:r>
      <w:r>
        <w:rPr>
          <w:rtl/>
        </w:rPr>
        <w:t xml:space="preserve">كو كمزور كر رہى ہے </w:t>
      </w:r>
      <w:r w:rsidRPr="00F67D4B">
        <w:rPr>
          <w:rStyle w:val="libFootnotenumChar"/>
          <w:rtl/>
        </w:rPr>
        <w:t>(2)</w:t>
      </w:r>
      <w:r>
        <w:rPr>
          <w:rtl/>
        </w:rPr>
        <w:t xml:space="preserve"> </w:t>
      </w:r>
    </w:p>
    <w:p w:rsidR="0061102A" w:rsidRDefault="0061102A" w:rsidP="00BE6934">
      <w:pPr>
        <w:pStyle w:val="libNormal"/>
        <w:rPr>
          <w:rtl/>
        </w:rPr>
      </w:pPr>
      <w:r>
        <w:rPr>
          <w:rtl/>
        </w:rPr>
        <w:t>اسلامى ممالك پر اہل مغرب كے استعمار كى بنيادى وجہ وہا</w:t>
      </w:r>
      <w:r w:rsidR="000A0CDC">
        <w:rPr>
          <w:rtl/>
        </w:rPr>
        <w:t xml:space="preserve">ں </w:t>
      </w:r>
      <w:r>
        <w:rPr>
          <w:rtl/>
        </w:rPr>
        <w:t>كے لوگو</w:t>
      </w:r>
      <w:r w:rsidR="000A0CDC">
        <w:rPr>
          <w:rtl/>
        </w:rPr>
        <w:t xml:space="preserve">ں </w:t>
      </w:r>
      <w:r>
        <w:rPr>
          <w:rtl/>
        </w:rPr>
        <w:t>كے دينى اور نظر ياتى اصول فراہم كرتے ہي</w:t>
      </w:r>
      <w:r w:rsidR="000A0CDC">
        <w:rPr>
          <w:rtl/>
        </w:rPr>
        <w:t xml:space="preserve">ں </w:t>
      </w:r>
      <w:r>
        <w:rPr>
          <w:rtl/>
        </w:rPr>
        <w:t xml:space="preserve">انكے مد مقابل عالم اسلام كو بھى چاہيے كہ وہ اسلام ، اسلامى تہذيب اور اسلامى تشخص كى طرف لوٹ جائے اور صہيونزم كے ساتھ جنگ كو عربى جنگ كى بجائے اسلامى جنگ كے عنوان سے لے اور پھر صہيونزم اور عالمى استعمار كا مقابلہ كرے_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محمد على ابطحي، سابقہ حوالہ، ص 72_ 69_ </w:t>
      </w:r>
    </w:p>
    <w:p w:rsidR="0061102A" w:rsidRDefault="0061102A" w:rsidP="00BE6934">
      <w:pPr>
        <w:pStyle w:val="libFootnote"/>
        <w:rPr>
          <w:rtl/>
        </w:rPr>
      </w:pPr>
      <w:r>
        <w:rPr>
          <w:rtl/>
        </w:rPr>
        <w:t xml:space="preserve">2) اصغر افتخارى ، ابعاد اجتماعى برنامہ امنيتى اسرائيل، دستور كارى براى قرن بيست و يكم ،فصلنامہ مطالعات س 4_ ش 4، پائيز 1382، ص 8_ 6 نيز جامعہ شناسى سياسى اسرائيل ، تہران، مركز پوہشہاى علمى و مطالعات استراتيك خاورميانہ، 1280، ص 138_ 117 _ </w:t>
      </w:r>
    </w:p>
    <w:p w:rsidR="0061102A" w:rsidRDefault="0061102A" w:rsidP="00BE6934">
      <w:pPr>
        <w:pStyle w:val="libFootnote"/>
        <w:rPr>
          <w:rtl/>
        </w:rPr>
      </w:pPr>
      <w:r>
        <w:rPr>
          <w:rtl/>
        </w:rPr>
        <w:t>3) '' بيانات رہبر معظم انقلاب اسلامى ديدار شركت كنندگان در ھمايش جہان اسلام '' گفت گو ، س 17، ض 177، بہمن 1382، ص 18_ 14_</w:t>
      </w:r>
    </w:p>
    <w:p w:rsidR="003A04D8" w:rsidRDefault="0069392F" w:rsidP="00BE6934">
      <w:pPr>
        <w:pStyle w:val="libFootnote"/>
        <w:rPr>
          <w:rtl/>
        </w:rPr>
      </w:pPr>
      <w:r>
        <w:rPr>
          <w:rtl/>
        </w:rPr>
        <w:br w:type="page"/>
      </w:r>
      <w:r>
        <w:rPr>
          <w:rtl/>
        </w:rPr>
        <w:lastRenderedPageBreak/>
        <w:cr/>
      </w:r>
    </w:p>
    <w:p w:rsidR="0061102A" w:rsidRDefault="0061102A" w:rsidP="00BE6934">
      <w:pPr>
        <w:pStyle w:val="Heading2Center"/>
        <w:rPr>
          <w:rtl/>
        </w:rPr>
      </w:pPr>
      <w:bookmarkStart w:id="170" w:name="_Toc268726"/>
      <w:r>
        <w:rPr>
          <w:rtl/>
        </w:rPr>
        <w:t>دسوا</w:t>
      </w:r>
      <w:r w:rsidR="000A0CDC">
        <w:rPr>
          <w:rtl/>
        </w:rPr>
        <w:t xml:space="preserve">ں </w:t>
      </w:r>
      <w:r>
        <w:rPr>
          <w:rtl/>
        </w:rPr>
        <w:t>باب:</w:t>
      </w:r>
      <w:bookmarkEnd w:id="170"/>
      <w:r>
        <w:rPr>
          <w:rtl/>
        </w:rPr>
        <w:t xml:space="preserve"> </w:t>
      </w:r>
    </w:p>
    <w:p w:rsidR="0061102A" w:rsidRDefault="0061102A" w:rsidP="00BE6934">
      <w:pPr>
        <w:pStyle w:val="Heading2Center"/>
        <w:rPr>
          <w:rtl/>
        </w:rPr>
      </w:pPr>
      <w:bookmarkStart w:id="171" w:name="_Toc268727"/>
      <w:r>
        <w:rPr>
          <w:rtl/>
        </w:rPr>
        <w:t>اسلامى بيداري</w:t>
      </w:r>
      <w:bookmarkEnd w:id="171"/>
    </w:p>
    <w:p w:rsidR="003A04D8"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172" w:name="_Toc268728"/>
      <w:r>
        <w:rPr>
          <w:rtl/>
        </w:rPr>
        <w:t>1) عرب دنيا مي</w:t>
      </w:r>
      <w:r w:rsidR="000A0CDC">
        <w:rPr>
          <w:rtl/>
        </w:rPr>
        <w:t xml:space="preserve">ں </w:t>
      </w:r>
      <w:r>
        <w:rPr>
          <w:rtl/>
        </w:rPr>
        <w:t>اسلامى بيدارى :</w:t>
      </w:r>
      <w:bookmarkEnd w:id="172"/>
    </w:p>
    <w:p w:rsidR="0061102A" w:rsidRDefault="0061102A" w:rsidP="00BE6934">
      <w:pPr>
        <w:pStyle w:val="libNormal"/>
        <w:rPr>
          <w:rtl/>
        </w:rPr>
      </w:pPr>
      <w:r>
        <w:rPr>
          <w:rtl/>
        </w:rPr>
        <w:t>ايرانيو</w:t>
      </w:r>
      <w:r w:rsidR="000A0CDC">
        <w:rPr>
          <w:rtl/>
        </w:rPr>
        <w:t xml:space="preserve">ں </w:t>
      </w:r>
      <w:r>
        <w:rPr>
          <w:rtl/>
        </w:rPr>
        <w:t>كى مانند عرب بھى جب سے يورپى حكومتو</w:t>
      </w:r>
      <w:r w:rsidR="000A0CDC">
        <w:rPr>
          <w:rtl/>
        </w:rPr>
        <w:t xml:space="preserve">ں </w:t>
      </w:r>
      <w:r>
        <w:rPr>
          <w:rtl/>
        </w:rPr>
        <w:t>سے آشنا ہوئے تھے كى اسى زمانہ سے اپنى پس ماندگى اور يورپ كى ترقى سے آگاہ ہوگئے تھے _اب تك اس پسماندگى كے خلاء كو پر كرنے كيلئے بہت سے راہ حل سامنے آئے ہي</w:t>
      </w:r>
      <w:r w:rsidR="000A0CDC">
        <w:rPr>
          <w:rtl/>
        </w:rPr>
        <w:t xml:space="preserve">ں </w:t>
      </w:r>
      <w:r>
        <w:rPr>
          <w:rtl/>
        </w:rPr>
        <w:t>ان مي</w:t>
      </w:r>
      <w:r w:rsidR="000A0CDC">
        <w:rPr>
          <w:rtl/>
        </w:rPr>
        <w:t xml:space="preserve">ں </w:t>
      </w:r>
      <w:r>
        <w:rPr>
          <w:rtl/>
        </w:rPr>
        <w:t xml:space="preserve">سے ايك اسلام (بحيثيت ايك دين اور تمدن كے ) كى طرف لوٹنا ہے _ </w:t>
      </w:r>
      <w:r w:rsidRPr="00F67D4B">
        <w:rPr>
          <w:rStyle w:val="libFootnotenumChar"/>
          <w:rtl/>
        </w:rPr>
        <w:t>(1)</w:t>
      </w:r>
      <w:r>
        <w:rPr>
          <w:rtl/>
        </w:rPr>
        <w:t xml:space="preserve"> اس پسماندگى كى وجوہات كے بارے مي</w:t>
      </w:r>
      <w:r w:rsidR="000A0CDC">
        <w:rPr>
          <w:rtl/>
        </w:rPr>
        <w:t xml:space="preserve">ں </w:t>
      </w:r>
      <w:r>
        <w:rPr>
          <w:rtl/>
        </w:rPr>
        <w:t>جو جوابات دے گئے ہي</w:t>
      </w:r>
      <w:r w:rsidR="000A0CDC">
        <w:rPr>
          <w:rtl/>
        </w:rPr>
        <w:t xml:space="preserve">ں </w:t>
      </w:r>
      <w:r>
        <w:rPr>
          <w:rtl/>
        </w:rPr>
        <w:t>انہي</w:t>
      </w:r>
      <w:r w:rsidR="000A0CDC">
        <w:rPr>
          <w:rtl/>
        </w:rPr>
        <w:t xml:space="preserve">ں </w:t>
      </w:r>
      <w:r>
        <w:rPr>
          <w:rtl/>
        </w:rPr>
        <w:t>ہم چار اقسام مي</w:t>
      </w:r>
      <w:r w:rsidR="000A0CDC">
        <w:rPr>
          <w:rtl/>
        </w:rPr>
        <w:t xml:space="preserve">ں </w:t>
      </w:r>
      <w:r>
        <w:rPr>
          <w:rtl/>
        </w:rPr>
        <w:t>تقسيم كري</w:t>
      </w:r>
      <w:r w:rsidR="000A0CDC">
        <w:rPr>
          <w:rtl/>
        </w:rPr>
        <w:t xml:space="preserve">ں </w:t>
      </w:r>
      <w:r>
        <w:rPr>
          <w:rtl/>
        </w:rPr>
        <w:t>گے_ البتہ يہا</w:t>
      </w:r>
      <w:r w:rsidR="000A0CDC">
        <w:rPr>
          <w:rtl/>
        </w:rPr>
        <w:t xml:space="preserve">ں </w:t>
      </w:r>
      <w:r>
        <w:rPr>
          <w:rtl/>
        </w:rPr>
        <w:t>يہ نكتہ قابل غور ہونا چاہيے كہ يہ تقسيم ان جوابات كے بارے مي</w:t>
      </w:r>
      <w:r w:rsidR="000A0CDC">
        <w:rPr>
          <w:rtl/>
        </w:rPr>
        <w:t xml:space="preserve">ں </w:t>
      </w:r>
      <w:r>
        <w:rPr>
          <w:rtl/>
        </w:rPr>
        <w:t>ہے كہ جو اسلامى بيدارى كى بحث مي</w:t>
      </w:r>
      <w:r w:rsidR="000A0CDC">
        <w:rPr>
          <w:rtl/>
        </w:rPr>
        <w:t xml:space="preserve">ں </w:t>
      </w:r>
      <w:r>
        <w:rPr>
          <w:rtl/>
        </w:rPr>
        <w:t>عرب دانشورو</w:t>
      </w:r>
      <w:r w:rsidR="000A0CDC">
        <w:rPr>
          <w:rtl/>
        </w:rPr>
        <w:t xml:space="preserve">ں </w:t>
      </w:r>
      <w:r>
        <w:rPr>
          <w:rtl/>
        </w:rPr>
        <w:t>كى طرف سے سامنے آئے ہي</w:t>
      </w:r>
      <w:r w:rsidR="000A0CDC">
        <w:rPr>
          <w:rtl/>
        </w:rPr>
        <w:t xml:space="preserve">ں </w:t>
      </w:r>
      <w:r>
        <w:rPr>
          <w:rtl/>
        </w:rPr>
        <w:t>_ لہذا ان كا نيشنلزم، سوشلزم اور آئيڈلزم سے كوئي ربط نہي</w:t>
      </w:r>
      <w:r w:rsidR="000A0CDC">
        <w:rPr>
          <w:rtl/>
        </w:rPr>
        <w:t xml:space="preserve">ں </w:t>
      </w:r>
      <w:r>
        <w:rPr>
          <w:rtl/>
        </w:rPr>
        <w:t>ہے يہ رحجانات مندرجہ ذيل ہي</w:t>
      </w:r>
      <w:r w:rsidR="000A0CDC">
        <w:rPr>
          <w:rtl/>
        </w:rPr>
        <w:t xml:space="preserve">ں </w:t>
      </w:r>
      <w:r>
        <w:rPr>
          <w:rtl/>
        </w:rPr>
        <w:t xml:space="preserve">: 1_ عرب تمدن پسند 2_ مسلمان تمدن پسند 3_ اسلامى روايت پسندى 4_ اسلامى اصول پسندي_ </w:t>
      </w:r>
    </w:p>
    <w:p w:rsidR="0061102A" w:rsidRDefault="0061102A" w:rsidP="00BE6934">
      <w:pPr>
        <w:pStyle w:val="libNormal"/>
        <w:rPr>
          <w:rtl/>
        </w:rPr>
      </w:pPr>
      <w:r>
        <w:rPr>
          <w:rtl/>
        </w:rPr>
        <w:t>مندرجہ بالا تقسيم كى بناء پر پہلے رحجان كے بڑے مفكرين مي</w:t>
      </w:r>
      <w:r w:rsidR="000A0CDC">
        <w:rPr>
          <w:rtl/>
        </w:rPr>
        <w:t xml:space="preserve">ں </w:t>
      </w:r>
      <w:r>
        <w:rPr>
          <w:rtl/>
        </w:rPr>
        <w:t>سے طہطاوى اور خيرالدين تيونسي</w:t>
      </w:r>
      <w:r w:rsidRPr="00F67D4B">
        <w:rPr>
          <w:rStyle w:val="libFootnotenumChar"/>
          <w:rtl/>
        </w:rPr>
        <w:t>(2)</w:t>
      </w:r>
      <w:r>
        <w:rPr>
          <w:rtl/>
        </w:rPr>
        <w:t xml:space="preserve"> ہي</w:t>
      </w:r>
      <w:r w:rsidR="000A0CDC">
        <w:rPr>
          <w:rtl/>
        </w:rPr>
        <w:t xml:space="preserve">ں </w:t>
      </w:r>
      <w:r>
        <w:rPr>
          <w:rtl/>
        </w:rPr>
        <w:t>دوسرے رحجان كے سب سے بڑے مفكر سيد جمال الدين اسد آبادى اور كچھ حد تك محمد عبدہ ہي</w:t>
      </w:r>
      <w:r w:rsidR="000A0CDC">
        <w:rPr>
          <w:rtl/>
        </w:rPr>
        <w:t xml:space="preserve">ں </w:t>
      </w:r>
      <w:r>
        <w:rPr>
          <w:rtl/>
        </w:rPr>
        <w:t>جبكہ تيرى رحجان كے اصلى سخن گو رشيد رضا ہي</w:t>
      </w:r>
      <w:r w:rsidR="000A0CDC">
        <w:rPr>
          <w:rtl/>
        </w:rPr>
        <w:t xml:space="preserve">ں </w:t>
      </w:r>
      <w:r>
        <w:rPr>
          <w:rtl/>
        </w:rPr>
        <w:t>اور چوتھے رحجان كے فعال مفكرين مي</w:t>
      </w:r>
      <w:r w:rsidR="000A0CDC">
        <w:rPr>
          <w:rtl/>
        </w:rPr>
        <w:t xml:space="preserve">ں </w:t>
      </w:r>
      <w:r>
        <w:rPr>
          <w:rtl/>
        </w:rPr>
        <w:t>سے حسن البنا سيد قطب اور اخوان المسلمين ہي</w:t>
      </w:r>
      <w:r w:rsidR="000A0CDC">
        <w:rPr>
          <w:rtl/>
        </w:rPr>
        <w:t xml:space="preserve">ں </w:t>
      </w:r>
      <w:r>
        <w:rPr>
          <w:rtl/>
        </w:rPr>
        <w:t xml:space="preserve">_ </w:t>
      </w:r>
    </w:p>
    <w:p w:rsidR="0061102A" w:rsidRDefault="0061102A" w:rsidP="00BE6934">
      <w:pPr>
        <w:pStyle w:val="libNormal"/>
        <w:rPr>
          <w:rtl/>
        </w:rPr>
      </w:pPr>
      <w:r>
        <w:rPr>
          <w:rtl/>
        </w:rPr>
        <w:t>تاريخى لحاظ سے ہم جو</w:t>
      </w:r>
      <w:r w:rsidR="000A0CDC">
        <w:rPr>
          <w:rtl/>
        </w:rPr>
        <w:t xml:space="preserve">ں </w:t>
      </w:r>
      <w:r>
        <w:rPr>
          <w:rtl/>
        </w:rPr>
        <w:t>جو</w:t>
      </w:r>
      <w:r w:rsidR="000A0CDC">
        <w:rPr>
          <w:rtl/>
        </w:rPr>
        <w:t xml:space="preserve">ں </w:t>
      </w:r>
      <w:r>
        <w:rPr>
          <w:rtl/>
        </w:rPr>
        <w:t>موجودہ زمانہ كے نزديك ہوتے جاتے ہي</w:t>
      </w:r>
      <w:r w:rsidR="000A0CDC">
        <w:rPr>
          <w:rtl/>
        </w:rPr>
        <w:t xml:space="preserve">ں </w:t>
      </w:r>
      <w:r>
        <w:rPr>
          <w:rtl/>
        </w:rPr>
        <w:t xml:space="preserve">اسلامى اصول گرائي كا رحجان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محمد عمارة '' الاسلام و القوميہ العربيہ و العلمانية '' قضايا عربية السنة 7 ،1980 العدد 5 ،ص 69_ </w:t>
      </w:r>
    </w:p>
    <w:p w:rsidR="003A04D8" w:rsidRDefault="0061102A" w:rsidP="00BE6934">
      <w:pPr>
        <w:pStyle w:val="libFootnote"/>
        <w:rPr>
          <w:rtl/>
        </w:rPr>
      </w:pPr>
      <w:r>
        <w:rPr>
          <w:rtl/>
        </w:rPr>
        <w:t>2) بنقل فرہنگ رجايي، انديشہ سياسى معاصر در جہان عرب ،تہران 1381، ص 168_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ديگر فكرى رحجانات پر غلبہ پاجاتا ہے اور ديگر فكرى رحجانات كو پس منظر مي</w:t>
      </w:r>
      <w:r w:rsidR="000A0CDC">
        <w:rPr>
          <w:rtl/>
        </w:rPr>
        <w:t xml:space="preserve">ں </w:t>
      </w:r>
      <w:r>
        <w:rPr>
          <w:rtl/>
        </w:rPr>
        <w:t>لے جاتاہے_اس رحجان مي</w:t>
      </w:r>
      <w:r w:rsidR="000A0CDC">
        <w:rPr>
          <w:rtl/>
        </w:rPr>
        <w:t xml:space="preserve">ں </w:t>
      </w:r>
      <w:r>
        <w:rPr>
          <w:rtl/>
        </w:rPr>
        <w:t>اہل مغرب سے مخالفت كا عنصر بڑھ جاتا ہے اور جنگجويانہ صفات واضح ہونے لگتى ہي</w:t>
      </w:r>
      <w:r w:rsidR="000A0CDC">
        <w:rPr>
          <w:rtl/>
        </w:rPr>
        <w:t xml:space="preserve">ں </w:t>
      </w:r>
      <w:r>
        <w:rPr>
          <w:rtl/>
        </w:rPr>
        <w:t>اور يہ رجحان اسلامى ممالك كى حكومتو</w:t>
      </w:r>
      <w:r w:rsidR="000A0CDC">
        <w:rPr>
          <w:rtl/>
        </w:rPr>
        <w:t xml:space="preserve">ں </w:t>
      </w:r>
      <w:r>
        <w:rPr>
          <w:rtl/>
        </w:rPr>
        <w:t>سے دورى اختيار كرنے لگتاہے ،اسمي</w:t>
      </w:r>
      <w:r w:rsidR="000A0CDC">
        <w:rPr>
          <w:rtl/>
        </w:rPr>
        <w:t xml:space="preserve">ں </w:t>
      </w:r>
      <w:r>
        <w:rPr>
          <w:rtl/>
        </w:rPr>
        <w:t>سلفى نظريات مستحكم ہونا شروع ہوجاتے ہي</w:t>
      </w:r>
      <w:r w:rsidR="000A0CDC">
        <w:rPr>
          <w:rtl/>
        </w:rPr>
        <w:t xml:space="preserve">ں </w:t>
      </w:r>
      <w:r>
        <w:rPr>
          <w:rtl/>
        </w:rPr>
        <w:t>يہ ايك فكرى تحريك سے بڑھ كر ايك عوامى اور سياسى تحريك مي</w:t>
      </w:r>
      <w:r w:rsidR="000A0CDC">
        <w:rPr>
          <w:rtl/>
        </w:rPr>
        <w:t xml:space="preserve">ں </w:t>
      </w:r>
      <w:r>
        <w:rPr>
          <w:rtl/>
        </w:rPr>
        <w:t>تبديل ہوجاتا ہے _ اس قسم كے انقلابات مي</w:t>
      </w:r>
      <w:r w:rsidR="000A0CDC">
        <w:rPr>
          <w:rtl/>
        </w:rPr>
        <w:t xml:space="preserve">ں </w:t>
      </w:r>
      <w:r>
        <w:rPr>
          <w:rtl/>
        </w:rPr>
        <w:t xml:space="preserve">ايك اہم مسئلہ گذشتہ نظريات كى شكست ہے كہ جسكى بناء پر اصول پسند رحجان كى تشكيل ہوتى ہے_ </w:t>
      </w:r>
    </w:p>
    <w:p w:rsidR="0061102A" w:rsidRDefault="0061102A" w:rsidP="00BE6934">
      <w:pPr>
        <w:pStyle w:val="libNormal"/>
        <w:rPr>
          <w:rtl/>
        </w:rPr>
      </w:pPr>
      <w:r>
        <w:rPr>
          <w:rtl/>
        </w:rPr>
        <w:t>الف) عرب تمدن پسند رحجان: نئے سرے سے اسلامى بيدارى كى لہر مصر مي</w:t>
      </w:r>
      <w:r w:rsidR="000A0CDC">
        <w:rPr>
          <w:rtl/>
        </w:rPr>
        <w:t xml:space="preserve">ں </w:t>
      </w:r>
      <w:r>
        <w:rPr>
          <w:rtl/>
        </w:rPr>
        <w:t>طہطاوى اور تيونس مي</w:t>
      </w:r>
      <w:r w:rsidR="000A0CDC">
        <w:rPr>
          <w:rtl/>
        </w:rPr>
        <w:t xml:space="preserve">ں </w:t>
      </w:r>
      <w:r>
        <w:rPr>
          <w:rtl/>
        </w:rPr>
        <w:t>خيرالدين پاشا تيونسى كے ذريعے شروع ہوئي _ طہطاوى كے افكار كا محور يہ تھا كہ مسلمان يورپى علوم كو حاصل كيے بغير ترقى نہي</w:t>
      </w:r>
      <w:r w:rsidR="000A0CDC">
        <w:rPr>
          <w:rtl/>
        </w:rPr>
        <w:t xml:space="preserve">ں </w:t>
      </w:r>
      <w:r>
        <w:rPr>
          <w:rtl/>
        </w:rPr>
        <w:t xml:space="preserve">كرسكتے _ </w:t>
      </w:r>
      <w:r w:rsidRPr="00F67D4B">
        <w:rPr>
          <w:rStyle w:val="libFootnotenumChar"/>
          <w:rtl/>
        </w:rPr>
        <w:t>(1)</w:t>
      </w:r>
      <w:r>
        <w:rPr>
          <w:rtl/>
        </w:rPr>
        <w:t xml:space="preserve"> </w:t>
      </w:r>
    </w:p>
    <w:p w:rsidR="0061102A" w:rsidRDefault="0061102A" w:rsidP="00BE6934">
      <w:pPr>
        <w:pStyle w:val="libNormal"/>
        <w:rPr>
          <w:rtl/>
        </w:rPr>
      </w:pPr>
      <w:r>
        <w:rPr>
          <w:rtl/>
        </w:rPr>
        <w:t>طہطاوى يورپ كا بہت تعريف سے ذكر كرتے ہي</w:t>
      </w:r>
      <w:r w:rsidR="000A0CDC">
        <w:rPr>
          <w:rtl/>
        </w:rPr>
        <w:t xml:space="preserve">ں </w:t>
      </w:r>
      <w:r>
        <w:rPr>
          <w:rtl/>
        </w:rPr>
        <w:t>اور انكے سياسى شعبو</w:t>
      </w:r>
      <w:r w:rsidR="000A0CDC">
        <w:rPr>
          <w:rtl/>
        </w:rPr>
        <w:t xml:space="preserve">ں </w:t>
      </w:r>
      <w:r>
        <w:rPr>
          <w:rtl/>
        </w:rPr>
        <w:t>كو تحسين كى نگاہ سے ديكھتے ہي</w:t>
      </w:r>
      <w:r w:rsidR="000A0CDC">
        <w:rPr>
          <w:rtl/>
        </w:rPr>
        <w:t xml:space="preserve">ں </w:t>
      </w:r>
      <w:r>
        <w:rPr>
          <w:rtl/>
        </w:rPr>
        <w:t>يہ مفكر اصل مي</w:t>
      </w:r>
      <w:r w:rsidR="000A0CDC">
        <w:rPr>
          <w:rtl/>
        </w:rPr>
        <w:t xml:space="preserve">ں </w:t>
      </w:r>
      <w:r>
        <w:rPr>
          <w:rtl/>
        </w:rPr>
        <w:t>مغرب كى استعمارى حيثيت كہ جو اسلامى معاشرو</w:t>
      </w:r>
      <w:r w:rsidR="000A0CDC">
        <w:rPr>
          <w:rtl/>
        </w:rPr>
        <w:t xml:space="preserve">ں </w:t>
      </w:r>
      <w:r>
        <w:rPr>
          <w:rtl/>
        </w:rPr>
        <w:t>كى تنزلى كا باعث قرار پائي اس سے غافل ہي</w:t>
      </w:r>
      <w:r w:rsidR="000A0CDC">
        <w:rPr>
          <w:rtl/>
        </w:rPr>
        <w:t xml:space="preserve">ں </w:t>
      </w:r>
      <w:r>
        <w:rPr>
          <w:rtl/>
        </w:rPr>
        <w:t>،اس سوال كا جواب كہ انكے رحجان كو'' عرب تمدن پسند ''_رحجان كا نام كيو</w:t>
      </w:r>
      <w:r w:rsidR="000A0CDC">
        <w:rPr>
          <w:rtl/>
        </w:rPr>
        <w:t xml:space="preserve">ں </w:t>
      </w:r>
      <w:r>
        <w:rPr>
          <w:rtl/>
        </w:rPr>
        <w:t>ديا گيا ؟يہ ہے كہ طہطاوى فقط عربو</w:t>
      </w:r>
      <w:r w:rsidR="000A0CDC">
        <w:rPr>
          <w:rtl/>
        </w:rPr>
        <w:t xml:space="preserve">ں </w:t>
      </w:r>
      <w:r>
        <w:rPr>
          <w:rtl/>
        </w:rPr>
        <w:t xml:space="preserve">كى فكرى ترقى پر مصر ہے_ </w:t>
      </w:r>
    </w:p>
    <w:p w:rsidR="0061102A" w:rsidRDefault="0061102A" w:rsidP="00BE6934">
      <w:pPr>
        <w:pStyle w:val="libNormal"/>
        <w:rPr>
          <w:rtl/>
        </w:rPr>
      </w:pPr>
      <w:r>
        <w:rPr>
          <w:rtl/>
        </w:rPr>
        <w:t>خيرالدين تيونسي، طہطاوى سے بھى زيادہ آگے بڑھ جاتے ہي</w:t>
      </w:r>
      <w:r w:rsidR="000A0CDC">
        <w:rPr>
          <w:rtl/>
        </w:rPr>
        <w:t xml:space="preserve">ں </w:t>
      </w:r>
      <w:r>
        <w:rPr>
          <w:rtl/>
        </w:rPr>
        <w:t>اگر چہ انكے افكار كى اساس وہى يعنى طہطاوى كى مانند تھى _ انكى فكر دو بنيادو</w:t>
      </w:r>
      <w:r w:rsidR="000A0CDC">
        <w:rPr>
          <w:rtl/>
        </w:rPr>
        <w:t xml:space="preserve">ں </w:t>
      </w:r>
      <w:r>
        <w:rPr>
          <w:rtl/>
        </w:rPr>
        <w:t>پر استوار تھى پہلى يہ كہ اسلامى فقہ اقتصادى اور ثقافتى سطح پر زندگى كى ترقى اور بہبود كيلئے جارى ہونے والى اصلاحات كو منع نہي</w:t>
      </w:r>
      <w:r w:rsidR="000A0CDC">
        <w:rPr>
          <w:rtl/>
        </w:rPr>
        <w:t xml:space="preserve">ں </w:t>
      </w:r>
      <w:r>
        <w:rPr>
          <w:rtl/>
        </w:rPr>
        <w:t>كرتي،دوسرا يہ كہ يورپى تہذيب كى اساس چونكہ زيادہ تر ان چيزو</w:t>
      </w:r>
      <w:r w:rsidR="000A0CDC">
        <w:rPr>
          <w:rtl/>
        </w:rPr>
        <w:t xml:space="preserve">ں </w:t>
      </w:r>
      <w:r>
        <w:rPr>
          <w:rtl/>
        </w:rPr>
        <w:t>پرقائم ہے كہ جو ماضى مي</w:t>
      </w:r>
      <w:r w:rsidR="000A0CDC">
        <w:rPr>
          <w:rtl/>
        </w:rPr>
        <w:t xml:space="preserve">ں </w:t>
      </w:r>
      <w:r>
        <w:rPr>
          <w:rtl/>
        </w:rPr>
        <w:t>اسلام نے انہي</w:t>
      </w:r>
      <w:r w:rsidR="000A0CDC">
        <w:rPr>
          <w:rtl/>
        </w:rPr>
        <w:t xml:space="preserve">ں </w:t>
      </w:r>
      <w:r>
        <w:rPr>
          <w:rtl/>
        </w:rPr>
        <w:t>عطا كي</w:t>
      </w:r>
      <w:r w:rsidR="000A0CDC">
        <w:rPr>
          <w:rtl/>
        </w:rPr>
        <w:t xml:space="preserve">ں </w:t>
      </w:r>
      <w:r>
        <w:rPr>
          <w:rtl/>
        </w:rPr>
        <w:t>اس ليے اب يہ مسلمانو</w:t>
      </w:r>
      <w:r w:rsidR="000A0CDC">
        <w:rPr>
          <w:rtl/>
        </w:rPr>
        <w:t xml:space="preserve">ں </w:t>
      </w:r>
      <w:r>
        <w:rPr>
          <w:rtl/>
        </w:rPr>
        <w:t>كى ذمہ دارى ہے كہ انہي</w:t>
      </w:r>
      <w:r w:rsidR="000A0CDC">
        <w:rPr>
          <w:rtl/>
        </w:rPr>
        <w:t xml:space="preserve">ں </w:t>
      </w:r>
      <w:r>
        <w:rPr>
          <w:rtl/>
        </w:rPr>
        <w:t>لوٹا ئي</w:t>
      </w:r>
      <w:r w:rsidR="000A0CDC">
        <w:rPr>
          <w:rtl/>
        </w:rPr>
        <w:t xml:space="preserve">ں </w:t>
      </w:r>
      <w:r>
        <w:rPr>
          <w:rtl/>
        </w:rPr>
        <w:t xml:space="preserve">_ </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حميد عنايت، سيرى در انديشہ سياسى در اسلام، ترجمہ بہاء الدين خرمشاہي، تہران، خوارزمى ص 34_ </w:t>
      </w:r>
    </w:p>
    <w:p w:rsidR="003A04D8" w:rsidRDefault="0061102A" w:rsidP="00BE6934">
      <w:pPr>
        <w:pStyle w:val="libFootnote"/>
        <w:rPr>
          <w:rtl/>
        </w:rPr>
      </w:pPr>
      <w:r>
        <w:rPr>
          <w:rtl/>
        </w:rPr>
        <w:t>2) حشام شرابي، سابقہ حوالہ ،ص 55_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مجموعى طور پر كہا جاسكتا ہے كہ عرب تمدن پسند رحجان كى مندرجہ ذيل خصوصيات ہي</w:t>
      </w:r>
      <w:r w:rsidR="000A0CDC">
        <w:rPr>
          <w:rtl/>
        </w:rPr>
        <w:t xml:space="preserve">ں </w:t>
      </w:r>
      <w:r>
        <w:rPr>
          <w:rtl/>
        </w:rPr>
        <w:t>:</w:t>
      </w:r>
      <w:r w:rsidRPr="00F67D4B">
        <w:rPr>
          <w:rStyle w:val="libFootnotenumChar"/>
          <w:rtl/>
        </w:rPr>
        <w:t>(1)</w:t>
      </w:r>
      <w:r>
        <w:rPr>
          <w:rtl/>
        </w:rPr>
        <w:t xml:space="preserve"> </w:t>
      </w:r>
    </w:p>
    <w:p w:rsidR="0061102A" w:rsidRDefault="0061102A" w:rsidP="00BE6934">
      <w:pPr>
        <w:pStyle w:val="libNormal"/>
        <w:rPr>
          <w:rtl/>
        </w:rPr>
      </w:pPr>
      <w:r>
        <w:rPr>
          <w:rtl/>
        </w:rPr>
        <w:t>1: مغربى تہذيب و تمدن كے اصل ہونے اور اسكى بڑائي كوقبول كيا گيا ہے اور مسلمان يہ توانائي اور استعداد ركھتے ہي</w:t>
      </w:r>
      <w:r w:rsidR="000A0CDC">
        <w:rPr>
          <w:rtl/>
        </w:rPr>
        <w:t xml:space="preserve">ں </w:t>
      </w:r>
      <w:r>
        <w:rPr>
          <w:rtl/>
        </w:rPr>
        <w:t>كہ وہ مغربى فنون اور تمدن كو حاصل كرنے مي</w:t>
      </w:r>
      <w:r w:rsidR="000A0CDC">
        <w:rPr>
          <w:rtl/>
        </w:rPr>
        <w:t xml:space="preserve">ں </w:t>
      </w:r>
      <w:r>
        <w:rPr>
          <w:rtl/>
        </w:rPr>
        <w:t>كامياب ہو</w:t>
      </w:r>
      <w:r w:rsidR="000A0CDC">
        <w:rPr>
          <w:rtl/>
        </w:rPr>
        <w:t xml:space="preserve">ں </w:t>
      </w:r>
      <w:r>
        <w:rPr>
          <w:rtl/>
        </w:rPr>
        <w:t>كيونكہ مغربى علوم وہى اسلامى علوم ہى ہي</w:t>
      </w:r>
      <w:r w:rsidR="000A0CDC">
        <w:rPr>
          <w:rtl/>
        </w:rPr>
        <w:t xml:space="preserve">ں </w:t>
      </w:r>
      <w:r>
        <w:rPr>
          <w:rtl/>
        </w:rPr>
        <w:t xml:space="preserve">_ </w:t>
      </w:r>
    </w:p>
    <w:p w:rsidR="0061102A" w:rsidRDefault="0061102A" w:rsidP="00BE6934">
      <w:pPr>
        <w:pStyle w:val="libNormal"/>
        <w:rPr>
          <w:rtl/>
        </w:rPr>
      </w:pPr>
      <w:r>
        <w:rPr>
          <w:rtl/>
        </w:rPr>
        <w:t>2: اس رحجان كے يہ دونو</w:t>
      </w:r>
      <w:r w:rsidR="000A0CDC">
        <w:rPr>
          <w:rtl/>
        </w:rPr>
        <w:t xml:space="preserve">ں </w:t>
      </w:r>
      <w:r>
        <w:rPr>
          <w:rtl/>
        </w:rPr>
        <w:t>برجستہ مفكر حكومتى عہدہ دار تھے مغربى تہذيب اور تكنيك كے حصول اور مسلمانو</w:t>
      </w:r>
      <w:r w:rsidR="000A0CDC">
        <w:rPr>
          <w:rtl/>
        </w:rPr>
        <w:t xml:space="preserve">ں </w:t>
      </w:r>
      <w:r>
        <w:rPr>
          <w:rtl/>
        </w:rPr>
        <w:t>كى ترقى كو حكومت كى ذمہ دارى شمار كرتے تھے ،اسى ليے انكى تحريك كو لوگو</w:t>
      </w:r>
      <w:r w:rsidR="000A0CDC">
        <w:rPr>
          <w:rtl/>
        </w:rPr>
        <w:t xml:space="preserve">ں </w:t>
      </w:r>
      <w:r>
        <w:rPr>
          <w:rtl/>
        </w:rPr>
        <w:t>كى سياسى تحريك شمار نہي</w:t>
      </w:r>
      <w:r w:rsidR="000A0CDC">
        <w:rPr>
          <w:rtl/>
        </w:rPr>
        <w:t xml:space="preserve">ں </w:t>
      </w:r>
      <w:r>
        <w:rPr>
          <w:rtl/>
        </w:rPr>
        <w:t xml:space="preserve">كيا جاسكتا اور نہ ہى عوام انكے سب سے پہلے مخاطب تھے _ </w:t>
      </w:r>
    </w:p>
    <w:p w:rsidR="0061102A" w:rsidRDefault="0061102A" w:rsidP="00BE6934">
      <w:pPr>
        <w:pStyle w:val="libNormal"/>
        <w:rPr>
          <w:rtl/>
        </w:rPr>
      </w:pPr>
      <w:r>
        <w:rPr>
          <w:rtl/>
        </w:rPr>
        <w:t>3: انكى روش اور انداز مصلحانہ ہے وہ يورپى ادارو</w:t>
      </w:r>
      <w:r w:rsidR="000A0CDC">
        <w:rPr>
          <w:rtl/>
        </w:rPr>
        <w:t xml:space="preserve">ں </w:t>
      </w:r>
      <w:r>
        <w:rPr>
          <w:rtl/>
        </w:rPr>
        <w:t>اور شعبہ جات كے تجربو</w:t>
      </w:r>
      <w:r w:rsidR="000A0CDC">
        <w:rPr>
          <w:rtl/>
        </w:rPr>
        <w:t xml:space="preserve">ں </w:t>
      </w:r>
      <w:r>
        <w:rPr>
          <w:rtl/>
        </w:rPr>
        <w:t>كى بنياد پر اپنے معاشرے كے سياسى اور معاشرتى ادارو</w:t>
      </w:r>
      <w:r w:rsidR="000A0CDC">
        <w:rPr>
          <w:rtl/>
        </w:rPr>
        <w:t xml:space="preserve">ں </w:t>
      </w:r>
      <w:r>
        <w:rPr>
          <w:rtl/>
        </w:rPr>
        <w:t xml:space="preserve">اور شعبہ جات كى اصلاح كرنا چاہتے تھے_ </w:t>
      </w:r>
    </w:p>
    <w:p w:rsidR="0061102A" w:rsidRDefault="0061102A" w:rsidP="00BE6934">
      <w:pPr>
        <w:pStyle w:val="libNormal"/>
        <w:rPr>
          <w:rtl/>
        </w:rPr>
      </w:pPr>
      <w:r>
        <w:rPr>
          <w:rtl/>
        </w:rPr>
        <w:t>4: يہ گروہ اسلام اور يورپى تمدن مي</w:t>
      </w:r>
      <w:r w:rsidR="000A0CDC">
        <w:rPr>
          <w:rtl/>
        </w:rPr>
        <w:t xml:space="preserve">ں </w:t>
      </w:r>
      <w:r>
        <w:rPr>
          <w:rtl/>
        </w:rPr>
        <w:t>بنيادى طور پر تضاد كے امكان كے بارے مي</w:t>
      </w:r>
      <w:r w:rsidR="000A0CDC">
        <w:rPr>
          <w:rtl/>
        </w:rPr>
        <w:t xml:space="preserve">ں </w:t>
      </w:r>
      <w:r>
        <w:rPr>
          <w:rtl/>
        </w:rPr>
        <w:t>غور نہي</w:t>
      </w:r>
      <w:r w:rsidR="000A0CDC">
        <w:rPr>
          <w:rtl/>
        </w:rPr>
        <w:t xml:space="preserve">ں </w:t>
      </w:r>
      <w:r>
        <w:rPr>
          <w:rtl/>
        </w:rPr>
        <w:t>كر رہا تھا، كيونكہ وہ اس بات پر يقين ركھتے تھے كہ بنيادى طور پر مغربى تہذيب كا سرچشمہ اسلام ہے اور يہ يورپى علوم وہى گذشتہ ادوار مي</w:t>
      </w:r>
      <w:r w:rsidR="000A0CDC">
        <w:rPr>
          <w:rtl/>
        </w:rPr>
        <w:t xml:space="preserve">ں </w:t>
      </w:r>
      <w:r>
        <w:rPr>
          <w:rtl/>
        </w:rPr>
        <w:t>اسلامى علوم كا ترجمہ ہي</w:t>
      </w:r>
      <w:r w:rsidR="000A0CDC">
        <w:rPr>
          <w:rtl/>
        </w:rPr>
        <w:t xml:space="preserve">ں </w:t>
      </w:r>
      <w:r>
        <w:rPr>
          <w:rtl/>
        </w:rPr>
        <w:t>،لہذا انكا مقصد يہ تھا كہ يورپى تہذيب كو اپنے ہا</w:t>
      </w:r>
      <w:r w:rsidR="000A0CDC">
        <w:rPr>
          <w:rtl/>
        </w:rPr>
        <w:t xml:space="preserve">ں </w:t>
      </w:r>
      <w:r>
        <w:rPr>
          <w:rtl/>
        </w:rPr>
        <w:t xml:space="preserve">لانے كيلئے كوئي معيار بنايا جائے انكى نظر كے مطابق فقط غير دينى شعبہ ہائے زندگى كى بہترى كى ہى ضرورت ہے_ </w:t>
      </w:r>
    </w:p>
    <w:p w:rsidR="0061102A" w:rsidRDefault="0061102A" w:rsidP="00BE6934">
      <w:pPr>
        <w:pStyle w:val="libNormal"/>
        <w:rPr>
          <w:rtl/>
        </w:rPr>
      </w:pPr>
      <w:r>
        <w:rPr>
          <w:rtl/>
        </w:rPr>
        <w:t>5: يہ لوگ اسلامى امت كى وحدت كے افكار كے حامل نہ تھے انكى نگاہ مكمل طور پر اپنے وطن كى حد تك محدود ہے _ يہا</w:t>
      </w:r>
      <w:r w:rsidR="000A0CDC">
        <w:rPr>
          <w:rtl/>
        </w:rPr>
        <w:t xml:space="preserve">ں </w:t>
      </w:r>
      <w:r>
        <w:rPr>
          <w:rtl/>
        </w:rPr>
        <w:t>تك كہ جب بھى عربى وطن كے بارے مي</w:t>
      </w:r>
      <w:r w:rsidR="000A0CDC">
        <w:rPr>
          <w:rtl/>
        </w:rPr>
        <w:t xml:space="preserve">ں </w:t>
      </w:r>
      <w:r>
        <w:rPr>
          <w:rtl/>
        </w:rPr>
        <w:t>گفتگو كرتے ہي</w:t>
      </w:r>
      <w:r w:rsidR="000A0CDC">
        <w:rPr>
          <w:rtl/>
        </w:rPr>
        <w:t xml:space="preserve">ں </w:t>
      </w:r>
      <w:r>
        <w:rPr>
          <w:rtl/>
        </w:rPr>
        <w:t>تو انكى مراد تمام عرب زبان ممالك نہي</w:t>
      </w:r>
      <w:r w:rsidR="000A0CDC">
        <w:rPr>
          <w:rtl/>
        </w:rPr>
        <w:t xml:space="preserve">ں </w:t>
      </w:r>
      <w:r>
        <w:rPr>
          <w:rtl/>
        </w:rPr>
        <w:t>ہي</w:t>
      </w:r>
      <w:r w:rsidR="000A0CDC">
        <w:rPr>
          <w:rtl/>
        </w:rPr>
        <w:t xml:space="preserve">ں </w:t>
      </w:r>
      <w:r>
        <w:rPr>
          <w:rtl/>
        </w:rPr>
        <w:t>بلكہ اصل مي</w:t>
      </w:r>
      <w:r w:rsidR="000A0CDC">
        <w:rPr>
          <w:rtl/>
        </w:rPr>
        <w:t xml:space="preserve">ں </w:t>
      </w:r>
      <w:r>
        <w:rPr>
          <w:rtl/>
        </w:rPr>
        <w:t xml:space="preserve">انكامقصود ايك ملك ہے مثلا طہطاوى كى عربى وطن سے مراد مصرہے _ </w:t>
      </w:r>
    </w:p>
    <w:p w:rsidR="0061102A" w:rsidRDefault="0061102A" w:rsidP="00BE6934">
      <w:pPr>
        <w:pStyle w:val="libNormal"/>
        <w:rPr>
          <w:rtl/>
        </w:rPr>
      </w:pPr>
      <w:r>
        <w:rPr>
          <w:rtl/>
        </w:rPr>
        <w:t>ب) مسلمان تمدن پسند رحجان: اس رحجان اور پہلے رحجان مي</w:t>
      </w:r>
      <w:r w:rsidR="000A0CDC">
        <w:rPr>
          <w:rtl/>
        </w:rPr>
        <w:t xml:space="preserve">ں </w:t>
      </w:r>
      <w:r>
        <w:rPr>
          <w:rtl/>
        </w:rPr>
        <w:t>كچھ مشتركہ امور ہي</w:t>
      </w:r>
      <w:r w:rsidR="000A0CDC">
        <w:rPr>
          <w:rtl/>
        </w:rPr>
        <w:t xml:space="preserve">ں </w:t>
      </w:r>
      <w:r>
        <w:rPr>
          <w:rtl/>
        </w:rPr>
        <w:t>حقيقت مي</w:t>
      </w:r>
      <w:r w:rsidR="000A0CDC">
        <w:rPr>
          <w:rtl/>
        </w:rPr>
        <w:t xml:space="preserve">ں </w:t>
      </w:r>
      <w:r>
        <w:rPr>
          <w:rtl/>
        </w:rPr>
        <w:t>اسلامى بيدارى كى آواز اٹھانے والو</w:t>
      </w:r>
      <w:r w:rsidR="000A0CDC">
        <w:rPr>
          <w:rtl/>
        </w:rPr>
        <w:t xml:space="preserve">ں </w:t>
      </w:r>
      <w:r>
        <w:rPr>
          <w:rtl/>
        </w:rPr>
        <w:t xml:space="preserve">كى دوسرى نسل كو مسلمان تمدن پسند كا نام ديا جاسكتا ہے كہ اس گروہ كى مشہور و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حسن حنفى ، الاصولية الاسلامية ، قاہرہ، مكتبہ مدبولي، ص 20_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ممتاز شخصيات سيد جمال الدين افغانى اسد آبادى اور شيخ محمد عبدہ ہي</w:t>
      </w:r>
      <w:r w:rsidR="000A0CDC">
        <w:rPr>
          <w:rtl/>
        </w:rPr>
        <w:t xml:space="preserve">ں </w:t>
      </w:r>
      <w:r>
        <w:rPr>
          <w:rtl/>
        </w:rPr>
        <w:t>البتہ اس فرق كے ساتھ كہ سيد جمال پہلى نسل كے زيادہ قريب ہي</w:t>
      </w:r>
      <w:r w:rsidR="000A0CDC">
        <w:rPr>
          <w:rtl/>
        </w:rPr>
        <w:t xml:space="preserve">ں </w:t>
      </w:r>
      <w:r>
        <w:rPr>
          <w:rtl/>
        </w:rPr>
        <w:t>جبكہ شيخ عبدہ اپنے بعد والى نسل اسلامى روايت پسندو</w:t>
      </w:r>
      <w:r w:rsidR="000A0CDC">
        <w:rPr>
          <w:rtl/>
        </w:rPr>
        <w:t xml:space="preserve">ں </w:t>
      </w:r>
      <w:r>
        <w:rPr>
          <w:rtl/>
        </w:rPr>
        <w:t>كے زيادہ قريب ہي</w:t>
      </w:r>
      <w:r w:rsidR="000A0CDC">
        <w:rPr>
          <w:rtl/>
        </w:rPr>
        <w:t xml:space="preserve">ں </w:t>
      </w:r>
      <w:r>
        <w:rPr>
          <w:rtl/>
        </w:rPr>
        <w:t>، سيد جمال كى اصلاحى تحريك كے مختلف پہلو ہي</w:t>
      </w:r>
      <w:r w:rsidR="000A0CDC">
        <w:rPr>
          <w:rtl/>
        </w:rPr>
        <w:t xml:space="preserve">ں </w:t>
      </w:r>
      <w:r>
        <w:rPr>
          <w:rtl/>
        </w:rPr>
        <w:t>ليكن انكى اس اصلاحى تحريك كى اصلى روح عالم اسلام مي</w:t>
      </w:r>
      <w:r w:rsidR="000A0CDC">
        <w:rPr>
          <w:rtl/>
        </w:rPr>
        <w:t xml:space="preserve">ں </w:t>
      </w:r>
      <w:r>
        <w:rPr>
          <w:rtl/>
        </w:rPr>
        <w:t>''جديديت '' پيدا كرنا ہے _ سيد جمال كا ہدف يہ ہے كہ عالم اسلام اور مسلمان عصر جديد _ اسكى خصوصيات اور اسكى تشكيل كے بنيادى اسباب سے آشنا ہو</w:t>
      </w:r>
      <w:r w:rsidR="000A0CDC">
        <w:rPr>
          <w:rtl/>
        </w:rPr>
        <w:t xml:space="preserve">ں </w:t>
      </w:r>
      <w:r>
        <w:rPr>
          <w:rtl/>
        </w:rPr>
        <w:t>اور ايسے اسباب فراہم كيے جائي</w:t>
      </w:r>
      <w:r w:rsidR="000A0CDC">
        <w:rPr>
          <w:rtl/>
        </w:rPr>
        <w:t xml:space="preserve">ں </w:t>
      </w:r>
      <w:r>
        <w:rPr>
          <w:rtl/>
        </w:rPr>
        <w:t>تاكہ مسلمان بھى اس جديد دنيا اور نئي تہذيب مي</w:t>
      </w:r>
      <w:r w:rsidR="000A0CDC">
        <w:rPr>
          <w:rtl/>
        </w:rPr>
        <w:t xml:space="preserve">ں </w:t>
      </w:r>
      <w:r>
        <w:rPr>
          <w:rtl/>
        </w:rPr>
        <w:t>كوئي كردار ادا كري</w:t>
      </w:r>
      <w:r w:rsidR="000A0CDC">
        <w:rPr>
          <w:rtl/>
        </w:rPr>
        <w:t xml:space="preserve">ں </w:t>
      </w:r>
      <w:r>
        <w:rPr>
          <w:rtl/>
        </w:rPr>
        <w:t>_اور وہ علم و عقل جيسے بنيادى عناصر اور ديگر عناصر مثلا جمہورى سياسى شعبہ جات كى مدد سے اپنى طاقت كو بڑھائي</w:t>
      </w:r>
      <w:r w:rsidR="000A0CDC">
        <w:rPr>
          <w:rtl/>
        </w:rPr>
        <w:t xml:space="preserve">ں </w:t>
      </w:r>
      <w:r>
        <w:rPr>
          <w:rtl/>
        </w:rPr>
        <w:t xml:space="preserve">_ </w:t>
      </w:r>
    </w:p>
    <w:p w:rsidR="0061102A" w:rsidRDefault="0061102A" w:rsidP="00BE6934">
      <w:pPr>
        <w:pStyle w:val="libNormal"/>
        <w:rPr>
          <w:rtl/>
        </w:rPr>
      </w:pPr>
      <w:r>
        <w:rPr>
          <w:rtl/>
        </w:rPr>
        <w:t>شايد اسى ليے كہا جاسكتا ہے كہ سيد جمال كى توجہ كا بنيادى محور تشخص كا حصول نہ تھا بلكہ يہ تھا كہ كيسے عالم اسلام كو طاقت و توانائي دى جاسكتى ہے ،سيد جمال كے نظريہ كے مطابق مغرب كى جديد اور ماڈرن تہذيب اسلامى اصولو</w:t>
      </w:r>
      <w:r w:rsidR="000A0CDC">
        <w:rPr>
          <w:rtl/>
        </w:rPr>
        <w:t xml:space="preserve">ں </w:t>
      </w:r>
      <w:r>
        <w:rPr>
          <w:rtl/>
        </w:rPr>
        <w:t>كى اساس پر سامنے آئي ہے، يہا</w:t>
      </w:r>
      <w:r w:rsidR="000A0CDC">
        <w:rPr>
          <w:rtl/>
        </w:rPr>
        <w:t xml:space="preserve">ں </w:t>
      </w:r>
      <w:r>
        <w:rPr>
          <w:rtl/>
        </w:rPr>
        <w:t>سيد جمال عرب تمدن پسند رحجان ركھنے والو</w:t>
      </w:r>
      <w:r w:rsidR="000A0CDC">
        <w:rPr>
          <w:rtl/>
        </w:rPr>
        <w:t xml:space="preserve">ں </w:t>
      </w:r>
      <w:r>
        <w:rPr>
          <w:rtl/>
        </w:rPr>
        <w:t>كے برعكس دو بنيادى چيزو</w:t>
      </w:r>
      <w:r w:rsidR="000A0CDC">
        <w:rPr>
          <w:rtl/>
        </w:rPr>
        <w:t xml:space="preserve">ں </w:t>
      </w:r>
      <w:r>
        <w:rPr>
          <w:rtl/>
        </w:rPr>
        <w:t>پر تاكيد كرتے ہي</w:t>
      </w:r>
      <w:r w:rsidR="000A0CDC">
        <w:rPr>
          <w:rtl/>
        </w:rPr>
        <w:t xml:space="preserve">ں </w:t>
      </w:r>
      <w:r>
        <w:rPr>
          <w:rtl/>
        </w:rPr>
        <w:t>پہلى يہ كہ اقوام كى زندگى مي</w:t>
      </w:r>
      <w:r w:rsidR="000A0CDC">
        <w:rPr>
          <w:rtl/>
        </w:rPr>
        <w:t xml:space="preserve">ں </w:t>
      </w:r>
      <w:r>
        <w:rPr>
          <w:rtl/>
        </w:rPr>
        <w:t>دين كا كردار ناگزير ہے ،دوسرا يہ كہ جديد زندگى كے تقاضو</w:t>
      </w:r>
      <w:r w:rsidR="000A0CDC">
        <w:rPr>
          <w:rtl/>
        </w:rPr>
        <w:t xml:space="preserve">ں </w:t>
      </w:r>
      <w:r>
        <w:rPr>
          <w:rtl/>
        </w:rPr>
        <w:t>كے مطابق جديد شعبہ ہائے زندگى اور نئي فنى مہارتو</w:t>
      </w:r>
      <w:r w:rsidR="000A0CDC">
        <w:rPr>
          <w:rtl/>
        </w:rPr>
        <w:t xml:space="preserve">ں </w:t>
      </w:r>
      <w:r>
        <w:rPr>
          <w:rtl/>
        </w:rPr>
        <w:t xml:space="preserve">كى ضرورت ہے _ </w:t>
      </w:r>
      <w:r w:rsidRPr="00F67D4B">
        <w:rPr>
          <w:rStyle w:val="libFootnotenumChar"/>
          <w:rtl/>
        </w:rPr>
        <w:t>(1)</w:t>
      </w:r>
      <w:r>
        <w:rPr>
          <w:rtl/>
        </w:rPr>
        <w:t xml:space="preserve"> </w:t>
      </w:r>
    </w:p>
    <w:p w:rsidR="0061102A" w:rsidRDefault="0061102A" w:rsidP="00BE6934">
      <w:pPr>
        <w:pStyle w:val="libNormal"/>
        <w:rPr>
          <w:rtl/>
        </w:rPr>
      </w:pPr>
      <w:r>
        <w:rPr>
          <w:rtl/>
        </w:rPr>
        <w:t>سيد جمال كے دو اصلى مقاصد يعنى اتحاد بين المسلمين اور مغربى تسلط كے خلاف جنگ انكى فكر كو عرب تمدن پسند رحجان والو</w:t>
      </w:r>
      <w:r w:rsidR="000A0CDC">
        <w:rPr>
          <w:rtl/>
        </w:rPr>
        <w:t xml:space="preserve">ں </w:t>
      </w:r>
      <w:r>
        <w:rPr>
          <w:rtl/>
        </w:rPr>
        <w:t>سے مختلف شمار كرتے تھے_ سيد جمال كى نظر مي</w:t>
      </w:r>
      <w:r w:rsidR="000A0CDC">
        <w:rPr>
          <w:rtl/>
        </w:rPr>
        <w:t xml:space="preserve">ں </w:t>
      </w:r>
      <w:r>
        <w:rPr>
          <w:rtl/>
        </w:rPr>
        <w:t>عالم اسلام ايك متحد مجموعہ كى شكل مي</w:t>
      </w:r>
      <w:r w:rsidR="000A0CDC">
        <w:rPr>
          <w:rtl/>
        </w:rPr>
        <w:t xml:space="preserve">ں </w:t>
      </w:r>
      <w:r>
        <w:rPr>
          <w:rtl/>
        </w:rPr>
        <w:t>ہے_ كہ جسكے اتحاد اور منظم ہونے كى صورت مي</w:t>
      </w:r>
      <w:r w:rsidR="000A0CDC">
        <w:rPr>
          <w:rtl/>
        </w:rPr>
        <w:t xml:space="preserve">ں </w:t>
      </w:r>
      <w:r>
        <w:rPr>
          <w:rtl/>
        </w:rPr>
        <w:t>مسلمان يورپى تسلط كے مقابلے مي</w:t>
      </w:r>
      <w:r w:rsidR="000A0CDC">
        <w:rPr>
          <w:rtl/>
        </w:rPr>
        <w:t xml:space="preserve">ں </w:t>
      </w:r>
      <w:r>
        <w:rPr>
          <w:rtl/>
        </w:rPr>
        <w:t>دفاع كرسكتے ہي</w:t>
      </w:r>
      <w:r w:rsidR="000A0CDC">
        <w:rPr>
          <w:rtl/>
        </w:rPr>
        <w:t xml:space="preserve">ں </w:t>
      </w:r>
      <w:r>
        <w:rPr>
          <w:rtl/>
        </w:rPr>
        <w:t xml:space="preserve">_ لہذا سيد جمال كى يورپ اور انكے كردار و رفتار پر نگاہ پہلے گروہ كى نسبت بہت زيادہ گہرائي پر مبنى تھي_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سيد جمال نے عروة الوثقى كے اكثر مقالات اور بعض فارسى مقالات مي</w:t>
      </w:r>
      <w:r w:rsidR="000A0CDC">
        <w:rPr>
          <w:rtl/>
        </w:rPr>
        <w:t xml:space="preserve">ں </w:t>
      </w:r>
      <w:r>
        <w:rPr>
          <w:rtl/>
        </w:rPr>
        <w:t>اس مسئلہ پر تاكيد كى ہے بعنوان مثال رجوع كري</w:t>
      </w:r>
      <w:r w:rsidR="000A0CDC">
        <w:rPr>
          <w:rtl/>
        </w:rPr>
        <w:t xml:space="preserve">ں </w:t>
      </w:r>
      <w:r>
        <w:rPr>
          <w:rtl/>
        </w:rPr>
        <w:t>_ سيد جمال الدين اسد آبادى ، مجموعہ رسائل و مقالات، با سعى سيد ہادى خسروشاہى ،انتشارات كلبہ شروق ص 134_ 132_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اگر چہ سيد جمال علم و صنعت مي</w:t>
      </w:r>
      <w:r w:rsidR="000A0CDC">
        <w:rPr>
          <w:rtl/>
        </w:rPr>
        <w:t xml:space="preserve">ں </w:t>
      </w:r>
      <w:r>
        <w:rPr>
          <w:rtl/>
        </w:rPr>
        <w:t>يورپ كى ترقى كو قبول كرتے تھے مگر يورپ كے عالم اسلام پر تسلط پر بہت زيادہ حساسيت ركھتے تھے لہذا انہو</w:t>
      </w:r>
      <w:r w:rsidR="000A0CDC">
        <w:rPr>
          <w:rtl/>
        </w:rPr>
        <w:t xml:space="preserve">ں </w:t>
      </w:r>
      <w:r>
        <w:rPr>
          <w:rtl/>
        </w:rPr>
        <w:t>نے اپنى صلاحيتو</w:t>
      </w:r>
      <w:r w:rsidR="000A0CDC">
        <w:rPr>
          <w:rtl/>
        </w:rPr>
        <w:t xml:space="preserve">ں </w:t>
      </w:r>
      <w:r>
        <w:rPr>
          <w:rtl/>
        </w:rPr>
        <w:t>كا بيشتر حصہ اس تسلط كے خلاف جہاد مي</w:t>
      </w:r>
      <w:r w:rsidR="000A0CDC">
        <w:rPr>
          <w:rtl/>
        </w:rPr>
        <w:t xml:space="preserve">ں </w:t>
      </w:r>
      <w:r>
        <w:rPr>
          <w:rtl/>
        </w:rPr>
        <w:t>صرف كيا ،اس جہاد مي</w:t>
      </w:r>
      <w:r w:rsidR="000A0CDC">
        <w:rPr>
          <w:rtl/>
        </w:rPr>
        <w:t xml:space="preserve">ں </w:t>
      </w:r>
      <w:r>
        <w:rPr>
          <w:rtl/>
        </w:rPr>
        <w:t>كبھى وہ اسلامى حكومتو</w:t>
      </w:r>
      <w:r w:rsidR="000A0CDC">
        <w:rPr>
          <w:rtl/>
        </w:rPr>
        <w:t xml:space="preserve">ں </w:t>
      </w:r>
      <w:r>
        <w:rPr>
          <w:rtl/>
        </w:rPr>
        <w:t>سے مخاطب ہوتے تھے اور كبھى اسلامى اقوام كو خطاب كرتے تھے _ يہى چيزباعث بنى كہ انكى سياسى تحريك لوگو</w:t>
      </w:r>
      <w:r w:rsidR="000A0CDC">
        <w:rPr>
          <w:rtl/>
        </w:rPr>
        <w:t xml:space="preserve">ں </w:t>
      </w:r>
      <w:r>
        <w:rPr>
          <w:rtl/>
        </w:rPr>
        <w:t>كى طرف سے ايك عوامى تحريك كى شكل مي</w:t>
      </w:r>
      <w:r w:rsidR="000A0CDC">
        <w:rPr>
          <w:rtl/>
        </w:rPr>
        <w:t xml:space="preserve">ں </w:t>
      </w:r>
      <w:r>
        <w:rPr>
          <w:rtl/>
        </w:rPr>
        <w:t>سامنے آئي انكى فعاليت پہلے گروہ كے مصلحانہ افكار سے كہي</w:t>
      </w:r>
      <w:r w:rsidR="000A0CDC">
        <w:rPr>
          <w:rtl/>
        </w:rPr>
        <w:t xml:space="preserve">ں </w:t>
      </w:r>
      <w:r>
        <w:rPr>
          <w:rtl/>
        </w:rPr>
        <w:t xml:space="preserve">زيادہ بڑھ گئي _ </w:t>
      </w:r>
    </w:p>
    <w:p w:rsidR="0061102A" w:rsidRDefault="0061102A" w:rsidP="00BE6934">
      <w:pPr>
        <w:pStyle w:val="libNormal"/>
        <w:rPr>
          <w:rtl/>
        </w:rPr>
      </w:pPr>
      <w:r>
        <w:rPr>
          <w:rtl/>
        </w:rPr>
        <w:t>يہانتك كہ يہ تحريك ايران مي</w:t>
      </w:r>
      <w:r w:rsidR="000A0CDC">
        <w:rPr>
          <w:rtl/>
        </w:rPr>
        <w:t xml:space="preserve">ں </w:t>
      </w:r>
      <w:r>
        <w:rPr>
          <w:rtl/>
        </w:rPr>
        <w:t>انقلابى رنگ اختيار كرگئي_ اور اس نے ناصر الدين شاہ كے آمرانہ نظام كے مقابلے مي</w:t>
      </w:r>
      <w:r w:rsidR="000A0CDC">
        <w:rPr>
          <w:rtl/>
        </w:rPr>
        <w:t xml:space="preserve">ں </w:t>
      </w:r>
      <w:r>
        <w:rPr>
          <w:rtl/>
        </w:rPr>
        <w:t>علماء اور عوام كو انقلاب كيلئے ابھارا اورسلطنت عثمانيہ مي</w:t>
      </w:r>
      <w:r w:rsidR="000A0CDC">
        <w:rPr>
          <w:rtl/>
        </w:rPr>
        <w:t xml:space="preserve">ں </w:t>
      </w:r>
      <w:r>
        <w:rPr>
          <w:rtl/>
        </w:rPr>
        <w:t>يہ سياسى تحريك عثمانى سلطان كى مخالفت كى شكل مي</w:t>
      </w:r>
      <w:r w:rsidR="000A0CDC">
        <w:rPr>
          <w:rtl/>
        </w:rPr>
        <w:t xml:space="preserve">ں </w:t>
      </w:r>
      <w:r>
        <w:rPr>
          <w:rtl/>
        </w:rPr>
        <w:t>سامنے آئي اور شايد ''باب عالي'' كے ہاتھو</w:t>
      </w:r>
      <w:r w:rsidR="000A0CDC">
        <w:rPr>
          <w:rtl/>
        </w:rPr>
        <w:t xml:space="preserve">ں </w:t>
      </w:r>
      <w:r>
        <w:rPr>
          <w:rtl/>
        </w:rPr>
        <w:t xml:space="preserve">اسكى موت كا باعث بھى قرار پائي _ </w:t>
      </w:r>
    </w:p>
    <w:p w:rsidR="0061102A" w:rsidRDefault="0061102A" w:rsidP="00BE6934">
      <w:pPr>
        <w:pStyle w:val="libNormal"/>
        <w:rPr>
          <w:rtl/>
        </w:rPr>
      </w:pPr>
      <w:r>
        <w:rPr>
          <w:rtl/>
        </w:rPr>
        <w:t>سيد جمال كے جدت پسندانہ افكار كا ايك اور بنيادى نكتہ يہ تھا كہ جس وقت دہ واضح طور يہ مسلمانو</w:t>
      </w:r>
      <w:r w:rsidR="000A0CDC">
        <w:rPr>
          <w:rtl/>
        </w:rPr>
        <w:t xml:space="preserve">ں </w:t>
      </w:r>
      <w:r>
        <w:rPr>
          <w:rtl/>
        </w:rPr>
        <w:t>كو اسلامى سرزمينو</w:t>
      </w:r>
      <w:r w:rsidR="000A0CDC">
        <w:rPr>
          <w:rtl/>
        </w:rPr>
        <w:t xml:space="preserve">ں </w:t>
      </w:r>
      <w:r>
        <w:rPr>
          <w:rtl/>
        </w:rPr>
        <w:t>پر يورپ كے تسلط كے خلاف ابھار رہے تھے تو ساتھ ساتھ مغرب كى علمى اور صنعتى ثمرات سے سيكھنے اور استعمال مي</w:t>
      </w:r>
      <w:r w:rsidR="000A0CDC">
        <w:rPr>
          <w:rtl/>
        </w:rPr>
        <w:t xml:space="preserve">ں </w:t>
      </w:r>
      <w:r>
        <w:rPr>
          <w:rtl/>
        </w:rPr>
        <w:t>لانے پر تاكيد كرتے ہوئے مغرب كى تقليد كو مسترد بھى كر رہے تھے ،اسى ليے وہ اسلامى معاشرو</w:t>
      </w:r>
      <w:r w:rsidR="000A0CDC">
        <w:rPr>
          <w:rtl/>
        </w:rPr>
        <w:t xml:space="preserve">ں </w:t>
      </w:r>
      <w:r>
        <w:rPr>
          <w:rtl/>
        </w:rPr>
        <w:t>كى موجودہ صورت پر بھى تنقيد كرتے رہے تھے_</w:t>
      </w:r>
      <w:r w:rsidRPr="00F67D4B">
        <w:rPr>
          <w:rStyle w:val="libFootnotenumChar"/>
          <w:rtl/>
        </w:rPr>
        <w:t>(1)</w:t>
      </w:r>
      <w:r>
        <w:rPr>
          <w:rtl/>
        </w:rPr>
        <w:t xml:space="preserve"> </w:t>
      </w:r>
    </w:p>
    <w:p w:rsidR="0061102A" w:rsidRDefault="0061102A" w:rsidP="00BE6934">
      <w:pPr>
        <w:pStyle w:val="libNormal"/>
        <w:rPr>
          <w:rtl/>
        </w:rPr>
      </w:pPr>
      <w:r>
        <w:rPr>
          <w:rtl/>
        </w:rPr>
        <w:t>مجموعى طور پر مسلمان تمدن پسند گروہ كے بنيادى محور يہ تھے :1_ مسلمانو</w:t>
      </w:r>
      <w:r w:rsidR="000A0CDC">
        <w:rPr>
          <w:rtl/>
        </w:rPr>
        <w:t xml:space="preserve">ں </w:t>
      </w:r>
      <w:r>
        <w:rPr>
          <w:rtl/>
        </w:rPr>
        <w:t>كى تہذيب كى تشكيل اور انكے اقتدار كى وسعت كيلئے عقل ، علم اور اسلامى توانائي و استعداد كى بنيادى اہميت پر تاكيد 2_ اسلامى امم مي</w:t>
      </w:r>
      <w:r w:rsidR="000A0CDC">
        <w:rPr>
          <w:rtl/>
        </w:rPr>
        <w:t xml:space="preserve">ں </w:t>
      </w:r>
      <w:r>
        <w:rPr>
          <w:rtl/>
        </w:rPr>
        <w:t>اتحاد اور يكجہتى اور يورپى تسلط كے خلاف جہاد ; يہ محور مختلف ادوار مي</w:t>
      </w:r>
      <w:r w:rsidR="000A0CDC">
        <w:rPr>
          <w:rtl/>
        </w:rPr>
        <w:t xml:space="preserve">ں </w:t>
      </w:r>
      <w:r>
        <w:rPr>
          <w:rtl/>
        </w:rPr>
        <w:t xml:space="preserve">تشكيل پائے اور پھر تغير و تبديلى كا شكار بھى ہوئے_ </w:t>
      </w:r>
    </w:p>
    <w:p w:rsidR="0061102A" w:rsidRDefault="0061102A" w:rsidP="00BE6934">
      <w:pPr>
        <w:pStyle w:val="libNormal"/>
        <w:rPr>
          <w:rtl/>
        </w:rPr>
      </w:pPr>
      <w:r>
        <w:rPr>
          <w:rtl/>
        </w:rPr>
        <w:t>ج ) اسلامى روايت پسند رجحان: اگر مسلمان تمدن پسند رجحان والے اسلامى معاشرو</w:t>
      </w:r>
      <w:r w:rsidR="000A0CDC">
        <w:rPr>
          <w:rtl/>
        </w:rPr>
        <w:t xml:space="preserve">ں </w:t>
      </w:r>
      <w:r>
        <w:rPr>
          <w:rtl/>
        </w:rPr>
        <w:t>مي</w:t>
      </w:r>
      <w:r w:rsidR="000A0CDC">
        <w:rPr>
          <w:rtl/>
        </w:rPr>
        <w:t xml:space="preserve">ں </w:t>
      </w:r>
      <w:r>
        <w:rPr>
          <w:rtl/>
        </w:rPr>
        <w:t xml:space="preserve">علمى احياء اورجديد افكار كو جذب كرنے اور يورپ كى جديد فنى ايجادات كے استعمال كو اسلامى احياء سے تعبير كرتے تھے تو اسلام روايت پسند رجحان والے بالخصوص انكے برجستہ مفكر رشيد رضا كہ جو سلفى روش كے عالم تھے،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سابقہ حوالہ ص 121_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اسلامى احياء كو '' اسلامى بزرگان'' كى سيرت و روش كى طرف لوٹ جانے سے تعبير كرتے تھے_ كہاجاسكتا ہے كہ اسلامى حكومتو</w:t>
      </w:r>
      <w:r w:rsidR="000A0CDC">
        <w:rPr>
          <w:rtl/>
        </w:rPr>
        <w:t xml:space="preserve">ں </w:t>
      </w:r>
      <w:r>
        <w:rPr>
          <w:rtl/>
        </w:rPr>
        <w:t>كى عصر جديد كى علمى و سياسى ترقى كو جذب كرتے ہوئے گذشتہ گروہو</w:t>
      </w:r>
      <w:r w:rsidR="000A0CDC">
        <w:rPr>
          <w:rtl/>
        </w:rPr>
        <w:t xml:space="preserve">ں </w:t>
      </w:r>
      <w:r>
        <w:rPr>
          <w:rtl/>
        </w:rPr>
        <w:t>كے افكار كو لباس حقيقت پہنانے مي</w:t>
      </w:r>
      <w:r w:rsidR="000A0CDC">
        <w:rPr>
          <w:rtl/>
        </w:rPr>
        <w:t xml:space="preserve">ں </w:t>
      </w:r>
      <w:r>
        <w:rPr>
          <w:rtl/>
        </w:rPr>
        <w:t>ناكامى اور اسكے بجائے نام نہاد '' تہذيب و ترقى '' كے جال مي</w:t>
      </w:r>
      <w:r w:rsidR="000A0CDC">
        <w:rPr>
          <w:rtl/>
        </w:rPr>
        <w:t xml:space="preserve">ں </w:t>
      </w:r>
      <w:r>
        <w:rPr>
          <w:rtl/>
        </w:rPr>
        <w:t>پھنسنے نے اسلامى روايت پسند رحجان والے لوگو</w:t>
      </w:r>
      <w:r w:rsidR="000A0CDC">
        <w:rPr>
          <w:rtl/>
        </w:rPr>
        <w:t xml:space="preserve">ں </w:t>
      </w:r>
      <w:r>
        <w:rPr>
          <w:rtl/>
        </w:rPr>
        <w:t>كو مغربى ثقافت اور اسلامى تشخص كے پامال ہونے كے خطرات پر بہت زيادہ پريشان كرديا تھا اور يہ اسلامى روايت پسند رجحان ان پريشانيو</w:t>
      </w:r>
      <w:r w:rsidR="000A0CDC">
        <w:rPr>
          <w:rtl/>
        </w:rPr>
        <w:t xml:space="preserve">ں </w:t>
      </w:r>
      <w:r>
        <w:rPr>
          <w:rtl/>
        </w:rPr>
        <w:t xml:space="preserve">كا جواب تھا_ </w:t>
      </w:r>
    </w:p>
    <w:p w:rsidR="0061102A" w:rsidRDefault="0061102A" w:rsidP="00BE6934">
      <w:pPr>
        <w:pStyle w:val="libNormal"/>
        <w:rPr>
          <w:rtl/>
        </w:rPr>
      </w:pPr>
      <w:r>
        <w:rPr>
          <w:rtl/>
        </w:rPr>
        <w:t xml:space="preserve">ہراير دكمجيان سيد جمال، عبدہ اور رشيد رضا كو سلفى رحجان كے حوالے سے مورد مطالعہ قرار ديتا ہے </w:t>
      </w:r>
      <w:r w:rsidRPr="00F67D4B">
        <w:rPr>
          <w:rStyle w:val="libFootnotenumChar"/>
          <w:rtl/>
        </w:rPr>
        <w:t>(1)</w:t>
      </w:r>
      <w:r>
        <w:rPr>
          <w:rtl/>
        </w:rPr>
        <w:t xml:space="preserve"> حالانكہ يہ تركيب واضح خطاء ہے كيونكہ اسلامى روايت پسند رحجان يقينا جدت پسند رحجان سے دور ہوكر حتى قدامت پسندى كى طرف مائل ہوجاتاہے_ </w:t>
      </w:r>
    </w:p>
    <w:p w:rsidR="0061102A" w:rsidRDefault="0061102A" w:rsidP="00BE6934">
      <w:pPr>
        <w:pStyle w:val="libNormal"/>
        <w:rPr>
          <w:rtl/>
        </w:rPr>
      </w:pPr>
      <w:r>
        <w:rPr>
          <w:rtl/>
        </w:rPr>
        <w:t>جدت پسند لوگ عصر جديد كے تقاضو</w:t>
      </w:r>
      <w:r w:rsidR="000A0CDC">
        <w:rPr>
          <w:rtl/>
        </w:rPr>
        <w:t xml:space="preserve">ں </w:t>
      </w:r>
      <w:r>
        <w:rPr>
          <w:rtl/>
        </w:rPr>
        <w:t>كو مد نظر ركھتے ہوئے اسلامى مفاہيم كى اصلاح اور ان تقاضو</w:t>
      </w:r>
      <w:r w:rsidR="000A0CDC">
        <w:rPr>
          <w:rtl/>
        </w:rPr>
        <w:t xml:space="preserve">ں </w:t>
      </w:r>
      <w:r>
        <w:rPr>
          <w:rtl/>
        </w:rPr>
        <w:t>سے ہم آہنگى كے درپے تھے جبكہ روايتى اسلام پسند سختى سے اسلامى روايات كے پابند تھے اور مغربى تہذيب كى ثقافتى اور سياسى پيشقدمى كے خلاف حساسيت ركھتے تھے_ مجيد خدوّرى بالكل صحيح انداز سے رشيد رضا كو روايت پسند رحجان كى حدود مي</w:t>
      </w:r>
      <w:r w:rsidR="000A0CDC">
        <w:rPr>
          <w:rtl/>
        </w:rPr>
        <w:t xml:space="preserve">ں </w:t>
      </w:r>
      <w:r>
        <w:rPr>
          <w:rtl/>
        </w:rPr>
        <w:t>جن كو جديديت كى چمك دمك دى گئي ہے ،محور تجزيہ قرار ديتے ہي</w:t>
      </w:r>
      <w:r w:rsidR="000A0CDC">
        <w:rPr>
          <w:rtl/>
        </w:rPr>
        <w:t xml:space="preserve">ں </w:t>
      </w:r>
      <w:r>
        <w:rPr>
          <w:rtl/>
        </w:rPr>
        <w:t>اگر چہ رشيد رضا بظاہر جدت پسند ہي</w:t>
      </w:r>
      <w:r w:rsidR="000A0CDC">
        <w:rPr>
          <w:rtl/>
        </w:rPr>
        <w:t xml:space="preserve">ں </w:t>
      </w:r>
      <w:r>
        <w:rPr>
          <w:rtl/>
        </w:rPr>
        <w:t xml:space="preserve">ليكن اندورنى طور پر انكا روايت پسند رجحان سے تعلق واضح تھا_ </w:t>
      </w:r>
    </w:p>
    <w:p w:rsidR="0061102A" w:rsidRDefault="0061102A" w:rsidP="00BE6934">
      <w:pPr>
        <w:pStyle w:val="libNormal"/>
        <w:rPr>
          <w:rtl/>
        </w:rPr>
      </w:pPr>
      <w:r>
        <w:rPr>
          <w:rtl/>
        </w:rPr>
        <w:t>رشيد رضا كى سلفى روش نے انہي</w:t>
      </w:r>
      <w:r w:rsidR="000A0CDC">
        <w:rPr>
          <w:rtl/>
        </w:rPr>
        <w:t xml:space="preserve">ں </w:t>
      </w:r>
      <w:r>
        <w:rPr>
          <w:rtl/>
        </w:rPr>
        <w:t>احاديث پر توجہ مي</w:t>
      </w:r>
      <w:r w:rsidR="000A0CDC">
        <w:rPr>
          <w:rtl/>
        </w:rPr>
        <w:t xml:space="preserve">ں </w:t>
      </w:r>
      <w:r>
        <w:rPr>
          <w:rtl/>
        </w:rPr>
        <w:t>افراط كى حد تك بڑھاديا جس سے معلوم ہوتا ہے كہ وہ روايت پسند رجحان ركھتے تھے جس نے انہي</w:t>
      </w:r>
      <w:r w:rsidR="000A0CDC">
        <w:rPr>
          <w:rtl/>
        </w:rPr>
        <w:t xml:space="preserve">ں </w:t>
      </w:r>
      <w:r>
        <w:rPr>
          <w:rtl/>
        </w:rPr>
        <w:t>وسيع النظر نہ ہونے ديا ،اسى ليے وہ سيد جمال كے اتحاد و وحدت پر مبنى نظريا ت سے بھى دور ہوگئے اور انكى شيعہ مسلك كے بارے مي</w:t>
      </w:r>
      <w:r w:rsidR="000A0CDC">
        <w:rPr>
          <w:rtl/>
        </w:rPr>
        <w:t xml:space="preserve">ں </w:t>
      </w:r>
      <w:r>
        <w:rPr>
          <w:rtl/>
        </w:rPr>
        <w:t>معاندانہ روش شيعو</w:t>
      </w:r>
      <w:r w:rsidR="000A0CDC">
        <w:rPr>
          <w:rtl/>
        </w:rPr>
        <w:t xml:space="preserve">ں </w:t>
      </w:r>
      <w:r>
        <w:rPr>
          <w:rtl/>
        </w:rPr>
        <w:t>كے بارے مي</w:t>
      </w:r>
      <w:r w:rsidR="000A0CDC">
        <w:rPr>
          <w:rtl/>
        </w:rPr>
        <w:t xml:space="preserve">ں </w:t>
      </w:r>
      <w:r>
        <w:rPr>
          <w:rtl/>
        </w:rPr>
        <w:t xml:space="preserve">سلفى دشمنى كى ياد دلاتى ہے_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1)ہراير دكمجيان ، جنبش ہاى اسلامى معاصر، ترجمہ حميد احمدي، كيہان 1370 ص 33_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بہرحال رشيد رضا كے روايت پسند سياسى نظريات مي</w:t>
      </w:r>
      <w:r w:rsidR="000A0CDC">
        <w:rPr>
          <w:rtl/>
        </w:rPr>
        <w:t xml:space="preserve">ں </w:t>
      </w:r>
      <w:r>
        <w:rPr>
          <w:rtl/>
        </w:rPr>
        <w:t>قانون كى حكومت ،آزادى اوران شرائط پر تاكيد نہ تھى كہ جن پر طہطاوى اور سيد جمال نے اپنے جدت پسندرحجان كى بناپربہت زيادہ زور ديا تھا بلكہ وہ اس اسلامى نظام كو دائرہ عمل مي</w:t>
      </w:r>
      <w:r w:rsidR="000A0CDC">
        <w:rPr>
          <w:rtl/>
        </w:rPr>
        <w:t xml:space="preserve">ں </w:t>
      </w:r>
      <w:r>
        <w:rPr>
          <w:rtl/>
        </w:rPr>
        <w:t xml:space="preserve">لانے كے درپے تھے كہ جو صدر اسلام كے تخيل پسند عناصر پر استوار تھا جو ہر قسم كے دنياوى رحجانات، قومى اور مسلكى تعصب سے پاك تھے ( 1) </w:t>
      </w:r>
    </w:p>
    <w:p w:rsidR="0061102A" w:rsidRDefault="0061102A" w:rsidP="00BE6934">
      <w:pPr>
        <w:pStyle w:val="libNormal"/>
        <w:rPr>
          <w:rtl/>
        </w:rPr>
      </w:pPr>
      <w:r>
        <w:rPr>
          <w:rtl/>
        </w:rPr>
        <w:t>رشيد رضا كے نظريہ كے مطابق مغرب والو</w:t>
      </w:r>
      <w:r w:rsidR="000A0CDC">
        <w:rPr>
          <w:rtl/>
        </w:rPr>
        <w:t xml:space="preserve">ں </w:t>
      </w:r>
      <w:r>
        <w:rPr>
          <w:rtl/>
        </w:rPr>
        <w:t>نے ترقى كے مراحل كو طے كرنے كيلئے اسلامى اصولو</w:t>
      </w:r>
      <w:r w:rsidR="000A0CDC">
        <w:rPr>
          <w:rtl/>
        </w:rPr>
        <w:t xml:space="preserve">ں </w:t>
      </w:r>
      <w:r>
        <w:rPr>
          <w:rtl/>
        </w:rPr>
        <w:t>پر عمل كيا جبكہ خود مسلمانو</w:t>
      </w:r>
      <w:r w:rsidR="000A0CDC">
        <w:rPr>
          <w:rtl/>
        </w:rPr>
        <w:t xml:space="preserve">ں </w:t>
      </w:r>
      <w:r>
        <w:rPr>
          <w:rtl/>
        </w:rPr>
        <w:t>نے ان اصولو</w:t>
      </w:r>
      <w:r w:rsidR="000A0CDC">
        <w:rPr>
          <w:rtl/>
        </w:rPr>
        <w:t xml:space="preserve">ں </w:t>
      </w:r>
      <w:r>
        <w:rPr>
          <w:rtl/>
        </w:rPr>
        <w:t>كو چھوڑديا ہے_ اگر چہ رشيد رضا نے اپنے روايت پسند رحجان كى طرف بڑھنے مي</w:t>
      </w:r>
      <w:r w:rsidR="000A0CDC">
        <w:rPr>
          <w:rtl/>
        </w:rPr>
        <w:t xml:space="preserve">ں </w:t>
      </w:r>
      <w:r>
        <w:rPr>
          <w:rtl/>
        </w:rPr>
        <w:t>مغرب والو</w:t>
      </w:r>
      <w:r w:rsidR="000A0CDC">
        <w:rPr>
          <w:rtl/>
        </w:rPr>
        <w:t xml:space="preserve">ں </w:t>
      </w:r>
      <w:r>
        <w:rPr>
          <w:rtl/>
        </w:rPr>
        <w:t>كو موردبحث قرار نہي</w:t>
      </w:r>
      <w:r w:rsidR="000A0CDC">
        <w:rPr>
          <w:rtl/>
        </w:rPr>
        <w:t xml:space="preserve">ں </w:t>
      </w:r>
      <w:r>
        <w:rPr>
          <w:rtl/>
        </w:rPr>
        <w:t>ديا بلكہ انكے افكار كى روش سے معلوم ہوتا ہے كہ وہ اہل مغرب كى نسبت معاندانہ انداز ركھتے تھے اور ان مي</w:t>
      </w:r>
      <w:r w:rsidR="000A0CDC">
        <w:rPr>
          <w:rtl/>
        </w:rPr>
        <w:t xml:space="preserve">ں </w:t>
      </w:r>
      <w:r>
        <w:rPr>
          <w:rtl/>
        </w:rPr>
        <w:t>مسلمان تمدن پسند اور عرب تمدن پسند رحجان والو</w:t>
      </w:r>
      <w:r w:rsidR="000A0CDC">
        <w:rPr>
          <w:rtl/>
        </w:rPr>
        <w:t xml:space="preserve">ں </w:t>
      </w:r>
      <w:r>
        <w:rPr>
          <w:rtl/>
        </w:rPr>
        <w:t>كى طرح كى روشن بينى كا فقدان تھا</w:t>
      </w:r>
      <w:r w:rsidRPr="00F67D4B">
        <w:rPr>
          <w:rStyle w:val="libFootnotenumChar"/>
          <w:rtl/>
        </w:rPr>
        <w:t>(2)</w:t>
      </w:r>
      <w:r>
        <w:rPr>
          <w:rtl/>
        </w:rPr>
        <w:t xml:space="preserve">_ </w:t>
      </w:r>
    </w:p>
    <w:p w:rsidR="0061102A" w:rsidRDefault="0061102A" w:rsidP="00BE6934">
      <w:pPr>
        <w:pStyle w:val="libNormal"/>
        <w:rPr>
          <w:rtl/>
        </w:rPr>
      </w:pPr>
      <w:r>
        <w:rPr>
          <w:rtl/>
        </w:rPr>
        <w:t>حسن حنفى رشيد رضا كى فعاليت كا خلاصہ يو</w:t>
      </w:r>
      <w:r w:rsidR="000A0CDC">
        <w:rPr>
          <w:rtl/>
        </w:rPr>
        <w:t xml:space="preserve">ں </w:t>
      </w:r>
      <w:r>
        <w:rPr>
          <w:rtl/>
        </w:rPr>
        <w:t>بيان كرتے ہي</w:t>
      </w:r>
      <w:r w:rsidR="000A0CDC">
        <w:rPr>
          <w:rtl/>
        </w:rPr>
        <w:t xml:space="preserve">ں </w:t>
      </w:r>
      <w:r>
        <w:rPr>
          <w:rtl/>
        </w:rPr>
        <w:t>كہ رشيد رضا نے اصلاح پسند ، جدت پسند اور ترقى طلب افكار مي</w:t>
      </w:r>
      <w:r w:rsidR="000A0CDC">
        <w:rPr>
          <w:rtl/>
        </w:rPr>
        <w:t xml:space="preserve">ں </w:t>
      </w:r>
      <w:r>
        <w:rPr>
          <w:rtl/>
        </w:rPr>
        <w:t>ايك عمر گذارنے كے بعد طہطاوي، سيد جمال اور عبدہ جيسے رہنماؤ</w:t>
      </w:r>
      <w:r w:rsidR="000A0CDC">
        <w:rPr>
          <w:rtl/>
        </w:rPr>
        <w:t xml:space="preserve">ں </w:t>
      </w:r>
      <w:r>
        <w:rPr>
          <w:rtl/>
        </w:rPr>
        <w:t>كى تاثير سے رہائي پاتے ہوئے محمد بن عبدالوہاب كے دامن مي</w:t>
      </w:r>
      <w:r w:rsidR="000A0CDC">
        <w:rPr>
          <w:rtl/>
        </w:rPr>
        <w:t xml:space="preserve">ں </w:t>
      </w:r>
      <w:r>
        <w:rPr>
          <w:rtl/>
        </w:rPr>
        <w:t>پناہ لي_ جس نے انہي</w:t>
      </w:r>
      <w:r w:rsidR="000A0CDC">
        <w:rPr>
          <w:rtl/>
        </w:rPr>
        <w:t xml:space="preserve">ں </w:t>
      </w:r>
      <w:r>
        <w:rPr>
          <w:rtl/>
        </w:rPr>
        <w:t>ابن قيم جو زيہ اور ابن تيميہ اور پھر احمد بن حنبل تك پہنچايا_ جسكى بناء پر رشيدرضا نے بجائے اسكے كہ جديد دور كے ماڈرن اصولو</w:t>
      </w:r>
      <w:r w:rsidR="000A0CDC">
        <w:rPr>
          <w:rtl/>
        </w:rPr>
        <w:t xml:space="preserve">ں </w:t>
      </w:r>
      <w:r>
        <w:rPr>
          <w:rtl/>
        </w:rPr>
        <w:t>كى طرف رحجان اور عصر حاضر كى تبديليو</w:t>
      </w:r>
      <w:r w:rsidR="000A0CDC">
        <w:rPr>
          <w:rtl/>
        </w:rPr>
        <w:t xml:space="preserve">ں </w:t>
      </w:r>
      <w:r>
        <w:rPr>
          <w:rtl/>
        </w:rPr>
        <w:t>كے ساتھ مطابقت كى بجائے كے مغرب سے جنگ و يلغار كو ترجيح دى _</w:t>
      </w:r>
      <w:r w:rsidRPr="00F67D4B">
        <w:rPr>
          <w:rStyle w:val="libFootnotenumChar"/>
          <w:rtl/>
        </w:rPr>
        <w:t>(3)</w:t>
      </w:r>
      <w:r>
        <w:rPr>
          <w:rtl/>
        </w:rPr>
        <w:t xml:space="preserve"> </w:t>
      </w:r>
    </w:p>
    <w:p w:rsidR="0061102A" w:rsidRDefault="0061102A" w:rsidP="00BE6934">
      <w:pPr>
        <w:pStyle w:val="libNormal"/>
        <w:rPr>
          <w:rtl/>
        </w:rPr>
      </w:pPr>
      <w:r>
        <w:rPr>
          <w:rtl/>
        </w:rPr>
        <w:t>د) اسلامى اصول پسند رحجان:جاك برك جو اسلامى اصول پسند رحجان كے بارے مي</w:t>
      </w:r>
      <w:r w:rsidR="000A0CDC">
        <w:rPr>
          <w:rtl/>
        </w:rPr>
        <w:t xml:space="preserve">ں </w:t>
      </w:r>
      <w:r>
        <w:rPr>
          <w:rtl/>
        </w:rPr>
        <w:t>جو تجزيہ و تحليل كرتے ہي</w:t>
      </w:r>
      <w:r w:rsidR="000A0CDC">
        <w:rPr>
          <w:rtl/>
        </w:rPr>
        <w:t xml:space="preserve">ں </w:t>
      </w:r>
      <w:r>
        <w:rPr>
          <w:rtl/>
        </w:rPr>
        <w:t>اس مي</w:t>
      </w:r>
      <w:r w:rsidR="000A0CDC">
        <w:rPr>
          <w:rtl/>
        </w:rPr>
        <w:t xml:space="preserve">ں </w:t>
      </w:r>
      <w:r>
        <w:rPr>
          <w:rtl/>
        </w:rPr>
        <w:t>وہ بيسوي</w:t>
      </w:r>
      <w:r w:rsidR="000A0CDC">
        <w:rPr>
          <w:rtl/>
        </w:rPr>
        <w:t xml:space="preserve">ں </w:t>
      </w:r>
      <w:r>
        <w:rPr>
          <w:rtl/>
        </w:rPr>
        <w:t>صدى مي</w:t>
      </w:r>
      <w:r w:rsidR="000A0CDC">
        <w:rPr>
          <w:rtl/>
        </w:rPr>
        <w:t xml:space="preserve">ں </w:t>
      </w:r>
      <w:r>
        <w:rPr>
          <w:rtl/>
        </w:rPr>
        <w:t xml:space="preserve">اسلامى ممالك كى طرف سے سائنسى ترقى كے حامل موجودہ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مجيد خدورى ، سابقہ حوالہ ،ص 30، 9_ 78،محمد رشيد رضا، السنة و الشيعة ، قاہرة ، ص 59_54 و 79، حميد عنايت، سابقہ حوالہ ،ص 97_ </w:t>
      </w:r>
    </w:p>
    <w:p w:rsidR="0061102A" w:rsidRDefault="0061102A" w:rsidP="00BE6934">
      <w:pPr>
        <w:pStyle w:val="libFootnote"/>
      </w:pPr>
      <w:r>
        <w:rPr>
          <w:rtl/>
        </w:rPr>
        <w:t xml:space="preserve">2) </w:t>
      </w:r>
      <w:r>
        <w:t xml:space="preserve">Albert Hourani </w:t>
      </w:r>
      <w:r>
        <w:rPr>
          <w:rtl/>
        </w:rPr>
        <w:t xml:space="preserve">، </w:t>
      </w:r>
      <w:r>
        <w:t>Arabic Thoagh in the Liberal Ages Oxford University Press</w:t>
      </w:r>
      <w:r>
        <w:rPr>
          <w:rtl/>
        </w:rPr>
        <w:t xml:space="preserve">، </w:t>
      </w:r>
      <w:r>
        <w:t>in 1962</w:t>
      </w:r>
      <w:r>
        <w:rPr>
          <w:rtl/>
        </w:rPr>
        <w:t xml:space="preserve">، </w:t>
      </w:r>
      <w:r>
        <w:t>p 239</w:t>
      </w:r>
      <w:r>
        <w:rPr>
          <w:rtl/>
        </w:rPr>
        <w:t xml:space="preserve"> </w:t>
      </w:r>
    </w:p>
    <w:p w:rsidR="003A04D8" w:rsidRDefault="0061102A" w:rsidP="00BE6934">
      <w:pPr>
        <w:pStyle w:val="libFootnote"/>
        <w:rPr>
          <w:rtl/>
        </w:rPr>
      </w:pPr>
      <w:r>
        <w:rPr>
          <w:rtl/>
        </w:rPr>
        <w:t>3) حسن الحنفي، سابقہ حوالہ ،ص 42_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زمانے اورتمدن كے تقاضو</w:t>
      </w:r>
      <w:r w:rsidR="000A0CDC">
        <w:rPr>
          <w:rtl/>
        </w:rPr>
        <w:t xml:space="preserve">ں </w:t>
      </w:r>
      <w:r>
        <w:rPr>
          <w:rtl/>
        </w:rPr>
        <w:t>كے مطابق مناسب ماڈلز پيش كرنے مي</w:t>
      </w:r>
      <w:r w:rsidR="000A0CDC">
        <w:rPr>
          <w:rtl/>
        </w:rPr>
        <w:t xml:space="preserve">ں </w:t>
      </w:r>
      <w:r>
        <w:rPr>
          <w:rtl/>
        </w:rPr>
        <w:t>ناكامى كو انكے شدت پسند ہونے كى وجہ بتاتے ہي</w:t>
      </w:r>
      <w:r w:rsidR="000A0CDC">
        <w:rPr>
          <w:rtl/>
        </w:rPr>
        <w:t xml:space="preserve">ں </w:t>
      </w:r>
      <w:r>
        <w:rPr>
          <w:rtl/>
        </w:rPr>
        <w:t>،وہ اسلامى معاشرو</w:t>
      </w:r>
      <w:r w:rsidR="000A0CDC">
        <w:rPr>
          <w:rtl/>
        </w:rPr>
        <w:t xml:space="preserve">ں </w:t>
      </w:r>
      <w:r>
        <w:rPr>
          <w:rtl/>
        </w:rPr>
        <w:t>كے اندر اس رجحان كى اہم ترين علت دروازہ اجتہاد كا بند ہونا اور بدعت سے جنگ كے بہانے اصلاحات كى تحريكو</w:t>
      </w:r>
      <w:r w:rsidR="000A0CDC">
        <w:rPr>
          <w:rtl/>
        </w:rPr>
        <w:t xml:space="preserve">ں </w:t>
      </w:r>
      <w:r>
        <w:rPr>
          <w:rtl/>
        </w:rPr>
        <w:t>كو كچلنا سمجھتے ہي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r>
        <w:rPr>
          <w:rtl/>
        </w:rPr>
        <w:t>حقيقت مي</w:t>
      </w:r>
      <w:r w:rsidR="000A0CDC">
        <w:rPr>
          <w:rtl/>
        </w:rPr>
        <w:t xml:space="preserve">ں </w:t>
      </w:r>
      <w:r>
        <w:rPr>
          <w:rtl/>
        </w:rPr>
        <w:t>ان شكستو</w:t>
      </w:r>
      <w:r w:rsidR="000A0CDC">
        <w:rPr>
          <w:rtl/>
        </w:rPr>
        <w:t xml:space="preserve">ں </w:t>
      </w:r>
      <w:r>
        <w:rPr>
          <w:rtl/>
        </w:rPr>
        <w:t>كے ساتھ ساتھ اصلاحات كو عملى جامہ پہنانے مي</w:t>
      </w:r>
      <w:r w:rsidR="000A0CDC">
        <w:rPr>
          <w:rtl/>
        </w:rPr>
        <w:t xml:space="preserve">ں </w:t>
      </w:r>
      <w:r>
        <w:rPr>
          <w:rtl/>
        </w:rPr>
        <w:t>ناكامى نے ايك اندوہناك ٹريجڈى كى شكل مي</w:t>
      </w:r>
      <w:r w:rsidR="000A0CDC">
        <w:rPr>
          <w:rtl/>
        </w:rPr>
        <w:t xml:space="preserve">ں </w:t>
      </w:r>
      <w:r>
        <w:rPr>
          <w:rtl/>
        </w:rPr>
        <w:t>عربو</w:t>
      </w:r>
      <w:r w:rsidR="000A0CDC">
        <w:rPr>
          <w:rtl/>
        </w:rPr>
        <w:t xml:space="preserve">ں </w:t>
      </w:r>
      <w:r>
        <w:rPr>
          <w:rtl/>
        </w:rPr>
        <w:t>كى روح كو آرزدہ كرديا اور انہي</w:t>
      </w:r>
      <w:r w:rsidR="000A0CDC">
        <w:rPr>
          <w:rtl/>
        </w:rPr>
        <w:t xml:space="preserve">ں </w:t>
      </w:r>
      <w:r>
        <w:rPr>
          <w:rtl/>
        </w:rPr>
        <w:t>ايك ہٹ دھرم اور معاندانہ رويے كے حامل طبقے اورشدت پسند سياسى گروہو</w:t>
      </w:r>
      <w:r w:rsidR="000A0CDC">
        <w:rPr>
          <w:rtl/>
        </w:rPr>
        <w:t xml:space="preserve">ں </w:t>
      </w:r>
      <w:r>
        <w:rPr>
          <w:rtl/>
        </w:rPr>
        <w:t xml:space="preserve">كے درميان سرگردان كرديا_ </w:t>
      </w:r>
    </w:p>
    <w:p w:rsidR="0061102A" w:rsidRDefault="0061102A" w:rsidP="00BE6934">
      <w:pPr>
        <w:pStyle w:val="libNormal"/>
        <w:rPr>
          <w:rtl/>
        </w:rPr>
      </w:pPr>
      <w:r>
        <w:rPr>
          <w:rtl/>
        </w:rPr>
        <w:t>اخوان ا لمسلمين كے بانى حسن البناء اسلامى اصلاح پسند مفكرين كے بارے مي</w:t>
      </w:r>
      <w:r w:rsidR="000A0CDC">
        <w:rPr>
          <w:rtl/>
        </w:rPr>
        <w:t xml:space="preserve">ں </w:t>
      </w:r>
      <w:r>
        <w:rPr>
          <w:rtl/>
        </w:rPr>
        <w:t>يو</w:t>
      </w:r>
      <w:r w:rsidR="000A0CDC">
        <w:rPr>
          <w:rtl/>
        </w:rPr>
        <w:t xml:space="preserve">ں </w:t>
      </w:r>
      <w:r>
        <w:rPr>
          <w:rtl/>
        </w:rPr>
        <w:t>اظہار خيال كرتے ہي</w:t>
      </w:r>
      <w:r w:rsidR="000A0CDC">
        <w:rPr>
          <w:rtl/>
        </w:rPr>
        <w:t xml:space="preserve">ں </w:t>
      </w:r>
      <w:r>
        <w:rPr>
          <w:rtl/>
        </w:rPr>
        <w:t>كہ: جمال الدين افغانى اسد آبادى مسلمانو</w:t>
      </w:r>
      <w:r w:rsidR="000A0CDC">
        <w:rPr>
          <w:rtl/>
        </w:rPr>
        <w:t xml:space="preserve">ں </w:t>
      </w:r>
      <w:r>
        <w:rPr>
          <w:rtl/>
        </w:rPr>
        <w:t xml:space="preserve">كى موجودہ مشكلات كيلئے ايك پكار اور تنبيہ تھے ،شيخ محمد عبدہ فقط ايك معلم اور فلسفى تھے اور رشيد رضا ايك مورخ اور وقايع نگار تھے جبكہ اخوان المسلمين جہاد، تلاش اور كام كا نام ہے نہ كہ محض ايك پيغامبر ہے_ </w:t>
      </w:r>
      <w:r w:rsidRPr="00F67D4B">
        <w:rPr>
          <w:rStyle w:val="libFootnotenumChar"/>
          <w:rtl/>
        </w:rPr>
        <w:t>(1)</w:t>
      </w:r>
      <w:r>
        <w:rPr>
          <w:rtl/>
        </w:rPr>
        <w:t xml:space="preserve"> </w:t>
      </w:r>
    </w:p>
    <w:p w:rsidR="0061102A" w:rsidRDefault="0061102A" w:rsidP="00BE6934">
      <w:pPr>
        <w:pStyle w:val="libNormal"/>
        <w:rPr>
          <w:rtl/>
        </w:rPr>
      </w:pPr>
      <w:r>
        <w:rPr>
          <w:rtl/>
        </w:rPr>
        <w:t>اخوان المسلمين ايك سياسى اور مذہبى تحريك ہے كہ جو اسلامى معاشرو</w:t>
      </w:r>
      <w:r w:rsidR="000A0CDC">
        <w:rPr>
          <w:rtl/>
        </w:rPr>
        <w:t xml:space="preserve">ں </w:t>
      </w:r>
      <w:r>
        <w:rPr>
          <w:rtl/>
        </w:rPr>
        <w:t>مي</w:t>
      </w:r>
      <w:r w:rsidR="000A0CDC">
        <w:rPr>
          <w:rtl/>
        </w:rPr>
        <w:t xml:space="preserve">ں </w:t>
      </w:r>
      <w:r>
        <w:rPr>
          <w:rtl/>
        </w:rPr>
        <w:t>اساسى تبديلى كى خواہا</w:t>
      </w:r>
      <w:r w:rsidR="000A0CDC">
        <w:rPr>
          <w:rtl/>
        </w:rPr>
        <w:t xml:space="preserve">ں </w:t>
      </w:r>
      <w:r>
        <w:rPr>
          <w:rtl/>
        </w:rPr>
        <w:t>ہے_ اخوان المسلمين كا ايك اساسى عقيدہ يہ ہے كہ مسلمانو</w:t>
      </w:r>
      <w:r w:rsidR="000A0CDC">
        <w:rPr>
          <w:rtl/>
        </w:rPr>
        <w:t xml:space="preserve">ں </w:t>
      </w:r>
      <w:r>
        <w:rPr>
          <w:rtl/>
        </w:rPr>
        <w:t>كے معاشرتى اور سياسى مسائل كے حل مي</w:t>
      </w:r>
      <w:r w:rsidR="000A0CDC">
        <w:rPr>
          <w:rtl/>
        </w:rPr>
        <w:t xml:space="preserve">ں </w:t>
      </w:r>
      <w:r>
        <w:rPr>
          <w:rtl/>
        </w:rPr>
        <w:t>اسلام سے بڑھ كر كوئي اور طاقت موجود نہي</w:t>
      </w:r>
      <w:r w:rsidR="000A0CDC">
        <w:rPr>
          <w:rtl/>
        </w:rPr>
        <w:t xml:space="preserve">ں </w:t>
      </w:r>
      <w:r>
        <w:rPr>
          <w:rtl/>
        </w:rPr>
        <w:t>ہے</w:t>
      </w:r>
      <w:r w:rsidRPr="00F67D4B">
        <w:rPr>
          <w:rStyle w:val="libFootnotenumChar"/>
          <w:rtl/>
        </w:rPr>
        <w:t>(3)</w:t>
      </w:r>
      <w:r>
        <w:rPr>
          <w:rtl/>
        </w:rPr>
        <w:t xml:space="preserve"> يہ عقيدہ حقيقت مي</w:t>
      </w:r>
      <w:r w:rsidR="000A0CDC">
        <w:rPr>
          <w:rtl/>
        </w:rPr>
        <w:t xml:space="preserve">ں </w:t>
      </w:r>
      <w:r>
        <w:rPr>
          <w:rtl/>
        </w:rPr>
        <w:t xml:space="preserve">اسلامى اصول پسند رحجان كا محور اور روح ہے_ </w:t>
      </w:r>
    </w:p>
    <w:p w:rsidR="0061102A" w:rsidRDefault="0061102A" w:rsidP="00BE6934">
      <w:pPr>
        <w:pStyle w:val="libNormal"/>
        <w:rPr>
          <w:rtl/>
        </w:rPr>
      </w:pPr>
      <w:r>
        <w:rPr>
          <w:rtl/>
        </w:rPr>
        <w:t xml:space="preserve">اگر حسن النباء اخوان المسلمين كے سياسى رہبر تھے تو سيد قطب اور محمد غزالى جيسے افراد اخوان المسلمين كے فكرى پہلوكے برجستہ نمايندے تھے_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سارا شريعتي، بنياد گرائي و روايتى معقول از چپ اسلامي، روزنامہ ايران شنبہ 26/5/81، ص 8_ </w:t>
      </w:r>
    </w:p>
    <w:p w:rsidR="0061102A" w:rsidRDefault="0061102A" w:rsidP="00BE6934">
      <w:pPr>
        <w:pStyle w:val="libFootnote"/>
        <w:rPr>
          <w:rtl/>
        </w:rPr>
      </w:pPr>
      <w:r>
        <w:rPr>
          <w:rtl/>
        </w:rPr>
        <w:t xml:space="preserve">2) بہمن آقاى و خسرو صفوي، اخوان المسلمين، تہران، نشر رسام، 1365 ،ص 21_ </w:t>
      </w:r>
    </w:p>
    <w:p w:rsidR="003A04D8" w:rsidRDefault="0061102A" w:rsidP="00BE6934">
      <w:pPr>
        <w:pStyle w:val="libFootnote"/>
        <w:rPr>
          <w:rtl/>
        </w:rPr>
      </w:pPr>
      <w:r>
        <w:rPr>
          <w:rtl/>
        </w:rPr>
        <w:t>3) حميد عنايت ، سابقہ حوالہ ، ص 107_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كہنا يہ چاہيے اسلامى بيدارى كى تحريك مي</w:t>
      </w:r>
      <w:r w:rsidR="000A0CDC">
        <w:rPr>
          <w:rtl/>
        </w:rPr>
        <w:t xml:space="preserve">ں </w:t>
      </w:r>
      <w:r>
        <w:rPr>
          <w:rtl/>
        </w:rPr>
        <w:t>اوّل سے اب تك تغير و تبدل كے اس دورانيے مي</w:t>
      </w:r>
      <w:r w:rsidR="000A0CDC">
        <w:rPr>
          <w:rtl/>
        </w:rPr>
        <w:t xml:space="preserve">ں </w:t>
      </w:r>
      <w:r>
        <w:rPr>
          <w:rtl/>
        </w:rPr>
        <w:t>طہطاوى ، خيرالدين پاشا تيونسي، سيد جمال، محمد عبدہ، رشيد رضا اور سيد قطب بنيادى اور واضح فرق ركھتے ہي</w:t>
      </w:r>
      <w:r w:rsidR="000A0CDC">
        <w:rPr>
          <w:rtl/>
        </w:rPr>
        <w:t xml:space="preserve">ں </w:t>
      </w:r>
      <w:r>
        <w:rPr>
          <w:rtl/>
        </w:rPr>
        <w:t>اور ہم جو</w:t>
      </w:r>
      <w:r w:rsidR="000A0CDC">
        <w:rPr>
          <w:rtl/>
        </w:rPr>
        <w:t xml:space="preserve">ں </w:t>
      </w:r>
      <w:r>
        <w:rPr>
          <w:rtl/>
        </w:rPr>
        <w:t>جو</w:t>
      </w:r>
      <w:r w:rsidR="000A0CDC">
        <w:rPr>
          <w:rtl/>
        </w:rPr>
        <w:t xml:space="preserve">ں </w:t>
      </w:r>
      <w:r>
        <w:rPr>
          <w:rtl/>
        </w:rPr>
        <w:t>آگے بڑھي</w:t>
      </w:r>
      <w:r w:rsidR="000A0CDC">
        <w:rPr>
          <w:rtl/>
        </w:rPr>
        <w:t xml:space="preserve">ں </w:t>
      </w:r>
      <w:r>
        <w:rPr>
          <w:rtl/>
        </w:rPr>
        <w:t>تومبارزہ اور جہاد كى خصلت شدت اختيار كرتى ہوئي محسوس ہوتى ہے اور غربى ثقافت سے اقتباس كے رحجان سے جدا ہوجاتى ہے ،سيد قطب كے نظريات اسى اصول پسند اور جہادى رحجان كو بيان كرتے ہي</w:t>
      </w:r>
      <w:r w:rsidR="000A0CDC">
        <w:rPr>
          <w:rtl/>
        </w:rPr>
        <w:t xml:space="preserve">ں </w:t>
      </w:r>
      <w:r>
        <w:rPr>
          <w:rtl/>
        </w:rPr>
        <w:t xml:space="preserve">: </w:t>
      </w:r>
    </w:p>
    <w:p w:rsidR="0061102A" w:rsidRDefault="0061102A" w:rsidP="00BE6934">
      <w:pPr>
        <w:pStyle w:val="libNormal"/>
        <w:rPr>
          <w:rtl/>
        </w:rPr>
      </w:pPr>
      <w:r>
        <w:rPr>
          <w:rtl/>
        </w:rPr>
        <w:t>سيد قطب عصر حاضر مي</w:t>
      </w:r>
      <w:r w:rsidR="000A0CDC">
        <w:rPr>
          <w:rtl/>
        </w:rPr>
        <w:t xml:space="preserve">ں </w:t>
      </w:r>
      <w:r>
        <w:rPr>
          <w:rtl/>
        </w:rPr>
        <w:t>موجود تمام معاشرو</w:t>
      </w:r>
      <w:r w:rsidR="000A0CDC">
        <w:rPr>
          <w:rtl/>
        </w:rPr>
        <w:t xml:space="preserve">ں </w:t>
      </w:r>
      <w:r>
        <w:rPr>
          <w:rtl/>
        </w:rPr>
        <w:t>كو جاہليت سے تعبير كرتے ہي</w:t>
      </w:r>
      <w:r w:rsidR="000A0CDC">
        <w:rPr>
          <w:rtl/>
        </w:rPr>
        <w:t xml:space="preserve">ں </w:t>
      </w:r>
      <w:r>
        <w:rPr>
          <w:rtl/>
        </w:rPr>
        <w:t>اور يورپى معاشرو</w:t>
      </w:r>
      <w:r w:rsidR="000A0CDC">
        <w:rPr>
          <w:rtl/>
        </w:rPr>
        <w:t xml:space="preserve">ں </w:t>
      </w:r>
      <w:r>
        <w:rPr>
          <w:rtl/>
        </w:rPr>
        <w:t>كو ماڈرن جاہليت كے عروج سے تعبير كرتے ہي</w:t>
      </w:r>
      <w:r w:rsidR="000A0CDC">
        <w:rPr>
          <w:rtl/>
        </w:rPr>
        <w:t xml:space="preserve">ں </w:t>
      </w:r>
      <w:r>
        <w:rPr>
          <w:rtl/>
        </w:rPr>
        <w:t>يہي</w:t>
      </w:r>
      <w:r w:rsidR="000A0CDC">
        <w:rPr>
          <w:rtl/>
        </w:rPr>
        <w:t xml:space="preserve">ں </w:t>
      </w:r>
      <w:r>
        <w:rPr>
          <w:rtl/>
        </w:rPr>
        <w:t>سے ا نكے افكار كا گذشتہ اسلام پسند مفكري</w:t>
      </w:r>
      <w:r w:rsidR="000A0CDC">
        <w:rPr>
          <w:rtl/>
        </w:rPr>
        <w:t xml:space="preserve">ں </w:t>
      </w:r>
      <w:r>
        <w:rPr>
          <w:rtl/>
        </w:rPr>
        <w:t>كے نظريات سے اساسى فرق سامنے آتا ہے كہ جو يورپ كى برتر ى اور ترقى يافتہ تہذيب كو قبول كرتے تھے_ سيد قطب نے كلمات'' ترقي'' اور ''پسماندگى '' كى از سر نوتعريف كى اور ترقى كيلئے جديد معيار اور ضابطو</w:t>
      </w:r>
      <w:r w:rsidR="000A0CDC">
        <w:rPr>
          <w:rtl/>
        </w:rPr>
        <w:t xml:space="preserve">ں </w:t>
      </w:r>
      <w:r>
        <w:rPr>
          <w:rtl/>
        </w:rPr>
        <w:t xml:space="preserve">سے آگاہ كيا_ </w:t>
      </w:r>
    </w:p>
    <w:p w:rsidR="0061102A" w:rsidRDefault="0061102A" w:rsidP="00BE6934">
      <w:pPr>
        <w:pStyle w:val="libNormal"/>
        <w:rPr>
          <w:rtl/>
        </w:rPr>
      </w:pPr>
      <w:r>
        <w:rPr>
          <w:rtl/>
        </w:rPr>
        <w:t>سيد قطب اس بات پر تاكيد كرتے تھے كہ ترقى يافتہ معاشرہ و ہ معاشرہ نہي</w:t>
      </w:r>
      <w:r w:rsidR="000A0CDC">
        <w:rPr>
          <w:rtl/>
        </w:rPr>
        <w:t xml:space="preserve">ں </w:t>
      </w:r>
      <w:r>
        <w:rPr>
          <w:rtl/>
        </w:rPr>
        <w:t>ہے كہ جو مادى ايجادات مي</w:t>
      </w:r>
      <w:r w:rsidR="000A0CDC">
        <w:rPr>
          <w:rtl/>
        </w:rPr>
        <w:t xml:space="preserve">ں </w:t>
      </w:r>
      <w:r>
        <w:rPr>
          <w:rtl/>
        </w:rPr>
        <w:t>سب سے بلند ہو بلكہ وہ معاشرہ ترقى يافتہ ہے كہ جو اخلاقى برترى كو آشكار كرے ،وہ معاشرہ جو علم و فن مي</w:t>
      </w:r>
      <w:r w:rsidR="000A0CDC">
        <w:rPr>
          <w:rtl/>
        </w:rPr>
        <w:t xml:space="preserve">ں </w:t>
      </w:r>
      <w:r>
        <w:rPr>
          <w:rtl/>
        </w:rPr>
        <w:t>عروج پر ہے ليكن اخلاقيات مي</w:t>
      </w:r>
      <w:r w:rsidR="000A0CDC">
        <w:rPr>
          <w:rtl/>
        </w:rPr>
        <w:t xml:space="preserve">ں </w:t>
      </w:r>
      <w:r>
        <w:rPr>
          <w:rtl/>
        </w:rPr>
        <w:t>پست ہے وہ ايك پسماندہ معاشرہ ہے جبكہ وہ معاشرہ جو كہ اخلاقيات مي</w:t>
      </w:r>
      <w:r w:rsidR="000A0CDC">
        <w:rPr>
          <w:rtl/>
        </w:rPr>
        <w:t xml:space="preserve">ں </w:t>
      </w:r>
      <w:r>
        <w:rPr>
          <w:rtl/>
        </w:rPr>
        <w:t>سب سے بلند ہے اگر چہ علم اور مادى ايجادات مي</w:t>
      </w:r>
      <w:r w:rsidR="000A0CDC">
        <w:rPr>
          <w:rtl/>
        </w:rPr>
        <w:t xml:space="preserve">ں </w:t>
      </w:r>
      <w:r>
        <w:rPr>
          <w:rtl/>
        </w:rPr>
        <w:t>پيچھے ہے وہ ترقى يافتہ معاشرہ ہے_</w:t>
      </w:r>
      <w:r w:rsidRPr="00F67D4B">
        <w:rPr>
          <w:rStyle w:val="libFootnotenumChar"/>
          <w:rtl/>
        </w:rPr>
        <w:t>(1)</w:t>
      </w:r>
      <w:r>
        <w:rPr>
          <w:rtl/>
        </w:rPr>
        <w:t xml:space="preserve"> </w:t>
      </w:r>
    </w:p>
    <w:p w:rsidR="0061102A" w:rsidRDefault="0061102A" w:rsidP="00BE6934">
      <w:pPr>
        <w:pStyle w:val="libNormal"/>
        <w:rPr>
          <w:rtl/>
        </w:rPr>
      </w:pPr>
      <w:r>
        <w:rPr>
          <w:rtl/>
        </w:rPr>
        <w:t>امام خمينى (رہ) كى تحريك اسلامى اصول پسند رحجان كا عروج شمار ہوتى ہے كہ اسلامى جمہوريہ ايران كى تشكيل كى صورت مي</w:t>
      </w:r>
      <w:r w:rsidR="000A0CDC">
        <w:rPr>
          <w:rtl/>
        </w:rPr>
        <w:t xml:space="preserve">ں </w:t>
      </w:r>
      <w:r>
        <w:rPr>
          <w:rtl/>
        </w:rPr>
        <w:t>امام كى كاميابى سے متاثر ہو كرپورى دنيا مي</w:t>
      </w:r>
      <w:r w:rsidR="000A0CDC">
        <w:rPr>
          <w:rtl/>
        </w:rPr>
        <w:t xml:space="preserve">ں </w:t>
      </w:r>
      <w:r>
        <w:rPr>
          <w:rtl/>
        </w:rPr>
        <w:t>اسلامى تحريكو</w:t>
      </w:r>
      <w:r w:rsidR="000A0CDC">
        <w:rPr>
          <w:rtl/>
        </w:rPr>
        <w:t xml:space="preserve">ں </w:t>
      </w:r>
      <w:r>
        <w:rPr>
          <w:rtl/>
        </w:rPr>
        <w:t xml:space="preserve">نے قوت پكڑلي_ امام خمينى كا تفكراورنظريہ در حقيقت جداگانہ تشخص اور جديديت كا امتزاج تھا جبكہ اسلامى بيدارى كى تحريك كے گذشتہ قائدين مثلا سيد جمال ترقى اور جدت كے در پے تھے اور بعض جداگانہ اسلامى تشخص پر زور ديتے تھے ،امام </w:t>
      </w:r>
    </w:p>
    <w:p w:rsidR="0061102A" w:rsidRDefault="003A7D4A" w:rsidP="00BE6934">
      <w:pPr>
        <w:pStyle w:val="libLine"/>
        <w:rPr>
          <w:rtl/>
        </w:rPr>
      </w:pPr>
      <w:r>
        <w:rPr>
          <w:rtl/>
        </w:rPr>
        <w:t>____________________</w:t>
      </w:r>
    </w:p>
    <w:p w:rsidR="003A04D8" w:rsidRDefault="0061102A" w:rsidP="00BE6934">
      <w:pPr>
        <w:pStyle w:val="libFootnote"/>
        <w:rPr>
          <w:rtl/>
        </w:rPr>
      </w:pPr>
      <w:r>
        <w:rPr>
          <w:rtl/>
        </w:rPr>
        <w:t>1) سيد قطب، معالم فى الطريق، دارالمشرق، بيروت ، قاہرہ ، 198، ص 116، 117، 61_ 60 دو رہيافت متفاوت، درجريان بازگشت بہ اسلام در جہان عرب _ ترجمہ دكتر سيد احمد موثقى ، فصلنامہ علوم سياسى ش 12، ص 274_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خمينى (رہ) جسطرح كہ جداگانہ اسلامى تشخص كو زندہ كرنے كے در پے تھے جديديت اور ترقى بھى انكى بحث و گفتگو مي</w:t>
      </w:r>
      <w:r w:rsidR="000A0CDC">
        <w:rPr>
          <w:rtl/>
        </w:rPr>
        <w:t xml:space="preserve">ں </w:t>
      </w:r>
      <w:r>
        <w:rPr>
          <w:rtl/>
        </w:rPr>
        <w:t>ايك خاص مقام كى حامل تھي_ ايسى ترقى كہ جو اسلامى تشخص كى حد بندى مي</w:t>
      </w:r>
      <w:r w:rsidR="000A0CDC">
        <w:rPr>
          <w:rtl/>
        </w:rPr>
        <w:t xml:space="preserve">ں </w:t>
      </w:r>
      <w:r>
        <w:rPr>
          <w:rtl/>
        </w:rPr>
        <w:t>تعريف ہوتى ہو_ امام كا سياسى نظريہ صرف اسلامى قالب اور صورت مي</w:t>
      </w:r>
      <w:r w:rsidR="000A0CDC">
        <w:rPr>
          <w:rtl/>
        </w:rPr>
        <w:t xml:space="preserve">ں </w:t>
      </w:r>
      <w:r>
        <w:rPr>
          <w:rtl/>
        </w:rPr>
        <w:t>پيش كيا گيا تھا اسى وجہ سے عالم اسلام مي</w:t>
      </w:r>
      <w:r w:rsidR="000A0CDC">
        <w:rPr>
          <w:rtl/>
        </w:rPr>
        <w:t xml:space="preserve">ں </w:t>
      </w:r>
      <w:r>
        <w:rPr>
          <w:rtl/>
        </w:rPr>
        <w:t>اسلام پسند تنظيمو</w:t>
      </w:r>
      <w:r w:rsidR="000A0CDC">
        <w:rPr>
          <w:rtl/>
        </w:rPr>
        <w:t xml:space="preserve">ں </w:t>
      </w:r>
      <w:r>
        <w:rPr>
          <w:rtl/>
        </w:rPr>
        <w:t>اور تحريكو</w:t>
      </w:r>
      <w:r w:rsidR="000A0CDC">
        <w:rPr>
          <w:rtl/>
        </w:rPr>
        <w:t xml:space="preserve">ں </w:t>
      </w:r>
      <w:r>
        <w:rPr>
          <w:rtl/>
        </w:rPr>
        <w:t>مي</w:t>
      </w:r>
      <w:r w:rsidR="000A0CDC">
        <w:rPr>
          <w:rtl/>
        </w:rPr>
        <w:t xml:space="preserve">ں </w:t>
      </w:r>
      <w:r>
        <w:rPr>
          <w:rtl/>
        </w:rPr>
        <w:t xml:space="preserve">امام خمينى نے ايك خاص مقام اور ممتاز حيثيت پائي_ </w:t>
      </w:r>
      <w:r w:rsidRPr="00F67D4B">
        <w:rPr>
          <w:rStyle w:val="libFootnotenumChar"/>
          <w:rtl/>
        </w:rPr>
        <w:t>(1)</w:t>
      </w:r>
      <w:r>
        <w:rPr>
          <w:rtl/>
        </w:rPr>
        <w:t xml:space="preserve"> </w:t>
      </w:r>
    </w:p>
    <w:p w:rsidR="0061102A" w:rsidRDefault="0061102A" w:rsidP="00BE6934">
      <w:pPr>
        <w:pStyle w:val="libNormal"/>
        <w:rPr>
          <w:rtl/>
        </w:rPr>
      </w:pPr>
      <w:r>
        <w:rPr>
          <w:rtl/>
        </w:rPr>
        <w:t>ايران مي</w:t>
      </w:r>
      <w:r w:rsidR="000A0CDC">
        <w:rPr>
          <w:rtl/>
        </w:rPr>
        <w:t xml:space="preserve">ں </w:t>
      </w:r>
      <w:r>
        <w:rPr>
          <w:rtl/>
        </w:rPr>
        <w:t>امام خمينى كى رہبرى مي</w:t>
      </w:r>
      <w:r w:rsidR="000A0CDC">
        <w:rPr>
          <w:rtl/>
        </w:rPr>
        <w:t xml:space="preserve">ں </w:t>
      </w:r>
      <w:r>
        <w:rPr>
          <w:rtl/>
        </w:rPr>
        <w:t>اسلامى انقلاب عالم اسلام مي</w:t>
      </w:r>
      <w:r w:rsidR="000A0CDC">
        <w:rPr>
          <w:rtl/>
        </w:rPr>
        <w:t xml:space="preserve">ں </w:t>
      </w:r>
      <w:r>
        <w:rPr>
          <w:rtl/>
        </w:rPr>
        <w:t>بہت سى اسلامى تحريكو</w:t>
      </w:r>
      <w:r w:rsidR="000A0CDC">
        <w:rPr>
          <w:rtl/>
        </w:rPr>
        <w:t xml:space="preserve">ں </w:t>
      </w:r>
      <w:r>
        <w:rPr>
          <w:rtl/>
        </w:rPr>
        <w:t>كے وجود مي</w:t>
      </w:r>
      <w:r w:rsidR="000A0CDC">
        <w:rPr>
          <w:rtl/>
        </w:rPr>
        <w:t xml:space="preserve">ں </w:t>
      </w:r>
      <w:r>
        <w:rPr>
          <w:rtl/>
        </w:rPr>
        <w:t xml:space="preserve">آنے اور بعض كى تقويت كا باعث بنا_ </w:t>
      </w:r>
    </w:p>
    <w:p w:rsidR="0061102A" w:rsidRDefault="0061102A" w:rsidP="00BE6934">
      <w:pPr>
        <w:pStyle w:val="libNormal"/>
        <w:rPr>
          <w:rtl/>
        </w:rPr>
      </w:pPr>
      <w:r>
        <w:rPr>
          <w:rtl/>
        </w:rPr>
        <w:t>قوم پرستي، نيشنلزم اور لائيسزم كے زوال سے دنيائے اسلام مي</w:t>
      </w:r>
      <w:r w:rsidR="000A0CDC">
        <w:rPr>
          <w:rtl/>
        </w:rPr>
        <w:t xml:space="preserve">ں </w:t>
      </w:r>
      <w:r>
        <w:rPr>
          <w:rtl/>
        </w:rPr>
        <w:t>اسلام پسندو</w:t>
      </w:r>
      <w:r w:rsidR="000A0CDC">
        <w:rPr>
          <w:rtl/>
        </w:rPr>
        <w:t xml:space="preserve">ں </w:t>
      </w:r>
      <w:r>
        <w:rPr>
          <w:rtl/>
        </w:rPr>
        <w:t>كو قوت بڑھانے كا موقع ملا_ اسلامى انقلاب اور امام خمينى (رہ) كے افكار نے بھى انہي</w:t>
      </w:r>
      <w:r w:rsidR="000A0CDC">
        <w:rPr>
          <w:rtl/>
        </w:rPr>
        <w:t xml:space="preserve">ں </w:t>
      </w:r>
      <w:r>
        <w:rPr>
          <w:rtl/>
        </w:rPr>
        <w:t>بہت متاثر كيا ،عرب دنيا مي</w:t>
      </w:r>
      <w:r w:rsidR="000A0CDC">
        <w:rPr>
          <w:rtl/>
        </w:rPr>
        <w:t xml:space="preserve">ں </w:t>
      </w:r>
      <w:r>
        <w:rPr>
          <w:rtl/>
        </w:rPr>
        <w:t>اسلامى بيدارى كى تحريك كے قائدين مي</w:t>
      </w:r>
      <w:r w:rsidR="000A0CDC">
        <w:rPr>
          <w:rtl/>
        </w:rPr>
        <w:t xml:space="preserve">ں </w:t>
      </w:r>
      <w:r>
        <w:rPr>
          <w:rtl/>
        </w:rPr>
        <w:t>سيدقطب كے افكار كسى حد تك امام (رہ) كے نظريات كے قريب تھے_ آيت اللہ خمينى (رہ) اور سيدقطب دونو</w:t>
      </w:r>
      <w:r w:rsidR="000A0CDC">
        <w:rPr>
          <w:rtl/>
        </w:rPr>
        <w:t xml:space="preserve">ں </w:t>
      </w:r>
      <w:r>
        <w:rPr>
          <w:rtl/>
        </w:rPr>
        <w:t>كى نظر مي</w:t>
      </w:r>
      <w:r w:rsidR="000A0CDC">
        <w:rPr>
          <w:rtl/>
        </w:rPr>
        <w:t xml:space="preserve">ں </w:t>
      </w:r>
      <w:r>
        <w:rPr>
          <w:rtl/>
        </w:rPr>
        <w:t>تمام مسائل كا حل اسلام كى فہم اور سمجھ بوجھ مي</w:t>
      </w:r>
      <w:r w:rsidR="000A0CDC">
        <w:rPr>
          <w:rtl/>
        </w:rPr>
        <w:t xml:space="preserve">ں </w:t>
      </w:r>
      <w:r>
        <w:rPr>
          <w:rtl/>
        </w:rPr>
        <w:t>تھا_ اور دونو</w:t>
      </w:r>
      <w:r w:rsidR="000A0CDC">
        <w:rPr>
          <w:rtl/>
        </w:rPr>
        <w:t xml:space="preserve">ں </w:t>
      </w:r>
      <w:r>
        <w:rPr>
          <w:rtl/>
        </w:rPr>
        <w:t>دنيا كو تقابل كى صورت مي</w:t>
      </w:r>
      <w:r w:rsidR="000A0CDC">
        <w:rPr>
          <w:rtl/>
        </w:rPr>
        <w:t xml:space="preserve">ں </w:t>
      </w:r>
      <w:r>
        <w:rPr>
          <w:rtl/>
        </w:rPr>
        <w:t>يعنى ''ہم ''اور ''وہ ''كى صورت مي</w:t>
      </w:r>
      <w:r w:rsidR="000A0CDC">
        <w:rPr>
          <w:rtl/>
        </w:rPr>
        <w:t xml:space="preserve">ں </w:t>
      </w:r>
      <w:r>
        <w:rPr>
          <w:rtl/>
        </w:rPr>
        <w:t>ملاحظہ كرتے تھے_ آيت اللہ خميني(رہ) نے اس تقابل كے دونو</w:t>
      </w:r>
      <w:r w:rsidR="000A0CDC">
        <w:rPr>
          <w:rtl/>
        </w:rPr>
        <w:t xml:space="preserve">ں </w:t>
      </w:r>
      <w:r>
        <w:rPr>
          <w:rtl/>
        </w:rPr>
        <w:t>كنارو</w:t>
      </w:r>
      <w:r w:rsidR="000A0CDC">
        <w:rPr>
          <w:rtl/>
        </w:rPr>
        <w:t xml:space="preserve">ں </w:t>
      </w:r>
      <w:r>
        <w:rPr>
          <w:rtl/>
        </w:rPr>
        <w:t>كو ''مستكبر ''اور '' مستضعف'' سے تعبير كيا جبكہ سيد قطب نے انہي</w:t>
      </w:r>
      <w:r w:rsidR="000A0CDC">
        <w:rPr>
          <w:rtl/>
        </w:rPr>
        <w:t xml:space="preserve">ں </w:t>
      </w:r>
      <w:r>
        <w:rPr>
          <w:rtl/>
        </w:rPr>
        <w:t>جاہليت اور اسلام سے تعبير كيا_ دونو</w:t>
      </w:r>
      <w:r w:rsidR="000A0CDC">
        <w:rPr>
          <w:rtl/>
        </w:rPr>
        <w:t xml:space="preserve">ں </w:t>
      </w:r>
      <w:r>
        <w:rPr>
          <w:rtl/>
        </w:rPr>
        <w:t>نے دنيا كے وہ مقامات جہا</w:t>
      </w:r>
      <w:r w:rsidR="000A0CDC">
        <w:rPr>
          <w:rtl/>
        </w:rPr>
        <w:t xml:space="preserve">ں </w:t>
      </w:r>
      <w:r>
        <w:rPr>
          <w:rtl/>
        </w:rPr>
        <w:t>اسلامى نظام حكومت موجود نہي</w:t>
      </w:r>
      <w:r w:rsidR="000A0CDC">
        <w:rPr>
          <w:rtl/>
        </w:rPr>
        <w:t xml:space="preserve">ں </w:t>
      </w:r>
      <w:r>
        <w:rPr>
          <w:rtl/>
        </w:rPr>
        <w:t>ہے ( ہم يہا</w:t>
      </w:r>
      <w:r w:rsidR="000A0CDC">
        <w:rPr>
          <w:rtl/>
        </w:rPr>
        <w:t xml:space="preserve">ں </w:t>
      </w:r>
      <w:r>
        <w:rPr>
          <w:rtl/>
        </w:rPr>
        <w:t>يہ بھى اضافہ كري</w:t>
      </w:r>
      <w:r w:rsidR="000A0CDC">
        <w:rPr>
          <w:rtl/>
        </w:rPr>
        <w:t xml:space="preserve">ں </w:t>
      </w:r>
      <w:r>
        <w:rPr>
          <w:rtl/>
        </w:rPr>
        <w:t>گے كہ وہ جگہ جہا</w:t>
      </w:r>
      <w:r w:rsidR="000A0CDC">
        <w:rPr>
          <w:rtl/>
        </w:rPr>
        <w:t xml:space="preserve">ں </w:t>
      </w:r>
      <w:r>
        <w:rPr>
          <w:rtl/>
        </w:rPr>
        <w:t>دينى طور و اطوار رائج نہي</w:t>
      </w:r>
      <w:r w:rsidR="000A0CDC">
        <w:rPr>
          <w:rtl/>
        </w:rPr>
        <w:t xml:space="preserve">ں </w:t>
      </w:r>
      <w:r>
        <w:rPr>
          <w:rtl/>
        </w:rPr>
        <w:t>ہے) وہ جاہليت اور استكبار كا مقام ہے_</w:t>
      </w:r>
      <w:r w:rsidRPr="00F67D4B">
        <w:rPr>
          <w:rStyle w:val="libFootnotenumChar"/>
          <w:rtl/>
        </w:rPr>
        <w:t>(2)</w:t>
      </w:r>
      <w:r>
        <w:rPr>
          <w:rtl/>
        </w:rPr>
        <w:t xml:space="preserve"> </w:t>
      </w:r>
    </w:p>
    <w:p w:rsidR="0061102A" w:rsidRDefault="0061102A" w:rsidP="00BE6934">
      <w:pPr>
        <w:pStyle w:val="libNormal"/>
        <w:rPr>
          <w:rtl/>
        </w:rPr>
      </w:pPr>
      <w:r>
        <w:rPr>
          <w:rtl/>
        </w:rPr>
        <w:t>امام اور سيد قطب جيسے مفكرين كى نظر مي</w:t>
      </w:r>
      <w:r w:rsidR="000A0CDC">
        <w:rPr>
          <w:rtl/>
        </w:rPr>
        <w:t xml:space="preserve">ں </w:t>
      </w:r>
      <w:r>
        <w:rPr>
          <w:rtl/>
        </w:rPr>
        <w:t>اسلام دين بھى ہے اور حكومت بھى ،لہذا مغرب كى اقدار اور رويّے اسلامى اقدار سے ہم آہنگ نہي</w:t>
      </w:r>
      <w:r w:rsidR="000A0CDC">
        <w:rPr>
          <w:rtl/>
        </w:rPr>
        <w:t xml:space="preserve">ں </w:t>
      </w:r>
      <w:r>
        <w:rPr>
          <w:rtl/>
        </w:rPr>
        <w:t xml:space="preserve">ہوسكتے_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بابى سعيد، ہراس بنيادين، ص 105، 109 نيز: </w:t>
      </w:r>
    </w:p>
    <w:p w:rsidR="0061102A" w:rsidRDefault="0061102A" w:rsidP="00BE6934">
      <w:pPr>
        <w:pStyle w:val="libFootnote"/>
      </w:pPr>
      <w:r>
        <w:t>JohnL. Esposito</w:t>
      </w:r>
      <w:r>
        <w:rPr>
          <w:rtl/>
        </w:rPr>
        <w:t xml:space="preserve">، </w:t>
      </w:r>
      <w:r>
        <w:t>The Iranian Revolution: Its Global</w:t>
      </w:r>
      <w:r>
        <w:rPr>
          <w:rtl/>
        </w:rPr>
        <w:t xml:space="preserve">، </w:t>
      </w:r>
      <w:r>
        <w:t>Miami: Florida</w:t>
      </w:r>
      <w:r>
        <w:rPr>
          <w:rtl/>
        </w:rPr>
        <w:t xml:space="preserve">، </w:t>
      </w:r>
      <w:r>
        <w:t>International University Press</w:t>
      </w:r>
      <w:r>
        <w:rPr>
          <w:rtl/>
        </w:rPr>
        <w:t xml:space="preserve">، </w:t>
      </w:r>
      <w:r>
        <w:t>pp. 12-13</w:t>
      </w:r>
      <w:r>
        <w:rPr>
          <w:rtl/>
        </w:rPr>
        <w:t xml:space="preserve">. </w:t>
      </w:r>
    </w:p>
    <w:p w:rsidR="003A04D8" w:rsidRDefault="0061102A" w:rsidP="00BE6934">
      <w:pPr>
        <w:pStyle w:val="libFootnote"/>
        <w:rPr>
          <w:rtl/>
        </w:rPr>
      </w:pPr>
      <w:r>
        <w:rPr>
          <w:rtl/>
        </w:rPr>
        <w:t>2) فرہنگ رجالي، پديدہ جہانى شدن وضعيت بشرى و تمدن اطلاعاتي، ترجمہ عبدالحسين آذرنگ نشر آگاہ ، 1380، ص 69_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73" w:name="_Toc268729"/>
      <w:r>
        <w:rPr>
          <w:rtl/>
        </w:rPr>
        <w:t>2_ ايران مي</w:t>
      </w:r>
      <w:r w:rsidR="000A0CDC">
        <w:rPr>
          <w:rtl/>
        </w:rPr>
        <w:t xml:space="preserve">ں </w:t>
      </w:r>
      <w:r>
        <w:rPr>
          <w:rtl/>
        </w:rPr>
        <w:t>اسلامى بيداري</w:t>
      </w:r>
      <w:bookmarkEnd w:id="173"/>
    </w:p>
    <w:p w:rsidR="0061102A" w:rsidRDefault="0061102A" w:rsidP="00BE6934">
      <w:pPr>
        <w:pStyle w:val="libNormal"/>
        <w:rPr>
          <w:rtl/>
        </w:rPr>
      </w:pPr>
      <w:r>
        <w:rPr>
          <w:rtl/>
        </w:rPr>
        <w:t>تاريخ ايران مي</w:t>
      </w:r>
      <w:r w:rsidR="000A0CDC">
        <w:rPr>
          <w:rtl/>
        </w:rPr>
        <w:t xml:space="preserve">ں </w:t>
      </w:r>
      <w:r>
        <w:rPr>
          <w:rtl/>
        </w:rPr>
        <w:t>آخرى دوصديا</w:t>
      </w:r>
      <w:r w:rsidR="000A0CDC">
        <w:rPr>
          <w:rtl/>
        </w:rPr>
        <w:t xml:space="preserve">ں </w:t>
      </w:r>
      <w:r>
        <w:rPr>
          <w:rtl/>
        </w:rPr>
        <w:t>سياسي، اقتصادي، معاشرتى اور دينى سطح پر مختلف تغيرات اور تبديليو</w:t>
      </w:r>
      <w:r w:rsidR="000A0CDC">
        <w:rPr>
          <w:rtl/>
        </w:rPr>
        <w:t xml:space="preserve">ں </w:t>
      </w:r>
      <w:r>
        <w:rPr>
          <w:rtl/>
        </w:rPr>
        <w:t>كى بناپر_اہم ادوار مي</w:t>
      </w:r>
      <w:r w:rsidR="000A0CDC">
        <w:rPr>
          <w:rtl/>
        </w:rPr>
        <w:t xml:space="preserve">ں </w:t>
      </w:r>
      <w:r>
        <w:rPr>
          <w:rtl/>
        </w:rPr>
        <w:t>سے شمار ہوتى ہي</w:t>
      </w:r>
      <w:r w:rsidR="000A0CDC">
        <w:rPr>
          <w:rtl/>
        </w:rPr>
        <w:t xml:space="preserve">ں </w:t>
      </w:r>
      <w:r>
        <w:rPr>
          <w:rtl/>
        </w:rPr>
        <w:t>يہ دور كہ جسے '' تاريخ معاصر ايران'' كے عنوان سے شہرت حاصل ہوئي ايران مي</w:t>
      </w:r>
      <w:r w:rsidR="000A0CDC">
        <w:rPr>
          <w:rtl/>
        </w:rPr>
        <w:t xml:space="preserve">ں </w:t>
      </w:r>
      <w:r>
        <w:rPr>
          <w:rtl/>
        </w:rPr>
        <w:t xml:space="preserve">قاجاريہ سلسلہ حكومت كے آغاز سے شروع ہوا_ </w:t>
      </w:r>
    </w:p>
    <w:p w:rsidR="0061102A" w:rsidRDefault="0061102A" w:rsidP="00BE6934">
      <w:pPr>
        <w:pStyle w:val="libNormal"/>
        <w:rPr>
          <w:rtl/>
        </w:rPr>
      </w:pPr>
      <w:r>
        <w:rPr>
          <w:rtl/>
        </w:rPr>
        <w:t>ايسى حالت مي</w:t>
      </w:r>
      <w:r w:rsidR="000A0CDC">
        <w:rPr>
          <w:rtl/>
        </w:rPr>
        <w:t xml:space="preserve">ں </w:t>
      </w:r>
      <w:r>
        <w:rPr>
          <w:rtl/>
        </w:rPr>
        <w:t>جبكہ قاجار خاندان مملكت ايران پر پرانے رسم و رواج كے تحت بغير لوگو</w:t>
      </w:r>
      <w:r w:rsidR="000A0CDC">
        <w:rPr>
          <w:rtl/>
        </w:rPr>
        <w:t xml:space="preserve">ں </w:t>
      </w:r>
      <w:r>
        <w:rPr>
          <w:rtl/>
        </w:rPr>
        <w:t>كى رائے اور شراكت كے اپنى آخرى قبايلى حكومت كو مستحكم كرنے مي</w:t>
      </w:r>
      <w:r w:rsidR="000A0CDC">
        <w:rPr>
          <w:rtl/>
        </w:rPr>
        <w:t xml:space="preserve">ں </w:t>
      </w:r>
      <w:r>
        <w:rPr>
          <w:rtl/>
        </w:rPr>
        <w:t>لگے ہوئے تھے دنيا كے ايك اوركو نے مي</w:t>
      </w:r>
      <w:r w:rsidR="000A0CDC">
        <w:rPr>
          <w:rtl/>
        </w:rPr>
        <w:t xml:space="preserve">ں </w:t>
      </w:r>
      <w:r>
        <w:rPr>
          <w:rtl/>
        </w:rPr>
        <w:t>فرانس كا عظيم انقلاب آچكا تھاااور وہ لوگ نئے افكار اور نظام سے لوگو</w:t>
      </w:r>
      <w:r w:rsidR="000A0CDC">
        <w:rPr>
          <w:rtl/>
        </w:rPr>
        <w:t xml:space="preserve">ں </w:t>
      </w:r>
      <w:r>
        <w:rPr>
          <w:rtl/>
        </w:rPr>
        <w:t>كو متعارف كروا رہے تھے ،جسكى سب سے اہم خصوصيت سياسى طاقت كى مركزيت ايك فرد كى آمرانہ حكومت كے نظام سے ہٹاتے ہوئے جمہوريت اور ڈيموكريسى كى صورت مي</w:t>
      </w:r>
      <w:r w:rsidR="000A0CDC">
        <w:rPr>
          <w:rtl/>
        </w:rPr>
        <w:t xml:space="preserve">ں </w:t>
      </w:r>
      <w:r>
        <w:rPr>
          <w:rtl/>
        </w:rPr>
        <w:t xml:space="preserve">لانا تھا_ </w:t>
      </w:r>
    </w:p>
    <w:p w:rsidR="0061102A" w:rsidRDefault="0061102A" w:rsidP="00BE6934">
      <w:pPr>
        <w:pStyle w:val="libNormal"/>
        <w:rPr>
          <w:rtl/>
        </w:rPr>
      </w:pPr>
      <w:r>
        <w:rPr>
          <w:rtl/>
        </w:rPr>
        <w:t>اس حساس دور مي</w:t>
      </w:r>
      <w:r w:rsidR="000A0CDC">
        <w:rPr>
          <w:rtl/>
        </w:rPr>
        <w:t xml:space="preserve">ں </w:t>
      </w:r>
      <w:r>
        <w:rPr>
          <w:rtl/>
        </w:rPr>
        <w:t>قاجارى ايك دھائي تك تخت و تاج پر قبضہ كرنے كى كشمكش كے بعد بھى كوئي نيا نظام سامنے نہ لاسكے بلكہ انہو</w:t>
      </w:r>
      <w:r w:rsidR="000A0CDC">
        <w:rPr>
          <w:rtl/>
        </w:rPr>
        <w:t xml:space="preserve">ں </w:t>
      </w:r>
      <w:r>
        <w:rPr>
          <w:rtl/>
        </w:rPr>
        <w:t>نے اسى انداز سے اپنى مرضى اور ارادہ كو ان حالات پر مسلط كيا اور حكومتى عہدو</w:t>
      </w:r>
      <w:r w:rsidR="000A0CDC">
        <w:rPr>
          <w:rtl/>
        </w:rPr>
        <w:t xml:space="preserve">ں </w:t>
      </w:r>
      <w:r>
        <w:rPr>
          <w:rtl/>
        </w:rPr>
        <w:t>كو اپنے افراد مي</w:t>
      </w:r>
      <w:r w:rsidR="000A0CDC">
        <w:rPr>
          <w:rtl/>
        </w:rPr>
        <w:t xml:space="preserve">ں </w:t>
      </w:r>
      <w:r>
        <w:rPr>
          <w:rtl/>
        </w:rPr>
        <w:t>تقسيم كرديا اور حكومت اسى طرح بادشاہى نظام مي</w:t>
      </w:r>
      <w:r w:rsidR="000A0CDC">
        <w:rPr>
          <w:rtl/>
        </w:rPr>
        <w:t xml:space="preserve">ں </w:t>
      </w:r>
      <w:r>
        <w:rPr>
          <w:rtl/>
        </w:rPr>
        <w:t>آمرانہ بنيادو</w:t>
      </w:r>
      <w:r w:rsidR="000A0CDC">
        <w:rPr>
          <w:rtl/>
        </w:rPr>
        <w:t xml:space="preserve">ں </w:t>
      </w:r>
      <w:r>
        <w:rPr>
          <w:rtl/>
        </w:rPr>
        <w:t xml:space="preserve">پر جارى رہي_ </w:t>
      </w:r>
      <w:r w:rsidRPr="00F67D4B">
        <w:rPr>
          <w:rStyle w:val="libFootnotenumChar"/>
          <w:rtl/>
        </w:rPr>
        <w:t>(1)</w:t>
      </w:r>
      <w:r>
        <w:rPr>
          <w:rtl/>
        </w:rPr>
        <w:t xml:space="preserve"> اقتصادى حوالے سے حكومت سابقہ ادوار كى مانند سب سے بڑى حيثيت كى مالك تھى ،لوگو</w:t>
      </w:r>
      <w:r w:rsidR="000A0CDC">
        <w:rPr>
          <w:rtl/>
        </w:rPr>
        <w:t xml:space="preserve">ں </w:t>
      </w:r>
      <w:r>
        <w:rPr>
          <w:rtl/>
        </w:rPr>
        <w:t>كى اقتصادى اور معاشرتى زندگى كى باگ دوڑ حكومت كے پاس تھى اوردر آمدات كے ذخائر مي</w:t>
      </w:r>
      <w:r w:rsidR="000A0CDC">
        <w:rPr>
          <w:rtl/>
        </w:rPr>
        <w:t xml:space="preserve">ں </w:t>
      </w:r>
      <w:r>
        <w:rPr>
          <w:rtl/>
        </w:rPr>
        <w:t>بادشاہ لا محدود حقوق كامالك تھا اسى طرح اسكے زير حكومت سرزمين كے افراد كى جان و مال سب عملى طور پر اسكى مرضى اور منشاكے تحت تھے_</w:t>
      </w:r>
      <w:r w:rsidRPr="00F67D4B">
        <w:rPr>
          <w:rStyle w:val="libFootnotenumChar"/>
          <w:rtl/>
        </w:rPr>
        <w:t>(2)</w:t>
      </w:r>
      <w:r>
        <w:rPr>
          <w:rtl/>
        </w:rPr>
        <w:t xml:space="preserve"> </w:t>
      </w:r>
    </w:p>
    <w:p w:rsidR="0061102A" w:rsidRDefault="0061102A" w:rsidP="00BE6934">
      <w:pPr>
        <w:pStyle w:val="libNormal"/>
        <w:rPr>
          <w:rtl/>
        </w:rPr>
      </w:pPr>
      <w:r>
        <w:rPr>
          <w:rtl/>
        </w:rPr>
        <w:t>ايران يورپ سے اگر چہ دور تھا جو طاقتور ممالك كى رقابتو</w:t>
      </w:r>
      <w:r w:rsidR="000A0CDC">
        <w:rPr>
          <w:rtl/>
        </w:rPr>
        <w:t xml:space="preserve">ں </w:t>
      </w:r>
      <w:r>
        <w:rPr>
          <w:rtl/>
        </w:rPr>
        <w:t>كا مركز تھا ليكن انگريزو</w:t>
      </w:r>
      <w:r w:rsidR="000A0CDC">
        <w:rPr>
          <w:rtl/>
        </w:rPr>
        <w:t xml:space="preserve">ں </w:t>
      </w:r>
      <w:r>
        <w:rPr>
          <w:rtl/>
        </w:rPr>
        <w:t xml:space="preserve">كے ما تحت ہندوستان كى ہمسايگى كى وجہ سے اور يہ كہ ايران ہندوستان پر تسلط كيلئے بہترين تزويرى محل وقوع كا حامل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ويلم فلور، جستارہايى از تاريخ اجتماعى ايران در عصر قاجار، ترجمہ ابوالقاسم سرى تہران، توس، ج 2 ، ص 20_ </w:t>
      </w:r>
    </w:p>
    <w:p w:rsidR="003A04D8" w:rsidRDefault="0061102A" w:rsidP="00BE6934">
      <w:pPr>
        <w:pStyle w:val="libFootnote"/>
        <w:rPr>
          <w:rtl/>
        </w:rPr>
      </w:pPr>
      <w:r>
        <w:rPr>
          <w:rtl/>
        </w:rPr>
        <w:t>2) احمد سيف، اقتصاد ايران در قرن نوزدہم ، تہران ، نشر چشمہ 1373، ص 49_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تھا (وہ ہندوستان جودنيا مي</w:t>
      </w:r>
      <w:r w:rsidR="000A0CDC">
        <w:rPr>
          <w:rtl/>
        </w:rPr>
        <w:t xml:space="preserve">ں </w:t>
      </w:r>
      <w:r>
        <w:rPr>
          <w:rtl/>
        </w:rPr>
        <w:t>انگلستان كى سياست ، اقتصاد اور طاقت كا سرچشمہ تھا) فتح على شاہ قاجار كے زمانہ سے ايكدم استعمارى ممالك كى توجہ كا مركزبن گيا_ ديگر ممالك سے ايران كے خارجہ تعلقات كے سلسلے مي</w:t>
      </w:r>
      <w:r w:rsidR="000A0CDC">
        <w:rPr>
          <w:rtl/>
        </w:rPr>
        <w:t xml:space="preserve">ں </w:t>
      </w:r>
      <w:r>
        <w:rPr>
          <w:rtl/>
        </w:rPr>
        <w:t>نہ چاہتے ہوئے بھى كسى طرح سے روس، فرانس اور انگلستان بھى داخل ہوگئے اورايرانى حكومت اور معاشرتى نظام مي</w:t>
      </w:r>
      <w:r w:rsidR="000A0CDC">
        <w:rPr>
          <w:rtl/>
        </w:rPr>
        <w:t xml:space="preserve">ں </w:t>
      </w:r>
      <w:r>
        <w:rPr>
          <w:rtl/>
        </w:rPr>
        <w:t>كمزوريو</w:t>
      </w:r>
      <w:r w:rsidR="000A0CDC">
        <w:rPr>
          <w:rtl/>
        </w:rPr>
        <w:t xml:space="preserve">ں </w:t>
      </w:r>
      <w:r>
        <w:rPr>
          <w:rtl/>
        </w:rPr>
        <w:t>كے باعث ان ممالك سے روابط غير متوازن ہوگئے كہ جسكا نتيجہ استعمارى معاہدو</w:t>
      </w:r>
      <w:r w:rsidR="000A0CDC">
        <w:rPr>
          <w:rtl/>
        </w:rPr>
        <w:t xml:space="preserve">ں </w:t>
      </w:r>
      <w:r>
        <w:rPr>
          <w:rtl/>
        </w:rPr>
        <w:t>كو مسلط كرنا اور مملكت ايران كے شمال اور مشرق مي</w:t>
      </w:r>
      <w:r w:rsidR="000A0CDC">
        <w:rPr>
          <w:rtl/>
        </w:rPr>
        <w:t xml:space="preserve">ں </w:t>
      </w:r>
      <w:r>
        <w:rPr>
          <w:rtl/>
        </w:rPr>
        <w:t>اہم علاقو</w:t>
      </w:r>
      <w:r w:rsidR="000A0CDC">
        <w:rPr>
          <w:rtl/>
        </w:rPr>
        <w:t xml:space="preserve">ں </w:t>
      </w:r>
      <w:r>
        <w:rPr>
          <w:rtl/>
        </w:rPr>
        <w:t>كا اس سے جدا ہونے كى صورت مي</w:t>
      </w:r>
      <w:r w:rsidR="000A0CDC">
        <w:rPr>
          <w:rtl/>
        </w:rPr>
        <w:t xml:space="preserve">ں </w:t>
      </w:r>
      <w:r>
        <w:rPr>
          <w:rtl/>
        </w:rPr>
        <w:t xml:space="preserve">نكلا_ </w:t>
      </w:r>
    </w:p>
    <w:p w:rsidR="0061102A" w:rsidRDefault="0061102A" w:rsidP="00BE6934">
      <w:pPr>
        <w:pStyle w:val="libNormal"/>
        <w:rPr>
          <w:rtl/>
        </w:rPr>
      </w:pPr>
      <w:r>
        <w:rPr>
          <w:rtl/>
        </w:rPr>
        <w:t>بڑى طاقتو</w:t>
      </w:r>
      <w:r w:rsidR="000A0CDC">
        <w:rPr>
          <w:rtl/>
        </w:rPr>
        <w:t xml:space="preserve">ں </w:t>
      </w:r>
      <w:r>
        <w:rPr>
          <w:rtl/>
        </w:rPr>
        <w:t>بالخصوص روس اور انگلينڈ كے مقابلے مي</w:t>
      </w:r>
      <w:r w:rsidR="000A0CDC">
        <w:rPr>
          <w:rtl/>
        </w:rPr>
        <w:t xml:space="preserve">ں </w:t>
      </w:r>
      <w:r>
        <w:rPr>
          <w:rtl/>
        </w:rPr>
        <w:t>ايران كى شكست سے بتدريج سب سے پہلے مروجہ سياسى نظام اور پھر معاشرتى سطح پر غير رسمى نظام مي</w:t>
      </w:r>
      <w:r w:rsidR="000A0CDC">
        <w:rPr>
          <w:rtl/>
        </w:rPr>
        <w:t xml:space="preserve">ں </w:t>
      </w:r>
      <w:r>
        <w:rPr>
          <w:rtl/>
        </w:rPr>
        <w:t>اہم تبديليا</w:t>
      </w:r>
      <w:r w:rsidR="000A0CDC">
        <w:rPr>
          <w:rtl/>
        </w:rPr>
        <w:t xml:space="preserve">ں </w:t>
      </w:r>
      <w:r>
        <w:rPr>
          <w:rtl/>
        </w:rPr>
        <w:t>پيدا ہوئي</w:t>
      </w:r>
      <w:r w:rsidR="000A0CDC">
        <w:rPr>
          <w:rtl/>
        </w:rPr>
        <w:t xml:space="preserve">ں </w:t>
      </w:r>
      <w:r>
        <w:rPr>
          <w:rtl/>
        </w:rPr>
        <w:t>،يہ اہم تبديليا</w:t>
      </w:r>
      <w:r w:rsidR="000A0CDC">
        <w:rPr>
          <w:rtl/>
        </w:rPr>
        <w:t xml:space="preserve">ں </w:t>
      </w:r>
      <w:r>
        <w:rPr>
          <w:rtl/>
        </w:rPr>
        <w:t>مندرجہ ذيل ہي</w:t>
      </w:r>
      <w:r w:rsidR="000A0CDC">
        <w:rPr>
          <w:rtl/>
        </w:rPr>
        <w:t xml:space="preserve">ں </w:t>
      </w:r>
      <w:r>
        <w:rPr>
          <w:rtl/>
        </w:rPr>
        <w:t>:اصلاحات كا حتمى طور پر عسكرى اور صنعتى شعبو</w:t>
      </w:r>
      <w:r w:rsidR="000A0CDC">
        <w:rPr>
          <w:rtl/>
        </w:rPr>
        <w:t xml:space="preserve">ں </w:t>
      </w:r>
      <w:r>
        <w:rPr>
          <w:rtl/>
        </w:rPr>
        <w:t>مي</w:t>
      </w:r>
      <w:r w:rsidR="000A0CDC">
        <w:rPr>
          <w:rtl/>
        </w:rPr>
        <w:t xml:space="preserve">ں </w:t>
      </w:r>
      <w:r>
        <w:rPr>
          <w:rtl/>
        </w:rPr>
        <w:t>جارى ہونا اور پھر ديگر شعبو</w:t>
      </w:r>
      <w:r w:rsidR="000A0CDC">
        <w:rPr>
          <w:rtl/>
        </w:rPr>
        <w:t xml:space="preserve">ں </w:t>
      </w:r>
      <w:r>
        <w:rPr>
          <w:rtl/>
        </w:rPr>
        <w:t>بالخصوص سياسى سطح پر جارى ہونا ،اسى طرح اسلام اور دين كى اساس كى حفاظت كيلئے اسلامى بيدارى كے احساسات كا ظاہر ہونا اور اندرونى آمريت كامقابلہ كيا جانا اور غير ملكى استعمارگرو</w:t>
      </w:r>
      <w:r w:rsidR="000A0CDC">
        <w:rPr>
          <w:rtl/>
        </w:rPr>
        <w:t xml:space="preserve">ں </w:t>
      </w:r>
      <w:r>
        <w:rPr>
          <w:rtl/>
        </w:rPr>
        <w:t>سے سامنا كى صورت مي</w:t>
      </w:r>
      <w:r w:rsidR="000A0CDC">
        <w:rPr>
          <w:rtl/>
        </w:rPr>
        <w:t xml:space="preserve">ں </w:t>
      </w:r>
      <w:r>
        <w:rPr>
          <w:rtl/>
        </w:rPr>
        <w:t>قاعدہ ''نفى سبيل ''كا استعمال مي</w:t>
      </w:r>
      <w:r w:rsidR="000A0CDC">
        <w:rPr>
          <w:rtl/>
        </w:rPr>
        <w:t xml:space="preserve">ں </w:t>
      </w:r>
      <w:r>
        <w:rPr>
          <w:rtl/>
        </w:rPr>
        <w:t>لانا ... ہمارا اس تحرير مي</w:t>
      </w:r>
      <w:r w:rsidR="000A0CDC">
        <w:rPr>
          <w:rtl/>
        </w:rPr>
        <w:t xml:space="preserve">ں </w:t>
      </w:r>
      <w:r>
        <w:rPr>
          <w:rtl/>
        </w:rPr>
        <w:t>ہدف يہ ہے كہ تاريخ معاصر ايران مي</w:t>
      </w:r>
      <w:r w:rsidR="000A0CDC">
        <w:rPr>
          <w:rtl/>
        </w:rPr>
        <w:t xml:space="preserve">ں </w:t>
      </w:r>
      <w:r>
        <w:rPr>
          <w:rtl/>
        </w:rPr>
        <w:t xml:space="preserve">اسلامى بيدارى اور اسكے نشيب و فراز كا تجزيہ كيا جائے_ </w:t>
      </w:r>
    </w:p>
    <w:p w:rsidR="0061102A" w:rsidRDefault="0061102A" w:rsidP="00BE6934">
      <w:pPr>
        <w:pStyle w:val="libNormal"/>
        <w:rPr>
          <w:rtl/>
        </w:rPr>
      </w:pPr>
      <w:r>
        <w:rPr>
          <w:rtl/>
        </w:rPr>
        <w:t>قاجارى حكومت كے اوائل مي</w:t>
      </w:r>
      <w:r w:rsidR="000A0CDC">
        <w:rPr>
          <w:rtl/>
        </w:rPr>
        <w:t xml:space="preserve">ں </w:t>
      </w:r>
      <w:r>
        <w:rPr>
          <w:rtl/>
        </w:rPr>
        <w:t>ايرانى معاشرہ مي</w:t>
      </w:r>
      <w:r w:rsidR="000A0CDC">
        <w:rPr>
          <w:rtl/>
        </w:rPr>
        <w:t xml:space="preserve">ں </w:t>
      </w:r>
      <w:r>
        <w:rPr>
          <w:rtl/>
        </w:rPr>
        <w:t>مذہبى قوتو</w:t>
      </w:r>
      <w:r w:rsidR="000A0CDC">
        <w:rPr>
          <w:rtl/>
        </w:rPr>
        <w:t xml:space="preserve">ں </w:t>
      </w:r>
      <w:r>
        <w:rPr>
          <w:rtl/>
        </w:rPr>
        <w:t>بالخصوص مراجع تقليد كا ہميشہ كيلئے مذہبى قائدين كے عنوان سے سامنے آنے كے اسباب فراہم ہوچكے تھے نيز شيعہ علمى و دينى مراكزمي</w:t>
      </w:r>
      <w:r w:rsidR="000A0CDC">
        <w:rPr>
          <w:rtl/>
        </w:rPr>
        <w:t xml:space="preserve">ں </w:t>
      </w:r>
      <w:r>
        <w:rPr>
          <w:rtl/>
        </w:rPr>
        <w:t>اہم تبديلى رونما ہوچكى تھى ، يہ تبديلى مجتہدين كى محدثين پر فتح با الفاظ ديگر اجتہادى اور اصولى روش كا حديثى اور اخبارى روش پر غلبہ تھا</w:t>
      </w:r>
      <w:r w:rsidRPr="00F67D4B">
        <w:rPr>
          <w:rStyle w:val="libFootnotenumChar"/>
          <w:rtl/>
        </w:rPr>
        <w:t>(1)</w:t>
      </w:r>
      <w:r>
        <w:rPr>
          <w:rtl/>
        </w:rPr>
        <w:t xml:space="preserve"> اجتہادى مكتب كو زندہ كرنے كے ليے وحيد بہبہانى كى كوششو</w:t>
      </w:r>
      <w:r w:rsidR="000A0CDC">
        <w:rPr>
          <w:rtl/>
        </w:rPr>
        <w:t xml:space="preserve">ں </w:t>
      </w:r>
      <w:r>
        <w:rPr>
          <w:rtl/>
        </w:rPr>
        <w:t>كى اہميت يہ تھى كہ انہو</w:t>
      </w:r>
      <w:r w:rsidR="000A0CDC">
        <w:rPr>
          <w:rtl/>
        </w:rPr>
        <w:t xml:space="preserve">ں </w:t>
      </w:r>
      <w:r>
        <w:rPr>
          <w:rtl/>
        </w:rPr>
        <w:t>نے ايسے شاگردو</w:t>
      </w:r>
      <w:r w:rsidR="000A0CDC">
        <w:rPr>
          <w:rtl/>
        </w:rPr>
        <w:t xml:space="preserve">ں </w:t>
      </w:r>
      <w:r>
        <w:rPr>
          <w:rtl/>
        </w:rPr>
        <w:t>كى تربيت كى كہ جنہو</w:t>
      </w:r>
      <w:r w:rsidR="000A0CDC">
        <w:rPr>
          <w:rtl/>
        </w:rPr>
        <w:t xml:space="preserve">ں </w:t>
      </w:r>
      <w:r>
        <w:rPr>
          <w:rtl/>
        </w:rPr>
        <w:t>نے ا سلامى بيدارى كى تحريك مي</w:t>
      </w:r>
      <w:r w:rsidR="000A0CDC">
        <w:rPr>
          <w:rtl/>
        </w:rPr>
        <w:t xml:space="preserve">ں </w:t>
      </w:r>
      <w:r>
        <w:rPr>
          <w:rtl/>
        </w:rPr>
        <w:t xml:space="preserve">اہم كردار ادا كيا_ مثلا كاشف الغطاء ملا مہدى اور ملا احمد نراقي_ </w:t>
      </w:r>
      <w:r w:rsidRPr="00F67D4B">
        <w:rPr>
          <w:rStyle w:val="libFootnotenumChar"/>
          <w:rtl/>
        </w:rPr>
        <w:t>(2)</w:t>
      </w:r>
      <w:r>
        <w:rPr>
          <w:rtl/>
        </w:rPr>
        <w:t xml:space="preserve">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آقا احمد كرمانشاہي، مرآت الاحوال جہانما، بہ تصحيح و اہتمام على دوانى ، تہران ، مركز اسناد انقلاب اسلامى ، 1375، ص 110_ </w:t>
      </w:r>
    </w:p>
    <w:p w:rsidR="0061102A" w:rsidRDefault="0061102A" w:rsidP="00BE6934">
      <w:pPr>
        <w:pStyle w:val="libFootnote"/>
        <w:rPr>
          <w:rtl/>
        </w:rPr>
      </w:pPr>
      <w:r>
        <w:rPr>
          <w:rtl/>
        </w:rPr>
        <w:t>2) روح اللہ حسنيان ، چہاردہ قرن تلاش شيعہ براى ماندن و توسعہ، تہران، مركز اسناد انقلاب اسلامي، ج دوم 1382، ص 195_ 194_</w:t>
      </w:r>
    </w:p>
    <w:p w:rsidR="003A04D8" w:rsidRDefault="003A04D8" w:rsidP="00BE6934">
      <w:pPr>
        <w:pStyle w:val="libNormal"/>
        <w:rPr>
          <w:rtl/>
        </w:rPr>
      </w:pPr>
      <w:r>
        <w:rPr>
          <w:rtl/>
        </w:rPr>
        <w:br w:type="page"/>
      </w:r>
    </w:p>
    <w:p w:rsidR="003A04D8" w:rsidRDefault="003A04D8" w:rsidP="00BE6934">
      <w:pPr>
        <w:pStyle w:val="libNormal"/>
        <w:rPr>
          <w:rtl/>
        </w:rPr>
      </w:pPr>
    </w:p>
    <w:p w:rsidR="0061102A" w:rsidRDefault="0061102A" w:rsidP="00BE6934">
      <w:pPr>
        <w:pStyle w:val="libNormal"/>
        <w:rPr>
          <w:rtl/>
        </w:rPr>
      </w:pPr>
      <w:r>
        <w:rPr>
          <w:rtl/>
        </w:rPr>
        <w:t xml:space="preserve"> متعدد تاليفات اور بنيادى امور جنہي</w:t>
      </w:r>
      <w:r w:rsidR="000A0CDC">
        <w:rPr>
          <w:rtl/>
        </w:rPr>
        <w:t xml:space="preserve">ں </w:t>
      </w:r>
      <w:r>
        <w:rPr>
          <w:rtl/>
        </w:rPr>
        <w:t>اسلامى بيدارى اور اصولى مكتب كے فكرى مقدمات كى حيثيت حاصل تھى _ طے كرنے كے بعد عملى مرحلہ شروع ہوا اس زمانہ مي</w:t>
      </w:r>
      <w:r w:rsidR="000A0CDC">
        <w:rPr>
          <w:rtl/>
        </w:rPr>
        <w:t xml:space="preserve">ں </w:t>
      </w:r>
      <w:r>
        <w:rPr>
          <w:rtl/>
        </w:rPr>
        <w:t>شيعہ علماء كو '' بيرونى استعمار '' كے عنصر كا سامنا كرنا پڑا_ علماء نے ان بيرونى تسلط پسندو</w:t>
      </w:r>
      <w:r w:rsidR="000A0CDC">
        <w:rPr>
          <w:rtl/>
        </w:rPr>
        <w:t xml:space="preserve">ں </w:t>
      </w:r>
      <w:r>
        <w:rPr>
          <w:rtl/>
        </w:rPr>
        <w:t>كے مد مقابل فقہى قانون'' نفى سبيل'' كا سہارا ليتے ہوئے محاذقائم كيا_ اس فقہى قانو</w:t>
      </w:r>
      <w:r w:rsidR="000A0CDC">
        <w:rPr>
          <w:rtl/>
        </w:rPr>
        <w:t xml:space="preserve">ں </w:t>
      </w:r>
      <w:r>
        <w:rPr>
          <w:rtl/>
        </w:rPr>
        <w:t xml:space="preserve">كى اساس يہ قرآنى آيت ہے'' لن يجعل اللہ للكافرين على المومنين سبيلاً'' </w:t>
      </w:r>
      <w:r w:rsidRPr="00F67D4B">
        <w:rPr>
          <w:rStyle w:val="libFootnotenumChar"/>
          <w:rtl/>
        </w:rPr>
        <w:t>(1)</w:t>
      </w:r>
      <w:r>
        <w:rPr>
          <w:rtl/>
        </w:rPr>
        <w:t xml:space="preserve"> يہ آيت مسلمانو</w:t>
      </w:r>
      <w:r w:rsidR="000A0CDC">
        <w:rPr>
          <w:rtl/>
        </w:rPr>
        <w:t xml:space="preserve">ں </w:t>
      </w:r>
      <w:r>
        <w:rPr>
          <w:rtl/>
        </w:rPr>
        <w:t>پر كفار كے تسلط كى نفى كر رہى ہے_ جديد شيعہ انقلابى نظريہ مي</w:t>
      </w:r>
      <w:r w:rsidR="000A0CDC">
        <w:rPr>
          <w:rtl/>
        </w:rPr>
        <w:t xml:space="preserve">ں </w:t>
      </w:r>
      <w:r>
        <w:rPr>
          <w:rtl/>
        </w:rPr>
        <w:t>ايسى تعابيركہ جو آرام و سكون اور تسليم و پسپائي كى طرف دعوت ديتى تھي</w:t>
      </w:r>
      <w:r w:rsidR="000A0CDC">
        <w:rPr>
          <w:rtl/>
        </w:rPr>
        <w:t xml:space="preserve">ں </w:t>
      </w:r>
      <w:r>
        <w:rPr>
          <w:rtl/>
        </w:rPr>
        <w:t>انہي</w:t>
      </w:r>
      <w:r w:rsidR="000A0CDC">
        <w:rPr>
          <w:rtl/>
        </w:rPr>
        <w:t xml:space="preserve">ں </w:t>
      </w:r>
      <w:r>
        <w:rPr>
          <w:rtl/>
        </w:rPr>
        <w:t xml:space="preserve">ترك كرديا گيا اور انكى جگہ مبارزانہ اور انقلاب پسند جذبات نے لے لي_ </w:t>
      </w:r>
      <w:r w:rsidRPr="00F67D4B">
        <w:rPr>
          <w:rStyle w:val="libFootnotenumChar"/>
          <w:rtl/>
        </w:rPr>
        <w:t>(2)</w:t>
      </w:r>
      <w:r>
        <w:rPr>
          <w:rtl/>
        </w:rPr>
        <w:t xml:space="preserve"> </w:t>
      </w:r>
    </w:p>
    <w:p w:rsidR="0061102A" w:rsidRDefault="0061102A" w:rsidP="00BE6934">
      <w:pPr>
        <w:pStyle w:val="libNormal"/>
        <w:rPr>
          <w:rtl/>
        </w:rPr>
      </w:pPr>
      <w:r>
        <w:rPr>
          <w:rtl/>
        </w:rPr>
        <w:t>فتحعلى شاہ قاجار كے زمانہ مي</w:t>
      </w:r>
      <w:r w:rsidR="000A0CDC">
        <w:rPr>
          <w:rtl/>
        </w:rPr>
        <w:t xml:space="preserve">ں </w:t>
      </w:r>
      <w:r>
        <w:rPr>
          <w:rtl/>
        </w:rPr>
        <w:t>ايران اور روس كے درميان جنگو</w:t>
      </w:r>
      <w:r w:rsidR="000A0CDC">
        <w:rPr>
          <w:rtl/>
        </w:rPr>
        <w:t xml:space="preserve">ں </w:t>
      </w:r>
      <w:r>
        <w:rPr>
          <w:rtl/>
        </w:rPr>
        <w:t>مي</w:t>
      </w:r>
      <w:r w:rsidR="000A0CDC">
        <w:rPr>
          <w:rtl/>
        </w:rPr>
        <w:t xml:space="preserve">ں </w:t>
      </w:r>
      <w:r>
        <w:rPr>
          <w:rtl/>
        </w:rPr>
        <w:t>ايران كى شكست كے بعد روس كا ايران كے ايك وسيع علاقہ پر قابض ہونے پر اصول پسند علماء كى طرف رد عمل كا اظہار تاريخ معاصر ايران مي</w:t>
      </w:r>
      <w:r w:rsidR="000A0CDC">
        <w:rPr>
          <w:rtl/>
        </w:rPr>
        <w:t xml:space="preserve">ں </w:t>
      </w:r>
      <w:r>
        <w:rPr>
          <w:rtl/>
        </w:rPr>
        <w:t xml:space="preserve">اصولى علماء كى طرف سے پہلى عملى مد اخلت شمار ہوتى ہے_ </w:t>
      </w:r>
    </w:p>
    <w:p w:rsidR="0061102A" w:rsidRDefault="0061102A" w:rsidP="00BE6934">
      <w:pPr>
        <w:pStyle w:val="libNormal"/>
        <w:rPr>
          <w:rtl/>
        </w:rPr>
      </w:pPr>
      <w:r>
        <w:rPr>
          <w:rtl/>
        </w:rPr>
        <w:t>علماء نے روس كے ساتھ جنگ كوجہاد كا عنوان ديا_ كہا جاتا ہے كہ ايران و روس كے درميان جنگو</w:t>
      </w:r>
      <w:r w:rsidR="000A0CDC">
        <w:rPr>
          <w:rtl/>
        </w:rPr>
        <w:t xml:space="preserve">ں </w:t>
      </w:r>
      <w:r>
        <w:rPr>
          <w:rtl/>
        </w:rPr>
        <w:t>سے قبل بھى جہاد كے افكار ايرانى معاشرہ مي</w:t>
      </w:r>
      <w:r w:rsidR="000A0CDC">
        <w:rPr>
          <w:rtl/>
        </w:rPr>
        <w:t xml:space="preserve">ں </w:t>
      </w:r>
      <w:r>
        <w:rPr>
          <w:rtl/>
        </w:rPr>
        <w:t>موجود تھے ايران كے ساتھ دفاعى قرار دادو</w:t>
      </w:r>
      <w:r w:rsidR="000A0CDC">
        <w:rPr>
          <w:rtl/>
        </w:rPr>
        <w:t xml:space="preserve">ں </w:t>
      </w:r>
      <w:r>
        <w:rPr>
          <w:rtl/>
        </w:rPr>
        <w:t>كے باوجود انگريزو</w:t>
      </w:r>
      <w:r w:rsidR="000A0CDC">
        <w:rPr>
          <w:rtl/>
        </w:rPr>
        <w:t xml:space="preserve">ں </w:t>
      </w:r>
      <w:r>
        <w:rPr>
          <w:rtl/>
        </w:rPr>
        <w:t>اور فرانسيسيو</w:t>
      </w:r>
      <w:r w:rsidR="000A0CDC">
        <w:rPr>
          <w:rtl/>
        </w:rPr>
        <w:t xml:space="preserve">ں </w:t>
      </w:r>
      <w:r>
        <w:rPr>
          <w:rtl/>
        </w:rPr>
        <w:t>كا ايران پر روس كے حملے كے دوران ايران كى حمايت نہ كرنا اور روس سے ايران كى شكست كے بعد حكومت قاجاريہ اس نتيجہ پر پہنچى كہ مسلمانو</w:t>
      </w:r>
      <w:r w:rsidR="000A0CDC">
        <w:rPr>
          <w:rtl/>
        </w:rPr>
        <w:t xml:space="preserve">ں </w:t>
      </w:r>
      <w:r>
        <w:rPr>
          <w:rtl/>
        </w:rPr>
        <w:t>كى سرزمين سے روسى افواج كو دھكيلنے كے ليے علماء شيعہ كى مدد ليے بغير چارہ نہي</w:t>
      </w:r>
      <w:r w:rsidR="000A0CDC">
        <w:rPr>
          <w:rtl/>
        </w:rPr>
        <w:t xml:space="preserve">ں </w:t>
      </w:r>
      <w:r>
        <w:rPr>
          <w:rtl/>
        </w:rPr>
        <w:t>ہے ،ميزرا عيسى فراہانى كہ جسے قائم مقام اول كا لقب دياگيا تھا نے اس مسئلہ مي</w:t>
      </w:r>
      <w:r w:rsidR="000A0CDC">
        <w:rPr>
          <w:rtl/>
        </w:rPr>
        <w:t xml:space="preserve">ں </w:t>
      </w:r>
      <w:r>
        <w:rPr>
          <w:rtl/>
        </w:rPr>
        <w:t>فتوى حاصل كرنے كيلئے علماء كى حمايت اور تعاون حاصل كرنے كى ذمہ دارى اپنے كندھو</w:t>
      </w:r>
      <w:r w:rsidR="000A0CDC">
        <w:rPr>
          <w:rtl/>
        </w:rPr>
        <w:t xml:space="preserve">ں </w:t>
      </w:r>
      <w:r>
        <w:rPr>
          <w:rtl/>
        </w:rPr>
        <w:t>پر لى ،كچھ مدت كے بعد مقدس مقامات ا ور ايران كے دوسرے شہرو</w:t>
      </w:r>
      <w:r w:rsidR="000A0CDC">
        <w:rPr>
          <w:rtl/>
        </w:rPr>
        <w:t xml:space="preserve">ں </w:t>
      </w:r>
      <w:r>
        <w:rPr>
          <w:rtl/>
        </w:rPr>
        <w:t xml:space="preserve">سے بہت سے فتاوى اور جہادى رسالے سامنے آنے لگے جو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نساء ،آيت 141_ </w:t>
      </w:r>
    </w:p>
    <w:p w:rsidR="003A04D8" w:rsidRDefault="0061102A" w:rsidP="00BE6934">
      <w:pPr>
        <w:pStyle w:val="libFootnote"/>
        <w:rPr>
          <w:rtl/>
        </w:rPr>
      </w:pPr>
      <w:r>
        <w:rPr>
          <w:rtl/>
        </w:rPr>
        <w:t>2) يداللہ ہنرى لطيف پور ، فرہنگ سياسى شيعہ و انقلاب اسلامي، تہران، مركز اسناد انقلاب اسلامى ،ج 2، ص 107_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سب روسى كفار كے مقابلے مي</w:t>
      </w:r>
      <w:r w:rsidR="000A0CDC">
        <w:rPr>
          <w:rtl/>
        </w:rPr>
        <w:t xml:space="preserve">ں </w:t>
      </w:r>
      <w:r>
        <w:rPr>
          <w:rtl/>
        </w:rPr>
        <w:t>جہاد كے وجوب پر تاكيد كرتے تھے ميرزا عيسى قائم مقام نے ان سب كو جمع كرنے كے بعد ''جہاديہ ''كے عنوان سے انكى اشاعت كي_</w:t>
      </w:r>
      <w:r w:rsidRPr="00F67D4B">
        <w:rPr>
          <w:rStyle w:val="libFootnotenumChar"/>
          <w:rtl/>
        </w:rPr>
        <w:t>(1)</w:t>
      </w:r>
      <w:r>
        <w:rPr>
          <w:rtl/>
        </w:rPr>
        <w:t xml:space="preserve"> </w:t>
      </w:r>
    </w:p>
    <w:p w:rsidR="0061102A" w:rsidRDefault="0061102A" w:rsidP="00BE6934">
      <w:pPr>
        <w:pStyle w:val="libNormal"/>
        <w:rPr>
          <w:rtl/>
        </w:rPr>
      </w:pPr>
      <w:r>
        <w:rPr>
          <w:rtl/>
        </w:rPr>
        <w:t>علماء شيعہ كى طرف سے فورى رد عمل بتارہا تھا كہ اصولى مكتب كے علماء كا اسلامى بيدارى كے احساسات كو زندہ كرنے مي</w:t>
      </w:r>
      <w:r w:rsidR="000A0CDC">
        <w:rPr>
          <w:rtl/>
        </w:rPr>
        <w:t xml:space="preserve">ں </w:t>
      </w:r>
      <w:r>
        <w:rPr>
          <w:rtl/>
        </w:rPr>
        <w:t>ميلان اور سياست مي</w:t>
      </w:r>
      <w:r w:rsidR="000A0CDC">
        <w:rPr>
          <w:rtl/>
        </w:rPr>
        <w:t xml:space="preserve">ں </w:t>
      </w:r>
      <w:r>
        <w:rPr>
          <w:rtl/>
        </w:rPr>
        <w:t>انكى مداخلت ہر روز بڑھ رہى تھى ،كم از كم ايران و روس مي</w:t>
      </w:r>
      <w:r w:rsidR="000A0CDC">
        <w:rPr>
          <w:rtl/>
        </w:rPr>
        <w:t xml:space="preserve">ں </w:t>
      </w:r>
      <w:r>
        <w:rPr>
          <w:rtl/>
        </w:rPr>
        <w:t>جنگو</w:t>
      </w:r>
      <w:r w:rsidR="000A0CDC">
        <w:rPr>
          <w:rtl/>
        </w:rPr>
        <w:t xml:space="preserve">ں </w:t>
      </w:r>
      <w:r>
        <w:rPr>
          <w:rtl/>
        </w:rPr>
        <w:t>كے دوسرے دور تك فتحعلى شاہ كى مذہبى سياست يعنى علماء حضرات كى حمايت و تعاون كا حصول اور انہي</w:t>
      </w:r>
      <w:r w:rsidR="000A0CDC">
        <w:rPr>
          <w:rtl/>
        </w:rPr>
        <w:t xml:space="preserve">ں </w:t>
      </w:r>
      <w:r>
        <w:rPr>
          <w:rtl/>
        </w:rPr>
        <w:t>ايرانى معاشرے مي</w:t>
      </w:r>
      <w:r w:rsidR="000A0CDC">
        <w:rPr>
          <w:rtl/>
        </w:rPr>
        <w:t xml:space="preserve">ں </w:t>
      </w:r>
      <w:r>
        <w:rPr>
          <w:rtl/>
        </w:rPr>
        <w:t>كردار اداكرنے كى دعوت اس طبقے (علما) كے معاشرے مي</w:t>
      </w:r>
      <w:r w:rsidR="000A0CDC">
        <w:rPr>
          <w:rtl/>
        </w:rPr>
        <w:t xml:space="preserve">ں </w:t>
      </w:r>
      <w:r>
        <w:rPr>
          <w:rtl/>
        </w:rPr>
        <w:t>بھر پور مقام كا باعث بني_</w:t>
      </w:r>
      <w:r w:rsidRPr="00F67D4B">
        <w:rPr>
          <w:rStyle w:val="libFootnotenumChar"/>
          <w:rtl/>
        </w:rPr>
        <w:t>(2)</w:t>
      </w:r>
      <w:r>
        <w:rPr>
          <w:rtl/>
        </w:rPr>
        <w:t xml:space="preserve"> </w:t>
      </w:r>
    </w:p>
    <w:p w:rsidR="0061102A" w:rsidRDefault="0061102A" w:rsidP="00BE6934">
      <w:pPr>
        <w:pStyle w:val="libNormal"/>
        <w:rPr>
          <w:rtl/>
        </w:rPr>
      </w:pPr>
      <w:r>
        <w:rPr>
          <w:rtl/>
        </w:rPr>
        <w:t>ايران و روس مي</w:t>
      </w:r>
      <w:r w:rsidR="000A0CDC">
        <w:rPr>
          <w:rtl/>
        </w:rPr>
        <w:t xml:space="preserve">ں </w:t>
      </w:r>
      <w:r>
        <w:rPr>
          <w:rtl/>
        </w:rPr>
        <w:t>جنگو</w:t>
      </w:r>
      <w:r w:rsidR="000A0CDC">
        <w:rPr>
          <w:rtl/>
        </w:rPr>
        <w:t xml:space="preserve">ں </w:t>
      </w:r>
      <w:r>
        <w:rPr>
          <w:rtl/>
        </w:rPr>
        <w:t>كے پہلے دور مي</w:t>
      </w:r>
      <w:r w:rsidR="000A0CDC">
        <w:rPr>
          <w:rtl/>
        </w:rPr>
        <w:t xml:space="preserve">ں </w:t>
      </w:r>
      <w:r>
        <w:rPr>
          <w:rtl/>
        </w:rPr>
        <w:t>مذہبى قوتو</w:t>
      </w:r>
      <w:r w:rsidR="000A0CDC">
        <w:rPr>
          <w:rtl/>
        </w:rPr>
        <w:t xml:space="preserve">ں </w:t>
      </w:r>
      <w:r>
        <w:rPr>
          <w:rtl/>
        </w:rPr>
        <w:t>سے زيادہ تعاون حاصل نہي</w:t>
      </w:r>
      <w:r w:rsidR="000A0CDC">
        <w:rPr>
          <w:rtl/>
        </w:rPr>
        <w:t xml:space="preserve">ں </w:t>
      </w:r>
      <w:r>
        <w:rPr>
          <w:rtl/>
        </w:rPr>
        <w:t>كيا گيا تھا ليكن يہ بات واضح ہوگئي تھى كہ يہ مذہبى طبقہ مسلمان مملكت كے دفاع مي</w:t>
      </w:r>
      <w:r w:rsidR="000A0CDC">
        <w:rPr>
          <w:rtl/>
        </w:rPr>
        <w:t xml:space="preserve">ں </w:t>
      </w:r>
      <w:r>
        <w:rPr>
          <w:rtl/>
        </w:rPr>
        <w:t>اہم موثر كردار ادا كرسكتا ہے_ البتہ فقط علماء كا كردار و عمل مكمل كاميابى كى ضمانت نہي</w:t>
      </w:r>
      <w:r w:rsidR="000A0CDC">
        <w:rPr>
          <w:rtl/>
        </w:rPr>
        <w:t xml:space="preserve">ں </w:t>
      </w:r>
      <w:r>
        <w:rPr>
          <w:rtl/>
        </w:rPr>
        <w:t>تھا بلكہ اس طبقہ كى سعى اس وقت نتيجہ خيز تھى كہ جب جنگ كے حوالے سے تمام متعلقہ ادارے اور شعبے اپنى ذمہ داريو</w:t>
      </w:r>
      <w:r w:rsidR="000A0CDC">
        <w:rPr>
          <w:rtl/>
        </w:rPr>
        <w:t xml:space="preserve">ں </w:t>
      </w:r>
      <w:r>
        <w:rPr>
          <w:rtl/>
        </w:rPr>
        <w:t>پر درست عمل كرتے _ ايران و روس كى پہلى اور دوسرى جنگ كے درميانى فاصلہ مي</w:t>
      </w:r>
      <w:r w:rsidR="000A0CDC">
        <w:rPr>
          <w:rtl/>
        </w:rPr>
        <w:t xml:space="preserve">ں </w:t>
      </w:r>
      <w:r>
        <w:rPr>
          <w:rtl/>
        </w:rPr>
        <w:t>كئي ايسے مسائل پيدا ہوئے كہ جنكى بناء پر اصولى علماء دوبارہ ميدان جنگ مي</w:t>
      </w:r>
      <w:r w:rsidR="000A0CDC">
        <w:rPr>
          <w:rtl/>
        </w:rPr>
        <w:t xml:space="preserve">ں </w:t>
      </w:r>
      <w:r>
        <w:rPr>
          <w:rtl/>
        </w:rPr>
        <w:t>روسيو</w:t>
      </w:r>
      <w:r w:rsidR="000A0CDC">
        <w:rPr>
          <w:rtl/>
        </w:rPr>
        <w:t xml:space="preserve">ں </w:t>
      </w:r>
      <w:r>
        <w:rPr>
          <w:rtl/>
        </w:rPr>
        <w:t xml:space="preserve">كے مد مقابل آگئے_ </w:t>
      </w:r>
    </w:p>
    <w:p w:rsidR="0061102A" w:rsidRDefault="0061102A" w:rsidP="00BE6934">
      <w:pPr>
        <w:pStyle w:val="libNormal"/>
        <w:rPr>
          <w:rtl/>
        </w:rPr>
      </w:pPr>
      <w:r>
        <w:rPr>
          <w:rtl/>
        </w:rPr>
        <w:t>گريبايدوف كا قتل جو كہ بظاہر لوگو</w:t>
      </w:r>
      <w:r w:rsidR="000A0CDC">
        <w:rPr>
          <w:rtl/>
        </w:rPr>
        <w:t xml:space="preserve">ں </w:t>
      </w:r>
      <w:r>
        <w:rPr>
          <w:rtl/>
        </w:rPr>
        <w:t>كے مذہبى رد عمل كا نتيجہ تھا اورروس كے زير تسلط سرزمينو</w:t>
      </w:r>
      <w:r w:rsidR="000A0CDC">
        <w:rPr>
          <w:rtl/>
        </w:rPr>
        <w:t xml:space="preserve">ں </w:t>
      </w:r>
      <w:r>
        <w:rPr>
          <w:rtl/>
        </w:rPr>
        <w:t>مي</w:t>
      </w:r>
      <w:r w:rsidR="000A0CDC">
        <w:rPr>
          <w:rtl/>
        </w:rPr>
        <w:t xml:space="preserve">ں </w:t>
      </w:r>
      <w:r>
        <w:rPr>
          <w:rtl/>
        </w:rPr>
        <w:t>شيعہ و سنى علماء كے زير قيادت اسى قيام كا تسلسل مثلا قاضى ملا محمد كا شيعہ و سنى اتحاد كے نعرے كے ساتھ 1248 قمرى تك قيام اور شيخ شامل داغستانى كا 1292 قمرى تك كا قيام و غيرہ يہ سب در حقيقت وہى اسلامى بيدارى كاہى تسلسل تھا</w:t>
      </w:r>
      <w:r w:rsidRPr="00F67D4B">
        <w:rPr>
          <w:rStyle w:val="libFootnotenumChar"/>
          <w:rtl/>
        </w:rPr>
        <w:t>(3)</w:t>
      </w:r>
      <w:r>
        <w:rPr>
          <w:rtl/>
        </w:rPr>
        <w:t xml:space="preserve">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ميرزا عيسى قائم مقام فراہانى ، احكام الجہاد و اسباب الرّشاد ،باسعى غلام حسين زرگرى ناد، تہران، قبعہ ،ص 6_75_ </w:t>
      </w:r>
    </w:p>
    <w:p w:rsidR="0061102A" w:rsidRDefault="0061102A" w:rsidP="00BE6934">
      <w:pPr>
        <w:pStyle w:val="libFootnote"/>
        <w:rPr>
          <w:rtl/>
        </w:rPr>
      </w:pPr>
      <w:r>
        <w:rPr>
          <w:rtl/>
        </w:rPr>
        <w:t xml:space="preserve">2) حامد الگار،دين و دولت در ايران، ترجمہ ابوالقاسم سرّي، تہران، توس، ج 2 ، ص 97_ 87 _ </w:t>
      </w:r>
    </w:p>
    <w:p w:rsidR="003A04D8" w:rsidRDefault="0061102A" w:rsidP="00BE6934">
      <w:pPr>
        <w:pStyle w:val="libFootnote"/>
        <w:rPr>
          <w:rtl/>
        </w:rPr>
      </w:pPr>
      <w:r>
        <w:rPr>
          <w:rtl/>
        </w:rPr>
        <w:t>3) حسين آباديان ، روايت ايرانى جنگہاى ايران و روس ، تہران ، مركز اسناد و تاريخ ديپلماسى ،ص 110_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1343 قمرى مي</w:t>
      </w:r>
      <w:r w:rsidR="000A0CDC">
        <w:rPr>
          <w:rtl/>
        </w:rPr>
        <w:t xml:space="preserve">ں </w:t>
      </w:r>
      <w:r>
        <w:rPr>
          <w:rtl/>
        </w:rPr>
        <w:t>ايران وروس كے درميان جنگو</w:t>
      </w:r>
      <w:r w:rsidR="000A0CDC">
        <w:rPr>
          <w:rtl/>
        </w:rPr>
        <w:t xml:space="preserve">ں </w:t>
      </w:r>
      <w:r>
        <w:rPr>
          <w:rtl/>
        </w:rPr>
        <w:t>كے اختتام سے ليكر تنباكو كى تحريك تك كے درميانى عرصہ مي</w:t>
      </w:r>
      <w:r w:rsidR="000A0CDC">
        <w:rPr>
          <w:rtl/>
        </w:rPr>
        <w:t xml:space="preserve">ں </w:t>
      </w:r>
      <w:r>
        <w:rPr>
          <w:rtl/>
        </w:rPr>
        <w:t>احياء شدہ نظر و فكر اور اسلامى بيدارى كى تحريك بظاہر سست اور ٹھہراؤ كا شكار ہوگئي _ ليكن ان سب كے باوجود ايرانى شيعو</w:t>
      </w:r>
      <w:r w:rsidR="000A0CDC">
        <w:rPr>
          <w:rtl/>
        </w:rPr>
        <w:t xml:space="preserve">ں </w:t>
      </w:r>
      <w:r>
        <w:rPr>
          <w:rtl/>
        </w:rPr>
        <w:t>كى اپنى شيعہ تہذيب كے مفاہيم اورتعلميات كے بارے مي</w:t>
      </w:r>
      <w:r w:rsidR="000A0CDC">
        <w:rPr>
          <w:rtl/>
        </w:rPr>
        <w:t xml:space="preserve">ں </w:t>
      </w:r>
      <w:r>
        <w:rPr>
          <w:rtl/>
        </w:rPr>
        <w:t>فہم مي</w:t>
      </w:r>
      <w:r w:rsidR="000A0CDC">
        <w:rPr>
          <w:rtl/>
        </w:rPr>
        <w:t xml:space="preserve">ں </w:t>
      </w:r>
      <w:r>
        <w:rPr>
          <w:rtl/>
        </w:rPr>
        <w:t>ٹھہراؤ نہ رہا بلكہ وہ روز بروز تغيير و تبديلى محسوس كر رہے تھے_ اسكى سب سے بڑى مثال اصفہان مي</w:t>
      </w:r>
      <w:r w:rsidR="000A0CDC">
        <w:rPr>
          <w:rtl/>
        </w:rPr>
        <w:t xml:space="preserve">ں </w:t>
      </w:r>
      <w:r>
        <w:rPr>
          <w:rtl/>
        </w:rPr>
        <w:t>اس زمانہ كے سب سے بڑے عالم سيد محمد باقر شفتى كى روز بروز محمد شاہ كى حكومت سے بڑھتى ہوتى مخالفت تھى انہو</w:t>
      </w:r>
      <w:r w:rsidR="000A0CDC">
        <w:rPr>
          <w:rtl/>
        </w:rPr>
        <w:t xml:space="preserve">ں </w:t>
      </w:r>
      <w:r>
        <w:rPr>
          <w:rtl/>
        </w:rPr>
        <w:t>نے زندگى كے آخرى لمحات تك محمد شاہ كى حكومت پر اعتماد نہي</w:t>
      </w:r>
      <w:r w:rsidR="000A0CDC">
        <w:rPr>
          <w:rtl/>
        </w:rPr>
        <w:t xml:space="preserve">ں </w:t>
      </w:r>
      <w:r>
        <w:rPr>
          <w:rtl/>
        </w:rPr>
        <w:t>كيا تھا_مركزى حكومت سے يہ ٹكراؤ بتاتا ہے كہ اجتہادى مكتب كسى صورت مي</w:t>
      </w:r>
      <w:r w:rsidR="000A0CDC">
        <w:rPr>
          <w:rtl/>
        </w:rPr>
        <w:t xml:space="preserve">ں </w:t>
      </w:r>
      <w:r>
        <w:rPr>
          <w:rtl/>
        </w:rPr>
        <w:t>بھى بادشاہت كے سامنے سر تسليم خم كرنے كے ليے تيار نہي</w:t>
      </w:r>
      <w:r w:rsidR="000A0CDC">
        <w:rPr>
          <w:rtl/>
        </w:rPr>
        <w:t xml:space="preserve">ں </w:t>
      </w:r>
      <w:r>
        <w:rPr>
          <w:rtl/>
        </w:rPr>
        <w:t>ہے_</w:t>
      </w:r>
      <w:r w:rsidRPr="00F67D4B">
        <w:rPr>
          <w:rStyle w:val="libFootnotenumChar"/>
          <w:rtl/>
        </w:rPr>
        <w:t>(1)</w:t>
      </w:r>
      <w:r>
        <w:rPr>
          <w:rtl/>
        </w:rPr>
        <w:t xml:space="preserve"> </w:t>
      </w:r>
    </w:p>
    <w:p w:rsidR="0061102A" w:rsidRDefault="0061102A" w:rsidP="00BE6934">
      <w:pPr>
        <w:pStyle w:val="libNormal"/>
        <w:rPr>
          <w:rtl/>
        </w:rPr>
      </w:pPr>
      <w:r>
        <w:rPr>
          <w:rtl/>
        </w:rPr>
        <w:t>اجتہاد ى مكتب كے محور پرشيعہ عقائد كے ارتقا كا سفر بيدارى كى تحريك كى پيشرفت مي</w:t>
      </w:r>
      <w:r w:rsidR="000A0CDC">
        <w:rPr>
          <w:rtl/>
        </w:rPr>
        <w:t xml:space="preserve">ں </w:t>
      </w:r>
      <w:r>
        <w:rPr>
          <w:rtl/>
        </w:rPr>
        <w:t>بہت زيادہ اثرات كا حامل تھا_ اگر چہ ايران و ورس كى جنگو</w:t>
      </w:r>
      <w:r w:rsidR="000A0CDC">
        <w:rPr>
          <w:rtl/>
        </w:rPr>
        <w:t xml:space="preserve">ں </w:t>
      </w:r>
      <w:r>
        <w:rPr>
          <w:rtl/>
        </w:rPr>
        <w:t>سے ليكر تنباكو كى تحريك تك كے درميانى عرصہ مي</w:t>
      </w:r>
      <w:r w:rsidR="000A0CDC">
        <w:rPr>
          <w:rtl/>
        </w:rPr>
        <w:t xml:space="preserve">ں </w:t>
      </w:r>
      <w:r>
        <w:rPr>
          <w:rtl/>
        </w:rPr>
        <w:t>ہم دينى قوتو</w:t>
      </w:r>
      <w:r w:rsidR="000A0CDC">
        <w:rPr>
          <w:rtl/>
        </w:rPr>
        <w:t xml:space="preserve">ں </w:t>
      </w:r>
      <w:r>
        <w:rPr>
          <w:rtl/>
        </w:rPr>
        <w:t>مي</w:t>
      </w:r>
      <w:r w:rsidR="000A0CDC">
        <w:rPr>
          <w:rtl/>
        </w:rPr>
        <w:t xml:space="preserve">ں </w:t>
      </w:r>
      <w:r>
        <w:rPr>
          <w:rtl/>
        </w:rPr>
        <w:t>ٹھراؤ اور سكون كى كيفيت كا مشاہدہ كرتے ہي</w:t>
      </w:r>
      <w:r w:rsidR="000A0CDC">
        <w:rPr>
          <w:rtl/>
        </w:rPr>
        <w:t xml:space="preserve">ں </w:t>
      </w:r>
      <w:r>
        <w:rPr>
          <w:rtl/>
        </w:rPr>
        <w:t>ليكن يہ ظاہرى كيفيت ہے باطن مي</w:t>
      </w:r>
      <w:r w:rsidR="000A0CDC">
        <w:rPr>
          <w:rtl/>
        </w:rPr>
        <w:t xml:space="preserve">ں </w:t>
      </w:r>
      <w:r>
        <w:rPr>
          <w:rtl/>
        </w:rPr>
        <w:t>اصلاح طلب اور دينى فكر كے احياء كى يہ تحريك آئندہ اقدامات كيلئے تيارى كے مراحل سے گزرہى تھي_ كيونكہ اس تيارى كے بغير وہ بعد والے مسائل مثلا تنباكو كى تحريك اور مشروطيت پسندى اورديگر مسائل مي</w:t>
      </w:r>
      <w:r w:rsidR="000A0CDC">
        <w:rPr>
          <w:rtl/>
        </w:rPr>
        <w:t xml:space="preserve">ں </w:t>
      </w:r>
      <w:r>
        <w:rPr>
          <w:rtl/>
        </w:rPr>
        <w:t>وسيع پيمانے پر سياسى معاشرتى اور مذہبى يعنى تمام جوانب سے تحريك اور جوش و خروش نہي</w:t>
      </w:r>
      <w:r w:rsidR="000A0CDC">
        <w:rPr>
          <w:rtl/>
        </w:rPr>
        <w:t xml:space="preserve">ں </w:t>
      </w:r>
      <w:r>
        <w:rPr>
          <w:rtl/>
        </w:rPr>
        <w:t xml:space="preserve">پيدا كرسكتى تھي_ </w:t>
      </w:r>
    </w:p>
    <w:p w:rsidR="0061102A" w:rsidRDefault="0061102A" w:rsidP="00BE6934">
      <w:pPr>
        <w:pStyle w:val="libNormal"/>
        <w:rPr>
          <w:rtl/>
        </w:rPr>
      </w:pPr>
      <w:r>
        <w:rPr>
          <w:rtl/>
        </w:rPr>
        <w:t>اس درميانى دور مي</w:t>
      </w:r>
      <w:r w:rsidR="000A0CDC">
        <w:rPr>
          <w:rtl/>
        </w:rPr>
        <w:t xml:space="preserve">ں </w:t>
      </w:r>
      <w:r>
        <w:rPr>
          <w:rtl/>
        </w:rPr>
        <w:t>اجتہادى مكتب كے ٹھراؤ اور جمود كى ايك وجہ اندرونى اور بيرونى مخالفين كا رد عمل بھى تھا يہ رد عمل صوفيت ، بابيت، شيخيت اور اخبارى رحجان جيسے باطل اور فاسد مكاتب كى ترويج كى صورت مي</w:t>
      </w:r>
      <w:r w:rsidR="000A0CDC">
        <w:rPr>
          <w:rtl/>
        </w:rPr>
        <w:t xml:space="preserve">ں </w:t>
      </w:r>
      <w:r>
        <w:rPr>
          <w:rtl/>
        </w:rPr>
        <w:t>ظاہر ہوا ،ان سب مسائل اور تحريكو</w:t>
      </w:r>
      <w:r w:rsidR="000A0CDC">
        <w:rPr>
          <w:rtl/>
        </w:rPr>
        <w:t xml:space="preserve">ں </w:t>
      </w:r>
      <w:r>
        <w:rPr>
          <w:rtl/>
        </w:rPr>
        <w:t>كے پس پردہ استعمار بالخصوص انگريزو</w:t>
      </w:r>
      <w:r w:rsidR="000A0CDC">
        <w:rPr>
          <w:rtl/>
        </w:rPr>
        <w:t xml:space="preserve">ں </w:t>
      </w:r>
      <w:r>
        <w:rPr>
          <w:rtl/>
        </w:rPr>
        <w:t>كے خفيہ ہاتھ اپنا كام دكھا رہے تھے نيز اجتہادى مكتب كى ترقى كى راہ مي</w:t>
      </w:r>
      <w:r w:rsidR="000A0CDC">
        <w:rPr>
          <w:rtl/>
        </w:rPr>
        <w:t xml:space="preserve">ں </w:t>
      </w:r>
      <w:r>
        <w:rPr>
          <w:rtl/>
        </w:rPr>
        <w:t>ايك اور ركاوٹ لادينى اور الحادى افكار و عقايد كى نشر و اشاعت تھى با بالفاظ ديگر سكولاريزم اور فرى ميسن (</w:t>
      </w:r>
      <w:r>
        <w:t>freemason</w:t>
      </w:r>
      <w:r>
        <w:rPr>
          <w:rtl/>
        </w:rPr>
        <w:t xml:space="preserve">) كى وسيع پيمانہ پر ترويج تھي_ </w:t>
      </w:r>
    </w:p>
    <w:p w:rsidR="0061102A" w:rsidRDefault="003A7D4A" w:rsidP="00BE6934">
      <w:pPr>
        <w:pStyle w:val="libLine"/>
        <w:rPr>
          <w:rtl/>
        </w:rPr>
      </w:pPr>
      <w:r>
        <w:rPr>
          <w:rtl/>
        </w:rPr>
        <w:t>____________________</w:t>
      </w:r>
    </w:p>
    <w:p w:rsidR="00855142" w:rsidRPr="00855142" w:rsidRDefault="0061102A" w:rsidP="00BE6934">
      <w:pPr>
        <w:pStyle w:val="libFootnote"/>
        <w:rPr>
          <w:rStyle w:val="libNormalChar"/>
          <w:rtl/>
        </w:rPr>
      </w:pPr>
      <w:r>
        <w:rPr>
          <w:rtl/>
        </w:rPr>
        <w:t>1) انديشہ دينى و جنبش ضد ريم در ايران، تہران ،موسسہ مطالعات تاريخ معاصر ايران ،ص 45_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دور مي</w:t>
      </w:r>
      <w:r w:rsidR="000A0CDC">
        <w:rPr>
          <w:rtl/>
        </w:rPr>
        <w:t xml:space="preserve">ں </w:t>
      </w:r>
      <w:r>
        <w:rPr>
          <w:rtl/>
        </w:rPr>
        <w:t>دينى قوتو</w:t>
      </w:r>
      <w:r w:rsidR="000A0CDC">
        <w:rPr>
          <w:rtl/>
        </w:rPr>
        <w:t xml:space="preserve">ں </w:t>
      </w:r>
      <w:r>
        <w:rPr>
          <w:rtl/>
        </w:rPr>
        <w:t>كى ايك ذمہ دارى '' قاعدہ نفى سبيل'' كى بناء پر استعمار سے جنگ اور فرقہ سازى كا مقابلہ كرنا تھا_ كيونكہ استعمارى پاليسيو</w:t>
      </w:r>
      <w:r w:rsidR="000A0CDC">
        <w:rPr>
          <w:rtl/>
        </w:rPr>
        <w:t xml:space="preserve">ں </w:t>
      </w:r>
      <w:r>
        <w:rPr>
          <w:rtl/>
        </w:rPr>
        <w:t>نے شيعو</w:t>
      </w:r>
      <w:r w:rsidR="000A0CDC">
        <w:rPr>
          <w:rtl/>
        </w:rPr>
        <w:t xml:space="preserve">ں </w:t>
      </w:r>
      <w:r>
        <w:rPr>
          <w:rtl/>
        </w:rPr>
        <w:t>كے درميان تفرقہ اور انتشارڈالنے كيلے فرقہ سازى كى مہم شروع كردى تھى مثلا صوفى مسلك شيخ احمد احسايى كے شاگرد سيد كاظم رشتى كے ذريعے شيخى فرقہ كا بنانا اور سيد كاظم رشتى كے شاگرد على محمد باب كے ذريعے فرقہ بابيہ كا بنايا جايا اسى استعمارى اہداف كى تكميل تھى _ يہ فرقہ بابيہ وقت گزرنے كے ساتھ ساتھ دو شاخو</w:t>
      </w:r>
      <w:r w:rsidR="000A0CDC">
        <w:rPr>
          <w:rtl/>
        </w:rPr>
        <w:t xml:space="preserve">ں </w:t>
      </w:r>
      <w:r>
        <w:rPr>
          <w:rtl/>
        </w:rPr>
        <w:t>ازليہ ( يحيى صبح ازل كے پيروكارو</w:t>
      </w:r>
      <w:r w:rsidR="000A0CDC">
        <w:rPr>
          <w:rtl/>
        </w:rPr>
        <w:t xml:space="preserve">ں </w:t>
      </w:r>
      <w:r>
        <w:rPr>
          <w:rtl/>
        </w:rPr>
        <w:t>) اور بہائيہ ( ميرزا حسين</w:t>
      </w:r>
      <w:r w:rsidR="00EF5080">
        <w:rPr>
          <w:rFonts w:hint="cs"/>
          <w:rtl/>
        </w:rPr>
        <w:t xml:space="preserve"> </w:t>
      </w:r>
      <w:r>
        <w:rPr>
          <w:rtl/>
        </w:rPr>
        <w:t>على بہاء كے پيروكارو</w:t>
      </w:r>
      <w:r w:rsidR="000A0CDC">
        <w:rPr>
          <w:rtl/>
        </w:rPr>
        <w:t xml:space="preserve">ں </w:t>
      </w:r>
      <w:r>
        <w:rPr>
          <w:rtl/>
        </w:rPr>
        <w:t>) مي</w:t>
      </w:r>
      <w:r w:rsidR="000A0CDC">
        <w:rPr>
          <w:rtl/>
        </w:rPr>
        <w:t xml:space="preserve">ں </w:t>
      </w:r>
      <w:r>
        <w:rPr>
          <w:rtl/>
        </w:rPr>
        <w:t>تقسيم ہوا روسى استعمار نے ازليہ اور انگلستان كے استعمار نے بہائيہ كى حمايت كى اور ان فرقو</w:t>
      </w:r>
      <w:r w:rsidR="000A0CDC">
        <w:rPr>
          <w:rtl/>
        </w:rPr>
        <w:t xml:space="preserve">ں </w:t>
      </w:r>
      <w:r>
        <w:rPr>
          <w:rtl/>
        </w:rPr>
        <w:t>كو اپنے آغوش مي</w:t>
      </w:r>
      <w:r w:rsidR="000A0CDC">
        <w:rPr>
          <w:rtl/>
        </w:rPr>
        <w:t xml:space="preserve">ں </w:t>
      </w:r>
      <w:r>
        <w:rPr>
          <w:rtl/>
        </w:rPr>
        <w:t>پرورش دى اور ا نكى نشر و اشاعت كا انتظام كيا_</w:t>
      </w:r>
      <w:r w:rsidRPr="00855142">
        <w:rPr>
          <w:rStyle w:val="libFootnotenumChar"/>
          <w:rtl/>
        </w:rPr>
        <w:t xml:space="preserve">(1) </w:t>
      </w:r>
    </w:p>
    <w:p w:rsidR="0061102A" w:rsidRDefault="0061102A" w:rsidP="00BE6934">
      <w:pPr>
        <w:pStyle w:val="libNormal"/>
        <w:rPr>
          <w:rtl/>
        </w:rPr>
      </w:pPr>
      <w:r>
        <w:rPr>
          <w:rtl/>
        </w:rPr>
        <w:t>اگر چہ حاجى ميرزا آقاسى كى صدارت كے دور مي</w:t>
      </w:r>
      <w:r w:rsidR="000A0CDC">
        <w:rPr>
          <w:rtl/>
        </w:rPr>
        <w:t xml:space="preserve">ں </w:t>
      </w:r>
      <w:r>
        <w:rPr>
          <w:rtl/>
        </w:rPr>
        <w:t>صوفيو</w:t>
      </w:r>
      <w:r w:rsidR="000A0CDC">
        <w:rPr>
          <w:rtl/>
        </w:rPr>
        <w:t xml:space="preserve">ں </w:t>
      </w:r>
      <w:r>
        <w:rPr>
          <w:rtl/>
        </w:rPr>
        <w:t>كے امور كى طرف جھكاؤ نظر آيااورمحمد شاہ قاجار نے بھى اس پر اپنى رضامندى دكھائي تھى _ ليكن ميرزا تقى خان امير كبير كى صدارت كے دور مي</w:t>
      </w:r>
      <w:r w:rsidR="000A0CDC">
        <w:rPr>
          <w:rtl/>
        </w:rPr>
        <w:t xml:space="preserve">ں </w:t>
      </w:r>
      <w:r>
        <w:rPr>
          <w:rtl/>
        </w:rPr>
        <w:t>صوفى و درويش مسلك عناصر كو حكومت و سلطنت سے مربوط محافل اور ادارو</w:t>
      </w:r>
      <w:r w:rsidR="000A0CDC">
        <w:rPr>
          <w:rtl/>
        </w:rPr>
        <w:t xml:space="preserve">ں </w:t>
      </w:r>
      <w:r>
        <w:rPr>
          <w:rtl/>
        </w:rPr>
        <w:t>سے نكال ديا گيا اور بدعات و خرافات كا قلع قمع كيا گيا_ گوشہ نشينى اور خانقاہو</w:t>
      </w:r>
      <w:r w:rsidR="000A0CDC">
        <w:rPr>
          <w:rtl/>
        </w:rPr>
        <w:t xml:space="preserve">ں </w:t>
      </w:r>
      <w:r>
        <w:rPr>
          <w:rtl/>
        </w:rPr>
        <w:t>كى رسم ختم كردى گئي_ نيز مذہبى بانفوذ شخصيات مثلا ميرزا ابوالقاسم جو كہ امام جمعہ تھے ،كى سفارش قبول كرنے سے پرہيز كيا گيا وہ (امير كبير) فقط اس بات پر تاكيد كرتے تھے كہ علماء دين دينى اور شرعى امور مي</w:t>
      </w:r>
      <w:r w:rsidR="000A0CDC">
        <w:rPr>
          <w:rtl/>
        </w:rPr>
        <w:t xml:space="preserve">ں </w:t>
      </w:r>
      <w:r>
        <w:rPr>
          <w:rtl/>
        </w:rPr>
        <w:t>قوت و طاقت سے فعاليت انجام دي</w:t>
      </w:r>
      <w:r w:rsidR="000A0CDC">
        <w:rPr>
          <w:rtl/>
        </w:rPr>
        <w:t xml:space="preserve">ں </w:t>
      </w:r>
      <w:r>
        <w:rPr>
          <w:rtl/>
        </w:rPr>
        <w:t>اور دين كو كمزور پڑنے كاموقع نہ دي</w:t>
      </w:r>
      <w:r w:rsidR="000A0CDC">
        <w:rPr>
          <w:rtl/>
        </w:rPr>
        <w:t xml:space="preserve">ں </w:t>
      </w:r>
      <w:r>
        <w:rPr>
          <w:rtl/>
        </w:rPr>
        <w:t>ليكن اس سياست كے ساتھ ساتھ وہ اس بات كا بھى خيال ركھتے تھے كہ استعمار كى فرقہ سازى اور انہي</w:t>
      </w:r>
      <w:r w:rsidR="000A0CDC">
        <w:rPr>
          <w:rtl/>
        </w:rPr>
        <w:t xml:space="preserve">ں </w:t>
      </w:r>
      <w:r>
        <w:rPr>
          <w:rtl/>
        </w:rPr>
        <w:t>نشر و اشاعت دينے والى سياست كى بھى روك تھام كري</w:t>
      </w:r>
      <w:r w:rsidR="000A0CDC">
        <w:rPr>
          <w:rtl/>
        </w:rPr>
        <w:t xml:space="preserve">ں </w:t>
      </w:r>
      <w:r>
        <w:rPr>
          <w:rtl/>
        </w:rPr>
        <w:t>، اس حوالے سے سب سے واضح مثال فتنہ بابيہ كے مقابلے مي</w:t>
      </w:r>
      <w:r w:rsidR="000A0CDC">
        <w:rPr>
          <w:rtl/>
        </w:rPr>
        <w:t xml:space="preserve">ں </w:t>
      </w:r>
      <w:r>
        <w:rPr>
          <w:rtl/>
        </w:rPr>
        <w:t>انكا علماء كى حمايت كرنا_ قضاوت كے امور مي</w:t>
      </w:r>
      <w:r w:rsidR="000A0CDC">
        <w:rPr>
          <w:rtl/>
        </w:rPr>
        <w:t xml:space="preserve">ں </w:t>
      </w:r>
      <w:r>
        <w:rPr>
          <w:rtl/>
        </w:rPr>
        <w:t>بھى انھو</w:t>
      </w:r>
      <w:r w:rsidR="000A0CDC">
        <w:rPr>
          <w:rtl/>
        </w:rPr>
        <w:t xml:space="preserve">ں </w:t>
      </w:r>
      <w:r>
        <w:rPr>
          <w:rtl/>
        </w:rPr>
        <w:t>نے شرعى اور عرفى قوانين كى تركيب اور امتزاج كيلئے اقدامات انجام دے اور اقليتو</w:t>
      </w:r>
      <w:r w:rsidR="000A0CDC">
        <w:rPr>
          <w:rtl/>
        </w:rPr>
        <w:t xml:space="preserve">ں </w:t>
      </w:r>
      <w:r>
        <w:rPr>
          <w:rtl/>
        </w:rPr>
        <w:t>كے حقوق اور انكى دينى آزادى كے حوالے سے بھى خاص توجہ كي</w:t>
      </w:r>
      <w:r w:rsidRPr="00F67D4B">
        <w:rPr>
          <w:rStyle w:val="libFootnotenumChar"/>
          <w:rtl/>
        </w:rPr>
        <w:t>(2)</w:t>
      </w:r>
      <w:r>
        <w:rPr>
          <w:rtl/>
        </w:rPr>
        <w:t xml:space="preserve">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موسى نجفى و موسى فقيہ حقالي، تاريخ تحولات سياسى ايران، بررسى مؤلفہ ہاى دين ، حاكميت ، مدنيت و تكوين دولت _ ملت در گسترہ ہويت ملى ايران ، تہران، موسسہ مطالعات تاريخ معاصر ايران ،ص 119_118_ </w:t>
      </w:r>
    </w:p>
    <w:p w:rsidR="00EF5080" w:rsidRDefault="0061102A" w:rsidP="00BE6934">
      <w:pPr>
        <w:pStyle w:val="libFootnote"/>
        <w:rPr>
          <w:rtl/>
        </w:rPr>
      </w:pPr>
      <w:r>
        <w:rPr>
          <w:rtl/>
        </w:rPr>
        <w:t>2) دائرة المعارف بزرگ اسلامى ج 10، ذيل امير كبير ( على اكبر ولايتي)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مجموعى طور پر اميركبير كى علماء كے كردار كو محدود كرنے والى مذہبى پاليسى نے اسلامى بيدارى كى تحريك كى اعانت كى _ انہو</w:t>
      </w:r>
      <w:r w:rsidR="000A0CDC">
        <w:rPr>
          <w:rtl/>
        </w:rPr>
        <w:t xml:space="preserve">ں </w:t>
      </w:r>
      <w:r>
        <w:rPr>
          <w:rtl/>
        </w:rPr>
        <w:t>نے دينى ميدانو</w:t>
      </w:r>
      <w:r w:rsidR="000A0CDC">
        <w:rPr>
          <w:rtl/>
        </w:rPr>
        <w:t xml:space="preserve">ں </w:t>
      </w:r>
      <w:r>
        <w:rPr>
          <w:rtl/>
        </w:rPr>
        <w:t>مي</w:t>
      </w:r>
      <w:r w:rsidR="000A0CDC">
        <w:rPr>
          <w:rtl/>
        </w:rPr>
        <w:t xml:space="preserve">ں </w:t>
      </w:r>
      <w:r>
        <w:rPr>
          <w:rtl/>
        </w:rPr>
        <w:t>آگاہى اور مختلف امور كے علمى اور عقلانى پہلو كو ترجيح دي، توہمات اور خرافات كا مقابلہ كيا دربارى ملاؤ</w:t>
      </w:r>
      <w:r w:rsidR="000A0CDC">
        <w:rPr>
          <w:rtl/>
        </w:rPr>
        <w:t xml:space="preserve">ں </w:t>
      </w:r>
      <w:r>
        <w:rPr>
          <w:rtl/>
        </w:rPr>
        <w:t>كى فعاليت كو كم كيا، آئمہ جمعہ ،نظام العلماء و سلطان الذاكرين جيسے القاب والے علماء دين كے اختيارات كو كم كيا ان تمام امور كے ساتھ انہو</w:t>
      </w:r>
      <w:r w:rsidR="000A0CDC">
        <w:rPr>
          <w:rtl/>
        </w:rPr>
        <w:t xml:space="preserve">ں </w:t>
      </w:r>
      <w:r>
        <w:rPr>
          <w:rtl/>
        </w:rPr>
        <w:t>نے نادانستہ طور پر بتدريج اسلامى بيدارى كى تحريك كى حمايت كي_جبكہ ميرزا آقا خان نورى كى صدارت كے دور مي</w:t>
      </w:r>
      <w:r w:rsidR="000A0CDC">
        <w:rPr>
          <w:rtl/>
        </w:rPr>
        <w:t xml:space="preserve">ں </w:t>
      </w:r>
      <w:r>
        <w:rPr>
          <w:rtl/>
        </w:rPr>
        <w:t>معاملہ الٹ ہوگيا دربارى ملاؤ</w:t>
      </w:r>
      <w:r w:rsidR="000A0CDC">
        <w:rPr>
          <w:rtl/>
        </w:rPr>
        <w:t xml:space="preserve">ں </w:t>
      </w:r>
      <w:r>
        <w:rPr>
          <w:rtl/>
        </w:rPr>
        <w:t>اور حكومت كى حامى اور باعتماد مذہبى قوتو</w:t>
      </w:r>
      <w:r w:rsidR="000A0CDC">
        <w:rPr>
          <w:rtl/>
        </w:rPr>
        <w:t xml:space="preserve">ں </w:t>
      </w:r>
      <w:r>
        <w:rPr>
          <w:rtl/>
        </w:rPr>
        <w:t xml:space="preserve">كو فعاليت كا زيادہ موقعہ ملا اور بعض علماء كى نظر مساعدت لينے كيلئے حكومتى وظيفہ بھى مقرر كيا گيا_ </w:t>
      </w:r>
      <w:r w:rsidRPr="00F67D4B">
        <w:rPr>
          <w:rStyle w:val="libFootnotenumChar"/>
          <w:rtl/>
        </w:rPr>
        <w:t>(1)</w:t>
      </w:r>
      <w:r>
        <w:rPr>
          <w:rtl/>
        </w:rPr>
        <w:t xml:space="preserve"> </w:t>
      </w:r>
    </w:p>
    <w:p w:rsidR="0061102A" w:rsidRDefault="0061102A" w:rsidP="00BE6934">
      <w:pPr>
        <w:pStyle w:val="libNormal"/>
        <w:rPr>
          <w:rtl/>
        </w:rPr>
      </w:pPr>
      <w:r>
        <w:rPr>
          <w:rtl/>
        </w:rPr>
        <w:t>ميزرا حسين خان سپہسالار كے دور مي</w:t>
      </w:r>
      <w:r w:rsidR="000A0CDC">
        <w:rPr>
          <w:rtl/>
        </w:rPr>
        <w:t xml:space="preserve">ں </w:t>
      </w:r>
      <w:r>
        <w:rPr>
          <w:rtl/>
        </w:rPr>
        <w:t>بھى دينى ادارو</w:t>
      </w:r>
      <w:r w:rsidR="000A0CDC">
        <w:rPr>
          <w:rtl/>
        </w:rPr>
        <w:t xml:space="preserve">ں </w:t>
      </w:r>
      <w:r>
        <w:rPr>
          <w:rtl/>
        </w:rPr>
        <w:t>كو كمزور كيا گيا اسكى مغرب زدہ اصلاحات اور غير ملكيو</w:t>
      </w:r>
      <w:r w:rsidR="000A0CDC">
        <w:rPr>
          <w:rtl/>
        </w:rPr>
        <w:t xml:space="preserve">ں </w:t>
      </w:r>
      <w:r>
        <w:rPr>
          <w:rtl/>
        </w:rPr>
        <w:t>كو امتيازى حيثيت دينا علماء كى مخالفت اور اعتراض كا باعث قرار پايا، سپہسالاركى اصلاحات لانے كى ايك روش يہ تھى كہ ناصر الدين شاہ كو فرنگيو</w:t>
      </w:r>
      <w:r w:rsidR="000A0CDC">
        <w:rPr>
          <w:rtl/>
        </w:rPr>
        <w:t xml:space="preserve">ں </w:t>
      </w:r>
      <w:r>
        <w:rPr>
          <w:rtl/>
        </w:rPr>
        <w:t>كے ملك كى طرف سفر كى ترغيب دى جائے تا كہ وہ مغربى ترقى كا مشاہدہ كرے_ چونكہ سپہسالار كى مطلوبہ اصلاحات واضح طور پر مغربى زندگى كے قوانين اور اصولو</w:t>
      </w:r>
      <w:r w:rsidR="000A0CDC">
        <w:rPr>
          <w:rtl/>
        </w:rPr>
        <w:t xml:space="preserve">ں </w:t>
      </w:r>
      <w:r>
        <w:rPr>
          <w:rtl/>
        </w:rPr>
        <w:t>كى تقليد پر مبنى تھي</w:t>
      </w:r>
      <w:r w:rsidR="000A0CDC">
        <w:rPr>
          <w:rtl/>
        </w:rPr>
        <w:t xml:space="preserve">ں </w:t>
      </w:r>
      <w:r>
        <w:rPr>
          <w:rtl/>
        </w:rPr>
        <w:t>اور بہت سے امور مي</w:t>
      </w:r>
      <w:r w:rsidR="000A0CDC">
        <w:rPr>
          <w:rtl/>
        </w:rPr>
        <w:t xml:space="preserve">ں </w:t>
      </w:r>
      <w:r>
        <w:rPr>
          <w:rtl/>
        </w:rPr>
        <w:t>تو يہ اصلاحات اسلامى قوانين اور شريعت كى مخالف بھى تھي</w:t>
      </w:r>
      <w:r w:rsidR="000A0CDC">
        <w:rPr>
          <w:rtl/>
        </w:rPr>
        <w:t xml:space="preserve">ں </w:t>
      </w:r>
      <w:r>
        <w:rPr>
          <w:rtl/>
        </w:rPr>
        <w:t xml:space="preserve">اس ليے دينى حلقے اسكے مخالف ہوگئے_ </w:t>
      </w:r>
    </w:p>
    <w:p w:rsidR="0061102A" w:rsidRDefault="0061102A" w:rsidP="00BE6934">
      <w:pPr>
        <w:pStyle w:val="libNormal"/>
        <w:rPr>
          <w:rtl/>
        </w:rPr>
      </w:pPr>
      <w:r>
        <w:rPr>
          <w:rtl/>
        </w:rPr>
        <w:t>اس مخالفت كى دوسرى وجہ انگريزو</w:t>
      </w:r>
      <w:r w:rsidR="000A0CDC">
        <w:rPr>
          <w:rtl/>
        </w:rPr>
        <w:t xml:space="preserve">ں </w:t>
      </w:r>
      <w:r>
        <w:rPr>
          <w:rtl/>
        </w:rPr>
        <w:t>كو رويٹر كا اختيار عطا كيا جانا تھا_ علماء دين بالخصوص ملا على كنى كى نظر كے مطابق حكومت كى جانب سے اغيار كو رعايتي</w:t>
      </w:r>
      <w:r w:rsidR="000A0CDC">
        <w:rPr>
          <w:rtl/>
        </w:rPr>
        <w:t xml:space="preserve">ں </w:t>
      </w:r>
      <w:r>
        <w:rPr>
          <w:rtl/>
        </w:rPr>
        <w:t>اور اختيارات دينے سے انكى ايران مي</w:t>
      </w:r>
      <w:r w:rsidR="000A0CDC">
        <w:rPr>
          <w:rtl/>
        </w:rPr>
        <w:t xml:space="preserve">ں </w:t>
      </w:r>
      <w:r>
        <w:rPr>
          <w:rtl/>
        </w:rPr>
        <w:t>زيادہ سے زيادہ مداخلت كا راستہ ہموار ہوجاتا تھا_</w:t>
      </w:r>
      <w:r w:rsidRPr="00F67D4B">
        <w:rPr>
          <w:rStyle w:val="libFootnotenumChar"/>
          <w:rtl/>
        </w:rPr>
        <w:t>(2)</w:t>
      </w:r>
      <w:r>
        <w:rPr>
          <w:rtl/>
        </w:rPr>
        <w:t xml:space="preserve"> ناصر الدين شاہ اور سپہسالار كے فرنگستان سے واپسى سے پہلے يہ اعتراضات سامنے آئے تو انہو</w:t>
      </w:r>
      <w:r w:rsidR="000A0CDC">
        <w:rPr>
          <w:rtl/>
        </w:rPr>
        <w:t xml:space="preserve">ں </w:t>
      </w:r>
      <w:r>
        <w:rPr>
          <w:rtl/>
        </w:rPr>
        <w:t xml:space="preserve">نے بادشاہ سے خط كے ذريعے مطالبہ كيا كہ سپہسالار كو ايران نہ لائے_ يہ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حامد الگار ، سابقہ حوالہ ،ص 236_ </w:t>
      </w:r>
    </w:p>
    <w:p w:rsidR="00855142" w:rsidRPr="00855142" w:rsidRDefault="0061102A" w:rsidP="00BE6934">
      <w:pPr>
        <w:pStyle w:val="libFootnote"/>
        <w:rPr>
          <w:rStyle w:val="libNormalChar"/>
          <w:rtl/>
        </w:rPr>
      </w:pPr>
      <w:r>
        <w:rPr>
          <w:rtl/>
        </w:rPr>
        <w:t>2) حسين آباديان، انديشہ دينى ضد ريم در ايران ، ص 50_ 49_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خطوط بادشاہ كو رشت مي</w:t>
      </w:r>
      <w:r w:rsidR="000A0CDC">
        <w:rPr>
          <w:rtl/>
        </w:rPr>
        <w:t xml:space="preserve">ں </w:t>
      </w:r>
      <w:r>
        <w:rPr>
          <w:rtl/>
        </w:rPr>
        <w:t>موصول ہوئے ناصر الدين شاہ نے مجبوراً سپہسالار كو صدارت سے معزول كيا اور گيلان كا حاكم مقرر كيا اور اسكے بغير تہران مي</w:t>
      </w:r>
      <w:r w:rsidR="000A0CDC">
        <w:rPr>
          <w:rtl/>
        </w:rPr>
        <w:t xml:space="preserve">ں </w:t>
      </w:r>
      <w:r>
        <w:rPr>
          <w:rtl/>
        </w:rPr>
        <w:t xml:space="preserve">داخل ہوا </w:t>
      </w:r>
      <w:r w:rsidRPr="00855142">
        <w:rPr>
          <w:rStyle w:val="libFootnotenumChar"/>
          <w:rtl/>
        </w:rPr>
        <w:t xml:space="preserve">(1) </w:t>
      </w:r>
      <w:r>
        <w:rPr>
          <w:rtl/>
        </w:rPr>
        <w:t>كيونكہ علماء نے بادشاہ كو خبردار كيا تھا كہ سپہسالار كو معزول نہ كرنے كى صورت مي</w:t>
      </w:r>
      <w:r w:rsidR="000A0CDC">
        <w:rPr>
          <w:rtl/>
        </w:rPr>
        <w:t xml:space="preserve">ں </w:t>
      </w:r>
      <w:r>
        <w:rPr>
          <w:rtl/>
        </w:rPr>
        <w:t>وہ سب ايران سے چلے جائي</w:t>
      </w:r>
      <w:r w:rsidR="000A0CDC">
        <w:rPr>
          <w:rtl/>
        </w:rPr>
        <w:t xml:space="preserve">ں </w:t>
      </w:r>
      <w:r>
        <w:rPr>
          <w:rtl/>
        </w:rPr>
        <w:t>گے_ بادشاہ نے يہ مطالبہ تسليم كرتے ہوئے تہران مي</w:t>
      </w:r>
      <w:r w:rsidR="000A0CDC">
        <w:rPr>
          <w:rtl/>
        </w:rPr>
        <w:t xml:space="preserve">ں </w:t>
      </w:r>
      <w:r>
        <w:rPr>
          <w:rtl/>
        </w:rPr>
        <w:t>داخل ہونے كے بعد ملا على كنى كى زيارت كيلئے حاضر ہوا اور مراتب احترام بجالايا تا كہ علماء كى ناراضگى كم ہو ،حاج ملا على كنى كا سپہسالار سے طرز عمل قاجاريہ دور مي</w:t>
      </w:r>
      <w:r w:rsidR="000A0CDC">
        <w:rPr>
          <w:rtl/>
        </w:rPr>
        <w:t xml:space="preserve">ں </w:t>
      </w:r>
      <w:r>
        <w:rPr>
          <w:rtl/>
        </w:rPr>
        <w:t>دينى ادارو</w:t>
      </w:r>
      <w:r w:rsidR="000A0CDC">
        <w:rPr>
          <w:rtl/>
        </w:rPr>
        <w:t xml:space="preserve">ں </w:t>
      </w:r>
      <w:r>
        <w:rPr>
          <w:rtl/>
        </w:rPr>
        <w:t xml:space="preserve">اور شيعہ علماء كى قاجارى حكومت كے اراكين سے طرز عمل كى تنباكو كى تحريك سے پہلے كى واضح ترين مثال تھى </w:t>
      </w:r>
      <w:r w:rsidRPr="00855142">
        <w:rPr>
          <w:rStyle w:val="libFootnotenumChar"/>
          <w:rtl/>
        </w:rPr>
        <w:t xml:space="preserve">(2) </w:t>
      </w:r>
    </w:p>
    <w:p w:rsidR="0061102A" w:rsidRDefault="0061102A" w:rsidP="00BE6934">
      <w:pPr>
        <w:pStyle w:val="libNormal"/>
        <w:rPr>
          <w:rtl/>
        </w:rPr>
      </w:pPr>
      <w:r>
        <w:rPr>
          <w:rtl/>
        </w:rPr>
        <w:t>سپہسالار كے حوالے سے علماء كے سخت طرز عمل كى ايك وجہ يہ بھى تھى كہ سپہسالار عدليہ كے وزير كے عنوان سے يہ كوشش كر رہا تھا كہ شرعى قاضى و مرجع كے عہدو</w:t>
      </w:r>
      <w:r w:rsidR="000A0CDC">
        <w:rPr>
          <w:rtl/>
        </w:rPr>
        <w:t xml:space="preserve">ں </w:t>
      </w:r>
      <w:r>
        <w:rPr>
          <w:rtl/>
        </w:rPr>
        <w:t>پر مجتھدو</w:t>
      </w:r>
      <w:r w:rsidR="000A0CDC">
        <w:rPr>
          <w:rtl/>
        </w:rPr>
        <w:t xml:space="preserve">ں </w:t>
      </w:r>
      <w:r>
        <w:rPr>
          <w:rtl/>
        </w:rPr>
        <w:t xml:space="preserve">كے انتخاب كا اختيار حكومت كے پاس ہو </w:t>
      </w:r>
      <w:r w:rsidRPr="00F67D4B">
        <w:rPr>
          <w:rStyle w:val="libFootnotenumChar"/>
          <w:rtl/>
        </w:rPr>
        <w:t>(3)</w:t>
      </w:r>
      <w:r>
        <w:rPr>
          <w:rtl/>
        </w:rPr>
        <w:t xml:space="preserve"> ملا على كنى كى قيادت مي</w:t>
      </w:r>
      <w:r w:rsidR="000A0CDC">
        <w:rPr>
          <w:rtl/>
        </w:rPr>
        <w:t xml:space="preserve">ں </w:t>
      </w:r>
      <w:r>
        <w:rPr>
          <w:rtl/>
        </w:rPr>
        <w:t>دينى قوتو</w:t>
      </w:r>
      <w:r w:rsidR="000A0CDC">
        <w:rPr>
          <w:rtl/>
        </w:rPr>
        <w:t xml:space="preserve">ں </w:t>
      </w:r>
      <w:r>
        <w:rPr>
          <w:rtl/>
        </w:rPr>
        <w:t xml:space="preserve">كے حكومت سے مسلسل ٹكراؤ كى وجہ سے آخر كار ويٹر كى رعايت و اختيار كولغو كرديا گيا_ </w:t>
      </w:r>
      <w:r w:rsidRPr="00F67D4B">
        <w:rPr>
          <w:rStyle w:val="libFootnotenumChar"/>
          <w:rtl/>
        </w:rPr>
        <w:t>(4)</w:t>
      </w:r>
      <w:r>
        <w:rPr>
          <w:rtl/>
        </w:rPr>
        <w:t xml:space="preserve"> </w:t>
      </w:r>
    </w:p>
    <w:p w:rsidR="0061102A" w:rsidRDefault="0061102A" w:rsidP="00BE6934">
      <w:pPr>
        <w:pStyle w:val="libNormal"/>
        <w:rPr>
          <w:rtl/>
        </w:rPr>
      </w:pPr>
      <w:r>
        <w:rPr>
          <w:rtl/>
        </w:rPr>
        <w:t>حاج ملا على كنى كو اس زمانہ مي</w:t>
      </w:r>
      <w:r w:rsidR="000A0CDC">
        <w:rPr>
          <w:rtl/>
        </w:rPr>
        <w:t xml:space="preserve">ں </w:t>
      </w:r>
      <w:r>
        <w:rPr>
          <w:rtl/>
        </w:rPr>
        <w:t>رئيس المجتہدين كا لقب حاصل ہوا تھا وہ ان اقدامات كا مقابلہ كرتے تھے كہ جو دين ، حكومت اور لوگو</w:t>
      </w:r>
      <w:r w:rsidR="000A0CDC">
        <w:rPr>
          <w:rtl/>
        </w:rPr>
        <w:t xml:space="preserve">ں </w:t>
      </w:r>
      <w:r>
        <w:rPr>
          <w:rtl/>
        </w:rPr>
        <w:t>كيلئے مضرہو</w:t>
      </w:r>
      <w:r w:rsidR="000A0CDC">
        <w:rPr>
          <w:rtl/>
        </w:rPr>
        <w:t xml:space="preserve">ں </w:t>
      </w:r>
      <w:r>
        <w:rPr>
          <w:rtl/>
        </w:rPr>
        <w:t>وہ ايك ماہر دينى سياست دان كى حيثت سے سيكولر اور دين مخالف روشن فكر حضرات كے افكار اور اقدامات پر گہرى نظر ركھتے تھے اور انكا مقابلہ كيا كرتے تھے_ اس زمانہ مي</w:t>
      </w:r>
      <w:r w:rsidR="000A0CDC">
        <w:rPr>
          <w:rtl/>
        </w:rPr>
        <w:t xml:space="preserve">ں </w:t>
      </w:r>
      <w:r>
        <w:rPr>
          <w:rtl/>
        </w:rPr>
        <w:t>ايسے روشن خيال لوگو</w:t>
      </w:r>
      <w:r w:rsidR="000A0CDC">
        <w:rPr>
          <w:rtl/>
        </w:rPr>
        <w:t xml:space="preserve">ں </w:t>
      </w:r>
      <w:r>
        <w:rPr>
          <w:rtl/>
        </w:rPr>
        <w:t>مي</w:t>
      </w:r>
      <w:r w:rsidR="000A0CDC">
        <w:rPr>
          <w:rtl/>
        </w:rPr>
        <w:t xml:space="preserve">ں </w:t>
      </w:r>
      <w:r>
        <w:rPr>
          <w:rtl/>
        </w:rPr>
        <w:t>سے ملكم خان ناظم الدولہ اور فتحعلى خان آخوند زادہ كى طرف اشارہ كيا جاسكتا ہے كہ يہ افراد بھى سپہسالار كے مذہبى پاليسى سازو</w:t>
      </w:r>
      <w:r w:rsidR="000A0CDC">
        <w:rPr>
          <w:rtl/>
        </w:rPr>
        <w:t xml:space="preserve">ں </w:t>
      </w:r>
      <w:r>
        <w:rPr>
          <w:rtl/>
        </w:rPr>
        <w:t xml:space="preserve">كى حيثيت سے سيكولر افكار ونظريات پيش كرتے تھے اور اقدامات انجام ديتے تھے_ </w:t>
      </w:r>
      <w:r w:rsidRPr="00F67D4B">
        <w:rPr>
          <w:rStyle w:val="libFootnotenumChar"/>
          <w:rtl/>
        </w:rPr>
        <w:t>(5)</w:t>
      </w:r>
      <w:r>
        <w:rPr>
          <w:rtl/>
        </w:rPr>
        <w:t xml:space="preserve"> ميرزا ملكم خان كى بہت زيادہ كوشش تھى كہ ايك مذہبى شخصيت كے خول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احمد كسروى ، تاريخ مشروطہ ايران، ج 1، تہران، اميركبير ، ص 10_ </w:t>
      </w:r>
    </w:p>
    <w:p w:rsidR="0061102A" w:rsidRDefault="0061102A" w:rsidP="00BE6934">
      <w:pPr>
        <w:pStyle w:val="libFootnote"/>
        <w:rPr>
          <w:rtl/>
        </w:rPr>
      </w:pPr>
      <w:r>
        <w:rPr>
          <w:rtl/>
        </w:rPr>
        <w:t xml:space="preserve">2) محسن بہشتى سرشت، نقش علماء در سياست از مشروطہ تا ا نقراض قاجار، تہران ، پوہشكدہ امام خمينى و انقلاب اسلامي، ص 81_ 77_ </w:t>
      </w:r>
    </w:p>
    <w:p w:rsidR="0061102A" w:rsidRDefault="0061102A" w:rsidP="00BE6934">
      <w:pPr>
        <w:pStyle w:val="libFootnote"/>
        <w:rPr>
          <w:rtl/>
        </w:rPr>
      </w:pPr>
      <w:r>
        <w:rPr>
          <w:rtl/>
        </w:rPr>
        <w:t xml:space="preserve">3) صادق زيبا كلام، سنت و مدرنيتہ، ريشہ يابى علل ناكامى اصلاحات و نوسازى سياسى در ايران عصر قاجار ، تہران ، ص 294_ 293_ </w:t>
      </w:r>
    </w:p>
    <w:p w:rsidR="0061102A" w:rsidRDefault="0061102A" w:rsidP="00BE6934">
      <w:pPr>
        <w:pStyle w:val="libFootnote"/>
        <w:rPr>
          <w:rtl/>
        </w:rPr>
      </w:pPr>
      <w:r>
        <w:rPr>
          <w:rtl/>
        </w:rPr>
        <w:t xml:space="preserve">4) موسى نجفى ، تعامل ديانت و سياست در ايران، موسسہ مطالعات تاريخ معاصر ايران ص 100_ 89 ،ابراہيم تيمورى ، عصر بى خيرى با تاريخ امتيازات در ايران، تہران، ج جہاد ، ص 112_ 108_ </w:t>
      </w:r>
    </w:p>
    <w:p w:rsidR="00EF5080" w:rsidRDefault="0061102A" w:rsidP="00BE6934">
      <w:pPr>
        <w:pStyle w:val="libFootnote"/>
        <w:rPr>
          <w:rtl/>
        </w:rPr>
      </w:pPr>
      <w:r>
        <w:rPr>
          <w:rtl/>
        </w:rPr>
        <w:t>5) عبدالہادى حائري، تشيع و مشروطيت در ايران و نقش ايرانيان مقيم عراق، تہران، اميركبير چ دوم، ص 47 _ 40 ، 29 _ 26_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مي</w:t>
      </w:r>
      <w:r w:rsidR="000A0CDC">
        <w:rPr>
          <w:rtl/>
        </w:rPr>
        <w:t xml:space="preserve">ں </w:t>
      </w:r>
      <w:r>
        <w:rPr>
          <w:rtl/>
        </w:rPr>
        <w:t>رہتے ہوئے اپنے جدت پر مبنى اہداف كو پيش كرے وہ عقائد اور فكرى بنيادو</w:t>
      </w:r>
      <w:r w:rsidR="000A0CDC">
        <w:rPr>
          <w:rtl/>
        </w:rPr>
        <w:t xml:space="preserve">ں </w:t>
      </w:r>
      <w:r>
        <w:rPr>
          <w:rtl/>
        </w:rPr>
        <w:t>كے حوالے سے مغربى مادى مكاتب كامعتقد تھا _ اگر وہ ان كو پنہان ركھتا تھا تو يہ سب مصلحت انديشى كى بناء پر تھا چونكہ اس كے يہ عقائد اور اہداف ظاہر ہونے كى صورت مي</w:t>
      </w:r>
      <w:r w:rsidR="000A0CDC">
        <w:rPr>
          <w:rtl/>
        </w:rPr>
        <w:t xml:space="preserve">ں </w:t>
      </w:r>
      <w:r>
        <w:rPr>
          <w:rtl/>
        </w:rPr>
        <w:t xml:space="preserve">وہ مسلمان معاشرہ سے دھتكار ديا جاتا _ </w:t>
      </w:r>
    </w:p>
    <w:p w:rsidR="0061102A" w:rsidRDefault="0061102A" w:rsidP="00BE6934">
      <w:pPr>
        <w:pStyle w:val="libNormal"/>
        <w:rPr>
          <w:rtl/>
        </w:rPr>
      </w:pPr>
      <w:r>
        <w:rPr>
          <w:rtl/>
        </w:rPr>
        <w:t>وہ 1289 قمرى مي</w:t>
      </w:r>
      <w:r w:rsidR="000A0CDC">
        <w:rPr>
          <w:rtl/>
        </w:rPr>
        <w:t xml:space="preserve">ں </w:t>
      </w:r>
      <w:r>
        <w:rPr>
          <w:rtl/>
        </w:rPr>
        <w:t>تفليس مي</w:t>
      </w:r>
      <w:r w:rsidR="000A0CDC">
        <w:rPr>
          <w:rtl/>
        </w:rPr>
        <w:t xml:space="preserve">ں </w:t>
      </w:r>
      <w:r>
        <w:rPr>
          <w:rtl/>
        </w:rPr>
        <w:t>قيام كے دوران اپنى اخوند زادہ كے ساتھ گفتگو مي</w:t>
      </w:r>
      <w:r w:rsidR="000A0CDC">
        <w:rPr>
          <w:rtl/>
        </w:rPr>
        <w:t xml:space="preserve">ں </w:t>
      </w:r>
      <w:r>
        <w:rPr>
          <w:rtl/>
        </w:rPr>
        <w:t>دين كو عقل كى نابودى ، نقل كو عقل پر ترجيح دينے اور عقل كے محبوس ہونے كا سبب سمجھتا تھا _ يا اس نے لندن مي</w:t>
      </w:r>
      <w:r w:rsidR="000A0CDC">
        <w:rPr>
          <w:rtl/>
        </w:rPr>
        <w:t xml:space="preserve">ں </w:t>
      </w:r>
      <w:r>
        <w:rPr>
          <w:rtl/>
        </w:rPr>
        <w:t>كسى مسئلہ مي</w:t>
      </w:r>
      <w:r w:rsidR="000A0CDC">
        <w:rPr>
          <w:rtl/>
        </w:rPr>
        <w:t xml:space="preserve">ں </w:t>
      </w:r>
      <w:r>
        <w:rPr>
          <w:rtl/>
        </w:rPr>
        <w:t>'' ايرانى مدنيت '' كے موضوع پر تقرير كرتے ہوئے واضح كيا ہ وہ اپنے جدت پر مبنى نظريہ اور غربى تہذيب كے اقتباس كو دينى لفافہ مي</w:t>
      </w:r>
      <w:r w:rsidR="000A0CDC">
        <w:rPr>
          <w:rtl/>
        </w:rPr>
        <w:t xml:space="preserve">ں </w:t>
      </w:r>
      <w:r>
        <w:rPr>
          <w:rtl/>
        </w:rPr>
        <w:t>ڈال كر پيش كرے گا كيونكہ وہ اسى راہ كو فقط مسلمانو</w:t>
      </w:r>
      <w:r w:rsidR="000A0CDC">
        <w:rPr>
          <w:rtl/>
        </w:rPr>
        <w:t xml:space="preserve">ں </w:t>
      </w:r>
      <w:r>
        <w:rPr>
          <w:rtl/>
        </w:rPr>
        <w:t>كى ترقى كى ضمانت سمجھتا تھا كہ مسلمانو</w:t>
      </w:r>
      <w:r w:rsidR="000A0CDC">
        <w:rPr>
          <w:rtl/>
        </w:rPr>
        <w:t xml:space="preserve">ں </w:t>
      </w:r>
      <w:r>
        <w:rPr>
          <w:rtl/>
        </w:rPr>
        <w:t>كو فقط يہى بتايا جائے كہ مغربى ترقى كى اساس اسلامى اصولو</w:t>
      </w:r>
      <w:r w:rsidR="000A0CDC">
        <w:rPr>
          <w:rtl/>
        </w:rPr>
        <w:t xml:space="preserve">ں </w:t>
      </w:r>
      <w:r>
        <w:rPr>
          <w:rtl/>
        </w:rPr>
        <w:t>كے منبع سے لى گئي ہے اورمسلمان اس مغربى تہذيب مي</w:t>
      </w:r>
      <w:r w:rsidR="000A0CDC">
        <w:rPr>
          <w:rtl/>
        </w:rPr>
        <w:t xml:space="preserve">ں </w:t>
      </w:r>
      <w:r>
        <w:rPr>
          <w:rtl/>
        </w:rPr>
        <w:t>ڈھل كر اپنے آپ كو اور جوانكا سرمايہ تھا اسے پھرپالي</w:t>
      </w:r>
      <w:r w:rsidR="000A0CDC">
        <w:rPr>
          <w:rtl/>
        </w:rPr>
        <w:t xml:space="preserve">ں </w:t>
      </w:r>
      <w:r>
        <w:rPr>
          <w:rtl/>
        </w:rPr>
        <w:t>گے _</w:t>
      </w:r>
      <w:r w:rsidRPr="00F67D4B">
        <w:rPr>
          <w:rStyle w:val="libFootnotenumChar"/>
          <w:rtl/>
        </w:rPr>
        <w:t>(1)</w:t>
      </w:r>
      <w:r>
        <w:rPr>
          <w:rtl/>
        </w:rPr>
        <w:t xml:space="preserve"> </w:t>
      </w:r>
    </w:p>
    <w:p w:rsidR="0061102A" w:rsidRDefault="0061102A" w:rsidP="00BE6934">
      <w:pPr>
        <w:pStyle w:val="libNormal"/>
        <w:rPr>
          <w:rtl/>
        </w:rPr>
      </w:pPr>
      <w:r>
        <w:rPr>
          <w:rtl/>
        </w:rPr>
        <w:t>بعض لوگو</w:t>
      </w:r>
      <w:r w:rsidR="000A0CDC">
        <w:rPr>
          <w:rtl/>
        </w:rPr>
        <w:t xml:space="preserve">ں </w:t>
      </w:r>
      <w:r>
        <w:rPr>
          <w:rtl/>
        </w:rPr>
        <w:t>نے ملكم خان كے متضاد اقوال اور كردار كى بناء پر اسے دورو اور منافق سے تعبير كياہے_ اور وہ اسكى موقع پرستى اور خودغرضى جيسى خصلتو</w:t>
      </w:r>
      <w:r w:rsidR="000A0CDC">
        <w:rPr>
          <w:rtl/>
        </w:rPr>
        <w:t xml:space="preserve">ں </w:t>
      </w:r>
      <w:r>
        <w:rPr>
          <w:rtl/>
        </w:rPr>
        <w:t>كى مذمت كرتے ہي</w:t>
      </w:r>
      <w:r w:rsidR="000A0CDC">
        <w:rPr>
          <w:rtl/>
        </w:rPr>
        <w:t xml:space="preserve">ں </w:t>
      </w:r>
      <w:r>
        <w:rPr>
          <w:rtl/>
        </w:rPr>
        <w:t>_ ميرزا ملكم خان ايران مي</w:t>
      </w:r>
      <w:r w:rsidR="000A0CDC">
        <w:rPr>
          <w:rtl/>
        </w:rPr>
        <w:t xml:space="preserve">ں </w:t>
      </w:r>
      <w:r>
        <w:rPr>
          <w:rtl/>
        </w:rPr>
        <w:t xml:space="preserve">سب سے پہلا فرى ميسن تھا جس نے اس ادارہ كو تشكيل ديا </w:t>
      </w:r>
      <w:r w:rsidRPr="00F67D4B">
        <w:rPr>
          <w:rStyle w:val="libFootnotenumChar"/>
          <w:rtl/>
        </w:rPr>
        <w:t>(2)</w:t>
      </w:r>
      <w:r>
        <w:rPr>
          <w:rtl/>
        </w:rPr>
        <w:t xml:space="preserve"> لا تارى كے اختيارات عطا كرنے والے مسئلہ مي</w:t>
      </w:r>
      <w:r w:rsidR="000A0CDC">
        <w:rPr>
          <w:rtl/>
        </w:rPr>
        <w:t xml:space="preserve">ں </w:t>
      </w:r>
      <w:r>
        <w:rPr>
          <w:rtl/>
        </w:rPr>
        <w:t>ملكم خان كى مالى اور سياسى خيانت و رسوائي اپنے عروج كو پہنچى ،اس زمانہ مي</w:t>
      </w:r>
      <w:r w:rsidR="000A0CDC">
        <w:rPr>
          <w:rtl/>
        </w:rPr>
        <w:t xml:space="preserve">ں </w:t>
      </w:r>
      <w:r>
        <w:rPr>
          <w:rtl/>
        </w:rPr>
        <w:t>بعض كم فہم لوگ ان تمام دلائل كے باوجود اسكے دعوو</w:t>
      </w:r>
      <w:r w:rsidR="000A0CDC">
        <w:rPr>
          <w:rtl/>
        </w:rPr>
        <w:t xml:space="preserve">ں </w:t>
      </w:r>
      <w:r>
        <w:rPr>
          <w:rtl/>
        </w:rPr>
        <w:t>كا فريب كھائے ہوئے تھے ليكن حاج ملا على اسكا اصل چہرہ پہچان چكے تھے لہذا انہو</w:t>
      </w:r>
      <w:r w:rsidR="000A0CDC">
        <w:rPr>
          <w:rtl/>
        </w:rPr>
        <w:t xml:space="preserve">ں </w:t>
      </w:r>
      <w:r>
        <w:rPr>
          <w:rtl/>
        </w:rPr>
        <w:t>نے ناصر الدين شاہ كو اپنے ايك خط مي</w:t>
      </w:r>
      <w:r w:rsidR="000A0CDC">
        <w:rPr>
          <w:rtl/>
        </w:rPr>
        <w:t xml:space="preserve">ں </w:t>
      </w:r>
      <w:r>
        <w:rPr>
          <w:rtl/>
        </w:rPr>
        <w:t>ملكم كے فرى ميسن ہونے اور اس كے عقائد كے خطرات سے آگاہ كرتے ہوئے اسكے وہا</w:t>
      </w:r>
      <w:r w:rsidR="000A0CDC">
        <w:rPr>
          <w:rtl/>
        </w:rPr>
        <w:t xml:space="preserve">ں </w:t>
      </w:r>
      <w:r>
        <w:rPr>
          <w:rtl/>
        </w:rPr>
        <w:t>سے نكالے جانے پر زور ديا</w:t>
      </w:r>
      <w:r w:rsidRPr="00F67D4B">
        <w:rPr>
          <w:rStyle w:val="libFootnotenumChar"/>
          <w:rtl/>
        </w:rPr>
        <w:t>(1)</w:t>
      </w:r>
      <w:r>
        <w:rPr>
          <w:rtl/>
        </w:rPr>
        <w:t xml:space="preserve"> </w:t>
      </w:r>
    </w:p>
    <w:p w:rsidR="0061102A" w:rsidRDefault="0061102A" w:rsidP="00BE6934">
      <w:pPr>
        <w:pStyle w:val="libNormal"/>
        <w:rPr>
          <w:rtl/>
        </w:rPr>
      </w:pPr>
      <w:r>
        <w:rPr>
          <w:rtl/>
        </w:rPr>
        <w:t>1306 قمرى مي</w:t>
      </w:r>
      <w:r w:rsidR="000A0CDC">
        <w:rPr>
          <w:rtl/>
        </w:rPr>
        <w:t xml:space="preserve">ں </w:t>
      </w:r>
      <w:r>
        <w:rPr>
          <w:rtl/>
        </w:rPr>
        <w:t>ناصرالدين شاہ نے فرنگ كى طر ف اپنے تيسرے سفر كے ضمن مي</w:t>
      </w:r>
      <w:r w:rsidR="000A0CDC">
        <w:rPr>
          <w:rtl/>
        </w:rPr>
        <w:t xml:space="preserve">ں </w:t>
      </w:r>
      <w:r>
        <w:rPr>
          <w:rtl/>
        </w:rPr>
        <w:t xml:space="preserve">سگر يٹ اور تمباكو كي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حجت اللہ اصيل، زندگى و انديشہ اى ميرزا ملكم خان ناظم الدولہ، تہران ، ص 83 _ 82 _ </w:t>
      </w:r>
    </w:p>
    <w:p w:rsidR="0061102A" w:rsidRDefault="0061102A" w:rsidP="00BE6934">
      <w:pPr>
        <w:pStyle w:val="libFootnote"/>
        <w:rPr>
          <w:rtl/>
        </w:rPr>
      </w:pPr>
      <w:r>
        <w:rPr>
          <w:rtl/>
        </w:rPr>
        <w:t xml:space="preserve">2) محمد مددپور، سير تفكر معاصر، تجدد و دين زدايى در انديشہ ميرزا ملكم خان ناظم الدولة ، تہران ، ص 37 _ 33_ </w:t>
      </w:r>
    </w:p>
    <w:p w:rsidR="00EF5080" w:rsidRDefault="0061102A" w:rsidP="00BE6934">
      <w:pPr>
        <w:pStyle w:val="libFootnote"/>
        <w:rPr>
          <w:rtl/>
        </w:rPr>
      </w:pPr>
      <w:r>
        <w:rPr>
          <w:rtl/>
        </w:rPr>
        <w:t>3) موسى نجفي، سابقہ ماخذ،ص 104 _ 100_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صنعت كے اندرونى اور بيرونى معاملات كے حقوق ايك انگريز كمپنى كو عطا كرديے البتہ اس قرار داد پر دستخط 1308 قمرى اور 1890 عيسوى مي</w:t>
      </w:r>
      <w:r w:rsidR="000A0CDC">
        <w:rPr>
          <w:rtl/>
        </w:rPr>
        <w:t xml:space="preserve">ں </w:t>
      </w:r>
      <w:r>
        <w:rPr>
          <w:rtl/>
        </w:rPr>
        <w:t>ہوئے _چونكہ اس قرارداد كى رو سے ہزارو</w:t>
      </w:r>
      <w:r w:rsidR="000A0CDC">
        <w:rPr>
          <w:rtl/>
        </w:rPr>
        <w:t xml:space="preserve">ں </w:t>
      </w:r>
      <w:r>
        <w:rPr>
          <w:rtl/>
        </w:rPr>
        <w:t>كسانو</w:t>
      </w:r>
      <w:r w:rsidR="000A0CDC">
        <w:rPr>
          <w:rtl/>
        </w:rPr>
        <w:t xml:space="preserve">ں </w:t>
      </w:r>
      <w:r>
        <w:rPr>
          <w:rtl/>
        </w:rPr>
        <w:t>، مزدورو</w:t>
      </w:r>
      <w:r w:rsidR="000A0CDC">
        <w:rPr>
          <w:rtl/>
        </w:rPr>
        <w:t xml:space="preserve">ں </w:t>
      </w:r>
      <w:r>
        <w:rPr>
          <w:rtl/>
        </w:rPr>
        <w:t>اور تاجرو</w:t>
      </w:r>
      <w:r w:rsidR="000A0CDC">
        <w:rPr>
          <w:rtl/>
        </w:rPr>
        <w:t xml:space="preserve">ں </w:t>
      </w:r>
      <w:r>
        <w:rPr>
          <w:rtl/>
        </w:rPr>
        <w:t>كے مفادات اور ايران كا اقتصاد اغيار سے وابستہ ہو گيا تھا اس ليے يہ نقصان دہ ترين قرار دادو</w:t>
      </w:r>
      <w:r w:rsidR="000A0CDC">
        <w:rPr>
          <w:rtl/>
        </w:rPr>
        <w:t xml:space="preserve">ں </w:t>
      </w:r>
      <w:r>
        <w:rPr>
          <w:rtl/>
        </w:rPr>
        <w:t>مي</w:t>
      </w:r>
      <w:r w:rsidR="000A0CDC">
        <w:rPr>
          <w:rtl/>
        </w:rPr>
        <w:t xml:space="preserve">ں </w:t>
      </w:r>
      <w:r>
        <w:rPr>
          <w:rtl/>
        </w:rPr>
        <w:t>سے شمار ہوتى تھي_ نيز اس قرارداد كے ضمن مي</w:t>
      </w:r>
      <w:r w:rsidR="000A0CDC">
        <w:rPr>
          <w:rtl/>
        </w:rPr>
        <w:t xml:space="preserve">ں </w:t>
      </w:r>
      <w:r>
        <w:rPr>
          <w:rtl/>
        </w:rPr>
        <w:t xml:space="preserve">علماء كے مقام اوركردار كو ملحوظ خاطر نہ ركھا گيا تھا_ </w:t>
      </w:r>
    </w:p>
    <w:p w:rsidR="0061102A" w:rsidRDefault="0061102A" w:rsidP="00BE6934">
      <w:pPr>
        <w:pStyle w:val="libNormal"/>
        <w:rPr>
          <w:rtl/>
        </w:rPr>
      </w:pPr>
      <w:r>
        <w:rPr>
          <w:rtl/>
        </w:rPr>
        <w:t>ليكن كچھ عرصہ ہى نہ گذرا تھا كہ شيعہ علماء اور تجار نے متحد ہو كر اس قرار داد كى مخالفت مي</w:t>
      </w:r>
      <w:r w:rsidR="000A0CDC">
        <w:rPr>
          <w:rtl/>
        </w:rPr>
        <w:t xml:space="preserve">ں </w:t>
      </w:r>
      <w:r>
        <w:rPr>
          <w:rtl/>
        </w:rPr>
        <w:t>قيام كيا_ علماء نے اس ليے قيام كيا كہ انكے تجزيہ كے مطابق يہ قرارداد ايك غير ملك كے اسلامى مملكت كے ايك حصہ پر تسلط اور قبضہ كا وسيلہ تھى اور اس سے دينى اہداف اور اسلامى معاشرہ كا دينى تشخص خطرہ مي</w:t>
      </w:r>
      <w:r w:rsidR="000A0CDC">
        <w:rPr>
          <w:rtl/>
        </w:rPr>
        <w:t xml:space="preserve">ں </w:t>
      </w:r>
      <w:r>
        <w:rPr>
          <w:rtl/>
        </w:rPr>
        <w:t>پڑرہاتھا جبكہ تاجرو</w:t>
      </w:r>
      <w:r w:rsidR="000A0CDC">
        <w:rPr>
          <w:rtl/>
        </w:rPr>
        <w:t xml:space="preserve">ں </w:t>
      </w:r>
      <w:r>
        <w:rPr>
          <w:rtl/>
        </w:rPr>
        <w:t>كى مخالفت كى وجہ انكے اقتصادى مفادات كو بہت بڑا ضرر پہنچ رہا تھا لذا يہ سب مخالفت مي</w:t>
      </w:r>
      <w:r w:rsidR="000A0CDC">
        <w:rPr>
          <w:rtl/>
        </w:rPr>
        <w:t xml:space="preserve">ں </w:t>
      </w:r>
      <w:r>
        <w:rPr>
          <w:rtl/>
        </w:rPr>
        <w:t>اٹھ كھڑے ہوئے_ انگريزو</w:t>
      </w:r>
      <w:r w:rsidR="000A0CDC">
        <w:rPr>
          <w:rtl/>
        </w:rPr>
        <w:t xml:space="preserve">ں </w:t>
      </w:r>
      <w:r>
        <w:rPr>
          <w:rtl/>
        </w:rPr>
        <w:t>كا ايران مي</w:t>
      </w:r>
      <w:r w:rsidR="000A0CDC">
        <w:rPr>
          <w:rtl/>
        </w:rPr>
        <w:t xml:space="preserve">ں </w:t>
      </w:r>
      <w:r>
        <w:rPr>
          <w:rtl/>
        </w:rPr>
        <w:t>ايك بڑى تعداد كے ساتھ داخل ہونا اور انكے افعال و كردار اور اقدامات كا لوگو</w:t>
      </w:r>
      <w:r w:rsidR="000A0CDC">
        <w:rPr>
          <w:rtl/>
        </w:rPr>
        <w:t xml:space="preserve">ں </w:t>
      </w:r>
      <w:r>
        <w:rPr>
          <w:rtl/>
        </w:rPr>
        <w:t>كے عقائد و تہذيب كے منافى ہونے كى وجہ سے اس كمپنى كى مخالفت روز بروز بڑھتى گى اور بتدريج علماء كى قيادت مي</w:t>
      </w:r>
      <w:r w:rsidR="000A0CDC">
        <w:rPr>
          <w:rtl/>
        </w:rPr>
        <w:t xml:space="preserve">ں </w:t>
      </w:r>
      <w:r>
        <w:rPr>
          <w:rtl/>
        </w:rPr>
        <w:t>ايك بہت بڑے احتجاج كى شكل اختيار كر گئي_</w:t>
      </w:r>
      <w:r w:rsidRPr="00F67D4B">
        <w:rPr>
          <w:rStyle w:val="libFootnotenumChar"/>
          <w:rtl/>
        </w:rPr>
        <w:t>(1)</w:t>
      </w:r>
      <w:r>
        <w:rPr>
          <w:rtl/>
        </w:rPr>
        <w:t xml:space="preserve"> </w:t>
      </w:r>
    </w:p>
    <w:p w:rsidR="0061102A" w:rsidRDefault="0061102A" w:rsidP="00BE6934">
      <w:pPr>
        <w:pStyle w:val="libNormal"/>
        <w:rPr>
          <w:rtl/>
        </w:rPr>
      </w:pPr>
      <w:r>
        <w:rPr>
          <w:rtl/>
        </w:rPr>
        <w:t>بيدارى كى اس تحريك مي</w:t>
      </w:r>
      <w:r w:rsidR="000A0CDC">
        <w:rPr>
          <w:rtl/>
        </w:rPr>
        <w:t xml:space="preserve">ں </w:t>
      </w:r>
      <w:r>
        <w:rPr>
          <w:rtl/>
        </w:rPr>
        <w:t>علماء شيعہ اور دينى قوتو</w:t>
      </w:r>
      <w:r w:rsidR="000A0CDC">
        <w:rPr>
          <w:rtl/>
        </w:rPr>
        <w:t xml:space="preserve">ں </w:t>
      </w:r>
      <w:r>
        <w:rPr>
          <w:rtl/>
        </w:rPr>
        <w:t>كو ايك تاريخى موقعہ ملاتا كہ ثابت كري</w:t>
      </w:r>
      <w:r w:rsidR="000A0CDC">
        <w:rPr>
          <w:rtl/>
        </w:rPr>
        <w:t xml:space="preserve">ں </w:t>
      </w:r>
      <w:r>
        <w:rPr>
          <w:rtl/>
        </w:rPr>
        <w:t>كہ وہ لوگو</w:t>
      </w:r>
      <w:r w:rsidR="000A0CDC">
        <w:rPr>
          <w:rtl/>
        </w:rPr>
        <w:t xml:space="preserve">ں </w:t>
      </w:r>
      <w:r>
        <w:rPr>
          <w:rtl/>
        </w:rPr>
        <w:t>كو ساتھ ملا كر اندرونى آمريت اور بيرونى استعمار پر غلبہ پا سكتے مي</w:t>
      </w:r>
      <w:r w:rsidR="000A0CDC">
        <w:rPr>
          <w:rtl/>
        </w:rPr>
        <w:t xml:space="preserve">ں </w:t>
      </w:r>
      <w:r>
        <w:rPr>
          <w:rtl/>
        </w:rPr>
        <w:t>اور ميرزا شيرازى كے تنباكو كى حرمت پر تاريخى فتوى سے واقعا ايسا ہى ہوا اورعلماء كو دونو</w:t>
      </w:r>
      <w:r w:rsidR="000A0CDC">
        <w:rPr>
          <w:rtl/>
        </w:rPr>
        <w:t xml:space="preserve">ں </w:t>
      </w:r>
      <w:r>
        <w:rPr>
          <w:rtl/>
        </w:rPr>
        <w:t>ہى اہداف حاصل ہوگئے ،حكومت نے اس وسيع احتجاجى تحريك كے سامنے پسپائي اختيار كى اور اس قراداد كو ختم كرنے كا اعلان كرديا_ ملا محمدعلى ھيد جى كے رسالہ ''دخانيہ ''كى تحرير كے مطابق ميرزا شيرازى كے حكم كى پہلے نصف روز تك ايك لاكھ كاپيو</w:t>
      </w:r>
      <w:r w:rsidR="000A0CDC">
        <w:rPr>
          <w:rtl/>
        </w:rPr>
        <w:t xml:space="preserve">ں </w:t>
      </w:r>
      <w:r>
        <w:rPr>
          <w:rtl/>
        </w:rPr>
        <w:t>كى تقسيم نے ايرانيو</w:t>
      </w:r>
      <w:r w:rsidR="000A0CDC">
        <w:rPr>
          <w:rtl/>
        </w:rPr>
        <w:t xml:space="preserve">ں </w:t>
      </w:r>
      <w:r>
        <w:rPr>
          <w:rtl/>
        </w:rPr>
        <w:t>اور غير ملكو</w:t>
      </w:r>
      <w:r w:rsidR="000A0CDC">
        <w:rPr>
          <w:rtl/>
        </w:rPr>
        <w:t xml:space="preserve">ں </w:t>
      </w:r>
      <w:r>
        <w:rPr>
          <w:rtl/>
        </w:rPr>
        <w:t>كو حيرت مي</w:t>
      </w:r>
      <w:r w:rsidR="000A0CDC">
        <w:rPr>
          <w:rtl/>
        </w:rPr>
        <w:t xml:space="preserve">ں </w:t>
      </w:r>
      <w:r>
        <w:rPr>
          <w:rtl/>
        </w:rPr>
        <w:t>ڈال ديا_ ھيدجى تحرير كرتے ہي</w:t>
      </w:r>
      <w:r w:rsidR="000A0CDC">
        <w:rPr>
          <w:rtl/>
        </w:rPr>
        <w:t xml:space="preserve">ں </w:t>
      </w:r>
      <w:r>
        <w:rPr>
          <w:rtl/>
        </w:rPr>
        <w:t>كہ يہا</w:t>
      </w:r>
      <w:r w:rsidR="000A0CDC">
        <w:rPr>
          <w:rtl/>
        </w:rPr>
        <w:t xml:space="preserve">ں </w:t>
      </w:r>
      <w:r>
        <w:rPr>
          <w:rtl/>
        </w:rPr>
        <w:t>تك كہ ناصرالدين شاہ كى بيگمات اور نوكرو</w:t>
      </w:r>
      <w:r w:rsidR="000A0CDC">
        <w:rPr>
          <w:rtl/>
        </w:rPr>
        <w:t xml:space="preserve">ں </w:t>
      </w:r>
      <w:r>
        <w:rPr>
          <w:rtl/>
        </w:rPr>
        <w:t xml:space="preserve">نے سگريٹ اور تنباكو استعمال كرنا چھوڑديا، كوئي بھى كسى سڑك پر تنباكو استعمال كرتا ہوا يا خريد </w:t>
      </w:r>
    </w:p>
    <w:p w:rsidR="0061102A" w:rsidRDefault="003A7D4A" w:rsidP="00BE6934">
      <w:pPr>
        <w:pStyle w:val="libLine"/>
        <w:rPr>
          <w:rtl/>
        </w:rPr>
      </w:pPr>
      <w:r>
        <w:rPr>
          <w:rtl/>
        </w:rPr>
        <w:t>____________________</w:t>
      </w:r>
    </w:p>
    <w:p w:rsidR="00EF5080" w:rsidRDefault="0061102A" w:rsidP="00BE6934">
      <w:pPr>
        <w:pStyle w:val="libFootnote"/>
        <w:rPr>
          <w:rtl/>
        </w:rPr>
      </w:pPr>
      <w:r>
        <w:rPr>
          <w:rtl/>
        </w:rPr>
        <w:t>1) حسين آباديا</w:t>
      </w:r>
      <w:r w:rsidR="000A0CDC">
        <w:rPr>
          <w:rtl/>
        </w:rPr>
        <w:t xml:space="preserve">ں </w:t>
      </w:r>
      <w:r>
        <w:rPr>
          <w:rtl/>
        </w:rPr>
        <w:t>، سابقہ ماخذ، ص 80 _ 71_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و فروخت كرتا ہوا نہي</w:t>
      </w:r>
      <w:r w:rsidR="000A0CDC">
        <w:rPr>
          <w:rtl/>
        </w:rPr>
        <w:t xml:space="preserve">ں </w:t>
      </w:r>
      <w:r>
        <w:rPr>
          <w:rtl/>
        </w:rPr>
        <w:t>ديكھا گيا بلكہ مشہور تھا كہ عيسائيو</w:t>
      </w:r>
      <w:r w:rsidR="000A0CDC">
        <w:rPr>
          <w:rtl/>
        </w:rPr>
        <w:t xml:space="preserve">ں </w:t>
      </w:r>
      <w:r>
        <w:rPr>
          <w:rtl/>
        </w:rPr>
        <w:t>اور يہوديو</w:t>
      </w:r>
      <w:r w:rsidR="000A0CDC">
        <w:rPr>
          <w:rtl/>
        </w:rPr>
        <w:t xml:space="preserve">ں </w:t>
      </w:r>
      <w:r>
        <w:rPr>
          <w:rtl/>
        </w:rPr>
        <w:t>نے بھى اس حرمت شرعى كا خيال ركھا</w:t>
      </w:r>
      <w:r w:rsidRPr="00F67D4B">
        <w:rPr>
          <w:rStyle w:val="libFootnotenumChar"/>
          <w:rtl/>
        </w:rPr>
        <w:t>(1)</w:t>
      </w:r>
      <w:r>
        <w:rPr>
          <w:rtl/>
        </w:rPr>
        <w:t xml:space="preserve"> </w:t>
      </w:r>
    </w:p>
    <w:p w:rsidR="0061102A" w:rsidRDefault="0061102A" w:rsidP="00BE6934">
      <w:pPr>
        <w:pStyle w:val="libNormal"/>
        <w:rPr>
          <w:rtl/>
        </w:rPr>
      </w:pPr>
      <w:r>
        <w:rPr>
          <w:rtl/>
        </w:rPr>
        <w:t>اہم نكتہ يہا</w:t>
      </w:r>
      <w:r w:rsidR="000A0CDC">
        <w:rPr>
          <w:rtl/>
        </w:rPr>
        <w:t xml:space="preserve">ں </w:t>
      </w:r>
      <w:r>
        <w:rPr>
          <w:rtl/>
        </w:rPr>
        <w:t>يہ ہے كہ علماء اور لوگو</w:t>
      </w:r>
      <w:r w:rsidR="000A0CDC">
        <w:rPr>
          <w:rtl/>
        </w:rPr>
        <w:t xml:space="preserve">ں </w:t>
      </w:r>
      <w:r>
        <w:rPr>
          <w:rtl/>
        </w:rPr>
        <w:t>كے باہمى جوش و خروش پر مشتمل اس تحريك كا روح روا</w:t>
      </w:r>
      <w:r w:rsidR="000A0CDC">
        <w:rPr>
          <w:rtl/>
        </w:rPr>
        <w:t xml:space="preserve">ں </w:t>
      </w:r>
      <w:r>
        <w:rPr>
          <w:rtl/>
        </w:rPr>
        <w:t>نظريہ يہ تھا كہ موجودہ حكام كى حكومت كے كچھ حد تك جواز كى شرط يہ ہے كہ وہ مملكت ايران كى تمام زمينى سر حدو</w:t>
      </w:r>
      <w:r w:rsidR="000A0CDC">
        <w:rPr>
          <w:rtl/>
        </w:rPr>
        <w:t xml:space="preserve">ں </w:t>
      </w:r>
      <w:r>
        <w:rPr>
          <w:rtl/>
        </w:rPr>
        <w:t>اور لوگو</w:t>
      </w:r>
      <w:r w:rsidR="000A0CDC">
        <w:rPr>
          <w:rtl/>
        </w:rPr>
        <w:t xml:space="preserve">ں </w:t>
      </w:r>
      <w:r>
        <w:rPr>
          <w:rtl/>
        </w:rPr>
        <w:t>كے دينى عقائد و نظريات كى نگہبان ہو، ا س چيز نے شيعہ سياسى نظريہ كى اساس كو تشكيل دے ديا تھا اور اس نظريہ كے مطابق سلاطين اور بادشاہو</w:t>
      </w:r>
      <w:r w:rsidR="000A0CDC">
        <w:rPr>
          <w:rtl/>
        </w:rPr>
        <w:t xml:space="preserve">ں </w:t>
      </w:r>
      <w:r>
        <w:rPr>
          <w:rtl/>
        </w:rPr>
        <w:t>كى حكومت و طاقت اصل مي</w:t>
      </w:r>
      <w:r w:rsidR="000A0CDC">
        <w:rPr>
          <w:rtl/>
        </w:rPr>
        <w:t xml:space="preserve">ں </w:t>
      </w:r>
      <w:r>
        <w:rPr>
          <w:rtl/>
        </w:rPr>
        <w:t xml:space="preserve">غير شرعى اور ناجائز ہے سوائے اس كے كہ وہ نظم و ضبط پر كنٹرول كرے_ </w:t>
      </w:r>
    </w:p>
    <w:p w:rsidR="0061102A" w:rsidRDefault="0061102A" w:rsidP="00BE6934">
      <w:pPr>
        <w:pStyle w:val="libNormal"/>
        <w:rPr>
          <w:rtl/>
        </w:rPr>
      </w:pPr>
      <w:r>
        <w:rPr>
          <w:rtl/>
        </w:rPr>
        <w:t>دوسرا نكتہ يہ تھا كہ اس دور مي</w:t>
      </w:r>
      <w:r w:rsidR="000A0CDC">
        <w:rPr>
          <w:rtl/>
        </w:rPr>
        <w:t xml:space="preserve">ں </w:t>
      </w:r>
      <w:r>
        <w:rPr>
          <w:rtl/>
        </w:rPr>
        <w:t>شيعہ مسلك لوگو</w:t>
      </w:r>
      <w:r w:rsidR="000A0CDC">
        <w:rPr>
          <w:rtl/>
        </w:rPr>
        <w:t xml:space="preserve">ں </w:t>
      </w:r>
      <w:r>
        <w:rPr>
          <w:rtl/>
        </w:rPr>
        <w:t>كے اتحاد اور فكرى يكجہتى مي</w:t>
      </w:r>
      <w:r w:rsidR="000A0CDC">
        <w:rPr>
          <w:rtl/>
        </w:rPr>
        <w:t xml:space="preserve">ں </w:t>
      </w:r>
      <w:r>
        <w:rPr>
          <w:rtl/>
        </w:rPr>
        <w:t>ايك اہم عنصر كى صورت مي</w:t>
      </w:r>
      <w:r w:rsidR="000A0CDC">
        <w:rPr>
          <w:rtl/>
        </w:rPr>
        <w:t xml:space="preserve">ں </w:t>
      </w:r>
      <w:r>
        <w:rPr>
          <w:rtl/>
        </w:rPr>
        <w:t>ابھرا_ اس تحريك سے يقينا ثابت ہو چكا تھا كہ قاجارى بادشاہ اب بھرپور انداز سے حكومت چلانے كى طاقت نہي</w:t>
      </w:r>
      <w:r w:rsidR="000A0CDC">
        <w:rPr>
          <w:rtl/>
        </w:rPr>
        <w:t xml:space="preserve">ں </w:t>
      </w:r>
      <w:r>
        <w:rPr>
          <w:rtl/>
        </w:rPr>
        <w:t>ركھتا اور كسى صورت مي</w:t>
      </w:r>
      <w:r w:rsidR="000A0CDC">
        <w:rPr>
          <w:rtl/>
        </w:rPr>
        <w:t xml:space="preserve">ں </w:t>
      </w:r>
      <w:r>
        <w:rPr>
          <w:rtl/>
        </w:rPr>
        <w:t>بھى بادشاہ كى حكومت و طاقت مي</w:t>
      </w:r>
      <w:r w:rsidR="000A0CDC">
        <w:rPr>
          <w:rtl/>
        </w:rPr>
        <w:t xml:space="preserve">ں </w:t>
      </w:r>
      <w:r>
        <w:rPr>
          <w:rtl/>
        </w:rPr>
        <w:t>عنوان الوہيت موجود نہي</w:t>
      </w:r>
      <w:r w:rsidR="000A0CDC">
        <w:rPr>
          <w:rtl/>
        </w:rPr>
        <w:t xml:space="preserve">ں </w:t>
      </w:r>
      <w:r>
        <w:rPr>
          <w:rtl/>
        </w:rPr>
        <w:t>ہے ،آخرى نكتہ يہ ہے كہ اس بڑى آزمائشے كى گھڑيو</w:t>
      </w:r>
      <w:r w:rsidR="000A0CDC">
        <w:rPr>
          <w:rtl/>
        </w:rPr>
        <w:t xml:space="preserve">ں </w:t>
      </w:r>
      <w:r>
        <w:rPr>
          <w:rtl/>
        </w:rPr>
        <w:t>مي</w:t>
      </w:r>
      <w:r w:rsidR="000A0CDC">
        <w:rPr>
          <w:rtl/>
        </w:rPr>
        <w:t xml:space="preserve">ں </w:t>
      </w:r>
      <w:r>
        <w:rPr>
          <w:rtl/>
        </w:rPr>
        <w:t>لوگو</w:t>
      </w:r>
      <w:r w:rsidR="000A0CDC">
        <w:rPr>
          <w:rtl/>
        </w:rPr>
        <w:t xml:space="preserve">ں </w:t>
      </w:r>
      <w:r>
        <w:rPr>
          <w:rtl/>
        </w:rPr>
        <w:t>كو بيدار كرنے سے مراجع اور مجتہدين كى سياسى اہميت ثابت ہوچكى تھى اور اس مسئلہ كے بعد نجف مي</w:t>
      </w:r>
      <w:r w:rsidR="000A0CDC">
        <w:rPr>
          <w:rtl/>
        </w:rPr>
        <w:t xml:space="preserve">ں </w:t>
      </w:r>
      <w:r>
        <w:rPr>
          <w:rtl/>
        </w:rPr>
        <w:t>مقيم ايرانى مجتہدين اور مراجع ، مشروطہ كى تحريك كے دوران اور اسكے بعد زيادہ اطمينان كے ساتھ لوگو</w:t>
      </w:r>
      <w:r w:rsidR="000A0CDC">
        <w:rPr>
          <w:rtl/>
        </w:rPr>
        <w:t xml:space="preserve">ں </w:t>
      </w:r>
      <w:r>
        <w:rPr>
          <w:rtl/>
        </w:rPr>
        <w:t>كى سياسى قيادت اور رہبرى مي</w:t>
      </w:r>
      <w:r w:rsidR="000A0CDC">
        <w:rPr>
          <w:rtl/>
        </w:rPr>
        <w:t xml:space="preserve">ں </w:t>
      </w:r>
      <w:r>
        <w:rPr>
          <w:rtl/>
        </w:rPr>
        <w:t>اپنا سياسى كردار ادا كرتے رہے لہذا يہ تنباكو كى تحريك اس مشروطيت كى تحريك كيلئے ايك پيش خيمہ تھى كہ جو تقريباً پندرہ سال كے بعد وجود مي</w:t>
      </w:r>
      <w:r w:rsidR="000A0CDC">
        <w:rPr>
          <w:rtl/>
        </w:rPr>
        <w:t xml:space="preserve">ں </w:t>
      </w:r>
      <w:r>
        <w:rPr>
          <w:rtl/>
        </w:rPr>
        <w:t>آئي</w:t>
      </w:r>
      <w:r w:rsidRPr="00F67D4B">
        <w:rPr>
          <w:rStyle w:val="libFootnotenumChar"/>
          <w:rtl/>
        </w:rPr>
        <w:t>(2)</w:t>
      </w:r>
      <w:r>
        <w:rPr>
          <w:rtl/>
        </w:rPr>
        <w:t xml:space="preserve">_ </w:t>
      </w:r>
    </w:p>
    <w:p w:rsidR="0061102A" w:rsidRDefault="0061102A" w:rsidP="00BE6934">
      <w:pPr>
        <w:pStyle w:val="libNormal"/>
        <w:rPr>
          <w:rtl/>
        </w:rPr>
      </w:pPr>
      <w:r>
        <w:rPr>
          <w:rtl/>
        </w:rPr>
        <w:t>شاہ ناصر قاجار كے زمانے مي</w:t>
      </w:r>
      <w:r w:rsidR="000A0CDC">
        <w:rPr>
          <w:rtl/>
        </w:rPr>
        <w:t xml:space="preserve">ں </w:t>
      </w:r>
      <w:r>
        <w:rPr>
          <w:rtl/>
        </w:rPr>
        <w:t>ايك اور بيدارى كى تحريك كا ہم مشاہدہ كرتے ہي</w:t>
      </w:r>
      <w:r w:rsidR="000A0CDC">
        <w:rPr>
          <w:rtl/>
        </w:rPr>
        <w:t xml:space="preserve">ں </w:t>
      </w:r>
      <w:r>
        <w:rPr>
          <w:rtl/>
        </w:rPr>
        <w:t>اور وہ سيدجمال الدين (افغاني) اسدآبادى كى صورت مي</w:t>
      </w:r>
      <w:r w:rsidR="000A0CDC">
        <w:rPr>
          <w:rtl/>
        </w:rPr>
        <w:t xml:space="preserve">ں </w:t>
      </w:r>
      <w:r>
        <w:rPr>
          <w:rtl/>
        </w:rPr>
        <w:t>تھي_ سيدجمال ايران مي</w:t>
      </w:r>
      <w:r w:rsidR="000A0CDC">
        <w:rPr>
          <w:rtl/>
        </w:rPr>
        <w:t xml:space="preserve">ں </w:t>
      </w:r>
      <w:r>
        <w:rPr>
          <w:rtl/>
        </w:rPr>
        <w:t>كچھ حد تك اسلامى علوم حاصل كرنے كے بعد نجف كى طرف روانہ ہوئے_ وہا</w:t>
      </w:r>
      <w:r w:rsidR="000A0CDC">
        <w:rPr>
          <w:rtl/>
        </w:rPr>
        <w:t xml:space="preserve">ں </w:t>
      </w:r>
      <w:r>
        <w:rPr>
          <w:rtl/>
        </w:rPr>
        <w:t>انكے تعليمى اور ضروريات زندگى كے اخراجات شيخ مرتضى انصارى نے اپنے ذمہ ليے_ سيد جمال نے نجف مي</w:t>
      </w:r>
      <w:r w:rsidR="000A0CDC">
        <w:rPr>
          <w:rtl/>
        </w:rPr>
        <w:t xml:space="preserve">ں </w:t>
      </w:r>
      <w:r>
        <w:rPr>
          <w:rtl/>
        </w:rPr>
        <w:t xml:space="preserve">چار سال تك تعليم حاصل كى </w:t>
      </w:r>
      <w:r w:rsidRPr="00F67D4B">
        <w:rPr>
          <w:rStyle w:val="libFootnotenumChar"/>
          <w:rtl/>
        </w:rPr>
        <w:t>(3)</w:t>
      </w:r>
      <w:r>
        <w:rPr>
          <w:rtl/>
        </w:rPr>
        <w:t xml:space="preserve"> سيد جمال كى سب سے بڑي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محمد على ھيدجي، رسالہ دخانيہ ،على اكبرولايتى كى سعى سے ، تہران ، ص 53، 52_ </w:t>
      </w:r>
    </w:p>
    <w:p w:rsidR="0061102A" w:rsidRDefault="0061102A" w:rsidP="00BE6934">
      <w:pPr>
        <w:pStyle w:val="libFootnote"/>
        <w:rPr>
          <w:rtl/>
        </w:rPr>
      </w:pPr>
      <w:r>
        <w:rPr>
          <w:rtl/>
        </w:rPr>
        <w:t xml:space="preserve">2) حسين آباديان، سابقہ ماخذ، ص 192 _ 189_ </w:t>
      </w:r>
    </w:p>
    <w:p w:rsidR="00EF5080" w:rsidRDefault="0061102A" w:rsidP="00BE6934">
      <w:pPr>
        <w:pStyle w:val="libFootnote"/>
        <w:rPr>
          <w:rtl/>
        </w:rPr>
      </w:pPr>
      <w:r>
        <w:rPr>
          <w:rtl/>
        </w:rPr>
        <w:t>3) سيدعباس رضوى '' سيدجمال الدين فرزند حوزہ'' سيد جمال، جمال حوزہ ، با سعى مصنفين مجلہ حوزہ قم، دفتر تبليغات اسلامي، ص 229 _ 225_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آرزو يہ تھى كہ وہ دينى حوزات اور علماء كے ذريعے ايرانى اور ديگر اسلامى معاشرو</w:t>
      </w:r>
      <w:r w:rsidR="000A0CDC">
        <w:rPr>
          <w:rtl/>
        </w:rPr>
        <w:t xml:space="preserve">ں </w:t>
      </w:r>
      <w:r>
        <w:rPr>
          <w:rtl/>
        </w:rPr>
        <w:t>اور اقوام كو بيدار كري</w:t>
      </w:r>
      <w:r w:rsidR="000A0CDC">
        <w:rPr>
          <w:rtl/>
        </w:rPr>
        <w:t xml:space="preserve">ں </w:t>
      </w:r>
      <w:r>
        <w:rPr>
          <w:rtl/>
        </w:rPr>
        <w:t>_ اسى ليے جب وہ كسى شہر يا ملك مي</w:t>
      </w:r>
      <w:r w:rsidR="000A0CDC">
        <w:rPr>
          <w:rtl/>
        </w:rPr>
        <w:t xml:space="preserve">ں </w:t>
      </w:r>
      <w:r>
        <w:rPr>
          <w:rtl/>
        </w:rPr>
        <w:t>سفر كے دوران علماء كے استقبال كا محور قرار پاتے توان سے تفصيلى تبادلہ خيال كرتے_</w:t>
      </w:r>
      <w:r w:rsidRPr="00F67D4B">
        <w:rPr>
          <w:rStyle w:val="libFootnotenumChar"/>
          <w:rtl/>
        </w:rPr>
        <w:t>(1)</w:t>
      </w:r>
      <w:r>
        <w:rPr>
          <w:rtl/>
        </w:rPr>
        <w:t xml:space="preserve"> </w:t>
      </w:r>
    </w:p>
    <w:p w:rsidR="0061102A" w:rsidRDefault="0061102A" w:rsidP="00BE6934">
      <w:pPr>
        <w:pStyle w:val="libNormal"/>
        <w:rPr>
          <w:rtl/>
        </w:rPr>
      </w:pPr>
      <w:r>
        <w:rPr>
          <w:rtl/>
        </w:rPr>
        <w:t>انكى بيدارى گر تحريك كا اہم ترين نظريہ اسلامى يكجہتى كا نظريہ تھا وہ كوئي شك و ترديد نہي</w:t>
      </w:r>
      <w:r w:rsidR="000A0CDC">
        <w:rPr>
          <w:rtl/>
        </w:rPr>
        <w:t xml:space="preserve">ں </w:t>
      </w:r>
      <w:r>
        <w:rPr>
          <w:rtl/>
        </w:rPr>
        <w:t>ركھتے تھے كہ مسلمانو</w:t>
      </w:r>
      <w:r w:rsidR="000A0CDC">
        <w:rPr>
          <w:rtl/>
        </w:rPr>
        <w:t xml:space="preserve">ں </w:t>
      </w:r>
      <w:r>
        <w:rPr>
          <w:rtl/>
        </w:rPr>
        <w:t>كے درميان سب سے مستحكم تعلق دينى تعلق ہے</w:t>
      </w:r>
      <w:r w:rsidRPr="00F67D4B">
        <w:rPr>
          <w:rStyle w:val="libFootnotenumChar"/>
          <w:rtl/>
        </w:rPr>
        <w:t>(2)</w:t>
      </w:r>
      <w:r>
        <w:rPr>
          <w:rtl/>
        </w:rPr>
        <w:t xml:space="preserve"> لہذا انكى سب سے اہم فعاليت يہ تھى كہ انہو</w:t>
      </w:r>
      <w:r w:rsidR="000A0CDC">
        <w:rPr>
          <w:rtl/>
        </w:rPr>
        <w:t xml:space="preserve">ں </w:t>
      </w:r>
      <w:r>
        <w:rPr>
          <w:rtl/>
        </w:rPr>
        <w:t>نے اسلامى معاشرو</w:t>
      </w:r>
      <w:r w:rsidR="000A0CDC">
        <w:rPr>
          <w:rtl/>
        </w:rPr>
        <w:t xml:space="preserve">ں </w:t>
      </w:r>
      <w:r>
        <w:rPr>
          <w:rtl/>
        </w:rPr>
        <w:t>اور مسلمانو</w:t>
      </w:r>
      <w:r w:rsidR="000A0CDC">
        <w:rPr>
          <w:rtl/>
        </w:rPr>
        <w:t xml:space="preserve">ں </w:t>
      </w:r>
      <w:r>
        <w:rPr>
          <w:rtl/>
        </w:rPr>
        <w:t>كو جداگانہ تشخص بخشا_ انكے نعرے ''اسلام كى طرف پلٹنا'' ،'' قرآن كى طر ف پلٹنا'' يا '' سلف صالح كى سنت كا احياء كرنا'' يہ سب مسلمانو</w:t>
      </w:r>
      <w:r w:rsidR="000A0CDC">
        <w:rPr>
          <w:rtl/>
        </w:rPr>
        <w:t xml:space="preserve">ں </w:t>
      </w:r>
      <w:r>
        <w:rPr>
          <w:rtl/>
        </w:rPr>
        <w:t>كو انكے نئے تشخص سے روشناس كروانے كيلئے تھا_ وہ مسلمانو</w:t>
      </w:r>
      <w:r w:rsidR="000A0CDC">
        <w:rPr>
          <w:rtl/>
        </w:rPr>
        <w:t xml:space="preserve">ں </w:t>
      </w:r>
      <w:r>
        <w:rPr>
          <w:rtl/>
        </w:rPr>
        <w:t>كى يكجہتى كا محور قرآن كو سمجھتے تھے_ عروة الوثقى مي</w:t>
      </w:r>
      <w:r w:rsidR="000A0CDC">
        <w:rPr>
          <w:rtl/>
        </w:rPr>
        <w:t xml:space="preserve">ں </w:t>
      </w:r>
      <w:r>
        <w:rPr>
          <w:rtl/>
        </w:rPr>
        <w:t>لكھتے مي</w:t>
      </w:r>
      <w:r w:rsidR="000A0CDC">
        <w:rPr>
          <w:rtl/>
        </w:rPr>
        <w:t xml:space="preserve">ں </w:t>
      </w:r>
      <w:r>
        <w:rPr>
          <w:rtl/>
        </w:rPr>
        <w:t>كہ ميرى آرزو يہ ہے كہ سب مسلمانو</w:t>
      </w:r>
      <w:r w:rsidR="000A0CDC">
        <w:rPr>
          <w:rtl/>
        </w:rPr>
        <w:t xml:space="preserve">ں </w:t>
      </w:r>
      <w:r>
        <w:rPr>
          <w:rtl/>
        </w:rPr>
        <w:t>كا سلطان قرآن ہو اور انكى وحدت و يكجہتى كا مركز ايمان ہو_</w:t>
      </w:r>
      <w:r w:rsidRPr="00F67D4B">
        <w:rPr>
          <w:rStyle w:val="libFootnotenumChar"/>
          <w:rtl/>
        </w:rPr>
        <w:t>(3)</w:t>
      </w:r>
      <w:r>
        <w:rPr>
          <w:rtl/>
        </w:rPr>
        <w:t xml:space="preserve"> </w:t>
      </w:r>
    </w:p>
    <w:p w:rsidR="0061102A" w:rsidRDefault="0061102A" w:rsidP="00BE6934">
      <w:pPr>
        <w:pStyle w:val="libNormal"/>
        <w:rPr>
          <w:rtl/>
        </w:rPr>
      </w:pPr>
      <w:r>
        <w:rPr>
          <w:rtl/>
        </w:rPr>
        <w:t>سيدجمال تمام مسلمانو</w:t>
      </w:r>
      <w:r w:rsidR="000A0CDC">
        <w:rPr>
          <w:rtl/>
        </w:rPr>
        <w:t xml:space="preserve">ں </w:t>
      </w:r>
      <w:r>
        <w:rPr>
          <w:rtl/>
        </w:rPr>
        <w:t>كى يكجہتى كے نظريہ كے ساتھ ساتھ ايران كے حالات اور وہا</w:t>
      </w:r>
      <w:r w:rsidR="000A0CDC">
        <w:rPr>
          <w:rtl/>
        </w:rPr>
        <w:t xml:space="preserve">ں </w:t>
      </w:r>
      <w:r>
        <w:rPr>
          <w:rtl/>
        </w:rPr>
        <w:t>بيدارى كى ضرورت پر خاص توجہ ركھتے تھے_ ميرزا شيرازى كى طرف انكا خط، قاجارى حاكمو</w:t>
      </w:r>
      <w:r w:rsidR="000A0CDC">
        <w:rPr>
          <w:rtl/>
        </w:rPr>
        <w:t xml:space="preserve">ں </w:t>
      </w:r>
      <w:r>
        <w:rPr>
          <w:rtl/>
        </w:rPr>
        <w:t>كى بے دينى اور اغيار كے اقتصادى تسلط كے خطرات كے خلاف انكى تقريرو</w:t>
      </w:r>
      <w:r w:rsidR="000A0CDC">
        <w:rPr>
          <w:rtl/>
        </w:rPr>
        <w:t xml:space="preserve">ں </w:t>
      </w:r>
      <w:r>
        <w:rPr>
          <w:rtl/>
        </w:rPr>
        <w:t>كا اسلامى بيدارى مي</w:t>
      </w:r>
      <w:r w:rsidR="000A0CDC">
        <w:rPr>
          <w:rtl/>
        </w:rPr>
        <w:t xml:space="preserve">ں </w:t>
      </w:r>
      <w:r>
        <w:rPr>
          <w:rtl/>
        </w:rPr>
        <w:t>بہت زيادہ كردار ہے_</w:t>
      </w:r>
      <w:r w:rsidRPr="00F67D4B">
        <w:rPr>
          <w:rStyle w:val="libFootnotenumChar"/>
          <w:rtl/>
        </w:rPr>
        <w:t>(4)</w:t>
      </w:r>
      <w:r>
        <w:rPr>
          <w:rtl/>
        </w:rPr>
        <w:t xml:space="preserve"> </w:t>
      </w:r>
    </w:p>
    <w:p w:rsidR="0061102A" w:rsidRDefault="0061102A" w:rsidP="00BE6934">
      <w:pPr>
        <w:pStyle w:val="libNormal"/>
        <w:rPr>
          <w:rtl/>
        </w:rPr>
      </w:pPr>
      <w:r>
        <w:rPr>
          <w:rtl/>
        </w:rPr>
        <w:t>سيدجمال ايك طويل مدت تك مسلمانو</w:t>
      </w:r>
      <w:r w:rsidR="000A0CDC">
        <w:rPr>
          <w:rtl/>
        </w:rPr>
        <w:t xml:space="preserve">ں </w:t>
      </w:r>
      <w:r>
        <w:rPr>
          <w:rtl/>
        </w:rPr>
        <w:t>مي</w:t>
      </w:r>
      <w:r w:rsidR="000A0CDC">
        <w:rPr>
          <w:rtl/>
        </w:rPr>
        <w:t xml:space="preserve">ں </w:t>
      </w:r>
      <w:r>
        <w:rPr>
          <w:rtl/>
        </w:rPr>
        <w:t>احتجاجى روح پھونكنے كے وجہ سے تحريك مشروطيت مي</w:t>
      </w:r>
      <w:r w:rsidR="000A0CDC">
        <w:rPr>
          <w:rtl/>
        </w:rPr>
        <w:t xml:space="preserve">ں </w:t>
      </w:r>
      <w:r>
        <w:rPr>
          <w:rtl/>
        </w:rPr>
        <w:t xml:space="preserve">بہت سا حصہ ركھتے تھے_ نے اعلانيہ ايران كے صدراعظم اور بادشاہ سے مطالبہ كيا كہ وہ اصلاح، آزادي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ماخذ، ص 240 _ 235_ </w:t>
      </w:r>
    </w:p>
    <w:p w:rsidR="0061102A" w:rsidRDefault="0061102A" w:rsidP="00BE6934">
      <w:pPr>
        <w:pStyle w:val="libFootnote"/>
        <w:rPr>
          <w:rtl/>
        </w:rPr>
      </w:pPr>
      <w:r>
        <w:rPr>
          <w:rtl/>
        </w:rPr>
        <w:t xml:space="preserve">2) غلام حسين زرگرى ناد '' كاوشى در انديشہ ہاى سياسى سيدجمال الدين اسدآبادى ، انديشہ ہا و مبارزات، با سعى غلامحسين زرگرى و رضا رئيس طوسي، تہران، ص 35_ </w:t>
      </w:r>
    </w:p>
    <w:p w:rsidR="0061102A" w:rsidRDefault="0061102A" w:rsidP="00BE6934">
      <w:pPr>
        <w:pStyle w:val="libFootnote"/>
        <w:rPr>
          <w:rtl/>
        </w:rPr>
      </w:pPr>
      <w:r>
        <w:rPr>
          <w:rtl/>
        </w:rPr>
        <w:t xml:space="preserve">3) حامد اسگار، سابقہ ماخذ، ص 295_ </w:t>
      </w:r>
    </w:p>
    <w:p w:rsidR="00EF5080" w:rsidRDefault="0061102A" w:rsidP="00BE6934">
      <w:pPr>
        <w:pStyle w:val="libFootnote"/>
        <w:rPr>
          <w:rtl/>
        </w:rPr>
      </w:pPr>
      <w:r>
        <w:rPr>
          <w:rtl/>
        </w:rPr>
        <w:t>4) سابقہ ماخذ، ص 302_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عدالت اور قانون كو مد نظر ركھي</w:t>
      </w:r>
      <w:r w:rsidR="000A0CDC">
        <w:rPr>
          <w:rtl/>
        </w:rPr>
        <w:t xml:space="preserve">ں </w:t>
      </w:r>
      <w:r>
        <w:rPr>
          <w:rtl/>
        </w:rPr>
        <w:t>كہ يہ چيز انكى ايران سے ملك بدرى كا موجب بني_ وہ بہت سے دوسرے حريت پسندو</w:t>
      </w:r>
      <w:r w:rsidR="000A0CDC">
        <w:rPr>
          <w:rtl/>
        </w:rPr>
        <w:t xml:space="preserve">ں </w:t>
      </w:r>
      <w:r>
        <w:rPr>
          <w:rtl/>
        </w:rPr>
        <w:t>سے بھى خط و كتابت اور رابطہ ركھتے تھے اور انكى آمريت كے خلاف قيام كرنے پر حوصلہ افزائي كرتے تھے</w:t>
      </w:r>
      <w:r w:rsidRPr="00F67D4B">
        <w:rPr>
          <w:rStyle w:val="libFootnotenumChar"/>
          <w:rtl/>
        </w:rPr>
        <w:t>(1)</w:t>
      </w:r>
      <w:r>
        <w:rPr>
          <w:rtl/>
        </w:rPr>
        <w:t xml:space="preserve">_ </w:t>
      </w:r>
    </w:p>
    <w:p w:rsidR="0061102A" w:rsidRDefault="0061102A" w:rsidP="00BE6934">
      <w:pPr>
        <w:pStyle w:val="libNormal"/>
        <w:rPr>
          <w:rtl/>
        </w:rPr>
      </w:pPr>
      <w:r>
        <w:rPr>
          <w:rtl/>
        </w:rPr>
        <w:t>مظفرالدين شاہ قاجار جب بادشاہ بنا( 1313قمري) تو اس وقت تنباكو كى حرمت كے فتوى كے بعد بظاہر حكومت كے علماء سے تعلقات بہتر ہورہے تھے_ ليكن حكومت كى طرف سے بلجيم ناد (ناز)كو ايرانى كسٹم كے ادارہ كا سربراہ مقرر كرنے اور اسكے ايرانى اور غير ملكى تجار كے مابين جانبدارانہ سلوك اور عيسائي تجار كو نوازنے كا عمل ايرانى علما اور تجار كے اعتراض كا باعث قرار پايا_ تہران مي</w:t>
      </w:r>
      <w:r w:rsidR="000A0CDC">
        <w:rPr>
          <w:rtl/>
        </w:rPr>
        <w:t xml:space="preserve">ں </w:t>
      </w:r>
      <w:r>
        <w:rPr>
          <w:rtl/>
        </w:rPr>
        <w:t>مجتہد تفرشي، آيت اللہ ميرزا ابوالقاسم طباطبايى اور ديگر شخصيات نے پروگرام بنايا كہ امين السلطان كو بر طرف كيا جائے جو اغيار كو مسلمانو</w:t>
      </w:r>
      <w:r w:rsidR="000A0CDC">
        <w:rPr>
          <w:rtl/>
        </w:rPr>
        <w:t xml:space="preserve">ں </w:t>
      </w:r>
      <w:r>
        <w:rPr>
          <w:rtl/>
        </w:rPr>
        <w:t>كے امور پر مسلط كرنے كا سبب تھا بتدريج شيخ فضل اللہ نورى بھى مخالفين كى صفوف مي</w:t>
      </w:r>
      <w:r w:rsidR="000A0CDC">
        <w:rPr>
          <w:rtl/>
        </w:rPr>
        <w:t xml:space="preserve">ں </w:t>
      </w:r>
      <w:r>
        <w:rPr>
          <w:rtl/>
        </w:rPr>
        <w:t>داخل ہوگئے_ نجف مي</w:t>
      </w:r>
      <w:r w:rsidR="000A0CDC">
        <w:rPr>
          <w:rtl/>
        </w:rPr>
        <w:t xml:space="preserve">ں </w:t>
      </w:r>
      <w:r>
        <w:rPr>
          <w:rtl/>
        </w:rPr>
        <w:t>سكونت پذير ايرانى علماء كے ايك گروہ كہ جن مي</w:t>
      </w:r>
      <w:r w:rsidR="000A0CDC">
        <w:rPr>
          <w:rtl/>
        </w:rPr>
        <w:t xml:space="preserve">ں </w:t>
      </w:r>
      <w:r>
        <w:rPr>
          <w:rtl/>
        </w:rPr>
        <w:t>ملا محمد كاظم خراسانى جيسى علمى شخصيات شامل تھي</w:t>
      </w:r>
      <w:r w:rsidR="000A0CDC">
        <w:rPr>
          <w:rtl/>
        </w:rPr>
        <w:t xml:space="preserve">ں </w:t>
      </w:r>
      <w:r>
        <w:rPr>
          <w:rtl/>
        </w:rPr>
        <w:t xml:space="preserve">نے خطوط بھيجتے ہوئے اس مسئلہ پر اپنا اعتراض پيش كيا_ </w:t>
      </w:r>
      <w:r w:rsidRPr="00F67D4B">
        <w:rPr>
          <w:rStyle w:val="libFootnotenumChar"/>
          <w:rtl/>
        </w:rPr>
        <w:t>(2)</w:t>
      </w:r>
      <w:r>
        <w:rPr>
          <w:rtl/>
        </w:rPr>
        <w:t xml:space="preserve"> بالاخر 1221 قمرى جمادى الثانى مي</w:t>
      </w:r>
      <w:r w:rsidR="000A0CDC">
        <w:rPr>
          <w:rtl/>
        </w:rPr>
        <w:t xml:space="preserve">ں </w:t>
      </w:r>
      <w:r>
        <w:rPr>
          <w:rtl/>
        </w:rPr>
        <w:t>انہو</w:t>
      </w:r>
      <w:r w:rsidR="000A0CDC">
        <w:rPr>
          <w:rtl/>
        </w:rPr>
        <w:t xml:space="preserve">ں </w:t>
      </w:r>
      <w:r>
        <w:rPr>
          <w:rtl/>
        </w:rPr>
        <w:t>نے ميرزا على اصغر خان اتابك امين اسلطان كے مرتدہونے كا اعلان كيا</w:t>
      </w:r>
      <w:r w:rsidRPr="00F67D4B">
        <w:rPr>
          <w:rStyle w:val="libFootnotenumChar"/>
          <w:rtl/>
        </w:rPr>
        <w:t>(3)</w:t>
      </w:r>
      <w:r>
        <w:rPr>
          <w:rtl/>
        </w:rPr>
        <w:t xml:space="preserve"> آخر كار بادشاہ كو مجبور ہونا پڑا كہ وہ امين السلطان كو برطرف كرتے ہوئے اسكى جگہ عين الدولہ كو مقرر كرے_ </w:t>
      </w:r>
    </w:p>
    <w:p w:rsidR="0061102A" w:rsidRDefault="0061102A" w:rsidP="00BE6934">
      <w:pPr>
        <w:pStyle w:val="libNormal"/>
        <w:rPr>
          <w:rtl/>
        </w:rPr>
      </w:pPr>
      <w:r>
        <w:rPr>
          <w:rtl/>
        </w:rPr>
        <w:t>بتدريج علماء دين كى خود بادشاہ مظفر الدين شاہ سے بھى مخالفت شروع ہوگئي اس مخالفت كے بنيادى اسباب غير ممالك سے قرضو</w:t>
      </w:r>
      <w:r w:rsidR="000A0CDC">
        <w:rPr>
          <w:rtl/>
        </w:rPr>
        <w:t xml:space="preserve">ں </w:t>
      </w:r>
      <w:r>
        <w:rPr>
          <w:rtl/>
        </w:rPr>
        <w:t>كا حصول، فرنگيو</w:t>
      </w:r>
      <w:r w:rsidR="000A0CDC">
        <w:rPr>
          <w:rtl/>
        </w:rPr>
        <w:t xml:space="preserve">ں </w:t>
      </w:r>
      <w:r>
        <w:rPr>
          <w:rtl/>
        </w:rPr>
        <w:t>كے ملك كے پر تعيش سفر، اغيار كا بڑھتا ہوا اثر و رسوخ، ملكى صنعتو</w:t>
      </w:r>
      <w:r w:rsidR="000A0CDC">
        <w:rPr>
          <w:rtl/>
        </w:rPr>
        <w:t xml:space="preserve">ں </w:t>
      </w:r>
      <w:r>
        <w:rPr>
          <w:rtl/>
        </w:rPr>
        <w:t xml:space="preserve">كا زوال اور اس قسم كے ديگر مسائل تھے_ </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مقصود فراستخواہ''سيد جمال الدين و نوانديشى ديني'' ، تاريخ و فرہنگ معاصر، سال پنجم شمارہ 3،4_ص 212 _ 201_ </w:t>
      </w:r>
    </w:p>
    <w:p w:rsidR="0061102A" w:rsidRDefault="0061102A" w:rsidP="00BE6934">
      <w:pPr>
        <w:pStyle w:val="libFootnote"/>
        <w:rPr>
          <w:rtl/>
        </w:rPr>
      </w:pPr>
      <w:r>
        <w:rPr>
          <w:rtl/>
        </w:rPr>
        <w:t xml:space="preserve">2) احمد كسروي، سابقہ ماخذ ، ج 1 ، ص 31_ 29_ </w:t>
      </w:r>
    </w:p>
    <w:p w:rsidR="0061102A" w:rsidRDefault="0061102A" w:rsidP="00BE6934">
      <w:pPr>
        <w:pStyle w:val="libFootnote"/>
        <w:rPr>
          <w:rtl/>
        </w:rPr>
      </w:pPr>
      <w:r>
        <w:rPr>
          <w:rtl/>
        </w:rPr>
        <w:t xml:space="preserve">3) ہاشم محيط مافى ، مقدمات مشروطيت ، مجيد تفرشى اور جواد جان خدا كى سعى سے ، تہران ص 74_ </w:t>
      </w:r>
    </w:p>
    <w:p w:rsidR="00EF5080" w:rsidRDefault="0061102A" w:rsidP="00BE6934">
      <w:pPr>
        <w:pStyle w:val="libFootnote"/>
        <w:rPr>
          <w:rtl/>
        </w:rPr>
      </w:pPr>
      <w:r>
        <w:rPr>
          <w:rtl/>
        </w:rPr>
        <w:t>4) عبداللہ مستوفى ، شرح زندگانى من يا تاريخ اجتماعى و ادارى دورہ قاجار ، ج2، ص 62_61_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ليكن دينى طبقے كى پيدا كردہ بيدارى كى لہري</w:t>
      </w:r>
      <w:r w:rsidR="000A0CDC">
        <w:rPr>
          <w:rtl/>
        </w:rPr>
        <w:t xml:space="preserve">ں </w:t>
      </w:r>
      <w:r>
        <w:rPr>
          <w:rtl/>
        </w:rPr>
        <w:t>ان مسائل سے كہي</w:t>
      </w:r>
      <w:r w:rsidR="000A0CDC">
        <w:rPr>
          <w:rtl/>
        </w:rPr>
        <w:t xml:space="preserve">ں </w:t>
      </w:r>
      <w:r>
        <w:rPr>
          <w:rtl/>
        </w:rPr>
        <w:t>زيادہ و سعت سے پھيل رہى تھي</w:t>
      </w:r>
      <w:r w:rsidR="000A0CDC">
        <w:rPr>
          <w:rtl/>
        </w:rPr>
        <w:t xml:space="preserve">ں </w:t>
      </w:r>
      <w:r>
        <w:rPr>
          <w:rtl/>
        </w:rPr>
        <w:t>اس زمانہ مي</w:t>
      </w:r>
      <w:r w:rsidR="000A0CDC">
        <w:rPr>
          <w:rtl/>
        </w:rPr>
        <w:t xml:space="preserve">ں </w:t>
      </w:r>
      <w:r>
        <w:rPr>
          <w:rtl/>
        </w:rPr>
        <w:t xml:space="preserve">بيدارى كے مراحل واضح طور پر ارتقاء كے مقام كو پار ہے تھے_ </w:t>
      </w:r>
    </w:p>
    <w:p w:rsidR="0061102A" w:rsidRDefault="0061102A" w:rsidP="00BE6934">
      <w:pPr>
        <w:pStyle w:val="libNormal"/>
        <w:rPr>
          <w:rtl/>
        </w:rPr>
      </w:pPr>
      <w:r>
        <w:rPr>
          <w:rtl/>
        </w:rPr>
        <w:t>مشروطہ كى تحريك مي</w:t>
      </w:r>
      <w:r w:rsidR="000A0CDC">
        <w:rPr>
          <w:rtl/>
        </w:rPr>
        <w:t xml:space="preserve">ں </w:t>
      </w:r>
      <w:r>
        <w:rPr>
          <w:rtl/>
        </w:rPr>
        <w:t>بيدارى اور آگاہى كا ايك وسيلہ اس تحريك كى موافقت يا مخالفت مي</w:t>
      </w:r>
      <w:r w:rsidR="000A0CDC">
        <w:rPr>
          <w:rtl/>
        </w:rPr>
        <w:t xml:space="preserve">ں </w:t>
      </w:r>
      <w:r>
        <w:rPr>
          <w:rtl/>
        </w:rPr>
        <w:t>شايع ہونے والے جرائد و رسائل تھے_ يہ جرائد و رسائل علماء اور اصولى مكتب سے وابستہ دانشورو</w:t>
      </w:r>
      <w:r w:rsidR="000A0CDC">
        <w:rPr>
          <w:rtl/>
        </w:rPr>
        <w:t xml:space="preserve">ں </w:t>
      </w:r>
      <w:r>
        <w:rPr>
          <w:rtl/>
        </w:rPr>
        <w:t>كى سعى سے سامنے آرہے تھے اور انكا بنيادى ہدف يہ تھا كہ لوگ اس تحريك كے تمام پہلوؤ</w:t>
      </w:r>
      <w:r w:rsidR="000A0CDC">
        <w:rPr>
          <w:rtl/>
        </w:rPr>
        <w:t xml:space="preserve">ں </w:t>
      </w:r>
      <w:r>
        <w:rPr>
          <w:rtl/>
        </w:rPr>
        <w:t>سے آشناہو</w:t>
      </w:r>
      <w:r w:rsidR="000A0CDC">
        <w:rPr>
          <w:rtl/>
        </w:rPr>
        <w:t xml:space="preserve">ں </w:t>
      </w:r>
      <w:r>
        <w:rPr>
          <w:rtl/>
        </w:rPr>
        <w:t>او راس تحريك كے اسلامى احكام سے مطابقت اور تضادكو اچھى طرح جان لي</w:t>
      </w:r>
      <w:r w:rsidR="000A0CDC">
        <w:rPr>
          <w:rtl/>
        </w:rPr>
        <w:t xml:space="preserve">ں </w:t>
      </w:r>
      <w:r w:rsidRPr="00F67D4B">
        <w:rPr>
          <w:rStyle w:val="libFootnotenumChar"/>
          <w:rtl/>
        </w:rPr>
        <w:t>(1)</w:t>
      </w:r>
      <w:r>
        <w:rPr>
          <w:rtl/>
        </w:rPr>
        <w:t xml:space="preserve"> </w:t>
      </w:r>
    </w:p>
    <w:p w:rsidR="0061102A" w:rsidRDefault="0061102A" w:rsidP="00BE6934">
      <w:pPr>
        <w:pStyle w:val="libNormal"/>
        <w:rPr>
          <w:rtl/>
        </w:rPr>
      </w:pPr>
      <w:r>
        <w:rPr>
          <w:rtl/>
        </w:rPr>
        <w:t>اس دور مي</w:t>
      </w:r>
      <w:r w:rsidR="000A0CDC">
        <w:rPr>
          <w:rtl/>
        </w:rPr>
        <w:t xml:space="preserve">ں </w:t>
      </w:r>
      <w:r>
        <w:rPr>
          <w:rtl/>
        </w:rPr>
        <w:t>اسلامى بيدارى كى تحريك اور دينى مكتب كيلئے ايك اہم مسئلہ فكرى اورعملى ميدان زندگى مي</w:t>
      </w:r>
      <w:r w:rsidR="000A0CDC">
        <w:rPr>
          <w:rtl/>
        </w:rPr>
        <w:t xml:space="preserve">ں </w:t>
      </w:r>
      <w:r>
        <w:rPr>
          <w:rtl/>
        </w:rPr>
        <w:t>مغرب پسندى كى لہركا سامنا تھا_ ايرانيو</w:t>
      </w:r>
      <w:r w:rsidR="000A0CDC">
        <w:rPr>
          <w:rtl/>
        </w:rPr>
        <w:t xml:space="preserve">ں </w:t>
      </w:r>
      <w:r>
        <w:rPr>
          <w:rtl/>
        </w:rPr>
        <w:t>كے مغربى دنيا سے مختلف شعبو</w:t>
      </w:r>
      <w:r w:rsidR="000A0CDC">
        <w:rPr>
          <w:rtl/>
        </w:rPr>
        <w:t xml:space="preserve">ں </w:t>
      </w:r>
      <w:r>
        <w:rPr>
          <w:rtl/>
        </w:rPr>
        <w:t>مثلا تجارت ، سياحت ،تعليم و غيرہ مي</w:t>
      </w:r>
      <w:r w:rsidR="000A0CDC">
        <w:rPr>
          <w:rtl/>
        </w:rPr>
        <w:t xml:space="preserve">ں </w:t>
      </w:r>
      <w:r>
        <w:rPr>
          <w:rtl/>
        </w:rPr>
        <w:t>بڑھتے ہوئے تعلقات اور جديد مغربى كلچر كے حامل انسٹيٹيوٹس كا قائم ہونا اور جديد مغربى شہريت كے ضوابط كا رائج ہونا البتہ يہ ضوابط مغربى شہريت كے ظاہرى اور اور نمايشى پرت سے ليے گئے تھے ،ان سے دينى نظريات كے احياء كى تحريك كو بڑھنے مي</w:t>
      </w:r>
      <w:r w:rsidR="000A0CDC">
        <w:rPr>
          <w:rtl/>
        </w:rPr>
        <w:t xml:space="preserve">ں </w:t>
      </w:r>
      <w:r>
        <w:rPr>
          <w:rtl/>
        </w:rPr>
        <w:t>دشواريا</w:t>
      </w:r>
      <w:r w:rsidR="000A0CDC">
        <w:rPr>
          <w:rtl/>
        </w:rPr>
        <w:t xml:space="preserve">ں </w:t>
      </w:r>
      <w:r>
        <w:rPr>
          <w:rtl/>
        </w:rPr>
        <w:t>پيش آنا شروع ہو ئي</w:t>
      </w:r>
      <w:r w:rsidR="000A0CDC">
        <w:rPr>
          <w:rtl/>
        </w:rPr>
        <w:t xml:space="preserve">ں </w:t>
      </w:r>
      <w:r>
        <w:rPr>
          <w:rtl/>
        </w:rPr>
        <w:t>اور ساتھ ساتھ علماء كى آراء و افكار مي</w:t>
      </w:r>
      <w:r w:rsidR="000A0CDC">
        <w:rPr>
          <w:rtl/>
        </w:rPr>
        <w:t xml:space="preserve">ں </w:t>
      </w:r>
      <w:r>
        <w:rPr>
          <w:rtl/>
        </w:rPr>
        <w:t>تناقص و تضاد نے بھى ان دشواريو</w:t>
      </w:r>
      <w:r w:rsidR="000A0CDC">
        <w:rPr>
          <w:rtl/>
        </w:rPr>
        <w:t xml:space="preserve">ں </w:t>
      </w:r>
      <w:r>
        <w:rPr>
          <w:rtl/>
        </w:rPr>
        <w:t xml:space="preserve">كو دو چند كرديا_ </w:t>
      </w:r>
    </w:p>
    <w:p w:rsidR="0061102A" w:rsidRDefault="0061102A" w:rsidP="00BE6934">
      <w:pPr>
        <w:pStyle w:val="libNormal"/>
        <w:rPr>
          <w:rtl/>
        </w:rPr>
      </w:pPr>
      <w:r>
        <w:rPr>
          <w:rtl/>
        </w:rPr>
        <w:t>محمد على شاہ كى آمريت كے دور مي</w:t>
      </w:r>
      <w:r w:rsidR="000A0CDC">
        <w:rPr>
          <w:rtl/>
        </w:rPr>
        <w:t xml:space="preserve">ں </w:t>
      </w:r>
      <w:r>
        <w:rPr>
          <w:rtl/>
        </w:rPr>
        <w:t>نجف مي</w:t>
      </w:r>
      <w:r w:rsidR="000A0CDC">
        <w:rPr>
          <w:rtl/>
        </w:rPr>
        <w:t xml:space="preserve">ں </w:t>
      </w:r>
      <w:r>
        <w:rPr>
          <w:rtl/>
        </w:rPr>
        <w:t>سكونت پذيرعلماء جو ايران كے سياسى دباؤ اور گھٹن سے دور تھے، نے ايرانى علماء كى نسبت زيادہ آسانى سے مشروطہ كى تحريك اور حريت پسندى كوجارى ركھاانہو</w:t>
      </w:r>
      <w:r w:rsidR="000A0CDC">
        <w:rPr>
          <w:rtl/>
        </w:rPr>
        <w:t xml:space="preserve">ں </w:t>
      </w:r>
      <w:r>
        <w:rPr>
          <w:rtl/>
        </w:rPr>
        <w:t>نے محمد على شاہ كى آمرانہ حكومت كے حتمى خاتمہ اوركافر روسى سپاہيو</w:t>
      </w:r>
      <w:r w:rsidR="000A0CDC">
        <w:rPr>
          <w:rtl/>
        </w:rPr>
        <w:t xml:space="preserve">ں </w:t>
      </w:r>
      <w:r>
        <w:rPr>
          <w:rtl/>
        </w:rPr>
        <w:t>كے ايران سے نكلنے پر زور ديا</w:t>
      </w:r>
      <w:r w:rsidRPr="00F67D4B">
        <w:rPr>
          <w:rStyle w:val="libFootnotenumChar"/>
          <w:rtl/>
        </w:rPr>
        <w:t>(1)</w:t>
      </w:r>
      <w:r>
        <w:rPr>
          <w:rtl/>
        </w:rPr>
        <w:t xml:space="preserve"> </w:t>
      </w:r>
    </w:p>
    <w:p w:rsidR="0061102A" w:rsidRDefault="0061102A" w:rsidP="00BE6934">
      <w:pPr>
        <w:pStyle w:val="libNormal"/>
        <w:rPr>
          <w:rtl/>
        </w:rPr>
      </w:pPr>
      <w:r>
        <w:rPr>
          <w:rtl/>
        </w:rPr>
        <w:t>نجف كے تين بزرگ علماء (تہراني، خراسانى اور مازندراني) نے اپنے ايك خط مي</w:t>
      </w:r>
      <w:r w:rsidR="000A0CDC">
        <w:rPr>
          <w:rtl/>
        </w:rPr>
        <w:t xml:space="preserve">ں </w:t>
      </w:r>
      <w:r>
        <w:rPr>
          <w:rtl/>
        </w:rPr>
        <w:t xml:space="preserve">عثمانى حكومت سے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مزيدمعلومات كيلئے رجوع فرمائي</w:t>
      </w:r>
      <w:r w:rsidR="000A0CDC">
        <w:rPr>
          <w:rtl/>
        </w:rPr>
        <w:t xml:space="preserve">ں </w:t>
      </w:r>
      <w:r>
        <w:rPr>
          <w:rtl/>
        </w:rPr>
        <w:t xml:space="preserve">_ غلام حسين زرگرى ناد، رسائل مشروطيت، تہران_حسين آباديان، مبانى نظرى حكومت مشروطہ و مشروعة، تہران ، ص 243_132_ </w:t>
      </w:r>
    </w:p>
    <w:p w:rsidR="00EF5080" w:rsidRDefault="0061102A" w:rsidP="00BE6934">
      <w:pPr>
        <w:pStyle w:val="libFootnote"/>
        <w:rPr>
          <w:rtl/>
        </w:rPr>
      </w:pPr>
      <w:r>
        <w:rPr>
          <w:rtl/>
        </w:rPr>
        <w:t>2) عبدالہادى حائرى ، سابقہ ماخذ، ص 109_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ايران مي</w:t>
      </w:r>
      <w:r w:rsidR="000A0CDC">
        <w:rPr>
          <w:rtl/>
        </w:rPr>
        <w:t xml:space="preserve">ں </w:t>
      </w:r>
      <w:r>
        <w:rPr>
          <w:rtl/>
        </w:rPr>
        <w:t>محمد على شاہ كى حكومت كے خاتمہ اور روسيو</w:t>
      </w:r>
      <w:r w:rsidR="000A0CDC">
        <w:rPr>
          <w:rtl/>
        </w:rPr>
        <w:t xml:space="preserve">ں </w:t>
      </w:r>
      <w:r>
        <w:rPr>
          <w:rtl/>
        </w:rPr>
        <w:t>كے اخراج كيلئے مدد مانگى اس زمانہ مي</w:t>
      </w:r>
      <w:r w:rsidR="000A0CDC">
        <w:rPr>
          <w:rtl/>
        </w:rPr>
        <w:t xml:space="preserve">ں </w:t>
      </w:r>
      <w:r>
        <w:rPr>
          <w:rtl/>
        </w:rPr>
        <w:t>عثمانى حكومت اسلامى وحد ت كے نظريہ كى حامى تھي_ البتہ يہ نكتہ قابل ذكر ہے كہ سنى خليفہ سے مدد مانگنے كى ضرورت اس زمانہ كے تقاضو</w:t>
      </w:r>
      <w:r w:rsidR="000A0CDC">
        <w:rPr>
          <w:rtl/>
        </w:rPr>
        <w:t xml:space="preserve">ں </w:t>
      </w:r>
      <w:r>
        <w:rPr>
          <w:rtl/>
        </w:rPr>
        <w:t>اور مشكلات كى بناپر محسوس ہوئي ايران كے اندر بھى محمد على شاہ اور روسى افواج كے خلاف تحريك شروع تھى _نجف كے بزرگ علماء اپنے مقلدين كے ہمراہ ايران كى طرف جہاد كيلئے روانہ ہونے والے تھے_ كہ تحريك مشروطہ كى كاميابى ، اصفہان اور گيلان سے افواج كاتہران مي</w:t>
      </w:r>
      <w:r w:rsidR="000A0CDC">
        <w:rPr>
          <w:rtl/>
        </w:rPr>
        <w:t xml:space="preserve">ں </w:t>
      </w:r>
      <w:r>
        <w:rPr>
          <w:rtl/>
        </w:rPr>
        <w:t>داخل ہونا اور محمد على شاہ كے فرار اور روسى سفارت خانہ مي</w:t>
      </w:r>
      <w:r w:rsidR="000A0CDC">
        <w:rPr>
          <w:rtl/>
        </w:rPr>
        <w:t xml:space="preserve">ں </w:t>
      </w:r>
      <w:r>
        <w:rPr>
          <w:rtl/>
        </w:rPr>
        <w:t>پناہ لينے سے يہ پروگرام ملتوى ہوگيا_</w:t>
      </w:r>
      <w:r w:rsidRPr="00F67D4B">
        <w:rPr>
          <w:rStyle w:val="libFootnotenumChar"/>
          <w:rtl/>
        </w:rPr>
        <w:t>(1)</w:t>
      </w:r>
      <w:r>
        <w:rPr>
          <w:rtl/>
        </w:rPr>
        <w:t xml:space="preserve"> </w:t>
      </w:r>
    </w:p>
    <w:p w:rsidR="0061102A" w:rsidRDefault="0061102A" w:rsidP="00BE6934">
      <w:pPr>
        <w:pStyle w:val="libNormal"/>
        <w:rPr>
          <w:rtl/>
        </w:rPr>
      </w:pPr>
      <w:r>
        <w:rPr>
          <w:rtl/>
        </w:rPr>
        <w:t>ان سالو</w:t>
      </w:r>
      <w:r w:rsidR="000A0CDC">
        <w:rPr>
          <w:rtl/>
        </w:rPr>
        <w:t xml:space="preserve">ں </w:t>
      </w:r>
      <w:r>
        <w:rPr>
          <w:rtl/>
        </w:rPr>
        <w:t>مي</w:t>
      </w:r>
      <w:r w:rsidR="000A0CDC">
        <w:rPr>
          <w:rtl/>
        </w:rPr>
        <w:t xml:space="preserve">ں </w:t>
      </w:r>
      <w:r>
        <w:rPr>
          <w:rtl/>
        </w:rPr>
        <w:t xml:space="preserve">علماء كى دوسرى تحريك 1329 اور 1330 كے دوران روس كى طرف سے ايران كو الٹى ميٹم دينے سے پيدا ہونے والے بحران كے رد عمل كے طور پر سامنے آئي_ </w:t>
      </w:r>
    </w:p>
    <w:p w:rsidR="0061102A" w:rsidRDefault="0061102A" w:rsidP="00BE6934">
      <w:pPr>
        <w:pStyle w:val="libNormal"/>
        <w:rPr>
          <w:rtl/>
        </w:rPr>
      </w:pPr>
      <w:r>
        <w:rPr>
          <w:rtl/>
        </w:rPr>
        <w:t>دوسرے دور كى قومى پارلمينٹ نے اقتصادى امور كى بہترى كيلئے مورگن شاسٹراور ديگر چار امريكى مشيرو</w:t>
      </w:r>
      <w:r w:rsidR="000A0CDC">
        <w:rPr>
          <w:rtl/>
        </w:rPr>
        <w:t xml:space="preserve">ں </w:t>
      </w:r>
      <w:r>
        <w:rPr>
          <w:rtl/>
        </w:rPr>
        <w:t>كا تقرر كيا_ وہ ايران آئے اور انہو</w:t>
      </w:r>
      <w:r w:rsidR="000A0CDC">
        <w:rPr>
          <w:rtl/>
        </w:rPr>
        <w:t xml:space="preserve">ں </w:t>
      </w:r>
      <w:r>
        <w:rPr>
          <w:rtl/>
        </w:rPr>
        <w:t>نے مالى شعبہ كو اپنے كنٹرول مي</w:t>
      </w:r>
      <w:r w:rsidR="000A0CDC">
        <w:rPr>
          <w:rtl/>
        </w:rPr>
        <w:t xml:space="preserve">ں </w:t>
      </w:r>
      <w:r>
        <w:rPr>
          <w:rtl/>
        </w:rPr>
        <w:t>لے ليا_ روس اور انگلينڈنے شدت كے ساتھ انكى مخالفت كى روس نے ابتداء مي</w:t>
      </w:r>
      <w:r w:rsidR="000A0CDC">
        <w:rPr>
          <w:rtl/>
        </w:rPr>
        <w:t xml:space="preserve">ں </w:t>
      </w:r>
      <w:r>
        <w:rPr>
          <w:rtl/>
        </w:rPr>
        <w:t>تو زبانى كلامى پھر 7 ذى الحجہ 1339 كو تحريرى طور پر ايران كو الٹى ميٹم ديا كہ شاسٹر كو نكال ديا جائے پھر اسكے بعد فوراً ہى ايران كے بعض شمالى علاقو</w:t>
      </w:r>
      <w:r w:rsidR="000A0CDC">
        <w:rPr>
          <w:rtl/>
        </w:rPr>
        <w:t xml:space="preserve">ں </w:t>
      </w:r>
      <w:r>
        <w:rPr>
          <w:rtl/>
        </w:rPr>
        <w:t>پر قبضہ كرليا_ تبريز مي</w:t>
      </w:r>
      <w:r w:rsidR="000A0CDC">
        <w:rPr>
          <w:rtl/>
        </w:rPr>
        <w:t xml:space="preserve">ں </w:t>
      </w:r>
      <w:r>
        <w:rPr>
          <w:rtl/>
        </w:rPr>
        <w:t>ثقةالاسلام تبريزى كو پھانسى دي، مشہد مي</w:t>
      </w:r>
      <w:r w:rsidR="000A0CDC">
        <w:rPr>
          <w:rtl/>
        </w:rPr>
        <w:t xml:space="preserve">ں </w:t>
      </w:r>
      <w:r>
        <w:rPr>
          <w:rtl/>
        </w:rPr>
        <w:t>امام رضا (ع) كے حرم پر گولہ بارى كى اور لوگو</w:t>
      </w:r>
      <w:r w:rsidR="000A0CDC">
        <w:rPr>
          <w:rtl/>
        </w:rPr>
        <w:t xml:space="preserve">ں </w:t>
      </w:r>
      <w:r>
        <w:rPr>
          <w:rtl/>
        </w:rPr>
        <w:t xml:space="preserve">كو محصور كرليا_ </w:t>
      </w:r>
    </w:p>
    <w:p w:rsidR="0061102A" w:rsidRDefault="0061102A" w:rsidP="00BE6934">
      <w:pPr>
        <w:pStyle w:val="libNormal"/>
        <w:rPr>
          <w:rtl/>
        </w:rPr>
      </w:pPr>
      <w:r>
        <w:rPr>
          <w:rtl/>
        </w:rPr>
        <w:t>سپيكر پارليمنٹ نے نجف مي</w:t>
      </w:r>
      <w:r w:rsidR="000A0CDC">
        <w:rPr>
          <w:rtl/>
        </w:rPr>
        <w:t xml:space="preserve">ں </w:t>
      </w:r>
      <w:r>
        <w:rPr>
          <w:rtl/>
        </w:rPr>
        <w:t>موجود آخوند خراسانى اورديگر علماء كى طرف ٹيلى گراف بھيجتے ہوئے ان سے در خواست كى كہ وہ اسلامى ذمہ دارى كے حوالے سے اقدام كري</w:t>
      </w:r>
      <w:r w:rsidR="000A0CDC">
        <w:rPr>
          <w:rtl/>
        </w:rPr>
        <w:t xml:space="preserve">ں </w:t>
      </w:r>
      <w:r>
        <w:rPr>
          <w:rtl/>
        </w:rPr>
        <w:t>اس درخواست كے جواب مي</w:t>
      </w:r>
      <w:r w:rsidR="000A0CDC">
        <w:rPr>
          <w:rtl/>
        </w:rPr>
        <w:t xml:space="preserve">ں </w:t>
      </w:r>
      <w:r>
        <w:rPr>
          <w:rtl/>
        </w:rPr>
        <w:t>علماء نجف نے ايران كى خودمختارى كے دفاع كيلئے اقدامات انجام ديے انہو</w:t>
      </w:r>
      <w:r w:rsidR="000A0CDC">
        <w:rPr>
          <w:rtl/>
        </w:rPr>
        <w:t xml:space="preserve">ں </w:t>
      </w:r>
      <w:r>
        <w:rPr>
          <w:rtl/>
        </w:rPr>
        <w:t>نے درسى كلاسو</w:t>
      </w:r>
      <w:r w:rsidR="000A0CDC">
        <w:rPr>
          <w:rtl/>
        </w:rPr>
        <w:t xml:space="preserve">ں </w:t>
      </w:r>
      <w:r>
        <w:rPr>
          <w:rtl/>
        </w:rPr>
        <w:t>كى تعطيل كرتے ہوئے جہاد كا اعلان كيا اور لوگو</w:t>
      </w:r>
      <w:r w:rsidR="000A0CDC">
        <w:rPr>
          <w:rtl/>
        </w:rPr>
        <w:t xml:space="preserve">ں </w:t>
      </w:r>
      <w:r>
        <w:rPr>
          <w:rtl/>
        </w:rPr>
        <w:t>كو كاظمين مي</w:t>
      </w:r>
      <w:r w:rsidR="000A0CDC">
        <w:rPr>
          <w:rtl/>
        </w:rPr>
        <w:t xml:space="preserve">ں </w:t>
      </w:r>
      <w:r>
        <w:rPr>
          <w:rtl/>
        </w:rPr>
        <w:t>جمع ہونے كى دعوت دى تا كہ ايران كى طرف روانہ كيا جائے، اسى طرح قبائل كے سردارو</w:t>
      </w:r>
      <w:r w:rsidR="000A0CDC">
        <w:rPr>
          <w:rtl/>
        </w:rPr>
        <w:t xml:space="preserve">ں </w:t>
      </w:r>
      <w:r>
        <w:rPr>
          <w:rtl/>
        </w:rPr>
        <w:t>سے بھى مذاكرات ہوئے كہ وہ اپنے مسلح لشكرو</w:t>
      </w:r>
      <w:r w:rsidR="000A0CDC">
        <w:rPr>
          <w:rtl/>
        </w:rPr>
        <w:t xml:space="preserve">ں </w:t>
      </w:r>
      <w:r>
        <w:rPr>
          <w:rtl/>
        </w:rPr>
        <w:t xml:space="preserve">سميت روس كے خلاف جہاد </w:t>
      </w:r>
    </w:p>
    <w:p w:rsidR="0061102A" w:rsidRDefault="009821C6" w:rsidP="00BE6934">
      <w:pPr>
        <w:pStyle w:val="libLine"/>
        <w:rPr>
          <w:rtl/>
        </w:rPr>
      </w:pPr>
      <w:r>
        <w:rPr>
          <w:rtl/>
        </w:rPr>
        <w:t>____________________</w:t>
      </w:r>
    </w:p>
    <w:p w:rsidR="00EF5080" w:rsidRDefault="0061102A" w:rsidP="00BE6934">
      <w:pPr>
        <w:pStyle w:val="libFootnote"/>
        <w:rPr>
          <w:rtl/>
        </w:rPr>
      </w:pPr>
      <w:r>
        <w:rPr>
          <w:rtl/>
        </w:rPr>
        <w:t>1) سابقہ ماخذ ص 117_110_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مي</w:t>
      </w:r>
      <w:r w:rsidR="000A0CDC">
        <w:rPr>
          <w:rtl/>
        </w:rPr>
        <w:t xml:space="preserve">ں </w:t>
      </w:r>
      <w:r>
        <w:rPr>
          <w:rtl/>
        </w:rPr>
        <w:t>شركت كري</w:t>
      </w:r>
      <w:r w:rsidR="000A0CDC">
        <w:rPr>
          <w:rtl/>
        </w:rPr>
        <w:t xml:space="preserve">ں </w:t>
      </w:r>
      <w:r>
        <w:rPr>
          <w:rtl/>
        </w:rPr>
        <w:t>اور انہو</w:t>
      </w:r>
      <w:r w:rsidR="000A0CDC">
        <w:rPr>
          <w:rtl/>
        </w:rPr>
        <w:t xml:space="preserve">ں </w:t>
      </w:r>
      <w:r>
        <w:rPr>
          <w:rtl/>
        </w:rPr>
        <w:t xml:space="preserve">نے بھى قبول كيا _ ليكن روانگى سے ايك روز قبل آخوندخراسانى كى وفات سے يہ پروگرام التواء كا شكار ہوگيا _ </w:t>
      </w:r>
    </w:p>
    <w:p w:rsidR="0061102A" w:rsidRDefault="0061102A" w:rsidP="00BE6934">
      <w:pPr>
        <w:pStyle w:val="libNormal"/>
        <w:rPr>
          <w:rtl/>
        </w:rPr>
      </w:pPr>
      <w:r>
        <w:rPr>
          <w:rtl/>
        </w:rPr>
        <w:t>كچھ مدت كے بعد آيت اللہ عبداللہ مازندرانى كى قيادت مي</w:t>
      </w:r>
      <w:r w:rsidR="000A0CDC">
        <w:rPr>
          <w:rtl/>
        </w:rPr>
        <w:t xml:space="preserve">ں </w:t>
      </w:r>
      <w:r>
        <w:rPr>
          <w:rtl/>
        </w:rPr>
        <w:t>يہ پروگرام دوبارہ شروع ہوا تيرہ مجتھدين اور علماء كى منتخب انجمن تشكيل پائي اور اس انجمن كى روحانى صدارت (آخوند خراسانى كے فرزند) آقا ميرزا مہدى آيت اللہ زادہ خراسانى كے كندھو</w:t>
      </w:r>
      <w:r w:rsidR="000A0CDC">
        <w:rPr>
          <w:rtl/>
        </w:rPr>
        <w:t xml:space="preserve">ں </w:t>
      </w:r>
      <w:r>
        <w:rPr>
          <w:rtl/>
        </w:rPr>
        <w:t>پر ركھى گئي بہت سے جہادى فتاوى صادر ہوئے اور مجتہدين نے ملت ايران كو متحد ہوكر دشمن سے مقابلہ كرنے پر زور ديا_ اور ايران كے سركارى عہديدارو</w:t>
      </w:r>
      <w:r w:rsidR="000A0CDC">
        <w:rPr>
          <w:rtl/>
        </w:rPr>
        <w:t xml:space="preserve">ں </w:t>
      </w:r>
      <w:r>
        <w:rPr>
          <w:rtl/>
        </w:rPr>
        <w:t xml:space="preserve">كو متعدد ٹيلى گراف بھى بھيجے گئے _ </w:t>
      </w:r>
    </w:p>
    <w:p w:rsidR="0061102A" w:rsidRDefault="0061102A" w:rsidP="00BE6934">
      <w:pPr>
        <w:pStyle w:val="libNormal"/>
        <w:rPr>
          <w:rtl/>
        </w:rPr>
      </w:pPr>
      <w:r>
        <w:rPr>
          <w:rtl/>
        </w:rPr>
        <w:t>علماء كرام اغيار كى يلغاركو ايران كى خود مختارى اور سالميت كيلئے بہت بڑا خطرہ سمجھتے تھے اس دينى طبقے كى تحريك مي</w:t>
      </w:r>
      <w:r w:rsidR="000A0CDC">
        <w:rPr>
          <w:rtl/>
        </w:rPr>
        <w:t xml:space="preserve">ں </w:t>
      </w:r>
      <w:r>
        <w:rPr>
          <w:rtl/>
        </w:rPr>
        <w:t>ميرزا محمد تقى شيرازى ، سيد اسماعيل صدر اور شيخ الشريعہ اصفہانى بھى كاظمين مي</w:t>
      </w:r>
      <w:r w:rsidR="000A0CDC">
        <w:rPr>
          <w:rtl/>
        </w:rPr>
        <w:t xml:space="preserve">ں </w:t>
      </w:r>
      <w:r>
        <w:rPr>
          <w:rtl/>
        </w:rPr>
        <w:t>علماء كے اجتماع سے پيوست ہوگئے ،اگر چہ كہ وہ مشروطہ حكومت كے زيادہ حامى نہي</w:t>
      </w:r>
      <w:r w:rsidR="000A0CDC">
        <w:rPr>
          <w:rtl/>
        </w:rPr>
        <w:t xml:space="preserve">ں </w:t>
      </w:r>
      <w:r>
        <w:rPr>
          <w:rtl/>
        </w:rPr>
        <w:t>تھے ليكن ايرانى حكومت نے اس مسئلہ كے نتائج كو مد نظر ركھتے ہوئے علماء كى ايران كى طرف جہاد كے عنوان سے روانگى كى مخالفت كى اور اس منتخب انجمن سے تقاضا كيا كہ لوگو</w:t>
      </w:r>
      <w:r w:rsidR="000A0CDC">
        <w:rPr>
          <w:rtl/>
        </w:rPr>
        <w:t xml:space="preserve">ں </w:t>
      </w:r>
      <w:r>
        <w:rPr>
          <w:rtl/>
        </w:rPr>
        <w:t>كو انكے شہرو</w:t>
      </w:r>
      <w:r w:rsidR="000A0CDC">
        <w:rPr>
          <w:rtl/>
        </w:rPr>
        <w:t xml:space="preserve">ں </w:t>
      </w:r>
      <w:r>
        <w:rPr>
          <w:rtl/>
        </w:rPr>
        <w:t>كى طرف لوٹا ديا جائے اور جہاد كا پروگرام ملتوى كرديا جائے علماء بھى كاظمين مي</w:t>
      </w:r>
      <w:r w:rsidR="000A0CDC">
        <w:rPr>
          <w:rtl/>
        </w:rPr>
        <w:t xml:space="preserve">ں </w:t>
      </w:r>
      <w:r>
        <w:rPr>
          <w:rtl/>
        </w:rPr>
        <w:t>تين ماہ كے اجتماع كے بعد نجف اور كربلا كى طرف لوٹ گئے اور يہ تحريك بغير كسى عملى نتيجے كے ختم ہوگئي_</w:t>
      </w:r>
      <w:r w:rsidRPr="00F67D4B">
        <w:rPr>
          <w:rStyle w:val="libFootnotenumChar"/>
          <w:rtl/>
        </w:rPr>
        <w:t>(1)</w:t>
      </w:r>
      <w:r>
        <w:rPr>
          <w:rtl/>
        </w:rPr>
        <w:t xml:space="preserve"> </w:t>
      </w:r>
    </w:p>
    <w:p w:rsidR="0061102A" w:rsidRDefault="0061102A" w:rsidP="00BE6934">
      <w:pPr>
        <w:pStyle w:val="libNormal"/>
        <w:rPr>
          <w:rtl/>
        </w:rPr>
      </w:pPr>
      <w:r>
        <w:rPr>
          <w:rtl/>
        </w:rPr>
        <w:t>ليكن اس تحريك سے واضح ہوا كہ شيعہ مرجعيت ايك طاقتور سياسى طاقت مي</w:t>
      </w:r>
      <w:r w:rsidR="000A0CDC">
        <w:rPr>
          <w:rtl/>
        </w:rPr>
        <w:t xml:space="preserve">ں </w:t>
      </w:r>
      <w:r>
        <w:rPr>
          <w:rtl/>
        </w:rPr>
        <w:t>تبديلى ہوچكى ہے اور قليل مدت مي</w:t>
      </w:r>
      <w:r w:rsidR="000A0CDC">
        <w:rPr>
          <w:rtl/>
        </w:rPr>
        <w:t xml:space="preserve">ں </w:t>
      </w:r>
      <w:r>
        <w:rPr>
          <w:rtl/>
        </w:rPr>
        <w:t>عوامى گروہو</w:t>
      </w:r>
      <w:r w:rsidR="000A0CDC">
        <w:rPr>
          <w:rtl/>
        </w:rPr>
        <w:t xml:space="preserve">ں </w:t>
      </w:r>
      <w:r>
        <w:rPr>
          <w:rtl/>
        </w:rPr>
        <w:t>كوتيار كرسكتى ہے اوريہ مسئلہ شيعو</w:t>
      </w:r>
      <w:r w:rsidR="000A0CDC">
        <w:rPr>
          <w:rtl/>
        </w:rPr>
        <w:t xml:space="preserve">ں </w:t>
      </w:r>
      <w:r>
        <w:rPr>
          <w:rtl/>
        </w:rPr>
        <w:t>كے شعور و آگاہى مي</w:t>
      </w:r>
      <w:r w:rsidR="000A0CDC">
        <w:rPr>
          <w:rtl/>
        </w:rPr>
        <w:t xml:space="preserve">ں </w:t>
      </w:r>
      <w:r>
        <w:rPr>
          <w:rtl/>
        </w:rPr>
        <w:t>ترقى كو ظاہر كرتاہے اور بيدارى اور احياء كى تحريكو</w:t>
      </w:r>
      <w:r w:rsidR="000A0CDC">
        <w:rPr>
          <w:rtl/>
        </w:rPr>
        <w:t xml:space="preserve">ں </w:t>
      </w:r>
      <w:r>
        <w:rPr>
          <w:rtl/>
        </w:rPr>
        <w:t xml:space="preserve">كے مابين ان كے نفوذ كوواضح كرتاہے_ </w:t>
      </w:r>
    </w:p>
    <w:p w:rsidR="0061102A" w:rsidRDefault="0061102A" w:rsidP="00BE6934">
      <w:pPr>
        <w:pStyle w:val="libNormal"/>
        <w:rPr>
          <w:rtl/>
        </w:rPr>
      </w:pPr>
      <w:r>
        <w:rPr>
          <w:rtl/>
        </w:rPr>
        <w:t>احمد شاہ قاجار كے زمانہ حكومت مي</w:t>
      </w:r>
      <w:r w:rsidR="000A0CDC">
        <w:rPr>
          <w:rtl/>
        </w:rPr>
        <w:t xml:space="preserve">ں </w:t>
      </w:r>
      <w:r>
        <w:rPr>
          <w:rtl/>
        </w:rPr>
        <w:t>ايرانى معاشرہ كو ايك كمزور حكومت اور بد امنى كے حالات كا سامنا تھا اس غير مناسب صورت حال مي</w:t>
      </w:r>
      <w:r w:rsidR="000A0CDC">
        <w:rPr>
          <w:rtl/>
        </w:rPr>
        <w:t xml:space="preserve">ں </w:t>
      </w:r>
      <w:r>
        <w:rPr>
          <w:rtl/>
        </w:rPr>
        <w:t xml:space="preserve">اصلاحى اور بيدارى كى تحريك بھى جمود كا شكار ہوگئي _ اور يہ تحريك جسكى بناء پر </w:t>
      </w:r>
    </w:p>
    <w:p w:rsidR="0061102A" w:rsidRDefault="003A7D4A" w:rsidP="00BE6934">
      <w:pPr>
        <w:pStyle w:val="libLine"/>
        <w:rPr>
          <w:rtl/>
        </w:rPr>
      </w:pPr>
      <w:r>
        <w:rPr>
          <w:rtl/>
        </w:rPr>
        <w:t>____________________</w:t>
      </w:r>
    </w:p>
    <w:p w:rsidR="00EF5080" w:rsidRDefault="0061102A" w:rsidP="00BE6934">
      <w:pPr>
        <w:pStyle w:val="libFootnote"/>
        <w:rPr>
          <w:rtl/>
        </w:rPr>
      </w:pPr>
      <w:r>
        <w:rPr>
          <w:rtl/>
        </w:rPr>
        <w:t>1) حسن نظام الدين زادہ ، ہجوم روس و اقدامات رؤساى دين برائے حفظ ايران، بہ كوشش نصر اللہ صالحى تہران ، ص 24_3_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آئندہ سالو</w:t>
      </w:r>
      <w:r w:rsidR="000A0CDC">
        <w:rPr>
          <w:rtl/>
        </w:rPr>
        <w:t xml:space="preserve">ں </w:t>
      </w:r>
      <w:r>
        <w:rPr>
          <w:rtl/>
        </w:rPr>
        <w:t>مي</w:t>
      </w:r>
      <w:r w:rsidR="000A0CDC">
        <w:rPr>
          <w:rtl/>
        </w:rPr>
        <w:t xml:space="preserve">ں </w:t>
      </w:r>
      <w:r>
        <w:rPr>
          <w:rtl/>
        </w:rPr>
        <w:t>رضا خان كى قيادت مي</w:t>
      </w:r>
      <w:r w:rsidR="000A0CDC">
        <w:rPr>
          <w:rtl/>
        </w:rPr>
        <w:t xml:space="preserve">ں </w:t>
      </w:r>
      <w:r>
        <w:rPr>
          <w:rtl/>
        </w:rPr>
        <w:t>تشكيل پانے والى آمرانہ حكومت سے بچاجا سكتا تھا ايك مستحكم حكومت كے قيام اور امن و امان كى صورت حال كو درست كرنے كے گرماگرم موضوع كے نيچے دب گئي_</w:t>
      </w:r>
      <w:r w:rsidRPr="00F67D4B">
        <w:rPr>
          <w:rStyle w:val="libFootnotenumChar"/>
          <w:rtl/>
        </w:rPr>
        <w:t>(1)</w:t>
      </w:r>
      <w:r>
        <w:rPr>
          <w:rtl/>
        </w:rPr>
        <w:t xml:space="preserve"> </w:t>
      </w:r>
    </w:p>
    <w:p w:rsidR="0061102A" w:rsidRDefault="0061102A" w:rsidP="00BE6934">
      <w:pPr>
        <w:pStyle w:val="libNormal"/>
        <w:rPr>
          <w:rtl/>
        </w:rPr>
      </w:pPr>
      <w:r>
        <w:rPr>
          <w:rtl/>
        </w:rPr>
        <w:t>البتہ اس دور مي</w:t>
      </w:r>
      <w:r w:rsidR="000A0CDC">
        <w:rPr>
          <w:rtl/>
        </w:rPr>
        <w:t xml:space="preserve">ں </w:t>
      </w:r>
      <w:r>
        <w:rPr>
          <w:rtl/>
        </w:rPr>
        <w:t>بالخصوص پہلوى حكومت كى تشكيل كے قريب ترين سالو</w:t>
      </w:r>
      <w:r w:rsidR="000A0CDC">
        <w:rPr>
          <w:rtl/>
        </w:rPr>
        <w:t xml:space="preserve">ں </w:t>
      </w:r>
      <w:r>
        <w:rPr>
          <w:rtl/>
        </w:rPr>
        <w:t>مي</w:t>
      </w:r>
      <w:r w:rsidR="000A0CDC">
        <w:rPr>
          <w:rtl/>
        </w:rPr>
        <w:t xml:space="preserve">ں </w:t>
      </w:r>
      <w:r>
        <w:rPr>
          <w:rtl/>
        </w:rPr>
        <w:t>بہت سى اسلامى رنگ و روپ كى حامل تحريكي</w:t>
      </w:r>
      <w:r w:rsidR="000A0CDC">
        <w:rPr>
          <w:rtl/>
        </w:rPr>
        <w:t xml:space="preserve">ں </w:t>
      </w:r>
      <w:r>
        <w:rPr>
          <w:rtl/>
        </w:rPr>
        <w:t>اور گروہ وجود مي</w:t>
      </w:r>
      <w:r w:rsidR="000A0CDC">
        <w:rPr>
          <w:rtl/>
        </w:rPr>
        <w:t xml:space="preserve">ں </w:t>
      </w:r>
      <w:r>
        <w:rPr>
          <w:rtl/>
        </w:rPr>
        <w:t>آئے ليكن يہ بھى ايك مركزى مستحكم حكومت اور امن و امان كى ضرورت كے مسئلہ كے پيش نظر ختم ہوگئي</w:t>
      </w:r>
      <w:r w:rsidR="000A0CDC">
        <w:rPr>
          <w:rtl/>
        </w:rPr>
        <w:t xml:space="preserve">ں </w:t>
      </w:r>
      <w:r>
        <w:rPr>
          <w:rtl/>
        </w:rPr>
        <w:t>،ان تحريكو</w:t>
      </w:r>
      <w:r w:rsidR="000A0CDC">
        <w:rPr>
          <w:rtl/>
        </w:rPr>
        <w:t xml:space="preserve">ں </w:t>
      </w:r>
      <w:r>
        <w:rPr>
          <w:rtl/>
        </w:rPr>
        <w:t>كے كامياب نہ ہونے كى دوسرى وجہ شيعہ مكتب كے بانفوذ علماء اور دينى مراجع كى ان تحريكو</w:t>
      </w:r>
      <w:r w:rsidR="000A0CDC">
        <w:rPr>
          <w:rtl/>
        </w:rPr>
        <w:t xml:space="preserve">ں </w:t>
      </w:r>
      <w:r>
        <w:rPr>
          <w:rtl/>
        </w:rPr>
        <w:t>كو سرپرستى كا حاصل نہ ہونا تھى نيز يہ تحريكي</w:t>
      </w:r>
      <w:r w:rsidR="000A0CDC">
        <w:rPr>
          <w:rtl/>
        </w:rPr>
        <w:t xml:space="preserve">ں </w:t>
      </w:r>
      <w:r>
        <w:rPr>
          <w:rtl/>
        </w:rPr>
        <w:t>ايك مخصوص اسلامى فكر كى حامل تھي</w:t>
      </w:r>
      <w:r w:rsidR="000A0CDC">
        <w:rPr>
          <w:rtl/>
        </w:rPr>
        <w:t xml:space="preserve">ں </w:t>
      </w:r>
      <w:r>
        <w:rPr>
          <w:rtl/>
        </w:rPr>
        <w:t>كہ جنكى بناء پر دينى مراجع و مراكز انكى حمايت نہي</w:t>
      </w:r>
      <w:r w:rsidR="000A0CDC">
        <w:rPr>
          <w:rtl/>
        </w:rPr>
        <w:t xml:space="preserve">ں </w:t>
      </w:r>
      <w:r>
        <w:rPr>
          <w:rtl/>
        </w:rPr>
        <w:t xml:space="preserve">كرسكتے تھے _ </w:t>
      </w:r>
    </w:p>
    <w:p w:rsidR="0061102A" w:rsidRDefault="0061102A" w:rsidP="00BE6934">
      <w:pPr>
        <w:pStyle w:val="libNormal"/>
        <w:rPr>
          <w:rtl/>
        </w:rPr>
      </w:pPr>
      <w:r>
        <w:rPr>
          <w:rtl/>
        </w:rPr>
        <w:t>اس كے علاوہ يہ گروہ اور تحريكي</w:t>
      </w:r>
      <w:r w:rsidR="000A0CDC">
        <w:rPr>
          <w:rtl/>
        </w:rPr>
        <w:t xml:space="preserve">ں </w:t>
      </w:r>
      <w:r>
        <w:rPr>
          <w:rtl/>
        </w:rPr>
        <w:t>وقت كى قلت كى وجہ سے اپنى تحريك اور اس كے صحيح مقاصد سے آگاہ نہ كرسكي</w:t>
      </w:r>
      <w:r w:rsidR="000A0CDC">
        <w:rPr>
          <w:rtl/>
        </w:rPr>
        <w:t xml:space="preserve">ں </w:t>
      </w:r>
      <w:r>
        <w:rPr>
          <w:rtl/>
        </w:rPr>
        <w:t>جسكى وجہ سے يہ زيادہ عرصہ نہ چل سكي</w:t>
      </w:r>
      <w:r w:rsidR="000A0CDC">
        <w:rPr>
          <w:rtl/>
        </w:rPr>
        <w:t xml:space="preserve">ں </w:t>
      </w:r>
      <w:r>
        <w:rPr>
          <w:rtl/>
        </w:rPr>
        <w:t>اور غيرملكى استعمار نے بھى انہي</w:t>
      </w:r>
      <w:r w:rsidR="000A0CDC">
        <w:rPr>
          <w:rtl/>
        </w:rPr>
        <w:t xml:space="preserve">ں </w:t>
      </w:r>
      <w:r>
        <w:rPr>
          <w:rtl/>
        </w:rPr>
        <w:t>ناتوان كرنے مي</w:t>
      </w:r>
      <w:r w:rsidR="000A0CDC">
        <w:rPr>
          <w:rtl/>
        </w:rPr>
        <w:t xml:space="preserve">ں </w:t>
      </w:r>
      <w:r>
        <w:rPr>
          <w:rtl/>
        </w:rPr>
        <w:t>براہ راست كردار ادا كيا كيونكہ بعض تحريكي</w:t>
      </w:r>
      <w:r w:rsidR="000A0CDC">
        <w:rPr>
          <w:rtl/>
        </w:rPr>
        <w:t xml:space="preserve">ں </w:t>
      </w:r>
      <w:r>
        <w:rPr>
          <w:rtl/>
        </w:rPr>
        <w:t>مثلا تحريك جنوب غير ملكيو</w:t>
      </w:r>
      <w:r w:rsidR="000A0CDC">
        <w:rPr>
          <w:rtl/>
        </w:rPr>
        <w:t xml:space="preserve">ں </w:t>
      </w:r>
      <w:r>
        <w:rPr>
          <w:rtl/>
        </w:rPr>
        <w:t>كى ايران مي</w:t>
      </w:r>
      <w:r w:rsidR="000A0CDC">
        <w:rPr>
          <w:rtl/>
        </w:rPr>
        <w:t xml:space="preserve">ں </w:t>
      </w:r>
      <w:r>
        <w:rPr>
          <w:rtl/>
        </w:rPr>
        <w:t xml:space="preserve">موجودگى اور تجاوز كے خلاف تھي_ </w:t>
      </w:r>
    </w:p>
    <w:p w:rsidR="0061102A" w:rsidRDefault="0061102A" w:rsidP="00BE6934">
      <w:pPr>
        <w:pStyle w:val="libNormal"/>
        <w:rPr>
          <w:rtl/>
        </w:rPr>
      </w:pPr>
      <w:r>
        <w:rPr>
          <w:rtl/>
        </w:rPr>
        <w:t>ميرزا كوچك خان جنگلى كى قيادت مي</w:t>
      </w:r>
      <w:r w:rsidR="000A0CDC">
        <w:rPr>
          <w:rtl/>
        </w:rPr>
        <w:t xml:space="preserve">ں </w:t>
      </w:r>
      <w:r>
        <w:rPr>
          <w:rtl/>
        </w:rPr>
        <w:t>تحريك جنگل ان حالات مي</w:t>
      </w:r>
      <w:r w:rsidR="000A0CDC">
        <w:rPr>
          <w:rtl/>
        </w:rPr>
        <w:t xml:space="preserve">ں </w:t>
      </w:r>
      <w:r>
        <w:rPr>
          <w:rtl/>
        </w:rPr>
        <w:t>وجود مي</w:t>
      </w:r>
      <w:r w:rsidR="000A0CDC">
        <w:rPr>
          <w:rtl/>
        </w:rPr>
        <w:t xml:space="preserve">ں </w:t>
      </w:r>
      <w:r>
        <w:rPr>
          <w:rtl/>
        </w:rPr>
        <w:t>آئي كہ سرزمين ايران كا گوشہ گوشہ اغيار كے تسلط سے ايران كو آزاد كرنے اور بدامنى كى صورت حال كو ختم كرنے كيلئے انقلابات لانے كيلئے تيار تھا _ ميرزا كوچك خان نے تہران مي</w:t>
      </w:r>
      <w:r w:rsidR="000A0CDC">
        <w:rPr>
          <w:rtl/>
        </w:rPr>
        <w:t xml:space="preserve">ں </w:t>
      </w:r>
      <w:r>
        <w:rPr>
          <w:rtl/>
        </w:rPr>
        <w:t>تنظيم اتحاد اسلام سے رابطہ كرنے اور ان سے بحث و مناظرہ كرنے كے بعد اس ہدف كو پانے كيلئے ايك تحريك شروع كى كہ جب كوئي حكومت اپنى مملكت كو اغيار اور دشمنو</w:t>
      </w:r>
      <w:r w:rsidR="000A0CDC">
        <w:rPr>
          <w:rtl/>
        </w:rPr>
        <w:t xml:space="preserve">ں </w:t>
      </w:r>
      <w:r>
        <w:rPr>
          <w:rtl/>
        </w:rPr>
        <w:t xml:space="preserve">كے تسلط سے آزاد نہ كرسكے تو ملت كا فرض ہے كہ اپنے وطن كو نجات دے _ </w:t>
      </w:r>
    </w:p>
    <w:p w:rsidR="0061102A" w:rsidRDefault="0061102A" w:rsidP="00BE6934">
      <w:pPr>
        <w:pStyle w:val="libNormal"/>
        <w:rPr>
          <w:rtl/>
        </w:rPr>
      </w:pPr>
      <w:r>
        <w:rPr>
          <w:rtl/>
        </w:rPr>
        <w:t>انہو</w:t>
      </w:r>
      <w:r w:rsidR="000A0CDC">
        <w:rPr>
          <w:rtl/>
        </w:rPr>
        <w:t xml:space="preserve">ں </w:t>
      </w:r>
      <w:r>
        <w:rPr>
          <w:rtl/>
        </w:rPr>
        <w:t>نے ايران كے شمالى جنگلو</w:t>
      </w:r>
      <w:r w:rsidR="000A0CDC">
        <w:rPr>
          <w:rtl/>
        </w:rPr>
        <w:t xml:space="preserve">ں </w:t>
      </w:r>
      <w:r>
        <w:rPr>
          <w:rtl/>
        </w:rPr>
        <w:t>سے قيام كا آغاز كيا اور يہ قيام شوال 1333 قمرى سے ليكر ربيع الثانى 1340 قمرى تك جارى رہا _ انہو</w:t>
      </w:r>
      <w:r w:rsidR="000A0CDC">
        <w:rPr>
          <w:rtl/>
        </w:rPr>
        <w:t xml:space="preserve">ں </w:t>
      </w:r>
      <w:r>
        <w:rPr>
          <w:rtl/>
        </w:rPr>
        <w:t>نے اپنى سياسى كاوش كا آغاز مذہبى و روحانى طبقے كى ہمراہى مي</w:t>
      </w:r>
      <w:r w:rsidR="000A0CDC">
        <w:rPr>
          <w:rtl/>
        </w:rPr>
        <w:t xml:space="preserve">ں </w:t>
      </w:r>
      <w:r>
        <w:rPr>
          <w:rtl/>
        </w:rPr>
        <w:t>كيا ، انقلاب مشروطہ كے دوران اور انكے بعد كے حالات مي</w:t>
      </w:r>
      <w:r w:rsidR="000A0CDC">
        <w:rPr>
          <w:rtl/>
        </w:rPr>
        <w:t xml:space="preserve">ں </w:t>
      </w:r>
      <w:r>
        <w:rPr>
          <w:rtl/>
        </w:rPr>
        <w:t xml:space="preserve">وہ آمريت كے ساتھ جنگ كرتے رہے_ پہلى جنگ عظيم كے دو ران وہ گيلان كى طرف چلے گئے اور'' انجمن اتحاد اسلام'' كے عنوان سے ايك مخفى تنظيم كو تشكيل </w:t>
      </w:r>
    </w:p>
    <w:p w:rsidR="0061102A" w:rsidRDefault="003A7D4A" w:rsidP="00BE6934">
      <w:pPr>
        <w:pStyle w:val="libLine"/>
        <w:rPr>
          <w:rtl/>
        </w:rPr>
      </w:pPr>
      <w:r>
        <w:rPr>
          <w:rtl/>
        </w:rPr>
        <w:t>____________________</w:t>
      </w:r>
    </w:p>
    <w:p w:rsidR="00EF5080" w:rsidRDefault="0061102A" w:rsidP="00BE6934">
      <w:pPr>
        <w:pStyle w:val="libFootnote"/>
        <w:rPr>
          <w:rtl/>
        </w:rPr>
      </w:pPr>
      <w:r>
        <w:rPr>
          <w:rtl/>
        </w:rPr>
        <w:t>1) عليرضا ملايى توانى ، مشروطہ و جمہومرى ، ريشہ ہاى نابسامانى نظم دوكراتيك در ايران، تہران،گسترہ 1381، ص 175_ 162_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ديا اور بتدريج مجاہدين كو اپنى ساتھ شامل كيا _ چند سال كے مقابلہ و جنگ كے بعد اس تنظيم كو بعض واقعات مي</w:t>
      </w:r>
      <w:r w:rsidR="000A0CDC">
        <w:rPr>
          <w:rtl/>
        </w:rPr>
        <w:t xml:space="preserve">ں </w:t>
      </w:r>
      <w:r>
        <w:rPr>
          <w:rtl/>
        </w:rPr>
        <w:t>ہزيمت كا سامنا ہوا بالخصوص سرخ بغاوت كے واقعہ مي</w:t>
      </w:r>
      <w:r w:rsidR="000A0CDC">
        <w:rPr>
          <w:rtl/>
        </w:rPr>
        <w:t xml:space="preserve">ں </w:t>
      </w:r>
      <w:r>
        <w:rPr>
          <w:rtl/>
        </w:rPr>
        <w:t xml:space="preserve">آخر كار وثوق الدولة كى حكومت، انگلستان اور روس كے باہمى مشترك حملہ سے جنگل كى اس تحريك كو شكست ہوئي_ </w:t>
      </w:r>
      <w:r w:rsidRPr="00F67D4B">
        <w:rPr>
          <w:rStyle w:val="libFootnotenumChar"/>
          <w:rtl/>
        </w:rPr>
        <w:t>(1)</w:t>
      </w:r>
      <w:r>
        <w:rPr>
          <w:rtl/>
        </w:rPr>
        <w:t xml:space="preserve"> </w:t>
      </w:r>
    </w:p>
    <w:p w:rsidR="0061102A" w:rsidRDefault="0061102A" w:rsidP="00BE6934">
      <w:pPr>
        <w:pStyle w:val="libNormal"/>
        <w:rPr>
          <w:rtl/>
        </w:rPr>
      </w:pPr>
      <w:r>
        <w:rPr>
          <w:rtl/>
        </w:rPr>
        <w:t>پہلوى حكومت كى تشكيل كے قر يب ترين دور مي</w:t>
      </w:r>
      <w:r w:rsidR="000A0CDC">
        <w:rPr>
          <w:rtl/>
        </w:rPr>
        <w:t xml:space="preserve">ں </w:t>
      </w:r>
      <w:r>
        <w:rPr>
          <w:rtl/>
        </w:rPr>
        <w:t>ديگر اسلامى عناوين كى تحريكو</w:t>
      </w:r>
      <w:r w:rsidR="000A0CDC">
        <w:rPr>
          <w:rtl/>
        </w:rPr>
        <w:t xml:space="preserve">ں </w:t>
      </w:r>
      <w:r>
        <w:rPr>
          <w:rtl/>
        </w:rPr>
        <w:t>مي</w:t>
      </w:r>
      <w:r w:rsidR="000A0CDC">
        <w:rPr>
          <w:rtl/>
        </w:rPr>
        <w:t xml:space="preserve">ں </w:t>
      </w:r>
      <w:r>
        <w:rPr>
          <w:rtl/>
        </w:rPr>
        <w:t>سے تبريز مي</w:t>
      </w:r>
      <w:r w:rsidR="000A0CDC">
        <w:rPr>
          <w:rtl/>
        </w:rPr>
        <w:t xml:space="preserve">ں </w:t>
      </w:r>
      <w:r>
        <w:rPr>
          <w:rtl/>
        </w:rPr>
        <w:t>شيخ محمد خيابانى كا قيام قابل ذكر ہے _ يہ قيام در اصل 1919 عيسوى مي</w:t>
      </w:r>
      <w:r w:rsidR="000A0CDC">
        <w:rPr>
          <w:rtl/>
        </w:rPr>
        <w:t xml:space="preserve">ں </w:t>
      </w:r>
      <w:r>
        <w:rPr>
          <w:rtl/>
        </w:rPr>
        <w:t>وثوق الدولة كى حكومت كى انگلستان سے قرار داد كا رد عمل تھا_ البتہ اسى دوران ملك كے ديگر مناطق مي</w:t>
      </w:r>
      <w:r w:rsidR="000A0CDC">
        <w:rPr>
          <w:rtl/>
        </w:rPr>
        <w:t xml:space="preserve">ں </w:t>
      </w:r>
      <w:r>
        <w:rPr>
          <w:rtl/>
        </w:rPr>
        <w:t>اور بھى احتجاجى قيام سامنے آئے كہ جو قرار داد كے مخالف تحريكو</w:t>
      </w:r>
      <w:r w:rsidR="000A0CDC">
        <w:rPr>
          <w:rtl/>
        </w:rPr>
        <w:t xml:space="preserve">ں </w:t>
      </w:r>
      <w:r>
        <w:rPr>
          <w:rtl/>
        </w:rPr>
        <w:t xml:space="preserve">كے عنوان سے معروف ہوئے _ </w:t>
      </w:r>
      <w:r w:rsidRPr="00F67D4B">
        <w:rPr>
          <w:rStyle w:val="libFootnotenumChar"/>
          <w:rtl/>
        </w:rPr>
        <w:t>(2)</w:t>
      </w:r>
      <w:r>
        <w:rPr>
          <w:rtl/>
        </w:rPr>
        <w:t xml:space="preserve"> اس قرا داد كے مطابق ايران كے عسكرى امور ، اقتصادى امور ، ذرائع ابلاغ كے امور اور ديگر انتظامى امور انگلستان كے كنٹرول مي</w:t>
      </w:r>
      <w:r w:rsidR="000A0CDC">
        <w:rPr>
          <w:rtl/>
        </w:rPr>
        <w:t xml:space="preserve">ں </w:t>
      </w:r>
      <w:r>
        <w:rPr>
          <w:rtl/>
        </w:rPr>
        <w:t xml:space="preserve">آگئے تھے _ </w:t>
      </w:r>
    </w:p>
    <w:p w:rsidR="0061102A" w:rsidRDefault="0061102A" w:rsidP="00BE6934">
      <w:pPr>
        <w:pStyle w:val="libNormal"/>
        <w:rPr>
          <w:rtl/>
        </w:rPr>
      </w:pPr>
      <w:r>
        <w:rPr>
          <w:rtl/>
        </w:rPr>
        <w:t>شيخ محمد خيابانى ايك شجاع اور اصول پسند عالم تھے جو قاجاريہ دور كے اواخر مي</w:t>
      </w:r>
      <w:r w:rsidR="000A0CDC">
        <w:rPr>
          <w:rtl/>
        </w:rPr>
        <w:t xml:space="preserve">ں </w:t>
      </w:r>
      <w:r>
        <w:rPr>
          <w:rtl/>
        </w:rPr>
        <w:t>سامنے آئے اور حريت پسند مجاہد طبقہ سے تعلق ركھتے تھے كہ انہو</w:t>
      </w:r>
      <w:r w:rsidR="000A0CDC">
        <w:rPr>
          <w:rtl/>
        </w:rPr>
        <w:t xml:space="preserve">ں </w:t>
      </w:r>
      <w:r>
        <w:rPr>
          <w:rtl/>
        </w:rPr>
        <w:t>نے اس تحريك كے تمام مراحل مي</w:t>
      </w:r>
      <w:r w:rsidR="000A0CDC">
        <w:rPr>
          <w:rtl/>
        </w:rPr>
        <w:t xml:space="preserve">ں </w:t>
      </w:r>
      <w:r>
        <w:rPr>
          <w:rtl/>
        </w:rPr>
        <w:t>ظلم و آمريت كے حاميو</w:t>
      </w:r>
      <w:r w:rsidR="000A0CDC">
        <w:rPr>
          <w:rtl/>
        </w:rPr>
        <w:t xml:space="preserve">ں </w:t>
      </w:r>
      <w:r>
        <w:rPr>
          <w:rtl/>
        </w:rPr>
        <w:t>سے مقابلہ كيا انہو</w:t>
      </w:r>
      <w:r w:rsidR="000A0CDC">
        <w:rPr>
          <w:rtl/>
        </w:rPr>
        <w:t xml:space="preserve">ں </w:t>
      </w:r>
      <w:r>
        <w:rPr>
          <w:rtl/>
        </w:rPr>
        <w:t>نے مندرجہ بالا قرار داد ، آذربائيجان كى حكومت پر عين الدولہ كے تقرر اور ديگر چند مسائل كے رد عمل مي</w:t>
      </w:r>
      <w:r w:rsidR="000A0CDC">
        <w:rPr>
          <w:rtl/>
        </w:rPr>
        <w:t xml:space="preserve">ں </w:t>
      </w:r>
      <w:r>
        <w:rPr>
          <w:rtl/>
        </w:rPr>
        <w:t>مركزى حكومت كے خلاف تحريك كو تشكيل ديا اور آذربائيجان كے امور اپنے ہاتھو</w:t>
      </w:r>
      <w:r w:rsidR="000A0CDC">
        <w:rPr>
          <w:rtl/>
        </w:rPr>
        <w:t xml:space="preserve">ں </w:t>
      </w:r>
      <w:r>
        <w:rPr>
          <w:rtl/>
        </w:rPr>
        <w:t>مي</w:t>
      </w:r>
      <w:r w:rsidR="000A0CDC">
        <w:rPr>
          <w:rtl/>
        </w:rPr>
        <w:t xml:space="preserve">ں </w:t>
      </w:r>
      <w:r>
        <w:rPr>
          <w:rtl/>
        </w:rPr>
        <w:t>لے ليے_ وہ غير ملكى قوتو</w:t>
      </w:r>
      <w:r w:rsidR="000A0CDC">
        <w:rPr>
          <w:rtl/>
        </w:rPr>
        <w:t xml:space="preserve">ں </w:t>
      </w:r>
      <w:r>
        <w:rPr>
          <w:rtl/>
        </w:rPr>
        <w:t>كے سخت دشمن اور ايران كے داخلى امور مي</w:t>
      </w:r>
      <w:r w:rsidR="000A0CDC">
        <w:rPr>
          <w:rtl/>
        </w:rPr>
        <w:t xml:space="preserve">ں </w:t>
      </w:r>
      <w:r>
        <w:rPr>
          <w:rtl/>
        </w:rPr>
        <w:t>اغيار كى ہر قسم كى مداخلات كے سخت مخالف تھے وہ بھى ميرزا كوچك خان كى مانند اس دھن مي</w:t>
      </w:r>
      <w:r w:rsidR="000A0CDC">
        <w:rPr>
          <w:rtl/>
        </w:rPr>
        <w:t xml:space="preserve">ں </w:t>
      </w:r>
      <w:r>
        <w:rPr>
          <w:rtl/>
        </w:rPr>
        <w:t>تھے كہ آذربائيجان سے شروع كري</w:t>
      </w:r>
      <w:r w:rsidR="000A0CDC">
        <w:rPr>
          <w:rtl/>
        </w:rPr>
        <w:t xml:space="preserve">ں </w:t>
      </w:r>
      <w:r>
        <w:rPr>
          <w:rtl/>
        </w:rPr>
        <w:t>اورمكمل ايران كو اغيار كے تسلط اور استعمار سے نجات دلائي</w:t>
      </w:r>
      <w:r w:rsidR="000A0CDC">
        <w:rPr>
          <w:rtl/>
        </w:rPr>
        <w:t xml:space="preserve">ں </w:t>
      </w:r>
      <w:r>
        <w:rPr>
          <w:rtl/>
        </w:rPr>
        <w:t xml:space="preserve">_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نہضت جنگل بہ روايت اسناد وزارت امورخارجہ ، رقيہ سادات عظيمى كى سعى سے ،تہران، دفتر مطالعات سياسى و بين الملل ، 1377، ص 18_15 ( مقدمہ )_ </w:t>
      </w:r>
    </w:p>
    <w:p w:rsidR="0061102A" w:rsidRDefault="0061102A" w:rsidP="00BE6934">
      <w:pPr>
        <w:pStyle w:val="libFootnote"/>
        <w:rPr>
          <w:rtl/>
        </w:rPr>
      </w:pPr>
      <w:r>
        <w:rPr>
          <w:rtl/>
        </w:rPr>
        <w:t xml:space="preserve">2) داريوش رحمانيان، چالش جمہورى وسلطنت در ايران ، زوال قاجار روى كار آمدن رضا شاہ ، تہران، نشر مركز، 1379، ص 42_ </w:t>
      </w:r>
    </w:p>
    <w:p w:rsidR="00EF5080" w:rsidRDefault="0061102A" w:rsidP="00BE6934">
      <w:pPr>
        <w:pStyle w:val="libFootnote"/>
        <w:rPr>
          <w:rtl/>
        </w:rPr>
      </w:pPr>
      <w:r>
        <w:rPr>
          <w:rtl/>
        </w:rPr>
        <w:t>3) على اصغر شميم ، ايران در دورہ سلطنت قاجار، تہران ، علمى ، ج 2 ص 603_ 599 ،محمد جواد شيخ الاسلامي، سيماى احمد شاہ قاجار ، ج 2 ، تہران ، ص 108_90_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اعتراضات بڑھنے كى وجہ سے وثوق الدولة نے استعفى دے ديا _ ليكن خيابانى كى تحريك بھى بعد والى حكومت كے ذريعے دبادى گئي اور خيابانى كے قتل ہونے كے ساتھ ہى يہ تحريك ختم ہوگئي _ </w:t>
      </w:r>
      <w:r w:rsidRPr="00F67D4B">
        <w:rPr>
          <w:rStyle w:val="libFootnotenumChar"/>
          <w:rtl/>
        </w:rPr>
        <w:t>(1)</w:t>
      </w:r>
      <w:r>
        <w:rPr>
          <w:rtl/>
        </w:rPr>
        <w:t xml:space="preserve"> </w:t>
      </w:r>
    </w:p>
    <w:p w:rsidR="0061102A" w:rsidRDefault="0061102A" w:rsidP="00BE6934">
      <w:pPr>
        <w:pStyle w:val="libNormal"/>
        <w:rPr>
          <w:rtl/>
        </w:rPr>
      </w:pPr>
      <w:r>
        <w:rPr>
          <w:rtl/>
        </w:rPr>
        <w:t>اہم نكتہ يہ ہے كہ خيابانى اور جنگلى كى تحريك كو اسلامى بيدارى كے منظر سے محور تجزيہ قرار نہي</w:t>
      </w:r>
      <w:r w:rsidR="000A0CDC">
        <w:rPr>
          <w:rtl/>
        </w:rPr>
        <w:t xml:space="preserve">ں </w:t>
      </w:r>
      <w:r>
        <w:rPr>
          <w:rtl/>
        </w:rPr>
        <w:t>ديا جاسكتا كيونكہ انكے اسلامى افكار اور اصول پسند علماء كے نظريات مي</w:t>
      </w:r>
      <w:r w:rsidR="000A0CDC">
        <w:rPr>
          <w:rtl/>
        </w:rPr>
        <w:t xml:space="preserve">ں </w:t>
      </w:r>
      <w:r>
        <w:rPr>
          <w:rtl/>
        </w:rPr>
        <w:t>اساسى فرق تھا، اصول پسند علماء كى اہم خصوصيات يہ تھى كہ وہ دين اور سياست كے امتزاج پر يقين ركھتے تھے جبكہ ان تحريكو</w:t>
      </w:r>
      <w:r w:rsidR="000A0CDC">
        <w:rPr>
          <w:rtl/>
        </w:rPr>
        <w:t xml:space="preserve">ں </w:t>
      </w:r>
      <w:r>
        <w:rPr>
          <w:rtl/>
        </w:rPr>
        <w:t>مي</w:t>
      </w:r>
      <w:r w:rsidR="000A0CDC">
        <w:rPr>
          <w:rtl/>
        </w:rPr>
        <w:t xml:space="preserve">ں </w:t>
      </w:r>
      <w:r>
        <w:rPr>
          <w:rtl/>
        </w:rPr>
        <w:t>دين كے سياست سے جدا ہونے پرزور ديا گيا تھا_ ليكن امور مسلمين پر كفار اور اغيار كے تسلط كى مخالفت مي</w:t>
      </w:r>
      <w:r w:rsidR="000A0CDC">
        <w:rPr>
          <w:rtl/>
        </w:rPr>
        <w:t xml:space="preserve">ں </w:t>
      </w:r>
      <w:r>
        <w:rPr>
          <w:rtl/>
        </w:rPr>
        <w:t>يہ باہمى اور مشابہہ نظريات ركھتے تھے_ اور يہ موضوع بعد مي</w:t>
      </w:r>
      <w:r w:rsidR="000A0CDC">
        <w:rPr>
          <w:rtl/>
        </w:rPr>
        <w:t xml:space="preserve">ں </w:t>
      </w:r>
      <w:r>
        <w:rPr>
          <w:rtl/>
        </w:rPr>
        <w:t>استعمار كى مخالف تحريكو</w:t>
      </w:r>
      <w:r w:rsidR="000A0CDC">
        <w:rPr>
          <w:rtl/>
        </w:rPr>
        <w:t xml:space="preserve">ں </w:t>
      </w:r>
      <w:r>
        <w:rPr>
          <w:rtl/>
        </w:rPr>
        <w:t>اور تنظيمو</w:t>
      </w:r>
      <w:r w:rsidR="000A0CDC">
        <w:rPr>
          <w:rtl/>
        </w:rPr>
        <w:t xml:space="preserve">ں </w:t>
      </w:r>
      <w:r>
        <w:rPr>
          <w:rtl/>
        </w:rPr>
        <w:t>مي</w:t>
      </w:r>
      <w:r w:rsidR="000A0CDC">
        <w:rPr>
          <w:rtl/>
        </w:rPr>
        <w:t xml:space="preserve">ں </w:t>
      </w:r>
      <w:r>
        <w:rPr>
          <w:rtl/>
        </w:rPr>
        <w:t xml:space="preserve">اہم تاثير كا حامل تھا _ </w:t>
      </w:r>
    </w:p>
    <w:p w:rsidR="0061102A" w:rsidRDefault="0061102A" w:rsidP="00BE6934">
      <w:pPr>
        <w:pStyle w:val="libNormal"/>
        <w:rPr>
          <w:rtl/>
        </w:rPr>
      </w:pPr>
      <w:r>
        <w:rPr>
          <w:rtl/>
        </w:rPr>
        <w:t>ديگر واقعات مي</w:t>
      </w:r>
      <w:r w:rsidR="000A0CDC">
        <w:rPr>
          <w:rtl/>
        </w:rPr>
        <w:t xml:space="preserve">ں </w:t>
      </w:r>
      <w:r>
        <w:rPr>
          <w:rtl/>
        </w:rPr>
        <w:t>سے كہ جن مي</w:t>
      </w:r>
      <w:r w:rsidR="000A0CDC">
        <w:rPr>
          <w:rtl/>
        </w:rPr>
        <w:t xml:space="preserve">ں </w:t>
      </w:r>
      <w:r>
        <w:rPr>
          <w:rtl/>
        </w:rPr>
        <w:t>شيعہ علماء نے رد عمل كا اظہار كيا اور محاذ تشكيل ديا اور اُس موضوع كے خلاف آراء اور نظريات كا اظہار كيا _ وہ رضا خان كا جمہوريت پسند پروگرام تھا _ يہ پروگرام سال 1303 شمسى مي</w:t>
      </w:r>
      <w:r w:rsidR="000A0CDC">
        <w:rPr>
          <w:rtl/>
        </w:rPr>
        <w:t xml:space="preserve">ں </w:t>
      </w:r>
      <w:r>
        <w:rPr>
          <w:rtl/>
        </w:rPr>
        <w:t>اس وقت سامنے آيا كہ جب سلسلہ قاجار كا نظام حاكميت مكمل طور پر اپنى حيثيت كھو بيٹھا تھا اور ايران كے ہمسايہ ملك تركى مي</w:t>
      </w:r>
      <w:r w:rsidR="000A0CDC">
        <w:rPr>
          <w:rtl/>
        </w:rPr>
        <w:t xml:space="preserve">ں </w:t>
      </w:r>
      <w:r>
        <w:rPr>
          <w:rtl/>
        </w:rPr>
        <w:t>جمہورى نظام كا اعلان ہوچكا تھا_ ايران مي</w:t>
      </w:r>
      <w:r w:rsidR="000A0CDC">
        <w:rPr>
          <w:rtl/>
        </w:rPr>
        <w:t xml:space="preserve">ں </w:t>
      </w:r>
      <w:r>
        <w:rPr>
          <w:rtl/>
        </w:rPr>
        <w:t>اس پروگرام كے پيش ہونے اور بالخصوص تركى سے متاثر ہونے نے علماء كو تشويش مي</w:t>
      </w:r>
      <w:r w:rsidR="000A0CDC">
        <w:rPr>
          <w:rtl/>
        </w:rPr>
        <w:t xml:space="preserve">ں </w:t>
      </w:r>
      <w:r>
        <w:rPr>
          <w:rtl/>
        </w:rPr>
        <w:t>مبتلا كرديا كيونكہ وہ اس اعلان جمہوريت كو اتا ترك كے اسلام مخالف پروگرامو</w:t>
      </w:r>
      <w:r w:rsidR="000A0CDC">
        <w:rPr>
          <w:rtl/>
        </w:rPr>
        <w:t xml:space="preserve">ں </w:t>
      </w:r>
      <w:r>
        <w:rPr>
          <w:rtl/>
        </w:rPr>
        <w:t xml:space="preserve">سے مربوط سمجھتے تھے _ </w:t>
      </w:r>
      <w:r w:rsidRPr="00F67D4B">
        <w:rPr>
          <w:rStyle w:val="libFootnotenumChar"/>
          <w:rtl/>
        </w:rPr>
        <w:t>(2)</w:t>
      </w:r>
      <w:r>
        <w:rPr>
          <w:rtl/>
        </w:rPr>
        <w:t xml:space="preserve"> </w:t>
      </w:r>
    </w:p>
    <w:p w:rsidR="0061102A" w:rsidRDefault="0061102A" w:rsidP="00BE6934">
      <w:pPr>
        <w:pStyle w:val="libNormal"/>
        <w:rPr>
          <w:rtl/>
        </w:rPr>
      </w:pPr>
      <w:r>
        <w:rPr>
          <w:rtl/>
        </w:rPr>
        <w:t>جمہوريت كے مخالفين مي</w:t>
      </w:r>
      <w:r w:rsidR="000A0CDC">
        <w:rPr>
          <w:rtl/>
        </w:rPr>
        <w:t xml:space="preserve">ں </w:t>
      </w:r>
      <w:r>
        <w:rPr>
          <w:rtl/>
        </w:rPr>
        <w:t xml:space="preserve">سے ايك آيت اللہ سيد حسن مدرس تھے كہ جو قومى پارلمنٹ كے ركن بھى تھے _ </w:t>
      </w:r>
      <w:r w:rsidRPr="00F67D4B">
        <w:rPr>
          <w:rStyle w:val="libFootnotenumChar"/>
          <w:rtl/>
        </w:rPr>
        <w:t>(3)</w:t>
      </w:r>
      <w:r>
        <w:rPr>
          <w:rtl/>
        </w:rPr>
        <w:t xml:space="preserve"> جناب مدرس حقيقى جمہوريت كے مخالف نہي</w:t>
      </w:r>
      <w:r w:rsidR="000A0CDC">
        <w:rPr>
          <w:rtl/>
        </w:rPr>
        <w:t xml:space="preserve">ں </w:t>
      </w:r>
      <w:r>
        <w:rPr>
          <w:rtl/>
        </w:rPr>
        <w:t xml:space="preserve">تھے يہ بات وہ كئي بار معترضين كے اعتراض اور تنقيد كے </w:t>
      </w:r>
    </w:p>
    <w:p w:rsidR="0061102A" w:rsidRDefault="00CD1BB5" w:rsidP="00BE6934">
      <w:pPr>
        <w:pStyle w:val="libLine"/>
        <w:rPr>
          <w:rtl/>
        </w:rPr>
      </w:pPr>
      <w:r>
        <w:rPr>
          <w:rtl/>
        </w:rPr>
        <w:t>____________________</w:t>
      </w:r>
    </w:p>
    <w:p w:rsidR="0061102A" w:rsidRDefault="0061102A" w:rsidP="00BE6934">
      <w:pPr>
        <w:pStyle w:val="libFootnote"/>
        <w:rPr>
          <w:rtl/>
        </w:rPr>
      </w:pPr>
      <w:r>
        <w:rPr>
          <w:rtl/>
        </w:rPr>
        <w:t xml:space="preserve">1) على اصغر شميم ، سابقہ ماخذ ، ص 603_ </w:t>
      </w:r>
    </w:p>
    <w:p w:rsidR="0061102A" w:rsidRDefault="0061102A" w:rsidP="00BE6934">
      <w:pPr>
        <w:pStyle w:val="libFootnote"/>
        <w:rPr>
          <w:rtl/>
        </w:rPr>
      </w:pPr>
      <w:r>
        <w:rPr>
          <w:rtl/>
        </w:rPr>
        <w:t xml:space="preserve">2) سلسلہ پہلوى و نيروہاى مذہبى بہ روايت تاريخ كمبريج ،ترجمہ عباس مخبر، تہران، ج3 ، ص 22_ 21، عليرضا ملايى تواني، سابقہ ماخذ ، ص 335_ </w:t>
      </w:r>
    </w:p>
    <w:p w:rsidR="00EF5080" w:rsidRDefault="0061102A" w:rsidP="00BE6934">
      <w:pPr>
        <w:pStyle w:val="libFootnote"/>
        <w:rPr>
          <w:rtl/>
        </w:rPr>
      </w:pPr>
      <w:r>
        <w:rPr>
          <w:rtl/>
        </w:rPr>
        <w:t>3) على دوانى ، استادان آيت اللہ شہيد سيد حسن مدرس، مدرس، تاريخ و سياست ( مجموعہ مقالات ) موسسہ پوہش و مطالعات فرہنگى ، ص 48_44_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جواب مي</w:t>
      </w:r>
      <w:r w:rsidR="000A0CDC">
        <w:rPr>
          <w:rtl/>
        </w:rPr>
        <w:t xml:space="preserve">ں </w:t>
      </w:r>
      <w:r>
        <w:rPr>
          <w:rtl/>
        </w:rPr>
        <w:t>كہہ چكے تھے _ وہ كہا كرتے تھے كہ يہ جمہوريت جو ہم پرمسلط كرنا چاہتے ہي</w:t>
      </w:r>
      <w:r w:rsidR="000A0CDC">
        <w:rPr>
          <w:rtl/>
        </w:rPr>
        <w:t xml:space="preserve">ں </w:t>
      </w:r>
      <w:r>
        <w:rPr>
          <w:rtl/>
        </w:rPr>
        <w:t>يہ ملت و قوم كى مرضى پر استوار نہي</w:t>
      </w:r>
      <w:r w:rsidR="000A0CDC">
        <w:rPr>
          <w:rtl/>
        </w:rPr>
        <w:t xml:space="preserve">ں </w:t>
      </w:r>
      <w:r>
        <w:rPr>
          <w:rtl/>
        </w:rPr>
        <w:t>ہے بلكہ انگريز ہمي</w:t>
      </w:r>
      <w:r w:rsidR="000A0CDC">
        <w:rPr>
          <w:rtl/>
        </w:rPr>
        <w:t xml:space="preserve">ں </w:t>
      </w:r>
      <w:r>
        <w:rPr>
          <w:rtl/>
        </w:rPr>
        <w:t>اسے قبول كرنے پر مجبور كر رہے ہي</w:t>
      </w:r>
      <w:r w:rsidR="000A0CDC">
        <w:rPr>
          <w:rtl/>
        </w:rPr>
        <w:t xml:space="preserve">ں </w:t>
      </w:r>
      <w:r>
        <w:rPr>
          <w:rtl/>
        </w:rPr>
        <w:t>تا كہ وہ اپنے سے وابستہ اور سو فيصد اپنى حامى حكومت كو ايران مي</w:t>
      </w:r>
      <w:r w:rsidR="000A0CDC">
        <w:rPr>
          <w:rtl/>
        </w:rPr>
        <w:t xml:space="preserve">ں </w:t>
      </w:r>
      <w:r>
        <w:rPr>
          <w:rtl/>
        </w:rPr>
        <w:t>تشكيل دے سكي</w:t>
      </w:r>
      <w:r w:rsidR="000A0CDC">
        <w:rPr>
          <w:rtl/>
        </w:rPr>
        <w:t xml:space="preserve">ں </w:t>
      </w:r>
      <w:r>
        <w:rPr>
          <w:rtl/>
        </w:rPr>
        <w:t>_ اگر ان جمہوريت پسندو</w:t>
      </w:r>
      <w:r w:rsidR="000A0CDC">
        <w:rPr>
          <w:rtl/>
        </w:rPr>
        <w:t xml:space="preserve">ں </w:t>
      </w:r>
      <w:r>
        <w:rPr>
          <w:rtl/>
        </w:rPr>
        <w:t>كى طرف سے نامزد شخص ايك ملت پسند اور حريت پسند فرد ہو تو مي</w:t>
      </w:r>
      <w:r w:rsidR="000A0CDC">
        <w:rPr>
          <w:rtl/>
        </w:rPr>
        <w:t xml:space="preserve">ں </w:t>
      </w:r>
      <w:r>
        <w:rPr>
          <w:rtl/>
        </w:rPr>
        <w:t xml:space="preserve">ضرور اسكى ہمراہى كرونگا_ </w:t>
      </w:r>
      <w:r w:rsidRPr="00F67D4B">
        <w:rPr>
          <w:rStyle w:val="libFootnotenumChar"/>
          <w:rtl/>
        </w:rPr>
        <w:t>(1)</w:t>
      </w:r>
      <w:r>
        <w:rPr>
          <w:rtl/>
        </w:rPr>
        <w:t xml:space="preserve"> </w:t>
      </w:r>
    </w:p>
    <w:p w:rsidR="0061102A" w:rsidRDefault="0061102A" w:rsidP="00BE6934">
      <w:pPr>
        <w:pStyle w:val="libNormal"/>
        <w:rPr>
          <w:rtl/>
        </w:rPr>
      </w:pPr>
      <w:r>
        <w:rPr>
          <w:rtl/>
        </w:rPr>
        <w:t>حقيقت بھى يہى ہے كہ رضا خان كا جمہورى پروگرام كسى بھى طرح سے عوامى حكومت كے نظريہ سے تعلق نہي</w:t>
      </w:r>
      <w:r w:rsidR="000A0CDC">
        <w:rPr>
          <w:rtl/>
        </w:rPr>
        <w:t xml:space="preserve">ں </w:t>
      </w:r>
      <w:r>
        <w:rPr>
          <w:rtl/>
        </w:rPr>
        <w:t>ركھتا تھا _ بلكہ اہل فكر و سياست كے ايك گروہ كى ايك كوشش تھى كہ انہى قوانين اور اداراتى نظام كے دائرہ كا ر مي</w:t>
      </w:r>
      <w:r w:rsidR="000A0CDC">
        <w:rPr>
          <w:rtl/>
        </w:rPr>
        <w:t xml:space="preserve">ں </w:t>
      </w:r>
      <w:r>
        <w:rPr>
          <w:rtl/>
        </w:rPr>
        <w:t xml:space="preserve">ہى رہتے ہوئے مصالحانہ انداز سے حكومت كو تبديل كيا جائے تا كہ ايك طاقتور مركزى حكومت تشكيل پاسكے _ گرزتے ہوئے وقت نے انكے جمہورى نظام كے دعوى كو جھوٹا ثابت كرديا _ </w:t>
      </w:r>
      <w:r w:rsidRPr="00F67D4B">
        <w:rPr>
          <w:rStyle w:val="libFootnotenumChar"/>
          <w:rtl/>
        </w:rPr>
        <w:t>(2)</w:t>
      </w:r>
      <w:r>
        <w:rPr>
          <w:rtl/>
        </w:rPr>
        <w:t xml:space="preserve"> </w:t>
      </w:r>
    </w:p>
    <w:p w:rsidR="0061102A" w:rsidRDefault="0061102A" w:rsidP="00BE6934">
      <w:pPr>
        <w:pStyle w:val="libNormal"/>
        <w:rPr>
          <w:rtl/>
        </w:rPr>
      </w:pPr>
      <w:r>
        <w:rPr>
          <w:rtl/>
        </w:rPr>
        <w:t>جناب مدرس نے رضاخان كے جمہورى پروگرا م كى مخالفت مي</w:t>
      </w:r>
      <w:r w:rsidR="000A0CDC">
        <w:rPr>
          <w:rtl/>
        </w:rPr>
        <w:t xml:space="preserve">ں </w:t>
      </w:r>
      <w:r>
        <w:rPr>
          <w:rtl/>
        </w:rPr>
        <w:t>علماء كو ابھار نے مي</w:t>
      </w:r>
      <w:r w:rsidR="000A0CDC">
        <w:rPr>
          <w:rtl/>
        </w:rPr>
        <w:t xml:space="preserve">ں </w:t>
      </w:r>
      <w:r>
        <w:rPr>
          <w:rtl/>
        </w:rPr>
        <w:t>بھى كردار ادا كياانہو</w:t>
      </w:r>
      <w:r w:rsidR="000A0CDC">
        <w:rPr>
          <w:rtl/>
        </w:rPr>
        <w:t xml:space="preserve">ں </w:t>
      </w:r>
      <w:r>
        <w:rPr>
          <w:rtl/>
        </w:rPr>
        <w:t>نے ايران كى معاصر تاريخ كے اس دورانيہ مي</w:t>
      </w:r>
      <w:r w:rsidR="000A0CDC">
        <w:rPr>
          <w:rtl/>
        </w:rPr>
        <w:t xml:space="preserve">ں </w:t>
      </w:r>
      <w:r>
        <w:rPr>
          <w:rtl/>
        </w:rPr>
        <w:t>ايك قوى سياسى مجتہد كے مقام پراپنا كردار كوبنھايا_ علماء نے بھى قم مي</w:t>
      </w:r>
      <w:r w:rsidR="000A0CDC">
        <w:rPr>
          <w:rtl/>
        </w:rPr>
        <w:t xml:space="preserve">ں </w:t>
      </w:r>
      <w:r>
        <w:rPr>
          <w:rtl/>
        </w:rPr>
        <w:t>اس پروگرام كى مخالفت مي</w:t>
      </w:r>
      <w:r w:rsidR="000A0CDC">
        <w:rPr>
          <w:rtl/>
        </w:rPr>
        <w:t xml:space="preserve">ں </w:t>
      </w:r>
      <w:r>
        <w:rPr>
          <w:rtl/>
        </w:rPr>
        <w:t xml:space="preserve">احتجاجى مظاہرے تشكيل ديے_ بالاخرہ نوبت يہانتك پہنچى كہ خود رضاخان نے بھى علما ء كے دامن كا سہارا ليا تا كہ اس جمہورى پروگرام پر ہونے والے اعتراضات اور احتجاج كو ختم كيا جاسكے_ </w:t>
      </w:r>
    </w:p>
    <w:p w:rsidR="0061102A" w:rsidRDefault="0061102A" w:rsidP="00BE6934">
      <w:pPr>
        <w:pStyle w:val="libNormal"/>
        <w:rPr>
          <w:rtl/>
        </w:rPr>
      </w:pPr>
      <w:r>
        <w:rPr>
          <w:rtl/>
        </w:rPr>
        <w:t>رضا خان اپنى حكومت كے پہلے دور مي</w:t>
      </w:r>
      <w:r w:rsidR="000A0CDC">
        <w:rPr>
          <w:rtl/>
        </w:rPr>
        <w:t xml:space="preserve">ں </w:t>
      </w:r>
      <w:r>
        <w:rPr>
          <w:rtl/>
        </w:rPr>
        <w:t>يہ چاہتا تھا كہ اپنے زمانہ كے علماء بالخصوص علماء نجف كى مدد سے اپنے مقاصد كو پورا كرے _ وہ اس دورانيہ مي</w:t>
      </w:r>
      <w:r w:rsidR="000A0CDC">
        <w:rPr>
          <w:rtl/>
        </w:rPr>
        <w:t xml:space="preserve">ں </w:t>
      </w:r>
      <w:r>
        <w:rPr>
          <w:rtl/>
        </w:rPr>
        <w:t>بظاہر دين كى طرفدارى كے عنوان سے اپنے آپ كو پيش كيا كرتا تھا_</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حسين مكي، تاريخ بيست سالہ ايران ، تہران، علمى 1374، ص 495_ </w:t>
      </w:r>
    </w:p>
    <w:p w:rsidR="0061102A" w:rsidRDefault="0061102A" w:rsidP="00BE6934">
      <w:pPr>
        <w:pStyle w:val="libFootnote"/>
        <w:rPr>
          <w:rtl/>
        </w:rPr>
      </w:pPr>
      <w:r>
        <w:rPr>
          <w:rtl/>
        </w:rPr>
        <w:t xml:space="preserve">2) عليرضا ملايى تواني، سابقہ ماخذ ، ص 358_ 345_ </w:t>
      </w:r>
    </w:p>
    <w:p w:rsidR="00EF5080" w:rsidRDefault="0061102A" w:rsidP="00BE6934">
      <w:pPr>
        <w:pStyle w:val="libFootnote"/>
        <w:rPr>
          <w:rtl/>
        </w:rPr>
      </w:pPr>
      <w:r>
        <w:rPr>
          <w:rtl/>
        </w:rPr>
        <w:t>3) عبدالہادى حائري، سابقہ ماخذ ، ص 192_ 187_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ترتيب سے جمہوريت پسند تحريك مذہبى قوتو</w:t>
      </w:r>
      <w:r w:rsidR="000A0CDC">
        <w:rPr>
          <w:rtl/>
        </w:rPr>
        <w:t xml:space="preserve">ں </w:t>
      </w:r>
      <w:r>
        <w:rPr>
          <w:rtl/>
        </w:rPr>
        <w:t xml:space="preserve">كى واضح مخالفت اور پارلمينٹ كى قليل سى حزب اختلاف كى ثابت قدمى سے شكست سے ہمكنار ہوئي _ </w:t>
      </w:r>
      <w:r w:rsidRPr="00F67D4B">
        <w:rPr>
          <w:rStyle w:val="libFootnotenumChar"/>
          <w:rtl/>
        </w:rPr>
        <w:t>(1)</w:t>
      </w:r>
      <w:r>
        <w:rPr>
          <w:rtl/>
        </w:rPr>
        <w:t xml:space="preserve"> </w:t>
      </w:r>
    </w:p>
    <w:p w:rsidR="0061102A" w:rsidRDefault="0061102A" w:rsidP="00BE6934">
      <w:pPr>
        <w:pStyle w:val="libNormal"/>
        <w:rPr>
          <w:rtl/>
        </w:rPr>
      </w:pPr>
      <w:r>
        <w:rPr>
          <w:rtl/>
        </w:rPr>
        <w:t>مدرس نے پارلمنٹ كے پانچوي</w:t>
      </w:r>
      <w:r w:rsidR="000A0CDC">
        <w:rPr>
          <w:rtl/>
        </w:rPr>
        <w:t xml:space="preserve">ں </w:t>
      </w:r>
      <w:r>
        <w:rPr>
          <w:rtl/>
        </w:rPr>
        <w:t>انتخابات كى روش پر بھى اعتراض كيا انہو</w:t>
      </w:r>
      <w:r w:rsidR="000A0CDC">
        <w:rPr>
          <w:rtl/>
        </w:rPr>
        <w:t xml:space="preserve">ں </w:t>
      </w:r>
      <w:r>
        <w:rPr>
          <w:rtl/>
        </w:rPr>
        <w:t>نے انتخابات مي</w:t>
      </w:r>
      <w:r w:rsidR="000A0CDC">
        <w:rPr>
          <w:rtl/>
        </w:rPr>
        <w:t xml:space="preserve">ں </w:t>
      </w:r>
      <w:r>
        <w:rPr>
          <w:rtl/>
        </w:rPr>
        <w:t>دھاندلى كى بناپررضاخان كى جھوٹى جمہوريت پسندى كو بے نقاب كيا _ مدرس نے كم نظير ثابت قدمى اور مقابلہ كے ساتھ اس شديد دباؤ كے دور مي</w:t>
      </w:r>
      <w:r w:rsidR="000A0CDC">
        <w:rPr>
          <w:rtl/>
        </w:rPr>
        <w:t xml:space="preserve">ں </w:t>
      </w:r>
      <w:r>
        <w:rPr>
          <w:rtl/>
        </w:rPr>
        <w:t xml:space="preserve">اسلامى بيدارى كے چراغ كو سنبھالے ركھا _ </w:t>
      </w:r>
    </w:p>
    <w:p w:rsidR="0061102A" w:rsidRDefault="0061102A" w:rsidP="00BE6934">
      <w:pPr>
        <w:pStyle w:val="libNormal"/>
        <w:rPr>
          <w:rtl/>
        </w:rPr>
      </w:pPr>
      <w:r>
        <w:rPr>
          <w:rtl/>
        </w:rPr>
        <w:t>پہلوى دور كے پہلے مرحلے ( 1320_ 1304 ) شمسى كواسلامى تہذيب اور دينى ادارو</w:t>
      </w:r>
      <w:r w:rsidR="000A0CDC">
        <w:rPr>
          <w:rtl/>
        </w:rPr>
        <w:t xml:space="preserve">ں </w:t>
      </w:r>
      <w:r>
        <w:rPr>
          <w:rtl/>
        </w:rPr>
        <w:t>كے ساتھ شديد دشمنى كے دور سے تعبير كيا جاسكتا ہے _ رضا شاہ كى آمريت كومستحكم انداز سے تشكيل دينے والے اسباب مي</w:t>
      </w:r>
      <w:r w:rsidR="000A0CDC">
        <w:rPr>
          <w:rtl/>
        </w:rPr>
        <w:t xml:space="preserve">ں </w:t>
      </w:r>
      <w:r>
        <w:rPr>
          <w:rtl/>
        </w:rPr>
        <w:t>سے ايك سبب مشروطيت پسندى كى تحريك سے علماء كا دل اچاٹ ہونا اور رضا شاہ كا اپنى حيثيت كو مستحكم كرنے كے ليے مذہبى مراسم مي</w:t>
      </w:r>
      <w:r w:rsidR="000A0CDC">
        <w:rPr>
          <w:rtl/>
        </w:rPr>
        <w:t xml:space="preserve">ں </w:t>
      </w:r>
      <w:r>
        <w:rPr>
          <w:rtl/>
        </w:rPr>
        <w:t>مسلسل شركت كرتے ہوئے دوسرو</w:t>
      </w:r>
      <w:r w:rsidR="000A0CDC">
        <w:rPr>
          <w:rtl/>
        </w:rPr>
        <w:t xml:space="preserve">ں </w:t>
      </w:r>
      <w:r>
        <w:rPr>
          <w:rtl/>
        </w:rPr>
        <w:t xml:space="preserve">كو گمراہ كرنا تھا در حقيقت اس حوالے سے اسكے دوغلے پن اور منافقت نے اہم كردار ادا كيا _ </w:t>
      </w:r>
      <w:r w:rsidRPr="00F67D4B">
        <w:rPr>
          <w:rStyle w:val="libFootnotenumChar"/>
          <w:rtl/>
        </w:rPr>
        <w:t>(2)</w:t>
      </w:r>
      <w:r>
        <w:rPr>
          <w:rtl/>
        </w:rPr>
        <w:t xml:space="preserve"> ان سب دشواريو</w:t>
      </w:r>
      <w:r w:rsidR="000A0CDC">
        <w:rPr>
          <w:rtl/>
        </w:rPr>
        <w:t xml:space="preserve">ں </w:t>
      </w:r>
      <w:r>
        <w:rPr>
          <w:rtl/>
        </w:rPr>
        <w:t xml:space="preserve">كے باوجود اسلامى بيدارى كى تحريك اسى طرح آگے قدم بڑھاتى رہى _ </w:t>
      </w:r>
    </w:p>
    <w:p w:rsidR="0061102A" w:rsidRDefault="0061102A" w:rsidP="00BE6934">
      <w:pPr>
        <w:pStyle w:val="libNormal"/>
        <w:rPr>
          <w:rtl/>
        </w:rPr>
      </w:pPr>
      <w:r>
        <w:rPr>
          <w:rtl/>
        </w:rPr>
        <w:t>پہلوى دور مي</w:t>
      </w:r>
      <w:r w:rsidR="000A0CDC">
        <w:rPr>
          <w:rtl/>
        </w:rPr>
        <w:t xml:space="preserve">ں </w:t>
      </w:r>
      <w:r>
        <w:rPr>
          <w:rtl/>
        </w:rPr>
        <w:t>ايك اہم واقعہ آيت اللہ شيخ عبدالكريم حائرى كى كوشش سے قم كے حوزہ علميہ كى تشكيل تھي انہو</w:t>
      </w:r>
      <w:r w:rsidR="000A0CDC">
        <w:rPr>
          <w:rtl/>
        </w:rPr>
        <w:t xml:space="preserve">ں </w:t>
      </w:r>
      <w:r>
        <w:rPr>
          <w:rtl/>
        </w:rPr>
        <w:t>نے مشروطيت پسندى كى تحريك مي</w:t>
      </w:r>
      <w:r w:rsidR="000A0CDC">
        <w:rPr>
          <w:rtl/>
        </w:rPr>
        <w:t xml:space="preserve">ں </w:t>
      </w:r>
      <w:r>
        <w:rPr>
          <w:rtl/>
        </w:rPr>
        <w:t>خود كو غير جانبدار ركھا اور سياسى محاذو</w:t>
      </w:r>
      <w:r w:rsidR="000A0CDC">
        <w:rPr>
          <w:rtl/>
        </w:rPr>
        <w:t xml:space="preserve">ں </w:t>
      </w:r>
      <w:r>
        <w:rPr>
          <w:rtl/>
        </w:rPr>
        <w:t>سے دور رہے _ انكى كاوشو</w:t>
      </w:r>
      <w:r w:rsidR="000A0CDC">
        <w:rPr>
          <w:rtl/>
        </w:rPr>
        <w:t xml:space="preserve">ں </w:t>
      </w:r>
      <w:r>
        <w:rPr>
          <w:rtl/>
        </w:rPr>
        <w:t>كا عمدہ ترين نتيجہ قم مي</w:t>
      </w:r>
      <w:r w:rsidR="000A0CDC">
        <w:rPr>
          <w:rtl/>
        </w:rPr>
        <w:t xml:space="preserve">ں </w:t>
      </w:r>
      <w:r>
        <w:rPr>
          <w:rtl/>
        </w:rPr>
        <w:t>حوزہ علميہ كى تشكيل اور مقامات مقدسہ اور حوزہ علميہ نجف اشرف سے مرجعيت كے مركز كو اس حوزہ مي</w:t>
      </w:r>
      <w:r w:rsidR="000A0CDC">
        <w:rPr>
          <w:rtl/>
        </w:rPr>
        <w:t xml:space="preserve">ں </w:t>
      </w:r>
      <w:r>
        <w:rPr>
          <w:rtl/>
        </w:rPr>
        <w:t>منتقل كرنا تھا كہ جسكے ايرانى معاشرہ اور لوگو</w:t>
      </w:r>
      <w:r w:rsidR="000A0CDC">
        <w:rPr>
          <w:rtl/>
        </w:rPr>
        <w:t xml:space="preserve">ں </w:t>
      </w:r>
      <w:r>
        <w:rPr>
          <w:rtl/>
        </w:rPr>
        <w:t>پربہت زيادہ اثرات پڑے</w:t>
      </w:r>
      <w:r w:rsidRPr="00F67D4B">
        <w:rPr>
          <w:rStyle w:val="libFootnotenumChar"/>
          <w:rtl/>
        </w:rPr>
        <w:t>(3)</w:t>
      </w:r>
      <w:r>
        <w:rPr>
          <w:rtl/>
        </w:rPr>
        <w:t xml:space="preserve"> كچھ عرصہ بعد ہى اس حوزہ نے كميونسٹ نظريات اور رضا شاہ كے دين مخالف اقدامات كے ساتھ مقابلہ كرنے مي</w:t>
      </w:r>
      <w:r w:rsidR="000A0CDC">
        <w:rPr>
          <w:rtl/>
        </w:rPr>
        <w:t xml:space="preserve">ں </w:t>
      </w:r>
      <w:r>
        <w:rPr>
          <w:rtl/>
        </w:rPr>
        <w:t>شہرت پايى اور دينى و شرعى مسائل مي</w:t>
      </w:r>
      <w:r w:rsidR="000A0CDC">
        <w:rPr>
          <w:rtl/>
        </w:rPr>
        <w:t xml:space="preserve">ں </w:t>
      </w:r>
      <w:r>
        <w:rPr>
          <w:rtl/>
        </w:rPr>
        <w:t>لوگو</w:t>
      </w:r>
      <w:r w:rsidR="000A0CDC">
        <w:rPr>
          <w:rtl/>
        </w:rPr>
        <w:t xml:space="preserve">ں </w:t>
      </w:r>
      <w:r>
        <w:rPr>
          <w:rtl/>
        </w:rPr>
        <w:t xml:space="preserve">كے سوالات اور ضروريات كو پورا كرنے كا خلا پر كرديا مشروطيت </w:t>
      </w:r>
    </w:p>
    <w:p w:rsidR="0061102A" w:rsidRDefault="00F26A5A" w:rsidP="00BE6934">
      <w:pPr>
        <w:pStyle w:val="libLine"/>
        <w:rPr>
          <w:rtl/>
        </w:rPr>
      </w:pPr>
      <w:r>
        <w:rPr>
          <w:rtl/>
        </w:rPr>
        <w:t>____________________</w:t>
      </w:r>
    </w:p>
    <w:p w:rsidR="0061102A" w:rsidRDefault="0061102A" w:rsidP="00BE6934">
      <w:pPr>
        <w:pStyle w:val="libFootnote"/>
        <w:rPr>
          <w:rtl/>
        </w:rPr>
      </w:pPr>
      <w:r>
        <w:rPr>
          <w:rtl/>
        </w:rPr>
        <w:t xml:space="preserve">1) عليرضا ملايى تواني، مجلس شوراى ملى و تحليم ديكتا تورى رضا شاہ تہران، مركز اسناد انقلاب اسلامى ، تہران ، ص 129_119_ </w:t>
      </w:r>
    </w:p>
    <w:p w:rsidR="0061102A" w:rsidRDefault="0061102A" w:rsidP="00BE6934">
      <w:pPr>
        <w:pStyle w:val="libFootnote"/>
        <w:rPr>
          <w:rtl/>
        </w:rPr>
      </w:pPr>
      <w:r>
        <w:rPr>
          <w:rtl/>
        </w:rPr>
        <w:t xml:space="preserve">2) سلسلہ پہلوى و نيروہاى مذہبى بہ روايت تاريخ كمبريج، سابقہ ماخذ، ص 279_ 278_ </w:t>
      </w:r>
    </w:p>
    <w:p w:rsidR="00EF5080" w:rsidRDefault="0061102A" w:rsidP="00BE6934">
      <w:pPr>
        <w:pStyle w:val="libFootnote"/>
        <w:rPr>
          <w:rtl/>
        </w:rPr>
      </w:pPr>
      <w:r>
        <w:rPr>
          <w:rtl/>
        </w:rPr>
        <w:t>3) حميد بصيرت منش، علماء و ريم رضاشاہ، تہران، موسسہ چاپ و نشر عروج ،ص 236 _ 235_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كے مسائل اور علما كے انقلاب كے مركز سے دور ہونے كى بنا پر اس قسم كے حوزہ كى تشكيل كو ايك ناگزير امر بنا ديا تھا</w:t>
      </w:r>
      <w:r w:rsidRPr="00F67D4B">
        <w:rPr>
          <w:rStyle w:val="libFootnotenumChar"/>
          <w:rtl/>
        </w:rPr>
        <w:t>(1)</w:t>
      </w:r>
      <w:r>
        <w:rPr>
          <w:rtl/>
        </w:rPr>
        <w:t xml:space="preserve"> حوزہ علميہ قم كى تشكيل اور استحكام مي</w:t>
      </w:r>
      <w:r w:rsidR="000A0CDC">
        <w:rPr>
          <w:rtl/>
        </w:rPr>
        <w:t xml:space="preserve">ں </w:t>
      </w:r>
      <w:r>
        <w:rPr>
          <w:rtl/>
        </w:rPr>
        <w:t>آيت اللہ حائرى كى سياسى احتياط بہت تاثير ركھتى تھى _ انہو</w:t>
      </w:r>
      <w:r w:rsidR="000A0CDC">
        <w:rPr>
          <w:rtl/>
        </w:rPr>
        <w:t xml:space="preserve">ں </w:t>
      </w:r>
      <w:r>
        <w:rPr>
          <w:rtl/>
        </w:rPr>
        <w:t>نے حوزہ كے استحكام سے قبل سياسى حوالے سے افراط و تفريط مي</w:t>
      </w:r>
      <w:r w:rsidR="000A0CDC">
        <w:rPr>
          <w:rtl/>
        </w:rPr>
        <w:t xml:space="preserve">ں </w:t>
      </w:r>
      <w:r>
        <w:rPr>
          <w:rtl/>
        </w:rPr>
        <w:t xml:space="preserve">پڑنے سے مكمل طور پر پرہيز كيا_ </w:t>
      </w:r>
    </w:p>
    <w:p w:rsidR="0061102A" w:rsidRDefault="0061102A" w:rsidP="00BE6934">
      <w:pPr>
        <w:pStyle w:val="libNormal"/>
        <w:rPr>
          <w:rtl/>
        </w:rPr>
      </w:pPr>
      <w:r>
        <w:rPr>
          <w:rtl/>
        </w:rPr>
        <w:t>آيت اللہ حائرى دينى ادارو</w:t>
      </w:r>
      <w:r w:rsidR="000A0CDC">
        <w:rPr>
          <w:rtl/>
        </w:rPr>
        <w:t xml:space="preserve">ں </w:t>
      </w:r>
      <w:r>
        <w:rPr>
          <w:rtl/>
        </w:rPr>
        <w:t>كے جہاد كى ايك تيسرى صورت كو وجود مي</w:t>
      </w:r>
      <w:r w:rsidR="000A0CDC">
        <w:rPr>
          <w:rtl/>
        </w:rPr>
        <w:t xml:space="preserve">ں </w:t>
      </w:r>
      <w:r>
        <w:rPr>
          <w:rtl/>
        </w:rPr>
        <w:t>لائے اور وہ يہ تھى كہ مغربى تہذيب كى مہلك اور بڑھتى ہوئي لہرو</w:t>
      </w:r>
      <w:r w:rsidR="000A0CDC">
        <w:rPr>
          <w:rtl/>
        </w:rPr>
        <w:t xml:space="preserve">ں </w:t>
      </w:r>
      <w:r>
        <w:rPr>
          <w:rtl/>
        </w:rPr>
        <w:t xml:space="preserve">كے مد مقابل حوزہ كى طرف سے صحيح شيعى تہذيب كے احياء كى تحريك كى بنياد ركھى _ </w:t>
      </w:r>
    </w:p>
    <w:p w:rsidR="0061102A" w:rsidRDefault="0061102A" w:rsidP="00BE6934">
      <w:pPr>
        <w:pStyle w:val="libNormal"/>
        <w:rPr>
          <w:rtl/>
        </w:rPr>
      </w:pPr>
      <w:r>
        <w:rPr>
          <w:rtl/>
        </w:rPr>
        <w:t>اگر ان سے قبل علماء سياسى اور انقلابى محاذپر استعمار اورآمريت كا مقابلہ كر رہے تھے تو آيت اللہ حائرى نے لائيسزم كے خلاف تيسرى محاذير توجہ كى اور اسے دين كے مقابلے مي</w:t>
      </w:r>
      <w:r w:rsidR="000A0CDC">
        <w:rPr>
          <w:rtl/>
        </w:rPr>
        <w:t xml:space="preserve">ں </w:t>
      </w:r>
      <w:r>
        <w:rPr>
          <w:rtl/>
        </w:rPr>
        <w:t>اساسى محاذ شمار كرتے ہوئے اسكا مقابلہ كيا_ البتہ آيت اللہ حائرى كى طرف سے دينى تہذيب كو مستحكم كرنے كى كاوشو</w:t>
      </w:r>
      <w:r w:rsidR="000A0CDC">
        <w:rPr>
          <w:rtl/>
        </w:rPr>
        <w:t xml:space="preserve">ں </w:t>
      </w:r>
      <w:r>
        <w:rPr>
          <w:rtl/>
        </w:rPr>
        <w:t>نے آئندہ دور تك دورس اثرات چھوڑے كہ جن كى بناء پر بالآخرہ دينى نظريے نے سيكولرزم پر برترى حاصل كرلى اور اسے شكست دي_</w:t>
      </w:r>
      <w:r w:rsidRPr="00F67D4B">
        <w:rPr>
          <w:rStyle w:val="libFootnotenumChar"/>
          <w:rtl/>
        </w:rPr>
        <w:t>(2)</w:t>
      </w:r>
      <w:r>
        <w:rPr>
          <w:rtl/>
        </w:rPr>
        <w:t xml:space="preserve"> </w:t>
      </w:r>
    </w:p>
    <w:p w:rsidR="0061102A" w:rsidRDefault="0061102A" w:rsidP="00BE6934">
      <w:pPr>
        <w:pStyle w:val="libNormal"/>
        <w:rPr>
          <w:rtl/>
        </w:rPr>
      </w:pPr>
      <w:r>
        <w:rPr>
          <w:rtl/>
        </w:rPr>
        <w:t>رضاشاہ كے زمانہ مي</w:t>
      </w:r>
      <w:r w:rsidR="000A0CDC">
        <w:rPr>
          <w:rtl/>
        </w:rPr>
        <w:t xml:space="preserve">ں </w:t>
      </w:r>
      <w:r>
        <w:rPr>
          <w:rtl/>
        </w:rPr>
        <w:t>ايك اور روشن فكر اور مجاہد عالم آيت اللہ محمد تقى بافقى تھے_ انہو</w:t>
      </w:r>
      <w:r w:rsidR="000A0CDC">
        <w:rPr>
          <w:rtl/>
        </w:rPr>
        <w:t xml:space="preserve">ں </w:t>
      </w:r>
      <w:r>
        <w:rPr>
          <w:rtl/>
        </w:rPr>
        <w:t>نے 29 اسفند 1306 شمسى مي</w:t>
      </w:r>
      <w:r w:rsidR="000A0CDC">
        <w:rPr>
          <w:rtl/>
        </w:rPr>
        <w:t xml:space="preserve">ں </w:t>
      </w:r>
      <w:r>
        <w:rPr>
          <w:rtl/>
        </w:rPr>
        <w:t>نوروز كى رسوم كى ادائيگى كے موقعہ پر كہ جب كچھ دربارى بے حجاب خواتين حضرت معصومہ قم كے حرم مي</w:t>
      </w:r>
      <w:r w:rsidR="000A0CDC">
        <w:rPr>
          <w:rtl/>
        </w:rPr>
        <w:t xml:space="preserve">ں </w:t>
      </w:r>
      <w:r>
        <w:rPr>
          <w:rtl/>
        </w:rPr>
        <w:t>داخل ہوئي</w:t>
      </w:r>
      <w:r w:rsidR="000A0CDC">
        <w:rPr>
          <w:rtl/>
        </w:rPr>
        <w:t xml:space="preserve">ں </w:t>
      </w:r>
      <w:r>
        <w:rPr>
          <w:rtl/>
        </w:rPr>
        <w:t>شديد مخالفت كى جسكى بناء پر انہي</w:t>
      </w:r>
      <w:r w:rsidR="000A0CDC">
        <w:rPr>
          <w:rtl/>
        </w:rPr>
        <w:t xml:space="preserve">ں </w:t>
      </w:r>
      <w:r>
        <w:rPr>
          <w:rtl/>
        </w:rPr>
        <w:t>گرفتار كيا گيا اور كچھ عرصہ بعد شہر بدر كرديا گيا_</w:t>
      </w:r>
      <w:r w:rsidRPr="00F67D4B">
        <w:rPr>
          <w:rStyle w:val="libFootnotenumChar"/>
          <w:rtl/>
        </w:rPr>
        <w:t>(3)</w:t>
      </w:r>
      <w:r>
        <w:rPr>
          <w:rtl/>
        </w:rPr>
        <w:t xml:space="preserve"> ان اعتراضات نے لوگو</w:t>
      </w:r>
      <w:r w:rsidR="000A0CDC">
        <w:rPr>
          <w:rtl/>
        </w:rPr>
        <w:t xml:space="preserve">ں </w:t>
      </w:r>
      <w:r>
        <w:rPr>
          <w:rtl/>
        </w:rPr>
        <w:t>اور اخبارات مي</w:t>
      </w:r>
      <w:r w:rsidR="000A0CDC">
        <w:rPr>
          <w:rtl/>
        </w:rPr>
        <w:t xml:space="preserve">ں </w:t>
      </w:r>
      <w:r>
        <w:rPr>
          <w:rtl/>
        </w:rPr>
        <w:t>رد عمل پيدا كيا_ اور دين مخالف سياست كے مقابلے مي</w:t>
      </w:r>
      <w:r w:rsidR="000A0CDC">
        <w:rPr>
          <w:rtl/>
        </w:rPr>
        <w:t xml:space="preserve">ں </w:t>
      </w:r>
      <w:r>
        <w:rPr>
          <w:rtl/>
        </w:rPr>
        <w:t xml:space="preserve">مجاہد علماء كے جھاد كو زندہ اور فعال ركھا_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حاج شيخ عبدالكريم حائرى (مؤسس حوزہ علميہ قم،عمادالدين فياضى كى سعى سے، تہران، مركز اسناد انقلاب اسلامي، ص 66 _ 62_ تاريخ شفاہى انقلاب اسلامى (تاريخ حوزہ علميہ قم، ج 1، غلامرضا كرباسچي، تہران، مركز اسناد انقلاب اسلامي، ص 27 _ 26_ </w:t>
      </w:r>
    </w:p>
    <w:p w:rsidR="0061102A" w:rsidRDefault="0061102A" w:rsidP="00BE6934">
      <w:pPr>
        <w:pStyle w:val="libFootnote"/>
        <w:rPr>
          <w:rtl/>
        </w:rPr>
      </w:pPr>
      <w:r>
        <w:rPr>
          <w:rtl/>
        </w:rPr>
        <w:t xml:space="preserve">2) موسى نجفى و موسى فقيہ حقاني، سابقہ ماخذ، ص 427 _ 424_ </w:t>
      </w:r>
    </w:p>
    <w:p w:rsidR="00EF5080" w:rsidRDefault="0061102A" w:rsidP="00BE6934">
      <w:pPr>
        <w:pStyle w:val="libFootnote"/>
        <w:rPr>
          <w:rtl/>
        </w:rPr>
      </w:pPr>
      <w:r>
        <w:rPr>
          <w:rtl/>
        </w:rPr>
        <w:t>3) دانشنامہ جہان اسلام، ج 1، ص 1375، '' بافقي'' كے ذيل_ آيت اللہ محمد تقي_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رضا شاہ كى دين مخالف سياسى حركات كے مقابلے مي</w:t>
      </w:r>
      <w:r w:rsidR="000A0CDC">
        <w:rPr>
          <w:rtl/>
        </w:rPr>
        <w:t xml:space="preserve">ں </w:t>
      </w:r>
      <w:r>
        <w:rPr>
          <w:rtl/>
        </w:rPr>
        <w:t>ايك اہم رد عمل 1306 شمسى مي</w:t>
      </w:r>
      <w:r w:rsidR="000A0CDC">
        <w:rPr>
          <w:rtl/>
        </w:rPr>
        <w:t xml:space="preserve">ں </w:t>
      </w:r>
      <w:r>
        <w:rPr>
          <w:rtl/>
        </w:rPr>
        <w:t>آيت اللہ نوراللہ اصفہانى كى قيادت كى شكل مي</w:t>
      </w:r>
      <w:r w:rsidR="000A0CDC">
        <w:rPr>
          <w:rtl/>
        </w:rPr>
        <w:t xml:space="preserve">ں </w:t>
      </w:r>
      <w:r>
        <w:rPr>
          <w:rtl/>
        </w:rPr>
        <w:t>سامنے آيا جناب نوراللہ نے 1306 شمسى مي</w:t>
      </w:r>
      <w:r w:rsidR="000A0CDC">
        <w:rPr>
          <w:rtl/>
        </w:rPr>
        <w:t xml:space="preserve">ں </w:t>
      </w:r>
      <w:r>
        <w:rPr>
          <w:rtl/>
        </w:rPr>
        <w:t>علماء ، پيشہ ور حضرات ،انجمنو</w:t>
      </w:r>
      <w:r w:rsidR="000A0CDC">
        <w:rPr>
          <w:rtl/>
        </w:rPr>
        <w:t xml:space="preserve">ں </w:t>
      </w:r>
      <w:r>
        <w:rPr>
          <w:rtl/>
        </w:rPr>
        <w:t>، تاجر حضرات اور مذہبى طبقہ پر مشتمل ايك تنظيم'' اتحاد اسلامى اصفہان'' كى تشكيل دى اس تنظيم كا ہدف پہلوى حكومت كى مذہبي، اقتصادى اور ثقافتى پاليسيو</w:t>
      </w:r>
      <w:r w:rsidR="000A0CDC">
        <w:rPr>
          <w:rtl/>
        </w:rPr>
        <w:t xml:space="preserve">ں </w:t>
      </w:r>
      <w:r>
        <w:rPr>
          <w:rtl/>
        </w:rPr>
        <w:t>كا مقابلہ كرنا تھا_</w:t>
      </w:r>
      <w:r w:rsidRPr="00F67D4B">
        <w:rPr>
          <w:rStyle w:val="libFootnotenumChar"/>
          <w:rtl/>
        </w:rPr>
        <w:t>(1)</w:t>
      </w:r>
      <w:r>
        <w:rPr>
          <w:rtl/>
        </w:rPr>
        <w:t xml:space="preserve"> </w:t>
      </w:r>
    </w:p>
    <w:p w:rsidR="0061102A" w:rsidRDefault="0061102A" w:rsidP="00BE6934">
      <w:pPr>
        <w:pStyle w:val="libNormal"/>
        <w:rPr>
          <w:rtl/>
        </w:rPr>
      </w:pPr>
      <w:r>
        <w:rPr>
          <w:rtl/>
        </w:rPr>
        <w:t xml:space="preserve">1306 شمسى كا قيام بظاہر ''نظام وظيفہ ''كے قانون كے خلاف تھا كہ جسكى رو سے دينى طلاب كيلئے نظام وظيفہ كے عنوان سے سول اور ملٹرى سروس </w:t>
      </w:r>
      <w:r w:rsidRPr="00F67D4B">
        <w:rPr>
          <w:rStyle w:val="libFootnotenumChar"/>
          <w:rtl/>
        </w:rPr>
        <w:t>(2)</w:t>
      </w:r>
      <w:r>
        <w:rPr>
          <w:rtl/>
        </w:rPr>
        <w:t>كرنا لازمى تھا_ ليكن حقيقت مي</w:t>
      </w:r>
      <w:r w:rsidR="000A0CDC">
        <w:rPr>
          <w:rtl/>
        </w:rPr>
        <w:t xml:space="preserve">ں </w:t>
      </w:r>
      <w:r>
        <w:rPr>
          <w:rtl/>
        </w:rPr>
        <w:t>يہ قيام رضاشاہ كى غيرمذہبى سياست كے خلاف تھا اسى قيام كے سلسلے مي</w:t>
      </w:r>
      <w:r w:rsidR="000A0CDC">
        <w:rPr>
          <w:rtl/>
        </w:rPr>
        <w:t xml:space="preserve">ں </w:t>
      </w:r>
      <w:r>
        <w:rPr>
          <w:rtl/>
        </w:rPr>
        <w:t>اصفہان كے علماء اور طلاب نے 21 شہريور 1306 شمسى مي</w:t>
      </w:r>
      <w:r w:rsidR="000A0CDC">
        <w:rPr>
          <w:rtl/>
        </w:rPr>
        <w:t xml:space="preserve">ں </w:t>
      </w:r>
      <w:r>
        <w:rPr>
          <w:rtl/>
        </w:rPr>
        <w:t xml:space="preserve">قم كى طرف ہجرت كى كہ يہ قيام 4 دى 1306 شمسى (105 روز) تك جارى رہا ،آيت اللہ حائرى نے مہاجرين كا استقبال كيا اور انكى خاطر تواضع كرتے ہوئے انكے نظريات اور اہداف كى نشر و اشاعت كے تمام وسائل اور ذرائع فراہم كيے_ </w:t>
      </w:r>
    </w:p>
    <w:p w:rsidR="0061102A" w:rsidRDefault="0061102A" w:rsidP="00BE6934">
      <w:pPr>
        <w:pStyle w:val="libNormal"/>
        <w:rPr>
          <w:rtl/>
        </w:rPr>
      </w:pPr>
      <w:r>
        <w:rPr>
          <w:rtl/>
        </w:rPr>
        <w:t>دربارنے ابتداء مي</w:t>
      </w:r>
      <w:r w:rsidR="000A0CDC">
        <w:rPr>
          <w:rtl/>
        </w:rPr>
        <w:t xml:space="preserve">ں </w:t>
      </w:r>
      <w:r>
        <w:rPr>
          <w:rtl/>
        </w:rPr>
        <w:t>اس مسئلہ كى پروا نہ كى ليكن جب دربار كے وزير تيمور تاش نے مہاجرين سے ملاقات كى اور ان سے گفتگو كي، مشہد، ہمدان، كاشان، شيراز اور ديگر شہرو</w:t>
      </w:r>
      <w:r w:rsidR="000A0CDC">
        <w:rPr>
          <w:rtl/>
        </w:rPr>
        <w:t xml:space="preserve">ں </w:t>
      </w:r>
      <w:r>
        <w:rPr>
          <w:rtl/>
        </w:rPr>
        <w:t>كے علماء اصفہانى مہاجرين كى صفوف مي</w:t>
      </w:r>
      <w:r w:rsidR="000A0CDC">
        <w:rPr>
          <w:rtl/>
        </w:rPr>
        <w:t xml:space="preserve">ں </w:t>
      </w:r>
      <w:r>
        <w:rPr>
          <w:rtl/>
        </w:rPr>
        <w:t>شامل ہوگئے ،پورے ملك سے علماء كى حمايت مي</w:t>
      </w:r>
      <w:r w:rsidR="000A0CDC">
        <w:rPr>
          <w:rtl/>
        </w:rPr>
        <w:t xml:space="preserve">ں </w:t>
      </w:r>
      <w:r>
        <w:rPr>
          <w:rtl/>
        </w:rPr>
        <w:t>شاہ كو ٹيلى گراف ملنے شروع ہوئے اور نجف كے علماء سے بھى رابط برقرار ہوا معاملہ يہا</w:t>
      </w:r>
      <w:r w:rsidR="000A0CDC">
        <w:rPr>
          <w:rtl/>
        </w:rPr>
        <w:t xml:space="preserve">ں </w:t>
      </w:r>
      <w:r>
        <w:rPr>
          <w:rtl/>
        </w:rPr>
        <w:t>تك پہنچ گيا كہ حكومت قم پر حملے كا پروگرام بنانے لگي</w:t>
      </w:r>
      <w:r w:rsidRPr="00F67D4B">
        <w:rPr>
          <w:rStyle w:val="libFootnotenumChar"/>
          <w:rtl/>
        </w:rPr>
        <w:t>(3)</w:t>
      </w:r>
      <w:r>
        <w:rPr>
          <w:rtl/>
        </w:rPr>
        <w:t xml:space="preserve"> </w:t>
      </w:r>
    </w:p>
    <w:p w:rsidR="0061102A" w:rsidRDefault="0061102A" w:rsidP="00BE6934">
      <w:pPr>
        <w:pStyle w:val="libNormal"/>
        <w:rPr>
          <w:rtl/>
        </w:rPr>
      </w:pPr>
      <w:r>
        <w:rPr>
          <w:rtl/>
        </w:rPr>
        <w:t>حكومت نے علماء كے مطالبات كو تسليم كرليا ليكن علماء نے اسكى موافقت كو حكومت كى طرف سے رسمى بل كى تيارى اور پارليمنٹ مي</w:t>
      </w:r>
      <w:r w:rsidR="000A0CDC">
        <w:rPr>
          <w:rtl/>
        </w:rPr>
        <w:t xml:space="preserve">ں </w:t>
      </w:r>
      <w:r>
        <w:rPr>
          <w:rtl/>
        </w:rPr>
        <w:t xml:space="preserve">اسكى منظورى پر موقوف كرديا ،آخر كار مخبر السلطنة ، رئيس الوزرا، اور تيمور تاش مہاجرين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حميد بصيرت منش، سابقہ ماخذ، َص294_ </w:t>
      </w:r>
    </w:p>
    <w:p w:rsidR="0061102A" w:rsidRDefault="0061102A" w:rsidP="00BE6934">
      <w:pPr>
        <w:pStyle w:val="libFootnote"/>
        <w:rPr>
          <w:rtl/>
        </w:rPr>
      </w:pPr>
      <w:r>
        <w:rPr>
          <w:rtl/>
        </w:rPr>
        <w:t>2) يہ نظام اب بھى دنيا كے بہت سے ممالك مي</w:t>
      </w:r>
      <w:r w:rsidR="000A0CDC">
        <w:rPr>
          <w:rtl/>
        </w:rPr>
        <w:t xml:space="preserve">ں </w:t>
      </w:r>
      <w:r>
        <w:rPr>
          <w:rtl/>
        </w:rPr>
        <w:t>رائج ہے جس كے تحت ملك كے ہر شہرى پر لازم ہے كہ وہ شناختى كارڈ لينے اور بعض دوسرے شہرى حقوق سے بہرہ مند ہونے كے ليے ايك يا دو سال گورنمنٹ يا فوج كے كسى بھى شعبے مي</w:t>
      </w:r>
      <w:r w:rsidR="000A0CDC">
        <w:rPr>
          <w:rtl/>
        </w:rPr>
        <w:t xml:space="preserve">ں </w:t>
      </w:r>
      <w:r>
        <w:rPr>
          <w:rtl/>
        </w:rPr>
        <w:t xml:space="preserve">ٹريننگ كے بعد خدمات سر انجام دے_(مصحح) </w:t>
      </w:r>
    </w:p>
    <w:p w:rsidR="00EF5080" w:rsidRDefault="0061102A" w:rsidP="00BE6934">
      <w:pPr>
        <w:pStyle w:val="libFootnote"/>
        <w:rPr>
          <w:rtl/>
        </w:rPr>
      </w:pPr>
      <w:r>
        <w:rPr>
          <w:rtl/>
        </w:rPr>
        <w:t>3) مرجعيت در عرصہ اجتماع و سياست ، محمد حسين منظور الاجداد كى سعى سے ، تہران ، ص 225_ 320_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مي</w:t>
      </w:r>
      <w:r w:rsidR="000A0CDC">
        <w:rPr>
          <w:rtl/>
        </w:rPr>
        <w:t xml:space="preserve">ں </w:t>
      </w:r>
      <w:r>
        <w:rPr>
          <w:rtl/>
        </w:rPr>
        <w:t>تفرقہ ڈالتے ہوئے اور اپنے وعدہ پر عمل كيے بغير اس قيام كو ختم كرنے مي</w:t>
      </w:r>
      <w:r w:rsidR="000A0CDC">
        <w:rPr>
          <w:rtl/>
        </w:rPr>
        <w:t xml:space="preserve">ں </w:t>
      </w:r>
      <w:r>
        <w:rPr>
          <w:rtl/>
        </w:rPr>
        <w:t>كامياب ہوگئے اسى درميان ناگہان آيت اللہ نور اصفہانى كى قم مي</w:t>
      </w:r>
      <w:r w:rsidR="000A0CDC">
        <w:rPr>
          <w:rtl/>
        </w:rPr>
        <w:t xml:space="preserve">ں </w:t>
      </w:r>
      <w:r>
        <w:rPr>
          <w:rtl/>
        </w:rPr>
        <w:t>وفات نے بھى اس قيام كے بے نتيجہ اختتام مي</w:t>
      </w:r>
      <w:r w:rsidR="000A0CDC">
        <w:rPr>
          <w:rtl/>
        </w:rPr>
        <w:t xml:space="preserve">ں </w:t>
      </w:r>
      <w:r>
        <w:rPr>
          <w:rtl/>
        </w:rPr>
        <w:t>كردار ادا كيا _</w:t>
      </w:r>
      <w:r w:rsidRPr="00F67D4B">
        <w:rPr>
          <w:rStyle w:val="libFootnotenumChar"/>
          <w:rtl/>
        </w:rPr>
        <w:t>(1)</w:t>
      </w:r>
      <w:r>
        <w:rPr>
          <w:rtl/>
        </w:rPr>
        <w:t xml:space="preserve"> اگر چہ بظاہر يہ كاوش بے نتيجہ محسوس ہوتى ہے ليكن مختلف شہرو</w:t>
      </w:r>
      <w:r w:rsidR="000A0CDC">
        <w:rPr>
          <w:rtl/>
        </w:rPr>
        <w:t xml:space="preserve">ں </w:t>
      </w:r>
      <w:r>
        <w:rPr>
          <w:rtl/>
        </w:rPr>
        <w:t>كے علماء اور طلاب كا قم مي</w:t>
      </w:r>
      <w:r w:rsidR="000A0CDC">
        <w:rPr>
          <w:rtl/>
        </w:rPr>
        <w:t xml:space="preserve">ں </w:t>
      </w:r>
      <w:r>
        <w:rPr>
          <w:rtl/>
        </w:rPr>
        <w:t>اجتماع اور انكا باہمى معلومات اور نظريات مي</w:t>
      </w:r>
      <w:r w:rsidR="000A0CDC">
        <w:rPr>
          <w:rtl/>
        </w:rPr>
        <w:t xml:space="preserve">ں </w:t>
      </w:r>
      <w:r>
        <w:rPr>
          <w:rtl/>
        </w:rPr>
        <w:t>تبادلہ خيال اور اس احتجاج كى خبرو</w:t>
      </w:r>
      <w:r w:rsidR="000A0CDC">
        <w:rPr>
          <w:rtl/>
        </w:rPr>
        <w:t xml:space="preserve">ں </w:t>
      </w:r>
      <w:r>
        <w:rPr>
          <w:rtl/>
        </w:rPr>
        <w:t>كى نشر و اشاعت سے مذہبى قوتو</w:t>
      </w:r>
      <w:r w:rsidR="000A0CDC">
        <w:rPr>
          <w:rtl/>
        </w:rPr>
        <w:t xml:space="preserve">ں </w:t>
      </w:r>
      <w:r>
        <w:rPr>
          <w:rtl/>
        </w:rPr>
        <w:t>كو يہ اميدملى كہ وہ آئندہ سالو</w:t>
      </w:r>
      <w:r w:rsidR="000A0CDC">
        <w:rPr>
          <w:rtl/>
        </w:rPr>
        <w:t xml:space="preserve">ں </w:t>
      </w:r>
      <w:r>
        <w:rPr>
          <w:rtl/>
        </w:rPr>
        <w:t>مي</w:t>
      </w:r>
      <w:r w:rsidR="000A0CDC">
        <w:rPr>
          <w:rtl/>
        </w:rPr>
        <w:t xml:space="preserve">ں </w:t>
      </w:r>
      <w:r>
        <w:rPr>
          <w:rtl/>
        </w:rPr>
        <w:t>بھى يہ جہاد جارى ركھ سكتے ہي</w:t>
      </w:r>
      <w:r w:rsidR="000A0CDC">
        <w:rPr>
          <w:rtl/>
        </w:rPr>
        <w:t xml:space="preserve">ں </w:t>
      </w:r>
      <w:r>
        <w:rPr>
          <w:rtl/>
        </w:rPr>
        <w:t>،حقيقت مي</w:t>
      </w:r>
      <w:r w:rsidR="000A0CDC">
        <w:rPr>
          <w:rtl/>
        </w:rPr>
        <w:t xml:space="preserve">ں </w:t>
      </w:r>
      <w:r>
        <w:rPr>
          <w:rtl/>
        </w:rPr>
        <w:t>اس قسم كى تحريكي</w:t>
      </w:r>
      <w:r w:rsidR="000A0CDC">
        <w:rPr>
          <w:rtl/>
        </w:rPr>
        <w:t xml:space="preserve">ں </w:t>
      </w:r>
      <w:r>
        <w:rPr>
          <w:rtl/>
        </w:rPr>
        <w:t>ايسے ہمت و صبر كے پيدا ہونے كا باعث بني</w:t>
      </w:r>
      <w:r w:rsidR="000A0CDC">
        <w:rPr>
          <w:rtl/>
        </w:rPr>
        <w:t xml:space="preserve">ں </w:t>
      </w:r>
      <w:r>
        <w:rPr>
          <w:rtl/>
        </w:rPr>
        <w:t>جو آئندہ دور مي</w:t>
      </w:r>
      <w:r w:rsidR="000A0CDC">
        <w:rPr>
          <w:rtl/>
        </w:rPr>
        <w:t xml:space="preserve">ں </w:t>
      </w:r>
      <w:r>
        <w:rPr>
          <w:rtl/>
        </w:rPr>
        <w:t xml:space="preserve">بڑے انقلاب كا سبب بنا تھا_ </w:t>
      </w:r>
    </w:p>
    <w:p w:rsidR="0061102A" w:rsidRDefault="0061102A" w:rsidP="00BE6934">
      <w:pPr>
        <w:pStyle w:val="libNormal"/>
        <w:rPr>
          <w:rtl/>
        </w:rPr>
      </w:pPr>
      <w:r>
        <w:rPr>
          <w:rtl/>
        </w:rPr>
        <w:t>1307 شمسى سے ليكر 1320 شمسى تك كادور مذہبى قوتو</w:t>
      </w:r>
      <w:r w:rsidR="000A0CDC">
        <w:rPr>
          <w:rtl/>
        </w:rPr>
        <w:t xml:space="preserve">ں </w:t>
      </w:r>
      <w:r>
        <w:rPr>
          <w:rtl/>
        </w:rPr>
        <w:t>اور انكى فعاليت پر سب سے زيادہ دباؤ اورتنگى كا دور تھا اسى دوران آيت اللہ مدرس كو رضا شاہ كى حكومت كى مسلسل مخالفت كى بناء پر شہر خواف كى طرف شہر بدر كرديا گيااور آخر كار انہي</w:t>
      </w:r>
      <w:r w:rsidR="000A0CDC">
        <w:rPr>
          <w:rtl/>
        </w:rPr>
        <w:t xml:space="preserve">ں </w:t>
      </w:r>
      <w:r>
        <w:rPr>
          <w:rtl/>
        </w:rPr>
        <w:t xml:space="preserve">شہيد كرديا گيا _ </w:t>
      </w:r>
      <w:r w:rsidRPr="00F67D4B">
        <w:rPr>
          <w:rStyle w:val="libFootnotenumChar"/>
          <w:rtl/>
        </w:rPr>
        <w:t>(2)</w:t>
      </w:r>
      <w:r>
        <w:rPr>
          <w:rtl/>
        </w:rPr>
        <w:t xml:space="preserve"> </w:t>
      </w:r>
    </w:p>
    <w:p w:rsidR="0061102A" w:rsidRDefault="0061102A" w:rsidP="00BE6934">
      <w:pPr>
        <w:pStyle w:val="libNormal"/>
        <w:rPr>
          <w:rtl/>
        </w:rPr>
      </w:pPr>
      <w:r>
        <w:rPr>
          <w:rtl/>
        </w:rPr>
        <w:t>رضا شاہ كى حكومت كا ايك اور اہم واقعہ مسجد گوہر شاد كا قيام تھا، 1314 مي</w:t>
      </w:r>
      <w:r w:rsidR="000A0CDC">
        <w:rPr>
          <w:rtl/>
        </w:rPr>
        <w:t xml:space="preserve">ں </w:t>
      </w:r>
      <w:r>
        <w:rPr>
          <w:rtl/>
        </w:rPr>
        <w:t>يہ واقعہ وقوع پذيرہوا _ مشہد كے ايك عالم آيت اللہ حسين قمى يورپى طرز كى سبك ٹوپيو</w:t>
      </w:r>
      <w:r w:rsidR="000A0CDC">
        <w:rPr>
          <w:rtl/>
        </w:rPr>
        <w:t xml:space="preserve">ں </w:t>
      </w:r>
      <w:r>
        <w:rPr>
          <w:rtl/>
        </w:rPr>
        <w:t>كے رواج پر اعتراض كيلئے تہران آئے تا كہ رضا شاہ تك اپنى شكايت پہنچائي</w:t>
      </w:r>
      <w:r w:rsidR="000A0CDC">
        <w:rPr>
          <w:rtl/>
        </w:rPr>
        <w:t xml:space="preserve">ں </w:t>
      </w:r>
      <w:r>
        <w:rPr>
          <w:rtl/>
        </w:rPr>
        <w:t>ليكن انہي</w:t>
      </w:r>
      <w:r w:rsidR="000A0CDC">
        <w:rPr>
          <w:rtl/>
        </w:rPr>
        <w:t xml:space="preserve">ں </w:t>
      </w:r>
      <w:r>
        <w:rPr>
          <w:rtl/>
        </w:rPr>
        <w:t>گرفتار كر كے جيل مي</w:t>
      </w:r>
      <w:r w:rsidR="000A0CDC">
        <w:rPr>
          <w:rtl/>
        </w:rPr>
        <w:t xml:space="preserve">ں </w:t>
      </w:r>
      <w:r>
        <w:rPr>
          <w:rtl/>
        </w:rPr>
        <w:t>ڈال ديا گيا ،انكى گرفتارى كے رد عمل مي</w:t>
      </w:r>
      <w:r w:rsidR="000A0CDC">
        <w:rPr>
          <w:rtl/>
        </w:rPr>
        <w:t xml:space="preserve">ں </w:t>
      </w:r>
      <w:r>
        <w:rPr>
          <w:rtl/>
        </w:rPr>
        <w:t>مشہد كى مسجد گوہر شاد مي</w:t>
      </w:r>
      <w:r w:rsidR="000A0CDC">
        <w:rPr>
          <w:rtl/>
        </w:rPr>
        <w:t xml:space="preserve">ں </w:t>
      </w:r>
      <w:r>
        <w:rPr>
          <w:rtl/>
        </w:rPr>
        <w:t>احتجاجى اجتماع ہوا كہ جو پوليس كے ہاتھو</w:t>
      </w:r>
      <w:r w:rsidR="000A0CDC">
        <w:rPr>
          <w:rtl/>
        </w:rPr>
        <w:t xml:space="preserve">ں </w:t>
      </w:r>
      <w:r>
        <w:rPr>
          <w:rtl/>
        </w:rPr>
        <w:t>لوگو</w:t>
      </w:r>
      <w:r w:rsidR="000A0CDC">
        <w:rPr>
          <w:rtl/>
        </w:rPr>
        <w:t xml:space="preserve">ں </w:t>
      </w:r>
      <w:r>
        <w:rPr>
          <w:rtl/>
        </w:rPr>
        <w:t>كے قتل عام پر ختم ہوا ،يہ حكومت پہلوى كے ہاتھو</w:t>
      </w:r>
      <w:r w:rsidR="000A0CDC">
        <w:rPr>
          <w:rtl/>
        </w:rPr>
        <w:t xml:space="preserve">ں </w:t>
      </w:r>
      <w:r>
        <w:rPr>
          <w:rtl/>
        </w:rPr>
        <w:t>15 خرداد 1343 تك سب سے بڑا قتل عام ہے _ مشہور واعظ شيخ محمد تقى بہلول افغانستان كى طرف فرار ہوگئے اور آيت اللہ قمى كو عراق كى طرف ملك بدر كرديا گيا ،ديگر علماء اور كچھ مذہبى افراد كو گرفتار كر كے جيل مي</w:t>
      </w:r>
      <w:r w:rsidR="000A0CDC">
        <w:rPr>
          <w:rtl/>
        </w:rPr>
        <w:t xml:space="preserve">ں </w:t>
      </w:r>
      <w:r>
        <w:rPr>
          <w:rtl/>
        </w:rPr>
        <w:t xml:space="preserve">ڈالا گيا يا جلا وطن كرديا گيا </w:t>
      </w:r>
      <w:r w:rsidRPr="00F67D4B">
        <w:rPr>
          <w:rStyle w:val="libFootnotenumChar"/>
          <w:rtl/>
        </w:rPr>
        <w:t>(3)</w:t>
      </w:r>
      <w:r>
        <w:rPr>
          <w:rtl/>
        </w:rPr>
        <w:t xml:space="preserve"> </w:t>
      </w:r>
    </w:p>
    <w:p w:rsidR="0061102A" w:rsidRDefault="0061102A" w:rsidP="00BE6934">
      <w:pPr>
        <w:pStyle w:val="libNormal"/>
        <w:rPr>
          <w:rtl/>
        </w:rPr>
      </w:pPr>
      <w:r>
        <w:rPr>
          <w:rtl/>
        </w:rPr>
        <w:t>مجموعى طور پر ايرانى معاشرہ پر رضا شاہ كى حكومت كا غير دينى طرز عمل لوگو</w:t>
      </w:r>
      <w:r w:rsidR="000A0CDC">
        <w:rPr>
          <w:rtl/>
        </w:rPr>
        <w:t xml:space="preserve">ں </w:t>
      </w:r>
      <w:r>
        <w:rPr>
          <w:rtl/>
        </w:rPr>
        <w:t>اور حكومت كے درميان فاصلے اور مذہبى قوتو</w:t>
      </w:r>
      <w:r w:rsidR="000A0CDC">
        <w:rPr>
          <w:rtl/>
        </w:rPr>
        <w:t xml:space="preserve">ں </w:t>
      </w:r>
      <w:r>
        <w:rPr>
          <w:rtl/>
        </w:rPr>
        <w:t>مي</w:t>
      </w:r>
      <w:r w:rsidR="000A0CDC">
        <w:rPr>
          <w:rtl/>
        </w:rPr>
        <w:t xml:space="preserve">ں </w:t>
      </w:r>
      <w:r>
        <w:rPr>
          <w:rtl/>
        </w:rPr>
        <w:t>شدت پسندى كے رحجان كے بڑھنے كا موجب بنااور مذہبى قوتو</w:t>
      </w:r>
      <w:r w:rsidR="000A0CDC">
        <w:rPr>
          <w:rtl/>
        </w:rPr>
        <w:t xml:space="preserve">ں </w:t>
      </w:r>
      <w:r>
        <w:rPr>
          <w:rtl/>
        </w:rPr>
        <w:t xml:space="preserve">كى فعاليت زير زمين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حاج شيخ عبدالكريم حائرى ، سابقہ ماخذ ، ص 88_ 87_ </w:t>
      </w:r>
    </w:p>
    <w:p w:rsidR="0061102A" w:rsidRDefault="0061102A" w:rsidP="00BE6934">
      <w:pPr>
        <w:pStyle w:val="libFootnote"/>
        <w:rPr>
          <w:rtl/>
        </w:rPr>
      </w:pPr>
      <w:r>
        <w:rPr>
          <w:rtl/>
        </w:rPr>
        <w:t xml:space="preserve">2) حميد بصيرت منش، سابقہ ماخذ ، ص 335_ 333_ </w:t>
      </w:r>
    </w:p>
    <w:p w:rsidR="00EF5080" w:rsidRDefault="0061102A" w:rsidP="00BE6934">
      <w:pPr>
        <w:pStyle w:val="libFootnote"/>
        <w:rPr>
          <w:rtl/>
        </w:rPr>
      </w:pPr>
      <w:r>
        <w:rPr>
          <w:rtl/>
        </w:rPr>
        <w:t>3) سلسلہ پہلوى ونيروہاى مذہبى بہ روايت تاريخ كمبريج ص 286_ 285 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چلے جانے سے بعد مي</w:t>
      </w:r>
      <w:r w:rsidR="000A0CDC">
        <w:rPr>
          <w:rtl/>
        </w:rPr>
        <w:t xml:space="preserve">ں </w:t>
      </w:r>
      <w:r>
        <w:rPr>
          <w:rtl/>
        </w:rPr>
        <w:t xml:space="preserve">آتش فشان كى صورت پيدا ہوئي </w:t>
      </w:r>
      <w:r w:rsidRPr="00F67D4B">
        <w:rPr>
          <w:rStyle w:val="libFootnotenumChar"/>
          <w:rtl/>
        </w:rPr>
        <w:t>(1)</w:t>
      </w:r>
      <w:r>
        <w:rPr>
          <w:rtl/>
        </w:rPr>
        <w:t xml:space="preserve"> نتيجہ يہ نكلا كہ ان اسلام مخالف سياسى پاليسيو</w:t>
      </w:r>
      <w:r w:rsidR="000A0CDC">
        <w:rPr>
          <w:rtl/>
        </w:rPr>
        <w:t xml:space="preserve">ں </w:t>
      </w:r>
      <w:r>
        <w:rPr>
          <w:rtl/>
        </w:rPr>
        <w:t>نے اپنى مخالف قوت كو عوام مي</w:t>
      </w:r>
      <w:r w:rsidR="000A0CDC">
        <w:rPr>
          <w:rtl/>
        </w:rPr>
        <w:t xml:space="preserve">ں </w:t>
      </w:r>
      <w:r>
        <w:rPr>
          <w:rtl/>
        </w:rPr>
        <w:t xml:space="preserve">پھلنے پھولنے كے اسباب فراہم كيے اور تيسرے عشرے كے انقلابات كا پيش خيمہ ثابت ہوئے _ </w:t>
      </w:r>
    </w:p>
    <w:p w:rsidR="0061102A" w:rsidRDefault="0061102A" w:rsidP="00BE6934">
      <w:pPr>
        <w:pStyle w:val="libNormal"/>
        <w:rPr>
          <w:rtl/>
        </w:rPr>
      </w:pPr>
      <w:r>
        <w:rPr>
          <w:rtl/>
        </w:rPr>
        <w:t>25 شہريور 1320 مي</w:t>
      </w:r>
      <w:r w:rsidR="000A0CDC">
        <w:rPr>
          <w:rtl/>
        </w:rPr>
        <w:t xml:space="preserve">ں </w:t>
      </w:r>
      <w:r>
        <w:rPr>
          <w:rtl/>
        </w:rPr>
        <w:t>رضا شاہ كى آمريت كو شكست ہونے اور اسكے ايران سے نكلنے كے بعديكدم ظلم وآمريت كى زنجير ٹوٹ گى اور ديگر قوتو</w:t>
      </w:r>
      <w:r w:rsidR="000A0CDC">
        <w:rPr>
          <w:rtl/>
        </w:rPr>
        <w:t xml:space="preserve">ں </w:t>
      </w:r>
      <w:r>
        <w:rPr>
          <w:rtl/>
        </w:rPr>
        <w:t>كى مانند مذہبى اور دينى تفكر كى احيا گر قو تو</w:t>
      </w:r>
      <w:r w:rsidR="000A0CDC">
        <w:rPr>
          <w:rtl/>
        </w:rPr>
        <w:t xml:space="preserve">ں </w:t>
      </w:r>
      <w:r>
        <w:rPr>
          <w:rtl/>
        </w:rPr>
        <w:t>نے بھى خود كو رضا شاہ كى حكومت كے دباؤ سے آزاد پايا_ اس بہتر سياسى فضا مي</w:t>
      </w:r>
      <w:r w:rsidR="000A0CDC">
        <w:rPr>
          <w:rtl/>
        </w:rPr>
        <w:t xml:space="preserve">ں </w:t>
      </w:r>
      <w:r>
        <w:rPr>
          <w:rtl/>
        </w:rPr>
        <w:t>مذہبى قوتو</w:t>
      </w:r>
      <w:r w:rsidR="000A0CDC">
        <w:rPr>
          <w:rtl/>
        </w:rPr>
        <w:t xml:space="preserve">ں </w:t>
      </w:r>
      <w:r>
        <w:rPr>
          <w:rtl/>
        </w:rPr>
        <w:t>نے غير دينى اور زبردستى كى لاگو اقدار كوختم كرنے اور اسلامى دينى افكار كے احياء اورلوگو</w:t>
      </w:r>
      <w:r w:rsidR="000A0CDC">
        <w:rPr>
          <w:rtl/>
        </w:rPr>
        <w:t xml:space="preserve">ں </w:t>
      </w:r>
      <w:r>
        <w:rPr>
          <w:rtl/>
        </w:rPr>
        <w:t>كى بيدارى كے محاذ پر كام كرنا شروع كرديا ،اسى دوران حوزہ علميہ قم نے لوگو</w:t>
      </w:r>
      <w:r w:rsidR="000A0CDC">
        <w:rPr>
          <w:rtl/>
        </w:rPr>
        <w:t xml:space="preserve">ں </w:t>
      </w:r>
      <w:r>
        <w:rPr>
          <w:rtl/>
        </w:rPr>
        <w:t>كى مذہبى راہنمائي كيلئے حوزہ كے تربيت شدہ اورجديد دينى فكر كے حامل سب سے پہلے گروہ كو معاشرہ مي</w:t>
      </w:r>
      <w:r w:rsidR="000A0CDC">
        <w:rPr>
          <w:rtl/>
        </w:rPr>
        <w:t xml:space="preserve">ں </w:t>
      </w:r>
      <w:r>
        <w:rPr>
          <w:rtl/>
        </w:rPr>
        <w:t xml:space="preserve">بھيجا تا كہ ايك نئي زندگى كا آغاز ہو _ </w:t>
      </w:r>
    </w:p>
    <w:p w:rsidR="0061102A" w:rsidRDefault="0061102A" w:rsidP="00BE6934">
      <w:pPr>
        <w:pStyle w:val="libNormal"/>
        <w:rPr>
          <w:rtl/>
        </w:rPr>
      </w:pPr>
      <w:r>
        <w:rPr>
          <w:rtl/>
        </w:rPr>
        <w:t>تيسرے عشرہ كے اوائل مي</w:t>
      </w:r>
      <w:r w:rsidR="000A0CDC">
        <w:rPr>
          <w:rtl/>
        </w:rPr>
        <w:t xml:space="preserve">ں </w:t>
      </w:r>
      <w:r>
        <w:rPr>
          <w:rtl/>
        </w:rPr>
        <w:t>مذہبى قوتو</w:t>
      </w:r>
      <w:r w:rsidR="000A0CDC">
        <w:rPr>
          <w:rtl/>
        </w:rPr>
        <w:t xml:space="preserve">ں </w:t>
      </w:r>
      <w:r>
        <w:rPr>
          <w:rtl/>
        </w:rPr>
        <w:t>كے جہاد كا محور مندرجہ ذيل موضوع تھے: احمد كسروى كے نظريات كا مقابلہ ، خواتين كے حجاب كيلئے بھر پور كوشش ،كميونيزم سے مقابلہ اور بہائيت سے مقابلہ ان مي</w:t>
      </w:r>
      <w:r w:rsidR="000A0CDC">
        <w:rPr>
          <w:rtl/>
        </w:rPr>
        <w:t xml:space="preserve">ں </w:t>
      </w:r>
      <w:r>
        <w:rPr>
          <w:rtl/>
        </w:rPr>
        <w:t>سے ہر ايك ہدف كيلئے بہت زيادہ پروپينگنڈا كيا گيا اور بہت سى كتب تاليف اور شايع ہوئي</w:t>
      </w:r>
      <w:r w:rsidR="000A0CDC">
        <w:rPr>
          <w:rtl/>
        </w:rPr>
        <w:t xml:space="preserve">ں </w:t>
      </w:r>
      <w:r>
        <w:rPr>
          <w:rtl/>
        </w:rPr>
        <w:t>_ نيز مختلف رسالے بھى لكھے گئے كہ ان تاليفات مي</w:t>
      </w:r>
      <w:r w:rsidR="000A0CDC">
        <w:rPr>
          <w:rtl/>
        </w:rPr>
        <w:t xml:space="preserve">ں </w:t>
      </w:r>
      <w:r>
        <w:rPr>
          <w:rtl/>
        </w:rPr>
        <w:t>معروف رسائل حجابيہ اور امام خمينى كى كتاب كشف الاسرار تھى كہ جو حقيقت مي</w:t>
      </w:r>
      <w:r w:rsidR="000A0CDC">
        <w:rPr>
          <w:rtl/>
        </w:rPr>
        <w:t xml:space="preserve">ں </w:t>
      </w:r>
      <w:r>
        <w:rPr>
          <w:rtl/>
        </w:rPr>
        <w:t>حكيم زادہ كى تاليف اسرار ہزارسالہ اوراحمد كسروى كى تاليفات كے رد مي</w:t>
      </w:r>
      <w:r w:rsidR="000A0CDC">
        <w:rPr>
          <w:rtl/>
        </w:rPr>
        <w:t xml:space="preserve">ں </w:t>
      </w:r>
      <w:r>
        <w:rPr>
          <w:rtl/>
        </w:rPr>
        <w:t xml:space="preserve">تھي،نيز يہ كتاب ولايت فقيہ كا اجمالى سانظام بھى پيش كرتى تھي_ </w:t>
      </w:r>
    </w:p>
    <w:p w:rsidR="0061102A" w:rsidRDefault="0061102A" w:rsidP="00BE6934">
      <w:pPr>
        <w:pStyle w:val="libNormal"/>
        <w:rPr>
          <w:rtl/>
        </w:rPr>
      </w:pPr>
      <w:r>
        <w:rPr>
          <w:rtl/>
        </w:rPr>
        <w:t>سنن1327 شمسى سے مسئلہ فلسطين بھى اسلامى بيدارى كى محافل مي</w:t>
      </w:r>
      <w:r w:rsidR="000A0CDC">
        <w:rPr>
          <w:rtl/>
        </w:rPr>
        <w:t xml:space="preserve">ں </w:t>
      </w:r>
      <w:r>
        <w:rPr>
          <w:rtl/>
        </w:rPr>
        <w:t>داخل ہوا مذكورہ چاراہداف تك پہنچنے كيلئے اور بے دينى سے مقابلہ كرنے كيلئے تنظيمي</w:t>
      </w:r>
      <w:r w:rsidR="000A0CDC">
        <w:rPr>
          <w:rtl/>
        </w:rPr>
        <w:t xml:space="preserve">ں </w:t>
      </w:r>
      <w:r>
        <w:rPr>
          <w:rtl/>
        </w:rPr>
        <w:t>، انجمني</w:t>
      </w:r>
      <w:r w:rsidR="000A0CDC">
        <w:rPr>
          <w:rtl/>
        </w:rPr>
        <w:t xml:space="preserve">ں </w:t>
      </w:r>
      <w:r>
        <w:rPr>
          <w:rtl/>
        </w:rPr>
        <w:t>، گروہ اورسياسى جماعتي</w:t>
      </w:r>
      <w:r w:rsidR="000A0CDC">
        <w:rPr>
          <w:rtl/>
        </w:rPr>
        <w:t xml:space="preserve">ں </w:t>
      </w:r>
      <w:r>
        <w:rPr>
          <w:rtl/>
        </w:rPr>
        <w:t>بھى وجود مي</w:t>
      </w:r>
      <w:r w:rsidR="000A0CDC">
        <w:rPr>
          <w:rtl/>
        </w:rPr>
        <w:t xml:space="preserve">ں </w:t>
      </w:r>
      <w:r>
        <w:rPr>
          <w:rtl/>
        </w:rPr>
        <w:t>آئے_</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1) دانشنامہ جہان اسلام ، ج 5 ، پہلوى كے ذيل مي</w:t>
      </w:r>
      <w:r w:rsidR="000A0CDC">
        <w:rPr>
          <w:rtl/>
        </w:rPr>
        <w:t xml:space="preserve">ں </w:t>
      </w:r>
      <w:r>
        <w:rPr>
          <w:rtl/>
        </w:rPr>
        <w:t xml:space="preserve">عصر پہلوى اوّل ،ص 7_ 843_ </w:t>
      </w:r>
    </w:p>
    <w:p w:rsidR="00EF5080" w:rsidRDefault="0061102A" w:rsidP="00BE6934">
      <w:pPr>
        <w:pStyle w:val="libFootnote"/>
        <w:rPr>
          <w:rtl/>
        </w:rPr>
      </w:pPr>
      <w:r>
        <w:rPr>
          <w:rtl/>
        </w:rPr>
        <w:t>2) رسول جعفريان ، جريانہا و سازمانہاى مذہبى _ سياسى ايران ( سالہاى 1357_ 1320) تہران، موسسہ فرہنگى دانش وانديشہ معاصرچ3، ص 22_18_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كاوش اور فعاليت كے ساتھ ساتھ مكتب اجتہاد كے علماء كا دو محاذو</w:t>
      </w:r>
      <w:r w:rsidR="000A0CDC">
        <w:rPr>
          <w:rtl/>
        </w:rPr>
        <w:t xml:space="preserve">ں </w:t>
      </w:r>
      <w:r>
        <w:rPr>
          <w:rtl/>
        </w:rPr>
        <w:t>يعنى آمريت اور استعمار كے خلاف جہاد پر بھى كام جارى رہا _ جلاوطن علماء دوبارہ ميدان عمل مي</w:t>
      </w:r>
      <w:r w:rsidR="000A0CDC">
        <w:rPr>
          <w:rtl/>
        </w:rPr>
        <w:t xml:space="preserve">ں </w:t>
      </w:r>
      <w:r>
        <w:rPr>
          <w:rtl/>
        </w:rPr>
        <w:t>لوٹ آئے كہ جن مي</w:t>
      </w:r>
      <w:r w:rsidR="000A0CDC">
        <w:rPr>
          <w:rtl/>
        </w:rPr>
        <w:t xml:space="preserve">ں </w:t>
      </w:r>
      <w:r>
        <w:rPr>
          <w:rtl/>
        </w:rPr>
        <w:t>آيت اللہ حسين قمى اور سيد ابوالقاسم كاشانى قابل ذكر ہي</w:t>
      </w:r>
      <w:r w:rsidR="000A0CDC">
        <w:rPr>
          <w:rtl/>
        </w:rPr>
        <w:t xml:space="preserve">ں </w:t>
      </w:r>
      <w:r>
        <w:rPr>
          <w:rtl/>
        </w:rPr>
        <w:t xml:space="preserve">دينى اور مذہبى تعليم كے نصاب كى اصلاح كى گئي اور موقوفات كے ادارہ كى حيثيت اور حالت كوتبديل كيا گيا _ </w:t>
      </w:r>
      <w:r w:rsidRPr="00F67D4B">
        <w:rPr>
          <w:rStyle w:val="libFootnotenumChar"/>
          <w:rtl/>
        </w:rPr>
        <w:t>(1)</w:t>
      </w:r>
      <w:r>
        <w:rPr>
          <w:rtl/>
        </w:rPr>
        <w:t xml:space="preserve"> </w:t>
      </w:r>
    </w:p>
    <w:p w:rsidR="0061102A" w:rsidRDefault="0061102A" w:rsidP="00BE6934">
      <w:pPr>
        <w:pStyle w:val="libNormal"/>
        <w:rPr>
          <w:rtl/>
        </w:rPr>
      </w:pPr>
      <w:r>
        <w:rPr>
          <w:rtl/>
        </w:rPr>
        <w:t>تيسرے عشرہ مي</w:t>
      </w:r>
      <w:r w:rsidR="000A0CDC">
        <w:rPr>
          <w:rtl/>
        </w:rPr>
        <w:t xml:space="preserve">ں </w:t>
      </w:r>
      <w:r>
        <w:rPr>
          <w:rtl/>
        </w:rPr>
        <w:t>دينى نظريات كے احياء كى تحريك كا اہم مرحلہ امام خمينى كا ظہور اور انكا مذہبى سياست كے ميدان مي</w:t>
      </w:r>
      <w:r w:rsidR="000A0CDC">
        <w:rPr>
          <w:rtl/>
        </w:rPr>
        <w:t xml:space="preserve">ں </w:t>
      </w:r>
      <w:r>
        <w:rPr>
          <w:rtl/>
        </w:rPr>
        <w:t>داخل ہونا تھا _ انہو</w:t>
      </w:r>
      <w:r w:rsidR="000A0CDC">
        <w:rPr>
          <w:rtl/>
        </w:rPr>
        <w:t xml:space="preserve">ں </w:t>
      </w:r>
      <w:r>
        <w:rPr>
          <w:rtl/>
        </w:rPr>
        <w:t>نے 1323 شمسى مي</w:t>
      </w:r>
      <w:r w:rsidR="000A0CDC">
        <w:rPr>
          <w:rtl/>
        </w:rPr>
        <w:t xml:space="preserve">ں </w:t>
      </w:r>
      <w:r>
        <w:rPr>
          <w:rtl/>
        </w:rPr>
        <w:t>اپنا سب پہلا سياسى مكتوب بيان جارى كيا كہ اس مي</w:t>
      </w:r>
      <w:r w:rsidR="000A0CDC">
        <w:rPr>
          <w:rtl/>
        </w:rPr>
        <w:t xml:space="preserve">ں </w:t>
      </w:r>
      <w:r>
        <w:rPr>
          <w:rtl/>
        </w:rPr>
        <w:t>تحرير تھاكہ '' انبياء الہى مكمل طور پر اللہ تعالى كى معرفت مي</w:t>
      </w:r>
      <w:r w:rsidR="000A0CDC">
        <w:rPr>
          <w:rtl/>
        </w:rPr>
        <w:t xml:space="preserve">ں </w:t>
      </w:r>
      <w:r>
        <w:rPr>
          <w:rtl/>
        </w:rPr>
        <w:t>غوطہ زن ہوتے ہوئے انسانو</w:t>
      </w:r>
      <w:r w:rsidR="000A0CDC">
        <w:rPr>
          <w:rtl/>
        </w:rPr>
        <w:t xml:space="preserve">ں </w:t>
      </w:r>
      <w:r>
        <w:rPr>
          <w:rtl/>
        </w:rPr>
        <w:t>كى معاشرتى اور سياسى حالت كو تبديل كرنے كيلئے قيام كرتے تھے انكے برعكس آج كے مسلمان فقط دنياوى مفادات كيلئے قيام كرتے ہي</w:t>
      </w:r>
      <w:r w:rsidR="000A0CDC">
        <w:rPr>
          <w:rtl/>
        </w:rPr>
        <w:t xml:space="preserve">ں </w:t>
      </w:r>
      <w:r>
        <w:rPr>
          <w:rtl/>
        </w:rPr>
        <w:t>كہ جسكا نتيجہ اغيار كى غلامى اورانكے حوارى مثلا رضا شاہ ... و غيرہ كى حاكميت كى صورت مي</w:t>
      </w:r>
      <w:r w:rsidR="000A0CDC">
        <w:rPr>
          <w:rtl/>
        </w:rPr>
        <w:t xml:space="preserve">ں </w:t>
      </w:r>
      <w:r>
        <w:rPr>
          <w:rtl/>
        </w:rPr>
        <w:t xml:space="preserve">نكلتاہے _ </w:t>
      </w:r>
      <w:r w:rsidRPr="00F67D4B">
        <w:rPr>
          <w:rStyle w:val="libFootnotenumChar"/>
          <w:rtl/>
        </w:rPr>
        <w:t>(2)</w:t>
      </w:r>
      <w:r>
        <w:rPr>
          <w:rtl/>
        </w:rPr>
        <w:t xml:space="preserve"> </w:t>
      </w:r>
    </w:p>
    <w:p w:rsidR="0061102A" w:rsidRDefault="0061102A" w:rsidP="00BE6934">
      <w:pPr>
        <w:pStyle w:val="libNormal"/>
        <w:rPr>
          <w:rtl/>
        </w:rPr>
      </w:pPr>
      <w:r>
        <w:rPr>
          <w:rtl/>
        </w:rPr>
        <w:t>ہجرى شمسى كے تيسرے اور چوتھے عشرہ مي</w:t>
      </w:r>
      <w:r w:rsidR="000A0CDC">
        <w:rPr>
          <w:rtl/>
        </w:rPr>
        <w:t xml:space="preserve">ں </w:t>
      </w:r>
      <w:r>
        <w:rPr>
          <w:rtl/>
        </w:rPr>
        <w:t>اسلامى بيدارى كى اس تحريك كے ساتھ دو اركان كا مزيد اضافہ ہوا اوروہ دينى جرائد اور دينى رجحان كى حامل يونيورسٹى كے طلباء كى تنظيم تھى ،اگر چہ دينى جرائد گذشتہ عشرو</w:t>
      </w:r>
      <w:r w:rsidR="000A0CDC">
        <w:rPr>
          <w:rtl/>
        </w:rPr>
        <w:t xml:space="preserve">ں </w:t>
      </w:r>
      <w:r>
        <w:rPr>
          <w:rtl/>
        </w:rPr>
        <w:t>مي</w:t>
      </w:r>
      <w:r w:rsidR="000A0CDC">
        <w:rPr>
          <w:rtl/>
        </w:rPr>
        <w:t xml:space="preserve">ں </w:t>
      </w:r>
      <w:r>
        <w:rPr>
          <w:rtl/>
        </w:rPr>
        <w:t>بھى دينى فعاليت انجام ديتے تھے ليكن ان دو عشرو</w:t>
      </w:r>
      <w:r w:rsidR="000A0CDC">
        <w:rPr>
          <w:rtl/>
        </w:rPr>
        <w:t xml:space="preserve">ں </w:t>
      </w:r>
      <w:r>
        <w:rPr>
          <w:rtl/>
        </w:rPr>
        <w:t>مي</w:t>
      </w:r>
      <w:r w:rsidR="000A0CDC">
        <w:rPr>
          <w:rtl/>
        </w:rPr>
        <w:t xml:space="preserve">ں </w:t>
      </w:r>
      <w:r>
        <w:rPr>
          <w:rtl/>
        </w:rPr>
        <w:t>كميت اور كيفيت كے اعتبار سے انكى فعاليت مي</w:t>
      </w:r>
      <w:r w:rsidR="000A0CDC">
        <w:rPr>
          <w:rtl/>
        </w:rPr>
        <w:t xml:space="preserve">ں </w:t>
      </w:r>
      <w:r>
        <w:rPr>
          <w:rtl/>
        </w:rPr>
        <w:t>واضح طور پر اضافہ ہوا _ اس دور كى دينى تحريرو</w:t>
      </w:r>
      <w:r w:rsidR="000A0CDC">
        <w:rPr>
          <w:rtl/>
        </w:rPr>
        <w:t xml:space="preserve">ں </w:t>
      </w:r>
      <w:r>
        <w:rPr>
          <w:rtl/>
        </w:rPr>
        <w:t>مي</w:t>
      </w:r>
      <w:r w:rsidR="000A0CDC">
        <w:rPr>
          <w:rtl/>
        </w:rPr>
        <w:t xml:space="preserve">ں </w:t>
      </w:r>
      <w:r>
        <w:rPr>
          <w:rtl/>
        </w:rPr>
        <w:t>فعال حضرات كى نئي خصوصيت يہ تھى كہ علماء كے علاوہ ملكى اور غير ملكى اور يونيورسٹيو</w:t>
      </w:r>
      <w:r w:rsidR="000A0CDC">
        <w:rPr>
          <w:rtl/>
        </w:rPr>
        <w:t xml:space="preserve">ں </w:t>
      </w:r>
      <w:r>
        <w:rPr>
          <w:rtl/>
        </w:rPr>
        <w:t>كے تعليم يافتہ حضرات بھى دينى موضوعات پر قلمى كا وشي</w:t>
      </w:r>
      <w:r w:rsidR="000A0CDC">
        <w:rPr>
          <w:rtl/>
        </w:rPr>
        <w:t xml:space="preserve">ں </w:t>
      </w:r>
      <w:r>
        <w:rPr>
          <w:rtl/>
        </w:rPr>
        <w:t>كر رہے تھے اور جوان نسل كو اسلام سے آشنا كرنے كى سعى مي</w:t>
      </w:r>
      <w:r w:rsidR="000A0CDC">
        <w:rPr>
          <w:rtl/>
        </w:rPr>
        <w:t xml:space="preserve">ں </w:t>
      </w:r>
      <w:r>
        <w:rPr>
          <w:rtl/>
        </w:rPr>
        <w:t>مصروف تھے ،مذہبى جرائد كے بعض مقالات جديد علوم كے ذريعے سائنس و دين مي</w:t>
      </w:r>
      <w:r w:rsidR="000A0CDC">
        <w:rPr>
          <w:rtl/>
        </w:rPr>
        <w:t xml:space="preserve">ں </w:t>
      </w:r>
      <w:r>
        <w:rPr>
          <w:rtl/>
        </w:rPr>
        <w:t>مطابقت اور دينى مسائل كے جديد علوم كى روشنى مي</w:t>
      </w:r>
      <w:r w:rsidR="000A0CDC">
        <w:rPr>
          <w:rtl/>
        </w:rPr>
        <w:t xml:space="preserve">ں </w:t>
      </w:r>
      <w:r>
        <w:rPr>
          <w:rtl/>
        </w:rPr>
        <w:t xml:space="preserve">اثبات پر كام كر رہے تھے 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1)روح اللہ حسينيان، بيست سال تكاپوى اسلام شيعى در ايران ، تہران مركز اسناد انقلاب اسلامى ص 98_ 95_ </w:t>
      </w:r>
    </w:p>
    <w:p w:rsidR="00EF5080" w:rsidRDefault="0061102A" w:rsidP="00BE6934">
      <w:pPr>
        <w:pStyle w:val="libFootnote"/>
        <w:rPr>
          <w:rtl/>
        </w:rPr>
      </w:pPr>
      <w:r>
        <w:rPr>
          <w:rtl/>
        </w:rPr>
        <w:t>2) سلسلہ پہلوى ونيروہاى مذہبى بہ روايت تاريخ كمبريج ،ص 304، 203_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اس دور كے مذہبى رسائل و جرائد مي</w:t>
      </w:r>
      <w:r w:rsidR="000A0CDC">
        <w:rPr>
          <w:rtl/>
        </w:rPr>
        <w:t xml:space="preserve">ں </w:t>
      </w:r>
      <w:r>
        <w:rPr>
          <w:rtl/>
        </w:rPr>
        <w:t xml:space="preserve">سے خرد ، سالنامہ اور ہفتہ نامہ نور دانش ، آيين اسلام ، پرچم اسلام ، دنياى اسلام ، وظيفہ ، محقق ، تعليمات اسلامى ، ستارہ اسلام ، نداى حق ، حيات مسلمين اور تاريخ اسلام كى طرف اشارہ كيا جاسكتا ہے _ </w:t>
      </w:r>
      <w:r w:rsidRPr="00F67D4B">
        <w:rPr>
          <w:rStyle w:val="libFootnotenumChar"/>
          <w:rtl/>
        </w:rPr>
        <w:t>(1)</w:t>
      </w:r>
      <w:r>
        <w:rPr>
          <w:rtl/>
        </w:rPr>
        <w:t xml:space="preserve"> </w:t>
      </w:r>
    </w:p>
    <w:p w:rsidR="0061102A" w:rsidRDefault="0061102A" w:rsidP="00BE6934">
      <w:pPr>
        <w:pStyle w:val="libNormal"/>
        <w:rPr>
          <w:rtl/>
        </w:rPr>
      </w:pPr>
      <w:r>
        <w:rPr>
          <w:rtl/>
        </w:rPr>
        <w:t>اسلامى بيدارى كى تحريك كا ايك شاہكار دور تيل كوقوميانے كى تحريك كا دور تھا _ يہ تيسرے عشرہ مي</w:t>
      </w:r>
      <w:r w:rsidR="000A0CDC">
        <w:rPr>
          <w:rtl/>
        </w:rPr>
        <w:t xml:space="preserve">ں </w:t>
      </w:r>
      <w:r>
        <w:rPr>
          <w:rtl/>
        </w:rPr>
        <w:t>استعمار كے خلاف ايك اہم ترين تحريك شمار ہوتى ہے تيل كو قوميانے كى تحريك كے دوران دو فكرى رحجان قوم پرستى كى تحريك اور مذہبى تحريك متحد ہوگئي</w:t>
      </w:r>
      <w:r w:rsidR="000A0CDC">
        <w:rPr>
          <w:rtl/>
        </w:rPr>
        <w:t xml:space="preserve">ں </w:t>
      </w:r>
      <w:r>
        <w:rPr>
          <w:rtl/>
        </w:rPr>
        <w:t>دونو</w:t>
      </w:r>
      <w:r w:rsidR="000A0CDC">
        <w:rPr>
          <w:rtl/>
        </w:rPr>
        <w:t xml:space="preserve">ں </w:t>
      </w:r>
      <w:r>
        <w:rPr>
          <w:rtl/>
        </w:rPr>
        <w:t>نے متحد ہو كر لوگو</w:t>
      </w:r>
      <w:r w:rsidR="000A0CDC">
        <w:rPr>
          <w:rtl/>
        </w:rPr>
        <w:t xml:space="preserve">ں </w:t>
      </w:r>
      <w:r>
        <w:rPr>
          <w:rtl/>
        </w:rPr>
        <w:t>كے حقوق كے دفاع پر مشتمل اقدامات سے بھر پورنتيجہ ليا_ اس دور مي</w:t>
      </w:r>
      <w:r w:rsidR="000A0CDC">
        <w:rPr>
          <w:rtl/>
        </w:rPr>
        <w:t xml:space="preserve">ں </w:t>
      </w:r>
      <w:r>
        <w:rPr>
          <w:rtl/>
        </w:rPr>
        <w:t xml:space="preserve">قوى تحريك كے قائد محمد مصدق اور مذہبى تحريك كے متفقہ قائد آيت اللہ سيدابوالقاسم كاشانى تھے _ </w:t>
      </w:r>
    </w:p>
    <w:p w:rsidR="0061102A" w:rsidRDefault="0061102A" w:rsidP="00BE6934">
      <w:pPr>
        <w:pStyle w:val="libNormal"/>
        <w:rPr>
          <w:rtl/>
        </w:rPr>
      </w:pPr>
      <w:r>
        <w:rPr>
          <w:rtl/>
        </w:rPr>
        <w:t>آيت اللہ كاشانى نے سالہا سال سے ايران و عراق مي</w:t>
      </w:r>
      <w:r w:rsidR="000A0CDC">
        <w:rPr>
          <w:rtl/>
        </w:rPr>
        <w:t xml:space="preserve">ں </w:t>
      </w:r>
      <w:r>
        <w:rPr>
          <w:rtl/>
        </w:rPr>
        <w:t>انگلستان كے استعمارى تسلط كے خلاف جنگ كى تھى اور اس دور مي</w:t>
      </w:r>
      <w:r w:rsidR="000A0CDC">
        <w:rPr>
          <w:rtl/>
        </w:rPr>
        <w:t xml:space="preserve">ں </w:t>
      </w:r>
      <w:r>
        <w:rPr>
          <w:rtl/>
        </w:rPr>
        <w:t>بھى قاعدہ ''نفى سبيل '' كى بناء پر انگلستان كے ايرن پر بالخصوص تيل كى صنعت پر تسلط كے خلاف كوشش كى ،لوگو</w:t>
      </w:r>
      <w:r w:rsidR="000A0CDC">
        <w:rPr>
          <w:rtl/>
        </w:rPr>
        <w:t xml:space="preserve">ں </w:t>
      </w:r>
      <w:r>
        <w:rPr>
          <w:rtl/>
        </w:rPr>
        <w:t>مي</w:t>
      </w:r>
      <w:r w:rsidR="000A0CDC">
        <w:rPr>
          <w:rtl/>
        </w:rPr>
        <w:t xml:space="preserve">ں </w:t>
      </w:r>
      <w:r>
        <w:rPr>
          <w:rtl/>
        </w:rPr>
        <w:t>انكى مقبوليت اور ايرانى معاشرے كے مذہبى ہونے كى بناء پر وہ قادر ہوئے كہ مذہبى طبقے اور قوم پرست طبقے كے مابين پل كا كردار ادا كرتے ہوئے ان دونو</w:t>
      </w:r>
      <w:r w:rsidR="000A0CDC">
        <w:rPr>
          <w:rtl/>
        </w:rPr>
        <w:t xml:space="preserve">ں </w:t>
      </w:r>
      <w:r>
        <w:rPr>
          <w:rtl/>
        </w:rPr>
        <w:t>كو متحد كردي</w:t>
      </w:r>
      <w:r w:rsidR="000A0CDC">
        <w:rPr>
          <w:rtl/>
        </w:rPr>
        <w:t xml:space="preserve">ں </w:t>
      </w:r>
      <w:r>
        <w:rPr>
          <w:rtl/>
        </w:rPr>
        <w:t xml:space="preserve">_ </w:t>
      </w:r>
      <w:r w:rsidRPr="00F67D4B">
        <w:rPr>
          <w:rStyle w:val="libFootnotenumChar"/>
          <w:rtl/>
        </w:rPr>
        <w:t>(2)</w:t>
      </w:r>
      <w:r>
        <w:rPr>
          <w:rtl/>
        </w:rPr>
        <w:t xml:space="preserve"> </w:t>
      </w:r>
    </w:p>
    <w:p w:rsidR="0061102A" w:rsidRDefault="0061102A" w:rsidP="00BE6934">
      <w:pPr>
        <w:pStyle w:val="libNormal"/>
        <w:rPr>
          <w:rtl/>
        </w:rPr>
      </w:pPr>
      <w:r>
        <w:rPr>
          <w:rtl/>
        </w:rPr>
        <w:t>ان كے اعلانات، تقارير اور فتاوى نے اس عوامى جنگ كو دينى پشت پناہى عطا كى _ انہو</w:t>
      </w:r>
      <w:r w:rsidR="000A0CDC">
        <w:rPr>
          <w:rtl/>
        </w:rPr>
        <w:t xml:space="preserve">ں </w:t>
      </w:r>
      <w:r>
        <w:rPr>
          <w:rtl/>
        </w:rPr>
        <w:t>نے تيل كو قوميانے كے شرعى اور عقلى دلائل بيان كيے، اور اس ضمن مي</w:t>
      </w:r>
      <w:r w:rsidR="000A0CDC">
        <w:rPr>
          <w:rtl/>
        </w:rPr>
        <w:t xml:space="preserve">ں </w:t>
      </w:r>
      <w:r>
        <w:rPr>
          <w:rtl/>
        </w:rPr>
        <w:t>علماء اور ديگر مذہبى قوتو</w:t>
      </w:r>
      <w:r w:rsidR="000A0CDC">
        <w:rPr>
          <w:rtl/>
        </w:rPr>
        <w:t xml:space="preserve">ں </w:t>
      </w:r>
      <w:r>
        <w:rPr>
          <w:rtl/>
        </w:rPr>
        <w:t>كو بھى شامل ہونے كى دعوت دى اور مختلف بين الاقوامى انٹرويوزمي</w:t>
      </w:r>
      <w:r w:rsidR="000A0CDC">
        <w:rPr>
          <w:rtl/>
        </w:rPr>
        <w:t xml:space="preserve">ں </w:t>
      </w:r>
      <w:r>
        <w:rPr>
          <w:rtl/>
        </w:rPr>
        <w:t xml:space="preserve">اپنے اور قوم كے نظريات اور دلائل كو بيان كيا </w:t>
      </w:r>
      <w:r w:rsidRPr="00F67D4B">
        <w:rPr>
          <w:rStyle w:val="libFootnotenumChar"/>
          <w:rtl/>
        </w:rPr>
        <w:t>(3)</w:t>
      </w:r>
      <w:r>
        <w:rPr>
          <w:rtl/>
        </w:rPr>
        <w:t xml:space="preserve">_ </w:t>
      </w:r>
    </w:p>
    <w:p w:rsidR="0061102A" w:rsidRDefault="0061102A" w:rsidP="00BE6934">
      <w:pPr>
        <w:pStyle w:val="libNormal"/>
        <w:rPr>
          <w:rtl/>
        </w:rPr>
      </w:pPr>
      <w:r>
        <w:rPr>
          <w:rtl/>
        </w:rPr>
        <w:t>آيت اللہ كاشانى نے تيل كو قوميانے كى تحريك مي</w:t>
      </w:r>
      <w:r w:rsidR="000A0CDC">
        <w:rPr>
          <w:rtl/>
        </w:rPr>
        <w:t xml:space="preserve">ں </w:t>
      </w:r>
      <w:r>
        <w:rPr>
          <w:rtl/>
        </w:rPr>
        <w:t>اپنے افكار كو عملى جامہ پہنانے كيلئے مجمع مسلمانان مجاہد اور جمعيت فدائييان اسلام كى تنظيمو</w:t>
      </w:r>
      <w:r w:rsidR="000A0CDC">
        <w:rPr>
          <w:rtl/>
        </w:rPr>
        <w:t xml:space="preserve">ں </w:t>
      </w:r>
      <w:r>
        <w:rPr>
          <w:rtl/>
        </w:rPr>
        <w:t xml:space="preserve">سے بھى مدد لى 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رسول جعفريان ، سابقہ مواخذ ، ص 91_74_ </w:t>
      </w:r>
    </w:p>
    <w:p w:rsidR="0061102A" w:rsidRDefault="0061102A" w:rsidP="00BE6934">
      <w:pPr>
        <w:pStyle w:val="libFootnote"/>
        <w:rPr>
          <w:rtl/>
        </w:rPr>
      </w:pPr>
      <w:r>
        <w:rPr>
          <w:rtl/>
        </w:rPr>
        <w:t xml:space="preserve">2) فريدون اكبرزادہ ، نقش رہبرى در نہضت مشروطہ ، ملى نفت و انقلاب اسلامى تہران، مركز اسناد انقلاب اسلامى ،ص 103_ 100_ </w:t>
      </w:r>
    </w:p>
    <w:p w:rsidR="00EF5080" w:rsidRDefault="0061102A" w:rsidP="00BE6934">
      <w:pPr>
        <w:pStyle w:val="libFootnote"/>
        <w:rPr>
          <w:rtl/>
        </w:rPr>
      </w:pPr>
      <w:r>
        <w:rPr>
          <w:rtl/>
        </w:rPr>
        <w:t>3) حسين گلى بيدي، آيت اللہ كاشانى ونفت ، تہران ، اسلامى ، 1380،ص 220_ 35_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مجمع'' كا پہلا گروہ جمعيت فداكاران اسلام تھا كہ جو 1322 شمسى مي</w:t>
      </w:r>
      <w:r w:rsidR="000A0CDC">
        <w:rPr>
          <w:rtl/>
        </w:rPr>
        <w:t xml:space="preserve">ں </w:t>
      </w:r>
      <w:r>
        <w:rPr>
          <w:rtl/>
        </w:rPr>
        <w:t xml:space="preserve">تشكيل پايا البتہ جمعيت فدائيان اسلام كى ابتداء بھى اسى جمعيت سے ہوئي تھي، يہ مجمع'' مہر ميہن'' اخبار كے ذريعے اپنے نظريات كى اشاعت كرتا تھا _ </w:t>
      </w:r>
      <w:r w:rsidRPr="00F67D4B">
        <w:rPr>
          <w:rStyle w:val="libFootnotenumChar"/>
          <w:rtl/>
        </w:rPr>
        <w:t>(1)</w:t>
      </w:r>
      <w:r>
        <w:rPr>
          <w:rtl/>
        </w:rPr>
        <w:t xml:space="preserve"> </w:t>
      </w:r>
    </w:p>
    <w:p w:rsidR="0061102A" w:rsidRDefault="0061102A" w:rsidP="00BE6934">
      <w:pPr>
        <w:pStyle w:val="libNormal"/>
        <w:rPr>
          <w:rtl/>
        </w:rPr>
      </w:pPr>
      <w:r>
        <w:rPr>
          <w:rtl/>
        </w:rPr>
        <w:t>فدائيان اسلام 1320 شمسى كے تبديل ہوتے ہوئے حالات مي</w:t>
      </w:r>
      <w:r w:rsidR="000A0CDC">
        <w:rPr>
          <w:rtl/>
        </w:rPr>
        <w:t xml:space="preserve">ں </w:t>
      </w:r>
      <w:r>
        <w:rPr>
          <w:rtl/>
        </w:rPr>
        <w:t>زور و شور سے شريك تھے انكى بنيادى جدوجہدكسروى اور اسكے ہم فكر لوگو</w:t>
      </w:r>
      <w:r w:rsidR="000A0CDC">
        <w:rPr>
          <w:rtl/>
        </w:rPr>
        <w:t xml:space="preserve">ں </w:t>
      </w:r>
      <w:r>
        <w:rPr>
          <w:rtl/>
        </w:rPr>
        <w:t>كے افكار كا مقابلہ كرنا تھا _ يہ لوگ تبليغى اور ثقافتى امور مي</w:t>
      </w:r>
      <w:r w:rsidR="000A0CDC">
        <w:rPr>
          <w:rtl/>
        </w:rPr>
        <w:t xml:space="preserve">ں </w:t>
      </w:r>
      <w:r>
        <w:rPr>
          <w:rtl/>
        </w:rPr>
        <w:t>كام كرنے كے ساتھ ساتھ عسكريت پربھى ايمان ركھتے تھے انكے خيال كے مطابق مسلمانو</w:t>
      </w:r>
      <w:r w:rsidR="000A0CDC">
        <w:rPr>
          <w:rtl/>
        </w:rPr>
        <w:t xml:space="preserve">ں </w:t>
      </w:r>
      <w:r>
        <w:rPr>
          <w:rtl/>
        </w:rPr>
        <w:t>كو اپنے دشمنو</w:t>
      </w:r>
      <w:r w:rsidR="000A0CDC">
        <w:rPr>
          <w:rtl/>
        </w:rPr>
        <w:t xml:space="preserve">ں </w:t>
      </w:r>
      <w:r>
        <w:rPr>
          <w:rtl/>
        </w:rPr>
        <w:t>كو قتل كرنے يا قتل ہونے پر خوفزدہ يا پريشان ہونے كى ضرورت نہي</w:t>
      </w:r>
      <w:r w:rsidR="000A0CDC">
        <w:rPr>
          <w:rtl/>
        </w:rPr>
        <w:t xml:space="preserve">ں </w:t>
      </w:r>
      <w:r>
        <w:rPr>
          <w:rtl/>
        </w:rPr>
        <w:t>ہے ايسے دشمن لوگ جو اسلامى حقائق كے سامنے سر تسليم خم نہ كري</w:t>
      </w:r>
      <w:r w:rsidR="000A0CDC">
        <w:rPr>
          <w:rtl/>
        </w:rPr>
        <w:t xml:space="preserve">ں </w:t>
      </w:r>
      <w:r>
        <w:rPr>
          <w:rtl/>
        </w:rPr>
        <w:t>اور مسلمانو</w:t>
      </w:r>
      <w:r w:rsidR="000A0CDC">
        <w:rPr>
          <w:rtl/>
        </w:rPr>
        <w:t xml:space="preserve">ں </w:t>
      </w:r>
      <w:r>
        <w:rPr>
          <w:rtl/>
        </w:rPr>
        <w:t>پر تجاوز كرنے كے عزائم ركھتے ہو</w:t>
      </w:r>
      <w:r w:rsidR="000A0CDC">
        <w:rPr>
          <w:rtl/>
        </w:rPr>
        <w:t xml:space="preserve">ں </w:t>
      </w:r>
      <w:r>
        <w:rPr>
          <w:rtl/>
        </w:rPr>
        <w:t>انہي</w:t>
      </w:r>
      <w:r w:rsidR="000A0CDC">
        <w:rPr>
          <w:rtl/>
        </w:rPr>
        <w:t xml:space="preserve">ں </w:t>
      </w:r>
      <w:r>
        <w:rPr>
          <w:rtl/>
        </w:rPr>
        <w:t xml:space="preserve">نابود ہوجانا چاہيے _ </w:t>
      </w:r>
      <w:r w:rsidRPr="00F67D4B">
        <w:rPr>
          <w:rStyle w:val="libFootnotenumChar"/>
          <w:rtl/>
        </w:rPr>
        <w:t>(2)</w:t>
      </w:r>
      <w:r>
        <w:rPr>
          <w:rtl/>
        </w:rPr>
        <w:t xml:space="preserve"> </w:t>
      </w:r>
    </w:p>
    <w:p w:rsidR="0061102A" w:rsidRDefault="0061102A" w:rsidP="00BE6934">
      <w:pPr>
        <w:pStyle w:val="libNormal"/>
        <w:rPr>
          <w:rtl/>
        </w:rPr>
      </w:pPr>
      <w:r>
        <w:rPr>
          <w:rtl/>
        </w:rPr>
        <w:t>انہو</w:t>
      </w:r>
      <w:r w:rsidR="000A0CDC">
        <w:rPr>
          <w:rtl/>
        </w:rPr>
        <w:t xml:space="preserve">ں </w:t>
      </w:r>
      <w:r>
        <w:rPr>
          <w:rtl/>
        </w:rPr>
        <w:t>نے اپنے مقاصد كى تكميل كى خاطر احمد كسروي، عبدالحسين ہير اور حاجى على رزم آرا كو قتل كرديا_ رزمآرا كے قتل نے تيل كى صنعت كو قوميانے اور اس قرار داد كے پارلمينٹ اور سينٹ مي</w:t>
      </w:r>
      <w:r w:rsidR="000A0CDC">
        <w:rPr>
          <w:rtl/>
        </w:rPr>
        <w:t xml:space="preserve">ں </w:t>
      </w:r>
      <w:r>
        <w:rPr>
          <w:rtl/>
        </w:rPr>
        <w:t>پاس ہونے مي</w:t>
      </w:r>
      <w:r w:rsidR="000A0CDC">
        <w:rPr>
          <w:rtl/>
        </w:rPr>
        <w:t xml:space="preserve">ں </w:t>
      </w:r>
      <w:r>
        <w:rPr>
          <w:rtl/>
        </w:rPr>
        <w:t xml:space="preserve">سرعت پيدا كى </w:t>
      </w:r>
      <w:r w:rsidRPr="00F67D4B">
        <w:rPr>
          <w:rStyle w:val="libFootnotenumChar"/>
          <w:rtl/>
        </w:rPr>
        <w:t>(3)</w:t>
      </w:r>
      <w:r>
        <w:rPr>
          <w:rtl/>
        </w:rPr>
        <w:t xml:space="preserve"> حقيقت مي</w:t>
      </w:r>
      <w:r w:rsidR="000A0CDC">
        <w:rPr>
          <w:rtl/>
        </w:rPr>
        <w:t xml:space="preserve">ں </w:t>
      </w:r>
      <w:r>
        <w:rPr>
          <w:rtl/>
        </w:rPr>
        <w:t>رزم آرا كا قتل تيل كى صنعت كے قوميا نے مي</w:t>
      </w:r>
      <w:r w:rsidR="000A0CDC">
        <w:rPr>
          <w:rtl/>
        </w:rPr>
        <w:t xml:space="preserve">ں </w:t>
      </w:r>
      <w:r>
        <w:rPr>
          <w:rtl/>
        </w:rPr>
        <w:t xml:space="preserve">كاميابى كا آخرى مرحلہ تھا_ </w:t>
      </w:r>
    </w:p>
    <w:p w:rsidR="0061102A" w:rsidRDefault="0061102A" w:rsidP="00BE6934">
      <w:pPr>
        <w:pStyle w:val="libNormal"/>
        <w:rPr>
          <w:rtl/>
        </w:rPr>
      </w:pPr>
      <w:r>
        <w:rPr>
          <w:rtl/>
        </w:rPr>
        <w:t>ايك اور مقام كہ جہا</w:t>
      </w:r>
      <w:r w:rsidR="000A0CDC">
        <w:rPr>
          <w:rtl/>
        </w:rPr>
        <w:t xml:space="preserve">ں </w:t>
      </w:r>
      <w:r>
        <w:rPr>
          <w:rtl/>
        </w:rPr>
        <w:t>شيعہ علماء آمريت اور استعمار كے مد مقابل كامياب ہوئے 1331 شمسى مي</w:t>
      </w:r>
      <w:r w:rsidR="000A0CDC">
        <w:rPr>
          <w:rtl/>
        </w:rPr>
        <w:t xml:space="preserve">ں </w:t>
      </w:r>
      <w:r>
        <w:rPr>
          <w:rtl/>
        </w:rPr>
        <w:t>30 تيركے مہينے كا قيام تھا، 1331 مي</w:t>
      </w:r>
      <w:r w:rsidR="000A0CDC">
        <w:rPr>
          <w:rtl/>
        </w:rPr>
        <w:t xml:space="preserve">ں </w:t>
      </w:r>
      <w:r>
        <w:rPr>
          <w:rtl/>
        </w:rPr>
        <w:t>25 سے 30 تير تك كے درميانى عرصہ مي</w:t>
      </w:r>
      <w:r w:rsidR="000A0CDC">
        <w:rPr>
          <w:rtl/>
        </w:rPr>
        <w:t xml:space="preserve">ں </w:t>
      </w:r>
      <w:r>
        <w:rPr>
          <w:rtl/>
        </w:rPr>
        <w:t>مصدق نے استعفى ديا اور محمد رضا پہلوى نے بغير كسى تعطل كے احمد قوام كو انكى جگہ وزير اعظم مقرر كيا تو فوراً آيت اللہ كاشانى ميدان عمل مي</w:t>
      </w:r>
      <w:r w:rsidR="000A0CDC">
        <w:rPr>
          <w:rtl/>
        </w:rPr>
        <w:t xml:space="preserve">ں </w:t>
      </w:r>
      <w:r>
        <w:rPr>
          <w:rtl/>
        </w:rPr>
        <w:t>آگئے _ انكى تقارير، اخبارات مي</w:t>
      </w:r>
      <w:r w:rsidR="000A0CDC">
        <w:rPr>
          <w:rtl/>
        </w:rPr>
        <w:t xml:space="preserve">ں </w:t>
      </w:r>
      <w:r>
        <w:rPr>
          <w:rtl/>
        </w:rPr>
        <w:t>انٹريوز اور اشتہارات نے ايسا ماحول بناديا كہ سارے ايران سے قوام كى حكومت كے خلاف اعتراضات شروع ہوگئے _ ايك مجتہد كى سياسى بصيرت پر لوگو</w:t>
      </w:r>
      <w:r w:rsidR="000A0CDC">
        <w:rPr>
          <w:rtl/>
        </w:rPr>
        <w:t xml:space="preserve">ں </w:t>
      </w:r>
      <w:r>
        <w:rPr>
          <w:rtl/>
        </w:rPr>
        <w:t>كا لبيك كہنا اسلامى بيدارى كى تحريك كے تسلى بخش نتائج اور پورے ايران مي</w:t>
      </w:r>
      <w:r w:rsidR="000A0CDC">
        <w:rPr>
          <w:rtl/>
        </w:rPr>
        <w:t xml:space="preserve">ں </w:t>
      </w:r>
      <w:r>
        <w:rPr>
          <w:rtl/>
        </w:rPr>
        <w:t xml:space="preserve">اسكے اثر و رسوخ كو بيان كرتا ہے 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روح اللہ حسينيان، سابقہ ماخذ ، ص 66_63_ </w:t>
      </w:r>
    </w:p>
    <w:p w:rsidR="0061102A" w:rsidRDefault="0061102A" w:rsidP="00BE6934">
      <w:pPr>
        <w:pStyle w:val="libFootnote"/>
        <w:rPr>
          <w:rtl/>
        </w:rPr>
      </w:pPr>
      <w:r>
        <w:rPr>
          <w:rtl/>
        </w:rPr>
        <w:t xml:space="preserve">2) داود امينى _ جمعيت فدائيان اسلام و نقش آن در تحولات سياسى و اجتماعى ايران ص 118_ 12_ </w:t>
      </w:r>
    </w:p>
    <w:p w:rsidR="001617C5" w:rsidRDefault="0061102A" w:rsidP="00BE6934">
      <w:pPr>
        <w:pStyle w:val="libFootnote"/>
        <w:rPr>
          <w:rtl/>
        </w:rPr>
      </w:pPr>
      <w:r>
        <w:rPr>
          <w:rtl/>
        </w:rPr>
        <w:t>3) سابقہ ماخذ ص 213_ 212_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آيت اللہ كاشانى نے احمد قوام كے دھمكى آميز اعلان كے رد عمل مي</w:t>
      </w:r>
      <w:r w:rsidR="000A0CDC">
        <w:rPr>
          <w:rtl/>
        </w:rPr>
        <w:t xml:space="preserve">ں </w:t>
      </w:r>
      <w:r>
        <w:rPr>
          <w:rtl/>
        </w:rPr>
        <w:t>اپنے ايك اعلان مي</w:t>
      </w:r>
      <w:r w:rsidR="000A0CDC">
        <w:rPr>
          <w:rtl/>
        </w:rPr>
        <w:t xml:space="preserve">ں </w:t>
      </w:r>
      <w:r>
        <w:rPr>
          <w:rtl/>
        </w:rPr>
        <w:t>فرمايا: اپنى حكمرانى كے ابتدائي ايام مي</w:t>
      </w:r>
      <w:r w:rsidR="000A0CDC">
        <w:rPr>
          <w:rtl/>
        </w:rPr>
        <w:t xml:space="preserve">ں </w:t>
      </w:r>
      <w:r>
        <w:rPr>
          <w:rtl/>
        </w:rPr>
        <w:t>انكا اعلان بخوبى بتا رہا ہے كہ اغيار كسطرح انكے ذريعے يہ عزائم ركھتے ہي</w:t>
      </w:r>
      <w:r w:rsidR="000A0CDC">
        <w:rPr>
          <w:rtl/>
        </w:rPr>
        <w:t xml:space="preserve">ں </w:t>
      </w:r>
      <w:r>
        <w:rPr>
          <w:rtl/>
        </w:rPr>
        <w:t>كہ اس مملكت مي</w:t>
      </w:r>
      <w:r w:rsidR="000A0CDC">
        <w:rPr>
          <w:rtl/>
        </w:rPr>
        <w:t xml:space="preserve">ں </w:t>
      </w:r>
      <w:r>
        <w:rPr>
          <w:rtl/>
        </w:rPr>
        <w:t>دين ، آزادى اور خود مختارى كو جڑو</w:t>
      </w:r>
      <w:r w:rsidR="000A0CDC">
        <w:rPr>
          <w:rtl/>
        </w:rPr>
        <w:t xml:space="preserve">ں </w:t>
      </w:r>
      <w:r>
        <w:rPr>
          <w:rtl/>
        </w:rPr>
        <w:t>سے كاٹ ديا جائے اور دوبارہ مسلمان قوم كى گردن مي</w:t>
      </w:r>
      <w:r w:rsidR="000A0CDC">
        <w:rPr>
          <w:rtl/>
        </w:rPr>
        <w:t xml:space="preserve">ں </w:t>
      </w:r>
      <w:r>
        <w:rPr>
          <w:rtl/>
        </w:rPr>
        <w:t>غلامى كا طوق ڈال ديا جائے_ دين كو سياست سے جدا كرنے كى سازش جو سالہا سال سے انگريزو</w:t>
      </w:r>
      <w:r w:rsidR="000A0CDC">
        <w:rPr>
          <w:rtl/>
        </w:rPr>
        <w:t xml:space="preserve">ں </w:t>
      </w:r>
      <w:r>
        <w:rPr>
          <w:rtl/>
        </w:rPr>
        <w:t>كے تمام پروگرامو</w:t>
      </w:r>
      <w:r w:rsidR="000A0CDC">
        <w:rPr>
          <w:rtl/>
        </w:rPr>
        <w:t xml:space="preserve">ں </w:t>
      </w:r>
      <w:r>
        <w:rPr>
          <w:rtl/>
        </w:rPr>
        <w:t>مي</w:t>
      </w:r>
      <w:r w:rsidR="000A0CDC">
        <w:rPr>
          <w:rtl/>
        </w:rPr>
        <w:t xml:space="preserve">ں </w:t>
      </w:r>
      <w:r>
        <w:rPr>
          <w:rtl/>
        </w:rPr>
        <w:t>سر فہرست تھى اور اسكى بناء پر انہو</w:t>
      </w:r>
      <w:r w:rsidR="000A0CDC">
        <w:rPr>
          <w:rtl/>
        </w:rPr>
        <w:t xml:space="preserve">ں </w:t>
      </w:r>
      <w:r>
        <w:rPr>
          <w:rtl/>
        </w:rPr>
        <w:t>نے مسلمانو</w:t>
      </w:r>
      <w:r w:rsidR="000A0CDC">
        <w:rPr>
          <w:rtl/>
        </w:rPr>
        <w:t xml:space="preserve">ں </w:t>
      </w:r>
      <w:r>
        <w:rPr>
          <w:rtl/>
        </w:rPr>
        <w:t>كو اپنے مستقبل اور اپنے دين و دنياوى امور مي</w:t>
      </w:r>
      <w:r w:rsidR="000A0CDC">
        <w:rPr>
          <w:rtl/>
        </w:rPr>
        <w:t xml:space="preserve">ں </w:t>
      </w:r>
      <w:r>
        <w:rPr>
          <w:rtl/>
        </w:rPr>
        <w:t>جد وجہدكرنے سے روكا ہوا تھا آج اس جاہ طلب شخص كے پروگرام مي</w:t>
      </w:r>
      <w:r w:rsidR="000A0CDC">
        <w:rPr>
          <w:rtl/>
        </w:rPr>
        <w:t xml:space="preserve">ں </w:t>
      </w:r>
      <w:r>
        <w:rPr>
          <w:rtl/>
        </w:rPr>
        <w:t>سرفہرست ہے_ احمد قوام كو يہ جاننا چاہيے كہ وہ سرزمين كہ جہا</w:t>
      </w:r>
      <w:r w:rsidR="000A0CDC">
        <w:rPr>
          <w:rtl/>
        </w:rPr>
        <w:t xml:space="preserve">ں </w:t>
      </w:r>
      <w:r>
        <w:rPr>
          <w:rtl/>
        </w:rPr>
        <w:t>مصيبت زدہ لوگو</w:t>
      </w:r>
      <w:r w:rsidR="000A0CDC">
        <w:rPr>
          <w:rtl/>
        </w:rPr>
        <w:t xml:space="preserve">ں </w:t>
      </w:r>
      <w:r>
        <w:rPr>
          <w:rtl/>
        </w:rPr>
        <w:t>نے سالہا سال كے رنج و سختى كو تحمل كرنے كے بعد خود كو ايك آمركے تسلط سے نجات دلوائي ہے انہي</w:t>
      </w:r>
      <w:r w:rsidR="000A0CDC">
        <w:rPr>
          <w:rtl/>
        </w:rPr>
        <w:t xml:space="preserve">ں </w:t>
      </w:r>
      <w:r>
        <w:rPr>
          <w:rtl/>
        </w:rPr>
        <w:t>آج اپنے عقائد افكار كو آزادانہ بيان كرنے سے نہي</w:t>
      </w:r>
      <w:r w:rsidR="000A0CDC">
        <w:rPr>
          <w:rtl/>
        </w:rPr>
        <w:t xml:space="preserve">ں </w:t>
      </w:r>
      <w:r>
        <w:rPr>
          <w:rtl/>
        </w:rPr>
        <w:t>روكنا چاہيے اور نہ انہي</w:t>
      </w:r>
      <w:r w:rsidR="000A0CDC">
        <w:rPr>
          <w:rtl/>
        </w:rPr>
        <w:t xml:space="preserve">ں </w:t>
      </w:r>
      <w:r>
        <w:rPr>
          <w:rtl/>
        </w:rPr>
        <w:t>اجتماعى پھانسى سے ڈرانا چاہيے ،مي</w:t>
      </w:r>
      <w:r w:rsidR="000A0CDC">
        <w:rPr>
          <w:rtl/>
        </w:rPr>
        <w:t xml:space="preserve">ں </w:t>
      </w:r>
      <w:r>
        <w:rPr>
          <w:rtl/>
        </w:rPr>
        <w:t>واضح انداز سے كہتا ہو</w:t>
      </w:r>
      <w:r w:rsidR="000A0CDC">
        <w:rPr>
          <w:rtl/>
        </w:rPr>
        <w:t xml:space="preserve">ں </w:t>
      </w:r>
      <w:r>
        <w:rPr>
          <w:rtl/>
        </w:rPr>
        <w:t>كہ تمام مسلمان بھائيو</w:t>
      </w:r>
      <w:r w:rsidR="000A0CDC">
        <w:rPr>
          <w:rtl/>
        </w:rPr>
        <w:t xml:space="preserve">ں </w:t>
      </w:r>
      <w:r>
        <w:rPr>
          <w:rtl/>
        </w:rPr>
        <w:t>پر ضرورى ہے كہ وہ آمادہ ہوجائي</w:t>
      </w:r>
      <w:r w:rsidR="000A0CDC">
        <w:rPr>
          <w:rtl/>
        </w:rPr>
        <w:t xml:space="preserve">ں </w:t>
      </w:r>
      <w:r>
        <w:rPr>
          <w:rtl/>
        </w:rPr>
        <w:t>اور استعمارى سياست دانو</w:t>
      </w:r>
      <w:r w:rsidR="000A0CDC">
        <w:rPr>
          <w:rtl/>
        </w:rPr>
        <w:t xml:space="preserve">ں </w:t>
      </w:r>
      <w:r>
        <w:rPr>
          <w:rtl/>
        </w:rPr>
        <w:t>پر ثابت كردي</w:t>
      </w:r>
      <w:r w:rsidR="000A0CDC">
        <w:rPr>
          <w:rtl/>
        </w:rPr>
        <w:t xml:space="preserve">ں </w:t>
      </w:r>
      <w:r>
        <w:rPr>
          <w:rtl/>
        </w:rPr>
        <w:t>كہ گذشتہ دور كى مانند وہ آج طاقت اور تسلط نہي</w:t>
      </w:r>
      <w:r w:rsidR="000A0CDC">
        <w:rPr>
          <w:rtl/>
        </w:rPr>
        <w:t xml:space="preserve">ں </w:t>
      </w:r>
      <w:r>
        <w:rPr>
          <w:rtl/>
        </w:rPr>
        <w:t xml:space="preserve">پاسكتے_ </w:t>
      </w:r>
    </w:p>
    <w:p w:rsidR="0061102A" w:rsidRDefault="0061102A" w:rsidP="00BE6934">
      <w:pPr>
        <w:pStyle w:val="libNormal"/>
        <w:rPr>
          <w:rtl/>
        </w:rPr>
      </w:pPr>
      <w:r>
        <w:rPr>
          <w:rtl/>
        </w:rPr>
        <w:t>29 تير 1331 مي</w:t>
      </w:r>
      <w:r w:rsidR="000A0CDC">
        <w:rPr>
          <w:rtl/>
        </w:rPr>
        <w:t xml:space="preserve">ں </w:t>
      </w:r>
      <w:r>
        <w:rPr>
          <w:rtl/>
        </w:rPr>
        <w:t>انہو</w:t>
      </w:r>
      <w:r w:rsidR="000A0CDC">
        <w:rPr>
          <w:rtl/>
        </w:rPr>
        <w:t xml:space="preserve">ں </w:t>
      </w:r>
      <w:r>
        <w:rPr>
          <w:rtl/>
        </w:rPr>
        <w:t>نے دربار كو ايك پيغام مي</w:t>
      </w:r>
      <w:r w:rsidR="000A0CDC">
        <w:rPr>
          <w:rtl/>
        </w:rPr>
        <w:t xml:space="preserve">ں </w:t>
      </w:r>
      <w:r>
        <w:rPr>
          <w:rtl/>
        </w:rPr>
        <w:t>كہا: اعلى حضرت كو بتادي</w:t>
      </w:r>
      <w:r w:rsidR="000A0CDC">
        <w:rPr>
          <w:rtl/>
        </w:rPr>
        <w:t xml:space="preserve">ں </w:t>
      </w:r>
      <w:r>
        <w:rPr>
          <w:rtl/>
        </w:rPr>
        <w:t>كہ اگر كل تك ڈاكٹر مصدق كى حكومت كى بحالى كيلئے كوئي قدم نہ اٹھايا گيا تو انقلاب كى اس عظيم موج كو مي</w:t>
      </w:r>
      <w:r w:rsidR="000A0CDC">
        <w:rPr>
          <w:rtl/>
        </w:rPr>
        <w:t xml:space="preserve">ں </w:t>
      </w:r>
      <w:r>
        <w:rPr>
          <w:rtl/>
        </w:rPr>
        <w:t>اپنى قيادت مي</w:t>
      </w:r>
      <w:r w:rsidR="000A0CDC">
        <w:rPr>
          <w:rtl/>
        </w:rPr>
        <w:t xml:space="preserve">ں </w:t>
      </w:r>
      <w:r>
        <w:rPr>
          <w:rtl/>
        </w:rPr>
        <w:t>دربار كى طرف پھير دو</w:t>
      </w:r>
      <w:r w:rsidR="000A0CDC">
        <w:rPr>
          <w:rtl/>
        </w:rPr>
        <w:t xml:space="preserve">ں </w:t>
      </w:r>
      <w:r>
        <w:rPr>
          <w:rtl/>
        </w:rPr>
        <w:t xml:space="preserve">گا_ </w:t>
      </w:r>
      <w:r w:rsidRPr="00F67D4B">
        <w:rPr>
          <w:rStyle w:val="libFootnotenumChar"/>
          <w:rtl/>
        </w:rPr>
        <w:t>(1)</w:t>
      </w:r>
      <w:r>
        <w:rPr>
          <w:rtl/>
        </w:rPr>
        <w:t xml:space="preserve"> اپنے انٹريو مي</w:t>
      </w:r>
      <w:r w:rsidR="000A0CDC">
        <w:rPr>
          <w:rtl/>
        </w:rPr>
        <w:t xml:space="preserve">ں </w:t>
      </w:r>
      <w:r>
        <w:rPr>
          <w:rtl/>
        </w:rPr>
        <w:t>اعلان كيا كہ : اگر كوئي ايك انگريز بھى آبادان كے تيل كے پلانٹ كى طرف آيا تو مي</w:t>
      </w:r>
      <w:r w:rsidR="000A0CDC">
        <w:rPr>
          <w:rtl/>
        </w:rPr>
        <w:t xml:space="preserve">ں </w:t>
      </w:r>
      <w:r>
        <w:rPr>
          <w:rtl/>
        </w:rPr>
        <w:t>حكم دونگا كہ اس تيل كے پلانٹ كو تمام ساز و سامان كے ساتھ جلاديا جائے اور تباہ كرديا جائے ... اگر اس سے زيادہ مشكل پيدا ہوئي تو مي</w:t>
      </w:r>
      <w:r w:rsidR="000A0CDC">
        <w:rPr>
          <w:rtl/>
        </w:rPr>
        <w:t xml:space="preserve">ں </w:t>
      </w:r>
      <w:r>
        <w:rPr>
          <w:rtl/>
        </w:rPr>
        <w:t xml:space="preserve">كفن پہن كر قيام كرونگا_ </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حسين گل بيدي، سابقہ ماخذ ، ص 227_ 274_ </w:t>
      </w:r>
    </w:p>
    <w:p w:rsidR="001617C5" w:rsidRDefault="0061102A" w:rsidP="00BE6934">
      <w:pPr>
        <w:pStyle w:val="libFootnote"/>
        <w:rPr>
          <w:rtl/>
        </w:rPr>
      </w:pPr>
      <w:r>
        <w:rPr>
          <w:rtl/>
        </w:rPr>
        <w:t>2) روح اللہ حسينيان ، سابقہ ماخذ ، ص 176_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بالآخر مذہبى اور قوى تنظيمو</w:t>
      </w:r>
      <w:r w:rsidR="000A0CDC">
        <w:rPr>
          <w:rtl/>
        </w:rPr>
        <w:t xml:space="preserve">ں </w:t>
      </w:r>
      <w:r>
        <w:rPr>
          <w:rtl/>
        </w:rPr>
        <w:t>كے باہمى اتحاد اور عوام كے احتجاجى مظاہرو</w:t>
      </w:r>
      <w:r w:rsidR="000A0CDC">
        <w:rPr>
          <w:rtl/>
        </w:rPr>
        <w:t xml:space="preserve">ں </w:t>
      </w:r>
      <w:r>
        <w:rPr>
          <w:rtl/>
        </w:rPr>
        <w:t>كے نتيجہ مي</w:t>
      </w:r>
      <w:r w:rsidR="000A0CDC">
        <w:rPr>
          <w:rtl/>
        </w:rPr>
        <w:t xml:space="preserve">ں </w:t>
      </w:r>
      <w:r>
        <w:rPr>
          <w:rtl/>
        </w:rPr>
        <w:t>احمد قوام كو ہٹاديا گيا اور اسكى جگہ دوبارہ مصدق كو منتخب كيا گيا _ 30 تير كا يہ قيام در حقيقت سياسى مسائل مي</w:t>
      </w:r>
      <w:r w:rsidR="000A0CDC">
        <w:rPr>
          <w:rtl/>
        </w:rPr>
        <w:t xml:space="preserve">ں </w:t>
      </w:r>
      <w:r>
        <w:rPr>
          <w:rtl/>
        </w:rPr>
        <w:t>شيعہ مرجعيت اور دينى طاقتو</w:t>
      </w:r>
      <w:r w:rsidR="000A0CDC">
        <w:rPr>
          <w:rtl/>
        </w:rPr>
        <w:t xml:space="preserve">ں </w:t>
      </w:r>
      <w:r>
        <w:rPr>
          <w:rtl/>
        </w:rPr>
        <w:t xml:space="preserve">كى طاقت و قوت كے عروج كا دور تھا _ </w:t>
      </w:r>
    </w:p>
    <w:p w:rsidR="0061102A" w:rsidRDefault="0061102A" w:rsidP="00BE6934">
      <w:pPr>
        <w:pStyle w:val="libNormal"/>
        <w:rPr>
          <w:rtl/>
        </w:rPr>
      </w:pPr>
      <w:r>
        <w:rPr>
          <w:rtl/>
        </w:rPr>
        <w:t>دينى افكار كے احياء كى صورت مي</w:t>
      </w:r>
      <w:r w:rsidR="000A0CDC">
        <w:rPr>
          <w:rtl/>
        </w:rPr>
        <w:t xml:space="preserve">ں </w:t>
      </w:r>
      <w:r>
        <w:rPr>
          <w:rtl/>
        </w:rPr>
        <w:t>بيدار كرنے والا ايك اوراقدام آيت اللہ بروجردى كى عالم اسلام مي</w:t>
      </w:r>
      <w:r w:rsidR="000A0CDC">
        <w:rPr>
          <w:rtl/>
        </w:rPr>
        <w:t xml:space="preserve">ں </w:t>
      </w:r>
      <w:r>
        <w:rPr>
          <w:rtl/>
        </w:rPr>
        <w:t>شيعہ علماء كو فعال اور تمام علمى اور عملى ميدانو</w:t>
      </w:r>
      <w:r w:rsidR="000A0CDC">
        <w:rPr>
          <w:rtl/>
        </w:rPr>
        <w:t xml:space="preserve">ں </w:t>
      </w:r>
      <w:r>
        <w:rPr>
          <w:rtl/>
        </w:rPr>
        <w:t>مي</w:t>
      </w:r>
      <w:r w:rsidR="000A0CDC">
        <w:rPr>
          <w:rtl/>
        </w:rPr>
        <w:t xml:space="preserve">ں </w:t>
      </w:r>
      <w:r>
        <w:rPr>
          <w:rtl/>
        </w:rPr>
        <w:t>لانے كى كوشش تھى انہو</w:t>
      </w:r>
      <w:r w:rsidR="000A0CDC">
        <w:rPr>
          <w:rtl/>
        </w:rPr>
        <w:t xml:space="preserve">ں </w:t>
      </w:r>
      <w:r>
        <w:rPr>
          <w:rtl/>
        </w:rPr>
        <w:t>نے شروع مي</w:t>
      </w:r>
      <w:r w:rsidR="000A0CDC">
        <w:rPr>
          <w:rtl/>
        </w:rPr>
        <w:t xml:space="preserve">ں </w:t>
      </w:r>
      <w:r>
        <w:rPr>
          <w:rtl/>
        </w:rPr>
        <w:t>جوان مبلغين اور حوزہ علميہ قم كے مذہبى دانشورو</w:t>
      </w:r>
      <w:r w:rsidR="000A0CDC">
        <w:rPr>
          <w:rtl/>
        </w:rPr>
        <w:t xml:space="preserve">ں </w:t>
      </w:r>
      <w:r>
        <w:rPr>
          <w:rtl/>
        </w:rPr>
        <w:t>كى مختلف ٹيمي</w:t>
      </w:r>
      <w:r w:rsidR="000A0CDC">
        <w:rPr>
          <w:rtl/>
        </w:rPr>
        <w:t xml:space="preserve">ں </w:t>
      </w:r>
      <w:r>
        <w:rPr>
          <w:rtl/>
        </w:rPr>
        <w:t>دنيا كے مختلف ممالك مي</w:t>
      </w:r>
      <w:r w:rsidR="000A0CDC">
        <w:rPr>
          <w:rtl/>
        </w:rPr>
        <w:t xml:space="preserve">ں </w:t>
      </w:r>
      <w:r>
        <w:rPr>
          <w:rtl/>
        </w:rPr>
        <w:t>مسلمانو</w:t>
      </w:r>
      <w:r w:rsidR="000A0CDC">
        <w:rPr>
          <w:rtl/>
        </w:rPr>
        <w:t xml:space="preserve">ں </w:t>
      </w:r>
      <w:r>
        <w:rPr>
          <w:rtl/>
        </w:rPr>
        <w:t>اور شيعو</w:t>
      </w:r>
      <w:r w:rsidR="000A0CDC">
        <w:rPr>
          <w:rtl/>
        </w:rPr>
        <w:t xml:space="preserve">ں </w:t>
      </w:r>
      <w:r>
        <w:rPr>
          <w:rtl/>
        </w:rPr>
        <w:t>كى دينى ضروريات كو پورا كرنے كيلئے بھيجي</w:t>
      </w:r>
      <w:r w:rsidR="000A0CDC">
        <w:rPr>
          <w:rtl/>
        </w:rPr>
        <w:t xml:space="preserve">ں </w:t>
      </w:r>
      <w:r>
        <w:rPr>
          <w:rtl/>
        </w:rPr>
        <w:t>اور يورپ، امريكہ، افريقہ اور ايشيا مي</w:t>
      </w:r>
      <w:r w:rsidR="000A0CDC">
        <w:rPr>
          <w:rtl/>
        </w:rPr>
        <w:t xml:space="preserve">ں </w:t>
      </w:r>
      <w:r>
        <w:rPr>
          <w:rtl/>
        </w:rPr>
        <w:t>شيعہ اسلامك سينٹرز قائم كيے_ اس حوالے سے انكا اہم ترين قدم علامہ شيخ محمد تقى قمى كوقاہرہ كى طرف بھيجنا تھا جب وہ قاہرہ تشريف لے گئے تو اسوقت قاسم غنى وہا</w:t>
      </w:r>
      <w:r w:rsidR="000A0CDC">
        <w:rPr>
          <w:rtl/>
        </w:rPr>
        <w:t xml:space="preserve">ں </w:t>
      </w:r>
      <w:r>
        <w:rPr>
          <w:rtl/>
        </w:rPr>
        <w:t>ايرانى سفير تھے وزارت خارجہ كى اسناد كے مطابق ان دونو</w:t>
      </w:r>
      <w:r w:rsidR="000A0CDC">
        <w:rPr>
          <w:rtl/>
        </w:rPr>
        <w:t xml:space="preserve">ں </w:t>
      </w:r>
      <w:r>
        <w:rPr>
          <w:rtl/>
        </w:rPr>
        <w:t>نے باہمى كوشش سے علماء اہلسنت كے ساتھ وسيع پيمانے پر تعلقات قائم كيے تا كہ اہل تشيع كے بنيادى قواعد كى تشريح و تفسير كى جائے جسكى بناء پر وہا</w:t>
      </w:r>
      <w:r w:rsidR="000A0CDC">
        <w:rPr>
          <w:rtl/>
        </w:rPr>
        <w:t xml:space="preserve">ں </w:t>
      </w:r>
      <w:r>
        <w:rPr>
          <w:rtl/>
        </w:rPr>
        <w:t xml:space="preserve">بالاخر دارالتقريب مذاہب اسلامى كاادارہ تشكيل پايا_ </w:t>
      </w:r>
      <w:r w:rsidRPr="00F67D4B">
        <w:rPr>
          <w:rStyle w:val="libFootnotenumChar"/>
          <w:rtl/>
        </w:rPr>
        <w:t>(1)</w:t>
      </w:r>
      <w:r>
        <w:rPr>
          <w:rtl/>
        </w:rPr>
        <w:t xml:space="preserve"> </w:t>
      </w:r>
    </w:p>
    <w:p w:rsidR="0061102A" w:rsidRDefault="0061102A" w:rsidP="00BE6934">
      <w:pPr>
        <w:pStyle w:val="libNormal"/>
        <w:rPr>
          <w:rtl/>
        </w:rPr>
      </w:pPr>
      <w:r>
        <w:rPr>
          <w:rtl/>
        </w:rPr>
        <w:t>جيسا كہ پہلے بھى اشارہ ہوا ہے اسلامى بيدارى كى تحريك كا ايك جديد ركن يونيورسٹى كے طلباء كى اسلام پسند تحريك تھى جو اسى زمانہ مي</w:t>
      </w:r>
      <w:r w:rsidR="000A0CDC">
        <w:rPr>
          <w:rtl/>
        </w:rPr>
        <w:t xml:space="preserve">ں </w:t>
      </w:r>
      <w:r>
        <w:rPr>
          <w:rtl/>
        </w:rPr>
        <w:t>وجود مي</w:t>
      </w:r>
      <w:r w:rsidR="000A0CDC">
        <w:rPr>
          <w:rtl/>
        </w:rPr>
        <w:t xml:space="preserve">ں </w:t>
      </w:r>
      <w:r>
        <w:rPr>
          <w:rtl/>
        </w:rPr>
        <w:t>آئي اور ثابت قدمى سے فعاليت كر رہى تھى ،يونيورسٹيا</w:t>
      </w:r>
      <w:r w:rsidR="000A0CDC">
        <w:rPr>
          <w:rtl/>
        </w:rPr>
        <w:t xml:space="preserve">ں </w:t>
      </w:r>
      <w:r>
        <w:rPr>
          <w:rtl/>
        </w:rPr>
        <w:t>جو كہ مختلف افكار ونظريات كے تبادلے كا مركز تھي</w:t>
      </w:r>
      <w:r w:rsidR="000A0CDC">
        <w:rPr>
          <w:rtl/>
        </w:rPr>
        <w:t xml:space="preserve">ں </w:t>
      </w:r>
      <w:r>
        <w:rPr>
          <w:rtl/>
        </w:rPr>
        <w:t>وہا</w:t>
      </w:r>
      <w:r w:rsidR="000A0CDC">
        <w:rPr>
          <w:rtl/>
        </w:rPr>
        <w:t xml:space="preserve">ں </w:t>
      </w:r>
      <w:r>
        <w:rPr>
          <w:rtl/>
        </w:rPr>
        <w:t xml:space="preserve">اسلامى نظريات اور دينى تشخص كے دفاع كے نظريات و خيالات بتدريج بڑھ رہے تھے _ اس تحريك كا مقصد اسلام كو غلط عقائد سے پاك كرنا اور اسلام كا تعارف اس دين كے عنوان سے كروانا تھا كہ جو علم ، معاشرتى انصاف ، مساوات اور آزادى كے ساتھ ہم آہنگ ہے اور جہالت ، ظلم ، بے انصافى ، آمريت اور استعمار كا مخالف ہے _ </w:t>
      </w:r>
    </w:p>
    <w:p w:rsidR="0061102A" w:rsidRDefault="0061102A" w:rsidP="00BE6934">
      <w:pPr>
        <w:pStyle w:val="libNormal"/>
        <w:rPr>
          <w:rtl/>
        </w:rPr>
      </w:pPr>
      <w:r>
        <w:rPr>
          <w:rtl/>
        </w:rPr>
        <w:t>اس تحريك كى تشكيل مي</w:t>
      </w:r>
      <w:r w:rsidR="000A0CDC">
        <w:rPr>
          <w:rtl/>
        </w:rPr>
        <w:t xml:space="preserve">ں </w:t>
      </w:r>
      <w:r>
        <w:rPr>
          <w:rtl/>
        </w:rPr>
        <w:t>بڑا حصہ اہل فكر علما اور اسلام پسند اساتذہ كى كاوشو</w:t>
      </w:r>
      <w:r w:rsidR="000A0CDC">
        <w:rPr>
          <w:rtl/>
        </w:rPr>
        <w:t xml:space="preserve">ں </w:t>
      </w:r>
      <w:r>
        <w:rPr>
          <w:rtl/>
        </w:rPr>
        <w:t xml:space="preserve">پر مشتمل تھا مثلا آيت اللہ </w:t>
      </w:r>
    </w:p>
    <w:p w:rsidR="0061102A" w:rsidRDefault="003A7D4A" w:rsidP="00BE6934">
      <w:pPr>
        <w:pStyle w:val="libLine"/>
        <w:rPr>
          <w:rtl/>
        </w:rPr>
      </w:pPr>
      <w:r>
        <w:rPr>
          <w:rtl/>
        </w:rPr>
        <w:t>____________________</w:t>
      </w:r>
    </w:p>
    <w:p w:rsidR="001617C5" w:rsidRDefault="0061102A" w:rsidP="00BE6934">
      <w:pPr>
        <w:pStyle w:val="libFootnote"/>
        <w:rPr>
          <w:rtl/>
        </w:rPr>
      </w:pPr>
      <w:r>
        <w:rPr>
          <w:rtl/>
        </w:rPr>
        <w:t>1) سابقہ ماخذ ص 391_ 390</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طالقاني، استاد محمد تقى شريعتى ، حسين على راشد ،محمد تقى فلسفي، ڈاكٹر محمود شہابى ، ڈاكٹر عطاء اللہ شہاب پور، مہدى بازرگان ، يداللہ سحابى اور ديگر افراد;بعد مي</w:t>
      </w:r>
      <w:r w:rsidR="000A0CDC">
        <w:rPr>
          <w:rtl/>
        </w:rPr>
        <w:t xml:space="preserve">ں </w:t>
      </w:r>
      <w:r>
        <w:rPr>
          <w:rtl/>
        </w:rPr>
        <w:t>آنے والے عشرو</w:t>
      </w:r>
      <w:r w:rsidR="000A0CDC">
        <w:rPr>
          <w:rtl/>
        </w:rPr>
        <w:t xml:space="preserve">ں </w:t>
      </w:r>
      <w:r>
        <w:rPr>
          <w:rtl/>
        </w:rPr>
        <w:t>مي</w:t>
      </w:r>
      <w:r w:rsidR="000A0CDC">
        <w:rPr>
          <w:rtl/>
        </w:rPr>
        <w:t xml:space="preserve">ں </w:t>
      </w:r>
      <w:r>
        <w:rPr>
          <w:rtl/>
        </w:rPr>
        <w:t xml:space="preserve">انكى تعداد بڑھتى چلى گئي_ </w:t>
      </w:r>
    </w:p>
    <w:p w:rsidR="0061102A" w:rsidRDefault="0061102A" w:rsidP="00BE6934">
      <w:pPr>
        <w:pStyle w:val="libNormal"/>
        <w:rPr>
          <w:rtl/>
        </w:rPr>
      </w:pPr>
      <w:r>
        <w:rPr>
          <w:rtl/>
        </w:rPr>
        <w:t>يونيوسٹى كے طلاب كے ايك گروہ نے ايك تنظيم '' انجمن اسلامى دانشجويان'' قائم كى اور اسلامى بيدارى كى مندرج بالا فعاليت كو مستحكم كيا اور وسعت بخشى _ يہ انجمن 1320 شمسى مي</w:t>
      </w:r>
      <w:r w:rsidR="000A0CDC">
        <w:rPr>
          <w:rtl/>
        </w:rPr>
        <w:t xml:space="preserve">ں </w:t>
      </w:r>
      <w:r>
        <w:rPr>
          <w:rtl/>
        </w:rPr>
        <w:t>تشكيل پائي اور بعد مي</w:t>
      </w:r>
      <w:r w:rsidR="000A0CDC">
        <w:rPr>
          <w:rtl/>
        </w:rPr>
        <w:t xml:space="preserve">ں </w:t>
      </w:r>
      <w:r>
        <w:rPr>
          <w:rtl/>
        </w:rPr>
        <w:t>آنے والے دو عشرو</w:t>
      </w:r>
      <w:r w:rsidR="000A0CDC">
        <w:rPr>
          <w:rtl/>
        </w:rPr>
        <w:t xml:space="preserve">ں </w:t>
      </w:r>
      <w:r>
        <w:rPr>
          <w:rtl/>
        </w:rPr>
        <w:t>مي</w:t>
      </w:r>
      <w:r w:rsidR="000A0CDC">
        <w:rPr>
          <w:rtl/>
        </w:rPr>
        <w:t xml:space="preserve">ں </w:t>
      </w:r>
      <w:r>
        <w:rPr>
          <w:rtl/>
        </w:rPr>
        <w:t>اس نے كافى ترقى كى _</w:t>
      </w:r>
      <w:r w:rsidRPr="00F67D4B">
        <w:rPr>
          <w:rStyle w:val="libFootnotenumChar"/>
          <w:rtl/>
        </w:rPr>
        <w:t>(1)</w:t>
      </w:r>
      <w:r>
        <w:rPr>
          <w:rtl/>
        </w:rPr>
        <w:t xml:space="preserve"> </w:t>
      </w:r>
    </w:p>
    <w:p w:rsidR="0061102A" w:rsidRDefault="0061102A" w:rsidP="00BE6934">
      <w:pPr>
        <w:pStyle w:val="libNormal"/>
        <w:rPr>
          <w:rtl/>
        </w:rPr>
      </w:pPr>
      <w:r>
        <w:rPr>
          <w:rtl/>
        </w:rPr>
        <w:t>چوتھے عشرہ مي</w:t>
      </w:r>
      <w:r w:rsidR="000A0CDC">
        <w:rPr>
          <w:rtl/>
        </w:rPr>
        <w:t xml:space="preserve">ں </w:t>
      </w:r>
      <w:r>
        <w:rPr>
          <w:rtl/>
        </w:rPr>
        <w:t>اسلامى بيدارى كے افكار كى ترويج كے مراكز مساجد تھي</w:t>
      </w:r>
      <w:r w:rsidR="000A0CDC">
        <w:rPr>
          <w:rtl/>
        </w:rPr>
        <w:t xml:space="preserve">ں </w:t>
      </w:r>
      <w:r>
        <w:rPr>
          <w:rtl/>
        </w:rPr>
        <w:t>ہر ايك مسجد مي</w:t>
      </w:r>
      <w:r w:rsidR="000A0CDC">
        <w:rPr>
          <w:rtl/>
        </w:rPr>
        <w:t xml:space="preserve">ں </w:t>
      </w:r>
      <w:r>
        <w:rPr>
          <w:rtl/>
        </w:rPr>
        <w:t>كوئي مذہبى مجاہد تقرير اور تفسير قرآن مجيد كا پروگرام چلا رہا تھا ان سب مي</w:t>
      </w:r>
      <w:r w:rsidR="000A0CDC">
        <w:rPr>
          <w:rtl/>
        </w:rPr>
        <w:t xml:space="preserve">ں </w:t>
      </w:r>
      <w:r>
        <w:rPr>
          <w:rtl/>
        </w:rPr>
        <w:t>تہران كى مسجد ہدايت اور اسكے امام آيت اللہ طالقانى كا كردار سب سے برجستہ تھا _ آيت اللہ طالقانى كا پيش نظر ہدف جوانو</w:t>
      </w:r>
      <w:r w:rsidR="000A0CDC">
        <w:rPr>
          <w:rtl/>
        </w:rPr>
        <w:t xml:space="preserve">ں </w:t>
      </w:r>
      <w:r>
        <w:rPr>
          <w:rtl/>
        </w:rPr>
        <w:t>اور روشن فكر حضرات مي</w:t>
      </w:r>
      <w:r w:rsidR="000A0CDC">
        <w:rPr>
          <w:rtl/>
        </w:rPr>
        <w:t xml:space="preserve">ں </w:t>
      </w:r>
      <w:r>
        <w:rPr>
          <w:rtl/>
        </w:rPr>
        <w:t xml:space="preserve">سچے اسلام كى ترويج اور كيمونيزم اور مغربى نظريات كے جال سے بچانا تھا _ </w:t>
      </w:r>
    </w:p>
    <w:p w:rsidR="0061102A" w:rsidRDefault="0061102A" w:rsidP="00BE6934">
      <w:pPr>
        <w:pStyle w:val="libNormal"/>
        <w:rPr>
          <w:rtl/>
        </w:rPr>
      </w:pPr>
      <w:r>
        <w:rPr>
          <w:rtl/>
        </w:rPr>
        <w:t>چوتھے عشرہ مي</w:t>
      </w:r>
      <w:r w:rsidR="000A0CDC">
        <w:rPr>
          <w:rtl/>
        </w:rPr>
        <w:t xml:space="preserve">ں </w:t>
      </w:r>
      <w:r>
        <w:rPr>
          <w:rtl/>
        </w:rPr>
        <w:t>بالخصوص 1332 شمسى 28 مرداد مي</w:t>
      </w:r>
      <w:r w:rsidR="000A0CDC">
        <w:rPr>
          <w:rtl/>
        </w:rPr>
        <w:t xml:space="preserve">ں </w:t>
      </w:r>
      <w:r>
        <w:rPr>
          <w:rtl/>
        </w:rPr>
        <w:t>امريكہ اور انگلستان كى مشتركہ سازش كى بناء پر بغاوت كے بعد كہ جب دوبارہ بادشاہت كى صورت مي</w:t>
      </w:r>
      <w:r w:rsidR="000A0CDC">
        <w:rPr>
          <w:rtl/>
        </w:rPr>
        <w:t xml:space="preserve">ں </w:t>
      </w:r>
      <w:r>
        <w:rPr>
          <w:rtl/>
        </w:rPr>
        <w:t>ايك ڈكٹيڑ حاكم بن چكا اور دوبارہ دينى رسم و رواج كے ساتھ مقابلہ شروع ہوا اوردين كى مخالفت مي</w:t>
      </w:r>
      <w:r w:rsidR="000A0CDC">
        <w:rPr>
          <w:rtl/>
        </w:rPr>
        <w:t xml:space="preserve">ں </w:t>
      </w:r>
      <w:r>
        <w:rPr>
          <w:rtl/>
        </w:rPr>
        <w:t>بڑھ چڑھ كر كوشيش</w:t>
      </w:r>
      <w:r w:rsidR="000A0CDC">
        <w:rPr>
          <w:rtl/>
        </w:rPr>
        <w:t xml:space="preserve">ں </w:t>
      </w:r>
      <w:r>
        <w:rPr>
          <w:rtl/>
        </w:rPr>
        <w:t>كى جانے لگي</w:t>
      </w:r>
      <w:r w:rsidR="000A0CDC">
        <w:rPr>
          <w:rtl/>
        </w:rPr>
        <w:t xml:space="preserve">ں </w:t>
      </w:r>
      <w:r>
        <w:rPr>
          <w:rtl/>
        </w:rPr>
        <w:t>اور ايك طرح كا مذہبى و فكرى خلا سا پيدا ہوچلا تھا كہ آيت اللہ طالقانى نے مذہبى ارتقاء كے قواعد و اصول كو پيش كيا_ انكى تقارير اور تفسير قرآن كى محلفو</w:t>
      </w:r>
      <w:r w:rsidR="000A0CDC">
        <w:rPr>
          <w:rtl/>
        </w:rPr>
        <w:t xml:space="preserve">ں </w:t>
      </w:r>
      <w:r>
        <w:rPr>
          <w:rtl/>
        </w:rPr>
        <w:t>مي</w:t>
      </w:r>
      <w:r w:rsidR="000A0CDC">
        <w:rPr>
          <w:rtl/>
        </w:rPr>
        <w:t xml:space="preserve">ں </w:t>
      </w:r>
      <w:r>
        <w:rPr>
          <w:rtl/>
        </w:rPr>
        <w:t>مذہبى و سياسى مجاہدين ، دينى طلبا اور يونيورسيٹو</w:t>
      </w:r>
      <w:r w:rsidR="000A0CDC">
        <w:rPr>
          <w:rtl/>
        </w:rPr>
        <w:t xml:space="preserve">ں </w:t>
      </w:r>
      <w:r>
        <w:rPr>
          <w:rtl/>
        </w:rPr>
        <w:t>كے طلبا حضرات شركت كيا كرتے تھے</w:t>
      </w:r>
      <w:r w:rsidRPr="00F67D4B">
        <w:rPr>
          <w:rStyle w:val="libFootnotenumChar"/>
          <w:rtl/>
        </w:rPr>
        <w:t>(2)</w:t>
      </w:r>
      <w:r>
        <w:rPr>
          <w:rtl/>
        </w:rPr>
        <w:t xml:space="preserve"> ان اقدامات نے بيدارى كى تحريك كى بقاء مي</w:t>
      </w:r>
      <w:r w:rsidR="000A0CDC">
        <w:rPr>
          <w:rtl/>
        </w:rPr>
        <w:t xml:space="preserve">ں </w:t>
      </w:r>
      <w:r>
        <w:rPr>
          <w:rtl/>
        </w:rPr>
        <w:t xml:space="preserve">اہم كردار ادا كيا_ </w:t>
      </w:r>
    </w:p>
    <w:p w:rsidR="0061102A" w:rsidRDefault="0061102A" w:rsidP="00BE6934">
      <w:pPr>
        <w:pStyle w:val="libNormal"/>
        <w:rPr>
          <w:rtl/>
        </w:rPr>
      </w:pPr>
      <w:r>
        <w:rPr>
          <w:rtl/>
        </w:rPr>
        <w:t>بتدريج مسجد ہدايت جوان نسل بالخصوص دينى معارف سے بہرہ مند يونيورسٹى كے طلبا اور دانشور طبقہ كا اہم مركز بن گئي_ جيسا كہ آنے والے سالو</w:t>
      </w:r>
      <w:r w:rsidR="000A0CDC">
        <w:rPr>
          <w:rtl/>
        </w:rPr>
        <w:t xml:space="preserve">ں </w:t>
      </w:r>
      <w:r>
        <w:rPr>
          <w:rtl/>
        </w:rPr>
        <w:t>اور عشرو</w:t>
      </w:r>
      <w:r w:rsidR="000A0CDC">
        <w:rPr>
          <w:rtl/>
        </w:rPr>
        <w:t xml:space="preserve">ں </w:t>
      </w:r>
      <w:r>
        <w:rPr>
          <w:rtl/>
        </w:rPr>
        <w:t>مي</w:t>
      </w:r>
      <w:r w:rsidR="000A0CDC">
        <w:rPr>
          <w:rtl/>
        </w:rPr>
        <w:t xml:space="preserve">ں </w:t>
      </w:r>
      <w:r>
        <w:rPr>
          <w:rtl/>
        </w:rPr>
        <w:t>مسجد ہدايت كے پروگرامو</w:t>
      </w:r>
      <w:r w:rsidR="000A0CDC">
        <w:rPr>
          <w:rtl/>
        </w:rPr>
        <w:t xml:space="preserve">ں </w:t>
      </w:r>
      <w:r>
        <w:rPr>
          <w:rtl/>
        </w:rPr>
        <w:t>مي</w:t>
      </w:r>
      <w:r w:rsidR="000A0CDC">
        <w:rPr>
          <w:rtl/>
        </w:rPr>
        <w:t xml:space="preserve">ں </w:t>
      </w:r>
      <w:r>
        <w:rPr>
          <w:rtl/>
        </w:rPr>
        <w:t xml:space="preserve">شريك ہونے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على رضا كريميان ، جنبش دانشجويى در ايران، تہران مركز اسناد انقلاب اسلامى ص 120_ 115_ </w:t>
      </w:r>
    </w:p>
    <w:p w:rsidR="001617C5" w:rsidRDefault="0061102A" w:rsidP="00BE6934">
      <w:pPr>
        <w:pStyle w:val="libFootnote"/>
        <w:rPr>
          <w:rtl/>
        </w:rPr>
      </w:pPr>
      <w:r>
        <w:rPr>
          <w:rtl/>
        </w:rPr>
        <w:t>2) بہرام افراسيابى و سعيد دہقان، طالقانى و انقلاب ، ج 2 ، تہران، ص 61_ 59_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والے بہت سے حضرات متحرك سياسى اور ثقافتى شخصيات مي</w:t>
      </w:r>
      <w:r w:rsidR="000A0CDC">
        <w:rPr>
          <w:rtl/>
        </w:rPr>
        <w:t xml:space="preserve">ں </w:t>
      </w:r>
      <w:r>
        <w:rPr>
          <w:rtl/>
        </w:rPr>
        <w:t>تبديل ہوگئے_ اور اسى مسجد ہدايت كے شاگردو</w:t>
      </w:r>
      <w:r w:rsidR="000A0CDC">
        <w:rPr>
          <w:rtl/>
        </w:rPr>
        <w:t xml:space="preserve">ں </w:t>
      </w:r>
      <w:r>
        <w:rPr>
          <w:rtl/>
        </w:rPr>
        <w:t>كا ايك گروہ دين كے احياء اور اسكى حفاظت كى راہ مي</w:t>
      </w:r>
      <w:r w:rsidR="000A0CDC">
        <w:rPr>
          <w:rtl/>
        </w:rPr>
        <w:t xml:space="preserve">ں </w:t>
      </w:r>
      <w:r>
        <w:rPr>
          <w:rtl/>
        </w:rPr>
        <w:t>مقام شہادت پر فائز ہوا _ ان مي</w:t>
      </w:r>
      <w:r w:rsidR="000A0CDC">
        <w:rPr>
          <w:rtl/>
        </w:rPr>
        <w:t xml:space="preserve">ں </w:t>
      </w:r>
      <w:r>
        <w:rPr>
          <w:rtl/>
        </w:rPr>
        <w:t xml:space="preserve">معروف ترين چہرے آيت اللہ مرتضى مطہري، محمد على رجائي ، مہدى بازرگان، جلال الدين فارسى اور محمد جواد باہنر ... تھے _ </w:t>
      </w:r>
    </w:p>
    <w:p w:rsidR="0061102A" w:rsidRDefault="0061102A" w:rsidP="00BE6934">
      <w:pPr>
        <w:pStyle w:val="libNormal"/>
        <w:rPr>
          <w:rtl/>
        </w:rPr>
      </w:pPr>
      <w:r>
        <w:rPr>
          <w:rtl/>
        </w:rPr>
        <w:t>چونكہ مسجد ہدايت نے دينى معارف كى نشر و اشاعت مي</w:t>
      </w:r>
      <w:r w:rsidR="000A0CDC">
        <w:rPr>
          <w:rtl/>
        </w:rPr>
        <w:t xml:space="preserve">ں </w:t>
      </w:r>
      <w:r>
        <w:rPr>
          <w:rtl/>
        </w:rPr>
        <w:t>اہم كردار ادا كيا اس ليے اسے '' دالان دانشگاہ'' (يونيورسٹى كى دھليز) كے عنوان سے ياد كيا گيا كيونكہ جہا</w:t>
      </w:r>
      <w:r w:rsidR="000A0CDC">
        <w:rPr>
          <w:rtl/>
        </w:rPr>
        <w:t xml:space="preserve">ں </w:t>
      </w:r>
      <w:r>
        <w:rPr>
          <w:rtl/>
        </w:rPr>
        <w:t xml:space="preserve">مذہبى محافل كے ساتھ ساتھ اس زمانہ كے روزمرہ كے مسائل كو اسلامى اقدار كے ساتھ مطابقت ديتے ہوئے محور تجزيہ قرار ديا جاتا تھا _ </w:t>
      </w:r>
      <w:r w:rsidRPr="00F67D4B">
        <w:rPr>
          <w:rStyle w:val="libFootnotenumChar"/>
          <w:rtl/>
        </w:rPr>
        <w:t>(1)</w:t>
      </w:r>
      <w:r>
        <w:rPr>
          <w:rtl/>
        </w:rPr>
        <w:t xml:space="preserve"> </w:t>
      </w:r>
    </w:p>
    <w:p w:rsidR="0061102A" w:rsidRDefault="0061102A" w:rsidP="00BE6934">
      <w:pPr>
        <w:pStyle w:val="libNormal"/>
        <w:rPr>
          <w:rtl/>
        </w:rPr>
      </w:pPr>
      <w:r>
        <w:rPr>
          <w:rtl/>
        </w:rPr>
        <w:t>چوتھے عشرہ مي</w:t>
      </w:r>
      <w:r w:rsidR="000A0CDC">
        <w:rPr>
          <w:rtl/>
        </w:rPr>
        <w:t xml:space="preserve">ں </w:t>
      </w:r>
      <w:r>
        <w:rPr>
          <w:rtl/>
        </w:rPr>
        <w:t>پہلوى حكومت نے رضا شاہ كى دين مخالف پاليسى وسيع پيمانے پر دوبارہ اجرا كرنا شروع كردى اور قومى آداب اور اسلامى اقدار كو غلط قرار ديا اور ايرانى آداب ور سوم اوراسلامى ثقافت كى جگہ مغربى كلچر كو رواج ديا _ اسى دوران 1335 شمسى مي</w:t>
      </w:r>
      <w:r w:rsidR="000A0CDC">
        <w:rPr>
          <w:rtl/>
        </w:rPr>
        <w:t xml:space="preserve">ں </w:t>
      </w:r>
      <w:r>
        <w:rPr>
          <w:rtl/>
        </w:rPr>
        <w:t>ساواك كى تشكيل نے اس حكومتى پاليسى كى حمايت مي</w:t>
      </w:r>
      <w:r w:rsidR="000A0CDC">
        <w:rPr>
          <w:rtl/>
        </w:rPr>
        <w:t xml:space="preserve">ں </w:t>
      </w:r>
      <w:r>
        <w:rPr>
          <w:rtl/>
        </w:rPr>
        <w:t xml:space="preserve">بہت اہم كردار ادا كيا _ </w:t>
      </w:r>
    </w:p>
    <w:p w:rsidR="0061102A" w:rsidRDefault="0061102A" w:rsidP="00BE6934">
      <w:pPr>
        <w:pStyle w:val="libNormal"/>
        <w:rPr>
          <w:rtl/>
        </w:rPr>
      </w:pPr>
      <w:r>
        <w:rPr>
          <w:rtl/>
        </w:rPr>
        <w:t>ہجرى شمسى سال كے پانچوي</w:t>
      </w:r>
      <w:r w:rsidR="000A0CDC">
        <w:rPr>
          <w:rtl/>
        </w:rPr>
        <w:t xml:space="preserve">ں </w:t>
      </w:r>
      <w:r>
        <w:rPr>
          <w:rtl/>
        </w:rPr>
        <w:t>اور چھٹے عشرے ايران كى معاصر تاريخ مي</w:t>
      </w:r>
      <w:r w:rsidR="000A0CDC">
        <w:rPr>
          <w:rtl/>
        </w:rPr>
        <w:t xml:space="preserve">ں </w:t>
      </w:r>
      <w:r>
        <w:rPr>
          <w:rtl/>
        </w:rPr>
        <w:t>سياسي، اقتصادى ، معاشرتى دينى فكر كے احياء اور اسلامى بيدارى كى تحريك كے پھلنے پھولنے مي</w:t>
      </w:r>
      <w:r w:rsidR="000A0CDC">
        <w:rPr>
          <w:rtl/>
        </w:rPr>
        <w:t xml:space="preserve">ں </w:t>
      </w:r>
      <w:r>
        <w:rPr>
          <w:rtl/>
        </w:rPr>
        <w:t>ايك خاص مقام ركھتے ہي</w:t>
      </w:r>
      <w:r w:rsidR="000A0CDC">
        <w:rPr>
          <w:rtl/>
        </w:rPr>
        <w:t xml:space="preserve">ں </w:t>
      </w:r>
      <w:r>
        <w:rPr>
          <w:rtl/>
        </w:rPr>
        <w:t>ان دو عشرو</w:t>
      </w:r>
      <w:r w:rsidR="000A0CDC">
        <w:rPr>
          <w:rtl/>
        </w:rPr>
        <w:t xml:space="preserve">ں </w:t>
      </w:r>
      <w:r>
        <w:rPr>
          <w:rtl/>
        </w:rPr>
        <w:t>مي</w:t>
      </w:r>
      <w:r w:rsidR="000A0CDC">
        <w:rPr>
          <w:rtl/>
        </w:rPr>
        <w:t xml:space="preserve">ں </w:t>
      </w:r>
      <w:r>
        <w:rPr>
          <w:rtl/>
        </w:rPr>
        <w:t>دينى فكر و نظريہ كے احياء كى تحريك نے نئي كروٹ لى اس مرحلہ مي</w:t>
      </w:r>
      <w:r w:rsidR="000A0CDC">
        <w:rPr>
          <w:rtl/>
        </w:rPr>
        <w:t xml:space="preserve">ں </w:t>
      </w:r>
      <w:r>
        <w:rPr>
          <w:rtl/>
        </w:rPr>
        <w:t>اس تحريك كے يكتا قائد امام خمينى تھے آپ حقيقتاً نظرى اور عملى ميدانو</w:t>
      </w:r>
      <w:r w:rsidR="000A0CDC">
        <w:rPr>
          <w:rtl/>
        </w:rPr>
        <w:t xml:space="preserve">ں </w:t>
      </w:r>
      <w:r>
        <w:rPr>
          <w:rtl/>
        </w:rPr>
        <w:t>مي</w:t>
      </w:r>
      <w:r w:rsidR="000A0CDC">
        <w:rPr>
          <w:rtl/>
        </w:rPr>
        <w:t xml:space="preserve">ں </w:t>
      </w:r>
      <w:r>
        <w:rPr>
          <w:rtl/>
        </w:rPr>
        <w:t>گذشتہ مجددبزرگو</w:t>
      </w:r>
      <w:r w:rsidR="000A0CDC">
        <w:rPr>
          <w:rtl/>
        </w:rPr>
        <w:t xml:space="preserve">ں </w:t>
      </w:r>
      <w:r>
        <w:rPr>
          <w:rtl/>
        </w:rPr>
        <w:t>سے مختلف اور منفرد كام كر رہے تھے اسى طرح اس دور مي</w:t>
      </w:r>
      <w:r w:rsidR="000A0CDC">
        <w:rPr>
          <w:rtl/>
        </w:rPr>
        <w:t xml:space="preserve">ں </w:t>
      </w:r>
      <w:r>
        <w:rPr>
          <w:rtl/>
        </w:rPr>
        <w:t>ديگر سياسى اسلام كے معتقد اور دينى حكومت كى برپائي كے خواہشمند عناصر نے امام خمينى كى قيادت مي</w:t>
      </w:r>
      <w:r w:rsidR="000A0CDC">
        <w:rPr>
          <w:rtl/>
        </w:rPr>
        <w:t xml:space="preserve">ں </w:t>
      </w:r>
      <w:r>
        <w:rPr>
          <w:rtl/>
        </w:rPr>
        <w:t xml:space="preserve">انكى حقيقى تحريك كو مستحكم كيا_ </w:t>
      </w:r>
    </w:p>
    <w:p w:rsidR="0061102A" w:rsidRDefault="0061102A" w:rsidP="00BE6934">
      <w:pPr>
        <w:pStyle w:val="libNormal"/>
        <w:rPr>
          <w:rtl/>
        </w:rPr>
      </w:pPr>
      <w:r>
        <w:rPr>
          <w:rtl/>
        </w:rPr>
        <w:t>چوتھے عشرہ كے آخرى سالو</w:t>
      </w:r>
      <w:r w:rsidR="000A0CDC">
        <w:rPr>
          <w:rtl/>
        </w:rPr>
        <w:t xml:space="preserve">ں </w:t>
      </w:r>
      <w:r>
        <w:rPr>
          <w:rtl/>
        </w:rPr>
        <w:t>مي</w:t>
      </w:r>
      <w:r w:rsidR="000A0CDC">
        <w:rPr>
          <w:rtl/>
        </w:rPr>
        <w:t xml:space="preserve">ں </w:t>
      </w:r>
      <w:r>
        <w:rPr>
          <w:rtl/>
        </w:rPr>
        <w:t>بين الاقوامى حالات كے اثرات كى بناء پر ايرانى معاشرہ مي</w:t>
      </w:r>
      <w:r w:rsidR="000A0CDC">
        <w:rPr>
          <w:rtl/>
        </w:rPr>
        <w:t xml:space="preserve">ں </w:t>
      </w:r>
      <w:r>
        <w:rPr>
          <w:rtl/>
        </w:rPr>
        <w:t>سياسى گھٹن كى شدت كم ہوئي اور كسى حد تك آزاد سياسى فضا اور محدود آزادى كا ماحول پيدا ہوا _ بين الاقوامى حالات مي</w:t>
      </w:r>
      <w:r w:rsidR="000A0CDC">
        <w:rPr>
          <w:rtl/>
        </w:rPr>
        <w:t xml:space="preserve">ں </w:t>
      </w:r>
      <w:r>
        <w:rPr>
          <w:rtl/>
        </w:rPr>
        <w:t>تبديلى كى وجہ امريكہ مي</w:t>
      </w:r>
      <w:r w:rsidR="000A0CDC">
        <w:rPr>
          <w:rtl/>
        </w:rPr>
        <w:t xml:space="preserve">ں </w:t>
      </w:r>
      <w:r>
        <w:rPr>
          <w:rtl/>
        </w:rPr>
        <w:t>ڈيموكريٹ پارٹى كى جان ايف كنيڈى كى قيادت مي</w:t>
      </w:r>
      <w:r w:rsidR="000A0CDC">
        <w:rPr>
          <w:rtl/>
        </w:rPr>
        <w:t xml:space="preserve">ں </w:t>
      </w:r>
      <w:r>
        <w:rPr>
          <w:rtl/>
        </w:rPr>
        <w:t xml:space="preserve">كاميابى اور اسكا </w:t>
      </w:r>
    </w:p>
    <w:p w:rsidR="0061102A" w:rsidRDefault="003A7D4A" w:rsidP="00BE6934">
      <w:pPr>
        <w:pStyle w:val="libLine"/>
        <w:rPr>
          <w:rtl/>
        </w:rPr>
      </w:pPr>
      <w:r>
        <w:rPr>
          <w:rtl/>
        </w:rPr>
        <w:t>____________________</w:t>
      </w:r>
    </w:p>
    <w:p w:rsidR="001617C5" w:rsidRDefault="0061102A" w:rsidP="00BE6934">
      <w:pPr>
        <w:pStyle w:val="libFootnote"/>
        <w:rPr>
          <w:rtl/>
        </w:rPr>
      </w:pPr>
      <w:r>
        <w:rPr>
          <w:rtl/>
        </w:rPr>
        <w:t>1 ) لطف اللہ ميثمى ، از نہضت آزادى تا مجاہدين، ج 1، تہران ، ص 91_ 88_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امريكہ كے زير اثر ممالك مي</w:t>
      </w:r>
      <w:r w:rsidR="000A0CDC">
        <w:rPr>
          <w:rtl/>
        </w:rPr>
        <w:t xml:space="preserve">ں </w:t>
      </w:r>
      <w:r>
        <w:rPr>
          <w:rtl/>
        </w:rPr>
        <w:t>سياسى جمود كو ختم كرنے اور سياسى اور معاشرتى سطح پر اصلاحى تبديليو</w:t>
      </w:r>
      <w:r w:rsidR="000A0CDC">
        <w:rPr>
          <w:rtl/>
        </w:rPr>
        <w:t xml:space="preserve">ں </w:t>
      </w:r>
      <w:r>
        <w:rPr>
          <w:rtl/>
        </w:rPr>
        <w:t xml:space="preserve">كو لانے پر زور دينا تھا_ </w:t>
      </w:r>
    </w:p>
    <w:p w:rsidR="0061102A" w:rsidRDefault="0061102A" w:rsidP="00BE6934">
      <w:pPr>
        <w:pStyle w:val="libNormal"/>
        <w:rPr>
          <w:rtl/>
        </w:rPr>
      </w:pPr>
      <w:r>
        <w:rPr>
          <w:rtl/>
        </w:rPr>
        <w:t>امريكہ كى اس پاليسى كا مقصد ان ممالك مي</w:t>
      </w:r>
      <w:r w:rsidR="000A0CDC">
        <w:rPr>
          <w:rtl/>
        </w:rPr>
        <w:t xml:space="preserve">ں </w:t>
      </w:r>
      <w:r>
        <w:rPr>
          <w:rtl/>
        </w:rPr>
        <w:t>سياسى اور معاشرتى بحرانو</w:t>
      </w:r>
      <w:r w:rsidR="000A0CDC">
        <w:rPr>
          <w:rtl/>
        </w:rPr>
        <w:t xml:space="preserve">ں </w:t>
      </w:r>
      <w:r>
        <w:rPr>
          <w:rtl/>
        </w:rPr>
        <w:t xml:space="preserve">كو كنٹرول كرنا اور كميونيزم كو پھلنے پھولنے سے روكنا تھا </w:t>
      </w:r>
      <w:r w:rsidRPr="00F67D4B">
        <w:rPr>
          <w:rStyle w:val="libFootnotenumChar"/>
          <w:rtl/>
        </w:rPr>
        <w:t>(1)</w:t>
      </w:r>
      <w:r>
        <w:rPr>
          <w:rtl/>
        </w:rPr>
        <w:t xml:space="preserve"> ايران مي</w:t>
      </w:r>
      <w:r w:rsidR="000A0CDC">
        <w:rPr>
          <w:rtl/>
        </w:rPr>
        <w:t xml:space="preserve">ں </w:t>
      </w:r>
      <w:r>
        <w:rPr>
          <w:rtl/>
        </w:rPr>
        <w:t xml:space="preserve">ارضى اصلاحات اور سفيد انقلاب كے اصول و قوانين كا اجراء در اصل كنيڈى كى ڈيموكريٹ پارٹى كى منشاء كے مطابق تھا ،پہلوى حكومت نے لاچار ہو كر اسے قبول كيا تھا _ </w:t>
      </w:r>
    </w:p>
    <w:p w:rsidR="0061102A" w:rsidRDefault="0061102A" w:rsidP="00BE6934">
      <w:pPr>
        <w:pStyle w:val="libNormal"/>
        <w:rPr>
          <w:rtl/>
        </w:rPr>
      </w:pPr>
      <w:r>
        <w:rPr>
          <w:rtl/>
        </w:rPr>
        <w:t>امام خمينى كى قيادت مي</w:t>
      </w:r>
      <w:r w:rsidR="000A0CDC">
        <w:rPr>
          <w:rtl/>
        </w:rPr>
        <w:t xml:space="preserve">ں </w:t>
      </w:r>
      <w:r>
        <w:rPr>
          <w:rtl/>
        </w:rPr>
        <w:t>مذہبى قوتو</w:t>
      </w:r>
      <w:r w:rsidR="000A0CDC">
        <w:rPr>
          <w:rtl/>
        </w:rPr>
        <w:t xml:space="preserve">ں </w:t>
      </w:r>
      <w:r>
        <w:rPr>
          <w:rtl/>
        </w:rPr>
        <w:t>نے اس پاليسى كى (جو بظاہر اصلاح پسند ليكن عمل مي</w:t>
      </w:r>
      <w:r w:rsidR="000A0CDC">
        <w:rPr>
          <w:rtl/>
        </w:rPr>
        <w:t xml:space="preserve">ں </w:t>
      </w:r>
      <w:r>
        <w:rPr>
          <w:rtl/>
        </w:rPr>
        <w:t>امريكہ كى مادى اور غير مادى امداد كے ساتھ ايران كو مغربى طرز كا بنانے كى پاليسى تھى )مخالفت كى ، يہي</w:t>
      </w:r>
      <w:r w:rsidR="000A0CDC">
        <w:rPr>
          <w:rtl/>
        </w:rPr>
        <w:t xml:space="preserve">ں </w:t>
      </w:r>
      <w:r>
        <w:rPr>
          <w:rtl/>
        </w:rPr>
        <w:t>سے ايران كى روشنفكر تاريخ كا تيسرا دور شروع ہوا اس تاريخى دورانيہ مي</w:t>
      </w:r>
      <w:r w:rsidR="000A0CDC">
        <w:rPr>
          <w:rtl/>
        </w:rPr>
        <w:t xml:space="preserve">ں </w:t>
      </w:r>
      <w:r>
        <w:rPr>
          <w:rtl/>
        </w:rPr>
        <w:t>دينى روشن خيالى اور اسلامى بيدارى كى تحريك تمام ديگر مسائل پر غالب تھي_ اس مرحلہ مي</w:t>
      </w:r>
      <w:r w:rsidR="000A0CDC">
        <w:rPr>
          <w:rtl/>
        </w:rPr>
        <w:t xml:space="preserve">ں </w:t>
      </w:r>
      <w:r>
        <w:rPr>
          <w:rtl/>
        </w:rPr>
        <w:t>ايران كى روشن خيال فضا مي</w:t>
      </w:r>
      <w:r w:rsidR="000A0CDC">
        <w:rPr>
          <w:rtl/>
        </w:rPr>
        <w:t xml:space="preserve">ں </w:t>
      </w:r>
      <w:r>
        <w:rPr>
          <w:rtl/>
        </w:rPr>
        <w:t xml:space="preserve">ايك اہم تبديلى پيدا ہوئي كہ اسے '' تو بہ روشفنكرى '' (روشن خيالى كى توبہ) سے تعبير كيا گيا ہے _ </w:t>
      </w:r>
      <w:r w:rsidRPr="00F67D4B">
        <w:rPr>
          <w:rStyle w:val="libFootnotenumChar"/>
          <w:rtl/>
        </w:rPr>
        <w:t>(2)</w:t>
      </w:r>
      <w:r>
        <w:rPr>
          <w:rtl/>
        </w:rPr>
        <w:t xml:space="preserve"> </w:t>
      </w:r>
    </w:p>
    <w:p w:rsidR="0061102A" w:rsidRDefault="0061102A" w:rsidP="00BE6934">
      <w:pPr>
        <w:pStyle w:val="libNormal"/>
        <w:rPr>
          <w:rtl/>
        </w:rPr>
      </w:pPr>
      <w:r>
        <w:rPr>
          <w:rtl/>
        </w:rPr>
        <w:t>1340 شمسى كى ابتدائي ايام مي</w:t>
      </w:r>
      <w:r w:rsidR="000A0CDC">
        <w:rPr>
          <w:rtl/>
        </w:rPr>
        <w:t xml:space="preserve">ں </w:t>
      </w:r>
      <w:r>
        <w:rPr>
          <w:rtl/>
        </w:rPr>
        <w:t>ايك حادثہ كہ جس نے اسلامى بيدارى كے مسئلہ كو تيار كيا آيت اللہ بروجردى كى وفات تھا_ وہ پندرہ سال تك شيعو</w:t>
      </w:r>
      <w:r w:rsidR="000A0CDC">
        <w:rPr>
          <w:rtl/>
        </w:rPr>
        <w:t xml:space="preserve">ں </w:t>
      </w:r>
      <w:r>
        <w:rPr>
          <w:rtl/>
        </w:rPr>
        <w:t>كے بلامقابلہ مرجع تھے_ لذا اس حوالے سے ايك بہت بڑا خلاء پيدا ہوا اسى دور مي</w:t>
      </w:r>
      <w:r w:rsidR="000A0CDC">
        <w:rPr>
          <w:rtl/>
        </w:rPr>
        <w:t xml:space="preserve">ں </w:t>
      </w:r>
      <w:r>
        <w:rPr>
          <w:rtl/>
        </w:rPr>
        <w:t>ايران اور نجف مي</w:t>
      </w:r>
      <w:r w:rsidR="000A0CDC">
        <w:rPr>
          <w:rtl/>
        </w:rPr>
        <w:t xml:space="preserve">ں </w:t>
      </w:r>
      <w:r>
        <w:rPr>
          <w:rtl/>
        </w:rPr>
        <w:t>ايسے مجتہد تھے كہ جو صاحب رسالہ يا مرجعيت كى صلاحيت كے حامل تھے مثلا امام خمينى (رہ) اور آيت اللہ گلپايگانى ، آيت اللہ مرعشى نجفى ،آيت اللہ شريعتمدارى ، آيت اللہ حكيم ، آيت اللہ خوئي ، آيت اللہ شاہرودى ، آيت اللہ شيرازى اور آيت اللہ يثربي ... اسى گروہ مي</w:t>
      </w:r>
      <w:r w:rsidR="000A0CDC">
        <w:rPr>
          <w:rtl/>
        </w:rPr>
        <w:t xml:space="preserve">ں </w:t>
      </w:r>
      <w:r>
        <w:rPr>
          <w:rtl/>
        </w:rPr>
        <w:t>سے تھے</w:t>
      </w:r>
      <w:r w:rsidRPr="00F67D4B">
        <w:rPr>
          <w:rStyle w:val="libFootnotenumChar"/>
          <w:rtl/>
        </w:rPr>
        <w:t>(3)</w:t>
      </w:r>
      <w:r>
        <w:rPr>
          <w:rtl/>
        </w:rPr>
        <w:t xml:space="preserve"> حكومتى كابينہ اس كوشش مي</w:t>
      </w:r>
      <w:r w:rsidR="000A0CDC">
        <w:rPr>
          <w:rtl/>
        </w:rPr>
        <w:t xml:space="preserve">ں </w:t>
      </w:r>
      <w:r>
        <w:rPr>
          <w:rtl/>
        </w:rPr>
        <w:t>تھى كہ مركز مرجعيت كو نجف كى طرف منتقل كيا جائے لہذا انہو</w:t>
      </w:r>
      <w:r w:rsidR="000A0CDC">
        <w:rPr>
          <w:rtl/>
        </w:rPr>
        <w:t xml:space="preserve">ں </w:t>
      </w:r>
      <w:r>
        <w:rPr>
          <w:rtl/>
        </w:rPr>
        <w:t>نے آيت اللہ بروجردى كى وفات پر تسليت كا پيغام آيت اللہ حكيم كى خدمت مي</w:t>
      </w:r>
      <w:r w:rsidR="000A0CDC">
        <w:rPr>
          <w:rtl/>
        </w:rPr>
        <w:t xml:space="preserve">ں </w:t>
      </w:r>
      <w:r>
        <w:rPr>
          <w:rtl/>
        </w:rPr>
        <w:t>بھيجا</w:t>
      </w:r>
      <w:r w:rsidRPr="00F67D4B">
        <w:rPr>
          <w:rStyle w:val="libFootnotenumChar"/>
          <w:rtl/>
        </w:rPr>
        <w:t>(4)</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عباس خلجى ، اصلاحات امريكاى و قيام پانزدہ خرداد، تہران، مركز اسناد انقلاب اسلامى ،ص 45_ 44_ </w:t>
      </w:r>
    </w:p>
    <w:p w:rsidR="0061102A" w:rsidRDefault="0061102A" w:rsidP="00BE6934">
      <w:pPr>
        <w:pStyle w:val="libFootnote"/>
        <w:rPr>
          <w:rtl/>
        </w:rPr>
      </w:pPr>
      <w:r>
        <w:rPr>
          <w:rtl/>
        </w:rPr>
        <w:t xml:space="preserve">2) محمد على ذكريابى ، در آمدى بر جامعہ شناسى و روشنفكرى دينى ، تہران _ </w:t>
      </w:r>
    </w:p>
    <w:p w:rsidR="0061102A" w:rsidRDefault="0061102A" w:rsidP="00BE6934">
      <w:pPr>
        <w:pStyle w:val="libFootnote"/>
        <w:rPr>
          <w:rtl/>
        </w:rPr>
      </w:pPr>
      <w:r>
        <w:rPr>
          <w:rtl/>
        </w:rPr>
        <w:t xml:space="preserve">3) روح اللہ حسينيان، سہ سال ستيز مرجعيت شيعہ (1343_ 1341)،تہران ،ص 126_ </w:t>
      </w:r>
    </w:p>
    <w:p w:rsidR="001617C5" w:rsidRDefault="0061102A" w:rsidP="00BE6934">
      <w:pPr>
        <w:pStyle w:val="libFootnote"/>
        <w:rPr>
          <w:rtl/>
        </w:rPr>
      </w:pPr>
      <w:r>
        <w:rPr>
          <w:rtl/>
        </w:rPr>
        <w:t>4)محمد حسن رجبي، زندگينامہ سياسى امام خمينى ،ج1 ،تہران ، مركز اسناد انقلاب اسلامى ص 226 ، 225_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آيت اللہ بروجردى كى وفات كے بعد اصولى مكتب كے جدت پست علماء كے ايك گروہ اور بعض دينى روشن خيال دانشورو</w:t>
      </w:r>
      <w:r w:rsidR="000A0CDC">
        <w:rPr>
          <w:rtl/>
        </w:rPr>
        <w:t xml:space="preserve">ں </w:t>
      </w:r>
      <w:r>
        <w:rPr>
          <w:rtl/>
        </w:rPr>
        <w:t>نے مرجعيت كے موضوع پر غور و خوض كرنے كيلئے نشستي</w:t>
      </w:r>
      <w:r w:rsidR="000A0CDC">
        <w:rPr>
          <w:rtl/>
        </w:rPr>
        <w:t xml:space="preserve">ں </w:t>
      </w:r>
      <w:r>
        <w:rPr>
          <w:rtl/>
        </w:rPr>
        <w:t>كي</w:t>
      </w:r>
      <w:r w:rsidR="000A0CDC">
        <w:rPr>
          <w:rtl/>
        </w:rPr>
        <w:t xml:space="preserve">ں </w:t>
      </w:r>
      <w:r>
        <w:rPr>
          <w:rtl/>
        </w:rPr>
        <w:t>اور اپنے تجزيہ و تحليل كو ايك مقالہ كى شكل مي</w:t>
      </w:r>
      <w:r w:rsidR="000A0CDC">
        <w:rPr>
          <w:rtl/>
        </w:rPr>
        <w:t xml:space="preserve">ں </w:t>
      </w:r>
      <w:r>
        <w:rPr>
          <w:rtl/>
        </w:rPr>
        <w:t>لاكر 1341 شمسى مي</w:t>
      </w:r>
      <w:r w:rsidR="000A0CDC">
        <w:rPr>
          <w:rtl/>
        </w:rPr>
        <w:t xml:space="preserve">ں </w:t>
      </w:r>
      <w:r>
        <w:rPr>
          <w:rtl/>
        </w:rPr>
        <w:t>ايك كتاب بنام '' بحثى دربارہ مرجعيت و روحانيت'' كى صورت مي</w:t>
      </w:r>
      <w:r w:rsidR="000A0CDC">
        <w:rPr>
          <w:rtl/>
        </w:rPr>
        <w:t xml:space="preserve">ں </w:t>
      </w:r>
      <w:r>
        <w:rPr>
          <w:rtl/>
        </w:rPr>
        <w:t xml:space="preserve">شايع كيا </w:t>
      </w:r>
      <w:r w:rsidRPr="00F67D4B">
        <w:rPr>
          <w:rStyle w:val="libFootnotenumChar"/>
          <w:rtl/>
        </w:rPr>
        <w:t>(1)</w:t>
      </w:r>
      <w:r>
        <w:rPr>
          <w:rtl/>
        </w:rPr>
        <w:t xml:space="preserve"> اس كتاب كى مباحث مي</w:t>
      </w:r>
      <w:r w:rsidR="000A0CDC">
        <w:rPr>
          <w:rtl/>
        </w:rPr>
        <w:t xml:space="preserve">ں </w:t>
      </w:r>
      <w:r>
        <w:rPr>
          <w:rtl/>
        </w:rPr>
        <w:t>دين پر ايك نئي نگاہ اور دينى مسائل مي</w:t>
      </w:r>
      <w:r w:rsidR="000A0CDC">
        <w:rPr>
          <w:rtl/>
        </w:rPr>
        <w:t xml:space="preserve">ں </w:t>
      </w:r>
      <w:r>
        <w:rPr>
          <w:rtl/>
        </w:rPr>
        <w:t>اصلاحى نظريات كو بيان كيا گيا تھا ،مثلا دين اسلام كے دامن كو خرافات سے پاك كرنا شيعہ رہبر كا اپنے دور جديد اور ضرورى علوم سے ضرورى طور پر آگاہ ہونا _ مذہبى فعاليت كى پشت پناہى كيلئے جداگانہ اقتصادى اساس فراہم كرنے كى ضرورت پر زور تاكہ وہ حكومت يا عوامل كى طرف دست دراز كرنے سے بے نياز ہو اور گروہى صورت مي</w:t>
      </w:r>
      <w:r w:rsidR="000A0CDC">
        <w:rPr>
          <w:rtl/>
        </w:rPr>
        <w:t xml:space="preserve">ں </w:t>
      </w:r>
      <w:r>
        <w:rPr>
          <w:rtl/>
        </w:rPr>
        <w:t>مرجعيت بنام ''شورائے فتوا'' (افتاء كونسل) كى رائے دينا _</w:t>
      </w:r>
      <w:r w:rsidRPr="00F67D4B">
        <w:rPr>
          <w:rStyle w:val="libFootnotenumChar"/>
          <w:rtl/>
        </w:rPr>
        <w:t>(2)</w:t>
      </w:r>
      <w:r>
        <w:rPr>
          <w:rtl/>
        </w:rPr>
        <w:t xml:space="preserve"> </w:t>
      </w:r>
    </w:p>
    <w:p w:rsidR="0061102A" w:rsidRDefault="0061102A" w:rsidP="00BE6934">
      <w:pPr>
        <w:pStyle w:val="libNormal"/>
        <w:rPr>
          <w:rtl/>
        </w:rPr>
      </w:pPr>
      <w:r>
        <w:rPr>
          <w:rtl/>
        </w:rPr>
        <w:t>اسلامى بيدارى كى اس نئي لہر مي</w:t>
      </w:r>
      <w:r w:rsidR="000A0CDC">
        <w:rPr>
          <w:rtl/>
        </w:rPr>
        <w:t xml:space="preserve">ں </w:t>
      </w:r>
      <w:r>
        <w:rPr>
          <w:rtl/>
        </w:rPr>
        <w:t>امام خمينى (رہ) اور انكے ہم فكر علماء نے يہ كوشش كى كہ سياست كومرجعيت كے محور كى طرف لوٹا ديا جائے _ يونيورسٹى طلباء كى مذہبى تنظيم نے بھى اس مقصد كى تكميل كيلئے مدد كى _ اور اس نظر كى تشريح اور وضاحت كيلئے '' سياست مي</w:t>
      </w:r>
      <w:r w:rsidR="000A0CDC">
        <w:rPr>
          <w:rtl/>
        </w:rPr>
        <w:t xml:space="preserve">ں </w:t>
      </w:r>
      <w:r>
        <w:rPr>
          <w:rtl/>
        </w:rPr>
        <w:t xml:space="preserve">روحانيت كى طرف رحجان'' اور '' ايرانى مسلمان كا اپنى طرف لوٹنا'' جيسى اصطلاحات سے مدد لى ہے </w:t>
      </w:r>
      <w:r w:rsidRPr="00F67D4B">
        <w:rPr>
          <w:rStyle w:val="libFootnotenumChar"/>
          <w:rtl/>
        </w:rPr>
        <w:t>(3)</w:t>
      </w:r>
      <w:r>
        <w:rPr>
          <w:rtl/>
        </w:rPr>
        <w:t xml:space="preserve"> امام خمينى نے اس ہدف كے حصول كيلئے حوزہ علميہ كو مستحكم كيا_ </w:t>
      </w:r>
      <w:r w:rsidRPr="00F67D4B">
        <w:rPr>
          <w:rStyle w:val="libFootnotenumChar"/>
          <w:rtl/>
        </w:rPr>
        <w:t>(4)</w:t>
      </w:r>
      <w:r>
        <w:rPr>
          <w:rtl/>
        </w:rPr>
        <w:t xml:space="preserve"> </w:t>
      </w:r>
    </w:p>
    <w:p w:rsidR="0061102A" w:rsidRDefault="0061102A" w:rsidP="00BE6934">
      <w:pPr>
        <w:pStyle w:val="libNormal"/>
        <w:rPr>
          <w:rtl/>
        </w:rPr>
      </w:pPr>
      <w:r>
        <w:rPr>
          <w:rtl/>
        </w:rPr>
        <w:t>16 مہر 1341 شمسى مي</w:t>
      </w:r>
      <w:r w:rsidR="000A0CDC">
        <w:rPr>
          <w:rtl/>
        </w:rPr>
        <w:t xml:space="preserve">ں </w:t>
      </w:r>
      <w:r>
        <w:rPr>
          <w:rtl/>
        </w:rPr>
        <w:t>حكومتى اراكين مي</w:t>
      </w:r>
      <w:r w:rsidR="000A0CDC">
        <w:rPr>
          <w:rtl/>
        </w:rPr>
        <w:t xml:space="preserve">ں </w:t>
      </w:r>
      <w:r>
        <w:rPr>
          <w:rtl/>
        </w:rPr>
        <w:t>قانون '' انجمنہاى ايالتى و ولايتى '' (قومى اور صوبائي انجمني</w:t>
      </w:r>
      <w:r w:rsidR="000A0CDC">
        <w:rPr>
          <w:rtl/>
        </w:rPr>
        <w:t xml:space="preserve">ں </w:t>
      </w:r>
      <w:r>
        <w:rPr>
          <w:rtl/>
        </w:rPr>
        <w:t>) پاس ہوا كہ جسكى بناء پر منتخب ہونے ا ور منتخب كرنے والو</w:t>
      </w:r>
      <w:r w:rsidR="000A0CDC">
        <w:rPr>
          <w:rtl/>
        </w:rPr>
        <w:t xml:space="preserve">ں </w:t>
      </w:r>
      <w:r>
        <w:rPr>
          <w:rtl/>
        </w:rPr>
        <w:t>كى شرائط مي</w:t>
      </w:r>
      <w:r w:rsidR="000A0CDC">
        <w:rPr>
          <w:rtl/>
        </w:rPr>
        <w:t xml:space="preserve">ں </w:t>
      </w:r>
      <w:r>
        <w:rPr>
          <w:rtl/>
        </w:rPr>
        <w:t>سے مذہب اسلام كى شرط ختم ہوگئي تھى اور قرآن كى قسم كى بجائے آسمانى كتاب كى قسم كو حلف نامے مي</w:t>
      </w:r>
      <w:r w:rsidR="000A0CDC">
        <w:rPr>
          <w:rtl/>
        </w:rPr>
        <w:t xml:space="preserve">ں </w:t>
      </w:r>
      <w:r>
        <w:rPr>
          <w:rtl/>
        </w:rPr>
        <w:t xml:space="preserve">قرار ديا گيا تھا،يہ قانون پاس ہونے سے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3) بحثى دربارہ مرجعيت و روحانيت ( مجموعہ مقالات) ،تہران_ </w:t>
      </w:r>
    </w:p>
    <w:p w:rsidR="0061102A" w:rsidRDefault="0061102A" w:rsidP="00BE6934">
      <w:pPr>
        <w:pStyle w:val="libFootnote"/>
        <w:rPr>
          <w:rtl/>
        </w:rPr>
      </w:pPr>
      <w:r>
        <w:rPr>
          <w:rtl/>
        </w:rPr>
        <w:t xml:space="preserve">4) آ_ مراد حامد الگار ، برك و ديگران ،نہضت بيدارگرى در جہان اسلامى ، ترجمہ محمد مہدى جعفرى تہران ص 113 _ 131_ </w:t>
      </w:r>
    </w:p>
    <w:p w:rsidR="0061102A" w:rsidRDefault="0061102A" w:rsidP="00BE6934">
      <w:pPr>
        <w:pStyle w:val="libFootnote"/>
        <w:rPr>
          <w:rtl/>
        </w:rPr>
      </w:pPr>
      <w:r>
        <w:rPr>
          <w:rtl/>
        </w:rPr>
        <w:t xml:space="preserve">3) محمد تقى قزل سفلى '' امام خميني، گفتمان احياء و چالش با گفتمانہاى غالب'' ايدئولوى ،رہبرى و فرايند انقلاب اسلامى مجموعہ مقالات '' ج 2، تہران، موسسہ چاپ ونشر عروج ص 252 _ </w:t>
      </w:r>
    </w:p>
    <w:p w:rsidR="001617C5" w:rsidRDefault="0061102A" w:rsidP="00BE6934">
      <w:pPr>
        <w:pStyle w:val="libFootnote"/>
        <w:rPr>
          <w:rtl/>
        </w:rPr>
      </w:pPr>
      <w:r>
        <w:rPr>
          <w:rtl/>
        </w:rPr>
        <w:t>4) رسول جعفريان ، سابقہ ماخذ ، ص 139_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ايك بہت بحران پيدا ہوا كہ جو بذات آنے والے دور مي</w:t>
      </w:r>
      <w:r w:rsidR="000A0CDC">
        <w:rPr>
          <w:rtl/>
        </w:rPr>
        <w:t xml:space="preserve">ں </w:t>
      </w:r>
      <w:r>
        <w:rPr>
          <w:rtl/>
        </w:rPr>
        <w:t>بہت سے بحرانو</w:t>
      </w:r>
      <w:r w:rsidR="000A0CDC">
        <w:rPr>
          <w:rtl/>
        </w:rPr>
        <w:t xml:space="preserve">ں </w:t>
      </w:r>
      <w:r>
        <w:rPr>
          <w:rtl/>
        </w:rPr>
        <w:t xml:space="preserve">اور تغير و تبدل كا باعث بنا_ </w:t>
      </w:r>
      <w:r w:rsidRPr="00F67D4B">
        <w:rPr>
          <w:rStyle w:val="libFootnotenumChar"/>
          <w:rtl/>
        </w:rPr>
        <w:t>(1)</w:t>
      </w:r>
      <w:r>
        <w:rPr>
          <w:rtl/>
        </w:rPr>
        <w:t xml:space="preserve"> اس كے بعد امام خمينى نے علماء قم كو دعوت فكر ديتے ہوئے اور انكے ساتھ مشورہ كيلئے نشستو</w:t>
      </w:r>
      <w:r w:rsidR="000A0CDC">
        <w:rPr>
          <w:rtl/>
        </w:rPr>
        <w:t xml:space="preserve">ں </w:t>
      </w:r>
      <w:r>
        <w:rPr>
          <w:rtl/>
        </w:rPr>
        <w:t xml:space="preserve">كا انعقاد كرتے ہونے رسمى طور پر اپنى فعاليت كا آغاز كيا _ </w:t>
      </w:r>
      <w:r w:rsidRPr="00F67D4B">
        <w:rPr>
          <w:rStyle w:val="libFootnotenumChar"/>
          <w:rtl/>
        </w:rPr>
        <w:t>(2)</w:t>
      </w:r>
      <w:r>
        <w:rPr>
          <w:rtl/>
        </w:rPr>
        <w:t xml:space="preserve"> امام خمينى كى زير قيادت اس تحريك مي</w:t>
      </w:r>
      <w:r w:rsidR="000A0CDC">
        <w:rPr>
          <w:rtl/>
        </w:rPr>
        <w:t xml:space="preserve">ں </w:t>
      </w:r>
      <w:r>
        <w:rPr>
          <w:rtl/>
        </w:rPr>
        <w:t xml:space="preserve">ايك نيا نكتہ يہ تھا كہ اب تك تمام تر تنقيد كا مركز حكومت تھى جبكہ اس كے بعد تنقيد كا مركز محمد رضا پہلوى تھا </w:t>
      </w:r>
      <w:r w:rsidRPr="00F67D4B">
        <w:rPr>
          <w:rStyle w:val="libFootnotenumChar"/>
          <w:rtl/>
        </w:rPr>
        <w:t>(3)</w:t>
      </w:r>
      <w:r>
        <w:rPr>
          <w:rtl/>
        </w:rPr>
        <w:t xml:space="preserve"> اس مجددانہ فكركے مد مقابل پہلوى حكومت كا مزاحمت كرنا باعث بنا كہ يہ اصلاحى تحريك ايك انقلابى فكر مي</w:t>
      </w:r>
      <w:r w:rsidR="000A0CDC">
        <w:rPr>
          <w:rtl/>
        </w:rPr>
        <w:t xml:space="preserve">ں </w:t>
      </w:r>
      <w:r>
        <w:rPr>
          <w:rtl/>
        </w:rPr>
        <w:t>تبديل ہوگئي_</w:t>
      </w:r>
      <w:r w:rsidRPr="00F67D4B">
        <w:rPr>
          <w:rStyle w:val="libFootnotenumChar"/>
          <w:rtl/>
        </w:rPr>
        <w:t>(4)</w:t>
      </w:r>
      <w:r>
        <w:rPr>
          <w:rtl/>
        </w:rPr>
        <w:t xml:space="preserve"> </w:t>
      </w:r>
    </w:p>
    <w:p w:rsidR="0061102A" w:rsidRDefault="0061102A" w:rsidP="00BE6934">
      <w:pPr>
        <w:pStyle w:val="libNormal"/>
        <w:rPr>
          <w:rtl/>
        </w:rPr>
      </w:pPr>
      <w:r>
        <w:rPr>
          <w:rtl/>
        </w:rPr>
        <w:t>امام خميني نے مذكورہ قانون پر شرعى اشكالات كرتے ہوئے اسكى مخالفت كا آغاز كيا اور اسكے لغو ہونے كا مطالبہ كيا ،بادشاہ اور وزير اعظم '' علم '' كو ايك ٹيلى گراف مي</w:t>
      </w:r>
      <w:r w:rsidR="000A0CDC">
        <w:rPr>
          <w:rtl/>
        </w:rPr>
        <w:t xml:space="preserve">ں </w:t>
      </w:r>
      <w:r>
        <w:rPr>
          <w:rtl/>
        </w:rPr>
        <w:t>قرآن اور اسلامى احكام كى نافرمانى اور مخالفت كى صورت مي</w:t>
      </w:r>
      <w:r w:rsidR="000A0CDC">
        <w:rPr>
          <w:rtl/>
        </w:rPr>
        <w:t xml:space="preserve">ں </w:t>
      </w:r>
      <w:r>
        <w:rPr>
          <w:rtl/>
        </w:rPr>
        <w:t xml:space="preserve">بھيانك نتائج سے آگاہ كيا _ </w:t>
      </w:r>
      <w:r w:rsidRPr="00F67D4B">
        <w:rPr>
          <w:rStyle w:val="libFootnotenumChar"/>
          <w:rtl/>
        </w:rPr>
        <w:t>(5)</w:t>
      </w:r>
      <w:r>
        <w:rPr>
          <w:rtl/>
        </w:rPr>
        <w:t xml:space="preserve"> </w:t>
      </w:r>
    </w:p>
    <w:p w:rsidR="0061102A" w:rsidRDefault="0061102A" w:rsidP="00BE6934">
      <w:pPr>
        <w:pStyle w:val="libNormal"/>
        <w:rPr>
          <w:rtl/>
        </w:rPr>
      </w:pPr>
      <w:r>
        <w:rPr>
          <w:rtl/>
        </w:rPr>
        <w:t>امام خمينى كى كوشش سے يہ مخالفت پورے ملك مي</w:t>
      </w:r>
      <w:r w:rsidR="000A0CDC">
        <w:rPr>
          <w:rtl/>
        </w:rPr>
        <w:t xml:space="preserve">ں </w:t>
      </w:r>
      <w:r>
        <w:rPr>
          <w:rtl/>
        </w:rPr>
        <w:t>پھيل گئي _ امام خمينى كے مقلدين اور شاگردو</w:t>
      </w:r>
      <w:r w:rsidR="000A0CDC">
        <w:rPr>
          <w:rtl/>
        </w:rPr>
        <w:t xml:space="preserve">ں </w:t>
      </w:r>
      <w:r>
        <w:rPr>
          <w:rtl/>
        </w:rPr>
        <w:t>نے مختلف طريقو</w:t>
      </w:r>
      <w:r w:rsidR="000A0CDC">
        <w:rPr>
          <w:rtl/>
        </w:rPr>
        <w:t xml:space="preserve">ں </w:t>
      </w:r>
      <w:r>
        <w:rPr>
          <w:rtl/>
        </w:rPr>
        <w:t>سے اما م كے بارے مي</w:t>
      </w:r>
      <w:r w:rsidR="000A0CDC">
        <w:rPr>
          <w:rtl/>
        </w:rPr>
        <w:t xml:space="preserve">ں </w:t>
      </w:r>
      <w:r>
        <w:rPr>
          <w:rtl/>
        </w:rPr>
        <w:t>خبري</w:t>
      </w:r>
      <w:r w:rsidR="000A0CDC">
        <w:rPr>
          <w:rtl/>
        </w:rPr>
        <w:t xml:space="preserve">ں </w:t>
      </w:r>
      <w:r>
        <w:rPr>
          <w:rtl/>
        </w:rPr>
        <w:t>، معلومات اور انكے پيغامات سارے ملك مي</w:t>
      </w:r>
      <w:r w:rsidR="000A0CDC">
        <w:rPr>
          <w:rtl/>
        </w:rPr>
        <w:t xml:space="preserve">ں </w:t>
      </w:r>
      <w:r>
        <w:rPr>
          <w:rtl/>
        </w:rPr>
        <w:t>پھيلا دے_ اور يو</w:t>
      </w:r>
      <w:r w:rsidR="000A0CDC">
        <w:rPr>
          <w:rtl/>
        </w:rPr>
        <w:t xml:space="preserve">ں </w:t>
      </w:r>
      <w:r>
        <w:rPr>
          <w:rtl/>
        </w:rPr>
        <w:t>يہ لوگ اپنے شہرو</w:t>
      </w:r>
      <w:r w:rsidR="000A0CDC">
        <w:rPr>
          <w:rtl/>
        </w:rPr>
        <w:t xml:space="preserve">ں </w:t>
      </w:r>
      <w:r>
        <w:rPr>
          <w:rtl/>
        </w:rPr>
        <w:t>، حوزہ علميہ قم اور امام خمينى كے درميان ايك پل كى مانند كام كر رہے تھے_</w:t>
      </w:r>
      <w:r w:rsidRPr="00F67D4B">
        <w:rPr>
          <w:rStyle w:val="libFootnotenumChar"/>
          <w:rtl/>
        </w:rPr>
        <w:t>(6)</w:t>
      </w:r>
      <w:r>
        <w:rPr>
          <w:rtl/>
        </w:rPr>
        <w:t xml:space="preserve"> </w:t>
      </w:r>
    </w:p>
    <w:p w:rsidR="0061102A" w:rsidRDefault="0061102A" w:rsidP="00BE6934">
      <w:pPr>
        <w:pStyle w:val="libNormal"/>
        <w:rPr>
          <w:rtl/>
        </w:rPr>
      </w:pPr>
      <w:r>
        <w:rPr>
          <w:rtl/>
        </w:rPr>
        <w:t>اسلامى بيدارى كى تحريك كا پہلا مرجلہ 10 آذر 1341 مي</w:t>
      </w:r>
      <w:r w:rsidR="000A0CDC">
        <w:rPr>
          <w:rtl/>
        </w:rPr>
        <w:t xml:space="preserve">ں </w:t>
      </w:r>
      <w:r>
        <w:rPr>
          <w:rtl/>
        </w:rPr>
        <w:t>پہلوى حكومت كى پسپائي اورمذكورہ قانون كے لغو كرنے سے كاميابى كے ساتھ طے ہوگيا اس كے بعد كا مرحلہ مراجع اور علماء كا سفيد انقلاب كے چھ اصولو</w:t>
      </w:r>
      <w:r w:rsidR="000A0CDC">
        <w:rPr>
          <w:rtl/>
        </w:rPr>
        <w:t xml:space="preserve">ں </w:t>
      </w:r>
      <w:r>
        <w:rPr>
          <w:rtl/>
        </w:rPr>
        <w:t>كے بارے مي</w:t>
      </w:r>
      <w:r w:rsidR="000A0CDC">
        <w:rPr>
          <w:rtl/>
        </w:rPr>
        <w:t xml:space="preserve">ں </w:t>
      </w:r>
      <w:r>
        <w:rPr>
          <w:rtl/>
        </w:rPr>
        <w:t>ريفرنڈم كى مخالفت تھا كہ جو چھ بہمن 1341 مي</w:t>
      </w:r>
      <w:r w:rsidR="000A0CDC">
        <w:rPr>
          <w:rtl/>
        </w:rPr>
        <w:t xml:space="preserve">ں </w:t>
      </w:r>
      <w:r>
        <w:rPr>
          <w:rtl/>
        </w:rPr>
        <w:t>انجام پايا_ اس مرحلہ مي</w:t>
      </w:r>
      <w:r w:rsidR="000A0CDC">
        <w:rPr>
          <w:rtl/>
        </w:rPr>
        <w:t xml:space="preserve">ں </w:t>
      </w:r>
      <w:r>
        <w:rPr>
          <w:rtl/>
        </w:rPr>
        <w:t>اشتہارات لگانے، احتجاجى مظاہرے ، تقارير اور مشورہ كے حوالے سے نشستو</w:t>
      </w:r>
      <w:r w:rsidR="000A0CDC">
        <w:rPr>
          <w:rtl/>
        </w:rPr>
        <w:t xml:space="preserve">ں </w:t>
      </w:r>
      <w:r>
        <w:rPr>
          <w:rtl/>
        </w:rPr>
        <w:t xml:space="preserve">كا اہتمام كيا گيا كہ اس مخالفت كى بناء پراس ريفرنڈم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عباس جلجي، سابقہ ماخذ ، ص 123_ </w:t>
      </w:r>
    </w:p>
    <w:p w:rsidR="0061102A" w:rsidRDefault="0061102A" w:rsidP="00BE6934">
      <w:pPr>
        <w:pStyle w:val="libFootnote"/>
        <w:rPr>
          <w:rtl/>
        </w:rPr>
      </w:pPr>
      <w:r>
        <w:rPr>
          <w:rtl/>
        </w:rPr>
        <w:t xml:space="preserve">2) روح اللہ حسينيان، سابقہ ماخذ ، ص 127_ 126_ </w:t>
      </w:r>
    </w:p>
    <w:p w:rsidR="0061102A" w:rsidRDefault="0061102A" w:rsidP="00BE6934">
      <w:pPr>
        <w:pStyle w:val="libFootnote"/>
        <w:rPr>
          <w:rtl/>
        </w:rPr>
      </w:pPr>
      <w:r>
        <w:rPr>
          <w:rtl/>
        </w:rPr>
        <w:t xml:space="preserve">3) رسول جعفريان، سابقہ ماخذ ، ص 142_ </w:t>
      </w:r>
    </w:p>
    <w:p w:rsidR="0061102A" w:rsidRDefault="0061102A" w:rsidP="00BE6934">
      <w:pPr>
        <w:pStyle w:val="libFootnote"/>
        <w:rPr>
          <w:rtl/>
        </w:rPr>
      </w:pPr>
      <w:r>
        <w:rPr>
          <w:rtl/>
        </w:rPr>
        <w:t xml:space="preserve">4) محمد على زكريايي، سابقہ ماخذ ، ص 110_ 104_ </w:t>
      </w:r>
    </w:p>
    <w:p w:rsidR="0061102A" w:rsidRDefault="0061102A" w:rsidP="00BE6934">
      <w:pPr>
        <w:pStyle w:val="libFootnote"/>
        <w:rPr>
          <w:rtl/>
        </w:rPr>
      </w:pPr>
      <w:r>
        <w:rPr>
          <w:rtl/>
        </w:rPr>
        <w:t xml:space="preserve">5) صحيفہ نور، باسعى سازمان مدارك فرہنگى انقلاب اسلامى ، تہران، ج 1 ، ص 43_ 27_ </w:t>
      </w:r>
    </w:p>
    <w:p w:rsidR="001617C5" w:rsidRDefault="0061102A" w:rsidP="00BE6934">
      <w:pPr>
        <w:pStyle w:val="libFootnote"/>
        <w:rPr>
          <w:rtl/>
        </w:rPr>
      </w:pPr>
      <w:r>
        <w:rPr>
          <w:rtl/>
        </w:rPr>
        <w:t>6 ) رحيم روح بخش '' چند شہرى بودن جنبش ہاى معاصر ايران، بررسى قيام 15 خرداد، گفت و گو ،ش 29 ،ص 37_ 36_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مي</w:t>
      </w:r>
      <w:r w:rsidR="000A0CDC">
        <w:rPr>
          <w:rtl/>
        </w:rPr>
        <w:t xml:space="preserve">ں </w:t>
      </w:r>
      <w:r>
        <w:rPr>
          <w:rtl/>
        </w:rPr>
        <w:t>بہت كم لوگو</w:t>
      </w:r>
      <w:r w:rsidR="000A0CDC">
        <w:rPr>
          <w:rtl/>
        </w:rPr>
        <w:t xml:space="preserve">ں </w:t>
      </w:r>
      <w:r>
        <w:rPr>
          <w:rtl/>
        </w:rPr>
        <w:t>نے شركت كى _</w:t>
      </w:r>
      <w:r w:rsidRPr="00F67D4B">
        <w:rPr>
          <w:rStyle w:val="libFootnotenumChar"/>
          <w:rtl/>
        </w:rPr>
        <w:t>(1)</w:t>
      </w:r>
      <w:r>
        <w:rPr>
          <w:rtl/>
        </w:rPr>
        <w:t xml:space="preserve"> </w:t>
      </w:r>
    </w:p>
    <w:p w:rsidR="0061102A" w:rsidRDefault="0061102A" w:rsidP="00BE6934">
      <w:pPr>
        <w:pStyle w:val="libNormal"/>
        <w:rPr>
          <w:rtl/>
        </w:rPr>
      </w:pPr>
      <w:r>
        <w:rPr>
          <w:rtl/>
        </w:rPr>
        <w:t>اسى دوران ايك اہم واقعہ 2 فروردين 1342 كا واقعہ تھا جسمي</w:t>
      </w:r>
      <w:r w:rsidR="000A0CDC">
        <w:rPr>
          <w:rtl/>
        </w:rPr>
        <w:t xml:space="preserve">ں </w:t>
      </w:r>
      <w:r>
        <w:rPr>
          <w:rtl/>
        </w:rPr>
        <w:t>پہلوى حكومت نے مدرسہ فيضيہ قم اورمدرسہ طالبيہ تبريز مي</w:t>
      </w:r>
      <w:r w:rsidR="000A0CDC">
        <w:rPr>
          <w:rtl/>
        </w:rPr>
        <w:t xml:space="preserve">ں </w:t>
      </w:r>
      <w:r>
        <w:rPr>
          <w:rtl/>
        </w:rPr>
        <w:t>علماء پر حملہ كيا جسكے ضمن مي</w:t>
      </w:r>
      <w:r w:rsidR="000A0CDC">
        <w:rPr>
          <w:rtl/>
        </w:rPr>
        <w:t xml:space="preserve">ں </w:t>
      </w:r>
      <w:r>
        <w:rPr>
          <w:rtl/>
        </w:rPr>
        <w:t>كچھ افراد قتل اور كچھ زخمى ہوئے ،يہا</w:t>
      </w:r>
      <w:r w:rsidR="000A0CDC">
        <w:rPr>
          <w:rtl/>
        </w:rPr>
        <w:t xml:space="preserve">ں </w:t>
      </w:r>
      <w:r>
        <w:rPr>
          <w:rtl/>
        </w:rPr>
        <w:t>ايك دلچسپ نكتہ يہ ہے كہ پہلوى حكومت نے عوام كو فريب دينے كيلئے اس واقعہ كو اصلاحات ارضى كے مخالف علماء اور اسكے موافق كسانو</w:t>
      </w:r>
      <w:r w:rsidR="000A0CDC">
        <w:rPr>
          <w:rtl/>
        </w:rPr>
        <w:t xml:space="preserve">ں </w:t>
      </w:r>
      <w:r>
        <w:rPr>
          <w:rtl/>
        </w:rPr>
        <w:t>كے درميان نزاع قرار ديا_ اور كہا گيا كہ يہ كسان زيارت كے ليے قم آئے تھے اور علماء سے ٹكرا گئے_ ليكن حكومت كا يہ اقدام بھى گذشتہ دين مخالف اقدامات كى مانند برعكس نتائج كا سبب قرار پايا_ پورے ملك مي</w:t>
      </w:r>
      <w:r w:rsidR="000A0CDC">
        <w:rPr>
          <w:rtl/>
        </w:rPr>
        <w:t xml:space="preserve">ں </w:t>
      </w:r>
      <w:r>
        <w:rPr>
          <w:rtl/>
        </w:rPr>
        <w:t>حكومت كے خلاف غصہ و نفرت كى لہر چلى _ يہانتك كہ نجف اور كربلا كے حوزات سے رد عمل سامنے آيا اور ايران كى طرف ٹيلى گرافو</w:t>
      </w:r>
      <w:r w:rsidR="000A0CDC">
        <w:rPr>
          <w:rtl/>
        </w:rPr>
        <w:t xml:space="preserve">ں </w:t>
      </w:r>
      <w:r>
        <w:rPr>
          <w:rtl/>
        </w:rPr>
        <w:t xml:space="preserve">اور بيانات كا ايك سيلاب روانہ ہوا </w:t>
      </w:r>
      <w:r w:rsidRPr="00F67D4B">
        <w:rPr>
          <w:rStyle w:val="libFootnotenumChar"/>
          <w:rtl/>
        </w:rPr>
        <w:t>(2)</w:t>
      </w:r>
      <w:r>
        <w:rPr>
          <w:rtl/>
        </w:rPr>
        <w:t xml:space="preserve"> سب سے شديد اللحن اعلان امام خمينى كى طرف سے صادر ہوا انكا يہ اعلان ''شاہ دوستى يعنى غارتگرى ''كے عنوان سے لوگو</w:t>
      </w:r>
      <w:r w:rsidR="000A0CDC">
        <w:rPr>
          <w:rtl/>
        </w:rPr>
        <w:t xml:space="preserve">ں </w:t>
      </w:r>
      <w:r>
        <w:rPr>
          <w:rtl/>
        </w:rPr>
        <w:t>مي</w:t>
      </w:r>
      <w:r w:rsidR="000A0CDC">
        <w:rPr>
          <w:rtl/>
        </w:rPr>
        <w:t xml:space="preserve">ں </w:t>
      </w:r>
      <w:r>
        <w:rPr>
          <w:rtl/>
        </w:rPr>
        <w:t>مشہور ہوا_</w:t>
      </w:r>
      <w:r w:rsidRPr="00F67D4B">
        <w:rPr>
          <w:rStyle w:val="libFootnotenumChar"/>
          <w:rtl/>
        </w:rPr>
        <w:t>(3)</w:t>
      </w:r>
      <w:r>
        <w:rPr>
          <w:rtl/>
        </w:rPr>
        <w:t xml:space="preserve"> </w:t>
      </w:r>
    </w:p>
    <w:p w:rsidR="0061102A" w:rsidRDefault="0061102A" w:rsidP="00BE6934">
      <w:pPr>
        <w:pStyle w:val="libNormal"/>
        <w:rPr>
          <w:rtl/>
        </w:rPr>
      </w:pPr>
      <w:r>
        <w:rPr>
          <w:rtl/>
        </w:rPr>
        <w:t>تحريك كا ايك اور مرحلہ كہ جو تحريك كے آنے والے دور مي</w:t>
      </w:r>
      <w:r w:rsidR="000A0CDC">
        <w:rPr>
          <w:rtl/>
        </w:rPr>
        <w:t xml:space="preserve">ں </w:t>
      </w:r>
      <w:r>
        <w:rPr>
          <w:rtl/>
        </w:rPr>
        <w:t>ديگر مراحل مي</w:t>
      </w:r>
      <w:r w:rsidR="000A0CDC">
        <w:rPr>
          <w:rtl/>
        </w:rPr>
        <w:t xml:space="preserve">ں </w:t>
      </w:r>
      <w:r>
        <w:rPr>
          <w:rtl/>
        </w:rPr>
        <w:t xml:space="preserve">بہت زيادہ اہميت اور اثرات كا حامل تھا اور تاريخ معاصر كا بھى ايك مقطع شمار ہوتا ہے 15 خرداد 1342 كا قيام تھا_ </w:t>
      </w:r>
    </w:p>
    <w:p w:rsidR="0061102A" w:rsidRDefault="0061102A" w:rsidP="00BE6934">
      <w:pPr>
        <w:pStyle w:val="libNormal"/>
        <w:rPr>
          <w:rtl/>
        </w:rPr>
      </w:pPr>
      <w:r>
        <w:rPr>
          <w:rtl/>
        </w:rPr>
        <w:t>اس سال كے محرم مي</w:t>
      </w:r>
      <w:r w:rsidR="000A0CDC">
        <w:rPr>
          <w:rtl/>
        </w:rPr>
        <w:t xml:space="preserve">ں </w:t>
      </w:r>
      <w:r>
        <w:rPr>
          <w:rtl/>
        </w:rPr>
        <w:t>مجاہد علماء نے پہلوى حكومت كى پر تشدد كا روائيو</w:t>
      </w:r>
      <w:r w:rsidR="000A0CDC">
        <w:rPr>
          <w:rtl/>
        </w:rPr>
        <w:t xml:space="preserve">ں </w:t>
      </w:r>
      <w:r>
        <w:rPr>
          <w:rtl/>
        </w:rPr>
        <w:t>پر تنقيد كى جسكے نتيجہ مي</w:t>
      </w:r>
      <w:r w:rsidR="000A0CDC">
        <w:rPr>
          <w:rtl/>
        </w:rPr>
        <w:t xml:space="preserve">ں </w:t>
      </w:r>
      <w:r>
        <w:rPr>
          <w:rtl/>
        </w:rPr>
        <w:t>پر عزادارى كى محافل ،جہاد اور سياسى فعاليت كے مراكز مي</w:t>
      </w:r>
      <w:r w:rsidR="000A0CDC">
        <w:rPr>
          <w:rtl/>
        </w:rPr>
        <w:t xml:space="preserve">ں </w:t>
      </w:r>
      <w:r>
        <w:rPr>
          <w:rtl/>
        </w:rPr>
        <w:t>تبديل ہوگئي</w:t>
      </w:r>
      <w:r w:rsidR="000A0CDC">
        <w:rPr>
          <w:rtl/>
        </w:rPr>
        <w:t xml:space="preserve">ں </w:t>
      </w:r>
      <w:r>
        <w:rPr>
          <w:rtl/>
        </w:rPr>
        <w:t>_ اس مرحلہ تحريك مي</w:t>
      </w:r>
      <w:r w:rsidR="000A0CDC">
        <w:rPr>
          <w:rtl/>
        </w:rPr>
        <w:t xml:space="preserve">ں </w:t>
      </w:r>
      <w:r>
        <w:rPr>
          <w:rtl/>
        </w:rPr>
        <w:t xml:space="preserve">عوام كے تين طاقتور اور </w:t>
      </w:r>
    </w:p>
    <w:p w:rsidR="0061102A" w:rsidRDefault="0061102A" w:rsidP="00BE6934">
      <w:pPr>
        <w:pStyle w:val="libNormal"/>
        <w:rPr>
          <w:rtl/>
        </w:rPr>
      </w:pPr>
      <w:r>
        <w:rPr>
          <w:rtl/>
        </w:rPr>
        <w:t>موثر طبقات تاجر،يونيورسٹى والے اور علماء نے اپنى وحدت ديكجہتى كا مظاہرہ كيا _ اس مرحلہ تحريك كا عروج امام خمينى كى عاشورا كے دن مدرسہ فيضيہ قم مي</w:t>
      </w:r>
      <w:r w:rsidR="000A0CDC">
        <w:rPr>
          <w:rtl/>
        </w:rPr>
        <w:t xml:space="preserve">ں </w:t>
      </w:r>
      <w:r>
        <w:rPr>
          <w:rtl/>
        </w:rPr>
        <w:t>تقرير تھى كہ جس مي</w:t>
      </w:r>
      <w:r w:rsidR="000A0CDC">
        <w:rPr>
          <w:rtl/>
        </w:rPr>
        <w:t xml:space="preserve">ں </w:t>
      </w:r>
      <w:r>
        <w:rPr>
          <w:rtl/>
        </w:rPr>
        <w:t>انہو</w:t>
      </w:r>
      <w:r w:rsidR="000A0CDC">
        <w:rPr>
          <w:rtl/>
        </w:rPr>
        <w:t xml:space="preserve">ں </w:t>
      </w:r>
      <w:r>
        <w:rPr>
          <w:rtl/>
        </w:rPr>
        <w:t xml:space="preserve">نے اعلان كيا كہ تحريك كا مقصد بادشا اور اسرائيل سے مقابلہ اور اسلام كو انكے خطرات سے محفوظ ركھنا ہے '' 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ماخذ ،ص 53_ </w:t>
      </w:r>
    </w:p>
    <w:p w:rsidR="0061102A" w:rsidRDefault="0061102A" w:rsidP="00BE6934">
      <w:pPr>
        <w:pStyle w:val="libFootnote"/>
        <w:rPr>
          <w:rtl/>
        </w:rPr>
      </w:pPr>
      <w:r>
        <w:rPr>
          <w:rtl/>
        </w:rPr>
        <w:t xml:space="preserve">2) عباس على حميد زنجاني، انقلاب اسلامى ايران ( علل، مسائل و نظام سياسى )، تہران ص 146_ 142_ </w:t>
      </w:r>
    </w:p>
    <w:p w:rsidR="001617C5" w:rsidRDefault="0061102A" w:rsidP="00BE6934">
      <w:pPr>
        <w:pStyle w:val="libFootnote"/>
        <w:rPr>
          <w:rtl/>
        </w:rPr>
      </w:pPr>
      <w:r>
        <w:rPr>
          <w:rtl/>
        </w:rPr>
        <w:t>3) صحيفہ نور، ج 1 ، سابقہ ماخذ ، ص 75_73_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اپنى تقرير كے ايك اور حصے مي</w:t>
      </w:r>
      <w:r w:rsidR="000A0CDC">
        <w:rPr>
          <w:rtl/>
        </w:rPr>
        <w:t xml:space="preserve">ں </w:t>
      </w:r>
      <w:r>
        <w:rPr>
          <w:rtl/>
        </w:rPr>
        <w:t>محمد رضا پہلوى كو مخاطب كر كے فرمايا: مي</w:t>
      </w:r>
      <w:r w:rsidR="000A0CDC">
        <w:rPr>
          <w:rtl/>
        </w:rPr>
        <w:t xml:space="preserve">ں </w:t>
      </w:r>
      <w:r>
        <w:rPr>
          <w:rtl/>
        </w:rPr>
        <w:t>نہي</w:t>
      </w:r>
      <w:r w:rsidR="000A0CDC">
        <w:rPr>
          <w:rtl/>
        </w:rPr>
        <w:t xml:space="preserve">ں </w:t>
      </w:r>
      <w:r>
        <w:rPr>
          <w:rtl/>
        </w:rPr>
        <w:t>چاہتا كہ تيرا انجام تيرے باپ كى مانند ہو ،يہ چاہتے ہي</w:t>
      </w:r>
      <w:r w:rsidR="000A0CDC">
        <w:rPr>
          <w:rtl/>
        </w:rPr>
        <w:t xml:space="preserve">ں </w:t>
      </w:r>
      <w:r>
        <w:rPr>
          <w:rtl/>
        </w:rPr>
        <w:t>كہ تجھے يہودى كے عنوان سے پيش كري</w:t>
      </w:r>
      <w:r w:rsidR="000A0CDC">
        <w:rPr>
          <w:rtl/>
        </w:rPr>
        <w:t xml:space="preserve">ں </w:t>
      </w:r>
      <w:r>
        <w:rPr>
          <w:rtl/>
        </w:rPr>
        <w:t>تا كہ مي</w:t>
      </w:r>
      <w:r w:rsidR="000A0CDC">
        <w:rPr>
          <w:rtl/>
        </w:rPr>
        <w:t xml:space="preserve">ں </w:t>
      </w:r>
      <w:r>
        <w:rPr>
          <w:rtl/>
        </w:rPr>
        <w:t>كہو</w:t>
      </w:r>
      <w:r w:rsidR="000A0CDC">
        <w:rPr>
          <w:rtl/>
        </w:rPr>
        <w:t xml:space="preserve">ں </w:t>
      </w:r>
      <w:r>
        <w:rPr>
          <w:rtl/>
        </w:rPr>
        <w:t>كہ تو كافر ہے تا كہ تجھے ايران سے نكال دي</w:t>
      </w:r>
      <w:r w:rsidR="000A0CDC">
        <w:rPr>
          <w:rtl/>
        </w:rPr>
        <w:t xml:space="preserve">ں </w:t>
      </w:r>
      <w:r>
        <w:rPr>
          <w:rtl/>
        </w:rPr>
        <w:t>اور تيرا كام تمام كردي</w:t>
      </w:r>
      <w:r w:rsidR="000A0CDC">
        <w:rPr>
          <w:rtl/>
        </w:rPr>
        <w:t xml:space="preserve">ں </w:t>
      </w:r>
      <w:r>
        <w:rPr>
          <w:rtl/>
        </w:rPr>
        <w:t>_</w:t>
      </w:r>
      <w:r w:rsidRPr="00F67D4B">
        <w:rPr>
          <w:rStyle w:val="libFootnotenumChar"/>
          <w:rtl/>
        </w:rPr>
        <w:t>(1)</w:t>
      </w:r>
      <w:r>
        <w:rPr>
          <w:rtl/>
        </w:rPr>
        <w:t xml:space="preserve"> </w:t>
      </w:r>
    </w:p>
    <w:p w:rsidR="0061102A" w:rsidRDefault="0061102A" w:rsidP="00BE6934">
      <w:pPr>
        <w:pStyle w:val="libNormal"/>
        <w:rPr>
          <w:rtl/>
        </w:rPr>
      </w:pPr>
      <w:r>
        <w:rPr>
          <w:rtl/>
        </w:rPr>
        <w:t>پندرہ خرداد كا قيام در حقيقت علماء كا انتہايى سنجيدگى سے سياسى فعاليت كا مظاہرہ اور سياسى اسلام كو حقيقت مي</w:t>
      </w:r>
      <w:r w:rsidR="000A0CDC">
        <w:rPr>
          <w:rtl/>
        </w:rPr>
        <w:t xml:space="preserve">ں </w:t>
      </w:r>
      <w:r>
        <w:rPr>
          <w:rtl/>
        </w:rPr>
        <w:t>سامنے لانے كى كوشش تھا _ تاجر طبقہ بھى عشرو</w:t>
      </w:r>
      <w:r w:rsidR="000A0CDC">
        <w:rPr>
          <w:rtl/>
        </w:rPr>
        <w:t xml:space="preserve">ں </w:t>
      </w:r>
      <w:r>
        <w:rPr>
          <w:rtl/>
        </w:rPr>
        <w:t>سے قوم پرستانہ نظريات سے منسلك رہنے كے بعد اب مراجع اور علماء كى راہنمائي سے سياسى اسلام پسند نظريات كى طرف رخ چكا تھا اور يہ نيا مرحلہ پانچوي</w:t>
      </w:r>
      <w:r w:rsidR="000A0CDC">
        <w:rPr>
          <w:rtl/>
        </w:rPr>
        <w:t xml:space="preserve">ں </w:t>
      </w:r>
      <w:r>
        <w:rPr>
          <w:rtl/>
        </w:rPr>
        <w:t>عشرہ مي</w:t>
      </w:r>
      <w:r w:rsidR="000A0CDC">
        <w:rPr>
          <w:rtl/>
        </w:rPr>
        <w:t xml:space="preserve">ں </w:t>
      </w:r>
      <w:r>
        <w:rPr>
          <w:rtl/>
        </w:rPr>
        <w:t>اسلامى بيدارى كى تحريك كى خصوصيات مي</w:t>
      </w:r>
      <w:r w:rsidR="000A0CDC">
        <w:rPr>
          <w:rtl/>
        </w:rPr>
        <w:t xml:space="preserve">ں </w:t>
      </w:r>
      <w:r>
        <w:rPr>
          <w:rtl/>
        </w:rPr>
        <w:t>سے تھا ،دوسرا قابل توجہ نكتہ ايران كى جغرافيائي سرحدو</w:t>
      </w:r>
      <w:r w:rsidR="000A0CDC">
        <w:rPr>
          <w:rtl/>
        </w:rPr>
        <w:t xml:space="preserve">ں </w:t>
      </w:r>
      <w:r>
        <w:rPr>
          <w:rtl/>
        </w:rPr>
        <w:t>كے اندر انتہائي سرعت سے پيغام و معلومات كا پہنچنا اور عوام كے مختلف طبقات كا ان كوششو</w:t>
      </w:r>
      <w:r w:rsidR="000A0CDC">
        <w:rPr>
          <w:rtl/>
        </w:rPr>
        <w:t xml:space="preserve">ں </w:t>
      </w:r>
      <w:r>
        <w:rPr>
          <w:rtl/>
        </w:rPr>
        <w:t>مي</w:t>
      </w:r>
      <w:r w:rsidR="000A0CDC">
        <w:rPr>
          <w:rtl/>
        </w:rPr>
        <w:t xml:space="preserve">ں </w:t>
      </w:r>
      <w:r>
        <w:rPr>
          <w:rtl/>
        </w:rPr>
        <w:t xml:space="preserve">شريك ہونا تھا _ </w:t>
      </w:r>
      <w:r w:rsidRPr="00F67D4B">
        <w:rPr>
          <w:rStyle w:val="libFootnotenumChar"/>
          <w:rtl/>
        </w:rPr>
        <w:t>(2)</w:t>
      </w:r>
      <w:r>
        <w:rPr>
          <w:rtl/>
        </w:rPr>
        <w:t xml:space="preserve"> اس قيام نے ثابت كيا كہ اسلامى بيدارى كى تحريك ايك طاقتور تحريك كى صورت مي</w:t>
      </w:r>
      <w:r w:rsidR="000A0CDC">
        <w:rPr>
          <w:rtl/>
        </w:rPr>
        <w:t xml:space="preserve">ں </w:t>
      </w:r>
      <w:r>
        <w:rPr>
          <w:rtl/>
        </w:rPr>
        <w:t xml:space="preserve">سامنے آچكى تھي_ </w:t>
      </w:r>
    </w:p>
    <w:p w:rsidR="0061102A" w:rsidRDefault="0061102A" w:rsidP="00BE6934">
      <w:pPr>
        <w:pStyle w:val="libNormal"/>
        <w:rPr>
          <w:rtl/>
        </w:rPr>
      </w:pPr>
      <w:r>
        <w:rPr>
          <w:rtl/>
        </w:rPr>
        <w:t>آيت اللہ بروجردى كى وفات سے ليكر 15 خرداد كے قيام تك كچھ اور ضمنى لہرو</w:t>
      </w:r>
      <w:r w:rsidR="000A0CDC">
        <w:rPr>
          <w:rtl/>
        </w:rPr>
        <w:t xml:space="preserve">ں </w:t>
      </w:r>
      <w:r>
        <w:rPr>
          <w:rtl/>
        </w:rPr>
        <w:t>نے بھى اسلامى بيدارى كى اس موج كو مزيد مستحكم كيا كہ ان لہرو</w:t>
      </w:r>
      <w:r w:rsidR="000A0CDC">
        <w:rPr>
          <w:rtl/>
        </w:rPr>
        <w:t xml:space="preserve">ں </w:t>
      </w:r>
      <w:r>
        <w:rPr>
          <w:rtl/>
        </w:rPr>
        <w:t>كى فعاليت كا مركز بھى مذہبى اور اسلامى تھا _ اس تحريك كے اس حصہ مي</w:t>
      </w:r>
      <w:r w:rsidR="000A0CDC">
        <w:rPr>
          <w:rtl/>
        </w:rPr>
        <w:t xml:space="preserve">ں </w:t>
      </w:r>
      <w:r>
        <w:rPr>
          <w:rtl/>
        </w:rPr>
        <w:t>جس مي</w:t>
      </w:r>
      <w:r w:rsidR="000A0CDC">
        <w:rPr>
          <w:rtl/>
        </w:rPr>
        <w:t xml:space="preserve">ں </w:t>
      </w:r>
      <w:r>
        <w:rPr>
          <w:rtl/>
        </w:rPr>
        <w:t>دينى علماء نہي</w:t>
      </w:r>
      <w:r w:rsidR="000A0CDC">
        <w:rPr>
          <w:rtl/>
        </w:rPr>
        <w:t xml:space="preserve">ں </w:t>
      </w:r>
      <w:r>
        <w:rPr>
          <w:rtl/>
        </w:rPr>
        <w:t>تھے مذہبى اور قوم پسند رحجانو</w:t>
      </w:r>
      <w:r w:rsidR="000A0CDC">
        <w:rPr>
          <w:rtl/>
        </w:rPr>
        <w:t xml:space="preserve">ں </w:t>
      </w:r>
      <w:r>
        <w:rPr>
          <w:rtl/>
        </w:rPr>
        <w:t>كے باہمى اختلاط سے دينى روشن خيالى اور دينى احياء كى تحريك وجود مي</w:t>
      </w:r>
      <w:r w:rsidR="000A0CDC">
        <w:rPr>
          <w:rtl/>
        </w:rPr>
        <w:t xml:space="preserve">ں </w:t>
      </w:r>
      <w:r>
        <w:rPr>
          <w:rtl/>
        </w:rPr>
        <w:t>آئي_ اگر چہ اس تحريك كے تانے بانے كئي عشرے قبل كى تحريك سے ملتے ہي</w:t>
      </w:r>
      <w:r w:rsidR="000A0CDC">
        <w:rPr>
          <w:rtl/>
        </w:rPr>
        <w:t xml:space="preserve">ں </w:t>
      </w:r>
      <w:r>
        <w:rPr>
          <w:rtl/>
        </w:rPr>
        <w:t xml:space="preserve">_ </w:t>
      </w:r>
    </w:p>
    <w:p w:rsidR="0061102A" w:rsidRDefault="0061102A" w:rsidP="00BE6934">
      <w:pPr>
        <w:pStyle w:val="libNormal"/>
        <w:rPr>
          <w:rtl/>
        </w:rPr>
      </w:pPr>
      <w:r>
        <w:rPr>
          <w:rtl/>
        </w:rPr>
        <w:t>ايران مي</w:t>
      </w:r>
      <w:r w:rsidR="000A0CDC">
        <w:rPr>
          <w:rtl/>
        </w:rPr>
        <w:t xml:space="preserve">ں </w:t>
      </w:r>
      <w:r>
        <w:rPr>
          <w:rtl/>
        </w:rPr>
        <w:t>نہضت آزادى ''تحريك آزدى ''ايك مذہبى و سياسى تنظيم تھى كہ جو 1340 شمسى مي</w:t>
      </w:r>
      <w:r w:rsidR="000A0CDC">
        <w:rPr>
          <w:rtl/>
        </w:rPr>
        <w:t xml:space="preserve">ں </w:t>
      </w:r>
      <w:r>
        <w:rPr>
          <w:rtl/>
        </w:rPr>
        <w:t>ارديبہشت (ايرانى مہينہ) كے آخر مي</w:t>
      </w:r>
      <w:r w:rsidR="000A0CDC">
        <w:rPr>
          <w:rtl/>
        </w:rPr>
        <w:t xml:space="preserve">ں </w:t>
      </w:r>
      <w:r>
        <w:rPr>
          <w:rtl/>
        </w:rPr>
        <w:t>مہدى بازرگان، يداللہ سحابي، آيت اللہ طالقانى اور ديگر قوم پرست مذہبى لوگو</w:t>
      </w:r>
      <w:r w:rsidR="000A0CDC">
        <w:rPr>
          <w:rtl/>
        </w:rPr>
        <w:t xml:space="preserve">ں </w:t>
      </w:r>
      <w:r>
        <w:rPr>
          <w:rtl/>
        </w:rPr>
        <w:t>كى كوششو</w:t>
      </w:r>
      <w:r w:rsidR="000A0CDC">
        <w:rPr>
          <w:rtl/>
        </w:rPr>
        <w:t xml:space="preserve">ں </w:t>
      </w:r>
      <w:r>
        <w:rPr>
          <w:rtl/>
        </w:rPr>
        <w:t>سے وجود مي</w:t>
      </w:r>
      <w:r w:rsidR="000A0CDC">
        <w:rPr>
          <w:rtl/>
        </w:rPr>
        <w:t xml:space="preserve">ں </w:t>
      </w:r>
      <w:r>
        <w:rPr>
          <w:rtl/>
        </w:rPr>
        <w:t xml:space="preserve">آئي _ بازرگان نے اس تحريك كى تشكيل كا مقصد '' (ايراني) قوميت اور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سابقہ ماخذ ،ص 93_91_ </w:t>
      </w:r>
    </w:p>
    <w:p w:rsidR="001617C5" w:rsidRDefault="0061102A" w:rsidP="00BE6934">
      <w:pPr>
        <w:pStyle w:val="libFootnote"/>
        <w:rPr>
          <w:rtl/>
        </w:rPr>
      </w:pPr>
      <w:r>
        <w:rPr>
          <w:rtl/>
        </w:rPr>
        <w:t>2) رحيم روح بخش ، سابقہ ماخذ، ص 69_ 68_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تحريك كے اصول كو مدنظر ركھتے ہوئے نئي اسلامى بيدارى سے ہم آہنگى برقرار كرنا ''بتايا </w:t>
      </w:r>
      <w:r w:rsidRPr="00F67D4B">
        <w:rPr>
          <w:rStyle w:val="libFootnotenumChar"/>
          <w:rtl/>
        </w:rPr>
        <w:t>(1)</w:t>
      </w:r>
      <w:r>
        <w:rPr>
          <w:rtl/>
        </w:rPr>
        <w:t xml:space="preserve"> جلال الدين فارسى اور محمد على رجائي كا اس تنظيم كا ركن ہونا اور آيت اللہ بہشتي، آيت اللہ مطہرى اور محمد جواد باہنر جيسے افراد كا اس تحريك كے قائدين سے دوستى و رابطہ اس تحريك كے قائدين كے دين اسلام كى طرف ميلان كو بيان كر تا ہے_ </w:t>
      </w:r>
    </w:p>
    <w:p w:rsidR="0061102A" w:rsidRDefault="0061102A" w:rsidP="00BE6934">
      <w:pPr>
        <w:pStyle w:val="libNormal"/>
        <w:rPr>
          <w:rtl/>
        </w:rPr>
      </w:pPr>
      <w:r>
        <w:rPr>
          <w:rtl/>
        </w:rPr>
        <w:t>نہضت آزادى كے منشور مي</w:t>
      </w:r>
      <w:r w:rsidR="000A0CDC">
        <w:rPr>
          <w:rtl/>
        </w:rPr>
        <w:t xml:space="preserve">ں </w:t>
      </w:r>
      <w:r>
        <w:rPr>
          <w:rtl/>
        </w:rPr>
        <w:t>بھى ايرانى قوم كے اساسى حقوق كے احياء كے ساتھ ساتھ اخلاقي، معاشرتى اور سياسى اصولو</w:t>
      </w:r>
      <w:r w:rsidR="000A0CDC">
        <w:rPr>
          <w:rtl/>
        </w:rPr>
        <w:t xml:space="preserve">ں </w:t>
      </w:r>
      <w:r>
        <w:rPr>
          <w:rtl/>
        </w:rPr>
        <w:t>كى دين مبين اسلام كى بنياد پر ترويج كى تاكيد ملتى ہے_</w:t>
      </w:r>
      <w:r w:rsidRPr="00F67D4B">
        <w:rPr>
          <w:rStyle w:val="libFootnotenumChar"/>
          <w:rtl/>
        </w:rPr>
        <w:t>(2)</w:t>
      </w:r>
      <w:r>
        <w:rPr>
          <w:rtl/>
        </w:rPr>
        <w:t xml:space="preserve"> </w:t>
      </w:r>
    </w:p>
    <w:p w:rsidR="0061102A" w:rsidRDefault="0061102A" w:rsidP="00BE6934">
      <w:pPr>
        <w:pStyle w:val="libNormal"/>
        <w:rPr>
          <w:rtl/>
        </w:rPr>
      </w:pPr>
      <w:r>
        <w:rPr>
          <w:rtl/>
        </w:rPr>
        <w:t>اس تحريك كى فعاليت كے مقابلے مي</w:t>
      </w:r>
      <w:r w:rsidR="000A0CDC">
        <w:rPr>
          <w:rtl/>
        </w:rPr>
        <w:t xml:space="preserve">ں </w:t>
      </w:r>
      <w:r>
        <w:rPr>
          <w:rtl/>
        </w:rPr>
        <w:t>پہلوى حكومت كا رد عمل اس تحريك كے قائدين كى گرفتاريو</w:t>
      </w:r>
      <w:r w:rsidR="000A0CDC">
        <w:rPr>
          <w:rtl/>
        </w:rPr>
        <w:t xml:space="preserve">ں </w:t>
      </w:r>
      <w:r>
        <w:rPr>
          <w:rtl/>
        </w:rPr>
        <w:t>اور عدالتى كا روائيو</w:t>
      </w:r>
      <w:r w:rsidR="000A0CDC">
        <w:rPr>
          <w:rtl/>
        </w:rPr>
        <w:t xml:space="preserve">ں </w:t>
      </w:r>
      <w:r>
        <w:rPr>
          <w:rtl/>
        </w:rPr>
        <w:t>كى صورت مي</w:t>
      </w:r>
      <w:r w:rsidR="000A0CDC">
        <w:rPr>
          <w:rtl/>
        </w:rPr>
        <w:t xml:space="preserve">ں </w:t>
      </w:r>
      <w:r>
        <w:rPr>
          <w:rtl/>
        </w:rPr>
        <w:t>سامنے آيا اور يہ عدالتى كا روائيا</w:t>
      </w:r>
      <w:r w:rsidR="000A0CDC">
        <w:rPr>
          <w:rtl/>
        </w:rPr>
        <w:t xml:space="preserve">ں </w:t>
      </w:r>
      <w:r>
        <w:rPr>
          <w:rtl/>
        </w:rPr>
        <w:t>سياسى جلسو</w:t>
      </w:r>
      <w:r w:rsidR="000A0CDC">
        <w:rPr>
          <w:rtl/>
        </w:rPr>
        <w:t xml:space="preserve">ں </w:t>
      </w:r>
      <w:r>
        <w:rPr>
          <w:rtl/>
        </w:rPr>
        <w:t>مي</w:t>
      </w:r>
      <w:r w:rsidR="000A0CDC">
        <w:rPr>
          <w:rtl/>
        </w:rPr>
        <w:t xml:space="preserve">ں </w:t>
      </w:r>
      <w:r>
        <w:rPr>
          <w:rtl/>
        </w:rPr>
        <w:t>تبديل ہوگئي</w:t>
      </w:r>
      <w:r w:rsidR="000A0CDC">
        <w:rPr>
          <w:rtl/>
        </w:rPr>
        <w:t xml:space="preserve">ں </w:t>
      </w:r>
      <w:r>
        <w:rPr>
          <w:rtl/>
        </w:rPr>
        <w:t>_ دينى طلاب، سياسى كاركن حضرات اور يونيورسٹى كے طلباء ان كا روائيو</w:t>
      </w:r>
      <w:r w:rsidR="000A0CDC">
        <w:rPr>
          <w:rtl/>
        </w:rPr>
        <w:t xml:space="preserve">ں </w:t>
      </w:r>
      <w:r>
        <w:rPr>
          <w:rtl/>
        </w:rPr>
        <w:t>كى نشستو</w:t>
      </w:r>
      <w:r w:rsidR="000A0CDC">
        <w:rPr>
          <w:rtl/>
        </w:rPr>
        <w:t xml:space="preserve">ں </w:t>
      </w:r>
      <w:r>
        <w:rPr>
          <w:rtl/>
        </w:rPr>
        <w:t>مي</w:t>
      </w:r>
      <w:r w:rsidR="000A0CDC">
        <w:rPr>
          <w:rtl/>
        </w:rPr>
        <w:t xml:space="preserve">ں </w:t>
      </w:r>
      <w:r>
        <w:rPr>
          <w:rtl/>
        </w:rPr>
        <w:t>شريك ہوتے تھے اور آيت اللہ طالقانى اور ديگران سے ملاقات اور گفتگو كر تے تھے</w:t>
      </w:r>
      <w:r w:rsidRPr="00F67D4B">
        <w:rPr>
          <w:rStyle w:val="libFootnotenumChar"/>
          <w:rtl/>
        </w:rPr>
        <w:t>(3)</w:t>
      </w:r>
      <w:r>
        <w:rPr>
          <w:rtl/>
        </w:rPr>
        <w:t xml:space="preserve"> در حقيقت يہ عدالتى كاروائيا</w:t>
      </w:r>
      <w:r w:rsidR="000A0CDC">
        <w:rPr>
          <w:rtl/>
        </w:rPr>
        <w:t xml:space="preserve">ں </w:t>
      </w:r>
      <w:r>
        <w:rPr>
          <w:rtl/>
        </w:rPr>
        <w:t>خود حكومت كے محاكمہ اور حكومت كے طرز عمل كے بارے مي</w:t>
      </w:r>
      <w:r w:rsidR="000A0CDC">
        <w:rPr>
          <w:rtl/>
        </w:rPr>
        <w:t xml:space="preserve">ں </w:t>
      </w:r>
      <w:r>
        <w:rPr>
          <w:rtl/>
        </w:rPr>
        <w:t>انكشافات مي</w:t>
      </w:r>
      <w:r w:rsidR="000A0CDC">
        <w:rPr>
          <w:rtl/>
        </w:rPr>
        <w:t xml:space="preserve">ں </w:t>
      </w:r>
      <w:r>
        <w:rPr>
          <w:rtl/>
        </w:rPr>
        <w:t>تبديل ہوچكى تھي</w:t>
      </w:r>
      <w:r w:rsidR="000A0CDC">
        <w:rPr>
          <w:rtl/>
        </w:rPr>
        <w:t xml:space="preserve">ں </w:t>
      </w:r>
      <w:r>
        <w:rPr>
          <w:rtl/>
        </w:rPr>
        <w:t>كہ مجموعى طور پر اس مسئلے نے اسلامى بيدارى كے مراحل كو سرعت بخشي_</w:t>
      </w:r>
      <w:r w:rsidRPr="00F67D4B">
        <w:rPr>
          <w:rStyle w:val="libFootnotenumChar"/>
          <w:rtl/>
        </w:rPr>
        <w:t>(4)</w:t>
      </w:r>
      <w:r>
        <w:rPr>
          <w:rtl/>
        </w:rPr>
        <w:t xml:space="preserve"> </w:t>
      </w:r>
    </w:p>
    <w:p w:rsidR="0061102A" w:rsidRDefault="0061102A" w:rsidP="00BE6934">
      <w:pPr>
        <w:pStyle w:val="libNormal"/>
        <w:rPr>
          <w:rtl/>
        </w:rPr>
      </w:pPr>
      <w:r>
        <w:rPr>
          <w:rtl/>
        </w:rPr>
        <w:t>ان سالو</w:t>
      </w:r>
      <w:r w:rsidR="000A0CDC">
        <w:rPr>
          <w:rtl/>
        </w:rPr>
        <w:t xml:space="preserve">ں </w:t>
      </w:r>
      <w:r>
        <w:rPr>
          <w:rtl/>
        </w:rPr>
        <w:t>مي</w:t>
      </w:r>
      <w:r w:rsidR="000A0CDC">
        <w:rPr>
          <w:rtl/>
        </w:rPr>
        <w:t xml:space="preserve">ں </w:t>
      </w:r>
      <w:r>
        <w:rPr>
          <w:rtl/>
        </w:rPr>
        <w:t>امام خمينى كى قيادت مي</w:t>
      </w:r>
      <w:r w:rsidR="000A0CDC">
        <w:rPr>
          <w:rtl/>
        </w:rPr>
        <w:t xml:space="preserve">ں </w:t>
      </w:r>
      <w:r>
        <w:rPr>
          <w:rtl/>
        </w:rPr>
        <w:t>اسلامى بيدارى كى تحريك كى خصوصيات مندرجہ ذيل ہي</w:t>
      </w:r>
      <w:r w:rsidR="000A0CDC">
        <w:rPr>
          <w:rtl/>
        </w:rPr>
        <w:t xml:space="preserve">ں </w:t>
      </w:r>
      <w:r>
        <w:rPr>
          <w:rtl/>
        </w:rPr>
        <w:t xml:space="preserve">: </w:t>
      </w:r>
    </w:p>
    <w:p w:rsidR="0061102A" w:rsidRDefault="0061102A" w:rsidP="00BE6934">
      <w:pPr>
        <w:pStyle w:val="libNormal"/>
        <w:rPr>
          <w:rtl/>
        </w:rPr>
      </w:pPr>
      <w:r>
        <w:rPr>
          <w:rtl/>
        </w:rPr>
        <w:t>دين و سياست كے ملاپ كے نظريہ كو مستحكم كرنا_ پہلوى حكومت كے ساتھ كوئي سمجھو تہ نہ كرنا ،علمى ميدان مي</w:t>
      </w:r>
      <w:r w:rsidR="000A0CDC">
        <w:rPr>
          <w:rtl/>
        </w:rPr>
        <w:t xml:space="preserve">ں </w:t>
      </w:r>
      <w:r>
        <w:rPr>
          <w:rtl/>
        </w:rPr>
        <w:t>سياسى اجتہاد كو استحكام دينا اور فكر و عمل مي</w:t>
      </w:r>
      <w:r w:rsidR="000A0CDC">
        <w:rPr>
          <w:rtl/>
        </w:rPr>
        <w:t xml:space="preserve">ں </w:t>
      </w:r>
      <w:r>
        <w:rPr>
          <w:rtl/>
        </w:rPr>
        <w:t>ہم آہنگى برقرار كرتے ہوئے آمريت اور استعمار كا مقابلہ كرنا ... ان مي</w:t>
      </w:r>
      <w:r w:rsidR="000A0CDC">
        <w:rPr>
          <w:rtl/>
        </w:rPr>
        <w:t xml:space="preserve">ں </w:t>
      </w:r>
      <w:r>
        <w:rPr>
          <w:rtl/>
        </w:rPr>
        <w:t>سے سب سے اہم دنيا كى جديد آمريت كو نشانہ بنانا تھا ،انہى سالو</w:t>
      </w:r>
      <w:r w:rsidR="000A0CDC">
        <w:rPr>
          <w:rtl/>
        </w:rPr>
        <w:t xml:space="preserve">ں </w:t>
      </w:r>
      <w:r>
        <w:rPr>
          <w:rtl/>
        </w:rPr>
        <w:t>مي</w:t>
      </w:r>
      <w:r w:rsidR="000A0CDC">
        <w:rPr>
          <w:rtl/>
        </w:rPr>
        <w:t xml:space="preserve">ں </w:t>
      </w:r>
      <w:r>
        <w:rPr>
          <w:rtl/>
        </w:rPr>
        <w:t>ديگر بيدارگر شخصيات مي</w:t>
      </w:r>
      <w:r w:rsidR="000A0CDC">
        <w:rPr>
          <w:rtl/>
        </w:rPr>
        <w:t xml:space="preserve">ں </w:t>
      </w:r>
      <w:r>
        <w:rPr>
          <w:rtl/>
        </w:rPr>
        <w:t>سے محمود طالقانى اور مرتضى مطہرى قابل ذكر ہي</w:t>
      </w:r>
      <w:r w:rsidR="000A0CDC">
        <w:rPr>
          <w:rtl/>
        </w:rPr>
        <w:t xml:space="preserve">ں </w:t>
      </w:r>
      <w:r>
        <w:rPr>
          <w:rtl/>
        </w:rPr>
        <w:t>كہ جنہو</w:t>
      </w:r>
      <w:r w:rsidR="000A0CDC">
        <w:rPr>
          <w:rtl/>
        </w:rPr>
        <w:t xml:space="preserve">ں </w:t>
      </w:r>
      <w:r>
        <w:rPr>
          <w:rtl/>
        </w:rPr>
        <w:t>نے زيادہ تر فكرى ميدانو</w:t>
      </w:r>
      <w:r w:rsidR="000A0CDC">
        <w:rPr>
          <w:rtl/>
        </w:rPr>
        <w:t xml:space="preserve">ں </w:t>
      </w:r>
      <w:r>
        <w:rPr>
          <w:rtl/>
        </w:rPr>
        <w:t>مي</w:t>
      </w:r>
      <w:r w:rsidR="000A0CDC">
        <w:rPr>
          <w:rtl/>
        </w:rPr>
        <w:t xml:space="preserve">ں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60 سال خدمت و مقاومت ( خاطرات مہندس مہدى بازرگان )ج 1، غلام رضا نجاتى تہران ، موسسہ خدمات فرہنگى رسا، ص 374_ </w:t>
      </w:r>
    </w:p>
    <w:p w:rsidR="0061102A" w:rsidRDefault="0061102A" w:rsidP="00BE6934">
      <w:pPr>
        <w:pStyle w:val="libFootnote"/>
        <w:rPr>
          <w:rtl/>
        </w:rPr>
      </w:pPr>
      <w:r>
        <w:rPr>
          <w:rtl/>
        </w:rPr>
        <w:t xml:space="preserve">2) اسناد نہضت آزادى ايران، ج1 ، تہران، ص 44_ </w:t>
      </w:r>
    </w:p>
    <w:p w:rsidR="0061102A" w:rsidRDefault="0061102A" w:rsidP="00BE6934">
      <w:pPr>
        <w:pStyle w:val="libFootnote"/>
        <w:rPr>
          <w:rtl/>
        </w:rPr>
      </w:pPr>
      <w:r>
        <w:rPr>
          <w:rtl/>
        </w:rPr>
        <w:t xml:space="preserve">3) عباسى على عميد زنجاني، سابقہ ماخذ، ص 150_ </w:t>
      </w:r>
    </w:p>
    <w:p w:rsidR="001617C5" w:rsidRDefault="0061102A" w:rsidP="00BE6934">
      <w:pPr>
        <w:pStyle w:val="libFootnote"/>
        <w:rPr>
          <w:rtl/>
        </w:rPr>
      </w:pPr>
      <w:r>
        <w:rPr>
          <w:rtl/>
        </w:rPr>
        <w:t>4) محمد حسن رجبى ، سابقہ ماخذ_ ص 341 _ 239_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فعاليت كي_</w:t>
      </w:r>
      <w:r w:rsidRPr="00F67D4B">
        <w:rPr>
          <w:rStyle w:val="libFootnotenumChar"/>
          <w:rtl/>
        </w:rPr>
        <w:t>(1)</w:t>
      </w:r>
      <w:r>
        <w:rPr>
          <w:rtl/>
        </w:rPr>
        <w:t xml:space="preserve"> </w:t>
      </w:r>
    </w:p>
    <w:p w:rsidR="0061102A" w:rsidRDefault="0061102A" w:rsidP="00BE6934">
      <w:pPr>
        <w:pStyle w:val="libNormal"/>
        <w:rPr>
          <w:rtl/>
        </w:rPr>
      </w:pPr>
      <w:r>
        <w:rPr>
          <w:rtl/>
        </w:rPr>
        <w:t>انہى سالو</w:t>
      </w:r>
      <w:r w:rsidR="000A0CDC">
        <w:rPr>
          <w:rtl/>
        </w:rPr>
        <w:t xml:space="preserve">ں </w:t>
      </w:r>
      <w:r>
        <w:rPr>
          <w:rtl/>
        </w:rPr>
        <w:t>مي</w:t>
      </w:r>
      <w:r w:rsidR="000A0CDC">
        <w:rPr>
          <w:rtl/>
        </w:rPr>
        <w:t xml:space="preserve">ں </w:t>
      </w:r>
      <w:r>
        <w:rPr>
          <w:rtl/>
        </w:rPr>
        <w:t>يونيورسٹى كے طلاب كى مذہبى تنظيم كا بھى اسلامى بيدارى كى تحريك مي</w:t>
      </w:r>
      <w:r w:rsidR="000A0CDC">
        <w:rPr>
          <w:rtl/>
        </w:rPr>
        <w:t xml:space="preserve">ں </w:t>
      </w:r>
      <w:r>
        <w:rPr>
          <w:rtl/>
        </w:rPr>
        <w:t>قابل ذكر حصہ ہے _ وہ دانشور اور مجاہد علماء مثلا علامہ طباطبائي، آيت اللہ مطہرى اور آيت اللہ طالقانى سے رابطہ مي</w:t>
      </w:r>
      <w:r w:rsidR="000A0CDC">
        <w:rPr>
          <w:rtl/>
        </w:rPr>
        <w:t xml:space="preserve">ں </w:t>
      </w:r>
      <w:r>
        <w:rPr>
          <w:rtl/>
        </w:rPr>
        <w:t>رہتے تھے_''انجمن اسلامى دانشجويان'' كى تنظيم كى صورت مي</w:t>
      </w:r>
      <w:r w:rsidR="000A0CDC">
        <w:rPr>
          <w:rtl/>
        </w:rPr>
        <w:t xml:space="preserve">ں </w:t>
      </w:r>
      <w:r>
        <w:rPr>
          <w:rtl/>
        </w:rPr>
        <w:t>طلباء نے دو عشرو</w:t>
      </w:r>
      <w:r w:rsidR="000A0CDC">
        <w:rPr>
          <w:rtl/>
        </w:rPr>
        <w:t xml:space="preserve">ں </w:t>
      </w:r>
      <w:r>
        <w:rPr>
          <w:rtl/>
        </w:rPr>
        <w:t>تك علمى موضوعات مثلا ماركسزم كے مقابلے مي</w:t>
      </w:r>
      <w:r w:rsidR="000A0CDC">
        <w:rPr>
          <w:rtl/>
        </w:rPr>
        <w:t xml:space="preserve">ں </w:t>
      </w:r>
      <w:r>
        <w:rPr>
          <w:rtl/>
        </w:rPr>
        <w:t>دين اسلام كے دفاع كے موضوع پر فعاليت كى اور تمام اقوام اسلام كے اتحاد پر زور ديا انہو</w:t>
      </w:r>
      <w:r w:rsidR="000A0CDC">
        <w:rPr>
          <w:rtl/>
        </w:rPr>
        <w:t xml:space="preserve">ں </w:t>
      </w:r>
      <w:r>
        <w:rPr>
          <w:rtl/>
        </w:rPr>
        <w:t>نے امام خمينى كى اسلامى تحريك كے آغاز سے ہى آپ سے رابطہ قائم كيا_ امام خمينى نے ايك سياسى مرجع تقليد كے عنوان سے اس طلباء كى تحريك كيلئے ايك مذہبى برجستہ قائد كے خلاء كو پر كيا</w:t>
      </w:r>
      <w:r w:rsidRPr="00F67D4B">
        <w:rPr>
          <w:rStyle w:val="libFootnotenumChar"/>
          <w:rtl/>
        </w:rPr>
        <w:t>(2)</w:t>
      </w:r>
      <w:r>
        <w:rPr>
          <w:rtl/>
        </w:rPr>
        <w:t xml:space="preserve"> </w:t>
      </w:r>
    </w:p>
    <w:p w:rsidR="0061102A" w:rsidRDefault="0061102A" w:rsidP="00BE6934">
      <w:pPr>
        <w:pStyle w:val="libNormal"/>
        <w:rPr>
          <w:rtl/>
        </w:rPr>
      </w:pPr>
      <w:r>
        <w:rPr>
          <w:rtl/>
        </w:rPr>
        <w:t>امام خمينى كى سياسى فعاليت بڑھنے اور بالخصوص ''كيپيٹلائزيشن'' كے بل كے پاس ہونے پر اعتراض كى بناء پر امام خمينى كو پہلے تركى اور پھر نجف اشرف كى طرف جلا وطن كياگيا_جسكى وجہ سے آمرانہ اقدامات اور سياسى گھٹن مي</w:t>
      </w:r>
      <w:r w:rsidR="000A0CDC">
        <w:rPr>
          <w:rtl/>
        </w:rPr>
        <w:t xml:space="preserve">ں </w:t>
      </w:r>
      <w:r>
        <w:rPr>
          <w:rtl/>
        </w:rPr>
        <w:t>اضافہ ہوگيا اور سياسى فعاليت مخفى صورت مي</w:t>
      </w:r>
      <w:r w:rsidR="000A0CDC">
        <w:rPr>
          <w:rtl/>
        </w:rPr>
        <w:t xml:space="preserve">ں </w:t>
      </w:r>
      <w:r>
        <w:rPr>
          <w:rtl/>
        </w:rPr>
        <w:t>انجام پانے لگي_ اس زمانہ كے وزير اعظم حسن على منصور كے قتل نے بھى اس سياسى گھٹن كو بڑھايا_ لہذا ان سالو</w:t>
      </w:r>
      <w:r w:rsidR="000A0CDC">
        <w:rPr>
          <w:rtl/>
        </w:rPr>
        <w:t xml:space="preserve">ں </w:t>
      </w:r>
      <w:r>
        <w:rPr>
          <w:rtl/>
        </w:rPr>
        <w:t>مي</w:t>
      </w:r>
      <w:r w:rsidR="000A0CDC">
        <w:rPr>
          <w:rtl/>
        </w:rPr>
        <w:t xml:space="preserve">ں </w:t>
      </w:r>
      <w:r>
        <w:rPr>
          <w:rtl/>
        </w:rPr>
        <w:t>اسلامى تحريك زيادہ ترعسكرى اور نظرياتى صورت مي</w:t>
      </w:r>
      <w:r w:rsidR="000A0CDC">
        <w:rPr>
          <w:rtl/>
        </w:rPr>
        <w:t xml:space="preserve">ں </w:t>
      </w:r>
      <w:r>
        <w:rPr>
          <w:rtl/>
        </w:rPr>
        <w:t>سامنے آئي_ مؤتلفہ اسلامي، حزب ملل اسلامى اور مجاہدين خلق كى تنظيم كى فعاليت نئي صورت مي</w:t>
      </w:r>
      <w:r w:rsidR="000A0CDC">
        <w:rPr>
          <w:rtl/>
        </w:rPr>
        <w:t xml:space="preserve">ں </w:t>
      </w:r>
      <w:r>
        <w:rPr>
          <w:rtl/>
        </w:rPr>
        <w:t>تشكيل پانے لگى ان مي</w:t>
      </w:r>
      <w:r w:rsidR="000A0CDC">
        <w:rPr>
          <w:rtl/>
        </w:rPr>
        <w:t xml:space="preserve">ں </w:t>
      </w:r>
      <w:r>
        <w:rPr>
          <w:rtl/>
        </w:rPr>
        <w:t>حزب ملل اسلامى عالم اسلام پر چھائي ہوئي فكرى فضا سے متاثرہوتے ہوئے اور دينى روشن فكر اور مصلح حضرات كى پيروى مي</w:t>
      </w:r>
      <w:r w:rsidR="000A0CDC">
        <w:rPr>
          <w:rtl/>
        </w:rPr>
        <w:t xml:space="preserve">ں </w:t>
      </w:r>
      <w:r>
        <w:rPr>
          <w:rtl/>
        </w:rPr>
        <w:t>بين الاقوامى اسلامى انقلاب كے ذريعے فرقہ و قوم كے تعصب سے قطع نظر ايك وسيع اسلامى حكومت كى تشكيل كى خواہا</w:t>
      </w:r>
      <w:r w:rsidR="000A0CDC">
        <w:rPr>
          <w:rtl/>
        </w:rPr>
        <w:t xml:space="preserve">ں </w:t>
      </w:r>
      <w:r>
        <w:rPr>
          <w:rtl/>
        </w:rPr>
        <w:t>تھي_</w:t>
      </w:r>
      <w:r w:rsidRPr="00F67D4B">
        <w:rPr>
          <w:rStyle w:val="libFootnotenumChar"/>
          <w:rtl/>
        </w:rPr>
        <w:t>(3)</w:t>
      </w:r>
      <w:r>
        <w:rPr>
          <w:rtl/>
        </w:rPr>
        <w:t xml:space="preserve"> جبكہ مجاہدين خلق كى تنظيم 1344 سے 1350 تك فوجى اور عسكرى تربيت اور اس حوالے سے نظرى مطالعات مي</w:t>
      </w:r>
      <w:r w:rsidR="000A0CDC">
        <w:rPr>
          <w:rtl/>
        </w:rPr>
        <w:t xml:space="preserve">ں </w:t>
      </w:r>
      <w:r>
        <w:rPr>
          <w:rtl/>
        </w:rPr>
        <w:t xml:space="preserve">مشغول رہي_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مرتضى مطہرى ،احياء فكر ديني، دہ گفتار ( مجموعہ مقالات) تہران، ج 5 ، ص 151 _ 129، احياء تفكر اسلامي، تہران ،ص 14_7 ، رسول جعفريان، سابقہ ماخذ ،ص 197 _ 193_ </w:t>
      </w:r>
    </w:p>
    <w:p w:rsidR="0061102A" w:rsidRDefault="0061102A" w:rsidP="00BE6934">
      <w:pPr>
        <w:pStyle w:val="libFootnote"/>
        <w:rPr>
          <w:rtl/>
        </w:rPr>
      </w:pPr>
      <w:r>
        <w:rPr>
          <w:rtl/>
        </w:rPr>
        <w:t xml:space="preserve">2) عليرضا كريميان ، سابقہ ماخذ ، ص 217 _ 214_ </w:t>
      </w:r>
    </w:p>
    <w:p w:rsidR="001617C5" w:rsidRDefault="0061102A" w:rsidP="00BE6934">
      <w:pPr>
        <w:pStyle w:val="libFootnote"/>
        <w:rPr>
          <w:rtl/>
        </w:rPr>
      </w:pPr>
      <w:r>
        <w:rPr>
          <w:rtl/>
        </w:rPr>
        <w:t>3) اسماعيل حسن زادہ، تاملى در پيدايش و تكوين حزب ملل اسلامي، متين ، س 2 ، ش 5،6 _ ص 82 _ 62_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جسكے نتيجہ مي</w:t>
      </w:r>
      <w:r w:rsidR="000A0CDC">
        <w:rPr>
          <w:rtl/>
        </w:rPr>
        <w:t xml:space="preserve">ں </w:t>
      </w:r>
      <w:r>
        <w:rPr>
          <w:rtl/>
        </w:rPr>
        <w:t>سن پچاس كے عشرہ مي</w:t>
      </w:r>
      <w:r w:rsidR="000A0CDC">
        <w:rPr>
          <w:rtl/>
        </w:rPr>
        <w:t xml:space="preserve">ں </w:t>
      </w:r>
      <w:r>
        <w:rPr>
          <w:rtl/>
        </w:rPr>
        <w:t xml:space="preserve">اسلامى بيدارى كى تحريك كے مراحل كچھ زيادہ مؤثر نہ تھے_ </w:t>
      </w:r>
    </w:p>
    <w:p w:rsidR="0061102A" w:rsidRDefault="0061102A" w:rsidP="00BE6934">
      <w:pPr>
        <w:pStyle w:val="libNormal"/>
        <w:rPr>
          <w:rtl/>
        </w:rPr>
      </w:pPr>
      <w:r>
        <w:rPr>
          <w:rtl/>
        </w:rPr>
        <w:t>1350 سے ليكر 1353 شمسى تك اس تنظيم كے بہت سے قائدين اور بانى حضرات انكى مسلحانہ سرگرميو</w:t>
      </w:r>
      <w:r w:rsidR="000A0CDC">
        <w:rPr>
          <w:rtl/>
        </w:rPr>
        <w:t xml:space="preserve">ں </w:t>
      </w:r>
      <w:r>
        <w:rPr>
          <w:rtl/>
        </w:rPr>
        <w:t>كے انكشاف پر گرفتار ہوئے يا پھانسى چڑھ گئے_</w:t>
      </w:r>
      <w:r w:rsidRPr="00F67D4B">
        <w:rPr>
          <w:rStyle w:val="libFootnotenumChar"/>
          <w:rtl/>
        </w:rPr>
        <w:t>(1)</w:t>
      </w:r>
      <w:r>
        <w:rPr>
          <w:rtl/>
        </w:rPr>
        <w:t xml:space="preserve"> يہ تنظيم 1354 شمسى مي</w:t>
      </w:r>
      <w:r w:rsidR="000A0CDC">
        <w:rPr>
          <w:rtl/>
        </w:rPr>
        <w:t xml:space="preserve">ں </w:t>
      </w:r>
      <w:r>
        <w:rPr>
          <w:rtl/>
        </w:rPr>
        <w:t>اندرونى خلفشار كا شكار ہوئي اور دو گروہو</w:t>
      </w:r>
      <w:r w:rsidR="000A0CDC">
        <w:rPr>
          <w:rtl/>
        </w:rPr>
        <w:t xml:space="preserve">ں </w:t>
      </w:r>
      <w:r>
        <w:rPr>
          <w:rtl/>
        </w:rPr>
        <w:t>اسلامى اور كيميونسٹ مي</w:t>
      </w:r>
      <w:r w:rsidR="000A0CDC">
        <w:rPr>
          <w:rtl/>
        </w:rPr>
        <w:t xml:space="preserve">ں </w:t>
      </w:r>
      <w:r>
        <w:rPr>
          <w:rtl/>
        </w:rPr>
        <w:t>بٹ گئي اور پھر يہ اختلاف آپس مي</w:t>
      </w:r>
      <w:r w:rsidR="000A0CDC">
        <w:rPr>
          <w:rtl/>
        </w:rPr>
        <w:t xml:space="preserve">ں </w:t>
      </w:r>
      <w:r>
        <w:rPr>
          <w:rtl/>
        </w:rPr>
        <w:t>خونى لڑائيو</w:t>
      </w:r>
      <w:r w:rsidR="000A0CDC">
        <w:rPr>
          <w:rtl/>
        </w:rPr>
        <w:t xml:space="preserve">ں </w:t>
      </w:r>
      <w:r>
        <w:rPr>
          <w:rtl/>
        </w:rPr>
        <w:t>تك پہنچ گيا_</w:t>
      </w:r>
      <w:r w:rsidRPr="00F67D4B">
        <w:rPr>
          <w:rStyle w:val="libFootnotenumChar"/>
          <w:rtl/>
        </w:rPr>
        <w:t>(2)</w:t>
      </w:r>
      <w:r>
        <w:rPr>
          <w:rtl/>
        </w:rPr>
        <w:t xml:space="preserve"> </w:t>
      </w:r>
    </w:p>
    <w:p w:rsidR="0061102A" w:rsidRDefault="0061102A" w:rsidP="00BE6934">
      <w:pPr>
        <w:pStyle w:val="libNormal"/>
        <w:rPr>
          <w:rtl/>
        </w:rPr>
      </w:pPr>
      <w:r>
        <w:rPr>
          <w:rtl/>
        </w:rPr>
        <w:t>1356 شمسى سے سياسى گھٹن كم ہونا شروع ہوى اور آہستہ آہستہ سياسى قيدى آزاد ہونا شروع ہوئے _ ان سالو</w:t>
      </w:r>
      <w:r w:rsidR="000A0CDC">
        <w:rPr>
          <w:rtl/>
        </w:rPr>
        <w:t xml:space="preserve">ں </w:t>
      </w:r>
      <w:r>
        <w:rPr>
          <w:rtl/>
        </w:rPr>
        <w:t>مي</w:t>
      </w:r>
      <w:r w:rsidR="000A0CDC">
        <w:rPr>
          <w:rtl/>
        </w:rPr>
        <w:t xml:space="preserve">ں </w:t>
      </w:r>
      <w:r>
        <w:rPr>
          <w:rtl/>
        </w:rPr>
        <w:t>اسلامى گروہو</w:t>
      </w:r>
      <w:r w:rsidR="000A0CDC">
        <w:rPr>
          <w:rtl/>
        </w:rPr>
        <w:t xml:space="preserve">ں </w:t>
      </w:r>
      <w:r>
        <w:rPr>
          <w:rtl/>
        </w:rPr>
        <w:t>مي</w:t>
      </w:r>
      <w:r w:rsidR="000A0CDC">
        <w:rPr>
          <w:rtl/>
        </w:rPr>
        <w:t xml:space="preserve">ں </w:t>
      </w:r>
      <w:r>
        <w:rPr>
          <w:rtl/>
        </w:rPr>
        <w:t xml:space="preserve">بعض مجاہدين مثلا محمد جواد باہنر، محمد على رجائي، ہاشمى رفسنجاني، جلال الدين فارسى اور ديگرافراد كے ذريعے علمى فعاليت كہ جس كا سياسى رنگ كم تھا كا آغاز ہوا </w:t>
      </w:r>
      <w:r w:rsidRPr="00F67D4B">
        <w:rPr>
          <w:rStyle w:val="libFootnotenumChar"/>
          <w:rtl/>
        </w:rPr>
        <w:t>(3)</w:t>
      </w:r>
      <w:r>
        <w:rPr>
          <w:rtl/>
        </w:rPr>
        <w:t xml:space="preserve"> كو اپريٹواشاعتى ادارو</w:t>
      </w:r>
      <w:r w:rsidR="000A0CDC">
        <w:rPr>
          <w:rtl/>
        </w:rPr>
        <w:t xml:space="preserve">ں </w:t>
      </w:r>
      <w:r>
        <w:rPr>
          <w:rtl/>
        </w:rPr>
        <w:t>كى فعاليت كہ جو مذہبى مجاہد طرز كے دانشور حضرات كى قلمى كاوشو</w:t>
      </w:r>
      <w:r w:rsidR="000A0CDC">
        <w:rPr>
          <w:rtl/>
        </w:rPr>
        <w:t xml:space="preserve">ں </w:t>
      </w:r>
      <w:r>
        <w:rPr>
          <w:rtl/>
        </w:rPr>
        <w:t>كى اشاعت كرتے تھے ،نے دينى تفكر كو پھيلانے مي</w:t>
      </w:r>
      <w:r w:rsidR="000A0CDC">
        <w:rPr>
          <w:rtl/>
        </w:rPr>
        <w:t xml:space="preserve">ں </w:t>
      </w:r>
      <w:r>
        <w:rPr>
          <w:rtl/>
        </w:rPr>
        <w:t>اہم كردار ادا كيا_</w:t>
      </w:r>
      <w:r w:rsidRPr="00F67D4B">
        <w:rPr>
          <w:rStyle w:val="libFootnotenumChar"/>
          <w:rtl/>
        </w:rPr>
        <w:t>(4)</w:t>
      </w:r>
      <w:r>
        <w:rPr>
          <w:rtl/>
        </w:rPr>
        <w:t xml:space="preserve"> </w:t>
      </w:r>
    </w:p>
    <w:p w:rsidR="0061102A" w:rsidRDefault="0061102A" w:rsidP="00BE6934">
      <w:pPr>
        <w:pStyle w:val="libNormal"/>
        <w:rPr>
          <w:rtl/>
        </w:rPr>
      </w:pPr>
      <w:r>
        <w:rPr>
          <w:rtl/>
        </w:rPr>
        <w:t>بيدارگراور دينى مصلح شخصيات كے ساتھ ساتھ جلال آل احمد، مہدى بازرگان اور على شريعتى جيسى شخصيات كے نظريات اور آثار نے بھى بتدريج اسلامى بيدارى كے رجحان كو قوت بخشي_ آل احمد نے اپنى دو كتابو</w:t>
      </w:r>
      <w:r w:rsidR="000A0CDC">
        <w:rPr>
          <w:rtl/>
        </w:rPr>
        <w:t xml:space="preserve">ں </w:t>
      </w:r>
      <w:r>
        <w:rPr>
          <w:rtl/>
        </w:rPr>
        <w:t>''غرب زدگى و در خدمت و خيانت روشنفكران'' مي</w:t>
      </w:r>
      <w:r w:rsidR="000A0CDC">
        <w:rPr>
          <w:rtl/>
        </w:rPr>
        <w:t xml:space="preserve">ں </w:t>
      </w:r>
      <w:r>
        <w:rPr>
          <w:rtl/>
        </w:rPr>
        <w:t>مغرب پرستى اور روشن فكرى كے مختلف پہلوو</w:t>
      </w:r>
      <w:r w:rsidR="000A0CDC">
        <w:rPr>
          <w:rtl/>
        </w:rPr>
        <w:t xml:space="preserve">ں </w:t>
      </w:r>
      <w:r>
        <w:rPr>
          <w:rtl/>
        </w:rPr>
        <w:t>كو واضح كيا ،وہ تشيع كو ايرانى تشخص كاجزو لاينفك سمجھتے تھے اور مغربى تسلط كے مقابلے مي</w:t>
      </w:r>
      <w:r w:rsidR="000A0CDC">
        <w:rPr>
          <w:rtl/>
        </w:rPr>
        <w:t xml:space="preserve">ں </w:t>
      </w:r>
      <w:r>
        <w:rPr>
          <w:rtl/>
        </w:rPr>
        <w:t>دينى علماء كے كردار پرزور ديتے تھے_</w:t>
      </w:r>
      <w:r w:rsidRPr="00F67D4B">
        <w:rPr>
          <w:rStyle w:val="libFootnotenumChar"/>
          <w:rtl/>
        </w:rPr>
        <w:t>(1)</w:t>
      </w:r>
      <w:r>
        <w:rPr>
          <w:rtl/>
        </w:rPr>
        <w:t xml:space="preserve"> </w:t>
      </w:r>
    </w:p>
    <w:p w:rsidR="0061102A" w:rsidRDefault="00CD1BB5" w:rsidP="00BE6934">
      <w:pPr>
        <w:pStyle w:val="libLine"/>
        <w:rPr>
          <w:rtl/>
        </w:rPr>
      </w:pPr>
      <w:r>
        <w:rPr>
          <w:rtl/>
        </w:rPr>
        <w:t>____________________</w:t>
      </w:r>
    </w:p>
    <w:p w:rsidR="0061102A" w:rsidRDefault="0061102A" w:rsidP="00BE6934">
      <w:pPr>
        <w:pStyle w:val="libFootnote"/>
        <w:rPr>
          <w:rtl/>
        </w:rPr>
      </w:pPr>
      <w:r>
        <w:rPr>
          <w:rtl/>
        </w:rPr>
        <w:t xml:space="preserve">1) غلام رضا نجاتي، تاريخ سياسى بيست سالہ ايران، ج 1، تہران ، ص 407 _ 393_ </w:t>
      </w:r>
    </w:p>
    <w:p w:rsidR="0061102A" w:rsidRDefault="0061102A" w:rsidP="00BE6934">
      <w:pPr>
        <w:pStyle w:val="libFootnote"/>
        <w:rPr>
          <w:rtl/>
        </w:rPr>
      </w:pPr>
      <w:r>
        <w:rPr>
          <w:rtl/>
        </w:rPr>
        <w:t xml:space="preserve">2) بيانيہ اعلام مواضع ايدئو لويك ،تہران ، سازمان مجاہدين خلق ايران، 1354_ </w:t>
      </w:r>
    </w:p>
    <w:p w:rsidR="0061102A" w:rsidRDefault="0061102A" w:rsidP="00BE6934">
      <w:pPr>
        <w:pStyle w:val="libFootnote"/>
        <w:rPr>
          <w:rtl/>
        </w:rPr>
      </w:pPr>
      <w:r>
        <w:rPr>
          <w:rtl/>
        </w:rPr>
        <w:t xml:space="preserve">3) جلال الدين فارسي، زواياى تاريك، تہران، حديث ، ص 138_ </w:t>
      </w:r>
    </w:p>
    <w:p w:rsidR="0061102A" w:rsidRDefault="0061102A" w:rsidP="00BE6934">
      <w:pPr>
        <w:pStyle w:val="libFootnote"/>
        <w:rPr>
          <w:rtl/>
        </w:rPr>
      </w:pPr>
      <w:r>
        <w:rPr>
          <w:rtl/>
        </w:rPr>
        <w:t xml:space="preserve">4) حسن يوسفى اشكوري، در تكاپوى آزادى ، ج1، تہران ، ص 239 _ 238_ </w:t>
      </w:r>
    </w:p>
    <w:p w:rsidR="001617C5" w:rsidRDefault="0061102A" w:rsidP="00BE6934">
      <w:pPr>
        <w:pStyle w:val="libFootnote"/>
        <w:rPr>
          <w:rtl/>
        </w:rPr>
      </w:pPr>
      <w:r>
        <w:rPr>
          <w:rtl/>
        </w:rPr>
        <w:t>5) مہرزاد ، بروجردي، روشنفكران ايران و غرب، ترجمہ جمشيد شيرازى ، تہران ، ج 2 ص 123 _ 118، محمد على زكريايي، سابقہ ماخذ ، ص 193_ 189_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بازرگان نے بھى وسيع سياسى فعاليت كے ساتھ ساتھ پچاس كے عشرہ سے قلمى نظرياتى محاذپر كام شروع كيا_ 1345 شمسى مي</w:t>
      </w:r>
      <w:r w:rsidR="000A0CDC">
        <w:rPr>
          <w:rtl/>
        </w:rPr>
        <w:t xml:space="preserve">ں </w:t>
      </w:r>
      <w:r>
        <w:rPr>
          <w:rtl/>
        </w:rPr>
        <w:t xml:space="preserve">اپنى اہم ترين كتاب '' بعثت و ايدئولوي'' (بعثت اور آئيڈيالوجي) كو تحرير كيا </w:t>
      </w:r>
      <w:r w:rsidRPr="00F67D4B">
        <w:rPr>
          <w:rStyle w:val="libFootnotenumChar"/>
          <w:rtl/>
        </w:rPr>
        <w:t>(1)</w:t>
      </w:r>
      <w:r>
        <w:rPr>
          <w:rtl/>
        </w:rPr>
        <w:t xml:space="preserve"> اس قسم كى فعاليت ساٹھ كے عشرہ مي</w:t>
      </w:r>
      <w:r w:rsidR="000A0CDC">
        <w:rPr>
          <w:rtl/>
        </w:rPr>
        <w:t xml:space="preserve">ں </w:t>
      </w:r>
      <w:r>
        <w:rPr>
          <w:rtl/>
        </w:rPr>
        <w:t>بھى جارى رہي_ ڈاكٹر شريعتى كى خدمات اسلامى تحرك كو يونيورسيٹو</w:t>
      </w:r>
      <w:r w:rsidR="000A0CDC">
        <w:rPr>
          <w:rtl/>
        </w:rPr>
        <w:t xml:space="preserve">ں </w:t>
      </w:r>
      <w:r>
        <w:rPr>
          <w:rtl/>
        </w:rPr>
        <w:t>طلبا اور نوجوان نسل مي</w:t>
      </w:r>
      <w:r w:rsidR="000A0CDC">
        <w:rPr>
          <w:rtl/>
        </w:rPr>
        <w:t xml:space="preserve">ں </w:t>
      </w:r>
      <w:r>
        <w:rPr>
          <w:rtl/>
        </w:rPr>
        <w:t>پھونكنے اور انہي</w:t>
      </w:r>
      <w:r w:rsidR="000A0CDC">
        <w:rPr>
          <w:rtl/>
        </w:rPr>
        <w:t xml:space="preserve">ں </w:t>
      </w:r>
      <w:r>
        <w:rPr>
          <w:rtl/>
        </w:rPr>
        <w:t>مغربى ماركسسى نظريات سے دور ركھنے مي</w:t>
      </w:r>
      <w:r w:rsidR="000A0CDC">
        <w:rPr>
          <w:rtl/>
        </w:rPr>
        <w:t xml:space="preserve">ں </w:t>
      </w:r>
      <w:r>
        <w:rPr>
          <w:rtl/>
        </w:rPr>
        <w:t>انتہائي اہميت كى حامل ہي</w:t>
      </w:r>
      <w:r w:rsidR="000A0CDC">
        <w:rPr>
          <w:rtl/>
        </w:rPr>
        <w:t xml:space="preserve">ں </w:t>
      </w:r>
      <w:r>
        <w:rPr>
          <w:rtl/>
        </w:rPr>
        <w:t>انہو</w:t>
      </w:r>
      <w:r w:rsidR="000A0CDC">
        <w:rPr>
          <w:rtl/>
        </w:rPr>
        <w:t xml:space="preserve">ں </w:t>
      </w:r>
      <w:r>
        <w:rPr>
          <w:rtl/>
        </w:rPr>
        <w:t>نے اپنے نظريے''بازگشت بہ خويشتن''(اپنى طرف لوٹنا)كے ذريعے آل احمد كے مغرب پرستى كے موضوع كو آگے بڑھايا</w:t>
      </w:r>
      <w:r w:rsidRPr="00F67D4B">
        <w:rPr>
          <w:rStyle w:val="libFootnotenumChar"/>
          <w:rtl/>
        </w:rPr>
        <w:t>(2)</w:t>
      </w:r>
      <w:r>
        <w:rPr>
          <w:rtl/>
        </w:rPr>
        <w:t xml:space="preserve"> </w:t>
      </w:r>
    </w:p>
    <w:p w:rsidR="0061102A" w:rsidRDefault="0061102A" w:rsidP="00BE6934">
      <w:pPr>
        <w:pStyle w:val="libNormal"/>
        <w:rPr>
          <w:rtl/>
        </w:rPr>
      </w:pPr>
      <w:r>
        <w:rPr>
          <w:rtl/>
        </w:rPr>
        <w:t>پچاس كے عشرہ مي</w:t>
      </w:r>
      <w:r w:rsidR="000A0CDC">
        <w:rPr>
          <w:rtl/>
        </w:rPr>
        <w:t xml:space="preserve">ں </w:t>
      </w:r>
      <w:r>
        <w:rPr>
          <w:rtl/>
        </w:rPr>
        <w:t>بالخصوص اسكے دوسرے حصہ مي</w:t>
      </w:r>
      <w:r w:rsidR="000A0CDC">
        <w:rPr>
          <w:rtl/>
        </w:rPr>
        <w:t xml:space="preserve">ں </w:t>
      </w:r>
      <w:r>
        <w:rPr>
          <w:rtl/>
        </w:rPr>
        <w:t>عالم اسلام مي</w:t>
      </w:r>
      <w:r w:rsidR="000A0CDC">
        <w:rPr>
          <w:rtl/>
        </w:rPr>
        <w:t xml:space="preserve">ں </w:t>
      </w:r>
      <w:r>
        <w:rPr>
          <w:rtl/>
        </w:rPr>
        <w:t>بيدارى كى لہر اور اسلامى اقوام كى خود مختارى كى كوششو</w:t>
      </w:r>
      <w:r w:rsidR="000A0CDC">
        <w:rPr>
          <w:rtl/>
        </w:rPr>
        <w:t xml:space="preserve">ں </w:t>
      </w:r>
      <w:r>
        <w:rPr>
          <w:rtl/>
        </w:rPr>
        <w:t>نے بھى ايران مي</w:t>
      </w:r>
      <w:r w:rsidR="000A0CDC">
        <w:rPr>
          <w:rtl/>
        </w:rPr>
        <w:t xml:space="preserve">ں </w:t>
      </w:r>
      <w:r>
        <w:rPr>
          <w:rtl/>
        </w:rPr>
        <w:t>اسلامى بيدارى كى تحريك پر اثرات مرتب كيے اس حوالے سے الجزائر كے مجاہد مسلمانو</w:t>
      </w:r>
      <w:r w:rsidR="000A0CDC">
        <w:rPr>
          <w:rtl/>
        </w:rPr>
        <w:t xml:space="preserve">ں </w:t>
      </w:r>
      <w:r>
        <w:rPr>
          <w:rtl/>
        </w:rPr>
        <w:t xml:space="preserve">كى كاميابى اور فلسطين كى تحريك زيادہ موثر رہي_ </w:t>
      </w:r>
      <w:r w:rsidRPr="00F67D4B">
        <w:rPr>
          <w:rStyle w:val="libFootnotenumChar"/>
          <w:rtl/>
        </w:rPr>
        <w:t>(3)</w:t>
      </w:r>
      <w:r>
        <w:rPr>
          <w:rtl/>
        </w:rPr>
        <w:t xml:space="preserve"> </w:t>
      </w:r>
    </w:p>
    <w:p w:rsidR="0061102A" w:rsidRDefault="0061102A" w:rsidP="00BE6934">
      <w:pPr>
        <w:pStyle w:val="libNormal"/>
        <w:rPr>
          <w:rtl/>
        </w:rPr>
      </w:pPr>
      <w:r>
        <w:rPr>
          <w:rtl/>
        </w:rPr>
        <w:t>اس دور كا اہم ترين واقعہ 1349 شمسى مي</w:t>
      </w:r>
      <w:r w:rsidR="000A0CDC">
        <w:rPr>
          <w:rtl/>
        </w:rPr>
        <w:t xml:space="preserve">ں </w:t>
      </w:r>
      <w:r>
        <w:rPr>
          <w:rtl/>
        </w:rPr>
        <w:t>امام خمينى كى طرف سے نجف مي</w:t>
      </w:r>
      <w:r w:rsidR="000A0CDC">
        <w:rPr>
          <w:rtl/>
        </w:rPr>
        <w:t xml:space="preserve">ں </w:t>
      </w:r>
      <w:r>
        <w:rPr>
          <w:rtl/>
        </w:rPr>
        <w:t>اسلامى حكومت كى علمى بحث كا '' ولايت فقيہ'' كے عنوان سے آغاز تھا_ انہو</w:t>
      </w:r>
      <w:r w:rsidR="000A0CDC">
        <w:rPr>
          <w:rtl/>
        </w:rPr>
        <w:t xml:space="preserve">ں </w:t>
      </w:r>
      <w:r>
        <w:rPr>
          <w:rtl/>
        </w:rPr>
        <w:t>نے ان نشستو</w:t>
      </w:r>
      <w:r w:rsidR="000A0CDC">
        <w:rPr>
          <w:rtl/>
        </w:rPr>
        <w:t xml:space="preserve">ں </w:t>
      </w:r>
      <w:r>
        <w:rPr>
          <w:rtl/>
        </w:rPr>
        <w:t>مي</w:t>
      </w:r>
      <w:r w:rsidR="000A0CDC">
        <w:rPr>
          <w:rtl/>
        </w:rPr>
        <w:t xml:space="preserve">ں </w:t>
      </w:r>
      <w:r>
        <w:rPr>
          <w:rtl/>
        </w:rPr>
        <w:t>فقہاء كى حكومت، دين و سياست كے ملاپ اور آئيڈيالوجى كے عبادت سے بالاتر ہونے كے اثبات اور وضاحت كو محور سخن قرار ديا ،ان مباحث كے ضمن مي</w:t>
      </w:r>
      <w:r w:rsidR="000A0CDC">
        <w:rPr>
          <w:rtl/>
        </w:rPr>
        <w:t xml:space="preserve">ں </w:t>
      </w:r>
      <w:r>
        <w:rPr>
          <w:rtl/>
        </w:rPr>
        <w:t>ايرانى حكومت اور ديگر اسلامى ممالك كے حالات پر بھى تنقيد كى اور اہل نظر حضرات كو ان موضوعات پر مطالعہ اور تحقيق كيلئے دعوت دي_</w:t>
      </w:r>
      <w:r w:rsidRPr="00F67D4B">
        <w:rPr>
          <w:rStyle w:val="libFootnotenumChar"/>
          <w:rtl/>
        </w:rPr>
        <w:t>(5)</w:t>
      </w:r>
      <w:r>
        <w:rPr>
          <w:rtl/>
        </w:rPr>
        <w:t>ان كے افكار پيغام رسانى كے چينل كے ذريعے ايران منتقل ہوئے جو ايرانى مجاہدين مي</w:t>
      </w:r>
      <w:r w:rsidR="000A0CDC">
        <w:rPr>
          <w:rtl/>
        </w:rPr>
        <w:t xml:space="preserve">ں </w:t>
      </w:r>
      <w:r>
        <w:rPr>
          <w:rtl/>
        </w:rPr>
        <w:t xml:space="preserve">نئي رو ح پھونكنے كا باعث بنے_ </w:t>
      </w:r>
    </w:p>
    <w:p w:rsidR="0061102A" w:rsidRDefault="0061102A" w:rsidP="00BE6934">
      <w:pPr>
        <w:pStyle w:val="libNormal"/>
        <w:rPr>
          <w:rtl/>
        </w:rPr>
      </w:pPr>
      <w:r>
        <w:rPr>
          <w:rtl/>
        </w:rPr>
        <w:t>يورپ اورامريكہ مي</w:t>
      </w:r>
      <w:r w:rsidR="000A0CDC">
        <w:rPr>
          <w:rtl/>
        </w:rPr>
        <w:t xml:space="preserve">ں </w:t>
      </w:r>
      <w:r>
        <w:rPr>
          <w:rtl/>
        </w:rPr>
        <w:t>امام خمينى كے افكار كى مقبوليت اور اشاعت مي</w:t>
      </w:r>
      <w:r w:rsidR="000A0CDC">
        <w:rPr>
          <w:rtl/>
        </w:rPr>
        <w:t xml:space="preserve">ں </w:t>
      </w:r>
      <w:r>
        <w:rPr>
          <w:rtl/>
        </w:rPr>
        <w:t>ايك سبب وہا</w:t>
      </w:r>
      <w:r w:rsidR="000A0CDC">
        <w:rPr>
          <w:rtl/>
        </w:rPr>
        <w:t xml:space="preserve">ں </w:t>
      </w:r>
      <w:r>
        <w:rPr>
          <w:rtl/>
        </w:rPr>
        <w:t xml:space="preserve">كے ايرانى مسلمان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سعيد برزين ، زندگينامہ سياسى مہندس مہدى بازرگان ، تہران، ج 2 ، ص 102_ 201_ </w:t>
      </w:r>
    </w:p>
    <w:p w:rsidR="0061102A" w:rsidRDefault="0061102A" w:rsidP="00BE6934">
      <w:pPr>
        <w:pStyle w:val="libFootnote"/>
        <w:rPr>
          <w:rtl/>
        </w:rPr>
      </w:pPr>
      <w:r>
        <w:rPr>
          <w:rtl/>
        </w:rPr>
        <w:t xml:space="preserve">2) مہرزاد بروجردى ، سابقہ ماخذ ، ص 167_ </w:t>
      </w:r>
    </w:p>
    <w:p w:rsidR="0061102A" w:rsidRDefault="0061102A" w:rsidP="00BE6934">
      <w:pPr>
        <w:pStyle w:val="libFootnote"/>
        <w:rPr>
          <w:rtl/>
        </w:rPr>
      </w:pPr>
      <w:r>
        <w:rPr>
          <w:rtl/>
        </w:rPr>
        <w:t xml:space="preserve">3) رسول جعفريان، سابقہ ماخذ ص 222 _ 220 ، فرہدد شيخ فرشي، روشنفكرى دينى و انقلاب اسلامى ، تہران، ص 340 _ 339 </w:t>
      </w:r>
    </w:p>
    <w:p w:rsidR="001617C5" w:rsidRDefault="0061102A" w:rsidP="00BE6934">
      <w:pPr>
        <w:pStyle w:val="libFootnote"/>
        <w:rPr>
          <w:rtl/>
        </w:rPr>
      </w:pPr>
      <w:r>
        <w:rPr>
          <w:rtl/>
        </w:rPr>
        <w:t>4) حميد روحاني، نہضت امام خمينى ، ج 2 ، تہران ، ص 695 _ 681</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طلباء كا كردار تھا كہ جو اسلامى انجمنو</w:t>
      </w:r>
      <w:r w:rsidR="000A0CDC">
        <w:rPr>
          <w:rtl/>
        </w:rPr>
        <w:t xml:space="preserve">ں </w:t>
      </w:r>
      <w:r>
        <w:rPr>
          <w:rtl/>
        </w:rPr>
        <w:t>كى صورت مي</w:t>
      </w:r>
      <w:r w:rsidR="000A0CDC">
        <w:rPr>
          <w:rtl/>
        </w:rPr>
        <w:t xml:space="preserve">ں </w:t>
      </w:r>
      <w:r>
        <w:rPr>
          <w:rtl/>
        </w:rPr>
        <w:t>فعاليت كر رہے تھے اور نجف سے رابطہ ركھے ہوئے تھے وہا</w:t>
      </w:r>
      <w:r w:rsidR="000A0CDC">
        <w:rPr>
          <w:rtl/>
        </w:rPr>
        <w:t xml:space="preserve">ں </w:t>
      </w:r>
      <w:r>
        <w:rPr>
          <w:rtl/>
        </w:rPr>
        <w:t>كى مناسب سياسى فضاء اور ان طلباء كى ذرائع ابلاغ تك رسائي نے انہي</w:t>
      </w:r>
      <w:r w:rsidR="000A0CDC">
        <w:rPr>
          <w:rtl/>
        </w:rPr>
        <w:t xml:space="preserve">ں </w:t>
      </w:r>
      <w:r>
        <w:rPr>
          <w:rtl/>
        </w:rPr>
        <w:t>تبليغ اور فعاليت كا زيادہ سے زيادہ موقعہ فراہم كيا ،اس حوالے سے آيت اللہ بہشتى كہ جو جرمنى مي</w:t>
      </w:r>
      <w:r w:rsidR="000A0CDC">
        <w:rPr>
          <w:rtl/>
        </w:rPr>
        <w:t xml:space="preserve">ں </w:t>
      </w:r>
      <w:r>
        <w:rPr>
          <w:rtl/>
        </w:rPr>
        <w:t>ہيمبرگ كے اسلامى مركز كے سر براہ تھے انكا ان طلباء سے رابطہ انتہائي اہميت كا حامل تھا سنہ 1345 شمسى مي</w:t>
      </w:r>
      <w:r w:rsidR="000A0CDC">
        <w:rPr>
          <w:rtl/>
        </w:rPr>
        <w:t xml:space="preserve">ں </w:t>
      </w:r>
      <w:r>
        <w:rPr>
          <w:rtl/>
        </w:rPr>
        <w:t>يورپ كے مسلمان طلباء نے ايك رسالہ بنام '' اسلام مكتب مبارز'' بھى جارى كيا</w:t>
      </w:r>
      <w:r w:rsidRPr="00F67D4B">
        <w:rPr>
          <w:rStyle w:val="libFootnotenumChar"/>
          <w:rtl/>
        </w:rPr>
        <w:t>(1)</w:t>
      </w:r>
      <w:r>
        <w:rPr>
          <w:rtl/>
        </w:rPr>
        <w:t xml:space="preserve"> ساٹھ كے عشرہ مي</w:t>
      </w:r>
      <w:r w:rsidR="000A0CDC">
        <w:rPr>
          <w:rtl/>
        </w:rPr>
        <w:t xml:space="preserve">ں </w:t>
      </w:r>
      <w:r>
        <w:rPr>
          <w:rtl/>
        </w:rPr>
        <w:t>حسينيہ ارشاد مي</w:t>
      </w:r>
      <w:r w:rsidR="000A0CDC">
        <w:rPr>
          <w:rtl/>
        </w:rPr>
        <w:t xml:space="preserve">ں </w:t>
      </w:r>
      <w:r>
        <w:rPr>
          <w:rtl/>
        </w:rPr>
        <w:t>ڈاكٹر على شريعتى كى تقارير اور انكى تاليفات كے ممنوع ہونے كى بناء پر يونيورسٹى كے طلباء مي</w:t>
      </w:r>
      <w:r w:rsidR="000A0CDC">
        <w:rPr>
          <w:rtl/>
        </w:rPr>
        <w:t xml:space="preserve">ں </w:t>
      </w:r>
      <w:r>
        <w:rPr>
          <w:rtl/>
        </w:rPr>
        <w:t>انكى تاليفات كے مطالعہ كا رجحان بڑھ گيا انكى سماجيات، تاريخ، فلسفہ اور دين كے امتزاج پر مبنى گفتگونے طلباء كے مذہبى ونگ مي</w:t>
      </w:r>
      <w:r w:rsidR="000A0CDC">
        <w:rPr>
          <w:rtl/>
        </w:rPr>
        <w:t xml:space="preserve">ں </w:t>
      </w:r>
      <w:r>
        <w:rPr>
          <w:rtl/>
        </w:rPr>
        <w:t>اسلامى بيدارى كے احساس كو مزيد قوت بخشي</w:t>
      </w:r>
      <w:r w:rsidRPr="00F67D4B">
        <w:rPr>
          <w:rStyle w:val="libFootnotenumChar"/>
          <w:rtl/>
        </w:rPr>
        <w:t>(2)</w:t>
      </w:r>
      <w:r>
        <w:rPr>
          <w:rtl/>
        </w:rPr>
        <w:t xml:space="preserve">_ </w:t>
      </w:r>
    </w:p>
    <w:p w:rsidR="0061102A" w:rsidRDefault="0061102A" w:rsidP="00BE6934">
      <w:pPr>
        <w:pStyle w:val="libNormal"/>
        <w:rPr>
          <w:rtl/>
        </w:rPr>
      </w:pPr>
      <w:r>
        <w:rPr>
          <w:rtl/>
        </w:rPr>
        <w:t>مطہري، مفتح، محمد تقى جعفرى اور فخرالدين حجازى كى يونيورسيٹو</w:t>
      </w:r>
      <w:r w:rsidR="000A0CDC">
        <w:rPr>
          <w:rtl/>
        </w:rPr>
        <w:t xml:space="preserve">ں </w:t>
      </w:r>
      <w:r>
        <w:rPr>
          <w:rtl/>
        </w:rPr>
        <w:t>مي</w:t>
      </w:r>
      <w:r w:rsidR="000A0CDC">
        <w:rPr>
          <w:rtl/>
        </w:rPr>
        <w:t xml:space="preserve">ں </w:t>
      </w:r>
      <w:r>
        <w:rPr>
          <w:rtl/>
        </w:rPr>
        <w:t>تقارير اور قلمى آثار نے جہا</w:t>
      </w:r>
      <w:r w:rsidR="000A0CDC">
        <w:rPr>
          <w:rtl/>
        </w:rPr>
        <w:t xml:space="preserve">ں </w:t>
      </w:r>
      <w:r>
        <w:rPr>
          <w:rtl/>
        </w:rPr>
        <w:t>حوزہ علميہ اور يونيورسيٹو</w:t>
      </w:r>
      <w:r w:rsidR="000A0CDC">
        <w:rPr>
          <w:rtl/>
        </w:rPr>
        <w:t xml:space="preserve">ں </w:t>
      </w:r>
      <w:r>
        <w:rPr>
          <w:rtl/>
        </w:rPr>
        <w:t>كو ہم فكر اور ہمقدم بنانے مي</w:t>
      </w:r>
      <w:r w:rsidR="000A0CDC">
        <w:rPr>
          <w:rtl/>
        </w:rPr>
        <w:t xml:space="preserve">ں </w:t>
      </w:r>
      <w:r>
        <w:rPr>
          <w:rtl/>
        </w:rPr>
        <w:t>كردار ادا كيا وہا</w:t>
      </w:r>
      <w:r w:rsidR="000A0CDC">
        <w:rPr>
          <w:rtl/>
        </w:rPr>
        <w:t xml:space="preserve">ں </w:t>
      </w:r>
      <w:r>
        <w:rPr>
          <w:rtl/>
        </w:rPr>
        <w:t>اسلامى بيدارى كى تحريك كو علم، ايمان اور جديد دور كى معلومات سے بھى يكسا</w:t>
      </w:r>
      <w:r w:rsidR="000A0CDC">
        <w:rPr>
          <w:rtl/>
        </w:rPr>
        <w:t xml:space="preserve">ں </w:t>
      </w:r>
      <w:r>
        <w:rPr>
          <w:rtl/>
        </w:rPr>
        <w:t xml:space="preserve">طور پرمسلح كيا _ </w:t>
      </w:r>
    </w:p>
    <w:p w:rsidR="0061102A" w:rsidRDefault="0061102A" w:rsidP="00BE6934">
      <w:pPr>
        <w:pStyle w:val="libNormal"/>
        <w:rPr>
          <w:rtl/>
        </w:rPr>
      </w:pPr>
      <w:r>
        <w:rPr>
          <w:rtl/>
        </w:rPr>
        <w:t>1351 شمسى مي</w:t>
      </w:r>
      <w:r w:rsidR="000A0CDC">
        <w:rPr>
          <w:rtl/>
        </w:rPr>
        <w:t xml:space="preserve">ں </w:t>
      </w:r>
      <w:r>
        <w:rPr>
          <w:rtl/>
        </w:rPr>
        <w:t>پہلوى حكومت نے سپاہ دين كو تشكيل ديا تا كہ اپنے مخالف علماء كى فعاليت كو كنٹرول كرے_ ليكن اس اقدام كا نتيجہ بھى الٹ نكلا امام خمينى كى قيات مي</w:t>
      </w:r>
      <w:r w:rsidR="000A0CDC">
        <w:rPr>
          <w:rtl/>
        </w:rPr>
        <w:t xml:space="preserve">ں </w:t>
      </w:r>
      <w:r>
        <w:rPr>
          <w:rtl/>
        </w:rPr>
        <w:t xml:space="preserve">علماء نے سختى سے اس اقدام كى مخالفت كى اور حكومت كے خلاف وسيع پيمانے پر مہم چلائي_ </w:t>
      </w:r>
    </w:p>
    <w:p w:rsidR="0061102A" w:rsidRDefault="0061102A" w:rsidP="00BE6934">
      <w:pPr>
        <w:pStyle w:val="libNormal"/>
        <w:rPr>
          <w:rtl/>
        </w:rPr>
      </w:pPr>
      <w:r>
        <w:rPr>
          <w:rtl/>
        </w:rPr>
        <w:t>1354 شمسى اور 1355 شمسى مي</w:t>
      </w:r>
      <w:r w:rsidR="000A0CDC">
        <w:rPr>
          <w:rtl/>
        </w:rPr>
        <w:t xml:space="preserve">ں </w:t>
      </w:r>
      <w:r>
        <w:rPr>
          <w:rtl/>
        </w:rPr>
        <w:t>بے پناہ سياسى گھٹن اور صف اوّل كے بہت سے مجاہدين اور دانشور شخصيات كو قيد و بند مي</w:t>
      </w:r>
      <w:r w:rsidR="000A0CDC">
        <w:rPr>
          <w:rtl/>
        </w:rPr>
        <w:t xml:space="preserve">ں </w:t>
      </w:r>
      <w:r>
        <w:rPr>
          <w:rtl/>
        </w:rPr>
        <w:t>ڈالنے كى فضاء سے اسلامى بيدارى كى تحريك كچھ عرصہ كيلئے جمود كا شكار ہوئي اور زيادہ تر يونيورسٹى طلبا كى تحريك كى صورت مي</w:t>
      </w:r>
      <w:r w:rsidR="000A0CDC">
        <w:rPr>
          <w:rtl/>
        </w:rPr>
        <w:t xml:space="preserve">ں </w:t>
      </w:r>
      <w:r>
        <w:rPr>
          <w:rtl/>
        </w:rPr>
        <w:t>جارى رہى ،يونيورسٹى كے طلباء نے يونيورسيٹو</w:t>
      </w:r>
      <w:r w:rsidR="000A0CDC">
        <w:rPr>
          <w:rtl/>
        </w:rPr>
        <w:t xml:space="preserve">ں </w:t>
      </w:r>
      <w:r>
        <w:rPr>
          <w:rtl/>
        </w:rPr>
        <w:t>مي</w:t>
      </w:r>
      <w:r w:rsidR="000A0CDC">
        <w:rPr>
          <w:rtl/>
        </w:rPr>
        <w:t xml:space="preserve">ں </w:t>
      </w:r>
      <w:r>
        <w:rPr>
          <w:rtl/>
        </w:rPr>
        <w:t xml:space="preserve">بہت سے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على رضا كريميان ، سابقہ ماخذ، ص 273_ 271 ، ياران امام بہ روايت اسناد ساواك ( شہيد بہشتي) مركز بررسى اسناد تاريخى وزارت اطلاعات )_ ص 127_ 123 ، 78، 77، 67ؤ 39، 34 عباس على عميد زنجاني، سابقہ ماخذ، ص 173 _ 170 ، علمى دوانى ، نہضت روحانيون ايران، ج 5و 6 مركز اسناد انقلاب اسلامى ، ص 208 _207_ </w:t>
      </w:r>
    </w:p>
    <w:p w:rsidR="00855142" w:rsidRPr="00855142" w:rsidRDefault="0061102A" w:rsidP="00BE6934">
      <w:pPr>
        <w:pStyle w:val="libFootnote"/>
        <w:rPr>
          <w:rStyle w:val="libNormalChar"/>
          <w:rtl/>
        </w:rPr>
      </w:pPr>
      <w:r>
        <w:rPr>
          <w:rtl/>
        </w:rPr>
        <w:t>2) شريعتى بہ روايت اسناد ساواك ، 3 جلد ، تہران، مركز اسناد انقلاب اسلامي_</w:t>
      </w:r>
      <w:r w:rsidR="0069392F">
        <w:rPr>
          <w:rtl/>
        </w:rPr>
        <w:cr/>
      </w:r>
      <w:r w:rsidR="0069392F">
        <w:rPr>
          <w:rtl/>
        </w:rPr>
        <w:br w:type="page"/>
      </w:r>
      <w:r w:rsidR="0069392F">
        <w:rPr>
          <w:rtl/>
        </w:rPr>
        <w:lastRenderedPageBreak/>
        <w:cr/>
      </w:r>
    </w:p>
    <w:p w:rsidR="0061102A" w:rsidRDefault="0061102A" w:rsidP="00BE6934">
      <w:pPr>
        <w:pStyle w:val="libFootnote"/>
        <w:rPr>
          <w:rtl/>
        </w:rPr>
      </w:pPr>
      <w:r w:rsidRPr="00855142">
        <w:rPr>
          <w:rStyle w:val="libNormalChar"/>
          <w:rtl/>
        </w:rPr>
        <w:t>نماز خانے قائم كيے_ كوہ پيمائي كے پروگرام بنائے ، نماز جماعت كا اہتمام كيا، اور گھرو</w:t>
      </w:r>
      <w:r w:rsidR="000A0CDC" w:rsidRPr="00855142">
        <w:rPr>
          <w:rStyle w:val="libNormalChar"/>
          <w:rtl/>
        </w:rPr>
        <w:t xml:space="preserve">ں </w:t>
      </w:r>
      <w:r w:rsidRPr="00855142">
        <w:rPr>
          <w:rStyle w:val="libNormalChar"/>
          <w:rtl/>
        </w:rPr>
        <w:t>مي</w:t>
      </w:r>
      <w:r w:rsidR="000A0CDC" w:rsidRPr="00855142">
        <w:rPr>
          <w:rStyle w:val="libNormalChar"/>
          <w:rtl/>
        </w:rPr>
        <w:t xml:space="preserve">ں </w:t>
      </w:r>
      <w:r w:rsidRPr="00855142">
        <w:rPr>
          <w:rStyle w:val="libNormalChar"/>
          <w:rtl/>
        </w:rPr>
        <w:t>علمى نشستي</w:t>
      </w:r>
      <w:r w:rsidR="000A0CDC" w:rsidRPr="00855142">
        <w:rPr>
          <w:rStyle w:val="libNormalChar"/>
          <w:rtl/>
        </w:rPr>
        <w:t xml:space="preserve">ں </w:t>
      </w:r>
      <w:r w:rsidRPr="00855142">
        <w:rPr>
          <w:rStyle w:val="libNormalChar"/>
          <w:rtl/>
        </w:rPr>
        <w:t>ركھتے ہوئے نظرياتى جنگ اور يونيورسٹى اور معاشرہ مي</w:t>
      </w:r>
      <w:r w:rsidR="000A0CDC" w:rsidRPr="00855142">
        <w:rPr>
          <w:rStyle w:val="libNormalChar"/>
          <w:rtl/>
        </w:rPr>
        <w:t xml:space="preserve">ں </w:t>
      </w:r>
      <w:r w:rsidRPr="00855142">
        <w:rPr>
          <w:rStyle w:val="libNormalChar"/>
          <w:rtl/>
        </w:rPr>
        <w:t>فاسد كلچر كے مقابلہ پر مبنى گفتگو اور اسى طرح كے ديگر كام سرانجام ديتے ہوئے انہو</w:t>
      </w:r>
      <w:r w:rsidR="000A0CDC" w:rsidRPr="00855142">
        <w:rPr>
          <w:rStyle w:val="libNormalChar"/>
          <w:rtl/>
        </w:rPr>
        <w:t xml:space="preserve">ں </w:t>
      </w:r>
      <w:r w:rsidRPr="00855142">
        <w:rPr>
          <w:rStyle w:val="libNormalChar"/>
          <w:rtl/>
        </w:rPr>
        <w:t>نے اس جمود كے دور كو بعد كے مرحلے كے ساتھ متصل كيا وہ مرحلہ جس مي</w:t>
      </w:r>
      <w:r w:rsidR="000A0CDC" w:rsidRPr="00855142">
        <w:rPr>
          <w:rStyle w:val="libNormalChar"/>
          <w:rtl/>
        </w:rPr>
        <w:t xml:space="preserve">ں </w:t>
      </w:r>
      <w:r w:rsidRPr="00855142">
        <w:rPr>
          <w:rStyle w:val="libNormalChar"/>
          <w:rtl/>
        </w:rPr>
        <w:t>انقلاب كى كاميابى كيلئے آخرى جوش و خروش پيدا ہوا تھا</w:t>
      </w:r>
      <w:r>
        <w:rPr>
          <w:rtl/>
        </w:rPr>
        <w:t>_</w:t>
      </w:r>
      <w:r w:rsidRPr="00855142">
        <w:rPr>
          <w:rStyle w:val="libFootnotenumChar"/>
          <w:rtl/>
        </w:rPr>
        <w:t xml:space="preserve">(1) </w:t>
      </w:r>
    </w:p>
    <w:p w:rsidR="0061102A" w:rsidRDefault="0061102A" w:rsidP="00BE6934">
      <w:pPr>
        <w:pStyle w:val="libNormal"/>
        <w:rPr>
          <w:rtl/>
        </w:rPr>
      </w:pPr>
      <w:r>
        <w:rPr>
          <w:rtl/>
        </w:rPr>
        <w:t>ساٹھ كے عشرہ مي</w:t>
      </w:r>
      <w:r w:rsidR="000A0CDC">
        <w:rPr>
          <w:rtl/>
        </w:rPr>
        <w:t xml:space="preserve">ں </w:t>
      </w:r>
      <w:r>
        <w:rPr>
          <w:rtl/>
        </w:rPr>
        <w:t>اس معتدل اور اصولى فكرى اور اسلامى سياسى فعاليت كے ساتھ ساتھ كچھ اور گروہ بھى كام كر رہے تھے كہ جو مذہبى طور پر متشددانہ افكار كے مالك تھے ان مي</w:t>
      </w:r>
      <w:r w:rsidR="000A0CDC">
        <w:rPr>
          <w:rtl/>
        </w:rPr>
        <w:t xml:space="preserve">ں </w:t>
      </w:r>
      <w:r>
        <w:rPr>
          <w:rtl/>
        </w:rPr>
        <w:t>سے وہ جو علماء كے ساتھ رابطہ ركھے ہوئے تھے ،مي</w:t>
      </w:r>
      <w:r w:rsidR="000A0CDC">
        <w:rPr>
          <w:rtl/>
        </w:rPr>
        <w:t xml:space="preserve">ں </w:t>
      </w:r>
      <w:r>
        <w:rPr>
          <w:rtl/>
        </w:rPr>
        <w:t>سے سات كى طرف اشارہ كيا جا سكتا ہے وہ يہ ہي</w:t>
      </w:r>
      <w:r w:rsidR="000A0CDC">
        <w:rPr>
          <w:rtl/>
        </w:rPr>
        <w:t xml:space="preserve">ں </w:t>
      </w:r>
      <w:r>
        <w:rPr>
          <w:rtl/>
        </w:rPr>
        <w:t>''امت واحدہ ، توحيدى صف، فلق، فلاح، منصورين اور موحدين كچھ ايسے گروہ بھى تھے كہ جو دينى رجحان كے حامل ہونے كے با وجود علما سے ہٹ كر كام كر رہے تھے گروہ فرقان اور گروہ آرمان مستضعفين و غيرہ ان مي</w:t>
      </w:r>
      <w:r w:rsidR="000A0CDC">
        <w:rPr>
          <w:rtl/>
        </w:rPr>
        <w:t xml:space="preserve">ں </w:t>
      </w:r>
      <w:r>
        <w:rPr>
          <w:rtl/>
        </w:rPr>
        <w:t>سے تھے_</w:t>
      </w:r>
      <w:r w:rsidRPr="00F67D4B">
        <w:rPr>
          <w:rStyle w:val="libFootnotenumChar"/>
          <w:rtl/>
        </w:rPr>
        <w:t>(2)</w:t>
      </w:r>
      <w:r>
        <w:rPr>
          <w:rtl/>
        </w:rPr>
        <w:t xml:space="preserve"> </w:t>
      </w:r>
    </w:p>
    <w:p w:rsidR="0061102A" w:rsidRDefault="0061102A" w:rsidP="00BE6934">
      <w:pPr>
        <w:pStyle w:val="libNormal"/>
        <w:rPr>
          <w:rtl/>
        </w:rPr>
      </w:pPr>
      <w:r>
        <w:rPr>
          <w:rtl/>
        </w:rPr>
        <w:t>50 اور 60 كے عشرہ مي</w:t>
      </w:r>
      <w:r w:rsidR="000A0CDC">
        <w:rPr>
          <w:rtl/>
        </w:rPr>
        <w:t xml:space="preserve">ں </w:t>
      </w:r>
      <w:r>
        <w:rPr>
          <w:rtl/>
        </w:rPr>
        <w:t>اسلامى بيدارى كى تحريك كو آگے بڑھانے كا ايك اہم ترين ذريعہ علمى حوزات ، دينى مدارس اور مجاہد علماء كا تبليغى پليٹ فارم تھا_ حوزات مي</w:t>
      </w:r>
      <w:r w:rsidR="000A0CDC">
        <w:rPr>
          <w:rtl/>
        </w:rPr>
        <w:t xml:space="preserve">ں </w:t>
      </w:r>
      <w:r>
        <w:rPr>
          <w:rtl/>
        </w:rPr>
        <w:t>سب سے اہم اور وسيع ترين حوزہ حوزہ علميہ قم تھا_ اس دور مي</w:t>
      </w:r>
      <w:r w:rsidR="000A0CDC">
        <w:rPr>
          <w:rtl/>
        </w:rPr>
        <w:t xml:space="preserve">ں </w:t>
      </w:r>
      <w:r>
        <w:rPr>
          <w:rtl/>
        </w:rPr>
        <w:t>حوزہ علميہ قم سے وابستہ موسسات كہ جو اسى دور مي</w:t>
      </w:r>
      <w:r w:rsidR="000A0CDC">
        <w:rPr>
          <w:rtl/>
        </w:rPr>
        <w:t xml:space="preserve">ں </w:t>
      </w:r>
      <w:r>
        <w:rPr>
          <w:rtl/>
        </w:rPr>
        <w:t>تشكيل پائے اور فعاليت كا آغاز كرچكے تھے ان مي</w:t>
      </w:r>
      <w:r w:rsidR="000A0CDC">
        <w:rPr>
          <w:rtl/>
        </w:rPr>
        <w:t xml:space="preserve">ں </w:t>
      </w:r>
      <w:r>
        <w:rPr>
          <w:rtl/>
        </w:rPr>
        <w:t>سے مكتب اہل بيت ( تشكيل 1340 شمسى ) جامعہ مدرسين حوزہ علميہ قم ( تشكيل 1342 شمسي)اور موسسہ در راہ حق ( تشكيل 1345) قابل ذكر ہي</w:t>
      </w:r>
      <w:r w:rsidR="000A0CDC">
        <w:rPr>
          <w:rtl/>
        </w:rPr>
        <w:t xml:space="preserve">ں </w:t>
      </w:r>
      <w:r>
        <w:rPr>
          <w:rtl/>
        </w:rPr>
        <w:t>_</w:t>
      </w:r>
      <w:r w:rsidRPr="00F67D4B">
        <w:rPr>
          <w:rStyle w:val="libFootnotenumChar"/>
          <w:rtl/>
        </w:rPr>
        <w:t>(3)</w:t>
      </w:r>
      <w:r>
        <w:rPr>
          <w:rtl/>
        </w:rPr>
        <w:t xml:space="preserve"> </w:t>
      </w:r>
    </w:p>
    <w:p w:rsidR="0061102A" w:rsidRDefault="0061102A" w:rsidP="00BE6934">
      <w:pPr>
        <w:pStyle w:val="libNormal"/>
        <w:rPr>
          <w:rtl/>
        </w:rPr>
      </w:pPr>
      <w:r>
        <w:rPr>
          <w:rtl/>
        </w:rPr>
        <w:t xml:space="preserve">دارالتبليغ اسلامى كى تشكيل اور اسكے آثار اور مطبوعات اگرچہ امام خمينى كى تحريك كے ساتھ مكمل طور پر موافق نہ تھے بلكہ كبھى كبھى انكى مخالفت بھى كرتے تھے اور امام خمينى بھى انكى طرز فعاليت اور بعض كاركن حضرات كي </w:t>
      </w:r>
    </w:p>
    <w:p w:rsidR="0061102A" w:rsidRDefault="009821C6" w:rsidP="00BE6934">
      <w:pPr>
        <w:pStyle w:val="libLine"/>
        <w:rPr>
          <w:rtl/>
        </w:rPr>
      </w:pPr>
      <w:r>
        <w:rPr>
          <w:rtl/>
        </w:rPr>
        <w:t>____________________</w:t>
      </w:r>
    </w:p>
    <w:p w:rsidR="0061102A" w:rsidRDefault="0061102A" w:rsidP="00BE6934">
      <w:pPr>
        <w:pStyle w:val="libFootnote"/>
        <w:rPr>
          <w:rtl/>
        </w:rPr>
      </w:pPr>
      <w:r>
        <w:rPr>
          <w:rtl/>
        </w:rPr>
        <w:t xml:space="preserve">1) حميد روحاني، سابقہ ماخذ، ج 3 _ ص 1004_ 998 ، عمادالدين باقي، جنبش دانشجويى ايران از آغاز تا انقلاب اسلامي،تہران، جامعہ ايرانيان، ص 253 _ 248_ </w:t>
      </w:r>
    </w:p>
    <w:p w:rsidR="0061102A" w:rsidRDefault="0061102A" w:rsidP="00BE6934">
      <w:pPr>
        <w:pStyle w:val="libFootnote"/>
        <w:rPr>
          <w:rtl/>
        </w:rPr>
      </w:pPr>
      <w:r>
        <w:rPr>
          <w:rtl/>
        </w:rPr>
        <w:t xml:space="preserve">2) رسول جعفريان ، سابقہ ماخذ، ص 179 _ 177_ </w:t>
      </w:r>
    </w:p>
    <w:p w:rsidR="000F33B1" w:rsidRDefault="0061102A" w:rsidP="00BE6934">
      <w:pPr>
        <w:pStyle w:val="libFootnote"/>
        <w:rPr>
          <w:rtl/>
        </w:rPr>
      </w:pPr>
      <w:r>
        <w:rPr>
          <w:rtl/>
        </w:rPr>
        <w:t>3) سابقہ ماخذ 134 _ 131_ على رضا سيد كبارى ، حوزہ ہاى علميہ شيعہ در گستردہ جہان، تہران، اميركبير ، ص 420 _ 414</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تائيد نہي</w:t>
      </w:r>
      <w:r w:rsidR="000A0CDC">
        <w:rPr>
          <w:rtl/>
        </w:rPr>
        <w:t xml:space="preserve">ں </w:t>
      </w:r>
      <w:r>
        <w:rPr>
          <w:rtl/>
        </w:rPr>
        <w:t>كرتے تھے اسكے باوجود يہ آگے كى طرف ايك قدم تھا اور دارالتبليغ نے علمى اور مذہبى سطح پر ايسى مسلسل فعاليت كے دوران جو ان طلباء كو علوم انسانى اور دينى مي</w:t>
      </w:r>
      <w:r w:rsidR="000A0CDC">
        <w:rPr>
          <w:rtl/>
        </w:rPr>
        <w:t xml:space="preserve">ں </w:t>
      </w:r>
      <w:r>
        <w:rPr>
          <w:rtl/>
        </w:rPr>
        <w:t>جديد تعليمات سے بہرہ مند كيا_ دينى علوم كے مدارس مثلا مدرسہ حقانى ،مدرسہ منتظريہ ، مدرسہ آيت اللہ گلپايگانى اور بعض ديگر مدارس اسى طرح بعض مطبوعات مثلا مكتب اسلام، مكتب تشيع، بعثت ، سالنامہ مكتب جعفري، طلوع اسلام ، مسجد اعظم قم كا رسالہ ''پيك اسلام ''يہ سب مجاہد علماء كى سعى و كاوش تحت چل رہے تھے اور شايع ہو رہے تھے _ اور مجموعى طور پر ان سب كااسلامى بيدارى مي</w:t>
      </w:r>
      <w:r w:rsidR="000A0CDC">
        <w:rPr>
          <w:rtl/>
        </w:rPr>
        <w:t xml:space="preserve">ں </w:t>
      </w:r>
      <w:r>
        <w:rPr>
          <w:rtl/>
        </w:rPr>
        <w:t xml:space="preserve">اہم كردار تھا_ </w:t>
      </w:r>
      <w:r w:rsidRPr="00F67D4B">
        <w:rPr>
          <w:rStyle w:val="libFootnotenumChar"/>
          <w:rtl/>
        </w:rPr>
        <w:t>(1)</w:t>
      </w:r>
      <w:r>
        <w:rPr>
          <w:rtl/>
        </w:rPr>
        <w:t xml:space="preserve"> </w:t>
      </w:r>
    </w:p>
    <w:p w:rsidR="0061102A" w:rsidRDefault="0061102A" w:rsidP="00BE6934">
      <w:pPr>
        <w:pStyle w:val="libNormal"/>
        <w:rPr>
          <w:rtl/>
        </w:rPr>
      </w:pPr>
      <w:r>
        <w:rPr>
          <w:rtl/>
        </w:rPr>
        <w:t>ديگر شہرو</w:t>
      </w:r>
      <w:r w:rsidR="000A0CDC">
        <w:rPr>
          <w:rtl/>
        </w:rPr>
        <w:t xml:space="preserve">ں </w:t>
      </w:r>
      <w:r>
        <w:rPr>
          <w:rtl/>
        </w:rPr>
        <w:t>كے علمى حوزات بھى اہم فعاليت كر رہے تھے اس حوالے سے مشہد كا علمى حوزہ مشہور مجاہد علماء مثلا آيت اللہ محمد ہادى ميلاني، آيت اللہ حسن قمي، آيت اللہ على خامنہ اى اسى طرح عبدالكريم ہاشمى ناد اور عباس واعظ طبسى كى موجودگى كى وجہ سے پہلوى حكومت كے خلاف ايك اہم محاذ كى شكل اختيار كر گيا تھا اور دينى تفكر كے احياء مي</w:t>
      </w:r>
      <w:r w:rsidR="000A0CDC">
        <w:rPr>
          <w:rtl/>
        </w:rPr>
        <w:t xml:space="preserve">ں </w:t>
      </w:r>
      <w:r>
        <w:rPr>
          <w:rtl/>
        </w:rPr>
        <w:t>موثر كردار ادا كرنے والے مراكز مي</w:t>
      </w:r>
      <w:r w:rsidR="000A0CDC">
        <w:rPr>
          <w:rtl/>
        </w:rPr>
        <w:t xml:space="preserve">ں </w:t>
      </w:r>
      <w:r>
        <w:rPr>
          <w:rtl/>
        </w:rPr>
        <w:t>سے ايك اہم مركز شمار ہوتا تھا_</w:t>
      </w:r>
      <w:r w:rsidRPr="00F67D4B">
        <w:rPr>
          <w:rStyle w:val="libFootnotenumChar"/>
          <w:rtl/>
        </w:rPr>
        <w:t>(2)</w:t>
      </w:r>
      <w:r>
        <w:rPr>
          <w:rtl/>
        </w:rPr>
        <w:t xml:space="preserve"> </w:t>
      </w:r>
    </w:p>
    <w:p w:rsidR="0061102A" w:rsidRDefault="0061102A" w:rsidP="00BE6934">
      <w:pPr>
        <w:pStyle w:val="libNormal"/>
        <w:rPr>
          <w:rtl/>
        </w:rPr>
      </w:pPr>
      <w:r>
        <w:rPr>
          <w:rtl/>
        </w:rPr>
        <w:t>مبلغين علماء كرام بھى بالخصوص ماہ محرم، صفر اور رمضان المبارك مي</w:t>
      </w:r>
      <w:r w:rsidR="000A0CDC">
        <w:rPr>
          <w:rtl/>
        </w:rPr>
        <w:t xml:space="preserve">ں </w:t>
      </w:r>
      <w:r>
        <w:rPr>
          <w:rtl/>
        </w:rPr>
        <w:t>اپنے تبليغى سفر اور پروگرامو</w:t>
      </w:r>
      <w:r w:rsidR="000A0CDC">
        <w:rPr>
          <w:rtl/>
        </w:rPr>
        <w:t xml:space="preserve">ں </w:t>
      </w:r>
      <w:r>
        <w:rPr>
          <w:rtl/>
        </w:rPr>
        <w:t>كى صورت مي</w:t>
      </w:r>
      <w:r w:rsidR="000A0CDC">
        <w:rPr>
          <w:rtl/>
        </w:rPr>
        <w:t xml:space="preserve">ں </w:t>
      </w:r>
      <w:r>
        <w:rPr>
          <w:rtl/>
        </w:rPr>
        <w:t>اسلامى تحريك كى ہمراہى كر رہے تھے اور لوگو</w:t>
      </w:r>
      <w:r w:rsidR="000A0CDC">
        <w:rPr>
          <w:rtl/>
        </w:rPr>
        <w:t xml:space="preserve">ں </w:t>
      </w:r>
      <w:r>
        <w:rPr>
          <w:rtl/>
        </w:rPr>
        <w:t xml:space="preserve">كو جديد سياسى اور مذہبى مسائل سے آگاہ كر رہے تھے_ </w:t>
      </w:r>
      <w:r w:rsidRPr="00F67D4B">
        <w:rPr>
          <w:rStyle w:val="libFootnotenumChar"/>
          <w:rtl/>
        </w:rPr>
        <w:t>(3)</w:t>
      </w:r>
      <w:r>
        <w:rPr>
          <w:rtl/>
        </w:rPr>
        <w:t xml:space="preserve"> </w:t>
      </w:r>
    </w:p>
    <w:p w:rsidR="0061102A" w:rsidRDefault="0061102A" w:rsidP="00BE6934">
      <w:pPr>
        <w:pStyle w:val="libNormal"/>
        <w:rPr>
          <w:rtl/>
        </w:rPr>
      </w:pPr>
      <w:r>
        <w:rPr>
          <w:rtl/>
        </w:rPr>
        <w:t>ديگر كاوشي</w:t>
      </w:r>
      <w:r w:rsidR="000A0CDC">
        <w:rPr>
          <w:rtl/>
        </w:rPr>
        <w:t xml:space="preserve">ں </w:t>
      </w:r>
      <w:r>
        <w:rPr>
          <w:rtl/>
        </w:rPr>
        <w:t>كہ جنہو</w:t>
      </w:r>
      <w:r w:rsidR="000A0CDC">
        <w:rPr>
          <w:rtl/>
        </w:rPr>
        <w:t xml:space="preserve">ں </w:t>
      </w:r>
      <w:r>
        <w:rPr>
          <w:rtl/>
        </w:rPr>
        <w:t>نے اس اسلامى بيدارى كى لہر كى اعانت كى مصر كى دينى تنظيم اخوان المسلمين كے قائدين سيد قطب اور انكے بھائي محمد قطب كے بارے مي</w:t>
      </w:r>
      <w:r w:rsidR="000A0CDC">
        <w:rPr>
          <w:rtl/>
        </w:rPr>
        <w:t xml:space="preserve">ں </w:t>
      </w:r>
      <w:r>
        <w:rPr>
          <w:rtl/>
        </w:rPr>
        <w:t>بارہ سے زياہ قلمى آثار كا عربى سے فارسى زبان مي</w:t>
      </w:r>
      <w:r w:rsidR="000A0CDC">
        <w:rPr>
          <w:rtl/>
        </w:rPr>
        <w:t xml:space="preserve">ں </w:t>
      </w:r>
      <w:r>
        <w:rPr>
          <w:rtl/>
        </w:rPr>
        <w:t xml:space="preserve">مجاہد دانشور حضرات كے ذريعے ترجمہ كيا جانا تھا_ </w:t>
      </w:r>
      <w:r w:rsidRPr="00F67D4B">
        <w:rPr>
          <w:rStyle w:val="libFootnotenumChar"/>
          <w:rtl/>
        </w:rPr>
        <w:t>(4)</w:t>
      </w:r>
      <w:r>
        <w:rPr>
          <w:rtl/>
        </w:rPr>
        <w:t xml:space="preserve"> </w:t>
      </w:r>
    </w:p>
    <w:p w:rsidR="0061102A" w:rsidRDefault="0061102A" w:rsidP="00BE6934">
      <w:pPr>
        <w:pStyle w:val="libNormal"/>
        <w:rPr>
          <w:rtl/>
        </w:rPr>
      </w:pPr>
      <w:r>
        <w:rPr>
          <w:rtl/>
        </w:rPr>
        <w:t>1355 شمسى كے اواخر اور بالخصوص 1356 شمسى مي</w:t>
      </w:r>
      <w:r w:rsidR="000A0CDC">
        <w:rPr>
          <w:rtl/>
        </w:rPr>
        <w:t xml:space="preserve">ں </w:t>
      </w:r>
      <w:r>
        <w:rPr>
          <w:rtl/>
        </w:rPr>
        <w:t xml:space="preserve">كچھ حد تك آزاد سياسى فضا كا پيدا ہونا اور سياسي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رسول جعفريان، سابقہ ماخذ، ص 174 _ 159_ </w:t>
      </w:r>
    </w:p>
    <w:p w:rsidR="0061102A" w:rsidRDefault="0061102A" w:rsidP="00BE6934">
      <w:pPr>
        <w:pStyle w:val="libFootnote"/>
        <w:rPr>
          <w:rtl/>
        </w:rPr>
      </w:pPr>
      <w:r>
        <w:rPr>
          <w:rtl/>
        </w:rPr>
        <w:t>2) مزيدمطالعہ كيلئے رجوع كري</w:t>
      </w:r>
      <w:r w:rsidR="000A0CDC">
        <w:rPr>
          <w:rtl/>
        </w:rPr>
        <w:t xml:space="preserve">ں </w:t>
      </w:r>
      <w:r>
        <w:rPr>
          <w:rtl/>
        </w:rPr>
        <w:t xml:space="preserve">: على رضا سيد كبارى ، سابقہ ماخذ، ص 769 _ 351، غلامرضا جلالي، مشہد در بامداد نہضت امام خمينى ، تہران ، مركز اسناد انقلاب اسلامي، ص 142 روح اللہ حسنيان، سہ سال ستيز در بعثت شيعہ، ص 1139_ 137_ </w:t>
      </w:r>
    </w:p>
    <w:p w:rsidR="0061102A" w:rsidRDefault="0061102A" w:rsidP="00BE6934">
      <w:pPr>
        <w:pStyle w:val="libFootnote"/>
        <w:rPr>
          <w:rtl/>
        </w:rPr>
      </w:pPr>
      <w:r>
        <w:rPr>
          <w:rtl/>
        </w:rPr>
        <w:t xml:space="preserve">3) رسول جعفريان ، سابقہ ماخذ ، ص 158 _ 156 </w:t>
      </w:r>
    </w:p>
    <w:p w:rsidR="000F33B1" w:rsidRDefault="0061102A" w:rsidP="00BE6934">
      <w:pPr>
        <w:pStyle w:val="libFootnote"/>
        <w:rPr>
          <w:rtl/>
        </w:rPr>
      </w:pPr>
      <w:r>
        <w:rPr>
          <w:rtl/>
        </w:rPr>
        <w:t>4) سابقہ ماخذ، ص 179 ، 177_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قيديو</w:t>
      </w:r>
      <w:r w:rsidR="000A0CDC">
        <w:rPr>
          <w:rtl/>
        </w:rPr>
        <w:t xml:space="preserve">ں </w:t>
      </w:r>
      <w:r>
        <w:rPr>
          <w:rtl/>
        </w:rPr>
        <w:t>كى رہائي نے اسلامى بيدارى كى تحريك كے ليے مناسب حالات پيدا كيئے ،اخبارات و رسائل كے سنسر مي</w:t>
      </w:r>
      <w:r w:rsidR="000A0CDC">
        <w:rPr>
          <w:rtl/>
        </w:rPr>
        <w:t xml:space="preserve">ں </w:t>
      </w:r>
      <w:r>
        <w:rPr>
          <w:rtl/>
        </w:rPr>
        <w:t>كمى نے بھى يہ موقع فراہم كيا كہ ذرائع ابلاغ سے بہتر فائدہ اٹھايا جاسكے_ اور حكومت كے سياسى مخالفين بالخصوص مذہبى قوتو</w:t>
      </w:r>
      <w:r w:rsidR="000A0CDC">
        <w:rPr>
          <w:rtl/>
        </w:rPr>
        <w:t xml:space="preserve">ں </w:t>
      </w:r>
      <w:r>
        <w:rPr>
          <w:rtl/>
        </w:rPr>
        <w:t>نے اس موقع كو غنيمت جانا تا كہ پہلوى حكومت كو وسيع سطح پر تنقيد كا نشانہ بنايا جائے_ مثلا جب '' كيہان'' اخبار نے يہ سوال اٹھايا كہ '' ايران چہ دردى دارد(ايران كا مسئلہ كيا ہے) تو چاليس ہزار سے زيادہ خطوط اس سوال كے جواب مي</w:t>
      </w:r>
      <w:r w:rsidR="000A0CDC">
        <w:rPr>
          <w:rtl/>
        </w:rPr>
        <w:t xml:space="preserve">ں </w:t>
      </w:r>
      <w:r>
        <w:rPr>
          <w:rtl/>
        </w:rPr>
        <w:t>حاصل ہوئے_</w:t>
      </w:r>
      <w:r w:rsidRPr="00F67D4B">
        <w:rPr>
          <w:rStyle w:val="libFootnotenumChar"/>
          <w:rtl/>
        </w:rPr>
        <w:t>(1)</w:t>
      </w:r>
      <w:r>
        <w:rPr>
          <w:rtl/>
        </w:rPr>
        <w:t xml:space="preserve"> </w:t>
      </w:r>
    </w:p>
    <w:p w:rsidR="0061102A" w:rsidRDefault="0061102A" w:rsidP="00BE6934">
      <w:pPr>
        <w:pStyle w:val="libNormal"/>
        <w:rPr>
          <w:rtl/>
        </w:rPr>
      </w:pPr>
      <w:r>
        <w:rPr>
          <w:rtl/>
        </w:rPr>
        <w:t>مجموعى طور پر پہلوى حكومت كے زير نگرانى (مجبوراً اختيار كى گئي) معتدل پاليسى كا نتيجہ يہ نكلا كہ اسكے سياسى مخالفين متحد ہوگئے پہلوى حكومت كى بنيادي</w:t>
      </w:r>
      <w:r w:rsidR="000A0CDC">
        <w:rPr>
          <w:rtl/>
        </w:rPr>
        <w:t xml:space="preserve">ں </w:t>
      </w:r>
      <w:r>
        <w:rPr>
          <w:rtl/>
        </w:rPr>
        <w:t>متزلزل ہوگئي</w:t>
      </w:r>
      <w:r w:rsidR="000A0CDC">
        <w:rPr>
          <w:rtl/>
        </w:rPr>
        <w:t xml:space="preserve">ں </w:t>
      </w:r>
      <w:r>
        <w:rPr>
          <w:rtl/>
        </w:rPr>
        <w:t>اور اسلامى بيدارى كى تحريك بھى فكرى اور انفرادى كاوشو</w:t>
      </w:r>
      <w:r w:rsidR="000A0CDC">
        <w:rPr>
          <w:rtl/>
        </w:rPr>
        <w:t xml:space="preserve">ں </w:t>
      </w:r>
      <w:r>
        <w:rPr>
          <w:rtl/>
        </w:rPr>
        <w:t>سے بڑھ كر وسيع پيمانے پر اپنى حتمى كاميابى كيلئے قدم اٹھانے لگى اور سياسي، اجتماعى اور ثقافتى سطح پر پہلوى حكومت كو اپنے مطالبات كو تسليم كرنے پر مجبور كرديا_ اسى دوران امام خمينى كے بڑے فرزند سيد مصطفى خمينى كى شہادت (1356 شمسى اول آبان) اور انكے ليے مجالس ترحيم كے پروگرامو</w:t>
      </w:r>
      <w:r w:rsidR="000A0CDC">
        <w:rPr>
          <w:rtl/>
        </w:rPr>
        <w:t xml:space="preserve">ں </w:t>
      </w:r>
      <w:r>
        <w:rPr>
          <w:rtl/>
        </w:rPr>
        <w:t>كا انعقاد ہوا اور يہ مجالس و محافل پہلوى حكومت پر تنقيد اور امام خمينى اور انكى اسلامى تحريك كى تعريف و تجليل مي</w:t>
      </w:r>
      <w:r w:rsidR="000A0CDC">
        <w:rPr>
          <w:rtl/>
        </w:rPr>
        <w:t xml:space="preserve">ں </w:t>
      </w:r>
      <w:r>
        <w:rPr>
          <w:rtl/>
        </w:rPr>
        <w:t>تبديل ہوگئي</w:t>
      </w:r>
      <w:r w:rsidR="000A0CDC">
        <w:rPr>
          <w:rtl/>
        </w:rPr>
        <w:t xml:space="preserve">ں </w:t>
      </w:r>
      <w:r>
        <w:rPr>
          <w:rtl/>
        </w:rPr>
        <w:t xml:space="preserve">_ </w:t>
      </w:r>
      <w:r w:rsidRPr="00F67D4B">
        <w:rPr>
          <w:rStyle w:val="libFootnotenumChar"/>
          <w:rtl/>
        </w:rPr>
        <w:t>(2)</w:t>
      </w:r>
      <w:r>
        <w:rPr>
          <w:rtl/>
        </w:rPr>
        <w:t xml:space="preserve"> </w:t>
      </w:r>
    </w:p>
    <w:p w:rsidR="0061102A" w:rsidRDefault="0061102A" w:rsidP="00BE6934">
      <w:pPr>
        <w:pStyle w:val="libNormal"/>
        <w:rPr>
          <w:rtl/>
        </w:rPr>
      </w:pPr>
      <w:r>
        <w:rPr>
          <w:rtl/>
        </w:rPr>
        <w:t>ملك كے اندراور باہر مجاہدين كے نيٹ ورك نے اپنے تبليغى اور پيغام رسانى كے گوناگون ذرائع كے توسط سے امام خمينى كى مرجعيت اور رہبرى مي</w:t>
      </w:r>
      <w:r w:rsidR="000A0CDC">
        <w:rPr>
          <w:rtl/>
        </w:rPr>
        <w:t xml:space="preserve">ں </w:t>
      </w:r>
      <w:r>
        <w:rPr>
          <w:rtl/>
        </w:rPr>
        <w:t>كاميابى كے حصول تك جہاد كى ہدايت اور تاكيد كي_</w:t>
      </w:r>
      <w:r w:rsidRPr="00F67D4B">
        <w:rPr>
          <w:rStyle w:val="libFootnotenumChar"/>
          <w:rtl/>
        </w:rPr>
        <w:t>(3)</w:t>
      </w:r>
      <w:r>
        <w:rPr>
          <w:rtl/>
        </w:rPr>
        <w:t xml:space="preserve"> </w:t>
      </w:r>
    </w:p>
    <w:p w:rsidR="0061102A" w:rsidRDefault="0061102A" w:rsidP="00BE6934">
      <w:pPr>
        <w:pStyle w:val="libNormal"/>
        <w:rPr>
          <w:rtl/>
        </w:rPr>
      </w:pPr>
      <w:r>
        <w:rPr>
          <w:rtl/>
        </w:rPr>
        <w:t>آخرى نكتہ يہ ہے كہ سيد مصطفى خمينى كى شہادت كے بعد جو تحريك شروع ہوئي وہ پھر كنٹرول نہ ہوسكى سياسى اسلام اور دينى قيادت نے اسلامى حكومت كى تشكيل كيلئے اپنا نتيجہ خيز قدم اٹھايا جس كا نتيجہ بہمن 1357 مي</w:t>
      </w:r>
      <w:r w:rsidR="000A0CDC">
        <w:rPr>
          <w:rtl/>
        </w:rPr>
        <w:t xml:space="preserve">ں </w:t>
      </w:r>
      <w:r>
        <w:rPr>
          <w:rtl/>
        </w:rPr>
        <w:t>صبر و كاوش كے بہت سے عشرو</w:t>
      </w:r>
      <w:r w:rsidR="000A0CDC">
        <w:rPr>
          <w:rtl/>
        </w:rPr>
        <w:t xml:space="preserve">ں </w:t>
      </w:r>
      <w:r>
        <w:rPr>
          <w:rtl/>
        </w:rPr>
        <w:t>كے بعد امام خمينى كى رہبرى مي</w:t>
      </w:r>
      <w:r w:rsidR="000A0CDC">
        <w:rPr>
          <w:rtl/>
        </w:rPr>
        <w:t xml:space="preserve">ں </w:t>
      </w:r>
      <w:r>
        <w:rPr>
          <w:rtl/>
        </w:rPr>
        <w:t>اسلامى حكومت كى تشكيل كى صورت مي</w:t>
      </w:r>
      <w:r w:rsidR="000A0CDC">
        <w:rPr>
          <w:rtl/>
        </w:rPr>
        <w:t xml:space="preserve">ں </w:t>
      </w:r>
      <w:r>
        <w:rPr>
          <w:rtl/>
        </w:rPr>
        <w:t xml:space="preserve">نكلا_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چمز بيل، عقاب و شير، ترجمہ مہوش غلامي، ج 1 ، تہران نشر كوبہ ، ص 459_ </w:t>
      </w:r>
    </w:p>
    <w:p w:rsidR="0061102A" w:rsidRDefault="0061102A" w:rsidP="00BE6934">
      <w:pPr>
        <w:pStyle w:val="libFootnote"/>
        <w:rPr>
          <w:rtl/>
        </w:rPr>
      </w:pPr>
      <w:r>
        <w:rPr>
          <w:rtl/>
        </w:rPr>
        <w:t xml:space="preserve">2) مہدى بازرگان، انقلاب ايران در دو حكومت ، تہران، نہضت آزادى ، ايران، ج 5، ص 24_ </w:t>
      </w:r>
    </w:p>
    <w:p w:rsidR="0061102A" w:rsidRDefault="0061102A" w:rsidP="00BE6934">
      <w:pPr>
        <w:pStyle w:val="libFootnote"/>
        <w:rPr>
          <w:rtl/>
        </w:rPr>
      </w:pPr>
      <w:r>
        <w:rPr>
          <w:rtl/>
        </w:rPr>
        <w:t>3) شہيدى ديگر از روحانيت ، نجف ، انتشارات روحانيو</w:t>
      </w:r>
      <w:r w:rsidR="000A0CDC">
        <w:rPr>
          <w:rtl/>
        </w:rPr>
        <w:t xml:space="preserve">ں </w:t>
      </w:r>
      <w:r>
        <w:rPr>
          <w:rtl/>
        </w:rPr>
        <w:t>خارج از كشور ، ص 140 ، 126_</w:t>
      </w:r>
    </w:p>
    <w:p w:rsidR="000F33B1" w:rsidRDefault="0069392F" w:rsidP="00BE6934">
      <w:pPr>
        <w:pStyle w:val="libFootnote"/>
        <w:rPr>
          <w:rtl/>
        </w:rPr>
      </w:pPr>
      <w:r>
        <w:rPr>
          <w:rtl/>
        </w:rPr>
        <w:br w:type="page"/>
      </w:r>
      <w:r>
        <w:rPr>
          <w:rtl/>
        </w:rPr>
        <w:lastRenderedPageBreak/>
        <w:cr/>
      </w:r>
    </w:p>
    <w:p w:rsidR="0061102A" w:rsidRDefault="0061102A" w:rsidP="00BE6934">
      <w:pPr>
        <w:pStyle w:val="Heading2Center"/>
        <w:rPr>
          <w:rtl/>
        </w:rPr>
      </w:pPr>
      <w:bookmarkStart w:id="174" w:name="_Toc268730"/>
      <w:r>
        <w:rPr>
          <w:rtl/>
        </w:rPr>
        <w:t>گيارھوا</w:t>
      </w:r>
      <w:r w:rsidR="000A0CDC">
        <w:rPr>
          <w:rtl/>
        </w:rPr>
        <w:t xml:space="preserve">ں </w:t>
      </w:r>
      <w:r>
        <w:rPr>
          <w:rtl/>
        </w:rPr>
        <w:t>باب :</w:t>
      </w:r>
      <w:bookmarkEnd w:id="174"/>
      <w:r>
        <w:rPr>
          <w:rtl/>
        </w:rPr>
        <w:t xml:space="preserve"> </w:t>
      </w:r>
    </w:p>
    <w:p w:rsidR="0061102A" w:rsidRDefault="0061102A" w:rsidP="00BE6934">
      <w:pPr>
        <w:pStyle w:val="Heading2Center"/>
        <w:rPr>
          <w:rtl/>
        </w:rPr>
      </w:pPr>
      <w:bookmarkStart w:id="175" w:name="_Toc268731"/>
      <w:r>
        <w:rPr>
          <w:rtl/>
        </w:rPr>
        <w:t>مغربى تہذيب پر نقد و نظر</w:t>
      </w:r>
      <w:bookmarkEnd w:id="175"/>
    </w:p>
    <w:p w:rsidR="000F33B1" w:rsidRDefault="0069392F" w:rsidP="00BE6934">
      <w:pPr>
        <w:pStyle w:val="libNormal"/>
        <w:rPr>
          <w:rtl/>
        </w:rPr>
      </w:pPr>
      <w:r>
        <w:rPr>
          <w:rtl/>
        </w:rPr>
        <w:cr/>
      </w:r>
      <w:r>
        <w:rPr>
          <w:rtl/>
        </w:rPr>
        <w:br w:type="page"/>
      </w:r>
      <w:r>
        <w:rPr>
          <w:rtl/>
        </w:rPr>
        <w:lastRenderedPageBreak/>
        <w:cr/>
      </w:r>
    </w:p>
    <w:p w:rsidR="0061102A" w:rsidRDefault="0061102A" w:rsidP="00BE6934">
      <w:pPr>
        <w:pStyle w:val="Heading2Center"/>
        <w:rPr>
          <w:rtl/>
        </w:rPr>
      </w:pPr>
      <w:bookmarkStart w:id="176" w:name="_Toc268732"/>
      <w:r>
        <w:rPr>
          <w:rtl/>
        </w:rPr>
        <w:t>1_ مغربى مفكرين كى آراء مي</w:t>
      </w:r>
      <w:r w:rsidR="000A0CDC">
        <w:rPr>
          <w:rtl/>
        </w:rPr>
        <w:t xml:space="preserve">ں </w:t>
      </w:r>
      <w:r>
        <w:rPr>
          <w:rtl/>
        </w:rPr>
        <w:t>مغربى تہذيب پر تنقيد</w:t>
      </w:r>
      <w:bookmarkEnd w:id="176"/>
    </w:p>
    <w:p w:rsidR="0061102A" w:rsidRDefault="0061102A" w:rsidP="00BE6934">
      <w:pPr>
        <w:pStyle w:val="libNormal"/>
        <w:rPr>
          <w:rtl/>
        </w:rPr>
      </w:pPr>
      <w:r>
        <w:rPr>
          <w:rtl/>
        </w:rPr>
        <w:t>انيسوي</w:t>
      </w:r>
      <w:r w:rsidR="000A0CDC">
        <w:rPr>
          <w:rtl/>
        </w:rPr>
        <w:t xml:space="preserve">ں </w:t>
      </w:r>
      <w:r>
        <w:rPr>
          <w:rtl/>
        </w:rPr>
        <w:t>صدى كے اختتام اور بيسوي</w:t>
      </w:r>
      <w:r w:rsidR="000A0CDC">
        <w:rPr>
          <w:rtl/>
        </w:rPr>
        <w:t xml:space="preserve">ں </w:t>
      </w:r>
      <w:r>
        <w:rPr>
          <w:rtl/>
        </w:rPr>
        <w:t>صدى كے آغاز مي</w:t>
      </w:r>
      <w:r w:rsidR="000A0CDC">
        <w:rPr>
          <w:rtl/>
        </w:rPr>
        <w:t xml:space="preserve">ں </w:t>
      </w:r>
      <w:r>
        <w:rPr>
          <w:rtl/>
        </w:rPr>
        <w:t>ثقافتى ، معاشرتي، سياسى اور اقتصادى روابط كے پيچيدہ ہونے اور اسكے نتيجہ مي</w:t>
      </w:r>
      <w:r w:rsidR="000A0CDC">
        <w:rPr>
          <w:rtl/>
        </w:rPr>
        <w:t xml:space="preserve">ں </w:t>
      </w:r>
      <w:r>
        <w:rPr>
          <w:rtl/>
        </w:rPr>
        <w:t>جديد تہذيب كے مراكز اور ادارو</w:t>
      </w:r>
      <w:r w:rsidR="000A0CDC">
        <w:rPr>
          <w:rtl/>
        </w:rPr>
        <w:t xml:space="preserve">ں </w:t>
      </w:r>
      <w:r>
        <w:rPr>
          <w:rtl/>
        </w:rPr>
        <w:t>كے وجود مي</w:t>
      </w:r>
      <w:r w:rsidR="000A0CDC">
        <w:rPr>
          <w:rtl/>
        </w:rPr>
        <w:t xml:space="preserve">ں </w:t>
      </w:r>
      <w:r>
        <w:rPr>
          <w:rtl/>
        </w:rPr>
        <w:t>آنے سے مغربى دانشورو</w:t>
      </w:r>
      <w:r w:rsidR="000A0CDC">
        <w:rPr>
          <w:rtl/>
        </w:rPr>
        <w:t xml:space="preserve">ں </w:t>
      </w:r>
      <w:r>
        <w:rPr>
          <w:rtl/>
        </w:rPr>
        <w:t>كى آراء مي</w:t>
      </w:r>
      <w:r w:rsidR="000A0CDC">
        <w:rPr>
          <w:rtl/>
        </w:rPr>
        <w:t xml:space="preserve">ں </w:t>
      </w:r>
      <w:r>
        <w:rPr>
          <w:rtl/>
        </w:rPr>
        <w:t>مغربى تہذيب پر منظم تنقيد، اسكى مختلف اقسام اور مستقبل كے بارے مي</w:t>
      </w:r>
      <w:r w:rsidR="000A0CDC">
        <w:rPr>
          <w:rtl/>
        </w:rPr>
        <w:t xml:space="preserve">ں </w:t>
      </w:r>
      <w:r>
        <w:rPr>
          <w:rtl/>
        </w:rPr>
        <w:t>بدگمانيو</w:t>
      </w:r>
      <w:r w:rsidR="000A0CDC">
        <w:rPr>
          <w:rtl/>
        </w:rPr>
        <w:t xml:space="preserve">ں </w:t>
      </w:r>
      <w:r>
        <w:rPr>
          <w:rtl/>
        </w:rPr>
        <w:t xml:space="preserve">كاشكار ہونا ايك خاص روايت بن گيا_ </w:t>
      </w:r>
    </w:p>
    <w:p w:rsidR="0061102A" w:rsidRDefault="0061102A" w:rsidP="00BE6934">
      <w:pPr>
        <w:pStyle w:val="libNormal"/>
        <w:rPr>
          <w:rtl/>
        </w:rPr>
      </w:pPr>
      <w:r>
        <w:rPr>
          <w:rtl/>
        </w:rPr>
        <w:t>پہلى اور دوسرى جنگ عظيم كے آغاز اور اختتام سے منفى نگاہ كى يہ عادت اہل مغرب كے دل و دماغ مي</w:t>
      </w:r>
      <w:r w:rsidR="000A0CDC">
        <w:rPr>
          <w:rtl/>
        </w:rPr>
        <w:t xml:space="preserve">ں </w:t>
      </w:r>
      <w:r>
        <w:rPr>
          <w:rtl/>
        </w:rPr>
        <w:t>مضبوط ہوتى چلى گئي فريڈرچ نيٹشا، كارل ماركس اور سگمنڈ فرايڈ جو كہ اس قسم كى نقد كے پرچم دار تھے انہو</w:t>
      </w:r>
      <w:r w:rsidR="000A0CDC">
        <w:rPr>
          <w:rtl/>
        </w:rPr>
        <w:t xml:space="preserve">ں </w:t>
      </w:r>
      <w:r>
        <w:rPr>
          <w:rtl/>
        </w:rPr>
        <w:t>نے اپنے خدشات كو علمى طرز مي</w:t>
      </w:r>
      <w:r w:rsidR="000A0CDC">
        <w:rPr>
          <w:rtl/>
        </w:rPr>
        <w:t xml:space="preserve">ں </w:t>
      </w:r>
      <w:r>
        <w:rPr>
          <w:rtl/>
        </w:rPr>
        <w:t>ظاہر كيا_ نيٹشانے مغرب كے ناہماہنگ واقعات اور رويو</w:t>
      </w:r>
      <w:r w:rsidR="000A0CDC">
        <w:rPr>
          <w:rtl/>
        </w:rPr>
        <w:t xml:space="preserve">ں </w:t>
      </w:r>
      <w:r>
        <w:rPr>
          <w:rtl/>
        </w:rPr>
        <w:t>كو بہت كم ايك واحدمجموعے يا ايك منظم مظہر كے عنوان سے ياد كيا ہے بلكہ وہ اكثر و بيشتر تاريخى ادوار كے اختلاف اور مغرب مي</w:t>
      </w:r>
      <w:r w:rsidR="000A0CDC">
        <w:rPr>
          <w:rtl/>
        </w:rPr>
        <w:t xml:space="preserve">ں </w:t>
      </w:r>
      <w:r>
        <w:rPr>
          <w:rtl/>
        </w:rPr>
        <w:t>ناہموار حادثات كا قائل تھا_ نيٹشاكى نظر مي</w:t>
      </w:r>
      <w:r w:rsidR="000A0CDC">
        <w:rPr>
          <w:rtl/>
        </w:rPr>
        <w:t xml:space="preserve">ں </w:t>
      </w:r>
      <w:r>
        <w:rPr>
          <w:rtl/>
        </w:rPr>
        <w:t>مغرب كى تاريخ مي</w:t>
      </w:r>
      <w:r w:rsidR="000A0CDC">
        <w:rPr>
          <w:rtl/>
        </w:rPr>
        <w:t xml:space="preserve">ں </w:t>
      </w:r>
      <w:r>
        <w:rPr>
          <w:rtl/>
        </w:rPr>
        <w:t>زرين عرصہ محدود اور ايك خاص دور مي</w:t>
      </w:r>
      <w:r w:rsidR="000A0CDC">
        <w:rPr>
          <w:rtl/>
        </w:rPr>
        <w:t xml:space="preserve">ں </w:t>
      </w:r>
      <w:r>
        <w:rPr>
          <w:rtl/>
        </w:rPr>
        <w:t>منحصر ہے جبكہ مغرب كى تاريخ كے باقى ادوار انحطاط اور تباہى كے ادوار ہي</w:t>
      </w:r>
      <w:r w:rsidR="000A0CDC">
        <w:rPr>
          <w:rtl/>
        </w:rPr>
        <w:t xml:space="preserve">ں </w:t>
      </w:r>
      <w:r>
        <w:rPr>
          <w:rtl/>
        </w:rPr>
        <w:t>_ پانچوي</w:t>
      </w:r>
      <w:r w:rsidR="000A0CDC">
        <w:rPr>
          <w:rtl/>
        </w:rPr>
        <w:t xml:space="preserve">ں </w:t>
      </w:r>
      <w:r>
        <w:rPr>
          <w:rtl/>
        </w:rPr>
        <w:t>اور چھٹى صدى قبل مسيح، نيٹشا كے خيال مي</w:t>
      </w:r>
      <w:r w:rsidR="000A0CDC">
        <w:rPr>
          <w:rtl/>
        </w:rPr>
        <w:t xml:space="preserve">ں </w:t>
      </w:r>
      <w:r>
        <w:rPr>
          <w:rtl/>
        </w:rPr>
        <w:t xml:space="preserve">مغرب كا زرين دور تھا اسكے خيال كے مطابق يونان كى قديمى تہذيب كے زوال كے ساتھ ہى مغرب كے زوال كا دور شروع ہوگيا_ </w:t>
      </w:r>
    </w:p>
    <w:p w:rsidR="0061102A" w:rsidRDefault="0061102A" w:rsidP="00BE6934">
      <w:pPr>
        <w:pStyle w:val="libNormal"/>
        <w:rPr>
          <w:rtl/>
        </w:rPr>
      </w:pPr>
      <w:r>
        <w:rPr>
          <w:rtl/>
        </w:rPr>
        <w:t>نيٹشاقديم يونان كے عروج كى وجہ ڈيونيزوسى ( خوش رہنے ) كے احساسات كا اس تہذيب مي</w:t>
      </w:r>
      <w:r w:rsidR="000A0CDC">
        <w:rPr>
          <w:rtl/>
        </w:rPr>
        <w:t xml:space="preserve">ں </w:t>
      </w:r>
      <w:r>
        <w:rPr>
          <w:rtl/>
        </w:rPr>
        <w:t>نمايا</w:t>
      </w:r>
      <w:r w:rsidR="000A0CDC">
        <w:rPr>
          <w:rtl/>
        </w:rPr>
        <w:t xml:space="preserve">ں </w:t>
      </w:r>
      <w:r>
        <w:rPr>
          <w:rtl/>
        </w:rPr>
        <w:t>ہونے كو بتاتا ہے_ وہ ان احساسات كو اصلى يونانى مزاج اور يونانيو</w:t>
      </w:r>
      <w:r w:rsidR="000A0CDC">
        <w:rPr>
          <w:rtl/>
        </w:rPr>
        <w:t xml:space="preserve">ں </w:t>
      </w:r>
      <w:r>
        <w:rPr>
          <w:rtl/>
        </w:rPr>
        <w:t>كا زندگى كى رنگينيو</w:t>
      </w:r>
      <w:r w:rsidR="000A0CDC">
        <w:rPr>
          <w:rtl/>
        </w:rPr>
        <w:t xml:space="preserve">ں </w:t>
      </w:r>
      <w:r>
        <w:rPr>
          <w:rtl/>
        </w:rPr>
        <w:t>كو ''ہا</w:t>
      </w:r>
      <w:r w:rsidR="000A0CDC">
        <w:rPr>
          <w:rtl/>
        </w:rPr>
        <w:t xml:space="preserve">ں </w:t>
      </w:r>
      <w:r>
        <w:rPr>
          <w:rtl/>
        </w:rPr>
        <w:t>'' كہنا سمجھتا ہے ليكن ايپولانى احساسات كے پيدا ہونے كوجو سرور و وجد اور زندگى كے احساسات كے متضاد ہي</w:t>
      </w:r>
      <w:r w:rsidR="000A0CDC">
        <w:rPr>
          <w:rtl/>
        </w:rPr>
        <w:t xml:space="preserve">ں </w:t>
      </w:r>
      <w:r>
        <w:rPr>
          <w:rtl/>
        </w:rPr>
        <w:t>سقراط كے افكار سے منسوب كرتا ہے اور مغرب مي</w:t>
      </w:r>
      <w:r w:rsidR="000A0CDC">
        <w:rPr>
          <w:rtl/>
        </w:rPr>
        <w:t xml:space="preserve">ں </w:t>
      </w:r>
      <w:r>
        <w:rPr>
          <w:rtl/>
        </w:rPr>
        <w:t xml:space="preserve">عقلى رحجانات كے آغاز كى مخالفت كرتا ہے _ </w:t>
      </w:r>
      <w:r w:rsidRPr="00F67D4B">
        <w:rPr>
          <w:rStyle w:val="libFootnotenumChar"/>
          <w:rtl/>
        </w:rPr>
        <w:t>(1)</w:t>
      </w:r>
      <w:r>
        <w:rPr>
          <w:rtl/>
        </w:rPr>
        <w:t xml:space="preserve"> </w:t>
      </w:r>
    </w:p>
    <w:p w:rsidR="0061102A" w:rsidRDefault="003A7D4A" w:rsidP="00BE6934">
      <w:pPr>
        <w:pStyle w:val="libLine"/>
        <w:rPr>
          <w:rtl/>
        </w:rPr>
      </w:pPr>
      <w:r>
        <w:rPr>
          <w:rtl/>
        </w:rPr>
        <w:t>____________________</w:t>
      </w:r>
    </w:p>
    <w:p w:rsidR="000F33B1" w:rsidRDefault="0061102A" w:rsidP="00BE6934">
      <w:pPr>
        <w:pStyle w:val="libFootnote"/>
        <w:rPr>
          <w:rtl/>
        </w:rPr>
      </w:pPr>
      <w:r>
        <w:rPr>
          <w:rtl/>
        </w:rPr>
        <w:t>1)رضا نجفي، نيٹشا و ارزيابى غرب، غرب وغرب شناسى ، تہران ، سروش ص 44</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ماركس نے مغرب كى اعداد و شمار مي</w:t>
      </w:r>
      <w:r w:rsidR="000A0CDC">
        <w:rPr>
          <w:rtl/>
        </w:rPr>
        <w:t xml:space="preserve">ں </w:t>
      </w:r>
      <w:r>
        <w:rPr>
          <w:rtl/>
        </w:rPr>
        <w:t>گھرى ذہنيت كى مخالفت كى اس نے سب سے پہلے بوروازى ( كا روبارى طبقہ) كى اس قسم كى تعقل كو كام مي</w:t>
      </w:r>
      <w:r w:rsidR="000A0CDC">
        <w:rPr>
          <w:rtl/>
        </w:rPr>
        <w:t xml:space="preserve">ں </w:t>
      </w:r>
      <w:r>
        <w:rPr>
          <w:rtl/>
        </w:rPr>
        <w:t>لانے پر تعريف كرتا ہے كيونكہ پيداوار مي</w:t>
      </w:r>
      <w:r w:rsidR="000A0CDC">
        <w:rPr>
          <w:rtl/>
        </w:rPr>
        <w:t xml:space="preserve">ں </w:t>
      </w:r>
      <w:r>
        <w:rPr>
          <w:rtl/>
        </w:rPr>
        <w:t>مسلسل تغيرات معاشرتى تعلقات مي</w:t>
      </w:r>
      <w:r w:rsidR="000A0CDC">
        <w:rPr>
          <w:rtl/>
        </w:rPr>
        <w:t xml:space="preserve">ں </w:t>
      </w:r>
      <w:r>
        <w:rPr>
          <w:rtl/>
        </w:rPr>
        <w:t xml:space="preserve">بغير كسى وقفے كے اضطراب لامتناہى تلاطم اور بے يقينى نے سرمايہ دار طبقے كے زمانے كو گذشتہ ديگر ادوار سے منفرد كرديا ہے_ </w:t>
      </w:r>
    </w:p>
    <w:p w:rsidR="0061102A" w:rsidRDefault="0061102A" w:rsidP="00BE6934">
      <w:pPr>
        <w:pStyle w:val="libNormal"/>
        <w:rPr>
          <w:rtl/>
        </w:rPr>
      </w:pPr>
      <w:r>
        <w:rPr>
          <w:rtl/>
        </w:rPr>
        <w:t>ليكن اس دور كا نقص در حقيقت يہا</w:t>
      </w:r>
      <w:r w:rsidR="000A0CDC">
        <w:rPr>
          <w:rtl/>
        </w:rPr>
        <w:t xml:space="preserve">ں </w:t>
      </w:r>
      <w:r>
        <w:rPr>
          <w:rtl/>
        </w:rPr>
        <w:t>ہے كہ تاجر طبقے كى اندرونى زندگى اور مسلسل تغيرات اور تنوع كى يہ استعداد بذات خود اسى طبقہ كوہى محو كرديتى ہے_ ہم اس جدلياتى تغير كا انفرادى زندگى مي</w:t>
      </w:r>
      <w:r w:rsidR="000A0CDC">
        <w:rPr>
          <w:rtl/>
        </w:rPr>
        <w:t xml:space="preserve">ں </w:t>
      </w:r>
      <w:r>
        <w:rPr>
          <w:rtl/>
        </w:rPr>
        <w:t>اتنا ہى مشاہدہ كرسكتے ہي</w:t>
      </w:r>
      <w:r w:rsidR="000A0CDC">
        <w:rPr>
          <w:rtl/>
        </w:rPr>
        <w:t xml:space="preserve">ں </w:t>
      </w:r>
      <w:r>
        <w:rPr>
          <w:rtl/>
        </w:rPr>
        <w:t>جتنا اقتصادى تغير كا، ايسا نظام جس مي</w:t>
      </w:r>
      <w:r w:rsidR="000A0CDC">
        <w:rPr>
          <w:rtl/>
        </w:rPr>
        <w:t xml:space="preserve">ں </w:t>
      </w:r>
      <w:r>
        <w:rPr>
          <w:rtl/>
        </w:rPr>
        <w:t>تمام باہمى روابط كمزور اور عارضى ہو</w:t>
      </w:r>
      <w:r w:rsidR="000A0CDC">
        <w:rPr>
          <w:rtl/>
        </w:rPr>
        <w:t xml:space="preserve">ں </w:t>
      </w:r>
      <w:r>
        <w:rPr>
          <w:rtl/>
        </w:rPr>
        <w:t xml:space="preserve">تو سرمايہ دارانہ زندگى كى خصوصيات يعنى ذاتى مالكيت اور اجرت ، معاملات كى قدر و قيمت اور منافع كيسے اپنى جگہ پر قائم رہ سكتا ہے_ </w:t>
      </w:r>
    </w:p>
    <w:p w:rsidR="0061102A" w:rsidRDefault="0061102A" w:rsidP="00BE6934">
      <w:pPr>
        <w:pStyle w:val="libNormal"/>
        <w:rPr>
          <w:rtl/>
        </w:rPr>
      </w:pPr>
      <w:r>
        <w:rPr>
          <w:rtl/>
        </w:rPr>
        <w:t>جب لوگو</w:t>
      </w:r>
      <w:r w:rsidR="000A0CDC">
        <w:rPr>
          <w:rtl/>
        </w:rPr>
        <w:t xml:space="preserve">ں </w:t>
      </w:r>
      <w:r>
        <w:rPr>
          <w:rtl/>
        </w:rPr>
        <w:t>كى آرزوئي</w:t>
      </w:r>
      <w:r w:rsidR="000A0CDC">
        <w:rPr>
          <w:rtl/>
        </w:rPr>
        <w:t xml:space="preserve">ں </w:t>
      </w:r>
      <w:r>
        <w:rPr>
          <w:rtl/>
        </w:rPr>
        <w:t>اور ضروريات سركشى اور نافرمانى كى راہ تلاش كرتى ہو</w:t>
      </w:r>
      <w:r w:rsidR="000A0CDC">
        <w:rPr>
          <w:rtl/>
        </w:rPr>
        <w:t xml:space="preserve">ں </w:t>
      </w:r>
      <w:r>
        <w:rPr>
          <w:rtl/>
        </w:rPr>
        <w:t>اور زندگى كے تمام شعبو</w:t>
      </w:r>
      <w:r w:rsidR="000A0CDC">
        <w:rPr>
          <w:rtl/>
        </w:rPr>
        <w:t xml:space="preserve">ں </w:t>
      </w:r>
      <w:r>
        <w:rPr>
          <w:rtl/>
        </w:rPr>
        <w:t>مي</w:t>
      </w:r>
      <w:r w:rsidR="000A0CDC">
        <w:rPr>
          <w:rtl/>
        </w:rPr>
        <w:t xml:space="preserve">ں </w:t>
      </w:r>
      <w:r>
        <w:rPr>
          <w:rtl/>
        </w:rPr>
        <w:t>مسلسل اور پيہم تغيرات موجود ہو</w:t>
      </w:r>
      <w:r w:rsidR="000A0CDC">
        <w:rPr>
          <w:rtl/>
        </w:rPr>
        <w:t xml:space="preserve">ں </w:t>
      </w:r>
      <w:r>
        <w:rPr>
          <w:rtl/>
        </w:rPr>
        <w:t>انہي</w:t>
      </w:r>
      <w:r w:rsidR="000A0CDC">
        <w:rPr>
          <w:rtl/>
        </w:rPr>
        <w:t xml:space="preserve">ں </w:t>
      </w:r>
      <w:r>
        <w:rPr>
          <w:rtl/>
        </w:rPr>
        <w:t>كونسى چيز بوروايى (تاجر طبقے) كے طے شدہ حدود كے اندر ركھے؟ جب بھى بوروايى معاشرہ اپنے افراد كو زيادہ حساسيت اور بے چينى سے مشتعل كرتاہے كہ وہ يا ترقى كري</w:t>
      </w:r>
      <w:r w:rsidR="000A0CDC">
        <w:rPr>
          <w:rtl/>
        </w:rPr>
        <w:t xml:space="preserve">ں </w:t>
      </w:r>
      <w:r>
        <w:rPr>
          <w:rtl/>
        </w:rPr>
        <w:t>يا موت كو گلے لگالي</w:t>
      </w:r>
      <w:r w:rsidR="000A0CDC">
        <w:rPr>
          <w:rtl/>
        </w:rPr>
        <w:t xml:space="preserve">ں </w:t>
      </w:r>
      <w:r>
        <w:rPr>
          <w:rtl/>
        </w:rPr>
        <w:t>تو زيادہ امكان يہى ہے كہ وہ خود اپنے معاشرہ كو ہى روند ڈالي</w:t>
      </w:r>
      <w:r w:rsidR="000A0CDC">
        <w:rPr>
          <w:rtl/>
        </w:rPr>
        <w:t xml:space="preserve">ں </w:t>
      </w:r>
      <w:r>
        <w:rPr>
          <w:rtl/>
        </w:rPr>
        <w:t>گے ،جب بھى مشعل لوگ اپنے معاشرے كو اپنے ليے ركاوٹ سمجھتے ہو</w:t>
      </w:r>
      <w:r w:rsidR="000A0CDC">
        <w:rPr>
          <w:rtl/>
        </w:rPr>
        <w:t xml:space="preserve">ں </w:t>
      </w:r>
      <w:r>
        <w:rPr>
          <w:rtl/>
        </w:rPr>
        <w:t>اور اسكے خلاف اٹھ كھڑے ہو</w:t>
      </w:r>
      <w:r w:rsidR="000A0CDC">
        <w:rPr>
          <w:rtl/>
        </w:rPr>
        <w:t xml:space="preserve">ں </w:t>
      </w:r>
      <w:r>
        <w:rPr>
          <w:rtl/>
        </w:rPr>
        <w:t>تو وہ انتھك انداز مي</w:t>
      </w:r>
      <w:r w:rsidR="000A0CDC">
        <w:rPr>
          <w:rtl/>
        </w:rPr>
        <w:t xml:space="preserve">ں </w:t>
      </w:r>
      <w:r>
        <w:rPr>
          <w:rtl/>
        </w:rPr>
        <w:t>سرمايہ دار طبقے كے ہى جھنڈے تلے اس طبقے كے خلاف جنگ كري</w:t>
      </w:r>
      <w:r w:rsidR="000A0CDC">
        <w:rPr>
          <w:rtl/>
        </w:rPr>
        <w:t xml:space="preserve">ں </w:t>
      </w:r>
      <w:r>
        <w:rPr>
          <w:rtl/>
        </w:rPr>
        <w:t>گے (يعنى طبقاتى تضاد وجود مي</w:t>
      </w:r>
      <w:r w:rsidR="000A0CDC">
        <w:rPr>
          <w:rtl/>
        </w:rPr>
        <w:t xml:space="preserve">ں </w:t>
      </w:r>
      <w:r>
        <w:rPr>
          <w:rtl/>
        </w:rPr>
        <w:t xml:space="preserve">آئے گا) اس ليے تو سرمايہ دارى يعنى مغربى تہذيب اپنے اندرونى تضاد كى بناء پر زوال كا شكار ہو جائيگى </w:t>
      </w:r>
      <w:r w:rsidRPr="00F67D4B">
        <w:rPr>
          <w:rStyle w:val="libFootnotenumChar"/>
          <w:rtl/>
        </w:rPr>
        <w:t>(1)</w:t>
      </w:r>
      <w:r>
        <w:rPr>
          <w:rtl/>
        </w:rPr>
        <w:t xml:space="preserve"> فرائيڈ نے انسان كے لاشعور كو كشف كركے انسان كے اپنے آپ سے عشق پر ضرب لگائي اس انكشاف نے اس جديد انسان كى وہ صورت مغرب كو دكھائي كہ جو بيسوي</w:t>
      </w:r>
      <w:r w:rsidR="000A0CDC">
        <w:rPr>
          <w:rtl/>
        </w:rPr>
        <w:t xml:space="preserve">ں </w:t>
      </w:r>
      <w:r>
        <w:rPr>
          <w:rtl/>
        </w:rPr>
        <w:t>صدى تك پنہان رہى تھى _ فرائيڈ كى نگاہ مي</w:t>
      </w:r>
      <w:r w:rsidR="000A0CDC">
        <w:rPr>
          <w:rtl/>
        </w:rPr>
        <w:t xml:space="preserve">ں </w:t>
      </w:r>
      <w:r>
        <w:rPr>
          <w:rtl/>
        </w:rPr>
        <w:t>تہذيب نہ صرف انسان كى معاشرتى زندگى كو بلكہ اسكى حياتياتى زندگى كو اور حياتياتى زندگى كے فقط بعض حصو</w:t>
      </w:r>
      <w:r w:rsidR="000A0CDC">
        <w:rPr>
          <w:rtl/>
        </w:rPr>
        <w:t xml:space="preserve">ں </w:t>
      </w:r>
      <w:r>
        <w:rPr>
          <w:rtl/>
        </w:rPr>
        <w:t>كو نہي</w:t>
      </w:r>
      <w:r w:rsidR="000A0CDC">
        <w:rPr>
          <w:rtl/>
        </w:rPr>
        <w:t xml:space="preserve">ں </w:t>
      </w:r>
      <w:r>
        <w:rPr>
          <w:rtl/>
        </w:rPr>
        <w:t xml:space="preserve">بلكہ جسمانى زندگى اور اسكے غرائز كے مكمل نظام كو محدود كرديتى ہے ليكن اس قسم كى محدوديت اور جبر </w:t>
      </w:r>
    </w:p>
    <w:p w:rsidR="0061102A" w:rsidRDefault="003A7D4A" w:rsidP="00BE6934">
      <w:pPr>
        <w:pStyle w:val="libLine"/>
        <w:rPr>
          <w:rtl/>
        </w:rPr>
      </w:pPr>
      <w:r>
        <w:rPr>
          <w:rtl/>
        </w:rPr>
        <w:t>____________________</w:t>
      </w:r>
    </w:p>
    <w:p w:rsidR="000F33B1" w:rsidRDefault="0061102A" w:rsidP="00BE6934">
      <w:pPr>
        <w:pStyle w:val="libFootnote"/>
        <w:rPr>
          <w:rtl/>
        </w:rPr>
      </w:pPr>
      <w:r>
        <w:rPr>
          <w:rtl/>
        </w:rPr>
        <w:t>1) مارشال برمن، ماركس و مدرنيسم و مدرنيزاسيون ، ترجمہ يوسف اباذري، ارغنون ، ص 68 _ 67_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 xml:space="preserve">ترقى اور پيشرفت كى سب سے پہلى شرط ہے_ در حقيقت انسانى نفسانى خواہشات كو مقيد كرنے سے اسكى تہذيب و تمدن كى يكجہتى اور وحدت كى ضمانت فراہم كى جاسكتى ہے_ </w:t>
      </w:r>
    </w:p>
    <w:p w:rsidR="0061102A" w:rsidRDefault="0061102A" w:rsidP="00BE6934">
      <w:pPr>
        <w:pStyle w:val="libNormal"/>
        <w:rPr>
          <w:rtl/>
        </w:rPr>
      </w:pPr>
      <w:r>
        <w:rPr>
          <w:rtl/>
        </w:rPr>
        <w:t>فرائيڈقانون ''لذت'' كو پيچھے چھوڑتے ہوئے قانون '' حقيقت '' سے پيوستگى كو انسان كے اجتماعى اور تاريخى وجود مي</w:t>
      </w:r>
      <w:r w:rsidR="000A0CDC">
        <w:rPr>
          <w:rtl/>
        </w:rPr>
        <w:t xml:space="preserve">ں </w:t>
      </w:r>
      <w:r>
        <w:rPr>
          <w:rtl/>
        </w:rPr>
        <w:t>ايك موڑ سے تعبير كرتا ہے_ دہ بتاتاہے كہ غرائز و نفسانى خواہشات پر ايمان ركھنے والا انسان اپنى خصوصيات مثلا ان خواہشات كا براہ راست پورا ہونا، آسودگى اور لذات كا حاصل ہونا اور كسى روك ٹوك كا نہ ہونا و غيرہ كے بعد ايك حقيقت پسند انسان كى صورت مي</w:t>
      </w:r>
      <w:r w:rsidR="000A0CDC">
        <w:rPr>
          <w:rtl/>
        </w:rPr>
        <w:t xml:space="preserve">ں </w:t>
      </w:r>
      <w:r>
        <w:rPr>
          <w:rtl/>
        </w:rPr>
        <w:t>تبديل ہو جاتا ہے جسكى خصوصيات مي</w:t>
      </w:r>
      <w:r w:rsidR="000A0CDC">
        <w:rPr>
          <w:rtl/>
        </w:rPr>
        <w:t xml:space="preserve">ں </w:t>
      </w:r>
      <w:r>
        <w:rPr>
          <w:rtl/>
        </w:rPr>
        <w:t>خواہشات كا فورى پورا نہ ہونا، لذات كے حصول سے اجتناب، كام ، پيداوار اور امن و سكون جو روك ٹوك اوردباؤ كے عوض حاصل ہو ،شامل ہي</w:t>
      </w:r>
      <w:r w:rsidR="000A0CDC">
        <w:rPr>
          <w:rtl/>
        </w:rPr>
        <w:t xml:space="preserve">ں </w:t>
      </w:r>
      <w:r>
        <w:rPr>
          <w:rtl/>
        </w:rPr>
        <w:t xml:space="preserve">_ </w:t>
      </w:r>
    </w:p>
    <w:p w:rsidR="0061102A" w:rsidRDefault="0061102A" w:rsidP="00BE6934">
      <w:pPr>
        <w:pStyle w:val="libNormal"/>
        <w:rPr>
          <w:rtl/>
        </w:rPr>
      </w:pPr>
      <w:r>
        <w:rPr>
          <w:rtl/>
        </w:rPr>
        <w:t>قانون حقيقت كے سامنے آنے سے وہ انسان كہ جو پہلے قانون لذت اور حيوانى غرائز كے تابع تھا اب اپنى معرفت و حقيقت سے آگاہ ايك وجود مي</w:t>
      </w:r>
      <w:r w:rsidR="000A0CDC">
        <w:rPr>
          <w:rtl/>
        </w:rPr>
        <w:t xml:space="preserve">ں </w:t>
      </w:r>
      <w:r>
        <w:rPr>
          <w:rtl/>
        </w:rPr>
        <w:t>تبديل ہوجاتاہے اور اپنے آپ كوخارجى حقيقت تلے چھپے اصول و ضوابط كے مطابق ڈھال ليتاہے_ يو</w:t>
      </w:r>
      <w:r w:rsidR="000A0CDC">
        <w:rPr>
          <w:rtl/>
        </w:rPr>
        <w:t xml:space="preserve">ں </w:t>
      </w:r>
      <w:r>
        <w:rPr>
          <w:rtl/>
        </w:rPr>
        <w:t>يہ منضبط اور منظم جديد انسان عقل كے كردار اور اس كے دائرہ كاركو وسعت ديتاہے اور يہ سبق ليتاہے كہ حقائق كو آزمانا چاہيے اور موجودات مي</w:t>
      </w:r>
      <w:r w:rsidR="000A0CDC">
        <w:rPr>
          <w:rtl/>
        </w:rPr>
        <w:t xml:space="preserve">ں </w:t>
      </w:r>
      <w:r>
        <w:rPr>
          <w:rtl/>
        </w:rPr>
        <w:t xml:space="preserve">فرق ركھنا چاہيے_ </w:t>
      </w:r>
      <w:r w:rsidRPr="00F67D4B">
        <w:rPr>
          <w:rStyle w:val="libFootnotenumChar"/>
          <w:rtl/>
        </w:rPr>
        <w:t>(1)</w:t>
      </w:r>
      <w:r>
        <w:rPr>
          <w:rtl/>
        </w:rPr>
        <w:t xml:space="preserve"> اس نكتہ پر توجہ ركھنى چاہيے كہ فرائيڈكے يہا</w:t>
      </w:r>
      <w:r w:rsidR="000A0CDC">
        <w:rPr>
          <w:rtl/>
        </w:rPr>
        <w:t xml:space="preserve">ں </w:t>
      </w:r>
      <w:r>
        <w:rPr>
          <w:rtl/>
        </w:rPr>
        <w:t>انسان سے مراد وہ مغربى انسان ہے جو قديم رواجو</w:t>
      </w:r>
      <w:r w:rsidR="000A0CDC">
        <w:rPr>
          <w:rtl/>
        </w:rPr>
        <w:t xml:space="preserve">ں </w:t>
      </w:r>
      <w:r>
        <w:rPr>
          <w:rtl/>
        </w:rPr>
        <w:t>اور جدت كى كشمكش مي</w:t>
      </w:r>
      <w:r w:rsidR="000A0CDC">
        <w:rPr>
          <w:rtl/>
        </w:rPr>
        <w:t xml:space="preserve">ں </w:t>
      </w:r>
      <w:r>
        <w:rPr>
          <w:rtl/>
        </w:rPr>
        <w:t xml:space="preserve">گرفتار ہے_ </w:t>
      </w:r>
    </w:p>
    <w:p w:rsidR="0061102A" w:rsidRDefault="0061102A" w:rsidP="00BE6934">
      <w:pPr>
        <w:pStyle w:val="libNormal"/>
        <w:rPr>
          <w:rtl/>
        </w:rPr>
      </w:pPr>
      <w:r>
        <w:rPr>
          <w:rtl/>
        </w:rPr>
        <w:t>نيٹشا، ماركس اور فرائيڈكى مغرب كے فلسفي،سماجى اور نفسياتى نظام پر اساسى تنقيد اگرچہ معلومات افزا تھى ليكن دوسرى طرف اس تہذيب كے دردناك حالات اور شكست خوردہ اور بحرانى مقدر كى نشاندہى كررہى تھى 1914 عيسوى مي</w:t>
      </w:r>
      <w:r w:rsidR="000A0CDC">
        <w:rPr>
          <w:rtl/>
        </w:rPr>
        <w:t xml:space="preserve">ں </w:t>
      </w:r>
      <w:r>
        <w:rPr>
          <w:rtl/>
        </w:rPr>
        <w:t>پہلى جنگ عظيم كے آغاز سے مغرب مي</w:t>
      </w:r>
      <w:r w:rsidR="000A0CDC">
        <w:rPr>
          <w:rtl/>
        </w:rPr>
        <w:t xml:space="preserve">ں </w:t>
      </w:r>
      <w:r>
        <w:rPr>
          <w:rtl/>
        </w:rPr>
        <w:t>سب سے پہلا بڑا بحران پيدا ہوا ايك طرف اس جنگ مي</w:t>
      </w:r>
      <w:r w:rsidR="000A0CDC">
        <w:rPr>
          <w:rtl/>
        </w:rPr>
        <w:t xml:space="preserve">ں </w:t>
      </w:r>
      <w:r>
        <w:rPr>
          <w:rtl/>
        </w:rPr>
        <w:t>شريك لوگ انسانى آرزو</w:t>
      </w:r>
      <w:r w:rsidR="000A0CDC">
        <w:rPr>
          <w:rtl/>
        </w:rPr>
        <w:t xml:space="preserve">ں </w:t>
      </w:r>
      <w:r>
        <w:rPr>
          <w:rtl/>
        </w:rPr>
        <w:t>كو پاؤ</w:t>
      </w:r>
      <w:r w:rsidR="000A0CDC">
        <w:rPr>
          <w:rtl/>
        </w:rPr>
        <w:t xml:space="preserve">ں </w:t>
      </w:r>
      <w:r>
        <w:rPr>
          <w:rtl/>
        </w:rPr>
        <w:t>تلے روندتے ہوئے قتل و غارت كا بازار گرم كيے ہوئے تھے دوسرى طرف اكتوبر 1917مي</w:t>
      </w:r>
      <w:r w:rsidR="000A0CDC">
        <w:rPr>
          <w:rtl/>
        </w:rPr>
        <w:t xml:space="preserve">ں </w:t>
      </w:r>
      <w:r>
        <w:rPr>
          <w:rtl/>
        </w:rPr>
        <w:t>روس مي</w:t>
      </w:r>
      <w:r w:rsidR="000A0CDC">
        <w:rPr>
          <w:rtl/>
        </w:rPr>
        <w:t xml:space="preserve">ں </w:t>
      </w:r>
      <w:r>
        <w:rPr>
          <w:rtl/>
        </w:rPr>
        <w:t>كميونسٹ نظام كى فتح سے مغربى دنيا دو قطبو</w:t>
      </w:r>
      <w:r w:rsidR="000A0CDC">
        <w:rPr>
          <w:rtl/>
        </w:rPr>
        <w:t xml:space="preserve">ں </w:t>
      </w:r>
      <w:r>
        <w:rPr>
          <w:rtl/>
        </w:rPr>
        <w:t xml:space="preserve">( سرمايہ دار _ كميونسٹ ) </w:t>
      </w:r>
    </w:p>
    <w:p w:rsidR="0061102A" w:rsidRDefault="003A7D4A" w:rsidP="00BE6934">
      <w:pPr>
        <w:pStyle w:val="libLine"/>
        <w:rPr>
          <w:rtl/>
        </w:rPr>
      </w:pPr>
      <w:r>
        <w:rPr>
          <w:rtl/>
        </w:rPr>
        <w:t>____________________</w:t>
      </w:r>
    </w:p>
    <w:p w:rsidR="000F33B1" w:rsidRDefault="0061102A" w:rsidP="00BE6934">
      <w:pPr>
        <w:pStyle w:val="libFootnote"/>
        <w:rPr>
          <w:rtl/>
        </w:rPr>
      </w:pPr>
      <w:r>
        <w:rPr>
          <w:rtl/>
        </w:rPr>
        <w:t>1) سگمنڈ فرائيڈ ،ناخوشانيديہاى فرہنگ، ترجمہ اميد مہرگان، تہران ، گام نو، ص 124 ، 133، 131_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مي</w:t>
      </w:r>
      <w:r w:rsidR="000A0CDC">
        <w:rPr>
          <w:rtl/>
        </w:rPr>
        <w:t xml:space="preserve">ں </w:t>
      </w:r>
      <w:r>
        <w:rPr>
          <w:rtl/>
        </w:rPr>
        <w:t xml:space="preserve">تبديل ہوچكى تھى _ ہر ايك قطب اپنے خاص انداز سے اپنے مخالف نظريات اور نظام كو ختم كرنے پر تلا ہوا تھا_ </w:t>
      </w:r>
    </w:p>
    <w:p w:rsidR="0061102A" w:rsidRDefault="0061102A" w:rsidP="00BE6934">
      <w:pPr>
        <w:pStyle w:val="libNormal"/>
        <w:rPr>
          <w:rtl/>
        </w:rPr>
      </w:pPr>
      <w:r>
        <w:rPr>
          <w:rtl/>
        </w:rPr>
        <w:t>شوالڈ اشپنگر (1936_ 1880) كہ جنہو</w:t>
      </w:r>
      <w:r w:rsidR="000A0CDC">
        <w:rPr>
          <w:rtl/>
        </w:rPr>
        <w:t xml:space="preserve">ں </w:t>
      </w:r>
      <w:r>
        <w:rPr>
          <w:rtl/>
        </w:rPr>
        <w:t>نے شوپنہار اور نيٹشاسے لى ہوئي فلسفيانہ منفى نظرسے '' ماوراء الطبيعت كے غائب ہونے كى '' خطرے كى گھنٹى بجادى تھى ،نے مغرب كى جديد تہذيب كو خبرار كيا كہ وہ زوال كے دھانے پر آچكے ہي</w:t>
      </w:r>
      <w:r w:rsidR="000A0CDC">
        <w:rPr>
          <w:rtl/>
        </w:rPr>
        <w:t xml:space="preserve">ں </w:t>
      </w:r>
      <w:r>
        <w:rPr>
          <w:rtl/>
        </w:rPr>
        <w:t>_انہو</w:t>
      </w:r>
      <w:r w:rsidR="000A0CDC">
        <w:rPr>
          <w:rtl/>
        </w:rPr>
        <w:t xml:space="preserve">ں </w:t>
      </w:r>
      <w:r>
        <w:rPr>
          <w:rtl/>
        </w:rPr>
        <w:t>نے اپنے رسالے '' زوال غرب'' مي</w:t>
      </w:r>
      <w:r w:rsidR="000A0CDC">
        <w:rPr>
          <w:rtl/>
        </w:rPr>
        <w:t xml:space="preserve">ں </w:t>
      </w:r>
      <w:r>
        <w:rPr>
          <w:rtl/>
        </w:rPr>
        <w:t>اپنے افكار بيان كيے جنہو</w:t>
      </w:r>
      <w:r w:rsidR="000A0CDC">
        <w:rPr>
          <w:rtl/>
        </w:rPr>
        <w:t xml:space="preserve">ں </w:t>
      </w:r>
      <w:r>
        <w:rPr>
          <w:rtl/>
        </w:rPr>
        <w:t>نے انكے بعد والى نسلو</w:t>
      </w:r>
      <w:r w:rsidR="000A0CDC">
        <w:rPr>
          <w:rtl/>
        </w:rPr>
        <w:t xml:space="preserve">ں </w:t>
      </w:r>
      <w:r>
        <w:rPr>
          <w:rtl/>
        </w:rPr>
        <w:t>كو بہت زيادہ متاثر كيا_</w:t>
      </w:r>
      <w:r w:rsidRPr="00F67D4B">
        <w:rPr>
          <w:rStyle w:val="libFootnotenumChar"/>
          <w:rtl/>
        </w:rPr>
        <w:t>(1)</w:t>
      </w:r>
      <w:r>
        <w:rPr>
          <w:rtl/>
        </w:rPr>
        <w:t xml:space="preserve"> </w:t>
      </w:r>
    </w:p>
    <w:p w:rsidR="0061102A" w:rsidRDefault="0061102A" w:rsidP="00BE6934">
      <w:pPr>
        <w:pStyle w:val="libNormal"/>
        <w:rPr>
          <w:rtl/>
        </w:rPr>
      </w:pPr>
      <w:r>
        <w:rPr>
          <w:rtl/>
        </w:rPr>
        <w:t>ماركس ويبر ( 1920 _ 1844) كى عمرانيات مي</w:t>
      </w:r>
      <w:r w:rsidR="000A0CDC">
        <w:rPr>
          <w:rtl/>
        </w:rPr>
        <w:t xml:space="preserve">ں </w:t>
      </w:r>
      <w:r>
        <w:rPr>
          <w:rtl/>
        </w:rPr>
        <w:t>كلاسيكل تاليف بنام '' پروٹيسٹينٹ اخلاق اور سرمايہ دارانہ روح ''نے انسان كى معاشرتى زندگى مي</w:t>
      </w:r>
      <w:r w:rsidR="000A0CDC">
        <w:rPr>
          <w:rtl/>
        </w:rPr>
        <w:t xml:space="preserve">ں </w:t>
      </w:r>
      <w:r>
        <w:rPr>
          <w:rtl/>
        </w:rPr>
        <w:t>آلى تعقل پر توجہ دلائي، انہو</w:t>
      </w:r>
      <w:r w:rsidR="000A0CDC">
        <w:rPr>
          <w:rtl/>
        </w:rPr>
        <w:t xml:space="preserve">ں </w:t>
      </w:r>
      <w:r>
        <w:rPr>
          <w:rtl/>
        </w:rPr>
        <w:t>نے مغربى ماڈرن معاشرہ كى جو خصوصيات شماركى ہي</w:t>
      </w:r>
      <w:r w:rsidR="000A0CDC">
        <w:rPr>
          <w:rtl/>
        </w:rPr>
        <w:t xml:space="preserve">ں </w:t>
      </w:r>
      <w:r>
        <w:rPr>
          <w:rtl/>
        </w:rPr>
        <w:t>وہ ايك طرح ماڈرن سرمايہ دارانہ نظام كے تحت آلى تعقل كو مدنظر ركھتے ہوئے ہي</w:t>
      </w:r>
      <w:r w:rsidR="000A0CDC">
        <w:rPr>
          <w:rtl/>
        </w:rPr>
        <w:t xml:space="preserve">ں </w:t>
      </w:r>
      <w:r>
        <w:rPr>
          <w:rtl/>
        </w:rPr>
        <w:t>ويبركى نگاہ مي</w:t>
      </w:r>
      <w:r w:rsidR="000A0CDC">
        <w:rPr>
          <w:rtl/>
        </w:rPr>
        <w:t xml:space="preserve">ں </w:t>
      </w:r>
      <w:r>
        <w:rPr>
          <w:rtl/>
        </w:rPr>
        <w:t>فقط ايك نظام تعقل وجود ركھتاہے جو صرف مغرب مي</w:t>
      </w:r>
      <w:r w:rsidR="000A0CDC">
        <w:rPr>
          <w:rtl/>
        </w:rPr>
        <w:t xml:space="preserve">ں </w:t>
      </w:r>
      <w:r>
        <w:rPr>
          <w:rtl/>
        </w:rPr>
        <w:t>طلوع ہوا ہے اور اس نے سرمايہ دارى نظام كى تشكيل كى ہے يا اسے تشكيل دينے مي</w:t>
      </w:r>
      <w:r w:rsidR="000A0CDC">
        <w:rPr>
          <w:rtl/>
        </w:rPr>
        <w:t xml:space="preserve">ں </w:t>
      </w:r>
      <w:r>
        <w:rPr>
          <w:rtl/>
        </w:rPr>
        <w:t>مدد كى ہے اور مغرب كے مستقبل كو متعين كيا ہے ويبر كے اس نظام تعقل كى خصوصيات كا جاننا ضرورى ہے يہ ہي</w:t>
      </w:r>
      <w:r w:rsidR="000A0CDC">
        <w:rPr>
          <w:rtl/>
        </w:rPr>
        <w:t xml:space="preserve">ں </w:t>
      </w:r>
      <w:r>
        <w:rPr>
          <w:rtl/>
        </w:rPr>
        <w:t xml:space="preserve">: </w:t>
      </w:r>
    </w:p>
    <w:p w:rsidR="0061102A" w:rsidRDefault="0061102A" w:rsidP="00BE6934">
      <w:pPr>
        <w:pStyle w:val="libNormal"/>
        <w:rPr>
          <w:rtl/>
        </w:rPr>
      </w:pPr>
      <w:r>
        <w:rPr>
          <w:rtl/>
        </w:rPr>
        <w:t>1 _ تجربات اور علوم كو حد سے زيادہ رياضياتى صورت مي</w:t>
      </w:r>
      <w:r w:rsidR="000A0CDC">
        <w:rPr>
          <w:rtl/>
        </w:rPr>
        <w:t xml:space="preserve">ں </w:t>
      </w:r>
      <w:r>
        <w:rPr>
          <w:rtl/>
        </w:rPr>
        <w:t>لانے كا يہ انداز ابتداء مي</w:t>
      </w:r>
      <w:r w:rsidR="000A0CDC">
        <w:rPr>
          <w:rtl/>
        </w:rPr>
        <w:t xml:space="preserve">ں </w:t>
      </w:r>
      <w:r>
        <w:rPr>
          <w:rtl/>
        </w:rPr>
        <w:t>سائنسى علوم مي</w:t>
      </w:r>
      <w:r w:rsidR="000A0CDC">
        <w:rPr>
          <w:rtl/>
        </w:rPr>
        <w:t xml:space="preserve">ں </w:t>
      </w:r>
      <w:r>
        <w:rPr>
          <w:rtl/>
        </w:rPr>
        <w:t>تھا اور بيسوي</w:t>
      </w:r>
      <w:r w:rsidR="000A0CDC">
        <w:rPr>
          <w:rtl/>
        </w:rPr>
        <w:t xml:space="preserve">ں </w:t>
      </w:r>
      <w:r>
        <w:rPr>
          <w:rtl/>
        </w:rPr>
        <w:t>صدى مي</w:t>
      </w:r>
      <w:r w:rsidR="000A0CDC">
        <w:rPr>
          <w:rtl/>
        </w:rPr>
        <w:t xml:space="preserve">ں </w:t>
      </w:r>
      <w:r>
        <w:rPr>
          <w:rtl/>
        </w:rPr>
        <w:t>اس نے ديگر علوم اور زندگى كى روشو</w:t>
      </w:r>
      <w:r w:rsidR="000A0CDC">
        <w:rPr>
          <w:rtl/>
        </w:rPr>
        <w:t xml:space="preserve">ں </w:t>
      </w:r>
      <w:r>
        <w:rPr>
          <w:rtl/>
        </w:rPr>
        <w:t xml:space="preserve">كو بہت زيادہ متاثر كيا_ </w:t>
      </w:r>
    </w:p>
    <w:p w:rsidR="0061102A" w:rsidRDefault="0061102A" w:rsidP="00BE6934">
      <w:pPr>
        <w:pStyle w:val="libNormal"/>
        <w:rPr>
          <w:rtl/>
        </w:rPr>
      </w:pPr>
      <w:r>
        <w:rPr>
          <w:rtl/>
        </w:rPr>
        <w:t>2_ علمى نظام اور زندگى كے ضوابط مي</w:t>
      </w:r>
      <w:r w:rsidR="000A0CDC">
        <w:rPr>
          <w:rtl/>
        </w:rPr>
        <w:t xml:space="preserve">ں </w:t>
      </w:r>
      <w:r>
        <w:rPr>
          <w:rtl/>
        </w:rPr>
        <w:t xml:space="preserve">عقلى تجارب اور عقلى استدلال كى ضرورت پر تاكيد </w:t>
      </w:r>
    </w:p>
    <w:p w:rsidR="0061102A" w:rsidRDefault="0061102A" w:rsidP="00BE6934">
      <w:pPr>
        <w:pStyle w:val="libNormal"/>
        <w:rPr>
          <w:rtl/>
        </w:rPr>
      </w:pPr>
      <w:r>
        <w:rPr>
          <w:rtl/>
        </w:rPr>
        <w:t>3_ مندرجہ بالا دو عناصر كا نتيجہ يہ ہے كہ ايسى صورت مي</w:t>
      </w:r>
      <w:r w:rsidR="000A0CDC">
        <w:rPr>
          <w:rtl/>
        </w:rPr>
        <w:t xml:space="preserve">ں </w:t>
      </w:r>
      <w:r>
        <w:rPr>
          <w:rtl/>
        </w:rPr>
        <w:t>ايك خاص نظام تشكيل پاتاہے اور مستحكم ہوتاہے جو دفترى ملازمين پر مشتمل ہوتا كہ جو فقط اپنى مہارت كى بناپر جانچے جاتے ہي</w:t>
      </w:r>
      <w:r w:rsidR="000A0CDC">
        <w:rPr>
          <w:rtl/>
        </w:rPr>
        <w:t xml:space="preserve">ں </w:t>
      </w:r>
      <w:r>
        <w:rPr>
          <w:rtl/>
        </w:rPr>
        <w:t>اور پھر يہ نظام مغربى انسان كى سارى زندگى پر محيط ہوجاتاہے</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كريسٹان دولا كامپالى ، تاريخ فلسفہ در قرن بيستم، ترجمہ باقر پرحام، تہران، ص 135_ </w:t>
      </w:r>
    </w:p>
    <w:p w:rsidR="000F33B1" w:rsidRDefault="0061102A" w:rsidP="00BE6934">
      <w:pPr>
        <w:pStyle w:val="libFootnote"/>
        <w:rPr>
          <w:rtl/>
        </w:rPr>
      </w:pPr>
      <w:r>
        <w:rPr>
          <w:rtl/>
        </w:rPr>
        <w:t>2) ہربرٹ ماركوزہ، صنعتى شدن و سرمايہ دارى در آثار ماركس وبر '' ترجمہ حال لاجوردي' ارغنون ، ش 11_ 12 ،ص 334 _ 331_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ويبر كى نقادانہ روش كو آگے بڑھاتے ہوئے جارج لاكچ( 1971 _ 1885) نے سرمايہ دارانہ نظرى نظام كے بارے مي</w:t>
      </w:r>
      <w:r w:rsidR="000A0CDC">
        <w:rPr>
          <w:rtl/>
        </w:rPr>
        <w:t xml:space="preserve">ں </w:t>
      </w:r>
      <w:r>
        <w:rPr>
          <w:rtl/>
        </w:rPr>
        <w:t>ماركس اور ويبر كى آراء كے امتزاج كى كوشش كي_ اس نے جوان ماركس سے كچھ مفاہيم مثلا شيئيت اور '' خودبيگانگى '' ليے اور انہي</w:t>
      </w:r>
      <w:r w:rsidR="000A0CDC">
        <w:rPr>
          <w:rtl/>
        </w:rPr>
        <w:t xml:space="preserve">ں </w:t>
      </w:r>
      <w:r>
        <w:rPr>
          <w:rtl/>
        </w:rPr>
        <w:t>ويبر كى سرمايہ دارى كے بارے مي</w:t>
      </w:r>
      <w:r w:rsidR="000A0CDC">
        <w:rPr>
          <w:rtl/>
        </w:rPr>
        <w:t xml:space="preserve">ں </w:t>
      </w:r>
      <w:r>
        <w:rPr>
          <w:rtl/>
        </w:rPr>
        <w:t>تجزيات مي</w:t>
      </w:r>
      <w:r w:rsidR="000A0CDC">
        <w:rPr>
          <w:rtl/>
        </w:rPr>
        <w:t xml:space="preserve">ں </w:t>
      </w:r>
      <w:r>
        <w:rPr>
          <w:rtl/>
        </w:rPr>
        <w:t>استعمال كيا ليكن فكرى روش مي</w:t>
      </w:r>
      <w:r w:rsidR="000A0CDC">
        <w:rPr>
          <w:rtl/>
        </w:rPr>
        <w:t xml:space="preserve">ں </w:t>
      </w:r>
      <w:r>
        <w:rPr>
          <w:rtl/>
        </w:rPr>
        <w:t xml:space="preserve">ماركس كے مادى قواعد پر كاربند رہا ،لاكچ نے مغرب كى ماڈرن ثقافت پر غور كرتے ہوئے ماڈرنزم كى آئيڈيالوجى كى مخالفت كى چونكہ وہ اسے سرمايہ دارى كى بڑى خصوصيت سمجھتا تھا _ </w:t>
      </w:r>
    </w:p>
    <w:p w:rsidR="0061102A" w:rsidRDefault="0061102A" w:rsidP="00BE6934">
      <w:pPr>
        <w:pStyle w:val="libNormal"/>
        <w:rPr>
          <w:rtl/>
        </w:rPr>
      </w:pPr>
      <w:r>
        <w:rPr>
          <w:rtl/>
        </w:rPr>
        <w:t>اسكى نظر مي</w:t>
      </w:r>
      <w:r w:rsidR="000A0CDC">
        <w:rPr>
          <w:rtl/>
        </w:rPr>
        <w:t xml:space="preserve">ں </w:t>
      </w:r>
      <w:r>
        <w:rPr>
          <w:rtl/>
        </w:rPr>
        <w:t>سرمايہ دارانہ نظام كى نظرى بنيادي</w:t>
      </w:r>
      <w:r w:rsidR="000A0CDC">
        <w:rPr>
          <w:rtl/>
        </w:rPr>
        <w:t xml:space="preserve">ں </w:t>
      </w:r>
      <w:r>
        <w:rPr>
          <w:rtl/>
        </w:rPr>
        <w:t>جنہي</w:t>
      </w:r>
      <w:r w:rsidR="000A0CDC">
        <w:rPr>
          <w:rtl/>
        </w:rPr>
        <w:t xml:space="preserve">ں </w:t>
      </w:r>
      <w:r>
        <w:rPr>
          <w:rtl/>
        </w:rPr>
        <w:t>ويبرنے كشف كيا تھا ،كے مطابق مغربى انسان اندر سے خالى ، اپنى حقيقت سے بيگانہ اور اجناس كى مانند ايك وجود مي</w:t>
      </w:r>
      <w:r w:rsidR="000A0CDC">
        <w:rPr>
          <w:rtl/>
        </w:rPr>
        <w:t xml:space="preserve">ں </w:t>
      </w:r>
      <w:r>
        <w:rPr>
          <w:rtl/>
        </w:rPr>
        <w:t>تبديل ہو جاتا ہے ،اس روش سے انسانى اصلى اقدار محو ہوكر اپنى جگہ حساب و كتاب ، رياضي، اور نومولود ماڈرنزم كو دے ديتى ہي</w:t>
      </w:r>
      <w:r w:rsidR="000A0CDC">
        <w:rPr>
          <w:rtl/>
        </w:rPr>
        <w:t xml:space="preserve">ں </w:t>
      </w:r>
      <w:r>
        <w:rPr>
          <w:rtl/>
        </w:rPr>
        <w:t xml:space="preserve">_ </w:t>
      </w:r>
    </w:p>
    <w:p w:rsidR="0061102A" w:rsidRDefault="0061102A" w:rsidP="00BE6934">
      <w:pPr>
        <w:pStyle w:val="libNormal"/>
        <w:rPr>
          <w:rtl/>
        </w:rPr>
      </w:pPr>
      <w:r>
        <w:rPr>
          <w:rtl/>
        </w:rPr>
        <w:t>اسى بناء پر اس نے بہت سے ماڈرنسٹ مولفين اور ماہرين كى مخالفت كى اور انہي</w:t>
      </w:r>
      <w:r w:rsidR="000A0CDC">
        <w:rPr>
          <w:rtl/>
        </w:rPr>
        <w:t xml:space="preserve">ں </w:t>
      </w:r>
      <w:r>
        <w:rPr>
          <w:rtl/>
        </w:rPr>
        <w:t>لغويت پسند، حقيقت دشمن اور مشين ازم كے مداح كہا اور قديم يونانى فن و ثقافت كى تقديس كا دعويدار بن گيا ،مغربى سرمايہ دارى كے بارے مي</w:t>
      </w:r>
      <w:r w:rsidR="000A0CDC">
        <w:rPr>
          <w:rtl/>
        </w:rPr>
        <w:t xml:space="preserve">ں </w:t>
      </w:r>
      <w:r>
        <w:rPr>
          <w:rtl/>
        </w:rPr>
        <w:t>لاكچ كا تجزيہ اس حوالے سے قابل ذكرہے كہ اس نے سرمايہ دارى كے دور كى ثقافتى بنيادو</w:t>
      </w:r>
      <w:r w:rsidR="000A0CDC">
        <w:rPr>
          <w:rtl/>
        </w:rPr>
        <w:t xml:space="preserve">ں </w:t>
      </w:r>
      <w:r>
        <w:rPr>
          <w:rtl/>
        </w:rPr>
        <w:t>پر بہت زيادہ غور كيا اور ماركسزم كے فقط معاشى محور كو اس ليے نظر انداز كيا تا كہ ثقافتو</w:t>
      </w:r>
      <w:r w:rsidR="000A0CDC">
        <w:rPr>
          <w:rtl/>
        </w:rPr>
        <w:t xml:space="preserve">ں </w:t>
      </w:r>
      <w:r>
        <w:rPr>
          <w:rtl/>
        </w:rPr>
        <w:t>اور خالص قديمى نظريات و عقايدكے ماڈرنيزم كے ساتھ منطقى تقابل كو بے بنياد قرار دے سكے اور ويبر كى آلى معقوليت كا تجزيہ كر سكے_</w:t>
      </w:r>
      <w:r w:rsidRPr="00F67D4B">
        <w:rPr>
          <w:rStyle w:val="libFootnotenumChar"/>
          <w:rtl/>
        </w:rPr>
        <w:t>(1)</w:t>
      </w:r>
      <w:r>
        <w:rPr>
          <w:rtl/>
        </w:rPr>
        <w:t xml:space="preserve"> </w:t>
      </w:r>
    </w:p>
    <w:p w:rsidR="0061102A" w:rsidRDefault="0061102A" w:rsidP="00BE6934">
      <w:pPr>
        <w:pStyle w:val="libNormal"/>
        <w:rPr>
          <w:rtl/>
        </w:rPr>
      </w:pPr>
      <w:r>
        <w:rPr>
          <w:rtl/>
        </w:rPr>
        <w:t>مارٹن ہائيڈگر( 1976 _ 1889) ٹيكنالوجى كى سرعت سے بڑھتى ہوئي ترقى كو انسانى تفكر كيلئے خطرہ سمجھتا تھا _ حقيقت مي</w:t>
      </w:r>
      <w:r w:rsidR="000A0CDC">
        <w:rPr>
          <w:rtl/>
        </w:rPr>
        <w:t xml:space="preserve">ں </w:t>
      </w:r>
      <w:r>
        <w:rPr>
          <w:rtl/>
        </w:rPr>
        <w:t>ہائيڈگراہل مغرب سے يہ چاہتاتھا كہ مغربى لوگ اس دنيا مي</w:t>
      </w:r>
      <w:r w:rsidR="000A0CDC">
        <w:rPr>
          <w:rtl/>
        </w:rPr>
        <w:t xml:space="preserve">ں </w:t>
      </w:r>
      <w:r>
        <w:rPr>
          <w:rtl/>
        </w:rPr>
        <w:t>اپنے مشينى وجود كى كى اجنبيت اور تنہائي پر توجہ كري</w:t>
      </w:r>
      <w:r w:rsidR="000A0CDC">
        <w:rPr>
          <w:rtl/>
        </w:rPr>
        <w:t xml:space="preserve">ں </w:t>
      </w:r>
      <w:r>
        <w:rPr>
          <w:rtl/>
        </w:rPr>
        <w:t>يا بالفاظ ديگر اس قسم كى فكر مي</w:t>
      </w:r>
      <w:r w:rsidR="000A0CDC">
        <w:rPr>
          <w:rtl/>
        </w:rPr>
        <w:t xml:space="preserve">ں </w:t>
      </w:r>
      <w:r>
        <w:rPr>
          <w:rtl/>
        </w:rPr>
        <w:t>محو ہوجائي</w:t>
      </w:r>
      <w:r w:rsidR="000A0CDC">
        <w:rPr>
          <w:rtl/>
        </w:rPr>
        <w:t xml:space="preserve">ں </w:t>
      </w:r>
      <w:r>
        <w:rPr>
          <w:rtl/>
        </w:rPr>
        <w:t>_ہائيڈگر كى تمام تاليفات گويا اس كى فكرى نداء كى بازگشت ہي</w:t>
      </w:r>
      <w:r w:rsidR="000A0CDC">
        <w:rPr>
          <w:rtl/>
        </w:rPr>
        <w:t xml:space="preserve">ں </w:t>
      </w:r>
      <w:r>
        <w:rPr>
          <w:rtl/>
        </w:rPr>
        <w:t>كہ جو مغرب سے يہ چاہتى ہے كہ اس سے پہلے كہ فكر كرنے كے تمام ذرائع ہميشہ كيلئے كھو بيٹھي</w:t>
      </w:r>
      <w:r w:rsidR="000A0CDC">
        <w:rPr>
          <w:rtl/>
        </w:rPr>
        <w:t xml:space="preserve">ں </w:t>
      </w:r>
      <w:r>
        <w:rPr>
          <w:rtl/>
        </w:rPr>
        <w:t>اپنے آپ مي</w:t>
      </w:r>
      <w:r w:rsidR="000A0CDC">
        <w:rPr>
          <w:rtl/>
        </w:rPr>
        <w:t xml:space="preserve">ں </w:t>
      </w:r>
      <w:r>
        <w:rPr>
          <w:rtl/>
        </w:rPr>
        <w:t>آجائي</w:t>
      </w:r>
      <w:r w:rsidR="000A0CDC">
        <w:rPr>
          <w:rtl/>
        </w:rPr>
        <w:t xml:space="preserve">ں </w:t>
      </w:r>
      <w:r>
        <w:rPr>
          <w:rtl/>
        </w:rPr>
        <w:t>اور توجہ كري</w:t>
      </w:r>
      <w:r w:rsidR="000A0CDC">
        <w:rPr>
          <w:rtl/>
        </w:rPr>
        <w:t xml:space="preserve">ں </w:t>
      </w:r>
      <w:r>
        <w:rPr>
          <w:rtl/>
        </w:rPr>
        <w:t>كہ كيا كر رہے ہي</w:t>
      </w:r>
      <w:r w:rsidR="000A0CDC">
        <w:rPr>
          <w:rtl/>
        </w:rPr>
        <w:t xml:space="preserve">ں </w:t>
      </w:r>
      <w:r>
        <w:rPr>
          <w:rtl/>
        </w:rPr>
        <w:t>اور كہا</w:t>
      </w:r>
      <w:r w:rsidR="000A0CDC">
        <w:rPr>
          <w:rtl/>
        </w:rPr>
        <w:t xml:space="preserve">ں </w:t>
      </w:r>
      <w:r>
        <w:rPr>
          <w:rtl/>
        </w:rPr>
        <w:t>كھڑے ہي</w:t>
      </w:r>
      <w:r w:rsidR="000A0CDC">
        <w:rPr>
          <w:rtl/>
        </w:rPr>
        <w:t xml:space="preserve">ں </w:t>
      </w:r>
      <w:r>
        <w:rPr>
          <w:rtl/>
        </w:rPr>
        <w:t>،اس نے 1955 مي</w:t>
      </w:r>
      <w:r w:rsidR="000A0CDC">
        <w:rPr>
          <w:rtl/>
        </w:rPr>
        <w:t xml:space="preserve">ں </w:t>
      </w:r>
    </w:p>
    <w:p w:rsidR="0061102A" w:rsidRDefault="003A7D4A" w:rsidP="00BE6934">
      <w:pPr>
        <w:pStyle w:val="libLine"/>
        <w:rPr>
          <w:rtl/>
        </w:rPr>
      </w:pPr>
      <w:r>
        <w:rPr>
          <w:rtl/>
        </w:rPr>
        <w:t>____________________</w:t>
      </w:r>
    </w:p>
    <w:p w:rsidR="000F33B1" w:rsidRDefault="0061102A" w:rsidP="00BE6934">
      <w:pPr>
        <w:pStyle w:val="libFootnote"/>
        <w:rPr>
          <w:rtl/>
        </w:rPr>
      </w:pPr>
      <w:r>
        <w:rPr>
          <w:rtl/>
        </w:rPr>
        <w:t>1) امرى جورج، جورج لوكاچ، ترجمہ عزت اللہ فولادوند، سمر، دفتر ويراستہ، ص 100 _ 87_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خبردار كرتے ہوئے يہ نصيحت كى تھى كہ سب اہل مغرب حتى كہ ان كے مفكرين جن كا كام ہى فكر كرناہے زيادہ تر فكرى فقر كے شكار ہي</w:t>
      </w:r>
      <w:r w:rsidR="000A0CDC">
        <w:rPr>
          <w:rtl/>
        </w:rPr>
        <w:t xml:space="preserve">ں </w:t>
      </w:r>
    </w:p>
    <w:p w:rsidR="0061102A" w:rsidRDefault="0061102A" w:rsidP="00BE6934">
      <w:pPr>
        <w:pStyle w:val="libNormal"/>
        <w:rPr>
          <w:rtl/>
        </w:rPr>
      </w:pPr>
      <w:r>
        <w:rPr>
          <w:rtl/>
        </w:rPr>
        <w:t>اس نے بے فكرى كو ايسا پراسراراور ہوشيار سياح قرار دياجو آج كى دنيا مي</w:t>
      </w:r>
      <w:r w:rsidR="000A0CDC">
        <w:rPr>
          <w:rtl/>
        </w:rPr>
        <w:t xml:space="preserve">ں </w:t>
      </w:r>
      <w:r>
        <w:rPr>
          <w:rtl/>
        </w:rPr>
        <w:t>ہر جگہ موجود ہے كيونكہ آج كے دور مي</w:t>
      </w:r>
      <w:r w:rsidR="000A0CDC">
        <w:rPr>
          <w:rtl/>
        </w:rPr>
        <w:t xml:space="preserve">ں </w:t>
      </w:r>
      <w:r>
        <w:rPr>
          <w:rtl/>
        </w:rPr>
        <w:t>مغربى لوگ ہر چيز كو تيز ترين اور سريع الزوال سمجھ رہے ہي</w:t>
      </w:r>
      <w:r w:rsidR="000A0CDC">
        <w:rPr>
          <w:rtl/>
        </w:rPr>
        <w:t xml:space="preserve">ں </w:t>
      </w:r>
      <w:r>
        <w:rPr>
          <w:rtl/>
        </w:rPr>
        <w:t>صرف اس ليے تا كہ فوراً اسے بھول جائي</w:t>
      </w:r>
      <w:r w:rsidR="000A0CDC">
        <w:rPr>
          <w:rtl/>
        </w:rPr>
        <w:t xml:space="preserve">ں </w:t>
      </w:r>
      <w:r>
        <w:rPr>
          <w:rtl/>
        </w:rPr>
        <w:t>_ حقيقت مي</w:t>
      </w:r>
      <w:r w:rsidR="000A0CDC">
        <w:rPr>
          <w:rtl/>
        </w:rPr>
        <w:t xml:space="preserve">ں </w:t>
      </w:r>
      <w:r>
        <w:rPr>
          <w:rtl/>
        </w:rPr>
        <w:t>يہ فراموشى فكر نہ كرنے كے مخرب اجزا مي</w:t>
      </w:r>
      <w:r w:rsidR="000A0CDC">
        <w:rPr>
          <w:rtl/>
        </w:rPr>
        <w:t xml:space="preserve">ں </w:t>
      </w:r>
      <w:r>
        <w:rPr>
          <w:rtl/>
        </w:rPr>
        <w:t>سے ايك ہے _ انہو</w:t>
      </w:r>
      <w:r w:rsidR="000A0CDC">
        <w:rPr>
          <w:rtl/>
        </w:rPr>
        <w:t xml:space="preserve">ں </w:t>
      </w:r>
      <w:r>
        <w:rPr>
          <w:rtl/>
        </w:rPr>
        <w:t>نے ٹيكنالوجى كے تسلط سے آزاد ہونے كے ليے اسكا بدل اس شہودى تفكر يا پُر اسرار تفكر كو بتايا جو سرزمين مشرق كى تہذيب مي</w:t>
      </w:r>
      <w:r w:rsidR="000A0CDC">
        <w:rPr>
          <w:rtl/>
        </w:rPr>
        <w:t xml:space="preserve">ں </w:t>
      </w:r>
      <w:r>
        <w:rPr>
          <w:rtl/>
        </w:rPr>
        <w:t xml:space="preserve">موجود ہے </w:t>
      </w:r>
      <w:r w:rsidRPr="00F67D4B">
        <w:rPr>
          <w:rStyle w:val="libFootnotenumChar"/>
          <w:rtl/>
        </w:rPr>
        <w:t>(1)</w:t>
      </w:r>
      <w:r>
        <w:rPr>
          <w:rtl/>
        </w:rPr>
        <w:t xml:space="preserve"> ہا يڈگر كى فكر ايك طرح كا مغربى افكار مي</w:t>
      </w:r>
      <w:r w:rsidR="000A0CDC">
        <w:rPr>
          <w:rtl/>
        </w:rPr>
        <w:t xml:space="preserve">ں </w:t>
      </w:r>
      <w:r>
        <w:rPr>
          <w:rtl/>
        </w:rPr>
        <w:t xml:space="preserve">دراڑ اور مشرق پر ايك تازہ نگاہ شمار ہوتى ہے_ </w:t>
      </w:r>
    </w:p>
    <w:p w:rsidR="0061102A" w:rsidRDefault="0061102A" w:rsidP="00BE6934">
      <w:pPr>
        <w:pStyle w:val="libNormal"/>
        <w:rPr>
          <w:rtl/>
        </w:rPr>
      </w:pPr>
      <w:r>
        <w:rPr>
          <w:rtl/>
        </w:rPr>
        <w:t>پہلى جنگ عظيم در اصل مغربى تہذيب كا مسائل اور مشكلات كے مد مقابل نامعقول رويے كا اظہار تھا اسكے نہايت قابل افسوس نتائج نكلے جنہو</w:t>
      </w:r>
      <w:r w:rsidR="000A0CDC">
        <w:rPr>
          <w:rtl/>
        </w:rPr>
        <w:t xml:space="preserve">ں </w:t>
      </w:r>
      <w:r>
        <w:rPr>
          <w:rtl/>
        </w:rPr>
        <w:t>نے مغربى تہذيب كو اپنى لپيٹ مي</w:t>
      </w:r>
      <w:r w:rsidR="000A0CDC">
        <w:rPr>
          <w:rtl/>
        </w:rPr>
        <w:t xml:space="preserve">ں </w:t>
      </w:r>
      <w:r>
        <w:rPr>
          <w:rtl/>
        </w:rPr>
        <w:t>لے ليا ،منظم تشدد كى ايك ايسى موج جو ايك ايسے نظام كے بطن سے نكلى جو خود كو انسانى نظامو</w:t>
      </w:r>
      <w:r w:rsidR="000A0CDC">
        <w:rPr>
          <w:rtl/>
        </w:rPr>
        <w:t xml:space="preserve">ں </w:t>
      </w:r>
      <w:r>
        <w:rPr>
          <w:rtl/>
        </w:rPr>
        <w:t>مي</w:t>
      </w:r>
      <w:r w:rsidR="000A0CDC">
        <w:rPr>
          <w:rtl/>
        </w:rPr>
        <w:t xml:space="preserve">ں </w:t>
      </w:r>
      <w:r>
        <w:rPr>
          <w:rtl/>
        </w:rPr>
        <w:t xml:space="preserve">ترقى يافتہ ترين نظام بتاتاتھا اور اپنے ذرائع كو عقليت سے تعبير كرتا تھا _ </w:t>
      </w:r>
    </w:p>
    <w:p w:rsidR="0061102A" w:rsidRDefault="0061102A" w:rsidP="00BE6934">
      <w:pPr>
        <w:pStyle w:val="libNormal"/>
        <w:rPr>
          <w:rtl/>
        </w:rPr>
      </w:pPr>
      <w:r>
        <w:rPr>
          <w:rtl/>
        </w:rPr>
        <w:t>ولاديمير لينن( 1924 _ 1870) نے اگرچہ يہ سعى كى كہ مغربى سرمايہ دارى كى جگہ انسانيت كے مطابق كوئي تصور پيش كرے ليكن بعد مي</w:t>
      </w:r>
      <w:r w:rsidR="000A0CDC">
        <w:rPr>
          <w:rtl/>
        </w:rPr>
        <w:t xml:space="preserve">ں </w:t>
      </w:r>
      <w:r>
        <w:rPr>
          <w:rtl/>
        </w:rPr>
        <w:t>اسكے اہداف بھى مزدور طبقہ كى خوفناك آمريت كى شكل مي</w:t>
      </w:r>
      <w:r w:rsidR="000A0CDC">
        <w:rPr>
          <w:rtl/>
        </w:rPr>
        <w:t xml:space="preserve">ں </w:t>
      </w:r>
      <w:r>
        <w:rPr>
          <w:rtl/>
        </w:rPr>
        <w:t>سامنے آئے ، سرمايہ دارى اور كميونيزم نے نہايت غير منصفانہ انداز سے ايك دوسرے كے خلاف تشدد كو بڑھايا كہ اس كى واضح مثال دوسرى جنگ عظيم مي</w:t>
      </w:r>
      <w:r w:rsidR="000A0CDC">
        <w:rPr>
          <w:rtl/>
        </w:rPr>
        <w:t xml:space="preserve">ں </w:t>
      </w:r>
      <w:r>
        <w:rPr>
          <w:rtl/>
        </w:rPr>
        <w:t>فاشزم كى صورت مي</w:t>
      </w:r>
      <w:r w:rsidR="000A0CDC">
        <w:rPr>
          <w:rtl/>
        </w:rPr>
        <w:t xml:space="preserve">ں </w:t>
      </w:r>
      <w:r>
        <w:rPr>
          <w:rtl/>
        </w:rPr>
        <w:t>سامنے آئي كہ جوان دو نظامو</w:t>
      </w:r>
      <w:r w:rsidR="000A0CDC">
        <w:rPr>
          <w:rtl/>
        </w:rPr>
        <w:t xml:space="preserve">ں </w:t>
      </w:r>
      <w:r>
        <w:rPr>
          <w:rtl/>
        </w:rPr>
        <w:t xml:space="preserve">كے بطن سے ظاہر ہوا_ </w:t>
      </w:r>
    </w:p>
    <w:p w:rsidR="0061102A" w:rsidRDefault="0061102A" w:rsidP="00BE6934">
      <w:pPr>
        <w:pStyle w:val="libNormal"/>
        <w:rPr>
          <w:rtl/>
        </w:rPr>
      </w:pPr>
      <w:r>
        <w:rPr>
          <w:rtl/>
        </w:rPr>
        <w:t>1939 مي</w:t>
      </w:r>
      <w:r w:rsidR="000A0CDC">
        <w:rPr>
          <w:rtl/>
        </w:rPr>
        <w:t xml:space="preserve">ں </w:t>
      </w:r>
      <w:r>
        <w:rPr>
          <w:rtl/>
        </w:rPr>
        <w:t>دوسرى جنگ عظيم كے آغاز سے مي</w:t>
      </w:r>
      <w:r w:rsidR="000A0CDC">
        <w:rPr>
          <w:rtl/>
        </w:rPr>
        <w:t xml:space="preserve">ں </w:t>
      </w:r>
      <w:r>
        <w:rPr>
          <w:rtl/>
        </w:rPr>
        <w:t>مغربى دانشورو</w:t>
      </w:r>
      <w:r w:rsidR="000A0CDC">
        <w:rPr>
          <w:rtl/>
        </w:rPr>
        <w:t xml:space="preserve">ں </w:t>
      </w:r>
      <w:r>
        <w:rPr>
          <w:rtl/>
        </w:rPr>
        <w:t>نے زيادہ منفى انداز سے مغربى تہذيب كا تجزيہ كرنا شروع كيا_ اور اسمي</w:t>
      </w:r>
      <w:r w:rsidR="000A0CDC">
        <w:rPr>
          <w:rtl/>
        </w:rPr>
        <w:t xml:space="preserve">ں </w:t>
      </w:r>
      <w:r>
        <w:rPr>
          <w:rtl/>
        </w:rPr>
        <w:t xml:space="preserve">مخفى ذہنيت پر تنقيد كي_ </w:t>
      </w:r>
    </w:p>
    <w:p w:rsidR="0061102A" w:rsidRDefault="003A7D4A" w:rsidP="00BE6934">
      <w:pPr>
        <w:pStyle w:val="libLine"/>
        <w:rPr>
          <w:rtl/>
        </w:rPr>
      </w:pPr>
      <w:r>
        <w:rPr>
          <w:rtl/>
        </w:rPr>
        <w:t>____________________</w:t>
      </w:r>
    </w:p>
    <w:p w:rsidR="000F33B1" w:rsidRDefault="0061102A" w:rsidP="00BE6934">
      <w:pPr>
        <w:pStyle w:val="libFootnote"/>
        <w:rPr>
          <w:rtl/>
        </w:rPr>
      </w:pPr>
      <w:r>
        <w:rPr>
          <w:rtl/>
        </w:rPr>
        <w:t>1) لدل مك ورتر ، گناہ ، تكنولوى مديريت ، دعوت ہيدگر بہ تفكر ، فلسفہ وبحران غرب ، ترجمہ محمد رضاجوزى ، تہران ، ہومس ، ص 164_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ميكس ہارك ہايمر( 1673 _ 1895 ) ، تھيوڈر آڈرنو( 1969 _ 1913 ) اور ہربرٹ ماركوزے( 1979 _ 1898 ) كى قيادت مي</w:t>
      </w:r>
      <w:r w:rsidR="000A0CDC">
        <w:rPr>
          <w:rtl/>
        </w:rPr>
        <w:t xml:space="preserve">ں </w:t>
      </w:r>
      <w:r>
        <w:rPr>
          <w:rtl/>
        </w:rPr>
        <w:t>فرينكفرٹ كا مكتب ان مفكرين كى پہلى نسل تھى جو مغربى عقليت كى اساس و حقيقت اور اس كى وجہ سے بڑھے ہوئے تشدد وسختى كى مخالفت كرتے تھے_ ہارك ہايمر اور آڈرنونے رسالہ ''منطق شفافيت ...مي</w:t>
      </w:r>
      <w:r w:rsidR="000A0CDC">
        <w:rPr>
          <w:rtl/>
        </w:rPr>
        <w:t xml:space="preserve">ں </w:t>
      </w:r>
      <w:r>
        <w:rPr>
          <w:rtl/>
        </w:rPr>
        <w:t>نيشٹا ماركس ،ويبر و غيرہ كى طرف سے آلى عقليت پر ہونے والى تمام تر تنقيد كو مد نظر ركھتے ہوئے يہ كوشش كى كہ اس جديد دور مي</w:t>
      </w:r>
      <w:r w:rsidR="000A0CDC">
        <w:rPr>
          <w:rtl/>
        </w:rPr>
        <w:t xml:space="preserve">ں </w:t>
      </w:r>
      <w:r>
        <w:rPr>
          <w:rtl/>
        </w:rPr>
        <w:t>مغربى عقليت كى اصل بنياد كو ستروي</w:t>
      </w:r>
      <w:r w:rsidR="000A0CDC">
        <w:rPr>
          <w:rtl/>
        </w:rPr>
        <w:t xml:space="preserve">ں </w:t>
      </w:r>
      <w:r>
        <w:rPr>
          <w:rtl/>
        </w:rPr>
        <w:t>اور اٹھاروي</w:t>
      </w:r>
      <w:r w:rsidR="000A0CDC">
        <w:rPr>
          <w:rtl/>
        </w:rPr>
        <w:t xml:space="preserve">ں </w:t>
      </w:r>
      <w:r>
        <w:rPr>
          <w:rtl/>
        </w:rPr>
        <w:t>صدى مي</w:t>
      </w:r>
      <w:r w:rsidR="000A0CDC">
        <w:rPr>
          <w:rtl/>
        </w:rPr>
        <w:t xml:space="preserve">ں </w:t>
      </w:r>
      <w:r>
        <w:rPr>
          <w:rtl/>
        </w:rPr>
        <w:t>تلاش كري</w:t>
      </w:r>
      <w:r w:rsidR="000A0CDC">
        <w:rPr>
          <w:rtl/>
        </w:rPr>
        <w:t xml:space="preserve">ں </w:t>
      </w:r>
      <w:r>
        <w:rPr>
          <w:rtl/>
        </w:rPr>
        <w:t>_ انہو</w:t>
      </w:r>
      <w:r w:rsidR="000A0CDC">
        <w:rPr>
          <w:rtl/>
        </w:rPr>
        <w:t xml:space="preserve">ں </w:t>
      </w:r>
      <w:r>
        <w:rPr>
          <w:rtl/>
        </w:rPr>
        <w:t>نے اپنے استدلال كو شفافيت كے اس قانون پر قائم كيا كہ روشن خيالى ايك زمانہ مي</w:t>
      </w:r>
      <w:r w:rsidR="000A0CDC">
        <w:rPr>
          <w:rtl/>
        </w:rPr>
        <w:t xml:space="preserve">ں </w:t>
      </w:r>
      <w:r>
        <w:rPr>
          <w:rtl/>
        </w:rPr>
        <w:t>مغربى انسان كى زندگى سے قديم خيالى قصو</w:t>
      </w:r>
      <w:r w:rsidR="000A0CDC">
        <w:rPr>
          <w:rtl/>
        </w:rPr>
        <w:t xml:space="preserve">ں </w:t>
      </w:r>
      <w:r>
        <w:rPr>
          <w:rtl/>
        </w:rPr>
        <w:t>كے تاثر كو ختم كرنے كا دعوى كرتى تھى ليكن اس دور مي</w:t>
      </w:r>
      <w:r w:rsidR="000A0CDC">
        <w:rPr>
          <w:rtl/>
        </w:rPr>
        <w:t xml:space="preserve">ں </w:t>
      </w:r>
      <w:r>
        <w:rPr>
          <w:rtl/>
        </w:rPr>
        <w:t>اس نے عقل كو ہى ايك ديومالائي قصے مي</w:t>
      </w:r>
      <w:r w:rsidR="000A0CDC">
        <w:rPr>
          <w:rtl/>
        </w:rPr>
        <w:t xml:space="preserve">ں </w:t>
      </w:r>
      <w:r>
        <w:rPr>
          <w:rtl/>
        </w:rPr>
        <w:t>ڈھال ديا ہے ايك نيا اور جنگ جو خيالى قصہ</w:t>
      </w:r>
      <w:r w:rsidRPr="00F67D4B">
        <w:rPr>
          <w:rStyle w:val="libFootnotenumChar"/>
          <w:rtl/>
        </w:rPr>
        <w:t>(1)</w:t>
      </w:r>
      <w:r>
        <w:rPr>
          <w:rtl/>
        </w:rPr>
        <w:t xml:space="preserve"> </w:t>
      </w:r>
    </w:p>
    <w:p w:rsidR="0061102A" w:rsidRDefault="0061102A" w:rsidP="00BE6934">
      <w:pPr>
        <w:pStyle w:val="libNormal"/>
        <w:rPr>
          <w:rtl/>
        </w:rPr>
      </w:pPr>
      <w:r>
        <w:rPr>
          <w:rtl/>
        </w:rPr>
        <w:t>ماركوزے نے ہارك ہايمر اورآڈرنوكے مشن كو آگے بڑھاتے ہوئے كوشش كى كہ ماركسزم اور فرائيڈازم كے امتزاج كى صورت مي</w:t>
      </w:r>
      <w:r w:rsidR="000A0CDC">
        <w:rPr>
          <w:rtl/>
        </w:rPr>
        <w:t xml:space="preserve">ں </w:t>
      </w:r>
      <w:r>
        <w:rPr>
          <w:rtl/>
        </w:rPr>
        <w:t>مغربى عقليت پر تنقيد كرے_ انہو</w:t>
      </w:r>
      <w:r w:rsidR="000A0CDC">
        <w:rPr>
          <w:rtl/>
        </w:rPr>
        <w:t xml:space="preserve">ں </w:t>
      </w:r>
      <w:r>
        <w:rPr>
          <w:rtl/>
        </w:rPr>
        <w:t>نے رسالہ '' متاع اور تہذيب'' مي</w:t>
      </w:r>
      <w:r w:rsidR="000A0CDC">
        <w:rPr>
          <w:rtl/>
        </w:rPr>
        <w:t xml:space="preserve">ں </w:t>
      </w:r>
      <w:r>
        <w:rPr>
          <w:rtl/>
        </w:rPr>
        <w:t>يو</w:t>
      </w:r>
      <w:r w:rsidR="000A0CDC">
        <w:rPr>
          <w:rtl/>
        </w:rPr>
        <w:t xml:space="preserve">ں </w:t>
      </w:r>
      <w:r>
        <w:rPr>
          <w:rtl/>
        </w:rPr>
        <w:t>دليل دى ہے كہ جديد مغربى تہذيب نے انسان كى نفسانى طاقت كو اسكى ايك جہت مي</w:t>
      </w:r>
      <w:r w:rsidR="000A0CDC">
        <w:rPr>
          <w:rtl/>
        </w:rPr>
        <w:t xml:space="preserve">ں </w:t>
      </w:r>
      <w:r>
        <w:rPr>
          <w:rtl/>
        </w:rPr>
        <w:t>محصور كر ديا ہے اسى ليے مغربى انسان ايك جہت والے موجود مي</w:t>
      </w:r>
      <w:r w:rsidR="000A0CDC">
        <w:rPr>
          <w:rtl/>
        </w:rPr>
        <w:t xml:space="preserve">ں </w:t>
      </w:r>
      <w:r>
        <w:rPr>
          <w:rtl/>
        </w:rPr>
        <w:t>تبديل ہوگيا ہے ضرورى ہے كہ يہ ظالمانہ طوق اسكى گردن سے اتارا جائے ماركوزے، نے ماركس اور فرائيڈكے مفاہيم كے امتزاج اور'' اضافى جبر'' كے مفہوم كو استعمال مي</w:t>
      </w:r>
      <w:r w:rsidR="000A0CDC">
        <w:rPr>
          <w:rtl/>
        </w:rPr>
        <w:t xml:space="preserve">ں </w:t>
      </w:r>
      <w:r>
        <w:rPr>
          <w:rtl/>
        </w:rPr>
        <w:t>لاتے ہوئے فرائيڈ كے نفسانيات اور حياتيات پر قائم نظريہ كى بنياد كو آڑے ہاتھو</w:t>
      </w:r>
      <w:r w:rsidR="000A0CDC">
        <w:rPr>
          <w:rtl/>
        </w:rPr>
        <w:t xml:space="preserve">ں </w:t>
      </w:r>
      <w:r>
        <w:rPr>
          <w:rtl/>
        </w:rPr>
        <w:t>ليا اور ماركسزم كے معاشرتى اور اقتصادى تجزيو</w:t>
      </w:r>
      <w:r w:rsidR="000A0CDC">
        <w:rPr>
          <w:rtl/>
        </w:rPr>
        <w:t xml:space="preserve">ں </w:t>
      </w:r>
      <w:r>
        <w:rPr>
          <w:rtl/>
        </w:rPr>
        <w:t>كى بنياد پر تشكيل پانے والے جديد صنعتى معاشرہ پر سخت تنقيد كا اس مي</w:t>
      </w:r>
      <w:r w:rsidR="000A0CDC">
        <w:rPr>
          <w:rtl/>
        </w:rPr>
        <w:t xml:space="preserve">ں </w:t>
      </w:r>
      <w:r>
        <w:rPr>
          <w:rtl/>
        </w:rPr>
        <w:t xml:space="preserve">اضافہ كرديا_ </w:t>
      </w:r>
    </w:p>
    <w:p w:rsidR="0061102A" w:rsidRDefault="0061102A" w:rsidP="00BE6934">
      <w:pPr>
        <w:pStyle w:val="libNormal"/>
        <w:rPr>
          <w:rtl/>
        </w:rPr>
      </w:pPr>
      <w:r>
        <w:rPr>
          <w:rtl/>
        </w:rPr>
        <w:t>ماركوزے اپنے ايك اور رسالہ '' يك بُعدى انسان'' مي</w:t>
      </w:r>
      <w:r w:rsidR="000A0CDC">
        <w:rPr>
          <w:rtl/>
        </w:rPr>
        <w:t xml:space="preserve">ں </w:t>
      </w:r>
      <w:r>
        <w:rPr>
          <w:rtl/>
        </w:rPr>
        <w:t>امريكى كلچر پر تنقيد كي_ وہ دلائل ديتا تھا كہ امريكا ايك ايسى جگہ ہے كہ جہا</w:t>
      </w:r>
      <w:r w:rsidR="000A0CDC">
        <w:rPr>
          <w:rtl/>
        </w:rPr>
        <w:t xml:space="preserve">ں </w:t>
      </w:r>
      <w:r>
        <w:rPr>
          <w:rtl/>
        </w:rPr>
        <w:t>ايك طرح كى آرام دہ، پرسكون اور معقول غلامى موجود ہے_ ايسى جگہ ہے كہ جہا</w:t>
      </w:r>
      <w:r w:rsidR="000A0CDC">
        <w:rPr>
          <w:rtl/>
        </w:rPr>
        <w:t xml:space="preserve">ں </w:t>
      </w:r>
      <w:r>
        <w:rPr>
          <w:rtl/>
        </w:rPr>
        <w:t>ٹيكنالوجى مكمل فتح پاچكى ہے نيز جہا</w:t>
      </w:r>
      <w:r w:rsidR="000A0CDC">
        <w:rPr>
          <w:rtl/>
        </w:rPr>
        <w:t xml:space="preserve">ں </w:t>
      </w:r>
      <w:r>
        <w:rPr>
          <w:rtl/>
        </w:rPr>
        <w:t xml:space="preserve">فلاحى حكومت اور جنگجو حكومت ايك دوسرے كو چھيڑے بغير اپنا كام </w:t>
      </w:r>
    </w:p>
    <w:p w:rsidR="0061102A" w:rsidRDefault="003A7D4A" w:rsidP="00BE6934">
      <w:pPr>
        <w:pStyle w:val="libLine"/>
        <w:rPr>
          <w:rtl/>
        </w:rPr>
      </w:pPr>
      <w:r>
        <w:rPr>
          <w:rtl/>
        </w:rPr>
        <w:t>____________________</w:t>
      </w:r>
    </w:p>
    <w:p w:rsidR="000F33B1" w:rsidRDefault="0061102A" w:rsidP="00BE6934">
      <w:pPr>
        <w:pStyle w:val="libFootnote"/>
      </w:pPr>
      <w:r>
        <w:rPr>
          <w:rtl/>
        </w:rPr>
        <w:t>1 ) بابك احمدي، خاطرات ظلمت، تہران مركز 1379 _ ص 154 _ 153_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كر رہى ہي</w:t>
      </w:r>
      <w:r w:rsidR="000A0CDC">
        <w:rPr>
          <w:rtl/>
        </w:rPr>
        <w:t xml:space="preserve">ں </w:t>
      </w:r>
      <w:r>
        <w:rPr>
          <w:rtl/>
        </w:rPr>
        <w:t>،امريكا مي</w:t>
      </w:r>
      <w:r w:rsidR="000A0CDC">
        <w:rPr>
          <w:rtl/>
        </w:rPr>
        <w:t xml:space="preserve">ں </w:t>
      </w:r>
      <w:r>
        <w:rPr>
          <w:rtl/>
        </w:rPr>
        <w:t>اقدار ايك جيسى ہوچكى ہي</w:t>
      </w:r>
      <w:r w:rsidR="000A0CDC">
        <w:rPr>
          <w:rtl/>
        </w:rPr>
        <w:t xml:space="preserve">ں </w:t>
      </w:r>
      <w:r>
        <w:rPr>
          <w:rtl/>
        </w:rPr>
        <w:t>جس كى وجہ سے وہا</w:t>
      </w:r>
      <w:r w:rsidR="000A0CDC">
        <w:rPr>
          <w:rtl/>
        </w:rPr>
        <w:t xml:space="preserve">ں </w:t>
      </w:r>
      <w:r>
        <w:rPr>
          <w:rtl/>
        </w:rPr>
        <w:t>كے شہريو</w:t>
      </w:r>
      <w:r w:rsidR="000A0CDC">
        <w:rPr>
          <w:rtl/>
        </w:rPr>
        <w:t xml:space="preserve">ں </w:t>
      </w:r>
      <w:r>
        <w:rPr>
          <w:rtl/>
        </w:rPr>
        <w:t>كے ليے انتخاب موجود نہي</w:t>
      </w:r>
      <w:r w:rsidR="000A0CDC">
        <w:rPr>
          <w:rtl/>
        </w:rPr>
        <w:t xml:space="preserve">ں </w:t>
      </w:r>
      <w:r>
        <w:rPr>
          <w:rtl/>
        </w:rPr>
        <w:t xml:space="preserve">ہے،يہ حالت اس وقت تك برقرار رہے گى جب تك كہ امريكى معاشرہ كے نچلے طبقہ سے ان حالات كے خلاف غصے كى لہر نہ اٹھے اور اس حالت كو تبديل نہ كردے </w:t>
      </w:r>
      <w:r w:rsidRPr="00F67D4B">
        <w:rPr>
          <w:rStyle w:val="libFootnotenumChar"/>
          <w:rtl/>
        </w:rPr>
        <w:t>(1)</w:t>
      </w:r>
      <w:r>
        <w:rPr>
          <w:rtl/>
        </w:rPr>
        <w:t xml:space="preserve"> ماركوزے1960 مي</w:t>
      </w:r>
      <w:r w:rsidR="000A0CDC">
        <w:rPr>
          <w:rtl/>
        </w:rPr>
        <w:t xml:space="preserve">ں </w:t>
      </w:r>
      <w:r>
        <w:rPr>
          <w:rtl/>
        </w:rPr>
        <w:t xml:space="preserve">يہ نظريات پيش كركے عملاً امريكى اور يورپى ناراض طلباء كا پيشوا بن گيا_ </w:t>
      </w:r>
    </w:p>
    <w:p w:rsidR="0061102A" w:rsidRDefault="0061102A" w:rsidP="00BE6934">
      <w:pPr>
        <w:pStyle w:val="libNormal"/>
        <w:rPr>
          <w:rtl/>
        </w:rPr>
      </w:pPr>
      <w:r>
        <w:rPr>
          <w:rtl/>
        </w:rPr>
        <w:t>جان پل سارٹر(1980 _ 1905 ) ماڈرن مغرب كے دانشورو</w:t>
      </w:r>
      <w:r w:rsidR="000A0CDC">
        <w:rPr>
          <w:rtl/>
        </w:rPr>
        <w:t xml:space="preserve">ں </w:t>
      </w:r>
      <w:r>
        <w:rPr>
          <w:rtl/>
        </w:rPr>
        <w:t>كے سلسلہ كى آخرى كڑى ہے جس نے اگزسٹنالزم (وجوديت پسندي) اور ماركسزم كے امتزاج سے كوشش كى كہ مغربى تہذيب پر تنقيد كرے_ وہ اگزسٹنالزم كى انسانى ضمير كى آزادى كى حمايت كرنے كى بناء پرتعريف كرتا تھا اور ماركسزم كو بعنوان فلسفہ انقلاب قبول كرتا تھا_ اسكا ماركسزم كى طرف رجحان زيادہ تر ماركس كى جوانى كى تاليفات كى طرف ہے، اس نے كوشش كى كہ بعض مفاہيم مثلاً شيئيت، ضميت، سامان كى مانند ہونا، خود بيگانگى اور اگزسٹنالزم كے مضامين مثلاً انفرادى آزادى ، ذاتى وجود اور ''ضمير انسان ''كو آپس مي</w:t>
      </w:r>
      <w:r w:rsidR="000A0CDC">
        <w:rPr>
          <w:rtl/>
        </w:rPr>
        <w:t xml:space="preserve">ں </w:t>
      </w:r>
      <w:r>
        <w:rPr>
          <w:rtl/>
        </w:rPr>
        <w:t>مخلوط كرے تا كہ مغربى انسان كى بے چارگى اور محروميو</w:t>
      </w:r>
      <w:r w:rsidR="000A0CDC">
        <w:rPr>
          <w:rtl/>
        </w:rPr>
        <w:t xml:space="preserve">ں </w:t>
      </w:r>
      <w:r>
        <w:rPr>
          <w:rtl/>
        </w:rPr>
        <w:t xml:space="preserve">كو بيان كرنے كيلئے نيا فلسفہ تشكيل دے سكے_ </w:t>
      </w:r>
    </w:p>
    <w:p w:rsidR="0061102A" w:rsidRDefault="0061102A" w:rsidP="00BE6934">
      <w:pPr>
        <w:pStyle w:val="libNormal"/>
        <w:rPr>
          <w:rtl/>
        </w:rPr>
      </w:pPr>
      <w:r>
        <w:rPr>
          <w:rtl/>
        </w:rPr>
        <w:t>اسكى طرف سے الجزاير مي</w:t>
      </w:r>
      <w:r w:rsidR="000A0CDC">
        <w:rPr>
          <w:rtl/>
        </w:rPr>
        <w:t xml:space="preserve">ں </w:t>
      </w:r>
      <w:r>
        <w:rPr>
          <w:rtl/>
        </w:rPr>
        <w:t>استعمار كے خلاف تحريكو</w:t>
      </w:r>
      <w:r w:rsidR="000A0CDC">
        <w:rPr>
          <w:rtl/>
        </w:rPr>
        <w:t xml:space="preserve">ں </w:t>
      </w:r>
      <w:r>
        <w:rPr>
          <w:rtl/>
        </w:rPr>
        <w:t>كى بے پناہ حمايت اور مئي 1968 مي</w:t>
      </w:r>
      <w:r w:rsidR="000A0CDC">
        <w:rPr>
          <w:rtl/>
        </w:rPr>
        <w:t xml:space="preserve">ں </w:t>
      </w:r>
      <w:r>
        <w:rPr>
          <w:rtl/>
        </w:rPr>
        <w:t>فرانس مي</w:t>
      </w:r>
      <w:r w:rsidR="000A0CDC">
        <w:rPr>
          <w:rtl/>
        </w:rPr>
        <w:t xml:space="preserve">ں </w:t>
      </w:r>
      <w:r>
        <w:rPr>
          <w:rtl/>
        </w:rPr>
        <w:t>انقلابى طلباء كے اعتراضات اور احتجاج كے ساتھ ہمدردى كا اظہار كرنا بتاتا ہے كہ وہ مغربى تہذيب مي</w:t>
      </w:r>
      <w:r w:rsidR="000A0CDC">
        <w:rPr>
          <w:rtl/>
        </w:rPr>
        <w:t xml:space="preserve">ں </w:t>
      </w:r>
      <w:r>
        <w:rPr>
          <w:rtl/>
        </w:rPr>
        <w:t>بڑھتے ہوئے تشدداور نفرت آميز رويو</w:t>
      </w:r>
      <w:r w:rsidR="000A0CDC">
        <w:rPr>
          <w:rtl/>
        </w:rPr>
        <w:t xml:space="preserve">ں </w:t>
      </w:r>
      <w:r>
        <w:rPr>
          <w:rtl/>
        </w:rPr>
        <w:t>پر تنقيد سے قلبى لگاؤ ركھتا تھا_ اگرچہ سارتر نے واضح طور پر مغرب كے زوال كے بارے مي</w:t>
      </w:r>
      <w:r w:rsidR="000A0CDC">
        <w:rPr>
          <w:rtl/>
        </w:rPr>
        <w:t xml:space="preserve">ں </w:t>
      </w:r>
      <w:r>
        <w:rPr>
          <w:rtl/>
        </w:rPr>
        <w:t>نظريہ نہي</w:t>
      </w:r>
      <w:r w:rsidR="000A0CDC">
        <w:rPr>
          <w:rtl/>
        </w:rPr>
        <w:t xml:space="preserve">ں </w:t>
      </w:r>
      <w:r>
        <w:rPr>
          <w:rtl/>
        </w:rPr>
        <w:t>ديا ليكن اسكے دو فلسفى رسالے بنام '' وجود اور عدم وجود'' اور '' منطقى عقل پر تنقيد'' ايسے ہيومنيزم كو بيان كرتے ہي</w:t>
      </w:r>
      <w:r w:rsidR="000A0CDC">
        <w:rPr>
          <w:rtl/>
        </w:rPr>
        <w:t xml:space="preserve">ں </w:t>
      </w:r>
      <w:r>
        <w:rPr>
          <w:rtl/>
        </w:rPr>
        <w:t>كہ جوسرمايہ دارى نظام اور قيود سے انفرادى آزادى كى بنياد پر تشكيل پايا ہے يہ خصوصيت اسكى داستانو</w:t>
      </w:r>
      <w:r w:rsidR="000A0CDC">
        <w:rPr>
          <w:rtl/>
        </w:rPr>
        <w:t xml:space="preserve">ں </w:t>
      </w:r>
      <w:r>
        <w:rPr>
          <w:rtl/>
        </w:rPr>
        <w:t>اورڈرامو</w:t>
      </w:r>
      <w:r w:rsidR="000A0CDC">
        <w:rPr>
          <w:rtl/>
        </w:rPr>
        <w:t xml:space="preserve">ں </w:t>
      </w:r>
      <w:r>
        <w:rPr>
          <w:rtl/>
        </w:rPr>
        <w:t>مي</w:t>
      </w:r>
      <w:r w:rsidR="000A0CDC">
        <w:rPr>
          <w:rtl/>
        </w:rPr>
        <w:t xml:space="preserve">ں </w:t>
      </w:r>
      <w:r>
        <w:rPr>
          <w:rtl/>
        </w:rPr>
        <w:t>بھى ملاحظہ كى جاسكتى ہے _ سارتر كے انفرادى آزادى كے نظريے نے دوسرى جنگ عظيم كے بعد 1950 كے عشرہ كے آغاز مي</w:t>
      </w:r>
      <w:r w:rsidR="000A0CDC">
        <w:rPr>
          <w:rtl/>
        </w:rPr>
        <w:t xml:space="preserve">ں </w:t>
      </w:r>
      <w:r>
        <w:rPr>
          <w:rtl/>
        </w:rPr>
        <w:t>جوانو</w:t>
      </w:r>
      <w:r w:rsidR="000A0CDC">
        <w:rPr>
          <w:rtl/>
        </w:rPr>
        <w:t xml:space="preserve">ں </w:t>
      </w:r>
      <w:r>
        <w:rPr>
          <w:rtl/>
        </w:rPr>
        <w:t xml:space="preserve">كى ايك مكمل نسل كو اپنا فريفتہ كيے ركھا </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1)اسٹوارٹ ميرز، ہجرت انديشہ اجتماعي، ترجمہ عزت اللہ فولادوند ، تہران ، طرح نو، ص 210، 206_ </w:t>
      </w:r>
    </w:p>
    <w:p w:rsidR="000F33B1" w:rsidRDefault="0061102A" w:rsidP="00BE6934">
      <w:pPr>
        <w:pStyle w:val="libFootnote"/>
      </w:pPr>
      <w:r>
        <w:rPr>
          <w:rtl/>
        </w:rPr>
        <w:t>2)جوڈيٹ باٹلر، ان پل سارتر، ترجمہ خشايار ديہيمى ، تہران ص 52،48_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نظريہ پوسٹ ماڈرنزم در اصل كيميونزم اور سرمايہ دارى كے نظرياتى تصورات كے خلاف رد عمل تھا كہ جس مي</w:t>
      </w:r>
      <w:r w:rsidR="000A0CDC">
        <w:rPr>
          <w:rtl/>
        </w:rPr>
        <w:t xml:space="preserve">ں </w:t>
      </w:r>
      <w:r>
        <w:rPr>
          <w:rtl/>
        </w:rPr>
        <w:t>1960 كے عشرہ كے آخر مي</w:t>
      </w:r>
      <w:r w:rsidR="000A0CDC">
        <w:rPr>
          <w:rtl/>
        </w:rPr>
        <w:t xml:space="preserve">ں </w:t>
      </w:r>
      <w:r>
        <w:rPr>
          <w:rtl/>
        </w:rPr>
        <w:t>يورپ اور آمريكا كے طلباء كى شورش كى وجہ سے جوش و خروش پيدا ہوا ،پوسٹ ماڈرنسٹ ايك طرف كميونزم كى اس عنوان سے كہ وہ دنيا كى نجات كى واحد راہ ہے ،كى مخالفت كر رہے تھے اور دوسرى طرف مصرفانہ كلچرّ (</w:t>
      </w:r>
      <w:r>
        <w:t>consumerism</w:t>
      </w:r>
      <w:r>
        <w:rPr>
          <w:rtl/>
        </w:rPr>
        <w:t>) بے پناہ پيداوار (</w:t>
      </w:r>
      <w:r>
        <w:t>mass production</w:t>
      </w:r>
      <w:r>
        <w:rPr>
          <w:rtl/>
        </w:rPr>
        <w:t xml:space="preserve"> ) نظريات مي</w:t>
      </w:r>
      <w:r w:rsidR="000A0CDC">
        <w:rPr>
          <w:rtl/>
        </w:rPr>
        <w:t xml:space="preserve">ں </w:t>
      </w:r>
      <w:r>
        <w:rPr>
          <w:rtl/>
        </w:rPr>
        <w:t xml:space="preserve">يكسانيت اور مغربى سرمايہ دارى كى توسيع پسندانہ ذہنيت كو قبول كر رہے تھے_ </w:t>
      </w:r>
    </w:p>
    <w:p w:rsidR="0061102A" w:rsidRDefault="0061102A" w:rsidP="00BE6934">
      <w:pPr>
        <w:pStyle w:val="libNormal"/>
        <w:rPr>
          <w:rtl/>
        </w:rPr>
      </w:pPr>
      <w:r>
        <w:rPr>
          <w:rtl/>
        </w:rPr>
        <w:t>وہ (پوسٹ ماڈرنسٹ) دونو</w:t>
      </w:r>
      <w:r w:rsidR="000A0CDC">
        <w:rPr>
          <w:rtl/>
        </w:rPr>
        <w:t xml:space="preserve">ں </w:t>
      </w:r>
      <w:r>
        <w:rPr>
          <w:rtl/>
        </w:rPr>
        <w:t>نظريات، كميونزم اور سرمايہ دارى كے اختلافات كا آميزہ اور مركب تھے اور دوسرى طرف دونو</w:t>
      </w:r>
      <w:r w:rsidR="000A0CDC">
        <w:rPr>
          <w:rtl/>
        </w:rPr>
        <w:t xml:space="preserve">ں </w:t>
      </w:r>
      <w:r>
        <w:rPr>
          <w:rtl/>
        </w:rPr>
        <w:t>ہى نظريات كى بڑائي كومسترد كرتے تھے_ ان كا عقيدہ تھا كہ بڑے نظريات انسانو</w:t>
      </w:r>
      <w:r w:rsidR="000A0CDC">
        <w:rPr>
          <w:rtl/>
        </w:rPr>
        <w:t xml:space="preserve">ں </w:t>
      </w:r>
      <w:r>
        <w:rPr>
          <w:rtl/>
        </w:rPr>
        <w:t>كى ذاتى اور اجتماعى زندگى پر نظارت كى بناپر ايك طرح كے اپنے اقتدار اور تسلط كا اظہار كرتے ہي</w:t>
      </w:r>
      <w:r w:rsidR="000A0CDC">
        <w:rPr>
          <w:rtl/>
        </w:rPr>
        <w:t xml:space="preserve">ں </w:t>
      </w:r>
      <w:r>
        <w:rPr>
          <w:rtl/>
        </w:rPr>
        <w:t xml:space="preserve">_ </w:t>
      </w:r>
    </w:p>
    <w:p w:rsidR="0061102A" w:rsidRDefault="0061102A" w:rsidP="00BE6934">
      <w:pPr>
        <w:pStyle w:val="libNormal"/>
        <w:rPr>
          <w:rtl/>
        </w:rPr>
      </w:pPr>
      <w:r>
        <w:rPr>
          <w:rtl/>
        </w:rPr>
        <w:t>مشل فوكو، جل ڈلاس،اور جان فرانسوا ليوٹار نے فلسفے اور تحليل نفسى كى آميزش كے بعد اس ميكانزم پر سخت تنقيد كى جو مغربى تہذيب انسان كو محدود اور مقيد كرنے كے ليے استعمال كرتى ہے _ فوكو نے جنون اور جنسيت كے تاريخى تجزيہ كى راہ سے نچلے طبقو</w:t>
      </w:r>
      <w:r w:rsidR="000A0CDC">
        <w:rPr>
          <w:rtl/>
        </w:rPr>
        <w:t xml:space="preserve">ں </w:t>
      </w:r>
      <w:r>
        <w:rPr>
          <w:rtl/>
        </w:rPr>
        <w:t>پر مغربى تشدد پسندى كا باريك بينانہ نقشہ كھينچاہے_ ڈلاس شيزوفرينيا كا مفہوم تحليل نفسى سے مستعار ليتے ہوئے اسكا سرمايہ دارانہ تہذيب كے ايك حصے كے طور پر جائزہ ليتا ہے ليوتارنے بڑے نظريات كو مسترد كرتے ہوئے كوشش كى كہ بنياد پرستانہ پايسيو</w:t>
      </w:r>
      <w:r w:rsidR="000A0CDC">
        <w:rPr>
          <w:rtl/>
        </w:rPr>
        <w:t xml:space="preserve">ں </w:t>
      </w:r>
      <w:r>
        <w:rPr>
          <w:rtl/>
        </w:rPr>
        <w:t>كو اپنائے اور بجائے وسعت اور ہمہ جہتى پر زور دينے كے علاقائي ہونے اور محدوديت پر اكتفا ء كرے تا كہ بہتر نتيجہ اخذكرسكے</w:t>
      </w:r>
      <w:r w:rsidRPr="00F67D4B">
        <w:rPr>
          <w:rStyle w:val="libFootnotenumChar"/>
          <w:rtl/>
        </w:rPr>
        <w:t>(1)</w:t>
      </w:r>
      <w:r>
        <w:rPr>
          <w:rtl/>
        </w:rPr>
        <w:t xml:space="preserve"> </w:t>
      </w:r>
    </w:p>
    <w:p w:rsidR="0061102A" w:rsidRDefault="0061102A" w:rsidP="00BE6934">
      <w:pPr>
        <w:pStyle w:val="libNormal"/>
        <w:rPr>
          <w:rtl/>
        </w:rPr>
      </w:pPr>
    </w:p>
    <w:p w:rsidR="0061102A" w:rsidRDefault="0061102A" w:rsidP="00BE6934">
      <w:pPr>
        <w:pStyle w:val="Heading2Center"/>
        <w:rPr>
          <w:rtl/>
        </w:rPr>
      </w:pPr>
      <w:bookmarkStart w:id="177" w:name="_Toc268733"/>
      <w:r>
        <w:rPr>
          <w:rtl/>
        </w:rPr>
        <w:t>ايرانى اور عرب دانشورو</w:t>
      </w:r>
      <w:r w:rsidR="000A0CDC">
        <w:rPr>
          <w:rtl/>
        </w:rPr>
        <w:t xml:space="preserve">ں </w:t>
      </w:r>
      <w:r>
        <w:rPr>
          <w:rtl/>
        </w:rPr>
        <w:t>كى آراء مي</w:t>
      </w:r>
      <w:r w:rsidR="000A0CDC">
        <w:rPr>
          <w:rtl/>
        </w:rPr>
        <w:t xml:space="preserve">ں </w:t>
      </w:r>
      <w:r>
        <w:rPr>
          <w:rtl/>
        </w:rPr>
        <w:t>مغربى تہذيب پر تنقيد</w:t>
      </w:r>
      <w:bookmarkEnd w:id="177"/>
    </w:p>
    <w:p w:rsidR="0061102A" w:rsidRDefault="0061102A" w:rsidP="00BE6934">
      <w:pPr>
        <w:pStyle w:val="libNormal"/>
        <w:rPr>
          <w:rtl/>
        </w:rPr>
      </w:pPr>
      <w:r>
        <w:rPr>
          <w:rtl/>
        </w:rPr>
        <w:t>ستروي</w:t>
      </w:r>
      <w:r w:rsidR="000A0CDC">
        <w:rPr>
          <w:rtl/>
        </w:rPr>
        <w:t xml:space="preserve">ں </w:t>
      </w:r>
      <w:r>
        <w:rPr>
          <w:rtl/>
        </w:rPr>
        <w:t>اور اٹھاروي</w:t>
      </w:r>
      <w:r w:rsidR="000A0CDC">
        <w:rPr>
          <w:rtl/>
        </w:rPr>
        <w:t xml:space="preserve">ں </w:t>
      </w:r>
      <w:r>
        <w:rPr>
          <w:rtl/>
        </w:rPr>
        <w:t>صدى مي</w:t>
      </w:r>
      <w:r w:rsidR="000A0CDC">
        <w:rPr>
          <w:rtl/>
        </w:rPr>
        <w:t xml:space="preserve">ں </w:t>
      </w:r>
      <w:r>
        <w:rPr>
          <w:rtl/>
        </w:rPr>
        <w:t>ايك طرف سے دين سے سياست كى جدائي كا نظريہ ( سيكولرزم) اور دوسرى طرف سے استعمار كا ظاہر ہونا ،ان دونو</w:t>
      </w:r>
      <w:r w:rsidR="000A0CDC">
        <w:rPr>
          <w:rtl/>
        </w:rPr>
        <w:t xml:space="preserve">ں </w:t>
      </w:r>
      <w:r>
        <w:rPr>
          <w:rtl/>
        </w:rPr>
        <w:t>كے ملاپ سے مغرب كى ايك مكمل تصوير اہل مشرق كے ذہن مي</w:t>
      </w:r>
      <w:r w:rsidR="000A0CDC">
        <w:rPr>
          <w:rtl/>
        </w:rPr>
        <w:t xml:space="preserve">ں </w:t>
      </w:r>
      <w:r>
        <w:rPr>
          <w:rtl/>
        </w:rPr>
        <w:t>پيدا ہوئي_ اہل مشرق بالخصوص عالم اسلام نے خودبخود اس تصوير كے مقابلے مي</w:t>
      </w:r>
      <w:r w:rsidR="000A0CDC">
        <w:rPr>
          <w:rtl/>
        </w:rPr>
        <w:t xml:space="preserve">ں </w:t>
      </w:r>
      <w:r>
        <w:rPr>
          <w:rtl/>
        </w:rPr>
        <w:t xml:space="preserve">محاذ كھولا_ كيونكہ </w:t>
      </w:r>
    </w:p>
    <w:p w:rsidR="0061102A" w:rsidRDefault="003A7D4A" w:rsidP="00BE6934">
      <w:pPr>
        <w:pStyle w:val="libLine"/>
        <w:rPr>
          <w:rtl/>
        </w:rPr>
      </w:pPr>
      <w:r>
        <w:rPr>
          <w:rtl/>
        </w:rPr>
        <w:t>____________________</w:t>
      </w:r>
    </w:p>
    <w:p w:rsidR="000F33B1" w:rsidRDefault="0061102A" w:rsidP="00BE6934">
      <w:pPr>
        <w:pStyle w:val="libFootnote"/>
      </w:pPr>
      <w:r>
        <w:rPr>
          <w:rtl/>
        </w:rPr>
        <w:t>1) مايكل پين ، فرہنگ انديشہ انتقادى ،ترجمہ پيام يزدانجو، تہران، ذيل ''فوكو''، ''دلوز''، ''ليوتا''</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اہل مغرب كے مشرق والو</w:t>
      </w:r>
      <w:r w:rsidR="000A0CDC">
        <w:rPr>
          <w:rtl/>
        </w:rPr>
        <w:t xml:space="preserve">ں </w:t>
      </w:r>
      <w:r>
        <w:rPr>
          <w:rtl/>
        </w:rPr>
        <w:t>كواپنى تہذيب سے وابستہ كرنے كا مقصد انكى تہذيبى اقدار پر حملہ كرنا تھا_ مسلمانو</w:t>
      </w:r>
      <w:r w:rsidR="000A0CDC">
        <w:rPr>
          <w:rtl/>
        </w:rPr>
        <w:t xml:space="preserve">ں </w:t>
      </w:r>
      <w:r>
        <w:rPr>
          <w:rtl/>
        </w:rPr>
        <w:t>نے مغرب كے اس سوچے سمجھے حملے كے مقابلے مي</w:t>
      </w:r>
      <w:r w:rsidR="000A0CDC">
        <w:rPr>
          <w:rtl/>
        </w:rPr>
        <w:t xml:space="preserve">ں </w:t>
      </w:r>
      <w:r>
        <w:rPr>
          <w:rtl/>
        </w:rPr>
        <w:t>اپنى دينى اور قومى روايات اور وراثت كو زندہ ركھنے پر كمر باندھ لي_ لہذا بيسوي</w:t>
      </w:r>
      <w:r w:rsidR="000A0CDC">
        <w:rPr>
          <w:rtl/>
        </w:rPr>
        <w:t xml:space="preserve">ں </w:t>
      </w:r>
      <w:r>
        <w:rPr>
          <w:rtl/>
        </w:rPr>
        <w:t>صدى مي</w:t>
      </w:r>
      <w:r w:rsidR="000A0CDC">
        <w:rPr>
          <w:rtl/>
        </w:rPr>
        <w:t xml:space="preserve">ں </w:t>
      </w:r>
      <w:r>
        <w:rPr>
          <w:rtl/>
        </w:rPr>
        <w:t>بہت سے دانشورو</w:t>
      </w:r>
      <w:r w:rsidR="000A0CDC">
        <w:rPr>
          <w:rtl/>
        </w:rPr>
        <w:t xml:space="preserve">ں </w:t>
      </w:r>
      <w:r>
        <w:rPr>
          <w:rtl/>
        </w:rPr>
        <w:t>نے مغرب كے تسلط كا مقابلہ كرنے كيلئے بيدارى اور اصلاح كى كوششي</w:t>
      </w:r>
      <w:r w:rsidR="000A0CDC">
        <w:rPr>
          <w:rtl/>
        </w:rPr>
        <w:t xml:space="preserve">ں </w:t>
      </w:r>
      <w:r>
        <w:rPr>
          <w:rtl/>
        </w:rPr>
        <w:t>كي</w:t>
      </w:r>
      <w:r w:rsidR="000A0CDC">
        <w:rPr>
          <w:rtl/>
        </w:rPr>
        <w:t xml:space="preserve">ں </w:t>
      </w:r>
      <w:r>
        <w:rPr>
          <w:rtl/>
        </w:rPr>
        <w:t xml:space="preserve">_ </w:t>
      </w:r>
    </w:p>
    <w:p w:rsidR="0061102A" w:rsidRDefault="0061102A" w:rsidP="00BE6934">
      <w:pPr>
        <w:pStyle w:val="libNormal"/>
        <w:rPr>
          <w:rtl/>
        </w:rPr>
      </w:pPr>
      <w:r>
        <w:rPr>
          <w:rtl/>
        </w:rPr>
        <w:t>ہم يہا</w:t>
      </w:r>
      <w:r w:rsidR="000A0CDC">
        <w:rPr>
          <w:rtl/>
        </w:rPr>
        <w:t xml:space="preserve">ں </w:t>
      </w:r>
      <w:r>
        <w:rPr>
          <w:rtl/>
        </w:rPr>
        <w:t>اس مقالہ مي</w:t>
      </w:r>
      <w:r w:rsidR="000A0CDC">
        <w:rPr>
          <w:rtl/>
        </w:rPr>
        <w:t xml:space="preserve">ں </w:t>
      </w:r>
      <w:r>
        <w:rPr>
          <w:rtl/>
        </w:rPr>
        <w:t>ان مي</w:t>
      </w:r>
      <w:r w:rsidR="000A0CDC">
        <w:rPr>
          <w:rtl/>
        </w:rPr>
        <w:t xml:space="preserve">ں </w:t>
      </w:r>
      <w:r>
        <w:rPr>
          <w:rtl/>
        </w:rPr>
        <w:t>سے كچھ اكابرين حضرات كى طرف اشارہ كر ي</w:t>
      </w:r>
      <w:r w:rsidR="000A0CDC">
        <w:rPr>
          <w:rtl/>
        </w:rPr>
        <w:t xml:space="preserve">ں </w:t>
      </w:r>
      <w:r>
        <w:rPr>
          <w:rtl/>
        </w:rPr>
        <w:t>گے_ ايران مي</w:t>
      </w:r>
      <w:r w:rsidR="000A0CDC">
        <w:rPr>
          <w:rtl/>
        </w:rPr>
        <w:t xml:space="preserve">ں </w:t>
      </w:r>
      <w:r>
        <w:rPr>
          <w:rtl/>
        </w:rPr>
        <w:t>پہلوى دور مي</w:t>
      </w:r>
      <w:r w:rsidR="000A0CDC">
        <w:rPr>
          <w:rtl/>
        </w:rPr>
        <w:t xml:space="preserve">ں </w:t>
      </w:r>
      <w:r>
        <w:rPr>
          <w:rtl/>
        </w:rPr>
        <w:t>مغربى تہذيب پر تنقيد منظم صورت مي</w:t>
      </w:r>
      <w:r w:rsidR="000A0CDC">
        <w:rPr>
          <w:rtl/>
        </w:rPr>
        <w:t xml:space="preserve">ں </w:t>
      </w:r>
      <w:r>
        <w:rPr>
          <w:rtl/>
        </w:rPr>
        <w:t>انجام پائي _ اس حوالے سے پيش پيش تين دانشور يہ ہي</w:t>
      </w:r>
      <w:r w:rsidR="000A0CDC">
        <w:rPr>
          <w:rtl/>
        </w:rPr>
        <w:t xml:space="preserve">ں </w:t>
      </w:r>
      <w:r>
        <w:rPr>
          <w:rtl/>
        </w:rPr>
        <w:t>: سيد فخرالدين شادمان، سيد احمد فرديد اور جلال آل احمد_ ان تين شخصيات كو ايران مي</w:t>
      </w:r>
      <w:r w:rsidR="000A0CDC">
        <w:rPr>
          <w:rtl/>
        </w:rPr>
        <w:t xml:space="preserve">ں </w:t>
      </w:r>
      <w:r>
        <w:rPr>
          <w:rtl/>
        </w:rPr>
        <w:t xml:space="preserve">'' مغرب پرستي'' كے موضوع كا معمار اور صاحب نظر سمجھا جاسكتا ہے_ </w:t>
      </w:r>
    </w:p>
    <w:p w:rsidR="0061102A" w:rsidRDefault="0061102A" w:rsidP="00BE6934">
      <w:pPr>
        <w:pStyle w:val="libNormal"/>
        <w:rPr>
          <w:rtl/>
        </w:rPr>
      </w:pPr>
      <w:r>
        <w:rPr>
          <w:rtl/>
        </w:rPr>
        <w:t>سيد فخرالدين شادمان (1346 _ 1286) كہ جو قديم اور جديددونو</w:t>
      </w:r>
      <w:r w:rsidR="000A0CDC">
        <w:rPr>
          <w:rtl/>
        </w:rPr>
        <w:t xml:space="preserve">ں </w:t>
      </w:r>
      <w:r>
        <w:rPr>
          <w:rtl/>
        </w:rPr>
        <w:t>تعليمى نظامو</w:t>
      </w:r>
      <w:r w:rsidR="000A0CDC">
        <w:rPr>
          <w:rtl/>
        </w:rPr>
        <w:t xml:space="preserve">ں </w:t>
      </w:r>
      <w:r>
        <w:rPr>
          <w:rtl/>
        </w:rPr>
        <w:t>كے تعليم يافتہ تھے_ انہو</w:t>
      </w:r>
      <w:r w:rsidR="000A0CDC">
        <w:rPr>
          <w:rtl/>
        </w:rPr>
        <w:t xml:space="preserve">ں </w:t>
      </w:r>
      <w:r>
        <w:rPr>
          <w:rtl/>
        </w:rPr>
        <w:t>نے 1326 شمسى مي</w:t>
      </w:r>
      <w:r w:rsidR="000A0CDC">
        <w:rPr>
          <w:rtl/>
        </w:rPr>
        <w:t xml:space="preserve">ں </w:t>
      </w:r>
      <w:r>
        <w:rPr>
          <w:rtl/>
        </w:rPr>
        <w:t>اپنى اہم ترين كتاب '' تسخير شدن فرنگي'' شايع كي_ اسمي</w:t>
      </w:r>
      <w:r w:rsidR="000A0CDC">
        <w:rPr>
          <w:rtl/>
        </w:rPr>
        <w:t xml:space="preserve">ں </w:t>
      </w:r>
      <w:r>
        <w:rPr>
          <w:rtl/>
        </w:rPr>
        <w:t>وہ لكھتے ہي</w:t>
      </w:r>
      <w:r w:rsidR="000A0CDC">
        <w:rPr>
          <w:rtl/>
        </w:rPr>
        <w:t xml:space="preserve">ں </w:t>
      </w:r>
      <w:r>
        <w:rPr>
          <w:rtl/>
        </w:rPr>
        <w:t>كہ اگرايران مغربى تہذيب كے تسلط سے بچ جائے اور اسكے مقابلے مي</w:t>
      </w:r>
      <w:r w:rsidR="000A0CDC">
        <w:rPr>
          <w:rtl/>
        </w:rPr>
        <w:t xml:space="preserve">ں </w:t>
      </w:r>
      <w:r>
        <w:rPr>
          <w:rtl/>
        </w:rPr>
        <w:t>كمزور نہ پڑے تو اسے چاہيے كہ وہ رغبت اور شعور كے ساتھ اس تہذيب كو اپنا رنگ دے دے اور اس تحريك كا ايك ہى وسيلہ زبان فارسى ہے كہ جو تمام ايرانيو</w:t>
      </w:r>
      <w:r w:rsidR="000A0CDC">
        <w:rPr>
          <w:rtl/>
        </w:rPr>
        <w:t xml:space="preserve">ں </w:t>
      </w:r>
      <w:r>
        <w:rPr>
          <w:rtl/>
        </w:rPr>
        <w:t>مي</w:t>
      </w:r>
      <w:r w:rsidR="000A0CDC">
        <w:rPr>
          <w:rtl/>
        </w:rPr>
        <w:t xml:space="preserve">ں </w:t>
      </w:r>
      <w:r>
        <w:rPr>
          <w:rtl/>
        </w:rPr>
        <w:t>مشترك صورت مي</w:t>
      </w:r>
      <w:r w:rsidR="000A0CDC">
        <w:rPr>
          <w:rtl/>
        </w:rPr>
        <w:t xml:space="preserve">ں </w:t>
      </w:r>
      <w:r>
        <w:rPr>
          <w:rtl/>
        </w:rPr>
        <w:t xml:space="preserve">ہے اور انكے اجداد كى موروثى عقل و دانش كا مظہر بھى ہے </w:t>
      </w:r>
      <w:r w:rsidRPr="00F67D4B">
        <w:rPr>
          <w:rStyle w:val="libFootnotenumChar"/>
          <w:rtl/>
        </w:rPr>
        <w:t>(1)</w:t>
      </w:r>
      <w:r>
        <w:rPr>
          <w:rtl/>
        </w:rPr>
        <w:t xml:space="preserve"> يہ قوم پرستانہ گفتگو زيادہ آگے نہ بڑھ سكى كيونكہ اس نظريہ مي</w:t>
      </w:r>
      <w:r w:rsidR="000A0CDC">
        <w:rPr>
          <w:rtl/>
        </w:rPr>
        <w:t xml:space="preserve">ں </w:t>
      </w:r>
      <w:r>
        <w:rPr>
          <w:rtl/>
        </w:rPr>
        <w:t>بنيادى طور پر ايرانيو</w:t>
      </w:r>
      <w:r w:rsidR="000A0CDC">
        <w:rPr>
          <w:rtl/>
        </w:rPr>
        <w:t xml:space="preserve">ں </w:t>
      </w:r>
      <w:r>
        <w:rPr>
          <w:rtl/>
        </w:rPr>
        <w:t>كے دينى مزاج كى طرف توجہ نہي</w:t>
      </w:r>
      <w:r w:rsidR="000A0CDC">
        <w:rPr>
          <w:rtl/>
        </w:rPr>
        <w:t xml:space="preserve">ں </w:t>
      </w:r>
      <w:r>
        <w:rPr>
          <w:rtl/>
        </w:rPr>
        <w:t xml:space="preserve">دى گئي تھي_ </w:t>
      </w:r>
    </w:p>
    <w:p w:rsidR="0061102A" w:rsidRDefault="0061102A" w:rsidP="00BE6934">
      <w:pPr>
        <w:pStyle w:val="libNormal"/>
        <w:rPr>
          <w:rtl/>
        </w:rPr>
      </w:pPr>
      <w:r>
        <w:rPr>
          <w:rtl/>
        </w:rPr>
        <w:t>شادمان كى مانند سيد احمد فرديد (1373 _ 1291 شمسى ) بھى دونو</w:t>
      </w:r>
      <w:r w:rsidR="000A0CDC">
        <w:rPr>
          <w:rtl/>
        </w:rPr>
        <w:t xml:space="preserve">ں </w:t>
      </w:r>
      <w:r>
        <w:rPr>
          <w:rtl/>
        </w:rPr>
        <w:t>تعليمى نظامو</w:t>
      </w:r>
      <w:r w:rsidR="000A0CDC">
        <w:rPr>
          <w:rtl/>
        </w:rPr>
        <w:t xml:space="preserve">ں </w:t>
      </w:r>
      <w:r>
        <w:rPr>
          <w:rtl/>
        </w:rPr>
        <w:t>قديم اور جديد مي</w:t>
      </w:r>
      <w:r w:rsidR="000A0CDC">
        <w:rPr>
          <w:rtl/>
        </w:rPr>
        <w:t xml:space="preserve">ں </w:t>
      </w:r>
      <w:r>
        <w:rPr>
          <w:rtl/>
        </w:rPr>
        <w:t>تعليم يافتہ تھے _ وہ سب سے پہلے ايرانى مفكر تھے كہ جنہو</w:t>
      </w:r>
      <w:r w:rsidR="000A0CDC">
        <w:rPr>
          <w:rtl/>
        </w:rPr>
        <w:t xml:space="preserve">ں </w:t>
      </w:r>
      <w:r>
        <w:rPr>
          <w:rtl/>
        </w:rPr>
        <w:t xml:space="preserve">نے اپنے دور كے مغربى فلسفہ بالخصوص مارٹن ہايڈ گر كى آراء كا دقت سے مطالعہ كيا تھا فرديد نے ہايڈگر سے متاثر ہوتے ہوئے مغربى تہذيب پر فلسفى تنقيد كى _ انكا يہ </w:t>
      </w:r>
    </w:p>
    <w:p w:rsidR="0061102A" w:rsidRDefault="0061102A" w:rsidP="00BE6934">
      <w:pPr>
        <w:pStyle w:val="libNormal"/>
        <w:rPr>
          <w:rtl/>
        </w:rPr>
      </w:pPr>
      <w:r>
        <w:rPr>
          <w:rtl/>
        </w:rPr>
        <w:t>نظريہ تھا كہ انسانو</w:t>
      </w:r>
      <w:r w:rsidR="000A0CDC">
        <w:rPr>
          <w:rtl/>
        </w:rPr>
        <w:t xml:space="preserve">ں </w:t>
      </w:r>
      <w:r>
        <w:rPr>
          <w:rtl/>
        </w:rPr>
        <w:t>كے تين پہلو علمي، فلسفى اور معنوى مي</w:t>
      </w:r>
      <w:r w:rsidR="000A0CDC">
        <w:rPr>
          <w:rtl/>
        </w:rPr>
        <w:t xml:space="preserve">ں </w:t>
      </w:r>
      <w:r>
        <w:rPr>
          <w:rtl/>
        </w:rPr>
        <w:t>اگرچہ پہلے دو پہلو مغرب كى فكرى روايت مي</w:t>
      </w:r>
      <w:r w:rsidR="000A0CDC">
        <w:rPr>
          <w:rtl/>
        </w:rPr>
        <w:t xml:space="preserve">ں </w:t>
      </w:r>
      <w:r>
        <w:rPr>
          <w:rtl/>
        </w:rPr>
        <w:t>اہميت كے حامل ہي</w:t>
      </w:r>
      <w:r w:rsidR="000A0CDC">
        <w:rPr>
          <w:rtl/>
        </w:rPr>
        <w:t xml:space="preserve">ں </w:t>
      </w:r>
      <w:r>
        <w:rPr>
          <w:rtl/>
        </w:rPr>
        <w:t xml:space="preserve">ليكن تيسرا پہلو واضح طور پر غائب يا خاموش ہے_ اس ترتيب سے فرديد اس نتيجہ پر پہنچتے </w:t>
      </w:r>
    </w:p>
    <w:p w:rsidR="0061102A" w:rsidRDefault="00CD1BB5" w:rsidP="00BE6934">
      <w:pPr>
        <w:pStyle w:val="libLine"/>
        <w:rPr>
          <w:rtl/>
        </w:rPr>
      </w:pPr>
      <w:r>
        <w:rPr>
          <w:rtl/>
        </w:rPr>
        <w:t>____________________</w:t>
      </w:r>
    </w:p>
    <w:p w:rsidR="003767C2" w:rsidRDefault="0061102A" w:rsidP="00BE6934">
      <w:pPr>
        <w:pStyle w:val="libFootnote"/>
      </w:pPr>
      <w:r>
        <w:rPr>
          <w:rtl/>
        </w:rPr>
        <w:t>1) سيد فخرالدين شادمان، تسخير تمدن فرنگي، آرايش و پيرايش زبان، تہران ،ص 23_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ہي</w:t>
      </w:r>
      <w:r w:rsidR="000A0CDC">
        <w:rPr>
          <w:rtl/>
        </w:rPr>
        <w:t xml:space="preserve">ں </w:t>
      </w:r>
      <w:r>
        <w:rPr>
          <w:rtl/>
        </w:rPr>
        <w:t>كہ مغرب كو بھى ايك فلسفے اور ضابطہ حيات كے عنوان سے الوداع كہنا چاہيے ،انكے تجزيہ كے مطابق مغرب كا مقابلہ كرنے كيلئے اسكے فلسفہ كى حقيقت اور جڑ سے آگاہ ہونا چاہيے حقيقت مي</w:t>
      </w:r>
      <w:r w:rsidR="000A0CDC">
        <w:rPr>
          <w:rtl/>
        </w:rPr>
        <w:t xml:space="preserve">ں </w:t>
      </w:r>
      <w:r>
        <w:rPr>
          <w:rtl/>
        </w:rPr>
        <w:t>فرديد اپنى شناخت پيدا كرنے كيلئے دوسرو</w:t>
      </w:r>
      <w:r w:rsidR="000A0CDC">
        <w:rPr>
          <w:rtl/>
        </w:rPr>
        <w:t xml:space="preserve">ں </w:t>
      </w:r>
      <w:r>
        <w:rPr>
          <w:rtl/>
        </w:rPr>
        <w:t>كى شناخت كو ضرورى شرط سمجھتے تھے_</w:t>
      </w:r>
      <w:r w:rsidRPr="00F67D4B">
        <w:rPr>
          <w:rStyle w:val="libFootnotenumChar"/>
          <w:rtl/>
        </w:rPr>
        <w:t>(1)</w:t>
      </w:r>
      <w:r>
        <w:rPr>
          <w:rtl/>
        </w:rPr>
        <w:t xml:space="preserve"> </w:t>
      </w:r>
    </w:p>
    <w:p w:rsidR="0061102A" w:rsidRDefault="0061102A" w:rsidP="00BE6934">
      <w:pPr>
        <w:pStyle w:val="libNormal"/>
        <w:rPr>
          <w:rtl/>
        </w:rPr>
      </w:pPr>
      <w:r>
        <w:rPr>
          <w:rtl/>
        </w:rPr>
        <w:t>جلال آل احمد (48 _ 2_13) كہ جنكا علما گھرانے سے تعلق تھا_انہو</w:t>
      </w:r>
      <w:r w:rsidR="000A0CDC">
        <w:rPr>
          <w:rtl/>
        </w:rPr>
        <w:t xml:space="preserve">ں </w:t>
      </w:r>
      <w:r>
        <w:rPr>
          <w:rtl/>
        </w:rPr>
        <w:t>نے مغرب پرستى كى بحث كو معاشرتى اور سياسى افق سے بيان كيا ،1341 شمسى مي</w:t>
      </w:r>
      <w:r w:rsidR="000A0CDC">
        <w:rPr>
          <w:rtl/>
        </w:rPr>
        <w:t xml:space="preserve">ں </w:t>
      </w:r>
      <w:r>
        <w:rPr>
          <w:rtl/>
        </w:rPr>
        <w:t>انكى ايك كتاب '' غرب زدگي'' شايع ہوئي بعد مي</w:t>
      </w:r>
      <w:r w:rsidR="000A0CDC">
        <w:rPr>
          <w:rtl/>
        </w:rPr>
        <w:t xml:space="preserve">ں </w:t>
      </w:r>
      <w:r>
        <w:rPr>
          <w:rtl/>
        </w:rPr>
        <w:t>چند عشرو</w:t>
      </w:r>
      <w:r w:rsidR="000A0CDC">
        <w:rPr>
          <w:rtl/>
        </w:rPr>
        <w:t xml:space="preserve">ں </w:t>
      </w:r>
      <w:r>
        <w:rPr>
          <w:rtl/>
        </w:rPr>
        <w:t>تك ايرانى مفكرين كے درميان مقبول رہى ، منتقدى اس كتاب كو سب سے پہلا ايسا مشرقى رسالہ سمجھتے ہي</w:t>
      </w:r>
      <w:r w:rsidR="000A0CDC">
        <w:rPr>
          <w:rtl/>
        </w:rPr>
        <w:t xml:space="preserve">ں </w:t>
      </w:r>
      <w:r>
        <w:rPr>
          <w:rtl/>
        </w:rPr>
        <w:t>كہ جس نے مغرب اورمغربى استعمار كے مقابلے مي</w:t>
      </w:r>
      <w:r w:rsidR="000A0CDC">
        <w:rPr>
          <w:rtl/>
        </w:rPr>
        <w:t xml:space="preserve">ں </w:t>
      </w:r>
      <w:r>
        <w:rPr>
          <w:rtl/>
        </w:rPr>
        <w:t>مشرق كى صورت حال كو روشن كيا اور اسے عالمى معاشرتى اہميت كا حامل بتايا_</w:t>
      </w:r>
      <w:r w:rsidRPr="00F67D4B">
        <w:rPr>
          <w:rStyle w:val="libFootnotenumChar"/>
          <w:rtl/>
        </w:rPr>
        <w:t>(2)</w:t>
      </w:r>
      <w:r>
        <w:rPr>
          <w:rtl/>
        </w:rPr>
        <w:t xml:space="preserve"> </w:t>
      </w:r>
    </w:p>
    <w:p w:rsidR="0061102A" w:rsidRDefault="0061102A" w:rsidP="00BE6934">
      <w:pPr>
        <w:pStyle w:val="libNormal"/>
        <w:rPr>
          <w:rtl/>
        </w:rPr>
      </w:pPr>
      <w:r>
        <w:rPr>
          <w:rtl/>
        </w:rPr>
        <w:t>آل احمد كا يہ نظريہ تھا كہ ايرانى لوگ مشينى زندگى اور مغرب كے حملے كے مقابلے مي</w:t>
      </w:r>
      <w:r w:rsidR="000A0CDC">
        <w:rPr>
          <w:rtl/>
        </w:rPr>
        <w:t xml:space="preserve">ں </w:t>
      </w:r>
      <w:r>
        <w:rPr>
          <w:rtl/>
        </w:rPr>
        <w:t>اپنى ثقافتى اور تاريخى شخصيت كو نہي</w:t>
      </w:r>
      <w:r w:rsidR="000A0CDC">
        <w:rPr>
          <w:rtl/>
        </w:rPr>
        <w:t xml:space="preserve">ں </w:t>
      </w:r>
      <w:r>
        <w:rPr>
          <w:rtl/>
        </w:rPr>
        <w:t>بچا سكے بلكہ مضمحل اور منتشر ہو چكے ہي</w:t>
      </w:r>
      <w:r w:rsidR="000A0CDC">
        <w:rPr>
          <w:rtl/>
        </w:rPr>
        <w:t xml:space="preserve">ں </w:t>
      </w:r>
      <w:r>
        <w:rPr>
          <w:rtl/>
        </w:rPr>
        <w:t>اور صرف مغربى شكل اپنا چكے ہي</w:t>
      </w:r>
      <w:r w:rsidR="000A0CDC">
        <w:rPr>
          <w:rtl/>
        </w:rPr>
        <w:t xml:space="preserve">ں </w:t>
      </w:r>
      <w:r>
        <w:rPr>
          <w:rtl/>
        </w:rPr>
        <w:t xml:space="preserve">_ </w:t>
      </w:r>
    </w:p>
    <w:p w:rsidR="0061102A" w:rsidRDefault="0061102A" w:rsidP="00BE6934">
      <w:pPr>
        <w:pStyle w:val="libNormal"/>
        <w:rPr>
          <w:rtl/>
        </w:rPr>
      </w:pPr>
      <w:r>
        <w:rPr>
          <w:rtl/>
        </w:rPr>
        <w:t>آل احمد نے پہلى بار مغربى تہذيب كا مقابلہ كرنے كيلئے دينى علماء كى قوت كى طرف اشارہ كيا اور واضح كيا كہ جب بھى دانشورحضرات اور دينى علماء باہمى اتحاد كے ساتھ آگے بڑھي</w:t>
      </w:r>
      <w:r w:rsidR="000A0CDC">
        <w:rPr>
          <w:rtl/>
        </w:rPr>
        <w:t xml:space="preserve">ں </w:t>
      </w:r>
      <w:r>
        <w:rPr>
          <w:rtl/>
        </w:rPr>
        <w:t>گے_ تو اس معاشرتى مقابلے مي</w:t>
      </w:r>
      <w:r w:rsidR="000A0CDC">
        <w:rPr>
          <w:rtl/>
        </w:rPr>
        <w:t xml:space="preserve">ں </w:t>
      </w:r>
      <w:r>
        <w:rPr>
          <w:rtl/>
        </w:rPr>
        <w:t>مثبت اور متاثر كن نتايج پائي</w:t>
      </w:r>
      <w:r w:rsidR="000A0CDC">
        <w:rPr>
          <w:rtl/>
        </w:rPr>
        <w:t xml:space="preserve">ں </w:t>
      </w:r>
      <w:r>
        <w:rPr>
          <w:rtl/>
        </w:rPr>
        <w:t>گے،در اصل وہ زير لب جديدت اور روايت پسندى كے اتحاد كى تجويز دے رہے تھے اور ان دونو</w:t>
      </w:r>
      <w:r w:rsidR="000A0CDC">
        <w:rPr>
          <w:rtl/>
        </w:rPr>
        <w:t xml:space="preserve">ں </w:t>
      </w:r>
      <w:r>
        <w:rPr>
          <w:rtl/>
        </w:rPr>
        <w:t>كو اجتماعى و معاشرتى سطح پر مقابلہ كرنے كيلئے مل جل كر كام كرنے كى دعوت دے رہے تھے_</w:t>
      </w:r>
      <w:r w:rsidRPr="00F67D4B">
        <w:rPr>
          <w:rStyle w:val="libFootnotenumChar"/>
          <w:rtl/>
        </w:rPr>
        <w:t>(3)</w:t>
      </w:r>
      <w:r>
        <w:rPr>
          <w:rtl/>
        </w:rPr>
        <w:t xml:space="preserve"> </w:t>
      </w:r>
    </w:p>
    <w:p w:rsidR="0061102A" w:rsidRDefault="0061102A" w:rsidP="00BE6934">
      <w:pPr>
        <w:pStyle w:val="libNormal"/>
        <w:rPr>
          <w:rtl/>
        </w:rPr>
      </w:pPr>
      <w:r>
        <w:rPr>
          <w:rtl/>
        </w:rPr>
        <w:t>سب سے پہلے عالم كہ جنہو</w:t>
      </w:r>
      <w:r w:rsidR="000A0CDC">
        <w:rPr>
          <w:rtl/>
        </w:rPr>
        <w:t xml:space="preserve">ں </w:t>
      </w:r>
      <w:r>
        <w:rPr>
          <w:rtl/>
        </w:rPr>
        <w:t xml:space="preserve">نے مغربى آئيڈيالوجى كى جگہ اسلام كو ايك سياسى آئيڈيالوجى كى صورت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مہرزاد بروجردي، روشنفكرى ايرانى اور غرب، ترجمہ جمشيد شيرازي، تہران، ص 108 _ 107_ </w:t>
      </w:r>
    </w:p>
    <w:p w:rsidR="0061102A" w:rsidRDefault="0061102A" w:rsidP="00BE6934">
      <w:pPr>
        <w:pStyle w:val="libFootnote"/>
        <w:rPr>
          <w:rtl/>
        </w:rPr>
      </w:pPr>
      <w:r>
        <w:rPr>
          <w:rtl/>
        </w:rPr>
        <w:t xml:space="preserve">2) سابقہ ماخذ، ص 111 _ 110_ </w:t>
      </w:r>
    </w:p>
    <w:p w:rsidR="003767C2" w:rsidRDefault="0061102A" w:rsidP="00BE6934">
      <w:pPr>
        <w:pStyle w:val="libFootnote"/>
      </w:pPr>
      <w:r>
        <w:rPr>
          <w:rtl/>
        </w:rPr>
        <w:t>3) جلال آل احمد، غرب زدگي، تہران، ص 28 ، در خدمت و خيانت روشنفكران ، تہران، ج 2 ، ص 52_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مي</w:t>
      </w:r>
      <w:r w:rsidR="000A0CDC">
        <w:rPr>
          <w:rtl/>
        </w:rPr>
        <w:t xml:space="preserve">ں </w:t>
      </w:r>
      <w:r>
        <w:rPr>
          <w:rtl/>
        </w:rPr>
        <w:t>پيش كيا وہ امام خمينى تھے ، امام نے اسلامى روايات اور ثقافت سے آگاہى اور عوامى طبقات كو مغرب اوراسكى تابع حكومت كے مقابلے مي</w:t>
      </w:r>
      <w:r w:rsidR="000A0CDC">
        <w:rPr>
          <w:rtl/>
        </w:rPr>
        <w:t xml:space="preserve">ں </w:t>
      </w:r>
      <w:r>
        <w:rPr>
          <w:rtl/>
        </w:rPr>
        <w:t>جہاد كى دعوت ديتے ہوئے آل احمد كے آئيڈيل يعنى اجتماعى جد و جہد كرنے كيلئے علماء اور دانشورحضرات كى ہمراہى كو حقيقت مي</w:t>
      </w:r>
      <w:r w:rsidR="000A0CDC">
        <w:rPr>
          <w:rtl/>
        </w:rPr>
        <w:t xml:space="preserve">ں </w:t>
      </w:r>
      <w:r>
        <w:rPr>
          <w:rtl/>
        </w:rPr>
        <w:t>بدل ديا_ انہو</w:t>
      </w:r>
      <w:r w:rsidR="000A0CDC">
        <w:rPr>
          <w:rtl/>
        </w:rPr>
        <w:t xml:space="preserve">ں </w:t>
      </w:r>
      <w:r>
        <w:rPr>
          <w:rtl/>
        </w:rPr>
        <w:t>نے سياسى سطح پر عوام كو تيار كرتے ہوئے دوران جديد مي</w:t>
      </w:r>
      <w:r w:rsidR="000A0CDC">
        <w:rPr>
          <w:rtl/>
        </w:rPr>
        <w:t xml:space="preserve">ں </w:t>
      </w:r>
      <w:r>
        <w:rPr>
          <w:rtl/>
        </w:rPr>
        <w:t xml:space="preserve">سب سے پہلے مذہبى انقلاب كى تصوير كھينچى وہ انقلاب كہ جس نے اس كليہ كہ ''انقلاب ترقي دين سے نجات '' كو ختم كرديا اور دوبارہ دين كے پرچم كو لہرا ديا_ </w:t>
      </w:r>
      <w:r w:rsidRPr="00F67D4B">
        <w:rPr>
          <w:rStyle w:val="libFootnotenumChar"/>
          <w:rtl/>
        </w:rPr>
        <w:t>(1)</w:t>
      </w:r>
      <w:r>
        <w:rPr>
          <w:rtl/>
        </w:rPr>
        <w:t xml:space="preserve"> ا </w:t>
      </w:r>
    </w:p>
    <w:p w:rsidR="0061102A" w:rsidRDefault="0061102A" w:rsidP="00BE6934">
      <w:pPr>
        <w:pStyle w:val="libNormal"/>
        <w:rPr>
          <w:rtl/>
        </w:rPr>
      </w:pPr>
      <w:r>
        <w:rPr>
          <w:rtl/>
        </w:rPr>
        <w:t>صل مي</w:t>
      </w:r>
      <w:r w:rsidR="000A0CDC">
        <w:rPr>
          <w:rtl/>
        </w:rPr>
        <w:t xml:space="preserve">ں </w:t>
      </w:r>
      <w:r>
        <w:rPr>
          <w:rtl/>
        </w:rPr>
        <w:t>امام كے انقلابى نظريات كے سائے تلے اسلامى جديديت اور روشن خيالى نے اپنى بنياد تشكيل دي_ اور على شريعتى (1356 _ 1312 شمسى ) جيسے مفكر كو ايرانى معاشرہ كے سپرد كيا_ شريعتى كہ جنہو</w:t>
      </w:r>
      <w:r w:rsidR="000A0CDC">
        <w:rPr>
          <w:rtl/>
        </w:rPr>
        <w:t xml:space="preserve">ں </w:t>
      </w:r>
      <w:r>
        <w:rPr>
          <w:rtl/>
        </w:rPr>
        <w:t>نے فرانس مي</w:t>
      </w:r>
      <w:r w:rsidR="000A0CDC">
        <w:rPr>
          <w:rtl/>
        </w:rPr>
        <w:t xml:space="preserve">ں </w:t>
      </w:r>
      <w:r>
        <w:rPr>
          <w:rtl/>
        </w:rPr>
        <w:t>سماجيات مي</w:t>
      </w:r>
      <w:r w:rsidR="000A0CDC">
        <w:rPr>
          <w:rtl/>
        </w:rPr>
        <w:t xml:space="preserve">ں </w:t>
      </w:r>
      <w:r>
        <w:rPr>
          <w:rtl/>
        </w:rPr>
        <w:t>تعليم حاصل كى تھي_ ايك مذہبى فيملى مي</w:t>
      </w:r>
      <w:r w:rsidR="000A0CDC">
        <w:rPr>
          <w:rtl/>
        </w:rPr>
        <w:t xml:space="preserve">ں </w:t>
      </w:r>
      <w:r>
        <w:rPr>
          <w:rtl/>
        </w:rPr>
        <w:t>پيدا ہوئے تھے وہ اسلام پر ايك نئي نگاہ كى تلاش مي</w:t>
      </w:r>
      <w:r w:rsidR="000A0CDC">
        <w:rPr>
          <w:rtl/>
        </w:rPr>
        <w:t xml:space="preserve">ں </w:t>
      </w:r>
      <w:r>
        <w:rPr>
          <w:rtl/>
        </w:rPr>
        <w:t>تھے كہ جو مسلمانو</w:t>
      </w:r>
      <w:r w:rsidR="000A0CDC">
        <w:rPr>
          <w:rtl/>
        </w:rPr>
        <w:t xml:space="preserve">ں </w:t>
      </w:r>
      <w:r>
        <w:rPr>
          <w:rtl/>
        </w:rPr>
        <w:t>كو مغرب كے مقابلے مي</w:t>
      </w:r>
      <w:r w:rsidR="000A0CDC">
        <w:rPr>
          <w:rtl/>
        </w:rPr>
        <w:t xml:space="preserve">ں </w:t>
      </w:r>
      <w:r>
        <w:rPr>
          <w:rtl/>
        </w:rPr>
        <w:t>مسلح كرے_ انہو</w:t>
      </w:r>
      <w:r w:rsidR="000A0CDC">
        <w:rPr>
          <w:rtl/>
        </w:rPr>
        <w:t xml:space="preserve">ں </w:t>
      </w:r>
      <w:r>
        <w:rPr>
          <w:rtl/>
        </w:rPr>
        <w:t>نے اپنے حقيقى نظريہ كو '' اپنى طرف لوٹنا'' كے عنوان سے پيش كيا_ شريعتى نے قوم پرست اہل نظر كے رد عمل مي</w:t>
      </w:r>
      <w:r w:rsidR="000A0CDC">
        <w:rPr>
          <w:rtl/>
        </w:rPr>
        <w:t xml:space="preserve">ں </w:t>
      </w:r>
      <w:r>
        <w:rPr>
          <w:rtl/>
        </w:rPr>
        <w:t>واضح كيا كہ ايرانيو</w:t>
      </w:r>
      <w:r w:rsidR="000A0CDC">
        <w:rPr>
          <w:rtl/>
        </w:rPr>
        <w:t xml:space="preserve">ں </w:t>
      </w:r>
      <w:r>
        <w:rPr>
          <w:rtl/>
        </w:rPr>
        <w:t>كے نزديك اپنى طرف لوٹنے سے مراد اسلام سے قبل كے ايران كى طرف لوٹنا نہي</w:t>
      </w:r>
      <w:r w:rsidR="000A0CDC">
        <w:rPr>
          <w:rtl/>
        </w:rPr>
        <w:t xml:space="preserve">ں </w:t>
      </w:r>
      <w:r>
        <w:rPr>
          <w:rtl/>
        </w:rPr>
        <w:t>ہے بلكہ اسكا مطلب اسلامى اصولو</w:t>
      </w:r>
      <w:r w:rsidR="000A0CDC">
        <w:rPr>
          <w:rtl/>
        </w:rPr>
        <w:t xml:space="preserve">ں </w:t>
      </w:r>
      <w:r>
        <w:rPr>
          <w:rtl/>
        </w:rPr>
        <w:t xml:space="preserve">كى طرف لوٹنا ہے_ </w:t>
      </w:r>
    </w:p>
    <w:p w:rsidR="0061102A" w:rsidRDefault="0061102A" w:rsidP="00BE6934">
      <w:pPr>
        <w:pStyle w:val="libNormal"/>
        <w:rPr>
          <w:rtl/>
        </w:rPr>
      </w:pPr>
      <w:r>
        <w:rPr>
          <w:rtl/>
        </w:rPr>
        <w:t>شريعتى كى نظر مي</w:t>
      </w:r>
      <w:r w:rsidR="000A0CDC">
        <w:rPr>
          <w:rtl/>
        </w:rPr>
        <w:t xml:space="preserve">ں </w:t>
      </w:r>
      <w:r>
        <w:rPr>
          <w:rtl/>
        </w:rPr>
        <w:t>مشرق و مغرب مي</w:t>
      </w:r>
      <w:r w:rsidR="000A0CDC">
        <w:rPr>
          <w:rtl/>
        </w:rPr>
        <w:t xml:space="preserve">ں </w:t>
      </w:r>
      <w:r>
        <w:rPr>
          <w:rtl/>
        </w:rPr>
        <w:t>مختلف نمونہ ہائے عمل نے مختلف خصوصيات كو وجود بخشا_ مغرب مي</w:t>
      </w:r>
      <w:r w:rsidR="000A0CDC">
        <w:rPr>
          <w:rtl/>
        </w:rPr>
        <w:t xml:space="preserve">ں </w:t>
      </w:r>
      <w:r>
        <w:rPr>
          <w:rtl/>
        </w:rPr>
        <w:t>عقلى رجحان، مادى رجحان، حقائق كى طرف رجحان اور منفعت پسندى جبكہ مشرق مي</w:t>
      </w:r>
      <w:r w:rsidR="000A0CDC">
        <w:rPr>
          <w:rtl/>
        </w:rPr>
        <w:t xml:space="preserve">ں </w:t>
      </w:r>
      <w:r>
        <w:rPr>
          <w:rtl/>
        </w:rPr>
        <w:t>الہى روحانى ، اجتماعي، عقيدتى اور اخلاقى صفات، اسى ليے مغرب فلسفى نگاہ سے ظاہر اورموجود حقيقت كے تعاقب مي</w:t>
      </w:r>
      <w:r w:rsidR="000A0CDC">
        <w:rPr>
          <w:rtl/>
        </w:rPr>
        <w:t xml:space="preserve">ں </w:t>
      </w:r>
      <w:r>
        <w:rPr>
          <w:rtl/>
        </w:rPr>
        <w:t>نكلا جبكہ مشرق اس حقيقت كى تلاش مي</w:t>
      </w:r>
      <w:r w:rsidR="000A0CDC">
        <w:rPr>
          <w:rtl/>
        </w:rPr>
        <w:t xml:space="preserve">ں </w:t>
      </w:r>
      <w:r>
        <w:rPr>
          <w:rtl/>
        </w:rPr>
        <w:t>چلا كہ جو ہونى چاہيے تھي_</w:t>
      </w:r>
      <w:r w:rsidRPr="00F67D4B">
        <w:rPr>
          <w:rStyle w:val="libFootnotenumChar"/>
          <w:rtl/>
        </w:rPr>
        <w:t>(2)</w:t>
      </w:r>
      <w:r>
        <w:rPr>
          <w:rtl/>
        </w:rPr>
        <w:t xml:space="preserve"> </w:t>
      </w:r>
    </w:p>
    <w:p w:rsidR="0061102A" w:rsidRDefault="0061102A" w:rsidP="00BE6934">
      <w:pPr>
        <w:pStyle w:val="libNormal"/>
        <w:rPr>
          <w:rtl/>
        </w:rPr>
      </w:pPr>
      <w:r>
        <w:rPr>
          <w:rtl/>
        </w:rPr>
        <w:t>اسلامى انقلاب كے بعد تين موضوعات مغرب پرستي( شادمان، فرديد ، آل احمد) ،اسلامى شريعت كا احيائ( امام خمينى ) اوراپنى طرف لوٹنا ( شريعتى ) نے فكرى اعتبار سے ايران مي</w:t>
      </w:r>
      <w:r w:rsidR="000A0CDC">
        <w:rPr>
          <w:rtl/>
        </w:rPr>
        <w:t xml:space="preserve">ں </w:t>
      </w:r>
      <w:r>
        <w:rPr>
          <w:rtl/>
        </w:rPr>
        <w:t xml:space="preserve">اسلامى جمہوريہ كى نئي بپا ہونے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ہشام جعيط ، بحران فرہنگ اسلامي، ترجمہ سيد غلامرضا تہامي، تہران، ص 150_ </w:t>
      </w:r>
    </w:p>
    <w:p w:rsidR="003767C2" w:rsidRDefault="0061102A" w:rsidP="00BE6934">
      <w:pPr>
        <w:pStyle w:val="libFootnote"/>
      </w:pPr>
      <w:r>
        <w:rPr>
          <w:rtl/>
        </w:rPr>
        <w:t>2) على شريعتي، از كجا آغاز كنيم؟ ج 20 ، تہران، ص 282_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والى حكومت كو قوت بخشي_ اگرچہ عمل كے اعتبار سے دوسرى بحث سياسى اور ثقافتى سطح پر زيادہ تسلط ركھتى تھى اور ايرانى معاشرہ اسكے بيان كيے گئے اصولو</w:t>
      </w:r>
      <w:r w:rsidR="000A0CDC">
        <w:rPr>
          <w:rtl/>
        </w:rPr>
        <w:t xml:space="preserve">ں </w:t>
      </w:r>
      <w:r>
        <w:rPr>
          <w:rtl/>
        </w:rPr>
        <w:t>كے مطابق چل رہا تھا_ اسلامى جمہوريہ ايران مغربى تہذيب كى عالم اسلام پر يلغار كے مقابلے مي</w:t>
      </w:r>
      <w:r w:rsidR="000A0CDC">
        <w:rPr>
          <w:rtl/>
        </w:rPr>
        <w:t xml:space="preserve">ں </w:t>
      </w:r>
      <w:r>
        <w:rPr>
          <w:rtl/>
        </w:rPr>
        <w:t xml:space="preserve">قوميت اور شيعہ اسلامى مكتب فكر كے امتزاج سے ايك مضبوط متبادل نظام شمار ہوتا ہے_ </w:t>
      </w:r>
    </w:p>
    <w:p w:rsidR="0061102A" w:rsidRDefault="0061102A" w:rsidP="00BE6934">
      <w:pPr>
        <w:pStyle w:val="libNormal"/>
        <w:rPr>
          <w:rtl/>
        </w:rPr>
      </w:pPr>
      <w:r>
        <w:rPr>
          <w:rtl/>
        </w:rPr>
        <w:t>انيسوي</w:t>
      </w:r>
      <w:r w:rsidR="000A0CDC">
        <w:rPr>
          <w:rtl/>
        </w:rPr>
        <w:t xml:space="preserve">ں </w:t>
      </w:r>
      <w:r>
        <w:rPr>
          <w:rtl/>
        </w:rPr>
        <w:t>صدى كے اختتام اور بيسوي</w:t>
      </w:r>
      <w:r w:rsidR="000A0CDC">
        <w:rPr>
          <w:rtl/>
        </w:rPr>
        <w:t xml:space="preserve">ں </w:t>
      </w:r>
      <w:r>
        <w:rPr>
          <w:rtl/>
        </w:rPr>
        <w:t>صدى كے آغاز مي</w:t>
      </w:r>
      <w:r w:rsidR="000A0CDC">
        <w:rPr>
          <w:rtl/>
        </w:rPr>
        <w:t xml:space="preserve">ں </w:t>
      </w:r>
      <w:r>
        <w:rPr>
          <w:rtl/>
        </w:rPr>
        <w:t>عرب مفكرين جو عالم اسلام كا قابل ذكر اور بڑاحصہ شمار ہوتے ہي</w:t>
      </w:r>
      <w:r w:rsidR="000A0CDC">
        <w:rPr>
          <w:rtl/>
        </w:rPr>
        <w:t xml:space="preserve">ں </w:t>
      </w:r>
      <w:r>
        <w:rPr>
          <w:rtl/>
        </w:rPr>
        <w:t>انہو</w:t>
      </w:r>
      <w:r w:rsidR="000A0CDC">
        <w:rPr>
          <w:rtl/>
        </w:rPr>
        <w:t xml:space="preserve">ں </w:t>
      </w:r>
      <w:r>
        <w:rPr>
          <w:rtl/>
        </w:rPr>
        <w:t>نے مغرب كى ثقافتى اور سياسى سطح پريلغار كے مقابلے مي</w:t>
      </w:r>
      <w:r w:rsidR="000A0CDC">
        <w:rPr>
          <w:rtl/>
        </w:rPr>
        <w:t xml:space="preserve">ں </w:t>
      </w:r>
      <w:r>
        <w:rPr>
          <w:rtl/>
        </w:rPr>
        <w:t>رد عمل كا اظہار كيا_ اس رد عمل كو پانج پہلوو</w:t>
      </w:r>
      <w:r w:rsidR="000A0CDC">
        <w:rPr>
          <w:rtl/>
        </w:rPr>
        <w:t xml:space="preserve">ں </w:t>
      </w:r>
      <w:r>
        <w:rPr>
          <w:rtl/>
        </w:rPr>
        <w:t>مي</w:t>
      </w:r>
      <w:r w:rsidR="000A0CDC">
        <w:rPr>
          <w:rtl/>
        </w:rPr>
        <w:t xml:space="preserve">ں </w:t>
      </w:r>
      <w:r>
        <w:rPr>
          <w:rtl/>
        </w:rPr>
        <w:t xml:space="preserve">تقسيم كيا جاسكتا ہے: </w:t>
      </w:r>
    </w:p>
    <w:p w:rsidR="0061102A" w:rsidRDefault="0061102A" w:rsidP="00BE6934">
      <w:pPr>
        <w:pStyle w:val="libNormal"/>
        <w:rPr>
          <w:rtl/>
        </w:rPr>
      </w:pPr>
      <w:r>
        <w:rPr>
          <w:rtl/>
        </w:rPr>
        <w:t>1 _ قومى ونسلى تفريق: عبدالرحمان كواكبى ( 1902 _ 1848عيسوى ) نے مسلمانو</w:t>
      </w:r>
      <w:r w:rsidR="000A0CDC">
        <w:rPr>
          <w:rtl/>
        </w:rPr>
        <w:t xml:space="preserve">ں </w:t>
      </w:r>
      <w:r>
        <w:rPr>
          <w:rtl/>
        </w:rPr>
        <w:t>مي</w:t>
      </w:r>
      <w:r w:rsidR="000A0CDC">
        <w:rPr>
          <w:rtl/>
        </w:rPr>
        <w:t xml:space="preserve">ں </w:t>
      </w:r>
      <w:r>
        <w:rPr>
          <w:rtl/>
        </w:rPr>
        <w:t>مغرب مخالف احساسات كى قومى فطرى خصوصيات كى بناء پر تشريح كي_ وہ مغرب والو</w:t>
      </w:r>
      <w:r w:rsidR="000A0CDC">
        <w:rPr>
          <w:rtl/>
        </w:rPr>
        <w:t xml:space="preserve">ں </w:t>
      </w:r>
      <w:r>
        <w:rPr>
          <w:rtl/>
        </w:rPr>
        <w:t>كو مادّى زندگى كے قائل، نفسانى خواہشات كے گرويدہ، انتقام جو، مال و دولت پسند اور حريص سمجھتے تھے جبكہ شرق والو</w:t>
      </w:r>
      <w:r w:rsidR="000A0CDC">
        <w:rPr>
          <w:rtl/>
        </w:rPr>
        <w:t xml:space="preserve">ں </w:t>
      </w:r>
      <w:r>
        <w:rPr>
          <w:rtl/>
        </w:rPr>
        <w:t>كو اہل ادب و حيا، لطيف روح كے حامل اور محبت آميز رويے والے سمجھتے تھے_</w:t>
      </w:r>
      <w:r w:rsidRPr="00F67D4B">
        <w:rPr>
          <w:rStyle w:val="libFootnotenumChar"/>
          <w:rtl/>
        </w:rPr>
        <w:t>(1)</w:t>
      </w:r>
      <w:r>
        <w:rPr>
          <w:rtl/>
        </w:rPr>
        <w:t xml:space="preserve"> </w:t>
      </w:r>
    </w:p>
    <w:p w:rsidR="0061102A" w:rsidRDefault="0061102A" w:rsidP="00BE6934">
      <w:pPr>
        <w:pStyle w:val="libNormal"/>
        <w:rPr>
          <w:rtl/>
        </w:rPr>
      </w:pPr>
      <w:r>
        <w:rPr>
          <w:rtl/>
        </w:rPr>
        <w:t>2 _ ثقافتى برتري: مغربى زندگى كا طرز عمل مشرقى شيوہ زندگى كى نسبت پست شمار كيا گيا_ ايك عربى مفكر كا نظريہ تھا كہ اہل شرق اہل يورپ كى تقليد چھوڑدي</w:t>
      </w:r>
      <w:r w:rsidR="000A0CDC">
        <w:rPr>
          <w:rtl/>
        </w:rPr>
        <w:t xml:space="preserve">ں </w:t>
      </w:r>
      <w:r>
        <w:rPr>
          <w:rtl/>
        </w:rPr>
        <w:t>كيونكہ يہ تقليد نہ صرف يہ كہ اہل مشرق كو مالى لحاظ سے مغرب والو</w:t>
      </w:r>
      <w:r w:rsidR="000A0CDC">
        <w:rPr>
          <w:rtl/>
        </w:rPr>
        <w:t xml:space="preserve">ں </w:t>
      </w:r>
      <w:r>
        <w:rPr>
          <w:rtl/>
        </w:rPr>
        <w:t>كے تسلط مي</w:t>
      </w:r>
      <w:r w:rsidR="000A0CDC">
        <w:rPr>
          <w:rtl/>
        </w:rPr>
        <w:t xml:space="preserve">ں </w:t>
      </w:r>
      <w:r>
        <w:rPr>
          <w:rtl/>
        </w:rPr>
        <w:t>لے آئي ہے بلكہ باعث بنى ہے كہ مغرب والے اپنے سياسى مقاصد حاصل كرسكي</w:t>
      </w:r>
      <w:r w:rsidR="000A0CDC">
        <w:rPr>
          <w:rtl/>
        </w:rPr>
        <w:t xml:space="preserve">ں </w:t>
      </w:r>
      <w:r>
        <w:rPr>
          <w:rtl/>
        </w:rPr>
        <w:t>اور مشرق والو</w:t>
      </w:r>
      <w:r w:rsidR="000A0CDC">
        <w:rPr>
          <w:rtl/>
        </w:rPr>
        <w:t xml:space="preserve">ں </w:t>
      </w:r>
      <w:r>
        <w:rPr>
          <w:rtl/>
        </w:rPr>
        <w:t>كو ذليل كرسكي</w:t>
      </w:r>
      <w:r w:rsidR="000A0CDC">
        <w:rPr>
          <w:rtl/>
        </w:rPr>
        <w:t xml:space="preserve">ں </w:t>
      </w:r>
      <w:r>
        <w:rPr>
          <w:rtl/>
        </w:rPr>
        <w:t xml:space="preserve">_ </w:t>
      </w:r>
      <w:r w:rsidRPr="00F67D4B">
        <w:rPr>
          <w:rStyle w:val="libFootnotenumChar"/>
          <w:rtl/>
        </w:rPr>
        <w:t>(2)</w:t>
      </w:r>
      <w:r>
        <w:rPr>
          <w:rtl/>
        </w:rPr>
        <w:t xml:space="preserve"> </w:t>
      </w:r>
    </w:p>
    <w:p w:rsidR="0061102A" w:rsidRDefault="0061102A" w:rsidP="00BE6934">
      <w:pPr>
        <w:pStyle w:val="libNormal"/>
        <w:rPr>
          <w:rtl/>
        </w:rPr>
      </w:pPr>
      <w:r>
        <w:rPr>
          <w:rtl/>
        </w:rPr>
        <w:t>3 _ مغرب كا تجاوز كرنا: كواكبى كى نظر مي</w:t>
      </w:r>
      <w:r w:rsidR="000A0CDC">
        <w:rPr>
          <w:rtl/>
        </w:rPr>
        <w:t xml:space="preserve">ں </w:t>
      </w:r>
      <w:r>
        <w:rPr>
          <w:rtl/>
        </w:rPr>
        <w:t>مغرب والے فطرتاً جارح ہي</w:t>
      </w:r>
      <w:r w:rsidR="000A0CDC">
        <w:rPr>
          <w:rtl/>
        </w:rPr>
        <w:t xml:space="preserve">ں </w:t>
      </w:r>
      <w:r>
        <w:rPr>
          <w:rtl/>
        </w:rPr>
        <w:t>اور ديگر اقوام كے مقابلے مي</w:t>
      </w:r>
      <w:r w:rsidR="000A0CDC">
        <w:rPr>
          <w:rtl/>
        </w:rPr>
        <w:t xml:space="preserve">ں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عبدالرحمان كواكبي، طبايع الاستبداد ، ترجمہ عبدالحسين قاجار، ص 100_ </w:t>
      </w:r>
    </w:p>
    <w:p w:rsidR="003767C2" w:rsidRDefault="0061102A" w:rsidP="00BE6934">
      <w:pPr>
        <w:pStyle w:val="libFootnote"/>
      </w:pPr>
      <w:r>
        <w:rPr>
          <w:rtl/>
        </w:rPr>
        <w:t>2) ہشام شرالى ، روشنفكران عرب و غرب ، ترجمہ عبدالرحمان عالم، ص 111_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احساس برترى كا شكار ہي</w:t>
      </w:r>
      <w:r w:rsidR="000A0CDC">
        <w:rPr>
          <w:rtl/>
        </w:rPr>
        <w:t xml:space="preserve">ں </w:t>
      </w:r>
      <w:r>
        <w:rPr>
          <w:rtl/>
        </w:rPr>
        <w:t>انكى نظر مي</w:t>
      </w:r>
      <w:r w:rsidR="000A0CDC">
        <w:rPr>
          <w:rtl/>
        </w:rPr>
        <w:t xml:space="preserve">ں </w:t>
      </w:r>
      <w:r>
        <w:rPr>
          <w:rtl/>
        </w:rPr>
        <w:t>مغرب مي</w:t>
      </w:r>
      <w:r w:rsidR="000A0CDC">
        <w:rPr>
          <w:rtl/>
        </w:rPr>
        <w:t xml:space="preserve">ں </w:t>
      </w:r>
      <w:r>
        <w:rPr>
          <w:rtl/>
        </w:rPr>
        <w:t>امپريالزم (استعماريت) مغربى لوگو</w:t>
      </w:r>
      <w:r w:rsidR="000A0CDC">
        <w:rPr>
          <w:rtl/>
        </w:rPr>
        <w:t xml:space="preserve">ں </w:t>
      </w:r>
      <w:r>
        <w:rPr>
          <w:rtl/>
        </w:rPr>
        <w:t>كى فطرى درندہ خو طبيعت كا ظہور ہے_</w:t>
      </w:r>
      <w:r w:rsidRPr="00F67D4B">
        <w:rPr>
          <w:rStyle w:val="libFootnotenumChar"/>
          <w:rtl/>
        </w:rPr>
        <w:t>(1)</w:t>
      </w:r>
      <w:r>
        <w:rPr>
          <w:rtl/>
        </w:rPr>
        <w:t xml:space="preserve"> </w:t>
      </w:r>
    </w:p>
    <w:p w:rsidR="0061102A" w:rsidRDefault="0061102A" w:rsidP="00BE6934">
      <w:pPr>
        <w:pStyle w:val="libNormal"/>
        <w:rPr>
          <w:rtl/>
        </w:rPr>
      </w:pPr>
      <w:r>
        <w:rPr>
          <w:rtl/>
        </w:rPr>
        <w:t>4 _ مغرب كى برى نيت: سياسى اور اقتصادى سطح پر انكى جاہ طلبيو</w:t>
      </w:r>
      <w:r w:rsidR="000A0CDC">
        <w:rPr>
          <w:rtl/>
        </w:rPr>
        <w:t xml:space="preserve">ں </w:t>
      </w:r>
      <w:r>
        <w:rPr>
          <w:rtl/>
        </w:rPr>
        <w:t>سے قطع نظر مغرب ايك تسلط پسند تہذيب كے عنوان سے ہراس چيز كو ختم كرنے پر تلى ہوئي ہے كہ جو اس سے رابطے مي</w:t>
      </w:r>
      <w:r w:rsidR="000A0CDC">
        <w:rPr>
          <w:rtl/>
        </w:rPr>
        <w:t xml:space="preserve">ں </w:t>
      </w:r>
      <w:r>
        <w:rPr>
          <w:rtl/>
        </w:rPr>
        <w:t>ہو; مغرب نہ صرف يہ كہ لوگو</w:t>
      </w:r>
      <w:r w:rsidR="000A0CDC">
        <w:rPr>
          <w:rtl/>
        </w:rPr>
        <w:t xml:space="preserve">ں </w:t>
      </w:r>
      <w:r>
        <w:rPr>
          <w:rtl/>
        </w:rPr>
        <w:t>كو غلام بناتاہے بلكہ انكى زندگى كى بنيادو</w:t>
      </w:r>
      <w:r w:rsidR="000A0CDC">
        <w:rPr>
          <w:rtl/>
        </w:rPr>
        <w:t xml:space="preserve">ں </w:t>
      </w:r>
      <w:r>
        <w:rPr>
          <w:rtl/>
        </w:rPr>
        <w:t xml:space="preserve">كو بھى بوسيدہ كرديتاہے_ </w:t>
      </w:r>
    </w:p>
    <w:p w:rsidR="0061102A" w:rsidRDefault="0061102A" w:rsidP="00BE6934">
      <w:pPr>
        <w:pStyle w:val="libNormal"/>
        <w:rPr>
          <w:rtl/>
        </w:rPr>
      </w:pPr>
      <w:r>
        <w:rPr>
          <w:rtl/>
        </w:rPr>
        <w:t>5 _ جھوٹى تہذيب: آيا واقعاً مغرب مہذب ہے؟ مغرب مي</w:t>
      </w:r>
      <w:r w:rsidR="000A0CDC">
        <w:rPr>
          <w:rtl/>
        </w:rPr>
        <w:t xml:space="preserve">ں </w:t>
      </w:r>
      <w:r>
        <w:rPr>
          <w:rtl/>
        </w:rPr>
        <w:t>روحانى فقر كى طرف بار بار اشارہ كيا جا چكا ہے_ ايك عرب مفكر كے مطابق آزادى كا وہ نظريہ كہ جسكے بارے مي</w:t>
      </w:r>
      <w:r w:rsidR="000A0CDC">
        <w:rPr>
          <w:rtl/>
        </w:rPr>
        <w:t xml:space="preserve">ں </w:t>
      </w:r>
      <w:r>
        <w:rPr>
          <w:rtl/>
        </w:rPr>
        <w:t>اہل مغرب بحث كرتے ہي</w:t>
      </w:r>
      <w:r w:rsidR="000A0CDC">
        <w:rPr>
          <w:rtl/>
        </w:rPr>
        <w:t xml:space="preserve">ں </w:t>
      </w:r>
      <w:r>
        <w:rPr>
          <w:rtl/>
        </w:rPr>
        <w:t>وہ اہل مغرب ، اہل مشرق، مسلمانو</w:t>
      </w:r>
      <w:r w:rsidR="000A0CDC">
        <w:rPr>
          <w:rtl/>
        </w:rPr>
        <w:t xml:space="preserve">ں </w:t>
      </w:r>
      <w:r>
        <w:rPr>
          <w:rtl/>
        </w:rPr>
        <w:t>، عيسائيو</w:t>
      </w:r>
      <w:r w:rsidR="000A0CDC">
        <w:rPr>
          <w:rtl/>
        </w:rPr>
        <w:t xml:space="preserve">ں </w:t>
      </w:r>
      <w:r>
        <w:rPr>
          <w:rtl/>
        </w:rPr>
        <w:t>، پروٹيسٹنٹ اور كيھتولك فرقو</w:t>
      </w:r>
      <w:r w:rsidR="000A0CDC">
        <w:rPr>
          <w:rtl/>
        </w:rPr>
        <w:t xml:space="preserve">ں </w:t>
      </w:r>
      <w:r>
        <w:rPr>
          <w:rtl/>
        </w:rPr>
        <w:t>كے درميان فرق كا قائل ہے لذا اس قسم كے نظريے كو جھٹلا دينا چاہے اور رد كرنا چاہيے _</w:t>
      </w:r>
      <w:r w:rsidRPr="00F67D4B">
        <w:rPr>
          <w:rStyle w:val="libFootnotenumChar"/>
          <w:rtl/>
        </w:rPr>
        <w:t>(2)</w:t>
      </w:r>
      <w:r>
        <w:rPr>
          <w:rtl/>
        </w:rPr>
        <w:t xml:space="preserve"> </w:t>
      </w:r>
    </w:p>
    <w:p w:rsidR="0061102A" w:rsidRDefault="0061102A" w:rsidP="00BE6934">
      <w:pPr>
        <w:pStyle w:val="libNormal"/>
        <w:rPr>
          <w:rtl/>
        </w:rPr>
      </w:pPr>
      <w:r>
        <w:rPr>
          <w:rtl/>
        </w:rPr>
        <w:t>يہ مذكورہ پانج ابعاد حقيقت مي</w:t>
      </w:r>
      <w:r w:rsidR="000A0CDC">
        <w:rPr>
          <w:rtl/>
        </w:rPr>
        <w:t xml:space="preserve">ں </w:t>
      </w:r>
      <w:r>
        <w:rPr>
          <w:rtl/>
        </w:rPr>
        <w:t>مغربى تہذيب پر تنقيد مي</w:t>
      </w:r>
      <w:r w:rsidR="000A0CDC">
        <w:rPr>
          <w:rtl/>
        </w:rPr>
        <w:t xml:space="preserve">ں </w:t>
      </w:r>
      <w:r>
        <w:rPr>
          <w:rtl/>
        </w:rPr>
        <w:t>پيش پيش عرب مفكرين كے نظريات كا مجموعہ ہي</w:t>
      </w:r>
      <w:r w:rsidR="000A0CDC">
        <w:rPr>
          <w:rtl/>
        </w:rPr>
        <w:t xml:space="preserve">ں </w:t>
      </w:r>
      <w:r>
        <w:rPr>
          <w:rtl/>
        </w:rPr>
        <w:t>_ سب سے پہلے عرب مفكر كہ جنہو</w:t>
      </w:r>
      <w:r w:rsidR="000A0CDC">
        <w:rPr>
          <w:rtl/>
        </w:rPr>
        <w:t xml:space="preserve">ں </w:t>
      </w:r>
      <w:r>
        <w:rPr>
          <w:rtl/>
        </w:rPr>
        <w:t>نے مغرب كے ثقافتى اور سياسى غلبہ كے رد عمل مي</w:t>
      </w:r>
      <w:r w:rsidR="000A0CDC">
        <w:rPr>
          <w:rtl/>
        </w:rPr>
        <w:t xml:space="preserve">ں </w:t>
      </w:r>
      <w:r>
        <w:rPr>
          <w:rtl/>
        </w:rPr>
        <w:t>اسلام كے احياء كيلئے دقيق ضوابط معين كيے_ شيخ محمد عبدہ (195 _ 1849) تھے _ عبدہ نے بيدارى كى اس تحريك كو بڑھانے كيلئے چار اہم مراحل معين كيے_ سب سے پہلا مرحلہ مغرب كے مقلدانہ دلائل سے فكر كو آزاد كرنا _ دوسرا مرحلہ دين كى صحيح سمجھ بوجھ جو در اصل صدر اسلام كے دور كے اصولو</w:t>
      </w:r>
      <w:r w:rsidR="000A0CDC">
        <w:rPr>
          <w:rtl/>
        </w:rPr>
        <w:t xml:space="preserve">ں </w:t>
      </w:r>
      <w:r>
        <w:rPr>
          <w:rtl/>
        </w:rPr>
        <w:t>كى طرف لوٹنا تھا تيسرا مرحلہ يہ تھا كہ ابتدائي اسلام كے اصولو</w:t>
      </w:r>
      <w:r w:rsidR="000A0CDC">
        <w:rPr>
          <w:rtl/>
        </w:rPr>
        <w:t xml:space="preserve">ں </w:t>
      </w:r>
      <w:r>
        <w:rPr>
          <w:rtl/>
        </w:rPr>
        <w:t>كو قرآن و سنت مي</w:t>
      </w:r>
      <w:r w:rsidR="000A0CDC">
        <w:rPr>
          <w:rtl/>
        </w:rPr>
        <w:t xml:space="preserve">ں </w:t>
      </w:r>
      <w:r>
        <w:rPr>
          <w:rtl/>
        </w:rPr>
        <w:t>تلاش كيا جائے نہ كہ فرقو</w:t>
      </w:r>
      <w:r w:rsidR="000A0CDC">
        <w:rPr>
          <w:rtl/>
        </w:rPr>
        <w:t xml:space="preserve">ں </w:t>
      </w:r>
      <w:r>
        <w:rPr>
          <w:rtl/>
        </w:rPr>
        <w:t>، اور دينى رہبرو</w:t>
      </w:r>
      <w:r w:rsidR="000A0CDC">
        <w:rPr>
          <w:rtl/>
        </w:rPr>
        <w:t xml:space="preserve">ں </w:t>
      </w:r>
      <w:r>
        <w:rPr>
          <w:rtl/>
        </w:rPr>
        <w:t>اور علماء كے سلسلے مي</w:t>
      </w:r>
      <w:r w:rsidR="000A0CDC">
        <w:rPr>
          <w:rtl/>
        </w:rPr>
        <w:t xml:space="preserve">ں </w:t>
      </w:r>
      <w:r>
        <w:rPr>
          <w:rtl/>
        </w:rPr>
        <w:t xml:space="preserve">سے ڈھونڈا جائے،چوتھا مرحلہ اسلام كى تفسير كيلئے عقلى معيار بنانا تھا البتہ يہ عقلى رجحان قرآن و سنت سے اخذ شدہ ہو </w:t>
      </w:r>
      <w:r w:rsidRPr="00F67D4B">
        <w:rPr>
          <w:rStyle w:val="libFootnotenumChar"/>
          <w:rtl/>
        </w:rPr>
        <w:t>(3)</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عبدالرحمان كواكبي، سابقہ ماخذ ، ص 135_ </w:t>
      </w:r>
    </w:p>
    <w:p w:rsidR="0061102A" w:rsidRDefault="0061102A" w:rsidP="00BE6934">
      <w:pPr>
        <w:pStyle w:val="libFootnote"/>
        <w:rPr>
          <w:rtl/>
        </w:rPr>
      </w:pPr>
      <w:r>
        <w:rPr>
          <w:rtl/>
        </w:rPr>
        <w:t xml:space="preserve">2) ہشام شرابى ، سابقہ ماخذ ، ص 113 _ 112_ </w:t>
      </w:r>
    </w:p>
    <w:p w:rsidR="003767C2" w:rsidRDefault="0061102A" w:rsidP="00BE6934">
      <w:pPr>
        <w:pStyle w:val="libFootnote"/>
      </w:pPr>
      <w:r>
        <w:rPr>
          <w:rtl/>
        </w:rPr>
        <w:t>3) سابقہ ماخذ ص 45 _ 44_</w:t>
      </w:r>
      <w:r w:rsidR="0069392F">
        <w:rPr>
          <w:rtl/>
        </w:rPr>
        <w:cr/>
      </w:r>
      <w:r w:rsidR="0069392F">
        <w:rPr>
          <w:rtl/>
        </w:rPr>
        <w:br w:type="page"/>
      </w:r>
      <w:r w:rsidR="0069392F">
        <w:rPr>
          <w:rtl/>
        </w:rPr>
        <w:lastRenderedPageBreak/>
        <w:cr/>
      </w:r>
    </w:p>
    <w:p w:rsidR="0061102A" w:rsidRDefault="0061102A" w:rsidP="00BE6934">
      <w:pPr>
        <w:pStyle w:val="libNormal"/>
        <w:rPr>
          <w:rtl/>
        </w:rPr>
      </w:pPr>
      <w:r>
        <w:rPr>
          <w:rtl/>
        </w:rPr>
        <w:t>يہ چار مراحل جن كى نظرى بنياد عبدہ نے ركھى اپنے سياسى پہلو مي</w:t>
      </w:r>
      <w:r w:rsidR="000A0CDC">
        <w:rPr>
          <w:rtl/>
        </w:rPr>
        <w:t xml:space="preserve">ں </w:t>
      </w:r>
      <w:r>
        <w:rPr>
          <w:rtl/>
        </w:rPr>
        <w:t>مغرب كے خلاف ايك رد عمل ہونے كے ساتھ ساتھ ايك اصلاح پسند تحريك بھى تھى جو اس سعى و كوشش مي</w:t>
      </w:r>
      <w:r w:rsidR="000A0CDC">
        <w:rPr>
          <w:rtl/>
        </w:rPr>
        <w:t xml:space="preserve">ں </w:t>
      </w:r>
      <w:r>
        <w:rPr>
          <w:rtl/>
        </w:rPr>
        <w:t>تھى كہ عالم اسلام مي</w:t>
      </w:r>
      <w:r w:rsidR="000A0CDC">
        <w:rPr>
          <w:rtl/>
        </w:rPr>
        <w:t xml:space="preserve">ں </w:t>
      </w:r>
      <w:r>
        <w:rPr>
          <w:rtl/>
        </w:rPr>
        <w:t>زوال كى وجہ، مغرب كى برتري، طاقت كى بناء پر روابط اور اتحاد دو يكجہتى كے مفہوم كى عقلى تفسير كى جائے، لہذا يہ ايك سياسى اور معاشرتى آئيڈيالوجى كى صورت مي</w:t>
      </w:r>
      <w:r w:rsidR="000A0CDC">
        <w:rPr>
          <w:rtl/>
        </w:rPr>
        <w:t xml:space="preserve">ں </w:t>
      </w:r>
      <w:r>
        <w:rPr>
          <w:rtl/>
        </w:rPr>
        <w:t>ظاہر ہوئي جو مغرب مي</w:t>
      </w:r>
      <w:r w:rsidR="000A0CDC">
        <w:rPr>
          <w:rtl/>
        </w:rPr>
        <w:t xml:space="preserve">ں </w:t>
      </w:r>
      <w:r>
        <w:rPr>
          <w:rtl/>
        </w:rPr>
        <w:t xml:space="preserve">رائج نظريات مثلا سوشلزم، نيشنلزم اور لبرلزم كى نسبت انفراديت ليے ہوئے تھي_ </w:t>
      </w:r>
    </w:p>
    <w:p w:rsidR="0061102A" w:rsidRDefault="0061102A" w:rsidP="00BE6934">
      <w:pPr>
        <w:pStyle w:val="libNormal"/>
        <w:rPr>
          <w:rtl/>
        </w:rPr>
      </w:pPr>
      <w:r>
        <w:rPr>
          <w:rtl/>
        </w:rPr>
        <w:t>ايك اہم مسئلہ كہ جو مغربى تہذيب كى مشرق سے مطابقت كو مشكل اور دشوار كر رہا تھا يہ تھا كہ مغرب مي</w:t>
      </w:r>
      <w:r w:rsidR="000A0CDC">
        <w:rPr>
          <w:rtl/>
        </w:rPr>
        <w:t xml:space="preserve">ں </w:t>
      </w:r>
      <w:r>
        <w:rPr>
          <w:rtl/>
        </w:rPr>
        <w:t>تہذيب بتدريج تشكيل پا ئي تھى اور اس نے ايك خاص انداز مي</w:t>
      </w:r>
      <w:r w:rsidR="000A0CDC">
        <w:rPr>
          <w:rtl/>
        </w:rPr>
        <w:t xml:space="preserve">ں </w:t>
      </w:r>
      <w:r>
        <w:rPr>
          <w:rtl/>
        </w:rPr>
        <w:t>اپنے پير جمائے تھے ليكن اس تہذيب كے اثرات بغير كسى تمہيد اور تيارى كے سرعت كے ساتھ مشرق مي</w:t>
      </w:r>
      <w:r w:rsidR="000A0CDC">
        <w:rPr>
          <w:rtl/>
        </w:rPr>
        <w:t xml:space="preserve">ں </w:t>
      </w:r>
      <w:r>
        <w:rPr>
          <w:rtl/>
        </w:rPr>
        <w:t>داخل ہوئے تو دينى اور قومى روايات و اقدار كے ساتھ ٹكرا گئے _ جسكے نتيجہ مي</w:t>
      </w:r>
      <w:r w:rsidR="000A0CDC">
        <w:rPr>
          <w:rtl/>
        </w:rPr>
        <w:t xml:space="preserve">ں </w:t>
      </w:r>
      <w:r>
        <w:rPr>
          <w:rtl/>
        </w:rPr>
        <w:t>باہمى كشمكش اور ٹكراؤ كے حالات پيدا ہوئے_</w:t>
      </w:r>
      <w:r w:rsidRPr="00F67D4B">
        <w:rPr>
          <w:rStyle w:val="libFootnotenumChar"/>
          <w:rtl/>
        </w:rPr>
        <w:t>(1)</w:t>
      </w:r>
      <w:r>
        <w:rPr>
          <w:rtl/>
        </w:rPr>
        <w:t xml:space="preserve"> يہ ٹكراؤ جوآزادى اور ڈيموكريسى كے نام سے عالم مشرق پر مسلط كيے گئے اور انكا رد عمل جوبيسوي</w:t>
      </w:r>
      <w:r w:rsidR="000A0CDC">
        <w:rPr>
          <w:rtl/>
        </w:rPr>
        <w:t xml:space="preserve">ں </w:t>
      </w:r>
      <w:r>
        <w:rPr>
          <w:rtl/>
        </w:rPr>
        <w:t>صدى مي</w:t>
      </w:r>
      <w:r w:rsidR="000A0CDC">
        <w:rPr>
          <w:rtl/>
        </w:rPr>
        <w:t xml:space="preserve">ں </w:t>
      </w:r>
      <w:r>
        <w:rPr>
          <w:rtl/>
        </w:rPr>
        <w:t>اسلامى اور ملى تحريكو</w:t>
      </w:r>
      <w:r w:rsidR="000A0CDC">
        <w:rPr>
          <w:rtl/>
        </w:rPr>
        <w:t xml:space="preserve">ں </w:t>
      </w:r>
      <w:r>
        <w:rPr>
          <w:rtl/>
        </w:rPr>
        <w:t>كى صورت مي</w:t>
      </w:r>
      <w:r w:rsidR="000A0CDC">
        <w:rPr>
          <w:rtl/>
        </w:rPr>
        <w:t xml:space="preserve">ں </w:t>
      </w:r>
      <w:r>
        <w:rPr>
          <w:rtl/>
        </w:rPr>
        <w:t>ظاہر ہوا ،يہ تحريكي</w:t>
      </w:r>
      <w:r w:rsidR="000A0CDC">
        <w:rPr>
          <w:rtl/>
        </w:rPr>
        <w:t xml:space="preserve">ں </w:t>
      </w:r>
      <w:r>
        <w:rPr>
          <w:rtl/>
        </w:rPr>
        <w:t>جو مغرب كے خلاف تھي</w:t>
      </w:r>
      <w:r w:rsidR="000A0CDC">
        <w:rPr>
          <w:rtl/>
        </w:rPr>
        <w:t xml:space="preserve">ں </w:t>
      </w:r>
      <w:r>
        <w:rPr>
          <w:rtl/>
        </w:rPr>
        <w:t>اور آزادى اور جمہوريت كى خواہا</w:t>
      </w:r>
      <w:r w:rsidR="000A0CDC">
        <w:rPr>
          <w:rtl/>
        </w:rPr>
        <w:t xml:space="preserve">ں </w:t>
      </w:r>
      <w:r>
        <w:rPr>
          <w:rtl/>
        </w:rPr>
        <w:t>تھي</w:t>
      </w:r>
      <w:r w:rsidR="000A0CDC">
        <w:rPr>
          <w:rtl/>
        </w:rPr>
        <w:t xml:space="preserve">ں </w:t>
      </w:r>
      <w:r>
        <w:rPr>
          <w:rtl/>
        </w:rPr>
        <w:t>ليكن وہ آزادى اور جمہوريت جومغربى نہ ہو ،عالم مشرق بالخصوص مسلمان ان مفاہيم كو اپنے روايتى اور ملى نظام مي</w:t>
      </w:r>
      <w:r w:rsidR="000A0CDC">
        <w:rPr>
          <w:rtl/>
        </w:rPr>
        <w:t xml:space="preserve">ں </w:t>
      </w:r>
      <w:r>
        <w:rPr>
          <w:rtl/>
        </w:rPr>
        <w:t xml:space="preserve">ڈھونڈ رہے تھے_ </w:t>
      </w:r>
    </w:p>
    <w:p w:rsidR="0061102A" w:rsidRDefault="0061102A" w:rsidP="00BE6934">
      <w:pPr>
        <w:pStyle w:val="libNormal"/>
        <w:rPr>
          <w:rtl/>
        </w:rPr>
      </w:pPr>
      <w:r>
        <w:rPr>
          <w:rtl/>
        </w:rPr>
        <w:t>احمد على سعيد ( آدونيس)ايك شاعر اور معاصر عرب مفكر مغربى تہذيب كے بارے مي</w:t>
      </w:r>
      <w:r w:rsidR="000A0CDC">
        <w:rPr>
          <w:rtl/>
        </w:rPr>
        <w:t xml:space="preserve">ں </w:t>
      </w:r>
      <w:r>
        <w:rPr>
          <w:rtl/>
        </w:rPr>
        <w:t>كہتے ہي</w:t>
      </w:r>
      <w:r w:rsidR="000A0CDC">
        <w:rPr>
          <w:rtl/>
        </w:rPr>
        <w:t xml:space="preserve">ں </w:t>
      </w:r>
      <w:r>
        <w:rPr>
          <w:rtl/>
        </w:rPr>
        <w:t>'' اب يورپ پر يقين نہي</w:t>
      </w:r>
      <w:r w:rsidR="000A0CDC">
        <w:rPr>
          <w:rtl/>
        </w:rPr>
        <w:t xml:space="preserve">ں </w:t>
      </w:r>
      <w:r>
        <w:rPr>
          <w:rtl/>
        </w:rPr>
        <w:t>ہے ، اب انكے سياسى نظام اور فلسفو</w:t>
      </w:r>
      <w:r w:rsidR="000A0CDC">
        <w:rPr>
          <w:rtl/>
        </w:rPr>
        <w:t xml:space="preserve">ں </w:t>
      </w:r>
      <w:r>
        <w:rPr>
          <w:rtl/>
        </w:rPr>
        <w:t>پر ايمان نہي</w:t>
      </w:r>
      <w:r w:rsidR="000A0CDC">
        <w:rPr>
          <w:rtl/>
        </w:rPr>
        <w:t xml:space="preserve">ں </w:t>
      </w:r>
      <w:r>
        <w:rPr>
          <w:rtl/>
        </w:rPr>
        <w:t>رہا ...انكا معاشرتى ڈھانچہ و غيرہ ديمك زدہ ہے _</w:t>
      </w:r>
      <w:r w:rsidRPr="00F67D4B">
        <w:rPr>
          <w:rStyle w:val="libFootnotenumChar"/>
          <w:rtl/>
        </w:rPr>
        <w:t>(2)</w:t>
      </w:r>
      <w:r>
        <w:rPr>
          <w:rtl/>
        </w:rPr>
        <w:t xml:space="preserve"> </w:t>
      </w:r>
    </w:p>
    <w:p w:rsidR="0061102A" w:rsidRDefault="003A7D4A" w:rsidP="00BE6934">
      <w:pPr>
        <w:pStyle w:val="libLine"/>
        <w:rPr>
          <w:rtl/>
        </w:rPr>
      </w:pPr>
      <w:r>
        <w:rPr>
          <w:rtl/>
        </w:rPr>
        <w:t>____________________</w:t>
      </w:r>
    </w:p>
    <w:p w:rsidR="0061102A" w:rsidRDefault="0061102A" w:rsidP="00BE6934">
      <w:pPr>
        <w:pStyle w:val="libFootnote"/>
        <w:rPr>
          <w:rtl/>
        </w:rPr>
      </w:pPr>
      <w:r>
        <w:rPr>
          <w:rtl/>
        </w:rPr>
        <w:t xml:space="preserve">1) احمد امين ، پيشگامان مسلمان تجدد گرائي در عصر جديد، ترجمہ حسن يوسفى اشكوري_ ص 354 _ 353_ </w:t>
      </w:r>
    </w:p>
    <w:p w:rsidR="003767C2" w:rsidRDefault="0061102A" w:rsidP="00BE6934">
      <w:pPr>
        <w:pStyle w:val="libFootnote"/>
      </w:pPr>
      <w:r>
        <w:rPr>
          <w:rtl/>
        </w:rPr>
        <w:t>2) ہشام شرابى ، سابقہ ماخذ، ص 152_</w:t>
      </w:r>
      <w:r w:rsidR="0069392F">
        <w:rPr>
          <w:rtl/>
        </w:rPr>
        <w:cr/>
      </w:r>
      <w:r w:rsidR="0069392F">
        <w:rPr>
          <w:rtl/>
        </w:rPr>
        <w:br w:type="page"/>
      </w:r>
      <w:r w:rsidR="0069392F">
        <w:rPr>
          <w:rtl/>
        </w:rPr>
        <w:lastRenderedPageBreak/>
        <w:cr/>
      </w:r>
    </w:p>
    <w:p w:rsidR="0061102A" w:rsidRDefault="0061102A" w:rsidP="00BE6934">
      <w:pPr>
        <w:pStyle w:val="Heading2Center"/>
        <w:rPr>
          <w:rtl/>
        </w:rPr>
      </w:pPr>
      <w:bookmarkStart w:id="178" w:name="_Toc268734"/>
      <w:r>
        <w:rPr>
          <w:rtl/>
        </w:rPr>
        <w:t>منابع و مآخذ</w:t>
      </w:r>
      <w:bookmarkEnd w:id="178"/>
    </w:p>
    <w:p w:rsidR="0061102A" w:rsidRDefault="0061102A" w:rsidP="00BE6934">
      <w:pPr>
        <w:pStyle w:val="libNormal"/>
        <w:rPr>
          <w:rtl/>
        </w:rPr>
      </w:pPr>
      <w:r>
        <w:rPr>
          <w:rtl/>
        </w:rPr>
        <w:t xml:space="preserve">1_ باتامور، تام، مكتب فرانكفورت، ترجمہ حسينعلى نوذري، تہران، نشرني </w:t>
      </w:r>
    </w:p>
    <w:p w:rsidR="0061102A" w:rsidRDefault="0061102A" w:rsidP="00BE6934">
      <w:pPr>
        <w:pStyle w:val="libNormal"/>
        <w:rPr>
          <w:rtl/>
        </w:rPr>
      </w:pPr>
      <w:r>
        <w:rPr>
          <w:rtl/>
        </w:rPr>
        <w:t xml:space="preserve">2 تاملينسون، جان،جہانى شدن و فرہنگ، ترجمہ محسن حكيمي، تہران، دفتر پوہشہاى فرہنگى 1381 </w:t>
      </w:r>
    </w:p>
    <w:p w:rsidR="0061102A" w:rsidRDefault="0061102A" w:rsidP="00BE6934">
      <w:pPr>
        <w:pStyle w:val="libNormal"/>
        <w:rPr>
          <w:rtl/>
        </w:rPr>
      </w:pPr>
      <w:r>
        <w:rPr>
          <w:rtl/>
        </w:rPr>
        <w:t xml:space="preserve">3 سعيد، ادوارد، فرہنگ و امپرياليسم، ترجمہ اكبر افسري، تہران، توس </w:t>
      </w:r>
    </w:p>
    <w:p w:rsidR="0061102A" w:rsidRDefault="0061102A" w:rsidP="00BE6934">
      <w:pPr>
        <w:pStyle w:val="libNormal"/>
        <w:rPr>
          <w:rtl/>
        </w:rPr>
      </w:pPr>
      <w:r>
        <w:rPr>
          <w:rtl/>
        </w:rPr>
        <w:t xml:space="preserve">4 لش، اسكاتف جامعہ شناسى پست مدرنيسم، ترجمہ حسن چاوشيان، تہران، مركز1383 </w:t>
      </w:r>
    </w:p>
    <w:p w:rsidR="0061102A" w:rsidRDefault="0061102A" w:rsidP="00BE6934">
      <w:pPr>
        <w:pStyle w:val="libNormal"/>
        <w:rPr>
          <w:rtl/>
        </w:rPr>
      </w:pPr>
      <w:r>
        <w:rPr>
          <w:rtl/>
        </w:rPr>
        <w:t xml:space="preserve">5 آباديان، حسين، انديشہ دينى و جنبش ضد ريم در ايران، تہران، مؤسسہ مطالعات تاريخ معاصر ايران، 1376 </w:t>
      </w:r>
    </w:p>
    <w:p w:rsidR="0061102A" w:rsidRDefault="0061102A" w:rsidP="00BE6934">
      <w:pPr>
        <w:pStyle w:val="libNormal"/>
        <w:rPr>
          <w:rtl/>
        </w:rPr>
      </w:pPr>
      <w:r>
        <w:rPr>
          <w:rtl/>
        </w:rPr>
        <w:t xml:space="preserve">6______ ، روايت ايرانى جنگہاى ايران و روس، تہران، مركز اسناد و تاريخ ديپلماسي، 1380 </w:t>
      </w:r>
    </w:p>
    <w:p w:rsidR="0061102A" w:rsidRDefault="0061102A" w:rsidP="00BE6934">
      <w:pPr>
        <w:pStyle w:val="libNormal"/>
        <w:rPr>
          <w:rtl/>
        </w:rPr>
      </w:pPr>
      <w:r>
        <w:rPr>
          <w:rtl/>
        </w:rPr>
        <w:t xml:space="preserve">7 ______، مبانى نظرى حكومت مشروطہ و مشروعہ، تہران ، نشر نى ، 1374 </w:t>
      </w:r>
    </w:p>
    <w:p w:rsidR="0061102A" w:rsidRDefault="0061102A" w:rsidP="00BE6934">
      <w:pPr>
        <w:pStyle w:val="libNormal"/>
        <w:rPr>
          <w:rtl/>
        </w:rPr>
      </w:pPr>
      <w:r>
        <w:rPr>
          <w:rtl/>
        </w:rPr>
        <w:t xml:space="preserve">8 آرنولد، توماس واكرد، وآلفرد گيوم، ميراث اسلام، ترجمہ مصطفى علم، تہران، انتشارات مہر، 1325 </w:t>
      </w:r>
    </w:p>
    <w:p w:rsidR="0061102A" w:rsidRDefault="0061102A" w:rsidP="00BE6934">
      <w:pPr>
        <w:pStyle w:val="libNormal"/>
        <w:rPr>
          <w:rtl/>
        </w:rPr>
      </w:pPr>
      <w:r>
        <w:rPr>
          <w:rtl/>
        </w:rPr>
        <w:t xml:space="preserve">9_ آريا، غلامعلى ، طريقہ چشتيہ در ہند و پاكستان، تہران ، كتابفروشى زوار ، 1365 </w:t>
      </w:r>
    </w:p>
    <w:p w:rsidR="0061102A" w:rsidRDefault="0061102A" w:rsidP="00BE6934">
      <w:pPr>
        <w:pStyle w:val="libNormal"/>
        <w:rPr>
          <w:rtl/>
        </w:rPr>
      </w:pPr>
      <w:r>
        <w:rPr>
          <w:rtl/>
        </w:rPr>
        <w:t xml:space="preserve">10_ آند، يعقوب(ترجمہ و تدوين) ، ادبيان نوين تركيہ، تہران ، 1364 </w:t>
      </w:r>
    </w:p>
    <w:p w:rsidR="0061102A" w:rsidRDefault="0061102A" w:rsidP="00BE6934">
      <w:pPr>
        <w:pStyle w:val="libNormal"/>
        <w:rPr>
          <w:rtl/>
        </w:rPr>
      </w:pPr>
      <w:r>
        <w:rPr>
          <w:rtl/>
        </w:rPr>
        <w:t xml:space="preserve">11 آقايي، بہمن، و خسرو صفوي، اخوان المسلمين، تہران،نشر رسام، 1365 </w:t>
      </w:r>
    </w:p>
    <w:p w:rsidR="0061102A" w:rsidRDefault="0061102A" w:rsidP="00BE6934">
      <w:pPr>
        <w:pStyle w:val="libNormal"/>
        <w:rPr>
          <w:rtl/>
        </w:rPr>
      </w:pPr>
      <w:r>
        <w:rPr>
          <w:rtl/>
        </w:rPr>
        <w:t xml:space="preserve">12 آل احمد، جلال ، غرب زدگى در خدمت و خيانت روشنفكران،تہران 1375 </w:t>
      </w:r>
    </w:p>
    <w:p w:rsidR="0061102A" w:rsidRDefault="0061102A" w:rsidP="00BE6934">
      <w:pPr>
        <w:pStyle w:val="libNormal"/>
        <w:rPr>
          <w:rtl/>
        </w:rPr>
      </w:pPr>
      <w:r>
        <w:rPr>
          <w:rtl/>
        </w:rPr>
        <w:t xml:space="preserve">13آلفونسو نالينو، كرلو، تاريخ نجوم اسلامي، ترجمہ احمد آرام، تہران 1349 </w:t>
      </w:r>
    </w:p>
    <w:p w:rsidR="0061102A" w:rsidRDefault="0061102A" w:rsidP="00BE6934">
      <w:pPr>
        <w:pStyle w:val="libNormal"/>
        <w:rPr>
          <w:rtl/>
        </w:rPr>
      </w:pPr>
      <w:r>
        <w:rPr>
          <w:rtl/>
        </w:rPr>
        <w:t xml:space="preserve">14 آناند گومارا، سوامي، مقدمہ اى بر ہنر ہند، ترجمہ امير حسين ذكو گو، انتشارات روزنہ، 1383 </w:t>
      </w:r>
    </w:p>
    <w:p w:rsidR="0061102A" w:rsidRDefault="0061102A" w:rsidP="00BE6934">
      <w:pPr>
        <w:pStyle w:val="libNormal"/>
        <w:rPr>
          <w:rtl/>
        </w:rPr>
      </w:pPr>
      <w:r>
        <w:rPr>
          <w:rtl/>
        </w:rPr>
        <w:t xml:space="preserve">15_ آيتي، محمد ابراہيم، اندلس يا تاريخ حكومت مسلمين در اروپا، انتشارات دانشگاہ تہران، 1363 </w:t>
      </w:r>
    </w:p>
    <w:p w:rsidR="0061102A" w:rsidRDefault="0061102A" w:rsidP="00BE6934">
      <w:pPr>
        <w:pStyle w:val="libNormal"/>
        <w:rPr>
          <w:rtl/>
        </w:rPr>
      </w:pPr>
      <w:r>
        <w:rPr>
          <w:rtl/>
        </w:rPr>
        <w:t xml:space="preserve">16_ ابراہيم تيموري، عصر بى خبرى يا تاريخ امتيازات در ايران، تہران، اقبال، چ4، 1363 </w:t>
      </w:r>
    </w:p>
    <w:p w:rsidR="0061102A" w:rsidRDefault="0061102A" w:rsidP="00BE6934">
      <w:pPr>
        <w:pStyle w:val="libNormal"/>
        <w:rPr>
          <w:rtl/>
        </w:rPr>
      </w:pPr>
      <w:r>
        <w:rPr>
          <w:rtl/>
        </w:rPr>
        <w:t xml:space="preserve">17ابن خلدون، مقدمہ ابن خلدون، ترجمہ محمد پروين گنابادي، تہران، بنگاہ ترجمہ و نشر كتاب 1336 </w:t>
      </w:r>
    </w:p>
    <w:p w:rsidR="003767C2" w:rsidRDefault="0061102A" w:rsidP="00BE6934">
      <w:pPr>
        <w:pStyle w:val="libNormal"/>
        <w:rPr>
          <w:rtl/>
        </w:rPr>
      </w:pPr>
      <w:r>
        <w:rPr>
          <w:rtl/>
        </w:rPr>
        <w:t xml:space="preserve">18 ابن خلكان، وفيات الاعيان، قاہرہ، 1275ق </w:t>
      </w:r>
    </w:p>
    <w:p w:rsidR="003767C2" w:rsidRDefault="003767C2" w:rsidP="00BE6934">
      <w:pPr>
        <w:pStyle w:val="libNormal"/>
        <w:rPr>
          <w:rtl/>
        </w:rPr>
      </w:pPr>
      <w:r>
        <w:rPr>
          <w:rtl/>
        </w:rPr>
        <w:br w:type="page"/>
      </w:r>
    </w:p>
    <w:p w:rsidR="0061102A" w:rsidRDefault="0061102A" w:rsidP="00BE6934">
      <w:pPr>
        <w:pStyle w:val="libNormal"/>
        <w:rPr>
          <w:rtl/>
        </w:rPr>
      </w:pPr>
    </w:p>
    <w:p w:rsidR="0061102A" w:rsidRDefault="0061102A" w:rsidP="00BE6934">
      <w:pPr>
        <w:pStyle w:val="libNormal"/>
        <w:rPr>
          <w:rtl/>
        </w:rPr>
      </w:pPr>
      <w:r>
        <w:rPr>
          <w:rtl/>
        </w:rPr>
        <w:t xml:space="preserve">19ابن ہبيرة، الافصاح عن معانى الصحاح، حلب، مكتبة الحلبية، ج1، 1947 </w:t>
      </w:r>
    </w:p>
    <w:p w:rsidR="0061102A" w:rsidRDefault="0061102A" w:rsidP="00BE6934">
      <w:pPr>
        <w:pStyle w:val="libNormal"/>
        <w:rPr>
          <w:rtl/>
        </w:rPr>
      </w:pPr>
      <w:r>
        <w:rPr>
          <w:rtl/>
        </w:rPr>
        <w:t xml:space="preserve">20 ابوزہرہ، محمد ، امام الشافعي:حياتہ و عصرہ، آراوہ و فقہہ ، قاہرہ، دارالفكر العربي، چ2، 1367ق/1948 </w:t>
      </w:r>
    </w:p>
    <w:p w:rsidR="0061102A" w:rsidRDefault="0061102A" w:rsidP="00BE6934">
      <w:pPr>
        <w:pStyle w:val="libNormal"/>
        <w:rPr>
          <w:rtl/>
        </w:rPr>
      </w:pPr>
      <w:r>
        <w:rPr>
          <w:rtl/>
        </w:rPr>
        <w:t xml:space="preserve">21 ____ مالك; حياتہ و عصرہ، آراوہ و فقہہ ، قاہرہ ، دارالفكر العربي، 1331ق </w:t>
      </w:r>
    </w:p>
    <w:p w:rsidR="0061102A" w:rsidRDefault="0061102A" w:rsidP="00BE6934">
      <w:pPr>
        <w:pStyle w:val="libNormal"/>
        <w:rPr>
          <w:rtl/>
        </w:rPr>
      </w:pPr>
      <w:r>
        <w:rPr>
          <w:rtl/>
        </w:rPr>
        <w:t xml:space="preserve">22 ابى يوسف، كتاب الخراج،در; موسوعة الخراج، بيروت ، بى تا </w:t>
      </w:r>
    </w:p>
    <w:p w:rsidR="0061102A" w:rsidRDefault="0061102A" w:rsidP="00BE6934">
      <w:pPr>
        <w:pStyle w:val="libNormal"/>
        <w:rPr>
          <w:rtl/>
        </w:rPr>
      </w:pPr>
      <w:r>
        <w:rPr>
          <w:rtl/>
        </w:rPr>
        <w:t xml:space="preserve">23احمدي، بابك، خاطرات ظلمت، تہران، مركز، 1379 </w:t>
      </w:r>
    </w:p>
    <w:p w:rsidR="0061102A" w:rsidRDefault="0061102A" w:rsidP="00BE6934">
      <w:pPr>
        <w:pStyle w:val="libNormal"/>
        <w:rPr>
          <w:rtl/>
        </w:rPr>
      </w:pPr>
      <w:r>
        <w:rPr>
          <w:rtl/>
        </w:rPr>
        <w:t xml:space="preserve">24 احمدى ميانجي، على ، مكاتب الرسول، قم ، 1363 </w:t>
      </w:r>
    </w:p>
    <w:p w:rsidR="0061102A" w:rsidRDefault="0061102A" w:rsidP="00BE6934">
      <w:pPr>
        <w:pStyle w:val="libNormal"/>
        <w:rPr>
          <w:rtl/>
        </w:rPr>
      </w:pPr>
      <w:r>
        <w:rPr>
          <w:rtl/>
        </w:rPr>
        <w:t xml:space="preserve">25 اردبيلى ، ابن بزاز( درويش توكلى بن اسماعيل بزاز) صفوة الصفا، مقدمہ و تصحيح غلامرضا طباطبايى مجد، تہران، زرياب </w:t>
      </w:r>
    </w:p>
    <w:p w:rsidR="0061102A" w:rsidRDefault="0061102A" w:rsidP="00BE6934">
      <w:pPr>
        <w:pStyle w:val="libNormal"/>
        <w:rPr>
          <w:rtl/>
        </w:rPr>
      </w:pPr>
      <w:r>
        <w:rPr>
          <w:rtl/>
        </w:rPr>
        <w:t xml:space="preserve">26 اردبيلى ، احمد بن محمد ، زبدة البيان ، مقدمہ ... </w:t>
      </w:r>
    </w:p>
    <w:p w:rsidR="0061102A" w:rsidRDefault="0061102A" w:rsidP="00BE6934">
      <w:pPr>
        <w:pStyle w:val="libNormal"/>
        <w:rPr>
          <w:rtl/>
        </w:rPr>
      </w:pPr>
      <w:r>
        <w:rPr>
          <w:rtl/>
        </w:rPr>
        <w:t xml:space="preserve">27 اركون، محمد، و آخرون، الاستشراق بين دعاتہ و معارضيہ، ترجمہ ہاشم صالح، دار الساقي، بيروت، 2000 </w:t>
      </w:r>
    </w:p>
    <w:p w:rsidR="0061102A" w:rsidRDefault="0061102A" w:rsidP="00BE6934">
      <w:pPr>
        <w:pStyle w:val="libNormal"/>
        <w:rPr>
          <w:rtl/>
        </w:rPr>
      </w:pPr>
      <w:r>
        <w:rPr>
          <w:rtl/>
        </w:rPr>
        <w:t xml:space="preserve">28 استراتى صہيونيسم در منطقہ ، مؤسسہ الارض(ويہ مطالعات فلسطيني) ،ا نتشارات بين الملل اسلامى ، 1363 </w:t>
      </w:r>
    </w:p>
    <w:p w:rsidR="0061102A" w:rsidRDefault="0061102A" w:rsidP="00BE6934">
      <w:pPr>
        <w:pStyle w:val="libNormal"/>
        <w:rPr>
          <w:rtl/>
        </w:rPr>
      </w:pPr>
      <w:r>
        <w:rPr>
          <w:rtl/>
        </w:rPr>
        <w:t xml:space="preserve">29 اسد آبادي، سيد جمال الدين ، مجموعہ رسائل و مقالات، بہ كوشش سيد ہادى خسرو شاہى ، انتشارات كلبہ شروق، 1381 </w:t>
      </w:r>
    </w:p>
    <w:p w:rsidR="0061102A" w:rsidRDefault="0069392F" w:rsidP="00BE6934">
      <w:pPr>
        <w:pStyle w:val="libNormal"/>
        <w:rPr>
          <w:rtl/>
        </w:rPr>
      </w:pPr>
      <w:r>
        <w:rPr>
          <w:rtl/>
        </w:rPr>
        <w:cr/>
      </w:r>
      <w:r>
        <w:rPr>
          <w:rtl/>
        </w:rPr>
        <w:br w:type="page"/>
      </w:r>
      <w:r>
        <w:rPr>
          <w:rtl/>
        </w:rPr>
        <w:lastRenderedPageBreak/>
        <w:cr/>
      </w:r>
      <w:r w:rsidR="0061102A">
        <w:rPr>
          <w:rtl/>
        </w:rPr>
        <w:t xml:space="preserve">30_اسكندر بيك منشي، تاريخ عالم آراى عباسي، تصحيح محمد دبير سياقي،تہران، دنياى كتاب </w:t>
      </w:r>
    </w:p>
    <w:p w:rsidR="0061102A" w:rsidRDefault="0061102A" w:rsidP="00BE6934">
      <w:pPr>
        <w:pStyle w:val="libNormal"/>
        <w:rPr>
          <w:rtl/>
        </w:rPr>
      </w:pPr>
      <w:r>
        <w:rPr>
          <w:rtl/>
        </w:rPr>
        <w:t xml:space="preserve">31 اسماعيل زادہ، رسول، شاہ اسماعيل صفوى خطايي( كليات ديوان، نصيحتنامہ، دہنامہ، قوشمالار)، انتشارات بين المللى الہي، بى تا </w:t>
      </w:r>
    </w:p>
    <w:p w:rsidR="0061102A" w:rsidRDefault="0061102A" w:rsidP="00BE6934">
      <w:pPr>
        <w:pStyle w:val="libNormal"/>
        <w:rPr>
          <w:rtl/>
        </w:rPr>
      </w:pPr>
      <w:r>
        <w:rPr>
          <w:rtl/>
        </w:rPr>
        <w:t xml:space="preserve">32 اسناد نہضت آزادى ايران، تہران، نہضت آزادى ايران، ج1، 1361 </w:t>
      </w:r>
    </w:p>
    <w:p w:rsidR="0061102A" w:rsidRDefault="0061102A" w:rsidP="00BE6934">
      <w:pPr>
        <w:pStyle w:val="libNormal"/>
        <w:rPr>
          <w:rtl/>
        </w:rPr>
      </w:pPr>
      <w:r>
        <w:rPr>
          <w:rtl/>
        </w:rPr>
        <w:t xml:space="preserve">33 اصفہانى ، ابوالفرج، الاغاني، قاہرہ، ج5 </w:t>
      </w:r>
    </w:p>
    <w:p w:rsidR="0061102A" w:rsidRDefault="0061102A" w:rsidP="00BE6934">
      <w:pPr>
        <w:pStyle w:val="libNormal"/>
        <w:rPr>
          <w:rtl/>
        </w:rPr>
      </w:pPr>
      <w:r>
        <w:rPr>
          <w:rtl/>
        </w:rPr>
        <w:t xml:space="preserve">34 اصفہاني، احمد بن عبداللہ ابونعيم، حلية الاولياء و طبقات الاصفيائ، بيروت 1987 </w:t>
      </w:r>
    </w:p>
    <w:p w:rsidR="0061102A" w:rsidRDefault="0061102A" w:rsidP="00BE6934">
      <w:pPr>
        <w:pStyle w:val="libNormal"/>
        <w:rPr>
          <w:rtl/>
        </w:rPr>
      </w:pPr>
      <w:r>
        <w:rPr>
          <w:rtl/>
        </w:rPr>
        <w:t xml:space="preserve">35اصيل، حجتاللہ، زندگى و انديشہ ى ميرزا ملكم خان ناظم الدولہ، تہران،نشر ني، 1372 </w:t>
      </w:r>
    </w:p>
    <w:p w:rsidR="0061102A" w:rsidRDefault="0061102A" w:rsidP="00BE6934">
      <w:pPr>
        <w:pStyle w:val="libNormal"/>
        <w:rPr>
          <w:rtl/>
        </w:rPr>
      </w:pPr>
      <w:r>
        <w:rPr>
          <w:rtl/>
        </w:rPr>
        <w:t xml:space="preserve">36افتخاري،اصغر،''ابعاد اجتماعى برناہ امنيتى اسرائيل: دستور كارى براى قرن بيست و يكم'' فصلنامہ مطالعات امنيتي، س4 پاييز 1382 </w:t>
      </w:r>
    </w:p>
    <w:p w:rsidR="0061102A" w:rsidRDefault="0061102A" w:rsidP="00BE6934">
      <w:pPr>
        <w:pStyle w:val="libNormal"/>
        <w:rPr>
          <w:rtl/>
        </w:rPr>
      </w:pPr>
      <w:r>
        <w:rPr>
          <w:rtl/>
        </w:rPr>
        <w:t xml:space="preserve">37 افتخاري، اصغر،جامعہ شناسى سياسى اسرائيل، تہران، مركز پوہشہاى علمى و مطالعات استراتيك خاور ميانہ، 1380 </w:t>
      </w:r>
    </w:p>
    <w:p w:rsidR="0061102A" w:rsidRDefault="0061102A" w:rsidP="00BE6934">
      <w:pPr>
        <w:pStyle w:val="libNormal"/>
        <w:rPr>
          <w:rtl/>
        </w:rPr>
      </w:pPr>
      <w:r>
        <w:rPr>
          <w:rtl/>
        </w:rPr>
        <w:t xml:space="preserve">38افراسيابي، بہرام،و سعيد دہقان، طالقانى و انقلاب ، تہران، نيلوفرج2چ2، 1360 </w:t>
      </w:r>
    </w:p>
    <w:p w:rsidR="0061102A" w:rsidRDefault="0061102A" w:rsidP="00BE6934">
      <w:pPr>
        <w:pStyle w:val="libNormal"/>
        <w:rPr>
          <w:rtl/>
        </w:rPr>
      </w:pPr>
      <w:r>
        <w:rPr>
          <w:rtl/>
        </w:rPr>
        <w:t xml:space="preserve">39 اقبال آشتيانى ،عباس، تاريخ مغول و اوايل تيمور در ايران ،تہران، نشر نامك، 1376 </w:t>
      </w:r>
    </w:p>
    <w:p w:rsidR="0061102A" w:rsidRDefault="0061102A" w:rsidP="00BE6934">
      <w:pPr>
        <w:pStyle w:val="libNormal"/>
        <w:rPr>
          <w:rtl/>
        </w:rPr>
      </w:pPr>
      <w:r>
        <w:rPr>
          <w:rtl/>
        </w:rPr>
        <w:t xml:space="preserve">40____ ''فتوت و خلافت عباسي'' مجلہ شرق، دورہ يكم، ش 6 خرداد 1310 ص 105_101 </w:t>
      </w:r>
    </w:p>
    <w:p w:rsidR="0061102A" w:rsidRDefault="0061102A" w:rsidP="00BE6934">
      <w:pPr>
        <w:pStyle w:val="libNormal"/>
        <w:rPr>
          <w:rtl/>
        </w:rPr>
      </w:pPr>
      <w:r>
        <w:rPr>
          <w:rtl/>
        </w:rPr>
        <w:t xml:space="preserve">41 اكبر زادہ فريدون، نقش رہبرى در نہضت مشروطہ ، ملى نفت و انقلاب اسلامى ، تہران، مركز اسناد انقلاب اسلامى 1381 </w:t>
      </w:r>
    </w:p>
    <w:p w:rsidR="003767C2" w:rsidRDefault="0061102A" w:rsidP="00BE6934">
      <w:pPr>
        <w:pStyle w:val="libNormal"/>
        <w:rPr>
          <w:rtl/>
        </w:rPr>
      </w:pPr>
      <w:r>
        <w:rPr>
          <w:rtl/>
        </w:rPr>
        <w:t xml:space="preserve">42الحيمي، الروض النضير، مقدمہ </w:t>
      </w:r>
    </w:p>
    <w:p w:rsidR="003767C2" w:rsidRDefault="003767C2" w:rsidP="00BE6934">
      <w:pPr>
        <w:pStyle w:val="libNormal"/>
        <w:rPr>
          <w:rtl/>
        </w:rPr>
      </w:pPr>
      <w:r>
        <w:rPr>
          <w:rtl/>
        </w:rPr>
        <w:br w:type="page"/>
      </w:r>
    </w:p>
    <w:p w:rsidR="0061102A" w:rsidRDefault="0061102A" w:rsidP="00BE6934">
      <w:pPr>
        <w:pStyle w:val="libNormal"/>
        <w:rPr>
          <w:rtl/>
        </w:rPr>
      </w:pPr>
    </w:p>
    <w:p w:rsidR="0061102A" w:rsidRDefault="0061102A" w:rsidP="00BE6934">
      <w:pPr>
        <w:pStyle w:val="libNormal"/>
        <w:rPr>
          <w:rtl/>
        </w:rPr>
      </w:pPr>
      <w:r>
        <w:rPr>
          <w:rtl/>
        </w:rPr>
        <w:t xml:space="preserve">43 الزلمى ، مصطفي، اسباب اختلاف الفقہاء فى احكام الشريعة ، بغداد الدار العربيہ 1396 ق </w:t>
      </w:r>
    </w:p>
    <w:p w:rsidR="0061102A" w:rsidRDefault="0061102A" w:rsidP="00BE6934">
      <w:pPr>
        <w:pStyle w:val="libNormal"/>
        <w:rPr>
          <w:rtl/>
        </w:rPr>
      </w:pPr>
      <w:r>
        <w:rPr>
          <w:rtl/>
        </w:rPr>
        <w:t xml:space="preserve">44 الگار، حامد، دين ودولت در ايران، ترجمہ ابوالقاسم سري، تہران، توس، چ2 1369 </w:t>
      </w:r>
    </w:p>
    <w:p w:rsidR="0061102A" w:rsidRDefault="0061102A" w:rsidP="00BE6934">
      <w:pPr>
        <w:pStyle w:val="libNormal"/>
        <w:rPr>
          <w:rtl/>
        </w:rPr>
      </w:pPr>
      <w:r>
        <w:rPr>
          <w:rtl/>
        </w:rPr>
        <w:t xml:space="preserve">45 الگود، سيويل، طب در دورہ صفويہ، ترجمہ محسن جاويد، چاپ دانشگاہ تہران ، 1357 </w:t>
      </w:r>
    </w:p>
    <w:p w:rsidR="0061102A" w:rsidRDefault="0061102A" w:rsidP="00BE6934">
      <w:pPr>
        <w:pStyle w:val="libNormal"/>
        <w:rPr>
          <w:rtl/>
        </w:rPr>
      </w:pPr>
      <w:r>
        <w:rPr>
          <w:rtl/>
        </w:rPr>
        <w:t xml:space="preserve">46امين، احمد، پيشگامان مسلمان تجدد گرايى در عصر جديد، ترجمہ حسن يوسفى اشكوري،تہران 1376 </w:t>
      </w:r>
    </w:p>
    <w:p w:rsidR="0061102A" w:rsidRDefault="0061102A" w:rsidP="00BE6934">
      <w:pPr>
        <w:pStyle w:val="libNormal"/>
        <w:rPr>
          <w:rtl/>
        </w:rPr>
      </w:pPr>
      <w:r>
        <w:rPr>
          <w:rtl/>
        </w:rPr>
        <w:t xml:space="preserve">47 اميني، داود ، جمعيت فدائيان اسلام و نقش آن در تحولات سياسي_ اجتماعى ايران، تہران، مركز اسناد انقلاب اسلامى ، 1377 </w:t>
      </w:r>
    </w:p>
    <w:p w:rsidR="0061102A" w:rsidRDefault="0061102A" w:rsidP="00BE6934">
      <w:pPr>
        <w:pStyle w:val="libNormal"/>
        <w:rPr>
          <w:rtl/>
        </w:rPr>
      </w:pPr>
      <w:r>
        <w:rPr>
          <w:rtl/>
        </w:rPr>
        <w:t xml:space="preserve">48 انصاري، حسن، ''امين استر آبادي'' دائرة المعارف بزرگ اسلامي، ج10 </w:t>
      </w:r>
    </w:p>
    <w:p w:rsidR="0061102A" w:rsidRDefault="0061102A" w:rsidP="00BE6934">
      <w:pPr>
        <w:pStyle w:val="libNormal"/>
        <w:rPr>
          <w:rtl/>
        </w:rPr>
      </w:pPr>
      <w:r>
        <w:rPr>
          <w:rtl/>
        </w:rPr>
        <w:t xml:space="preserve">49 انصاري، عبداللہ ابن محمدف طبقات الصوفيہ، بہ كوشش محمد سرور مولائي، تہرانف 1362 </w:t>
      </w:r>
    </w:p>
    <w:p w:rsidR="0061102A" w:rsidRDefault="0061102A" w:rsidP="00BE6934">
      <w:pPr>
        <w:pStyle w:val="libNormal"/>
        <w:rPr>
          <w:rtl/>
        </w:rPr>
      </w:pPr>
      <w:r>
        <w:rPr>
          <w:rtl/>
        </w:rPr>
        <w:t xml:space="preserve">50 اورس، تيلمان، ماہيت دوست در جہان سوم، ترجمہ بہروز توانمند، تہران، اگاہ، 1362 </w:t>
      </w:r>
    </w:p>
    <w:p w:rsidR="0061102A" w:rsidRDefault="0061102A" w:rsidP="00BE6934">
      <w:pPr>
        <w:pStyle w:val="libNormal"/>
        <w:rPr>
          <w:rtl/>
        </w:rPr>
      </w:pPr>
      <w:r>
        <w:rPr>
          <w:rtl/>
        </w:rPr>
        <w:t xml:space="preserve">51 ايزوتسو، توشى ہيكو، ساختمان معنايى مفاہيم اخلاقي_ دينى در قرآن، ترجمہ فريدون بدرہ اى ، تہران 1360 </w:t>
      </w:r>
    </w:p>
    <w:p w:rsidR="0061102A" w:rsidRDefault="0061102A" w:rsidP="00BE6934">
      <w:pPr>
        <w:pStyle w:val="libNormal"/>
        <w:rPr>
          <w:rtl/>
        </w:rPr>
      </w:pPr>
      <w:r>
        <w:rPr>
          <w:rtl/>
        </w:rPr>
        <w:t xml:space="preserve">52 باتلر، جوديت ان پل سارتر، ترجمہ خشايار ديہميى ، تہران، كہكشان 1375 </w:t>
      </w:r>
    </w:p>
    <w:p w:rsidR="0061102A" w:rsidRDefault="0061102A" w:rsidP="00BE6934">
      <w:pPr>
        <w:pStyle w:val="libNormal"/>
        <w:rPr>
          <w:rtl/>
        </w:rPr>
      </w:pPr>
      <w:r>
        <w:rPr>
          <w:rtl/>
        </w:rPr>
        <w:t xml:space="preserve">53 بازرگان، مہدي، انقلاب ايران در دو حركت، تہران، نہضت آزادى ايرانف چ5 ، 1363 </w:t>
      </w:r>
    </w:p>
    <w:p w:rsidR="0061102A" w:rsidRDefault="0061102A" w:rsidP="00BE6934">
      <w:pPr>
        <w:pStyle w:val="libNormal"/>
        <w:rPr>
          <w:rtl/>
        </w:rPr>
      </w:pPr>
      <w:r>
        <w:rPr>
          <w:rtl/>
        </w:rPr>
        <w:t xml:space="preserve">54 باسورث ، ادموند كليفورد، سلسلہ ہاى اسلامى ، ترجمہ فريدون بدرہ اى ، تہران، مركز بازشناسى اسلام و ايران، 1381 </w:t>
      </w:r>
    </w:p>
    <w:p w:rsidR="0061102A" w:rsidRDefault="0061102A" w:rsidP="00BE6934">
      <w:pPr>
        <w:pStyle w:val="libNormal"/>
        <w:rPr>
          <w:rtl/>
        </w:rPr>
      </w:pPr>
      <w:r>
        <w:rPr>
          <w:rtl/>
        </w:rPr>
        <w:t xml:space="preserve">55باقي، عماد الدين ، جنش دانشجويى ايران از آغاز تا انقلاب اسلامي، تہران، جامعہ ايرانيان 1379 </w:t>
      </w:r>
    </w:p>
    <w:p w:rsidR="0061102A" w:rsidRDefault="0061102A" w:rsidP="00BE6934">
      <w:pPr>
        <w:pStyle w:val="libNormal"/>
        <w:rPr>
          <w:rtl/>
        </w:rPr>
      </w:pPr>
      <w:r>
        <w:rPr>
          <w:rtl/>
        </w:rPr>
        <w:t xml:space="preserve">56 بحثى دربارہ مرجعيت و روحانيت (مجموعہ مقالات) تہران، شركت سہامى انتشار، 1349 </w:t>
      </w:r>
    </w:p>
    <w:p w:rsidR="0061102A" w:rsidRDefault="0061102A" w:rsidP="00BE6934">
      <w:pPr>
        <w:pStyle w:val="libNormal"/>
        <w:rPr>
          <w:rtl/>
        </w:rPr>
      </w:pPr>
      <w:r>
        <w:rPr>
          <w:rtl/>
        </w:rPr>
        <w:t xml:space="preserve">57 براون، ادوارد ، تاريخ ادبيات از آغاز عہد صفويہ تا زمان حاضر، ترجمہ رشيد ياسمي، تہران، انتشارات </w:t>
      </w:r>
    </w:p>
    <w:p w:rsidR="0061102A" w:rsidRDefault="0061102A" w:rsidP="00BE6934">
      <w:pPr>
        <w:pStyle w:val="libNormal"/>
        <w:rPr>
          <w:rtl/>
        </w:rPr>
      </w:pPr>
      <w:r>
        <w:rPr>
          <w:rtl/>
        </w:rPr>
        <w:br w:type="page"/>
      </w:r>
    </w:p>
    <w:sdt>
      <w:sdtPr>
        <w:rPr>
          <w:rtl/>
        </w:rPr>
        <w:id w:val="-61492399"/>
        <w:docPartObj>
          <w:docPartGallery w:val="Table of Contents"/>
          <w:docPartUnique/>
        </w:docPartObj>
      </w:sdtPr>
      <w:sdtEndPr>
        <w:rPr>
          <w:bCs w:val="0"/>
          <w:color w:val="000000" w:themeColor="text1"/>
        </w:rPr>
      </w:sdtEndPr>
      <w:sdtContent>
        <w:p w:rsidR="00E51376" w:rsidRPr="00E51376" w:rsidRDefault="00E51376" w:rsidP="00E51376">
          <w:pPr>
            <w:pStyle w:val="Heading2Center"/>
          </w:pPr>
          <w:r w:rsidRPr="00E51376">
            <w:rPr>
              <w:rFonts w:hint="cs"/>
              <w:rtl/>
            </w:rPr>
            <w:t>فہرست</w:t>
          </w:r>
        </w:p>
        <w:p w:rsidR="00E51376" w:rsidRDefault="00E51376">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268556" w:history="1">
            <w:r w:rsidRPr="0077292D">
              <w:rPr>
                <w:rStyle w:val="Hyperlink"/>
                <w:rtl/>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Toc268556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57" w:history="1">
            <w:r w:rsidRPr="0077292D">
              <w:rPr>
                <w:rStyle w:val="Hyperlink"/>
                <w:rtl/>
              </w:rPr>
              <w:t>تمہيد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Toc268557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58" w:history="1">
            <w:r w:rsidRPr="0077292D">
              <w:rPr>
                <w:rStyle w:val="Hyperlink"/>
                <w:rtl/>
              </w:rPr>
              <w:t>مرحلہ 1: اسلامى بيداري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Toc268558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59" w:history="1">
            <w:r w:rsidRPr="0077292D">
              <w:rPr>
                <w:rStyle w:val="Hyperlink"/>
                <w:rtl/>
              </w:rPr>
              <w:t>مرحلہ 2: اسلامى حكومت كى تشكيل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Toc268559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0" w:history="1">
            <w:r w:rsidRPr="0077292D">
              <w:rPr>
                <w:rStyle w:val="Hyperlink"/>
                <w:rtl/>
              </w:rPr>
              <w:t>مرحلہ 3: اسلام كى نشر و اشاعت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Toc268560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1" w:history="1">
            <w:r w:rsidRPr="0077292D">
              <w:rPr>
                <w:rStyle w:val="Hyperlink"/>
                <w:rtl/>
              </w:rPr>
              <w:t>مرحلہ 4: اسلامى تہذيب و تمدن كى تجديد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Toc268561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2" w:history="1">
            <w:r w:rsidRPr="0077292D">
              <w:rPr>
                <w:rStyle w:val="Hyperlink"/>
                <w:rtl/>
              </w:rPr>
              <w:t>پہلا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Toc268562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3" w:history="1">
            <w:r w:rsidRPr="0077292D">
              <w:rPr>
                <w:rStyle w:val="Hyperlink"/>
                <w:rtl/>
              </w:rPr>
              <w:t>كلى مباحث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Toc268563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4" w:history="1">
            <w:r w:rsidRPr="0077292D">
              <w:rPr>
                <w:rStyle w:val="Hyperlink"/>
                <w:rtl/>
              </w:rPr>
              <w:t>1_ علمى بنياد اور تاريخى سرچشمے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Toc268564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5" w:history="1">
            <w:r w:rsidRPr="0077292D">
              <w:rPr>
                <w:rStyle w:val="Hyperlink"/>
                <w:rtl/>
              </w:rPr>
              <w:t>تعريفيں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Toc268565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6" w:history="1">
            <w:r w:rsidRPr="0077292D">
              <w:rPr>
                <w:rStyle w:val="Hyperlink"/>
                <w:rtl/>
              </w:rPr>
              <w:t>تہذيب كا ثقافت سے ربط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Toc268566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7" w:history="1">
            <w:r w:rsidRPr="0077292D">
              <w:rPr>
                <w:rStyle w:val="Hyperlink"/>
                <w:rtl/>
              </w:rPr>
              <w:t>تہذيبوں كى پيدايش اور ترقى ميں مؤثر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Toc268567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8" w:history="1">
            <w:r w:rsidRPr="0077292D">
              <w:rPr>
                <w:rStyle w:val="Hyperlink"/>
                <w:rtl/>
              </w:rPr>
              <w:t>تہذيبوں كے انحطاط اور زوال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Toc268568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69" w:history="1">
            <w:r w:rsidRPr="0077292D">
              <w:rPr>
                <w:rStyle w:val="Hyperlink"/>
                <w:rtl/>
              </w:rPr>
              <w:t>اخلاق ، ثقافت، تہذيب اور قانون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Toc268569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70" w:history="1">
            <w:r w:rsidRPr="0077292D">
              <w:rPr>
                <w:rStyle w:val="Hyperlink"/>
                <w:rtl/>
              </w:rPr>
              <w:t>دوسرا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Toc268570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71" w:history="1">
            <w:r w:rsidRPr="0077292D">
              <w:rPr>
                <w:rStyle w:val="Hyperlink"/>
                <w:rtl/>
              </w:rPr>
              <w:t>اسلامى تمدن كى تشكيل كا پس منظر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Toc268571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72" w:history="1">
            <w:r w:rsidRPr="0077292D">
              <w:rPr>
                <w:rStyle w:val="Hyperlink"/>
                <w:rtl/>
              </w:rPr>
              <w:t>1 اسلام ميں علم و دانش كا مقام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Toc268572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73" w:history="1">
            <w:r w:rsidRPr="0077292D">
              <w:rPr>
                <w:rStyle w:val="Hyperlink"/>
                <w:rtl/>
              </w:rPr>
              <w:t>اسلامى تہذيب و تمدن ميں تاريخ كتابت پر ايك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Toc268573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74" w:history="1">
            <w:r w:rsidRPr="0077292D">
              <w:rPr>
                <w:rStyle w:val="Hyperlink"/>
                <w:rtl/>
              </w:rPr>
              <w:t>2_ علوم كا منتقل ہونا اور اہل علم و دانش كى دنيائے اسلام ميں شموليت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Toc268574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E51376" w:rsidRDefault="00E51376" w:rsidP="00E51376">
          <w:pPr>
            <w:pStyle w:val="libNormal"/>
            <w:rPr>
              <w:rStyle w:val="Hyperlink"/>
              <w:rFonts w:ascii="Fajer Noori Nastalique" w:hAnsi="Fajer Noori Nastalique"/>
              <w:b w:val="0"/>
              <w:sz w:val="28"/>
              <w:szCs w:val="28"/>
            </w:rPr>
          </w:pPr>
          <w:r>
            <w:rPr>
              <w:rStyle w:val="Hyperlink"/>
            </w:rPr>
            <w:br w:type="page"/>
          </w:r>
        </w:p>
        <w:p w:rsidR="00E51376" w:rsidRDefault="00E51376">
          <w:pPr>
            <w:pStyle w:val="TOC2"/>
            <w:rPr>
              <w:rFonts w:asciiTheme="minorHAnsi" w:eastAsiaTheme="minorEastAsia" w:hAnsiTheme="minorHAnsi" w:cstheme="minorBidi"/>
              <w:b w:val="0"/>
              <w:color w:val="auto"/>
              <w:sz w:val="22"/>
              <w:szCs w:val="22"/>
              <w:rtl/>
              <w:lang w:bidi="ar-SA"/>
            </w:rPr>
          </w:pPr>
          <w:hyperlink w:anchor="_Toc268575" w:history="1">
            <w:r w:rsidRPr="0077292D">
              <w:rPr>
                <w:rStyle w:val="Hyperlink"/>
                <w:rtl/>
              </w:rPr>
              <w:t>3_ترجمے كى تحريك: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Toc268575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76" w:history="1">
            <w:r w:rsidRPr="0077292D">
              <w:rPr>
                <w:rStyle w:val="Hyperlink"/>
                <w:rtl/>
              </w:rPr>
              <w:t>(الف) ہارون الرشيد كا دور: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Toc268576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77" w:history="1">
            <w:r w:rsidRPr="0077292D">
              <w:rPr>
                <w:rStyle w:val="Hyperlink"/>
                <w:rtl/>
              </w:rPr>
              <w:t>ب) مامون كا دور ( حكومت 218 _ 198قمرى )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Toc268577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78" w:history="1">
            <w:r w:rsidRPr="0077292D">
              <w:rPr>
                <w:rStyle w:val="Hyperlink"/>
                <w:rtl/>
              </w:rPr>
              <w:t>ج) مامون كے بعد كا دور: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Toc268578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79" w:history="1">
            <w:r w:rsidRPr="0077292D">
              <w:rPr>
                <w:rStyle w:val="Hyperlink"/>
                <w:rtl/>
              </w:rPr>
              <w:t>د) تحريك ترجمہ كا اختتام: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Toc268579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0" w:history="1">
            <w:r w:rsidRPr="0077292D">
              <w:rPr>
                <w:rStyle w:val="Hyperlink"/>
                <w:rtl/>
              </w:rPr>
              <w:t>4_ اسلامى تمدن ميں علمى مراكز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Toc268580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1" w:history="1">
            <w:r w:rsidRPr="0077292D">
              <w:rPr>
                <w:rStyle w:val="Hyperlink"/>
                <w:rtl/>
              </w:rPr>
              <w:t>تيسرا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Toc268581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2" w:history="1">
            <w:r w:rsidRPr="0077292D">
              <w:rPr>
                <w:rStyle w:val="Hyperlink"/>
                <w:rtl/>
              </w:rPr>
              <w:t>اسلامى تمدن ميں علوم كى پيش رفت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Toc268582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3" w:history="1">
            <w:r w:rsidRPr="0077292D">
              <w:rPr>
                <w:rStyle w:val="Hyperlink"/>
                <w:rtl/>
              </w:rPr>
              <w:t>علوم كى درجہ بندي: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Toc268583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4" w:history="1">
            <w:r w:rsidRPr="0077292D">
              <w:rPr>
                <w:rStyle w:val="Hyperlink"/>
                <w:rtl/>
              </w:rPr>
              <w:t>الف) غير اسلامى علوم: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Toc268584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5" w:history="1">
            <w:r w:rsidRPr="0077292D">
              <w:rPr>
                <w:rStyle w:val="Hyperlink"/>
                <w:rtl/>
              </w:rPr>
              <w:t>1) رياضيات: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Toc268585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6" w:history="1">
            <w:r w:rsidRPr="0077292D">
              <w:rPr>
                <w:rStyle w:val="Hyperlink"/>
                <w:rtl/>
              </w:rPr>
              <w:t>2) نجوم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Toc268586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7" w:history="1">
            <w:r w:rsidRPr="0077292D">
              <w:rPr>
                <w:rStyle w:val="Hyperlink"/>
                <w:rtl/>
              </w:rPr>
              <w:t>3_ فزكس اور ميكانيات: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Toc268587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8" w:history="1">
            <w:r w:rsidRPr="0077292D">
              <w:rPr>
                <w:rStyle w:val="Hyperlink"/>
                <w:rtl/>
              </w:rPr>
              <w:t>4 ) طب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Toc268588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89" w:history="1">
            <w:r w:rsidRPr="0077292D">
              <w:rPr>
                <w:rStyle w:val="Hyperlink"/>
                <w:rtl/>
              </w:rPr>
              <w:t>5_ كيميا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Toc268589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90" w:history="1">
            <w:r w:rsidRPr="0077292D">
              <w:rPr>
                <w:rStyle w:val="Hyperlink"/>
                <w:rtl/>
              </w:rPr>
              <w:t>6_ فلسفہ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Toc268590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91" w:history="1">
            <w:r w:rsidRPr="0077292D">
              <w:rPr>
                <w:rStyle w:val="Hyperlink"/>
                <w:rtl/>
              </w:rPr>
              <w:t>7) منطق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Toc268591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92" w:history="1">
            <w:r w:rsidRPr="0077292D">
              <w:rPr>
                <w:rStyle w:val="Hyperlink"/>
                <w:rtl/>
              </w:rPr>
              <w:t>تاريخ اور تاريخ نگاري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Toc268592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93" w:history="1">
            <w:r w:rsidRPr="0077292D">
              <w:rPr>
                <w:rStyle w:val="Hyperlink"/>
                <w:rtl/>
              </w:rPr>
              <w:t>9 ) جغرافيا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Toc268593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94" w:history="1">
            <w:r w:rsidRPr="0077292D">
              <w:rPr>
                <w:rStyle w:val="Hyperlink"/>
                <w:rtl/>
              </w:rPr>
              <w:t>پہلا دور (تيسرى اور چوتھى صدي)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Toc268594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E51376" w:rsidRDefault="00E51376" w:rsidP="00E51376">
          <w:pPr>
            <w:pStyle w:val="libNormal"/>
            <w:rPr>
              <w:rStyle w:val="Hyperlink"/>
              <w:rFonts w:ascii="Fajer Noori Nastalique" w:hAnsi="Fajer Noori Nastalique"/>
              <w:b w:val="0"/>
              <w:sz w:val="28"/>
              <w:szCs w:val="28"/>
            </w:rPr>
          </w:pPr>
          <w:r>
            <w:rPr>
              <w:rStyle w:val="Hyperlink"/>
            </w:rPr>
            <w:br w:type="page"/>
          </w:r>
        </w:p>
        <w:p w:rsidR="00E51376" w:rsidRDefault="00E51376">
          <w:pPr>
            <w:pStyle w:val="TOC2"/>
            <w:rPr>
              <w:rFonts w:asciiTheme="minorHAnsi" w:eastAsiaTheme="minorEastAsia" w:hAnsiTheme="minorHAnsi" w:cstheme="minorBidi"/>
              <w:b w:val="0"/>
              <w:color w:val="auto"/>
              <w:sz w:val="22"/>
              <w:szCs w:val="22"/>
              <w:rtl/>
              <w:lang w:bidi="ar-SA"/>
            </w:rPr>
          </w:pPr>
          <w:hyperlink w:anchor="_Toc268595" w:history="1">
            <w:r w:rsidRPr="0077292D">
              <w:rPr>
                <w:rStyle w:val="Hyperlink"/>
                <w:rtl/>
              </w:rPr>
              <w:t>دوسرا دور (پانچويں صدي)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Toc268595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96" w:history="1">
            <w:r w:rsidRPr="0077292D">
              <w:rPr>
                <w:rStyle w:val="Hyperlink"/>
                <w:rtl/>
              </w:rPr>
              <w:t>تيسرا دور(چھٹى صدى سے دسويں صدى تك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Toc268596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97" w:history="1">
            <w:r w:rsidRPr="0077292D">
              <w:rPr>
                <w:rStyle w:val="Hyperlink"/>
                <w:rtl/>
              </w:rPr>
              <w:t>چوتھا دور (گيارہويں سے تيرہويں صدى تك)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Toc268597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98" w:history="1">
            <w:r w:rsidRPr="0077292D">
              <w:rPr>
                <w:rStyle w:val="Hyperlink"/>
                <w:rtl/>
              </w:rPr>
              <w:t>ادب: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Toc268598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599" w:history="1">
            <w:r w:rsidRPr="0077292D">
              <w:rPr>
                <w:rStyle w:val="Hyperlink"/>
                <w:rtl/>
              </w:rPr>
              <w:t>الف) عربى ادب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Toc268599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0" w:history="1">
            <w:r w:rsidRPr="0077292D">
              <w:rPr>
                <w:rStyle w:val="Hyperlink"/>
                <w:rtl/>
              </w:rPr>
              <w:t>ب) فارسى ادب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Toc268600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1" w:history="1">
            <w:r w:rsidRPr="0077292D">
              <w:rPr>
                <w:rStyle w:val="Hyperlink"/>
                <w:rtl/>
              </w:rPr>
              <w:t>1) فارسى شعر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Toc268601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2" w:history="1">
            <w:r w:rsidRPr="0077292D">
              <w:rPr>
                <w:rStyle w:val="Hyperlink"/>
                <w:rtl/>
              </w:rPr>
              <w:t>2) فارسى نثر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Toc268602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3" w:history="1">
            <w:r w:rsidRPr="0077292D">
              <w:rPr>
                <w:rStyle w:val="Hyperlink"/>
                <w:rtl/>
              </w:rPr>
              <w:t>ج) تركى ادب: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Toc268603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4" w:history="1">
            <w:r w:rsidRPr="0077292D">
              <w:rPr>
                <w:rStyle w:val="Hyperlink"/>
                <w:rtl/>
              </w:rPr>
              <w:t>ب ) اسلامى علوم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Toc268604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5" w:history="1">
            <w:r w:rsidRPr="0077292D">
              <w:rPr>
                <w:rStyle w:val="Hyperlink"/>
                <w:rtl/>
              </w:rPr>
              <w:t>1) قرائت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Toc268605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6" w:history="1">
            <w:r w:rsidRPr="0077292D">
              <w:rPr>
                <w:rStyle w:val="Hyperlink"/>
                <w:rtl/>
              </w:rPr>
              <w:t>2 _ تفسير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Toc268606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7" w:history="1">
            <w:r w:rsidRPr="0077292D">
              <w:rPr>
                <w:rStyle w:val="Hyperlink"/>
                <w:rtl/>
              </w:rPr>
              <w:t>3_ حديث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Toc268607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8" w:history="1">
            <w:r w:rsidRPr="0077292D">
              <w:rPr>
                <w:rStyle w:val="Hyperlink"/>
                <w:rtl/>
              </w:rPr>
              <w:t>4 _ فقہ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Toc268608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09" w:history="1">
            <w:r w:rsidRPr="0077292D">
              <w:rPr>
                <w:rStyle w:val="Hyperlink"/>
                <w:rtl/>
              </w:rPr>
              <w:t>الف) شيعہ فقہ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Toc268609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10" w:history="1">
            <w:r w:rsidRPr="0077292D">
              <w:rPr>
                <w:rStyle w:val="Hyperlink"/>
                <w:rtl/>
              </w:rPr>
              <w:t>ب) اہل سنت كى فقہ اور تغير و تبدل كے ادوار: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Toc268610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11" w:history="1">
            <w:r w:rsidRPr="0077292D">
              <w:rPr>
                <w:rStyle w:val="Hyperlink"/>
                <w:rtl/>
              </w:rPr>
              <w:t>5_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Toc268611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12" w:history="1">
            <w:r w:rsidRPr="0077292D">
              <w:rPr>
                <w:rStyle w:val="Hyperlink"/>
                <w:rtl/>
              </w:rPr>
              <w:t>6_ كلام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Toc268612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13" w:history="1">
            <w:r w:rsidRPr="0077292D">
              <w:rPr>
                <w:rStyle w:val="Hyperlink"/>
                <w:rtl/>
              </w:rPr>
              <w:t>7_ تصوف، عرفان اورفتوت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Toc268613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14" w:history="1">
            <w:r w:rsidRPr="0077292D">
              <w:rPr>
                <w:rStyle w:val="Hyperlink"/>
                <w:rtl/>
              </w:rPr>
              <w:t>چوتھا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Toc268614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E51376" w:rsidRDefault="00E51376" w:rsidP="00E51376">
          <w:pPr>
            <w:pStyle w:val="libNormal"/>
            <w:rPr>
              <w:rStyle w:val="Hyperlink"/>
              <w:rFonts w:ascii="Fajer Noori Nastalique" w:hAnsi="Fajer Noori Nastalique"/>
              <w:b w:val="0"/>
              <w:sz w:val="28"/>
              <w:szCs w:val="28"/>
            </w:rPr>
          </w:pPr>
          <w:r>
            <w:rPr>
              <w:rStyle w:val="Hyperlink"/>
            </w:rPr>
            <w:br w:type="page"/>
          </w:r>
        </w:p>
        <w:p w:rsidR="00E51376" w:rsidRDefault="00E51376">
          <w:pPr>
            <w:pStyle w:val="TOC2"/>
            <w:rPr>
              <w:rFonts w:asciiTheme="minorHAnsi" w:eastAsiaTheme="minorEastAsia" w:hAnsiTheme="minorHAnsi" w:cstheme="minorBidi"/>
              <w:b w:val="0"/>
              <w:color w:val="auto"/>
              <w:sz w:val="22"/>
              <w:szCs w:val="22"/>
              <w:rtl/>
              <w:lang w:bidi="ar-SA"/>
            </w:rPr>
          </w:pPr>
          <w:hyperlink w:anchor="_Toc268615" w:history="1">
            <w:r w:rsidRPr="0077292D">
              <w:rPr>
                <w:rStyle w:val="Hyperlink"/>
                <w:rtl/>
              </w:rPr>
              <w:t>اسلامى تہذيب ميں انتظامي اور اجتماعى ادارے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Toc268615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16" w:history="1">
            <w:r w:rsidRPr="0077292D">
              <w:rPr>
                <w:rStyle w:val="Hyperlink"/>
                <w:rtl/>
              </w:rPr>
              <w:t>1) ديوان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Toc268616 \h</w:instrText>
            </w:r>
            <w:r>
              <w:rPr>
                <w:webHidden/>
                <w:rtl/>
              </w:rPr>
              <w:instrText xml:space="preserve"> </w:instrText>
            </w:r>
            <w:r>
              <w:rPr>
                <w:webHidden/>
                <w:rtl/>
              </w:rPr>
            </w:r>
            <w:r>
              <w:rPr>
                <w:webHidden/>
                <w:rtl/>
              </w:rPr>
              <w:fldChar w:fldCharType="separate"/>
            </w:r>
            <w:r>
              <w:rPr>
                <w:webHidden/>
                <w:rtl/>
              </w:rPr>
              <w:t>124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17" w:history="1">
            <w:r w:rsidRPr="0077292D">
              <w:rPr>
                <w:rStyle w:val="Hyperlink"/>
                <w:rtl/>
              </w:rPr>
              <w:t>ديوان خراج يا استيفائ:</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Toc268617 \h</w:instrText>
            </w:r>
            <w:r>
              <w:rPr>
                <w:webHidden/>
                <w:rtl/>
              </w:rPr>
              <w:instrText xml:space="preserve"> </w:instrText>
            </w:r>
            <w:r>
              <w:rPr>
                <w:webHidden/>
                <w:rtl/>
              </w:rPr>
            </w:r>
            <w:r>
              <w:rPr>
                <w:webHidden/>
                <w:rtl/>
              </w:rPr>
              <w:fldChar w:fldCharType="separate"/>
            </w:r>
            <w:r>
              <w:rPr>
                <w:webHidden/>
                <w:rtl/>
              </w:rPr>
              <w:t>125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18" w:history="1">
            <w:r w:rsidRPr="0077292D">
              <w:rPr>
                <w:rStyle w:val="Hyperlink"/>
                <w:rtl/>
              </w:rPr>
              <w:t>ديوان بريد(ڈاك اور خبر رسانى كا نظام):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Toc268618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19" w:history="1">
            <w:r w:rsidRPr="0077292D">
              <w:rPr>
                <w:rStyle w:val="Hyperlink"/>
                <w:rtl/>
              </w:rPr>
              <w:t>ديوان انشاء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Toc268619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0" w:history="1">
            <w:r w:rsidRPr="0077292D">
              <w:rPr>
                <w:rStyle w:val="Hyperlink"/>
                <w:rtl/>
              </w:rPr>
              <w:t>ديوان جيش: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Toc268620 \h</w:instrText>
            </w:r>
            <w:r>
              <w:rPr>
                <w:webHidden/>
                <w:rtl/>
              </w:rPr>
              <w:instrText xml:space="preserve"> </w:instrText>
            </w:r>
            <w:r>
              <w:rPr>
                <w:webHidden/>
                <w:rtl/>
              </w:rPr>
            </w:r>
            <w:r>
              <w:rPr>
                <w:webHidden/>
                <w:rtl/>
              </w:rPr>
              <w:fldChar w:fldCharType="separate"/>
            </w:r>
            <w:r>
              <w:rPr>
                <w:webHidden/>
                <w:rtl/>
              </w:rPr>
              <w:t>127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1" w:history="1">
            <w:r w:rsidRPr="0077292D">
              <w:rPr>
                <w:rStyle w:val="Hyperlink"/>
                <w:rtl/>
              </w:rPr>
              <w:t>ديوان بيت المال: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Toc268621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2" w:history="1">
            <w:r w:rsidRPr="0077292D">
              <w:rPr>
                <w:rStyle w:val="Hyperlink"/>
                <w:rtl/>
              </w:rPr>
              <w:t>ديوان نفقات: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Toc268622 \h</w:instrText>
            </w:r>
            <w:r>
              <w:rPr>
                <w:webHidden/>
                <w:rtl/>
              </w:rPr>
              <w:instrText xml:space="preserve"> </w:instrText>
            </w:r>
            <w:r>
              <w:rPr>
                <w:webHidden/>
                <w:rtl/>
              </w:rPr>
            </w:r>
            <w:r>
              <w:rPr>
                <w:webHidden/>
                <w:rtl/>
              </w:rPr>
              <w:fldChar w:fldCharType="separate"/>
            </w:r>
            <w:r>
              <w:rPr>
                <w:webHidden/>
                <w:rtl/>
              </w:rPr>
              <w:t>128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3" w:history="1">
            <w:r w:rsidRPr="0077292D">
              <w:rPr>
                <w:rStyle w:val="Hyperlink"/>
                <w:rtl/>
              </w:rPr>
              <w:t>ديوان اقطاع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Toc268623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4" w:history="1">
            <w:r w:rsidRPr="0077292D">
              <w:rPr>
                <w:rStyle w:val="Hyperlink"/>
                <w:rtl/>
              </w:rPr>
              <w:t>ديوان عرض: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Toc268624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5" w:history="1">
            <w:r w:rsidRPr="0077292D">
              <w:rPr>
                <w:rStyle w:val="Hyperlink"/>
                <w:rtl/>
              </w:rPr>
              <w:t>ديوان العمائر يا ديوا ن الابنية المعمورة: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Toc268625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6" w:history="1">
            <w:r w:rsidRPr="0077292D">
              <w:rPr>
                <w:rStyle w:val="Hyperlink"/>
                <w:rtl/>
              </w:rPr>
              <w:t>ديوان مظالم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Toc268626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7" w:history="1">
            <w:r w:rsidRPr="0077292D">
              <w:rPr>
                <w:rStyle w:val="Hyperlink"/>
                <w:rtl/>
              </w:rPr>
              <w:t>2 ) خراج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Toc268627 \h</w:instrText>
            </w:r>
            <w:r>
              <w:rPr>
                <w:webHidden/>
                <w:rtl/>
              </w:rPr>
              <w:instrText xml:space="preserve"> </w:instrText>
            </w:r>
            <w:r>
              <w:rPr>
                <w:webHidden/>
                <w:rtl/>
              </w:rPr>
            </w:r>
            <w:r>
              <w:rPr>
                <w:webHidden/>
                <w:rtl/>
              </w:rPr>
              <w:fldChar w:fldCharType="separate"/>
            </w:r>
            <w:r>
              <w:rPr>
                <w:webHidden/>
                <w:rtl/>
              </w:rPr>
              <w:t>129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8" w:history="1">
            <w:r w:rsidRPr="0077292D">
              <w:rPr>
                <w:rStyle w:val="Hyperlink"/>
                <w:rtl/>
              </w:rPr>
              <w:t>3)حسبہ(احتساب كا نظام)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Toc268628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29" w:history="1">
            <w:r w:rsidRPr="0077292D">
              <w:rPr>
                <w:rStyle w:val="Hyperlink"/>
                <w:rtl/>
              </w:rPr>
              <w:t>پانچواں باب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Toc268629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30" w:history="1">
            <w:r w:rsidRPr="0077292D">
              <w:rPr>
                <w:rStyle w:val="Hyperlink"/>
                <w:rtl/>
              </w:rPr>
              <w:t>اسلامى تہذيب و تمدن ميں فن و ہنر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Toc268630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31" w:history="1">
            <w:r w:rsidRPr="0077292D">
              <w:rPr>
                <w:rStyle w:val="Hyperlink"/>
                <w:rtl/>
              </w:rPr>
              <w:t>1_ فن معمارى ، مصورى ، خطاطى اور ظروف سازى كى صنعتيں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Toc268631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32" w:history="1">
            <w:r w:rsidRPr="0077292D">
              <w:rPr>
                <w:rStyle w:val="Hyperlink"/>
                <w:rtl/>
              </w:rPr>
              <w:t>2_ علم موسيقي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Toc268632 \h</w:instrText>
            </w:r>
            <w:r>
              <w:rPr>
                <w:webHidden/>
                <w:rtl/>
              </w:rPr>
              <w:instrText xml:space="preserve"> </w:instrText>
            </w:r>
            <w:r>
              <w:rPr>
                <w:webHidden/>
                <w:rtl/>
              </w:rPr>
            </w:r>
            <w:r>
              <w:rPr>
                <w:webHidden/>
                <w:rtl/>
              </w:rPr>
              <w:fldChar w:fldCharType="separate"/>
            </w:r>
            <w:r>
              <w:rPr>
                <w:webHidden/>
                <w:rtl/>
              </w:rPr>
              <w:t>149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33" w:history="1">
            <w:r w:rsidRPr="0077292D">
              <w:rPr>
                <w:rStyle w:val="Hyperlink"/>
                <w:rtl/>
              </w:rPr>
              <w:t>چھٹا باب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Toc268633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34" w:history="1">
            <w:r w:rsidRPr="0077292D">
              <w:rPr>
                <w:rStyle w:val="Hyperlink"/>
                <w:rtl/>
              </w:rPr>
              <w:t>اسلامى تہذيب كےمغربي تہذيب پر 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Toc268634 \h</w:instrText>
            </w:r>
            <w:r>
              <w:rPr>
                <w:webHidden/>
                <w:rtl/>
              </w:rPr>
              <w:instrText xml:space="preserve"> </w:instrText>
            </w:r>
            <w:r>
              <w:rPr>
                <w:webHidden/>
                <w:rtl/>
              </w:rPr>
            </w:r>
            <w:r>
              <w:rPr>
                <w:webHidden/>
                <w:rtl/>
              </w:rPr>
              <w:fldChar w:fldCharType="separate"/>
            </w:r>
            <w:r>
              <w:rPr>
                <w:webHidden/>
                <w:rtl/>
              </w:rPr>
              <w:t>152</w:t>
            </w:r>
            <w:r>
              <w:rPr>
                <w:webHidden/>
                <w:rtl/>
              </w:rPr>
              <w:fldChar w:fldCharType="end"/>
            </w:r>
          </w:hyperlink>
        </w:p>
        <w:p w:rsidR="00E51376" w:rsidRDefault="00E51376" w:rsidP="00E51376">
          <w:pPr>
            <w:pStyle w:val="libNormal"/>
            <w:rPr>
              <w:rStyle w:val="Hyperlink"/>
              <w:rFonts w:ascii="Fajer Noori Nastalique" w:hAnsi="Fajer Noori Nastalique"/>
              <w:b w:val="0"/>
              <w:sz w:val="28"/>
              <w:szCs w:val="28"/>
            </w:rPr>
          </w:pPr>
          <w:r>
            <w:rPr>
              <w:rStyle w:val="Hyperlink"/>
            </w:rPr>
            <w:br w:type="page"/>
          </w:r>
        </w:p>
        <w:p w:rsidR="00E51376" w:rsidRDefault="00E51376">
          <w:pPr>
            <w:pStyle w:val="TOC2"/>
            <w:rPr>
              <w:rFonts w:asciiTheme="minorHAnsi" w:eastAsiaTheme="minorEastAsia" w:hAnsiTheme="minorHAnsi" w:cstheme="minorBidi"/>
              <w:b w:val="0"/>
              <w:color w:val="auto"/>
              <w:sz w:val="22"/>
              <w:szCs w:val="22"/>
              <w:rtl/>
              <w:lang w:bidi="ar-SA"/>
            </w:rPr>
          </w:pPr>
          <w:hyperlink w:anchor="_Toc268635" w:history="1">
            <w:r w:rsidRPr="0077292D">
              <w:rPr>
                <w:rStyle w:val="Hyperlink"/>
                <w:rtl/>
              </w:rPr>
              <w:t>1_ عقلى علوم ، اسلامى فلسفہ اور الہى علوم كے مغربى تہذيب پر 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Toc268635 \h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36" w:history="1">
            <w:r w:rsidRPr="0077292D">
              <w:rPr>
                <w:rStyle w:val="Hyperlink"/>
                <w:rtl/>
              </w:rPr>
              <w:t>2_ اسلامى طب كے مغربى تہذيب پراثرات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Toc268636 \h</w:instrText>
            </w:r>
            <w:r>
              <w:rPr>
                <w:webHidden/>
                <w:rtl/>
              </w:rPr>
              <w:instrText xml:space="preserve"> </w:instrText>
            </w:r>
            <w:r>
              <w:rPr>
                <w:webHidden/>
                <w:rtl/>
              </w:rPr>
            </w:r>
            <w:r>
              <w:rPr>
                <w:webHidden/>
                <w:rtl/>
              </w:rPr>
              <w:fldChar w:fldCharType="separate"/>
            </w:r>
            <w:r>
              <w:rPr>
                <w:webHidden/>
                <w:rtl/>
              </w:rPr>
              <w:t>158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37" w:history="1">
            <w:r w:rsidRPr="0077292D">
              <w:rPr>
                <w:rStyle w:val="Hyperlink"/>
                <w:rtl/>
              </w:rPr>
              <w:t>3_ اسلامى رياضيات كے مغربى تہذيب پر 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Toc268637 \h</w:instrText>
            </w:r>
            <w:r>
              <w:rPr>
                <w:webHidden/>
                <w:rtl/>
              </w:rPr>
              <w:instrText xml:space="preserve"> </w:instrText>
            </w:r>
            <w:r>
              <w:rPr>
                <w:webHidden/>
                <w:rtl/>
              </w:rPr>
            </w:r>
            <w:r>
              <w:rPr>
                <w:webHidden/>
                <w:rtl/>
              </w:rPr>
              <w:fldChar w:fldCharType="separate"/>
            </w:r>
            <w:r>
              <w:rPr>
                <w:webHidden/>
                <w:rtl/>
              </w:rPr>
              <w:t>159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38" w:history="1">
            <w:r w:rsidRPr="0077292D">
              <w:rPr>
                <w:rStyle w:val="Hyperlink"/>
                <w:rtl/>
              </w:rPr>
              <w:t>4_ اسلامى علم فلكيات كے مغربى تہذيب پر 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Toc268638 \h</w:instrText>
            </w:r>
            <w:r>
              <w:rPr>
                <w:webHidden/>
                <w:rtl/>
              </w:rPr>
              <w:instrText xml:space="preserve"> </w:instrText>
            </w:r>
            <w:r>
              <w:rPr>
                <w:webHidden/>
                <w:rtl/>
              </w:rPr>
            </w:r>
            <w:r>
              <w:rPr>
                <w:webHidden/>
                <w:rtl/>
              </w:rPr>
              <w:fldChar w:fldCharType="separate"/>
            </w:r>
            <w:r>
              <w:rPr>
                <w:webHidden/>
                <w:rtl/>
              </w:rPr>
              <w:t>160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39" w:history="1">
            <w:r w:rsidRPr="0077292D">
              <w:rPr>
                <w:rStyle w:val="Hyperlink"/>
                <w:rtl/>
              </w:rPr>
              <w:t>5_ اسلامى جغرافيہ كے مغربى تہذيب پر 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Toc268639 \h</w:instrText>
            </w:r>
            <w:r>
              <w:rPr>
                <w:webHidden/>
                <w:rtl/>
              </w:rPr>
              <w:instrText xml:space="preserve"> </w:instrText>
            </w:r>
            <w:r>
              <w:rPr>
                <w:webHidden/>
                <w:rtl/>
              </w:rPr>
            </w:r>
            <w:r>
              <w:rPr>
                <w:webHidden/>
                <w:rtl/>
              </w:rPr>
              <w:fldChar w:fldCharType="separate"/>
            </w:r>
            <w:r>
              <w:rPr>
                <w:webHidden/>
                <w:rtl/>
              </w:rPr>
              <w:t>162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0" w:history="1">
            <w:r w:rsidRPr="0077292D">
              <w:rPr>
                <w:rStyle w:val="Hyperlink"/>
                <w:rtl/>
              </w:rPr>
              <w:t>6_ اسلامى ہنر و فن كا يورپ ميں نفوذ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Toc268640 \h</w:instrText>
            </w:r>
            <w:r>
              <w:rPr>
                <w:webHidden/>
                <w:rtl/>
              </w:rPr>
              <w:instrText xml:space="preserve"> </w:instrText>
            </w:r>
            <w:r>
              <w:rPr>
                <w:webHidden/>
                <w:rtl/>
              </w:rPr>
            </w:r>
            <w:r>
              <w:rPr>
                <w:webHidden/>
                <w:rtl/>
              </w:rPr>
              <w:fldChar w:fldCharType="separate"/>
            </w:r>
            <w:r>
              <w:rPr>
                <w:webHidden/>
                <w:rtl/>
              </w:rPr>
              <w:t>164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1" w:history="1">
            <w:r w:rsidRPr="0077292D">
              <w:rPr>
                <w:rStyle w:val="Hyperlink"/>
                <w:rtl/>
              </w:rPr>
              <w:t>اقوام اسلامى كے فن مصور ى كے مغربى فن مصور ى پر 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Toc268641 \h</w:instrText>
            </w:r>
            <w:r>
              <w:rPr>
                <w:webHidden/>
                <w:rtl/>
              </w:rPr>
              <w:instrText xml:space="preserve"> </w:instrText>
            </w:r>
            <w:r>
              <w:rPr>
                <w:webHidden/>
                <w:rtl/>
              </w:rPr>
            </w:r>
            <w:r>
              <w:rPr>
                <w:webHidden/>
                <w:rtl/>
              </w:rPr>
              <w:fldChar w:fldCharType="separate"/>
            </w:r>
            <w:r>
              <w:rPr>
                <w:webHidden/>
                <w:rtl/>
              </w:rPr>
              <w:t>170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2" w:history="1">
            <w:r w:rsidRPr="0077292D">
              <w:rPr>
                <w:rStyle w:val="Hyperlink"/>
                <w:rtl/>
              </w:rPr>
              <w:t>اسلامى موسيقى كے مغربى موسيقى ميں اثرات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Toc268642 \h</w:instrText>
            </w:r>
            <w:r>
              <w:rPr>
                <w:webHidden/>
                <w:rtl/>
              </w:rPr>
              <w:instrText xml:space="preserve"> </w:instrText>
            </w:r>
            <w:r>
              <w:rPr>
                <w:webHidden/>
                <w:rtl/>
              </w:rPr>
            </w:r>
            <w:r>
              <w:rPr>
                <w:webHidden/>
                <w:rtl/>
              </w:rPr>
              <w:fldChar w:fldCharType="separate"/>
            </w:r>
            <w:r>
              <w:rPr>
                <w:webHidden/>
                <w:rtl/>
              </w:rPr>
              <w:t>171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3" w:history="1">
            <w:r w:rsidRPr="0077292D">
              <w:rPr>
                <w:rStyle w:val="Hyperlink"/>
                <w:rtl/>
              </w:rPr>
              <w:t>اسلامى معمارى كے يورپى معمارى پر اثرات اور نقوش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Toc268643 \h</w:instrText>
            </w:r>
            <w:r>
              <w:rPr>
                <w:webHidden/>
                <w:rtl/>
              </w:rPr>
              <w:instrText xml:space="preserve"> </w:instrText>
            </w:r>
            <w:r>
              <w:rPr>
                <w:webHidden/>
                <w:rtl/>
              </w:rPr>
            </w:r>
            <w:r>
              <w:rPr>
                <w:webHidden/>
                <w:rtl/>
              </w:rPr>
              <w:fldChar w:fldCharType="separate"/>
            </w:r>
            <w:r>
              <w:rPr>
                <w:webHidden/>
                <w:rtl/>
              </w:rPr>
              <w:t>173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4" w:history="1">
            <w:r w:rsidRPr="0077292D">
              <w:rPr>
                <w:rStyle w:val="Hyperlink"/>
                <w:rtl/>
              </w:rPr>
              <w:t>ساتواں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Toc268644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5" w:history="1">
            <w:r w:rsidRPr="0077292D">
              <w:rPr>
                <w:rStyle w:val="Hyperlink"/>
                <w:rtl/>
              </w:rPr>
              <w:t>اسلامى تہذيب كے جمود كے اندرونى اور بيرونى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Toc268645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6" w:history="1">
            <w:r w:rsidRPr="0077292D">
              <w:rPr>
                <w:rStyle w:val="Hyperlink"/>
                <w:rtl/>
              </w:rPr>
              <w:t>الف : بيرونى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Toc268646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7" w:history="1">
            <w:r w:rsidRPr="0077292D">
              <w:rPr>
                <w:rStyle w:val="Hyperlink"/>
                <w:rtl/>
              </w:rPr>
              <w:t>1_ صليبى جنگيں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Toc268647 \h</w:instrText>
            </w:r>
            <w:r>
              <w:rPr>
                <w:webHidden/>
                <w:rtl/>
              </w:rPr>
              <w:instrText xml:space="preserve"> </w:instrText>
            </w:r>
            <w:r>
              <w:rPr>
                <w:webHidden/>
                <w:rtl/>
              </w:rPr>
            </w:r>
            <w:r>
              <w:rPr>
                <w:webHidden/>
                <w:rtl/>
              </w:rPr>
              <w:fldChar w:fldCharType="separate"/>
            </w:r>
            <w:r>
              <w:rPr>
                <w:webHidden/>
                <w:rtl/>
              </w:rPr>
              <w:t>178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8" w:history="1">
            <w:r w:rsidRPr="0077292D">
              <w:rPr>
                <w:rStyle w:val="Hyperlink"/>
                <w:rtl/>
              </w:rPr>
              <w:t>2_ منگولوں كى آمد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Toc268648 \h</w:instrText>
            </w:r>
            <w:r>
              <w:rPr>
                <w:webHidden/>
                <w:rtl/>
              </w:rPr>
              <w:instrText xml:space="preserve"> </w:instrText>
            </w:r>
            <w:r>
              <w:rPr>
                <w:webHidden/>
                <w:rtl/>
              </w:rPr>
            </w:r>
            <w:r>
              <w:rPr>
                <w:webHidden/>
                <w:rtl/>
              </w:rPr>
              <w:fldChar w:fldCharType="separate"/>
            </w:r>
            <w:r>
              <w:rPr>
                <w:webHidden/>
                <w:rtl/>
              </w:rPr>
              <w:t>179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49" w:history="1">
            <w:r w:rsidRPr="0077292D">
              <w:rPr>
                <w:rStyle w:val="Hyperlink"/>
                <w:rtl/>
              </w:rPr>
              <w:t>منگولوں كا حملہ اور اسكے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Toc268649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50" w:history="1">
            <w:r w:rsidRPr="0077292D">
              <w:rPr>
                <w:rStyle w:val="Hyperlink"/>
                <w:rtl/>
              </w:rPr>
              <w:t>اسلامى دنيا پر منگولوں كا حملہ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Toc268650 \h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51" w:history="1">
            <w:r w:rsidRPr="0077292D">
              <w:rPr>
                <w:rStyle w:val="Hyperlink"/>
                <w:rtl/>
              </w:rPr>
              <w:t>منگولوں كى پيش قدمي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Toc268651 \h</w:instrText>
            </w:r>
            <w:r>
              <w:rPr>
                <w:webHidden/>
                <w:rtl/>
              </w:rPr>
              <w:instrText xml:space="preserve"> </w:instrText>
            </w:r>
            <w:r>
              <w:rPr>
                <w:webHidden/>
                <w:rtl/>
              </w:rPr>
            </w:r>
            <w:r>
              <w:rPr>
                <w:webHidden/>
                <w:rtl/>
              </w:rPr>
              <w:fldChar w:fldCharType="separate"/>
            </w:r>
            <w:r>
              <w:rPr>
                <w:webHidden/>
                <w:rtl/>
              </w:rPr>
              <w:t>182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52" w:history="1">
            <w:r w:rsidRPr="0077292D">
              <w:rPr>
                <w:rStyle w:val="Hyperlink"/>
                <w:rtl/>
              </w:rPr>
              <w:t>چنگيز كے جانشين اور عالم اسلام پر حملوں كا تسلسل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Toc268652 \h</w:instrText>
            </w:r>
            <w:r>
              <w:rPr>
                <w:webHidden/>
                <w:rtl/>
              </w:rPr>
              <w:instrText xml:space="preserve"> </w:instrText>
            </w:r>
            <w:r>
              <w:rPr>
                <w:webHidden/>
                <w:rtl/>
              </w:rPr>
            </w:r>
            <w:r>
              <w:rPr>
                <w:webHidden/>
                <w:rtl/>
              </w:rPr>
              <w:fldChar w:fldCharType="separate"/>
            </w:r>
            <w:r>
              <w:rPr>
                <w:webHidden/>
                <w:rtl/>
              </w:rPr>
              <w:t>183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53" w:history="1">
            <w:r w:rsidRPr="0077292D">
              <w:rPr>
                <w:rStyle w:val="Hyperlink"/>
                <w:rtl/>
              </w:rPr>
              <w:t>منگولوں كى پيش قدمى كا اختتام او ر ايلخانى حكومت كى تشكيل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Toc268653 \h</w:instrText>
            </w:r>
            <w:r>
              <w:rPr>
                <w:webHidden/>
                <w:rtl/>
              </w:rPr>
              <w:instrText xml:space="preserve"> </w:instrText>
            </w:r>
            <w:r>
              <w:rPr>
                <w:webHidden/>
                <w:rtl/>
              </w:rPr>
            </w:r>
            <w:r>
              <w:rPr>
                <w:webHidden/>
                <w:rtl/>
              </w:rPr>
              <w:fldChar w:fldCharType="separate"/>
            </w:r>
            <w:r>
              <w:rPr>
                <w:webHidden/>
                <w:rtl/>
              </w:rPr>
              <w:t>184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54" w:history="1">
            <w:r w:rsidRPr="0077292D">
              <w:rPr>
                <w:rStyle w:val="Hyperlink"/>
                <w:rtl/>
              </w:rPr>
              <w:t>منگولوں كے دور ميں اسلامى دنيا كى تہذيبى صورت حال كا جائزہ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Toc268654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E51376" w:rsidRDefault="00E51376" w:rsidP="00E51376">
          <w:pPr>
            <w:pStyle w:val="libNormal"/>
            <w:rPr>
              <w:rStyle w:val="Hyperlink"/>
              <w:rFonts w:ascii="Fajer Noori Nastalique" w:hAnsi="Fajer Noori Nastalique"/>
              <w:b w:val="0"/>
              <w:sz w:val="28"/>
              <w:szCs w:val="28"/>
            </w:rPr>
          </w:pPr>
          <w:r>
            <w:rPr>
              <w:rStyle w:val="Hyperlink"/>
            </w:rPr>
            <w:br w:type="page"/>
          </w:r>
        </w:p>
        <w:p w:rsidR="00E51376" w:rsidRDefault="00E51376">
          <w:pPr>
            <w:pStyle w:val="TOC2"/>
            <w:rPr>
              <w:rFonts w:asciiTheme="minorHAnsi" w:eastAsiaTheme="minorEastAsia" w:hAnsiTheme="minorHAnsi" w:cstheme="minorBidi"/>
              <w:b w:val="0"/>
              <w:color w:val="auto"/>
              <w:sz w:val="22"/>
              <w:szCs w:val="22"/>
              <w:rtl/>
              <w:lang w:bidi="ar-SA"/>
            </w:rPr>
          </w:pPr>
          <w:hyperlink w:anchor="_Toc268655" w:history="1">
            <w:r w:rsidRPr="0077292D">
              <w:rPr>
                <w:rStyle w:val="Hyperlink"/>
                <w:rtl/>
              </w:rPr>
              <w:t>3: سقوط اندلس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Toc268655 \h</w:instrText>
            </w:r>
            <w:r>
              <w:rPr>
                <w:webHidden/>
                <w:rtl/>
              </w:rPr>
              <w:instrText xml:space="preserve"> </w:instrText>
            </w:r>
            <w:r>
              <w:rPr>
                <w:webHidden/>
                <w:rtl/>
              </w:rPr>
            </w:r>
            <w:r>
              <w:rPr>
                <w:webHidden/>
                <w:rtl/>
              </w:rPr>
              <w:fldChar w:fldCharType="separate"/>
            </w:r>
            <w:r>
              <w:rPr>
                <w:webHidden/>
                <w:rtl/>
              </w:rPr>
              <w:t>186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56" w:history="1">
            <w:r w:rsidRPr="0077292D">
              <w:rPr>
                <w:rStyle w:val="Hyperlink"/>
                <w:rtl/>
              </w:rPr>
              <w:t>اندلس مسلمانوں كى فتح سے پہلے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Toc268656 \h</w:instrText>
            </w:r>
            <w:r>
              <w:rPr>
                <w:webHidden/>
                <w:rtl/>
              </w:rPr>
              <w:instrText xml:space="preserve"> </w:instrText>
            </w:r>
            <w:r>
              <w:rPr>
                <w:webHidden/>
                <w:rtl/>
              </w:rPr>
            </w:r>
            <w:r>
              <w:rPr>
                <w:webHidden/>
                <w:rtl/>
              </w:rPr>
              <w:fldChar w:fldCharType="separate"/>
            </w:r>
            <w:r>
              <w:rPr>
                <w:webHidden/>
                <w:rtl/>
              </w:rPr>
              <w:t>186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57" w:history="1">
            <w:r w:rsidRPr="0077292D">
              <w:rPr>
                <w:rStyle w:val="Hyperlink"/>
                <w:rtl/>
              </w:rPr>
              <w:t>مسلمانوں كے ہاتھوں اندلس كى فتح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Toc268657 \h</w:instrText>
            </w:r>
            <w:r>
              <w:rPr>
                <w:webHidden/>
                <w:rtl/>
              </w:rPr>
              <w:instrText xml:space="preserve"> </w:instrText>
            </w:r>
            <w:r>
              <w:rPr>
                <w:webHidden/>
                <w:rtl/>
              </w:rPr>
            </w:r>
            <w:r>
              <w:rPr>
                <w:webHidden/>
                <w:rtl/>
              </w:rPr>
              <w:fldChar w:fldCharType="separate"/>
            </w:r>
            <w:r>
              <w:rPr>
                <w:webHidden/>
                <w:rtl/>
              </w:rPr>
              <w:t>187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58" w:history="1">
            <w:r w:rsidRPr="0077292D">
              <w:rPr>
                <w:rStyle w:val="Hyperlink"/>
                <w:rtl/>
              </w:rPr>
              <w:t>اسلامى حكومت كے دور ميں اندلس كى سياسى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Toc268658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59" w:history="1">
            <w:r w:rsidRPr="0077292D">
              <w:rPr>
                <w:rStyle w:val="Hyperlink"/>
                <w:rtl/>
              </w:rPr>
              <w:t>الف) اندلس دمشق كى مركزى اموى حكومت كا ايك حصہ (132_98 قمرى / 755_716 )عيسوي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Toc268659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0" w:history="1">
            <w:r w:rsidRPr="0077292D">
              <w:rPr>
                <w:rStyle w:val="Hyperlink"/>
                <w:rtl/>
              </w:rPr>
              <w:t>ب) اندلس پر اموى حاكموں كا جداگانہ سلسلہ (422_ 138 قمري) / (1031 _ 755عيسوي)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Toc268660 \h</w:instrText>
            </w:r>
            <w:r>
              <w:rPr>
                <w:webHidden/>
                <w:rtl/>
              </w:rPr>
              <w:instrText xml:space="preserve"> </w:instrText>
            </w:r>
            <w:r>
              <w:rPr>
                <w:webHidden/>
                <w:rtl/>
              </w:rPr>
            </w:r>
            <w:r>
              <w:rPr>
                <w:webHidden/>
                <w:rtl/>
              </w:rPr>
              <w:fldChar w:fldCharType="separate"/>
            </w:r>
            <w:r>
              <w:rPr>
                <w:webHidden/>
                <w:rtl/>
              </w:rPr>
              <w:t>188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1" w:history="1">
            <w:r w:rsidRPr="0077292D">
              <w:rPr>
                <w:rStyle w:val="Hyperlink"/>
                <w:rtl/>
              </w:rPr>
              <w:t>ج) اندلس ميں جاگير دارانہ دور 898_ 422 قمري/ 1492_1031عيسوي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Toc268661 \h</w:instrText>
            </w:r>
            <w:r>
              <w:rPr>
                <w:webHidden/>
                <w:rtl/>
              </w:rPr>
              <w:instrText xml:space="preserve"> </w:instrText>
            </w:r>
            <w:r>
              <w:rPr>
                <w:webHidden/>
                <w:rtl/>
              </w:rPr>
            </w:r>
            <w:r>
              <w:rPr>
                <w:webHidden/>
                <w:rtl/>
              </w:rPr>
              <w:fldChar w:fldCharType="separate"/>
            </w:r>
            <w:r>
              <w:rPr>
                <w:webHidden/>
                <w:rtl/>
              </w:rPr>
              <w:t>189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2" w:history="1">
            <w:r w:rsidRPr="0077292D">
              <w:rPr>
                <w:rStyle w:val="Hyperlink"/>
                <w:rtl/>
              </w:rPr>
              <w:t>اندلس كے علمى اور ثقافتى حالات كا جائزہ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Toc268662 \h</w:instrText>
            </w:r>
            <w:r>
              <w:rPr>
                <w:webHidden/>
                <w:rtl/>
              </w:rPr>
              <w:instrText xml:space="preserve"> </w:instrText>
            </w:r>
            <w:r>
              <w:rPr>
                <w:webHidden/>
                <w:rtl/>
              </w:rPr>
            </w:r>
            <w:r>
              <w:rPr>
                <w:webHidden/>
                <w:rtl/>
              </w:rPr>
              <w:fldChar w:fldCharType="separate"/>
            </w:r>
            <w:r>
              <w:rPr>
                <w:webHidden/>
                <w:rtl/>
              </w:rPr>
              <w:t>190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3" w:history="1">
            <w:r w:rsidRPr="0077292D">
              <w:rPr>
                <w:rStyle w:val="Hyperlink"/>
                <w:rtl/>
              </w:rPr>
              <w:t>عيسائيوں كے ہاتھوں اندلس كے سقوط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Toc268663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4" w:history="1">
            <w:r w:rsidRPr="0077292D">
              <w:rPr>
                <w:rStyle w:val="Hyperlink"/>
                <w:rtl/>
              </w:rPr>
              <w:t>الف: اندلس ميں مسلمانوں كے زوال ميں موثر اندرونى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Toc268664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5" w:history="1">
            <w:r w:rsidRPr="0077292D">
              <w:rPr>
                <w:rStyle w:val="Hyperlink"/>
                <w:rtl/>
              </w:rPr>
              <w:t>ب: سقوط اندلس كے بيرونى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Toc268665 \h</w:instrText>
            </w:r>
            <w:r>
              <w:rPr>
                <w:webHidden/>
                <w:rtl/>
              </w:rPr>
              <w:instrText xml:space="preserve"> </w:instrText>
            </w:r>
            <w:r>
              <w:rPr>
                <w:webHidden/>
                <w:rtl/>
              </w:rPr>
            </w:r>
            <w:r>
              <w:rPr>
                <w:webHidden/>
                <w:rtl/>
              </w:rPr>
              <w:fldChar w:fldCharType="separate"/>
            </w:r>
            <w:r>
              <w:rPr>
                <w:webHidden/>
                <w:rtl/>
              </w:rPr>
              <w:t>192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6" w:history="1">
            <w:r w:rsidRPr="0077292D">
              <w:rPr>
                <w:rStyle w:val="Hyperlink"/>
                <w:rtl/>
              </w:rPr>
              <w:t xml:space="preserve">ج: اسلامى اندلس كے سقوط كے سياسى جغرافيائي </w:t>
            </w:r>
            <w:r w:rsidRPr="0077292D">
              <w:rPr>
                <w:rStyle w:val="Hyperlink"/>
              </w:rPr>
              <w:t>geopolitical</w:t>
            </w:r>
            <w:r w:rsidRPr="0077292D">
              <w:rPr>
                <w:rStyle w:val="Hyperlink"/>
                <w:rtl/>
              </w:rPr>
              <w:t xml:space="preserve">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Toc268666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7" w:history="1">
            <w:r w:rsidRPr="0077292D">
              <w:rPr>
                <w:rStyle w:val="Hyperlink"/>
                <w:rtl/>
              </w:rPr>
              <w:t>نتيجہ بحث</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Toc268667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8" w:history="1">
            <w:r w:rsidRPr="0077292D">
              <w:rPr>
                <w:rStyle w:val="Hyperlink"/>
                <w:rtl/>
              </w:rPr>
              <w:t>ب:اندرونى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Toc268668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69" w:history="1">
            <w:r w:rsidRPr="0077292D">
              <w:rPr>
                <w:rStyle w:val="Hyperlink"/>
                <w:rtl/>
              </w:rPr>
              <w:t>1_ استبداد( آمريت)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Toc268669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70" w:history="1">
            <w:r w:rsidRPr="0077292D">
              <w:rPr>
                <w:rStyle w:val="Hyperlink"/>
                <w:rtl/>
              </w:rPr>
              <w:t>آمريت يا استبداد (</w:t>
            </w:r>
            <w:r w:rsidRPr="0077292D">
              <w:rPr>
                <w:rStyle w:val="Hyperlink"/>
              </w:rPr>
              <w:t>Dictatorship</w:t>
            </w:r>
            <w:r w:rsidRPr="0077292D">
              <w:rPr>
                <w:rStyle w:val="Hyperlink"/>
                <w:rtl/>
              </w:rPr>
              <w:t>)كى تعريف: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Toc268670 \h</w:instrText>
            </w:r>
            <w:r>
              <w:rPr>
                <w:webHidden/>
                <w:rtl/>
              </w:rPr>
              <w:instrText xml:space="preserve"> </w:instrText>
            </w:r>
            <w:r>
              <w:rPr>
                <w:webHidden/>
                <w:rtl/>
              </w:rPr>
            </w:r>
            <w:r>
              <w:rPr>
                <w:webHidden/>
                <w:rtl/>
              </w:rPr>
              <w:fldChar w:fldCharType="separate"/>
            </w:r>
            <w:r>
              <w:rPr>
                <w:webHidden/>
                <w:rtl/>
              </w:rPr>
              <w:t>197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71" w:history="1">
            <w:r w:rsidRPr="0077292D">
              <w:rPr>
                <w:rStyle w:val="Hyperlink"/>
                <w:rtl/>
              </w:rPr>
              <w:t>اسلامى ممالك ميں آمريت كا سرچشمہ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Toc268671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72" w:history="1">
            <w:r w:rsidRPr="0077292D">
              <w:rPr>
                <w:rStyle w:val="Hyperlink"/>
                <w:rtl/>
              </w:rPr>
              <w:t>1_ اقتصاد اور آبپاشى كا طريقہ كار: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Toc268672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73" w:history="1">
            <w:r w:rsidRPr="0077292D">
              <w:rPr>
                <w:rStyle w:val="Hyperlink"/>
                <w:rtl/>
              </w:rPr>
              <w:t>2 _ عمومى مالكيت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Toc268673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74" w:history="1">
            <w:r w:rsidRPr="0077292D">
              <w:rPr>
                <w:rStyle w:val="Hyperlink"/>
                <w:rtl/>
              </w:rPr>
              <w:t>3_بيوركريسى (ديوان سالاري)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Toc268674 \h</w:instrText>
            </w:r>
            <w:r>
              <w:rPr>
                <w:webHidden/>
                <w:rtl/>
              </w:rPr>
              <w:instrText xml:space="preserve"> </w:instrText>
            </w:r>
            <w:r>
              <w:rPr>
                <w:webHidden/>
                <w:rtl/>
              </w:rPr>
            </w:r>
            <w:r>
              <w:rPr>
                <w:webHidden/>
                <w:rtl/>
              </w:rPr>
              <w:fldChar w:fldCharType="separate"/>
            </w:r>
            <w:r>
              <w:rPr>
                <w:webHidden/>
                <w:rtl/>
              </w:rPr>
              <w:t>199</w:t>
            </w:r>
            <w:r>
              <w:rPr>
                <w:webHidden/>
                <w:rtl/>
              </w:rPr>
              <w:fldChar w:fldCharType="end"/>
            </w:r>
          </w:hyperlink>
        </w:p>
        <w:p w:rsidR="00E51376" w:rsidRDefault="00E51376" w:rsidP="00E51376">
          <w:pPr>
            <w:pStyle w:val="libNormal"/>
            <w:rPr>
              <w:rStyle w:val="Hyperlink"/>
              <w:rFonts w:ascii="Fajer Noori Nastalique" w:hAnsi="Fajer Noori Nastalique"/>
              <w:b w:val="0"/>
              <w:sz w:val="28"/>
              <w:szCs w:val="28"/>
            </w:rPr>
          </w:pPr>
          <w:r>
            <w:rPr>
              <w:rStyle w:val="Hyperlink"/>
            </w:rPr>
            <w:br w:type="page"/>
          </w:r>
        </w:p>
        <w:p w:rsidR="00E51376" w:rsidRDefault="00E51376">
          <w:pPr>
            <w:pStyle w:val="TOC2"/>
            <w:rPr>
              <w:rFonts w:asciiTheme="minorHAnsi" w:eastAsiaTheme="minorEastAsia" w:hAnsiTheme="minorHAnsi" w:cstheme="minorBidi"/>
              <w:b w:val="0"/>
              <w:color w:val="auto"/>
              <w:sz w:val="22"/>
              <w:szCs w:val="22"/>
              <w:rtl/>
              <w:lang w:bidi="ar-SA"/>
            </w:rPr>
          </w:pPr>
          <w:hyperlink w:anchor="_Toc268675" w:history="1">
            <w:r w:rsidRPr="0077292D">
              <w:rPr>
                <w:rStyle w:val="Hyperlink"/>
                <w:rtl/>
              </w:rPr>
              <w:t>آمريت كے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Toc268675 \h</w:instrText>
            </w:r>
            <w:r>
              <w:rPr>
                <w:webHidden/>
                <w:rtl/>
              </w:rPr>
              <w:instrText xml:space="preserve"> </w:instrText>
            </w:r>
            <w:r>
              <w:rPr>
                <w:webHidden/>
                <w:rtl/>
              </w:rPr>
            </w:r>
            <w:r>
              <w:rPr>
                <w:webHidden/>
                <w:rtl/>
              </w:rPr>
              <w:fldChar w:fldCharType="separate"/>
            </w:r>
            <w:r>
              <w:rPr>
                <w:webHidden/>
                <w:rtl/>
              </w:rPr>
              <w:t>200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76" w:history="1">
            <w:r w:rsidRPr="0077292D">
              <w:rPr>
                <w:rStyle w:val="Hyperlink"/>
                <w:rtl/>
              </w:rPr>
              <w:t>اسلامى معاشروں ميں آمريت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Toc268676 \h</w:instrText>
            </w:r>
            <w:r>
              <w:rPr>
                <w:webHidden/>
                <w:rtl/>
              </w:rPr>
              <w:instrText xml:space="preserve"> </w:instrText>
            </w:r>
            <w:r>
              <w:rPr>
                <w:webHidden/>
                <w:rtl/>
              </w:rPr>
            </w:r>
            <w:r>
              <w:rPr>
                <w:webHidden/>
                <w:rtl/>
              </w:rPr>
              <w:fldChar w:fldCharType="separate"/>
            </w:r>
            <w:r>
              <w:rPr>
                <w:webHidden/>
                <w:rtl/>
              </w:rPr>
              <w:t>201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77" w:history="1">
            <w:r w:rsidRPr="0077292D">
              <w:rPr>
                <w:rStyle w:val="Hyperlink"/>
                <w:rtl/>
              </w:rPr>
              <w:t>2_ دنيا پرستى ،قدامت پسندى اور حقيقى اسلام سے دوري: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Toc268677 \h</w:instrText>
            </w:r>
            <w:r>
              <w:rPr>
                <w:webHidden/>
                <w:rtl/>
              </w:rPr>
              <w:instrText xml:space="preserve"> </w:instrText>
            </w:r>
            <w:r>
              <w:rPr>
                <w:webHidden/>
                <w:rtl/>
              </w:rPr>
            </w:r>
            <w:r>
              <w:rPr>
                <w:webHidden/>
                <w:rtl/>
              </w:rPr>
              <w:fldChar w:fldCharType="separate"/>
            </w:r>
            <w:r>
              <w:rPr>
                <w:webHidden/>
                <w:rtl/>
              </w:rPr>
              <w:t>202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78" w:history="1">
            <w:r w:rsidRPr="0077292D">
              <w:rPr>
                <w:rStyle w:val="Hyperlink"/>
                <w:rtl/>
              </w:rPr>
              <w:t>الف: دنيا پرستي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Toc268678 \h</w:instrText>
            </w:r>
            <w:r>
              <w:rPr>
                <w:webHidden/>
                <w:rtl/>
              </w:rPr>
              <w:instrText xml:space="preserve"> </w:instrText>
            </w:r>
            <w:r>
              <w:rPr>
                <w:webHidden/>
                <w:rtl/>
              </w:rPr>
            </w:r>
            <w:r>
              <w:rPr>
                <w:webHidden/>
                <w:rtl/>
              </w:rPr>
              <w:fldChar w:fldCharType="separate"/>
            </w:r>
            <w:r>
              <w:rPr>
                <w:webHidden/>
                <w:rtl/>
              </w:rPr>
              <w:t>203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79" w:history="1">
            <w:r w:rsidRPr="0077292D">
              <w:rPr>
                <w:rStyle w:val="Hyperlink"/>
                <w:rtl/>
              </w:rPr>
              <w:t>سلسلہ بنى اميہ كا آغاز اورعيش و عشرت كى ابتدائ</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Toc268679 \h</w:instrText>
            </w:r>
            <w:r>
              <w:rPr>
                <w:webHidden/>
                <w:rtl/>
              </w:rPr>
              <w:instrText xml:space="preserve"> </w:instrText>
            </w:r>
            <w:r>
              <w:rPr>
                <w:webHidden/>
                <w:rtl/>
              </w:rPr>
            </w:r>
            <w:r>
              <w:rPr>
                <w:webHidden/>
                <w:rtl/>
              </w:rPr>
              <w:fldChar w:fldCharType="separate"/>
            </w:r>
            <w:r>
              <w:rPr>
                <w:webHidden/>
                <w:rtl/>
              </w:rPr>
              <w:t>204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0" w:history="1">
            <w:r w:rsidRPr="0077292D">
              <w:rPr>
                <w:rStyle w:val="Hyperlink"/>
                <w:rtl/>
              </w:rPr>
              <w:t>خلفاء اورا مراء كى بے پناہ ثروت اور اسكے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Toc268680 \h</w:instrText>
            </w:r>
            <w:r>
              <w:rPr>
                <w:webHidden/>
                <w:rtl/>
              </w:rPr>
              <w:instrText xml:space="preserve"> </w:instrText>
            </w:r>
            <w:r>
              <w:rPr>
                <w:webHidden/>
                <w:rtl/>
              </w:rPr>
            </w:r>
            <w:r>
              <w:rPr>
                <w:webHidden/>
                <w:rtl/>
              </w:rPr>
              <w:fldChar w:fldCharType="separate"/>
            </w:r>
            <w:r>
              <w:rPr>
                <w:webHidden/>
                <w:rtl/>
              </w:rPr>
              <w:t>205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1" w:history="1">
            <w:r w:rsidRPr="0077292D">
              <w:rPr>
                <w:rStyle w:val="Hyperlink"/>
                <w:rtl/>
              </w:rPr>
              <w:t>ب: قدامت پرستي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Toc268681 \h</w:instrText>
            </w:r>
            <w:r>
              <w:rPr>
                <w:webHidden/>
                <w:rtl/>
              </w:rPr>
              <w:instrText xml:space="preserve"> </w:instrText>
            </w:r>
            <w:r>
              <w:rPr>
                <w:webHidden/>
                <w:rtl/>
              </w:rPr>
            </w:r>
            <w:r>
              <w:rPr>
                <w:webHidden/>
                <w:rtl/>
              </w:rPr>
              <w:fldChar w:fldCharType="separate"/>
            </w:r>
            <w:r>
              <w:rPr>
                <w:webHidden/>
                <w:rtl/>
              </w:rPr>
              <w:t>206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2" w:history="1">
            <w:r w:rsidRPr="0077292D">
              <w:rPr>
                <w:rStyle w:val="Hyperlink"/>
                <w:rtl/>
              </w:rPr>
              <w:t>ج ) اسلامى دنيا ميں عقل اور عقل دشمن تحريكيں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Toc268682 \h</w:instrText>
            </w:r>
            <w:r>
              <w:rPr>
                <w:webHidden/>
                <w:rtl/>
              </w:rPr>
              <w:instrText xml:space="preserve"> </w:instrText>
            </w:r>
            <w:r>
              <w:rPr>
                <w:webHidden/>
                <w:rtl/>
              </w:rPr>
            </w:r>
            <w:r>
              <w:rPr>
                <w:webHidden/>
                <w:rtl/>
              </w:rPr>
              <w:fldChar w:fldCharType="separate"/>
            </w:r>
            <w:r>
              <w:rPr>
                <w:webHidden/>
                <w:rtl/>
              </w:rPr>
              <w:t>208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3" w:history="1">
            <w:r w:rsidRPr="0077292D">
              <w:rPr>
                <w:rStyle w:val="Hyperlink"/>
                <w:rtl/>
              </w:rPr>
              <w:t>آٹھواں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Toc268683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4" w:history="1">
            <w:r w:rsidRPr="0077292D">
              <w:rPr>
                <w:rStyle w:val="Hyperlink"/>
                <w:rtl/>
              </w:rPr>
              <w:t>بيدارى عالم اسلام كى نشا ة ثانيہ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Toc268684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5" w:history="1">
            <w:r w:rsidRPr="0077292D">
              <w:rPr>
                <w:rStyle w:val="Hyperlink"/>
                <w:rtl/>
              </w:rPr>
              <w:t>1_ صفوي: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Toc268685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6" w:history="1">
            <w:r w:rsidRPr="0077292D">
              <w:rPr>
                <w:rStyle w:val="Hyperlink"/>
                <w:rtl/>
              </w:rPr>
              <w:t>الف) صفويوں كا ظہور: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Toc268686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7" w:history="1">
            <w:r w:rsidRPr="0077292D">
              <w:rPr>
                <w:rStyle w:val="Hyperlink"/>
                <w:rtl/>
              </w:rPr>
              <w:t>ب) صفوى حكومت كى تشكيل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Toc268687 \h</w:instrText>
            </w:r>
            <w:r>
              <w:rPr>
                <w:webHidden/>
                <w:rtl/>
              </w:rPr>
              <w:instrText xml:space="preserve"> </w:instrText>
            </w:r>
            <w:r>
              <w:rPr>
                <w:webHidden/>
                <w:rtl/>
              </w:rPr>
            </w:r>
            <w:r>
              <w:rPr>
                <w:webHidden/>
                <w:rtl/>
              </w:rPr>
              <w:fldChar w:fldCharType="separate"/>
            </w:r>
            <w:r>
              <w:rPr>
                <w:webHidden/>
                <w:rtl/>
              </w:rPr>
              <w:t>211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8" w:history="1">
            <w:r w:rsidRPr="0077292D">
              <w:rPr>
                <w:rStyle w:val="Hyperlink"/>
                <w:rtl/>
              </w:rPr>
              <w:t>ج) استحكام كا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Toc268688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89" w:history="1">
            <w:r w:rsidRPr="0077292D">
              <w:rPr>
                <w:rStyle w:val="Hyperlink"/>
                <w:rtl/>
              </w:rPr>
              <w:t>د) زمانہ عروج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Toc268689 \h</w:instrText>
            </w:r>
            <w:r>
              <w:rPr>
                <w:webHidden/>
                <w:rtl/>
              </w:rPr>
              <w:instrText xml:space="preserve"> </w:instrText>
            </w:r>
            <w:r>
              <w:rPr>
                <w:webHidden/>
                <w:rtl/>
              </w:rPr>
            </w:r>
            <w:r>
              <w:rPr>
                <w:webHidden/>
                <w:rtl/>
              </w:rPr>
              <w:fldChar w:fldCharType="separate"/>
            </w:r>
            <w:r>
              <w:rPr>
                <w:webHidden/>
                <w:rtl/>
              </w:rPr>
              <w:t>213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90" w:history="1">
            <w:r w:rsidRPr="0077292D">
              <w:rPr>
                <w:rStyle w:val="Hyperlink"/>
                <w:rtl/>
              </w:rPr>
              <w:t>خارجہ روابط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Toc268690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91" w:history="1">
            <w:r w:rsidRPr="0077292D">
              <w:rPr>
                <w:rStyle w:val="Hyperlink"/>
                <w:rtl/>
              </w:rPr>
              <w:t>الف) ہمسايوں كے ساتھ روابط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Toc268691 \h</w:instrText>
            </w:r>
            <w:r>
              <w:rPr>
                <w:webHidden/>
                <w:rtl/>
              </w:rPr>
              <w:instrText xml:space="preserve"> </w:instrText>
            </w:r>
            <w:r>
              <w:rPr>
                <w:webHidden/>
                <w:rtl/>
              </w:rPr>
            </w:r>
            <w:r>
              <w:rPr>
                <w:webHidden/>
                <w:rtl/>
              </w:rPr>
              <w:fldChar w:fldCharType="separate"/>
            </w:r>
            <w:r>
              <w:rPr>
                <w:webHidden/>
                <w:rtl/>
              </w:rPr>
              <w:t>214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92" w:history="1">
            <w:r w:rsidRPr="0077292D">
              <w:rPr>
                <w:rStyle w:val="Hyperlink"/>
                <w:rtl/>
              </w:rPr>
              <w:t>صفوى دور كى تہذيب و تمدن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Toc268692 \h</w:instrText>
            </w:r>
            <w:r>
              <w:rPr>
                <w:webHidden/>
                <w:rtl/>
              </w:rPr>
              <w:instrText xml:space="preserve"> </w:instrText>
            </w:r>
            <w:r>
              <w:rPr>
                <w:webHidden/>
                <w:rtl/>
              </w:rPr>
            </w:r>
            <w:r>
              <w:rPr>
                <w:webHidden/>
                <w:rtl/>
              </w:rPr>
              <w:fldChar w:fldCharType="separate"/>
            </w:r>
            <w:r>
              <w:rPr>
                <w:webHidden/>
                <w:rtl/>
              </w:rPr>
              <w:t>218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93" w:history="1">
            <w:r w:rsidRPr="0077292D">
              <w:rPr>
                <w:rStyle w:val="Hyperlink"/>
                <w:rtl/>
              </w:rPr>
              <w:t>مذہب شيعہ كوسركارى قرار دينا اور اسكے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Toc268693 \h</w:instrText>
            </w:r>
            <w:r>
              <w:rPr>
                <w:webHidden/>
                <w:rtl/>
              </w:rPr>
              <w:instrText xml:space="preserve"> </w:instrText>
            </w:r>
            <w:r>
              <w:rPr>
                <w:webHidden/>
                <w:rtl/>
              </w:rPr>
            </w:r>
            <w:r>
              <w:rPr>
                <w:webHidden/>
                <w:rtl/>
              </w:rPr>
              <w:fldChar w:fldCharType="separate"/>
            </w:r>
            <w:r>
              <w:rPr>
                <w:webHidden/>
                <w:rtl/>
              </w:rPr>
              <w:t>218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94" w:history="1">
            <w:r w:rsidRPr="0077292D">
              <w:rPr>
                <w:rStyle w:val="Hyperlink"/>
                <w:rtl/>
              </w:rPr>
              <w:t>ادبيات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Toc268694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E51376" w:rsidRDefault="00E51376" w:rsidP="00E51376">
          <w:pPr>
            <w:pStyle w:val="libNormal"/>
            <w:rPr>
              <w:rStyle w:val="Hyperlink"/>
              <w:rFonts w:ascii="Fajer Noori Nastalique" w:hAnsi="Fajer Noori Nastalique"/>
              <w:b w:val="0"/>
              <w:sz w:val="28"/>
              <w:szCs w:val="28"/>
            </w:rPr>
          </w:pPr>
          <w:r>
            <w:rPr>
              <w:rStyle w:val="Hyperlink"/>
            </w:rPr>
            <w:br w:type="page"/>
          </w:r>
        </w:p>
        <w:p w:rsidR="00E51376" w:rsidRDefault="00E51376">
          <w:pPr>
            <w:pStyle w:val="TOC2"/>
            <w:rPr>
              <w:rFonts w:asciiTheme="minorHAnsi" w:eastAsiaTheme="minorEastAsia" w:hAnsiTheme="minorHAnsi" w:cstheme="minorBidi"/>
              <w:b w:val="0"/>
              <w:color w:val="auto"/>
              <w:sz w:val="22"/>
              <w:szCs w:val="22"/>
              <w:rtl/>
              <w:lang w:bidi="ar-SA"/>
            </w:rPr>
          </w:pPr>
          <w:hyperlink w:anchor="_Toc268695" w:history="1">
            <w:r w:rsidRPr="0077292D">
              <w:rPr>
                <w:rStyle w:val="Hyperlink"/>
                <w:rtl/>
              </w:rPr>
              <w:t>مدارس اور علوم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Toc268695 \h</w:instrText>
            </w:r>
            <w:r>
              <w:rPr>
                <w:webHidden/>
                <w:rtl/>
              </w:rPr>
              <w:instrText xml:space="preserve"> </w:instrText>
            </w:r>
            <w:r>
              <w:rPr>
                <w:webHidden/>
                <w:rtl/>
              </w:rPr>
            </w:r>
            <w:r>
              <w:rPr>
                <w:webHidden/>
                <w:rtl/>
              </w:rPr>
              <w:fldChar w:fldCharType="separate"/>
            </w:r>
            <w:r>
              <w:rPr>
                <w:webHidden/>
                <w:rtl/>
              </w:rPr>
              <w:t>219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96" w:history="1">
            <w:r w:rsidRPr="0077292D">
              <w:rPr>
                <w:rStyle w:val="Hyperlink"/>
                <w:rtl/>
              </w:rPr>
              <w:t>معماري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Toc268696 \h</w:instrText>
            </w:r>
            <w:r>
              <w:rPr>
                <w:webHidden/>
                <w:rtl/>
              </w:rPr>
              <w:instrText xml:space="preserve"> </w:instrText>
            </w:r>
            <w:r>
              <w:rPr>
                <w:webHidden/>
                <w:rtl/>
              </w:rPr>
            </w:r>
            <w:r>
              <w:rPr>
                <w:webHidden/>
                <w:rtl/>
              </w:rPr>
              <w:fldChar w:fldCharType="separate"/>
            </w:r>
            <w:r>
              <w:rPr>
                <w:webHidden/>
                <w:rtl/>
              </w:rPr>
              <w:t>220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97" w:history="1">
            <w:r w:rsidRPr="0077292D">
              <w:rPr>
                <w:rStyle w:val="Hyperlink"/>
                <w:rtl/>
              </w:rPr>
              <w:t>كپڑا اور قالين بننے كا كام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Toc268697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98" w:history="1">
            <w:r w:rsidRPr="0077292D">
              <w:rPr>
                <w:rStyle w:val="Hyperlink"/>
                <w:rtl/>
              </w:rPr>
              <w:t>فوجى اسلحہ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Toc268698 \h</w:instrText>
            </w:r>
            <w:r>
              <w:rPr>
                <w:webHidden/>
                <w:rtl/>
              </w:rPr>
              <w:instrText xml:space="preserve"> </w:instrText>
            </w:r>
            <w:r>
              <w:rPr>
                <w:webHidden/>
                <w:rtl/>
              </w:rPr>
            </w:r>
            <w:r>
              <w:rPr>
                <w:webHidden/>
                <w:rtl/>
              </w:rPr>
              <w:fldChar w:fldCharType="separate"/>
            </w:r>
            <w:r>
              <w:rPr>
                <w:webHidden/>
                <w:rtl/>
              </w:rPr>
              <w:t>222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699" w:history="1">
            <w:r w:rsidRPr="0077292D">
              <w:rPr>
                <w:rStyle w:val="Hyperlink"/>
                <w:rtl/>
              </w:rPr>
              <w:t>صفويوں كا دفترى نظام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Toc268699 \h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0" w:history="1">
            <w:r w:rsidRPr="0077292D">
              <w:rPr>
                <w:rStyle w:val="Hyperlink"/>
                <w:rtl/>
              </w:rPr>
              <w:t>صفويوں كا زوال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Toc268700 \h</w:instrText>
            </w:r>
            <w:r>
              <w:rPr>
                <w:webHidden/>
                <w:rtl/>
              </w:rPr>
              <w:instrText xml:space="preserve"> </w:instrText>
            </w:r>
            <w:r>
              <w:rPr>
                <w:webHidden/>
                <w:rtl/>
              </w:rPr>
            </w:r>
            <w:r>
              <w:rPr>
                <w:webHidden/>
                <w:rtl/>
              </w:rPr>
              <w:fldChar w:fldCharType="separate"/>
            </w:r>
            <w:r>
              <w:rPr>
                <w:webHidden/>
                <w:rtl/>
              </w:rPr>
              <w:t>224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1" w:history="1">
            <w:r w:rsidRPr="0077292D">
              <w:rPr>
                <w:rStyle w:val="Hyperlink"/>
                <w:rtl/>
              </w:rPr>
              <w:t>عثمانى حكومت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Toc268701 \h</w:instrText>
            </w:r>
            <w:r>
              <w:rPr>
                <w:webHidden/>
                <w:rtl/>
              </w:rPr>
              <w:instrText xml:space="preserve"> </w:instrText>
            </w:r>
            <w:r>
              <w:rPr>
                <w:webHidden/>
                <w:rtl/>
              </w:rPr>
            </w:r>
            <w:r>
              <w:rPr>
                <w:webHidden/>
                <w:rtl/>
              </w:rPr>
              <w:fldChar w:fldCharType="separate"/>
            </w:r>
            <w:r>
              <w:rPr>
                <w:webHidden/>
                <w:rtl/>
              </w:rPr>
              <w:t>225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2" w:history="1">
            <w:r w:rsidRPr="0077292D">
              <w:rPr>
                <w:rStyle w:val="Hyperlink"/>
                <w:rtl/>
              </w:rPr>
              <w:t>امارت سے بادشاہت تك</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Toc268702 \h</w:instrText>
            </w:r>
            <w:r>
              <w:rPr>
                <w:webHidden/>
                <w:rtl/>
              </w:rPr>
              <w:instrText xml:space="preserve"> </w:instrText>
            </w:r>
            <w:r>
              <w:rPr>
                <w:webHidden/>
                <w:rtl/>
              </w:rPr>
            </w:r>
            <w:r>
              <w:rPr>
                <w:webHidden/>
                <w:rtl/>
              </w:rPr>
              <w:fldChar w:fldCharType="separate"/>
            </w:r>
            <w:r>
              <w:rPr>
                <w:webHidden/>
                <w:rtl/>
              </w:rPr>
              <w:t>225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3" w:history="1">
            <w:r w:rsidRPr="0077292D">
              <w:rPr>
                <w:rStyle w:val="Hyperlink"/>
                <w:rtl/>
              </w:rPr>
              <w:t>3_مغل سلاطين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Toc268703 \h</w:instrText>
            </w:r>
            <w:r>
              <w:rPr>
                <w:webHidden/>
                <w:rtl/>
              </w:rPr>
              <w:instrText xml:space="preserve"> </w:instrText>
            </w:r>
            <w:r>
              <w:rPr>
                <w:webHidden/>
                <w:rtl/>
              </w:rPr>
            </w:r>
            <w:r>
              <w:rPr>
                <w:webHidden/>
                <w:rtl/>
              </w:rPr>
              <w:fldChar w:fldCharType="separate"/>
            </w:r>
            <w:r>
              <w:rPr>
                <w:webHidden/>
                <w:rtl/>
              </w:rPr>
              <w:t>237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4" w:history="1">
            <w:r w:rsidRPr="0077292D">
              <w:rPr>
                <w:rStyle w:val="Hyperlink"/>
                <w:rtl/>
              </w:rPr>
              <w:t>سياسى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Toc268704 \h</w:instrText>
            </w:r>
            <w:r>
              <w:rPr>
                <w:webHidden/>
                <w:rtl/>
              </w:rPr>
              <w:instrText xml:space="preserve"> </w:instrText>
            </w:r>
            <w:r>
              <w:rPr>
                <w:webHidden/>
                <w:rtl/>
              </w:rPr>
            </w:r>
            <w:r>
              <w:rPr>
                <w:webHidden/>
                <w:rtl/>
              </w:rPr>
              <w:fldChar w:fldCharType="separate"/>
            </w:r>
            <w:r>
              <w:rPr>
                <w:webHidden/>
                <w:rtl/>
              </w:rPr>
              <w:t>238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5" w:history="1">
            <w:r w:rsidRPr="0077292D">
              <w:rPr>
                <w:rStyle w:val="Hyperlink"/>
                <w:rtl/>
              </w:rPr>
              <w:t>مغلوں كے صفويوں سے روابط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Toc268705 \h</w:instrText>
            </w:r>
            <w:r>
              <w:rPr>
                <w:webHidden/>
                <w:rtl/>
              </w:rPr>
              <w:instrText xml:space="preserve"> </w:instrText>
            </w:r>
            <w:r>
              <w:rPr>
                <w:webHidden/>
                <w:rtl/>
              </w:rPr>
            </w:r>
            <w:r>
              <w:rPr>
                <w:webHidden/>
                <w:rtl/>
              </w:rPr>
              <w:fldChar w:fldCharType="separate"/>
            </w:r>
            <w:r>
              <w:rPr>
                <w:webHidden/>
                <w:rtl/>
              </w:rPr>
              <w:t>240</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6" w:history="1">
            <w:r w:rsidRPr="0077292D">
              <w:rPr>
                <w:rStyle w:val="Hyperlink"/>
                <w:rtl/>
              </w:rPr>
              <w:t>مغلوں كے يورپى حكومتوں سے تعلقات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Toc268706 \h</w:instrText>
            </w:r>
            <w:r>
              <w:rPr>
                <w:webHidden/>
                <w:rtl/>
              </w:rPr>
              <w:instrText xml:space="preserve"> </w:instrText>
            </w:r>
            <w:r>
              <w:rPr>
                <w:webHidden/>
                <w:rtl/>
              </w:rPr>
            </w:r>
            <w:r>
              <w:rPr>
                <w:webHidden/>
                <w:rtl/>
              </w:rPr>
              <w:fldChar w:fldCharType="separate"/>
            </w:r>
            <w:r>
              <w:rPr>
                <w:webHidden/>
                <w:rtl/>
              </w:rPr>
              <w:t>241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7" w:history="1">
            <w:r w:rsidRPr="0077292D">
              <w:rPr>
                <w:rStyle w:val="Hyperlink"/>
                <w:rtl/>
              </w:rPr>
              <w:t>مغلوں كا اداراتى اور سياسى نظام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Toc268707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8" w:history="1">
            <w:r w:rsidRPr="0077292D">
              <w:rPr>
                <w:rStyle w:val="Hyperlink"/>
                <w:rtl/>
              </w:rPr>
              <w:t>فارسى ادبيات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Toc268708 \h</w:instrText>
            </w:r>
            <w:r>
              <w:rPr>
                <w:webHidden/>
                <w:rtl/>
              </w:rPr>
              <w:instrText xml:space="preserve"> </w:instrText>
            </w:r>
            <w:r>
              <w:rPr>
                <w:webHidden/>
                <w:rtl/>
              </w:rPr>
            </w:r>
            <w:r>
              <w:rPr>
                <w:webHidden/>
                <w:rtl/>
              </w:rPr>
              <w:fldChar w:fldCharType="separate"/>
            </w:r>
            <w:r>
              <w:rPr>
                <w:webHidden/>
                <w:rtl/>
              </w:rPr>
              <w:t>244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09" w:history="1">
            <w:r w:rsidRPr="0077292D">
              <w:rPr>
                <w:rStyle w:val="Hyperlink"/>
                <w:rtl/>
              </w:rPr>
              <w:t>مسلمان عرفا اور انكى ہندوستان ميں خدمات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Toc268709 \h</w:instrText>
            </w:r>
            <w:r>
              <w:rPr>
                <w:webHidden/>
                <w:rtl/>
              </w:rPr>
              <w:instrText xml:space="preserve"> </w:instrText>
            </w:r>
            <w:r>
              <w:rPr>
                <w:webHidden/>
                <w:rtl/>
              </w:rPr>
            </w:r>
            <w:r>
              <w:rPr>
                <w:webHidden/>
                <w:rtl/>
              </w:rPr>
              <w:fldChar w:fldCharType="separate"/>
            </w:r>
            <w:r>
              <w:rPr>
                <w:webHidden/>
                <w:rtl/>
              </w:rPr>
              <w:t>245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10" w:history="1">
            <w:r w:rsidRPr="0077292D">
              <w:rPr>
                <w:rStyle w:val="Hyperlink"/>
                <w:rtl/>
              </w:rPr>
              <w:t>ہندوستان كے اسلامى ہنر و فنون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Toc268710 \h</w:instrText>
            </w:r>
            <w:r>
              <w:rPr>
                <w:webHidden/>
                <w:rtl/>
              </w:rPr>
              <w:instrText xml:space="preserve"> </w:instrText>
            </w:r>
            <w:r>
              <w:rPr>
                <w:webHidden/>
                <w:rtl/>
              </w:rPr>
            </w:r>
            <w:r>
              <w:rPr>
                <w:webHidden/>
                <w:rtl/>
              </w:rPr>
              <w:fldChar w:fldCharType="separate"/>
            </w:r>
            <w:r>
              <w:rPr>
                <w:webHidden/>
                <w:rtl/>
              </w:rPr>
              <w:t>249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11" w:history="1">
            <w:r w:rsidRPr="0077292D">
              <w:rPr>
                <w:rStyle w:val="Hyperlink"/>
                <w:rtl/>
              </w:rPr>
              <w:t>فن مصورى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Toc268711 \h</w:instrText>
            </w:r>
            <w:r>
              <w:rPr>
                <w:webHidden/>
                <w:rtl/>
              </w:rPr>
              <w:instrText xml:space="preserve"> </w:instrText>
            </w:r>
            <w:r>
              <w:rPr>
                <w:webHidden/>
                <w:rtl/>
              </w:rPr>
            </w:r>
            <w:r>
              <w:rPr>
                <w:webHidden/>
                <w:rtl/>
              </w:rPr>
              <w:fldChar w:fldCharType="separate"/>
            </w:r>
            <w:r>
              <w:rPr>
                <w:webHidden/>
                <w:rtl/>
              </w:rPr>
              <w:t>251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12" w:history="1">
            <w:r w:rsidRPr="0077292D">
              <w:rPr>
                <w:rStyle w:val="Hyperlink"/>
                <w:rtl/>
              </w:rPr>
              <w:t>نواں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Toc268712 \h</w:instrText>
            </w:r>
            <w:r>
              <w:rPr>
                <w:webHidden/>
                <w:rtl/>
              </w:rPr>
              <w:instrText xml:space="preserve"> </w:instrText>
            </w:r>
            <w:r>
              <w:rPr>
                <w:webHidden/>
                <w:rtl/>
              </w:rPr>
            </w:r>
            <w:r>
              <w:rPr>
                <w:webHidden/>
                <w:rtl/>
              </w:rPr>
              <w:fldChar w:fldCharType="separate"/>
            </w:r>
            <w:r>
              <w:rPr>
                <w:webHidden/>
                <w:rtl/>
              </w:rPr>
              <w:t>255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13" w:history="1">
            <w:r w:rsidRPr="0077292D">
              <w:rPr>
                <w:rStyle w:val="Hyperlink"/>
                <w:rtl/>
              </w:rPr>
              <w:t>اسلامى تہذيب و تمدن كے جمود اور زوال كے آخرى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Toc268713 \h</w:instrText>
            </w:r>
            <w:r>
              <w:rPr>
                <w:webHidden/>
                <w:rtl/>
              </w:rPr>
              <w:instrText xml:space="preserve"> </w:instrText>
            </w:r>
            <w:r>
              <w:rPr>
                <w:webHidden/>
                <w:rtl/>
              </w:rPr>
            </w:r>
            <w:r>
              <w:rPr>
                <w:webHidden/>
                <w:rtl/>
              </w:rPr>
              <w:fldChar w:fldCharType="separate"/>
            </w:r>
            <w:r>
              <w:rPr>
                <w:webHidden/>
                <w:rtl/>
              </w:rPr>
              <w:t>255</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14" w:history="1">
            <w:r w:rsidRPr="0077292D">
              <w:rPr>
                <w:rStyle w:val="Hyperlink"/>
                <w:rtl/>
              </w:rPr>
              <w:t>1) استعمار قديم و جديد: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Toc268714 \h</w:instrText>
            </w:r>
            <w:r>
              <w:rPr>
                <w:webHidden/>
                <w:rtl/>
              </w:rPr>
              <w:instrText xml:space="preserve"> </w:instrText>
            </w:r>
            <w:r>
              <w:rPr>
                <w:webHidden/>
                <w:rtl/>
              </w:rPr>
            </w:r>
            <w:r>
              <w:rPr>
                <w:webHidden/>
                <w:rtl/>
              </w:rPr>
              <w:fldChar w:fldCharType="separate"/>
            </w:r>
            <w:r>
              <w:rPr>
                <w:webHidden/>
                <w:rtl/>
              </w:rPr>
              <w:t>256</w:t>
            </w:r>
            <w:r>
              <w:rPr>
                <w:webHidden/>
                <w:rtl/>
              </w:rPr>
              <w:fldChar w:fldCharType="end"/>
            </w:r>
          </w:hyperlink>
        </w:p>
        <w:p w:rsidR="00E51376" w:rsidRDefault="00E51376" w:rsidP="00E51376">
          <w:pPr>
            <w:pStyle w:val="libNormal"/>
            <w:rPr>
              <w:rStyle w:val="Hyperlink"/>
              <w:rFonts w:ascii="Fajer Noori Nastalique" w:hAnsi="Fajer Noori Nastalique"/>
              <w:b w:val="0"/>
              <w:sz w:val="28"/>
              <w:szCs w:val="28"/>
            </w:rPr>
          </w:pPr>
          <w:bookmarkStart w:id="179" w:name="_GoBack"/>
          <w:r>
            <w:rPr>
              <w:rStyle w:val="Hyperlink"/>
            </w:rPr>
            <w:br w:type="page"/>
          </w:r>
        </w:p>
        <w:bookmarkEnd w:id="179"/>
        <w:p w:rsidR="00E51376" w:rsidRDefault="00E51376">
          <w:pPr>
            <w:pStyle w:val="TOC2"/>
            <w:rPr>
              <w:rFonts w:asciiTheme="minorHAnsi" w:eastAsiaTheme="minorEastAsia" w:hAnsiTheme="minorHAnsi" w:cstheme="minorBidi"/>
              <w:b w:val="0"/>
              <w:color w:val="auto"/>
              <w:sz w:val="22"/>
              <w:szCs w:val="22"/>
              <w:rtl/>
              <w:lang w:bidi="ar-SA"/>
            </w:rPr>
          </w:pPr>
          <w:r w:rsidRPr="0077292D">
            <w:rPr>
              <w:rStyle w:val="Hyperlink"/>
            </w:rPr>
            <w:lastRenderedPageBreak/>
            <w:fldChar w:fldCharType="begin"/>
          </w:r>
          <w:r w:rsidRPr="0077292D">
            <w:rPr>
              <w:rStyle w:val="Hyperlink"/>
              <w:rtl/>
            </w:rPr>
            <w:instrText xml:space="preserve"> </w:instrText>
          </w:r>
          <w:r>
            <w:instrText>HYPERLINK \l "_Toc268715</w:instrText>
          </w:r>
          <w:r>
            <w:rPr>
              <w:rtl/>
            </w:rPr>
            <w:instrText>"</w:instrText>
          </w:r>
          <w:r w:rsidRPr="0077292D">
            <w:rPr>
              <w:rStyle w:val="Hyperlink"/>
              <w:rtl/>
            </w:rPr>
            <w:instrText xml:space="preserve"> </w:instrText>
          </w:r>
          <w:r w:rsidRPr="0077292D">
            <w:rPr>
              <w:rStyle w:val="Hyperlink"/>
            </w:rPr>
          </w:r>
          <w:r w:rsidRPr="0077292D">
            <w:rPr>
              <w:rStyle w:val="Hyperlink"/>
            </w:rPr>
            <w:fldChar w:fldCharType="separate"/>
          </w:r>
          <w:r w:rsidRPr="0077292D">
            <w:rPr>
              <w:rStyle w:val="Hyperlink"/>
              <w:rtl/>
            </w:rPr>
            <w:t>استعمار قديم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Toc268715 \h</w:instrText>
          </w:r>
          <w:r>
            <w:rPr>
              <w:webHidden/>
              <w:rtl/>
            </w:rPr>
            <w:instrText xml:space="preserve"> </w:instrText>
          </w:r>
          <w:r>
            <w:rPr>
              <w:webHidden/>
              <w:rtl/>
            </w:rPr>
          </w:r>
          <w:r>
            <w:rPr>
              <w:webHidden/>
              <w:rtl/>
            </w:rPr>
            <w:fldChar w:fldCharType="separate"/>
          </w:r>
          <w:r>
            <w:rPr>
              <w:webHidden/>
              <w:rtl/>
            </w:rPr>
            <w:t>256</w:t>
          </w:r>
          <w:r>
            <w:rPr>
              <w:webHidden/>
              <w:rtl/>
            </w:rPr>
            <w:fldChar w:fldCharType="end"/>
          </w:r>
          <w:r w:rsidRPr="0077292D">
            <w:rPr>
              <w:rStyle w:val="Hyperlink"/>
            </w:rPr>
            <w:fldChar w:fldCharType="end"/>
          </w:r>
        </w:p>
        <w:p w:rsidR="00E51376" w:rsidRDefault="00E51376">
          <w:pPr>
            <w:pStyle w:val="TOC2"/>
            <w:rPr>
              <w:rFonts w:asciiTheme="minorHAnsi" w:eastAsiaTheme="minorEastAsia" w:hAnsiTheme="minorHAnsi" w:cstheme="minorBidi"/>
              <w:b w:val="0"/>
              <w:color w:val="auto"/>
              <w:sz w:val="22"/>
              <w:szCs w:val="22"/>
              <w:rtl/>
              <w:lang w:bidi="ar-SA"/>
            </w:rPr>
          </w:pPr>
          <w:hyperlink w:anchor="_Toc268716" w:history="1">
            <w:r w:rsidRPr="0077292D">
              <w:rPr>
                <w:rStyle w:val="Hyperlink"/>
                <w:rtl/>
              </w:rPr>
              <w:t>استعمار كا مفہوم اور تاريخ</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Toc268716 \h</w:instrText>
            </w:r>
            <w:r>
              <w:rPr>
                <w:webHidden/>
                <w:rtl/>
              </w:rPr>
              <w:instrText xml:space="preserve"> </w:instrText>
            </w:r>
            <w:r>
              <w:rPr>
                <w:webHidden/>
                <w:rtl/>
              </w:rPr>
            </w:r>
            <w:r>
              <w:rPr>
                <w:webHidden/>
                <w:rtl/>
              </w:rPr>
              <w:fldChar w:fldCharType="separate"/>
            </w:r>
            <w:r>
              <w:rPr>
                <w:webHidden/>
                <w:rtl/>
              </w:rPr>
              <w:t>256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17" w:history="1">
            <w:r w:rsidRPr="0077292D">
              <w:rPr>
                <w:rStyle w:val="Hyperlink"/>
                <w:rtl/>
              </w:rPr>
              <w:t>استعمار كے وجود ميں آنے كے اسباب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Toc268717 \h</w:instrText>
            </w:r>
            <w:r>
              <w:rPr>
                <w:webHidden/>
                <w:rtl/>
              </w:rPr>
              <w:instrText xml:space="preserve"> </w:instrText>
            </w:r>
            <w:r>
              <w:rPr>
                <w:webHidden/>
                <w:rtl/>
              </w:rPr>
            </w:r>
            <w:r>
              <w:rPr>
                <w:webHidden/>
                <w:rtl/>
              </w:rPr>
              <w:fldChar w:fldCharType="separate"/>
            </w:r>
            <w:r>
              <w:rPr>
                <w:webHidden/>
                <w:rtl/>
              </w:rPr>
              <w:t>258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18" w:history="1">
            <w:r w:rsidRPr="0077292D">
              <w:rPr>
                <w:rStyle w:val="Hyperlink"/>
                <w:rtl/>
              </w:rPr>
              <w:t>ايشيا ميں استعمار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Toc268718 \h</w:instrText>
            </w:r>
            <w:r>
              <w:rPr>
                <w:webHidden/>
                <w:rtl/>
              </w:rPr>
              <w:instrText xml:space="preserve"> </w:instrText>
            </w:r>
            <w:r>
              <w:rPr>
                <w:webHidden/>
                <w:rtl/>
              </w:rPr>
            </w:r>
            <w:r>
              <w:rPr>
                <w:webHidden/>
                <w:rtl/>
              </w:rPr>
              <w:fldChar w:fldCharType="separate"/>
            </w:r>
            <w:r>
              <w:rPr>
                <w:webHidden/>
                <w:rtl/>
              </w:rPr>
              <w:t>259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19" w:history="1">
            <w:r w:rsidRPr="0077292D">
              <w:rPr>
                <w:rStyle w:val="Hyperlink"/>
                <w:rtl/>
              </w:rPr>
              <w:t>مشرقى وسطى اور خليج فارس ميں استعمار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Toc268719 \h</w:instrText>
            </w:r>
            <w:r>
              <w:rPr>
                <w:webHidden/>
                <w:rtl/>
              </w:rPr>
              <w:instrText xml:space="preserve"> </w:instrText>
            </w:r>
            <w:r>
              <w:rPr>
                <w:webHidden/>
                <w:rtl/>
              </w:rPr>
            </w:r>
            <w:r>
              <w:rPr>
                <w:webHidden/>
                <w:rtl/>
              </w:rPr>
              <w:fldChar w:fldCharType="separate"/>
            </w:r>
            <w:r>
              <w:rPr>
                <w:webHidden/>
                <w:rtl/>
              </w:rPr>
              <w:t>262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0" w:history="1">
            <w:r w:rsidRPr="0077292D">
              <w:rPr>
                <w:rStyle w:val="Hyperlink"/>
                <w:rtl/>
              </w:rPr>
              <w:t>استعمار جديد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Toc268720 \h</w:instrText>
            </w:r>
            <w:r>
              <w:rPr>
                <w:webHidden/>
                <w:rtl/>
              </w:rPr>
              <w:instrText xml:space="preserve"> </w:instrText>
            </w:r>
            <w:r>
              <w:rPr>
                <w:webHidden/>
                <w:rtl/>
              </w:rPr>
            </w:r>
            <w:r>
              <w:rPr>
                <w:webHidden/>
                <w:rtl/>
              </w:rPr>
              <w:fldChar w:fldCharType="separate"/>
            </w:r>
            <w:r>
              <w:rPr>
                <w:webHidden/>
                <w:rtl/>
              </w:rPr>
              <w:t>264</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1" w:history="1">
            <w:r w:rsidRPr="0077292D">
              <w:rPr>
                <w:rStyle w:val="Hyperlink"/>
                <w:rtl/>
              </w:rPr>
              <w:t>ملٹى نيشنل ( كثير القومى ) كمپنياں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Toc268721 \h</w:instrText>
            </w:r>
            <w:r>
              <w:rPr>
                <w:webHidden/>
                <w:rtl/>
              </w:rPr>
              <w:instrText xml:space="preserve"> </w:instrText>
            </w:r>
            <w:r>
              <w:rPr>
                <w:webHidden/>
                <w:rtl/>
              </w:rPr>
            </w:r>
            <w:r>
              <w:rPr>
                <w:webHidden/>
                <w:rtl/>
              </w:rPr>
              <w:fldChar w:fldCharType="separate"/>
            </w:r>
            <w:r>
              <w:rPr>
                <w:webHidden/>
                <w:rtl/>
              </w:rPr>
              <w:t>266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2" w:history="1">
            <w:r w:rsidRPr="0077292D">
              <w:rPr>
                <w:rStyle w:val="Hyperlink"/>
                <w:rtl/>
              </w:rPr>
              <w:t>بين الاقوامى مالياتى ادارے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Toc268722 \h</w:instrText>
            </w:r>
            <w:r>
              <w:rPr>
                <w:webHidden/>
                <w:rtl/>
              </w:rPr>
              <w:instrText xml:space="preserve"> </w:instrText>
            </w:r>
            <w:r>
              <w:rPr>
                <w:webHidden/>
                <w:rtl/>
              </w:rPr>
            </w:r>
            <w:r>
              <w:rPr>
                <w:webHidden/>
                <w:rtl/>
              </w:rPr>
              <w:fldChar w:fldCharType="separate"/>
            </w:r>
            <w:r>
              <w:rPr>
                <w:webHidden/>
                <w:rtl/>
              </w:rPr>
              <w:t>268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3" w:history="1">
            <w:r w:rsidRPr="0077292D">
              <w:rPr>
                <w:rStyle w:val="Hyperlink"/>
                <w:rtl/>
              </w:rPr>
              <w:t xml:space="preserve">عالمگير يت </w:t>
            </w:r>
            <w:r w:rsidRPr="0077292D">
              <w:rPr>
                <w:rStyle w:val="Hyperlink"/>
                <w:rFonts w:eastAsia="Calibri"/>
                <w:vertAlign w:val="superscript"/>
                <w:rtl/>
                <w:lang w:bidi="fa-IR"/>
              </w:rPr>
              <w:t>(2)</w:t>
            </w:r>
            <w:r w:rsidRPr="0077292D">
              <w:rPr>
                <w:rStyle w:val="Hyperlink"/>
                <w:rtl/>
              </w:rPr>
              <w:t xml:space="preserve"> اور اسكے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Toc268723 \h</w:instrText>
            </w:r>
            <w:r>
              <w:rPr>
                <w:webHidden/>
                <w:rtl/>
              </w:rPr>
              <w:instrText xml:space="preserve"> </w:instrText>
            </w:r>
            <w:r>
              <w:rPr>
                <w:webHidden/>
                <w:rtl/>
              </w:rPr>
            </w:r>
            <w:r>
              <w:rPr>
                <w:webHidden/>
                <w:rtl/>
              </w:rPr>
              <w:fldChar w:fldCharType="separate"/>
            </w:r>
            <w:r>
              <w:rPr>
                <w:webHidden/>
                <w:rtl/>
              </w:rPr>
              <w:t>269</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4" w:history="1">
            <w:r w:rsidRPr="0077292D">
              <w:rPr>
                <w:rStyle w:val="Hyperlink"/>
                <w:rtl/>
              </w:rPr>
              <w:t>2_مشرق شناسي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Toc268724 \h</w:instrText>
            </w:r>
            <w:r>
              <w:rPr>
                <w:webHidden/>
                <w:rtl/>
              </w:rPr>
              <w:instrText xml:space="preserve"> </w:instrText>
            </w:r>
            <w:r>
              <w:rPr>
                <w:webHidden/>
                <w:rtl/>
              </w:rPr>
            </w:r>
            <w:r>
              <w:rPr>
                <w:webHidden/>
                <w:rtl/>
              </w:rPr>
              <w:fldChar w:fldCharType="separate"/>
            </w:r>
            <w:r>
              <w:rPr>
                <w:webHidden/>
                <w:rtl/>
              </w:rPr>
              <w:t>271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5" w:history="1">
            <w:r w:rsidRPr="0077292D">
              <w:rPr>
                <w:rStyle w:val="Hyperlink"/>
                <w:rtl/>
              </w:rPr>
              <w:t>صہيونيزم: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Toc268725 \h</w:instrText>
            </w:r>
            <w:r>
              <w:rPr>
                <w:webHidden/>
                <w:rtl/>
              </w:rPr>
              <w:instrText xml:space="preserve"> </w:instrText>
            </w:r>
            <w:r>
              <w:rPr>
                <w:webHidden/>
                <w:rtl/>
              </w:rPr>
            </w:r>
            <w:r>
              <w:rPr>
                <w:webHidden/>
                <w:rtl/>
              </w:rPr>
              <w:fldChar w:fldCharType="separate"/>
            </w:r>
            <w:r>
              <w:rPr>
                <w:webHidden/>
                <w:rtl/>
              </w:rPr>
              <w:t>281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6" w:history="1">
            <w:r w:rsidRPr="0077292D">
              <w:rPr>
                <w:rStyle w:val="Hyperlink"/>
                <w:rtl/>
              </w:rPr>
              <w:t>دسواں باب: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Toc268726 \h</w:instrText>
            </w:r>
            <w:r>
              <w:rPr>
                <w:webHidden/>
                <w:rtl/>
              </w:rPr>
              <w:instrText xml:space="preserve"> </w:instrText>
            </w:r>
            <w:r>
              <w:rPr>
                <w:webHidden/>
                <w:rtl/>
              </w:rPr>
            </w:r>
            <w:r>
              <w:rPr>
                <w:webHidden/>
                <w:rtl/>
              </w:rPr>
              <w:fldChar w:fldCharType="separate"/>
            </w:r>
            <w:r>
              <w:rPr>
                <w:webHidden/>
                <w:rtl/>
              </w:rPr>
              <w:t>291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7" w:history="1">
            <w:r w:rsidRPr="0077292D">
              <w:rPr>
                <w:rStyle w:val="Hyperlink"/>
                <w:rtl/>
              </w:rPr>
              <w:t>اسلامى بيداري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Toc268727 \h</w:instrText>
            </w:r>
            <w:r>
              <w:rPr>
                <w:webHidden/>
                <w:rtl/>
              </w:rPr>
              <w:instrText xml:space="preserve"> </w:instrText>
            </w:r>
            <w:r>
              <w:rPr>
                <w:webHidden/>
                <w:rtl/>
              </w:rPr>
            </w:r>
            <w:r>
              <w:rPr>
                <w:webHidden/>
                <w:rtl/>
              </w:rPr>
              <w:fldChar w:fldCharType="separate"/>
            </w:r>
            <w:r>
              <w:rPr>
                <w:webHidden/>
                <w:rtl/>
              </w:rPr>
              <w:t>291</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8" w:history="1">
            <w:r w:rsidRPr="0077292D">
              <w:rPr>
                <w:rStyle w:val="Hyperlink"/>
                <w:rtl/>
              </w:rPr>
              <w:t>1) عرب دنيا ميں اسلامى بيدارى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Toc268728 \h</w:instrText>
            </w:r>
            <w:r>
              <w:rPr>
                <w:webHidden/>
                <w:rtl/>
              </w:rPr>
              <w:instrText xml:space="preserve"> </w:instrText>
            </w:r>
            <w:r>
              <w:rPr>
                <w:webHidden/>
                <w:rtl/>
              </w:rPr>
            </w:r>
            <w:r>
              <w:rPr>
                <w:webHidden/>
                <w:rtl/>
              </w:rPr>
              <w:fldChar w:fldCharType="separate"/>
            </w:r>
            <w:r>
              <w:rPr>
                <w:webHidden/>
                <w:rtl/>
              </w:rPr>
              <w:t>292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29" w:history="1">
            <w:r w:rsidRPr="0077292D">
              <w:rPr>
                <w:rStyle w:val="Hyperlink"/>
                <w:rtl/>
              </w:rPr>
              <w:t>2_ ايران ميں اسلامى بيداري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Toc268729 \h</w:instrText>
            </w:r>
            <w:r>
              <w:rPr>
                <w:webHidden/>
                <w:rtl/>
              </w:rPr>
              <w:instrText xml:space="preserve"> </w:instrText>
            </w:r>
            <w:r>
              <w:rPr>
                <w:webHidden/>
                <w:rtl/>
              </w:rPr>
            </w:r>
            <w:r>
              <w:rPr>
                <w:webHidden/>
                <w:rtl/>
              </w:rPr>
              <w:fldChar w:fldCharType="separate"/>
            </w:r>
            <w:r>
              <w:rPr>
                <w:webHidden/>
                <w:rtl/>
              </w:rPr>
              <w:t>302</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30" w:history="1">
            <w:r w:rsidRPr="0077292D">
              <w:rPr>
                <w:rStyle w:val="Hyperlink"/>
                <w:rtl/>
              </w:rPr>
              <w:t>گيارھواں باب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Toc268730 \h</w:instrText>
            </w:r>
            <w:r>
              <w:rPr>
                <w:webHidden/>
                <w:rtl/>
              </w:rPr>
              <w:instrText xml:space="preserve"> </w:instrText>
            </w:r>
            <w:r>
              <w:rPr>
                <w:webHidden/>
                <w:rtl/>
              </w:rPr>
            </w:r>
            <w:r>
              <w:rPr>
                <w:webHidden/>
                <w:rtl/>
              </w:rPr>
              <w:fldChar w:fldCharType="separate"/>
            </w:r>
            <w:r>
              <w:rPr>
                <w:webHidden/>
                <w:rtl/>
              </w:rPr>
              <w:t>347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31" w:history="1">
            <w:r w:rsidRPr="0077292D">
              <w:rPr>
                <w:rStyle w:val="Hyperlink"/>
                <w:rtl/>
              </w:rPr>
              <w:t>مغربى تہذيب پر نقد و نظر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Toc268731 \h</w:instrText>
            </w:r>
            <w:r>
              <w:rPr>
                <w:webHidden/>
                <w:rtl/>
              </w:rPr>
              <w:instrText xml:space="preserve"> </w:instrText>
            </w:r>
            <w:r>
              <w:rPr>
                <w:webHidden/>
                <w:rtl/>
              </w:rPr>
            </w:r>
            <w:r>
              <w:rPr>
                <w:webHidden/>
                <w:rtl/>
              </w:rPr>
              <w:fldChar w:fldCharType="separate"/>
            </w:r>
            <w:r>
              <w:rPr>
                <w:webHidden/>
                <w:rtl/>
              </w:rPr>
              <w:t>347</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32" w:history="1">
            <w:r w:rsidRPr="0077292D">
              <w:rPr>
                <w:rStyle w:val="Hyperlink"/>
                <w:rtl/>
              </w:rPr>
              <w:t>1_ مغربى مفكرين كى آراء ميں مغربى تہذيب پر تنقيد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Toc268732 \h</w:instrText>
            </w:r>
            <w:r>
              <w:rPr>
                <w:webHidden/>
                <w:rtl/>
              </w:rPr>
              <w:instrText xml:space="preserve"> </w:instrText>
            </w:r>
            <w:r>
              <w:rPr>
                <w:webHidden/>
                <w:rtl/>
              </w:rPr>
            </w:r>
            <w:r>
              <w:rPr>
                <w:webHidden/>
                <w:rtl/>
              </w:rPr>
              <w:fldChar w:fldCharType="separate"/>
            </w:r>
            <w:r>
              <w:rPr>
                <w:webHidden/>
                <w:rtl/>
              </w:rPr>
              <w:t>348</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33" w:history="1">
            <w:r w:rsidRPr="0077292D">
              <w:rPr>
                <w:rStyle w:val="Hyperlink"/>
                <w:rtl/>
              </w:rPr>
              <w:t>ايرانى اور عرب دانشوروں كى آراء ميں مغربى تہذيب پر تنقيد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Toc268733 \h</w:instrText>
            </w:r>
            <w:r>
              <w:rPr>
                <w:webHidden/>
                <w:rtl/>
              </w:rPr>
              <w:instrText xml:space="preserve"> </w:instrText>
            </w:r>
            <w:r>
              <w:rPr>
                <w:webHidden/>
                <w:rtl/>
              </w:rPr>
            </w:r>
            <w:r>
              <w:rPr>
                <w:webHidden/>
                <w:rtl/>
              </w:rPr>
              <w:fldChar w:fldCharType="separate"/>
            </w:r>
            <w:r>
              <w:rPr>
                <w:webHidden/>
                <w:rtl/>
              </w:rPr>
              <w:t>356</w:t>
            </w:r>
            <w:r>
              <w:rPr>
                <w:webHidden/>
                <w:rtl/>
              </w:rPr>
              <w:fldChar w:fldCharType="end"/>
            </w:r>
          </w:hyperlink>
        </w:p>
        <w:p w:rsidR="00E51376" w:rsidRDefault="00E51376">
          <w:pPr>
            <w:pStyle w:val="TOC2"/>
            <w:rPr>
              <w:rFonts w:asciiTheme="minorHAnsi" w:eastAsiaTheme="minorEastAsia" w:hAnsiTheme="minorHAnsi" w:cstheme="minorBidi"/>
              <w:b w:val="0"/>
              <w:color w:val="auto"/>
              <w:sz w:val="22"/>
              <w:szCs w:val="22"/>
              <w:rtl/>
              <w:lang w:bidi="ar-SA"/>
            </w:rPr>
          </w:pPr>
          <w:hyperlink w:anchor="_Toc268734" w:history="1">
            <w:r w:rsidRPr="0077292D">
              <w:rPr>
                <w:rStyle w:val="Hyperlink"/>
                <w:rtl/>
              </w:rPr>
              <w:t xml:space="preserve">منابع </w:t>
            </w:r>
            <w:r w:rsidRPr="0077292D">
              <w:rPr>
                <w:rStyle w:val="Hyperlink"/>
                <w:rtl/>
              </w:rPr>
              <w:t>و</w:t>
            </w:r>
            <w:r w:rsidRPr="0077292D">
              <w:rPr>
                <w:rStyle w:val="Hyperlink"/>
                <w:rtl/>
              </w:rPr>
              <w:t xml:space="preserve"> مآخذ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Toc268734 \h</w:instrText>
            </w:r>
            <w:r>
              <w:rPr>
                <w:webHidden/>
                <w:rtl/>
              </w:rPr>
              <w:instrText xml:space="preserve"> </w:instrText>
            </w:r>
            <w:r>
              <w:rPr>
                <w:webHidden/>
                <w:rtl/>
              </w:rPr>
            </w:r>
            <w:r>
              <w:rPr>
                <w:webHidden/>
                <w:rtl/>
              </w:rPr>
              <w:fldChar w:fldCharType="separate"/>
            </w:r>
            <w:r>
              <w:rPr>
                <w:webHidden/>
                <w:rtl/>
              </w:rPr>
              <w:t>363</w:t>
            </w:r>
            <w:r>
              <w:rPr>
                <w:webHidden/>
                <w:rtl/>
              </w:rPr>
              <w:fldChar w:fldCharType="end"/>
            </w:r>
          </w:hyperlink>
        </w:p>
        <w:p w:rsidR="00E51376" w:rsidRDefault="00E51376" w:rsidP="00E51376">
          <w:pPr>
            <w:pStyle w:val="libNormal"/>
          </w:pPr>
          <w:r>
            <w:fldChar w:fldCharType="end"/>
          </w:r>
        </w:p>
      </w:sdtContent>
    </w:sdt>
    <w:sectPr w:rsidR="00E5137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020" w:rsidRDefault="00424020">
      <w:r>
        <w:separator/>
      </w:r>
    </w:p>
  </w:endnote>
  <w:endnote w:type="continuationSeparator" w:id="0">
    <w:p w:rsidR="00424020" w:rsidRDefault="00424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142" w:rsidRDefault="00855142"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142" w:rsidRPr="00826B03" w:rsidRDefault="00855142"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020" w:rsidRDefault="00424020">
      <w:r>
        <w:separator/>
      </w:r>
    </w:p>
  </w:footnote>
  <w:footnote w:type="continuationSeparator" w:id="0">
    <w:p w:rsidR="00424020" w:rsidRDefault="004240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90E"/>
    <w:rsid w:val="00040E03"/>
    <w:rsid w:val="0004187C"/>
    <w:rsid w:val="00041ED1"/>
    <w:rsid w:val="00042164"/>
    <w:rsid w:val="0004243B"/>
    <w:rsid w:val="000429B4"/>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0CDC"/>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A23"/>
    <w:rsid w:val="000B2CE3"/>
    <w:rsid w:val="000B2EF4"/>
    <w:rsid w:val="000B3A56"/>
    <w:rsid w:val="000B3EB4"/>
    <w:rsid w:val="000B406E"/>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6C7"/>
    <w:rsid w:val="000C371D"/>
    <w:rsid w:val="000C39A1"/>
    <w:rsid w:val="000C39ED"/>
    <w:rsid w:val="000C40F3"/>
    <w:rsid w:val="000C5324"/>
    <w:rsid w:val="000C541C"/>
    <w:rsid w:val="000C5A37"/>
    <w:rsid w:val="000C5FE4"/>
    <w:rsid w:val="000C6C6C"/>
    <w:rsid w:val="000C6D5C"/>
    <w:rsid w:val="000C737E"/>
    <w:rsid w:val="000C7722"/>
    <w:rsid w:val="000D0691"/>
    <w:rsid w:val="000D0932"/>
    <w:rsid w:val="000D0AFA"/>
    <w:rsid w:val="000D123C"/>
    <w:rsid w:val="000D1263"/>
    <w:rsid w:val="000D19B2"/>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3FCD"/>
    <w:rsid w:val="000E574B"/>
    <w:rsid w:val="000E57F4"/>
    <w:rsid w:val="000E5A21"/>
    <w:rsid w:val="000E6824"/>
    <w:rsid w:val="000E7877"/>
    <w:rsid w:val="000E7C09"/>
    <w:rsid w:val="000F0002"/>
    <w:rsid w:val="000F0567"/>
    <w:rsid w:val="000F1C54"/>
    <w:rsid w:val="000F3065"/>
    <w:rsid w:val="000F33B1"/>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7C5"/>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15B"/>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D9F"/>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933"/>
    <w:rsid w:val="001C7FA6"/>
    <w:rsid w:val="001D0825"/>
    <w:rsid w:val="001D23CB"/>
    <w:rsid w:val="001D2E1B"/>
    <w:rsid w:val="001D34B8"/>
    <w:rsid w:val="001D3594"/>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30C"/>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6EA4"/>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2EB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575D"/>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2BA8"/>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08"/>
    <w:rsid w:val="002B244A"/>
    <w:rsid w:val="002B2642"/>
    <w:rsid w:val="002B2B15"/>
    <w:rsid w:val="002B31FD"/>
    <w:rsid w:val="002B369A"/>
    <w:rsid w:val="002B3FC8"/>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5FB"/>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3A07"/>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947"/>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8E"/>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4FC7"/>
    <w:rsid w:val="00355398"/>
    <w:rsid w:val="00355C51"/>
    <w:rsid w:val="00355CE6"/>
    <w:rsid w:val="00356EC7"/>
    <w:rsid w:val="003578FB"/>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67C2"/>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0B"/>
    <w:rsid w:val="0039787F"/>
    <w:rsid w:val="00397E9F"/>
    <w:rsid w:val="003A04D8"/>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A7D4A"/>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0EC"/>
    <w:rsid w:val="003D5579"/>
    <w:rsid w:val="003D59C4"/>
    <w:rsid w:val="003D5B4A"/>
    <w:rsid w:val="003D6058"/>
    <w:rsid w:val="003D6268"/>
    <w:rsid w:val="003D71EE"/>
    <w:rsid w:val="003D7252"/>
    <w:rsid w:val="003D7714"/>
    <w:rsid w:val="003E06BE"/>
    <w:rsid w:val="003E097C"/>
    <w:rsid w:val="003E10F4"/>
    <w:rsid w:val="003E148D"/>
    <w:rsid w:val="003E14E1"/>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5A94"/>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020"/>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875A8"/>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1E"/>
    <w:rsid w:val="0050478C"/>
    <w:rsid w:val="00504A74"/>
    <w:rsid w:val="00505D4A"/>
    <w:rsid w:val="00506389"/>
    <w:rsid w:val="00506F86"/>
    <w:rsid w:val="0050710C"/>
    <w:rsid w:val="0050750A"/>
    <w:rsid w:val="00507C6E"/>
    <w:rsid w:val="005100A4"/>
    <w:rsid w:val="00510A96"/>
    <w:rsid w:val="00510F59"/>
    <w:rsid w:val="00510F61"/>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2C"/>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3E69"/>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5F3"/>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02A"/>
    <w:rsid w:val="006113D0"/>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549"/>
    <w:rsid w:val="00655CA8"/>
    <w:rsid w:val="0065654C"/>
    <w:rsid w:val="0065692B"/>
    <w:rsid w:val="006574EA"/>
    <w:rsid w:val="006578D9"/>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A31"/>
    <w:rsid w:val="00691D44"/>
    <w:rsid w:val="00691DBB"/>
    <w:rsid w:val="0069210A"/>
    <w:rsid w:val="0069333F"/>
    <w:rsid w:val="0069392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9E9"/>
    <w:rsid w:val="006B6C2F"/>
    <w:rsid w:val="006B71EF"/>
    <w:rsid w:val="006B72C6"/>
    <w:rsid w:val="006B7F0E"/>
    <w:rsid w:val="006C0211"/>
    <w:rsid w:val="006C0700"/>
    <w:rsid w:val="006C084E"/>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D53"/>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25F"/>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100"/>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374D"/>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99B"/>
    <w:rsid w:val="007F7B4E"/>
    <w:rsid w:val="00800045"/>
    <w:rsid w:val="00800285"/>
    <w:rsid w:val="0080051D"/>
    <w:rsid w:val="00800768"/>
    <w:rsid w:val="00800910"/>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003"/>
    <w:rsid w:val="00816B70"/>
    <w:rsid w:val="008170C6"/>
    <w:rsid w:val="008207FB"/>
    <w:rsid w:val="00820862"/>
    <w:rsid w:val="00820E28"/>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142"/>
    <w:rsid w:val="008552A2"/>
    <w:rsid w:val="008555D5"/>
    <w:rsid w:val="00855845"/>
    <w:rsid w:val="0085678B"/>
    <w:rsid w:val="0085684A"/>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2B1"/>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B74"/>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428"/>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533"/>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27DCF"/>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4B55"/>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1C6"/>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514"/>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734"/>
    <w:rsid w:val="00A1296D"/>
    <w:rsid w:val="00A12AF2"/>
    <w:rsid w:val="00A1368E"/>
    <w:rsid w:val="00A1431F"/>
    <w:rsid w:val="00A14645"/>
    <w:rsid w:val="00A147EF"/>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C41"/>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1E8"/>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1A4"/>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934"/>
    <w:rsid w:val="00BE6A25"/>
    <w:rsid w:val="00BE6CA8"/>
    <w:rsid w:val="00BE740C"/>
    <w:rsid w:val="00BE7C70"/>
    <w:rsid w:val="00BE7ED8"/>
    <w:rsid w:val="00BF057A"/>
    <w:rsid w:val="00BF15BE"/>
    <w:rsid w:val="00BF184B"/>
    <w:rsid w:val="00BF1878"/>
    <w:rsid w:val="00BF1D84"/>
    <w:rsid w:val="00BF1DAD"/>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C6"/>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130"/>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312"/>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1BB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7C1"/>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06AAB"/>
    <w:rsid w:val="00D10971"/>
    <w:rsid w:val="00D10D11"/>
    <w:rsid w:val="00D1102D"/>
    <w:rsid w:val="00D11A8A"/>
    <w:rsid w:val="00D11E9C"/>
    <w:rsid w:val="00D13522"/>
    <w:rsid w:val="00D13E3A"/>
    <w:rsid w:val="00D14001"/>
    <w:rsid w:val="00D14487"/>
    <w:rsid w:val="00D1474A"/>
    <w:rsid w:val="00D147FC"/>
    <w:rsid w:val="00D152E5"/>
    <w:rsid w:val="00D15C3F"/>
    <w:rsid w:val="00D16156"/>
    <w:rsid w:val="00D17455"/>
    <w:rsid w:val="00D17591"/>
    <w:rsid w:val="00D17788"/>
    <w:rsid w:val="00D177E3"/>
    <w:rsid w:val="00D179A8"/>
    <w:rsid w:val="00D17A5B"/>
    <w:rsid w:val="00D2046C"/>
    <w:rsid w:val="00D20EAE"/>
    <w:rsid w:val="00D212D5"/>
    <w:rsid w:val="00D2140F"/>
    <w:rsid w:val="00D21646"/>
    <w:rsid w:val="00D228F1"/>
    <w:rsid w:val="00D229D0"/>
    <w:rsid w:val="00D22BC1"/>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47FFB"/>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26F1"/>
    <w:rsid w:val="00E1306E"/>
    <w:rsid w:val="00E137DA"/>
    <w:rsid w:val="00E13A11"/>
    <w:rsid w:val="00E13E49"/>
    <w:rsid w:val="00E14435"/>
    <w:rsid w:val="00E14485"/>
    <w:rsid w:val="00E1585A"/>
    <w:rsid w:val="00E16138"/>
    <w:rsid w:val="00E163B0"/>
    <w:rsid w:val="00E164F2"/>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376"/>
    <w:rsid w:val="00E514F7"/>
    <w:rsid w:val="00E51557"/>
    <w:rsid w:val="00E5192C"/>
    <w:rsid w:val="00E52E8B"/>
    <w:rsid w:val="00E53254"/>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2CF6"/>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97F29"/>
    <w:rsid w:val="00EA005B"/>
    <w:rsid w:val="00EA05AE"/>
    <w:rsid w:val="00EA10AD"/>
    <w:rsid w:val="00EA15FE"/>
    <w:rsid w:val="00EA1942"/>
    <w:rsid w:val="00EA30D9"/>
    <w:rsid w:val="00EA340E"/>
    <w:rsid w:val="00EA3A9E"/>
    <w:rsid w:val="00EA3B1F"/>
    <w:rsid w:val="00EA4248"/>
    <w:rsid w:val="00EA4FDD"/>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080"/>
    <w:rsid w:val="00EF52BA"/>
    <w:rsid w:val="00EF5413"/>
    <w:rsid w:val="00EF54C4"/>
    <w:rsid w:val="00EF5639"/>
    <w:rsid w:val="00EF5B5D"/>
    <w:rsid w:val="00EF6505"/>
    <w:rsid w:val="00EF691C"/>
    <w:rsid w:val="00EF69D3"/>
    <w:rsid w:val="00EF7539"/>
    <w:rsid w:val="00EF7A6F"/>
    <w:rsid w:val="00EF7FAE"/>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61E"/>
    <w:rsid w:val="00F24897"/>
    <w:rsid w:val="00F249BB"/>
    <w:rsid w:val="00F24C83"/>
    <w:rsid w:val="00F250FA"/>
    <w:rsid w:val="00F26388"/>
    <w:rsid w:val="00F267BE"/>
    <w:rsid w:val="00F26A5A"/>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283"/>
    <w:rsid w:val="00F41860"/>
    <w:rsid w:val="00F4198D"/>
    <w:rsid w:val="00F41E90"/>
    <w:rsid w:val="00F42687"/>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67D4B"/>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5DF7"/>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148"/>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269903"/>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BE6934"/>
    <w:pPr>
      <w:bidi/>
      <w:ind w:firstLine="288"/>
      <w:jc w:val="lowKashida"/>
    </w:pPr>
    <w:rPr>
      <w:rFonts w:ascii="Noto Nastaliq Urdu" w:eastAsia="Noto Nastaliq Urdu" w:hAnsi="Noto Nastaliq Urdu" w:cs="Noto Nastaliq Urdu"/>
      <w:b/>
      <w:noProof/>
      <w:color w:val="000000" w:themeColor="text1"/>
      <w:sz w:val="24"/>
      <w:szCs w:val="24"/>
      <w:lang w:bidi="ur-PK"/>
    </w:rPr>
  </w:style>
  <w:style w:type="character" w:customStyle="1" w:styleId="libNormalChar">
    <w:name w:val="libNormal Char"/>
    <w:basedOn w:val="DefaultParagraphFont"/>
    <w:link w:val="libNormal"/>
    <w:rsid w:val="00BE6934"/>
    <w:rPr>
      <w:rFonts w:ascii="Noto Nastaliq Urdu" w:eastAsia="Noto Nastaliq Urdu" w:hAnsi="Noto Nastaliq Urdu" w:cs="Noto Nastaliq Urdu"/>
      <w:b/>
      <w:noProof/>
      <w:color w:val="000000" w:themeColor="text1"/>
      <w:sz w:val="24"/>
      <w:szCs w:val="24"/>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855142"/>
    <w:pPr>
      <w:spacing w:before="240"/>
      <w:ind w:firstLine="0"/>
    </w:pPr>
    <w:rPr>
      <w:rFonts w:eastAsia="Calibri"/>
      <w:sz w:val="18"/>
      <w:szCs w:val="18"/>
      <w:lang w:bidi="fa-IR"/>
    </w:rPr>
  </w:style>
  <w:style w:type="character" w:customStyle="1" w:styleId="libFootnoteChar">
    <w:name w:val="libFootnote Char"/>
    <w:basedOn w:val="libNormalChar"/>
    <w:link w:val="libFootnote"/>
    <w:rsid w:val="00855142"/>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F42687"/>
    <w:rPr>
      <w:b w:val="0"/>
      <w:bCs w:val="0"/>
      <w:color w:val="000000" w:themeColor="text1"/>
    </w:rPr>
  </w:style>
  <w:style w:type="character" w:customStyle="1" w:styleId="libArabicChar">
    <w:name w:val="libArabic Char"/>
    <w:basedOn w:val="libAieChar"/>
    <w:link w:val="libArabic"/>
    <w:rsid w:val="00F4268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53096-8B38-4798-98C2-D8F6F90B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20962</TotalTime>
  <Pages>375</Pages>
  <Words>89072</Words>
  <Characters>507715</Characters>
  <Application>Microsoft Office Word</Application>
  <DocSecurity>0</DocSecurity>
  <Lines>4230</Lines>
  <Paragraphs>1191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161</cp:revision>
  <cp:lastPrinted>2018-10-02T11:15:00Z</cp:lastPrinted>
  <dcterms:created xsi:type="dcterms:W3CDTF">2015-06-13T07:48:00Z</dcterms:created>
  <dcterms:modified xsi:type="dcterms:W3CDTF">2019-02-05T10:48:00Z</dcterms:modified>
</cp:coreProperties>
</file>