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38" w:rsidRPr="00C1264A" w:rsidRDefault="00824138" w:rsidP="00E235E2">
      <w:pPr>
        <w:pStyle w:val="libCenterBold2"/>
        <w:rPr>
          <w:rtl/>
          <w:lang w:bidi="ur-PK"/>
        </w:rPr>
      </w:pPr>
      <w:r w:rsidRPr="00C1264A">
        <w:rPr>
          <w:rtl/>
          <w:lang w:bidi="ur-PK"/>
        </w:rPr>
        <w:t>ش</w:t>
      </w:r>
      <w:r w:rsidRPr="00C1264A">
        <w:rPr>
          <w:rFonts w:hint="cs"/>
          <w:rtl/>
          <w:lang w:bidi="ur-PK"/>
        </w:rPr>
        <w:t>ہی</w:t>
      </w:r>
      <w:r w:rsidRPr="00C1264A">
        <w:rPr>
          <w:rFonts w:hint="eastAsia"/>
          <w:rtl/>
          <w:lang w:bidi="ur-PK"/>
        </w:rPr>
        <w:t>د</w:t>
      </w:r>
      <w:r w:rsidRPr="00C1264A">
        <w:rPr>
          <w:rtl/>
          <w:lang w:bidi="ur-PK"/>
        </w:rPr>
        <w:t xml:space="preserve"> اسلام آ</w:t>
      </w:r>
      <w:r w:rsidRPr="00C1264A">
        <w:rPr>
          <w:rFonts w:hint="cs"/>
          <w:rtl/>
          <w:lang w:bidi="ur-PK"/>
        </w:rPr>
        <w:t>ی</w:t>
      </w:r>
      <w:r w:rsidR="00E235E2">
        <w:rPr>
          <w:rFonts w:hint="cs"/>
          <w:rtl/>
          <w:lang w:bidi="ur-PK"/>
        </w:rPr>
        <w:t>ت</w:t>
      </w:r>
      <w:r w:rsidRPr="00C1264A">
        <w:rPr>
          <w:rtl/>
          <w:lang w:bidi="ur-PK"/>
        </w:rPr>
        <w:t xml:space="preserve"> الل</w:t>
      </w:r>
      <w:r w:rsidRPr="00C1264A">
        <w:rPr>
          <w:rFonts w:hint="cs"/>
          <w:rtl/>
          <w:lang w:bidi="ur-PK"/>
        </w:rPr>
        <w:t>ہ سی</w:t>
      </w:r>
      <w:r w:rsidRPr="00C1264A">
        <w:rPr>
          <w:rFonts w:hint="eastAsia"/>
          <w:rtl/>
          <w:lang w:bidi="ur-PK"/>
        </w:rPr>
        <w:t>د</w:t>
      </w:r>
      <w:r w:rsidRPr="00C1264A">
        <w:rPr>
          <w:rtl/>
          <w:lang w:bidi="ur-PK"/>
        </w:rPr>
        <w:t xml:space="preserve"> محمد باقر الصدر طاب ثرا</w:t>
      </w:r>
      <w:r w:rsidRPr="00C1264A">
        <w:rPr>
          <w:rFonts w:hint="cs"/>
          <w:rtl/>
          <w:lang w:bidi="ur-PK"/>
        </w:rPr>
        <w:t>ہ</w:t>
      </w:r>
    </w:p>
    <w:p w:rsidR="00824138" w:rsidRPr="00C1264A" w:rsidRDefault="00824138" w:rsidP="00E235E2">
      <w:pPr>
        <w:pStyle w:val="libCenterBold2"/>
        <w:rPr>
          <w:rtl/>
          <w:lang w:bidi="ur-PK"/>
        </w:rPr>
      </w:pPr>
      <w:r w:rsidRPr="00C1264A">
        <w:rPr>
          <w:rFonts w:hint="eastAsia"/>
          <w:rtl/>
          <w:lang w:bidi="ur-PK"/>
        </w:rPr>
        <w:t>ک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معرک</w:t>
      </w:r>
      <w:r w:rsidR="00E235E2">
        <w:rPr>
          <w:rFonts w:hint="cs"/>
          <w:rtl/>
          <w:lang w:bidi="ur-PK"/>
        </w:rPr>
        <w:t>ۃ</w:t>
      </w:r>
      <w:r w:rsidR="00E235E2">
        <w:rPr>
          <w:rtl/>
          <w:lang w:bidi="ur-PK"/>
        </w:rPr>
        <w:t xml:space="preserve"> </w:t>
      </w:r>
      <w:r w:rsidR="00E235E2">
        <w:rPr>
          <w:rFonts w:hint="cs"/>
          <w:rtl/>
          <w:lang w:bidi="ur-PK"/>
        </w:rPr>
        <w:t>ال</w:t>
      </w:r>
      <w:r w:rsidRPr="00C1264A">
        <w:rPr>
          <w:rtl/>
          <w:lang w:bidi="ur-PK"/>
        </w:rPr>
        <w:t>آراء کتاب</w:t>
      </w:r>
    </w:p>
    <w:p w:rsidR="00824138" w:rsidRPr="00E37591" w:rsidRDefault="00824138" w:rsidP="00824138">
      <w:pPr>
        <w:pStyle w:val="libCenterBold2"/>
        <w:rPr>
          <w:rtl/>
          <w:lang w:bidi="ur-PK"/>
        </w:rPr>
      </w:pPr>
    </w:p>
    <w:p w:rsidR="00824138" w:rsidRDefault="00824138" w:rsidP="00824138">
      <w:pPr>
        <w:pStyle w:val="libCenterBold2"/>
      </w:pPr>
    </w:p>
    <w:p w:rsidR="00824138" w:rsidRDefault="00824138" w:rsidP="00824138">
      <w:pPr>
        <w:pStyle w:val="libNormal0"/>
      </w:pPr>
    </w:p>
    <w:p w:rsidR="00824138" w:rsidRDefault="00824138" w:rsidP="00824138">
      <w:pPr>
        <w:pStyle w:val="libNormal"/>
      </w:pPr>
    </w:p>
    <w:p w:rsidR="00824138" w:rsidRDefault="00824138" w:rsidP="00824138">
      <w:pPr>
        <w:pStyle w:val="libNormal"/>
      </w:pPr>
    </w:p>
    <w:p w:rsidR="00824138" w:rsidRDefault="00824138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CenterBold2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</w:p>
    <w:p w:rsidR="00824138" w:rsidRPr="00E37591" w:rsidRDefault="00824138" w:rsidP="00824138">
      <w:pPr>
        <w:pStyle w:val="libCenterBold2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اور</w:t>
      </w:r>
    </w:p>
    <w:p w:rsidR="00824138" w:rsidRPr="00E37591" w:rsidRDefault="00824138" w:rsidP="00824138">
      <w:pPr>
        <w:pStyle w:val="libCenterBold2"/>
        <w:rPr>
          <w:rtl/>
          <w:lang w:bidi="ur-PK"/>
        </w:rPr>
      </w:pP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مکاتب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62BB0">
      <w:pPr>
        <w:pStyle w:val="libCenterBold2"/>
        <w:rPr>
          <w:rtl/>
          <w:lang w:bidi="ur-PK"/>
        </w:rPr>
      </w:pPr>
      <w:bookmarkStart w:id="0" w:name="_Toc468966754"/>
      <w:r w:rsidRPr="00E37591">
        <w:rPr>
          <w:rFonts w:hint="eastAsia"/>
          <w:rtl/>
          <w:lang w:bidi="ur-PK"/>
        </w:rPr>
        <w:t>شناسنام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کتاب</w:t>
      </w:r>
      <w:bookmarkEnd w:id="0"/>
    </w:p>
    <w:p w:rsidR="00403F8A" w:rsidRPr="00E37591" w:rsidRDefault="00403F8A" w:rsidP="00824138">
      <w:pPr>
        <w:pStyle w:val="libNormal"/>
        <w:rPr>
          <w:rtl/>
          <w:lang w:bidi="ur-PK"/>
        </w:rPr>
      </w:pPr>
    </w:p>
    <w:p w:rsidR="00403F8A" w:rsidRPr="00E37591" w:rsidRDefault="00403F8A" w:rsidP="00824138">
      <w:pPr>
        <w:pStyle w:val="libNormal"/>
        <w:rPr>
          <w:rtl/>
          <w:lang w:bidi="ur-PK"/>
        </w:rPr>
      </w:pPr>
    </w:p>
    <w:p w:rsidR="00403F8A" w:rsidRPr="00E37591" w:rsidRDefault="00403F8A" w:rsidP="00824138">
      <w:pPr>
        <w:pStyle w:val="libNormal"/>
        <w:rPr>
          <w:rtl/>
          <w:lang w:bidi="ur-PK"/>
        </w:rPr>
      </w:pPr>
    </w:p>
    <w:p w:rsidR="00403F8A" w:rsidRPr="00E37591" w:rsidRDefault="00403F8A" w:rsidP="00824138">
      <w:pPr>
        <w:pStyle w:val="libNormal"/>
        <w:rPr>
          <w:rtl/>
          <w:lang w:bidi="ur-PK"/>
        </w:rPr>
      </w:pPr>
    </w:p>
    <w:p w:rsidR="00824138" w:rsidRPr="00E37591" w:rsidRDefault="00824138" w:rsidP="00403F8A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نام</w:t>
      </w:r>
      <w:r w:rsidRPr="00E37591">
        <w:rPr>
          <w:rtl/>
          <w:lang w:bidi="ur-PK"/>
        </w:rPr>
        <w:t xml:space="preserve"> کتاب:</w:t>
      </w:r>
      <w:r w:rsidRPr="00E37591">
        <w:rPr>
          <w:rFonts w:hint="eastAsia"/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مکاتب</w:t>
      </w:r>
    </w:p>
    <w:p w:rsidR="00824138" w:rsidRPr="00E37591" w:rsidRDefault="00824138" w:rsidP="00403F8A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مصنف</w:t>
      </w:r>
      <w:r w:rsidRPr="00E37591">
        <w:rPr>
          <w:rtl/>
          <w:lang w:bidi="ur-PK"/>
        </w:rPr>
        <w:t>:</w:t>
      </w:r>
      <w:r w:rsidR="00403F8A" w:rsidRPr="00E37591">
        <w:rPr>
          <w:rFonts w:hint="cs"/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ة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شہی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محمد باقر الصدر طاب ثرا</w:t>
      </w:r>
      <w:r w:rsidRPr="00E37591">
        <w:rPr>
          <w:rFonts w:hint="cs"/>
          <w:rtl/>
          <w:lang w:bidi="ur-PK"/>
        </w:rPr>
        <w:t>ہ</w:t>
      </w:r>
    </w:p>
    <w:p w:rsidR="00824138" w:rsidRPr="00E37591" w:rsidRDefault="00824138" w:rsidP="00403F8A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مترجم</w:t>
      </w:r>
      <w:r w:rsidRPr="00E37591">
        <w:rPr>
          <w:rtl/>
          <w:lang w:bidi="ur-PK"/>
        </w:rPr>
        <w:t>:</w:t>
      </w:r>
      <w:r w:rsidR="00403F8A" w:rsidRPr="00E37591">
        <w:rPr>
          <w:rFonts w:hint="cs"/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علام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در</w:t>
      </w:r>
      <w:r w:rsidRPr="00E37591">
        <w:rPr>
          <w:rtl/>
          <w:lang w:bidi="ur-PK"/>
        </w:rPr>
        <w:t xml:space="preserve"> جواد</w:t>
      </w:r>
      <w:r w:rsidRPr="00E37591">
        <w:rPr>
          <w:rFonts w:hint="cs"/>
          <w:rtl/>
          <w:lang w:bidi="ur-PK"/>
        </w:rPr>
        <w:t>ی</w:t>
      </w:r>
    </w:p>
    <w:p w:rsidR="00403F8A" w:rsidRDefault="00403F8A" w:rsidP="0082413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کمپوزنگ : زیر نظر شبکہ امامین الحسین علیھما السلام</w:t>
      </w:r>
    </w:p>
    <w:p w:rsidR="00403F8A" w:rsidRDefault="00403F8A" w:rsidP="0082413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پیشکش : امام حسین علیہ السلام فاونڈیشن</w:t>
      </w:r>
    </w:p>
    <w:p w:rsidR="00824138" w:rsidRPr="00E37591" w:rsidRDefault="00824138" w:rsidP="00831748">
      <w:pPr>
        <w:pStyle w:val="libNormal"/>
        <w:rPr>
          <w:rtl/>
          <w:lang w:bidi="ur-PK"/>
        </w:rPr>
      </w:pPr>
    </w:p>
    <w:p w:rsidR="00824138" w:rsidRPr="00E37591" w:rsidRDefault="00824138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sdt>
      <w:sdtPr>
        <w:rPr>
          <w:rtl/>
        </w:rPr>
        <w:id w:val="442595796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D36C38" w:rsidRDefault="00D36C38" w:rsidP="00D36C38">
          <w:pPr>
            <w:pStyle w:val="Heading2Center"/>
          </w:pPr>
          <w:r w:rsidRPr="00D36C38">
            <w:rPr>
              <w:rFonts w:hint="cs"/>
              <w:rtl/>
            </w:rPr>
            <w:t>فہرست</w:t>
          </w:r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97070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گفتار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مترجم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(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مسئلہ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اہم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0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کشمکش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09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مساوات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امواسات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خاکہ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فنون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لط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آثار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مخطوطات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ومطبوعات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سپلائ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ڈ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مانڈ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ازم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ہمار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آزاد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19" w:history="1">
            <w:r w:rsidRPr="00A66DF2">
              <w:rPr>
                <w:rStyle w:val="Hyperlink"/>
                <w:rFonts w:hint="eastAsia"/>
                <w:noProof/>
                <w:rtl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معاشرہ</w:t>
            </w:r>
            <w:r w:rsidRPr="00A66DF2">
              <w:rPr>
                <w:rStyle w:val="Hyperlink"/>
                <w:noProof/>
                <w:rtl/>
              </w:rPr>
              <w:t>(</w:t>
            </w:r>
            <w:r w:rsidRPr="00A66DF2">
              <w:rPr>
                <w:rStyle w:val="Hyperlink"/>
                <w:rFonts w:hint="eastAsia"/>
                <w:noProof/>
                <w:rtl/>
              </w:rPr>
              <w:t>مع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ارِ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ق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مت</w:t>
            </w:r>
            <w:r w:rsidRPr="00A66DF2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انفراد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ذخ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رہ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اندوز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 w:rsidP="00F52451">
          <w:pPr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وکائنات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انشورنس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پلاننگ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29" w:history="1">
            <w:r w:rsidRPr="00A66DF2">
              <w:rPr>
                <w:rStyle w:val="Hyperlink"/>
                <w:rFonts w:hint="eastAsia"/>
                <w:noProof/>
                <w:rtl/>
              </w:rPr>
              <w:t>کلمۂ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مؤلف</w:t>
            </w:r>
            <w:r w:rsidRPr="00A66DF2">
              <w:rPr>
                <w:rStyle w:val="Hyperlink"/>
                <w:noProof/>
                <w:rtl/>
              </w:rPr>
              <w:t xml:space="preserve"> (</w:t>
            </w:r>
            <w:r w:rsidRPr="00A66DF2">
              <w:rPr>
                <w:rStyle w:val="Hyperlink"/>
                <w:rFonts w:hint="eastAsia"/>
                <w:noProof/>
                <w:rtl/>
              </w:rPr>
              <w:t>برائے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طبع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دوم</w:t>
            </w:r>
            <w:r w:rsidRPr="00A66DF2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ابتدائ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ۂ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3" w:history="1"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گانہ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محرک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محرک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واقع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قۂ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جدل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جدل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کمزور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ونت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تضاد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39" w:history="1">
            <w:r w:rsidRPr="00A66DF2">
              <w:rPr>
                <w:rStyle w:val="Hyperlink"/>
                <w:rFonts w:hint="eastAsia"/>
                <w:noProof/>
                <w:rtl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ت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خ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روشن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0" w:history="1">
            <w:r w:rsidRPr="00A66DF2">
              <w:rPr>
                <w:rStyle w:val="Hyperlink"/>
                <w:rFonts w:hint="eastAsia"/>
                <w:noProof/>
                <w:rtl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ت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خ</w:t>
            </w:r>
            <w:r w:rsidRPr="00A66DF2">
              <w:rPr>
                <w:rStyle w:val="Hyperlink"/>
                <w:noProof/>
                <w:rtl/>
              </w:rPr>
              <w:t>(</w:t>
            </w:r>
            <w:r w:rsidRPr="00A66DF2">
              <w:rPr>
                <w:rStyle w:val="Hyperlink"/>
                <w:rFonts w:hint="eastAsia"/>
                <w:noProof/>
                <w:rtl/>
              </w:rPr>
              <w:t>ا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ک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عام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نظر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ہ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ح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ث</w:t>
            </w:r>
            <w:r w:rsidRPr="00A66DF2">
              <w:rPr>
                <w:rStyle w:val="Hyperlink"/>
                <w:rFonts w:hint="cs"/>
                <w:noProof/>
                <w:rtl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</w:rPr>
              <w:t>ت</w:t>
            </w:r>
            <w:r w:rsidRPr="00A66DF2">
              <w:rPr>
                <w:rStyle w:val="Hyperlink"/>
                <w:noProof/>
                <w:rtl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</w:rPr>
              <w:t>سے</w:t>
            </w:r>
            <w:r w:rsidRPr="00A66DF2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دلائل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فلسف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تجرب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پور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مح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 w:rsidP="00F52451">
          <w:pPr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داوار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قوتوں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ارتقاء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فکر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A66DF2">
              <w:rPr>
                <w:rStyle w:val="Hyperlink"/>
                <w:noProof/>
                <w:rtl/>
                <w:lang w:bidi="ur-PK"/>
              </w:rPr>
              <w:t>: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فلسفہ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49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فلسفہ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فلسفہ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طبقات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نزاع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تجرب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طبق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عوامل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فنون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لط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تفص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غلام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معاشرہ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جاگ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ردار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معاشرہ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وقت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انقلاب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داوار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ترق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ہوئ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59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حالات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ترق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آخرکار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معاشرہ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داہوگ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اعتراف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نظام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قوان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ادکس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طرح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قائم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پرنقدونظر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 w:rsidP="00F52451">
          <w:pPr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مذاہب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اشتراک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واشتمال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مارکس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مذہب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عموم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تنق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69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اشتراک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اشتمال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ارکان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2" w:history="1">
            <w:r w:rsidRPr="00A66DF2">
              <w:rPr>
                <w:rStyle w:val="Hyperlink"/>
                <w:noProof/>
                <w:rtl/>
                <w:lang w:bidi="ur-PK"/>
              </w:rPr>
              <w:t>(1)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تنظ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قوان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ارتباط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3" w:history="1">
            <w:r w:rsidRPr="00A66DF2">
              <w:rPr>
                <w:rStyle w:val="Hyperlink"/>
                <w:noProof/>
                <w:rtl/>
                <w:lang w:bidi="ur-PK"/>
              </w:rPr>
              <w:t>(3)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قوان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تنظ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رنگ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4" w:history="1">
            <w:r w:rsidRPr="00A66DF2">
              <w:rPr>
                <w:rStyle w:val="Hyperlink"/>
                <w:noProof/>
                <w:rtl/>
                <w:lang w:bidi="ur-PK"/>
              </w:rPr>
              <w:t>(4)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مذہب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افکار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واقدار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نقد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مصالح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عامہ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لہ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آزاد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داوار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ز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ادت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ذر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7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انسان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فطر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8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ارکان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79" w:history="1">
            <w:r w:rsidRPr="00A66DF2">
              <w:rPr>
                <w:rStyle w:val="Hyperlink"/>
                <w:noProof/>
                <w:rtl/>
                <w:lang w:bidi="ur-PK"/>
              </w:rPr>
              <w:t>1۔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خاکہ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0" w:history="1">
            <w:r w:rsidRPr="00A66DF2">
              <w:rPr>
                <w:rStyle w:val="Hyperlink"/>
                <w:noProof/>
                <w:rtl/>
                <w:lang w:bidi="ur-PK"/>
              </w:rPr>
              <w:t>(1)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مرکب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1" w:history="1">
            <w:r w:rsidRPr="00A66DF2">
              <w:rPr>
                <w:rStyle w:val="Hyperlink"/>
                <w:noProof/>
                <w:rtl/>
                <w:lang w:bidi="ur-PK"/>
              </w:rPr>
              <w:t>(2)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محدود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آزاد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2" w:history="1">
            <w:r w:rsidRPr="00A66DF2">
              <w:rPr>
                <w:rStyle w:val="Hyperlink"/>
                <w:noProof/>
                <w:rtl/>
                <w:lang w:bidi="ur-PK"/>
              </w:rPr>
              <w:t>(3)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اجتماع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3" w:history="1">
            <w:r w:rsidRPr="00A66DF2">
              <w:rPr>
                <w:rStyle w:val="Hyperlink"/>
                <w:noProof/>
                <w:rtl/>
                <w:lang w:bidi="ur-PK"/>
              </w:rPr>
              <w:t>(2)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مجموعہ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جزء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دہ،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مفاہ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واقدار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جذبات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واحساسات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5" w:history="1">
            <w:r w:rsidRPr="00A66DF2">
              <w:rPr>
                <w:rStyle w:val="Hyperlink"/>
                <w:noProof/>
                <w:rtl/>
                <w:lang w:bidi="ur-PK"/>
              </w:rPr>
              <w:t>(1)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ارتباط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عق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6" w:history="1">
            <w:r w:rsidRPr="00A66DF2">
              <w:rPr>
                <w:rStyle w:val="Hyperlink"/>
                <w:noProof/>
                <w:rtl/>
                <w:lang w:bidi="ur-PK"/>
              </w:rPr>
              <w:t>(2)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ومفاہ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 w:rsidP="00F52451">
          <w:pPr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7" w:history="1">
            <w:r w:rsidRPr="00A66DF2">
              <w:rPr>
                <w:rStyle w:val="Hyperlink"/>
                <w:noProof/>
                <w:rtl/>
                <w:lang w:bidi="ur-PK"/>
              </w:rPr>
              <w:t>(3)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وجذبات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8" w:history="1">
            <w:r w:rsidRPr="00A66DF2">
              <w:rPr>
                <w:rStyle w:val="Hyperlink"/>
                <w:noProof/>
                <w:rtl/>
                <w:lang w:bidi="ur-PK"/>
              </w:rPr>
              <w:t>(4)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89" w:history="1">
            <w:r w:rsidRPr="00A66DF2">
              <w:rPr>
                <w:rStyle w:val="Hyperlink"/>
                <w:noProof/>
                <w:rtl/>
                <w:lang w:bidi="ur-PK"/>
              </w:rPr>
              <w:t>(5)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0" w:history="1">
            <w:r w:rsidRPr="00A66DF2">
              <w:rPr>
                <w:rStyle w:val="Hyperlink"/>
                <w:noProof/>
                <w:rtl/>
                <w:lang w:bidi="ur-PK"/>
              </w:rPr>
              <w:t>(6)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سودخور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اجتماع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1" w:history="1">
            <w:r w:rsidRPr="00A66DF2">
              <w:rPr>
                <w:rStyle w:val="Hyperlink"/>
                <w:noProof/>
                <w:rtl/>
                <w:lang w:bidi="ur-PK"/>
              </w:rPr>
              <w:t>(7)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انفراد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جہاد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2" w:history="1">
            <w:r w:rsidRPr="00A66DF2">
              <w:rPr>
                <w:rStyle w:val="Hyperlink"/>
                <w:noProof/>
                <w:rtl/>
                <w:lang w:bidi="ur-PK"/>
              </w:rPr>
              <w:t>(8)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تغر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3" w:history="1">
            <w:r w:rsidRPr="00A66DF2">
              <w:rPr>
                <w:rStyle w:val="Hyperlink"/>
                <w:noProof/>
                <w:rtl/>
                <w:lang w:bidi="ur-PK"/>
              </w:rPr>
              <w:t>(3)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عموم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طب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علوم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مسئلہ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حل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کرنے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قاصر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مشکل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اقتصادکوئ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7" w:history="1">
            <w:r w:rsidRPr="00A66DF2">
              <w:rPr>
                <w:rStyle w:val="Hyperlink"/>
                <w:noProof/>
                <w:rtl/>
                <w:lang w:bidi="ur-PK"/>
              </w:rPr>
              <w:t>(5)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داوار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الگ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شکل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8" w:history="1">
            <w:r w:rsidRPr="00A66DF2">
              <w:rPr>
                <w:rStyle w:val="Hyperlink"/>
                <w:noProof/>
                <w:rtl/>
                <w:lang w:bidi="ur-PK"/>
              </w:rPr>
              <w:t>(6)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مشکلات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799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طر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>(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 w:rsidRPr="00A66DF2">
              <w:rPr>
                <w:rStyle w:val="Hyperlink"/>
                <w:noProof/>
                <w:rtl/>
                <w:lang w:bidi="ur-PK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0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حصہ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1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 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واشتمال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2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 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واشتراک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3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وسرما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نظر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4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انفراد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5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ملک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بھ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ذر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عۂ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تقس</w:t>
            </w:r>
            <w:r w:rsidRPr="00A66DF2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66DF2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970806" w:history="1">
            <w:r w:rsidRPr="00A66DF2">
              <w:rPr>
                <w:rStyle w:val="Hyperlink"/>
                <w:rFonts w:hint="eastAsia"/>
                <w:noProof/>
                <w:rtl/>
                <w:lang w:bidi="ur-PK"/>
              </w:rPr>
              <w:t>تبادلہ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Toc468970806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6C38" w:rsidRDefault="00D36C38">
          <w:r>
            <w:fldChar w:fldCharType="end"/>
          </w:r>
        </w:p>
      </w:sdtContent>
    </w:sdt>
    <w:p w:rsidR="00D36C38" w:rsidRDefault="00D36C38" w:rsidP="00D36C38">
      <w:pPr>
        <w:pStyle w:val="libNormal"/>
        <w:rPr>
          <w:rFonts w:hint="cs"/>
          <w:rtl/>
          <w:lang w:bidi="ur-PK"/>
        </w:rPr>
      </w:pPr>
    </w:p>
    <w:p w:rsidR="00D36C38" w:rsidRDefault="00D36C38" w:rsidP="00D36C38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libAie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بِس</w:t>
      </w:r>
      <w:r w:rsidRPr="00E37591">
        <w:rPr>
          <w:rFonts w:hint="cs"/>
          <w:rtl/>
          <w:lang w:bidi="ur-PK"/>
        </w:rPr>
        <w:t>ْمِ</w:t>
      </w:r>
      <w:r w:rsidRPr="00E37591">
        <w:rPr>
          <w:rtl/>
          <w:lang w:bidi="ur-PK"/>
        </w:rPr>
        <w:t xml:space="preserve"> اللّٰ</w:t>
      </w:r>
      <w:r w:rsidR="000940C2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ِ الرَّحْمٰنِ الرَّحِیْ</w:t>
      </w:r>
      <w:r w:rsidRPr="00E37591">
        <w:rPr>
          <w:rFonts w:hint="eastAsia"/>
          <w:rtl/>
          <w:lang w:bidi="ur-PK"/>
        </w:rPr>
        <w:t>مِ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62BB0">
      <w:pPr>
        <w:pStyle w:val="Heading2Center"/>
        <w:rPr>
          <w:rtl/>
          <w:lang w:bidi="ur-PK"/>
        </w:rPr>
      </w:pPr>
      <w:bookmarkStart w:id="1" w:name="_Toc468966755"/>
      <w:bookmarkStart w:id="2" w:name="_Toc468970707"/>
      <w:r w:rsidRPr="00E37591">
        <w:rPr>
          <w:rFonts w:hint="eastAsia"/>
          <w:rtl/>
          <w:lang w:bidi="ur-PK"/>
        </w:rPr>
        <w:t>گفتار</w:t>
      </w:r>
      <w:r w:rsidRPr="00E37591">
        <w:rPr>
          <w:rtl/>
          <w:lang w:bidi="ur-PK"/>
        </w:rPr>
        <w:t xml:space="preserve"> مترجم</w:t>
      </w:r>
      <w:bookmarkStart w:id="3" w:name="_Toc468966756"/>
      <w:bookmarkEnd w:id="1"/>
      <w:r w:rsidR="00062BB0">
        <w:rPr>
          <w:rFonts w:hint="cs"/>
          <w:rtl/>
          <w:lang w:bidi="ur-PK"/>
        </w:rPr>
        <w:t xml:space="preserve"> (</w:t>
      </w:r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bookmarkEnd w:id="3"/>
      <w:r w:rsidR="00062BB0">
        <w:rPr>
          <w:rFonts w:hint="cs"/>
          <w:rtl/>
          <w:lang w:bidi="ur-PK"/>
        </w:rPr>
        <w:t>)</w:t>
      </w:r>
      <w:bookmarkEnd w:id="2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ٹھنڈے دل اور گہری</w:t>
      </w:r>
      <w:r w:rsidRPr="00E37591">
        <w:rPr>
          <w:rtl/>
          <w:lang w:bidi="ur-PK"/>
        </w:rPr>
        <w:t xml:space="preserve"> نظرس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تو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کل کے انسان کے لئے اتنااہم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جتنا آج کے انسان کے لئے اہم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ہے۔''ضرورت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ماں</w:t>
      </w:r>
      <w:r w:rsidRPr="00E37591">
        <w:rPr>
          <w:rFonts w:hint="cs"/>
          <w:rtl/>
          <w:lang w:bidi="ur-PK"/>
        </w:rPr>
        <w:t>ہے''کل تک انسان کے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محدود ت</w:t>
      </w:r>
      <w:r w:rsidRPr="00E37591">
        <w:rPr>
          <w:rFonts w:hint="cs"/>
          <w:rtl/>
          <w:lang w:bidi="ur-PK"/>
        </w:rPr>
        <w:t>ھے اور کائنات کی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پر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جابران</w:t>
      </w:r>
      <w:r w:rsidRPr="00E37591">
        <w:rPr>
          <w:rFonts w:hint="cs"/>
          <w:rtl/>
          <w:lang w:bidi="ur-PK"/>
        </w:rPr>
        <w:t>ہ دست درازی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اثرن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ہواتھا۔ اس لئے ہرشخص اپنی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مطابق سامان فراہم کرلی</w:t>
      </w:r>
      <w:r w:rsidRPr="00E37591">
        <w:rPr>
          <w:rFonts w:hint="eastAsia"/>
          <w:rtl/>
          <w:lang w:bidi="ur-PK"/>
        </w:rPr>
        <w:t>اکرتات</w:t>
      </w:r>
      <w:r w:rsidRPr="00E37591">
        <w:rPr>
          <w:rFonts w:hint="cs"/>
          <w:rtl/>
          <w:lang w:bidi="ur-PK"/>
        </w:rPr>
        <w:t>ھالی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آج کا انسان اور آج ک</w:t>
      </w:r>
      <w:r w:rsidRPr="00E37591">
        <w:rPr>
          <w:rFonts w:hint="cs"/>
          <w:rtl/>
          <w:lang w:bidi="ur-PK"/>
        </w:rPr>
        <w:t>ے ضروری</w:t>
      </w:r>
      <w:r w:rsidRPr="00E37591">
        <w:rPr>
          <w:rFonts w:hint="eastAsia"/>
          <w:rtl/>
          <w:lang w:bidi="ur-PK"/>
        </w:rPr>
        <w:t>ات</w:t>
      </w:r>
      <w:r w:rsidR="00FA78C3">
        <w:t xml:space="preserve"> </w:t>
      </w:r>
      <w:r w:rsidRPr="00E37591">
        <w:rPr>
          <w:rStyle w:val="libArabicChar"/>
          <w:rFonts w:hint="eastAsia"/>
          <w:rtl/>
          <w:lang w:bidi="ur-PK"/>
        </w:rPr>
        <w:t>عَ</w:t>
      </w:r>
      <w:r w:rsidRPr="00E37591">
        <w:rPr>
          <w:rStyle w:val="libArabicChar"/>
          <w:rFonts w:hint="cs"/>
          <w:rtl/>
          <w:lang w:bidi="ur-PK"/>
        </w:rPr>
        <w:t>یَ</w:t>
      </w:r>
      <w:r w:rsidRPr="00E37591">
        <w:rPr>
          <w:rStyle w:val="libArabicChar"/>
          <w:rFonts w:hint="eastAsia"/>
          <w:rtl/>
          <w:lang w:bidi="ur-PK"/>
        </w:rPr>
        <w:t>اذاًبِاللّٰ</w:t>
      </w:r>
      <w:r w:rsidR="000940C2" w:rsidRPr="00E37591">
        <w:rPr>
          <w:rStyle w:val="libArabicChar"/>
          <w:rFonts w:hint="cs"/>
          <w:rtl/>
          <w:lang w:bidi="ur-PK"/>
        </w:rPr>
        <w:t>ه</w:t>
      </w:r>
      <w:r w:rsidRPr="00E37591">
        <w:rPr>
          <w:rStyle w:val="libArabicChar"/>
          <w:rFonts w:hint="cs"/>
          <w:rtl/>
          <w:lang w:bidi="ur-PK"/>
        </w:rPr>
        <w:t>ِ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ہرشخص کی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ہے کہ پوری</w:t>
      </w:r>
      <w:r w:rsidRPr="00E37591">
        <w:rPr>
          <w:rtl/>
          <w:lang w:bidi="ur-PK"/>
        </w:rPr>
        <w:t xml:space="preserve"> کائنات پربلاشرکت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قابض </w:t>
      </w:r>
      <w:r w:rsidRPr="00E37591">
        <w:rPr>
          <w:rFonts w:hint="cs"/>
          <w:rtl/>
          <w:lang w:bidi="ur-PK"/>
        </w:rPr>
        <w:t>ہوجائے اور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تمنا </w:t>
      </w:r>
      <w:r w:rsidRPr="00E37591">
        <w:rPr>
          <w:rFonts w:hint="cs"/>
          <w:rtl/>
          <w:lang w:bidi="ur-PK"/>
        </w:rPr>
        <w:t>ہے کہ پورے عالم کو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شامل کرل</w:t>
      </w:r>
      <w:r w:rsidRPr="00E37591">
        <w:rPr>
          <w:rFonts w:hint="cs"/>
          <w:rtl/>
          <w:lang w:bidi="ur-PK"/>
        </w:rPr>
        <w:t>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دماغ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اور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انحطاط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ہونا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 !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اس واقعہ سے لگای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ھوکے سے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6B3A31">
      <w:pPr>
        <w:pStyle w:val="libNormal"/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پوچھا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>:''ا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>''تواس ن</w:t>
      </w:r>
      <w:r w:rsidRPr="00E37591">
        <w:rPr>
          <w:rFonts w:hint="cs"/>
          <w:rtl/>
          <w:lang w:bidi="ur-PK"/>
        </w:rPr>
        <w:t>ے کہا دو روٹی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Fonts w:hint="cs"/>
          <w:rtl/>
          <w:lang w:bidi="ur-PK"/>
        </w:rPr>
        <w:t>۔اس مثل کو ہمارے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مثل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کادرج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کام کرن</w:t>
      </w:r>
      <w:r w:rsidRPr="00E37591">
        <w:rPr>
          <w:rFonts w:hint="cs"/>
          <w:rtl/>
          <w:lang w:bidi="ur-PK"/>
        </w:rPr>
        <w:t>ے والے فلسفہ کو درخورِ اعتناء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حالانکہ 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واقع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عکاس وترجمان </w:t>
      </w:r>
      <w:r w:rsidRPr="00E37591">
        <w:rPr>
          <w:rFonts w:hint="cs"/>
          <w:rtl/>
          <w:lang w:bidi="ur-PK"/>
        </w:rPr>
        <w:t>ہے۔اس سے صاف ان</w:t>
      </w:r>
      <w:r w:rsidRPr="00E37591">
        <w:rPr>
          <w:rtl/>
          <w:lang w:bidi="ur-PK"/>
        </w:rPr>
        <w:t>داز</w:t>
      </w:r>
      <w:r w:rsidRPr="00E37591">
        <w:rPr>
          <w:rFonts w:hint="cs"/>
          <w:rtl/>
          <w:lang w:bidi="ur-PK"/>
        </w:rPr>
        <w:t>ہ ہوتاہے کہ اقتصادی</w:t>
      </w:r>
      <w:r w:rsidRPr="00E37591">
        <w:rPr>
          <w:rtl/>
          <w:lang w:bidi="ur-PK"/>
        </w:rPr>
        <w:t xml:space="preserve"> کشمکش انسان ک</w:t>
      </w:r>
      <w:r w:rsidRPr="00E37591">
        <w:rPr>
          <w:rFonts w:hint="cs"/>
          <w:rtl/>
          <w:lang w:bidi="ur-PK"/>
        </w:rPr>
        <w:t>ے ذہن کو کس درجۂ انحطاط تک پہنچادی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افکار ونظری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کتنا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ہوجاتاہے۔وہ علم ری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مسلم مسائل ''ای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دو''ج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حسابات کو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</w:t>
      </w:r>
      <w:r w:rsidRPr="00E37591">
        <w:rPr>
          <w:rFonts w:hint="cs"/>
          <w:rtl/>
          <w:lang w:bidi="ur-PK"/>
        </w:rPr>
        <w:t>ڑسکتااور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کو شامل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زبان حال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اعلان کرتا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خوشحال انسان کی</w:t>
      </w:r>
      <w:r w:rsidRPr="00E37591">
        <w:rPr>
          <w:rtl/>
          <w:lang w:bidi="ur-PK"/>
        </w:rPr>
        <w:t xml:space="preserve"> زبان وفکر اور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معاشی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شکار انسان کی</w:t>
      </w:r>
      <w:r w:rsidRPr="00E37591">
        <w:rPr>
          <w:rtl/>
          <w:lang w:bidi="ur-PK"/>
        </w:rPr>
        <w:t xml:space="preserve"> زبان وفکر اور ! 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دوسمج</w:t>
      </w:r>
      <w:r w:rsidRPr="00E37591">
        <w:rPr>
          <w:rFonts w:hint="cs"/>
          <w:rtl/>
          <w:lang w:bidi="ur-PK"/>
        </w:rPr>
        <w:t>ھتاہے اور یہ</w:t>
      </w:r>
      <w:r w:rsidRPr="00E37591">
        <w:rPr>
          <w:rtl/>
          <w:lang w:bidi="ur-PK"/>
        </w:rPr>
        <w:t xml:space="preserve"> دو</w:t>
      </w:r>
      <w:r w:rsidRPr="00E37591">
        <w:rPr>
          <w:rFonts w:hint="eastAsia"/>
          <w:rtl/>
          <w:lang w:bidi="ur-PK"/>
        </w:rPr>
        <w:t>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واقع</w:t>
      </w:r>
      <w:r w:rsidRPr="00E37591">
        <w:rPr>
          <w:rFonts w:hint="cs"/>
          <w:rtl/>
          <w:lang w:bidi="ur-PK"/>
        </w:rPr>
        <w:t>ہ کے خصوصی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پرگ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تو </w:t>
      </w:r>
      <w:r w:rsidRPr="00E37591">
        <w:rPr>
          <w:rtl/>
          <w:lang w:bidi="ur-PK"/>
        </w:rPr>
        <w:t>دور حاضرک</w:t>
      </w:r>
      <w:r w:rsidRPr="00E37591">
        <w:rPr>
          <w:rFonts w:hint="cs"/>
          <w:rtl/>
          <w:lang w:bidi="ur-PK"/>
        </w:rPr>
        <w:t>ے جملہ نقائص وعی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نگا</w:t>
      </w:r>
      <w:r w:rsidRPr="00E37591">
        <w:rPr>
          <w:rFonts w:hint="cs"/>
          <w:rtl/>
          <w:lang w:bidi="ur-PK"/>
        </w:rPr>
        <w:t>ہوں کے سامنے آجاتے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۔دورِ حاضر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علم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ونزم</w:t>
      </w:r>
      <w:r w:rsidRPr="00E37591">
        <w:rPr>
          <w:rtl/>
          <w:lang w:bidi="ur-PK"/>
        </w:rPr>
        <w:t xml:space="preserve"> وسوشلزم ک</w:t>
      </w:r>
      <w:r w:rsidRPr="00E37591">
        <w:rPr>
          <w:rFonts w:hint="cs"/>
          <w:rtl/>
          <w:lang w:bidi="ur-PK"/>
        </w:rPr>
        <w:t>ے اتنے چرچے اس لئے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نے کوئی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اپنے انکش</w:t>
      </w:r>
      <w:r w:rsidRPr="00E37591">
        <w:rPr>
          <w:rFonts w:hint="eastAsia"/>
          <w:rtl/>
          <w:lang w:bidi="ur-PK"/>
        </w:rPr>
        <w:t>اف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ڈھنڈوراپیٹنا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بلکہ یہ</w:t>
      </w:r>
      <w:r w:rsidRPr="00E37591">
        <w:rPr>
          <w:rtl/>
          <w:lang w:bidi="ur-PK"/>
        </w:rPr>
        <w:t xml:space="preserve"> سارا شورق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امت</w:t>
      </w:r>
      <w:r w:rsidRPr="00E37591">
        <w:rPr>
          <w:rtl/>
          <w:lang w:bidi="ur-PK"/>
        </w:rPr>
        <w:t xml:space="preserve"> صرف اس لئ</w:t>
      </w:r>
      <w:r w:rsidRPr="00E37591">
        <w:rPr>
          <w:rFonts w:hint="cs"/>
          <w:rtl/>
          <w:lang w:bidi="ur-PK"/>
        </w:rPr>
        <w:t>ے ہے کہ معاشی</w:t>
      </w:r>
      <w:r w:rsidRPr="00E37591">
        <w:rPr>
          <w:rtl/>
          <w:lang w:bidi="ur-PK"/>
        </w:rPr>
        <w:t xml:space="preserve"> مشکلات ن</w:t>
      </w:r>
      <w:r w:rsidRPr="00E37591">
        <w:rPr>
          <w:rFonts w:hint="cs"/>
          <w:rtl/>
          <w:lang w:bidi="ur-PK"/>
        </w:rPr>
        <w:t>ے اس کے دل ودماغ کو معطل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روٹی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کپ</w:t>
      </w:r>
      <w:r w:rsidRPr="00E37591">
        <w:rPr>
          <w:rFonts w:hint="cs"/>
          <w:rtl/>
          <w:lang w:bidi="ur-PK"/>
        </w:rPr>
        <w:t>ڑے سے ہٹ کر کچھ سوچنے کے لئے تی</w:t>
      </w:r>
      <w:r w:rsidRPr="00E37591">
        <w:rPr>
          <w:rFonts w:hint="eastAsia"/>
          <w:rtl/>
          <w:lang w:bidi="ur-PK"/>
        </w:rPr>
        <w:t>ارن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بوکھلاہٹ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کو براکہتاہے،کبھی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کو قابل مذمت </w:t>
      </w:r>
      <w:r w:rsidRPr="00E37591">
        <w:rPr>
          <w:rFonts w:hint="cs"/>
          <w:rtl/>
          <w:lang w:bidi="ur-PK"/>
        </w:rPr>
        <w:t>ٹھہراتاہے۔کبھی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ہذی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وتمدن کا مذاق ا</w:t>
      </w:r>
      <w:r w:rsidRPr="00E37591">
        <w:rPr>
          <w:rFonts w:hint="cs"/>
          <w:rtl/>
          <w:lang w:bidi="ur-PK"/>
        </w:rPr>
        <w:t>ڑاتا ہے ،کبھی</w:t>
      </w:r>
      <w:r w:rsidRPr="00E37591">
        <w:rPr>
          <w:rtl/>
          <w:lang w:bidi="ur-PK"/>
        </w:rPr>
        <w:t xml:space="preserve"> دولت وسرما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ھوکھلے اور بے جان نعرے بلندکرتاہے اور اس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غافل ہوجاتاہے کہ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ہنگامے مسئلہ کا واقعی</w:t>
      </w:r>
      <w:r w:rsidRPr="00E37591">
        <w:rPr>
          <w:rtl/>
          <w:lang w:bidi="ur-PK"/>
        </w:rPr>
        <w:t xml:space="preserve"> حل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۔مرض کا پروپی</w:t>
      </w:r>
      <w:r w:rsidRPr="00E37591">
        <w:rPr>
          <w:rFonts w:hint="eastAsia"/>
          <w:rtl/>
          <w:lang w:bidi="ur-PK"/>
        </w:rPr>
        <w:t>گن</w:t>
      </w:r>
      <w:r w:rsidRPr="00E37591">
        <w:rPr>
          <w:rFonts w:hint="cs"/>
          <w:rtl/>
          <w:lang w:bidi="ur-PK"/>
        </w:rPr>
        <w:t>ڈا</w:t>
      </w:r>
      <w:r w:rsidRPr="00E37591">
        <w:rPr>
          <w:rtl/>
          <w:lang w:bidi="ur-PK"/>
        </w:rPr>
        <w:t xml:space="preserve"> علاج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ہواکرتا۔حالات کا رونا انقلاب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لاسکتا</w:t>
      </w:r>
      <w:r w:rsidRPr="00E37591">
        <w:rPr>
          <w:rFonts w:hint="cs"/>
          <w:rtl/>
          <w:lang w:bidi="ur-PK"/>
        </w:rPr>
        <w:t>۔کھوکھلے نعرے جان</w:t>
      </w:r>
      <w:r w:rsidRPr="00E37591">
        <w:rPr>
          <w:rFonts w:hint="eastAsia"/>
          <w:rtl/>
          <w:lang w:bidi="ur-PK"/>
        </w:rPr>
        <w:t>دارن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ہوسکتے۔ ہمارا فرض ہے کہ ہم اس کشمکش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کام کرن</w:t>
      </w:r>
      <w:r w:rsidRPr="00E37591">
        <w:rPr>
          <w:rFonts w:hint="cs"/>
          <w:rtl/>
          <w:lang w:bidi="ur-PK"/>
        </w:rPr>
        <w:t>ے والے عناصر کا پتہ لگائی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کا قلع قمع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۔ہم نے یہ</w:t>
      </w:r>
      <w:r w:rsidRPr="00E37591">
        <w:rPr>
          <w:rtl/>
          <w:lang w:bidi="ur-PK"/>
        </w:rPr>
        <w:t xml:space="preserve"> توانداز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معاشی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چند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 رانی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جااستحصال</w:t>
      </w:r>
      <w:r w:rsidRPr="00E37591">
        <w:rPr>
          <w:rtl/>
          <w:lang w:bidi="ur-PK"/>
        </w:rPr>
        <w:t xml:space="preserve"> کا دخل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 xml:space="preserve">ھول گئے کہ استحصال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نفس کی</w:t>
      </w:r>
      <w:r w:rsidRPr="00E37591">
        <w:rPr>
          <w:rtl/>
          <w:lang w:bidi="ur-PK"/>
        </w:rPr>
        <w:t xml:space="preserve"> خباثت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اتنا بڑاپرزور نعرہ بلند کی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ہذی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نفس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نقارخان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طوط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مخالفت ن</w:t>
      </w:r>
      <w:r w:rsidRPr="00E37591">
        <w:rPr>
          <w:rFonts w:hint="cs"/>
          <w:rtl/>
          <w:lang w:bidi="ur-PK"/>
        </w:rPr>
        <w:t>ے خباثت نفس کو بڑھنے اور پنپنے کا موقع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نعرہ اپنے ساتھ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کر سامنے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۔مرض بڑھتاگی</w:t>
      </w:r>
      <w:r w:rsidRPr="00E37591">
        <w:rPr>
          <w:rFonts w:hint="eastAsia"/>
          <w:rtl/>
          <w:lang w:bidi="ur-PK"/>
        </w:rPr>
        <w:t>اجوں</w:t>
      </w:r>
      <w:r w:rsidRPr="00E37591">
        <w:rPr>
          <w:rtl/>
          <w:lang w:bidi="ur-PK"/>
        </w:rPr>
        <w:t xml:space="preserve"> جوں دواک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ن</w:t>
      </w:r>
      <w:r w:rsidRPr="00E37591">
        <w:rPr>
          <w:rFonts w:hint="cs"/>
          <w:rtl/>
          <w:lang w:bidi="ur-PK"/>
        </w:rPr>
        <w:t>ے جہاں انسان کے ذہن کو فکر ونظر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ماؤف ومفلوج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چند مصی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نجات حاصل کرنا تقری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ظلم عام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دوطبقوں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کاخ وای</w:t>
      </w:r>
      <w:r w:rsidRPr="00E37591">
        <w:rPr>
          <w:rFonts w:hint="eastAsia"/>
          <w:rtl/>
          <w:lang w:bidi="ur-PK"/>
        </w:rPr>
        <w:t>وان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دوسرا ڈی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اور چ</w:t>
      </w:r>
      <w:r w:rsidRPr="00E37591">
        <w:rPr>
          <w:rFonts w:hint="cs"/>
          <w:rtl/>
          <w:lang w:bidi="ur-PK"/>
        </w:rPr>
        <w:t>ھولداری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رونق</w:t>
      </w:r>
      <w:r w:rsidRPr="00E37591">
        <w:rPr>
          <w:rFonts w:hint="cs"/>
          <w:rtl/>
          <w:lang w:bidi="ur-PK"/>
        </w:rPr>
        <w:t>۔ جذبۂ انتقام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عالم </w:t>
      </w:r>
      <w:r w:rsidRPr="00E37591">
        <w:rPr>
          <w:rFonts w:hint="cs"/>
          <w:rtl/>
          <w:lang w:bidi="ur-PK"/>
        </w:rPr>
        <w:t>ہے کہ پہلا طبقہ دوسرے طبقہ کے خون کا آخری</w:t>
      </w:r>
      <w:r w:rsidRPr="00E37591">
        <w:rPr>
          <w:rtl/>
          <w:lang w:bidi="ur-PK"/>
        </w:rPr>
        <w:t xml:space="preserve"> قطر</w:t>
      </w:r>
      <w:r w:rsidRPr="00E37591">
        <w:rPr>
          <w:rFonts w:hint="cs"/>
          <w:rtl/>
          <w:lang w:bidi="ur-PK"/>
        </w:rPr>
        <w:t>ہ تک چوس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دوسرا طبق</w:t>
      </w:r>
      <w:r w:rsidRPr="00E37591">
        <w:rPr>
          <w:rFonts w:hint="cs"/>
          <w:rtl/>
          <w:lang w:bidi="ur-PK"/>
        </w:rPr>
        <w:t>ہ پہلے طبقہ کی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 رگ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تک قطع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اپنا فرض اول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ھتاہے۔عزت ودولت کے واقعی</w:t>
      </w:r>
      <w:r w:rsidRPr="00E37591">
        <w:rPr>
          <w:rtl/>
          <w:lang w:bidi="ur-PK"/>
        </w:rPr>
        <w:t xml:space="preserve"> اقدار ک</w:t>
      </w:r>
      <w:r w:rsidRPr="00E37591">
        <w:rPr>
          <w:rFonts w:hint="cs"/>
          <w:rtl/>
          <w:lang w:bidi="ur-PK"/>
        </w:rPr>
        <w:t>ے ساتھ انتقام کے تصورمی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فرق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شخص اپنے علم کو انتقام کا نام دے کر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حسن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داکرر</w:t>
      </w:r>
      <w:r w:rsidRPr="00E37591">
        <w:rPr>
          <w:rFonts w:hint="cs"/>
          <w:rtl/>
          <w:lang w:bidi="ur-PK"/>
        </w:rPr>
        <w:t>ہاہے۔ذہنی</w:t>
      </w:r>
      <w:r w:rsidRPr="00E37591">
        <w:rPr>
          <w:rtl/>
          <w:lang w:bidi="ur-PK"/>
        </w:rPr>
        <w:t xml:space="preserve"> بوک</w:t>
      </w:r>
      <w:r w:rsidRPr="00E37591">
        <w:rPr>
          <w:rFonts w:hint="cs"/>
          <w:rtl/>
          <w:lang w:bidi="ur-PK"/>
        </w:rPr>
        <w:t>ھلاہٹ کسی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کو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کا موقع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ہاں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ظلم ک</w:t>
      </w:r>
      <w:r w:rsidRPr="00E37591">
        <w:rPr>
          <w:rFonts w:hint="cs"/>
          <w:rtl/>
          <w:lang w:bidi="ur-PK"/>
        </w:rPr>
        <w:t>ہاں سے آگی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ن</w:t>
      </w:r>
      <w:r w:rsidRPr="00E37591">
        <w:rPr>
          <w:rFonts w:hint="cs"/>
          <w:rtl/>
          <w:lang w:bidi="ur-PK"/>
        </w:rPr>
        <w:t>ے افراد معاشرہ کو مختلف لاعلاج امراض کا شکار بھی</w:t>
      </w:r>
      <w:r w:rsidRPr="00E37591">
        <w:rPr>
          <w:rtl/>
          <w:lang w:bidi="ur-PK"/>
        </w:rPr>
        <w:t xml:space="preserve"> بنارک</w:t>
      </w:r>
      <w:r w:rsidRPr="00E37591">
        <w:rPr>
          <w:rFonts w:hint="cs"/>
          <w:rtl/>
          <w:lang w:bidi="ur-PK"/>
        </w:rPr>
        <w:t>ھا ہے دواؤں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جادات</w:t>
      </w:r>
      <w:r w:rsidRPr="00E37591">
        <w:rPr>
          <w:rtl/>
          <w:lang w:bidi="ur-PK"/>
        </w:rPr>
        <w:t xml:space="preserve"> وانکشافات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کثرت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مرض کا علاج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ی۔ہر دوا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طلبگار </w:t>
      </w:r>
      <w:r w:rsidRPr="00E37591">
        <w:rPr>
          <w:rFonts w:hint="cs"/>
          <w:rtl/>
          <w:lang w:bidi="ur-PK"/>
        </w:rPr>
        <w:t>ہے اور ہر علاج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سرمایہ</w:t>
      </w:r>
      <w:r w:rsidRPr="00E37591">
        <w:rPr>
          <w:rtl/>
          <w:lang w:bidi="ur-PK"/>
        </w:rPr>
        <w:t xml:space="preserve"> کامتقاض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 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غربت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علاج س</w:t>
      </w:r>
      <w:r w:rsidRPr="00E37591">
        <w:rPr>
          <w:rFonts w:hint="cs"/>
          <w:rtl/>
          <w:lang w:bidi="ur-PK"/>
        </w:rPr>
        <w:t>ے قاصر ہے</w:t>
      </w:r>
      <w:r w:rsidRPr="00E37591">
        <w:rPr>
          <w:rtl/>
          <w:lang w:bidi="ur-PK"/>
        </w:rPr>
        <w:t xml:space="preserve"> اور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رامارت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غربت کو قابل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ھتا۔روٹی</w:t>
      </w:r>
      <w:r w:rsidRPr="00E37591">
        <w:rPr>
          <w:rFonts w:hint="eastAsia"/>
          <w:rtl/>
          <w:lang w:bidi="ur-PK"/>
        </w:rPr>
        <w:t>،کپ</w:t>
      </w:r>
      <w:r w:rsidRPr="00E37591">
        <w:rPr>
          <w:rFonts w:hint="cs"/>
          <w:rtl/>
          <w:lang w:bidi="ur-PK"/>
        </w:rPr>
        <w:t>ڑے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سوال سے آسودہ ڈاکٹراس مری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رخ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کرتاجس 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t>س</w:t>
      </w:r>
      <w:r w:rsidRPr="00E37591">
        <w:rPr>
          <w:rFonts w:hint="cs"/>
          <w:rtl/>
          <w:lang w:bidi="ur-PK"/>
        </w:rPr>
        <w:t>ے خاطرخواہ آمدنی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مری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تورا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عدم </w:t>
      </w:r>
      <w:r w:rsidRPr="00E37591">
        <w:rPr>
          <w:rFonts w:hint="cs"/>
          <w:rtl/>
          <w:lang w:bidi="ur-PK"/>
        </w:rPr>
        <w:t>ہوجاتاہے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پسماندگان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کشمکش چ</w:t>
      </w:r>
      <w:r w:rsidRPr="00E37591">
        <w:rPr>
          <w:rFonts w:hint="cs"/>
          <w:rtl/>
          <w:lang w:bidi="ur-PK"/>
        </w:rPr>
        <w:t>ھوڑجاتاہے۔وہ ڈاکٹر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لاپروا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لاپروا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دولت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 کا ذہن اس طرف جانے کی</w:t>
      </w:r>
      <w:r w:rsidRPr="00E37591">
        <w:rPr>
          <w:rtl/>
          <w:lang w:bidi="ur-PK"/>
        </w:rPr>
        <w:t xml:space="preserve"> اجازت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دولت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علاو</w:t>
      </w:r>
      <w:r w:rsidRPr="00E37591">
        <w:rPr>
          <w:rFonts w:hint="cs"/>
          <w:rtl/>
          <w:lang w:bidi="ur-PK"/>
        </w:rPr>
        <w:t>ہ غلط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نا مناسب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برائ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ڑ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 ر اس کا واضح اثر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کہ وہ شخص کے بجائے صنف اور فرد کے بجائے جماعت سے انتقام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آماد</w:t>
      </w:r>
      <w:r w:rsidRPr="00E37591">
        <w:rPr>
          <w:rFonts w:hint="cs"/>
          <w:rtl/>
          <w:lang w:bidi="ur-PK"/>
        </w:rPr>
        <w:t>ہ ہو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عناد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سماج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مشکلات س</w:t>
      </w:r>
      <w:r w:rsidRPr="00E37591">
        <w:rPr>
          <w:rFonts w:hint="cs"/>
          <w:rtl/>
          <w:lang w:bidi="ur-PK"/>
        </w:rPr>
        <w:t>ے دوچار ہو جاتا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دور حاضر کے انسان پر سب سے بڑا ظلم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سے دو 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سلب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انسان کے پاس دو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</w:t>
      </w:r>
      <w:r w:rsidRPr="00E37591">
        <w:rPr>
          <w:rFonts w:hint="cs"/>
          <w:rtl/>
          <w:lang w:bidi="ur-PK"/>
        </w:rPr>
        <w:t>ہر تھے جن پر وہ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کائنات قربان کر سکتا ت</w:t>
      </w:r>
      <w:r w:rsidRPr="00E37591">
        <w:rPr>
          <w:rFonts w:hint="cs"/>
          <w:rtl/>
          <w:lang w:bidi="ur-PK"/>
        </w:rPr>
        <w:t>ھا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 کا مذ</w:t>
      </w:r>
      <w:r w:rsidRPr="00E37591">
        <w:rPr>
          <w:rFonts w:hint="cs"/>
          <w:rtl/>
          <w:lang w:bidi="ur-PK"/>
        </w:rPr>
        <w:t>ہب اور اس کی</w:t>
      </w:r>
      <w:r w:rsidRPr="00E37591">
        <w:rPr>
          <w:rtl/>
          <w:lang w:bidi="ur-PK"/>
        </w:rPr>
        <w:t xml:space="preserve"> آبرو</w:t>
      </w:r>
      <w:r w:rsidRPr="00E37591">
        <w:rPr>
          <w:rFonts w:hint="cs"/>
          <w:rtl/>
          <w:lang w:bidi="ur-PK"/>
        </w:rPr>
        <w:t>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لاکھوں اور کروڑ</w:t>
      </w:r>
      <w:r w:rsidRPr="00E37591">
        <w:rPr>
          <w:rtl/>
          <w:lang w:bidi="ur-PK"/>
        </w:rPr>
        <w:t>وں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قصے اس بات پر </w:t>
      </w:r>
      <w:r w:rsidRPr="00E37591">
        <w:rPr>
          <w:rFonts w:hint="eastAsia"/>
          <w:rtl/>
          <w:lang w:bidi="ur-PK"/>
        </w:rPr>
        <w:t>دلالت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نے ان دو بے بہا جواہرات پر کتنی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ڑھائی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کس قدر قربانی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 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اسے اس منزل پر پہنچا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آبرو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ڈھونگ اور مذہبی</w:t>
      </w:r>
      <w:r w:rsidRPr="00E37591">
        <w:rPr>
          <w:rtl/>
          <w:lang w:bidi="ur-PK"/>
        </w:rPr>
        <w:t xml:space="preserve"> رسومات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بجا آور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تض</w:t>
      </w:r>
      <w:r w:rsidRPr="00E37591">
        <w:rPr>
          <w:rFonts w:hint="cs"/>
          <w:rtl/>
          <w:lang w:bidi="ur-PK"/>
        </w:rPr>
        <w:t>یی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اوقات سمج</w:t>
      </w:r>
      <w:r w:rsidRPr="00E37591">
        <w:rPr>
          <w:rFonts w:hint="cs"/>
          <w:rtl/>
          <w:lang w:bidi="ur-PK"/>
        </w:rPr>
        <w:t>ھتا ہے ۔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مسلمان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</w:t>
      </w:r>
      <w:r w:rsidRPr="00E37591">
        <w:rPr>
          <w:rtl/>
          <w:lang w:bidi="ur-PK"/>
        </w:rPr>
        <w:t xml:space="preserve"> مسجد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یٹھنے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یٹھنا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حج پر رقم خرچ کرنے سے بہتر قومی</w:t>
      </w:r>
      <w:r w:rsidRPr="00E37591">
        <w:rPr>
          <w:rtl/>
          <w:lang w:bidi="ur-PK"/>
        </w:rPr>
        <w:t xml:space="preserve"> فن</w:t>
      </w:r>
      <w:r w:rsidRPr="00E37591">
        <w:rPr>
          <w:rFonts w:hint="cs"/>
          <w:rtl/>
          <w:lang w:bidi="ur-PK"/>
        </w:rPr>
        <w:t>ڈ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دولت لگا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عزت و آبرو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تصورات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فرسودہ خی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حاصل کر 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عورتی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 پرستوں کی</w:t>
      </w:r>
      <w:r w:rsidRPr="00E37591">
        <w:rPr>
          <w:rtl/>
          <w:lang w:bidi="ur-PK"/>
        </w:rPr>
        <w:t xml:space="preserve"> ج</w:t>
      </w:r>
      <w:r w:rsidRPr="00E37591">
        <w:rPr>
          <w:rFonts w:hint="eastAsia"/>
          <w:rtl/>
          <w:lang w:bidi="ur-PK"/>
        </w:rPr>
        <w:t>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کا بج</w:t>
      </w:r>
      <w:r w:rsidRPr="00E37591">
        <w:rPr>
          <w:rFonts w:hint="cs"/>
          <w:rtl/>
          <w:lang w:bidi="ur-PK"/>
        </w:rPr>
        <w:t>ھا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لئے باعث فخر سمجھنے لگی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انسان س</w:t>
      </w:r>
      <w:r w:rsidRPr="00E37591">
        <w:rPr>
          <w:rFonts w:hint="cs"/>
          <w:rtl/>
          <w:lang w:bidi="ur-PK"/>
        </w:rPr>
        <w:t>ے اس کے بی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ہاجواہرات تقری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سلب </w:t>
      </w:r>
      <w:r w:rsidRPr="00E37591">
        <w:rPr>
          <w:rFonts w:hint="cs"/>
          <w:rtl/>
          <w:lang w:bidi="ur-PK"/>
        </w:rPr>
        <w:t>ہو 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حالات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صرف روٹی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تک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محدود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کی</w:t>
      </w:r>
      <w:r w:rsidRPr="00E37591">
        <w:rPr>
          <w:rtl/>
          <w:lang w:bidi="ur-PK"/>
        </w:rPr>
        <w:t xml:space="preserve"> وسعت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،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Fonts w:hint="eastAsia"/>
          <w:rtl/>
          <w:lang w:bidi="ur-PK"/>
        </w:rPr>
        <w:t>ات،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اور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دامن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</w:t>
      </w:r>
      <w:r w:rsidRPr="00E37591">
        <w:rPr>
          <w:rFonts w:hint="cs"/>
          <w:rtl/>
          <w:lang w:bidi="ur-PK"/>
        </w:rPr>
        <w:t>یٹے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tl/>
          <w:lang w:bidi="ur-PK"/>
        </w:rPr>
        <w:t xml:space="preserve"> انتقام س</w:t>
      </w:r>
      <w:r w:rsidRPr="00E37591">
        <w:rPr>
          <w:rFonts w:hint="cs"/>
          <w:rtl/>
          <w:lang w:bidi="ur-PK"/>
        </w:rPr>
        <w:t>ے بھرپور انسان فکری</w:t>
      </w:r>
      <w:r w:rsidRPr="00E37591">
        <w:rPr>
          <w:rtl/>
          <w:lang w:bidi="ur-PK"/>
        </w:rPr>
        <w:t xml:space="preserve"> کجرو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پرمرض ک</w:t>
      </w:r>
      <w:r w:rsidRPr="00E37591">
        <w:rPr>
          <w:rFonts w:hint="cs"/>
          <w:rtl/>
          <w:lang w:bidi="ur-PK"/>
        </w:rPr>
        <w:t>ے واقعی</w:t>
      </w:r>
      <w:r w:rsidRPr="00E37591">
        <w:rPr>
          <w:rtl/>
          <w:lang w:bidi="ur-PK"/>
        </w:rPr>
        <w:t xml:space="preserve"> اسباب کو تلاش کرن</w:t>
      </w:r>
      <w:r w:rsidRPr="00E37591">
        <w:rPr>
          <w:rFonts w:hint="cs"/>
          <w:rtl/>
          <w:lang w:bidi="ur-PK"/>
        </w:rPr>
        <w:t>ے سے عاجز 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ذہنی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وال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پن </w:t>
      </w:r>
      <w:r w:rsidRPr="00E37591">
        <w:rPr>
          <w:rFonts w:hint="cs"/>
          <w:rtl/>
          <w:lang w:bidi="ur-PK"/>
        </w:rPr>
        <w:t>ہر شے کی</w:t>
      </w:r>
      <w:r w:rsidRPr="00E37591">
        <w:rPr>
          <w:rtl/>
          <w:lang w:bidi="ur-PK"/>
        </w:rPr>
        <w:t xml:space="preserve"> پشت پر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 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کار فرما دک</w:t>
      </w:r>
      <w:r w:rsidRPr="00E37591">
        <w:rPr>
          <w:rFonts w:hint="cs"/>
          <w:rtl/>
          <w:lang w:bidi="ur-PK"/>
        </w:rPr>
        <w:t>ھاتا ہے ۔ اس کے لئے یہ</w:t>
      </w:r>
      <w:r w:rsidRPr="00E37591">
        <w:rPr>
          <w:rtl/>
          <w:lang w:bidi="ur-PK"/>
        </w:rPr>
        <w:t xml:space="preserve"> سوچنا تقر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نا ممکن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روٹی</w:t>
      </w:r>
      <w:r w:rsidRPr="00E37591">
        <w:rPr>
          <w:rtl/>
          <w:lang w:bidi="ur-PK"/>
        </w:rPr>
        <w:t xml:space="preserve"> کپ</w:t>
      </w:r>
      <w:r w:rsidRPr="00E37591">
        <w:rPr>
          <w:rFonts w:hint="cs"/>
          <w:rtl/>
          <w:lang w:bidi="ur-PK"/>
        </w:rPr>
        <w:t>ڑے کے علاوہ کچھ اور عوامل ومحرکات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صلاح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ماورا ہے اور جن کی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نا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" w:name="_Toc468966757"/>
      <w:bookmarkStart w:id="5" w:name="_Toc468970708"/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ک</w:t>
      </w:r>
      <w:r w:rsidRPr="00E37591">
        <w:rPr>
          <w:rFonts w:hint="cs"/>
          <w:rtl/>
          <w:lang w:bidi="ur-PK"/>
        </w:rPr>
        <w:t>ے اسباب</w:t>
      </w:r>
      <w:bookmarkEnd w:id="4"/>
      <w:bookmarkEnd w:id="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عالم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س</w:t>
      </w:r>
      <w:r w:rsidRPr="00E37591">
        <w:rPr>
          <w:rFonts w:hint="cs"/>
          <w:rtl/>
          <w:lang w:bidi="ur-PK"/>
        </w:rPr>
        <w:t>ے اونچ نی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وقت س</w:t>
      </w:r>
      <w:r w:rsidRPr="00E37591">
        <w:rPr>
          <w:rFonts w:hint="cs"/>
          <w:rtl/>
          <w:lang w:bidi="ur-PK"/>
        </w:rPr>
        <w:t>ے انسان نے اس کشمکش کو دور کرنے کے ذرائع پر غور کرنا شروع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اتفاق </w:t>
      </w:r>
      <w:r w:rsidRPr="00E37591">
        <w:rPr>
          <w:rFonts w:hint="cs"/>
          <w:rtl/>
          <w:lang w:bidi="ur-PK"/>
        </w:rPr>
        <w:t>ہے کہ سی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ہزاروں عقلاء کی</w:t>
      </w:r>
      <w:r w:rsidRPr="00E37591">
        <w:rPr>
          <w:rtl/>
          <w:lang w:bidi="ur-PK"/>
        </w:rPr>
        <w:t xml:space="preserve"> عقل صرف </w:t>
      </w:r>
      <w:r w:rsidRPr="00E37591">
        <w:rPr>
          <w:rFonts w:hint="cs"/>
          <w:rtl/>
          <w:lang w:bidi="ur-PK"/>
        </w:rPr>
        <w:t>ہونے کے باوجود آج تک 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حل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سکا بلکہ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بھی</w:t>
      </w:r>
      <w:r w:rsidRPr="00E37591">
        <w:rPr>
          <w:rtl/>
          <w:lang w:bidi="ur-PK"/>
        </w:rPr>
        <w:t xml:space="preserve"> بالکل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 کہ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علاج معاش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مرض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دور اپنے ساتھ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درد ل</w:t>
      </w:r>
      <w:r w:rsidRPr="00E37591">
        <w:rPr>
          <w:rFonts w:hint="cs"/>
          <w:rtl/>
          <w:lang w:bidi="ur-PK"/>
        </w:rPr>
        <w:t>ے کر آئی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دور حاضر ک</w:t>
      </w:r>
      <w:r w:rsidRPr="00E37591">
        <w:rPr>
          <w:rFonts w:hint="cs"/>
          <w:rtl/>
          <w:lang w:bidi="ur-PK"/>
        </w:rPr>
        <w:t>ے انسان کا آخری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tl/>
          <w:lang w:bidi="ur-PK"/>
        </w:rPr>
        <w:t xml:space="preserve"> کشمکش س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سلسلے کو ختم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ہچائے ۔ اس کے ختم ہوتے ہی</w:t>
      </w:r>
      <w:r w:rsidRPr="00E37591">
        <w:rPr>
          <w:rtl/>
          <w:lang w:bidi="ur-PK"/>
        </w:rPr>
        <w:t xml:space="preserve"> جمل</w:t>
      </w:r>
      <w:r w:rsidRPr="00E37591">
        <w:rPr>
          <w:rFonts w:hint="cs"/>
          <w:rtl/>
          <w:lang w:bidi="ur-PK"/>
        </w:rPr>
        <w:t>ہ مشکلات حل ہو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ے صالح اقتصادی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ہم</w:t>
      </w:r>
      <w:r w:rsidRPr="00E37591">
        <w:rPr>
          <w:rFonts w:hint="eastAsia"/>
          <w:rtl/>
          <w:lang w:bidi="ur-PK"/>
        </w:rPr>
        <w:t>کنار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جائے 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غور وفکر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 ہے کہ اس مسئلہ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انتقام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کا م کر رہا ہے۔ انسان نے سرمایہ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مظالم ک</w:t>
      </w:r>
      <w:r w:rsidRPr="00E37591">
        <w:rPr>
          <w:rtl/>
          <w:lang w:bidi="ur-PK"/>
        </w:rPr>
        <w:t>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نکال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کے خاتمہ کے بعد ہر کشمکش ختم 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زحمت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t xml:space="preserve"> ک</w:t>
      </w:r>
      <w:r w:rsidRPr="00E37591">
        <w:rPr>
          <w:rFonts w:hint="cs"/>
          <w:rtl/>
          <w:lang w:bidi="ur-PK"/>
        </w:rPr>
        <w:t>ہ بنی</w:t>
      </w:r>
      <w:r w:rsidRPr="00E37591">
        <w:rPr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جذب</w:t>
      </w:r>
      <w:r w:rsidRPr="00E37591">
        <w:rPr>
          <w:rFonts w:hint="cs"/>
          <w:rtl/>
          <w:lang w:bidi="ur-PK"/>
        </w:rPr>
        <w:t>ہ ابھرتا کہاں سے ہے؟ سرمایہ</w:t>
      </w:r>
      <w:r w:rsidRPr="00E37591">
        <w:rPr>
          <w:rtl/>
          <w:lang w:bidi="ur-PK"/>
        </w:rPr>
        <w:t xml:space="preserve"> دار ظلم و تشدد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پسند کرتا </w:t>
      </w:r>
      <w:r w:rsidRPr="00E37591">
        <w:rPr>
          <w:rFonts w:hint="cs"/>
          <w:rtl/>
          <w:lang w:bidi="ur-PK"/>
        </w:rPr>
        <w:t>ہے ؟ وہ دولت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روز افزوں اضاف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 ہے اور اس غور نہ کرنے کا سبب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لوگوں کے فلسفہ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و عامل اقتصاد </w:t>
      </w:r>
      <w:r w:rsidRPr="00E37591">
        <w:rPr>
          <w:rFonts w:hint="cs"/>
          <w:rtl/>
          <w:lang w:bidi="ur-PK"/>
        </w:rPr>
        <w:t>ہے ۔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، فلسف</w:t>
      </w:r>
      <w:r w:rsidRPr="00E37591">
        <w:rPr>
          <w:rFonts w:hint="cs"/>
          <w:rtl/>
          <w:lang w:bidi="ur-PK"/>
        </w:rPr>
        <w:t>ہ، افک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ہے۔حالانکہ یہ</w:t>
      </w:r>
      <w:r w:rsidRPr="00E37591">
        <w:rPr>
          <w:rtl/>
          <w:lang w:bidi="ur-PK"/>
        </w:rPr>
        <w:t xml:space="preserve"> خود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فکر </w:t>
      </w:r>
      <w:r w:rsidRPr="00E37591">
        <w:rPr>
          <w:rFonts w:hint="cs"/>
          <w:rtl/>
          <w:lang w:bidi="ur-PK"/>
        </w:rPr>
        <w:t>ہے 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حالات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و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متاثر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ہٹ کر ان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آپ کو گذشت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مثال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بھوکے کو دو روٹی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پر مجبور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شدت گرسنگ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مجموعہ کو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سکا جس سے معلوم ہوتا ہے کہ ری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افکار پر اثر انداز </w:t>
      </w:r>
      <w:r w:rsidRPr="00E37591">
        <w:rPr>
          <w:rFonts w:hint="cs"/>
          <w:rtl/>
          <w:lang w:bidi="ur-PK"/>
        </w:rPr>
        <w:t>ہو کر ان کے فی</w:t>
      </w:r>
      <w:r w:rsidRPr="00E37591">
        <w:rPr>
          <w:rFonts w:hint="eastAsia"/>
          <w:rtl/>
          <w:lang w:bidi="ur-PK"/>
        </w:rPr>
        <w:t>صلوں</w:t>
      </w:r>
      <w:r w:rsidRPr="00E37591">
        <w:rPr>
          <w:rtl/>
          <w:lang w:bidi="ur-PK"/>
        </w:rPr>
        <w:t xml:space="preserve"> کو مخلوط اور مب</w:t>
      </w:r>
      <w:r w:rsidRPr="00E37591">
        <w:rPr>
          <w:rFonts w:hint="cs"/>
          <w:rtl/>
          <w:lang w:bidi="ur-PK"/>
        </w:rPr>
        <w:t>ہم بنا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سکت</w:t>
      </w:r>
      <w:r w:rsidRPr="00E37591">
        <w:rPr>
          <w:rFonts w:hint="cs"/>
          <w:rtl/>
          <w:lang w:bidi="ur-PK"/>
        </w:rPr>
        <w:t>ے ۔ری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فلسف</w:t>
      </w:r>
      <w:r w:rsidRPr="00E37591">
        <w:rPr>
          <w:rFonts w:hint="cs"/>
          <w:rtl/>
          <w:lang w:bidi="ur-PK"/>
        </w:rPr>
        <w:t>ہ کے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مسائل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پر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مسلم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مسلم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اہم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مسائل پر غور کرت</w:t>
      </w:r>
      <w:r w:rsidRPr="00E37591">
        <w:rPr>
          <w:rFonts w:hint="cs"/>
          <w:rtl/>
          <w:lang w:bidi="ur-PK"/>
        </w:rPr>
        <w:t>ے وقت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دوسرے اساسی</w:t>
      </w:r>
      <w:r w:rsidRPr="00E37591">
        <w:rPr>
          <w:rtl/>
          <w:lang w:bidi="ur-PK"/>
        </w:rPr>
        <w:t xml:space="preserve"> تصورات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رک</w:t>
      </w:r>
      <w:r w:rsidRPr="00E37591">
        <w:rPr>
          <w:rFonts w:hint="cs"/>
          <w:rtl/>
          <w:lang w:bidi="ur-PK"/>
        </w:rPr>
        <w:t>ھنا چاہئے تاکہ ان مسائل کے حل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مرض کے ساتھ اس کی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ڑوں کا بھی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ہو جائے 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مثال کا ذکر کرنا ب</w:t>
      </w:r>
      <w:r w:rsidRPr="00E37591">
        <w:rPr>
          <w:rFonts w:hint="cs"/>
          <w:rtl/>
          <w:lang w:bidi="ur-PK"/>
        </w:rPr>
        <w:t>ے محل نہ ہوگا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ٹ پاتھ پر پڑے ہوئے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سوال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تم فقر وفاقہ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گذار ر</w:t>
      </w:r>
      <w:r w:rsidRPr="00E37591">
        <w:rPr>
          <w:rFonts w:hint="cs"/>
          <w:rtl/>
          <w:lang w:bidi="ur-PK"/>
        </w:rPr>
        <w:t>ہے ہو؟ تمہ</w:t>
      </w:r>
      <w:r w:rsidRPr="00E37591">
        <w:rPr>
          <w:rtl/>
          <w:lang w:bidi="ur-PK"/>
        </w:rPr>
        <w:t>ارا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ٹ پاتھ پر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ہے؟تو اس نے بر جستہ جواب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ملک کے جملہ مکانات اور سارے محلے پر سرمایہ</w:t>
      </w:r>
      <w:r w:rsidRPr="00E37591">
        <w:rPr>
          <w:rtl/>
          <w:lang w:bidi="ur-PK"/>
        </w:rPr>
        <w:t xml:space="preserve"> داروں ن</w:t>
      </w:r>
      <w:r w:rsidRPr="00E37591">
        <w:rPr>
          <w:rFonts w:hint="cs"/>
          <w:rtl/>
          <w:lang w:bidi="ur-PK"/>
        </w:rPr>
        <w:t>ے ق</w:t>
      </w:r>
      <w:r w:rsidRPr="00E37591">
        <w:rPr>
          <w:rFonts w:hint="eastAsia"/>
          <w:rtl/>
          <w:lang w:bidi="ur-PK"/>
        </w:rPr>
        <w:t>بض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اب ہم غری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ٹھکانا فٹ پاتھ کے علاوہ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 ہے ؟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سرمایہ</w:t>
      </w:r>
      <w:r w:rsidRPr="00E37591">
        <w:rPr>
          <w:rtl/>
          <w:lang w:bidi="ur-PK"/>
        </w:rPr>
        <w:t xml:space="preserve"> داروں ن</w:t>
      </w:r>
      <w:r w:rsidRPr="00E37591">
        <w:rPr>
          <w:rFonts w:hint="cs"/>
          <w:rtl/>
          <w:lang w:bidi="ur-PK"/>
        </w:rPr>
        <w:t>ے مکانات پر قبضہ نہ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تو ہم بھی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مکانات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لوگ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علاج کسی</w:t>
      </w:r>
      <w:r w:rsidRPr="00E37591">
        <w:rPr>
          <w:rtl/>
          <w:lang w:bidi="ur-PK"/>
        </w:rPr>
        <w:t xml:space="preserve"> قانون ن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معاشی</w:t>
      </w:r>
      <w:r w:rsidRPr="00E37591">
        <w:rPr>
          <w:rtl/>
          <w:lang w:bidi="ur-PK"/>
        </w:rPr>
        <w:t xml:space="preserve"> اونچ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کو تو محل بحث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جذب</w:t>
      </w:r>
      <w:r w:rsidRPr="00E37591">
        <w:rPr>
          <w:rFonts w:hint="cs"/>
          <w:rtl/>
          <w:lang w:bidi="ur-PK"/>
        </w:rPr>
        <w:t>ہ کو ی</w:t>
      </w:r>
      <w:r w:rsidRPr="00E37591">
        <w:rPr>
          <w:rFonts w:hint="eastAsia"/>
          <w:rtl/>
          <w:lang w:bidi="ur-PK"/>
        </w:rPr>
        <w:t>کسر</w:t>
      </w:r>
      <w:r w:rsidRPr="00E37591">
        <w:rPr>
          <w:rtl/>
          <w:lang w:bidi="ur-PK"/>
        </w:rPr>
        <w:t xml:space="preserve"> نظر 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جو اس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رہا ہے اور جن کی</w:t>
      </w:r>
      <w:r w:rsidRPr="00E37591">
        <w:rPr>
          <w:rtl/>
          <w:lang w:bidi="ur-PK"/>
        </w:rPr>
        <w:t xml:space="preserve"> بنا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محلوں ک</w:t>
      </w:r>
      <w:r w:rsidRPr="00E37591">
        <w:rPr>
          <w:rFonts w:hint="cs"/>
          <w:rtl/>
          <w:lang w:bidi="ur-PK"/>
        </w:rPr>
        <w:t>ے خواب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 ہے ۔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خواب جو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شرمند</w:t>
      </w:r>
      <w:r w:rsidRPr="00E37591">
        <w:rPr>
          <w:rFonts w:hint="cs"/>
          <w:rtl/>
          <w:lang w:bidi="ur-PK"/>
        </w:rPr>
        <w:t>ۂ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لا سکتا </w:t>
      </w:r>
      <w:r w:rsidRPr="00E37591">
        <w:rPr>
          <w:rFonts w:hint="cs"/>
          <w:rtl/>
          <w:lang w:bidi="ur-PK"/>
        </w:rPr>
        <w:t>ہے ۔ کشمکش کا علاج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 سکتا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محل کا ر</w:t>
      </w:r>
      <w:r w:rsidRPr="00E37591">
        <w:rPr>
          <w:rFonts w:hint="cs"/>
          <w:rtl/>
          <w:lang w:bidi="ur-PK"/>
        </w:rPr>
        <w:t>ہنے والا فٹ پاتھ پر تو آ سکتا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ٹ پاتھ کا خاتمہ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 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 نظر کرن</w:t>
      </w:r>
      <w:r w:rsidRPr="00E37591">
        <w:rPr>
          <w:rFonts w:hint="cs"/>
          <w:rtl/>
          <w:lang w:bidi="ur-PK"/>
        </w:rPr>
        <w:t>ے کے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سطح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بہت جلد اس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پ</w:t>
      </w:r>
      <w:r w:rsidRPr="00E37591">
        <w:rPr>
          <w:rFonts w:hint="cs"/>
          <w:rtl/>
          <w:lang w:bidi="ur-PK"/>
        </w:rPr>
        <w:t>ہنچ جاتا ہے کہ معاشی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کا پورا حل فٹ پاتھ کے خاتمہ اور معاشی</w:t>
      </w:r>
      <w:r w:rsidRPr="00E37591">
        <w:rPr>
          <w:rtl/>
          <w:lang w:bidi="ur-PK"/>
        </w:rPr>
        <w:t xml:space="preserve"> مساوات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مساوات کا تصور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خوش کن اور م</w:t>
      </w:r>
      <w:r w:rsidRPr="00E37591">
        <w:rPr>
          <w:rFonts w:hint="cs"/>
          <w:rtl/>
          <w:lang w:bidi="ur-PK"/>
        </w:rPr>
        <w:t>ہمل ہے اس کی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دور از </w:t>
      </w:r>
      <w:r w:rsidRPr="00E37591">
        <w:rPr>
          <w:rFonts w:hint="eastAsia"/>
          <w:rtl/>
          <w:lang w:bidi="ur-PK"/>
        </w:rPr>
        <w:t>عقل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ہے۔معاشی</w:t>
      </w:r>
      <w:r w:rsidRPr="00E37591">
        <w:rPr>
          <w:rtl/>
          <w:lang w:bidi="ur-PK"/>
        </w:rPr>
        <w:t xml:space="preserve"> مساوات کا تصور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تمام انسانوں کے بی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گور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اکال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لمب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 قامت ہوجانے کا تصور ہوکہ جس طرح یہ</w:t>
      </w:r>
      <w:r w:rsidRPr="00E37591">
        <w:rPr>
          <w:rtl/>
          <w:lang w:bidi="ur-PK"/>
        </w:rPr>
        <w:t xml:space="preserve"> ناممکن اور محال 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طرح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>''خ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است ومحال است وجنوں''کا مصداق </w:t>
      </w:r>
      <w:r w:rsidRPr="00E37591">
        <w:rPr>
          <w:rFonts w:hint="cs"/>
          <w:rtl/>
          <w:lang w:bidi="ur-PK"/>
        </w:rPr>
        <w:t>ہے۔قرآن مجی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نکتہ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ھاکہ </w:t>
      </w:r>
      <w:r w:rsidRPr="00E37591">
        <w:rPr>
          <w:rFonts w:hint="eastAsia"/>
          <w:rtl/>
          <w:lang w:bidi="ur-PK"/>
        </w:rPr>
        <w:t>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رنگ ونسل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نشان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معاشی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طبقات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مقرر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فطرت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۔''من آی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اختلاف السنتکم والوانکم''''نحن قسمنآ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ورفعنآ بعض</w:t>
      </w:r>
      <w:r w:rsidRPr="00E37591">
        <w:rPr>
          <w:rFonts w:hint="cs"/>
          <w:rtl/>
          <w:lang w:bidi="ur-PK"/>
        </w:rPr>
        <w:t>ہم فوق بعض درجآت''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فرق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نے معاشی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عزت وذلت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تم ن</w:t>
      </w:r>
      <w:r w:rsidRPr="00E37591">
        <w:rPr>
          <w:rFonts w:hint="cs"/>
          <w:rtl/>
          <w:lang w:bidi="ur-PK"/>
        </w:rPr>
        <w:t>ے دولت وغربت کو ہی</w:t>
      </w:r>
      <w:r w:rsidRPr="00E37591">
        <w:rPr>
          <w:rtl/>
          <w:lang w:bidi="ur-PK"/>
        </w:rPr>
        <w:t xml:space="preserve"> عزت وذلت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ہے۔ہمارا کھلا ہوا اعلان ہے کہ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مختلف شعوب وقبائل،مختلف الوان والسن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کاکام ہماراہے۔ تمہاری</w:t>
      </w:r>
      <w:r w:rsidRPr="00E37591">
        <w:rPr>
          <w:rtl/>
          <w:lang w:bidi="ur-PK"/>
        </w:rPr>
        <w:t xml:space="preserve"> عظمت وبزرگ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کارا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اس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تعلق تمہارے ذاتی</w:t>
      </w:r>
      <w:r w:rsidRPr="00E37591">
        <w:rPr>
          <w:rtl/>
          <w:lang w:bidi="ur-PK"/>
        </w:rPr>
        <w:t xml:space="preserve"> تقو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اور کردار س</w:t>
      </w:r>
      <w:r w:rsidRPr="00E37591">
        <w:rPr>
          <w:rFonts w:hint="cs"/>
          <w:rtl/>
          <w:lang w:bidi="ur-PK"/>
        </w:rPr>
        <w:t>ے ہے۔تخلی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پر فخرکرنادل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عاجز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کسب وکار پرمبا</w:t>
      </w:r>
      <w:r w:rsidRPr="00E37591">
        <w:rPr>
          <w:rFonts w:hint="cs"/>
          <w:rtl/>
          <w:lang w:bidi="ur-PK"/>
        </w:rPr>
        <w:t>ہات کرنا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ہمت مرداں ہے۔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سوچاجائے کہ جب طبقاتی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کاکام خود خالق فطرت ن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پر ظلم کا الزام رک</w:t>
      </w:r>
      <w:r w:rsidRPr="00E37591">
        <w:rPr>
          <w:rFonts w:hint="cs"/>
          <w:rtl/>
          <w:lang w:bidi="ur-PK"/>
        </w:rPr>
        <w:t>ھنے کے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تصور تو</w:t>
      </w:r>
      <w:r w:rsidRPr="00E37591">
        <w:rPr>
          <w:rFonts w:hint="cs"/>
          <w:rtl/>
          <w:lang w:bidi="ur-PK"/>
        </w:rPr>
        <w:t>ہر ظالم و جابر کی</w:t>
      </w:r>
      <w:r w:rsidRPr="00E37591">
        <w:rPr>
          <w:rtl/>
          <w:lang w:bidi="ur-PK"/>
        </w:rPr>
        <w:t xml:space="preserve"> بد اعمال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ہانہ ہے اور اس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ہر انسان دائرہ مذہب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کر غصب وسلب، ظلم و</w:t>
      </w:r>
      <w:r w:rsidRPr="00E37591">
        <w:rPr>
          <w:rFonts w:hint="eastAsia"/>
          <w:rtl/>
          <w:lang w:bidi="ur-PK"/>
        </w:rPr>
        <w:t>ستم،ق</w:t>
      </w:r>
      <w:r w:rsidRPr="00E37591">
        <w:rPr>
          <w:rFonts w:hint="cs"/>
          <w:rtl/>
          <w:lang w:bidi="ur-PK"/>
        </w:rPr>
        <w:t>ہرواستبداد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لے سکتاہے   اس لئے کہ یہ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قانون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ہے۔ت</w:t>
      </w:r>
      <w:r w:rsidRPr="00E37591">
        <w:rPr>
          <w:rtl/>
          <w:lang w:bidi="ur-PK"/>
        </w:rPr>
        <w:t>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لازم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قان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صرف کرن</w:t>
      </w:r>
      <w:r w:rsidRPr="00E37591">
        <w:rPr>
          <w:rFonts w:hint="cs"/>
          <w:rtl/>
          <w:lang w:bidi="ur-PK"/>
        </w:rPr>
        <w:t>ے کا کہاں تک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کوئی</w:t>
      </w:r>
      <w:r w:rsidRPr="00E37591">
        <w:rPr>
          <w:rtl/>
          <w:lang w:bidi="ur-PK"/>
        </w:rPr>
        <w:t xml:space="preserve"> تعلق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ۂ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ہماری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ابتداء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آفتاب س</w:t>
      </w:r>
      <w:r w:rsidRPr="00E37591">
        <w:rPr>
          <w:rFonts w:hint="cs"/>
          <w:rtl/>
          <w:lang w:bidi="ur-PK"/>
        </w:rPr>
        <w:t>ے متصل اسی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جزوت</w:t>
      </w:r>
      <w:r w:rsidRPr="00E37591">
        <w:rPr>
          <w:rFonts w:hint="cs"/>
          <w:rtl/>
          <w:lang w:bidi="ur-PK"/>
        </w:rPr>
        <w:t>ھی۔اس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حرارت وتمازت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آفتاب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اسی</w:t>
      </w:r>
      <w:r w:rsidRPr="00E37591">
        <w:rPr>
          <w:rtl/>
          <w:lang w:bidi="ur-PK"/>
        </w:rPr>
        <w:t xml:space="preserve"> سرعت رفتار س</w:t>
      </w:r>
      <w:r w:rsidRPr="00E37591">
        <w:rPr>
          <w:rFonts w:hint="cs"/>
          <w:rtl/>
          <w:lang w:bidi="ur-PK"/>
        </w:rPr>
        <w:t>ے چکر لگای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سرعت س</w:t>
      </w:r>
      <w:r w:rsidRPr="00E37591">
        <w:rPr>
          <w:rFonts w:hint="cs"/>
          <w:rtl/>
          <w:lang w:bidi="ur-PK"/>
        </w:rPr>
        <w:t>ے آفتاب کی</w:t>
      </w:r>
      <w:r w:rsidRPr="00E37591">
        <w:rPr>
          <w:rtl/>
          <w:lang w:bidi="ur-PK"/>
        </w:rPr>
        <w:t xml:space="preserve"> گردش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مدتوں ک</w:t>
      </w:r>
      <w:r w:rsidRPr="00E37591">
        <w:rPr>
          <w:rFonts w:hint="cs"/>
          <w:rtl/>
          <w:lang w:bidi="ur-PK"/>
        </w:rPr>
        <w:t>ے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وقت بھی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اجب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دست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جنبش ک</w:t>
      </w:r>
      <w:r w:rsidRPr="00E37591">
        <w:rPr>
          <w:rFonts w:hint="cs"/>
          <w:rtl/>
          <w:lang w:bidi="ur-PK"/>
        </w:rPr>
        <w:t>ے سہارے آفتاب کا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ٹکرااسے داغ فراق دے کر رخصت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۔فطرت نے اسے کروڑوں می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دور جا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نکا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۔اب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تو وہ توانائی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رعنائی۔نہ وہ چمک رہ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دمک   نہ وہ تپش رہ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سوزش  نہ وہ حرارت باقی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تمازت۔ای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فضا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اماحول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نئے ماحول کے اثر سے ٹھنڈی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لگی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ٹھنڈی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ہوتے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اس منزل پر آگئ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جاندار سکونت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۔چنانچہ خالق فطرت نے اسے انسانوں اور حی</w:t>
      </w:r>
      <w:r w:rsidRPr="00E37591">
        <w:rPr>
          <w:rFonts w:hint="eastAsia"/>
          <w:rtl/>
          <w:lang w:bidi="ur-PK"/>
        </w:rPr>
        <w:t>وانوں</w:t>
      </w:r>
      <w:r w:rsidRPr="00E37591">
        <w:rPr>
          <w:rtl/>
          <w:lang w:bidi="ur-PK"/>
        </w:rPr>
        <w:t xml:space="preserve"> کا مسکن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 xml:space="preserve">۔اب بچوں کا </w:t>
      </w:r>
      <w:r w:rsidRPr="00E37591">
        <w:rPr>
          <w:rFonts w:hint="eastAsia"/>
          <w:rtl/>
          <w:lang w:bidi="ur-PK"/>
        </w:rPr>
        <w:t>گ</w:t>
      </w:r>
      <w:r w:rsidRPr="00E37591">
        <w:rPr>
          <w:rFonts w:hint="cs"/>
          <w:rtl/>
          <w:lang w:bidi="ur-PK"/>
        </w:rPr>
        <w:t>ہوارہ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یہی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جوانوں کا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یہی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ن،بو</w:t>
      </w:r>
      <w:r w:rsidRPr="00E37591">
        <w:rPr>
          <w:rFonts w:hint="cs"/>
          <w:rtl/>
          <w:lang w:bidi="ur-PK"/>
        </w:rPr>
        <w:t>ڑھوں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قبر </w:t>
      </w:r>
      <w:r w:rsidRPr="00E37591">
        <w:rPr>
          <w:rFonts w:hint="cs"/>
          <w:rtl/>
          <w:lang w:bidi="ur-PK"/>
        </w:rPr>
        <w:t>ہے تو یہی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دان</w:t>
      </w:r>
      <w:r w:rsidRPr="00E37591">
        <w:rPr>
          <w:rFonts w:hint="cs"/>
          <w:rtl/>
          <w:lang w:bidi="ur-PK"/>
        </w:rPr>
        <w:t>ۂ گندم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ہ ہے تو یہی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  آغاز وانجام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تقاوت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صدعبرت </w:t>
      </w:r>
      <w:r w:rsidRPr="00E37591">
        <w:rPr>
          <w:rFonts w:hint="cs"/>
          <w:rtl/>
          <w:lang w:bidi="ur-PK"/>
        </w:rPr>
        <w:t>ہے: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آگ ت</w:t>
      </w:r>
      <w:r w:rsidRPr="00E37591">
        <w:rPr>
          <w:rFonts w:hint="cs"/>
          <w:rtl/>
          <w:lang w:bidi="ur-PK"/>
        </w:rPr>
        <w:t>ھے ابتدائے عشق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ہوگئے خاک،انتہا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جاندار کا روئ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قدم رک</w:t>
      </w:r>
      <w:r w:rsidRPr="00E37591">
        <w:rPr>
          <w:rFonts w:hint="cs"/>
          <w:rtl/>
          <w:lang w:bidi="ur-PK"/>
        </w:rPr>
        <w:t>ھنا تھاکہ ہر حصۂ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پر اثرکرنا 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۔آفتاب سے قری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تر حص</w:t>
      </w:r>
      <w:r w:rsidRPr="00E37591">
        <w:rPr>
          <w:rFonts w:hint="cs"/>
          <w:rtl/>
          <w:lang w:bidi="ur-PK"/>
        </w:rPr>
        <w:t>ہ کا اثر اور ہوا اور آفتاب سے دورتر حصہ کا اثر اور۔ چاندگہن، سورج گہن نے اور بھی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وتصرفات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ے۔سطح وعمق کی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ے اور گل کھلائے اور </w:t>
      </w:r>
      <w:r w:rsidRPr="00E37591">
        <w:rPr>
          <w:rFonts w:hint="eastAsia"/>
          <w:rtl/>
          <w:lang w:bidi="ur-PK"/>
        </w:rPr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فطرت کا </w:t>
      </w:r>
      <w:r w:rsidRPr="00E37591">
        <w:rPr>
          <w:rFonts w:hint="cs"/>
          <w:rtl/>
          <w:lang w:bidi="ur-PK"/>
        </w:rPr>
        <w:t>ہفت رنگ مرقع انسان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سامنے آگی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اندرونی</w:t>
      </w:r>
      <w:r w:rsidRPr="00E37591">
        <w:rPr>
          <w:rtl/>
          <w:lang w:bidi="ur-PK"/>
        </w:rPr>
        <w:t xml:space="preserve"> اختلاف پرا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جمل</w:t>
      </w:r>
      <w:r w:rsidRPr="00E37591">
        <w:rPr>
          <w:rFonts w:hint="cs"/>
          <w:rtl/>
          <w:lang w:bidi="ur-PK"/>
        </w:rPr>
        <w:t>ہ تغی</w:t>
      </w:r>
      <w:r w:rsidRPr="00E37591">
        <w:rPr>
          <w:rFonts w:hint="eastAsia"/>
          <w:rtl/>
          <w:lang w:bidi="ur-PK"/>
        </w:rPr>
        <w:t>رآب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ہوا، قرب وبعد، خط استوا، عروج وزوال آفتاب، اتصال وانفصال قلب شمالی</w:t>
      </w:r>
      <w:r w:rsidRPr="00E37591">
        <w:rPr>
          <w:rtl/>
          <w:lang w:bidi="ur-PK"/>
        </w:rPr>
        <w:t xml:space="preserve"> وجنوب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،جزرومدبحار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ہوااور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مخلوقات مختلف رنگ ولون کا شکار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رہنے والے انسان مختلف طبقات اور مختلف خطوں کے </w:t>
      </w:r>
      <w:r w:rsidRPr="00E37591">
        <w:rPr>
          <w:rtl/>
          <w:lang w:bidi="ur-PK"/>
        </w:rPr>
        <w:t>اعتبار س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استعداد وصلاح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وقابل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بالکل مختلف </w:t>
      </w:r>
      <w:r w:rsidRPr="00E37591">
        <w:rPr>
          <w:rFonts w:hint="cs"/>
          <w:rtl/>
          <w:lang w:bidi="ur-PK"/>
        </w:rPr>
        <w:t>ہوں اور اگراس پرنسلی</w:t>
      </w:r>
      <w:r w:rsidRPr="00E37591">
        <w:rPr>
          <w:rtl/>
          <w:lang w:bidi="ur-PK"/>
        </w:rPr>
        <w:t xml:space="preserve"> اثرات کا اضاف</w:t>
      </w:r>
      <w:r w:rsidRPr="00E37591">
        <w:rPr>
          <w:rFonts w:hint="cs"/>
          <w:rtl/>
          <w:lang w:bidi="ur-PK"/>
        </w:rPr>
        <w:t>ہ ہوجائے تو یہ</w:t>
      </w:r>
      <w:r w:rsidRPr="00E37591">
        <w:rPr>
          <w:rtl/>
          <w:lang w:bidi="ur-PK"/>
        </w:rPr>
        <w:t xml:space="preserve"> اختلاف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 </w:t>
      </w:r>
      <w:r w:rsidRPr="00E37591">
        <w:rPr>
          <w:rFonts w:hint="cs"/>
          <w:rtl/>
          <w:lang w:bidi="ur-PK"/>
        </w:rPr>
        <w:t>ہوجائے جس کے بعد یہ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اگر </w:t>
      </w:r>
      <w:r w:rsidRPr="00E37591">
        <w:rPr>
          <w:rFonts w:hint="eastAsia"/>
          <w:rtl/>
          <w:lang w:bidi="ur-PK"/>
        </w:rPr>
        <w:t>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جدوج</w:t>
      </w:r>
      <w:r w:rsidRPr="00E37591">
        <w:rPr>
          <w:rFonts w:hint="cs"/>
          <w:rtl/>
          <w:lang w:bidi="ur-PK"/>
        </w:rPr>
        <w:t>ہد اور ذاتی</w:t>
      </w:r>
      <w:r w:rsidRPr="00E37591">
        <w:rPr>
          <w:rtl/>
          <w:lang w:bidi="ur-PK"/>
        </w:rPr>
        <w:t xml:space="preserve"> محنت ومشقت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گاتو طبقات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 نہ ہر شخص کی</w:t>
      </w:r>
      <w:r w:rsidRPr="00E37591">
        <w:rPr>
          <w:rtl/>
          <w:lang w:bidi="ur-PK"/>
        </w:rPr>
        <w:t xml:space="preserve"> طاقت برابر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ہر شخص کا حوصلہ اور جب طاقت وحوصلہ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تونت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824138" w:rsidRPr="00E37591" w:rsidRDefault="00824138" w:rsidP="00256A97">
      <w:pPr>
        <w:pStyle w:val="libArabic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زال</w:t>
      </w:r>
      <w:r w:rsidRPr="00E37591">
        <w:rPr>
          <w:rtl/>
          <w:lang w:bidi="ur-PK"/>
        </w:rPr>
        <w:t xml:space="preserve"> الناس بخ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ماتضا ضلوافان تساو وا</w:t>
      </w:r>
      <w:r w:rsidR="00256A97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لکوا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''جب تک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تفاوت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اور جب یہ</w:t>
      </w:r>
      <w:r w:rsidRPr="00E37591">
        <w:rPr>
          <w:rtl/>
          <w:lang w:bidi="ur-PK"/>
        </w:rPr>
        <w:t xml:space="preserve"> تفاوت مساوات س</w:t>
      </w:r>
      <w:r w:rsidRPr="00E37591">
        <w:rPr>
          <w:rFonts w:hint="cs"/>
          <w:rtl/>
          <w:lang w:bidi="ur-PK"/>
        </w:rPr>
        <w:t>ے بدل جائے گا معاشرہ ہلاک ہوجائے گا۔''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تفاوت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بڑھنے کی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ہے۔نئی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کرتاہے اور مساوات کا تصور غفلت وبے حسی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ہے۔تفاوت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مساوات مہمل۔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6" w:name="_Toc468966758"/>
      <w:bookmarkStart w:id="7" w:name="_Toc468970709"/>
      <w:r w:rsidRPr="00E37591">
        <w:rPr>
          <w:rFonts w:hint="eastAsia"/>
          <w:rtl/>
          <w:lang w:bidi="ur-PK"/>
        </w:rPr>
        <w:t>مساوات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امواسات</w:t>
      </w:r>
      <w:bookmarkEnd w:id="6"/>
      <w:bookmarkEnd w:id="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مساوات ک</w:t>
      </w:r>
      <w:r w:rsidRPr="00E37591">
        <w:rPr>
          <w:rFonts w:hint="cs"/>
          <w:rtl/>
          <w:lang w:bidi="ur-PK"/>
        </w:rPr>
        <w:t>ے نعرے اتنے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بلند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کانوں کو ان آوازوں سے نفرت ہونے لگی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انسان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پر مجبور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معاشی</w:t>
      </w:r>
      <w:r w:rsidRPr="00E37591">
        <w:rPr>
          <w:rtl/>
          <w:lang w:bidi="ur-PK"/>
        </w:rPr>
        <w:t xml:space="preserve"> برابر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نعروں کا نام </w:t>
      </w:r>
      <w:r w:rsidRPr="00E37591">
        <w:rPr>
          <w:rFonts w:hint="cs"/>
          <w:rtl/>
          <w:lang w:bidi="ur-PK"/>
        </w:rPr>
        <w:t>ہے توہماری</w:t>
      </w:r>
      <w:r w:rsidRPr="00E37591">
        <w:rPr>
          <w:rtl/>
          <w:lang w:bidi="ur-PK"/>
        </w:rPr>
        <w:t xml:space="preserve"> عدم مساوات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ہے۔کم از کم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زندگی</w:t>
      </w:r>
      <w:r w:rsidRPr="00E37591">
        <w:rPr>
          <w:rtl/>
          <w:lang w:bidi="ur-PK"/>
        </w:rPr>
        <w:t xml:space="preserve"> گذارن</w:t>
      </w:r>
      <w:r w:rsidRPr="00E37591">
        <w:rPr>
          <w:rFonts w:hint="cs"/>
          <w:rtl/>
          <w:lang w:bidi="ur-PK"/>
        </w:rPr>
        <w:t>ے کا امکان تورہ جا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ہے۔دور حاضر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منظم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ہر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ہاہے اور اسے خوش آمدی</w:t>
      </w:r>
      <w:r w:rsidRPr="00E37591">
        <w:rPr>
          <w:rFonts w:hint="eastAsia"/>
          <w:rtl/>
          <w:lang w:bidi="ur-PK"/>
        </w:rPr>
        <w:t>دب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ہاجارہاہے۔ی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اوردوسر</w:t>
      </w:r>
      <w:r w:rsidRPr="00E37591">
        <w:rPr>
          <w:rFonts w:hint="cs"/>
          <w:rtl/>
          <w:lang w:bidi="ur-PK"/>
        </w:rPr>
        <w:t>ے معاشی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منظم فکر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ھتے۔ان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>''اقتصاد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''پر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تحت وقت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لئے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مقبول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راز اس کا نعر</w:t>
      </w:r>
      <w:r w:rsidRPr="00E37591">
        <w:rPr>
          <w:rFonts w:hint="cs"/>
          <w:rtl/>
          <w:lang w:bidi="ur-PK"/>
        </w:rPr>
        <w:t>ۂ مساوات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پرتمام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ومسک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ن،فق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رولاوارث،کسان</w:t>
      </w:r>
      <w:r w:rsidRPr="00E37591">
        <w:rPr>
          <w:rtl/>
          <w:lang w:bidi="ur-PK"/>
        </w:rPr>
        <w:t xml:space="preserve"> اور مزدور افراد لب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کے لئے کھڑے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مستقبل کا خواب گردش کرن</w:t>
      </w:r>
      <w:r w:rsidRPr="00E37591">
        <w:rPr>
          <w:rFonts w:hint="cs"/>
          <w:rtl/>
          <w:lang w:bidi="ur-PK"/>
        </w:rPr>
        <w:t>ے لگتاہے۔اب ہمارے دروازے موٹرکھڑارہے گا۔ہم بنگلہ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ے۔ہماری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ب</w:t>
      </w:r>
      <w:r w:rsidRPr="00E37591">
        <w:rPr>
          <w:rFonts w:hint="cs"/>
          <w:rtl/>
          <w:lang w:bidi="ur-PK"/>
        </w:rPr>
        <w:t>ہتر ہوجائے گی۔ہماری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ہواکرے گی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  ان بی</w:t>
      </w:r>
      <w:r w:rsidRPr="00E37591">
        <w:rPr>
          <w:rFonts w:hint="eastAsia"/>
          <w:rtl/>
          <w:lang w:bidi="ur-PK"/>
        </w:rPr>
        <w:t>چاروں</w:t>
      </w:r>
      <w:r w:rsidRPr="00E37591">
        <w:rPr>
          <w:rtl/>
          <w:lang w:bidi="ur-PK"/>
        </w:rPr>
        <w:t xml:space="preserve"> کو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خبر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مساوات کے یہ</w:t>
      </w:r>
      <w:r w:rsidRPr="00E37591">
        <w:rPr>
          <w:rtl/>
          <w:lang w:bidi="ur-PK"/>
        </w:rPr>
        <w:t xml:space="preserve"> معن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مساوات صرف لغت ک</w:t>
      </w:r>
      <w:r w:rsidRPr="00E37591">
        <w:rPr>
          <w:rFonts w:hint="cs"/>
          <w:rtl/>
          <w:lang w:bidi="ur-PK"/>
        </w:rPr>
        <w:t>ے حدود تک محدود ہے۔ اقتصادی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مساوات کا مف</w:t>
      </w:r>
      <w:r w:rsidRPr="00E37591">
        <w:rPr>
          <w:rFonts w:hint="cs"/>
          <w:rtl/>
          <w:lang w:bidi="ur-PK"/>
        </w:rPr>
        <w:t>ہوم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کا حق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ماراجائ</w:t>
      </w:r>
      <w:r w:rsidRPr="00E37591">
        <w:rPr>
          <w:rFonts w:hint="cs"/>
          <w:rtl/>
          <w:lang w:bidi="ur-PK"/>
        </w:rPr>
        <w:t>ے۔جو جتنی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لے اسے اتنی</w:t>
      </w:r>
      <w:r w:rsidRPr="00E37591">
        <w:rPr>
          <w:rtl/>
          <w:lang w:bidi="ur-PK"/>
        </w:rPr>
        <w:t xml:space="preserve"> اجرت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ے۔مزدوری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محنت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6B3A31">
      <w:pPr>
        <w:pStyle w:val="libNormal"/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کو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</w:t>
      </w:r>
      <w:r w:rsidRPr="00E37591">
        <w:rPr>
          <w:rFonts w:hint="cs"/>
          <w:rtl/>
          <w:lang w:bidi="ur-PK"/>
        </w:rPr>
        <w:t>ہ بننے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دوسرے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قسمت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تلے سے ٹانک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اس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رنج ومسرت سے وابستہ ہو۔دوسرے الفاظ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مساوات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نام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سماج دوحصوں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ہوسکے اور سب اپنی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سوج</w:t>
      </w:r>
      <w:r w:rsidRPr="00E37591">
        <w:rPr>
          <w:rFonts w:hint="cs"/>
          <w:rtl/>
          <w:lang w:bidi="ur-PK"/>
        </w:rPr>
        <w:t>ھ بوجھ ہووہ اتنا ہی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 سک</w:t>
      </w:r>
      <w:r w:rsidRPr="00E37591">
        <w:rPr>
          <w:rFonts w:hint="cs"/>
          <w:rtl/>
          <w:lang w:bidi="ur-PK"/>
        </w:rPr>
        <w:t>ے۔ حکو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ہانت وہوش مندی</w:t>
      </w:r>
      <w:r w:rsidRPr="00E37591">
        <w:rPr>
          <w:rtl/>
          <w:lang w:bidi="ur-PK"/>
        </w:rPr>
        <w:t xml:space="preserve"> اور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،محنت</w:t>
      </w:r>
      <w:r w:rsidRPr="00E37591">
        <w:rPr>
          <w:rtl/>
          <w:lang w:bidi="ur-PK"/>
        </w:rPr>
        <w:t xml:space="preserve"> ومشقت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ہو۔پی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ندار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اوراثت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صفح</w:t>
      </w:r>
      <w:r w:rsidRPr="00E37591">
        <w:rPr>
          <w:rFonts w:hint="cs"/>
          <w:rtl/>
          <w:lang w:bidi="ur-PK"/>
        </w:rPr>
        <w:t>ۂ ہستی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نی</w:t>
      </w:r>
      <w:r w:rsidRPr="00E37591">
        <w:rPr>
          <w:rFonts w:hint="eastAsia"/>
          <w:rtl/>
          <w:lang w:bidi="ur-PK"/>
        </w:rPr>
        <w:t>ست</w:t>
      </w:r>
      <w:r w:rsidRPr="00E37591">
        <w:rPr>
          <w:rtl/>
          <w:lang w:bidi="ur-PK"/>
        </w:rPr>
        <w:t xml:space="preserve"> ونابود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ھوڑے عرصہ کی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کرم فرماروس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ثقافت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</w:t>
      </w:r>
      <w:r w:rsidRPr="00E37591">
        <w:rPr>
          <w:rFonts w:hint="cs"/>
          <w:rtl/>
          <w:lang w:bidi="ur-PK"/>
        </w:rPr>
        <w:t>ے سے واپس آئے تو انہوں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ہوم کے موقع پرانٹروی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روس کی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نقش</w:t>
      </w:r>
      <w:r w:rsidRPr="00E37591">
        <w:rPr>
          <w:rFonts w:hint="cs"/>
          <w:rtl/>
          <w:lang w:bidi="ur-PK"/>
        </w:rPr>
        <w:t>ہ ان الفاظ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نچا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ہاں</w:t>
      </w:r>
      <w:r w:rsidRPr="00E37591">
        <w:rPr>
          <w:rtl/>
          <w:lang w:bidi="ur-PK"/>
        </w:rPr>
        <w:t xml:space="preserve"> خاندان ب</w:t>
      </w:r>
      <w:r w:rsidRPr="00E37591">
        <w:rPr>
          <w:rFonts w:hint="cs"/>
          <w:rtl/>
          <w:lang w:bidi="ur-PK"/>
        </w:rPr>
        <w:t>ہت چھوٹے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وہاں ہندوستان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چل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دس دس روپیہ</w:t>
      </w:r>
      <w:r w:rsidRPr="00E37591">
        <w:rPr>
          <w:rtl/>
          <w:lang w:bidi="ur-PK"/>
        </w:rPr>
        <w:t xml:space="preserve"> پرنسل کش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ک</w:t>
      </w:r>
      <w:r w:rsidRPr="00E37591">
        <w:rPr>
          <w:rFonts w:hint="cs"/>
          <w:rtl/>
          <w:lang w:bidi="ur-PK"/>
        </w:rPr>
        <w:t>ہ وہاں پانچ سال تک کا بچہ ماں باپ کے ذمے رہتاہے، اس کے بعد اسے حکومت کے حوالے کر دی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ہے۔اٹھارہ برس تک حکومت اس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بعد وہ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کام س</w:t>
      </w:r>
      <w:r w:rsidRPr="00E37591">
        <w:rPr>
          <w:rFonts w:hint="cs"/>
          <w:rtl/>
          <w:lang w:bidi="ur-PK"/>
        </w:rPr>
        <w:t>ے لگادی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ہے۔ماں باپ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مختصر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۔وہ اپنے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مست ومگن ر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اپن</w:t>
      </w:r>
      <w:r w:rsidRPr="00E37591">
        <w:rPr>
          <w:rFonts w:hint="cs"/>
          <w:rtl/>
          <w:lang w:bidi="ur-PK"/>
        </w:rPr>
        <w:t>ے کاموں سے کام ہوتاہے اور باقی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سرہوتی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وہاں کارکردگی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عورت اور مرد کاکوئ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دونوں صنفی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برابر س</w:t>
      </w:r>
      <w:r w:rsidRPr="00E37591">
        <w:rPr>
          <w:rFonts w:hint="cs"/>
          <w:rtl/>
          <w:lang w:bidi="ur-PK"/>
        </w:rPr>
        <w:t>ے کام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۔ہوٹلوں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 طور س</w:t>
      </w:r>
      <w:r w:rsidRPr="00E37591">
        <w:rPr>
          <w:rFonts w:hint="cs"/>
          <w:rtl/>
          <w:lang w:bidi="ur-PK"/>
        </w:rPr>
        <w:t>ے عورتی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ملازم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نازک کاموں کے لئے عورتوں کو مقدم کی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مردوعورت کا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برتاجاتا</w:t>
      </w:r>
      <w:r w:rsidRPr="00E37591">
        <w:rPr>
          <w:rFonts w:hint="cs"/>
          <w:rtl/>
          <w:lang w:bidi="ur-PK"/>
        </w:rPr>
        <w:t>ہو۔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سوار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انتظام مفت </w:t>
      </w:r>
      <w:r w:rsidRPr="00E37591">
        <w:rPr>
          <w:rFonts w:hint="cs"/>
          <w:rtl/>
          <w:lang w:bidi="ur-PK"/>
        </w:rPr>
        <w:t>ہے۔جو جہاں چاہے سفر کر سکتاہے۔کسی</w:t>
      </w:r>
      <w:r w:rsidRPr="00E37591">
        <w:rPr>
          <w:rtl/>
          <w:lang w:bidi="ur-PK"/>
        </w:rPr>
        <w:t xml:space="preserve"> کرائ</w:t>
      </w:r>
      <w:r w:rsidRPr="00E37591">
        <w:rPr>
          <w:rFonts w:hint="cs"/>
          <w:rtl/>
          <w:lang w:bidi="ur-PK"/>
        </w:rPr>
        <w:t>ے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سوال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ہے۔عمارتی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خوبصورت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۔لوگ خوشحال نظرآتے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وقت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کانقش</w:t>
      </w:r>
      <w:r w:rsidRPr="00E37591">
        <w:rPr>
          <w:rFonts w:hint="cs"/>
          <w:rtl/>
          <w:lang w:bidi="ur-PK"/>
        </w:rPr>
        <w:t>ہ نگاہوں کے سامنے رہتاہے۔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''شروع شروع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تصور م</w:t>
      </w:r>
      <w:r w:rsidRPr="00E37591">
        <w:rPr>
          <w:rFonts w:hint="cs"/>
          <w:rtl/>
          <w:lang w:bidi="ur-PK"/>
        </w:rPr>
        <w:t>ٹادی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بعد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اعتبار سے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قائم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ہے۔فرق صرف اتنا ہے کہ ہمارے ملک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فروخت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۔مکانات کو کرایہ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سے سب باتی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ر ممکن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س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خاص اثر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 ۔ وہ معاشی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اعتبار سے مطمئن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خاص خرچ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لئے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وفروخت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ااجار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۔تعلی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انتظام مفت </w:t>
      </w:r>
      <w:r w:rsidRPr="00E37591">
        <w:rPr>
          <w:rFonts w:hint="cs"/>
          <w:rtl/>
          <w:lang w:bidi="ur-PK"/>
        </w:rPr>
        <w:t>ہے ضروری</w:t>
      </w:r>
      <w:r w:rsidRPr="00E37591">
        <w:rPr>
          <w:rtl/>
          <w:lang w:bidi="ur-PK"/>
        </w:rPr>
        <w:t xml:space="preserve"> اسباب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تو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لفظ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خوش رنگ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خوش آئند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کہ اگر عالم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سکون و اطمی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ارتقاء ک</w:t>
      </w:r>
      <w:r w:rsidRPr="00E37591">
        <w:rPr>
          <w:rFonts w:hint="cs"/>
          <w:rtl/>
          <w:lang w:bidi="ur-PK"/>
        </w:rPr>
        <w:t>ے لئے یہی</w:t>
      </w:r>
      <w:r w:rsidRPr="00E37591">
        <w:rPr>
          <w:rtl/>
          <w:lang w:bidi="ur-PK"/>
        </w:rPr>
        <w:t xml:space="preserve"> شکل وصورت مناسب </w:t>
      </w:r>
      <w:r w:rsidRPr="00E37591">
        <w:rPr>
          <w:rFonts w:hint="cs"/>
          <w:rtl/>
          <w:lang w:bidi="ur-PK"/>
        </w:rPr>
        <w:t>ہے تو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اس س</w:t>
      </w:r>
      <w:r w:rsidRPr="00E37591">
        <w:rPr>
          <w:rFonts w:hint="cs"/>
          <w:rtl/>
          <w:lang w:bidi="ur-PK"/>
        </w:rPr>
        <w:t>ے اختلاف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؟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؟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ملک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 ؟ اوراگر یہ</w:t>
      </w:r>
      <w:r w:rsidRPr="00E37591">
        <w:rPr>
          <w:rtl/>
          <w:lang w:bidi="ur-PK"/>
        </w:rPr>
        <w:t xml:space="preserve"> دونوں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 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اختلاف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4566C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ہا یہ</w:t>
      </w:r>
      <w:r w:rsidRPr="00E37591">
        <w:rPr>
          <w:rtl/>
          <w:lang w:bidi="ur-PK"/>
        </w:rPr>
        <w:t xml:space="preserve"> جاتا </w:t>
      </w:r>
      <w:r w:rsidRPr="00E37591">
        <w:rPr>
          <w:rFonts w:hint="cs"/>
          <w:rtl/>
          <w:lang w:bidi="ur-PK"/>
        </w:rPr>
        <w:t>ہے کہ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 پسند ہے اور روس روا دار  امری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پرست </w:t>
      </w:r>
      <w:r w:rsidRPr="00E37591">
        <w:rPr>
          <w:rFonts w:hint="cs"/>
          <w:rtl/>
          <w:lang w:bidi="ur-PK"/>
        </w:rPr>
        <w:t>ہے اور روس اشتراکی</w:t>
      </w:r>
      <w:r w:rsidRPr="00E37591">
        <w:rPr>
          <w:rtl/>
          <w:lang w:bidi="ur-PK"/>
        </w:rPr>
        <w:t xml:space="preserve">  اس لئ</w:t>
      </w:r>
      <w:r w:rsidRPr="00E37591">
        <w:rPr>
          <w:rFonts w:hint="cs"/>
          <w:rtl/>
          <w:lang w:bidi="ur-PK"/>
        </w:rPr>
        <w:t>ے ان کے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اختلاف 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اختلاف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؟بلکہ اس سے بالاتر انسانی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اصل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وافکار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؟ جب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فاسد نظر</w:t>
      </w:r>
      <w:r w:rsidRPr="00E37591">
        <w:rPr>
          <w:rFonts w:hint="cs"/>
          <w:rtl/>
          <w:lang w:bidi="ur-PK"/>
        </w:rPr>
        <w:t>یے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نظام مملکت استوار اور رع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خوشحال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انتہا پسندی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کلم</w:t>
      </w:r>
      <w:r w:rsidRPr="00E37591">
        <w:rPr>
          <w:rFonts w:hint="cs"/>
          <w:rtl/>
          <w:lang w:bidi="ur-PK"/>
        </w:rPr>
        <w:t>ہ پڑھنے سے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؟ معلوم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کہ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آخری</w:t>
      </w:r>
      <w:r w:rsidRPr="00E37591">
        <w:rPr>
          <w:rtl/>
          <w:lang w:bidi="ur-PK"/>
        </w:rPr>
        <w:t xml:space="preserve"> صورت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4566C7" w:rsidRPr="00E37591" w:rsidRDefault="004566C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lastRenderedPageBreak/>
        <w:t>ہے جہاں تک انسان کو پہنچنا چاہئے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منزل ہے جہاں تک عوام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تمام باتوں ک</w:t>
      </w:r>
      <w:r w:rsidRPr="00E37591">
        <w:rPr>
          <w:rFonts w:hint="cs"/>
          <w:rtl/>
          <w:lang w:bidi="ur-PK"/>
        </w:rPr>
        <w:t>ے باوجود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اختلاف خود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 ہے جس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مستقبل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غلط صورتحال کا مقابل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۔ جہاں روس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ہٹ کر صلح پر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 سکتا ہے اور 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 پسند ذہنی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 سکتا</w:t>
      </w:r>
      <w:r w:rsidRPr="00E37591">
        <w:rPr>
          <w:rFonts w:hint="cs"/>
          <w:rtl/>
          <w:lang w:bidi="ur-PK"/>
        </w:rPr>
        <w:t>۔ یہی</w:t>
      </w:r>
      <w:r w:rsidRPr="00E37591">
        <w:rPr>
          <w:rtl/>
          <w:lang w:bidi="ur-PK"/>
        </w:rPr>
        <w:t xml:space="preserve"> حال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بھی</w:t>
      </w:r>
      <w:r w:rsidRPr="00E37591">
        <w:rPr>
          <w:rtl/>
          <w:lang w:bidi="ur-PK"/>
        </w:rPr>
        <w:t xml:space="preserve"> ملک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عوام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طرز فکر س</w:t>
      </w:r>
      <w:r w:rsidRPr="00E37591">
        <w:rPr>
          <w:rFonts w:hint="cs"/>
          <w:rtl/>
          <w:lang w:bidi="ur-PK"/>
        </w:rPr>
        <w:t>ے متفق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اشتراکی</w:t>
      </w:r>
      <w:r w:rsidRPr="00E37591">
        <w:rPr>
          <w:rtl/>
          <w:lang w:bidi="ur-PK"/>
        </w:rPr>
        <w:t xml:space="preserve"> روس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 </w:t>
      </w:r>
      <w:r w:rsidRPr="00E37591">
        <w:rPr>
          <w:rFonts w:hint="cs"/>
          <w:rtl/>
          <w:lang w:bidi="ur-PK"/>
        </w:rPr>
        <w:t>ہے۔ اس کے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کا حا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 اور ملکی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پروان چ</w:t>
      </w:r>
      <w:r w:rsidRPr="00E37591">
        <w:rPr>
          <w:rFonts w:hint="cs"/>
          <w:rtl/>
          <w:lang w:bidi="ur-PK"/>
        </w:rPr>
        <w:t>ڑھنا چاہئے۔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شخصی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مقصد اور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اتنا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اختلاف اس بات کا ثبوت </w:t>
      </w:r>
      <w:r w:rsidRPr="00E37591">
        <w:rPr>
          <w:rFonts w:hint="cs"/>
          <w:rtl/>
          <w:lang w:bidi="ur-PK"/>
        </w:rPr>
        <w:t>ہے کہ کسی</w:t>
      </w:r>
      <w:r w:rsidRPr="00E37591">
        <w:rPr>
          <w:rtl/>
          <w:lang w:bidi="ur-PK"/>
        </w:rPr>
        <w:t xml:space="preserve"> ملک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کار پر عمل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دستور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 اصول درج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کار اپنا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اسلام اس بات کا شدی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مخالف </w:t>
      </w:r>
      <w:r w:rsidRPr="00E37591">
        <w:rPr>
          <w:rFonts w:hint="cs"/>
          <w:rtl/>
          <w:lang w:bidi="ur-PK"/>
        </w:rPr>
        <w:t>ہے۔اس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جس قانون سے مقصد کی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اعتبار سے ترمی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وتنس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اس قانون کو دستور کے صفحات سے محوکر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ے رواج کا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۔روسی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عوام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ھوڑی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 پر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دباؤ قانون کو رائج کر سکتا</w:t>
      </w:r>
      <w:r w:rsidRPr="00E37591">
        <w:rPr>
          <w:rFonts w:hint="cs"/>
          <w:rtl/>
          <w:lang w:bidi="ur-PK"/>
        </w:rPr>
        <w:t>ہے۔چی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تھوڑی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ذہ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خراب کر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مقابلہ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عوام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  اور اسلام کا </w:t>
      </w:r>
      <w:r w:rsidRPr="00E37591">
        <w:rPr>
          <w:rtl/>
          <w:lang w:bidi="ur-PK"/>
        </w:rPr>
        <w:t>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کو مکمل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 xml:space="preserve">ہئے۔اسے ہر اس کام کا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lastRenderedPageBreak/>
        <w:t>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نکل سکتاہو اور اس کی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لگتی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ے رواج کا واحد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طاقت ہے جو حاکم ومحکوم دونوں پر دباؤ ڈال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احساس بندگی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اعجاز ہے جس سے سرکش انسان کو بھی</w:t>
      </w:r>
      <w:r w:rsidRPr="00E37591">
        <w:rPr>
          <w:rtl/>
          <w:lang w:bidi="ur-PK"/>
        </w:rPr>
        <w:t xml:space="preserve"> مسخر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موجود</w:t>
      </w:r>
      <w:r w:rsidRPr="00E37591">
        <w:rPr>
          <w:rFonts w:hint="cs"/>
          <w:rtl/>
          <w:lang w:bidi="ur-PK"/>
        </w:rPr>
        <w:t>ہ صورت حال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اقتصادی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کا انکار کرنا اپنے وجود اور آفتاب وماہتاب کی</w:t>
      </w:r>
      <w:r w:rsidRPr="00E37591">
        <w:rPr>
          <w:rtl/>
          <w:lang w:bidi="ur-PK"/>
        </w:rPr>
        <w:t xml:space="preserve"> گردش س</w:t>
      </w:r>
      <w:r w:rsidRPr="00E37591">
        <w:rPr>
          <w:rFonts w:hint="cs"/>
          <w:rtl/>
          <w:lang w:bidi="ur-PK"/>
        </w:rPr>
        <w:t>ے انکار کرنے کے متر</w:t>
      </w:r>
      <w:r w:rsidRPr="00E37591">
        <w:rPr>
          <w:rtl/>
          <w:lang w:bidi="ur-PK"/>
        </w:rPr>
        <w:t xml:space="preserve">ادف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روس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آسائش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ہے؟یہ</w:t>
      </w:r>
      <w:r w:rsidRPr="00E37591">
        <w:rPr>
          <w:rtl/>
          <w:lang w:bidi="ur-PK"/>
        </w:rPr>
        <w:t xml:space="preserve"> صرف اس ک</w:t>
      </w:r>
      <w:r w:rsidRPr="00E37591">
        <w:rPr>
          <w:rFonts w:hint="cs"/>
          <w:rtl/>
          <w:lang w:bidi="ur-PK"/>
        </w:rPr>
        <w:t>ے حسن انتظام اور دی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د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کرشم</w:t>
      </w:r>
      <w:r w:rsidRPr="00E37591">
        <w:rPr>
          <w:rFonts w:hint="cs"/>
          <w:rtl/>
          <w:lang w:bidi="ur-PK"/>
        </w:rPr>
        <w:t>ہ ہے ی</w:t>
      </w:r>
      <w:r w:rsidRPr="00E37591">
        <w:rPr>
          <w:rFonts w:hint="eastAsia"/>
          <w:rtl/>
          <w:lang w:bidi="ur-PK"/>
        </w:rPr>
        <w:t>ااس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پس منظرمی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قربانی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حالات کا گہرا مطالعہ بتاتاہے کہ روس نے اس رفاہی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،صنف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مامتاک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آغاز 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آمران</w:t>
      </w:r>
      <w:r w:rsidRPr="00E37591">
        <w:rPr>
          <w:rFonts w:hint="cs"/>
          <w:rtl/>
          <w:lang w:bidi="ur-PK"/>
        </w:rPr>
        <w:t>ہ نظام حکومت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لخت خاتم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ھا۔بعد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اعتراف کا سلسلہ شروع ہوااور اب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حد تک اعتراف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محوکر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ج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ملک کے پاس ساری</w:t>
      </w:r>
      <w:r w:rsidRPr="00E37591">
        <w:rPr>
          <w:rtl/>
          <w:lang w:bidi="ur-PK"/>
        </w:rPr>
        <w:t xml:space="preserve"> دولت جمع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انتظام شروع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۔چھوٹے سرمایہ</w:t>
      </w:r>
      <w:r w:rsidRPr="00E37591">
        <w:rPr>
          <w:rtl/>
          <w:lang w:bidi="ur-PK"/>
        </w:rPr>
        <w:t xml:space="preserve"> 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مزدوروں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خواہاں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ڑااسٹیٹ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بقاچا</w:t>
      </w:r>
      <w:r w:rsidRPr="00E37591">
        <w:rPr>
          <w:rFonts w:hint="cs"/>
          <w:rtl/>
          <w:lang w:bidi="ur-PK"/>
        </w:rPr>
        <w:t>ہتاہے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اس طرح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رقم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 پر ص</w:t>
      </w:r>
      <w:r w:rsidRPr="00E37591">
        <w:rPr>
          <w:rFonts w:hint="eastAsia"/>
          <w:rtl/>
          <w:lang w:bidi="ur-PK"/>
        </w:rPr>
        <w:t>رف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 موقع ملے گا اور اپنے لئے آسائش کے بہتر سے بہتر سامان فراہم 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 اس سلسلے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حاکم وآمر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شب</w:t>
      </w:r>
      <w:r w:rsidRPr="00E37591">
        <w:rPr>
          <w:rFonts w:hint="cs"/>
          <w:rtl/>
          <w:lang w:bidi="ur-PK"/>
        </w:rPr>
        <w:t>ہہ کرنے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ہے۔صرف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ابتدائی</w:t>
      </w:r>
      <w:r w:rsidRPr="00E37591">
        <w:rPr>
          <w:rtl/>
          <w:lang w:bidi="ur-PK"/>
        </w:rPr>
        <w:t xml:space="preserve"> دور س</w:t>
      </w:r>
      <w:r w:rsidRPr="00E37591">
        <w:rPr>
          <w:rFonts w:hint="cs"/>
          <w:rtl/>
          <w:lang w:bidi="ur-PK"/>
        </w:rPr>
        <w:t>ے انسان کو ا</w:t>
      </w:r>
      <w:r w:rsidRPr="00E37591">
        <w:rPr>
          <w:rtl/>
          <w:lang w:bidi="ur-PK"/>
        </w:rPr>
        <w:t>س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عقائد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اجاتااور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خدائی</w:t>
      </w:r>
      <w:r w:rsidRPr="00E37591">
        <w:rPr>
          <w:rtl/>
          <w:lang w:bidi="ur-PK"/>
        </w:rPr>
        <w:t xml:space="preserve"> نظام کا پ</w:t>
      </w:r>
      <w:r w:rsidRPr="00E37591">
        <w:rPr>
          <w:rFonts w:hint="eastAsia"/>
          <w:rtl/>
          <w:lang w:bidi="ur-PK"/>
        </w:rPr>
        <w:t>رستار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اجاتاتو</w:t>
      </w:r>
      <w:r w:rsidRPr="00E37591">
        <w:rPr>
          <w:rtl/>
          <w:lang w:bidi="ur-PK"/>
        </w:rPr>
        <w:t xml:space="preserve"> اس آمر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ہوتی۔عوام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اور حکومت کا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چلتار</w:t>
      </w:r>
      <w:r w:rsidRPr="00E37591">
        <w:rPr>
          <w:rFonts w:hint="cs"/>
          <w:rtl/>
          <w:lang w:bidi="ur-PK"/>
        </w:rPr>
        <w:t>ہتا۔جبر و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lastRenderedPageBreak/>
        <w:t xml:space="preserve"> تشدد کی</w:t>
      </w:r>
      <w:r w:rsidRPr="00E37591">
        <w:rPr>
          <w:rtl/>
          <w:lang w:bidi="ur-PK"/>
        </w:rPr>
        <w:t xml:space="preserve"> ضرورت و</w:t>
      </w:r>
      <w:r w:rsidRPr="00E37591">
        <w:rPr>
          <w:rFonts w:hint="cs"/>
          <w:rtl/>
          <w:lang w:bidi="ur-PK"/>
        </w:rPr>
        <w:t>ہاں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انسان ازخود کام کرنے پر آمادہ نہ ہو، اور کام سے نفرت اسی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اس پر کوئی</w:t>
      </w:r>
      <w:r w:rsidRPr="00E37591">
        <w:rPr>
          <w:rtl/>
          <w:lang w:bidi="ur-PK"/>
        </w:rPr>
        <w:t xml:space="preserve"> 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دباؤ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دباؤ کانام </w:t>
      </w:r>
      <w:r w:rsidRPr="00E37591">
        <w:rPr>
          <w:rFonts w:hint="cs"/>
          <w:rtl/>
          <w:lang w:bidi="ur-PK"/>
        </w:rPr>
        <w:t>ہے جس کے بعد کسی</w:t>
      </w:r>
      <w:r w:rsidRPr="00E37591">
        <w:rPr>
          <w:rtl/>
          <w:lang w:bidi="ur-PK"/>
        </w:rPr>
        <w:t xml:space="preserve"> جبروتشدد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ڑتی۔بغاوتوں کے کچلنے کی</w:t>
      </w:r>
      <w:r w:rsidRPr="00E37591">
        <w:rPr>
          <w:rtl/>
          <w:lang w:bidi="ur-PK"/>
        </w:rPr>
        <w:t xml:space="preserve"> ضرورت ضرور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بغاوت ک</w:t>
      </w:r>
      <w:r w:rsidRPr="00E37591">
        <w:rPr>
          <w:rFonts w:hint="cs"/>
          <w:rtl/>
          <w:lang w:bidi="ur-PK"/>
        </w:rPr>
        <w:t>ے بعدہوتاہے اور صر</w:t>
      </w:r>
      <w:r w:rsidRPr="00E37591">
        <w:rPr>
          <w:rtl/>
          <w:lang w:bidi="ur-PK"/>
        </w:rPr>
        <w:t>ف باغ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قوم ک</w:t>
      </w:r>
      <w:r w:rsidRPr="00E37591">
        <w:rPr>
          <w:rFonts w:hint="cs"/>
          <w:rtl/>
          <w:lang w:bidi="ur-PK"/>
        </w:rPr>
        <w:t>ے ساتھ ہوتاہے اور اشتراکی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لئے ذاتی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سلب کر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بدباطن سب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آفت س</w:t>
      </w:r>
      <w:r w:rsidRPr="00E37591">
        <w:rPr>
          <w:rFonts w:hint="cs"/>
          <w:rtl/>
          <w:lang w:bidi="ur-PK"/>
        </w:rPr>
        <w:t>ے نجات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صنف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صنفوں ک</w:t>
      </w:r>
      <w:r w:rsidRPr="00E37591">
        <w:rPr>
          <w:rFonts w:hint="cs"/>
          <w:rtl/>
          <w:lang w:bidi="ur-PK"/>
        </w:rPr>
        <w:t>ے کاندھے پر عمل کا بوجھ ڈالاگی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ہے۔یہاں</w:t>
      </w:r>
      <w:r w:rsidRPr="00E37591">
        <w:rPr>
          <w:rtl/>
          <w:lang w:bidi="ur-PK"/>
        </w:rPr>
        <w:t xml:space="preserve"> عورت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کام کرناپ</w:t>
      </w:r>
      <w:r w:rsidRPr="00E37591">
        <w:rPr>
          <w:rFonts w:hint="cs"/>
          <w:rtl/>
          <w:lang w:bidi="ur-PK"/>
        </w:rPr>
        <w:t>ڑتاہے جس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مرد کرتا</w:t>
      </w:r>
      <w:r w:rsidRPr="00E37591">
        <w:rPr>
          <w:rFonts w:hint="cs"/>
          <w:rtl/>
          <w:lang w:bidi="ur-PK"/>
        </w:rPr>
        <w:t>ہے۔پردے کا تصور لغوہے۔ہوٹلوں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نظرکا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۔اخ</w:t>
      </w:r>
      <w:r w:rsidRPr="00E37591">
        <w:rPr>
          <w:rFonts w:hint="eastAsia"/>
          <w:rtl/>
          <w:lang w:bidi="ur-PK"/>
        </w:rPr>
        <w:t>تلاط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ۂ کمال پر ہے اور عورت ومرد دوکے بجائے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صنف نظر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۔ظاہر ہے کہ یہ</w:t>
      </w:r>
      <w:r w:rsidRPr="00E37591">
        <w:rPr>
          <w:rtl/>
          <w:lang w:bidi="ur-PK"/>
        </w:rPr>
        <w:t xml:space="preserve"> بات ان افراد ک</w:t>
      </w:r>
      <w:r w:rsidRPr="00E37591">
        <w:rPr>
          <w:rFonts w:hint="cs"/>
          <w:rtl/>
          <w:lang w:bidi="ur-PK"/>
        </w:rPr>
        <w:t>ے لئے توبہت ا</w:t>
      </w:r>
      <w:r w:rsidRPr="00E37591">
        <w:rPr>
          <w:rtl/>
          <w:lang w:bidi="ur-PK"/>
        </w:rPr>
        <w:t>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کے یہاں</w:t>
      </w:r>
      <w:r w:rsidRPr="00E37591">
        <w:rPr>
          <w:rtl/>
          <w:lang w:bidi="ur-PK"/>
        </w:rPr>
        <w:t xml:space="preserve"> عزت وآبرو،غ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ا،دورجاگ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لوگ جوان تقاضوں کو فطری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ں،عورت</w:t>
      </w:r>
      <w:r w:rsidRPr="00E37591">
        <w:rPr>
          <w:rtl/>
          <w:lang w:bidi="ur-PK"/>
        </w:rPr>
        <w:t xml:space="preserve"> کو عورت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مر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کو مرد،و</w:t>
      </w:r>
      <w:r w:rsidRPr="00E37591">
        <w:rPr>
          <w:rFonts w:hint="cs"/>
          <w:rtl/>
          <w:lang w:bidi="ur-PK"/>
        </w:rPr>
        <w:t>ہ کبھی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ہوسکتے۔ مذہب نے بندگی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پردے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دستور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جہاں ہر صنف اپنی</w:t>
      </w:r>
      <w:r w:rsidRPr="00E37591">
        <w:rPr>
          <w:rtl/>
          <w:lang w:bidi="ur-PK"/>
        </w:rPr>
        <w:t xml:space="preserve"> منزل پر ر</w:t>
      </w:r>
      <w:r w:rsidRPr="00E37591">
        <w:rPr>
          <w:rFonts w:hint="cs"/>
          <w:rtl/>
          <w:lang w:bidi="ur-PK"/>
        </w:rPr>
        <w:t>ہے اور وہی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جوان قربانی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ہے۔عورت گھرکاکام انجام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مرد با</w:t>
      </w:r>
      <w:r w:rsidRPr="00E37591">
        <w:rPr>
          <w:rFonts w:hint="cs"/>
          <w:rtl/>
          <w:lang w:bidi="ur-PK"/>
        </w:rPr>
        <w:t>ہر کا۔مرد اپنے آہنی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ہاتھوں سے کسب معاش کرے اور عورت اپنے دست نازک سے اسے مرد کے سامنے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 xml:space="preserve">ے۔ محبت </w:t>
      </w:r>
      <w:r w:rsidRPr="00E37591">
        <w:rPr>
          <w:rtl/>
          <w:lang w:bidi="ur-PK"/>
        </w:rPr>
        <w:t>س</w:t>
      </w:r>
      <w:r w:rsidRPr="00E37591">
        <w:rPr>
          <w:rFonts w:hint="cs"/>
          <w:rtl/>
          <w:lang w:bidi="ur-PK"/>
        </w:rPr>
        <w:t>ے بھرے دل ہوں اور الفت سے لبری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برتاؤ</w:t>
      </w:r>
      <w:r w:rsidRPr="00E37591">
        <w:rPr>
          <w:rFonts w:hint="cs"/>
          <w:rtl/>
          <w:lang w:bidi="ur-PK"/>
        </w:rPr>
        <w:t>۔مجبوری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ے معاش کا انتظام اسٹیٹ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املاک س</w:t>
      </w:r>
      <w:r w:rsidRPr="00E37591">
        <w:rPr>
          <w:rFonts w:hint="cs"/>
          <w:rtl/>
          <w:lang w:bidi="ur-PK"/>
        </w:rPr>
        <w:t>ے کرے جو اسے اسٹیٹ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نام پر دی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تک عام انسان اور ان کی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رسائ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مامتاک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عورت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کاکام پرزوں کوڈھال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ہے۔اس کے بعد پرزوں کا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مصرف </w:t>
      </w:r>
      <w:r w:rsidRPr="00E37591">
        <w:rPr>
          <w:rFonts w:hint="cs"/>
          <w:rtl/>
          <w:lang w:bidi="ur-PK"/>
        </w:rPr>
        <w:t>ہوگا، کس مشی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ٹ کئے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ے،کس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ے،کس کس طرح ڈھالے اور تراشے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اس کا مشی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ہوتا۔بچوں کا ماؤں کی</w:t>
      </w:r>
      <w:r w:rsidRPr="00E37591">
        <w:rPr>
          <w:rtl/>
          <w:lang w:bidi="ur-PK"/>
        </w:rPr>
        <w:t xml:space="preserve"> مامتااور باپ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شفقت س</w:t>
      </w:r>
      <w:r w:rsidRPr="00E37591">
        <w:rPr>
          <w:rFonts w:hint="cs"/>
          <w:rtl/>
          <w:lang w:bidi="ur-PK"/>
        </w:rPr>
        <w:t>ے محروم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ے جذبات کی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بعض معاشی</w:t>
      </w:r>
      <w:r w:rsidRPr="00E37591">
        <w:rPr>
          <w:rtl/>
          <w:lang w:bidi="ur-PK"/>
        </w:rPr>
        <w:t xml:space="preserve"> اغراض اور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مقاصد ک</w:t>
      </w:r>
      <w:r w:rsidRPr="00E37591">
        <w:rPr>
          <w:rFonts w:hint="cs"/>
          <w:rtl/>
          <w:lang w:bidi="ur-PK"/>
        </w:rPr>
        <w:t>ے تحت لی</w:t>
      </w:r>
      <w:r w:rsidRPr="00E37591">
        <w:rPr>
          <w:rtl/>
          <w:lang w:bidi="ur-PK"/>
        </w:rPr>
        <w:t xml:space="preserve"> توجاسکت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ھنا بہت مشکل ہے۔ مامتا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شفقت پدری</w:t>
      </w:r>
      <w:r w:rsidRPr="00E37591">
        <w:rPr>
          <w:rtl/>
          <w:lang w:bidi="ur-PK"/>
        </w:rPr>
        <w:t xml:space="preserve"> کاجذب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 اور اگر بفرض محال ای</w:t>
      </w:r>
      <w:r w:rsidRPr="00E37591">
        <w:rPr>
          <w:rFonts w:hint="eastAsia"/>
          <w:rtl/>
          <w:lang w:bidi="ur-PK"/>
        </w:rPr>
        <w:t>سان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ہوااور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حسی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معاشرہ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قابل فخر </w:t>
      </w:r>
      <w:r w:rsidRPr="00E37591">
        <w:rPr>
          <w:rFonts w:hint="cs"/>
          <w:rtl/>
          <w:lang w:bidi="ur-PK"/>
        </w:rPr>
        <w:t>ہوگا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دئے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ہوجائے۔حی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بچوں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نرسنگ ہوم قائم کئے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کے ل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نرس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عورتوں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امردوں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تعداد اس کام پر مقررکرد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کام ان عورتوں اور مردوں ک</w:t>
      </w:r>
      <w:r w:rsidRPr="00E37591">
        <w:rPr>
          <w:rFonts w:hint="cs"/>
          <w:rtl/>
          <w:lang w:bidi="ur-PK"/>
        </w:rPr>
        <w:t>ے حوالے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فطرت ن</w:t>
      </w:r>
      <w:r w:rsidRPr="00E37591">
        <w:rPr>
          <w:rFonts w:hint="cs"/>
          <w:rtl/>
          <w:lang w:bidi="ur-PK"/>
        </w:rPr>
        <w:t>ے ان کا مربی</w:t>
      </w:r>
      <w:r w:rsidRPr="00E37591">
        <w:rPr>
          <w:rtl/>
          <w:lang w:bidi="ur-PK"/>
        </w:rPr>
        <w:t xml:space="preserve"> اور نگراں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جن کے دلوں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جذبات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کاکام ماں باپ ک</w:t>
      </w:r>
      <w:r w:rsidRPr="00E37591">
        <w:rPr>
          <w:rFonts w:hint="cs"/>
          <w:rtl/>
          <w:lang w:bidi="ur-PK"/>
        </w:rPr>
        <w:t>ے حوالے ہوتاہے تو وہ اپن</w:t>
      </w:r>
      <w:r w:rsidRPr="00E37591">
        <w:rPr>
          <w:rtl/>
          <w:lang w:bidi="ur-PK"/>
        </w:rPr>
        <w:t>ا سمج</w:t>
      </w:r>
      <w:r w:rsidRPr="00E37591">
        <w:rPr>
          <w:rFonts w:hint="cs"/>
          <w:rtl/>
          <w:lang w:bidi="ur-PK"/>
        </w:rPr>
        <w:t>ھ کرپالتے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ہوتاہے تو وہ ڈی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کر فرض انجام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۔اپناسمجھنے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مقابل</w:t>
      </w:r>
      <w:r w:rsidRPr="00E37591">
        <w:rPr>
          <w:rFonts w:hint="cs"/>
          <w:rtl/>
          <w:lang w:bidi="ur-PK"/>
        </w:rPr>
        <w:t>ہ کا جذبہ ابھرتاہے اور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بچے کو آگے بڑھانے کی</w:t>
      </w:r>
      <w:r w:rsidRPr="00E37591">
        <w:rPr>
          <w:rtl/>
          <w:lang w:bidi="ur-PK"/>
        </w:rPr>
        <w:t xml:space="preserve"> کوشش کرتا</w:t>
      </w:r>
      <w:r w:rsidRPr="00E37591">
        <w:rPr>
          <w:rFonts w:hint="cs"/>
          <w:rtl/>
          <w:lang w:bidi="ur-PK"/>
        </w:rPr>
        <w:t>ہے اور ڈی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ہے۔نرسوں کو کسی</w:t>
      </w:r>
      <w:r w:rsidRPr="00E37591">
        <w:rPr>
          <w:rtl/>
          <w:lang w:bidi="ur-PK"/>
        </w:rPr>
        <w:t xml:space="preserve"> خاص بچ</w:t>
      </w:r>
      <w:r w:rsidRPr="00E37591">
        <w:rPr>
          <w:rFonts w:hint="cs"/>
          <w:rtl/>
          <w:lang w:bidi="ur-PK"/>
        </w:rPr>
        <w:t>ے سے کوئی</w:t>
      </w:r>
      <w:r w:rsidRPr="00E37591">
        <w:rPr>
          <w:rtl/>
          <w:lang w:bidi="ur-PK"/>
        </w:rPr>
        <w:t xml:space="preserve"> خاص انس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وہ اسے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تواب</w:t>
      </w:r>
      <w:r w:rsidRPr="00E37591">
        <w:rPr>
          <w:rFonts w:hint="cs"/>
          <w:rtl/>
          <w:lang w:bidi="ur-PK"/>
        </w:rPr>
        <w:t>ھرتی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حسن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اثرات پوشی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اولاد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ماں باپ ہی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انسان کا بچہ بھیڑی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بھٹ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انسان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علم الح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ماہری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اتنا ضرورتسل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دود</w:t>
      </w:r>
      <w:r w:rsidRPr="00E37591">
        <w:rPr>
          <w:rFonts w:hint="cs"/>
          <w:rtl/>
          <w:lang w:bidi="ur-PK"/>
        </w:rPr>
        <w:t>ھ کا زندگی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ے پناہ اثر پڑتاہے۔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6B3A31">
      <w:pPr>
        <w:pStyle w:val="libNormal"/>
      </w:pPr>
    </w:p>
    <w:p w:rsidR="00824138" w:rsidRPr="00E37591" w:rsidRDefault="00824138" w:rsidP="00885BD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بھیڑیے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بھٹ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پلن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بچ</w:t>
      </w:r>
      <w:r w:rsidRPr="00E37591">
        <w:rPr>
          <w:rFonts w:hint="cs"/>
          <w:rtl/>
          <w:lang w:bidi="ur-PK"/>
        </w:rPr>
        <w:t>ہ انسان کا بچہ ضرور ہوتاہے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ھیڑی</w:t>
      </w:r>
      <w:r w:rsidRPr="00E37591">
        <w:rPr>
          <w:rFonts w:hint="eastAsia"/>
          <w:rtl/>
          <w:lang w:bidi="ur-PK"/>
        </w:rPr>
        <w:t>اصفت</w:t>
      </w:r>
      <w:r w:rsidRPr="00E37591">
        <w:rPr>
          <w:rtl/>
          <w:lang w:bidi="ur-PK"/>
        </w:rPr>
        <w:t xml:space="preserve"> درند</w:t>
      </w:r>
      <w:r w:rsidRPr="00E37591">
        <w:rPr>
          <w:rFonts w:hint="cs"/>
          <w:rtl/>
          <w:lang w:bidi="ur-PK"/>
        </w:rPr>
        <w:t>ہ خصلت 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ہتاہے۔گائے اور بھی</w:t>
      </w:r>
      <w:r w:rsidRPr="00E37591">
        <w:rPr>
          <w:rFonts w:hint="eastAsia"/>
          <w:rtl/>
          <w:lang w:bidi="ur-PK"/>
        </w:rPr>
        <w:t>نس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دودھ پر پ</w:t>
      </w:r>
      <w:r w:rsidRPr="00E37591">
        <w:rPr>
          <w:rtl/>
          <w:lang w:bidi="ur-PK"/>
        </w:rPr>
        <w:t>رورش پان</w:t>
      </w:r>
      <w:r w:rsidRPr="00E37591">
        <w:rPr>
          <w:rFonts w:hint="cs"/>
          <w:rtl/>
          <w:lang w:bidi="ur-PK"/>
        </w:rPr>
        <w:t>ے والا بچہ شکل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صفات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ضرورمتاثر ہوجاتاہے۔یہ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آج کے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احساس ن</w:t>
      </w:r>
      <w:r w:rsidRPr="00E37591">
        <w:rPr>
          <w:rFonts w:hint="cs"/>
          <w:rtl/>
          <w:lang w:bidi="ur-PK"/>
        </w:rPr>
        <w:t>ہ ہوسکے اس لئے کہ تقری</w:t>
      </w:r>
      <w:r w:rsidRPr="00E37591">
        <w:rPr>
          <w:rFonts w:hint="eastAsia"/>
          <w:rtl/>
          <w:lang w:bidi="ur-PK"/>
        </w:rPr>
        <w:t>ناً</w:t>
      </w:r>
      <w:r w:rsidR="00885BD0" w:rsidRPr="00885BD0">
        <w:t>75</w:t>
      </w:r>
      <w:r w:rsidRPr="00E37591">
        <w:rPr>
          <w:rFonts w:hint="cs"/>
          <w:rtl/>
          <w:lang w:bidi="ur-PK"/>
        </w:rPr>
        <w:t xml:space="preserve"> فی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افراد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صفت ک</w:t>
      </w:r>
      <w:r w:rsidRPr="00E37591">
        <w:rPr>
          <w:rFonts w:hint="cs"/>
          <w:rtl/>
          <w:lang w:bidi="ur-PK"/>
        </w:rPr>
        <w:t>ے حامل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ہج پر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اپنے معاشی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نکات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ھاہے اور معاشی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سدھار کے لئے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امور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دستور مرتب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دور کرن</w:t>
      </w:r>
      <w:r w:rsidRPr="00E37591">
        <w:rPr>
          <w:rFonts w:hint="cs"/>
          <w:rtl/>
          <w:lang w:bidi="ur-PK"/>
        </w:rPr>
        <w:t>ے کے لئے نہ صنف کی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نہ مامتاکی۔ نہ انفرادی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سلب کرنے کی</w:t>
      </w:r>
      <w:r w:rsidRPr="00E37591">
        <w:rPr>
          <w:rtl/>
          <w:lang w:bidi="ur-PK"/>
        </w:rPr>
        <w:t xml:space="preserve"> احت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 اس کا دستور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ھر کے اندر رہ کر بچوں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شو</w:t>
      </w:r>
      <w:r w:rsidRPr="00E37591">
        <w:rPr>
          <w:rFonts w:hint="cs"/>
          <w:rtl/>
          <w:lang w:bidi="ur-PK"/>
        </w:rPr>
        <w:t>ہر کی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انتظام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۔جتنی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اتنا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مستقبل روشن </w:t>
      </w:r>
      <w:r w:rsidRPr="00E37591">
        <w:rPr>
          <w:rFonts w:hint="cs"/>
          <w:rtl/>
          <w:lang w:bidi="ur-PK"/>
        </w:rPr>
        <w:t>ہوگا اور جتنا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شو</w:t>
      </w:r>
      <w:r w:rsidRPr="00E37591">
        <w:rPr>
          <w:rFonts w:hint="cs"/>
          <w:rtl/>
          <w:lang w:bidi="ur-PK"/>
        </w:rPr>
        <w:t>ہر کو خوش رکھی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اتنا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اپنا فائد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خدمت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عفت وپاکدامان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عورت کا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جو</w:t>
      </w:r>
      <w:r w:rsidRPr="00E37591">
        <w:rPr>
          <w:rFonts w:hint="cs"/>
          <w:rtl/>
          <w:lang w:bidi="ur-PK"/>
        </w:rPr>
        <w:t>ہر ہے جس کی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روان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دولت کی</w:t>
      </w:r>
      <w:r w:rsidRPr="00E37591">
        <w:rPr>
          <w:rtl/>
          <w:lang w:bidi="ur-PK"/>
        </w:rPr>
        <w:t xml:space="preserve"> حفاظت ب</w:t>
      </w:r>
      <w:r w:rsidRPr="00E37591">
        <w:rPr>
          <w:rFonts w:hint="cs"/>
          <w:rtl/>
          <w:lang w:bidi="ur-PK"/>
        </w:rPr>
        <w:t>ہرحال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چاہے اس کے لئے کتنی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زحمت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برداشت کرناپڑی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۔حکومت کاکام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ان کے لئے وسائل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پرورش ک</w:t>
      </w:r>
      <w:r w:rsidRPr="00E37591">
        <w:rPr>
          <w:rFonts w:hint="cs"/>
          <w:rtl/>
          <w:lang w:bidi="ur-PK"/>
        </w:rPr>
        <w:t>ے ذرائع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فرا</w:t>
      </w:r>
      <w:r w:rsidRPr="00E37591">
        <w:rPr>
          <w:rFonts w:hint="cs"/>
          <w:rtl/>
          <w:lang w:bidi="ur-PK"/>
        </w:rPr>
        <w:t>ہم کرے  اور اگرعورت بی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ہ،لاوارث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مرد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ومجبور </w:t>
      </w:r>
      <w:r w:rsidRPr="00E37591">
        <w:rPr>
          <w:rFonts w:hint="cs"/>
          <w:rtl/>
          <w:lang w:bidi="ur-PK"/>
        </w:rPr>
        <w:t>ہوجائے توپورے گھر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انتظام کر</w:t>
      </w:r>
      <w:r w:rsidRPr="00E37591">
        <w:rPr>
          <w:rFonts w:hint="cs"/>
          <w:rtl/>
          <w:lang w:bidi="ur-PK"/>
        </w:rPr>
        <w:t>ے۔حکومت عامہ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زحمتوں س</w:t>
      </w:r>
      <w:r w:rsidRPr="00E37591">
        <w:rPr>
          <w:rFonts w:hint="cs"/>
          <w:rtl/>
          <w:lang w:bidi="ur-PK"/>
        </w:rPr>
        <w:t>ے بچنے کے لئے سارے ملک کوکام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اسے اس بات کا اندازہ ہے کہ اگر بچہ ماں باپ کے پاس رہے گا تو مامتا کے جوش 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tl/>
          <w:lang w:bidi="ur-PK"/>
        </w:rPr>
        <w:t xml:space="preserve"> باپ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شفقت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پراتنا بوج</w:t>
      </w:r>
      <w:r w:rsidRPr="00E37591">
        <w:rPr>
          <w:rFonts w:hint="cs"/>
          <w:rtl/>
          <w:lang w:bidi="ur-PK"/>
        </w:rPr>
        <w:t>ھ نہ ڈالاجاسکے گا جتنا بوجھ اپنے قبضہ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ھنے کے بعد ڈالاجاسکتاہے اور ظاہر ہے کہ جب کام کرنے والے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تو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 رجب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ملک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خوشحال </w:t>
      </w:r>
      <w:r w:rsidRPr="00E37591">
        <w:rPr>
          <w:rFonts w:hint="cs"/>
          <w:rtl/>
          <w:lang w:bidi="ur-PK"/>
        </w:rPr>
        <w:t>ہوگا۔سامان تعی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فراہم ہوسکے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 یہ</w:t>
      </w:r>
      <w:r w:rsidRPr="00E37591">
        <w:rPr>
          <w:rtl/>
          <w:lang w:bidi="ur-PK"/>
        </w:rPr>
        <w:t xml:space="preserve">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t xml:space="preserve">اور بات </w:t>
      </w:r>
      <w:r w:rsidRPr="00E37591">
        <w:rPr>
          <w:rFonts w:hint="cs"/>
          <w:rtl/>
          <w:lang w:bidi="ur-PK"/>
        </w:rPr>
        <w:t>ہے کہ ملک کے باشندے فکر ونظر،شعورواحساس،جذبات وعواطف والے انسان نہ ہوں گے بلکہ کل پرزے والے آلات ہوں گے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تاک</w:t>
      </w:r>
      <w:r w:rsidRPr="00E37591">
        <w:rPr>
          <w:rFonts w:hint="cs"/>
          <w:rtl/>
          <w:lang w:bidi="ur-PK"/>
        </w:rPr>
        <w:t>ہ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تک چل 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سامان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حضرت امام جعفر صادق   ـن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مصالح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رک</w:t>
      </w:r>
      <w:r w:rsidRPr="00E37591">
        <w:rPr>
          <w:rFonts w:hint="cs"/>
          <w:rtl/>
          <w:lang w:bidi="ur-PK"/>
        </w:rPr>
        <w:t>ھتے ہوئے سچے اسلام کا نقشہ ان الفاظ می</w:t>
      </w:r>
      <w:r w:rsidRPr="00E37591">
        <w:rPr>
          <w:rFonts w:hint="eastAsia"/>
          <w:rtl/>
          <w:lang w:bidi="ur-PK"/>
        </w:rPr>
        <w:t>ں</w:t>
      </w:r>
      <w:r w:rsidR="00FA78C3"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>:</w:t>
      </w:r>
    </w:p>
    <w:p w:rsidR="00824138" w:rsidRPr="00E37591" w:rsidRDefault="00824138" w:rsidP="00256A97">
      <w:pPr>
        <w:pStyle w:val="libArabic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اختبرواشع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تنا</w:t>
      </w:r>
      <w:r w:rsidRPr="00E37591">
        <w:rPr>
          <w:rtl/>
          <w:lang w:bidi="ur-PK"/>
        </w:rPr>
        <w:t xml:space="preserve"> بجصلت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محافظت</w:t>
      </w:r>
      <w:r w:rsidR="00256A97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م علیٰ</w:t>
      </w:r>
      <w:r w:rsidRPr="00E37591">
        <w:rPr>
          <w:rtl/>
          <w:lang w:bidi="ur-PK"/>
        </w:rPr>
        <w:t xml:space="preserve"> اوقات الصّلوة ومواسات</w:t>
      </w:r>
      <w:r w:rsidR="00256A97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م بی</w:t>
      </w:r>
      <w:r w:rsidRPr="00E37591">
        <w:rPr>
          <w:rFonts w:hint="eastAsia"/>
          <w:rtl/>
          <w:lang w:bidi="ur-PK"/>
        </w:rPr>
        <w:t>ن</w:t>
      </w:r>
      <w:r w:rsidR="00256A97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م</w:t>
      </w:r>
      <w:r w:rsidRPr="00E37591">
        <w:rPr>
          <w:rtl/>
          <w:lang w:bidi="ur-PK"/>
        </w:rPr>
        <w:t xml:space="preserve"> بالمال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ہمارے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عوں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روؤں</w:t>
      </w:r>
      <w:r w:rsidRPr="00E37591">
        <w:rPr>
          <w:rtl/>
          <w:lang w:bidi="ur-PK"/>
        </w:rPr>
        <w:t xml:space="preserve"> کو دوعادتوں س</w:t>
      </w:r>
      <w:r w:rsidRPr="00E37591">
        <w:rPr>
          <w:rFonts w:hint="cs"/>
          <w:rtl/>
          <w:lang w:bidi="ur-PK"/>
        </w:rPr>
        <w:t>ے آزماؤ۔نماز کے اوقات کی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آپس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ہمدردی۔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نماز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ہمدردی</w:t>
      </w:r>
      <w:r w:rsidRPr="00E37591">
        <w:rPr>
          <w:rtl/>
          <w:lang w:bidi="ur-PK"/>
        </w:rPr>
        <w:t xml:space="preserve">  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  اور اس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وبندگ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مجموعہ کے کانام ہے اسلام 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 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 اتباع   اور محبت ا</w:t>
      </w:r>
      <w:r w:rsidRPr="00E37591">
        <w:rPr>
          <w:rFonts w:hint="cs"/>
          <w:rtl/>
          <w:lang w:bidi="ur-PK"/>
        </w:rPr>
        <w:t>ہل 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ـ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مذکور</w:t>
      </w:r>
      <w:r w:rsidRPr="00E37591">
        <w:rPr>
          <w:rFonts w:hint="cs"/>
          <w:rtl/>
          <w:lang w:bidi="ur-PK"/>
        </w:rPr>
        <w:t>ہ بالا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دوباتوں کا اندازہ ہوتاہے ۔پہلی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نظام فطرت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ہے۔جب تک انسان مختلف ماحول سے دوچار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اسباب ک</w:t>
      </w:r>
      <w:r w:rsidRPr="00E37591">
        <w:rPr>
          <w:rFonts w:hint="cs"/>
          <w:rtl/>
          <w:lang w:bidi="ur-PK"/>
        </w:rPr>
        <w:t>ے مختلف اسباب کارفرمارہی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ے۔آب وہوا کا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ناقابل انکار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بنار</w:t>
      </w:r>
      <w:r w:rsidRPr="00E37591">
        <w:rPr>
          <w:rFonts w:hint="cs"/>
          <w:rtl/>
          <w:lang w:bidi="ur-PK"/>
        </w:rPr>
        <w:t>ہے گا۔انسانوں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اختلاف ر</w:t>
      </w:r>
      <w:r w:rsidRPr="00E37591">
        <w:rPr>
          <w:rFonts w:hint="cs"/>
          <w:rtl/>
          <w:lang w:bidi="ur-PK"/>
        </w:rPr>
        <w:t>ہے گا اور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اختلاف کے ساتھ محنت ومشقت کے عناصر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تفاوت ر</w:t>
      </w:r>
      <w:r w:rsidRPr="00E37591">
        <w:rPr>
          <w:rFonts w:hint="cs"/>
          <w:rtl/>
          <w:lang w:bidi="ur-PK"/>
        </w:rPr>
        <w:t>ہے گا اور اس تفاوت کا لازمی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برآمد </w:t>
      </w:r>
      <w:r w:rsidRPr="00E37591">
        <w:rPr>
          <w:rFonts w:hint="cs"/>
          <w:rtl/>
          <w:lang w:bidi="ur-PK"/>
        </w:rPr>
        <w:t>ہوگا۔اسی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قرآن کری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نہ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انکار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ہے۔عظمت و</w:t>
      </w:r>
      <w:r w:rsidRPr="00E37591">
        <w:rPr>
          <w:rFonts w:hint="eastAsia"/>
          <w:rtl/>
          <w:lang w:bidi="ur-PK"/>
        </w:rPr>
        <w:t>کرامت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تقو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دولت و ثروت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۔دولت وثروت کا اضافہ فطری</w:t>
      </w:r>
      <w:r w:rsidRPr="00E37591">
        <w:rPr>
          <w:rtl/>
          <w:lang w:bidi="ur-PK"/>
        </w:rPr>
        <w:t xml:space="preserve"> طاقت وتوانائ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تقو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وتقدس صرف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ہارت وتزکیہ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انسانی</w:t>
      </w:r>
      <w:r w:rsidRPr="00E37591">
        <w:rPr>
          <w:rtl/>
          <w:lang w:bidi="ur-PK"/>
        </w:rPr>
        <w:t xml:space="preserve"> عظمت کا نشان او ربشر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سنگ می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tl/>
          <w:lang w:bidi="ur-PK"/>
        </w:rPr>
        <w:t xml:space="preserve"> کشمکش ک</w:t>
      </w:r>
      <w:r w:rsidRPr="00E37591">
        <w:rPr>
          <w:rFonts w:hint="cs"/>
          <w:rtl/>
          <w:lang w:bidi="ur-PK"/>
        </w:rPr>
        <w:t>ے اسباب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پرکام کرن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مارکس نے انسانی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واحد محرک اقتصاد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استقلال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انکا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اسے ہرمنزل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 س</w:t>
      </w:r>
      <w:r w:rsidRPr="00E37591">
        <w:rPr>
          <w:rFonts w:hint="cs"/>
          <w:rtl/>
          <w:lang w:bidi="ur-PK"/>
        </w:rPr>
        <w:t>ے دوچار ہونا پڑاہے اورہر مشکل کوحل کرنے کے لئے دورازکار تاوی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کرناپ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استاد محترم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الشرق(مصنف کتاب)کا سب س</w:t>
      </w:r>
      <w:r w:rsidRPr="00E37591">
        <w:rPr>
          <w:rFonts w:hint="cs"/>
          <w:rtl/>
          <w:lang w:bidi="ur-PK"/>
        </w:rPr>
        <w:t>ے بڑاکارنامہ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انہوں محرک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ا</w:t>
      </w:r>
      <w:r w:rsidRPr="00E37591">
        <w:rPr>
          <w:rFonts w:hint="cs"/>
          <w:rtl/>
          <w:lang w:bidi="ur-PK"/>
        </w:rPr>
        <w:t>ٹھاکر مارکس کے اس نظریہ</w:t>
      </w:r>
      <w:r w:rsidRPr="00E37591">
        <w:rPr>
          <w:rtl/>
          <w:lang w:bidi="ur-PK"/>
        </w:rPr>
        <w:t xml:space="preserve"> کا مکمل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 </w:t>
      </w:r>
      <w:r w:rsidRPr="00E37591">
        <w:rPr>
          <w:rFonts w:hint="cs"/>
          <w:rtl/>
          <w:lang w:bidi="ur-PK"/>
        </w:rPr>
        <w:t>ڈالاہے 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وتطور کا سبب صرف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کی</w:t>
      </w:r>
      <w:r w:rsidRPr="00E37591">
        <w:rPr>
          <w:rtl/>
          <w:lang w:bidi="ur-PK"/>
        </w:rPr>
        <w:t xml:space="preserve"> پشت پر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ن،فلسف</w:t>
      </w:r>
      <w:r w:rsidRPr="00E37591">
        <w:rPr>
          <w:rFonts w:hint="cs"/>
          <w:rtl/>
          <w:lang w:bidi="ur-PK"/>
        </w:rPr>
        <w:t>ہ،نفسی</w:t>
      </w:r>
      <w:r w:rsidRPr="00E37591">
        <w:rPr>
          <w:rFonts w:hint="eastAsia"/>
          <w:rtl/>
          <w:lang w:bidi="ur-PK"/>
        </w:rPr>
        <w:t>ات،اجتماع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مختلف عناصر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کارفرمائ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سب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ہٹ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استقلال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824138" w:rsidP="001A3DB5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پ</w:t>
      </w:r>
      <w:r w:rsidRPr="00E37591">
        <w:rPr>
          <w:rFonts w:hint="cs"/>
          <w:rtl/>
          <w:lang w:bidi="ur-PK"/>
        </w:rPr>
        <w:t>ہلا فرض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ان عناصر کی</w:t>
      </w:r>
      <w:r w:rsidRPr="00E37591">
        <w:rPr>
          <w:rtl/>
          <w:lang w:bidi="ur-PK"/>
        </w:rPr>
        <w:t xml:space="preserve"> استقلال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کرت</w:t>
      </w:r>
      <w:r w:rsidRPr="00E37591">
        <w:rPr>
          <w:rFonts w:hint="cs"/>
          <w:rtl/>
          <w:lang w:bidi="ur-PK"/>
        </w:rPr>
        <w:t>ے ہوئے انسانی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ے ہرعی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کا الگ الگ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کس عی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پرکون سا عنصر کام کرر</w:t>
      </w:r>
      <w:r w:rsidRPr="00E37591">
        <w:rPr>
          <w:rFonts w:hint="cs"/>
          <w:rtl/>
          <w:lang w:bidi="ur-PK"/>
        </w:rPr>
        <w:t>ہاہے تاکہ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دک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رگ پر </w:t>
      </w:r>
      <w:r w:rsidRPr="00E37591">
        <w:rPr>
          <w:rFonts w:hint="cs"/>
          <w:rtl/>
          <w:lang w:bidi="ur-PK"/>
        </w:rPr>
        <w:t xml:space="preserve">ہاتھ رکھاجائے اور </w:t>
      </w:r>
      <w:r w:rsidRPr="00E37591">
        <w:rPr>
          <w:rFonts w:hint="eastAsia"/>
          <w:rtl/>
          <w:lang w:bidi="ur-PK"/>
        </w:rPr>
        <w:t>تشخ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</w:t>
      </w:r>
      <w:r w:rsidRPr="00E37591">
        <w:rPr>
          <w:rtl/>
          <w:lang w:bidi="ur-PK"/>
        </w:rPr>
        <w:t xml:space="preserve"> مرض ک</w:t>
      </w:r>
      <w:r w:rsidRPr="00E37591">
        <w:rPr>
          <w:rFonts w:hint="cs"/>
          <w:rtl/>
          <w:lang w:bidi="ur-PK"/>
        </w:rPr>
        <w:t>ے ساتھ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علاج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ے۔اسلام کا طرۂ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دی</w:t>
      </w:r>
      <w:r w:rsidRPr="00E37591">
        <w:rPr>
          <w:rFonts w:hint="eastAsia"/>
          <w:rtl/>
          <w:lang w:bidi="ur-PK"/>
        </w:rPr>
        <w:t>ن،فلسف</w:t>
      </w:r>
      <w:r w:rsidRPr="00E37591">
        <w:rPr>
          <w:rFonts w:hint="cs"/>
          <w:rtl/>
          <w:lang w:bidi="ur-PK"/>
        </w:rPr>
        <w:t>ہ،اجتماع،نفسی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استقلال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کرت</w:t>
      </w:r>
      <w:r w:rsidRPr="00E37591">
        <w:rPr>
          <w:rFonts w:hint="cs"/>
          <w:rtl/>
          <w:lang w:bidi="ur-PK"/>
        </w:rPr>
        <w:t>ے ہوئے اَدوارتاری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الگ الگ مانا</w:t>
      </w:r>
      <w:r w:rsidRPr="00E37591">
        <w:rPr>
          <w:rFonts w:hint="cs"/>
          <w:rtl/>
          <w:lang w:bidi="ur-PK"/>
        </w:rPr>
        <w:t>ہے اور حالات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ہوئے امراض کا علاج تلاش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نے معاشی</w:t>
      </w:r>
      <w:r w:rsidRPr="00E37591">
        <w:rPr>
          <w:rtl/>
          <w:lang w:bidi="ur-PK"/>
        </w:rPr>
        <w:t xml:space="preserve"> کشمکش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محسوس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حب ذات کا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محدود جذب</w:t>
      </w:r>
      <w:r w:rsidRPr="00E37591">
        <w:rPr>
          <w:rFonts w:hint="cs"/>
          <w:rtl/>
          <w:lang w:bidi="ur-PK"/>
        </w:rPr>
        <w:t>ہ ہے جو انسان کو غلبہ وقہر، استبداد واستحصال پرآمادہ کرتاہے۔اس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</w:t>
      </w:r>
      <w:r w:rsidRPr="001A3DB5">
        <w:rPr>
          <w:rStyle w:val="libArabicChar"/>
          <w:rtl/>
          <w:lang w:bidi="ur-PK"/>
        </w:rPr>
        <w:t>''الناس مسلطون عل</w:t>
      </w:r>
      <w:r w:rsidRPr="001A3DB5">
        <w:rPr>
          <w:rStyle w:val="libArabicChar"/>
          <w:rFonts w:hint="cs"/>
          <w:rtl/>
          <w:lang w:bidi="ur-PK"/>
        </w:rPr>
        <w:t>یٰ</w:t>
      </w:r>
      <w:r w:rsidRPr="001A3DB5">
        <w:rPr>
          <w:rStyle w:val="libArabicChar"/>
          <w:rtl/>
          <w:lang w:bidi="ur-PK"/>
        </w:rPr>
        <w:t xml:space="preserve"> اموال</w:t>
      </w:r>
      <w:r w:rsidR="001A3DB5" w:rsidRPr="001A3DB5">
        <w:rPr>
          <w:rStyle w:val="libArabicChar"/>
          <w:rFonts w:hint="cs"/>
          <w:rtl/>
        </w:rPr>
        <w:t>ه</w:t>
      </w:r>
      <w:r w:rsidRPr="001A3DB5">
        <w:rPr>
          <w:rStyle w:val="libArabicChar"/>
          <w:rFonts w:hint="cs"/>
          <w:rtl/>
          <w:lang w:bidi="ur-PK"/>
        </w:rPr>
        <w:t>م''</w:t>
      </w:r>
      <w:r w:rsidRPr="00E37591">
        <w:rPr>
          <w:rFonts w:hint="cs"/>
          <w:rtl/>
          <w:lang w:bidi="ur-PK"/>
        </w:rPr>
        <w:t>کہہ کر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''نحن قسمنآ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ہہ کر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وجود کو ناگزی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استبداد و استحصال ک</w:t>
      </w:r>
      <w:r w:rsidRPr="00E37591">
        <w:rPr>
          <w:rFonts w:hint="cs"/>
          <w:rtl/>
          <w:lang w:bidi="ur-PK"/>
        </w:rPr>
        <w:t>ے جملہ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عناصر کو ج</w:t>
      </w:r>
      <w:r w:rsidRPr="00E37591">
        <w:rPr>
          <w:rFonts w:hint="cs"/>
          <w:rtl/>
          <w:lang w:bidi="ur-PK"/>
        </w:rPr>
        <w:t>ڑسے اکھاڑکر پھی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مساوات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مواسات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ہے۔انسان کی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سامان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ں </w:t>
      </w:r>
      <w:r w:rsidRPr="00E37591">
        <w:rPr>
          <w:rFonts w:hint="cs"/>
          <w:rtl/>
          <w:lang w:bidi="ur-PK"/>
        </w:rPr>
        <w:t>ہے بلکہ اطمی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 اس کی</w:t>
      </w:r>
      <w:r w:rsidRPr="00E37591">
        <w:rPr>
          <w:rtl/>
          <w:lang w:bidi="ur-PK"/>
        </w:rPr>
        <w:t xml:space="preserve"> پشت پر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وعقائدک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عقائد ونظر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ملت</w:t>
      </w:r>
      <w:r w:rsidRPr="00E37591">
        <w:rPr>
          <w:rFonts w:hint="cs"/>
          <w:rtl/>
          <w:lang w:bidi="ur-PK"/>
        </w:rPr>
        <w:t>ے۔بلکہ مذہب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اسلام اس معن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کو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ومذ</w:t>
      </w:r>
      <w:r w:rsidRPr="00E37591">
        <w:rPr>
          <w:rFonts w:hint="cs"/>
          <w:rtl/>
          <w:lang w:bidi="ur-PK"/>
        </w:rPr>
        <w:t>ہب سے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ساتھ ساتھ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عناصر بھی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ے ساتھ تزکیۂ</w:t>
      </w:r>
      <w:r w:rsidRPr="00E37591">
        <w:rPr>
          <w:rtl/>
          <w:lang w:bidi="ur-PK"/>
        </w:rPr>
        <w:t xml:space="preserve"> نفس ک</w:t>
      </w:r>
      <w:r w:rsidRPr="00E37591">
        <w:rPr>
          <w:rFonts w:hint="cs"/>
          <w:rtl/>
          <w:lang w:bidi="ur-PK"/>
        </w:rPr>
        <w:t>ے اسباب بھی</w:t>
      </w:r>
      <w:r w:rsidRPr="00E37591">
        <w:rPr>
          <w:rtl/>
          <w:lang w:bidi="ur-PK"/>
        </w:rPr>
        <w:t xml:space="preserve"> فرا</w:t>
      </w:r>
      <w:r w:rsidRPr="00E37591">
        <w:rPr>
          <w:rFonts w:hint="cs"/>
          <w:rtl/>
          <w:lang w:bidi="ur-PK"/>
        </w:rPr>
        <w:t>ہم کرتاہے۔اس کے دامن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سدھارکے ساتھ بندگی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سدھار بھی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مسئل</w:t>
      </w:r>
      <w:r w:rsidRPr="00E37591">
        <w:rPr>
          <w:rFonts w:hint="cs"/>
          <w:rtl/>
          <w:lang w:bidi="ur-PK"/>
        </w:rPr>
        <w:t>ہ گرچہ کافی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طلب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کتاب کاموضوع اقتصادی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 اس لئے اس سے ہٹ کر عقائد وافکار پرروشنی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ڈالنا مناسب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مقام پر اتنا بھی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کرناتھاکہ دنی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سب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اقتصادی</w:t>
      </w:r>
      <w:r w:rsidRPr="00E37591">
        <w:rPr>
          <w:rtl/>
          <w:lang w:bidi="ur-PK"/>
        </w:rPr>
        <w:t xml:space="preserve"> کشمکش ک</w:t>
      </w:r>
      <w:r w:rsidRPr="00E37591">
        <w:rPr>
          <w:rFonts w:hint="cs"/>
          <w:rtl/>
          <w:lang w:bidi="ur-PK"/>
        </w:rPr>
        <w:t>ے اسباب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ذرائع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۔اقتصادکے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8" w:name="_Toc468966759"/>
      <w:bookmarkStart w:id="9" w:name="_Toc468970710"/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خاک</w:t>
      </w:r>
      <w:r w:rsidRPr="00E37591">
        <w:rPr>
          <w:rFonts w:hint="cs"/>
          <w:rtl/>
          <w:lang w:bidi="ur-PK"/>
        </w:rPr>
        <w:t>ہ</w:t>
      </w:r>
      <w:bookmarkEnd w:id="8"/>
      <w:bookmarkEnd w:id="9"/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</w:t>
      </w:r>
      <w:r w:rsidRPr="00E37591">
        <w:rPr>
          <w:rFonts w:hint="cs"/>
          <w:rtl/>
          <w:lang w:bidi="ur-PK"/>
        </w:rPr>
        <w:t>ہاں تک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کا تعلق </w:t>
      </w:r>
      <w:r w:rsidRPr="00E37591">
        <w:rPr>
          <w:rFonts w:hint="cs"/>
          <w:rtl/>
          <w:lang w:bidi="ur-PK"/>
        </w:rPr>
        <w:t>ہے اس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بی</w:t>
      </w:r>
      <w:r w:rsidRPr="00E37591">
        <w:rPr>
          <w:rFonts w:hint="eastAsia"/>
          <w:rtl/>
          <w:lang w:bidi="ur-PK"/>
        </w:rPr>
        <w:t>جان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اس کی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۔انسان نے جب سے صفحۂ ہستی</w:t>
      </w:r>
      <w:r w:rsidRPr="00E37591">
        <w:rPr>
          <w:rtl/>
          <w:lang w:bidi="ur-PK"/>
        </w:rPr>
        <w:t xml:space="preserve"> پر قدم رک</w:t>
      </w:r>
      <w:r w:rsidRPr="00E37591">
        <w:rPr>
          <w:rFonts w:hint="cs"/>
          <w:rtl/>
          <w:lang w:bidi="ur-PK"/>
        </w:rPr>
        <w:t>ھاہے اپنے ساتھ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کر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ہردور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lastRenderedPageBreak/>
        <w:t xml:space="preserve">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تدب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کرتار</w:t>
      </w:r>
      <w:r w:rsidRPr="00E37591">
        <w:rPr>
          <w:rFonts w:hint="cs"/>
          <w:rtl/>
          <w:lang w:bidi="ur-PK"/>
        </w:rPr>
        <w:t>ہاہے۔نبی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کا مسئل</w:t>
      </w:r>
      <w:r w:rsidRPr="00E37591">
        <w:rPr>
          <w:rFonts w:hint="cs"/>
          <w:rtl/>
          <w:lang w:bidi="ur-PK"/>
        </w:rPr>
        <w:t>ہ پہلے انسان کے سامنے اسی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ھتاتھا جس طرح آج اربوں کی</w:t>
      </w:r>
      <w:r w:rsidRPr="00E37591">
        <w:rPr>
          <w:rtl/>
          <w:lang w:bidi="ur-PK"/>
        </w:rPr>
        <w:t xml:space="preserve"> تعداد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ھتاہے۔فرق صرف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س</w:t>
      </w:r>
      <w:r w:rsidRPr="00E37591">
        <w:rPr>
          <w:rFonts w:hint="cs"/>
          <w:rtl/>
          <w:lang w:bidi="ur-PK"/>
        </w:rPr>
        <w:t>ے مافوق مسائل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اصطلاح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ذاتی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نفعت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ہرشی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باارزش 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متبادل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وجود اس وقت س</w:t>
      </w:r>
      <w:r w:rsidRPr="00E37591">
        <w:rPr>
          <w:rFonts w:hint="cs"/>
          <w:rtl/>
          <w:lang w:bidi="ur-PK"/>
        </w:rPr>
        <w:t>ے ہواہے جب سے انسانی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اس کی</w:t>
      </w:r>
      <w:r w:rsidRPr="00E37591">
        <w:rPr>
          <w:rtl/>
          <w:lang w:bidi="ur-PK"/>
        </w:rPr>
        <w:t xml:space="preserve"> ضرورتوں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ہواہے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اپن</w:t>
      </w:r>
      <w:r w:rsidRPr="00E37591">
        <w:rPr>
          <w:rFonts w:hint="cs"/>
          <w:rtl/>
          <w:lang w:bidi="ur-PK"/>
        </w:rPr>
        <w:t>ے جملہ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خود کفی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کے لائق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ہا۔ضروری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ڑھالی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توب</w:t>
      </w:r>
      <w:r w:rsidRPr="00E37591">
        <w:rPr>
          <w:rFonts w:hint="cs"/>
          <w:rtl/>
          <w:lang w:bidi="ur-PK"/>
        </w:rPr>
        <w:t>ہت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تصور ت</w:t>
      </w:r>
      <w:r w:rsidRPr="00E37591">
        <w:rPr>
          <w:rFonts w:hint="cs"/>
          <w:rtl/>
          <w:lang w:bidi="ur-PK"/>
        </w:rPr>
        <w:t>ھالی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علاج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بلائ</w:t>
      </w:r>
      <w:r w:rsidRPr="00E37591">
        <w:rPr>
          <w:rFonts w:hint="cs"/>
          <w:rtl/>
          <w:lang w:bidi="ur-PK"/>
        </w:rPr>
        <w:t>ے بے درماں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کار ک</w:t>
      </w:r>
      <w:r w:rsidRPr="00E37591">
        <w:rPr>
          <w:rFonts w:hint="cs"/>
          <w:rtl/>
          <w:lang w:bidi="ur-PK"/>
        </w:rPr>
        <w:t>ے اصولوںپر عمل پی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مجبورہوگی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۔قانون یہ</w:t>
      </w:r>
      <w:r w:rsidRPr="00E37591">
        <w:rPr>
          <w:rtl/>
          <w:lang w:bidi="ur-PK"/>
        </w:rPr>
        <w:t xml:space="preserve"> بناک</w:t>
      </w:r>
      <w:r w:rsidRPr="00E37591">
        <w:rPr>
          <w:rFonts w:hint="cs"/>
          <w:rtl/>
          <w:lang w:bidi="ur-PK"/>
        </w:rPr>
        <w:t>ہ ہرشخص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ہر</w:t>
      </w:r>
      <w:r w:rsidRPr="00E37591">
        <w:rPr>
          <w:rtl/>
          <w:lang w:bidi="ur-PK"/>
        </w:rPr>
        <w:t xml:space="preserve"> جماعت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داوارکاانتظام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اورآخرمی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داوارکو</w:t>
      </w:r>
      <w:r w:rsidRPr="00E37591">
        <w:rPr>
          <w:rtl/>
          <w:lang w:bidi="ur-PK"/>
        </w:rPr>
        <w:t xml:space="preserve"> حسب ضرورت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تصور بظا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سادہ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پورا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رک</w:t>
      </w:r>
      <w:r w:rsidRPr="00E37591">
        <w:rPr>
          <w:rFonts w:hint="cs"/>
          <w:rtl/>
          <w:lang w:bidi="ur-PK"/>
        </w:rPr>
        <w:t>ھتاہے۔تبادلہ طرفی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اور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جستجو کا متقاض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سے علم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مسائل کا آغاز ہوتاہے۔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دورکا قطع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سراغ لگان</w:t>
      </w:r>
      <w:r w:rsidRPr="00E37591">
        <w:rPr>
          <w:rFonts w:hint="cs"/>
          <w:rtl/>
          <w:lang w:bidi="ur-PK"/>
        </w:rPr>
        <w:t>ے سے قاصر ہے کہ اس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اصول 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ھے؟ اور اصول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ھے؟لی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ہنگاموں کے نقل نہ ہونے سے اندازہ ہوتاہے کہ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محدود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نظراس وقت کاانسان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پاک باطن اور صاف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ہاہوگا۔لی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چاندن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دن  ؟آخرکو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طبع کو بلابننات</w:t>
      </w:r>
      <w:r w:rsidRPr="00E37591">
        <w:rPr>
          <w:rFonts w:hint="cs"/>
          <w:rtl/>
          <w:lang w:bidi="ur-PK"/>
        </w:rPr>
        <w:t>ھا چنانچہ بڑھتی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ضرورتوں ن</w:t>
      </w:r>
      <w:r w:rsidRPr="00E37591">
        <w:rPr>
          <w:rFonts w:hint="cs"/>
          <w:rtl/>
          <w:lang w:bidi="ur-PK"/>
        </w:rPr>
        <w:t>ے مختلف اسباب کی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دلائی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ہرشخص نے اپنے نجی</w:t>
      </w:r>
      <w:r w:rsidRPr="00E37591">
        <w:rPr>
          <w:rtl/>
          <w:lang w:bidi="ur-PK"/>
        </w:rPr>
        <w:t xml:space="preserve">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سنب</w:t>
      </w:r>
      <w:r w:rsidRPr="00E37591">
        <w:rPr>
          <w:rFonts w:hint="cs"/>
          <w:rtl/>
          <w:lang w:bidi="ur-PK"/>
        </w:rPr>
        <w:t>ھالے۔ اسے جہاں تبادلہ کے لئے زراعت کرناہے وہاں ذاتی</w:t>
      </w:r>
      <w:r w:rsidRPr="00E37591">
        <w:rPr>
          <w:rtl/>
          <w:lang w:bidi="ur-PK"/>
        </w:rPr>
        <w:t xml:space="preserve"> افاد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جانوروں کی</w:t>
      </w:r>
      <w:r w:rsidRPr="00E37591">
        <w:rPr>
          <w:rtl/>
          <w:lang w:bidi="ur-PK"/>
        </w:rPr>
        <w:t xml:space="preserve"> پرورش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کرنا</w:t>
      </w:r>
      <w:r w:rsidRPr="00E37591">
        <w:rPr>
          <w:rFonts w:hint="cs"/>
          <w:rtl/>
          <w:lang w:bidi="ur-PK"/>
        </w:rPr>
        <w:t xml:space="preserve">ہے۔اسباب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اضافہ 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ہوااور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ضرورت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6B3A31">
      <w:pPr>
        <w:pStyle w:val="libNormal"/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بناپرکا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قدم جمائے اور اب انسانی</w:t>
      </w:r>
      <w:r w:rsidRPr="00E37591">
        <w:rPr>
          <w:rtl/>
          <w:lang w:bidi="ur-PK"/>
        </w:rPr>
        <w:t xml:space="preserve"> مزاج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بن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کم کر</w:t>
      </w:r>
      <w:r w:rsidRPr="00E37591">
        <w:rPr>
          <w:rFonts w:hint="cs"/>
          <w:rtl/>
          <w:lang w:bidi="ur-PK"/>
        </w:rPr>
        <w:t>ے او رمنفعت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حاصل کر</w:t>
      </w:r>
      <w:r w:rsidRPr="00E37591">
        <w:rPr>
          <w:rFonts w:hint="cs"/>
          <w:rtl/>
          <w:lang w:bidi="ur-PK"/>
        </w:rPr>
        <w:t>ے۔اس کا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بازوؤں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کو جنگ وجدال پر صرف کرنات</w:t>
      </w:r>
      <w:r w:rsidRPr="00E37591">
        <w:rPr>
          <w:rFonts w:hint="cs"/>
          <w:rtl/>
          <w:lang w:bidi="ur-PK"/>
        </w:rPr>
        <w:t>ھا۔چنانچہ ہمسایہ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پر قبض</w:t>
      </w:r>
      <w:r w:rsidRPr="00E37591">
        <w:rPr>
          <w:rFonts w:hint="cs"/>
          <w:rtl/>
          <w:lang w:bidi="ur-PK"/>
        </w:rPr>
        <w:t xml:space="preserve">ہ کاسلسلہ </w:t>
      </w:r>
      <w:r w:rsidRPr="00E37591">
        <w:rPr>
          <w:rFonts w:hint="eastAsia"/>
          <w:rtl/>
          <w:lang w:bidi="ur-PK"/>
        </w:rPr>
        <w:t>شروع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چاروں طرف جنگ وجدل کا بازار گرم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۔جنگ وجدل کا مقصد صرف مالی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نہ تھا اور نہ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رقبہ کا اضافہ 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بلکہ اس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مفتوح قوم کو غلام وکنی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بناکر ان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ے۔غلامی</w:t>
      </w:r>
      <w:r w:rsidRPr="00E37591">
        <w:rPr>
          <w:rtl/>
          <w:lang w:bidi="ur-PK"/>
        </w:rPr>
        <w:t xml:space="preserve"> کا سب س</w:t>
      </w:r>
      <w:r w:rsidRPr="00E37591">
        <w:rPr>
          <w:rFonts w:hint="cs"/>
          <w:rtl/>
          <w:lang w:bidi="ur-PK"/>
        </w:rPr>
        <w:t>ے بڑافائدہ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</w:t>
      </w:r>
      <w:r w:rsidRPr="00E37591">
        <w:rPr>
          <w:rtl/>
          <w:lang w:bidi="ur-PK"/>
        </w:rPr>
        <w:t xml:space="preserve"> غلام کام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کھاتاکم ہے۔اس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حکومت کرتا</w:t>
      </w:r>
      <w:r w:rsidRPr="00E37591">
        <w:rPr>
          <w:rFonts w:hint="cs"/>
          <w:rtl/>
          <w:lang w:bidi="ur-PK"/>
        </w:rPr>
        <w:t>ہے۔''کام کرو اورکھاؤی</w:t>
      </w:r>
      <w:r w:rsidRPr="00E37591">
        <w:rPr>
          <w:rFonts w:hint="eastAsia"/>
          <w:rtl/>
          <w:lang w:bidi="ur-PK"/>
        </w:rPr>
        <w:t>امرجاؤ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۔ظاہرہے کہ جس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کشمکش س</w:t>
      </w:r>
      <w:r w:rsidRPr="00E37591">
        <w:rPr>
          <w:rFonts w:hint="cs"/>
          <w:rtl/>
          <w:lang w:bidi="ur-PK"/>
        </w:rPr>
        <w:t>ے دوچار ہوگی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کام ک</w:t>
      </w:r>
      <w:r w:rsidRPr="00E37591">
        <w:rPr>
          <w:rFonts w:hint="cs"/>
          <w:rtl/>
          <w:lang w:bidi="ur-PK"/>
        </w:rPr>
        <w:t>ے علاوہ 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ہوگا؟نتی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دھی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کارواج عام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eastAsia"/>
          <w:rtl/>
          <w:lang w:bidi="ur-PK"/>
        </w:rPr>
        <w:t>پورانظام</w:t>
      </w:r>
      <w:r w:rsidRPr="00E37591">
        <w:rPr>
          <w:rtl/>
          <w:lang w:bidi="ur-PK"/>
        </w:rPr>
        <w:t xml:space="preserve"> اقتصاد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چلن</w:t>
      </w:r>
      <w:r w:rsidRPr="00E37591">
        <w:rPr>
          <w:rFonts w:hint="cs"/>
          <w:rtl/>
          <w:lang w:bidi="ur-PK"/>
        </w:rPr>
        <w:t>ے لگا۔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 بلا کانام </w:t>
      </w:r>
      <w:r w:rsidRPr="00E37591">
        <w:rPr>
          <w:rFonts w:hint="cs"/>
          <w:rtl/>
          <w:lang w:bidi="ur-PK"/>
        </w:rPr>
        <w:t>ہے؟اس کے مصائب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؟اس کا انداز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ہے۔اس کے لئے صرف اتنا تصور ہی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غلامی</w:t>
      </w:r>
      <w:r w:rsidRPr="00E37591">
        <w:rPr>
          <w:rtl/>
          <w:lang w:bidi="ur-PK"/>
        </w:rPr>
        <w:t xml:space="preserve"> اس قنوط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کانام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اپنا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  <w:r w:rsidRPr="00E37591">
        <w:rPr>
          <w:rtl/>
          <w:lang w:bidi="ur-PK"/>
        </w:rPr>
        <w:t>اور کرنا سب کچ</w:t>
      </w:r>
      <w:r w:rsidRPr="00E37591">
        <w:rPr>
          <w:rFonts w:hint="cs"/>
          <w:rtl/>
          <w:lang w:bidi="ur-PK"/>
        </w:rPr>
        <w:t>ھ اپنے ہی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ہے۔ہمارے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دور کو دور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ہاجاتاہے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اجنب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محکوم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دور ت</w:t>
      </w:r>
      <w:r w:rsidRPr="00E37591">
        <w:rPr>
          <w:rFonts w:hint="cs"/>
          <w:rtl/>
          <w:lang w:bidi="ur-PK"/>
        </w:rPr>
        <w:t>ھا۔ اسے غلامی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واسط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محکوم قوم کو احتجاج کرنے کا موقع ملا اور اس نے محکومی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آمر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وحاکم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بدل ڈالا۔غلامی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امکان کا تصور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تھاوہاں آزادی</w:t>
      </w:r>
      <w:r w:rsidRPr="00E37591">
        <w:rPr>
          <w:rtl/>
          <w:lang w:bidi="ur-PK"/>
        </w:rPr>
        <w:t xml:space="preserve"> کا تصورجرم اور 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،کپ</w:t>
      </w:r>
      <w:r w:rsidRPr="00E37591">
        <w:rPr>
          <w:rFonts w:hint="cs"/>
          <w:rtl/>
          <w:lang w:bidi="ur-PK"/>
        </w:rPr>
        <w:t>ڑے</w:t>
      </w:r>
      <w:r w:rsidRPr="00E37591">
        <w:rPr>
          <w:rtl/>
          <w:lang w:bidi="ur-PK"/>
        </w:rPr>
        <w:t xml:space="preserve"> کا سوال ناقابل معان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قصور  غلام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بازار کا سودات</w:t>
      </w:r>
      <w:r w:rsidRPr="00E37591">
        <w:rPr>
          <w:rFonts w:hint="cs"/>
          <w:rtl/>
          <w:lang w:bidi="ur-PK"/>
        </w:rPr>
        <w:t>ھا اور کنی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رقم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سلسل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مدت تک چلتار</w:t>
      </w:r>
      <w:r w:rsidRPr="00E37591">
        <w:rPr>
          <w:rFonts w:hint="cs"/>
          <w:rtl/>
          <w:lang w:bidi="ur-PK"/>
        </w:rPr>
        <w:t>ہااور خود غرض حکام غلاموں کو ظلم کی</w:t>
      </w:r>
      <w:r w:rsidRPr="00E37591">
        <w:rPr>
          <w:rtl/>
          <w:lang w:bidi="ur-PK"/>
        </w:rPr>
        <w:t xml:space="preserve"> 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کراپن</w:t>
      </w:r>
      <w:r w:rsidRPr="00E37591">
        <w:rPr>
          <w:rFonts w:hint="cs"/>
          <w:rtl/>
          <w:lang w:bidi="ur-PK"/>
        </w:rPr>
        <w:t>ے''معاش فراو</w:t>
      </w:r>
      <w:r w:rsidRPr="00E37591">
        <w:rPr>
          <w:rtl/>
          <w:lang w:bidi="ur-PK"/>
        </w:rPr>
        <w:t>اں''کا انتظام کرت</w:t>
      </w:r>
      <w:r w:rsidRPr="00E37591">
        <w:rPr>
          <w:rFonts w:hint="cs"/>
          <w:rtl/>
          <w:lang w:bidi="ur-PK"/>
        </w:rPr>
        <w:t>ے رہے۔انہی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خبر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طرح مای</w:t>
      </w:r>
      <w:r w:rsidRPr="00E37591">
        <w:rPr>
          <w:rFonts w:hint="eastAsia"/>
          <w:rtl/>
          <w:lang w:bidi="ur-PK"/>
        </w:rPr>
        <w:t>وس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گذارن</w:t>
      </w:r>
      <w:r w:rsidRPr="00E37591">
        <w:rPr>
          <w:rFonts w:hint="cs"/>
          <w:rtl/>
          <w:lang w:bidi="ur-PK"/>
        </w:rPr>
        <w:t>ے والے اپنے دست وبازوکی</w:t>
      </w:r>
      <w:r w:rsidRPr="00E37591">
        <w:rPr>
          <w:rtl/>
          <w:lang w:bidi="ur-PK"/>
        </w:rPr>
        <w:t xml:space="preserve"> توانائ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ھوبیٹھتے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فوج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اور </w:t>
      </w:r>
      <w:r w:rsidRPr="00E37591">
        <w:rPr>
          <w:rFonts w:hint="eastAsia"/>
          <w:rtl/>
          <w:lang w:bidi="ur-PK"/>
        </w:rPr>
        <w:t>جس</w:t>
      </w:r>
      <w:r w:rsidRPr="00E37591">
        <w:rPr>
          <w:rtl/>
          <w:lang w:bidi="ur-PK"/>
        </w:rPr>
        <w:t xml:space="preserve"> فوج ک</w:t>
      </w:r>
      <w:r w:rsidRPr="00E37591">
        <w:rPr>
          <w:rFonts w:hint="cs"/>
          <w:rtl/>
          <w:lang w:bidi="ur-PK"/>
        </w:rPr>
        <w:t>ے سہارے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ممالک کو فتح کرک</w:t>
      </w:r>
      <w:r w:rsidRPr="00E37591">
        <w:rPr>
          <w:rFonts w:hint="cs"/>
          <w:rtl/>
          <w:lang w:bidi="ur-PK"/>
        </w:rPr>
        <w:t>ے غلام سازی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کام کو فروغ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ہے۔نتی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غلامانہ زندگی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ساری</w:t>
      </w:r>
      <w:r w:rsidRPr="00E37591">
        <w:rPr>
          <w:rtl/>
          <w:lang w:bidi="ur-PK"/>
        </w:rPr>
        <w:t xml:space="preserve"> توانائ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ختم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حکام اپن</w:t>
      </w:r>
      <w:r w:rsidRPr="00E37591">
        <w:rPr>
          <w:rFonts w:hint="cs"/>
          <w:rtl/>
          <w:lang w:bidi="ur-PK"/>
        </w:rPr>
        <w:t>ے لشکر جرار سے محروم ہوگئے۔اب حکام کے سامنے دومتقابل سوالات تھے۔ی</w:t>
      </w:r>
      <w:r w:rsidRPr="00E37591">
        <w:rPr>
          <w:rFonts w:hint="eastAsia"/>
          <w:rtl/>
          <w:lang w:bidi="ur-PK"/>
        </w:rPr>
        <w:t>اتواس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بزول،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وناتواں قوم ک</w:t>
      </w:r>
      <w:r w:rsidRPr="00E37591">
        <w:rPr>
          <w:rFonts w:hint="cs"/>
          <w:rtl/>
          <w:lang w:bidi="ur-PK"/>
        </w:rPr>
        <w:t>ے سامنے حکومت ک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ہرآن دوسرے ملک کے حملہ کا اندی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ان غلاموں ک</w:t>
      </w:r>
      <w:r w:rsidRPr="00E37591">
        <w:rPr>
          <w:rFonts w:hint="cs"/>
          <w:rtl/>
          <w:lang w:bidi="ur-PK"/>
        </w:rPr>
        <w:t>ے سراٹھانے کا خطرہ 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سب کو آزاد کرک</w:t>
      </w:r>
      <w:r w:rsidRPr="00E37591">
        <w:rPr>
          <w:rFonts w:hint="cs"/>
          <w:rtl/>
          <w:lang w:bidi="ur-PK"/>
        </w:rPr>
        <w:t>ے خود گوشہ نشی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۔جس کا مطلب حکومت سے محکومی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قدم ب</w:t>
      </w:r>
      <w:r w:rsidRPr="00E37591">
        <w:rPr>
          <w:rFonts w:hint="cs"/>
          <w:rtl/>
          <w:lang w:bidi="ur-PK"/>
        </w:rPr>
        <w:t>ڑھاناہے جو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ناممکن ساکام </w:t>
      </w:r>
      <w:r w:rsidRPr="00E37591">
        <w:rPr>
          <w:rFonts w:hint="cs"/>
          <w:rtl/>
          <w:lang w:bidi="ur-PK"/>
        </w:rPr>
        <w:t>ہے ۔حکام نے مسئلہ پربڑی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غور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نکالا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غلاموں کو تھوڑی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ھوڑی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کاشتکار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اس طرح ان کی</w:t>
      </w:r>
      <w:r w:rsidRPr="00E37591">
        <w:rPr>
          <w:rtl/>
          <w:lang w:bidi="ur-PK"/>
        </w:rPr>
        <w:t xml:space="preserve"> محکوم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رحم وکرم سے مطمئن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لمحہ تھا جہاں سے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باب شروع </w:t>
      </w:r>
      <w:r w:rsidRPr="00E37591">
        <w:rPr>
          <w:rFonts w:hint="cs"/>
          <w:rtl/>
          <w:lang w:bidi="ur-PK"/>
        </w:rPr>
        <w:t>ہوتاہے۔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کہ حکومت برقرار رہے اور غلاموں کو کاشتکار کادرجہ دے کر ان سے ک</w:t>
      </w:r>
      <w:r w:rsidRPr="00E37591">
        <w:rPr>
          <w:rtl/>
          <w:lang w:bidi="ur-PK"/>
        </w:rPr>
        <w:t>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ے۔کاشتکار اپنے عنوان کی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خوش ضرور ہوجائے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تک حکومت </w:t>
      </w:r>
      <w:r w:rsidRPr="00E37591">
        <w:rPr>
          <w:rFonts w:hint="cs"/>
          <w:rtl/>
          <w:lang w:bidi="ur-PK"/>
        </w:rPr>
        <w:t xml:space="preserve">ہمارے ہاتھ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ہمارے لئے کوئی</w:t>
      </w:r>
      <w:r w:rsidRPr="00E37591">
        <w:rPr>
          <w:rtl/>
          <w:lang w:bidi="ur-PK"/>
        </w:rPr>
        <w:t xml:space="preserve"> فرق ن</w:t>
      </w:r>
      <w:r w:rsidRPr="00E37591">
        <w:rPr>
          <w:rFonts w:hint="cs"/>
          <w:rtl/>
          <w:lang w:bidi="ur-PK"/>
        </w:rPr>
        <w:t>ہ ہوگا۔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ہمارے ملک کا وہ دور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لوگ چند سال پ</w:t>
      </w:r>
      <w:r w:rsidRPr="00E37591">
        <w:rPr>
          <w:rFonts w:hint="cs"/>
          <w:rtl/>
          <w:lang w:bidi="ur-PK"/>
        </w:rPr>
        <w:t>ہلے زندگی</w:t>
      </w:r>
      <w:r w:rsidRPr="00E37591">
        <w:rPr>
          <w:rtl/>
          <w:lang w:bidi="ur-PK"/>
        </w:rPr>
        <w:t xml:space="preserve"> گذارر</w:t>
      </w:r>
      <w:r w:rsidRPr="00E37591">
        <w:rPr>
          <w:rFonts w:hint="cs"/>
          <w:rtl/>
          <w:lang w:bidi="ur-PK"/>
        </w:rPr>
        <w:t>ہے تھے بلکہ اس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انک،ظالم،سفاک،ب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رحم اور سنگدل دورکانام </w:t>
      </w:r>
      <w:r w:rsidRPr="00E37591">
        <w:rPr>
          <w:rFonts w:hint="cs"/>
          <w:rtl/>
          <w:lang w:bidi="ur-PK"/>
        </w:rPr>
        <w:t>ہے جہاں انسان خود بھی</w:t>
      </w:r>
      <w:r w:rsidRPr="00E37591">
        <w:rPr>
          <w:rtl/>
          <w:lang w:bidi="ur-PK"/>
        </w:rPr>
        <w:t xml:space="preserve"> غلام </w:t>
      </w:r>
      <w:r w:rsidRPr="00E37591">
        <w:rPr>
          <w:rFonts w:hint="cs"/>
          <w:rtl/>
          <w:lang w:bidi="ur-PK"/>
        </w:rPr>
        <w:t>ہوتاتھا اور اس کی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ھی۔بلکہ بسااوقات توعزت وآبرو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tl/>
          <w:lang w:bidi="ur-PK"/>
        </w:rPr>
        <w:t xml:space="preserve"> ناموس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سب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''صبحِ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''کا انتظار کرر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جان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وامظالم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نجات ملے اور مواسات وہمدردی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کے ساتھ ساتھ انسانی</w:t>
      </w:r>
      <w:r w:rsidRPr="00E37591">
        <w:rPr>
          <w:rtl/>
          <w:lang w:bidi="ur-PK"/>
        </w:rPr>
        <w:t xml:space="preserve"> برادر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تصور قائم </w:t>
      </w:r>
      <w:r w:rsidRPr="00E37591">
        <w:rPr>
          <w:rFonts w:hint="cs"/>
          <w:rtl/>
          <w:lang w:bidi="ur-PK"/>
        </w:rPr>
        <w:t>ہوکہ اچانک فار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اسلام کا آفتاب چمکا اور اس کی</w:t>
      </w:r>
      <w:r w:rsidRPr="00E37591">
        <w:rPr>
          <w:rtl/>
          <w:lang w:bidi="ur-PK"/>
        </w:rPr>
        <w:t xml:space="preserve"> 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نوران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برپاکرد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۔مغرب ان ضی</w:t>
      </w:r>
      <w:r w:rsidRPr="00E37591">
        <w:rPr>
          <w:rFonts w:hint="eastAsia"/>
          <w:rtl/>
          <w:lang w:bidi="ur-PK"/>
        </w:rPr>
        <w:t>ابار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س</w:t>
      </w:r>
      <w:r w:rsidRPr="00E37591">
        <w:rPr>
          <w:rFonts w:hint="cs"/>
          <w:rtl/>
          <w:lang w:bidi="ur-PK"/>
        </w:rPr>
        <w:t>ے بالکل بے خبر اور محروم تھا۔وہاں دردکا احساس کرنے والے بہت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دواکرن</w:t>
      </w:r>
      <w:r w:rsidRPr="00E37591">
        <w:rPr>
          <w:rFonts w:hint="cs"/>
          <w:rtl/>
          <w:lang w:bidi="ur-PK"/>
        </w:rPr>
        <w:t>ے والا کوئی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تھا۔بی</w:t>
      </w:r>
      <w:r w:rsidRPr="00E37591">
        <w:rPr>
          <w:rFonts w:hint="eastAsia"/>
          <w:rtl/>
          <w:lang w:bidi="ur-PK"/>
        </w:rPr>
        <w:t>مار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ھوں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سلسل</w:t>
      </w:r>
      <w:r w:rsidRPr="00E37591">
        <w:rPr>
          <w:rFonts w:hint="cs"/>
          <w:rtl/>
          <w:lang w:bidi="ur-PK"/>
        </w:rPr>
        <w:t>ہ آگے بڑھتاگی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 دولت نے انسان کو اس منزل تک پہنچادی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Fonts w:hint="cs"/>
          <w:rtl/>
          <w:lang w:bidi="ur-PK"/>
        </w:rPr>
        <w:t>ہاں</w:t>
      </w:r>
      <w:r w:rsidRPr="00E37591">
        <w:rPr>
          <w:rtl/>
          <w:lang w:bidi="ur-PK"/>
        </w:rPr>
        <w:t xml:space="preserve"> زراعت پر صنعت کا اضاف</w:t>
      </w:r>
      <w:r w:rsidRPr="00E37591">
        <w:rPr>
          <w:rFonts w:hint="cs"/>
          <w:rtl/>
          <w:lang w:bidi="ur-PK"/>
        </w:rPr>
        <w:t>ہ ہوا۔جاگی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کارخانے کھول</w:t>
      </w:r>
      <w:r w:rsidRPr="00E37591">
        <w:rPr>
          <w:rtl/>
          <w:lang w:bidi="ur-PK"/>
        </w:rPr>
        <w:t>نا شروع کئ</w:t>
      </w:r>
      <w:r w:rsidRPr="00E37591">
        <w:rPr>
          <w:rFonts w:hint="cs"/>
          <w:rtl/>
          <w:lang w:bidi="ur-PK"/>
        </w:rPr>
        <w:t>ے اور کاشتکاروں کو مزدوروں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مل گئ</w:t>
      </w:r>
      <w:r w:rsidRPr="00E37591">
        <w:rPr>
          <w:rFonts w:hint="cs"/>
          <w:rtl/>
          <w:lang w:bidi="ur-PK"/>
        </w:rPr>
        <w:t>ی۔انسان کی</w:t>
      </w:r>
      <w:r w:rsidRPr="00E37591">
        <w:rPr>
          <w:rtl/>
          <w:lang w:bidi="ur-PK"/>
        </w:rPr>
        <w:t xml:space="preserve"> قطرت کا تقاضا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جب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عاجز آجاتاہے تو اسے ترک کرنے پر ف</w:t>
      </w:r>
      <w:r w:rsidRPr="00E37591">
        <w:rPr>
          <w:rFonts w:hint="eastAsia"/>
          <w:rtl/>
          <w:lang w:bidi="ur-PK"/>
        </w:rPr>
        <w:t>وراً</w:t>
      </w:r>
      <w:r w:rsidRPr="00E37591">
        <w:rPr>
          <w:rtl/>
          <w:lang w:bidi="ur-PK"/>
        </w:rPr>
        <w:t xml:space="preserve"> آماد</w:t>
      </w:r>
      <w:r w:rsidRPr="00E37591">
        <w:rPr>
          <w:rFonts w:hint="cs"/>
          <w:rtl/>
          <w:lang w:bidi="ur-PK"/>
        </w:rPr>
        <w:t>ہ ہوجاتاہے چاہے اس کا متبادل نظام پہلے سے بدتر ثابت ہو۔چنانچہ کاشتکاروں نے مزدوری</w:t>
      </w:r>
      <w:r w:rsidRPr="00E37591">
        <w:rPr>
          <w:rtl/>
          <w:lang w:bidi="ur-PK"/>
        </w:rPr>
        <w:t xml:space="preserve"> کوکاشتکار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بہتر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</w:t>
      </w:r>
      <w:r w:rsidRPr="00E37591">
        <w:rPr>
          <w:rtl/>
          <w:lang w:bidi="ur-PK"/>
        </w:rPr>
        <w:t>س کا استقبال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لے لی۔یہ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دشوار </w:t>
      </w:r>
      <w:r w:rsidRPr="00E37591">
        <w:rPr>
          <w:rFonts w:hint="cs"/>
          <w:rtl/>
          <w:lang w:bidi="ur-PK"/>
        </w:rPr>
        <w:t>ہے کہ ان دونوں نظاموں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کون سا نظام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صالح 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اتنا ضرور ک</w:t>
      </w:r>
      <w:r w:rsidRPr="00E37591">
        <w:rPr>
          <w:rFonts w:hint="cs"/>
          <w:rtl/>
          <w:lang w:bidi="ur-PK"/>
        </w:rPr>
        <w:t>ہاجاسکتا ہے کہ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کاشتکارک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تصور ت</w:t>
      </w:r>
      <w:r w:rsidRPr="00E37591">
        <w:rPr>
          <w:rFonts w:hint="cs"/>
          <w:rtl/>
          <w:lang w:bidi="ur-PK"/>
        </w:rPr>
        <w:t>ھا 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تصور بھی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سے نکل گئی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کاشتکارکو مزدور کا </w:t>
      </w:r>
      <w:r w:rsidRPr="00E37591">
        <w:rPr>
          <w:rFonts w:hint="cs"/>
          <w:rtl/>
          <w:lang w:bidi="ur-PK"/>
        </w:rPr>
        <w:t>ٹائٹل مل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۔اب صورت حال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مزدور مالک کے رحم وکرم پر کام کرے اور اس کی</w:t>
      </w:r>
      <w:r w:rsidRPr="00E37591">
        <w:rPr>
          <w:rtl/>
          <w:lang w:bidi="ur-PK"/>
        </w:rPr>
        <w:t xml:space="preserve"> صوابد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اجرت لے۔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اجرت کا معامل</w:t>
      </w:r>
      <w:r w:rsidRPr="00E37591">
        <w:rPr>
          <w:rFonts w:hint="cs"/>
          <w:rtl/>
          <w:lang w:bidi="ur-PK"/>
        </w:rPr>
        <w:t>ہ بظاہر خود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 ن</w:t>
      </w:r>
      <w:r w:rsidRPr="00E37591">
        <w:rPr>
          <w:rFonts w:hint="cs"/>
          <w:rtl/>
          <w:lang w:bidi="ur-PK"/>
        </w:rPr>
        <w:t>ہ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امکان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کا رازیہ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کم س</w:t>
      </w:r>
      <w:r w:rsidRPr="00E37591">
        <w:rPr>
          <w:rFonts w:hint="cs"/>
          <w:rtl/>
          <w:lang w:bidi="ur-PK"/>
        </w:rPr>
        <w:t>ے کم خرچ پرزی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اور دوسری</w:t>
      </w:r>
      <w:r w:rsidRPr="00E37591">
        <w:rPr>
          <w:rtl/>
          <w:lang w:bidi="ur-PK"/>
        </w:rPr>
        <w:t xml:space="preserve"> طرف 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ہتات آدمی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کو کم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مزدور کے لئے زندگی</w:t>
      </w:r>
      <w:r w:rsidRPr="00E37591">
        <w:rPr>
          <w:rtl/>
          <w:lang w:bidi="ur-PK"/>
        </w:rPr>
        <w:t xml:space="preserve"> دشوار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کم سے کم اجرت پرکام کرنے کے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عادلان</w:t>
      </w:r>
      <w:r w:rsidRPr="00E37591">
        <w:rPr>
          <w:rFonts w:hint="cs"/>
          <w:rtl/>
          <w:lang w:bidi="ur-PK"/>
        </w:rPr>
        <w:t>ہ تشددآمی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برس</w:t>
      </w:r>
      <w:r w:rsidRPr="00E37591">
        <w:rPr>
          <w:rFonts w:hint="cs"/>
          <w:rtl/>
          <w:lang w:bidi="ur-PK"/>
        </w:rPr>
        <w:t>ہابرس پستی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دور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جب مزدوروں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احساس کرا</w:t>
      </w:r>
      <w:r w:rsidRPr="00E37591">
        <w:rPr>
          <w:rFonts w:hint="cs"/>
          <w:rtl/>
          <w:lang w:bidi="ur-PK"/>
        </w:rPr>
        <w:t>ہ سے بدل گئی</w:t>
      </w:r>
      <w:r w:rsidRPr="00E37591">
        <w:rPr>
          <w:rtl/>
          <w:lang w:bidi="ur-PK"/>
        </w:rPr>
        <w:t xml:space="preserve"> اور اس کرا</w:t>
      </w:r>
      <w:r w:rsidRPr="00E37591">
        <w:rPr>
          <w:rFonts w:hint="cs"/>
          <w:rtl/>
          <w:lang w:bidi="ur-PK"/>
        </w:rPr>
        <w:t>ہ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خرمن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 لگاد</w:t>
      </w:r>
      <w:r w:rsidRPr="00E37591">
        <w:rPr>
          <w:rFonts w:hint="cs"/>
          <w:rtl/>
          <w:lang w:bidi="ur-PK"/>
        </w:rPr>
        <w:t>ی۔آگ کی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چنگار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آدم اسمت</w:t>
      </w:r>
      <w:r w:rsidRPr="00E37591">
        <w:rPr>
          <w:rFonts w:hint="cs"/>
          <w:rtl/>
          <w:lang w:bidi="ur-PK"/>
        </w:rPr>
        <w:t>ھ اور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A78C3" w:rsidRDefault="00FA78C3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اپنی</w:t>
      </w:r>
      <w:r w:rsidRPr="00E37591">
        <w:rPr>
          <w:rtl/>
          <w:lang w:bidi="ur-PK"/>
        </w:rPr>
        <w:t xml:space="preserve"> فکر کو منظم ن</w:t>
      </w:r>
      <w:r w:rsidRPr="00E37591">
        <w:rPr>
          <w:rFonts w:hint="cs"/>
          <w:rtl/>
          <w:lang w:bidi="ur-PK"/>
        </w:rPr>
        <w:t>ہ کرسکتے تھے۔ان کی</w:t>
      </w:r>
      <w:r w:rsidRPr="00E37591">
        <w:rPr>
          <w:rtl/>
          <w:lang w:bidi="ur-PK"/>
        </w:rPr>
        <w:t xml:space="preserve"> آواز صدابصحرا</w:t>
      </w:r>
      <w:r w:rsidRPr="00E37591">
        <w:rPr>
          <w:rFonts w:hint="cs"/>
          <w:rtl/>
          <w:lang w:bidi="ur-PK"/>
        </w:rPr>
        <w:t>ہوکر رہ گئی۔دوبارہ اسی</w:t>
      </w:r>
      <w:r w:rsidRPr="00E37591">
        <w:rPr>
          <w:rtl/>
          <w:lang w:bidi="ur-PK"/>
        </w:rPr>
        <w:t xml:space="preserve"> آواز کو کارل مارکس ن</w:t>
      </w:r>
      <w:r w:rsidRPr="00E37591">
        <w:rPr>
          <w:rFonts w:hint="cs"/>
          <w:rtl/>
          <w:lang w:bidi="ur-PK"/>
        </w:rPr>
        <w:t>ے بلند کی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عالم لب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کے لئے آمادہ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اکثر وبی</w:t>
      </w:r>
      <w:r w:rsidRPr="00E37591">
        <w:rPr>
          <w:rFonts w:hint="eastAsia"/>
          <w:rtl/>
          <w:lang w:bidi="ur-PK"/>
        </w:rPr>
        <w:t>شتر</w:t>
      </w:r>
      <w:r w:rsidRPr="00E37591">
        <w:rPr>
          <w:rtl/>
          <w:lang w:bidi="ur-PK"/>
        </w:rPr>
        <w:t xml:space="preserve"> ممالک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جناز</w:t>
      </w:r>
      <w:r w:rsidRPr="00E37591">
        <w:rPr>
          <w:rFonts w:hint="cs"/>
          <w:rtl/>
          <w:lang w:bidi="ur-PK"/>
        </w:rPr>
        <w:t>ہ نکل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جس جنت کا خواب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خواب بھی</w:t>
      </w:r>
      <w:r w:rsidRPr="00E37591">
        <w:rPr>
          <w:rtl/>
          <w:lang w:bidi="ur-PK"/>
        </w:rPr>
        <w:t xml:space="preserve"> شرمند</w:t>
      </w:r>
      <w:r w:rsidRPr="00E37591">
        <w:rPr>
          <w:rFonts w:hint="cs"/>
          <w:rtl/>
          <w:lang w:bidi="ur-PK"/>
        </w:rPr>
        <w:t>ۂ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کارل مارکسک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عالمگ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جنت ارض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خاک</w:t>
      </w:r>
      <w:r w:rsidRPr="00E37591">
        <w:rPr>
          <w:rFonts w:hint="cs"/>
          <w:rtl/>
          <w:lang w:bidi="ur-PK"/>
        </w:rPr>
        <w:t>ہ بن جاتی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سماج کے پست،غری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اور پس</w:t>
      </w:r>
      <w:r w:rsidRPr="00E37591">
        <w:rPr>
          <w:rFonts w:hint="cs"/>
          <w:rtl/>
          <w:lang w:bidi="ur-PK"/>
        </w:rPr>
        <w:t>ے ہوئے طبقے کا انسان تھا اور خود اس کافلسفہ اس بات کا شاہد ہے کہ انسانی</w:t>
      </w:r>
      <w:r w:rsidRPr="00E37591">
        <w:rPr>
          <w:rtl/>
          <w:lang w:bidi="ur-PK"/>
        </w:rPr>
        <w:t xml:space="preserve"> افکار اس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ترجمان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مارکس کے معاشی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ے قبضہ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ۂ انتقام سے بدل گئی۔انتقام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بلا</w:t>
      </w:r>
      <w:r w:rsidRPr="00E37591">
        <w:rPr>
          <w:rFonts w:hint="cs"/>
          <w:rtl/>
          <w:lang w:bidi="ur-PK"/>
        </w:rPr>
        <w:t>ہے جو انسان کو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سے ہٹادی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سلامت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سلب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ہے۔مارکس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کا انتقامی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روت</w:t>
      </w:r>
      <w:r w:rsidRPr="00E37591">
        <w:rPr>
          <w:rFonts w:hint="cs"/>
          <w:rtl/>
          <w:lang w:bidi="ur-PK"/>
        </w:rPr>
        <w:t>ھا۔اس کی</w:t>
      </w:r>
      <w:r w:rsidRPr="00E37591">
        <w:rPr>
          <w:rtl/>
          <w:lang w:bidi="ur-PK"/>
        </w:rPr>
        <w:t xml:space="preserve"> فکر پر انتقام کا جذب</w:t>
      </w:r>
      <w:r w:rsidRPr="00E37591">
        <w:rPr>
          <w:rFonts w:hint="cs"/>
          <w:rtl/>
          <w:lang w:bidi="ur-PK"/>
        </w:rPr>
        <w:t>ہ غالب آگی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قلع قمع کرن</w:t>
      </w:r>
      <w:r w:rsidRPr="00E37591">
        <w:rPr>
          <w:rFonts w:hint="cs"/>
          <w:rtl/>
          <w:lang w:bidi="ur-PK"/>
        </w:rPr>
        <w:t>ے کے لئے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تک س</w:t>
      </w:r>
      <w:r w:rsidRPr="00E37591">
        <w:rPr>
          <w:rFonts w:hint="cs"/>
          <w:rtl/>
          <w:lang w:bidi="ur-PK"/>
        </w:rPr>
        <w:t>ے انکار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۔مارکس کے ان افکار کا مکمل تجزیہ</w:t>
      </w:r>
      <w:r w:rsidRPr="00E37591">
        <w:rPr>
          <w:rtl/>
          <w:lang w:bidi="ur-PK"/>
        </w:rPr>
        <w:t xml:space="preserve">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 ۔اس مقام پر صرف ذہنوں کو قری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لئے م</w:t>
      </w:r>
      <w:r w:rsidRPr="00E37591">
        <w:rPr>
          <w:rFonts w:hint="eastAsia"/>
          <w:rtl/>
          <w:lang w:bidi="ur-PK"/>
        </w:rPr>
        <w:t>ارکس</w:t>
      </w:r>
      <w:r w:rsidRPr="00E37591">
        <w:rPr>
          <w:rtl/>
          <w:lang w:bidi="ur-PK"/>
        </w:rPr>
        <w:t xml:space="preserve"> افکار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بعض افکار کو بطور نمونہ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ک</w:t>
      </w:r>
      <w:r w:rsidRPr="00E37591">
        <w:rPr>
          <w:rFonts w:hint="cs"/>
          <w:rtl/>
          <w:lang w:bidi="ur-PK"/>
        </w:rPr>
        <w:t>ہ اس پر انتقام کی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ھاپ کتنی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انتقام نے کس طرح اس کی</w:t>
      </w:r>
      <w:r w:rsidRPr="00E37591">
        <w:rPr>
          <w:rtl/>
          <w:lang w:bidi="ur-PK"/>
        </w:rPr>
        <w:t xml:space="preserve"> فکر کو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۔مارکس نے اپنے فلسفہ کا آغاز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</w:t>
      </w:r>
      <w:r w:rsidRPr="00E37591">
        <w:rPr>
          <w:rFonts w:hint="eastAsia"/>
          <w:rtl/>
          <w:lang w:bidi="ur-PK"/>
        </w:rPr>
        <w:t>رار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پہلی</w:t>
      </w:r>
      <w:r w:rsidRPr="00E37591">
        <w:rPr>
          <w:rtl/>
          <w:lang w:bidi="ur-PK"/>
        </w:rPr>
        <w:t xml:space="preserve"> بحث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 ونب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ہے۔ہم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کا آغاز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س</w:t>
      </w:r>
      <w:r w:rsidRPr="00E37591">
        <w:rPr>
          <w:rFonts w:hint="cs"/>
          <w:rtl/>
          <w:lang w:bidi="ur-PK"/>
        </w:rPr>
        <w:t>ے کررہے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824138">
      <w:pPr>
        <w:pStyle w:val="libNormal"/>
        <w:rPr>
          <w:rtl/>
          <w:lang w:bidi="ur-PK"/>
        </w:rPr>
      </w:pPr>
    </w:p>
    <w:p w:rsidR="00824138" w:rsidRPr="00062BB0" w:rsidRDefault="00824138" w:rsidP="00062BB0">
      <w:pPr>
        <w:pStyle w:val="libBold2"/>
        <w:rPr>
          <w:rtl/>
        </w:rPr>
      </w:pPr>
      <w:bookmarkStart w:id="10" w:name="_Toc468966760"/>
      <w:r w:rsidRPr="00062BB0">
        <w:rPr>
          <w:rFonts w:hint="eastAsia"/>
          <w:rtl/>
        </w:rPr>
        <w:t>ق</w:t>
      </w:r>
      <w:r w:rsidRPr="00062BB0">
        <w:rPr>
          <w:rFonts w:hint="cs"/>
          <w:rtl/>
        </w:rPr>
        <w:t>ی</w:t>
      </w:r>
      <w:r w:rsidRPr="00062BB0">
        <w:rPr>
          <w:rFonts w:hint="eastAsia"/>
          <w:rtl/>
        </w:rPr>
        <w:t>مت</w:t>
      </w:r>
      <w:r w:rsidRPr="00062BB0">
        <w:rPr>
          <w:rtl/>
        </w:rPr>
        <w:t>:</w:t>
      </w:r>
      <w:bookmarkEnd w:id="10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جو اس ک</w:t>
      </w:r>
      <w:r w:rsidRPr="00E37591">
        <w:rPr>
          <w:rFonts w:hint="cs"/>
          <w:rtl/>
          <w:lang w:bidi="ur-PK"/>
        </w:rPr>
        <w:t>ے منافع وفوائد کے اعتبار سے طے کی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ہے۔کاغذ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ھناہے اورزمی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کاشتکار</w:t>
      </w:r>
      <w:r w:rsidRPr="00E37591">
        <w:rPr>
          <w:rFonts w:hint="cs"/>
          <w:rtl/>
          <w:lang w:bidi="ur-PK"/>
        </w:rPr>
        <w:t>ی۔کاغذ لکھنے کے لائق ہے توقی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چاہے اس کا تبادلہ نہ ہو  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کاشت ک</w:t>
      </w:r>
      <w:r w:rsidRPr="00E37591">
        <w:rPr>
          <w:rFonts w:hint="cs"/>
          <w:rtl/>
          <w:lang w:bidi="ur-PK"/>
        </w:rPr>
        <w:t>ے قابل ہے تو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چاہے اس کی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وفروخت ن</w:t>
      </w:r>
      <w:r w:rsidRPr="00E37591">
        <w:rPr>
          <w:rFonts w:hint="cs"/>
          <w:rtl/>
          <w:lang w:bidi="ur-PK"/>
        </w:rPr>
        <w:t>ہ ہو 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کے اعتبار سے طے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اگرکاغذ ی</w:t>
      </w:r>
      <w:r w:rsidRPr="00E37591">
        <w:rPr>
          <w:rFonts w:hint="eastAsia"/>
          <w:rtl/>
          <w:lang w:bidi="ur-PK"/>
        </w:rPr>
        <w:t>ازم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جنس س</w:t>
      </w:r>
      <w:r w:rsidRPr="00E37591">
        <w:rPr>
          <w:rFonts w:hint="cs"/>
          <w:rtl/>
          <w:lang w:bidi="ur-PK"/>
        </w:rPr>
        <w:t>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کاغذ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ہوگا۔ذاتی</w:t>
      </w:r>
      <w:r w:rsidRPr="00E37591">
        <w:rPr>
          <w:rtl/>
          <w:lang w:bidi="ur-PK"/>
        </w:rPr>
        <w:t xml:space="preserve"> منفعت اور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کامعی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ہے اور اس کا تعل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ہے۔عالم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بحث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ی۔اقتصادی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بحث صرف متبادل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اقتصادکی</w:t>
      </w:r>
      <w:r w:rsidRPr="00E37591">
        <w:rPr>
          <w:rtl/>
          <w:lang w:bidi="ur-PK"/>
        </w:rPr>
        <w:t xml:space="preserve"> روح اور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ہے۔مارکس نے اس موضوع پر تفصی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کرن</w:t>
      </w:r>
      <w:r w:rsidRPr="00E37591">
        <w:rPr>
          <w:rFonts w:hint="cs"/>
          <w:rtl/>
          <w:lang w:bidi="ur-PK"/>
        </w:rPr>
        <w:t>ے کے بعد 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نکالا</w:t>
      </w:r>
      <w:r w:rsidRPr="00E37591">
        <w:rPr>
          <w:rFonts w:hint="cs"/>
          <w:rtl/>
          <w:lang w:bidi="ur-PK"/>
        </w:rPr>
        <w:t>ہے کہ متبادل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 xml:space="preserve">ہے </w:t>
      </w:r>
      <w:r w:rsidRPr="00E37591">
        <w:rPr>
          <w:rFonts w:hint="eastAsia"/>
          <w:rtl/>
          <w:lang w:bidi="ur-PK"/>
        </w:rPr>
        <w:t>جس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پرجتن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صرف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 او رچونک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محنت کش مزدور </w:t>
      </w:r>
      <w:r w:rsidRPr="00E37591">
        <w:rPr>
          <w:rFonts w:hint="cs"/>
          <w:rtl/>
          <w:lang w:bidi="ur-PK"/>
        </w:rPr>
        <w:t>ہوتاہے اس لئے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</w:t>
      </w:r>
      <w:r w:rsidRPr="00E37591">
        <w:rPr>
          <w:rFonts w:hint="cs"/>
          <w:rtl/>
          <w:lang w:bidi="ur-PK"/>
        </w:rPr>
        <w:t>ہے مالک سے اس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محنت اور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رابطہ کو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کسان ن</w:t>
      </w:r>
      <w:r w:rsidRPr="00E37591">
        <w:rPr>
          <w:rFonts w:hint="cs"/>
          <w:rtl/>
          <w:lang w:bidi="ur-PK"/>
        </w:rPr>
        <w:t>ے دوگھنٹہ ی</w:t>
      </w:r>
      <w:r w:rsidRPr="00E37591">
        <w:rPr>
          <w:rFonts w:hint="eastAsia"/>
          <w:rtl/>
          <w:lang w:bidi="ur-PK"/>
        </w:rPr>
        <w:t>وم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 تک محنت کرکے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</w:t>
      </w:r>
      <w:r w:rsidR="00C104B3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</w:t>
      </w:r>
      <w:r w:rsidR="00C104B3" w:rsidRPr="00E37591">
        <w:rPr>
          <w:rFonts w:hint="cs"/>
          <w:rtl/>
          <w:lang w:bidi="ur-PK"/>
        </w:rPr>
        <w:t>1</w:t>
      </w:r>
      <w:r w:rsidR="00885BD0" w:rsidRPr="00E37591">
        <w:rPr>
          <w:rFonts w:hint="cs"/>
          <w:rtl/>
          <w:lang w:bidi="ur-PK"/>
        </w:rPr>
        <w:t>8</w:t>
      </w:r>
      <w:r w:rsidRPr="00E37591">
        <w:rPr>
          <w:rFonts w:hint="cs"/>
          <w:rtl/>
          <w:lang w:bidi="ur-PK"/>
        </w:rPr>
        <w:t xml:space="preserve"> گھنٹہ کی</w:t>
      </w:r>
      <w:r w:rsidRPr="00E37591">
        <w:rPr>
          <w:rtl/>
          <w:lang w:bidi="ur-PK"/>
        </w:rPr>
        <w:t xml:space="preserve"> محنت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ہے۔اب اگر کسی</w:t>
      </w:r>
      <w:r w:rsidRPr="00E37591">
        <w:rPr>
          <w:rtl/>
          <w:lang w:bidi="ur-PK"/>
        </w:rPr>
        <w:t xml:space="preserve"> کاغذبنان</w:t>
      </w:r>
      <w:r w:rsidRPr="00E37591">
        <w:rPr>
          <w:rFonts w:hint="cs"/>
          <w:rtl/>
          <w:lang w:bidi="ur-PK"/>
        </w:rPr>
        <w:t>ے والے نے کپاس کی</w:t>
      </w:r>
      <w:r w:rsidRPr="00E37591">
        <w:rPr>
          <w:rtl/>
          <w:lang w:bidi="ur-PK"/>
        </w:rPr>
        <w:t xml:space="preserve"> کاشت س</w:t>
      </w:r>
      <w:r w:rsidRPr="00E37591">
        <w:rPr>
          <w:rFonts w:hint="cs"/>
          <w:rtl/>
          <w:lang w:bidi="ur-PK"/>
        </w:rPr>
        <w:t>ے کاغذکی</w:t>
      </w:r>
      <w:r w:rsidRPr="00E37591">
        <w:rPr>
          <w:rtl/>
          <w:lang w:bidi="ur-PK"/>
        </w:rPr>
        <w:t xml:space="preserve"> ساخت تک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ی</w:t>
      </w:r>
      <w:r w:rsidRPr="00E37591">
        <w:rPr>
          <w:rFonts w:hint="eastAsia"/>
          <w:rtl/>
          <w:lang w:bidi="ur-PK"/>
        </w:rPr>
        <w:t>وم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تک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کاغذ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="00C104B3" w:rsidRPr="00E37591">
        <w:rPr>
          <w:rFonts w:hint="cs"/>
          <w:rtl/>
          <w:lang w:bidi="ur-PK"/>
        </w:rPr>
        <w:t>1</w:t>
      </w:r>
      <w:r w:rsidR="00885BD0" w:rsidRPr="00E37591">
        <w:rPr>
          <w:rFonts w:hint="cs"/>
          <w:rtl/>
          <w:lang w:bidi="ur-PK"/>
        </w:rPr>
        <w:t>8</w:t>
      </w:r>
      <w:r w:rsidR="00C104B3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گھنٹہ محنت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کاغذ س</w:t>
      </w:r>
      <w:r w:rsidRPr="00E37591">
        <w:rPr>
          <w:rFonts w:hint="cs"/>
          <w:rtl/>
          <w:lang w:bidi="ur-PK"/>
        </w:rPr>
        <w:t>ے بدلاجاسکتاہے اور اس تبادلہ کو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ظلم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ہاجاسکتااس لئے کہ دونوں پربرابر کی</w:t>
      </w:r>
      <w:r w:rsidRPr="00E37591">
        <w:rPr>
          <w:rtl/>
          <w:lang w:bidi="ur-PK"/>
        </w:rPr>
        <w:t xml:space="preserve"> محنت صرف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ہے۔محنت کو الگ کرلی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اس تبادلہ کاکوئی</w:t>
      </w:r>
      <w:r w:rsidRPr="00E37591">
        <w:rPr>
          <w:rtl/>
          <w:lang w:bidi="ur-PK"/>
        </w:rPr>
        <w:t xml:space="preserve"> جوازن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کاغذ کی</w:t>
      </w:r>
      <w:r w:rsidRPr="00E37591">
        <w:rPr>
          <w:rtl/>
          <w:lang w:bidi="ur-PK"/>
        </w:rPr>
        <w:t xml:space="preserve"> جنس اور </w:t>
      </w:r>
      <w:r w:rsidRPr="00E37591">
        <w:rPr>
          <w:rFonts w:hint="cs"/>
          <w:rtl/>
          <w:lang w:bidi="ur-PK"/>
        </w:rPr>
        <w:t>ہے اور گیہوں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جنس اور اس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والا اور ہے اور اس کا پی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اور </w:t>
      </w:r>
      <w:r w:rsidRPr="00E37591">
        <w:rPr>
          <w:rFonts w:hint="cs"/>
          <w:rtl/>
          <w:lang w:bidi="ur-PK"/>
        </w:rPr>
        <w:t>ہے اور اس کی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کہ محنت کی</w:t>
      </w:r>
      <w:r w:rsidRPr="00E37591">
        <w:rPr>
          <w:rtl/>
          <w:lang w:bidi="ur-PK"/>
        </w:rPr>
        <w:t xml:space="preserve"> دوقسم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۔محنت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محنت مرکب</w:t>
      </w:r>
      <w:r w:rsidRPr="00E37591">
        <w:rPr>
          <w:rFonts w:hint="cs"/>
          <w:rtl/>
          <w:lang w:bidi="ur-PK"/>
        </w:rPr>
        <w:t>۔محنت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قسم کا کام </w:t>
      </w:r>
      <w:r w:rsidRPr="00E37591">
        <w:rPr>
          <w:rFonts w:hint="cs"/>
          <w:rtl/>
          <w:lang w:bidi="ur-PK"/>
        </w:rPr>
        <w:t>ہوتاہے،جی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ہار، سناراور کسان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محنتاور محنت مرکب و</w:t>
      </w:r>
      <w:r w:rsidRPr="00E37591">
        <w:rPr>
          <w:rFonts w:hint="cs"/>
          <w:rtl/>
          <w:lang w:bidi="ur-PK"/>
        </w:rPr>
        <w:t>ہ کوشش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کرن</w:t>
      </w:r>
      <w:r w:rsidRPr="00E37591">
        <w:rPr>
          <w:rFonts w:hint="cs"/>
          <w:rtl/>
          <w:lang w:bidi="ur-PK"/>
        </w:rPr>
        <w:t>ے سے پہلے کام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خود کام بھی</w:t>
      </w:r>
      <w:r w:rsidRPr="00E37591">
        <w:rPr>
          <w:rtl/>
          <w:lang w:bidi="ur-PK"/>
        </w:rPr>
        <w:t xml:space="preserve"> مختلف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ہتاہے۔مثال کے طور پرآپ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مکان بنواناچا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۔مکان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ہوسکتا۔اس کے لئے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کا نقش</w:t>
      </w:r>
      <w:r w:rsidRPr="00E37591">
        <w:rPr>
          <w:rFonts w:hint="cs"/>
          <w:rtl/>
          <w:lang w:bidi="ur-PK"/>
        </w:rPr>
        <w:t>ہ، مزدور کی</w:t>
      </w:r>
      <w:r w:rsidRPr="00E37591">
        <w:rPr>
          <w:rtl/>
          <w:lang w:bidi="ur-PK"/>
        </w:rPr>
        <w:t xml:space="preserve"> جانفشان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،معمار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دقت نظر اور مواد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متناسب وموزوں شکل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اکثرمحن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خود سابق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طلبگار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کا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Fonts w:hint="cs"/>
          <w:rtl/>
          <w:lang w:bidi="ur-PK"/>
        </w:rPr>
        <w:t>ہونا</w:t>
      </w:r>
      <w:r w:rsidRPr="00E37591">
        <w:rPr>
          <w:rtl/>
          <w:lang w:bidi="ur-PK"/>
        </w:rPr>
        <w:t xml:space="preserve"> محنت چا</w:t>
      </w:r>
      <w:r w:rsidRPr="00E37591">
        <w:rPr>
          <w:rFonts w:hint="cs"/>
          <w:rtl/>
          <w:lang w:bidi="ur-PK"/>
        </w:rPr>
        <w:t>ہتاہے۔معمار کافن کارہونا محنت چاہتاہے مواد</w:t>
      </w:r>
      <w:r w:rsidRPr="00E37591">
        <w:rPr>
          <w:rtl/>
          <w:lang w:bidi="ur-PK"/>
        </w:rPr>
        <w:t>کاموزوں ومتناسب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آنامحنت کا طالب </w:t>
      </w:r>
      <w:r w:rsidRPr="00E37591">
        <w:rPr>
          <w:rFonts w:hint="cs"/>
          <w:rtl/>
          <w:lang w:bidi="ur-PK"/>
        </w:rPr>
        <w:t>ہے۔اس لئے مکان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لگات</w:t>
      </w:r>
      <w:r w:rsidRPr="00E37591">
        <w:rPr>
          <w:rFonts w:hint="cs"/>
          <w:rtl/>
          <w:lang w:bidi="ur-PK"/>
        </w:rPr>
        <w:t>ے وقت صرف انجی</w:t>
      </w:r>
      <w:r w:rsidRPr="00E37591">
        <w:rPr>
          <w:rFonts w:hint="eastAsia"/>
          <w:rtl/>
          <w:lang w:bidi="ur-PK"/>
        </w:rPr>
        <w:t>نئر،معمار،مزدور</w:t>
      </w:r>
      <w:r w:rsidRPr="00E37591">
        <w:rPr>
          <w:rtl/>
          <w:lang w:bidi="ur-PK"/>
        </w:rPr>
        <w:t xml:space="preserve"> اور مواد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متوںکا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 بلکہ</w:t>
      </w:r>
      <w:r w:rsidRPr="00E37591">
        <w:rPr>
          <w:rtl/>
          <w:lang w:bidi="ur-PK"/>
        </w:rPr>
        <w:t xml:space="preserve">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ومعمار مواد پر صرف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محنتوں کا لحاظ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کرنا پ</w:t>
      </w:r>
      <w:r w:rsidRPr="00E37591">
        <w:rPr>
          <w:rFonts w:hint="cs"/>
          <w:rtl/>
          <w:lang w:bidi="ur-PK"/>
        </w:rPr>
        <w:t>ڑھے گا اور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کہ وہ محنتی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کتن</w:t>
      </w:r>
      <w:r w:rsidRPr="00E37591">
        <w:rPr>
          <w:rFonts w:hint="cs"/>
          <w:rtl/>
          <w:lang w:bidi="ur-PK"/>
        </w:rPr>
        <w:t>ے کاموں پر صرف 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ںا</w:t>
      </w:r>
      <w:r w:rsidRPr="00E37591">
        <w:rPr>
          <w:rtl/>
          <w:lang w:bidi="ur-PK"/>
        </w:rPr>
        <w:t xml:space="preserve"> س مکان کا حص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مکان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 ظاہر ہے کہ یہ</w:t>
      </w:r>
      <w:r w:rsidRPr="00E37591">
        <w:rPr>
          <w:rtl/>
          <w:lang w:bidi="ur-PK"/>
        </w:rPr>
        <w:t xml:space="preserve"> کام اس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دشوار بلک</w:t>
      </w:r>
      <w:r w:rsidRPr="00E37591">
        <w:rPr>
          <w:rFonts w:hint="cs"/>
          <w:rtl/>
          <w:lang w:bidi="ur-PK"/>
        </w:rPr>
        <w:t>ہ ن</w:t>
      </w:r>
      <w:r w:rsidRPr="00E37591">
        <w:rPr>
          <w:rFonts w:hint="eastAsia"/>
          <w:rtl/>
          <w:lang w:bidi="ur-PK"/>
        </w:rPr>
        <w:t>اممکن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لگان</w:t>
      </w:r>
      <w:r w:rsidRPr="00E37591">
        <w:rPr>
          <w:rFonts w:hint="cs"/>
          <w:rtl/>
          <w:lang w:bidi="ur-PK"/>
        </w:rPr>
        <w:t>ے کے لئے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ومعمار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عمر ک</w:t>
      </w:r>
      <w:r w:rsidRPr="00E37591">
        <w:rPr>
          <w:rFonts w:hint="cs"/>
          <w:rtl/>
          <w:lang w:bidi="ur-PK"/>
        </w:rPr>
        <w:t>ے کاروبار پر نظرکرنا پڑے گی</w:t>
      </w:r>
      <w:r w:rsidRPr="00E37591">
        <w:rPr>
          <w:rtl/>
          <w:lang w:bidi="ur-PK"/>
        </w:rPr>
        <w:t xml:space="preserve"> جو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ناممکن عمل </w:t>
      </w:r>
      <w:r w:rsidRPr="00E37591">
        <w:rPr>
          <w:rFonts w:hint="cs"/>
          <w:rtl/>
          <w:lang w:bidi="ur-PK"/>
        </w:rPr>
        <w:t>ہے۔حالانکہ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ہوجانے کے بعد اس کے فن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مقرر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ہوجاتاہے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فن پرکتنی</w:t>
      </w:r>
      <w:r w:rsidRPr="00E37591">
        <w:rPr>
          <w:rtl/>
          <w:lang w:bidi="ur-PK"/>
        </w:rPr>
        <w:t xml:space="preserve"> محنت صرف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اب مکان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مقرر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دوبار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لحاظ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ڑتی۔ صرف سابق کی</w:t>
      </w:r>
      <w:r w:rsidRPr="00E37591">
        <w:rPr>
          <w:rtl/>
          <w:lang w:bidi="ur-PK"/>
        </w:rPr>
        <w:t xml:space="preserve"> مقررشد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کو جو</w:t>
      </w:r>
      <w:r w:rsidRPr="00E37591">
        <w:rPr>
          <w:rFonts w:hint="cs"/>
          <w:rtl/>
          <w:lang w:bidi="ur-PK"/>
        </w:rPr>
        <w:t>ڑدی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ڑتاہے اور بس۔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62BB0">
      <w:pPr>
        <w:pStyle w:val="libBold2"/>
        <w:rPr>
          <w:rtl/>
          <w:lang w:bidi="ur-PK"/>
        </w:rPr>
      </w:pPr>
      <w:bookmarkStart w:id="11" w:name="_Toc468966761"/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نظر:</w:t>
      </w:r>
      <w:bookmarkEnd w:id="11"/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ے اس نظریہ</w:t>
      </w:r>
      <w:r w:rsidRPr="00E37591">
        <w:rPr>
          <w:rtl/>
          <w:lang w:bidi="ur-PK"/>
        </w:rPr>
        <w:t xml:space="preserve"> پربحث کرن</w:t>
      </w:r>
      <w:r w:rsidRPr="00E37591">
        <w:rPr>
          <w:rFonts w:hint="cs"/>
          <w:rtl/>
          <w:lang w:bidi="ur-PK"/>
        </w:rPr>
        <w:t>ے کے لئے بڑاوقت درکارہے اور اسکے علمی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ہلوؤں پر مکمل بحث 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ہے۔اس مقام پر صرف یہ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کرنا مقصود ہے کہ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کتناوقی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اور باارزش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ہوعملی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انتہائی</w:t>
      </w:r>
      <w:r w:rsidRPr="00E37591">
        <w:rPr>
          <w:rtl/>
          <w:lang w:bidi="ur-PK"/>
        </w:rPr>
        <w:t xml:space="preserve"> کمزور اور ب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قطع نظرکرکے وضع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جاتے اور نہ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آسمان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نازل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اور معاشرت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تک جاکر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انکشاف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کس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ہورہاہے۔علم اقتصاد کاکام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کا تبادل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کاغذ س</w:t>
      </w:r>
      <w:r w:rsidRPr="00E37591">
        <w:rPr>
          <w:rFonts w:hint="cs"/>
          <w:rtl/>
          <w:lang w:bidi="ur-PK"/>
        </w:rPr>
        <w:t>ے جائز ی</w:t>
      </w:r>
      <w:r w:rsidRPr="00E37591">
        <w:rPr>
          <w:rFonts w:hint="eastAsia"/>
          <w:rtl/>
          <w:lang w:bidi="ur-PK"/>
        </w:rPr>
        <w:t>اناجائز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ے،اس کاکام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رم کا غذ س</w:t>
      </w:r>
      <w:r w:rsidRPr="00E37591">
        <w:rPr>
          <w:rFonts w:hint="cs"/>
          <w:rtl/>
          <w:lang w:bidi="ur-PK"/>
        </w:rPr>
        <w:t>ے بدلتاہوادی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انکشاف کر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کس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ہورہاہے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ورق کاغذ 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بدلاجاتا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کاغذ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ھٹانک گیہوں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ہوااور اس تجزیہ</w:t>
      </w:r>
      <w:r w:rsidRPr="00E37591">
        <w:rPr>
          <w:rtl/>
          <w:lang w:bidi="ur-PK"/>
        </w:rPr>
        <w:t xml:space="preserve"> کا فائد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اس طرح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والے مظالم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ہمارے پاس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مستحکم قانون آجاتا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صالح او رفاسد نظام معاش کو الگ الگ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سماجی</w:t>
      </w:r>
      <w:r w:rsidRPr="00E37591">
        <w:rPr>
          <w:rtl/>
          <w:lang w:bidi="ur-PK"/>
        </w:rPr>
        <w:t xml:space="preserve"> معاملات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مقصد ک</w:t>
      </w:r>
      <w:r w:rsidRPr="00E37591">
        <w:rPr>
          <w:rFonts w:hint="cs"/>
          <w:rtl/>
          <w:lang w:bidi="ur-PK"/>
        </w:rPr>
        <w:t>ے لئے ہوتاہے تو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تمام معاملات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ھنا ہوتاہے جو آئے دن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جن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سماج ظلم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ناانصاف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تصور کرتا</w:t>
      </w:r>
      <w:r w:rsidRPr="00E37591">
        <w:rPr>
          <w:rFonts w:hint="cs"/>
          <w:rtl/>
          <w:lang w:bidi="ur-PK"/>
        </w:rPr>
        <w:t>۔اس سلسلے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قطعاً غلط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اکثر معاملات ہمارے قانون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لپ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اگردو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بچ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استثنائ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ے۔اس لئے کہ اولاً توا ستثنائی</w:t>
      </w:r>
      <w:r w:rsidRPr="00E37591">
        <w:rPr>
          <w:rtl/>
          <w:lang w:bidi="ur-PK"/>
        </w:rPr>
        <w:t xml:space="preserve"> حالات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تحکم اور دعوائ</w:t>
      </w:r>
      <w:r w:rsidRPr="00E37591">
        <w:rPr>
          <w:rFonts w:hint="cs"/>
          <w:rtl/>
          <w:lang w:bidi="ur-PK"/>
        </w:rPr>
        <w:t>ے بے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طرح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گرفت ممکن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اور جب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</w:t>
      </w:r>
      <w:r w:rsidRPr="00E37591">
        <w:rPr>
          <w:rFonts w:hint="eastAsia"/>
          <w:rtl/>
          <w:lang w:bidi="ur-PK"/>
        </w:rPr>
        <w:t>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استثناء ہی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اپنے اس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ے بہت سے معاملات کو قطعی</w:t>
      </w:r>
      <w:r w:rsidRPr="00E37591">
        <w:rPr>
          <w:rtl/>
          <w:lang w:bidi="ur-PK"/>
        </w:rPr>
        <w:t xml:space="preserve"> طورپر نظرانداز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بظاہر دوہی</w:t>
      </w:r>
      <w:r w:rsidRPr="00E37591">
        <w:rPr>
          <w:rtl/>
          <w:lang w:bidi="ur-PK"/>
        </w:rPr>
        <w:t xml:space="preserve"> سبب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چشم پوش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تمام معاملات کو سامنے رکھنے کے بعد کوئی</w:t>
      </w:r>
      <w:r w:rsidRPr="00E37591">
        <w:rPr>
          <w:rtl/>
          <w:lang w:bidi="ur-PK"/>
        </w:rPr>
        <w:t xml:space="preserve"> قانون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ہاتھا اور عدل وظلم کا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لئے قانون کی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اکثر معاملات کا سہارالے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وضع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معاملات کو استثناء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831748" w:rsidRDefault="00824138" w:rsidP="00824138">
      <w:pPr>
        <w:pStyle w:val="libNormal"/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چشم پوش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دوسرا سبب(جوم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نزد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ہے)یہ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کے انقلابی</w:t>
      </w:r>
      <w:r w:rsidRPr="00E37591">
        <w:rPr>
          <w:rtl/>
          <w:lang w:bidi="ur-PK"/>
        </w:rPr>
        <w:t xml:space="preserve"> تصورات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ھے۔وہ اپنے سماج کے مظالم سے متاثر تھاکہ اس کے لئے صدائے احتجاج کابلند </w:t>
      </w:r>
      <w:r w:rsidRPr="00E37591">
        <w:rPr>
          <w:rtl/>
          <w:lang w:bidi="ur-PK"/>
        </w:rPr>
        <w:t>کرنا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ھا۔اس کے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انتقام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ھڑک پائی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انتقام کاتقاضا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سرمایہ</w:t>
      </w:r>
      <w:r w:rsidRPr="00E37591">
        <w:rPr>
          <w:rtl/>
          <w:lang w:bidi="ur-PK"/>
        </w:rPr>
        <w:t xml:space="preserve"> دار طبق</w:t>
      </w:r>
      <w:r w:rsidRPr="00E37591">
        <w:rPr>
          <w:rFonts w:hint="cs"/>
          <w:rtl/>
          <w:lang w:bidi="ur-PK"/>
        </w:rPr>
        <w:t>ہ کو ظالم ثابت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اس وقت تک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جب تک محنت کو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بناکر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کو غاصب،چور،نکما اور سماج کا ب</w:t>
      </w:r>
      <w:r w:rsidRPr="00E37591">
        <w:rPr>
          <w:rFonts w:hint="cs"/>
          <w:rtl/>
          <w:lang w:bidi="ur-PK"/>
        </w:rPr>
        <w:t>ے مصرف عنصرفرض نہ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۔مارکس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مجبور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ن</w:t>
      </w:r>
      <w:r w:rsidRPr="00E37591">
        <w:rPr>
          <w:rFonts w:hint="cs"/>
          <w:rtl/>
          <w:lang w:bidi="ur-PK"/>
        </w:rPr>
        <w:t>ے اس کو اتنے اہم عناصر سے چشم پوشی</w:t>
      </w:r>
      <w:r w:rsidRPr="00E37591">
        <w:rPr>
          <w:rtl/>
          <w:lang w:bidi="ur-PK"/>
        </w:rPr>
        <w:t xml:space="preserve"> پر آماد</w:t>
      </w:r>
      <w:r w:rsidRPr="00E37591">
        <w:rPr>
          <w:rFonts w:hint="cs"/>
          <w:rtl/>
          <w:lang w:bidi="ur-PK"/>
        </w:rPr>
        <w:t>ہ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کا نظر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مقبول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قابل ترمی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وتنس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اور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ۂ اعتبار سے س</w:t>
      </w:r>
      <w:r w:rsidRPr="00E37591">
        <w:rPr>
          <w:rtl/>
          <w:lang w:bidi="ur-PK"/>
        </w:rPr>
        <w:t xml:space="preserve">اقط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FA78C3" w:rsidRPr="00E37591" w:rsidRDefault="00FA78C3" w:rsidP="00131EBE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12" w:name="_Toc468966762"/>
      <w:bookmarkStart w:id="13" w:name="_Toc468970711"/>
      <w:r w:rsidRPr="00E37591">
        <w:rPr>
          <w:rFonts w:hint="eastAsia"/>
          <w:rtl/>
          <w:lang w:bidi="ur-PK"/>
        </w:rPr>
        <w:t>فنون</w:t>
      </w:r>
      <w:r w:rsidRPr="00E37591">
        <w:rPr>
          <w:rtl/>
          <w:lang w:bidi="ur-PK"/>
        </w:rPr>
        <w:t xml:space="preserve"> لط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bookmarkEnd w:id="12"/>
      <w:bookmarkEnd w:id="13"/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فنون لط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کاموں سے ممتاز رکھاگی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ہے۔مذہبی</w:t>
      </w:r>
      <w:r w:rsidRPr="00E37591">
        <w:rPr>
          <w:rtl/>
          <w:lang w:bidi="ur-PK"/>
        </w:rPr>
        <w:t xml:space="preserve"> اور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سے یہ</w:t>
      </w:r>
      <w:r w:rsidRPr="00E37591">
        <w:rPr>
          <w:rtl/>
          <w:lang w:bidi="ur-PK"/>
        </w:rPr>
        <w:t xml:space="preserve"> بات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اغلط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سے یہ</w:t>
      </w:r>
      <w:r w:rsidRPr="00E37591">
        <w:rPr>
          <w:rtl/>
          <w:lang w:bidi="ur-PK"/>
        </w:rPr>
        <w:t xml:space="preserve"> بات ناقابل انکار </w:t>
      </w:r>
      <w:r w:rsidRPr="00E37591">
        <w:rPr>
          <w:rFonts w:hint="cs"/>
          <w:rtl/>
          <w:lang w:bidi="ur-PK"/>
        </w:rPr>
        <w:t>ہے کہ سماج نے ہر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فنون کو 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رقص پر</w:t>
      </w:r>
      <w:r w:rsidRPr="00E37591">
        <w:rPr>
          <w:rFonts w:hint="cs"/>
          <w:rtl/>
          <w:lang w:bidi="ur-PK"/>
        </w:rPr>
        <w:t>ہزاروں روپیہ</w:t>
      </w:r>
      <w:r w:rsidRPr="00E37591">
        <w:rPr>
          <w:rtl/>
          <w:lang w:bidi="ur-PK"/>
        </w:rPr>
        <w:t xml:space="preserve"> کا خرچ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گان</w:t>
      </w:r>
      <w:r w:rsidRPr="00E37591">
        <w:rPr>
          <w:rFonts w:hint="cs"/>
          <w:rtl/>
          <w:lang w:bidi="ur-PK"/>
        </w:rPr>
        <w:t>ے پر روپہلے،سنہرے سکوں کی</w:t>
      </w:r>
      <w:r w:rsidRPr="00E37591">
        <w:rPr>
          <w:rtl/>
          <w:lang w:bidi="ur-PK"/>
        </w:rPr>
        <w:t xml:space="preserve"> بوچ</w:t>
      </w:r>
      <w:r w:rsidRPr="00E37591">
        <w:rPr>
          <w:rFonts w:hint="cs"/>
          <w:rtl/>
          <w:lang w:bidi="ur-PK"/>
        </w:rPr>
        <w:t>ھاراور اداکار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ادا پر دولت فراواں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ٹ،انسانی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آج تک مستمر ہے اور اگر ان باتو</w:t>
      </w:r>
      <w:r w:rsidRPr="00E37591">
        <w:rPr>
          <w:rtl/>
          <w:lang w:bidi="ur-PK"/>
        </w:rPr>
        <w:t>ں کو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لغت تصور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>(ج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ہے)تو اس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بہرحال انکار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ہوسکتاکہ سنگ تراشی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فن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خوبصورت تصوی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بنانا </w:t>
      </w:r>
      <w:r w:rsidRPr="00E37591">
        <w:rPr>
          <w:rFonts w:hint="cs"/>
          <w:rtl/>
          <w:lang w:bidi="ur-PK"/>
        </w:rPr>
        <w:t>ہرزمانہ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کارنام</w:t>
      </w:r>
      <w:r w:rsidRPr="00E37591">
        <w:rPr>
          <w:rFonts w:hint="cs"/>
          <w:rtl/>
          <w:lang w:bidi="ur-PK"/>
        </w:rPr>
        <w:t>ہ رہاہے اور اس کارنامہ کی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عام کاموں س</w:t>
      </w:r>
      <w:r w:rsidRPr="00E37591">
        <w:rPr>
          <w:rFonts w:hint="cs"/>
          <w:rtl/>
          <w:lang w:bidi="ur-PK"/>
        </w:rPr>
        <w:t>ے بالکل جداگانہ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ہے۔جس سے صاف واضح ہوتاہے کہ محنت کی</w:t>
      </w:r>
      <w:r w:rsidRPr="00E37591">
        <w:rPr>
          <w:rtl/>
          <w:lang w:bidi="ur-PK"/>
        </w:rPr>
        <w:t xml:space="preserve"> مقدار ک</w:t>
      </w:r>
      <w:r w:rsidRPr="00E37591">
        <w:rPr>
          <w:rFonts w:hint="cs"/>
          <w:rtl/>
          <w:lang w:bidi="ur-PK"/>
        </w:rPr>
        <w:t>ے علاوہ انسان کے ذوق لطی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بڑادخل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14" w:name="_Toc468966763"/>
      <w:bookmarkStart w:id="15" w:name="_Toc468970712"/>
      <w:r w:rsidRPr="00E37591">
        <w:rPr>
          <w:rFonts w:hint="eastAsia"/>
          <w:rtl/>
          <w:lang w:bidi="ur-PK"/>
        </w:rPr>
        <w:t>آثار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bookmarkEnd w:id="14"/>
      <w:bookmarkEnd w:id="15"/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آثار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کوب</w:t>
      </w:r>
      <w:r w:rsidRPr="00E37591">
        <w:rPr>
          <w:rFonts w:hint="cs"/>
          <w:rtl/>
          <w:lang w:bidi="ur-PK"/>
        </w:rPr>
        <w:t>ہت اہمی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بزرگوں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ادگار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ہرقوم و ملت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قابل احترام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حکومت کے لئے باعث افتخار سمجھی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۔آثار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تحفظ پرلاکھوں کروڑوں کا سرمایہ</w:t>
      </w:r>
      <w:r w:rsidRPr="00E37591">
        <w:rPr>
          <w:rtl/>
          <w:lang w:bidi="ur-PK"/>
        </w:rPr>
        <w:t xml:space="preserve"> خرچ </w:t>
      </w:r>
      <w:r w:rsidRPr="00E37591">
        <w:rPr>
          <w:rFonts w:hint="cs"/>
          <w:rtl/>
          <w:lang w:bidi="ur-PK"/>
        </w:rPr>
        <w:t>ہواہے۔اس کے تحفظ کے لئے عالی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tl/>
          <w:lang w:bidi="ur-PK"/>
        </w:rPr>
        <w:t xml:space="preserve"> عمارت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ں،اس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عزت قرارد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کام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ملکوں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برابر </w:t>
      </w:r>
      <w:r w:rsidRPr="00E37591">
        <w:rPr>
          <w:rFonts w:hint="cs"/>
          <w:rtl/>
          <w:lang w:bidi="ur-PK"/>
        </w:rPr>
        <w:t>ہوتاہے۔انسانی</w:t>
      </w:r>
      <w:r w:rsidRPr="00E37591">
        <w:rPr>
          <w:rtl/>
          <w:lang w:bidi="ur-PK"/>
        </w:rPr>
        <w:t xml:space="preserve"> فطرت ک</w:t>
      </w:r>
      <w:r w:rsidRPr="00E37591">
        <w:rPr>
          <w:rFonts w:hint="cs"/>
          <w:rtl/>
          <w:lang w:bidi="ur-PK"/>
        </w:rPr>
        <w:t>ے تقاضے ماحول کے دباؤ سے دب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ٹتے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۔جہاں انسان رہتاہے اپنی</w:t>
      </w:r>
      <w:r w:rsidRPr="00E37591">
        <w:rPr>
          <w:rtl/>
          <w:lang w:bidi="ur-PK"/>
        </w:rPr>
        <w:t xml:space="preserve"> فطرت اپن</w:t>
      </w:r>
      <w:r w:rsidRPr="00E37591">
        <w:rPr>
          <w:rFonts w:hint="cs"/>
          <w:rtl/>
          <w:lang w:bidi="ur-PK"/>
        </w:rPr>
        <w:t>ے ساتھ رکھتاہے 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خود اس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 ہزار برس قبل کے مجسمہ پرکتنی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صرف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ہوآج کی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گناز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ہوسکتی۔حالانکہ ان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گناز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ہے۔معلوم ہوتاہے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حص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قلبی</w:t>
      </w:r>
      <w:r w:rsidRPr="00E37591">
        <w:rPr>
          <w:rtl/>
          <w:lang w:bidi="ur-PK"/>
        </w:rPr>
        <w:t xml:space="preserve"> تعلق،سماج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لگاؤ اور امتدادزمان</w:t>
      </w:r>
      <w:r w:rsidRPr="00E37591">
        <w:rPr>
          <w:rFonts w:hint="cs"/>
          <w:rtl/>
          <w:lang w:bidi="ur-PK"/>
        </w:rPr>
        <w:t>ہ کا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ہاجاسکتاکہ آج کے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،آلات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کثرت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مجسم</w:t>
      </w:r>
      <w:r w:rsidRPr="00E37591">
        <w:rPr>
          <w:rFonts w:hint="cs"/>
          <w:rtl/>
          <w:lang w:bidi="ur-PK"/>
        </w:rPr>
        <w:t>ہ تراشی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اتناوقت اور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کل صرف </w:t>
      </w:r>
      <w:r w:rsidRPr="00E37591">
        <w:rPr>
          <w:rFonts w:hint="cs"/>
          <w:rtl/>
          <w:lang w:bidi="ur-PK"/>
        </w:rPr>
        <w:t>ہواکرتی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ھی۔اس لئے آثارقدی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قانون کی</w:t>
      </w:r>
      <w:r w:rsidRPr="00E37591">
        <w:rPr>
          <w:rtl/>
          <w:lang w:bidi="ur-PK"/>
        </w:rPr>
        <w:t xml:space="preserve"> شکست کا اعلان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فرد </w:t>
      </w:r>
      <w:r w:rsidRPr="00E37591">
        <w:rPr>
          <w:rFonts w:hint="cs"/>
          <w:rtl/>
          <w:lang w:bidi="ur-PK"/>
        </w:rPr>
        <w:t>ہے۔اس لئے کہ اگرمارکس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آج یہ</w:t>
      </w:r>
      <w:r w:rsidRPr="00E37591">
        <w:rPr>
          <w:rtl/>
          <w:lang w:bidi="ur-PK"/>
        </w:rPr>
        <w:t xml:space="preserve"> مجسم</w:t>
      </w:r>
      <w:r w:rsidRPr="00E37591">
        <w:rPr>
          <w:rFonts w:hint="cs"/>
          <w:rtl/>
          <w:lang w:bidi="ur-PK"/>
        </w:rPr>
        <w:t>ہ تراشی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مرکب عمل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لئے تعلی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مشق وم</w:t>
      </w:r>
      <w:r w:rsidRPr="00E37591">
        <w:rPr>
          <w:rFonts w:hint="cs"/>
          <w:rtl/>
          <w:lang w:bidi="ur-PK"/>
        </w:rPr>
        <w:t>ہارت کی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کل یہ</w:t>
      </w:r>
      <w:r w:rsidRPr="00E37591">
        <w:rPr>
          <w:rtl/>
          <w:lang w:bidi="ur-PK"/>
        </w:rPr>
        <w:t xml:space="preserve"> کام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فطری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ہواکرتاتھا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معمولی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دخل </w:t>
      </w:r>
      <w:r w:rsidRPr="00E37591">
        <w:rPr>
          <w:rFonts w:hint="cs"/>
          <w:rtl/>
          <w:lang w:bidi="ur-PK"/>
        </w:rPr>
        <w:t>ہوتاتھا اور آلات واسباب بھی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آثار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کل کے آثار کو بے ارزش ہونا چاہئے۔حالانکہ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Fonts w:hint="cs"/>
          <w:rtl/>
          <w:lang w:bidi="ur-PK"/>
        </w:rPr>
        <w:t>ہرگز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تعلق تمام ترمحنت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عناصر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دخل حاصل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16" w:name="_Toc468966764"/>
      <w:bookmarkStart w:id="17" w:name="_Toc468970713"/>
      <w:r w:rsidRPr="00E37591">
        <w:rPr>
          <w:rFonts w:hint="eastAsia"/>
          <w:rtl/>
          <w:lang w:bidi="ur-PK"/>
        </w:rPr>
        <w:t>مخطوطات</w:t>
      </w:r>
      <w:r w:rsidRPr="00E37591">
        <w:rPr>
          <w:rtl/>
          <w:lang w:bidi="ur-PK"/>
        </w:rPr>
        <w:t xml:space="preserve"> ومطبوعات</w:t>
      </w:r>
      <w:bookmarkEnd w:id="16"/>
      <w:bookmarkEnd w:id="17"/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بڑی</w:t>
      </w:r>
      <w:r w:rsidRPr="00E37591">
        <w:rPr>
          <w:rtl/>
          <w:lang w:bidi="ur-PK"/>
        </w:rPr>
        <w:t xml:space="preserve"> لائبر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چل</w:t>
      </w:r>
      <w:r w:rsidRPr="00E37591">
        <w:rPr>
          <w:rFonts w:hint="cs"/>
          <w:rtl/>
          <w:lang w:bidi="ur-PK"/>
        </w:rPr>
        <w:t>ے جای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آپ کو و</w:t>
      </w:r>
      <w:r w:rsidRPr="00E37591">
        <w:rPr>
          <w:rFonts w:hint="cs"/>
          <w:rtl/>
          <w:lang w:bidi="ur-PK"/>
        </w:rPr>
        <w:t>ہاں دو قسم کی</w:t>
      </w:r>
      <w:r w:rsidRPr="00E37591">
        <w:rPr>
          <w:rtl/>
          <w:lang w:bidi="ur-PK"/>
        </w:rPr>
        <w:t xml:space="preserve"> کتاب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۔کچھ چھپی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کچ</w:t>
      </w:r>
      <w:r w:rsidRPr="00E37591">
        <w:rPr>
          <w:rFonts w:hint="cs"/>
          <w:rtl/>
          <w:lang w:bidi="ur-PK"/>
        </w:rPr>
        <w:t>ھ ہاتھ کی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Fonts w:hint="eastAsia"/>
          <w:rtl/>
          <w:lang w:bidi="ur-PK"/>
        </w:rPr>
        <w:t>،لائبر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ذمہ داروں کی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مخطوطات قلم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مطبوعات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ہے۔مطبوعات لائبری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تعدادب</w:t>
      </w:r>
      <w:r w:rsidRPr="00E37591">
        <w:rPr>
          <w:rFonts w:hint="cs"/>
          <w:rtl/>
          <w:lang w:bidi="ur-PK"/>
        </w:rPr>
        <w:t>ڑھانے کے کام آتے ہی</w:t>
      </w:r>
      <w:r w:rsidRPr="00E37591">
        <w:rPr>
          <w:rtl/>
          <w:lang w:bidi="ur-PK"/>
        </w:rPr>
        <w:t>ں اور مخطوطات لائبر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وقار ب</w:t>
      </w:r>
      <w:r w:rsidRPr="00E37591">
        <w:rPr>
          <w:rFonts w:hint="cs"/>
          <w:rtl/>
          <w:lang w:bidi="ur-PK"/>
        </w:rPr>
        <w:t>ڑھانے کے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مذاق </w:t>
      </w:r>
      <w:r w:rsidRPr="00E37591">
        <w:rPr>
          <w:rFonts w:hint="cs"/>
          <w:rtl/>
          <w:lang w:bidi="ur-PK"/>
        </w:rPr>
        <w:t>ہے جس کا دنی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 ن</w:t>
      </w:r>
      <w:r w:rsidRPr="00E37591">
        <w:rPr>
          <w:rFonts w:hint="cs"/>
          <w:rtl/>
          <w:lang w:bidi="ur-PK"/>
        </w:rPr>
        <w:t>ے انکار نہی</w:t>
      </w:r>
      <w:r w:rsidRPr="00E37591">
        <w:rPr>
          <w:rFonts w:hint="eastAsia"/>
          <w:rtl/>
          <w:lang w:bidi="ur-PK"/>
        </w:rPr>
        <w:t>ںک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۔مخطوطات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نوادر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لائبر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وقت تک قابل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جب تک ک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نوادر 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مخطوطات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کثرت ن</w:t>
      </w:r>
      <w:r w:rsidRPr="00E37591">
        <w:rPr>
          <w:rFonts w:hint="cs"/>
          <w:rtl/>
          <w:lang w:bidi="ur-PK"/>
        </w:rPr>
        <w:t>ہ ہو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مکتبا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ذمہ دار افراد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نسخ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ہزارہاروپیہ</w:t>
      </w:r>
      <w:r w:rsidRPr="00E37591">
        <w:rPr>
          <w:rtl/>
          <w:lang w:bidi="ur-PK"/>
        </w:rPr>
        <w:t xml:space="preserve"> صرف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۔جبکہ وہی</w:t>
      </w:r>
      <w:r w:rsidRPr="00E37591">
        <w:rPr>
          <w:rtl/>
          <w:lang w:bidi="ur-PK"/>
        </w:rPr>
        <w:t xml:space="preserve"> نسخ</w:t>
      </w:r>
      <w:r w:rsidRPr="00E37591">
        <w:rPr>
          <w:rFonts w:hint="cs"/>
          <w:rtl/>
          <w:lang w:bidi="ur-PK"/>
        </w:rPr>
        <w:t>ہ موجودہ شکل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ارزاں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پرمل جاتا</w:t>
      </w:r>
      <w:r w:rsidRPr="00E37591">
        <w:rPr>
          <w:rFonts w:hint="cs"/>
          <w:rtl/>
          <w:lang w:bidi="ur-PK"/>
        </w:rPr>
        <w:t>ہے۔می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ہناچاہتاکہ اس توجہ وامتی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کا سبب انسان کا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رجحان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عنص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کام کر ر</w:t>
      </w:r>
      <w:r w:rsidRPr="00E37591">
        <w:rPr>
          <w:rFonts w:hint="cs"/>
          <w:rtl/>
          <w:lang w:bidi="ur-PK"/>
        </w:rPr>
        <w:t>ہاہے۔مجھے تو صرف یہ</w:t>
      </w:r>
      <w:r w:rsidRPr="00E37591">
        <w:rPr>
          <w:rtl/>
          <w:lang w:bidi="ur-PK"/>
        </w:rPr>
        <w:t xml:space="preserve"> واضح کرنا </w:t>
      </w:r>
      <w:r w:rsidRPr="00E37591">
        <w:rPr>
          <w:rFonts w:hint="cs"/>
          <w:rtl/>
          <w:lang w:bidi="ur-PK"/>
        </w:rPr>
        <w:t>ہے کہ اشی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واجناس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ک</w:t>
      </w:r>
      <w:r w:rsidRPr="00E37591">
        <w:rPr>
          <w:rFonts w:hint="cs"/>
          <w:rtl/>
          <w:lang w:bidi="ur-PK"/>
        </w:rPr>
        <w:t>ے علاوہ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عناصر کا دخل </w:t>
      </w:r>
      <w:r w:rsidRPr="00E37591">
        <w:rPr>
          <w:rFonts w:hint="cs"/>
          <w:rtl/>
          <w:lang w:bidi="ur-PK"/>
        </w:rPr>
        <w:t>ہے۔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مطبوعہ کتابوں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ہوتی۔مخطوطہ نسخہ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مطبوعہ کتاب مرکب محنت کی۔اس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س،مش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ن،م</w:t>
      </w:r>
      <w:r w:rsidRPr="00E37591">
        <w:rPr>
          <w:rFonts w:hint="cs"/>
          <w:rtl/>
          <w:lang w:bidi="ur-PK"/>
        </w:rPr>
        <w:t>ہارت،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ٹرنی</w:t>
      </w:r>
      <w:r w:rsidRPr="00E37591">
        <w:rPr>
          <w:rFonts w:hint="eastAsia"/>
          <w:rtl/>
          <w:lang w:bidi="ur-PK"/>
        </w:rPr>
        <w:t>نگ،ترب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عناصر کام کررہے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مرکب محنت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سابق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18" w:name="_Toc468966765"/>
      <w:bookmarkStart w:id="19" w:name="_Toc468970714"/>
      <w:r w:rsidRPr="00E37591">
        <w:rPr>
          <w:rFonts w:hint="eastAsia"/>
          <w:rtl/>
          <w:lang w:bidi="ur-PK"/>
        </w:rPr>
        <w:t>سپلائ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ڈی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ڈ</w:t>
      </w:r>
      <w:bookmarkEnd w:id="18"/>
      <w:bookmarkEnd w:id="1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اتارچڑھاؤ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معاشرتی</w:t>
      </w:r>
      <w:r w:rsidRPr="00E37591">
        <w:rPr>
          <w:rFonts w:hint="eastAsia"/>
          <w:rtl/>
          <w:lang w:bidi="ur-PK"/>
        </w:rPr>
        <w:t>،اجتماع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اور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عناصر کارفرما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خود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اتارچڑھاؤ پر اثر انداز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۔جبکہ مارکسی</w:t>
      </w:r>
      <w:r w:rsidRPr="00E37591">
        <w:rPr>
          <w:rtl/>
          <w:lang w:bidi="ur-PK"/>
        </w:rPr>
        <w:t xml:space="preserve"> اصول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چاہئے۔وہاں صرف محنت ومشقت کی</w:t>
      </w:r>
      <w:r w:rsidRPr="00E37591">
        <w:rPr>
          <w:rtl/>
          <w:lang w:bidi="ur-PK"/>
        </w:rPr>
        <w:t xml:space="preserve"> مقدارد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ہے،پی</w:t>
      </w:r>
      <w:r w:rsidRPr="00E37591">
        <w:rPr>
          <w:rFonts w:hint="eastAsia"/>
          <w:rtl/>
          <w:lang w:bidi="ur-PK"/>
        </w:rPr>
        <w:t>داوارک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0A4A0D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مثال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آج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ہر انسان اس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باخبر ہے کہ پانی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نمک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</w:t>
      </w:r>
    </w:p>
    <w:p w:rsidR="000A4A0D" w:rsidRPr="00E37591" w:rsidRDefault="000A4A0D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A4A0D" w:rsidRPr="00E37591" w:rsidRDefault="000A4A0D" w:rsidP="006B3A31">
      <w:pPr>
        <w:pStyle w:val="libNormal"/>
        <w:rPr>
          <w:rtl/>
          <w:lang w:bidi="ur-PK"/>
        </w:rPr>
      </w:pPr>
    </w:p>
    <w:p w:rsidR="00073820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ان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زندگی</w:t>
      </w:r>
      <w:r w:rsidRPr="00E37591">
        <w:rPr>
          <w:rtl/>
          <w:lang w:bidi="ur-PK"/>
        </w:rPr>
        <w:t xml:space="preserve"> کاکوئ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لطف </w:t>
      </w:r>
      <w:r w:rsidRPr="00E37591">
        <w:rPr>
          <w:rFonts w:hint="cs"/>
          <w:rtl/>
          <w:lang w:bidi="ur-PK"/>
        </w:rPr>
        <w:t>ہے اور نہ غذ اکا ۔ہی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لم</w:t>
      </w:r>
      <w:r w:rsidRPr="00E37591">
        <w:rPr>
          <w:rtl/>
          <w:lang w:bidi="ur-PK"/>
        </w:rPr>
        <w:t xml:space="preserve"> کوان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ہے۔انس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سکتاہے اور لطف زندگی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ٹھاسکتاہے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ک</w:t>
      </w:r>
      <w:r w:rsidRPr="00E37591">
        <w:rPr>
          <w:rFonts w:hint="cs"/>
          <w:rtl/>
          <w:lang w:bidi="ur-PK"/>
        </w:rPr>
        <w:t>ے باوجود آج پانی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انمک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قدروقی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اسون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صاف ظاہر ہوتاہے کہ اشی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ندرت وجود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دخل حاصل </w:t>
      </w:r>
      <w:r w:rsidRPr="00E37591">
        <w:rPr>
          <w:rFonts w:hint="cs"/>
          <w:rtl/>
          <w:lang w:bidi="ur-PK"/>
        </w:rPr>
        <w:t>ہے جو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جنت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ناد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اتنی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ہے۔دری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کنار</w:t>
      </w:r>
      <w:r w:rsidRPr="00E37591">
        <w:rPr>
          <w:rFonts w:hint="cs"/>
          <w:rtl/>
          <w:lang w:bidi="ur-PK"/>
        </w:rPr>
        <w:t>ے پانی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ارزش ہے اور بے آب 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صحرام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سون</w:t>
      </w:r>
      <w:r w:rsidRPr="00E37591">
        <w:rPr>
          <w:rFonts w:hint="cs"/>
          <w:rtl/>
          <w:lang w:bidi="ur-PK"/>
        </w:rPr>
        <w:t>ے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ی۔ممکن ہے اس تفرقہ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اس مسئلہ کو ندرت وعمومی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محنت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</w:t>
      </w:r>
      <w:r w:rsidRPr="00E37591">
        <w:rPr>
          <w:rFonts w:hint="cs"/>
          <w:rtl/>
          <w:lang w:bidi="ur-PK"/>
        </w:rPr>
        <w:t>ہے۔دری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کنارے پا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نکالن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زحمت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کان س</w:t>
      </w:r>
      <w:r w:rsidRPr="00E37591">
        <w:rPr>
          <w:rFonts w:hint="cs"/>
          <w:rtl/>
          <w:lang w:bidi="ur-PK"/>
        </w:rPr>
        <w:t>ے سونا برآمد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زحمت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پانی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ارزش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سوناق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مغالط</w:t>
      </w:r>
      <w:r w:rsidRPr="00E37591">
        <w:rPr>
          <w:rFonts w:hint="cs"/>
          <w:rtl/>
          <w:lang w:bidi="ur-PK"/>
        </w:rPr>
        <w:t>ہ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کاکون سا انسان اس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انکار کردے گا کہ کھلی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کان س</w:t>
      </w:r>
      <w:r w:rsidRPr="00E37591">
        <w:rPr>
          <w:rFonts w:hint="cs"/>
          <w:rtl/>
          <w:lang w:bidi="ur-PK"/>
        </w:rPr>
        <w:t>ے ب</w:t>
      </w:r>
      <w:r w:rsidRPr="00E37591">
        <w:rPr>
          <w:rFonts w:hint="eastAsia"/>
          <w:rtl/>
          <w:lang w:bidi="ur-PK"/>
        </w:rPr>
        <w:t>رآمد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سونا بھی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جتنا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 سے کھوداہواسونا۔جبکہ کھلی</w:t>
      </w:r>
      <w:r w:rsidRPr="00E37591">
        <w:rPr>
          <w:rtl/>
          <w:lang w:bidi="ur-PK"/>
        </w:rPr>
        <w:t xml:space="preserve"> کان س</w:t>
      </w:r>
      <w:r w:rsidRPr="00E37591">
        <w:rPr>
          <w:rFonts w:hint="cs"/>
          <w:rtl/>
          <w:lang w:bidi="ur-PK"/>
        </w:rPr>
        <w:t>ے برآمد شدہ سونا اور دری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بھراہواپانی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اعتبار سے بالکل مساوی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پھر اگر زحمت ہی</w:t>
      </w:r>
      <w:r w:rsidRPr="00E37591">
        <w:rPr>
          <w:rtl/>
          <w:lang w:bidi="ur-PK"/>
        </w:rPr>
        <w:t xml:space="preserve"> کا حساب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دو مزدور بی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محنت ش</w:t>
      </w:r>
      <w:r w:rsidRPr="00E37591">
        <w:rPr>
          <w:rFonts w:hint="eastAsia"/>
          <w:rtl/>
          <w:lang w:bidi="ur-PK"/>
        </w:rPr>
        <w:t>روع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مزدورصبح س</w:t>
      </w:r>
      <w:r w:rsidRPr="00E37591">
        <w:rPr>
          <w:rFonts w:hint="cs"/>
          <w:rtl/>
          <w:lang w:bidi="ur-PK"/>
        </w:rPr>
        <w:t>ے شام تک کان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ھدائی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دوسرا کھی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کاشت</w:t>
      </w:r>
      <w:r w:rsidRPr="00E37591">
        <w:rPr>
          <w:rFonts w:hint="cs"/>
          <w:rtl/>
          <w:lang w:bidi="ur-PK"/>
        </w:rPr>
        <w:t>۔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طورپر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اسے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سونا ملتا</w:t>
      </w:r>
      <w:r w:rsidRPr="00E37591">
        <w:rPr>
          <w:rFonts w:hint="cs"/>
          <w:rtl/>
          <w:lang w:bidi="ur-PK"/>
        </w:rPr>
        <w:t>ہے اور اسے دس من گندم۔تو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ان دونوں ک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پر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ہوسکتاہے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انصاف ک</w:t>
      </w:r>
      <w:r w:rsidRPr="00E37591">
        <w:rPr>
          <w:rFonts w:hint="cs"/>
          <w:rtl/>
          <w:lang w:bidi="ur-PK"/>
        </w:rPr>
        <w:t>ے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کہ چونکہ دونوں پر صرف کی</w:t>
      </w:r>
      <w:r w:rsidRPr="00E37591">
        <w:rPr>
          <w:rtl/>
          <w:lang w:bidi="ur-PK"/>
        </w:rPr>
        <w:t xml:space="preserve"> جان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دونوں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برابر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ک</w:t>
      </w:r>
      <w:r w:rsidRPr="00E37591">
        <w:rPr>
          <w:rFonts w:hint="cs"/>
          <w:rtl/>
          <w:lang w:bidi="ur-PK"/>
        </w:rPr>
        <w:t>ھلاہوا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مواد کی</w:t>
      </w:r>
      <w:r w:rsidRPr="00E37591">
        <w:rPr>
          <w:rtl/>
          <w:lang w:bidi="ur-PK"/>
        </w:rPr>
        <w:t xml:space="preserve"> ندرت وعموم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عنصر ہے صرف محنت ہی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محنت نہ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تو</w:t>
      </w:r>
      <w:r w:rsidRPr="00E37591">
        <w:rPr>
          <w:rtl/>
          <w:lang w:bidi="ur-PK"/>
        </w:rPr>
        <w:t xml:space="preserve"> سونا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 xml:space="preserve">ہرگز </w:t>
      </w:r>
    </w:p>
    <w:p w:rsidR="00073820" w:rsidRPr="00E37591" w:rsidRDefault="0007382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73820" w:rsidRPr="00E37591" w:rsidRDefault="00073820" w:rsidP="006B3A31">
      <w:pPr>
        <w:pStyle w:val="libNormal"/>
        <w:rPr>
          <w:rtl/>
          <w:lang w:bidi="ur-PK"/>
        </w:rPr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سونا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جوکچھ ہے وہ محنت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واضح لفظوں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ہاجائے کہ </w:t>
      </w:r>
      <w:r w:rsidRPr="00E37591">
        <w:rPr>
          <w:rtl/>
          <w:lang w:bidi="ur-PK"/>
        </w:rPr>
        <w:t>مارکس ن</w:t>
      </w:r>
      <w:r w:rsidRPr="00E37591">
        <w:rPr>
          <w:rFonts w:hint="cs"/>
          <w:rtl/>
          <w:lang w:bidi="ur-PK"/>
        </w:rPr>
        <w:t>ے اپنے اصول اقتصادمی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سپلائی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ڈی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عدم توازن کو نظرانداز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خام مواد کی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کسر</w:t>
      </w:r>
      <w:r w:rsidRPr="00E37591">
        <w:rPr>
          <w:rtl/>
          <w:lang w:bidi="ur-PK"/>
        </w:rPr>
        <w:t xml:space="preserve"> فراموش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دوحالات کے علوم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فرق </w:t>
      </w:r>
      <w:r w:rsidRPr="00E37591">
        <w:rPr>
          <w:rFonts w:hint="cs"/>
          <w:rtl/>
          <w:lang w:bidi="ur-PK"/>
        </w:rPr>
        <w:t>ہے اور نہ دومواد پر صرف ہونے والی</w:t>
      </w:r>
      <w:r w:rsidRPr="00E37591">
        <w:rPr>
          <w:rtl/>
          <w:lang w:bidi="ur-PK"/>
        </w:rPr>
        <w:t xml:space="preserve"> طاقتوں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</w:t>
      </w:r>
      <w:r w:rsidRPr="00E37591">
        <w:rPr>
          <w:rFonts w:hint="eastAsia"/>
          <w:rtl/>
          <w:lang w:bidi="ur-PK"/>
        </w:rPr>
        <w:t>بک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سون</w:t>
      </w:r>
      <w:r w:rsidRPr="00E37591">
        <w:rPr>
          <w:rFonts w:hint="cs"/>
          <w:rtl/>
          <w:lang w:bidi="ur-PK"/>
        </w:rPr>
        <w:t>ے کا تفاوت خام مواد کے 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فرق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کررہاہے اور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کا عمومی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اختلاف سپلائی</w:t>
      </w:r>
      <w:r w:rsidRPr="00E37591">
        <w:rPr>
          <w:rtl/>
          <w:lang w:bidi="ur-PK"/>
        </w:rPr>
        <w:t xml:space="preserve"> او رمانگ ک</w:t>
      </w:r>
      <w:r w:rsidRPr="00E37591">
        <w:rPr>
          <w:rFonts w:hint="cs"/>
          <w:rtl/>
          <w:lang w:bidi="ur-PK"/>
        </w:rPr>
        <w:t>ے عدم توازن کی</w:t>
      </w:r>
      <w:r w:rsidRPr="00E37591">
        <w:rPr>
          <w:rtl/>
          <w:lang w:bidi="ur-PK"/>
        </w:rPr>
        <w:t xml:space="preserve"> مکمل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ہاہے اور یہ</w:t>
      </w:r>
      <w:r w:rsidRPr="00E37591">
        <w:rPr>
          <w:rtl/>
          <w:lang w:bidi="ur-PK"/>
        </w:rPr>
        <w:t xml:space="preserve"> بتار</w:t>
      </w:r>
      <w:r w:rsidRPr="00E37591">
        <w:rPr>
          <w:rFonts w:hint="cs"/>
          <w:rtl/>
          <w:lang w:bidi="ur-PK"/>
        </w:rPr>
        <w:t>ہاہے کہ خام مواد کے اختلاف سے بھی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فرق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سپلائ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مانگ ک</w:t>
      </w:r>
      <w:r w:rsidRPr="00E37591">
        <w:rPr>
          <w:rFonts w:hint="cs"/>
          <w:rtl/>
          <w:lang w:bidi="ur-PK"/>
        </w:rPr>
        <w:t>ے عدم توازن سے بھی۔</w:t>
      </w:r>
    </w:p>
    <w:p w:rsidR="0007382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انسانی</w:t>
      </w:r>
      <w:r w:rsidRPr="00E37591">
        <w:rPr>
          <w:rtl/>
          <w:lang w:bidi="ur-PK"/>
        </w:rPr>
        <w:t xml:space="preserve"> محنت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باوقعت اور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انسان اس کا ئنات کی</w:t>
      </w:r>
      <w:r w:rsidRPr="00E37591">
        <w:rPr>
          <w:rtl/>
          <w:lang w:bidi="ur-PK"/>
        </w:rPr>
        <w:t xml:space="preserve"> روح اور اس کا جو</w:t>
      </w:r>
      <w:r w:rsidRPr="00E37591">
        <w:rPr>
          <w:rFonts w:hint="cs"/>
          <w:rtl/>
          <w:lang w:bidi="ur-PK"/>
        </w:rPr>
        <w:t>ہر ہے۔یہ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 تو پہاڑوں کے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ھپے ہوے جواہرات کا قدرداں نہ ہوتا۔یہ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دری</w:t>
      </w:r>
      <w:r w:rsidRPr="00E37591">
        <w:rPr>
          <w:rFonts w:hint="eastAsia"/>
          <w:rtl/>
          <w:lang w:bidi="ur-PK"/>
        </w:rPr>
        <w:t>اؤں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قلب صدف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امانت ب</w:t>
      </w:r>
      <w:r w:rsidRPr="00E37591">
        <w:rPr>
          <w:rFonts w:hint="cs"/>
          <w:rtl/>
          <w:lang w:bidi="ur-PK"/>
        </w:rPr>
        <w:t>ے وقعت ہوتی۔یہ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نور</w:t>
      </w:r>
      <w:r w:rsidRPr="00E37591">
        <w:rPr>
          <w:rFonts w:hint="eastAsia"/>
          <w:rtl/>
          <w:lang w:bidi="ur-PK"/>
        </w:rPr>
        <w:t>آفتاب</w:t>
      </w:r>
      <w:r w:rsidRPr="00E37591">
        <w:rPr>
          <w:rtl/>
          <w:lang w:bidi="ur-PK"/>
        </w:rPr>
        <w:t xml:space="preserve"> اور خنک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ہتاب بے ارزش ہوتی</w:t>
      </w:r>
      <w:r w:rsidRPr="00E37591">
        <w:rPr>
          <w:rtl/>
          <w:lang w:bidi="ur-PK"/>
        </w:rPr>
        <w:t xml:space="preserve">  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چلتی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ہواؤں اور پھی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فضاؤں کا قدرشناس ن</w:t>
      </w:r>
      <w:r w:rsidRPr="00E37591">
        <w:rPr>
          <w:rFonts w:hint="cs"/>
          <w:rtl/>
          <w:lang w:bidi="ur-PK"/>
        </w:rPr>
        <w:t>ہ ہوتا۔یہ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کوہ گرد فراراور گرد فرار کا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ہوتاتو کائنات ہوتی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کائنات اور جان کائنات نہ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پھر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سب کچ</w:t>
      </w:r>
      <w:r w:rsidRPr="00E37591">
        <w:rPr>
          <w:rFonts w:hint="cs"/>
          <w:rtl/>
          <w:lang w:bidi="ur-PK"/>
        </w:rPr>
        <w:t>ھ ہے اورکائنات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کا احساس توخود انسان کو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کائنات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راوجود</w:t>
      </w:r>
      <w:r w:rsidRPr="00E37591">
        <w:rPr>
          <w:rtl/>
          <w:lang w:bidi="ur-PK"/>
        </w:rPr>
        <w:t xml:space="preserve">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شرمند</w:t>
      </w:r>
      <w:r w:rsidRPr="00E37591">
        <w:rPr>
          <w:rFonts w:hint="cs"/>
          <w:rtl/>
          <w:lang w:bidi="ur-PK"/>
        </w:rPr>
        <w:t>ۂ احسان ہے۔اسی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راقرار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آسمان سے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ھاؤں ہے۔اسی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آفتاب سے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خون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ماہ</w:t>
      </w:r>
      <w:r w:rsidRPr="00E37591">
        <w:rPr>
          <w:rFonts w:hint="eastAsia"/>
          <w:rtl/>
          <w:lang w:bidi="ur-PK"/>
        </w:rPr>
        <w:t>تاب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ہواسے نفس کی</w:t>
      </w:r>
      <w:r w:rsidRPr="00E37591">
        <w:rPr>
          <w:rtl/>
          <w:lang w:bidi="ur-PK"/>
        </w:rPr>
        <w:t xml:space="preserve"> آمدوشد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فضام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امکانات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ہوں اور 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ہے۔لہٰذا اشی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ومشقت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ھاجاتاہے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اس کے ذاتی</w:t>
      </w:r>
      <w:r w:rsidRPr="00E37591">
        <w:rPr>
          <w:rtl/>
          <w:lang w:bidi="ur-PK"/>
        </w:rPr>
        <w:t xml:space="preserve"> منافع وفوائد،آثار ومصالح کو</w:t>
      </w:r>
    </w:p>
    <w:p w:rsidR="00073820" w:rsidRPr="00E37591" w:rsidRDefault="0007382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073820" w:rsidRPr="00E37591" w:rsidRDefault="0007382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نظر اندازن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تبادل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دوسراقدم بڑھای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کسر</w:t>
      </w:r>
      <w:r w:rsidRPr="00E37591">
        <w:rPr>
          <w:rtl/>
          <w:lang w:bidi="ur-PK"/>
        </w:rPr>
        <w:t xml:space="preserve"> نظرانداز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تبادل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عناصر کو دوسرے مقامات پر تلاش کرنا شروع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۔حالانکہ اسے کم سے کم اتنا ضروردی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تھاکہ ا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الگ ہے توذاتی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ہے۔اس کے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تو مطلب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اور کارگرثابت </w:t>
      </w:r>
      <w:r w:rsidRPr="00E37591">
        <w:rPr>
          <w:rFonts w:hint="cs"/>
          <w:rtl/>
          <w:lang w:bidi="ur-PK"/>
        </w:rPr>
        <w:t>ہوسکے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20" w:name="_Toc468966766"/>
      <w:bookmarkStart w:id="21" w:name="_Toc468970715"/>
      <w:r w:rsidRPr="00E37591">
        <w:rPr>
          <w:rFonts w:hint="eastAsia"/>
          <w:rtl/>
          <w:lang w:bidi="ur-PK"/>
        </w:rPr>
        <w:t>مارکس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bookmarkEnd w:id="20"/>
      <w:bookmarkEnd w:id="21"/>
    </w:p>
    <w:p w:rsidR="00B4417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واجرت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مقررکرن</w:t>
      </w:r>
      <w:r w:rsidRPr="00E37591">
        <w:rPr>
          <w:rFonts w:hint="cs"/>
          <w:rtl/>
          <w:lang w:bidi="ur-PK"/>
        </w:rPr>
        <w:t>ے کے بعد مارکس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کرنا شروع ک</w:t>
      </w:r>
      <w:r w:rsidRPr="00E37591">
        <w:rPr>
          <w:rFonts w:hint="cs"/>
          <w:rtl/>
          <w:lang w:bidi="ur-PK"/>
        </w:rPr>
        <w:t>ی۔اس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وتع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کا کہنا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کارخان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پچاس </w:t>
      </w:r>
      <w:r w:rsidRPr="00E37591">
        <w:rPr>
          <w:rFonts w:hint="cs"/>
          <w:rtl/>
          <w:lang w:bidi="ur-PK"/>
        </w:rPr>
        <w:t>ہزار کا خام مواد صرف کرکے سومزدوروں کی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سال ب</w:t>
      </w:r>
      <w:r w:rsidRPr="00E37591">
        <w:rPr>
          <w:rFonts w:hint="cs"/>
          <w:rtl/>
          <w:lang w:bidi="ur-PK"/>
        </w:rPr>
        <w:t>ھرمی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 بنالی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نصف حص</w:t>
      </w:r>
      <w:r w:rsidRPr="00E37591">
        <w:rPr>
          <w:rFonts w:hint="cs"/>
          <w:rtl/>
          <w:lang w:bidi="ur-PK"/>
        </w:rPr>
        <w:t>ہ خام مواد کاہے اور نصف مزدوروں کی</w:t>
      </w:r>
      <w:r w:rsidRPr="00E37591">
        <w:rPr>
          <w:rtl/>
          <w:lang w:bidi="ur-PK"/>
        </w:rPr>
        <w:t xml:space="preserve"> محنت کا</w:t>
      </w:r>
      <w:r w:rsidRPr="00E37591">
        <w:rPr>
          <w:rFonts w:hint="cs"/>
          <w:rtl/>
          <w:lang w:bidi="ur-PK"/>
        </w:rPr>
        <w:t>۔اور جب محنت ہی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مزدور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کتنا ب</w:t>
      </w:r>
      <w:r w:rsidRPr="00E37591">
        <w:rPr>
          <w:rFonts w:hint="cs"/>
          <w:rtl/>
          <w:lang w:bidi="ur-PK"/>
        </w:rPr>
        <w:t>ڑاظلم ہے کہ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والے کو اپنی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مل</w:t>
      </w:r>
      <w:r w:rsidRPr="00E37591">
        <w:rPr>
          <w:rFonts w:hint="cs"/>
          <w:rtl/>
          <w:lang w:bidi="ur-PK"/>
        </w:rPr>
        <w:t>ے اور دوسرا اس پر قابض ہوجائے۔سرمایہ</w:t>
      </w:r>
      <w:r w:rsidRPr="00E37591">
        <w:rPr>
          <w:rtl/>
          <w:lang w:bidi="ur-PK"/>
        </w:rPr>
        <w:t xml:space="preserve"> دار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ہنچتاکہ وہ پچاس ہزار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مزدوروں کو دے کر باقی</w:t>
      </w:r>
      <w:r w:rsidRPr="00E37591">
        <w:rPr>
          <w:rtl/>
          <w:lang w:bidi="ur-PK"/>
        </w:rPr>
        <w:t xml:space="preserve"> پچ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پر خود</w:t>
      </w:r>
    </w:p>
    <w:p w:rsidR="00B44170" w:rsidRPr="00E37591" w:rsidRDefault="00B441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B44170" w:rsidRPr="00E37591" w:rsidRDefault="00B44170" w:rsidP="006B3A31">
      <w:pPr>
        <w:pStyle w:val="libNormal"/>
        <w:rPr>
          <w:rtl/>
          <w:lang w:bidi="ur-PK"/>
        </w:rPr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قابض ہوجائے۔یہ</w:t>
      </w:r>
      <w:r w:rsidRPr="00E37591">
        <w:rPr>
          <w:rtl/>
          <w:lang w:bidi="ur-PK"/>
        </w:rPr>
        <w:t xml:space="preserve"> مزدوروں ک</w:t>
      </w:r>
      <w:r w:rsidRPr="00E37591">
        <w:rPr>
          <w:rFonts w:hint="cs"/>
          <w:rtl/>
          <w:lang w:bidi="ur-PK"/>
        </w:rPr>
        <w:t>ے حق کی</w:t>
      </w:r>
      <w:r w:rsidRPr="00E37591">
        <w:rPr>
          <w:rtl/>
          <w:lang w:bidi="ur-PK"/>
        </w:rPr>
        <w:t xml:space="preserve"> چور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ساتھ ناانصافی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ظلم و شقاوت کے مٹانے کا سب سے بڑا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درواز</w:t>
      </w:r>
      <w:r w:rsidRPr="00E37591">
        <w:rPr>
          <w:rFonts w:hint="cs"/>
          <w:rtl/>
          <w:lang w:bidi="ur-PK"/>
        </w:rPr>
        <w:t>ہ بند کر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ے۔نہ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پاس مال ہونہ وہ کارخانہ کھولے اور نہ مزدوروں کا حق ماراجائے۔ ورنہ جب تک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لعنت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بنگلوں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بسن</w:t>
      </w:r>
      <w:r w:rsidRPr="00E37591">
        <w:rPr>
          <w:rFonts w:hint="cs"/>
          <w:rtl/>
          <w:lang w:bidi="ur-PK"/>
        </w:rPr>
        <w:t>ے والا ہوگا اور دوسرا محنت کی</w:t>
      </w:r>
      <w:r w:rsidRPr="00E37591">
        <w:rPr>
          <w:rtl/>
          <w:lang w:bidi="ur-PK"/>
        </w:rPr>
        <w:t xml:space="preserve"> 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پسن</w:t>
      </w:r>
      <w:r w:rsidRPr="00E37591">
        <w:rPr>
          <w:rFonts w:hint="cs"/>
          <w:rtl/>
          <w:lang w:bidi="ur-PK"/>
        </w:rPr>
        <w:t>ے والا۔یہ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تنا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ڑاغضب ہے کہ دن رات کارخانہ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ھسنے والا مزدور فٹ پاتھ پر پڑارہے اورکارخانہ کے مصائب کا تماشائی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روز افزوں اضاف</w:t>
      </w:r>
      <w:r w:rsidRPr="00E37591">
        <w:rPr>
          <w:rFonts w:hint="cs"/>
          <w:rtl/>
          <w:lang w:bidi="ur-PK"/>
        </w:rPr>
        <w:t>ہ کرے۔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یہ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اونچ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معنیٰ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جائے تو پھر غنی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امت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طبقاتی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درد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شقاوت کا جذب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ہوتاہے۔مزدوروں کا خون چوس کر دولتمند بننے والا انسان مزدوروں کے دکھ درد کا احساس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 کرسکتا</w:t>
      </w:r>
      <w:r w:rsidRPr="00E37591">
        <w:rPr>
          <w:rFonts w:hint="cs"/>
          <w:rtl/>
          <w:lang w:bidi="ur-PK"/>
        </w:rPr>
        <w:t>ہے؟پھر اس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دوسرا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انک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ہوتاہے۔بی</w:t>
      </w:r>
      <w:r w:rsidRPr="00E37591">
        <w:rPr>
          <w:rFonts w:hint="eastAsia"/>
          <w:rtl/>
          <w:lang w:bidi="ur-PK"/>
        </w:rPr>
        <w:t>درد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شقاوت ک</w:t>
      </w:r>
      <w:r w:rsidRPr="00E37591">
        <w:rPr>
          <w:rFonts w:hint="cs"/>
          <w:rtl/>
          <w:lang w:bidi="ur-PK"/>
        </w:rPr>
        <w:t>ے ساتھ اخلاقی</w:t>
      </w:r>
      <w:r w:rsidRPr="00E37591">
        <w:rPr>
          <w:rtl/>
          <w:lang w:bidi="ur-PK"/>
        </w:rPr>
        <w:t xml:space="preserve"> اقدار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زوال آجاتا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 اپن</w:t>
      </w:r>
      <w:r w:rsidRPr="00E37591">
        <w:rPr>
          <w:rFonts w:hint="cs"/>
          <w:rtl/>
          <w:lang w:bidi="ur-PK"/>
        </w:rPr>
        <w:t>ے سے کمتر طبقہ کو حقی</w:t>
      </w:r>
      <w:r w:rsidRPr="00E37591">
        <w:rPr>
          <w:rFonts w:hint="eastAsia"/>
          <w:rtl/>
          <w:lang w:bidi="ur-PK"/>
        </w:rPr>
        <w:t>ر،ذل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کو صاحب عزت واحترام سمجھتاہے۔اس کے ذہن سے یہ</w:t>
      </w:r>
      <w:r w:rsidRPr="00E37591">
        <w:rPr>
          <w:rtl/>
          <w:lang w:bidi="ur-PK"/>
        </w:rPr>
        <w:t xml:space="preserve"> بات نکل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وثروت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سارا وقار واحترام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زدور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وجانفشان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ذلی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نظروں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ھاجارہاہے</w:t>
      </w:r>
      <w:r w:rsidRPr="00E37591">
        <w:rPr>
          <w:rtl/>
          <w:lang w:bidi="ur-PK"/>
        </w:rPr>
        <w:t xml:space="preserve"> اور جس</w:t>
      </w:r>
      <w:r w:rsidRPr="00E37591">
        <w:rPr>
          <w:rFonts w:hint="cs"/>
          <w:rtl/>
          <w:lang w:bidi="ur-PK"/>
        </w:rPr>
        <w:t>ے مستحق رحم وکرم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۔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سماج پر یہ</w:t>
      </w:r>
      <w:r w:rsidRPr="00E37591">
        <w:rPr>
          <w:rtl/>
          <w:lang w:bidi="ur-PK"/>
        </w:rPr>
        <w:t xml:space="preserve"> اثرب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ڑتاہے کہ سرمایہ</w:t>
      </w:r>
      <w:r w:rsidRPr="00E37591">
        <w:rPr>
          <w:rtl/>
          <w:lang w:bidi="ur-PK"/>
        </w:rPr>
        <w:t xml:space="preserve"> دار اپن</w:t>
      </w:r>
      <w:r w:rsidRPr="00E37591">
        <w:rPr>
          <w:rFonts w:hint="cs"/>
          <w:rtl/>
          <w:lang w:bidi="ur-PK"/>
        </w:rPr>
        <w:t>ے کثی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ہتا۔اس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آن یہی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دوگنا اور چوگنا بنای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ے۔وہ اس کے لئے مختلف ذرائع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اہم ذرائع سود </w:t>
      </w:r>
      <w:r w:rsidRPr="00E37591">
        <w:rPr>
          <w:rFonts w:hint="eastAsia"/>
          <w:rtl/>
          <w:lang w:bidi="ur-PK"/>
        </w:rPr>
        <w:t>خوار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کہ ثروت مند انسان کبھی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ہل بن جاتاہے اورکبھی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چست وچالاک اور چاق وچوبند ر</w:t>
      </w:r>
      <w:r w:rsidRPr="00E37591">
        <w:rPr>
          <w:rFonts w:hint="cs"/>
          <w:rtl/>
          <w:lang w:bidi="ur-PK"/>
        </w:rPr>
        <w:t>ہتاہے۔سست وکاہل آدمی</w:t>
      </w:r>
      <w:r w:rsidRPr="00E37591">
        <w:rPr>
          <w:rtl/>
          <w:lang w:bidi="ur-PK"/>
        </w:rPr>
        <w:t xml:space="preserve"> کا شعار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غری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اور محتاجوں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ان سے ماہ بہ ماہ سودوصول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6B3A31">
      <w:pPr>
        <w:pStyle w:val="libNormal"/>
        <w:rPr>
          <w:rtl/>
          <w:lang w:bidi="ur-PK"/>
        </w:rPr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کرتاہے۔اس طرح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قدرومنزلت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لوگ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سوچ کر احترام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شخص آ</w:t>
      </w:r>
      <w:r w:rsidRPr="00E37591">
        <w:rPr>
          <w:rFonts w:hint="cs"/>
          <w:rtl/>
          <w:lang w:bidi="ur-PK"/>
        </w:rPr>
        <w:t>ڑے وقت پر غری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کام آتاہے اور اپنا سرمایہ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کرتار</w:t>
      </w:r>
      <w:r w:rsidRPr="00E37591">
        <w:rPr>
          <w:rFonts w:hint="cs"/>
          <w:rtl/>
          <w:lang w:bidi="ur-PK"/>
        </w:rPr>
        <w:t>ہے گا رند کے رند 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ہاتھ سے جنت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چست وچالاک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وہ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زور پر فصل کے موقع پر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غلہ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بعد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لوگ ب</w:t>
      </w:r>
      <w:r w:rsidRPr="00E37591">
        <w:rPr>
          <w:rFonts w:hint="cs"/>
          <w:rtl/>
          <w:lang w:bidi="ur-PK"/>
        </w:rPr>
        <w:t>ھوک پی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مرنے لگتے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ان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رقم ل</w:t>
      </w:r>
      <w:r w:rsidRPr="00E37591">
        <w:rPr>
          <w:rFonts w:hint="cs"/>
          <w:rtl/>
          <w:lang w:bidi="ur-PK"/>
        </w:rPr>
        <w:t xml:space="preserve">ے کر وہ غلہ ان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ہاتھ فروخت کردی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 صرف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سارے سرمایہ</w:t>
      </w:r>
      <w:r w:rsidRPr="00E37591">
        <w:rPr>
          <w:rtl/>
          <w:lang w:bidi="ur-PK"/>
        </w:rPr>
        <w:t xml:space="preserve"> کو صرف چند آدم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جمع کردی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ہے۔جو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بس۔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افسوسناک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تحت پرورش پانے والے ذہن ومزاج بھی</w:t>
      </w:r>
      <w:r w:rsidRPr="00E37591">
        <w:rPr>
          <w:rtl/>
          <w:lang w:bidi="ur-PK"/>
        </w:rPr>
        <w:t xml:space="preserve"> اس قدرابتر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شرافت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بدل جاتا</w:t>
      </w:r>
      <w:r w:rsidRPr="00E37591">
        <w:rPr>
          <w:rFonts w:hint="cs"/>
          <w:rtl/>
          <w:lang w:bidi="ur-PK"/>
        </w:rPr>
        <w:t>ہے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غربت زد</w:t>
      </w:r>
      <w:r w:rsidRPr="00E37591">
        <w:rPr>
          <w:rFonts w:hint="cs"/>
          <w:rtl/>
          <w:lang w:bidi="ur-PK"/>
        </w:rPr>
        <w:t>ہ انسان سود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eastAsia"/>
          <w:rtl/>
          <w:lang w:bidi="ur-PK"/>
        </w:rPr>
        <w:t>عر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ڑے وقت پرکام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احساس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یہ</w:t>
      </w:r>
      <w:r w:rsidRPr="00E37591">
        <w:rPr>
          <w:rtl/>
          <w:lang w:bidi="ur-PK"/>
        </w:rPr>
        <w:t xml:space="preserve"> حرام خور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خون جگر چوسنا چا</w:t>
      </w:r>
      <w:r w:rsidRPr="00E37591">
        <w:rPr>
          <w:rFonts w:hint="cs"/>
          <w:rtl/>
          <w:lang w:bidi="ur-PK"/>
        </w:rPr>
        <w:t>ہتاہے۔وہ یہ</w:t>
      </w:r>
      <w:r w:rsidRPr="00E37591">
        <w:rPr>
          <w:rtl/>
          <w:lang w:bidi="ur-PK"/>
        </w:rPr>
        <w:t xml:space="preserve"> سوچ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پاتاک</w:t>
      </w:r>
      <w:r w:rsidRPr="00E37591">
        <w:rPr>
          <w:rFonts w:hint="cs"/>
          <w:rtl/>
          <w:lang w:bidi="ur-PK"/>
        </w:rPr>
        <w:t>ہ اسے اپنے نفس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مطالب</w:t>
      </w:r>
      <w:r w:rsidRPr="00E37591">
        <w:rPr>
          <w:rFonts w:hint="cs"/>
          <w:rtl/>
          <w:lang w:bidi="ur-PK"/>
        </w:rPr>
        <w:t>ہ کا حق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ہے۔آپ نے اس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افراد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گے،جو سودپرر</w:t>
      </w:r>
      <w:r w:rsidRPr="00E37591">
        <w:rPr>
          <w:rFonts w:hint="eastAsia"/>
          <w:rtl/>
          <w:lang w:bidi="ur-PK"/>
        </w:rPr>
        <w:t>وپ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افراد کو بڑی</w:t>
      </w:r>
      <w:r w:rsidRPr="00E37591">
        <w:rPr>
          <w:rtl/>
          <w:lang w:bidi="ur-PK"/>
        </w:rPr>
        <w:t xml:space="preserve"> عزت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رقم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واپس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موقع پر دوچارروپیہ</w:t>
      </w:r>
      <w:r w:rsidRPr="00E37591">
        <w:rPr>
          <w:rtl/>
          <w:lang w:bidi="ur-PK"/>
        </w:rPr>
        <w:t xml:space="preserve"> سود ک</w:t>
      </w:r>
      <w:r w:rsidRPr="00E37591">
        <w:rPr>
          <w:rFonts w:hint="cs"/>
          <w:rtl/>
          <w:lang w:bidi="ur-PK"/>
        </w:rPr>
        <w:t>ے معاف کر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کارخی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کے اذہان کی</w:t>
      </w:r>
      <w:r w:rsidRPr="00E37591">
        <w:rPr>
          <w:rtl/>
          <w:lang w:bidi="ur-PK"/>
        </w:rPr>
        <w:t xml:space="preserve"> پست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حد تک پ</w:t>
      </w:r>
      <w:r w:rsidRPr="00E37591">
        <w:rPr>
          <w:rFonts w:hint="cs"/>
          <w:rtl/>
          <w:lang w:bidi="ur-PK"/>
        </w:rPr>
        <w:t>ہنچ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کوئی</w:t>
      </w:r>
      <w:r w:rsidRPr="00E37591">
        <w:rPr>
          <w:rtl/>
          <w:lang w:bidi="ur-PK"/>
        </w:rPr>
        <w:t xml:space="preserve"> شخص وعد</w:t>
      </w:r>
      <w:r w:rsidRPr="00E37591">
        <w:rPr>
          <w:rFonts w:hint="cs"/>
          <w:rtl/>
          <w:lang w:bidi="ur-PK"/>
        </w:rPr>
        <w:t>ہ کرنے کے بعد سود نہ دے تو وہ اسے سماج کا سب سے بڑا م</w:t>
      </w:r>
      <w:r w:rsidRPr="00E37591">
        <w:rPr>
          <w:rFonts w:hint="eastAsia"/>
          <w:rtl/>
          <w:lang w:bidi="ur-PK"/>
        </w:rPr>
        <w:t>جرم</w:t>
      </w:r>
      <w:r w:rsidRPr="00E37591">
        <w:rPr>
          <w:rtl/>
          <w:lang w:bidi="ur-PK"/>
        </w:rPr>
        <w:t xml:space="preserve"> تصور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وعد</w:t>
      </w:r>
      <w:r w:rsidRPr="00E37591">
        <w:rPr>
          <w:rFonts w:hint="cs"/>
          <w:rtl/>
          <w:lang w:bidi="ur-PK"/>
        </w:rPr>
        <w:t>ہ خلافی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بڑاگناہ ہے اور حرام کی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ھاکرغری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کو ناقدر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جرم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 بلکہ کار 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اس لئ</w:t>
      </w:r>
      <w:r w:rsidRPr="00E37591">
        <w:rPr>
          <w:rFonts w:hint="cs"/>
          <w:rtl/>
          <w:lang w:bidi="ur-PK"/>
        </w:rPr>
        <w:t>ے ہوتاہے کہ سادہ لوح انسان جس ماحول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پاتا</w:t>
      </w:r>
      <w:r w:rsidRPr="00E37591">
        <w:rPr>
          <w:rFonts w:hint="cs"/>
          <w:rtl/>
          <w:lang w:bidi="ur-PK"/>
        </w:rPr>
        <w:t>ہے اس کے اصول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لئے آسمانی</w:t>
      </w:r>
      <w:r w:rsidRPr="00E37591">
        <w:rPr>
          <w:rtl/>
          <w:lang w:bidi="ur-PK"/>
        </w:rPr>
        <w:t xml:space="preserve"> وح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شعورن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وہ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وغلط اور فاسد وصالح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داکرسک</w:t>
      </w:r>
      <w:r w:rsidRPr="00E37591">
        <w:rPr>
          <w:rFonts w:hint="cs"/>
          <w:rtl/>
          <w:lang w:bidi="ur-PK"/>
        </w:rPr>
        <w:t>ے۔ اشراکی</w:t>
      </w:r>
      <w:r w:rsidRPr="00E37591">
        <w:rPr>
          <w:rtl/>
          <w:lang w:bidi="ur-PK"/>
        </w:rPr>
        <w:t xml:space="preserve"> ماحول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 کھولنے والے انسان کا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ہوتاہے۔وہ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اپن</w:t>
      </w:r>
      <w:r w:rsidRPr="00E37591">
        <w:rPr>
          <w:rFonts w:hint="cs"/>
          <w:rtl/>
          <w:lang w:bidi="ur-PK"/>
        </w:rPr>
        <w:t>ے کو حکومت کا غلام اور اپنے دست وبازوکی</w:t>
      </w:r>
      <w:r w:rsidRPr="00E37591">
        <w:rPr>
          <w:rtl/>
          <w:lang w:bidi="ur-PK"/>
        </w:rPr>
        <w:t xml:space="preserve"> طاقت کو اس</w:t>
      </w:r>
      <w:r w:rsidRPr="00E37591">
        <w:rPr>
          <w:rFonts w:hint="cs"/>
          <w:rtl/>
          <w:lang w:bidi="ur-PK"/>
        </w:rPr>
        <w:t>ٹیٹ</w:t>
      </w:r>
      <w:r w:rsidRPr="00E37591">
        <w:rPr>
          <w:rtl/>
          <w:lang w:bidi="ur-PK"/>
        </w:rPr>
        <w:t xml:space="preserve"> کا صدق</w:t>
      </w:r>
      <w:r w:rsidRPr="00E37591">
        <w:rPr>
          <w:rFonts w:hint="cs"/>
          <w:rtl/>
          <w:lang w:bidi="ur-PK"/>
        </w:rPr>
        <w:t>ہ سمجھنے لگتاہے اسے اس بات پر تعجب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دست وبازو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پراس</w:t>
      </w:r>
      <w:r w:rsidRPr="00E37591">
        <w:rPr>
          <w:rFonts w:hint="cs"/>
          <w:rtl/>
          <w:lang w:bidi="ur-PK"/>
        </w:rPr>
        <w:t>ٹیٹ</w:t>
      </w:r>
      <w:r w:rsidRPr="00E37591">
        <w:rPr>
          <w:rtl/>
          <w:lang w:bidi="ur-PK"/>
        </w:rPr>
        <w:t xml:space="preserve"> کا قبض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ا؟اور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دولت پر تصرف کرن</w:t>
      </w:r>
      <w:r w:rsidRPr="00E37591">
        <w:rPr>
          <w:rFonts w:hint="cs"/>
          <w:rtl/>
          <w:lang w:bidi="ur-PK"/>
        </w:rPr>
        <w:t>ے کاا 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22" w:name="_Toc468966767"/>
      <w:bookmarkStart w:id="23" w:name="_Toc468970716"/>
      <w:r w:rsidRPr="00E37591">
        <w:rPr>
          <w:rFonts w:hint="eastAsia"/>
          <w:rtl/>
          <w:lang w:bidi="ur-PK"/>
        </w:rPr>
        <w:t>مارکس</w:t>
      </w:r>
      <w:r w:rsidRPr="00E37591">
        <w:rPr>
          <w:rtl/>
          <w:lang w:bidi="ur-PK"/>
        </w:rPr>
        <w:t xml:space="preserve"> ازم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</w:t>
      </w:r>
      <w:bookmarkEnd w:id="22"/>
      <w:bookmarkEnd w:id="23"/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کارل مارکس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نظام پر اعتراض کرت</w:t>
      </w:r>
      <w:r w:rsidRPr="00E37591">
        <w:rPr>
          <w:rFonts w:hint="cs"/>
          <w:rtl/>
          <w:lang w:bidi="ur-PK"/>
        </w:rPr>
        <w:t>ے ہوئے جن نکات کا حوالہ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اکثرباتی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خود ان ک</w:t>
      </w:r>
      <w:r w:rsidRPr="00E37591">
        <w:rPr>
          <w:rFonts w:hint="cs"/>
          <w:rtl/>
          <w:lang w:bidi="ur-PK"/>
        </w:rPr>
        <w:t>ے مرتب کئے ہوئے اصولوں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مشترک طور پر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۔انہوں نے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محنت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نکالا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حصہ کا غاصب ی</w:t>
      </w:r>
      <w:r w:rsidRPr="00E37591">
        <w:rPr>
          <w:rFonts w:hint="eastAsia"/>
          <w:rtl/>
          <w:lang w:bidi="ur-PK"/>
        </w:rPr>
        <w:t>اچور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ماحول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مالک ومزدور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س</w:t>
      </w:r>
      <w:r w:rsidRPr="00E37591">
        <w:rPr>
          <w:rFonts w:hint="cs"/>
          <w:rtl/>
          <w:lang w:bidi="ur-PK"/>
        </w:rPr>
        <w:t>ے دوچار رہتاہے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بات پر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مزدور کو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تمام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کامالک فرض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نظام اقتصاد کی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کو متزلزل بناسکتا</w:t>
      </w:r>
      <w:r w:rsidRPr="00E37591">
        <w:rPr>
          <w:rFonts w:hint="cs"/>
          <w:rtl/>
          <w:lang w:bidi="ur-PK"/>
        </w:rPr>
        <w:t>ہے چاہے وہ سرم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۔اس لئے کہ مزدور ہر وقت اپنی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مطالب</w:t>
      </w:r>
      <w:r w:rsidRPr="00E37591">
        <w:rPr>
          <w:rFonts w:hint="cs"/>
          <w:rtl/>
          <w:lang w:bidi="ur-PK"/>
        </w:rPr>
        <w:t>ہ کرے گا ا</w:t>
      </w:r>
      <w:r w:rsidRPr="00E37591">
        <w:rPr>
          <w:rtl/>
          <w:lang w:bidi="ur-PK"/>
        </w:rPr>
        <w:t>ور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مالک ومزدورک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حکومت وملازم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بدستورقائم ر</w:t>
      </w:r>
      <w:r w:rsidRPr="00E37591">
        <w:rPr>
          <w:rFonts w:hint="cs"/>
          <w:rtl/>
          <w:lang w:bidi="ur-PK"/>
        </w:rPr>
        <w:t>ہے گی۔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کام سے عاجز ہوجانے والے بوڑھے،بی</w:t>
      </w:r>
      <w:r w:rsidRPr="00E37591">
        <w:rPr>
          <w:rFonts w:hint="eastAsia"/>
          <w:rtl/>
          <w:lang w:bidi="ur-PK"/>
        </w:rPr>
        <w:t>مار،</w:t>
      </w:r>
      <w:r w:rsidRPr="00E37591">
        <w:rPr>
          <w:rtl/>
          <w:lang w:bidi="ur-PK"/>
        </w:rPr>
        <w:t xml:space="preserve"> مفلوج، مشلول،بچ</w:t>
      </w:r>
      <w:r w:rsidRPr="00E37591">
        <w:rPr>
          <w:rFonts w:hint="cs"/>
          <w:rtl/>
          <w:lang w:bidi="ur-PK"/>
        </w:rPr>
        <w:t>ے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رہنے کے حق سے محروم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ے۔کام کرنے والے اپنے تمام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عمل کا مطالب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کام سے عاجز رہ جانے والے بھوکوں مرجائی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ے۔اس وقت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</w:t>
      </w:r>
      <w:r w:rsidRPr="00E37591">
        <w:rPr>
          <w:rFonts w:hint="eastAsia"/>
          <w:rtl/>
          <w:lang w:bidi="ur-PK"/>
        </w:rPr>
        <w:t>سکتاک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حکومت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لوگوں ک</w:t>
      </w:r>
      <w:r w:rsidRPr="00E37591">
        <w:rPr>
          <w:rFonts w:hint="cs"/>
          <w:rtl/>
          <w:lang w:bidi="ur-PK"/>
        </w:rPr>
        <w:t>ے رزق کا سامان کرے گی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ھوکوں نہ مرنے دے گی۔اس لئے کہ یہ</w:t>
      </w:r>
      <w:r w:rsidRPr="00E37591">
        <w:rPr>
          <w:rtl/>
          <w:lang w:bidi="ur-PK"/>
        </w:rPr>
        <w:t xml:space="preserve"> جواب اصول مارکس س</w:t>
      </w:r>
      <w:r w:rsidRPr="00E37591">
        <w:rPr>
          <w:rFonts w:hint="cs"/>
          <w:rtl/>
          <w:lang w:bidi="ur-PK"/>
        </w:rPr>
        <w:t>ے ناواقفی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ہوگا۔مارکس کے اس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حکومت صرف مزدوروں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کاکام ان کی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دلوانا </w:t>
      </w:r>
      <w:r w:rsidRPr="00E37591">
        <w:rPr>
          <w:rFonts w:hint="cs"/>
          <w:rtl/>
          <w:lang w:bidi="ur-PK"/>
        </w:rPr>
        <w:t>ہوتاہے اس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مداخلت کا کوئی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ہذب شکل کانام ہوجائے گی</w:t>
      </w:r>
      <w:r w:rsidRPr="00E37591">
        <w:rPr>
          <w:rtl/>
          <w:lang w:bidi="ur-PK"/>
        </w:rPr>
        <w:t xml:space="preserve"> اور مزدور ب</w:t>
      </w:r>
      <w:r w:rsidRPr="00E37591">
        <w:rPr>
          <w:rFonts w:hint="cs"/>
          <w:rtl/>
          <w:lang w:bidi="ur-PK"/>
        </w:rPr>
        <w:t>ہرحال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اجرت س</w:t>
      </w:r>
      <w:r w:rsidRPr="00E37591">
        <w:rPr>
          <w:rFonts w:hint="cs"/>
          <w:rtl/>
          <w:lang w:bidi="ur-PK"/>
        </w:rPr>
        <w:t>ے محروم رہے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کہ''تقسی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باعتبار ضرورت''کا اصول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نبی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تک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زش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ظاہر ہے کہ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علم اقتصادم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امتزاج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گنجائش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کا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الگ ہے اور ہونا چاہئے۔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ے اس اصول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اثر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ظ</w:t>
      </w:r>
      <w:r w:rsidRPr="00E37591">
        <w:rPr>
          <w:rFonts w:hint="cs"/>
          <w:rtl/>
          <w:lang w:bidi="ur-PK"/>
        </w:rPr>
        <w:t>ہور پزی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ہوگا۔اس لئے کہ سارے مزدور اپنے ظاہری</w:t>
      </w:r>
      <w:r w:rsidRPr="00E37591">
        <w:rPr>
          <w:rtl/>
          <w:lang w:bidi="ur-PK"/>
        </w:rPr>
        <w:t xml:space="preserve"> اعضاوجوارح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واحساسات ک</w:t>
      </w:r>
      <w:r w:rsidRPr="00E37591">
        <w:rPr>
          <w:rFonts w:hint="cs"/>
          <w:rtl/>
          <w:lang w:bidi="ur-PK"/>
        </w:rPr>
        <w:t>ے اعتبار سے مساوی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ہوتے۔ان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چاق وچوبند،</w:t>
      </w:r>
      <w:r w:rsidRPr="00E37591">
        <w:rPr>
          <w:rFonts w:hint="cs"/>
          <w:rtl/>
          <w:lang w:bidi="ur-PK"/>
        </w:rPr>
        <w:t>ہوشی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ودانشمند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ولاغر،غب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وکندذ</w:t>
      </w:r>
      <w:r w:rsidRPr="00E37591">
        <w:rPr>
          <w:rFonts w:hint="cs"/>
          <w:rtl/>
          <w:lang w:bidi="ur-PK"/>
        </w:rPr>
        <w:t>ہن بھی</w:t>
      </w:r>
      <w:r w:rsidRPr="00E37591">
        <w:rPr>
          <w:rtl/>
          <w:lang w:bidi="ur-PK"/>
        </w:rPr>
        <w:t xml:space="preserve">   اور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پہلی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مزدوروں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مزدوروں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ہوگی۔اب اگر حکومت اپنے حدود کے اندررہ کر مزدوروں کو ان کے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حقوق دلوان</w:t>
      </w:r>
      <w:r w:rsidRPr="00E37591">
        <w:rPr>
          <w:rFonts w:hint="cs"/>
          <w:rtl/>
          <w:lang w:bidi="ur-PK"/>
        </w:rPr>
        <w:t>ے پر اترآئے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 طبق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دوسر</w:t>
      </w:r>
      <w:r w:rsidRPr="00E37591">
        <w:rPr>
          <w:rFonts w:hint="cs"/>
          <w:rtl/>
          <w:lang w:bidi="ur-PK"/>
        </w:rPr>
        <w:t>ے سے دوگنی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ہوگی۔پھر یہی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بات دوسر</w:t>
      </w:r>
      <w:r w:rsidRPr="00E37591">
        <w:rPr>
          <w:rFonts w:hint="cs"/>
          <w:rtl/>
          <w:lang w:bidi="ur-PK"/>
        </w:rPr>
        <w:t>ے مہی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جس کے بعد بڑے طبقہ کی</w:t>
      </w:r>
      <w:r w:rsidRPr="00E37591">
        <w:rPr>
          <w:rtl/>
          <w:lang w:bidi="ur-PK"/>
        </w:rPr>
        <w:t xml:space="preserve"> دولت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جائے گی</w:t>
      </w:r>
      <w:r w:rsidRPr="00E37591">
        <w:rPr>
          <w:rtl/>
          <w:lang w:bidi="ur-PK"/>
        </w:rPr>
        <w:t xml:space="preserve"> اور ما</w:t>
      </w:r>
      <w:r w:rsidRPr="00E37591">
        <w:rPr>
          <w:rFonts w:hint="cs"/>
          <w:rtl/>
          <w:lang w:bidi="ur-PK"/>
        </w:rPr>
        <w:t>ہ بہ ماہ اس کی</w:t>
      </w:r>
      <w:r w:rsidRPr="00E37591">
        <w:rPr>
          <w:rtl/>
          <w:lang w:bidi="ur-PK"/>
        </w:rPr>
        <w:t xml:space="preserve"> دولت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ہوتارہے گا اور معاشرہ اسی</w:t>
      </w:r>
      <w:r w:rsidRPr="00E37591">
        <w:rPr>
          <w:rtl/>
          <w:lang w:bidi="ur-PK"/>
        </w:rPr>
        <w:t xml:space="preserve"> لعنت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پل</w:t>
      </w:r>
      <w:r w:rsidRPr="00E37591">
        <w:rPr>
          <w:rFonts w:hint="cs"/>
          <w:rtl/>
          <w:lang w:bidi="ur-PK"/>
        </w:rPr>
        <w:t>ٹنے لگے گا جس سے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نکل سکاہے۔ اس مقام پر یہ</w:t>
      </w:r>
      <w:r w:rsidRPr="00E37591">
        <w:rPr>
          <w:rtl/>
          <w:lang w:bidi="ur-PK"/>
        </w:rPr>
        <w:t xml:space="preserve"> امکان ضرور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حکومت اس سرمایہ</w:t>
      </w:r>
      <w:r w:rsidRPr="00E37591">
        <w:rPr>
          <w:rtl/>
          <w:lang w:bidi="ur-PK"/>
        </w:rPr>
        <w:t xml:space="preserve"> کو ختم کر اد</w:t>
      </w:r>
      <w:r w:rsidRPr="00E37591">
        <w:rPr>
          <w:rFonts w:hint="cs"/>
          <w:rtl/>
          <w:lang w:bidi="ur-PK"/>
        </w:rPr>
        <w:t>ے،سلب کرلے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طبق</w:t>
      </w:r>
      <w:r w:rsidRPr="00E37591">
        <w:rPr>
          <w:rFonts w:hint="cs"/>
          <w:rtl/>
          <w:lang w:bidi="ur-PK"/>
        </w:rPr>
        <w:t>ہ کو دولت بڑھانے کا اختی</w:t>
      </w:r>
      <w:r w:rsidRPr="00E37591">
        <w:rPr>
          <w:rFonts w:hint="eastAsia"/>
          <w:rtl/>
          <w:lang w:bidi="ur-PK"/>
        </w:rPr>
        <w:t>ارن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بات اصول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ہوگی۔خواہ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تقاضوں کی</w:t>
      </w:r>
      <w:r w:rsidRPr="00E37591">
        <w:rPr>
          <w:rtl/>
          <w:lang w:bidi="ur-PK"/>
        </w:rPr>
        <w:t xml:space="preserve"> بناپر اس</w:t>
      </w:r>
      <w:r w:rsidRPr="00E37591">
        <w:rPr>
          <w:rFonts w:hint="cs"/>
          <w:rtl/>
          <w:lang w:bidi="ur-PK"/>
        </w:rPr>
        <w:t>ے جائز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بنالی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ومفاسد کا مشا</w:t>
      </w:r>
      <w:r w:rsidRPr="00E37591">
        <w:rPr>
          <w:rFonts w:hint="cs"/>
          <w:rtl/>
          <w:lang w:bidi="ur-PK"/>
        </w:rPr>
        <w:t>ہدہ کرنے کے بعد 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لگای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اگرانفرادی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بدل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ازخود دور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ی۔چنانچہ انہوں نے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اص</w:t>
      </w:r>
      <w:r w:rsidRPr="00E37591">
        <w:rPr>
          <w:rFonts w:hint="eastAsia"/>
          <w:rtl/>
          <w:lang w:bidi="ur-PK"/>
        </w:rPr>
        <w:t>ول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بنای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ملک کاسارا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عوام کے لئے ہے اور عوام ملک کے خادم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۔ہر شخص کا فرض ہے کہ وہ بقدر طاقت محنت کرے اور بقدر ض</w:t>
      </w:r>
      <w:r w:rsidRPr="00E37591">
        <w:rPr>
          <w:rtl/>
          <w:lang w:bidi="ur-PK"/>
        </w:rPr>
        <w:t>رورت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مقدار عمل کے اعتبار سے دونوں برابر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نتائج عمل کو دوسرے کے </w:t>
      </w:r>
      <w:r w:rsidRPr="00E37591">
        <w:rPr>
          <w:rFonts w:hint="eastAsia"/>
          <w:rtl/>
          <w:lang w:bidi="ur-PK"/>
        </w:rPr>
        <w:t>حوال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جواز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 xml:space="preserve"> اور''محنت اصل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ہے''کانظریہ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 خاک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گا؟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نے جس ماحول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ھولی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دونوں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طاغوت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شکار ت</w:t>
      </w:r>
      <w:r w:rsidRPr="00E37591">
        <w:rPr>
          <w:rFonts w:hint="cs"/>
          <w:rtl/>
          <w:lang w:bidi="ur-PK"/>
        </w:rPr>
        <w:t>ھے۔دی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ٹھی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چشم وابروکے اشاروں پر رقصاں تھے اور ان کی</w:t>
      </w:r>
      <w:r w:rsidRPr="00E37591">
        <w:rPr>
          <w:rtl/>
          <w:lang w:bidi="ur-PK"/>
        </w:rPr>
        <w:t xml:space="preserve"> افتادطبع ک</w:t>
      </w:r>
      <w:r w:rsidRPr="00E37591">
        <w:rPr>
          <w:rFonts w:hint="cs"/>
          <w:rtl/>
          <w:lang w:bidi="ur-PK"/>
        </w:rPr>
        <w:t>ے مطابق احکام گڑھ رہے تھے۔کنی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ثروت 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مظاہر کا اڈہ بن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ہواتھا۔پوپ بڑے سے بڑے سرمایہ</w:t>
      </w:r>
      <w:r w:rsidRPr="00E37591">
        <w:rPr>
          <w:rtl/>
          <w:lang w:bidi="ur-PK"/>
        </w:rPr>
        <w:t xml:space="preserve"> دار س</w:t>
      </w:r>
      <w:r w:rsidRPr="00E37591">
        <w:rPr>
          <w:rFonts w:hint="cs"/>
          <w:rtl/>
          <w:lang w:bidi="ur-PK"/>
        </w:rPr>
        <w:t>ے ٹکڑلی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ھا۔ </w:t>
      </w:r>
      <w:r w:rsidRPr="00E37591">
        <w:rPr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زور پر جنت کا بی</w:t>
      </w:r>
      <w:r w:rsidRPr="00E37591">
        <w:rPr>
          <w:rFonts w:hint="eastAsia"/>
          <w:rtl/>
          <w:lang w:bidi="ur-PK"/>
        </w:rPr>
        <w:t>وپار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ہورہاتھا   دوسری</w:t>
      </w:r>
      <w:r w:rsidRPr="00E37591">
        <w:rPr>
          <w:rtl/>
          <w:lang w:bidi="ur-PK"/>
        </w:rPr>
        <w:t xml:space="preserve"> طرف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ادار</w:t>
      </w:r>
      <w:r w:rsidRPr="00E37591">
        <w:rPr>
          <w:rtl/>
          <w:lang w:bidi="ur-PK"/>
        </w:rPr>
        <w:t xml:space="preserve"> دولت وثروت ک</w:t>
      </w:r>
      <w:r w:rsidRPr="00E37591">
        <w:rPr>
          <w:rFonts w:hint="cs"/>
          <w:rtl/>
          <w:lang w:bidi="ur-PK"/>
        </w:rPr>
        <w:t>ے بھروسہ پر پوپ کی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ہے تھے۔زندگی</w:t>
      </w:r>
      <w:r w:rsidRPr="00E37591">
        <w:rPr>
          <w:rtl/>
          <w:lang w:bidi="ur-PK"/>
        </w:rPr>
        <w:t xml:space="preserve"> اور جنت کا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امتزاج منظر عام پر آر</w:t>
      </w:r>
      <w:r w:rsidRPr="00E37591">
        <w:rPr>
          <w:rFonts w:hint="cs"/>
          <w:rtl/>
          <w:lang w:bidi="ur-PK"/>
        </w:rPr>
        <w:t>ہاتھا۔عی</w:t>
      </w:r>
      <w:r w:rsidRPr="00E37591">
        <w:rPr>
          <w:rFonts w:hint="eastAsia"/>
          <w:rtl/>
          <w:lang w:bidi="ur-PK"/>
        </w:rPr>
        <w:t>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ظلم وستم کا شباب ت</w:t>
      </w:r>
      <w:r w:rsidRPr="00E37591">
        <w:rPr>
          <w:rFonts w:hint="cs"/>
          <w:rtl/>
          <w:lang w:bidi="ur-PK"/>
        </w:rPr>
        <w:t>ھا۔مزدوروں کی</w:t>
      </w:r>
      <w:r w:rsidRPr="00E37591">
        <w:rPr>
          <w:rtl/>
          <w:lang w:bidi="ur-PK"/>
        </w:rPr>
        <w:t xml:space="preserve"> آ</w:t>
      </w:r>
      <w:r w:rsidRPr="00E37591">
        <w:rPr>
          <w:rFonts w:hint="eastAsia"/>
          <w:rtl/>
          <w:lang w:bidi="ur-PK"/>
        </w:rPr>
        <w:t>واز</w:t>
      </w:r>
      <w:r w:rsidRPr="00E37591">
        <w:rPr>
          <w:rtl/>
          <w:lang w:bidi="ur-PK"/>
        </w:rPr>
        <w:t xml:space="preserve"> صدابصحرات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  اور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ماحول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حساس انسان کو خاموش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ٹھا سکتا۔ مارکس کے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ورد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طوفان بن کر ا</w:t>
      </w:r>
      <w:r w:rsidRPr="00E37591">
        <w:rPr>
          <w:rFonts w:hint="cs"/>
          <w:rtl/>
          <w:lang w:bidi="ur-PK"/>
        </w:rPr>
        <w:t>ٹھااور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شعبوں پرچھاگی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۔دنی</w:t>
      </w:r>
      <w:r w:rsidRPr="00E37591">
        <w:rPr>
          <w:rFonts w:hint="eastAsia"/>
          <w:rtl/>
          <w:lang w:bidi="ur-PK"/>
        </w:rPr>
        <w:t>اکا</w:t>
      </w:r>
      <w:r w:rsidRPr="00E37591">
        <w:rPr>
          <w:rtl/>
          <w:lang w:bidi="ur-PK"/>
        </w:rPr>
        <w:t xml:space="preserve"> دستور </w:t>
      </w:r>
      <w:r w:rsidRPr="00E37591">
        <w:rPr>
          <w:rFonts w:hint="cs"/>
          <w:rtl/>
          <w:lang w:bidi="ur-PK"/>
        </w:rPr>
        <w:t>ہے کہ جب کوئی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نارمل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بنتا</w:t>
      </w:r>
      <w:r w:rsidRPr="00E37591">
        <w:rPr>
          <w:rFonts w:hint="cs"/>
          <w:rtl/>
          <w:lang w:bidi="ur-PK"/>
        </w:rPr>
        <w:t>ہے تواس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اورآزا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جب کسی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سے تاثر کا شکار ہ</w:t>
      </w:r>
      <w:r w:rsidRPr="00E37591">
        <w:rPr>
          <w:rtl/>
          <w:lang w:bidi="ur-PK"/>
        </w:rPr>
        <w:t>وجاتا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جوش انتقام کا شکار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ہے۔مارکس کے ساتھ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الم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نے اہل کنی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مظالم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چی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ٹھا۔اس کی</w:t>
      </w:r>
      <w:r w:rsidRPr="00E37591">
        <w:rPr>
          <w:rtl/>
          <w:lang w:bidi="ur-PK"/>
        </w:rPr>
        <w:t xml:space="preserve"> آواز احتجاج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مر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توازن </w:t>
      </w:r>
      <w:r w:rsidRPr="00E37591">
        <w:rPr>
          <w:rFonts w:hint="cs"/>
          <w:rtl/>
          <w:lang w:bidi="ur-PK"/>
        </w:rPr>
        <w:t>ہوتا ہے اور نہ نالہ وفری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ے۔اس لئے اس نے مذہب پرنظر ڈالی</w:t>
      </w:r>
      <w:r w:rsidRPr="00E37591">
        <w:rPr>
          <w:rtl/>
          <w:lang w:bidi="ur-PK"/>
        </w:rPr>
        <w:t xml:space="preserve"> تو اس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کسر</w:t>
      </w:r>
      <w:r w:rsidRPr="00E37591">
        <w:rPr>
          <w:rtl/>
          <w:lang w:bidi="ur-PK"/>
        </w:rPr>
        <w:t xml:space="preserve"> معطل کرک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اعلان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چند فرسودہ خی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کا مجموع</w:t>
      </w:r>
      <w:r w:rsidRPr="00E37591">
        <w:rPr>
          <w:rFonts w:hint="cs"/>
          <w:rtl/>
          <w:lang w:bidi="ur-PK"/>
        </w:rPr>
        <w:t>ہ ہوتاہے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عوام کو خاموش کرن</w:t>
      </w:r>
      <w:r w:rsidRPr="00E37591">
        <w:rPr>
          <w:rFonts w:hint="cs"/>
          <w:rtl/>
          <w:lang w:bidi="ur-PK"/>
        </w:rPr>
        <w:t>ے کا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ہادی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مذا</w:t>
      </w:r>
      <w:r w:rsidRPr="00E37591">
        <w:rPr>
          <w:rFonts w:hint="cs"/>
          <w:rtl/>
          <w:lang w:bidi="ur-PK"/>
        </w:rPr>
        <w:t>ہب</w:t>
      </w:r>
      <w:r w:rsidRPr="00E37591">
        <w:rPr>
          <w:rtl/>
          <w:lang w:bidi="ur-PK"/>
        </w:rPr>
        <w:t xml:space="preserve"> عوام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کو استحصال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بناکر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ماحول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ھاتو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''لغووم</w:t>
      </w:r>
      <w:r w:rsidRPr="00E37591">
        <w:rPr>
          <w:rFonts w:hint="cs"/>
          <w:rtl/>
          <w:lang w:bidi="ur-PK"/>
        </w:rPr>
        <w:t>ہمل ہے اس سے فسادات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۔سرمایہ</w:t>
      </w:r>
      <w:r w:rsidRPr="00E37591">
        <w:rPr>
          <w:rtl/>
          <w:lang w:bidi="ur-PK"/>
        </w:rPr>
        <w:t xml:space="preserve"> دار مزدوروں ک</w:t>
      </w:r>
      <w:r w:rsidRPr="00E37591">
        <w:rPr>
          <w:rFonts w:hint="cs"/>
          <w:rtl/>
          <w:lang w:bidi="ur-PK"/>
        </w:rPr>
        <w:t>ے حق کا چور ہے۔اس سے مزدوروں کا انتقام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ان تمام حالات سے عوام کو گذرنا پڑتاہے۔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</w:t>
      </w:r>
      <w:r w:rsidRPr="00E37591">
        <w:rPr>
          <w:rtl/>
          <w:lang w:bidi="ur-PK"/>
        </w:rPr>
        <w:t>مارکس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دل ت</w:t>
      </w:r>
      <w:r w:rsidRPr="00E37591">
        <w:rPr>
          <w:rFonts w:hint="cs"/>
          <w:rtl/>
          <w:lang w:bidi="ur-PK"/>
        </w:rPr>
        <w:t>ھا اور اس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ڑپ تھی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تڑپ کی</w:t>
      </w:r>
      <w:r w:rsidRPr="00E37591">
        <w:rPr>
          <w:rtl/>
          <w:lang w:bidi="ur-PK"/>
        </w:rPr>
        <w:t xml:space="preserve"> زدم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 توازن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اس نے حالات کے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مزدوروں س</w:t>
      </w:r>
      <w:r w:rsidRPr="00E37591">
        <w:rPr>
          <w:rFonts w:hint="cs"/>
          <w:rtl/>
          <w:lang w:bidi="ur-PK"/>
        </w:rPr>
        <w:t>ے ہمدردی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حق بجانب بھی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بارگا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ماجور ب</w:t>
      </w:r>
      <w:r w:rsidRPr="00E37591">
        <w:rPr>
          <w:rFonts w:hint="cs"/>
          <w:rtl/>
          <w:lang w:bidi="ur-PK"/>
        </w:rPr>
        <w:t>ھی۔لی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ستم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کو بالکل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نظرانداز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ساتھ کسی</w:t>
      </w:r>
      <w:r w:rsidRPr="00E37591">
        <w:rPr>
          <w:rtl/>
          <w:lang w:bidi="ur-PK"/>
        </w:rPr>
        <w:t xml:space="preserve"> 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روان</w:t>
      </w:r>
      <w:r w:rsidRPr="00E37591">
        <w:rPr>
          <w:rFonts w:hint="cs"/>
          <w:rtl/>
          <w:lang w:bidi="ur-PK"/>
        </w:rPr>
        <w:t>ہ رکھا  کاش اس نے اتنا اور سوچاہوتاکہ مل کاملک بھی</w:t>
      </w:r>
      <w:r w:rsidRPr="00E37591">
        <w:rPr>
          <w:rtl/>
          <w:lang w:bidi="ur-PK"/>
        </w:rPr>
        <w:t xml:space="preserve"> سماج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ہے اس نے بھی</w:t>
      </w:r>
      <w:r w:rsidRPr="00E37591">
        <w:rPr>
          <w:rtl/>
          <w:lang w:bidi="ur-PK"/>
        </w:rPr>
        <w:t xml:space="preserve"> اپنا خون پس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ہے۔وہ بھی</w:t>
      </w:r>
      <w:r w:rsidRPr="00E37591">
        <w:rPr>
          <w:rtl/>
          <w:lang w:bidi="ur-PK"/>
        </w:rPr>
        <w:t xml:space="preserve"> دماغ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کو صرف کرک</w:t>
      </w:r>
      <w:r w:rsidRPr="00E37591">
        <w:rPr>
          <w:rFonts w:hint="cs"/>
          <w:rtl/>
          <w:lang w:bidi="ur-PK"/>
        </w:rPr>
        <w:t>ے کارخانے کو آگے بڑھاتاہے۔اس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ہونا چاہئے۔ای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اپنے نظریہ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لوچ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</w:t>
      </w:r>
      <w:r w:rsidRPr="00E37591">
        <w:rPr>
          <w:rtl/>
          <w:lang w:bidi="ur-PK"/>
        </w:rPr>
        <w:t xml:space="preserve"> تو آج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تراعتراضات س</w:t>
      </w:r>
      <w:r w:rsidRPr="00E37591">
        <w:rPr>
          <w:rFonts w:hint="cs"/>
          <w:rtl/>
          <w:lang w:bidi="ur-PK"/>
        </w:rPr>
        <w:t>ے بچاؤ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صورت ضرور </w:t>
      </w:r>
      <w:r w:rsidRPr="00E37591">
        <w:rPr>
          <w:rFonts w:hint="cs"/>
          <w:rtl/>
          <w:lang w:bidi="ur-PK"/>
        </w:rPr>
        <w:t>ہوتی۔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یہ</w:t>
      </w:r>
      <w:r w:rsidRPr="00E37591">
        <w:rPr>
          <w:rtl/>
          <w:lang w:bidi="ur-PK"/>
        </w:rPr>
        <w:t xml:space="preserve"> واضح طو رس</w:t>
      </w:r>
      <w:r w:rsidRPr="00E37591">
        <w:rPr>
          <w:rFonts w:hint="cs"/>
          <w:rtl/>
          <w:lang w:bidi="ur-PK"/>
        </w:rPr>
        <w:t>ے کہاجاسکتاہے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جذبات پر 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اونچے طبقہ کے ساتھ وابستہ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نچلے طبقہ کے ساتھ۔اشتراکی</w:t>
      </w:r>
      <w:r w:rsidRPr="00E37591">
        <w:rPr>
          <w:rFonts w:hint="eastAsia"/>
          <w:rtl/>
          <w:lang w:bidi="ur-PK"/>
        </w:rPr>
        <w:t>ت،سرما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قابل تحس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</w:t>
      </w:r>
      <w:r w:rsidRPr="00E37591">
        <w:rPr>
          <w:rFonts w:hint="eastAsia"/>
          <w:rtl/>
          <w:lang w:bidi="ur-PK"/>
        </w:rPr>
        <w:t>آفر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 وعدالت،انصاف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جانب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بارگا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لائق مواخذ</w:t>
      </w:r>
      <w:r w:rsidRPr="00E37591">
        <w:rPr>
          <w:rFonts w:hint="cs"/>
          <w:rtl/>
          <w:lang w:bidi="ur-PK"/>
        </w:rPr>
        <w:t>ہ ہے کہ اس نے بھی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کو اس سنجی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سنجی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مسئلہ کو اٹھنا چاہئے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مارکس کے بنائے ہوئے اصول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tl/>
          <w:lang w:bidi="ur-PK"/>
        </w:rPr>
        <w:t xml:space="preserve"> نظام کو م</w:t>
      </w:r>
      <w:r w:rsidRPr="00E37591">
        <w:rPr>
          <w:rFonts w:hint="cs"/>
          <w:rtl/>
          <w:lang w:bidi="ur-PK"/>
        </w:rPr>
        <w:t>ٹاسکتے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مزدور کو اس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مقام دلاسکت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۔جب تک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زش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جبرہی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گرفت س</w:t>
      </w:r>
      <w:r w:rsidRPr="00E37591">
        <w:rPr>
          <w:rFonts w:hint="cs"/>
          <w:rtl/>
          <w:lang w:bidi="ur-PK"/>
        </w:rPr>
        <w:t>ے آزاد ہونے کے لئے مزدور مارکس نظام کا ساتھ دے رہاہے ورنہ اسے معلو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 کچھ کمزوری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نظام ک</w:t>
      </w:r>
      <w:r w:rsidRPr="00E37591">
        <w:rPr>
          <w:rFonts w:hint="cs"/>
          <w:rtl/>
          <w:lang w:bidi="ur-PK"/>
        </w:rPr>
        <w:t>ے برسراقتدار آنے کے بعد بھگتنا پڑتاہے۔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24" w:name="_Toc468966768"/>
      <w:bookmarkStart w:id="25" w:name="_Toc468970717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</w:t>
      </w:r>
      <w:bookmarkEnd w:id="24"/>
      <w:bookmarkEnd w:id="25"/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بات کا زند</w:t>
      </w:r>
      <w:r w:rsidRPr="00E37591">
        <w:rPr>
          <w:rFonts w:hint="cs"/>
          <w:rtl/>
          <w:lang w:bidi="ur-PK"/>
        </w:rPr>
        <w:t>ہ ثبوت ہے کہ اس کے مفاسدو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کا تعلق''انفراد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پس منظر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کار فرما</w:t>
      </w:r>
      <w:r w:rsidRPr="00E37591">
        <w:rPr>
          <w:rFonts w:hint="cs"/>
          <w:rtl/>
          <w:lang w:bidi="ur-PK"/>
        </w:rPr>
        <w:t>ہے۔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جرم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ردعم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تصورکرناالٰ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اصول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</w:t>
      </w:r>
      <w:r w:rsidRPr="00E37591">
        <w:rPr>
          <w:rFonts w:hint="cs"/>
          <w:rtl/>
          <w:lang w:bidi="ur-PK"/>
        </w:rPr>
        <w:t>ہرحال ماننا پڑے گاکہ انسانوں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کچ</w:t>
      </w:r>
      <w:r w:rsidRPr="00E37591">
        <w:rPr>
          <w:rFonts w:hint="cs"/>
          <w:rtl/>
          <w:lang w:bidi="ur-PK"/>
        </w:rPr>
        <w:t>ھ جذبات پائے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اصل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بنی</w:t>
      </w:r>
      <w:r w:rsidRPr="00E37591">
        <w:rPr>
          <w:rtl/>
          <w:lang w:bidi="ur-PK"/>
        </w:rPr>
        <w:t xml:space="preserve"> نوع انسان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ک</w:t>
      </w:r>
      <w:r w:rsidRPr="00E37591">
        <w:rPr>
          <w:rFonts w:hint="cs"/>
          <w:rtl/>
          <w:lang w:bidi="ur-PK"/>
        </w:rPr>
        <w:t>ے سب مختلف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۔انسان کا سب سے اہم جذبہ جس سے''مافوق الب</w:t>
      </w:r>
      <w:r w:rsidRPr="00E37591">
        <w:rPr>
          <w:rFonts w:hint="eastAsia"/>
          <w:rtl/>
          <w:lang w:bidi="ur-PK"/>
        </w:rPr>
        <w:t>شر</w:t>
      </w:r>
      <w:r w:rsidRPr="00E37591">
        <w:rPr>
          <w:rtl/>
          <w:lang w:bidi="ur-PK"/>
        </w:rPr>
        <w:t>''طاقتوں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مستثن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۔''حب نفس''کاجذبہ ہے۔یہ</w:t>
      </w:r>
      <w:r w:rsidRPr="00E37591">
        <w:rPr>
          <w:rtl/>
          <w:lang w:bidi="ur-PK"/>
        </w:rPr>
        <w:t xml:space="preserve"> علماء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مسلم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ہر انسان کا ذاتی</w:t>
      </w:r>
      <w:r w:rsidRPr="00E37591">
        <w:rPr>
          <w:rtl/>
          <w:lang w:bidi="ur-PK"/>
        </w:rPr>
        <w:t xml:space="preserve"> مشا</w:t>
      </w:r>
      <w:r w:rsidRPr="00E37591">
        <w:rPr>
          <w:rFonts w:hint="cs"/>
          <w:rtl/>
          <w:lang w:bidi="ur-PK"/>
        </w:rPr>
        <w:t>ہدہ بھی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کے جملہ اعمال وافعال کا سرچشمہ اپنے نفس سے محبت کا جذبہ ہوتاہے اور بس۔</w:t>
      </w:r>
    </w:p>
    <w:p w:rsidR="002F503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نفس ناطق</w:t>
      </w:r>
      <w:r w:rsidRPr="00E37591">
        <w:rPr>
          <w:rFonts w:hint="cs"/>
          <w:rtl/>
          <w:lang w:bidi="ur-PK"/>
        </w:rPr>
        <w:t>ہ جسے تمام کمالات وفضائل کا مدرک تصور کی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کا عالم خارج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اس کے علاوہ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عالم خارج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تصور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کاخاص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کھڑے ہوں اور آپ کی</w:t>
      </w:r>
      <w:r w:rsidRPr="00E37591">
        <w:rPr>
          <w:rtl/>
          <w:lang w:bidi="ur-PK"/>
        </w:rPr>
        <w:t xml:space="preserve"> پ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ہوتو اس آدمی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وحالات س</w:t>
      </w:r>
      <w:r w:rsidRPr="00E37591">
        <w:rPr>
          <w:rFonts w:hint="cs"/>
          <w:rtl/>
          <w:lang w:bidi="ur-PK"/>
        </w:rPr>
        <w:t>ے آپ کارابطہ اسی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سامن</w:t>
      </w:r>
      <w:r w:rsidRPr="00E37591">
        <w:rPr>
          <w:rFonts w:hint="cs"/>
          <w:rtl/>
          <w:lang w:bidi="ur-PK"/>
        </w:rPr>
        <w:t>ے سے ہٹ جائے تو آپ اس سے بالکل بے تعلق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ے۔یہی</w:t>
      </w:r>
      <w:r w:rsidRPr="00E37591">
        <w:rPr>
          <w:rtl/>
          <w:lang w:bidi="ur-PK"/>
        </w:rPr>
        <w:t xml:space="preserve"> حالت کائنات اور انسان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ہے۔بچہ دودھ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مانگتا</w:t>
      </w:r>
      <w:r w:rsidRPr="00E37591">
        <w:rPr>
          <w:rFonts w:hint="cs"/>
          <w:rtl/>
          <w:lang w:bidi="ur-PK"/>
        </w:rPr>
        <w:t>ہے؟ انسان غذاکی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استعمال کرتا</w:t>
      </w:r>
      <w:r w:rsidRPr="00E37591">
        <w:rPr>
          <w:rFonts w:hint="cs"/>
          <w:rtl/>
          <w:lang w:bidi="ur-PK"/>
        </w:rPr>
        <w:t>ہے؟تعلی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</w:t>
      </w:r>
      <w:r w:rsidRPr="00E37591">
        <w:rPr>
          <w:rFonts w:hint="eastAsia"/>
          <w:rtl/>
          <w:lang w:bidi="ur-PK"/>
        </w:rPr>
        <w:t>ورت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محسوس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ہے؟لباس کا استعمال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ہوتاہے؟ممالک پر حملہ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ہے؟سرمایہ</w:t>
      </w:r>
      <w:r w:rsidRPr="00E37591">
        <w:rPr>
          <w:rtl/>
          <w:lang w:bidi="ur-PK"/>
        </w:rPr>
        <w:t xml:space="preserve"> جمع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 اقتدار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دو</w:t>
      </w:r>
      <w:r w:rsidRPr="00E37591">
        <w:rPr>
          <w:rFonts w:hint="cs"/>
          <w:rtl/>
          <w:lang w:bidi="ur-PK"/>
        </w:rPr>
        <w:t>ڑکی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 جی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تمناک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 مرنے کی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ہے؟صحت کی</w:t>
      </w:r>
      <w:r w:rsidRPr="00E37591">
        <w:rPr>
          <w:rtl/>
          <w:lang w:bidi="ur-PK"/>
        </w:rPr>
        <w:t xml:space="preserve"> طلب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ہے؟مرض سے نفرت کا سبب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ہے؟زمانہ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انسان کے خی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بدل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ں؟ان</w:t>
      </w:r>
      <w:r w:rsidRPr="00E37591">
        <w:rPr>
          <w:rtl/>
          <w:lang w:bidi="ur-PK"/>
        </w:rPr>
        <w:t xml:space="preserve"> تمام سوالات کا جواب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لفظ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''حب نفس''انسان کو اپن</w:t>
      </w:r>
      <w:r w:rsidRPr="00E37591">
        <w:rPr>
          <w:rFonts w:hint="cs"/>
          <w:rtl/>
          <w:lang w:bidi="ur-PK"/>
        </w:rPr>
        <w:t>ے نفس اور اپنی</w:t>
      </w:r>
      <w:r w:rsidRPr="00E37591">
        <w:rPr>
          <w:rtl/>
          <w:lang w:bidi="ur-PK"/>
        </w:rPr>
        <w:t xml:space="preserve"> ذات س</w:t>
      </w:r>
      <w:r w:rsidRPr="00E37591">
        <w:rPr>
          <w:rFonts w:hint="cs"/>
          <w:rtl/>
          <w:lang w:bidi="ur-PK"/>
        </w:rPr>
        <w:t>ے محبت ہے۔اس کا نفس جس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ھائی</w:t>
      </w:r>
      <w:r w:rsidRPr="00E37591">
        <w:rPr>
          <w:rtl/>
          <w:lang w:bidi="ur-PK"/>
        </w:rPr>
        <w:t xml:space="preserve"> کا ادراک کرتا</w:t>
      </w:r>
      <w:r w:rsidRPr="00E37591">
        <w:rPr>
          <w:rFonts w:hint="cs"/>
          <w:rtl/>
          <w:lang w:bidi="ur-PK"/>
        </w:rPr>
        <w:t>ہے۔وہ اس کی</w:t>
      </w:r>
      <w:r w:rsidRPr="00E37591">
        <w:rPr>
          <w:rtl/>
          <w:lang w:bidi="ur-PK"/>
        </w:rPr>
        <w:t xml:space="preserve"> طرف خودبخود متوج</w:t>
      </w:r>
      <w:r w:rsidRPr="00E37591">
        <w:rPr>
          <w:rFonts w:hint="cs"/>
          <w:rtl/>
          <w:lang w:bidi="ur-PK"/>
        </w:rPr>
        <w:t>ہ ہوجاتاہے اور جس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برائ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کا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 xml:space="preserve">متنفر </w:t>
      </w:r>
      <w:r w:rsidRPr="00E37591">
        <w:rPr>
          <w:rFonts w:hint="cs"/>
          <w:rtl/>
          <w:lang w:bidi="ur-PK"/>
        </w:rPr>
        <w:t>ہوجاتاہے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گل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مختلف ہے۔ہی</w:t>
      </w:r>
      <w:r w:rsidRPr="00E37591">
        <w:rPr>
          <w:rFonts w:hint="eastAsia"/>
          <w:rtl/>
          <w:lang w:bidi="ur-PK"/>
        </w:rPr>
        <w:t>گل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کائنات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2F503E" w:rsidRPr="00E37591" w:rsidRDefault="002F503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F503E" w:rsidRPr="00E37591" w:rsidRDefault="002F503E" w:rsidP="00824138">
      <w:pPr>
        <w:pStyle w:val="libNormal"/>
        <w:rPr>
          <w:rtl/>
          <w:lang w:bidi="ur-PK"/>
        </w:rPr>
      </w:pP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تصور اور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ہے۔اس کے 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شی</w:t>
      </w:r>
      <w:r w:rsidRPr="00E37591">
        <w:rPr>
          <w:rtl/>
          <w:lang w:bidi="ur-PK"/>
        </w:rPr>
        <w:t xml:space="preserve"> کا وجود نفس ک</w:t>
      </w:r>
      <w:r w:rsidRPr="00E37591">
        <w:rPr>
          <w:rFonts w:hint="cs"/>
          <w:rtl/>
          <w:lang w:bidi="ur-PK"/>
        </w:rPr>
        <w:t>ے ادراک سے وابستہ ہے اور اس فلسفہ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 صرف وجود کو ذات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مربوط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طاقت کانام </w:t>
      </w:r>
      <w:r w:rsidRPr="00E37591">
        <w:rPr>
          <w:rFonts w:hint="cs"/>
          <w:rtl/>
          <w:lang w:bidi="ur-PK"/>
        </w:rPr>
        <w:t>ہے اور ظاہر ہے کہ جب انسان کے تمام تصرفات اور اس کے جملہ افعال واعمال کا سرچشمہ نفس کا ادراک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کا کھلاہوا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اس کائنات سے محبت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ہے۔وہ صرف اپنے نفس سے محبت کرتاہے۔اب جسے اس کا نفس اچھا سمجھتاہے اسے وہ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ھا سمجھنے</w:t>
      </w:r>
      <w:r w:rsidRPr="00E37591">
        <w:rPr>
          <w:rtl/>
          <w:lang w:bidi="ur-PK"/>
        </w:rPr>
        <w:t xml:space="preserve"> لگتا</w:t>
      </w:r>
      <w:r w:rsidRPr="00E37591">
        <w:rPr>
          <w:rFonts w:hint="cs"/>
          <w:rtl/>
          <w:lang w:bidi="ur-PK"/>
        </w:rPr>
        <w:t>ہے اور جس سے نفس نفرت کرتاہے اس سے وہ بھی</w:t>
      </w:r>
      <w:r w:rsidRPr="00E37591">
        <w:rPr>
          <w:rtl/>
          <w:lang w:bidi="ur-PK"/>
        </w:rPr>
        <w:t xml:space="preserve"> نفرت کرن</w:t>
      </w:r>
      <w:r w:rsidRPr="00E37591">
        <w:rPr>
          <w:rFonts w:hint="cs"/>
          <w:rtl/>
          <w:lang w:bidi="ur-PK"/>
        </w:rPr>
        <w:t>ے لگتاہے۔نفس 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معشوق ہے جس کے چاہنے والوں اور محبوبوں سے محبت کرنا فطرت انسانی</w:t>
      </w:r>
      <w:r w:rsidRPr="00E37591">
        <w:rPr>
          <w:rtl/>
          <w:lang w:bidi="ur-PK"/>
        </w:rPr>
        <w:t xml:space="preserve">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کے علاوہ کسی</w:t>
      </w:r>
      <w:r w:rsidRPr="00E37591">
        <w:rPr>
          <w:rtl/>
          <w:lang w:bidi="ur-PK"/>
        </w:rPr>
        <w:t xml:space="preserve"> معشوق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انداز محبت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اکثر اوقات انسان کی</w:t>
      </w:r>
      <w:r w:rsidRPr="00E37591">
        <w:rPr>
          <w:rtl/>
          <w:lang w:bidi="ur-PK"/>
        </w:rPr>
        <w:t xml:space="preserve"> اطاعت وعباد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نفس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محبت کارفرمار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عبادت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ہے؟ برائی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پرہی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ہے؟واجبات پر عمل پی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ہوتاہے؟محرمات سے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دورب</w:t>
      </w:r>
      <w:r w:rsidRPr="00E37591">
        <w:rPr>
          <w:rFonts w:hint="cs"/>
          <w:rtl/>
          <w:lang w:bidi="ur-PK"/>
        </w:rPr>
        <w:t>ھاگتاہے؟یہ</w:t>
      </w:r>
      <w:r w:rsidRPr="00E37591">
        <w:rPr>
          <w:rtl/>
          <w:lang w:bidi="ur-PK"/>
        </w:rPr>
        <w:t xml:space="preserve"> سب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ہوتاہے کہ نفس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راحت محسوس کرتا</w:t>
      </w:r>
      <w:r w:rsidRPr="00E37591">
        <w:rPr>
          <w:rFonts w:hint="cs"/>
          <w:rtl/>
          <w:lang w:bidi="ur-PK"/>
        </w:rPr>
        <w:t>ہے اور دوسری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عذاب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دردو الم</w:t>
      </w:r>
      <w:r w:rsidRPr="00E37591">
        <w:rPr>
          <w:rFonts w:hint="cs"/>
          <w:rtl/>
          <w:lang w:bidi="ur-PK"/>
        </w:rPr>
        <w:t>۔ اور جس می</w:t>
      </w:r>
      <w:r w:rsidRPr="00E37591">
        <w:rPr>
          <w:rFonts w:hint="eastAsia"/>
          <w:rtl/>
          <w:lang w:bidi="ur-PK"/>
        </w:rPr>
        <w:t>ںراحت</w:t>
      </w:r>
      <w:r w:rsidRPr="00E37591">
        <w:rPr>
          <w:rtl/>
          <w:lang w:bidi="ur-PK"/>
        </w:rPr>
        <w:t xml:space="preserve"> محسوس کرتا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طرف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اعضاء کو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ھتاہے ادھر قدم اٹھانے سے روک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جو شخص ان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وادراکات س</w:t>
      </w:r>
      <w:r w:rsidRPr="00E37591">
        <w:rPr>
          <w:rFonts w:hint="cs"/>
          <w:rtl/>
          <w:lang w:bidi="ur-PK"/>
        </w:rPr>
        <w:t>ے ہم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اس کے نفس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محرکات وعوامل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ہوتے اور اس کا طرزعمل مسلمانوں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طرزعمل س</w:t>
      </w:r>
      <w:r w:rsidRPr="00E37591">
        <w:rPr>
          <w:rFonts w:hint="cs"/>
          <w:rtl/>
          <w:lang w:bidi="ur-PK"/>
        </w:rPr>
        <w:t>ے بالکل مختلف ہوتاہے اس مقام پریہ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 کہ اس کائنات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حب نفس ک</w:t>
      </w:r>
      <w:r w:rsidRPr="00E37591">
        <w:rPr>
          <w:rFonts w:hint="cs"/>
          <w:rtl/>
          <w:lang w:bidi="ur-PK"/>
        </w:rPr>
        <w:t>ے محرکات سے مافوق عمل کرنے والے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ضرور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ضرور ک</w:t>
      </w:r>
      <w:r w:rsidRPr="00E37591">
        <w:rPr>
          <w:rFonts w:hint="cs"/>
          <w:rtl/>
          <w:lang w:bidi="ur-PK"/>
        </w:rPr>
        <w:t>ہاجاسکتاہے کہ ان کی</w:t>
      </w:r>
      <w:r w:rsidRPr="00E37591">
        <w:rPr>
          <w:rtl/>
          <w:lang w:bidi="ur-PK"/>
        </w:rPr>
        <w:t xml:space="preserve"> تعداد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پرگن</w:t>
      </w:r>
      <w:r w:rsidRPr="00E37591">
        <w:rPr>
          <w:rFonts w:hint="cs"/>
          <w:rtl/>
          <w:lang w:bidi="ur-PK"/>
        </w:rPr>
        <w:t>ے جانے والے اعداد سے کسی</w:t>
      </w:r>
      <w:r w:rsidRPr="00E37591">
        <w:rPr>
          <w:rtl/>
          <w:lang w:bidi="ur-PK"/>
        </w:rPr>
        <w:t xml:space="preserve"> طرح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عمومی</w:t>
      </w:r>
      <w:r w:rsidRPr="00E37591">
        <w:rPr>
          <w:rtl/>
          <w:lang w:bidi="ur-PK"/>
        </w:rPr>
        <w:t xml:space="preserve"> طور پر انس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افعال واعمال کا واقعی</w:t>
      </w:r>
      <w:r w:rsidRPr="00E37591">
        <w:rPr>
          <w:rtl/>
          <w:lang w:bidi="ur-PK"/>
        </w:rPr>
        <w:t xml:space="preserve"> محرک اس کا اپن</w:t>
      </w:r>
      <w:r w:rsidRPr="00E37591">
        <w:rPr>
          <w:rFonts w:hint="cs"/>
          <w:rtl/>
          <w:lang w:bidi="ur-PK"/>
        </w:rPr>
        <w:t>ے نفس سے لگاؤ اور عشق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نہ ہوتاتو وہ کسی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راغب ن</w:t>
      </w:r>
      <w:r w:rsidRPr="00E37591">
        <w:rPr>
          <w:rFonts w:hint="cs"/>
          <w:rtl/>
          <w:lang w:bidi="ur-PK"/>
        </w:rPr>
        <w:t>ہ ہوتا۔اس کے علاوہ دوسرانکتہ بھی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ھنے کے قابل ہے نفس انسانی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کو مکمل طور سے پامال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۔ورنہ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6B3A31">
      <w:pPr>
        <w:pStyle w:val="libNormal"/>
        <w:rPr>
          <w:rtl/>
          <w:lang w:bidi="ur-PK"/>
        </w:rPr>
      </w:pPr>
    </w:p>
    <w:p w:rsidR="00824138" w:rsidRPr="00E37591" w:rsidRDefault="00824138" w:rsidP="006B3A31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فطرت پ</w:t>
      </w:r>
      <w:r w:rsidRPr="00E37591">
        <w:rPr>
          <w:rFonts w:hint="cs"/>
          <w:rtl/>
          <w:lang w:bidi="ur-PK"/>
        </w:rPr>
        <w:t>ھر عادت پر غالب آجائے گی</w:t>
      </w:r>
      <w:r w:rsidRPr="00E37591">
        <w:rPr>
          <w:rtl/>
          <w:lang w:bidi="ur-PK"/>
        </w:rPr>
        <w:t xml:space="preserve"> اور 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،چو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شمع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گی۔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نظام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ہلاکت نفس کو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کاکام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نفس اور تزک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نفس رک</w:t>
      </w:r>
      <w:r w:rsidRPr="00E37591">
        <w:rPr>
          <w:rFonts w:hint="cs"/>
          <w:rtl/>
          <w:lang w:bidi="ur-PK"/>
        </w:rPr>
        <w:t>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شک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''حب نفس''ک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بگ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شکل کانام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مارکس نے اپنای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کے وجود سے''حب ذات'' کا جذبہ نکال کراسے''حب جماعت''کاجذبہ دے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ے۔وہ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ہوتو جماعت کے لئے۔کام کرے تو جماعت کے لئے۔محنت کرے تو </w:t>
      </w:r>
      <w:r w:rsidRPr="00E37591">
        <w:rPr>
          <w:rFonts w:hint="eastAsia"/>
          <w:rtl/>
          <w:lang w:bidi="ur-PK"/>
        </w:rPr>
        <w:t>جماعت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اور مرے توجماعت کے لئے۔ فکری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قابل قد</w:t>
      </w:r>
      <w:r w:rsidRPr="00E37591">
        <w:rPr>
          <w:rtl/>
          <w:lang w:bidi="ur-PK"/>
        </w:rPr>
        <w:t xml:space="preserve">ر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دل پسندو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قابل غور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پربسن</w:t>
      </w:r>
      <w:r w:rsidRPr="00E37591">
        <w:rPr>
          <w:rFonts w:hint="cs"/>
          <w:rtl/>
          <w:lang w:bidi="ur-PK"/>
        </w:rPr>
        <w:t>ے والے انسان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رگ رگ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ہوئے جذبہ کو اس سے سلب کی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رگوں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</w:t>
      </w:r>
      <w:r w:rsidRPr="00E37591">
        <w:rPr>
          <w:rFonts w:hint="cs"/>
          <w:rtl/>
          <w:lang w:bidi="ur-PK"/>
        </w:rPr>
        <w:t>ڑنے والے خون کو کھی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کراس</w:t>
      </w:r>
      <w:r w:rsidRPr="00E37591">
        <w:rPr>
          <w:rFonts w:hint="cs"/>
          <w:rtl/>
          <w:lang w:bidi="ur-PK"/>
        </w:rPr>
        <w:t>ے زندہ بھی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ھاجاسکتاہے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ں؟علم</w:t>
      </w:r>
      <w:r w:rsidRPr="00E37591">
        <w:rPr>
          <w:rtl/>
          <w:lang w:bidi="ur-PK"/>
        </w:rPr>
        <w:t xml:space="preserve"> النفس کا تقاض</w:t>
      </w:r>
      <w:r w:rsidRPr="00E37591">
        <w:rPr>
          <w:rFonts w:hint="cs"/>
          <w:rtl/>
          <w:lang w:bidi="ur-PK"/>
        </w:rPr>
        <w:t>ہ اور فطرت کا مشاہدہ تویہی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ہتاہے کہ یہ</w:t>
      </w:r>
      <w:r w:rsidRPr="00E37591">
        <w:rPr>
          <w:rtl/>
          <w:lang w:bidi="ur-PK"/>
        </w:rPr>
        <w:t xml:space="preserve"> بات عالم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ہوتوہولی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عالم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قطع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طورپر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ہے۔یہاں</w:t>
      </w:r>
      <w:r w:rsidRPr="00E37591">
        <w:rPr>
          <w:rtl/>
          <w:lang w:bidi="ur-PK"/>
        </w:rPr>
        <w:t xml:space="preserve"> امکان صرف اس جذب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وتق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 جس کے وسائل پر غورکرنانظام زندگی</w:t>
      </w:r>
      <w:r w:rsidRPr="00E37591">
        <w:rPr>
          <w:rtl/>
          <w:lang w:bidi="ur-PK"/>
        </w:rPr>
        <w:t xml:space="preserve"> کا سب س</w:t>
      </w:r>
      <w:r w:rsidRPr="00E37591">
        <w:rPr>
          <w:rFonts w:hint="cs"/>
          <w:rtl/>
          <w:lang w:bidi="ur-PK"/>
        </w:rPr>
        <w:t>ے بڑاکارنامہ ہے۔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دوسراا</w:t>
      </w:r>
      <w:r w:rsidRPr="00E37591">
        <w:rPr>
          <w:rFonts w:hint="cs"/>
          <w:rtl/>
          <w:lang w:bidi="ur-PK"/>
        </w:rPr>
        <w:t>ہم سوال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کہ''حب ذات''کے جذبہ کی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وسائل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ے؟مارکس ازم کا کہنا ہے کہ یہ</w:t>
      </w:r>
      <w:r w:rsidRPr="00E37591">
        <w:rPr>
          <w:rtl/>
          <w:lang w:bidi="ur-PK"/>
        </w:rPr>
        <w:t xml:space="preserve"> بات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اق</w:t>
      </w:r>
      <w:r w:rsidRPr="00E37591">
        <w:rPr>
          <w:rFonts w:hint="cs"/>
          <w:rtl/>
          <w:lang w:bidi="ur-PK"/>
        </w:rPr>
        <w:t>ہر</w:t>
      </w:r>
      <w:r w:rsidRPr="00E37591">
        <w:rPr>
          <w:rtl/>
          <w:lang w:bidi="ur-PK"/>
        </w:rPr>
        <w:t xml:space="preserve"> وغلب</w:t>
      </w:r>
      <w:r w:rsidRPr="00E37591">
        <w:rPr>
          <w:rFonts w:hint="cs"/>
          <w:rtl/>
          <w:lang w:bidi="ur-PK"/>
        </w:rPr>
        <w:t>ہ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ہے۔انسان کو بچپنے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تجھے سب کے لئے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 سب کے لئے جی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سب کے لئے مرجاناہے۔ای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مدارس قائم کئے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۔گھروں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س</w:t>
      </w:r>
      <w:r w:rsidRPr="00E37591">
        <w:rPr>
          <w:rFonts w:hint="cs"/>
          <w:rtl/>
          <w:lang w:bidi="ur-PK"/>
        </w:rPr>
        <w:t>ے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جوان ہونے سے پہلے پہلے انسان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احساس کو جوان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آگے چل کر اس کی</w:t>
      </w:r>
      <w:r w:rsidRPr="00E37591">
        <w:rPr>
          <w:rtl/>
          <w:lang w:bidi="ur-PK"/>
        </w:rPr>
        <w:t xml:space="preserve"> نفسان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حائل ن</w:t>
      </w:r>
      <w:r w:rsidRPr="00E37591">
        <w:rPr>
          <w:rFonts w:hint="cs"/>
          <w:rtl/>
          <w:lang w:bidi="ur-PK"/>
        </w:rPr>
        <w:t>ہ ہوسکے اور پھر حکومت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آگ</w:t>
      </w:r>
      <w:r w:rsidRPr="00E37591">
        <w:rPr>
          <w:rFonts w:hint="cs"/>
          <w:rtl/>
          <w:lang w:bidi="ur-PK"/>
        </w:rPr>
        <w:t>ے بڑھای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 xml:space="preserve">ے۔تاکہ 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اگرکسی</w:t>
      </w:r>
      <w:r w:rsidRPr="00E37591">
        <w:rPr>
          <w:rtl/>
          <w:lang w:bidi="ur-PK"/>
        </w:rPr>
        <w:t xml:space="preserve"> مقام پر نفس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پر آماد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تو حکومت کا دباؤ اسے راہ راست پر کھی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لائ</w:t>
      </w:r>
      <w:r w:rsidRPr="00E37591">
        <w:rPr>
          <w:rFonts w:hint="cs"/>
          <w:rtl/>
          <w:lang w:bidi="ur-PK"/>
        </w:rPr>
        <w:t>ے۔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پ</w:t>
      </w:r>
      <w:r w:rsidRPr="00E37591">
        <w:rPr>
          <w:rFonts w:hint="cs"/>
          <w:rtl/>
          <w:lang w:bidi="ur-PK"/>
        </w:rPr>
        <w:t>ہلے بھی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تصور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دلکش اور جاذب نظر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عالم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کو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جام</w:t>
      </w:r>
      <w:r w:rsidRPr="00E37591">
        <w:rPr>
          <w:rFonts w:hint="cs"/>
          <w:rtl/>
          <w:lang w:bidi="ur-PK"/>
        </w:rPr>
        <w:t>ہ پہنانا تقری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ہے۔ انسان اپنے ہرچھوٹے بڑے جذبہ کو قربان کرسکتاہے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 جس پر اس کی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سارے اقدامات کا دارومدار ہے۔ طاقت کے </w:t>
      </w:r>
      <w:r w:rsidRPr="00E37591">
        <w:rPr>
          <w:rtl/>
          <w:lang w:bidi="ur-PK"/>
        </w:rPr>
        <w:t>دباؤس</w:t>
      </w:r>
      <w:r w:rsidRPr="00E37591">
        <w:rPr>
          <w:rFonts w:hint="cs"/>
          <w:rtl/>
          <w:lang w:bidi="ur-PK"/>
        </w:rPr>
        <w:t>ے ہر بات منوائی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طاقت کا استعمال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شکست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بن جاتا</w:t>
      </w:r>
      <w:r w:rsidRPr="00E37591">
        <w:rPr>
          <w:rFonts w:hint="cs"/>
          <w:rtl/>
          <w:lang w:bidi="ur-PK"/>
        </w:rPr>
        <w:t>ہے ۔کسی</w:t>
      </w:r>
      <w:r w:rsidRPr="00E37591">
        <w:rPr>
          <w:rtl/>
          <w:lang w:bidi="ur-PK"/>
        </w:rPr>
        <w:t xml:space="preserve"> نظام کو برسرکارلان</w:t>
      </w:r>
      <w:r w:rsidRPr="00E37591">
        <w:rPr>
          <w:rFonts w:hint="cs"/>
          <w:rtl/>
          <w:lang w:bidi="ur-PK"/>
        </w:rPr>
        <w:t>ے کے لئے طاقت کا استعمال اس بات کا زندہ ثبوت ہے کہ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اس زحمت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پڑتی۔ پھر دوسری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طاقت کا استعمال خود بھی</w:t>
      </w:r>
      <w:r w:rsidRPr="00E37591">
        <w:rPr>
          <w:rtl/>
          <w:lang w:bidi="ur-PK"/>
        </w:rPr>
        <w:t>''حب ذات''ک</w:t>
      </w:r>
      <w:r w:rsidRPr="00E37591">
        <w:rPr>
          <w:rFonts w:hint="cs"/>
          <w:rtl/>
          <w:lang w:bidi="ur-PK"/>
        </w:rPr>
        <w:t>ے جذبہ کی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 محبت ک</w:t>
      </w:r>
      <w:r w:rsidRPr="00E37591">
        <w:rPr>
          <w:rFonts w:hint="cs"/>
          <w:rtl/>
          <w:lang w:bidi="ur-PK"/>
        </w:rPr>
        <w:t>ے لائق ہے اور باقی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ہستی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 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تجربے شاہدہی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جذبات کو پامال کرنا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 اور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اسلام نے اپنے قانون می</w:t>
      </w:r>
      <w:r w:rsidRPr="00E37591">
        <w:rPr>
          <w:rFonts w:hint="eastAsia"/>
          <w:rtl/>
          <w:lang w:bidi="ur-PK"/>
        </w:rPr>
        <w:t>ںاس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کا پورا(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)پورا احترام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کو اس کا واقعی</w:t>
      </w:r>
      <w:r w:rsidRPr="00E37591">
        <w:rPr>
          <w:rtl/>
          <w:lang w:bidi="ur-PK"/>
        </w:rPr>
        <w:t xml:space="preserve"> مقام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مکمل ا</w:t>
      </w:r>
      <w:r w:rsidRPr="00E37591">
        <w:rPr>
          <w:rFonts w:hint="eastAsia"/>
          <w:rtl/>
          <w:lang w:bidi="ur-PK"/>
        </w:rPr>
        <w:t>نتظام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۔اس نے اپنے مخصوص افکارو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خطرناک جذب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کاکام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طاقت ک</w:t>
      </w:r>
      <w:r w:rsidRPr="00E37591">
        <w:rPr>
          <w:rFonts w:hint="cs"/>
          <w:rtl/>
          <w:lang w:bidi="ur-PK"/>
        </w:rPr>
        <w:t>ے استعمال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ہوسکتا۔فقی</w:t>
      </w:r>
      <w:r w:rsidRPr="00E37591">
        <w:rPr>
          <w:rFonts w:hint="eastAsia"/>
          <w:rtl/>
          <w:lang w:bidi="ur-PK"/>
        </w:rPr>
        <w:t>راس</w:t>
      </w:r>
      <w:r w:rsidRPr="00E37591">
        <w:rPr>
          <w:rtl/>
          <w:lang w:bidi="ur-PK"/>
        </w:rPr>
        <w:t xml:space="preserve"> وقت تک 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کا مطالب</w:t>
      </w:r>
      <w:r w:rsidRPr="00E37591">
        <w:rPr>
          <w:rFonts w:hint="cs"/>
          <w:rtl/>
          <w:lang w:bidi="ur-PK"/>
        </w:rPr>
        <w:t>ہ کرتارہے گا جب تک اسے کسی</w:t>
      </w:r>
      <w:r w:rsidRPr="00E37591">
        <w:rPr>
          <w:rtl/>
          <w:lang w:bidi="ur-PK"/>
        </w:rPr>
        <w:t xml:space="preserve"> بلند فکر س</w:t>
      </w:r>
      <w:r w:rsidRPr="00E37591">
        <w:rPr>
          <w:rFonts w:hint="cs"/>
          <w:rtl/>
          <w:lang w:bidi="ur-PK"/>
        </w:rPr>
        <w:t>ے قانع نہ بنای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۔مظلوم اس وقت تک انتقام کے د</w:t>
      </w:r>
      <w:r w:rsidRPr="00E37591">
        <w:rPr>
          <w:rFonts w:hint="eastAsia"/>
          <w:rtl/>
          <w:lang w:bidi="ur-PK"/>
        </w:rPr>
        <w:t>رپ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جب تک اسے انتقام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اطمی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ہوجائے گا۔سرمایہ</w:t>
      </w:r>
      <w:r w:rsidRPr="00E37591">
        <w:rPr>
          <w:rtl/>
          <w:lang w:bidi="ur-PK"/>
        </w:rPr>
        <w:t xml:space="preserve"> دار اس وقت تک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نہ ڈالے گاجب تک اسے اپنے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حفاظت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اطلاع ن</w:t>
      </w:r>
      <w:r w:rsidRPr="00E37591">
        <w:rPr>
          <w:rFonts w:hint="cs"/>
          <w:rtl/>
          <w:lang w:bidi="ur-PK"/>
        </w:rPr>
        <w:t>ہ ہوجائے گی۔کوئی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ھوکا ی</w:t>
      </w:r>
      <w:r w:rsidRPr="00E37591">
        <w:rPr>
          <w:rFonts w:hint="eastAsia"/>
          <w:rtl/>
          <w:lang w:bidi="ur-PK"/>
        </w:rPr>
        <w:t>امظلوم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ثروتمند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مطمئن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ہوسکتاکہ تم سماج کے لئے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سنن</w:t>
      </w:r>
      <w:r w:rsidRPr="00E37591">
        <w:rPr>
          <w:rFonts w:hint="cs"/>
          <w:rtl/>
          <w:lang w:bidi="ur-PK"/>
        </w:rPr>
        <w:t xml:space="preserve">ے کا </w:t>
      </w:r>
      <w:r w:rsidRPr="00E37591">
        <w:rPr>
          <w:rtl/>
          <w:lang w:bidi="ur-PK"/>
        </w:rPr>
        <w:t>انتظار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ڑپ ضرور باقی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 xml:space="preserve">ہ جائے گی۔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)اسلامی</w:t>
      </w:r>
      <w:r w:rsidRPr="00E37591">
        <w:rPr>
          <w:rtl/>
          <w:lang w:bidi="ur-PK"/>
        </w:rPr>
        <w:t xml:space="preserve"> عبادات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قربت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ۂ حب نفس کے احترام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عبادات اللہ کے لئے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نہ کہ اللہ سے قری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کے لئے۔قری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خود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انسان کا نفس حب ذات سے بلند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ہوسکتاتھا اس لئے اسلام نے اس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روارک</w:t>
      </w:r>
      <w:r w:rsidRPr="00E37591">
        <w:rPr>
          <w:rFonts w:hint="cs"/>
          <w:rtl/>
          <w:lang w:bidi="ur-PK"/>
        </w:rPr>
        <w:t>ھا اور اسی</w:t>
      </w:r>
      <w:r w:rsidRPr="00E37591">
        <w:rPr>
          <w:rtl/>
          <w:lang w:bidi="ur-PK"/>
        </w:rPr>
        <w:t xml:space="preserve"> کو عام انسانوں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معراج عبادت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۔ورنہ حب ذات سے بلند نفوس قدسیہ</w:t>
      </w:r>
      <w:r w:rsidRPr="00E37591">
        <w:rPr>
          <w:rtl/>
          <w:lang w:bidi="ur-PK"/>
        </w:rPr>
        <w:t xml:space="preserve"> کا جذب</w:t>
      </w:r>
      <w:r w:rsidRPr="00E37591">
        <w:rPr>
          <w:rFonts w:hint="cs"/>
          <w:rtl/>
          <w:lang w:bidi="ur-PK"/>
        </w:rPr>
        <w:t>ۂ عبادت ہوتاہے۔وہ قربت کے لئے عبادت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بلکہ معبود کو اہل سمجھ کر سرجھکاتے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کی</w:t>
      </w:r>
      <w:r w:rsidRPr="00E37591">
        <w:rPr>
          <w:rtl/>
          <w:lang w:bidi="ur-PK"/>
        </w:rPr>
        <w:t xml:space="preserve"> نظر اپن</w:t>
      </w:r>
      <w:r w:rsidRPr="00E37591">
        <w:rPr>
          <w:rFonts w:hint="cs"/>
          <w:rtl/>
          <w:lang w:bidi="ur-PK"/>
        </w:rPr>
        <w:t>ے فائدہ پر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مالک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رالمومن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 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ـک</w:t>
      </w:r>
      <w:r w:rsidRPr="00E37591">
        <w:rPr>
          <w:rFonts w:hint="cs"/>
          <w:rtl/>
          <w:lang w:bidi="ur-PK"/>
        </w:rPr>
        <w:t>ے فقرات سے ظاہر ہوتاہے۔(جوادی</w:t>
      </w:r>
      <w:r w:rsidRPr="00E37591">
        <w:rPr>
          <w:rtl/>
          <w:lang w:bidi="ur-PK"/>
        </w:rPr>
        <w:t>)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کو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ھا ہے۔اس نے مال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ثروتمند کو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مال تم</w:t>
      </w:r>
      <w:r w:rsidRPr="00E37591">
        <w:rPr>
          <w:rFonts w:hint="cs"/>
          <w:rtl/>
          <w:lang w:bidi="ur-PK"/>
        </w:rPr>
        <w:t>ہارا ذاتی</w:t>
      </w:r>
      <w:r w:rsidRPr="00E37591">
        <w:rPr>
          <w:rtl/>
          <w:lang w:bidi="ur-PK"/>
        </w:rPr>
        <w:t xml:space="preserve"> مال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نے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نمائش زر ک</w:t>
      </w:r>
      <w:r w:rsidRPr="00E37591">
        <w:rPr>
          <w:rFonts w:hint="cs"/>
          <w:rtl/>
          <w:lang w:bidi="ur-PK"/>
        </w:rPr>
        <w:t>ے لئے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خدمت خلق کے لئے پی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تم تنہا 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بندے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 اہمسایہ</w:t>
      </w:r>
      <w:r w:rsidRPr="00E37591">
        <w:rPr>
          <w:rtl/>
          <w:lang w:bidi="ur-PK"/>
        </w:rPr>
        <w:t xml:space="preserve"> اور تم</w:t>
      </w:r>
      <w:r w:rsidRPr="00E37591">
        <w:rPr>
          <w:rFonts w:hint="cs"/>
          <w:rtl/>
          <w:lang w:bidi="ur-PK"/>
        </w:rPr>
        <w:t>ہارے سامنے بھوک سے ایڑی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رگ</w:t>
      </w:r>
      <w:r w:rsidRPr="00E37591">
        <w:rPr>
          <w:rFonts w:hint="cs"/>
          <w:rtl/>
          <w:lang w:bidi="ur-PK"/>
        </w:rPr>
        <w:t>ڑنے والا بھی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ہارے ہی</w:t>
      </w:r>
      <w:r w:rsidRPr="00E37591">
        <w:rPr>
          <w:rtl/>
          <w:lang w:bidi="ur-PK"/>
        </w:rPr>
        <w:t xml:space="preserve"> مالک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بند</w:t>
      </w:r>
      <w:r w:rsidRPr="00E37591">
        <w:rPr>
          <w:rFonts w:hint="cs"/>
          <w:rtl/>
          <w:lang w:bidi="ur-PK"/>
        </w:rPr>
        <w:t>ہ اور تمہارے ہی</w:t>
      </w:r>
      <w:r w:rsidRPr="00E37591">
        <w:rPr>
          <w:rtl/>
          <w:lang w:bidi="ur-PK"/>
        </w:rPr>
        <w:t xml:space="preserve"> خالق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مخلوق </w:t>
      </w:r>
      <w:r w:rsidRPr="00E37591">
        <w:rPr>
          <w:rFonts w:hint="cs"/>
          <w:rtl/>
          <w:lang w:bidi="ur-PK"/>
        </w:rPr>
        <w:t>ہے۔خلقت کے رشتے سے تم دونوں برابر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کے مال کے حقدار ہو۔تمہی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فراموش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ہئے کہ آج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کل تم س</w:t>
      </w:r>
      <w:r w:rsidRPr="00E37591">
        <w:rPr>
          <w:rFonts w:hint="cs"/>
          <w:rtl/>
          <w:lang w:bidi="ur-PK"/>
        </w:rPr>
        <w:t>ے اس دولت کو سلب بھی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ہے۔تاری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گوا</w:t>
      </w:r>
      <w:r w:rsidRPr="00E37591">
        <w:rPr>
          <w:rFonts w:hint="cs"/>
          <w:rtl/>
          <w:lang w:bidi="ur-PK"/>
        </w:rPr>
        <w:t>ہ ہے کہ عامرعباسی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مروان کو قتل کرنے کے بعد اس کے قصرمی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یٹھ</w:t>
      </w:r>
      <w:r w:rsidRPr="00E37591">
        <w:rPr>
          <w:rtl/>
          <w:lang w:bidi="ur-PK"/>
        </w:rPr>
        <w:t xml:space="preserve"> کر اس کا شام کا ک</w:t>
      </w:r>
      <w:r w:rsidRPr="00E37591">
        <w:rPr>
          <w:rFonts w:hint="cs"/>
          <w:rtl/>
          <w:lang w:bidi="ur-PK"/>
        </w:rPr>
        <w:t>ھانا منگای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یٹی</w:t>
      </w:r>
      <w:r w:rsidRPr="00E37591">
        <w:rPr>
          <w:rtl/>
          <w:lang w:bidi="ur-PK"/>
        </w:rPr>
        <w:t xml:space="preserve"> کو سامن</w:t>
      </w:r>
      <w:r w:rsidRPr="00E37591">
        <w:rPr>
          <w:rFonts w:hint="cs"/>
          <w:rtl/>
          <w:lang w:bidi="ur-PK"/>
        </w:rPr>
        <w:t>ے بٹھاکر باپ کا سر بیٹی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بیٹی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جھلا کر کہا:اے امی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!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ے لئے جائے عبرت ہے جو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باپ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تجھے بٹھاسکتی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</w:t>
      </w:r>
      <w:r w:rsidRPr="00E37591">
        <w:rPr>
          <w:rFonts w:hint="cs"/>
          <w:rtl/>
          <w:lang w:bidi="ur-PK"/>
        </w:rPr>
        <w:t>ٹھابھی</w:t>
      </w:r>
      <w:r w:rsidRPr="00E37591">
        <w:rPr>
          <w:rtl/>
          <w:lang w:bidi="ur-PK"/>
        </w:rPr>
        <w:t xml:space="preserve">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ہے۔عامر کے ہاتھ 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رعش</w:t>
      </w:r>
      <w:r w:rsidRPr="00E37591">
        <w:rPr>
          <w:rFonts w:hint="cs"/>
          <w:rtl/>
          <w:lang w:bidi="ur-PK"/>
        </w:rPr>
        <w:t>ہ پڑگی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یہ</w:t>
      </w:r>
      <w:r w:rsidRPr="00E37591">
        <w:rPr>
          <w:rtl/>
          <w:lang w:bidi="ur-PK"/>
        </w:rPr>
        <w:t xml:space="preserve"> رعش</w:t>
      </w:r>
      <w:r w:rsidRPr="00E37591">
        <w:rPr>
          <w:rFonts w:hint="cs"/>
          <w:rtl/>
          <w:lang w:bidi="ur-PK"/>
        </w:rPr>
        <w:t>ہ در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جو اس نے ہر مسلمان کے لاشعور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بطور امانت محفوظ کراد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پر کردار کے پانی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وقتاً فوقتاً جلاہوتی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فقی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اور مظلوموں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تمہارے فقر وفاقہ اور تمہاری</w:t>
      </w:r>
      <w:r w:rsidRPr="00E37591">
        <w:rPr>
          <w:rtl/>
          <w:lang w:bidi="ur-PK"/>
        </w:rPr>
        <w:t xml:space="preserve"> مظلوم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سلسل</w:t>
      </w:r>
      <w:r w:rsidRPr="00E37591">
        <w:rPr>
          <w:rFonts w:hint="cs"/>
          <w:rtl/>
          <w:lang w:bidi="ur-PK"/>
        </w:rPr>
        <w:t>ہ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منقطع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و</w:t>
      </w:r>
      <w:r w:rsidRPr="00E37591">
        <w:rPr>
          <w:rFonts w:hint="cs"/>
          <w:rtl/>
          <w:lang w:bidi="ur-PK"/>
        </w:rPr>
        <w:t>ہ ضرور آئے گا جب عادل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بساط عدالت بچ</w:t>
      </w:r>
      <w:r w:rsidRPr="00E37591">
        <w:rPr>
          <w:rFonts w:hint="cs"/>
          <w:rtl/>
          <w:lang w:bidi="ur-PK"/>
        </w:rPr>
        <w:t>ھا کر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معاملات کا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گا۔اس دن ظلم کرنے والے بی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اور مظلوم کے دست وبا</w:t>
      </w:r>
      <w:r w:rsidRPr="00E37591">
        <w:rPr>
          <w:rFonts w:hint="eastAsia"/>
          <w:rtl/>
          <w:lang w:bidi="ur-PK"/>
        </w:rPr>
        <w:t>زو</w:t>
      </w:r>
      <w:r w:rsidRPr="00E37591">
        <w:rPr>
          <w:rtl/>
          <w:lang w:bidi="ur-PK"/>
        </w:rPr>
        <w:t xml:space="preserve"> مضبوط نظرآئ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ے۔تونے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اجازت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حدود س</w:t>
      </w:r>
      <w:r w:rsidRPr="00E37591">
        <w:rPr>
          <w:rFonts w:hint="cs"/>
          <w:rtl/>
          <w:lang w:bidi="ur-PK"/>
        </w:rPr>
        <w:t>ے تجاوز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جوش انتقام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آگے بڑھ گی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ذم</w:t>
      </w:r>
      <w:r w:rsidRPr="00E37591">
        <w:rPr>
          <w:rFonts w:hint="cs"/>
          <w:rtl/>
          <w:lang w:bidi="ur-PK"/>
        </w:rPr>
        <w:t>ہ دار ہوں اور نہ آخرت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۔تو اپنا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کرنا چا</w:t>
      </w:r>
      <w:r w:rsidRPr="00E37591">
        <w:rPr>
          <w:rFonts w:hint="cs"/>
          <w:rtl/>
          <w:lang w:bidi="ur-PK"/>
        </w:rPr>
        <w:t>ہتاہے اور تجھے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وعدوں پر اعتبار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''حب ذات'' ک</w:t>
      </w:r>
      <w:r w:rsidRPr="00E37591">
        <w:rPr>
          <w:rFonts w:hint="cs"/>
          <w:rtl/>
          <w:lang w:bidi="ur-PK"/>
        </w:rPr>
        <w:t>ے جذبہ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صرف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کے علاوہ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 اس جذبہ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اسے موت کے گھاٹ اتار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''حب ذات''ک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بگ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صورت کانام </w:t>
      </w:r>
      <w:r w:rsidRPr="00E37591">
        <w:rPr>
          <w:rFonts w:hint="cs"/>
          <w:rtl/>
          <w:lang w:bidi="ur-PK"/>
        </w:rPr>
        <w:t>ہے جہاں انسان صرف اپنی</w:t>
      </w:r>
      <w:r w:rsidRPr="00E37591">
        <w:rPr>
          <w:rtl/>
          <w:lang w:bidi="ur-PK"/>
        </w:rPr>
        <w:t xml:space="preserve"> ذات س</w:t>
      </w:r>
      <w:r w:rsidRPr="00E37591">
        <w:rPr>
          <w:rFonts w:hint="cs"/>
          <w:rtl/>
          <w:lang w:bidi="ur-PK"/>
        </w:rPr>
        <w:t>ے محبت کرتاہے اور دوسروں کوبالکل نظرانداز کر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ہوکر اس کا یہ</w:t>
      </w:r>
      <w:r w:rsidRPr="00E37591">
        <w:rPr>
          <w:rtl/>
          <w:lang w:bidi="ur-PK"/>
        </w:rPr>
        <w:t xml:space="preserve"> تصور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نے اپنے نفس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ھاہے۔ اس پر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جبر عائد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>ں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وہ اپنے کو نظرانداز کرکے دوسروں کے مفاد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لگتا۔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ثروتمند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 ک</w:t>
      </w:r>
      <w:r w:rsidRPr="00E37591">
        <w:rPr>
          <w:rFonts w:hint="cs"/>
          <w:rtl/>
          <w:lang w:bidi="ur-PK"/>
        </w:rPr>
        <w:t>ہاجاسکتاہے کہ تی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ہمسایہ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ھوکا مر رہاہے،تی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درواز</w:t>
      </w:r>
      <w:r w:rsidRPr="00E37591">
        <w:rPr>
          <w:rFonts w:hint="cs"/>
          <w:rtl/>
          <w:lang w:bidi="ur-PK"/>
        </w:rPr>
        <w:t>ے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ھکاری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ھڑاہے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>(کس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ے) اس کی</w:t>
      </w:r>
      <w:r w:rsidRPr="00E37591">
        <w:rPr>
          <w:rtl/>
          <w:lang w:bidi="ur-PK"/>
        </w:rPr>
        <w:t xml:space="preserve"> کمائ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 xml:space="preserve">ے دسترخوان سے 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ٹھاکر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طاقت صرف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مستحکم عقائد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نے اپنے عقی</w:t>
      </w:r>
      <w:r w:rsidRPr="00E37591">
        <w:rPr>
          <w:rFonts w:hint="eastAsia"/>
          <w:rtl/>
          <w:lang w:bidi="ur-PK"/>
        </w:rPr>
        <w:t>دتمندوں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 تمہارا ہے اور تم اللہ کے بندے ہو۔تمہارے ابنائے نوع بھی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ہارے ہی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کے بندے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اپنے مال کو اس وقت تک اپنانہ سمجھو جب تک تمہارے</w:t>
      </w:r>
      <w:r w:rsidRPr="00E37591">
        <w:rPr>
          <w:rtl/>
          <w:lang w:bidi="ur-PK"/>
        </w:rPr>
        <w:t xml:space="preserve"> خداک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ھوکارہ جائے۔کبھی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سوچوک</w:t>
      </w:r>
      <w:r w:rsidRPr="00E37591">
        <w:rPr>
          <w:rFonts w:hint="cs"/>
          <w:rtl/>
          <w:lang w:bidi="ur-PK"/>
        </w:rPr>
        <w:t>ہ جوروٹی</w:t>
      </w:r>
      <w:r w:rsidRPr="00E37591">
        <w:rPr>
          <w:rtl/>
          <w:lang w:bidi="ur-PK"/>
        </w:rPr>
        <w:t xml:space="preserve"> تم ک</w:t>
      </w:r>
      <w:r w:rsidRPr="00E37591">
        <w:rPr>
          <w:rFonts w:hint="cs"/>
          <w:rtl/>
          <w:lang w:bidi="ur-PK"/>
        </w:rPr>
        <w:t>ھالی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ہووہ فضلہ بن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ہے۔جو غذا تم استعمال 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کرلی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وہ تمہارے جسم کا جزء ضروربن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tl/>
          <w:lang w:bidi="ur-PK"/>
        </w:rPr>
        <w:t xml:space="preserve">   ذم</w:t>
      </w:r>
      <w:r w:rsidRPr="00E37591">
        <w:rPr>
          <w:rFonts w:hint="cs"/>
          <w:rtl/>
          <w:lang w:bidi="ur-PK"/>
        </w:rPr>
        <w:t>ہ دار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برخلاف جو کچھ راہ خدا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ہووہ محفوظ ہوجاتاہے اور تمہارا خدا اس کے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کچھ دے 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ازم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جبر وق</w:t>
      </w:r>
      <w:r w:rsidRPr="00E37591">
        <w:rPr>
          <w:rFonts w:hint="cs"/>
          <w:rtl/>
          <w:lang w:bidi="ur-PK"/>
        </w:rPr>
        <w:t>ہر کا عملی</w:t>
      </w:r>
      <w:r w:rsidRPr="00E37591">
        <w:rPr>
          <w:rtl/>
          <w:lang w:bidi="ur-PK"/>
        </w:rPr>
        <w:t xml:space="preserve"> تصور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پاس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ھی۔وہ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محرک سمج</w:t>
      </w:r>
      <w:r w:rsidRPr="00E37591">
        <w:rPr>
          <w:rFonts w:hint="cs"/>
          <w:rtl/>
          <w:lang w:bidi="ur-PK"/>
        </w:rPr>
        <w:t>ھنے کے بجائے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tl/>
          <w:lang w:bidi="ur-PK"/>
        </w:rPr>
        <w:t xml:space="preserve"> تصور کرر</w:t>
      </w:r>
      <w:r w:rsidRPr="00E37591">
        <w:rPr>
          <w:rFonts w:hint="cs"/>
          <w:rtl/>
          <w:lang w:bidi="ur-PK"/>
        </w:rPr>
        <w:t>ہاتھا۔اسے مذہبی</w:t>
      </w:r>
      <w:r w:rsidRPr="00E37591">
        <w:rPr>
          <w:rtl/>
          <w:lang w:bidi="ur-PK"/>
        </w:rPr>
        <w:t xml:space="preserve"> طاقت ک</w:t>
      </w:r>
      <w:r w:rsidRPr="00E37591">
        <w:rPr>
          <w:rFonts w:hint="cs"/>
          <w:rtl/>
          <w:lang w:bidi="ur-PK"/>
        </w:rPr>
        <w:t>ے مشاہدے اور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ک</w:t>
      </w:r>
      <w:r w:rsidRPr="00E37591">
        <w:rPr>
          <w:rFonts w:hint="cs"/>
          <w:rtl/>
          <w:lang w:bidi="ur-PK"/>
        </w:rPr>
        <w:t>ے تجربات کا موقع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ملات</w:t>
      </w:r>
      <w:r w:rsidRPr="00E37591">
        <w:rPr>
          <w:rFonts w:hint="cs"/>
          <w:rtl/>
          <w:lang w:bidi="ur-PK"/>
        </w:rPr>
        <w:t>ھا اس نے شروع سے اپنی</w:t>
      </w:r>
      <w:r w:rsidRPr="00E37591">
        <w:rPr>
          <w:rtl/>
          <w:lang w:bidi="ur-PK"/>
        </w:rPr>
        <w:t xml:space="preserve"> فکر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ڈھرا</w:t>
      </w:r>
      <w:r w:rsidRPr="00E37591">
        <w:rPr>
          <w:rtl/>
          <w:lang w:bidi="ur-PK"/>
        </w:rPr>
        <w:t xml:space="preserve"> ب</w:t>
      </w:r>
      <w:r w:rsidRPr="00E37591">
        <w:rPr>
          <w:rFonts w:hint="eastAsia"/>
          <w:rtl/>
          <w:lang w:bidi="ur-PK"/>
        </w:rPr>
        <w:t>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برخلاف سوچنا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جرم سمج</w:t>
      </w:r>
      <w:r w:rsidRPr="00E37591">
        <w:rPr>
          <w:rFonts w:hint="cs"/>
          <w:rtl/>
          <w:lang w:bidi="ur-PK"/>
        </w:rPr>
        <w:t>ھتاتھا۔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مارکس ازم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>''ذات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''پر </w:t>
      </w:r>
      <w:r w:rsidRPr="00E37591">
        <w:rPr>
          <w:rFonts w:hint="cs"/>
          <w:rtl/>
          <w:lang w:bidi="ur-PK"/>
        </w:rPr>
        <w:t>ہے،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ومفاسد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سرتھوپ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 ۔تاری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بکثرت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بڑے بڑے ثروتمندوں 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کردار کی</w:t>
      </w:r>
      <w:r w:rsidRPr="00E37591">
        <w:rPr>
          <w:rtl/>
          <w:lang w:bidi="ur-PK"/>
        </w:rPr>
        <w:t xml:space="preserve">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لوگوں نے بدکرداری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بے مثل مظاہرے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ک</w:t>
      </w:r>
      <w:r w:rsidRPr="00E37591">
        <w:rPr>
          <w:rFonts w:hint="cs"/>
          <w:rtl/>
          <w:lang w:bidi="ur-PK"/>
        </w:rPr>
        <w:t>ھلاہوا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سماج کے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چورانسان کے نفس کے اندرچھپاہواہے جب تک اس کی</w:t>
      </w:r>
      <w:r w:rsidRPr="00E37591">
        <w:rPr>
          <w:rtl/>
          <w:lang w:bidi="ur-PK"/>
        </w:rPr>
        <w:t xml:space="preserve"> اصلاح ن</w:t>
      </w:r>
      <w:r w:rsidRPr="00E37591">
        <w:rPr>
          <w:rFonts w:hint="cs"/>
          <w:rtl/>
          <w:lang w:bidi="ur-PK"/>
        </w:rPr>
        <w:t>ہ ہوجا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ناممکن </w:t>
      </w:r>
      <w:r w:rsidRPr="00E37591">
        <w:rPr>
          <w:rFonts w:hint="cs"/>
          <w:rtl/>
          <w:lang w:bidi="ur-PK"/>
        </w:rPr>
        <w:t>ہے۔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عام طور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کے معاشی</w:t>
      </w:r>
      <w:r w:rsidRPr="00E37591">
        <w:rPr>
          <w:rtl/>
          <w:lang w:bidi="ur-PK"/>
        </w:rPr>
        <w:t xml:space="preserve"> نظام کو اس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عقائد س</w:t>
      </w:r>
      <w:r w:rsidRPr="00E37591">
        <w:rPr>
          <w:rFonts w:hint="cs"/>
          <w:rtl/>
          <w:lang w:bidi="ur-PK"/>
        </w:rPr>
        <w:t>ے الگ کرکے بھی</w:t>
      </w:r>
      <w:r w:rsidRPr="00E37591">
        <w:rPr>
          <w:rtl/>
          <w:lang w:bidi="ur-PK"/>
        </w:rPr>
        <w:t xml:space="preserve"> اپنا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اور مغالط</w:t>
      </w:r>
      <w:r w:rsidRPr="00E37591">
        <w:rPr>
          <w:rFonts w:hint="cs"/>
          <w:rtl/>
          <w:lang w:bidi="ur-PK"/>
        </w:rPr>
        <w:t>ہ ہے۔نظام زندگی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کام کرن</w:t>
      </w:r>
      <w:r w:rsidRPr="00E37591">
        <w:rPr>
          <w:rFonts w:hint="cs"/>
          <w:rtl/>
          <w:lang w:bidi="ur-PK"/>
        </w:rPr>
        <w:t>ے والے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بے نی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ہوسکتا۔مارکس ازم اور اسلام کے قانون کی</w:t>
      </w:r>
      <w:r w:rsidRPr="00E37591">
        <w:rPr>
          <w:rtl/>
          <w:lang w:bidi="ur-PK"/>
        </w:rPr>
        <w:t xml:space="preserve"> جدائ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سب 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 راز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''کا حام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نفس کی</w:t>
      </w:r>
      <w:r w:rsidRPr="00E37591">
        <w:rPr>
          <w:rtl/>
          <w:lang w:bidi="ur-PK"/>
        </w:rPr>
        <w:t xml:space="preserve"> اصلاح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کرتا</w:t>
      </w:r>
      <w:r w:rsidRPr="00E37591">
        <w:rPr>
          <w:rFonts w:hint="cs"/>
          <w:rtl/>
          <w:lang w:bidi="ur-PK"/>
        </w:rPr>
        <w:t>ہے اور مارکس ازم ساری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سرچشم</w:t>
      </w:r>
      <w:r w:rsidRPr="00E37591">
        <w:rPr>
          <w:rFonts w:hint="cs"/>
          <w:rtl/>
          <w:lang w:bidi="ur-PK"/>
        </w:rPr>
        <w:t>ہ''انفرادی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ہے۔اس کے پاس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مفاسد کو دبانے کے لئے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 لئے </w:t>
      </w:r>
      <w:r w:rsidRPr="00E37591">
        <w:rPr>
          <w:rtl/>
          <w:lang w:bidi="ur-PK"/>
        </w:rPr>
        <w:t>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انکار کر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ھگڑا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سماجی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ذم</w:t>
      </w:r>
      <w:r w:rsidRPr="00E37591">
        <w:rPr>
          <w:rFonts w:hint="cs"/>
          <w:rtl/>
          <w:lang w:bidi="ur-PK"/>
        </w:rPr>
        <w:t>ہ دار کون ہے؟عقائدی</w:t>
      </w:r>
      <w:r w:rsidRPr="00E37591">
        <w:rPr>
          <w:rtl/>
          <w:lang w:bidi="ur-PK"/>
        </w:rPr>
        <w:t xml:space="preserve"> نظام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دارکو ذم</w:t>
      </w:r>
      <w:r w:rsidRPr="00E37591">
        <w:rPr>
          <w:rFonts w:hint="cs"/>
          <w:rtl/>
          <w:lang w:bidi="ur-PK"/>
        </w:rPr>
        <w:t>ہ دار قرار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''سرما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''کو</w:t>
      </w:r>
      <w:r w:rsidRPr="00E37591">
        <w:rPr>
          <w:rFonts w:hint="cs"/>
          <w:rtl/>
          <w:lang w:bidi="ur-PK"/>
        </w:rPr>
        <w:t>۔عقائدی</w:t>
      </w:r>
      <w:r w:rsidRPr="00E37591">
        <w:rPr>
          <w:rtl/>
          <w:lang w:bidi="ur-PK"/>
        </w:rPr>
        <w:t xml:space="preserve"> نظام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علاج کرتا</w:t>
      </w:r>
      <w:r w:rsidRPr="00E37591">
        <w:rPr>
          <w:rFonts w:hint="cs"/>
          <w:rtl/>
          <w:lang w:bidi="ur-PK"/>
        </w:rPr>
        <w:t>ہے اور اشتراکی</w:t>
      </w:r>
      <w:r w:rsidRPr="00E37591">
        <w:rPr>
          <w:rtl/>
          <w:lang w:bidi="ur-PK"/>
        </w:rPr>
        <w:t xml:space="preserve"> نظام''انفراد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۔وہ تعلی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عقائد کاس</w:t>
      </w:r>
      <w:r w:rsidRPr="00E37591">
        <w:rPr>
          <w:rFonts w:hint="cs"/>
          <w:rtl/>
          <w:lang w:bidi="ur-PK"/>
        </w:rPr>
        <w:t>ہاراتلاش کرتاہے اور یہ</w:t>
      </w:r>
      <w:r w:rsidRPr="00E37591">
        <w:rPr>
          <w:rtl/>
          <w:lang w:bidi="ur-PK"/>
        </w:rPr>
        <w:t xml:space="preserve"> جبر قانون کا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اس مقام پر سب سے پہلے یہی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کرنا ہوگاکہ فساد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کس ک</w:t>
      </w:r>
      <w:r w:rsidRPr="00E37591">
        <w:rPr>
          <w:rFonts w:hint="cs"/>
          <w:rtl/>
          <w:lang w:bidi="ur-PK"/>
        </w:rPr>
        <w:t>ے سر 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سری</w:t>
      </w:r>
      <w:r w:rsidRPr="00E37591">
        <w:rPr>
          <w:rFonts w:hint="eastAsia"/>
          <w:rtl/>
          <w:lang w:bidi="ur-PK"/>
        </w:rPr>
        <w:t>اسرما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سر؟اگر اس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سرہے تو حق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ہے اور اگر اس کا ذمہ دارسرمایہ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ہے تو حق اسلام کے ساتھ ہے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دو بات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پر غور کرنا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فطرت کا تقاضا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ہے؟اور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جنگ کس حد تک ممکن 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انجام بخی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 ک</w:t>
      </w:r>
      <w:r w:rsidRPr="00E37591">
        <w:rPr>
          <w:rFonts w:hint="cs"/>
          <w:rtl/>
          <w:lang w:bidi="ur-PK"/>
        </w:rPr>
        <w:t>ے حصہ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ہے؟اور تروی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وتبل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</w:t>
      </w:r>
      <w:r w:rsidRPr="00E37591">
        <w:rPr>
          <w:rtl/>
          <w:lang w:bidi="ur-PK"/>
        </w:rPr>
        <w:t xml:space="preserve"> 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>ے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ہ''حب ذات''کے عمی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کے تحت انسان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کا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جب اس</w:t>
      </w:r>
      <w:r w:rsidRPr="00E37591">
        <w:rPr>
          <w:rFonts w:hint="cs"/>
          <w:rtl/>
          <w:lang w:bidi="ur-PK"/>
        </w:rPr>
        <w:t>ے کام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نفس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نظر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اس 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تصور کرتاہے۔انس</w:t>
      </w:r>
      <w:r w:rsidRPr="00E37591">
        <w:rPr>
          <w:rtl/>
          <w:lang w:bidi="ur-PK"/>
        </w:rPr>
        <w:t>ان جو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اپنا فائد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ھتا۔اس سے کام لی</w:t>
      </w:r>
      <w:r w:rsidRPr="00E37591">
        <w:rPr>
          <w:rFonts w:hint="eastAsia"/>
          <w:rtl/>
          <w:lang w:bidi="ur-PK"/>
        </w:rPr>
        <w:t>اتوجاسکتا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خود فطری</w:t>
      </w:r>
      <w:r w:rsidRPr="00E37591">
        <w:rPr>
          <w:rtl/>
          <w:lang w:bidi="ur-PK"/>
        </w:rPr>
        <w:t xml:space="preserve"> محرکات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قدم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 سکتا۔یہ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ہے اور نہ کسی</w:t>
      </w:r>
      <w:r w:rsidRPr="00E37591">
        <w:rPr>
          <w:rtl/>
          <w:lang w:bidi="ur-PK"/>
        </w:rPr>
        <w:t xml:space="preserve"> بر</w:t>
      </w:r>
      <w:r w:rsidRPr="00E37591">
        <w:rPr>
          <w:rFonts w:hint="cs"/>
          <w:rtl/>
          <w:lang w:bidi="ur-PK"/>
        </w:rPr>
        <w:t>ہان کی۔زمانہ کے حالات اور آئے دن کے مشاہدات اس مطلب کو ثابت کرنے کے لئے کافی</w:t>
      </w:r>
      <w:r w:rsidRPr="00E37591">
        <w:rPr>
          <w:rtl/>
          <w:lang w:bidi="ur-PK"/>
        </w:rPr>
        <w:t xml:space="preserve"> وواف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34662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انجام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معترف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کا محرک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اور''اجتماعی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قائل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کا محرک حکمراں طبق</w:t>
      </w:r>
      <w:r w:rsidRPr="00E37591">
        <w:rPr>
          <w:rFonts w:hint="cs"/>
          <w:rtl/>
          <w:lang w:bidi="ur-PK"/>
        </w:rPr>
        <w:t>ہ۔اس لئے کہ اس کے 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ہے اور اس جذبہ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کوئی</w:t>
      </w:r>
      <w:r w:rsidRPr="00E37591">
        <w:rPr>
          <w:rtl/>
          <w:lang w:bidi="ur-PK"/>
        </w:rPr>
        <w:t xml:space="preserve"> </w:t>
      </w:r>
    </w:p>
    <w:p w:rsidR="0034662C" w:rsidRPr="00E37591" w:rsidRDefault="0034662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4662C" w:rsidRPr="00E37591" w:rsidRDefault="0034662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مافوق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خود مختار </w:t>
      </w:r>
      <w:r w:rsidRPr="00E37591">
        <w:rPr>
          <w:rFonts w:hint="cs"/>
          <w:rtl/>
          <w:lang w:bidi="ur-PK"/>
        </w:rPr>
        <w:t>ہوگا اور ''اجتماعی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ہرآن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جبر کا تصور ذ</w:t>
      </w:r>
      <w:r w:rsidRPr="00E37591">
        <w:rPr>
          <w:rFonts w:hint="cs"/>
          <w:rtl/>
          <w:lang w:bidi="ur-PK"/>
        </w:rPr>
        <w:t>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عمل، زمان عمل، مکان عمل، وقت عمل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کام کرن</w:t>
      </w:r>
      <w:r w:rsidRPr="00E37591">
        <w:rPr>
          <w:rFonts w:hint="cs"/>
          <w:rtl/>
          <w:lang w:bidi="ur-PK"/>
        </w:rPr>
        <w:t>ے والے کے ہاتھ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اور ''اجتماعی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سب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حکمراں طبق</w:t>
      </w:r>
      <w:r w:rsidRPr="00E37591">
        <w:rPr>
          <w:rFonts w:hint="cs"/>
          <w:rtl/>
          <w:lang w:bidi="ur-PK"/>
        </w:rPr>
        <w:t>ہ کے حوالہ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چوت</w:t>
      </w:r>
      <w:r w:rsidRPr="00E37591">
        <w:rPr>
          <w:rFonts w:hint="cs"/>
          <w:rtl/>
          <w:lang w:bidi="ur-PK"/>
        </w:rPr>
        <w:t>ھا فرق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کہ''انفرادی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کدی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ھے گا اور''اجتماعی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ہر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حکومت کا صدق</w:t>
      </w:r>
      <w:r w:rsidRPr="00E37591">
        <w:rPr>
          <w:rFonts w:hint="cs"/>
          <w:rtl/>
          <w:lang w:bidi="ur-PK"/>
        </w:rPr>
        <w:t>ہ تصور کرے گا اور ان دونوں تصورات کے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اثرات انسان ک</w:t>
      </w:r>
      <w:r w:rsidRPr="00E37591">
        <w:rPr>
          <w:rFonts w:hint="cs"/>
          <w:rtl/>
          <w:lang w:bidi="ur-PK"/>
        </w:rPr>
        <w:t>ے عمل پر اثرانداز ہوں 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کون سانظام حسن وخوبی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وسکون اور آزاد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فکر وعمل ک</w:t>
      </w:r>
      <w:r w:rsidRPr="00E37591">
        <w:rPr>
          <w:rFonts w:hint="cs"/>
          <w:rtl/>
          <w:lang w:bidi="ur-PK"/>
        </w:rPr>
        <w:t>ے ساتھ چل سکتاہے اور کس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جبرواستبداد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جس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ہے؟</w:t>
      </w:r>
    </w:p>
    <w:p w:rsidR="00770DC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''اجتماع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سلسلے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ھنا چاہئے 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مفاسد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ہتاہوں۔یہ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ہے۔ آج کے بعض مسلم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 ضرور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ارکر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 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لگتے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خبر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انداز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مددد</w:t>
      </w:r>
      <w:r w:rsidRPr="00E37591">
        <w:rPr>
          <w:rFonts w:hint="cs"/>
          <w:rtl/>
          <w:lang w:bidi="ur-PK"/>
        </w:rPr>
        <w:t>ے سکتاہے۔اسلام کے عروج وکمال سے اس کا کوئی</w:t>
      </w:r>
      <w:r w:rsidRPr="00E37591">
        <w:rPr>
          <w:rtl/>
          <w:lang w:bidi="ur-PK"/>
        </w:rPr>
        <w:t xml:space="preserve"> واسط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ہے۔اسلام خود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نظام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ھتاہے۔اس کا تعلق نہ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اور نہ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ے۔وہ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''س</w:t>
      </w:r>
      <w:r w:rsidRPr="00E37591">
        <w:rPr>
          <w:rFonts w:hint="cs"/>
          <w:rtl/>
          <w:lang w:bidi="ur-PK"/>
        </w:rPr>
        <w:t>ے ہم آہنگ ہے تو اشتراکی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بعض خوب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اتفاق رک</w:t>
      </w:r>
      <w:r w:rsidRPr="00E37591">
        <w:rPr>
          <w:rFonts w:hint="cs"/>
          <w:rtl/>
          <w:lang w:bidi="ur-PK"/>
        </w:rPr>
        <w:t>ھتاہے۔لی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اپنا نظام زندگی</w:t>
      </w:r>
      <w:r w:rsidRPr="00E37591">
        <w:rPr>
          <w:rtl/>
          <w:lang w:bidi="ur-PK"/>
        </w:rPr>
        <w:t xml:space="preserve"> اس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جب ن</w:t>
      </w:r>
      <w:r w:rsidRPr="00E37591">
        <w:rPr>
          <w:rFonts w:hint="cs"/>
          <w:rtl/>
          <w:lang w:bidi="ur-PK"/>
        </w:rPr>
        <w:t>ہ صرف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ان دونوں کی</w:t>
      </w:r>
      <w:r w:rsidRPr="00E37591">
        <w:rPr>
          <w:rtl/>
          <w:lang w:bidi="ur-PK"/>
        </w:rPr>
        <w:t xml:space="preserve"> خوب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نچو</w:t>
      </w:r>
      <w:r w:rsidRPr="00E37591">
        <w:rPr>
          <w:rFonts w:hint="cs"/>
          <w:rtl/>
          <w:lang w:bidi="ur-PK"/>
        </w:rPr>
        <w:t>ڑ کہنا اس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</w:t>
      </w:r>
      <w:r w:rsidRPr="00E37591">
        <w:rPr>
          <w:rtl/>
          <w:lang w:bidi="ur-PK"/>
        </w:rPr>
        <w:t xml:space="preserve"> بار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اور مستقل ضابط</w:t>
      </w:r>
      <w:r w:rsidRPr="00E37591">
        <w:rPr>
          <w:rFonts w:hint="cs"/>
          <w:rtl/>
          <w:lang w:bidi="ur-PK"/>
        </w:rPr>
        <w:t>ۂ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ہے۔اگر کوئی</w:t>
      </w:r>
      <w:r w:rsidRPr="00E37591">
        <w:rPr>
          <w:rtl/>
          <w:lang w:bidi="ur-PK"/>
        </w:rPr>
        <w:t xml:space="preserve"> نظام اس س</w:t>
      </w:r>
      <w:r w:rsidRPr="00E37591">
        <w:rPr>
          <w:rFonts w:hint="cs"/>
          <w:rtl/>
          <w:lang w:bidi="ur-PK"/>
        </w:rPr>
        <w:t>ے ہم آہنگ ہوگاتو ہم اس سے اتفاق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اگر اس سے مختلف ہوگاتو کسی</w:t>
      </w:r>
      <w:r w:rsidRPr="00E37591">
        <w:rPr>
          <w:rtl/>
          <w:lang w:bidi="ur-PK"/>
        </w:rPr>
        <w:t xml:space="preserve"> باطل اور غلط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موافقت س</w:t>
      </w:r>
      <w:r w:rsidRPr="00E37591">
        <w:rPr>
          <w:rFonts w:hint="cs"/>
          <w:rtl/>
          <w:lang w:bidi="ur-PK"/>
        </w:rPr>
        <w:t>ے معذور 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مقصد ک</w:t>
      </w:r>
      <w:r w:rsidRPr="00E37591">
        <w:rPr>
          <w:rFonts w:hint="cs"/>
          <w:rtl/>
          <w:lang w:bidi="ur-PK"/>
        </w:rPr>
        <w:t>ے اعتبار سے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اس مقصد کی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قانون فطرت کے موافق کوئی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اعلان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فطرت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حدود کو بالکل نظران</w:t>
      </w:r>
      <w:r w:rsidRPr="00E37591">
        <w:rPr>
          <w:rFonts w:hint="eastAsia"/>
          <w:rtl/>
          <w:lang w:bidi="ur-PK"/>
        </w:rPr>
        <w:t>داز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26" w:name="_Toc468966769"/>
      <w:bookmarkStart w:id="27" w:name="_Toc468970718"/>
      <w:r w:rsidRPr="00E37591">
        <w:rPr>
          <w:rFonts w:hint="eastAsia"/>
          <w:rtl/>
          <w:lang w:bidi="ur-PK"/>
        </w:rPr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؟</w:t>
      </w:r>
      <w:bookmarkEnd w:id="26"/>
      <w:bookmarkEnd w:id="2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جذبات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اپنے داخلی</w:t>
      </w:r>
      <w:r w:rsidRPr="00E37591">
        <w:rPr>
          <w:rtl/>
          <w:lang w:bidi="ur-PK"/>
        </w:rPr>
        <w:t xml:space="preserve"> محرکات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انکار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نفس کا تقاض</w:t>
      </w:r>
      <w:r w:rsidRPr="00E37591">
        <w:rPr>
          <w:rFonts w:hint="cs"/>
          <w:rtl/>
          <w:lang w:bidi="ur-PK"/>
        </w:rPr>
        <w:t>ہ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اس کے حدود قی</w:t>
      </w:r>
      <w:r w:rsidRPr="00E37591">
        <w:rPr>
          <w:rFonts w:hint="eastAsia"/>
          <w:rtl/>
          <w:lang w:bidi="ur-PK"/>
        </w:rPr>
        <w:t>ودمتع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جذب</w:t>
      </w:r>
      <w:r w:rsidRPr="00E37591">
        <w:rPr>
          <w:rFonts w:hint="cs"/>
          <w:rtl/>
          <w:lang w:bidi="ur-PK"/>
        </w:rPr>
        <w:t>ہ کا احترام ضرور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حدود کو بالکل نظرانداز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فطری</w:t>
      </w:r>
      <w:r w:rsidRPr="00E37591">
        <w:rPr>
          <w:rtl/>
          <w:lang w:bidi="ur-PK"/>
        </w:rPr>
        <w:t xml:space="preserve"> طور پر آزاد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اجتماعی</w:t>
      </w:r>
      <w:r w:rsidRPr="00E37591">
        <w:rPr>
          <w:rtl/>
          <w:lang w:bidi="ur-PK"/>
        </w:rPr>
        <w:t xml:space="preserve"> طور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آزادہی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ہنا چاہئے۔حکومت کو اس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سدرا</w:t>
      </w:r>
      <w:r w:rsidRPr="00E37591">
        <w:rPr>
          <w:rFonts w:hint="cs"/>
          <w:rtl/>
          <w:lang w:bidi="ur-PK"/>
        </w:rPr>
        <w:t>ہ ہونے کا کوئی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ہے۔حکومت کاکام عوام کے لئے اسباب ووسائل کا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کرنا </w:t>
      </w:r>
      <w:r w:rsidRPr="00E37591">
        <w:rPr>
          <w:rFonts w:hint="cs"/>
          <w:rtl/>
          <w:lang w:bidi="ur-PK"/>
        </w:rPr>
        <w:t>ہے نہ کہ ان کے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ہ اسباب و وسائل پرپابندی</w:t>
      </w:r>
      <w:r w:rsidRPr="00E37591">
        <w:rPr>
          <w:rtl/>
          <w:lang w:bidi="ur-PK"/>
        </w:rPr>
        <w:t xml:space="preserve"> لگانا</w:t>
      </w:r>
      <w:r w:rsidRPr="00E37591">
        <w:rPr>
          <w:rFonts w:hint="cs"/>
          <w:rtl/>
          <w:lang w:bidi="ur-PK"/>
        </w:rPr>
        <w:t>۔</w:t>
      </w:r>
    </w:p>
    <w:p w:rsidR="00770DC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بظا</w:t>
      </w:r>
      <w:r w:rsidRPr="00E37591">
        <w:rPr>
          <w:rFonts w:hint="cs"/>
          <w:rtl/>
          <w:lang w:bidi="ur-PK"/>
        </w:rPr>
        <w:t>ہر بہت معقول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 xml:space="preserve">ے اس نکتہ کو فراموش کر 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فطری</w:t>
      </w:r>
      <w:r w:rsidRPr="00E37591">
        <w:rPr>
          <w:rtl/>
          <w:lang w:bidi="ur-PK"/>
        </w:rPr>
        <w:t xml:space="preserve"> طورپر آزاد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ہواہے۔اجتماعی</w:t>
      </w:r>
      <w:r w:rsidRPr="00E37591">
        <w:rPr>
          <w:rtl/>
          <w:lang w:bidi="ur-PK"/>
        </w:rPr>
        <w:t xml:space="preserve"> طورپر آزاد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ہوا۔اس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دوقسم ک</w:t>
      </w:r>
      <w:r w:rsidRPr="00E37591">
        <w:rPr>
          <w:rFonts w:hint="cs"/>
          <w:rtl/>
          <w:lang w:bidi="ur-PK"/>
        </w:rPr>
        <w:t>ے معاملات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تعلق اس ک</w:t>
      </w:r>
      <w:r w:rsidRPr="00E37591">
        <w:rPr>
          <w:rFonts w:hint="cs"/>
          <w:rtl/>
          <w:lang w:bidi="ur-PK"/>
        </w:rPr>
        <w:t>ے انفرادی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ہے اور دوسرے کا تعلق اجتماعی</w:t>
      </w:r>
      <w:r w:rsidRPr="00E37591">
        <w:rPr>
          <w:rtl/>
          <w:lang w:bidi="ur-PK"/>
        </w:rPr>
        <w:t xml:space="preserve"> معاملات س</w:t>
      </w:r>
      <w:r w:rsidRPr="00E37591">
        <w:rPr>
          <w:rFonts w:hint="cs"/>
          <w:rtl/>
          <w:lang w:bidi="ur-PK"/>
        </w:rPr>
        <w:t>ے۔انفرادی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اعتبار سے وہ بالکل آزاد ہے۔ اس پر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عائد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معاملات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آزاد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شخص کو دوسرے کے حقوق کا لحاظ رکھنا ہوگا اور ہر شخص پر دوسرے ابنائے نوع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ہوگی۔یہا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استدلال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۔انفرادی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طلب </w:t>
      </w:r>
      <w:r w:rsidRPr="00E37591">
        <w:rPr>
          <w:rFonts w:hint="cs"/>
          <w:rtl/>
          <w:lang w:bidi="ur-PK"/>
        </w:rPr>
        <w:t>ہے ہم اسے''علم اجتماع''کاموضوع سمجھتے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قاریٔ</w:t>
      </w:r>
      <w:r w:rsidRPr="00E37591">
        <w:rPr>
          <w:rtl/>
          <w:lang w:bidi="ur-PK"/>
        </w:rPr>
        <w:t xml:space="preserve"> محترم ک</w:t>
      </w:r>
      <w:r w:rsidRPr="00E37591">
        <w:rPr>
          <w:rFonts w:hint="cs"/>
          <w:rtl/>
          <w:lang w:bidi="ur-PK"/>
        </w:rPr>
        <w:t>ے ذہن پر بھروسہ کرتے ہوئے اپنے استدلال کو روزانہ کے مشاہدات وت</w:t>
      </w:r>
      <w:r w:rsidRPr="00E37591">
        <w:rPr>
          <w:rFonts w:hint="eastAsia"/>
          <w:rtl/>
          <w:lang w:bidi="ur-PK"/>
        </w:rPr>
        <w:t>جربات</w:t>
      </w:r>
      <w:r w:rsidRPr="00E37591">
        <w:rPr>
          <w:rtl/>
          <w:lang w:bidi="ur-PK"/>
        </w:rPr>
        <w:t xml:space="preserve"> اور عقل 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کئے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ک</w:t>
      </w:r>
      <w:r w:rsidRPr="00E37591">
        <w:rPr>
          <w:rFonts w:hint="cs"/>
          <w:rtl/>
          <w:lang w:bidi="ur-PK"/>
        </w:rPr>
        <w:t>ے احترام کے علاوہ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آزاد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ہرشخص حسب خواہش کام کرتاہے،حسب خواہش تجارت کرتاہے،حسب خواہش کارخانے قائم کرتاہے اور ہر شخص کو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اپنے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ہوئے منافع سے ہ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مستف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ہے۔وہ اپنے کاروبار کو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بڑھاتاہے۔اقتصادی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ملک تی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خوشحالی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ڑھ جاتاہے۔</w:t>
      </w:r>
    </w:p>
    <w:p w:rsidR="00770DC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کم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کا مقصود فقروفاقہ اور عوامی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 حالی</w:t>
      </w:r>
      <w:r w:rsidRPr="00E37591">
        <w:rPr>
          <w:rtl/>
          <w:lang w:bidi="ur-PK"/>
        </w:rPr>
        <w:t xml:space="preserve"> کو دور کرنا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وارکا ب</w:t>
      </w:r>
      <w:r w:rsidRPr="00E37591">
        <w:rPr>
          <w:rFonts w:hint="cs"/>
          <w:rtl/>
          <w:lang w:bidi="ur-PK"/>
        </w:rPr>
        <w:t>ڑھا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 اس کا تعلق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علم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دور 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وسائل سے بحث کرتاہے اس کا مقصد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ذرائع آمدنی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ڑھا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ھٹادی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فکر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طرف ل</w:t>
      </w:r>
      <w:r w:rsidRPr="00E37591">
        <w:rPr>
          <w:rFonts w:hint="cs"/>
          <w:rtl/>
          <w:lang w:bidi="ur-PK"/>
        </w:rPr>
        <w:t>ے جارہی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فکر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نشاط، 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کا انتظام ضرور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عوام تک پہنچ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۔اقتصادی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ۂ نظر سے یہ</w:t>
      </w:r>
      <w:r w:rsidRPr="00E37591">
        <w:rPr>
          <w:rtl/>
          <w:lang w:bidi="ur-PK"/>
        </w:rPr>
        <w:t xml:space="preserve"> فکر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 اور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علم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نکتہ کو بھی</w:t>
      </w:r>
      <w:r w:rsidRPr="00E37591">
        <w:rPr>
          <w:rtl/>
          <w:lang w:bidi="ur-PK"/>
        </w:rPr>
        <w:t xml:space="preserve"> فراموش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ہمت کرکے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انفرادی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،اجتمال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بن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انفرادی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تاجروں ادرمل مالکوں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مقابل</w:t>
      </w:r>
      <w:r w:rsidRPr="00E37591">
        <w:rPr>
          <w:rFonts w:hint="cs"/>
          <w:rtl/>
          <w:lang w:bidi="ur-PK"/>
        </w:rPr>
        <w:t>ہ ہوتاہے اور اس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جلد س</w:t>
      </w:r>
      <w:r w:rsidRPr="00E37591">
        <w:rPr>
          <w:rFonts w:hint="cs"/>
          <w:rtl/>
          <w:lang w:bidi="ur-PK"/>
        </w:rPr>
        <w:t>ے جلد سرمایہ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کرنا پ</w:t>
      </w:r>
      <w:r w:rsidRPr="00E37591">
        <w:rPr>
          <w:rFonts w:hint="cs"/>
          <w:rtl/>
          <w:lang w:bidi="ur-PK"/>
        </w:rPr>
        <w:t>ڑتاہے۔مزدوروں کی</w:t>
      </w:r>
      <w:r w:rsidRPr="00E37591">
        <w:rPr>
          <w:rtl/>
          <w:lang w:bidi="ur-PK"/>
        </w:rPr>
        <w:t xml:space="preserve"> مانگ ب</w:t>
      </w:r>
      <w:r w:rsidRPr="00E37591">
        <w:rPr>
          <w:rFonts w:hint="cs"/>
          <w:rtl/>
          <w:lang w:bidi="ur-PK"/>
        </w:rPr>
        <w:t>ڑھ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اجرت ک</w:t>
      </w:r>
      <w:r w:rsidRPr="00E37591">
        <w:rPr>
          <w:rFonts w:hint="cs"/>
          <w:rtl/>
          <w:lang w:bidi="ur-PK"/>
        </w:rPr>
        <w:t>ے مطالبہ کا حق حاصل ہوجاتا ہے۔نتی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دوسری</w:t>
      </w:r>
      <w:r w:rsidRPr="00E37591">
        <w:rPr>
          <w:rtl/>
          <w:lang w:bidi="ur-PK"/>
        </w:rPr>
        <w:t xml:space="preserve"> طرف مزدوروں ک</w:t>
      </w:r>
      <w:r w:rsidRPr="00E37591">
        <w:rPr>
          <w:rFonts w:hint="cs"/>
          <w:rtl/>
          <w:lang w:bidi="ur-PK"/>
        </w:rPr>
        <w:t>ے حالات بھی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سے بہتر ہوتے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۔دوسرے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سبب بنت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770DC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مغالط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ہوسکتاتھالی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ایٹمی</w:t>
      </w:r>
      <w:r w:rsidRPr="00E37591">
        <w:rPr>
          <w:rtl/>
          <w:lang w:bidi="ur-PK"/>
        </w:rPr>
        <w:t xml:space="preserve"> اور بخار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مضحک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ہوتاہے۔ان لوگوں نے عوام کو یہ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کارخانوں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مزدوروں کی</w:t>
      </w:r>
      <w:r w:rsidRPr="00E37591">
        <w:rPr>
          <w:rtl/>
          <w:lang w:bidi="ur-PK"/>
        </w:rPr>
        <w:t xml:space="preserve"> ضرورت ب</w:t>
      </w:r>
      <w:r w:rsidRPr="00E37591">
        <w:rPr>
          <w:rFonts w:hint="cs"/>
          <w:rtl/>
          <w:lang w:bidi="ur-PK"/>
        </w:rPr>
        <w:t>ڑھ جائے گی</w:t>
      </w:r>
      <w:r w:rsidRPr="00E37591">
        <w:rPr>
          <w:rtl/>
          <w:lang w:bidi="ur-PK"/>
        </w:rPr>
        <w:t xml:space="preserve"> اور اس نکت</w:t>
      </w:r>
      <w:r w:rsidRPr="00E37591">
        <w:rPr>
          <w:rFonts w:hint="cs"/>
          <w:rtl/>
          <w:lang w:bidi="ur-PK"/>
        </w:rPr>
        <w:t>ہ کو نظرانداز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کارخانوں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مزدوروں ک</w:t>
      </w:r>
      <w:r w:rsidRPr="00E37591">
        <w:rPr>
          <w:rFonts w:hint="cs"/>
          <w:rtl/>
          <w:lang w:bidi="ur-PK"/>
        </w:rPr>
        <w:t>ے دم قدم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کام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مزدوروں کی</w:t>
      </w:r>
      <w:r w:rsidRPr="00E37591">
        <w:rPr>
          <w:rtl/>
          <w:lang w:bidi="ur-PK"/>
        </w:rPr>
        <w:t xml:space="preserve"> ضرورت گ</w:t>
      </w:r>
      <w:r w:rsidRPr="00E37591">
        <w:rPr>
          <w:rFonts w:hint="cs"/>
          <w:rtl/>
          <w:lang w:bidi="ur-PK"/>
        </w:rPr>
        <w:t>ھٹتی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آسکتا</w:t>
      </w:r>
      <w:r w:rsidRPr="00E37591">
        <w:rPr>
          <w:rFonts w:hint="cs"/>
          <w:rtl/>
          <w:lang w:bidi="ur-PK"/>
        </w:rPr>
        <w:t>ہے جب کارخانے سے مزدور ی</w:t>
      </w:r>
      <w:r w:rsidRPr="00E37591">
        <w:rPr>
          <w:rFonts w:hint="eastAsia"/>
          <w:rtl/>
          <w:lang w:bidi="ur-PK"/>
        </w:rPr>
        <w:t>کسر</w:t>
      </w:r>
      <w:r w:rsidRPr="00E37591">
        <w:rPr>
          <w:rtl/>
          <w:lang w:bidi="ur-PK"/>
        </w:rPr>
        <w:t xml:space="preserve"> نکال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سم قاتل بن جائے۔مشی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کرن</w:t>
      </w:r>
      <w:r w:rsidRPr="00E37591">
        <w:rPr>
          <w:rFonts w:hint="cs"/>
          <w:rtl/>
          <w:lang w:bidi="ur-PK"/>
        </w:rPr>
        <w:t>ے کے لئے جوانوں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کام بچ</w:t>
      </w:r>
      <w:r w:rsidRPr="00E37591">
        <w:rPr>
          <w:rFonts w:hint="cs"/>
          <w:rtl/>
          <w:lang w:bidi="ur-PK"/>
        </w:rPr>
        <w:t>ے،بوڑھے اور عورتی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تک کرن</w:t>
      </w:r>
      <w:r w:rsidRPr="00E37591">
        <w:rPr>
          <w:rFonts w:hint="cs"/>
          <w:rtl/>
          <w:lang w:bidi="ur-PK"/>
        </w:rPr>
        <w:t>ے لگتی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جوانوں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سرمایہ</w:t>
      </w:r>
      <w:r w:rsidRPr="00E37591">
        <w:rPr>
          <w:rtl/>
          <w:lang w:bidi="ur-PK"/>
        </w:rPr>
        <w:t xml:space="preserve"> دار کو ان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ے کا موقع مل جاتاہے۔ان کی</w:t>
      </w:r>
      <w:r w:rsidRPr="00E37591">
        <w:rPr>
          <w:rtl/>
          <w:lang w:bidi="ur-PK"/>
        </w:rPr>
        <w:t xml:space="preserve"> قسمت مکمل طور پر 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ان ک</w:t>
      </w:r>
      <w:r w:rsidRPr="00E37591">
        <w:rPr>
          <w:rFonts w:hint="cs"/>
          <w:rtl/>
          <w:lang w:bidi="ur-PK"/>
        </w:rPr>
        <w:t>ے ہاتھ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جتنا چاہتاہے کام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جس قدرچا</w:t>
      </w:r>
      <w:r w:rsidRPr="00E37591">
        <w:rPr>
          <w:rFonts w:hint="cs"/>
          <w:rtl/>
          <w:lang w:bidi="ur-PK"/>
        </w:rPr>
        <w:t>ہتاہے مزدوری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سے محاسبہ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بڑی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نظام کی</w:t>
      </w:r>
      <w:r w:rsidRPr="00E37591">
        <w:rPr>
          <w:rtl/>
          <w:lang w:bidi="ur-PK"/>
        </w:rPr>
        <w:t xml:space="preserve"> پشت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ابن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ھرتی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لئے ہر اسٹی</w:t>
      </w:r>
      <w:r w:rsidRPr="00E37591">
        <w:rPr>
          <w:rFonts w:hint="eastAsia"/>
          <w:rtl/>
          <w:lang w:bidi="ur-PK"/>
        </w:rPr>
        <w:t>شن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کوئلہ پانی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ہے۔اس کا کوئی</w:t>
      </w:r>
      <w:r w:rsidRPr="00E37591">
        <w:rPr>
          <w:rtl/>
          <w:lang w:bidi="ur-PK"/>
        </w:rPr>
        <w:t xml:space="preserve"> مستقل فلسف</w:t>
      </w:r>
      <w:r w:rsidRPr="00E37591">
        <w:rPr>
          <w:rFonts w:hint="cs"/>
          <w:rtl/>
          <w:lang w:bidi="ur-PK"/>
        </w:rPr>
        <w:t>ہ ہوتاتو اسے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بحث لاکر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ابرائ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تومذکورہ جوابات ہی</w:t>
      </w:r>
      <w:r w:rsidRPr="00E37591">
        <w:rPr>
          <w:rtl/>
          <w:lang w:bidi="ur-PK"/>
        </w:rPr>
        <w:t xml:space="preserve"> پراکتفا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مناسب </w:t>
      </w:r>
      <w:r w:rsidRPr="00E37591">
        <w:rPr>
          <w:rFonts w:hint="cs"/>
          <w:rtl/>
          <w:lang w:bidi="ur-PK"/>
        </w:rPr>
        <w:t>ہے۔واقعی</w:t>
      </w:r>
      <w:r w:rsidRPr="00E37591">
        <w:rPr>
          <w:rtl/>
          <w:lang w:bidi="ur-PK"/>
        </w:rPr>
        <w:t xml:space="preserve"> طور پر بحث صرف مارکس ازم ک</w:t>
      </w:r>
      <w:r w:rsidRPr="00E37591">
        <w:rPr>
          <w:rFonts w:hint="cs"/>
          <w:rtl/>
          <w:lang w:bidi="ur-PK"/>
        </w:rPr>
        <w:t>ے ساتھ 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ہے۔جس نے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اصول بھی</w:t>
      </w:r>
      <w:r w:rsidRPr="00E37591">
        <w:rPr>
          <w:rtl/>
          <w:lang w:bidi="ur-PK"/>
        </w:rPr>
        <w:t xml:space="preserve"> متع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کرنے کی</w:t>
      </w:r>
      <w:r w:rsidRPr="00E37591">
        <w:rPr>
          <w:rtl/>
          <w:lang w:bidi="ur-PK"/>
        </w:rPr>
        <w:t xml:space="preserve"> کوشش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طرح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آشنا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1A3DB5">
      <w:pPr>
        <w:pStyle w:val="libCenter"/>
        <w:rPr>
          <w:rtl/>
          <w:lang w:bidi="ur-PK"/>
        </w:rPr>
      </w:pPr>
      <w:r w:rsidRPr="00E37591">
        <w:rPr>
          <w:rtl/>
          <w:lang w:bidi="ur-PK"/>
        </w:rPr>
        <w:t>٭٭٭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2BB0" w:rsidRDefault="00824138" w:rsidP="00062BB0">
      <w:pPr>
        <w:pStyle w:val="Heading2Center"/>
        <w:rPr>
          <w:rtl/>
        </w:rPr>
      </w:pPr>
      <w:bookmarkStart w:id="28" w:name="_Toc468966770"/>
      <w:bookmarkStart w:id="29" w:name="_Toc468970719"/>
      <w:r w:rsidRPr="00062BB0">
        <w:rPr>
          <w:rFonts w:hint="eastAsia"/>
          <w:rtl/>
        </w:rPr>
        <w:t>اسلام</w:t>
      </w:r>
      <w:r w:rsidRPr="00062BB0">
        <w:rPr>
          <w:rFonts w:hint="cs"/>
          <w:rtl/>
        </w:rPr>
        <w:t>ی</w:t>
      </w:r>
      <w:r w:rsidRPr="00062BB0">
        <w:rPr>
          <w:rtl/>
        </w:rPr>
        <w:t xml:space="preserve"> معاشر</w:t>
      </w:r>
      <w:r w:rsidRPr="00062BB0">
        <w:rPr>
          <w:rFonts w:hint="cs"/>
          <w:rtl/>
        </w:rPr>
        <w:t>ہ</w:t>
      </w:r>
      <w:bookmarkStart w:id="30" w:name="_Toc468966771"/>
      <w:bookmarkEnd w:id="28"/>
      <w:r w:rsidR="00062BB0" w:rsidRPr="00062BB0">
        <w:rPr>
          <w:rFonts w:hint="cs"/>
          <w:rtl/>
        </w:rPr>
        <w:t>(</w:t>
      </w:r>
      <w:r w:rsidRPr="00062BB0">
        <w:rPr>
          <w:rFonts w:hint="eastAsia"/>
          <w:rtl/>
        </w:rPr>
        <w:t>مع</w:t>
      </w:r>
      <w:r w:rsidRPr="00062BB0">
        <w:rPr>
          <w:rFonts w:hint="cs"/>
          <w:rtl/>
        </w:rPr>
        <w:t>ی</w:t>
      </w:r>
      <w:r w:rsidRPr="00062BB0">
        <w:rPr>
          <w:rFonts w:hint="eastAsia"/>
          <w:rtl/>
        </w:rPr>
        <w:t>ارِ</w:t>
      </w:r>
      <w:r w:rsidRPr="00062BB0">
        <w:rPr>
          <w:rtl/>
        </w:rPr>
        <w:t xml:space="preserve"> ق</w:t>
      </w:r>
      <w:r w:rsidRPr="00062BB0">
        <w:rPr>
          <w:rFonts w:hint="cs"/>
          <w:rtl/>
        </w:rPr>
        <w:t>ی</w:t>
      </w:r>
      <w:r w:rsidRPr="00062BB0">
        <w:rPr>
          <w:rFonts w:hint="eastAsia"/>
          <w:rtl/>
        </w:rPr>
        <w:t>مت</w:t>
      </w:r>
      <w:bookmarkEnd w:id="30"/>
      <w:r w:rsidR="00062BB0" w:rsidRPr="00062BB0">
        <w:rPr>
          <w:rFonts w:hint="cs"/>
          <w:rtl/>
        </w:rPr>
        <w:t>)</w:t>
      </w:r>
      <w:bookmarkEnd w:id="2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گذشت</w:t>
      </w:r>
      <w:r w:rsidRPr="00E37591">
        <w:rPr>
          <w:rFonts w:hint="cs"/>
          <w:rtl/>
          <w:lang w:bidi="ur-PK"/>
        </w:rPr>
        <w:t>ہ بحثوں سے 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نے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کا حساب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علاوہ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عناصر کو نظرانداز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تان کر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سابق</w:t>
      </w:r>
      <w:r w:rsidRPr="00E37591">
        <w:rPr>
          <w:rFonts w:hint="cs"/>
          <w:rtl/>
          <w:lang w:bidi="ur-PK"/>
        </w:rPr>
        <w:t>ہ محنت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کبھی</w:t>
      </w:r>
      <w:r w:rsidRPr="00E37591">
        <w:rPr>
          <w:rtl/>
          <w:lang w:bidi="ur-PK"/>
        </w:rPr>
        <w:t xml:space="preserve"> ذخ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ہ اندوزی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کو مستثنیٰ</w:t>
      </w:r>
      <w:r w:rsidRPr="00E37591">
        <w:rPr>
          <w:rtl/>
          <w:lang w:bidi="ur-PK"/>
        </w:rPr>
        <w:t xml:space="preserve"> کرنا پ</w:t>
      </w:r>
      <w:r w:rsidRPr="00E37591">
        <w:rPr>
          <w:rFonts w:hint="cs"/>
          <w:rtl/>
          <w:lang w:bidi="ur-PK"/>
        </w:rPr>
        <w:t>ڑاہے۔کبھی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بحث کرنا پ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کبھی</w:t>
      </w:r>
      <w:r w:rsidRPr="00E37591">
        <w:rPr>
          <w:rtl/>
          <w:lang w:bidi="ur-PK"/>
        </w:rPr>
        <w:t xml:space="preserve"> سپلائ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مانگ ک</w:t>
      </w:r>
      <w:r w:rsidRPr="00E37591">
        <w:rPr>
          <w:rFonts w:hint="cs"/>
          <w:rtl/>
          <w:lang w:bidi="ur-PK"/>
        </w:rPr>
        <w:t>ے توازن کو درست کرناپڑاہے۔اور ان سب کے علاوہ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جانے کتنے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مشکلات کا سامنا کرنا پ</w:t>
      </w:r>
      <w:r w:rsidRPr="00E37591">
        <w:rPr>
          <w:rFonts w:hint="cs"/>
          <w:rtl/>
          <w:lang w:bidi="ur-PK"/>
        </w:rPr>
        <w:t>ڑاہے جو ابتدائے امر سے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متوقع ت</w:t>
      </w:r>
      <w:r w:rsidRPr="00E37591">
        <w:rPr>
          <w:rFonts w:hint="cs"/>
          <w:rtl/>
          <w:lang w:bidi="ur-PK"/>
        </w:rPr>
        <w:t>ھے۔</w:t>
      </w:r>
    </w:p>
    <w:p w:rsidR="00770DC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ہوئے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خدادادصلاح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نظر انداز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نے مزدوروں کے جسم ودماغ کے ب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تفاوت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رک</w:t>
      </w:r>
      <w:r w:rsidRPr="00E37591">
        <w:rPr>
          <w:rFonts w:hint="cs"/>
          <w:rtl/>
          <w:lang w:bidi="ur-PK"/>
        </w:rPr>
        <w:t>ھا ہے۔اس کی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عناصر کام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۔مزدور کی</w:t>
      </w:r>
      <w:r w:rsidRPr="00E37591">
        <w:rPr>
          <w:rtl/>
          <w:lang w:bidi="ur-PK"/>
        </w:rPr>
        <w:t xml:space="preserve"> محنت کا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 xml:space="preserve">ھاجاتاہے۔کام کرنے </w:t>
      </w:r>
      <w:r w:rsidRPr="00E37591">
        <w:rPr>
          <w:rFonts w:hint="eastAsia"/>
          <w:rtl/>
          <w:lang w:bidi="ur-PK"/>
        </w:rPr>
        <w:t>وال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رک</w:t>
      </w:r>
      <w:r w:rsidRPr="00E37591">
        <w:rPr>
          <w:rFonts w:hint="cs"/>
          <w:rtl/>
          <w:lang w:bidi="ur-PK"/>
        </w:rPr>
        <w:t>ھے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 رکھی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 سب کے مجموعہ کو انسانی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تولا جاتا</w:t>
      </w:r>
      <w:r w:rsidRPr="00E37591">
        <w:rPr>
          <w:rFonts w:hint="cs"/>
          <w:rtl/>
          <w:lang w:bidi="ur-PK"/>
        </w:rPr>
        <w:t>ہے۔نفسی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حرف آخر </w:t>
      </w:r>
      <w:r w:rsidRPr="00E37591">
        <w:rPr>
          <w:rFonts w:hint="cs"/>
          <w:rtl/>
          <w:lang w:bidi="ur-PK"/>
        </w:rPr>
        <w:t>ہوتاہے اور اسی</w:t>
      </w:r>
      <w:r w:rsidRPr="00E37591">
        <w:rPr>
          <w:rtl/>
          <w:lang w:bidi="ur-PK"/>
        </w:rPr>
        <w:t xml:space="preserve"> پر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واجرت ک</w:t>
      </w:r>
      <w:r w:rsidRPr="00E37591">
        <w:rPr>
          <w:rFonts w:hint="cs"/>
          <w:rtl/>
          <w:lang w:bidi="ur-PK"/>
        </w:rPr>
        <w:t xml:space="preserve">ے </w:t>
      </w:r>
    </w:p>
    <w:p w:rsidR="00770DCB" w:rsidRPr="00E37591" w:rsidRDefault="00770DC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70DCB" w:rsidRPr="00E37591" w:rsidRDefault="00770DCB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دارومدار </w:t>
      </w:r>
      <w:r w:rsidRPr="00E37591">
        <w:rPr>
          <w:rFonts w:hint="cs"/>
          <w:rtl/>
          <w:lang w:bidi="ur-PK"/>
        </w:rPr>
        <w:t>ہوتاہے۔واضح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ازم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>''محنت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مقدار'' جس کاتع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وقت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جاتاہے۔اس لئے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ہوسکتاہے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''عموم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وتوج</w:t>
      </w:r>
      <w:r w:rsidRPr="00E37591">
        <w:rPr>
          <w:rFonts w:hint="cs"/>
          <w:rtl/>
          <w:lang w:bidi="ur-PK"/>
        </w:rPr>
        <w:t>ہ''اس لئے یہاں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وقت تک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ہوسکتاجب تک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آجائے اور لوگ اس کے فا</w:t>
      </w:r>
      <w:r w:rsidRPr="00E37591">
        <w:rPr>
          <w:rFonts w:hint="eastAsia"/>
          <w:rtl/>
          <w:lang w:bidi="ur-PK"/>
        </w:rPr>
        <w:t>ئد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ونقصان کو باقاعد</w:t>
      </w:r>
      <w:r w:rsidRPr="00E37591">
        <w:rPr>
          <w:rFonts w:hint="cs"/>
          <w:rtl/>
          <w:lang w:bidi="ur-PK"/>
        </w:rPr>
        <w:t>ہ سمجھ نہ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متاع بازار کو''مال''سے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مال ک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عرب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''ما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اللّٰ</w:t>
      </w:r>
      <w:r w:rsidRPr="00E37591">
        <w:rPr>
          <w:rFonts w:hint="cs"/>
          <w:rtl/>
          <w:lang w:bidi="ur-PK"/>
        </w:rPr>
        <w:t>ہ النفس''کے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نفس کا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لان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توج</w:t>
      </w:r>
      <w:r w:rsidRPr="00E37591">
        <w:rPr>
          <w:rFonts w:hint="cs"/>
          <w:rtl/>
          <w:lang w:bidi="ur-PK"/>
        </w:rPr>
        <w:t>ہ ہو۔ظاہر ہے کہ جب مال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 ورغبت کی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ہے تو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رغبت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درجات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فرق آتا جا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بازار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ھٹتی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تمام اعتراضات بھی</w:t>
      </w:r>
      <w:r w:rsidRPr="00E37591">
        <w:rPr>
          <w:rtl/>
          <w:lang w:bidi="ur-PK"/>
        </w:rPr>
        <w:t xml:space="preserve"> درم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ہٹ </w:t>
      </w:r>
      <w:r w:rsidRPr="00E37591">
        <w:rPr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ے۔جن سے مارکس کے نظریۂ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متزلزل </w:t>
      </w:r>
      <w:r w:rsidRPr="00E37591">
        <w:rPr>
          <w:rFonts w:hint="cs"/>
          <w:rtl/>
          <w:lang w:bidi="ur-PK"/>
        </w:rPr>
        <w:t>ہورہی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پر پ</w:t>
      </w:r>
      <w:r w:rsidRPr="00E37591">
        <w:rPr>
          <w:rFonts w:hint="cs"/>
          <w:rtl/>
          <w:lang w:bidi="ur-PK"/>
        </w:rPr>
        <w:t>ہلا اعتراض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اس نے فنون لطی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نظرانداز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نتائج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ے سامنے یہ</w:t>
      </w:r>
      <w:r w:rsidRPr="00E37591">
        <w:rPr>
          <w:rtl/>
          <w:lang w:bidi="ur-PK"/>
        </w:rPr>
        <w:t xml:space="preserve"> زحمت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چشم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بات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کچھ اور دکھائی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دے۔ا س نے کھل کر یہ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فنون لطی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ذوق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سلب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۔''مہترانی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ہوکہ رانی</w:t>
      </w:r>
      <w:r w:rsidRPr="00E37591">
        <w:rPr>
          <w:rtl/>
          <w:lang w:bidi="ur-PK"/>
        </w:rPr>
        <w:t xml:space="preserve"> مسکرائ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۔'' اسے نہ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ٹھہرای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اور نہ غربت زدہ عوام کی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راث</w:t>
      </w:r>
      <w:r w:rsidRPr="00E37591">
        <w:rPr>
          <w:rFonts w:hint="cs"/>
          <w:rtl/>
          <w:lang w:bidi="ur-PK"/>
        </w:rPr>
        <w:t>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پورا معاشر</w:t>
      </w:r>
      <w:r w:rsidRPr="00E37591">
        <w:rPr>
          <w:rFonts w:hint="cs"/>
          <w:rtl/>
          <w:lang w:bidi="ur-PK"/>
        </w:rPr>
        <w:t>ہ برابر کا شری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لگان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ذوق کا </w:t>
      </w:r>
      <w:r w:rsidRPr="00E37591">
        <w:rPr>
          <w:rFonts w:hint="cs"/>
          <w:rtl/>
          <w:lang w:bidi="ur-PK"/>
        </w:rPr>
        <w:t>ہاتھ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عمومی</w:t>
      </w:r>
      <w:r w:rsidRPr="00E37591">
        <w:rPr>
          <w:rtl/>
          <w:lang w:bidi="ur-PK"/>
        </w:rPr>
        <w:t xml:space="preserve"> رغبت کا </w:t>
      </w:r>
      <w:r w:rsidRPr="00E37591">
        <w:rPr>
          <w:rFonts w:hint="cs"/>
          <w:rtl/>
          <w:lang w:bidi="ur-PK"/>
        </w:rPr>
        <w:t>ہاتھ ہے۔جی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رغبت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برابرا ضاف</w:t>
      </w:r>
      <w:r w:rsidRPr="00E37591">
        <w:rPr>
          <w:rFonts w:hint="cs"/>
          <w:rtl/>
          <w:lang w:bidi="ur-PK"/>
        </w:rPr>
        <w:t>ہ ہوتاجائے گااور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 xml:space="preserve">ہ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2F7C03">
      <w:pPr>
        <w:pStyle w:val="libNormal"/>
        <w:rPr>
          <w:rtl/>
          <w:lang w:bidi="ur-PK"/>
        </w:rPr>
      </w:pPr>
    </w:p>
    <w:p w:rsidR="00824138" w:rsidRPr="00E37591" w:rsidRDefault="00824138" w:rsidP="002F7C0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تصو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ہنما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وہی</w:t>
      </w:r>
      <w:r w:rsidRPr="00E37591">
        <w:rPr>
          <w:rtl/>
          <w:lang w:bidi="ur-PK"/>
        </w:rPr>
        <w:t xml:space="preserve"> تصو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متعلق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ی۔ پہلی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واحساسات کا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لان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دوسری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کم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مارکس پر دوسرا اعتراض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اس نے آثار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ی۔جن پر آج کی</w:t>
      </w:r>
      <w:r w:rsidRPr="00E37591">
        <w:rPr>
          <w:rtl/>
          <w:lang w:bidi="ur-PK"/>
        </w:rPr>
        <w:t xml:space="preserve"> بعض صنعتوں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نسبت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محنت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ان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اس کا جواب بھی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ادپر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پسند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لوگوں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ہمارے یہاں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تمام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عام افراد ک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ہوں تاکہ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مرکز </w:t>
      </w:r>
      <w:r w:rsidRPr="00E37591">
        <w:rPr>
          <w:rFonts w:hint="eastAsia"/>
          <w:rtl/>
          <w:lang w:bidi="ur-PK"/>
        </w:rPr>
        <w:t>توج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ہے۔آثار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مظا</w:t>
      </w:r>
      <w:r w:rsidRPr="00E37591">
        <w:rPr>
          <w:rFonts w:hint="cs"/>
          <w:rtl/>
          <w:lang w:bidi="ur-PK"/>
        </w:rPr>
        <w:t>ہرہ ہوسکتاہے۔اس لئے سرمایہ</w:t>
      </w:r>
      <w:r w:rsidRPr="00E37591">
        <w:rPr>
          <w:rtl/>
          <w:lang w:bidi="ur-PK"/>
        </w:rPr>
        <w:t xml:space="preserve"> دار افراد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ڑھاکر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خزانہ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نت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اپن</w:t>
      </w:r>
      <w:r w:rsidRPr="00E37591">
        <w:rPr>
          <w:rFonts w:hint="cs"/>
          <w:rtl/>
          <w:lang w:bidi="ur-PK"/>
        </w:rPr>
        <w:t>ے جذبہ نفس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سامان فرا</w:t>
      </w:r>
      <w:r w:rsidRPr="00E37591">
        <w:rPr>
          <w:rFonts w:hint="cs"/>
          <w:rtl/>
          <w:lang w:bidi="ur-PK"/>
        </w:rPr>
        <w:t>ہم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ھرم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ک</w:t>
      </w:r>
      <w:r w:rsidRPr="00E37591">
        <w:rPr>
          <w:rFonts w:hint="cs"/>
          <w:rtl/>
          <w:lang w:bidi="ur-PK"/>
        </w:rPr>
        <w:t>ھل جا</w:t>
      </w:r>
      <w:r w:rsidRPr="00E37591">
        <w:rPr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 جب انسانی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ہلکی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کون سا انسان ہے جو اپنے سے متعلق آثار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انکار کرسک</w:t>
      </w:r>
      <w:r w:rsidRPr="00E37591">
        <w:rPr>
          <w:rFonts w:hint="cs"/>
          <w:rtl/>
          <w:lang w:bidi="ur-PK"/>
        </w:rPr>
        <w:t>ے اور اس پر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لگان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ن</w:t>
      </w:r>
      <w:r w:rsidRPr="00E37591">
        <w:rPr>
          <w:rFonts w:hint="cs"/>
          <w:rtl/>
          <w:lang w:bidi="ur-PK"/>
        </w:rPr>
        <w:t>ہ کرے۔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تماشائ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</w:t>
      </w:r>
      <w:r w:rsidRPr="00E37591">
        <w:rPr>
          <w:rFonts w:hint="eastAsia"/>
          <w:rtl/>
          <w:lang w:bidi="ur-PK"/>
        </w:rPr>
        <w:t>بابل</w:t>
      </w:r>
      <w:r w:rsidRPr="00E37591">
        <w:rPr>
          <w:rtl/>
          <w:lang w:bidi="ur-PK"/>
        </w:rPr>
        <w:t xml:space="preserve"> ک ک</w:t>
      </w:r>
      <w:r w:rsidRPr="00E37591">
        <w:rPr>
          <w:rFonts w:hint="cs"/>
          <w:rtl/>
          <w:lang w:bidi="ur-PK"/>
        </w:rPr>
        <w:t>ھنڈرات سے کوئی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>''ماقبل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دور''کا محقق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ھنڈرات پر اپنی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کائنات ل</w:t>
      </w:r>
      <w:r w:rsidRPr="00E37591">
        <w:rPr>
          <w:rFonts w:hint="cs"/>
          <w:rtl/>
          <w:lang w:bidi="ur-PK"/>
        </w:rPr>
        <w:t>ٹاسکتاہے اور اپنی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سرمایہ</w:t>
      </w:r>
      <w:r w:rsidRPr="00E37591">
        <w:rPr>
          <w:rtl/>
          <w:lang w:bidi="ur-PK"/>
        </w:rPr>
        <w:t xml:space="preserve"> کو برباد </w:t>
      </w:r>
      <w:r w:rsidRPr="00E37591">
        <w:rPr>
          <w:rFonts w:hint="cs"/>
          <w:rtl/>
          <w:lang w:bidi="ur-PK"/>
        </w:rPr>
        <w:t>ہوتے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سکتا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ملحدوب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انسان کو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آثار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سے ربط رکھنے والا مفلس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اثر ک</w:t>
      </w:r>
      <w:r w:rsidRPr="00E37591">
        <w:rPr>
          <w:rFonts w:hint="cs"/>
          <w:rtl/>
          <w:lang w:bidi="ur-PK"/>
        </w:rPr>
        <w:t xml:space="preserve">ے تحفظ پر اپنا گھر بار </w:t>
      </w:r>
      <w:r w:rsidRPr="00E37591">
        <w:rPr>
          <w:rtl/>
          <w:lang w:bidi="ur-PK"/>
        </w:rPr>
        <w:t>قربان کر سکتا</w:t>
      </w:r>
      <w:r w:rsidRPr="00E37591">
        <w:rPr>
          <w:rFonts w:hint="cs"/>
          <w:rtl/>
          <w:lang w:bidi="ur-PK"/>
        </w:rPr>
        <w:t>ہے۔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آثار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جذبات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تجا</w:t>
      </w:r>
      <w:r w:rsidRPr="00E37591">
        <w:rPr>
          <w:rFonts w:hint="cs"/>
          <w:rtl/>
          <w:lang w:bidi="ur-PK"/>
        </w:rPr>
        <w:t>ہل عارفانہ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ہے۔مارکس نے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سمندر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غوط</w:t>
      </w:r>
      <w:r w:rsidRPr="00E37591">
        <w:rPr>
          <w:rFonts w:hint="cs"/>
          <w:rtl/>
          <w:lang w:bidi="ur-PK"/>
        </w:rPr>
        <w:t>ہ لگاتے وقت انسان کے اخلاقی</w:t>
      </w:r>
      <w:r w:rsidRPr="00E37591">
        <w:rPr>
          <w:rFonts w:hint="eastAsia"/>
          <w:rtl/>
          <w:lang w:bidi="ur-PK"/>
        </w:rPr>
        <w:t>،سماج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تمام جذبات کو بالکل فراموش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بات پر مطلق توجہ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،کپ</w:t>
      </w:r>
      <w:r w:rsidRPr="00E37591">
        <w:rPr>
          <w:rFonts w:hint="cs"/>
          <w:rtl/>
          <w:lang w:bidi="ur-PK"/>
        </w:rPr>
        <w:t>ڑے کے سوال کے علاوہ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دنی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اپن</w:t>
      </w:r>
      <w:r w:rsidRPr="00E37591">
        <w:rPr>
          <w:rFonts w:hint="cs"/>
          <w:rtl/>
          <w:lang w:bidi="ur-PK"/>
        </w:rPr>
        <w:t>ے مذہبی</w:t>
      </w:r>
      <w:r w:rsidRPr="00E37591">
        <w:rPr>
          <w:rtl/>
          <w:lang w:bidi="ur-PK"/>
        </w:rPr>
        <w:t xml:space="preserve"> جذبات پر 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،کپ</w:t>
      </w:r>
      <w:r w:rsidRPr="00E37591">
        <w:rPr>
          <w:rFonts w:hint="cs"/>
          <w:rtl/>
          <w:lang w:bidi="ur-PK"/>
        </w:rPr>
        <w:t>ڑابلکہ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کائنات ل</w:t>
      </w:r>
      <w:r w:rsidRPr="00E37591">
        <w:rPr>
          <w:rFonts w:hint="cs"/>
          <w:rtl/>
          <w:lang w:bidi="ur-PK"/>
        </w:rPr>
        <w:t>ٹاسکتے ہوں اور اس کانہ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ہو اور نہ مزدوری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ے۔مذہب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محمود 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صف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ںک</w:t>
      </w:r>
      <w:r w:rsidRPr="00E37591">
        <w:rPr>
          <w:rFonts w:hint="cs"/>
          <w:rtl/>
          <w:lang w:bidi="ur-PK"/>
        </w:rPr>
        <w:t>ھڑے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بندہ اور بندہ نوار کے فرق کو مٹادی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مطبوعات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مخطوطات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کاراز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وتوج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مضمر </w:t>
      </w:r>
      <w:r w:rsidRPr="00E37591">
        <w:rPr>
          <w:rFonts w:hint="cs"/>
          <w:rtl/>
          <w:lang w:bidi="ur-PK"/>
        </w:rPr>
        <w:t>ہے چاہے اس توجہ کا سرچشمہ مذہب 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اخلاق،فلسف</w:t>
      </w:r>
      <w:r w:rsidRPr="00E37591">
        <w:rPr>
          <w:rFonts w:hint="cs"/>
          <w:rtl/>
          <w:lang w:bidi="ur-PK"/>
        </w:rPr>
        <w:t>ہ ہوی</w:t>
      </w:r>
      <w:r w:rsidRPr="00E37591">
        <w:rPr>
          <w:rFonts w:hint="eastAsia"/>
          <w:rtl/>
          <w:lang w:bidi="ur-PK"/>
        </w:rPr>
        <w:t>اتمدن،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 بھی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رسدوطلب کا توازن بگ</w:t>
      </w:r>
      <w:r w:rsidRPr="00E37591">
        <w:rPr>
          <w:rFonts w:hint="cs"/>
          <w:rtl/>
          <w:lang w:bidi="ur-PK"/>
        </w:rPr>
        <w:t>ڑجانے سے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توازن پر اثرپڑجانے کا سبب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</w:t>
      </w:r>
      <w:r w:rsidRPr="00E37591">
        <w:rPr>
          <w:rFonts w:hint="cs"/>
          <w:rtl/>
          <w:lang w:bidi="ur-PK"/>
        </w:rPr>
        <w:t>ہے کہ انسان جس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ھتاہے۔اس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 کو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مبذول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ںکراسکت</w:t>
      </w:r>
      <w:r w:rsidRPr="00E37591">
        <w:rPr>
          <w:rFonts w:hint="cs"/>
          <w:rtl/>
          <w:lang w:bidi="ur-PK"/>
        </w:rPr>
        <w:t>ی۔پانی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 جاتا ہے ا س لئے مرکز توجہ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بنتا</w:t>
      </w:r>
      <w:r w:rsidRPr="00E37591">
        <w:rPr>
          <w:rFonts w:hint="cs"/>
          <w:rtl/>
          <w:lang w:bidi="ur-PK"/>
        </w:rPr>
        <w:t>۔سوناکم نظرآتاہے اس لئے اس کی</w:t>
      </w:r>
      <w:r w:rsidRPr="00E37591">
        <w:rPr>
          <w:rtl/>
          <w:lang w:bidi="ur-PK"/>
        </w:rPr>
        <w:t xml:space="preserve"> طرف رغبت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آجاتا</w:t>
      </w:r>
      <w:r w:rsidRPr="00E37591">
        <w:rPr>
          <w:rFonts w:hint="cs"/>
          <w:rtl/>
          <w:lang w:bidi="ur-PK"/>
        </w:rPr>
        <w:t>ہے جب مخصوص حالات کے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انداز بدل جاتا</w:t>
      </w:r>
      <w:r w:rsidRPr="00E37591">
        <w:rPr>
          <w:rFonts w:hint="cs"/>
          <w:rtl/>
          <w:lang w:bidi="ur-PK"/>
        </w:rPr>
        <w:t>ہے اور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معاملات بھی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ہم برہم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۔صحرامی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سون</w:t>
      </w:r>
      <w:r w:rsidRPr="00E37591">
        <w:rPr>
          <w:rFonts w:hint="cs"/>
          <w:rtl/>
          <w:lang w:bidi="ur-PK"/>
        </w:rPr>
        <w:t>ے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زکوٰة کے واجب ہوجانے کے بعد س</w:t>
      </w:r>
      <w:r w:rsidRPr="00E37591">
        <w:rPr>
          <w:rFonts w:hint="eastAsia"/>
          <w:rtl/>
          <w:lang w:bidi="ur-PK"/>
        </w:rPr>
        <w:t>ونا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ارزاں </w:t>
      </w:r>
      <w:r w:rsidRPr="00E37591">
        <w:rPr>
          <w:rFonts w:hint="cs"/>
          <w:rtl/>
          <w:lang w:bidi="ur-PK"/>
        </w:rPr>
        <w:t>ہوجاتاہے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مسلمان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تکلف کر سکتا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سونا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تامل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 سکتا</w:t>
      </w:r>
      <w:r w:rsidRPr="00E37591">
        <w:rPr>
          <w:rFonts w:hint="cs"/>
          <w:rtl/>
          <w:lang w:bidi="ur-PK"/>
        </w:rPr>
        <w:t>۔اس کے علاوہ سی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۔جہاں رسد اور طلب کا توازن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اثر انداز </w:t>
      </w:r>
      <w:r w:rsidRPr="00E37591">
        <w:rPr>
          <w:rFonts w:hint="cs"/>
          <w:rtl/>
          <w:lang w:bidi="ur-PK"/>
        </w:rPr>
        <w:t>ہوتاہے اور اس کی</w:t>
      </w:r>
      <w:r w:rsidRPr="00E37591">
        <w:rPr>
          <w:rtl/>
          <w:lang w:bidi="ur-PK"/>
        </w:rPr>
        <w:t xml:space="preserve"> پشت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31" w:name="_Toc468966772"/>
      <w:bookmarkStart w:id="32" w:name="_Toc468970720"/>
      <w:r w:rsidRPr="00E37591">
        <w:rPr>
          <w:rFonts w:hint="eastAsia"/>
          <w:rtl/>
          <w:lang w:bidi="ur-PK"/>
        </w:rPr>
        <w:t>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bookmarkEnd w:id="31"/>
      <w:bookmarkEnd w:id="32"/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ے مذکورہ بالا نظریہ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اعتراض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اگر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باعث صرف محنت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توقاعد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 صر 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لوگوں کو ک</w:t>
      </w:r>
      <w:r w:rsidRPr="00E37591">
        <w:rPr>
          <w:rFonts w:hint="cs"/>
          <w:rtl/>
          <w:lang w:bidi="ur-PK"/>
        </w:rPr>
        <w:t>ھانے کا حق ہوگاجو محنت کر سکتے ہو</w:t>
      </w:r>
      <w:r w:rsidRPr="00E37591">
        <w:rPr>
          <w:rtl/>
          <w:lang w:bidi="ur-PK"/>
        </w:rPr>
        <w:t xml:space="preserve">ں </w:t>
      </w:r>
      <w:r w:rsidRPr="00E37591">
        <w:rPr>
          <w:rFonts w:hint="cs"/>
          <w:rtl/>
          <w:lang w:bidi="ur-PK"/>
        </w:rPr>
        <w:t>۔کسی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محنت سے عاجزہوجانے والے انسانوں کا قانونی</w:t>
      </w:r>
      <w:r w:rsidRPr="00E37591">
        <w:rPr>
          <w:rtl/>
          <w:lang w:bidi="ur-PK"/>
        </w:rPr>
        <w:t xml:space="preserve"> طور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نہ ہونا چاہئے۔حالانکہ یہ</w:t>
      </w:r>
      <w:r w:rsidRPr="00E37591">
        <w:rPr>
          <w:rtl/>
          <w:lang w:bidi="ur-PK"/>
        </w:rPr>
        <w:t xml:space="preserve"> قطع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ہے۔زندگی</w:t>
      </w:r>
      <w:r w:rsidRPr="00E37591">
        <w:rPr>
          <w:rtl/>
          <w:lang w:bidi="ur-PK"/>
        </w:rPr>
        <w:t xml:space="preserve"> کا حق سب کو ملنا چا</w:t>
      </w:r>
      <w:r w:rsidRPr="00E37591">
        <w:rPr>
          <w:rFonts w:hint="cs"/>
          <w:rtl/>
          <w:lang w:bidi="ur-PK"/>
        </w:rPr>
        <w:t>ہئے۔اسلام نے اپنے نظریۂ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عقدہ کو بھی</w:t>
      </w:r>
      <w:r w:rsidRPr="00E37591">
        <w:rPr>
          <w:rtl/>
          <w:lang w:bidi="ur-PK"/>
        </w:rPr>
        <w:t xml:space="preserve"> حل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کے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ساتھ خام مواد اور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بڑادخل ہے۔اس لئے ساری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صرف مزدور ک</w:t>
      </w:r>
      <w:r w:rsidRPr="00E37591">
        <w:rPr>
          <w:rFonts w:hint="cs"/>
          <w:rtl/>
          <w:lang w:bidi="ur-PK"/>
        </w:rPr>
        <w:t>ے حوالے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۔بلکہ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والے کا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ہوگا۔جو اس نے اپنے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وعاجز اور کمزوروناتواں بندوں ک</w:t>
      </w:r>
      <w:r w:rsidRPr="00E37591">
        <w:rPr>
          <w:rFonts w:hint="cs"/>
          <w:rtl/>
          <w:lang w:bidi="ur-PK"/>
        </w:rPr>
        <w:t>ے لئے مخصوص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اجتماع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توازن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صالح اقدام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 واضح لفظوں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ہاجاے کہ افراد مملکت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کو پورا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مارکس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اسلام نے بھی۔مارکس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کو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پوراکرنا چاہتاہے۔اور اسلام سب کی</w:t>
      </w:r>
      <w:r w:rsidRPr="00E37591">
        <w:rPr>
          <w:rtl/>
          <w:lang w:bidi="ur-PK"/>
        </w:rPr>
        <w:t xml:space="preserve"> ضرورت کو رب العالم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دئ</w:t>
      </w:r>
      <w:r w:rsidRPr="00E37591">
        <w:rPr>
          <w:rFonts w:hint="cs"/>
          <w:rtl/>
          <w:lang w:bidi="ur-PK"/>
        </w:rPr>
        <w:t>ے ہوئے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عط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ے۔مارکسی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غصب وسلب کا تصور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 xml:space="preserve">ے کہ اس نے </w:t>
      </w:r>
      <w:r w:rsidRPr="00E37591">
        <w:rPr>
          <w:rFonts w:hint="eastAsia"/>
          <w:rtl/>
          <w:lang w:bidi="ur-PK"/>
        </w:rPr>
        <w:t>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خالق کا انکار کرکے اس کے مالکانہ حق کو فراموش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پروردگارکا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مزدور کا سب کچھ ہے۔اسلام نے اپنے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''رب العالم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>''و ''ل</w:t>
      </w:r>
      <w:r w:rsidRPr="00E37591">
        <w:rPr>
          <w:rFonts w:hint="cs"/>
          <w:rtl/>
          <w:lang w:bidi="ur-PK"/>
        </w:rPr>
        <w:t>ہ الملک'' سے واضح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کے نتائج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</w:t>
      </w:r>
      <w:r w:rsidRPr="00E37591">
        <w:rPr>
          <w:rFonts w:hint="eastAsia"/>
          <w:rtl/>
          <w:lang w:bidi="ur-PK"/>
        </w:rPr>
        <w:t>ونا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حصہ ہے جو اس نے اپنے ضعی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وناتواں بندوں ک</w:t>
      </w:r>
      <w:r w:rsidRPr="00E37591">
        <w:rPr>
          <w:rFonts w:hint="cs"/>
          <w:rtl/>
          <w:lang w:bidi="ur-PK"/>
        </w:rPr>
        <w:t>ے حوالے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ہے۔جس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tl/>
          <w:lang w:bidi="ur-PK"/>
        </w:rPr>
        <w:t xml:space="preserve"> قدس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الفاظ س</w:t>
      </w:r>
      <w:r w:rsidRPr="00E37591">
        <w:rPr>
          <w:rFonts w:hint="cs"/>
          <w:rtl/>
          <w:lang w:bidi="ur-PK"/>
        </w:rPr>
        <w:t>ے 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ہے:''فقراء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اور مالدار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لفظ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کاا ستعمال بتار</w:t>
      </w:r>
      <w:r w:rsidRPr="00E37591">
        <w:rPr>
          <w:rFonts w:hint="cs"/>
          <w:rtl/>
          <w:lang w:bidi="ur-PK"/>
        </w:rPr>
        <w:t>ہاہے کہ مالدار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پورے مال کا مالک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کے مال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حصہ پروردگار کا ہوتاہے۔جسے اس نے اپنے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بندوں تک پ</w:t>
      </w:r>
      <w:r w:rsidRPr="00E37591">
        <w:rPr>
          <w:rFonts w:hint="cs"/>
          <w:rtl/>
          <w:lang w:bidi="ur-PK"/>
        </w:rPr>
        <w:t>ہنچانے کے لئے اس کو اپنا وکی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ہے۔بلکہ لفظ وکی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نکتہ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وضاحت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اگر پروردگار عالم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بندوں کا رزق مالداروں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دلوانا ہوتاتو وہ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بنان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ضرورت محسوس ن</w:t>
      </w:r>
      <w:r w:rsidRPr="00E37591">
        <w:rPr>
          <w:rFonts w:hint="cs"/>
          <w:rtl/>
          <w:lang w:bidi="ur-PK"/>
        </w:rPr>
        <w:t>ہ کرتابلکہ کسی</w:t>
      </w:r>
      <w:r w:rsidRPr="00E37591">
        <w:rPr>
          <w:rtl/>
          <w:lang w:bidi="ur-PK"/>
        </w:rPr>
        <w:t xml:space="preserve"> اور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غرباء تک پہنچادی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اجس</w:t>
      </w:r>
      <w:r w:rsidRPr="00E37591">
        <w:rPr>
          <w:rtl/>
          <w:lang w:bidi="ur-PK"/>
        </w:rPr>
        <w:t xml:space="preserve">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شروع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مالداروں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ڈال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پوری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۔آپ اپنی</w:t>
      </w:r>
      <w:r w:rsidRPr="00E37591">
        <w:rPr>
          <w:rtl/>
          <w:lang w:bidi="ur-PK"/>
        </w:rPr>
        <w:t xml:space="preserve"> مزدور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 حصہ لے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۔باقی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حص</w:t>
      </w:r>
      <w:r w:rsidRPr="00E37591">
        <w:rPr>
          <w:rFonts w:hint="cs"/>
          <w:rtl/>
          <w:lang w:bidi="ur-PK"/>
        </w:rPr>
        <w:t>ہ ہماراہے جو ہمارے بندوں کو ملنا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ھپے ہوئے جواہرات کی</w:t>
      </w:r>
      <w:r w:rsidRPr="00E37591">
        <w:rPr>
          <w:rtl/>
          <w:lang w:bidi="ur-PK"/>
        </w:rPr>
        <w:t xml:space="preserve"> اس وقت تک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جب تک اس پر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صرف ن</w:t>
      </w:r>
      <w:r w:rsidRPr="00E37591">
        <w:rPr>
          <w:rFonts w:hint="cs"/>
          <w:rtl/>
          <w:lang w:bidi="ur-PK"/>
        </w:rPr>
        <w:t>ہ ہوجائے اس لئے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خالق تومزدور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۔کسی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ے حصہ دار بننے کا کی</w:t>
      </w:r>
      <w:r w:rsidRPr="00E37591">
        <w:rPr>
          <w:rFonts w:hint="eastAsia"/>
          <w:rtl/>
          <w:lang w:bidi="ur-PK"/>
        </w:rPr>
        <w:t>اسوال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ہوتاہے؟اس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کسی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ہونا اور ہے اور </w:t>
      </w:r>
      <w:r w:rsidRPr="00E37591">
        <w:rPr>
          <w:rFonts w:hint="eastAsia"/>
          <w:rtl/>
          <w:lang w:bidi="ur-PK"/>
        </w:rPr>
        <w:t>خالق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اور۔مزدور کی</w:t>
      </w:r>
      <w:r w:rsidRPr="00E37591">
        <w:rPr>
          <w:rtl/>
          <w:lang w:bidi="ur-PK"/>
        </w:rPr>
        <w:t xml:space="preserve"> محنت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جواہر کے اظہار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استعداد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خلاق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  <w:r w:rsidRPr="00E37591">
        <w:rPr>
          <w:rtl/>
          <w:lang w:bidi="ur-PK"/>
        </w:rPr>
        <w:t>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کا حق ان ک</w:t>
      </w:r>
      <w:r w:rsidRPr="00E37591">
        <w:rPr>
          <w:rFonts w:hint="cs"/>
          <w:rtl/>
          <w:lang w:bidi="ur-PK"/>
        </w:rPr>
        <w:t>ے حقدار کو بہرحال ملنا چائیے۔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طرز فکر س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فساد کا بھی</w:t>
      </w:r>
      <w:r w:rsidRPr="00E37591">
        <w:rPr>
          <w:rtl/>
          <w:lang w:bidi="ur-PK"/>
        </w:rPr>
        <w:t xml:space="preserve"> قلع قمع </w:t>
      </w:r>
      <w:r w:rsidRPr="00E37591">
        <w:rPr>
          <w:rFonts w:hint="cs"/>
          <w:rtl/>
          <w:lang w:bidi="ur-PK"/>
        </w:rPr>
        <w:t>ہوجاتاہے جسے مارکس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فلسفی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موشگاف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رفع ن</w:t>
      </w:r>
      <w:r w:rsidRPr="00E37591">
        <w:rPr>
          <w:rFonts w:hint="cs"/>
          <w:rtl/>
          <w:lang w:bidi="ur-PK"/>
        </w:rPr>
        <w:t>ہ کرسکی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قرارد</w:t>
      </w:r>
      <w:r w:rsidRPr="00E37591">
        <w:rPr>
          <w:rFonts w:hint="cs"/>
          <w:rtl/>
          <w:lang w:bidi="ur-PK"/>
        </w:rPr>
        <w:t>ے کر اس کو مٹانے کی</w:t>
      </w:r>
      <w:r w:rsidRPr="00E37591">
        <w:rPr>
          <w:rtl/>
          <w:lang w:bidi="ur-PK"/>
        </w:rPr>
        <w:t xml:space="preserve"> فکر 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بالآخر </w:t>
      </w:r>
      <w:r w:rsidRPr="00E37591">
        <w:rPr>
          <w:rFonts w:hint="cs"/>
          <w:rtl/>
          <w:lang w:bidi="ur-PK"/>
        </w:rPr>
        <w:t>ہزار تجربات کے بعد بھی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اعتراف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ڑا۔اسلام نے اس مسئلہ کو روز اول ہی</w:t>
      </w:r>
      <w:r w:rsidRPr="00E37591">
        <w:rPr>
          <w:rtl/>
          <w:lang w:bidi="ur-PK"/>
        </w:rPr>
        <w:t xml:space="preserve"> حل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ھا۔اس کا قانون تھا کہ ہر انسان اپنی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مالک </w:t>
      </w:r>
      <w:r w:rsidRPr="00E37591">
        <w:rPr>
          <w:rFonts w:hint="cs"/>
          <w:rtl/>
          <w:lang w:bidi="ur-PK"/>
        </w:rPr>
        <w:t>ہے اس پرکوئی</w:t>
      </w:r>
      <w:r w:rsidRPr="00E37591">
        <w:rPr>
          <w:rtl/>
          <w:lang w:bidi="ur-PK"/>
        </w:rPr>
        <w:t xml:space="preserve"> جبرعائد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ہے۔اسے صرف اتنا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>نا چا</w:t>
      </w:r>
      <w:r w:rsidRPr="00E37591">
        <w:rPr>
          <w:rFonts w:hint="cs"/>
          <w:rtl/>
          <w:lang w:bidi="ur-PK"/>
        </w:rPr>
        <w:t>ہئے کہ وہ صرف اپنی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آزاد </w:t>
      </w:r>
      <w:r w:rsidRPr="00E37591">
        <w:rPr>
          <w:rFonts w:hint="cs"/>
          <w:rtl/>
          <w:lang w:bidi="ur-PK"/>
        </w:rPr>
        <w:t>ہے۔دوسرے کے مال کو غصب کرنے کا مجاز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محنت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واستعداد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تصرف کرن</w:t>
      </w:r>
      <w:r w:rsidRPr="00E37591">
        <w:rPr>
          <w:rFonts w:hint="cs"/>
          <w:rtl/>
          <w:lang w:bidi="ur-PK"/>
        </w:rPr>
        <w:t>ے کے لئے اسے مطلق العنان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ازم کوعقائد س</w:t>
      </w:r>
      <w:r w:rsidRPr="00E37591">
        <w:rPr>
          <w:rFonts w:hint="cs"/>
          <w:rtl/>
          <w:lang w:bidi="ur-PK"/>
        </w:rPr>
        <w:t>ے الگ کرکے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tl/>
          <w:lang w:bidi="ur-PK"/>
        </w:rPr>
        <w:t xml:space="preserve"> مسلمان اس نکت</w:t>
      </w:r>
      <w:r w:rsidRPr="00E37591">
        <w:rPr>
          <w:rFonts w:hint="cs"/>
          <w:rtl/>
          <w:lang w:bidi="ur-PK"/>
        </w:rPr>
        <w:t>ہ پر غور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اس ک</w:t>
      </w:r>
      <w:r w:rsidRPr="00E37591">
        <w:rPr>
          <w:rFonts w:hint="cs"/>
          <w:rtl/>
          <w:lang w:bidi="ur-PK"/>
        </w:rPr>
        <w:t>ے مخصوص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وعقائد س</w:t>
      </w:r>
      <w:r w:rsidRPr="00E37591">
        <w:rPr>
          <w:rFonts w:hint="cs"/>
          <w:rtl/>
          <w:lang w:bidi="ur-PK"/>
        </w:rPr>
        <w:t>ے الگ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33" w:name="_Toc468966773"/>
      <w:bookmarkStart w:id="34" w:name="_Toc468970721"/>
      <w:r w:rsidRPr="00E37591">
        <w:rPr>
          <w:rFonts w:hint="eastAsia"/>
          <w:rtl/>
          <w:lang w:bidi="ur-PK"/>
        </w:rPr>
        <w:t>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33"/>
      <w:bookmarkEnd w:id="3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ومفا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ناآشنا اربابِ قلم اپنی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واشتراکی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فرق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علمبردار </w:t>
      </w:r>
      <w:r w:rsidRPr="00E37591">
        <w:rPr>
          <w:rFonts w:hint="cs"/>
          <w:rtl/>
          <w:lang w:bidi="ur-PK"/>
        </w:rPr>
        <w:t>ہے اور اسلام اس کے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''کا پرستار</w:t>
      </w:r>
      <w:r w:rsidRPr="00E37591">
        <w:rPr>
          <w:rFonts w:hint="cs"/>
          <w:rtl/>
          <w:lang w:bidi="ur-PK"/>
        </w:rPr>
        <w:t>۔حالانکہ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ہرت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ہے۔اسلامی</w:t>
      </w:r>
      <w:r w:rsidRPr="00E37591">
        <w:rPr>
          <w:rtl/>
          <w:lang w:bidi="ur-PK"/>
        </w:rPr>
        <w:t xml:space="preserve"> تصر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حات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قطعاًبی</w:t>
      </w:r>
      <w:r w:rsidRPr="00E37591">
        <w:rPr>
          <w:rFonts w:hint="eastAsia"/>
          <w:rtl/>
          <w:lang w:bidi="ur-PK"/>
        </w:rPr>
        <w:t>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وب</w:t>
      </w:r>
      <w:r w:rsidRPr="00E37591">
        <w:rPr>
          <w:rFonts w:hint="cs"/>
          <w:rtl/>
          <w:lang w:bidi="ur-PK"/>
        </w:rPr>
        <w:t>ے تعلق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کا موقف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س</w:t>
      </w:r>
      <w:r w:rsidRPr="00E37591">
        <w:rPr>
          <w:rFonts w:hint="cs"/>
          <w:rtl/>
          <w:lang w:bidi="ur-PK"/>
        </w:rPr>
        <w:t>ے الگ ہے۔اشتراکی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مارکس ک</w:t>
      </w:r>
      <w:r w:rsidRPr="00E37591">
        <w:rPr>
          <w:rFonts w:hint="cs"/>
          <w:rtl/>
          <w:lang w:bidi="ur-PK"/>
        </w:rPr>
        <w:t>ے مخصوص اقتصادی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مرتب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فط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اسلام ن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بنات</w:t>
      </w:r>
      <w:r w:rsidRPr="00E37591">
        <w:rPr>
          <w:rFonts w:hint="cs"/>
          <w:rtl/>
          <w:lang w:bidi="ur-PK"/>
        </w:rPr>
        <w:t>ے وقت دواہم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نکات کو مرکزنظربنا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)اقسامِ اراضی</w:t>
      </w:r>
      <w:r w:rsidRPr="00E37591">
        <w:rPr>
          <w:rFonts w:hint="eastAsia"/>
          <w:rtl/>
          <w:lang w:bidi="ur-PK"/>
        </w:rPr>
        <w:t>ات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457FA">
      <w:pPr>
        <w:pStyle w:val="libBold2"/>
        <w:rPr>
          <w:rtl/>
          <w:lang w:bidi="ur-PK"/>
        </w:rPr>
      </w:pPr>
      <w:bookmarkStart w:id="35" w:name="_Toc468966774"/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>:</w:t>
      </w:r>
      <w:bookmarkEnd w:id="3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نعمت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آسمان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برکت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ذات واجب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نظرعنا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صدق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نے اس کائنات کو پی</w:t>
      </w:r>
      <w:r w:rsidRPr="00E37591">
        <w:rPr>
          <w:rFonts w:hint="eastAsia"/>
          <w:rtl/>
          <w:lang w:bidi="ur-PK"/>
        </w:rPr>
        <w:t>داکرک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اشرف المخلوقات نوع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کائنات سے استفادہ کرنے کی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جازت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لمح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ذات کو فراموش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</w:t>
      </w:r>
      <w:r w:rsidRPr="00E37591">
        <w:rPr>
          <w:rtl/>
          <w:lang w:bidi="ur-PK"/>
        </w:rPr>
        <w:t xml:space="preserve"> سکتاجس ن</w:t>
      </w:r>
      <w:r w:rsidRPr="00E37591">
        <w:rPr>
          <w:rFonts w:hint="cs"/>
          <w:rtl/>
          <w:lang w:bidi="ur-PK"/>
        </w:rPr>
        <w:t>ے ان تمام نعمتوں کی</w:t>
      </w:r>
      <w:r w:rsidRPr="00E37591">
        <w:rPr>
          <w:rtl/>
          <w:lang w:bidi="ur-PK"/>
        </w:rPr>
        <w:t xml:space="preserve"> بارش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کی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ہِ لطف کے اشارے سے یہ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کائنات قائم ودائم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457FA">
      <w:pPr>
        <w:pStyle w:val="libBold2"/>
        <w:rPr>
          <w:rtl/>
          <w:lang w:bidi="ur-PK"/>
        </w:rPr>
      </w:pPr>
      <w:bookmarkStart w:id="36" w:name="_Toc468966775"/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)اقسامِ اراضی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>:</w:t>
      </w:r>
      <w:bookmarkEnd w:id="3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اقسامِ اراض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''اسلام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قانون''ملک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 پہلے اس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وضع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اجار</w:t>
      </w:r>
      <w:r w:rsidRPr="00E37591">
        <w:rPr>
          <w:rFonts w:hint="cs"/>
          <w:rtl/>
          <w:lang w:bidi="ur-PK"/>
        </w:rPr>
        <w:t>ہاہے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ے ساتھ عموعی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مختلف تصورات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الگ الگ موردت</w:t>
      </w:r>
      <w:r w:rsidRPr="00E37591">
        <w:rPr>
          <w:rFonts w:hint="eastAsia"/>
          <w:rtl/>
          <w:lang w:bidi="ur-PK"/>
        </w:rPr>
        <w:t>لاش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نے مطلق طورپر ہر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ن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 ن</w:t>
      </w:r>
      <w:r w:rsidRPr="00E37591">
        <w:rPr>
          <w:rFonts w:hint="cs"/>
          <w:rtl/>
          <w:lang w:bidi="ur-PK"/>
        </w:rPr>
        <w:t>ہ انفرادی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فلسف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بعض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دسترس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کو</w:t>
      </w:r>
      <w:r w:rsidRPr="00E37591">
        <w:rPr>
          <w:rFonts w:hint="cs"/>
          <w:rtl/>
          <w:lang w:bidi="ur-PK"/>
        </w:rPr>
        <w:t>ہ دامنِ کوہ،قعردری</w:t>
      </w:r>
      <w:r w:rsidRPr="00E37591">
        <w:rPr>
          <w:rFonts w:hint="eastAsia"/>
          <w:rtl/>
          <w:lang w:bidi="ur-PK"/>
        </w:rPr>
        <w:t>اوغ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ہ۔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کو خالص اس</w:t>
      </w:r>
      <w:r w:rsidRPr="00E37591">
        <w:rPr>
          <w:rFonts w:hint="cs"/>
          <w:rtl/>
          <w:lang w:bidi="ur-PK"/>
        </w:rPr>
        <w:t>ٹیٹ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ہے۔بعض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ہاد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فوج مخالف ک</w:t>
      </w:r>
      <w:r w:rsidRPr="00E37591">
        <w:rPr>
          <w:rFonts w:hint="cs"/>
          <w:rtl/>
          <w:lang w:bidi="ur-PK"/>
        </w:rPr>
        <w:t>ے قبضہ سے نکالی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بعض آباد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بعض بنجر</w:t>
      </w:r>
      <w:r w:rsidRPr="00E37591">
        <w:rPr>
          <w:rFonts w:hint="cs"/>
          <w:rtl/>
          <w:lang w:bidi="ur-PK"/>
        </w:rPr>
        <w:t>۔ آباد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الگ </w:t>
      </w:r>
      <w:r w:rsidRPr="00E37591">
        <w:rPr>
          <w:rFonts w:hint="cs"/>
          <w:rtl/>
          <w:lang w:bidi="ur-PK"/>
        </w:rPr>
        <w:t>ہے۔اور بنجر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الگ</w:t>
      </w:r>
      <w:r w:rsidRPr="00E37591">
        <w:rPr>
          <w:rFonts w:hint="cs"/>
          <w:rtl/>
          <w:lang w:bidi="ur-PK"/>
        </w:rPr>
        <w:t>۔ بنجر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طورپر </w:t>
      </w:r>
      <w:r w:rsidRPr="00E37591">
        <w:rPr>
          <w:rFonts w:hint="eastAsia"/>
          <w:rtl/>
          <w:lang w:bidi="ur-PK"/>
        </w:rPr>
        <w:t>محنت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ہمسر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اجاسکتاجن</w:t>
      </w:r>
      <w:r w:rsidRPr="00E37591">
        <w:rPr>
          <w:rtl/>
          <w:lang w:bidi="ur-PK"/>
        </w:rPr>
        <w:t xml:space="preserve"> پر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صرف </w:t>
      </w:r>
      <w:r w:rsidRPr="00E37591">
        <w:rPr>
          <w:rFonts w:hint="cs"/>
          <w:rtl/>
          <w:lang w:bidi="ur-PK"/>
        </w:rPr>
        <w:t>ہو 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دشمن فوج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حدتک معمور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صرف ان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کو مخصوص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ہے۔جو دوست ودشمن اور جنگ وجہاد کے تصورات سے ال</w:t>
      </w:r>
      <w:r w:rsidRPr="00E37591">
        <w:rPr>
          <w:rFonts w:hint="eastAsia"/>
          <w:rtl/>
          <w:lang w:bidi="ur-PK"/>
        </w:rPr>
        <w:t>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ہوکر انسان کے قبضہ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حالات اور مواقع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وضع کئ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بالکل نظرانداز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ہے۔حالانکہ کم ازکم مارکس کو اس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ھنا چاہئے تھا اور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وقت یہ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نظرانداز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 </w:t>
      </w:r>
      <w:r w:rsidRPr="00E37591">
        <w:rPr>
          <w:rFonts w:hint="eastAsia"/>
          <w:rtl/>
          <w:lang w:bidi="ur-PK"/>
        </w:rPr>
        <w:t>چا</w:t>
      </w:r>
      <w:r w:rsidRPr="00E37591">
        <w:rPr>
          <w:rFonts w:hint="cs"/>
          <w:rtl/>
          <w:lang w:bidi="ur-PK"/>
        </w:rPr>
        <w:t>ہئے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انفرادی</w:t>
      </w:r>
      <w:r w:rsidRPr="00E37591">
        <w:rPr>
          <w:rtl/>
          <w:lang w:bidi="ur-PK"/>
        </w:rPr>
        <w:t xml:space="preserve"> زحمت س</w:t>
      </w:r>
      <w:r w:rsidRPr="00E37591">
        <w:rPr>
          <w:rFonts w:hint="cs"/>
          <w:rtl/>
          <w:lang w:bidi="ur-PK"/>
        </w:rPr>
        <w:t>ے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اجتماعی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۔محنت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اسلام اور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دونوں متحد ت</w:t>
      </w:r>
      <w:r w:rsidRPr="00E37591">
        <w:rPr>
          <w:rFonts w:hint="cs"/>
          <w:rtl/>
          <w:lang w:bidi="ur-PK"/>
        </w:rPr>
        <w:t>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چل کر دونوں کا راستہ الگ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آباد 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</w:t>
      </w:r>
      <w:r w:rsidRPr="00E37591">
        <w:rPr>
          <w:rFonts w:hint="eastAsia"/>
          <w:rtl/>
          <w:lang w:bidi="ur-PK"/>
        </w:rPr>
        <w:t>نت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کساں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۔اور اسلام نے دونوں کے تفاوت کو باقاعدہ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رک</w:t>
      </w:r>
      <w:r w:rsidRPr="00E37591">
        <w:rPr>
          <w:rFonts w:hint="cs"/>
          <w:rtl/>
          <w:lang w:bidi="ur-PK"/>
        </w:rPr>
        <w:t>ھا۔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اس نے کھلے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>:</w:t>
      </w:r>
    </w:p>
    <w:p w:rsidR="00824138" w:rsidRPr="00E37591" w:rsidRDefault="00824138" w:rsidP="004B250E">
      <w:pPr>
        <w:pStyle w:val="libArabic"/>
        <w:rPr>
          <w:rtl/>
          <w:lang w:bidi="ur-PK"/>
        </w:rPr>
      </w:pPr>
      <w:r w:rsidRPr="00E37591">
        <w:rPr>
          <w:rtl/>
          <w:lang w:bidi="ur-PK"/>
        </w:rPr>
        <w:t>(اَلنَّاسُ مُسَلِّطُو</w:t>
      </w:r>
      <w:r w:rsidRPr="00E37591">
        <w:rPr>
          <w:rFonts w:hint="cs"/>
          <w:rtl/>
          <w:lang w:bidi="ur-PK"/>
        </w:rPr>
        <w:t>ْنَ عَلیٰ</w:t>
      </w:r>
      <w:r w:rsidRPr="00E37591">
        <w:rPr>
          <w:rtl/>
          <w:lang w:bidi="ur-PK"/>
        </w:rPr>
        <w:t xml:space="preserve"> اَم</w:t>
      </w:r>
      <w:r w:rsidRPr="00E37591">
        <w:rPr>
          <w:rFonts w:hint="cs"/>
          <w:rtl/>
          <w:lang w:bidi="ur-PK"/>
        </w:rPr>
        <w:t>ْوَالِ</w:t>
      </w:r>
      <w:r w:rsidR="004B250E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ِمْ)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لوگ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اپنے مال پر پورا پورا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قرآن مج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متعدد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کو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منسوب کرک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شخص انفرادی</w:t>
      </w:r>
      <w:r w:rsidRPr="00E37591">
        <w:rPr>
          <w:rtl/>
          <w:lang w:bidi="ur-PK"/>
        </w:rPr>
        <w:t xml:space="preserve"> طور پر اپن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کا مالک </w:t>
      </w:r>
      <w:r w:rsidRPr="00E37591">
        <w:rPr>
          <w:rFonts w:hint="cs"/>
          <w:rtl/>
          <w:lang w:bidi="ur-PK"/>
        </w:rPr>
        <w:t>ہوتاہے ۔کسی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شخص کو اس کے عمل اور اس کی</w:t>
      </w:r>
      <w:r w:rsidRPr="00E37591">
        <w:rPr>
          <w:rtl/>
          <w:lang w:bidi="ur-PK"/>
        </w:rPr>
        <w:t xml:space="preserve"> محنت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دار بننے کا حق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37" w:name="_Toc468966776"/>
      <w:bookmarkStart w:id="38" w:name="_Toc468970722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فساد</w:t>
      </w:r>
      <w:bookmarkEnd w:id="37"/>
      <w:bookmarkEnd w:id="38"/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اسلام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دونوں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مفاسد کے اسباب کی</w:t>
      </w:r>
      <w:r w:rsidRPr="00E37591">
        <w:rPr>
          <w:rtl/>
          <w:lang w:bidi="ur-PK"/>
        </w:rPr>
        <w:t xml:space="preserve">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الگ الگ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م</w:t>
      </w:r>
      <w:r w:rsidRPr="00E37591">
        <w:rPr>
          <w:rFonts w:hint="cs"/>
          <w:rtl/>
          <w:lang w:bidi="ur-PK"/>
        </w:rPr>
        <w:t xml:space="preserve">ہلک مرض کا علاج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بھی</w:t>
      </w:r>
      <w:r w:rsidRPr="00E37591">
        <w:rPr>
          <w:rtl/>
          <w:lang w:bidi="ur-PK"/>
        </w:rPr>
        <w:t xml:space="preserve">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تجو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لئے اس کے ختم ک</w:t>
      </w:r>
      <w:r w:rsidRPr="00E37591">
        <w:rPr>
          <w:rFonts w:hint="eastAsia"/>
          <w:rtl/>
          <w:lang w:bidi="ur-PK"/>
        </w:rPr>
        <w:t>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واحد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 ک</w:t>
      </w:r>
      <w:r w:rsidRPr="00E37591">
        <w:rPr>
          <w:rFonts w:hint="cs"/>
          <w:rtl/>
          <w:lang w:bidi="ur-PK"/>
        </w:rPr>
        <w:t>ے تصور کو باطل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محدود بناکر اس ک</w:t>
      </w:r>
      <w:r w:rsidRPr="00E37591">
        <w:rPr>
          <w:rFonts w:hint="cs"/>
          <w:rtl/>
          <w:lang w:bidi="ur-PK"/>
        </w:rPr>
        <w:t>ے بڑے حصے کو 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اسلام کی</w:t>
      </w:r>
      <w:r w:rsidRPr="00E37591">
        <w:rPr>
          <w:rtl/>
          <w:lang w:bidi="ur-PK"/>
        </w:rPr>
        <w:t xml:space="preserve"> نظر اس س</w:t>
      </w:r>
      <w:r w:rsidRPr="00E37591">
        <w:rPr>
          <w:rFonts w:hint="cs"/>
          <w:rtl/>
          <w:lang w:bidi="ur-PK"/>
        </w:rPr>
        <w:t>ے بالکل مختلف ہے۔وہ ان تمام خرابی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ڈالتاہے بلکہ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مفاسد ''انفراد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قانون سے ہٹ جانے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ہوں پر چلتی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تو یہ</w:t>
      </w:r>
      <w:r w:rsidRPr="00E37591">
        <w:rPr>
          <w:rtl/>
          <w:lang w:bidi="ur-PK"/>
        </w:rPr>
        <w:t xml:space="preserve"> مفاسد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سب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انگ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موقف مارکس کا </w:t>
      </w:r>
      <w:r w:rsidRPr="00E37591">
        <w:rPr>
          <w:rFonts w:hint="cs"/>
          <w:rtl/>
          <w:lang w:bidi="ur-PK"/>
        </w:rPr>
        <w:t>ہے جس نے''محنت'' کو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اور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بعد بھی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خاتمہ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صورت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نکال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محنت کرن</w:t>
      </w:r>
      <w:r w:rsidRPr="00E37591">
        <w:rPr>
          <w:rFonts w:hint="cs"/>
          <w:rtl/>
          <w:lang w:bidi="ur-PK"/>
        </w:rPr>
        <w:t>ے والے کی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محرومی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 وج</w:t>
      </w:r>
      <w:r w:rsidRPr="00E37591">
        <w:rPr>
          <w:rFonts w:hint="cs"/>
          <w:rtl/>
          <w:lang w:bidi="ur-PK"/>
        </w:rPr>
        <w:t>ہ عافی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حالانکہ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موقف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ہر انسان اپنے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کا مالک </w:t>
      </w:r>
      <w:r w:rsidRPr="00E37591">
        <w:rPr>
          <w:rFonts w:hint="cs"/>
          <w:rtl/>
          <w:lang w:bidi="ur-PK"/>
        </w:rPr>
        <w:t>ہو۔اسے تجارت،کاروبار اور اس قسم کے جملہ اقدامات کا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کا سرمایہ</w:t>
      </w:r>
      <w:r w:rsidRPr="00E37591">
        <w:rPr>
          <w:rtl/>
          <w:lang w:bidi="ur-PK"/>
        </w:rPr>
        <w:t xml:space="preserve"> دو چند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چند </w:t>
      </w:r>
      <w:r w:rsidRPr="00E37591">
        <w:rPr>
          <w:rFonts w:hint="cs"/>
          <w:rtl/>
          <w:lang w:bidi="ur-PK"/>
        </w:rPr>
        <w:t>ہوسکے اور ان تمام اضافوں سے روک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  <w:r w:rsidRPr="00E37591">
        <w:rPr>
          <w:rFonts w:hint="eastAsia"/>
          <w:rtl/>
          <w:lang w:bidi="ur-PK"/>
        </w:rPr>
        <w:t>مارکس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س</w:t>
      </w:r>
      <w:r w:rsidRPr="00E37591">
        <w:rPr>
          <w:rFonts w:hint="cs"/>
          <w:rtl/>
          <w:lang w:bidi="ur-PK"/>
        </w:rPr>
        <w:t>ے غفلت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اسے اپنے سی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ساد</w:t>
      </w:r>
      <w:r w:rsidRPr="00E37591">
        <w:rPr>
          <w:rFonts w:hint="cs"/>
          <w:rtl/>
          <w:lang w:bidi="ur-PK"/>
        </w:rPr>
        <w:t>ھے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اجبار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دباؤ کو شامل کرنا پ</w:t>
      </w:r>
      <w:r w:rsidRPr="00E37591">
        <w:rPr>
          <w:rFonts w:hint="cs"/>
          <w:rtl/>
          <w:lang w:bidi="ur-PK"/>
        </w:rPr>
        <w:t>ڑا۔اور قانون اپنے راستے سے ہٹ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اسلام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آخر تک قائل ر</w:t>
      </w:r>
      <w:r w:rsidRPr="00E37591">
        <w:rPr>
          <w:rFonts w:hint="cs"/>
          <w:rtl/>
          <w:lang w:bidi="ur-PK"/>
        </w:rPr>
        <w:t>ہا۔اس لئے اسے کسی</w:t>
      </w:r>
      <w:r w:rsidRPr="00E37591">
        <w:rPr>
          <w:rtl/>
          <w:lang w:bidi="ur-PK"/>
        </w:rPr>
        <w:t xml:space="preserve"> جبر واکرا</w:t>
      </w:r>
      <w:r w:rsidRPr="00E37591">
        <w:rPr>
          <w:rFonts w:hint="cs"/>
          <w:rtl/>
          <w:lang w:bidi="ur-PK"/>
        </w:rPr>
        <w:t xml:space="preserve">ہ کا سہارا 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ڑا۔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39" w:name="_Toc468966777"/>
      <w:bookmarkStart w:id="40" w:name="_Toc468970723"/>
      <w:r w:rsidRPr="00E37591">
        <w:rPr>
          <w:rFonts w:hint="eastAsia"/>
          <w:rtl/>
          <w:lang w:bidi="ur-PK"/>
        </w:rPr>
        <w:t>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bookmarkEnd w:id="39"/>
      <w:bookmarkEnd w:id="40"/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ثروتمند افراد کو ہر کاروبار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اجازت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''ذخی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جرم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کا راز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طرح سماج کا غلہ چند گھروں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محفوظ </w:t>
      </w:r>
      <w:r w:rsidRPr="00E37591">
        <w:rPr>
          <w:rFonts w:hint="cs"/>
          <w:rtl/>
          <w:lang w:bidi="ur-PK"/>
        </w:rPr>
        <w:t>ہوجائے گا اور عوام بھوک سے تباہ ہونے لگی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ہے جسے اقتصا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تعلق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راز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ذخی</w:t>
      </w:r>
      <w:r w:rsidRPr="00E37591">
        <w:rPr>
          <w:rFonts w:hint="eastAsia"/>
          <w:rtl/>
          <w:lang w:bidi="ur-PK"/>
        </w:rPr>
        <w:t>راندوز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والا فصل پر غلہ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مقام پر محفوظ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جب چ</w:t>
      </w:r>
      <w:r w:rsidRPr="00E37591">
        <w:rPr>
          <w:rFonts w:hint="cs"/>
          <w:rtl/>
          <w:lang w:bidi="ur-PK"/>
        </w:rPr>
        <w:t>ھوٹے چھوٹے تا جروں اور کسانوں کا غلہ ختم ہوجاتاہے تو اسے منظر عام پر لاکر دگنی</w:t>
      </w:r>
      <w:r w:rsidRPr="00E37591">
        <w:rPr>
          <w:rtl/>
          <w:lang w:bidi="ur-PK"/>
        </w:rPr>
        <w:t xml:space="preserve"> اور چوگن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رقم وصول کرتا</w:t>
      </w:r>
      <w:r w:rsidRPr="00E37591">
        <w:rPr>
          <w:rFonts w:hint="cs"/>
          <w:rtl/>
          <w:lang w:bidi="ur-PK"/>
        </w:rPr>
        <w:t>ہے۔ظاہر ہے کہ جس نظام نے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اصل</w:t>
      </w:r>
      <w:r w:rsidRPr="00E37591">
        <w:rPr>
          <w:rtl/>
          <w:lang w:bidi="ur-PK"/>
        </w:rPr>
        <w:t xml:space="preserve"> محنت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اس طرز عمل سے اتفاق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 ک</w:t>
      </w:r>
      <w:r w:rsidRPr="00E37591">
        <w:rPr>
          <w:rFonts w:hint="cs"/>
          <w:rtl/>
          <w:lang w:bidi="ur-PK"/>
        </w:rPr>
        <w:t>ہ مال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ڑھے اور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والا اپنے مال کو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بڑھانا چاہتاہے۔اس مقام پر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ہاجاسکتاکہ مال کی</w:t>
      </w:r>
      <w:r w:rsidRPr="00E37591">
        <w:rPr>
          <w:rtl/>
          <w:lang w:bidi="ur-PK"/>
        </w:rPr>
        <w:t xml:space="preserve"> حفاظت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>ہے لہٰذا اس کا بھی</w:t>
      </w:r>
      <w:r w:rsidRPr="00E37591">
        <w:rPr>
          <w:rtl/>
          <w:lang w:bidi="ur-PK"/>
        </w:rPr>
        <w:t xml:space="preserve"> حساب </w:t>
      </w:r>
      <w:r w:rsidRPr="00E37591">
        <w:rPr>
          <w:rFonts w:hint="cs"/>
          <w:rtl/>
          <w:lang w:bidi="ur-PK"/>
        </w:rPr>
        <w:t>ہونا چاہئے۔اس لئے کہ علم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مراد زحمت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کھانا پی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>ہے اور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روپ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ھنا اور اس کا نکالنا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محنت </w:t>
      </w:r>
      <w:r w:rsidRPr="00E37591">
        <w:rPr>
          <w:rFonts w:hint="cs"/>
          <w:rtl/>
          <w:lang w:bidi="ur-PK"/>
        </w:rPr>
        <w:t>ہے بلکہ محنت سے مراد وہ جدوجہد ہے جو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 حفاظت پر صرف ہونے والی</w:t>
      </w:r>
      <w:r w:rsidRPr="00E37591">
        <w:rPr>
          <w:rtl/>
          <w:lang w:bidi="ur-PK"/>
        </w:rPr>
        <w:t xml:space="preserve"> مح</w:t>
      </w:r>
      <w:r w:rsidRPr="00E37591">
        <w:rPr>
          <w:rFonts w:hint="eastAsia"/>
          <w:rtl/>
          <w:lang w:bidi="ur-PK"/>
        </w:rPr>
        <w:t>نت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ہاجاسکتا۔اس 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کا امکان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ہے۔تجارت کی</w:t>
      </w:r>
      <w:r w:rsidRPr="00E37591">
        <w:rPr>
          <w:rtl/>
          <w:lang w:bidi="ur-PK"/>
        </w:rPr>
        <w:t xml:space="preserve"> محنت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باعث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وہاں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ہے۔اس کے علاوہ خود سرمایہ</w:t>
      </w:r>
      <w:r w:rsidRPr="00E37591">
        <w:rPr>
          <w:rtl/>
          <w:lang w:bidi="ur-PK"/>
        </w:rPr>
        <w:t xml:space="preserve"> دار ممالک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اپنے معاملات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آزاد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جب تک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معاشرہ کے دوسرے افراد متاثر نہ ہوں۔اور ظاہر ہے کہ یہاں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 افراد کے متاثر بنانے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اجار</w:t>
      </w:r>
      <w:r w:rsidRPr="00E37591">
        <w:rPr>
          <w:rFonts w:hint="cs"/>
          <w:rtl/>
          <w:lang w:bidi="ur-PK"/>
        </w:rPr>
        <w:t>ہاہے۔اس لئے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عائد 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کرنا قانون اور حکومت کا اول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فرض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1" w:name="_Toc468966778"/>
      <w:bookmarkStart w:id="42" w:name="_Toc468970724"/>
      <w:r w:rsidRPr="00E37591">
        <w:rPr>
          <w:rFonts w:hint="eastAsia"/>
          <w:rtl/>
          <w:lang w:bidi="ur-PK"/>
        </w:rPr>
        <w:t>سود</w:t>
      </w:r>
      <w:bookmarkEnd w:id="41"/>
      <w:bookmarkEnd w:id="42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اضافہ کی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ناجائز صور ت </w:t>
      </w:r>
      <w:r w:rsidRPr="00E37591">
        <w:rPr>
          <w:rFonts w:hint="cs"/>
          <w:rtl/>
          <w:lang w:bidi="ur-PK"/>
        </w:rPr>
        <w:t>ہے سود۔سود کے ناجائز ہونے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دونوں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عناصر کارفرما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۔اقتصادی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دولت کا اضافہ محنت کے زور پرہونا چاہئے اور اخلاقی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محنت کو ا</w:t>
      </w:r>
      <w:r w:rsidRPr="00E37591">
        <w:rPr>
          <w:rtl/>
          <w:lang w:bidi="ur-PK"/>
        </w:rPr>
        <w:t>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 پر صرف </w:t>
      </w:r>
      <w:r w:rsidRPr="00E37591">
        <w:rPr>
          <w:rFonts w:hint="cs"/>
          <w:rtl/>
          <w:lang w:bidi="ur-PK"/>
        </w:rPr>
        <w:t>ہونا چاہئے۔معاشرہ کی</w:t>
      </w:r>
      <w:r w:rsidRPr="00E37591">
        <w:rPr>
          <w:rtl/>
          <w:lang w:bidi="ur-PK"/>
        </w:rPr>
        <w:t xml:space="preserve"> برباد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ہدف ومقصد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بننا چا</w:t>
      </w:r>
      <w:r w:rsidRPr="00E37591">
        <w:rPr>
          <w:rFonts w:hint="cs"/>
          <w:rtl/>
          <w:lang w:bidi="ur-PK"/>
        </w:rPr>
        <w:t>ہئے اور سود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طور پر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CC291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سود خوار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عی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سود خوارتاجرزی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آدمی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۔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اخلاق وکردار کا فقدان </w:t>
      </w:r>
      <w:r w:rsidRPr="00E37591">
        <w:rPr>
          <w:rFonts w:hint="cs"/>
          <w:rtl/>
          <w:lang w:bidi="ur-PK"/>
        </w:rPr>
        <w:t>ہوجاتاہے اور اس کے سامنے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کوئی</w:t>
      </w:r>
      <w:r w:rsidRPr="00E37591">
        <w:rPr>
          <w:rtl/>
          <w:lang w:bidi="ur-PK"/>
        </w:rPr>
        <w:t xml:space="preserve"> دوسرا مطمح نظر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جاتا۔اسلام اس نظریہ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 جہتوں سے اختلاف رکھتاہے۔وہ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انسان کو انسان 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اور اس کا مقصد ہے کہ ہر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قوم کا دردر </w:t>
      </w:r>
      <w:r w:rsidRPr="00E37591">
        <w:rPr>
          <w:rFonts w:hint="cs"/>
          <w:rtl/>
          <w:lang w:bidi="ur-PK"/>
        </w:rPr>
        <w:t>ہے اور ہر انسان دوسرے کے رنج وغم</w:t>
      </w:r>
      <w:r w:rsidRPr="00E37591">
        <w:rPr>
          <w:rtl/>
          <w:lang w:bidi="ur-PK"/>
        </w:rPr>
        <w:t xml:space="preserve"> اور دک</w:t>
      </w:r>
      <w:r w:rsidRPr="00E37591">
        <w:rPr>
          <w:rFonts w:hint="cs"/>
          <w:rtl/>
          <w:lang w:bidi="ur-PK"/>
        </w:rPr>
        <w:t>ھ درد کا پاس ولحاظ رکھے۔جبکہ سودخوار اپنی</w:t>
      </w:r>
      <w:r w:rsidRPr="00E37591">
        <w:rPr>
          <w:rtl/>
          <w:lang w:bidi="ur-PK"/>
        </w:rPr>
        <w:t xml:space="preserve"> مقرر</w:t>
      </w:r>
      <w:r w:rsidRPr="00E37591">
        <w:rPr>
          <w:rFonts w:hint="cs"/>
          <w:rtl/>
          <w:lang w:bidi="ur-PK"/>
        </w:rPr>
        <w:t>ہ مدت کے پورے ہوجانے کے بعد رحم وکرم کے تمام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فراموش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ہے۔وہ ہر امکانی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اپنا سود چاہتاہے اب گھر بکتاہے تو بک جائے،بچے فاقہ سے مررہے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مرجائ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سودمل جائ</w:t>
      </w:r>
      <w:r w:rsidRPr="00E37591">
        <w:rPr>
          <w:rFonts w:hint="cs"/>
          <w:rtl/>
          <w:lang w:bidi="ur-PK"/>
        </w:rPr>
        <w:t>ے اور اگر کسی</w:t>
      </w:r>
      <w:r w:rsidRPr="00E37591">
        <w:rPr>
          <w:rtl/>
          <w:lang w:bidi="ur-PK"/>
        </w:rPr>
        <w:t xml:space="preserve"> سور خوار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شقاوت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وہ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ہرحال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 ک</w:t>
      </w:r>
      <w:r w:rsidRPr="00E37591">
        <w:rPr>
          <w:rFonts w:hint="cs"/>
          <w:rtl/>
          <w:lang w:bidi="ur-PK"/>
        </w:rPr>
        <w:t>ہ انسان کی</w:t>
      </w:r>
      <w:r w:rsidRPr="00E37591">
        <w:rPr>
          <w:rtl/>
          <w:lang w:bidi="ur-PK"/>
        </w:rPr>
        <w:t xml:space="preserve"> مجبور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اس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سال کا سودمعاف کرد</w:t>
      </w:r>
      <w:r w:rsidRPr="00E37591">
        <w:rPr>
          <w:rFonts w:hint="cs"/>
          <w:rtl/>
          <w:lang w:bidi="ur-PK"/>
        </w:rPr>
        <w:t>ے۔وہ اپنے حساب کو بڑھاتاہی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گاچاہے رقم کسی</w:t>
      </w:r>
      <w:r w:rsidRPr="00E37591">
        <w:rPr>
          <w:rtl/>
          <w:lang w:bidi="ur-PK"/>
        </w:rPr>
        <w:t xml:space="preserve"> منزل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پہنچ جائے۔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اسلام ن</w:t>
      </w:r>
      <w:r w:rsidRPr="00E37591">
        <w:rPr>
          <w:rFonts w:hint="cs"/>
          <w:rtl/>
          <w:lang w:bidi="ur-PK"/>
        </w:rPr>
        <w:t>ے اس پہلو کو بھی</w:t>
      </w:r>
      <w:r w:rsidRPr="00E37591">
        <w:rPr>
          <w:rtl/>
          <w:lang w:bidi="ur-PK"/>
        </w:rPr>
        <w:t xml:space="preserve"> نظرانداز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اپن</w:t>
      </w:r>
      <w:r w:rsidRPr="00E37591">
        <w:rPr>
          <w:rFonts w:hint="cs"/>
          <w:rtl/>
          <w:lang w:bidi="ur-PK"/>
        </w:rPr>
        <w:t>ے سماجی</w:t>
      </w:r>
      <w:r w:rsidRPr="00E37591">
        <w:rPr>
          <w:rtl/>
          <w:lang w:bidi="ur-PK"/>
        </w:rPr>
        <w:t xml:space="preserve"> حالات کا 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ہزور ہوتاہے اور کوئی</w:t>
      </w:r>
      <w:r w:rsidRPr="00E37591">
        <w:rPr>
          <w:rtl/>
          <w:lang w:bidi="ur-PK"/>
        </w:rPr>
        <w:t xml:space="preserve"> کمزور،کوئ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کوئی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نشاط رک</w:t>
      </w:r>
      <w:r w:rsidRPr="00E37591">
        <w:rPr>
          <w:rFonts w:hint="cs"/>
          <w:rtl/>
          <w:lang w:bidi="ur-PK"/>
        </w:rPr>
        <w:t>ھتاہے اور کوئی</w:t>
      </w:r>
      <w:r w:rsidRPr="00E37591">
        <w:rPr>
          <w:rtl/>
          <w:lang w:bidi="ur-PK"/>
        </w:rPr>
        <w:t xml:space="preserve"> غب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وکندذ</w:t>
      </w:r>
      <w:r w:rsidRPr="00E37591">
        <w:rPr>
          <w:rFonts w:hint="cs"/>
          <w:rtl/>
          <w:lang w:bidi="ur-PK"/>
        </w:rPr>
        <w:t>ہن ہوتاہے۔اس لئے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کے مطابق برتاؤ ہوناچاہئے۔کسی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دباؤ </w:t>
      </w:r>
      <w:r w:rsidRPr="00E37591">
        <w:rPr>
          <w:rFonts w:hint="cs"/>
          <w:rtl/>
          <w:lang w:bidi="ur-PK"/>
        </w:rPr>
        <w:t>ڈالنا انسانی</w:t>
      </w:r>
      <w:r w:rsidRPr="00E37591">
        <w:rPr>
          <w:rtl/>
          <w:lang w:bidi="ur-PK"/>
        </w:rPr>
        <w:t xml:space="preserve"> شرافت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ہے۔سرمایہ</w:t>
      </w:r>
      <w:r w:rsidRPr="00E37591">
        <w:rPr>
          <w:rtl/>
          <w:lang w:bidi="ur-PK"/>
        </w:rPr>
        <w:t xml:space="preserve"> دار کو الل</w:t>
      </w:r>
      <w:r w:rsidRPr="00E37591">
        <w:rPr>
          <w:rFonts w:hint="cs"/>
          <w:rtl/>
          <w:lang w:bidi="ur-PK"/>
        </w:rPr>
        <w:t>ہ نے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ک</w:t>
      </w:r>
      <w:r w:rsidRPr="00E37591">
        <w:rPr>
          <w:rFonts w:hint="cs"/>
          <w:rtl/>
          <w:lang w:bidi="ur-PK"/>
        </w:rPr>
        <w:t>ھائے عی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ے،لطف اٹھائے،جو چاہے کرے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اجازت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دوسرے کی</w:t>
      </w:r>
      <w:r w:rsidRPr="00E37591">
        <w:rPr>
          <w:rtl/>
          <w:lang w:bidi="ur-PK"/>
        </w:rPr>
        <w:t xml:space="preserve"> عزت کا مذاق ا</w:t>
      </w:r>
      <w:r w:rsidRPr="00E37591">
        <w:rPr>
          <w:rFonts w:hint="cs"/>
          <w:rtl/>
          <w:lang w:bidi="ur-PK"/>
        </w:rPr>
        <w:t>ڑائے، اس کی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ناجائز فائدہ اٹھائے، اسے اپنی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شکنج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جک</w:t>
      </w:r>
      <w:r w:rsidRPr="00E37591">
        <w:rPr>
          <w:rFonts w:hint="cs"/>
          <w:rtl/>
          <w:lang w:bidi="ur-PK"/>
        </w:rPr>
        <w:t>ڑلے اور اس پر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 ت کا بوج</w:t>
      </w:r>
      <w:r w:rsidRPr="00E37591">
        <w:rPr>
          <w:rFonts w:hint="cs"/>
          <w:rtl/>
          <w:lang w:bidi="ur-PK"/>
        </w:rPr>
        <w:t>ھ ڈال دے کہ وہ سراٹھانے کے لائق نہ رہ 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اور سودخوار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فاصل</w:t>
      </w:r>
      <w:r w:rsidRPr="00E37591">
        <w:rPr>
          <w:rFonts w:hint="cs"/>
          <w:rtl/>
          <w:lang w:bidi="ur-PK"/>
        </w:rPr>
        <w:t>ہ ہے کہ اسلام اصل قرض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قرض دار کے پاس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سے مطالبہ کرنے کا کوئی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925934">
      <w:pPr>
        <w:pStyle w:val="libAie"/>
        <w:rPr>
          <w:rtl/>
          <w:lang w:bidi="ur-PK"/>
        </w:rPr>
      </w:pPr>
      <w:r w:rsidRPr="00E37591">
        <w:rPr>
          <w:rtl/>
          <w:lang w:bidi="ur-PK"/>
        </w:rPr>
        <w:t>(وَ</w:t>
      </w:r>
      <w:r w:rsidR="00925934">
        <w:rPr>
          <w:rFonts w:hint="cs"/>
          <w:rtl/>
          <w:lang w:bidi="ur-PK"/>
        </w:rPr>
        <w:t>إ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ْ کَانَ ذُو عُسْرَةٍ فَنَظِرَة ِلَی</w:t>
      </w:r>
      <w:r w:rsidRPr="00E37591">
        <w:rPr>
          <w:rtl/>
          <w:lang w:bidi="ur-PK"/>
        </w:rPr>
        <w:t xml:space="preserve"> مَ</w:t>
      </w:r>
      <w:r w:rsidRPr="00E37591">
        <w:rPr>
          <w:rFonts w:hint="cs"/>
          <w:rtl/>
          <w:lang w:bidi="ur-PK"/>
        </w:rPr>
        <w:t>یْ</w:t>
      </w:r>
      <w:r w:rsidRPr="00E37591">
        <w:rPr>
          <w:rFonts w:hint="eastAsia"/>
          <w:rtl/>
          <w:lang w:bidi="ur-PK"/>
        </w:rPr>
        <w:t>سَرَةٍ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اگر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تنگ دست 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کشائش حال کا انتظار کرنا چا</w:t>
      </w:r>
      <w:r w:rsidRPr="00E37591">
        <w:rPr>
          <w:rFonts w:hint="cs"/>
          <w:rtl/>
          <w:lang w:bidi="ur-PK"/>
        </w:rPr>
        <w:t>ہئے۔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(بقرہ/</w:t>
      </w:r>
      <w:r w:rsidR="00C104B3" w:rsidRPr="00E37591">
        <w:rPr>
          <w:rFonts w:hint="cs"/>
          <w:rtl/>
          <w:lang w:bidi="ur-PK"/>
        </w:rPr>
        <w:t>2</w:t>
      </w:r>
      <w:r w:rsidR="00885BD0" w:rsidRPr="00E37591">
        <w:rPr>
          <w:rFonts w:hint="cs"/>
          <w:rtl/>
          <w:lang w:bidi="ur-PK"/>
        </w:rPr>
        <w:t>8</w:t>
      </w:r>
      <w:r w:rsidR="00C104B3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نظام سودخوار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>ہ ہے کہ اصل مال کجاسود بھی</w:t>
      </w:r>
      <w:r w:rsidRPr="00E37591">
        <w:rPr>
          <w:rtl/>
          <w:lang w:bidi="ur-PK"/>
        </w:rPr>
        <w:t xml:space="preserve"> معاف ن</w:t>
      </w:r>
      <w:r w:rsidRPr="00E37591">
        <w:rPr>
          <w:rFonts w:hint="cs"/>
          <w:rtl/>
          <w:lang w:bidi="ur-PK"/>
        </w:rPr>
        <w:t>ہ ہوناچاہئے۔ ظاہر ہے کہ یہ</w:t>
      </w:r>
      <w:r w:rsidRPr="00E37591">
        <w:rPr>
          <w:rtl/>
          <w:lang w:bidi="ur-PK"/>
        </w:rPr>
        <w:t xml:space="preserve"> طرز عمل ان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اقدار ومفا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طرح </w:t>
      </w:r>
      <w:r w:rsidRPr="00E37591">
        <w:rPr>
          <w:rFonts w:hint="cs"/>
          <w:rtl/>
          <w:lang w:bidi="ur-PK"/>
        </w:rPr>
        <w:t>ہم آہنگ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ہوسکتاجن پر اسلام نے اپنے احک</w:t>
      </w:r>
      <w:r w:rsidRPr="00E37591">
        <w:rPr>
          <w:rtl/>
          <w:lang w:bidi="ur-PK"/>
        </w:rPr>
        <w:t>ام وتعل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CC291F" w:rsidRPr="00E37591" w:rsidRDefault="00CC291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CC291F" w:rsidRPr="00E37591" w:rsidRDefault="00CC291F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3" w:name="_Toc468966779"/>
      <w:bookmarkStart w:id="44" w:name="_Toc468970725"/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bookmarkEnd w:id="43"/>
      <w:bookmarkEnd w:id="4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سود ک</w:t>
      </w:r>
      <w:r w:rsidRPr="00E37591">
        <w:rPr>
          <w:rFonts w:hint="cs"/>
          <w:rtl/>
          <w:lang w:bidi="ur-PK"/>
        </w:rPr>
        <w:t>ے سلسلہ کا سب سے اہم مسئلہ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سود کا کاروبار ختم کر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سارا نظام در</w:t>
      </w:r>
      <w:r w:rsidRPr="00E37591">
        <w:rPr>
          <w:rFonts w:hint="cs"/>
          <w:rtl/>
          <w:lang w:bidi="ur-PK"/>
        </w:rPr>
        <w:t>ہم برہم ہوجائے گا اور ملک کی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،عوام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امکان ن</w:t>
      </w:r>
      <w:r w:rsidRPr="00E37591">
        <w:rPr>
          <w:rFonts w:hint="cs"/>
          <w:rtl/>
          <w:lang w:bidi="ur-PK"/>
        </w:rPr>
        <w:t>ہ رہ جائے گا۔پھر سود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سود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متع</w:t>
      </w:r>
      <w:r w:rsidRPr="00E37591">
        <w:rPr>
          <w:rFonts w:hint="eastAsia"/>
          <w:rtl/>
          <w:lang w:bidi="ur-PK"/>
        </w:rPr>
        <w:t>لق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کا سود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مناسب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 لئے سود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جائز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سارا نظام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دارک</w:t>
      </w:r>
      <w:r w:rsidRPr="00E37591">
        <w:rPr>
          <w:rFonts w:hint="cs"/>
          <w:rtl/>
          <w:lang w:bidi="ur-PK"/>
        </w:rPr>
        <w:t>ے سوددی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چلتا</w:t>
      </w:r>
      <w:r w:rsidRPr="00E37591">
        <w:rPr>
          <w:rFonts w:hint="cs"/>
          <w:rtl/>
          <w:lang w:bidi="ur-PK"/>
        </w:rPr>
        <w:t>ہے سودلی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 کی</w:t>
      </w:r>
      <w:r w:rsidRPr="00E37591">
        <w:rPr>
          <w:rtl/>
          <w:lang w:bidi="ur-PK"/>
        </w:rPr>
        <w:t xml:space="preserve"> صحت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مالک عوام س</w:t>
      </w:r>
      <w:r w:rsidRPr="00E37591">
        <w:rPr>
          <w:rFonts w:hint="cs"/>
          <w:rtl/>
          <w:lang w:bidi="ur-PK"/>
        </w:rPr>
        <w:t>ے روپیہ</w:t>
      </w:r>
      <w:r w:rsidRPr="00E37591">
        <w:rPr>
          <w:rtl/>
          <w:lang w:bidi="ur-PK"/>
        </w:rPr>
        <w:t xml:space="preserve"> جمع کرک</w:t>
      </w:r>
      <w:r w:rsidRPr="00E37591">
        <w:rPr>
          <w:rFonts w:hint="cs"/>
          <w:rtl/>
          <w:lang w:bidi="ur-PK"/>
        </w:rPr>
        <w:t>ے اس سے بڑی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منفعت بخش اور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مالک اس بات کو گوارانہی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کرتاک</w:t>
      </w:r>
      <w:r w:rsidRPr="00E37591">
        <w:rPr>
          <w:rFonts w:hint="cs"/>
          <w:rtl/>
          <w:lang w:bidi="ur-PK"/>
        </w:rPr>
        <w:t>ہ عوام کے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ملنے والے فائدہ کو تن تنہا ہڑپ کرجائے بلکہ ان تمام حصہ داروں کو شری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ہتاہے جن کے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حاصل ہواہے۔</w:t>
      </w:r>
    </w:p>
    <w:p w:rsidR="002C2949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سود مند اقدام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ممانعت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مناسب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۔اس نظام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طرح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عوام کو اپنا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ڑھانے کا موقع مل جاتا ہے۔وہ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رقم س</w:t>
      </w:r>
      <w:r w:rsidRPr="00E37591">
        <w:rPr>
          <w:rFonts w:hint="cs"/>
          <w:rtl/>
          <w:lang w:bidi="ur-PK"/>
        </w:rPr>
        <w:t>ے اس بڑی</w:t>
      </w:r>
      <w:r w:rsidRPr="00E37591">
        <w:rPr>
          <w:rtl/>
          <w:lang w:bidi="ur-PK"/>
        </w:rPr>
        <w:t xml:space="preserve"> تجارت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لے سکتے ہی</w:t>
      </w:r>
      <w:r w:rsidRPr="00E37591">
        <w:rPr>
          <w:rFonts w:hint="eastAsia"/>
          <w:rtl/>
          <w:lang w:bidi="ur-PK"/>
        </w:rPr>
        <w:t>ںجوب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 تھی۔ان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ھوڑی</w:t>
      </w:r>
      <w:r w:rsidRPr="00E37591">
        <w:rPr>
          <w:rtl/>
          <w:lang w:bidi="ur-PK"/>
        </w:rPr>
        <w:t xml:space="preserve"> ر</w:t>
      </w:r>
      <w:r w:rsidRPr="00E37591">
        <w:rPr>
          <w:rFonts w:hint="eastAsia"/>
          <w:rtl/>
          <w:lang w:bidi="ur-PK"/>
        </w:rPr>
        <w:t>قم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ھورے عرصہ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ہے۔جو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 لئے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کاروبار ج</w:t>
      </w:r>
      <w:r w:rsidRPr="00E37591">
        <w:rPr>
          <w:rFonts w:hint="cs"/>
          <w:rtl/>
          <w:lang w:bidi="ur-PK"/>
        </w:rPr>
        <w:t>ہاں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کا سبب ہوتاہے وہاں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عوام ک</w:t>
      </w:r>
      <w:r w:rsidRPr="00E37591">
        <w:rPr>
          <w:rFonts w:hint="cs"/>
          <w:rtl/>
          <w:lang w:bidi="ur-PK"/>
        </w:rPr>
        <w:t>ے لئے بھی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بخش ہوتاہے۔یہاں</w:t>
      </w:r>
      <w:r w:rsidRPr="00E37591">
        <w:rPr>
          <w:rtl/>
          <w:lang w:bidi="ur-PK"/>
        </w:rPr>
        <w:t xml:space="preserve"> محنت اور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توازن کا سوال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 سکتااس لئے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</w:t>
      </w:r>
      <w:r w:rsidRPr="00E37591">
        <w:rPr>
          <w:rFonts w:hint="cs"/>
          <w:rtl/>
          <w:lang w:bidi="ur-PK"/>
        </w:rPr>
        <w:t xml:space="preserve">۔اب اگر </w:t>
      </w:r>
    </w:p>
    <w:p w:rsidR="002C2949" w:rsidRPr="00E37591" w:rsidRDefault="002C2949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C2949" w:rsidRPr="00E37591" w:rsidRDefault="002C2949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عوام کو اپنے مال کا فائدہ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حق </w:t>
      </w:r>
      <w:r w:rsidRPr="00E37591">
        <w:rPr>
          <w:rFonts w:hint="cs"/>
          <w:rtl/>
          <w:lang w:bidi="ur-PK"/>
        </w:rPr>
        <w:t>ہے تو سرمایہ</w:t>
      </w:r>
      <w:r w:rsidRPr="00E37591">
        <w:rPr>
          <w:rtl/>
          <w:lang w:bidi="ur-PK"/>
        </w:rPr>
        <w:t xml:space="preserve"> دار کو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کا پ</w:t>
      </w:r>
      <w:r w:rsidRPr="00E37591">
        <w:rPr>
          <w:rFonts w:hint="cs"/>
          <w:rtl/>
          <w:lang w:bidi="ur-PK"/>
        </w:rPr>
        <w:t>ھل بھی</w:t>
      </w:r>
      <w:r w:rsidRPr="00E37591">
        <w:rPr>
          <w:rtl/>
          <w:lang w:bidi="ur-PK"/>
        </w:rPr>
        <w:t xml:space="preserve"> ملنا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یہہ</w:t>
      </w:r>
      <w:r w:rsidRPr="00E37591">
        <w:rPr>
          <w:rtl/>
          <w:lang w:bidi="ur-PK"/>
        </w:rPr>
        <w:t xml:space="preserve"> وتشر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طلب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مالک اگراپن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محنت کش مزدور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تو اسے یہ</w:t>
      </w:r>
      <w:r w:rsidRPr="00E37591">
        <w:rPr>
          <w:rtl/>
          <w:lang w:bidi="ur-PK"/>
        </w:rPr>
        <w:t xml:space="preserve"> حق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مالک کے تمام حقوق وفرائض کو اپنے ذمہ لے لے۔ای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کاکام تجارت کرک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اجرت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ہوتاہے۔اس کا یہ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ہوتاکہ وہ </w:t>
      </w:r>
      <w:r w:rsidRPr="00E37591">
        <w:rPr>
          <w:rFonts w:hint="eastAsia"/>
          <w:rtl/>
          <w:lang w:bidi="ur-PK"/>
        </w:rPr>
        <w:t>تجارت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ہونے والے فائدہ می</w:t>
      </w:r>
      <w:r w:rsidRPr="00E37591">
        <w:rPr>
          <w:rFonts w:hint="eastAsia"/>
          <w:rtl/>
          <w:lang w:bidi="ur-PK"/>
        </w:rPr>
        <w:t>ںمالک</w:t>
      </w:r>
      <w:r w:rsidRPr="00E37591">
        <w:rPr>
          <w:rtl/>
          <w:lang w:bidi="ur-PK"/>
        </w:rPr>
        <w:t xml:space="preserve"> کا حق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ے۔اور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کاروبار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شکل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ہے۔یہاں</w:t>
      </w:r>
      <w:r w:rsidRPr="00E37591">
        <w:rPr>
          <w:rtl/>
          <w:lang w:bidi="ur-PK"/>
        </w:rPr>
        <w:t xml:space="preserve"> مالک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کرتاہے کہ روپیہ</w:t>
      </w:r>
      <w:r w:rsidRPr="00E37591">
        <w:rPr>
          <w:rtl/>
          <w:lang w:bidi="ur-PK"/>
        </w:rPr>
        <w:t xml:space="preserve"> جمع کرن</w:t>
      </w:r>
      <w:r w:rsidRPr="00E37591">
        <w:rPr>
          <w:rFonts w:hint="cs"/>
          <w:rtl/>
          <w:lang w:bidi="ur-PK"/>
        </w:rPr>
        <w:t>ے والوں کو کتنی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کے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 حق اس کے مزدور کو کی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مل سکتا</w:t>
      </w:r>
      <w:r w:rsidRPr="00E37591">
        <w:rPr>
          <w:rFonts w:hint="cs"/>
          <w:rtl/>
          <w:lang w:bidi="ur-PK"/>
        </w:rPr>
        <w:t>ہے؟اور پھر وہ بھی</w:t>
      </w:r>
      <w:r w:rsidRPr="00E37591">
        <w:rPr>
          <w:rtl/>
          <w:lang w:bidi="ur-PK"/>
        </w:rPr>
        <w:t xml:space="preserve"> قبل ازوقت آج آپ ن</w:t>
      </w:r>
      <w:r w:rsidRPr="00E37591">
        <w:rPr>
          <w:rFonts w:hint="cs"/>
          <w:rtl/>
          <w:lang w:bidi="ur-PK"/>
        </w:rPr>
        <w:t>ے اپنا سرمایہ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مالک ن</w:t>
      </w:r>
      <w:r w:rsidRPr="00E37591">
        <w:rPr>
          <w:rFonts w:hint="cs"/>
          <w:rtl/>
          <w:lang w:bidi="ur-PK"/>
        </w:rPr>
        <w:t>ے آج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آپ کو اتن</w:t>
      </w:r>
      <w:r w:rsidRPr="00E37591">
        <w:rPr>
          <w:rFonts w:hint="cs"/>
          <w:rtl/>
          <w:lang w:bidi="ur-PK"/>
        </w:rPr>
        <w:t>ے فی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مسئل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مال کا </w:t>
      </w:r>
      <w:r w:rsidRPr="00E37591">
        <w:rPr>
          <w:rFonts w:hint="cs"/>
          <w:rtl/>
          <w:lang w:bidi="ur-PK"/>
        </w:rPr>
        <w:t>ہے تو ابھی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مال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باہر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نکلا</w:t>
      </w:r>
      <w:r w:rsidRPr="00E37591">
        <w:rPr>
          <w:rFonts w:hint="cs"/>
          <w:rtl/>
          <w:lang w:bidi="ur-PK"/>
        </w:rPr>
        <w:t>۔اس کے سال بھرکے بعدکا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</w:t>
      </w:r>
      <w:r w:rsidRPr="00E37591">
        <w:rPr>
          <w:rFonts w:hint="cs"/>
          <w:rtl/>
          <w:lang w:bidi="ur-PK"/>
        </w:rPr>
        <w:t>ے اپنے ذاتی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ادوسروں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ادپر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وہ ہمارے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تجارت کرنے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ہے۔بلکہ اپنے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ہمارے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در</w:t>
      </w:r>
      <w:r w:rsidRPr="00E37591">
        <w:rPr>
          <w:rFonts w:hint="cs"/>
          <w:rtl/>
          <w:lang w:bidi="ur-PK"/>
        </w:rPr>
        <w:t>ہاہے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ے لئے</w:t>
      </w:r>
      <w:r w:rsidR="00885BD0" w:rsidRPr="00E37591">
        <w:rPr>
          <w:rFonts w:hint="cs"/>
          <w:rtl/>
          <w:lang w:bidi="ur-PK"/>
        </w:rPr>
        <w:t>8</w:t>
      </w:r>
      <w:r w:rsidRPr="00E37591">
        <w:rPr>
          <w:rFonts w:hint="cs"/>
          <w:rtl/>
          <w:lang w:bidi="ur-PK"/>
        </w:rPr>
        <w:t>۔</w:t>
      </w:r>
      <w:r w:rsidR="00C104B3" w:rsidRPr="00E37591">
        <w:rPr>
          <w:rFonts w:hint="cs"/>
          <w:rtl/>
          <w:lang w:bidi="ur-PK"/>
        </w:rPr>
        <w:t>10</w:t>
      </w:r>
      <w:r w:rsidRPr="00E37591">
        <w:rPr>
          <w:rFonts w:hint="cs"/>
          <w:rtl/>
          <w:lang w:bidi="ur-PK"/>
        </w:rPr>
        <w:t>فی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 ل</w:t>
      </w:r>
      <w:r w:rsidRPr="00E37591">
        <w:rPr>
          <w:rFonts w:hint="cs"/>
          <w:rtl/>
          <w:lang w:bidi="ur-PK"/>
        </w:rPr>
        <w:t>ے رہاہے جو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تقر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مختلف ہے جو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جوازمی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ہے۔پھر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بحث طلب مسئل</w:t>
      </w:r>
      <w:r w:rsidRPr="00E37591">
        <w:rPr>
          <w:rFonts w:hint="cs"/>
          <w:rtl/>
          <w:lang w:bidi="ur-PK"/>
        </w:rPr>
        <w:t>ہ ہے کہ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ک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ٹھانا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۔جس پر حسب موقع آئندہ روشنی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مالک اگر عوام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تجارت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واقعاً عوام 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مالک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فائد</w:t>
      </w:r>
      <w:r w:rsidRPr="00E37591">
        <w:rPr>
          <w:rFonts w:hint="cs"/>
          <w:rtl/>
          <w:lang w:bidi="ur-PK"/>
        </w:rPr>
        <w:t>ہ ونقصان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عوام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ہئے۔یہ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سوروپیہ</w:t>
      </w:r>
      <w:r w:rsidRPr="00E37591">
        <w:rPr>
          <w:rtl/>
          <w:lang w:bidi="ur-PK"/>
        </w:rPr>
        <w:t xml:space="preserve"> جمع کرن</w:t>
      </w:r>
      <w:r w:rsidRPr="00E37591">
        <w:rPr>
          <w:rFonts w:hint="cs"/>
          <w:rtl/>
          <w:lang w:bidi="ur-PK"/>
        </w:rPr>
        <w:t>ے والا سال بھر کے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سو پانچ ل</w:t>
      </w:r>
      <w:r w:rsidRPr="00E37591">
        <w:rPr>
          <w:rFonts w:hint="cs"/>
          <w:rtl/>
          <w:lang w:bidi="ur-PK"/>
        </w:rPr>
        <w:t>ے کر الگ ہوجائے چاہے تجارت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فائد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نقصان،اس لئ</w:t>
      </w:r>
      <w:r w:rsidRPr="00E37591">
        <w:rPr>
          <w:rFonts w:hint="cs"/>
          <w:rtl/>
          <w:lang w:bidi="ur-PK"/>
        </w:rPr>
        <w:t>ے کہ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ہواہے تو وہ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 سے اور اگر کوئی</w:t>
      </w:r>
      <w:r w:rsidRPr="00E37591">
        <w:rPr>
          <w:rtl/>
          <w:lang w:bidi="ur-PK"/>
        </w:rPr>
        <w:t xml:space="preserve"> نقصان </w:t>
      </w:r>
      <w:r w:rsidRPr="00E37591">
        <w:rPr>
          <w:rFonts w:hint="cs"/>
          <w:rtl/>
          <w:lang w:bidi="ur-PK"/>
        </w:rPr>
        <w:t>ہواہے تو وہ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نقصان برداشت کرنے کاکی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جواز </w:t>
      </w:r>
      <w:r w:rsidRPr="00E37591">
        <w:rPr>
          <w:rFonts w:hint="cs"/>
          <w:rtl/>
          <w:lang w:bidi="ur-PK"/>
        </w:rPr>
        <w:t>ہے۔بی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 کی</w:t>
      </w:r>
      <w:r w:rsidRPr="00E37591">
        <w:rPr>
          <w:rtl/>
          <w:lang w:bidi="ur-PK"/>
        </w:rPr>
        <w:t xml:space="preserve"> ان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اسلام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ااصول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کا ذم</w:t>
      </w:r>
      <w:r w:rsidRPr="00E37591">
        <w:rPr>
          <w:rFonts w:hint="cs"/>
          <w:rtl/>
          <w:lang w:bidi="ur-PK"/>
        </w:rPr>
        <w:t>ہ دار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جمع کرک</w:t>
      </w:r>
      <w:r w:rsidRPr="00E37591">
        <w:rPr>
          <w:rFonts w:hint="cs"/>
          <w:rtl/>
          <w:lang w:bidi="ur-PK"/>
        </w:rPr>
        <w:t>ے تجارت کرے اور فائدہ ونقصان کا کوئی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ہو۔تج</w:t>
      </w:r>
      <w:r w:rsidRPr="00E37591">
        <w:rPr>
          <w:rtl/>
          <w:lang w:bidi="ur-PK"/>
        </w:rPr>
        <w:t xml:space="preserve">ارت کا سال ختم </w:t>
      </w:r>
      <w:r w:rsidRPr="00E37591">
        <w:rPr>
          <w:rFonts w:hint="cs"/>
          <w:rtl/>
          <w:lang w:bidi="ur-PK"/>
        </w:rPr>
        <w:t>ہونے کے بعد فائدہ کا حساب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ے۔اور جتنی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ہواہواسے حسب حصہ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ے۔تجارت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نقصان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 xml:space="preserve">ہ ہو۔اس </w:t>
      </w:r>
      <w:r w:rsidRPr="00E37591">
        <w:rPr>
          <w:rFonts w:hint="eastAsia"/>
          <w:rtl/>
          <w:lang w:bidi="ur-PK"/>
        </w:rPr>
        <w:t>لئ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صرف دی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کرنے کا ذمہ دار ہوتاہے۔اسے نہ مال ومتاع سے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ہوتاہے اور نہ اس کے فائدہ ونقصان سے اور ظاہر ہے کہ 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نظام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مختلف 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قابل لحاظ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گفتگوان لوگوں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قائم ہوجانے کے بعد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تحفظ اور اضاف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غرض س</w:t>
      </w:r>
      <w:r w:rsidRPr="00E37591">
        <w:rPr>
          <w:rFonts w:hint="cs"/>
          <w:rtl/>
          <w:lang w:bidi="ur-PK"/>
        </w:rPr>
        <w:t>ے رقم جمع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۔رہ گئے وہ لوگ جن کی</w:t>
      </w:r>
      <w:r w:rsidRPr="00E37591">
        <w:rPr>
          <w:rtl/>
          <w:lang w:bidi="ur-PK"/>
        </w:rPr>
        <w:t xml:space="preserve"> رقم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ہوتاہے۔مثلاً اصلی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لوگ جو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>
        <w:t>SHAREHOLDER</w:t>
      </w:r>
      <w:r w:rsidRPr="00E37591">
        <w:rPr>
          <w:rtl/>
          <w:lang w:bidi="ur-PK"/>
        </w:rPr>
        <w:t xml:space="preserve"> 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دار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 کا کام سود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کرنا اپن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ساکھ پر معاملات کرنا،چی</w:t>
      </w:r>
      <w:r w:rsidRPr="00E37591">
        <w:rPr>
          <w:rFonts w:hint="eastAsia"/>
          <w:rtl/>
          <w:lang w:bidi="ur-PK"/>
        </w:rPr>
        <w:t>زوںکو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 رکھنا،عالمی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جمع کرنا اور تجارت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ہوتاہے۔ان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لمح</w:t>
      </w:r>
      <w:r w:rsidRPr="00E37591">
        <w:rPr>
          <w:rFonts w:hint="cs"/>
          <w:rtl/>
          <w:lang w:bidi="ur-PK"/>
        </w:rPr>
        <w:t>ۂ فکر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منافع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کس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اور کس انداز پ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ہوگی۔ان کے کاروبار پر اس لحاظ سے نظرہوگی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انہوں نے دوسروں کی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ے ساتھ وہ قانونی</w:t>
      </w:r>
      <w:r w:rsidRPr="00E37591">
        <w:rPr>
          <w:rtl/>
          <w:lang w:bidi="ur-PK"/>
        </w:rPr>
        <w:t xml:space="preserve"> سلوک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اجو</w:t>
      </w:r>
      <w:r w:rsidRPr="00E37591">
        <w:rPr>
          <w:rtl/>
          <w:lang w:bidi="ur-PK"/>
        </w:rPr>
        <w:t xml:space="preserve"> علم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2F7C03">
      <w:pPr>
        <w:pStyle w:val="libNormal"/>
        <w:rPr>
          <w:rtl/>
          <w:lang w:bidi="ur-PK"/>
        </w:rPr>
      </w:pPr>
    </w:p>
    <w:p w:rsidR="00824138" w:rsidRPr="00E37591" w:rsidRDefault="00824138" w:rsidP="002F7C0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ہوناچاہئے تھای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 کا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کس انداز س</w:t>
      </w:r>
      <w:r w:rsidRPr="00E37591">
        <w:rPr>
          <w:rFonts w:hint="cs"/>
          <w:rtl/>
          <w:lang w:bidi="ur-PK"/>
        </w:rPr>
        <w:t>ے جمع ہواہے اور اس کے جواز وغی</w:t>
      </w:r>
      <w:r w:rsidRPr="00E37591">
        <w:rPr>
          <w:rFonts w:hint="eastAsia"/>
          <w:rtl/>
          <w:lang w:bidi="ur-PK"/>
        </w:rPr>
        <w:t>رجوازک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ذرائع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ھے؟اس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غربت زد</w:t>
      </w:r>
      <w:r w:rsidRPr="00E37591">
        <w:rPr>
          <w:rFonts w:hint="cs"/>
          <w:rtl/>
          <w:lang w:bidi="ur-PK"/>
        </w:rPr>
        <w:t>ہ عو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 جو اس دولت کے جمع ہوجانے سے بھوکے مررہے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جن کے پاس اتنے 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جمع کرک</w:t>
      </w:r>
      <w:r w:rsidRPr="00E37591">
        <w:rPr>
          <w:rFonts w:hint="cs"/>
          <w:rtl/>
          <w:lang w:bidi="ur-PK"/>
        </w:rPr>
        <w:t>ے ان کے رحم وکرم کے مستحق بن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5" w:name="_Toc468966780"/>
      <w:bookmarkStart w:id="46" w:name="_Toc468970726"/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</w:t>
      </w:r>
      <w:bookmarkEnd w:id="45"/>
      <w:bookmarkEnd w:id="4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پر الگ الگ بحث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توب</w:t>
      </w:r>
      <w:r w:rsidRPr="00E37591">
        <w:rPr>
          <w:rFonts w:hint="cs"/>
          <w:rtl/>
          <w:lang w:bidi="ur-PK"/>
        </w:rPr>
        <w:t>ہت 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موضوعات پر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مسائل کے لئے فلسفہ، نفسی</w:t>
      </w:r>
      <w:r w:rsidRPr="00E37591">
        <w:rPr>
          <w:rFonts w:hint="eastAsia"/>
          <w:rtl/>
          <w:lang w:bidi="ur-PK"/>
        </w:rPr>
        <w:t>ات،فز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الوج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علوم مرتب کئ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دونوں ک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رشت</w:t>
      </w:r>
      <w:r w:rsidRPr="00E37591">
        <w:rPr>
          <w:rFonts w:hint="cs"/>
          <w:rtl/>
          <w:lang w:bidi="ur-PK"/>
        </w:rPr>
        <w:t>ے کو اس انداز سے کم قابل توجہ سمجھاگی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مسائل حل </w:t>
      </w:r>
      <w:r w:rsidRPr="00E37591">
        <w:rPr>
          <w:rFonts w:hint="cs"/>
          <w:rtl/>
          <w:lang w:bidi="ur-PK"/>
        </w:rPr>
        <w:t>ہوسکتے۔حی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تعلقات س</w:t>
      </w:r>
      <w:r w:rsidRPr="00E37591">
        <w:rPr>
          <w:rFonts w:hint="cs"/>
          <w:rtl/>
          <w:lang w:bidi="ur-PK"/>
        </w:rPr>
        <w:t>ے قطع نظران کے اقتصادی</w:t>
      </w:r>
      <w:r w:rsidRPr="00E37591">
        <w:rPr>
          <w:rtl/>
          <w:lang w:bidi="ur-PK"/>
        </w:rPr>
        <w:t xml:space="preserve"> ربط کو اس انداز س</w:t>
      </w:r>
      <w:r w:rsidRPr="00E37591">
        <w:rPr>
          <w:rFonts w:hint="cs"/>
          <w:rtl/>
          <w:lang w:bidi="ur-PK"/>
        </w:rPr>
        <w:t>ے سمجھاجاسکتاہے کہ فطرت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قدرت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کائنات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خاطر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کچھ اس کائنات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سب اسی</w:t>
      </w:r>
      <w:r w:rsidRPr="00E37591">
        <w:rPr>
          <w:rtl/>
          <w:lang w:bidi="ur-PK"/>
        </w:rPr>
        <w:t xml:space="preserve"> خاص مخلوق ک</w:t>
      </w:r>
      <w:r w:rsidRPr="00E37591">
        <w:rPr>
          <w:rFonts w:hint="cs"/>
          <w:rtl/>
          <w:lang w:bidi="ur-PK"/>
        </w:rPr>
        <w:t xml:space="preserve">ے لئے ہے۔ہر فرد بشر کو اس کائنات سے استفادہ کرنے کا پوراپورا حق ہے چاہے وہ </w:t>
      </w:r>
      <w:r w:rsidRPr="00E37591">
        <w:rPr>
          <w:rFonts w:hint="eastAsia"/>
          <w:rtl/>
          <w:lang w:bidi="ur-PK"/>
        </w:rPr>
        <w:t>عالم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اجا</w:t>
      </w:r>
      <w:r w:rsidRPr="00E37591">
        <w:rPr>
          <w:rFonts w:hint="cs"/>
          <w:rtl/>
          <w:lang w:bidi="ur-PK"/>
        </w:rPr>
        <w:t>ہل،ضعی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طاقتور، ذ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گورا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اکالا،لمبا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اپست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قد،کچ</w:t>
      </w:r>
      <w:r w:rsidRPr="00E37591">
        <w:rPr>
          <w:rFonts w:hint="cs"/>
          <w:rtl/>
          <w:lang w:bidi="ur-PK"/>
        </w:rPr>
        <w:t>ھ بھی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ہواگر اس کائنات سے تعلق رکھتاہے تو اس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ہونا چاہئے۔فطرت کا یہ</w:t>
      </w:r>
      <w:r w:rsidRPr="00E37591">
        <w:rPr>
          <w:rtl/>
          <w:lang w:bidi="ur-PK"/>
        </w:rPr>
        <w:t xml:space="preserve"> کتنا ب</w:t>
      </w:r>
      <w:r w:rsidRPr="00E37591">
        <w:rPr>
          <w:rFonts w:hint="cs"/>
          <w:rtl/>
          <w:lang w:bidi="ur-PK"/>
        </w:rPr>
        <w:t>ڑاظلم ہوگاکہ باشندے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کم،پ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اور پانی</w:t>
      </w:r>
      <w:r w:rsidRPr="00E37591">
        <w:rPr>
          <w:rtl/>
          <w:lang w:bidi="ur-PK"/>
        </w:rPr>
        <w:t xml:space="preserve"> کم،ب</w:t>
      </w:r>
      <w:r w:rsidRPr="00E37591">
        <w:rPr>
          <w:rFonts w:hint="cs"/>
          <w:rtl/>
          <w:lang w:bidi="ur-PK"/>
        </w:rPr>
        <w:t>ھوکے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اور غذاکم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فطرت ن</w:t>
      </w:r>
      <w:r w:rsidRPr="00E37591">
        <w:rPr>
          <w:rFonts w:hint="cs"/>
          <w:rtl/>
          <w:lang w:bidi="ur-PK"/>
        </w:rPr>
        <w:t>ے کائنات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سب کچھ بھردی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 انسان ک</w:t>
      </w:r>
      <w:r w:rsidRPr="00E37591">
        <w:rPr>
          <w:rFonts w:hint="cs"/>
          <w:rtl/>
          <w:lang w:bidi="ur-PK"/>
        </w:rPr>
        <w:t xml:space="preserve">ے لئے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ضروری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ھا۔اس نے اپنے فی</w:t>
      </w:r>
      <w:r w:rsidRPr="00E37591">
        <w:rPr>
          <w:rFonts w:hint="eastAsia"/>
          <w:rtl/>
          <w:lang w:bidi="ur-PK"/>
        </w:rPr>
        <w:t>وض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عطام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اب ان فی</w:t>
      </w:r>
      <w:r w:rsidRPr="00E37591">
        <w:rPr>
          <w:rFonts w:hint="eastAsia"/>
          <w:rtl/>
          <w:lang w:bidi="ur-PK"/>
        </w:rPr>
        <w:t>وض</w:t>
      </w:r>
      <w:r w:rsidRPr="00E37591">
        <w:rPr>
          <w:rtl/>
          <w:lang w:bidi="ur-PK"/>
        </w:rPr>
        <w:t xml:space="preserve"> وبرکات س</w:t>
      </w:r>
      <w:r w:rsidRPr="00E37591">
        <w:rPr>
          <w:rFonts w:hint="cs"/>
          <w:rtl/>
          <w:lang w:bidi="ur-PK"/>
        </w:rPr>
        <w:t>ے فائدہ اٹھانا انسان کا اپنا کام ہے وہ چاہے تو ساری</w:t>
      </w:r>
      <w:r w:rsidRPr="00E37591">
        <w:rPr>
          <w:rtl/>
          <w:lang w:bidi="ur-PK"/>
        </w:rPr>
        <w:t xml:space="preserve"> کائنات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تسخ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چاہے تو ہاتھ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ہاتھ رکھے بیٹھا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انتظام ن</w:t>
      </w:r>
      <w:r w:rsidRPr="00E37591">
        <w:rPr>
          <w:rFonts w:hint="cs"/>
          <w:rtl/>
          <w:lang w:bidi="ur-PK"/>
        </w:rPr>
        <w:t>ہ کر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رشت</w:t>
      </w:r>
      <w:r w:rsidRPr="00E37591">
        <w:rPr>
          <w:rFonts w:hint="cs"/>
          <w:rtl/>
          <w:lang w:bidi="ur-PK"/>
        </w:rPr>
        <w:t>ہ اس بات کا کھلاہوااعلان ہے کہ دنی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فقروفاق</w:t>
      </w:r>
      <w:r w:rsidRPr="00E37591">
        <w:rPr>
          <w:rFonts w:hint="cs"/>
          <w:rtl/>
          <w:lang w:bidi="ur-PK"/>
        </w:rPr>
        <w:t>ہ غربت وافلاس کا سبب فطرت کی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کا قصور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ترانسان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غفلت،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ظلم وتعدی</w:t>
      </w:r>
      <w:r w:rsidRPr="00E37591">
        <w:rPr>
          <w:rtl/>
          <w:lang w:bidi="ur-PK"/>
        </w:rPr>
        <w:t xml:space="preserve"> کا دخل </w:t>
      </w:r>
      <w:r w:rsidRPr="00E37591">
        <w:rPr>
          <w:rFonts w:hint="cs"/>
          <w:rtl/>
          <w:lang w:bidi="ur-PK"/>
        </w:rPr>
        <w:t>ہے۔اس نے اس نکتۂ 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کو فراموش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علاوہ د</w:t>
      </w:r>
      <w:r w:rsidRPr="00E37591">
        <w:rPr>
          <w:rFonts w:hint="eastAsia"/>
          <w:rtl/>
          <w:lang w:bidi="ur-PK"/>
        </w:rPr>
        <w:t>وسروں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حقدار سمج</w:t>
      </w:r>
      <w:r w:rsidRPr="00E37591">
        <w:rPr>
          <w:rFonts w:hint="cs"/>
          <w:rtl/>
          <w:lang w:bidi="ur-PK"/>
        </w:rPr>
        <w:t>ھاہوتاتو آج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حالت نہ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گذرر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ہے۔آج تویہ</w:t>
      </w:r>
      <w:r w:rsidRPr="00E37591">
        <w:rPr>
          <w:rtl/>
          <w:lang w:bidi="ur-PK"/>
        </w:rPr>
        <w:t xml:space="preserve"> بات ببانگ د</w:t>
      </w:r>
      <w:r w:rsidRPr="00E37591">
        <w:rPr>
          <w:rFonts w:hint="cs"/>
          <w:rtl/>
          <w:lang w:bidi="ur-PK"/>
        </w:rPr>
        <w:t>ہل کہی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فقر وفاقہ اور غربت وافلاس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سرمایہ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مظالم کا حصہ ہے وہاں انسانوں کے ہوس اقتدار کا بھی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کم دخل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ہے۔قدرت نے انسانوں کو پوری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بک</w:t>
      </w:r>
      <w:r w:rsidRPr="00E37591">
        <w:rPr>
          <w:rFonts w:hint="cs"/>
          <w:rtl/>
          <w:lang w:bidi="ur-PK"/>
        </w:rPr>
        <w:t>ھرای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تو ان ک</w:t>
      </w:r>
      <w:r w:rsidRPr="00E37591">
        <w:rPr>
          <w:rFonts w:hint="cs"/>
          <w:rtl/>
          <w:lang w:bidi="ur-PK"/>
        </w:rPr>
        <w:t>ے لئے نعمتی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کرۂ ارض پر بکھی</w:t>
      </w:r>
      <w:r w:rsidRPr="00E37591">
        <w:rPr>
          <w:rFonts w:hint="eastAsia"/>
          <w:rtl/>
          <w:lang w:bidi="ur-PK"/>
        </w:rPr>
        <w:t>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۔خدا براکرے اس ہوس اقتدار کا کہ اس نے کائنات کو سی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حصوں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۔سات سات اقلی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ہراقلی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ملک،</w:t>
      </w:r>
      <w:r w:rsidRPr="00E37591">
        <w:rPr>
          <w:rFonts w:hint="cs"/>
          <w:rtl/>
          <w:lang w:bidi="ur-PK"/>
        </w:rPr>
        <w:t>ہر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صوب</w:t>
      </w:r>
      <w:r w:rsidRPr="00E37591">
        <w:rPr>
          <w:rFonts w:hint="cs"/>
          <w:rtl/>
          <w:lang w:bidi="ur-PK"/>
        </w:rPr>
        <w:t>ے،ہر صوبے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ش</w:t>
      </w:r>
      <w:r w:rsidRPr="00E37591">
        <w:rPr>
          <w:rFonts w:hint="cs"/>
          <w:rtl/>
          <w:lang w:bidi="ur-PK"/>
        </w:rPr>
        <w:t>ہر، ہر شہر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قصب</w:t>
      </w:r>
      <w:r w:rsidRPr="00E37591">
        <w:rPr>
          <w:rFonts w:hint="cs"/>
          <w:rtl/>
          <w:lang w:bidi="ur-PK"/>
        </w:rPr>
        <w:t>ے، ہر قصبے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گاؤں اور </w:t>
      </w:r>
      <w:r w:rsidRPr="00E37591">
        <w:rPr>
          <w:rFonts w:hint="cs"/>
          <w:rtl/>
          <w:lang w:bidi="ur-PK"/>
        </w:rPr>
        <w:t>ہر گاؤں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الگ الگ نظام</w:t>
      </w:r>
      <w:r w:rsidRPr="00E37591">
        <w:rPr>
          <w:rFonts w:hint="cs"/>
          <w:rtl/>
          <w:lang w:bidi="ur-PK"/>
        </w:rPr>
        <w:t>۔کوئی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اپنے یہاں</w:t>
      </w:r>
      <w:r w:rsidRPr="00E37591">
        <w:rPr>
          <w:rtl/>
          <w:lang w:bidi="ur-PK"/>
        </w:rPr>
        <w:t xml:space="preserve"> کا مال منتقل کرنا چا</w:t>
      </w:r>
      <w:r w:rsidRPr="00E37591">
        <w:rPr>
          <w:rFonts w:hint="cs"/>
          <w:rtl/>
          <w:lang w:bidi="ur-PK"/>
        </w:rPr>
        <w:t>ہتاہے۔اور نہ آگے کچھ سوچنے کی</w:t>
      </w:r>
      <w:r w:rsidRPr="00E37591">
        <w:rPr>
          <w:rtl/>
          <w:lang w:bidi="ur-PK"/>
        </w:rPr>
        <w:t xml:space="preserve"> ضرورت محسوس کرتا</w:t>
      </w:r>
      <w:r w:rsidRPr="00E37591">
        <w:rPr>
          <w:rFonts w:hint="cs"/>
          <w:rtl/>
          <w:lang w:bidi="ur-PK"/>
        </w:rPr>
        <w:t>ہے۔گھر گھر کے چھوٹے چھوٹے اقتدار نے اپنی</w:t>
      </w:r>
      <w:r w:rsidRPr="00E37591">
        <w:rPr>
          <w:rtl/>
          <w:lang w:bidi="ur-PK"/>
        </w:rPr>
        <w:t xml:space="preserve"> گرفت کو مضبوط 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Fonts w:hint="eastAsia"/>
          <w:rtl/>
          <w:lang w:bidi="ur-PK"/>
        </w:rPr>
        <w:t>لئ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دوسروں س</w:t>
      </w:r>
      <w:r w:rsidRPr="00E37591">
        <w:rPr>
          <w:rFonts w:hint="cs"/>
          <w:rtl/>
          <w:lang w:bidi="ur-PK"/>
        </w:rPr>
        <w:t>ے اس کے رشتے کو جوڑنے کی</w:t>
      </w:r>
      <w:r w:rsidRPr="00E37591">
        <w:rPr>
          <w:rtl/>
          <w:lang w:bidi="ur-PK"/>
        </w:rPr>
        <w:t xml:space="preserve"> بجائ</w:t>
      </w:r>
      <w:r w:rsidRPr="00E37591">
        <w:rPr>
          <w:rFonts w:hint="cs"/>
          <w:rtl/>
          <w:lang w:bidi="ur-PK"/>
        </w:rPr>
        <w:t>ے توڑنے ہی</w:t>
      </w:r>
      <w:r w:rsidRPr="00E37591">
        <w:rPr>
          <w:rtl/>
          <w:lang w:bidi="ur-PK"/>
        </w:rPr>
        <w:t xml:space="preserve"> پرزورد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کائنات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نعمت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مرکز پر جمع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ے افراد کو بھوکا اور ننگارہنا پڑے تو تعجب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ہے؟یہ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ہوگاکہ اپنے دامن کے دھبہ کو چھپانے کے لئے انسان کبھی</w:t>
      </w:r>
      <w:r w:rsidRPr="00E37591">
        <w:rPr>
          <w:rtl/>
          <w:lang w:bidi="ur-PK"/>
        </w:rPr>
        <w:t xml:space="preserve"> فطرت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اعتراض کر</w:t>
      </w:r>
      <w:r w:rsidRPr="00E37591">
        <w:rPr>
          <w:rFonts w:hint="cs"/>
          <w:rtl/>
          <w:lang w:bidi="ur-PK"/>
        </w:rPr>
        <w:t>ے گا اور کبھی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ملکوں کے مظالم پر۔وہ کسی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یہ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سوچنا چا</w:t>
      </w:r>
      <w:r w:rsidRPr="00E37591">
        <w:rPr>
          <w:rFonts w:hint="cs"/>
          <w:rtl/>
          <w:lang w:bidi="ur-PK"/>
        </w:rPr>
        <w:t>ہتاکہ اگر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دوسرے نے ہمارے اوپر ظلم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تو دوسرے اعتبار سے ہم نے بھی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اوپر کچھ کم ظلم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ہایہ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ہے کہ آج اور کل کے اقتصادی</w:t>
      </w:r>
      <w:r w:rsidRPr="00E37591">
        <w:rPr>
          <w:rtl/>
          <w:lang w:bidi="ur-PK"/>
        </w:rPr>
        <w:t xml:space="preserve"> مسائل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ڑافرق ہے۔کل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رقب</w:t>
      </w:r>
      <w:r w:rsidRPr="00E37591">
        <w:rPr>
          <w:rFonts w:hint="cs"/>
          <w:rtl/>
          <w:lang w:bidi="ur-PK"/>
        </w:rPr>
        <w:t>ہ اتنا 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محدود ت</w:t>
      </w:r>
      <w:r w:rsidRPr="00E37591">
        <w:rPr>
          <w:rFonts w:hint="cs"/>
          <w:rtl/>
          <w:lang w:bidi="ur-PK"/>
        </w:rPr>
        <w:t>ھے۔اور آج آبادی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ہزاروں گنازی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ہے۔اب اگراسی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رقب</w:t>
      </w:r>
      <w:r w:rsidRPr="00E37591">
        <w:rPr>
          <w:rFonts w:hint="cs"/>
          <w:rtl/>
          <w:lang w:bidi="ur-PK"/>
        </w:rPr>
        <w:t>ہ اور اس کی</w:t>
      </w:r>
      <w:r w:rsidRPr="00E37591">
        <w:rPr>
          <w:rtl/>
          <w:lang w:bidi="ur-PK"/>
        </w:rPr>
        <w:t xml:space="preserve"> قوت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جاتی</w:t>
      </w:r>
      <w:r w:rsidRPr="00E37591">
        <w:rPr>
          <w:rtl/>
          <w:lang w:bidi="ur-PK"/>
        </w:rPr>
        <w:t xml:space="preserve"> تو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نہ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مشکل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ہوتارہااور اضافہ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ہواتو صرف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رقبہ اور اس کی</w:t>
      </w:r>
      <w:r w:rsidRPr="00E37591">
        <w:rPr>
          <w:rtl/>
          <w:lang w:bidi="ur-PK"/>
        </w:rPr>
        <w:t xml:space="preserve"> قوت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دور حاضر کی</w:t>
      </w:r>
      <w:r w:rsidRPr="00E37591">
        <w:rPr>
          <w:rtl/>
          <w:lang w:bidi="ur-PK"/>
        </w:rPr>
        <w:t xml:space="preserve"> کشمکش کو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ہویٰ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ہوس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اجاسکتااس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بڑادخل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رقبہ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کوئی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نہ ہونے کے باوجود اس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جوا</w:t>
      </w:r>
      <w:r w:rsidRPr="00E37591">
        <w:rPr>
          <w:rFonts w:hint="cs"/>
          <w:rtl/>
          <w:lang w:bidi="ur-PK"/>
        </w:rPr>
        <w:t>ہرات اور خزانے اگل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اگل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قوموں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تھا۔پٹرول کی</w:t>
      </w:r>
      <w:r w:rsidRPr="00E37591">
        <w:rPr>
          <w:rtl/>
          <w:lang w:bidi="ur-PK"/>
        </w:rPr>
        <w:t xml:space="preserve"> برآمد کا کام حال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شروع </w:t>
      </w:r>
      <w:r w:rsidRPr="00E37591">
        <w:rPr>
          <w:rFonts w:hint="cs"/>
          <w:rtl/>
          <w:lang w:bidi="ur-PK"/>
        </w:rPr>
        <w:t>ہواہے اور اس وقت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شتر</w:t>
      </w:r>
      <w:r w:rsidRPr="00E37591">
        <w:rPr>
          <w:rtl/>
          <w:lang w:bidi="ur-PK"/>
        </w:rPr>
        <w:t xml:space="preserve"> ممالک کا دار</w:t>
      </w:r>
      <w:r w:rsidRPr="00E37591">
        <w:rPr>
          <w:rFonts w:hint="eastAsia"/>
          <w:rtl/>
          <w:lang w:bidi="ur-PK"/>
        </w:rPr>
        <w:t>ومدار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ٹرول پر ہے۔نئی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طاقتوں س</w:t>
      </w:r>
      <w:r w:rsidRPr="00E37591">
        <w:rPr>
          <w:rFonts w:hint="cs"/>
          <w:rtl/>
          <w:lang w:bidi="ur-PK"/>
        </w:rPr>
        <w:t>ے استفادہ کرنے کے نئے نئے وسائل کا انکشاف بھی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 قبل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ہوا۔اور ان سب سے بڑی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دولت کا خزانہ اور ثروت کا مرکز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ملک کا انک</w:t>
      </w:r>
      <w:r w:rsidRPr="00E37591">
        <w:rPr>
          <w:rFonts w:hint="eastAsia"/>
          <w:rtl/>
          <w:lang w:bidi="ur-PK"/>
        </w:rPr>
        <w:t>شاف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پرانی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ہے۔ظاہر ہے کہ امری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ے خزانے جمع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کی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ہت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کے ہوس اقتدار نے ممالک کو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ہوتااور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ہرای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فائد</w:t>
      </w:r>
      <w:r w:rsidRPr="00E37591">
        <w:rPr>
          <w:rFonts w:hint="cs"/>
          <w:rtl/>
          <w:lang w:bidi="ur-PK"/>
        </w:rPr>
        <w:t>ہ اٹھانے کا موقع دی</w:t>
      </w:r>
      <w:r w:rsidRPr="00E37591">
        <w:rPr>
          <w:rFonts w:hint="eastAsia"/>
          <w:rtl/>
          <w:lang w:bidi="ur-PK"/>
        </w:rPr>
        <w:t>اجاتاتو</w:t>
      </w:r>
      <w:r w:rsidRPr="00E37591">
        <w:rPr>
          <w:rtl/>
          <w:lang w:bidi="ur-PK"/>
        </w:rPr>
        <w:t xml:space="preserve"> آج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ملک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قوم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حالت نہ ہوتی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علماء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ران</w:t>
      </w:r>
      <w:r w:rsidRPr="00E37591">
        <w:rPr>
          <w:rtl/>
          <w:lang w:bidi="ur-PK"/>
        </w:rPr>
        <w:t xml:space="preserve"> وسرگردان نظر آر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طبع توبرمن بلاشد</w:t>
      </w:r>
      <w:r w:rsidRPr="00E37591">
        <w:rPr>
          <w:rFonts w:hint="cs"/>
          <w:rtl/>
          <w:lang w:bidi="ur-PK"/>
        </w:rPr>
        <w:t>ی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ہوس پرستی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مفاسد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اسلام ن</w:t>
      </w:r>
      <w:r w:rsidRPr="00E37591">
        <w:rPr>
          <w:rFonts w:hint="cs"/>
          <w:rtl/>
          <w:lang w:bidi="ur-PK"/>
        </w:rPr>
        <w:t>ے انسان کو اقتدار اعلیٰ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الگ کرکے کل کائنات کا حاکم ومالک صرف ذات احدی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 xml:space="preserve">ے بعد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حکومت کرنے کا حق صرف ان لوگوں کے لئے رکھاہے جو نفسانی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مافوق اور ہوس اقتدار سے بلند وبالا ہوں۔جن کا </w:t>
      </w:r>
      <w:r w:rsidRPr="00E37591">
        <w:rPr>
          <w:rFonts w:hint="eastAsia"/>
          <w:rtl/>
          <w:lang w:bidi="ur-PK"/>
        </w:rPr>
        <w:t>کام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حکمران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ور حکومت کے پردے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خدمتک</w:t>
      </w:r>
      <w:r w:rsidRPr="00E37591">
        <w:rPr>
          <w:rFonts w:hint="cs"/>
          <w:rtl/>
          <w:lang w:bidi="ur-PK"/>
        </w:rPr>
        <w:t>ے نام پر ہوس رانی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96A7C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اس ن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کالعدم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قانون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قوم عرب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املک</w:t>
      </w:r>
      <w:r w:rsidRPr="00E37591">
        <w:rPr>
          <w:rtl/>
          <w:lang w:bidi="ur-PK"/>
        </w:rPr>
        <w:t xml:space="preserve"> حجاز ک</w:t>
      </w:r>
      <w:r w:rsidRPr="00E37591">
        <w:rPr>
          <w:rFonts w:hint="cs"/>
          <w:rtl/>
          <w:lang w:bidi="ur-PK"/>
        </w:rPr>
        <w:t>ے باشندوں کو خطاب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اعلان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896A7C">
        <w:rPr>
          <w:rStyle w:val="libAieChar"/>
          <w:rtl/>
          <w:lang w:bidi="ur-PK"/>
        </w:rPr>
        <w:t>''</w:t>
      </w:r>
      <w:r w:rsidRPr="00896A7C">
        <w:rPr>
          <w:rStyle w:val="libAieChar"/>
          <w:rFonts w:hint="cs"/>
          <w:rtl/>
          <w:lang w:bidi="ur-PK"/>
        </w:rPr>
        <w:t>یَ</w:t>
      </w:r>
      <w:r w:rsidRPr="00896A7C">
        <w:rPr>
          <w:rStyle w:val="libAieChar"/>
          <w:rFonts w:hint="eastAsia"/>
          <w:rtl/>
          <w:lang w:bidi="ur-PK"/>
        </w:rPr>
        <w:t>اَ</w:t>
      </w:r>
      <w:r w:rsidRPr="00896A7C">
        <w:rPr>
          <w:rStyle w:val="libAieChar"/>
          <w:rFonts w:hint="cs"/>
          <w:rtl/>
          <w:lang w:bidi="ur-PK"/>
        </w:rPr>
        <w:t>یُّ</w:t>
      </w:r>
      <w:r w:rsidR="00896A7C" w:rsidRPr="00896A7C">
        <w:rPr>
          <w:rStyle w:val="libAieChar"/>
          <w:rFonts w:hint="cs"/>
          <w:rtl/>
        </w:rPr>
        <w:t>ه</w:t>
      </w:r>
      <w:r w:rsidRPr="00896A7C">
        <w:rPr>
          <w:rStyle w:val="libAieChar"/>
          <w:rFonts w:hint="cs"/>
          <w:rtl/>
          <w:lang w:bidi="ur-PK"/>
        </w:rPr>
        <w:t>َا</w:t>
      </w:r>
      <w:r w:rsidRPr="00896A7C">
        <w:rPr>
          <w:rStyle w:val="libAieChar"/>
          <w:rtl/>
          <w:lang w:bidi="ur-PK"/>
        </w:rPr>
        <w:t xml:space="preserve"> النَّاسُ''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ے گروہِ انسا</w:t>
      </w:r>
      <w:r w:rsidRPr="00E37591">
        <w:rPr>
          <w:rtl/>
          <w:lang w:bidi="ur-PK"/>
        </w:rPr>
        <w:t>ن کا لفظ استعمال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ہے۔ہم نے اپنے اصولوں کو ان تمام لوگوں کے لئے وضع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جن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مقدس ومحترم لفظ صادق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ہو۔ہمارے معاشی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وقت ا</w:t>
      </w:r>
      <w:r w:rsidRPr="00E37591">
        <w:rPr>
          <w:rFonts w:hint="cs"/>
          <w:rtl/>
          <w:lang w:bidi="ur-PK"/>
        </w:rPr>
        <w:t>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جب اسے ملک وملت کے حدود سے بلند تر ہوکر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دفعات کو تمام انسانوں پر منطب</w:t>
      </w:r>
      <w:r w:rsidRPr="00E37591">
        <w:rPr>
          <w:rtl/>
          <w:lang w:bidi="ur-PK"/>
        </w:rPr>
        <w:t>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ے۔عرب وعجم کے تصورات مہمل ہوں اور قوم وقبی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امتی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لغو</w:t>
      </w:r>
      <w:r w:rsidRPr="00E37591">
        <w:rPr>
          <w:rFonts w:hint="cs"/>
          <w:rtl/>
          <w:lang w:bidi="ur-PK"/>
        </w:rPr>
        <w:t>۔اسلام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عالم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تر تصور س</w:t>
      </w:r>
      <w:r w:rsidRPr="00E37591">
        <w:rPr>
          <w:rFonts w:hint="cs"/>
          <w:rtl/>
          <w:lang w:bidi="ur-PK"/>
        </w:rPr>
        <w:t>ے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قطعاً ناآشنا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قبائل وبلاد س</w:t>
      </w:r>
      <w:r w:rsidRPr="00E37591">
        <w:rPr>
          <w:rFonts w:hint="cs"/>
          <w:rtl/>
          <w:lang w:bidi="ur-PK"/>
        </w:rPr>
        <w:t>ے بالاتر ہوکر سوچنے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اقتدار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ظلم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رالمومن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حضرت 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 ـن</w:t>
      </w:r>
      <w:r w:rsidRPr="00E37591">
        <w:rPr>
          <w:rFonts w:hint="cs"/>
          <w:rtl/>
          <w:lang w:bidi="ur-PK"/>
        </w:rPr>
        <w:t>ے ان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>:</w:t>
      </w:r>
    </w:p>
    <w:p w:rsidR="00824138" w:rsidRPr="00E37591" w:rsidRDefault="00824138" w:rsidP="00FA78C3">
      <w:pPr>
        <w:pStyle w:val="libArabic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ماجاع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="000940C2" w:rsidRPr="00E37591">
        <w:rPr>
          <w:rFonts w:hint="cs"/>
          <w:rtl/>
          <w:lang w:bidi="ur-PK"/>
        </w:rPr>
        <w:t>ه</w:t>
      </w:r>
      <w:r w:rsidRPr="00E37591">
        <w:rPr>
          <w:rtl/>
          <w:lang w:bidi="ur-PK"/>
        </w:rPr>
        <w:t xml:space="preserve"> ما متع ب</w:t>
      </w:r>
      <w:r w:rsidR="000940C2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 xml:space="preserve"> غنی</w:t>
      </w:r>
    </w:p>
    <w:p w:rsidR="00824138" w:rsidRPr="00E37591" w:rsidRDefault="00824138" w:rsidP="00FA78C3">
      <w:pPr>
        <w:pStyle w:val="libArabic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مارا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نعمة موفورة الا وال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جانب</w:t>
      </w:r>
      <w:r w:rsidR="000940C2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احق مضی</w:t>
      </w:r>
      <w:r w:rsidRPr="00E37591">
        <w:rPr>
          <w:rFonts w:hint="eastAsia"/>
          <w:rtl/>
          <w:lang w:bidi="ur-PK"/>
        </w:rPr>
        <w:t>ع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وقت تک ب</w:t>
      </w:r>
      <w:r w:rsidRPr="00E37591">
        <w:rPr>
          <w:rFonts w:hint="cs"/>
          <w:rtl/>
          <w:lang w:bidi="ur-PK"/>
        </w:rPr>
        <w:t>ھوکا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جب تک کوئی</w:t>
      </w:r>
      <w:r w:rsidRPr="00E37591">
        <w:rPr>
          <w:rtl/>
          <w:lang w:bidi="ur-PK"/>
        </w:rPr>
        <w:t xml:space="preserve"> غن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حصۂ دولت سے بہرہ ورنہ ہوجائے۔می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نعمت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مگر اس ک</w:t>
      </w:r>
      <w:r w:rsidRPr="00E37591">
        <w:rPr>
          <w:rFonts w:hint="cs"/>
          <w:rtl/>
          <w:lang w:bidi="ur-PK"/>
        </w:rPr>
        <w:t>ے پہلو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حق کو برباد </w:t>
      </w:r>
      <w:r w:rsidRPr="00E37591">
        <w:rPr>
          <w:rFonts w:hint="cs"/>
          <w:rtl/>
          <w:lang w:bidi="ur-PK"/>
        </w:rPr>
        <w:t>ہوتے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ہلافقرہ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ظلم کا اعلان ہے اور دوسرا فقرہ ہوس اقتدار کی</w:t>
      </w:r>
      <w:r w:rsidRPr="00E37591">
        <w:rPr>
          <w:rtl/>
          <w:lang w:bidi="ur-PK"/>
        </w:rPr>
        <w:t xml:space="preserve"> تعد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اظ</w:t>
      </w:r>
      <w:r w:rsidRPr="00E37591">
        <w:rPr>
          <w:rFonts w:hint="cs"/>
          <w:rtl/>
          <w:lang w:bidi="ur-PK"/>
        </w:rPr>
        <w:t>ہار ۔برباد ہونے والے حق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بلاغت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وسعت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ثروت مندوں ک</w:t>
      </w:r>
      <w:r w:rsidRPr="00E37591">
        <w:rPr>
          <w:rFonts w:hint="cs"/>
          <w:rtl/>
          <w:lang w:bidi="ur-PK"/>
        </w:rPr>
        <w:t>ے ظلم کے ساتھ اقتدار والوں کے واقعی</w:t>
      </w:r>
      <w:r w:rsidRPr="00E37591">
        <w:rPr>
          <w:rtl/>
          <w:lang w:bidi="ur-PK"/>
        </w:rPr>
        <w:t xml:space="preserve"> احکام پر ظلم ک</w:t>
      </w:r>
      <w:r w:rsidRPr="00E37591">
        <w:rPr>
          <w:rFonts w:hint="cs"/>
          <w:rtl/>
          <w:lang w:bidi="ur-PK"/>
        </w:rPr>
        <w:t>ے اشارے بھی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7" w:name="_Toc468966781"/>
      <w:bookmarkStart w:id="48" w:name="_Toc468970727"/>
      <w:r w:rsidRPr="00E37591">
        <w:rPr>
          <w:rFonts w:hint="eastAsia"/>
          <w:rtl/>
          <w:lang w:bidi="ur-PK"/>
        </w:rPr>
        <w:t>انشورنس</w:t>
      </w:r>
      <w:bookmarkEnd w:id="47"/>
      <w:bookmarkEnd w:id="48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انشورنس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ہے۔انشورنس کے مختلف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۔بعض کی</w:t>
      </w:r>
      <w:r w:rsidRPr="00E37591">
        <w:rPr>
          <w:rtl/>
          <w:lang w:bidi="ur-PK"/>
        </w:rPr>
        <w:t xml:space="preserve"> شرح منفعت کا حساب </w:t>
      </w:r>
      <w:r w:rsidRPr="00E37591">
        <w:rPr>
          <w:rFonts w:hint="cs"/>
          <w:rtl/>
          <w:lang w:bidi="ur-PK"/>
        </w:rPr>
        <w:t>ہوتاہے اور بعض کا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معلوم   ظا</w:t>
      </w:r>
      <w:r w:rsidRPr="00E37591">
        <w:rPr>
          <w:rFonts w:hint="cs"/>
          <w:rtl/>
          <w:lang w:bidi="ur-PK"/>
        </w:rPr>
        <w:t>ہر ہے کہ اس علم ولاعلمی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دونوں کی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مختلف </w:t>
      </w:r>
      <w:r w:rsidRPr="00E37591">
        <w:rPr>
          <w:rFonts w:hint="cs"/>
          <w:rtl/>
          <w:lang w:bidi="ur-PK"/>
        </w:rPr>
        <w:t>ہوگی۔جہاں شرح منفعت معلوم ہوگی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جواز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اورج</w:t>
      </w:r>
      <w:r w:rsidRPr="00E37591">
        <w:rPr>
          <w:rFonts w:hint="cs"/>
          <w:rtl/>
          <w:lang w:bidi="ur-PK"/>
        </w:rPr>
        <w:t>ہاں شرح مجہول ہوگی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بحث کا انداز کچھ اور ہوگا۔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 انشورنس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صور 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کچھ رقم کمپنی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طے کر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کمپن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آپ س</w:t>
      </w:r>
      <w:r w:rsidRPr="00E37591">
        <w:rPr>
          <w:rFonts w:hint="cs"/>
          <w:rtl/>
          <w:lang w:bidi="ur-PK"/>
        </w:rPr>
        <w:t>ے اس رقم کو قسط وار</w:t>
      </w:r>
      <w:r w:rsidRPr="00E37591">
        <w:rPr>
          <w:rtl/>
          <w:lang w:bidi="ur-PK"/>
        </w:rPr>
        <w:t xml:space="preserve"> وصول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ہے۔اس کے بعد اگر آپ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رقم پوری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ہوجانے کے بعدبھی</w:t>
      </w:r>
      <w:r w:rsidRPr="00E37591">
        <w:rPr>
          <w:rtl/>
          <w:lang w:bidi="ur-PK"/>
        </w:rPr>
        <w:t xml:space="preserve"> وفاک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آپ کو رقم مع سود ک</w:t>
      </w:r>
      <w:r w:rsidRPr="00E37591">
        <w:rPr>
          <w:rFonts w:hint="cs"/>
          <w:rtl/>
          <w:lang w:bidi="ur-PK"/>
        </w:rPr>
        <w:t>ے دے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آپ کو آئند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قسط وار رقم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 xml:space="preserve">ہنا </w:t>
      </w: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ڑے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ی۔جسے آج کی</w:t>
      </w:r>
      <w:r w:rsidRPr="00E37591">
        <w:rPr>
          <w:rtl/>
          <w:lang w:bidi="ur-PK"/>
        </w:rPr>
        <w:t xml:space="preserve"> اصطلاح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کی</w:t>
      </w:r>
      <w:r w:rsidRPr="00E37591">
        <w:rPr>
          <w:rtl/>
          <w:lang w:bidi="ur-PK"/>
        </w:rPr>
        <w:t xml:space="preserve"> خطرناک 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خدا نخواستہ آپ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بناپر آپ کاسات</w:t>
      </w:r>
      <w:r w:rsidRPr="00E37591">
        <w:rPr>
          <w:rFonts w:hint="cs"/>
          <w:rtl/>
          <w:lang w:bidi="ur-PK"/>
        </w:rPr>
        <w:t>ھ چھوڑبھی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آپ ک</w:t>
      </w:r>
      <w:r w:rsidRPr="00E37591">
        <w:rPr>
          <w:rFonts w:hint="cs"/>
          <w:rtl/>
          <w:lang w:bidi="ur-PK"/>
        </w:rPr>
        <w:t>ے ورثہ کو 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رقم مع اضاف</w:t>
      </w:r>
      <w:r w:rsidRPr="00E37591">
        <w:rPr>
          <w:rFonts w:hint="cs"/>
          <w:rtl/>
          <w:lang w:bidi="ur-PK"/>
        </w:rPr>
        <w:t>ہ کے دے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گی۔ ظاہر ہے کہ قانونی</w:t>
      </w:r>
      <w:r w:rsidRPr="00E37591">
        <w:rPr>
          <w:rtl/>
          <w:lang w:bidi="ur-PK"/>
        </w:rPr>
        <w:t xml:space="preserve"> طور پر اس معامل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صحت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ہے۔قانونی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وہی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کے دون</w:t>
      </w:r>
      <w:r w:rsidRPr="00E37591">
        <w:rPr>
          <w:rtl/>
          <w:lang w:bidi="ur-PK"/>
        </w:rPr>
        <w:t xml:space="preserve">وں طرف معلوم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یہاں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ہے۔آپ کسی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عوض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اس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معلوم </w:t>
      </w:r>
      <w:r w:rsidRPr="00E37591">
        <w:rPr>
          <w:rFonts w:hint="cs"/>
          <w:rtl/>
          <w:lang w:bidi="ur-PK"/>
        </w:rPr>
        <w:t xml:space="preserve">ہو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اورنہ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معلوم </w:t>
      </w:r>
      <w:r w:rsidRPr="00E37591">
        <w:rPr>
          <w:rFonts w:hint="cs"/>
          <w:rtl/>
          <w:lang w:bidi="ur-PK"/>
        </w:rPr>
        <w:t>ہواور معاملہ تمام ہوجائے۔یہی</w:t>
      </w:r>
      <w:r w:rsidRPr="00E37591">
        <w:rPr>
          <w:rtl/>
          <w:lang w:bidi="ur-PK"/>
        </w:rPr>
        <w:t xml:space="preserve"> حال کرا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کسی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کرا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رقم بطور قرض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تومال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دونوں کو معلوم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خبر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ملنے والے دس ہزار کے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آن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ہزار،ممکن ہے زندگی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جائے اور بی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دی</w:t>
      </w:r>
      <w:r w:rsidRPr="00E37591">
        <w:rPr>
          <w:rFonts w:hint="eastAsia"/>
          <w:rtl/>
          <w:lang w:bidi="ur-PK"/>
        </w:rPr>
        <w:t>ناپ</w:t>
      </w:r>
      <w:r w:rsidRPr="00E37591">
        <w:rPr>
          <w:rFonts w:hint="cs"/>
          <w:rtl/>
          <w:lang w:bidi="ur-PK"/>
        </w:rPr>
        <w:t>ڑ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ے۔اور ممکن ہے کل ہی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چھوڑ دے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 قسط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ڑے۔ظاہر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نامعلوم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کو کسی</w:t>
      </w:r>
      <w:r w:rsidRPr="00E37591">
        <w:rPr>
          <w:rtl/>
          <w:lang w:bidi="ur-PK"/>
        </w:rPr>
        <w:t xml:space="preserve"> طرح جائز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طرفی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راضی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جانے کی</w:t>
      </w:r>
      <w:r w:rsidRPr="00E37591">
        <w:rPr>
          <w:rtl/>
          <w:lang w:bidi="ur-PK"/>
        </w:rPr>
        <w:t xml:space="preserve"> بناپر مصالحت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نکال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کمپن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کچھ مخصوص خدمات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حفاظت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اجرت قرار د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اپنی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کمپن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معا</w:t>
      </w:r>
      <w:r w:rsidRPr="00E37591">
        <w:rPr>
          <w:rFonts w:hint="cs"/>
          <w:rtl/>
          <w:lang w:bidi="ur-PK"/>
        </w:rPr>
        <w:t>ہدہ کرے کہ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دس سال ک</w:t>
      </w:r>
      <w:r w:rsidRPr="00E37591">
        <w:rPr>
          <w:rFonts w:hint="cs"/>
          <w:rtl/>
          <w:lang w:bidi="ur-PK"/>
        </w:rPr>
        <w:t>ے بعد کسی</w:t>
      </w:r>
      <w:r w:rsidRPr="00E37591">
        <w:rPr>
          <w:rtl/>
          <w:lang w:bidi="ur-PK"/>
        </w:rPr>
        <w:t xml:space="preserve"> خاص ضرورت ک</w:t>
      </w:r>
      <w:r w:rsidRPr="00E37591">
        <w:rPr>
          <w:rFonts w:hint="cs"/>
          <w:rtl/>
          <w:lang w:bidi="ur-PK"/>
        </w:rPr>
        <w:t>ے لئے پانچ ہزار روپیہ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کمپنی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ہے کہ آپ دس سال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قسط وار سا</w:t>
      </w:r>
      <w:r w:rsidRPr="00E37591">
        <w:rPr>
          <w:rFonts w:hint="cs"/>
          <w:rtl/>
          <w:lang w:bidi="ur-PK"/>
        </w:rPr>
        <w:t>ڑھے چار ہزار روپیہ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ہم آپ کو اس موقع پر </w:t>
      </w:r>
      <w:r w:rsidRPr="00E37591">
        <w:rPr>
          <w:rFonts w:hint="eastAsia"/>
          <w:rtl/>
          <w:lang w:bidi="ur-PK"/>
        </w:rPr>
        <w:t>پانچ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روپیہ</w:t>
      </w:r>
      <w:r w:rsidRPr="00E37591">
        <w:rPr>
          <w:rtl/>
          <w:lang w:bidi="ur-PK"/>
        </w:rPr>
        <w:t xml:space="preserve"> کامل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بلکہ اگر ممکن ہوگااور ہمارے تجارت ترقی</w:t>
      </w:r>
      <w:r w:rsidRPr="00E37591">
        <w:rPr>
          <w:rtl/>
          <w:lang w:bidi="ur-PK"/>
        </w:rPr>
        <w:t xml:space="preserve"> کر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تو پانچ </w:t>
      </w:r>
      <w:r w:rsidRPr="00E37591">
        <w:rPr>
          <w:rFonts w:hint="cs"/>
          <w:rtl/>
          <w:lang w:bidi="ur-PK"/>
        </w:rPr>
        <w:t xml:space="preserve">ہزار </w:t>
      </w:r>
      <w:r w:rsidRPr="00E37591">
        <w:rPr>
          <w:rtl/>
          <w:lang w:bidi="ur-PK"/>
        </w:rPr>
        <w:t>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پانچ </w:t>
      </w:r>
      <w:r w:rsidRPr="00E37591">
        <w:rPr>
          <w:rFonts w:hint="cs"/>
          <w:rtl/>
          <w:lang w:bidi="ur-PK"/>
        </w:rPr>
        <w:t>ہزار تو بہر حال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امکان حالات ک</w:t>
      </w:r>
      <w:r w:rsidRPr="00E37591">
        <w:rPr>
          <w:rFonts w:hint="cs"/>
          <w:rtl/>
          <w:lang w:bidi="ur-PK"/>
        </w:rPr>
        <w:t>ے اوپر موقوف ہے۔زی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نظرمعامل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طورپر خوددو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ہماری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رقم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اسے دورقموںکا معاوضہ تو بہرحال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والوں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بن کر تجارت کرنا تو اس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ہی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صرف اس وقت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 جب مال کے فائدہ ی</w:t>
      </w:r>
      <w:r w:rsidRPr="00E37591">
        <w:rPr>
          <w:rFonts w:hint="eastAsia"/>
          <w:rtl/>
          <w:lang w:bidi="ur-PK"/>
        </w:rPr>
        <w:t>انقصان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مالک پر </w:t>
      </w:r>
      <w:r w:rsidRPr="00E37591">
        <w:rPr>
          <w:rFonts w:hint="cs"/>
          <w:rtl/>
          <w:lang w:bidi="ur-PK"/>
        </w:rPr>
        <w:t>ہو،ای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>ہ ہو اور یہ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پانچ </w:t>
      </w:r>
      <w:r w:rsidRPr="00E37591">
        <w:rPr>
          <w:rFonts w:hint="cs"/>
          <w:rtl/>
          <w:lang w:bidi="ur-PK"/>
        </w:rPr>
        <w:t>ہزار کا قطعی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ہونا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بات کا ثبوت ہے کہ تجارت کے ن</w:t>
      </w:r>
      <w:r w:rsidRPr="00E37591">
        <w:rPr>
          <w:rFonts w:hint="eastAsia"/>
          <w:rtl/>
          <w:lang w:bidi="ur-PK"/>
        </w:rPr>
        <w:t>قصان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کران</w:t>
      </w:r>
      <w:r w:rsidRPr="00E37591">
        <w:rPr>
          <w:rFonts w:hint="cs"/>
          <w:rtl/>
          <w:lang w:bidi="ur-PK"/>
        </w:rPr>
        <w:t>ے والے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حساب صرف فائدہ کے اعتبار سے مختلف ہوسکتاہے۔ورنہ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رقم د</w:t>
      </w:r>
      <w:r w:rsidRPr="00E37591">
        <w:rPr>
          <w:rFonts w:hint="cs"/>
          <w:rtl/>
          <w:lang w:bidi="ur-PK"/>
        </w:rPr>
        <w:t>ے کر تو اسے بہرحال رخصت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نظرانداز ن</w:t>
      </w:r>
      <w:r w:rsidRPr="00E37591">
        <w:rPr>
          <w:rFonts w:hint="cs"/>
          <w:rtl/>
          <w:lang w:bidi="ur-PK"/>
        </w:rPr>
        <w:t>ہ کرنا چاہئے کہ سودی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معلق جو کچھ درج کی</w:t>
      </w:r>
      <w:r w:rsidRPr="00E37591">
        <w:rPr>
          <w:rFonts w:hint="eastAsia"/>
          <w:rtl/>
          <w:lang w:bidi="ur-PK"/>
        </w:rPr>
        <w:t>اجار</w:t>
      </w:r>
      <w:r w:rsidRPr="00E37591">
        <w:rPr>
          <w:rFonts w:hint="cs"/>
          <w:rtl/>
          <w:lang w:bidi="ur-PK"/>
        </w:rPr>
        <w:t>ہاہے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ے تحت ہے 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کرنا </w:t>
      </w:r>
      <w:r w:rsidRPr="00E37591">
        <w:rPr>
          <w:rFonts w:hint="cs"/>
          <w:rtl/>
          <w:lang w:bidi="ur-PK"/>
        </w:rPr>
        <w:t>ہے کہ اسلامی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تو</w:t>
      </w:r>
      <w:r w:rsidRPr="00E37591">
        <w:rPr>
          <w:rFonts w:hint="cs"/>
          <w:rtl/>
          <w:lang w:bidi="ur-PK"/>
        </w:rPr>
        <w:t>ڑنے اور ثروت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مقام پر جامد ن</w:t>
      </w:r>
      <w:r w:rsidRPr="00E37591">
        <w:rPr>
          <w:rFonts w:hint="cs"/>
          <w:rtl/>
          <w:lang w:bidi="ur-PK"/>
        </w:rPr>
        <w:t>ہ رکھنے کے لئے مذکورہ بالا وسائل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 اگر فق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کے اعتبا رسے شرعی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بدل جائ</w:t>
      </w:r>
      <w:r w:rsidRPr="00E37591">
        <w:rPr>
          <w:rFonts w:hint="cs"/>
          <w:rtl/>
          <w:lang w:bidi="ur-PK"/>
        </w:rPr>
        <w:t>ے تو اس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قانون پر ن</w:t>
      </w:r>
      <w:r w:rsidRPr="00E37591">
        <w:rPr>
          <w:rFonts w:hint="cs"/>
          <w:rtl/>
          <w:lang w:bidi="ur-PK"/>
        </w:rPr>
        <w:t>ہ ہوگی۔اس لئے کہ شرعی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استثنائ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مواقع کے لئے ہواکرتی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س</w:t>
      </w:r>
      <w:r w:rsidRPr="00E37591">
        <w:rPr>
          <w:rFonts w:hint="cs"/>
          <w:rtl/>
          <w:lang w:bidi="ur-PK"/>
        </w:rPr>
        <w:t>ے اصل قانون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49" w:name="_Toc468966782"/>
      <w:bookmarkStart w:id="50" w:name="_Toc468970728"/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</w:t>
      </w:r>
      <w:bookmarkEnd w:id="49"/>
      <w:bookmarkEnd w:id="50"/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گرفت کو مضبوط کرن</w:t>
      </w:r>
      <w:r w:rsidRPr="00E37591">
        <w:rPr>
          <w:rFonts w:hint="cs"/>
          <w:rtl/>
          <w:lang w:bidi="ur-PK"/>
        </w:rPr>
        <w:t>ے والے اور سرمایہ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از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ڑھانے والے افراد نے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</w:t>
      </w:r>
      <w:r w:rsidRPr="00E37591">
        <w:rPr>
          <w:rFonts w:hint="cs"/>
          <w:rtl/>
          <w:lang w:bidi="ur-PK"/>
        </w:rPr>
        <w:t>ے رشتے کو توڑکر عوامی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نئے نئے اسباب تلاش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۔انہوں نے سماج کو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کا موقع نہی</w:t>
      </w:r>
      <w:r w:rsidRPr="00E37591">
        <w:rPr>
          <w:rFonts w:hint="eastAsia"/>
          <w:rtl/>
          <w:lang w:bidi="ur-PK"/>
        </w:rPr>
        <w:t>ںد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جغراف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ہے بلکہ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ھانے کی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ناقابل اضاف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مائش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رفتار کو برداشت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ی۔اس پر پابندی</w:t>
      </w:r>
      <w:r w:rsidRPr="00E37591">
        <w:rPr>
          <w:rtl/>
          <w:lang w:bidi="ur-PK"/>
        </w:rPr>
        <w:t xml:space="preserve"> لگان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حسن اتفاق سے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715400">
      <w:pPr>
        <w:pStyle w:val="libNormal"/>
        <w:rPr>
          <w:rtl/>
          <w:lang w:bidi="ur-PK"/>
        </w:rPr>
      </w:pPr>
    </w:p>
    <w:p w:rsidR="00824138" w:rsidRPr="00E37591" w:rsidRDefault="00824138" w:rsidP="007154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ہواکہ حکومت کے پرستار،دولت کے ای</w:t>
      </w:r>
      <w:r w:rsidRPr="00E37591">
        <w:rPr>
          <w:rFonts w:hint="eastAsia"/>
          <w:rtl/>
          <w:lang w:bidi="ur-PK"/>
        </w:rPr>
        <w:t>جن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 فکر ونظر نے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استنباط کو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باد ک</w:t>
      </w:r>
      <w:r w:rsidRPr="00E37591">
        <w:rPr>
          <w:rFonts w:hint="cs"/>
          <w:rtl/>
          <w:lang w:bidi="ur-PK"/>
        </w:rPr>
        <w:t>ہہ کے نظام زر کی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نت نئے افکار تراشنا شروع کر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سب کا سارا زور اس بات پر صرف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روکاجائ</w:t>
      </w:r>
      <w:r w:rsidRPr="00E37591">
        <w:rPr>
          <w:rFonts w:hint="cs"/>
          <w:rtl/>
          <w:lang w:bidi="ur-PK"/>
        </w:rPr>
        <w:t>ے۔اس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فلاسفہ بھی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نام مالت</w:t>
      </w:r>
      <w:r w:rsidRPr="00E37591">
        <w:rPr>
          <w:rFonts w:hint="cs"/>
          <w:rtl/>
          <w:lang w:bidi="ur-PK"/>
        </w:rPr>
        <w:t>ھسنے پی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نے اس بگڑے ہوئے توازن کو سائنٹی</w:t>
      </w:r>
      <w:r w:rsidRPr="00E37591">
        <w:rPr>
          <w:rFonts w:hint="eastAsia"/>
          <w:rtl/>
          <w:lang w:bidi="ur-PK"/>
        </w:rPr>
        <w:t>فک</w:t>
      </w:r>
      <w:r w:rsidRPr="00E37591">
        <w:rPr>
          <w:rtl/>
          <w:lang w:bidi="ur-PK"/>
        </w:rPr>
        <w:t xml:space="preserve"> انداز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ھااور</w:t>
      </w:r>
      <w:r w:rsidRPr="00E37591">
        <w:rPr>
          <w:rtl/>
          <w:lang w:bidi="ur-PK"/>
        </w:rPr>
        <w:t xml:space="preserve"> باقاعد</w:t>
      </w:r>
      <w:r w:rsidRPr="00E37591">
        <w:rPr>
          <w:rFonts w:hint="cs"/>
          <w:rtl/>
          <w:lang w:bidi="ur-PK"/>
        </w:rPr>
        <w:t>ہ ری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قواعد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اگر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روک ت</w:t>
      </w:r>
      <w:r w:rsidRPr="00E37591">
        <w:rPr>
          <w:rFonts w:hint="cs"/>
          <w:rtl/>
          <w:lang w:bidi="ur-PK"/>
        </w:rPr>
        <w:t>ھام نہ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آئند</w:t>
      </w:r>
      <w:r w:rsidRPr="00E37591">
        <w:rPr>
          <w:rFonts w:hint="cs"/>
          <w:rtl/>
          <w:lang w:bidi="ur-PK"/>
        </w:rPr>
        <w:t>ہ چند برس کے اندر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نقش</w:t>
      </w:r>
      <w:r w:rsidRPr="00E37591">
        <w:rPr>
          <w:rFonts w:hint="cs"/>
          <w:rtl/>
          <w:lang w:bidi="ur-PK"/>
        </w:rPr>
        <w:t>ہ کچھ اور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ھسکا کہنا ہے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مائش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ناممکن ہے۔اس کی</w:t>
      </w:r>
      <w:r w:rsidRPr="00E37591">
        <w:rPr>
          <w:rtl/>
          <w:lang w:bidi="ur-PK"/>
        </w:rPr>
        <w:t xml:space="preserve"> طاقت روز بروز کم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ہے۔غلہ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صرف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اور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کے تناسب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 صرف اتنی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جتنی</w:t>
      </w:r>
      <w:r w:rsidRPr="00E37591">
        <w:rPr>
          <w:rtl/>
          <w:lang w:bidi="ur-PK"/>
        </w:rPr>
        <w:t xml:space="preserve"> پچ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پ</w:t>
      </w:r>
      <w:r w:rsidRPr="00E37591">
        <w:rPr>
          <w:rFonts w:hint="cs"/>
          <w:rtl/>
          <w:lang w:bidi="ur-PK"/>
        </w:rPr>
        <w:t>ہلے تھی</w:t>
      </w:r>
      <w:r w:rsidRPr="00E37591">
        <w:rPr>
          <w:rtl/>
          <w:lang w:bidi="ur-PK"/>
        </w:rPr>
        <w:t xml:space="preserve"> جب ک</w:t>
      </w:r>
      <w:r w:rsidRPr="00E37591">
        <w:rPr>
          <w:rFonts w:hint="cs"/>
          <w:rtl/>
          <w:lang w:bidi="ur-PK"/>
        </w:rPr>
        <w:t>ہ آبادی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</w:t>
      </w:r>
      <w:r w:rsidRPr="00E37591">
        <w:rPr>
          <w:rFonts w:hint="cs"/>
          <w:rtl/>
          <w:lang w:bidi="ur-PK"/>
        </w:rPr>
        <w:t>ہر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ے بعد دگنی</w:t>
      </w:r>
      <w:r w:rsidRPr="00E37591">
        <w:rPr>
          <w:rtl/>
          <w:lang w:bidi="ur-PK"/>
        </w:rPr>
        <w:t xml:space="preserve"> چوگن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پہلے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تک تو دونوں کا توازن برقرار ر</w:t>
      </w:r>
      <w:r w:rsidRPr="00E37591">
        <w:rPr>
          <w:rFonts w:hint="cs"/>
          <w:rtl/>
          <w:lang w:bidi="ur-PK"/>
        </w:rPr>
        <w:t>ہتاہے اور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کشمکش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کشم</w:t>
      </w:r>
      <w:r w:rsidRPr="00E37591">
        <w:rPr>
          <w:rFonts w:hint="eastAsia"/>
          <w:rtl/>
          <w:lang w:bidi="ur-PK"/>
        </w:rPr>
        <w:t>کش</w:t>
      </w:r>
      <w:r w:rsidRPr="00E37591">
        <w:rPr>
          <w:rtl/>
          <w:lang w:bidi="ur-PK"/>
        </w:rPr>
        <w:t xml:space="preserve"> شروع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ہے۔غلہ صرف تگنا ہوتاہے اور آبادی</w:t>
      </w:r>
      <w:r w:rsidRPr="00E37591">
        <w:rPr>
          <w:rtl/>
          <w:lang w:bidi="ur-PK"/>
        </w:rPr>
        <w:t xml:space="preserve"> چوگن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پھر یہ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متوازن سلسل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طرح آگ</w:t>
      </w:r>
      <w:r w:rsidRPr="00E37591">
        <w:rPr>
          <w:rFonts w:hint="cs"/>
          <w:rtl/>
          <w:lang w:bidi="ur-PK"/>
        </w:rPr>
        <w:t>ے بڑھتاچلاجاتاہے۔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دونوں ک</w:t>
      </w:r>
      <w:r w:rsidRPr="00E37591">
        <w:rPr>
          <w:rFonts w:hint="cs"/>
          <w:rtl/>
          <w:lang w:bidi="ur-PK"/>
        </w:rPr>
        <w:t>ے توازن کو برقرار رکھنے کے لئے آبادی</w:t>
      </w:r>
      <w:r w:rsidRPr="00E37591">
        <w:rPr>
          <w:rtl/>
          <w:lang w:bidi="ur-PK"/>
        </w:rPr>
        <w:t xml:space="preserve"> کو کم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اس کمی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دوہی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قبل ازوقت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دوسرا بعد ازوقت، قبل ازوقت اقدام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 کہ شادی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ہوں،دی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ہوں،لوگ اپنے نفس پر کنٹرول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۔عورتوں سے</w:t>
      </w:r>
      <w:r w:rsidRPr="00E37591">
        <w:rPr>
          <w:rtl/>
          <w:lang w:bidi="ur-PK"/>
        </w:rPr>
        <w:t xml:space="preserve"> جنس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ارتباط کم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بچ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اعتبار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کاتناسب ب</w:t>
      </w:r>
      <w:r w:rsidRPr="00E37591">
        <w:rPr>
          <w:rFonts w:hint="cs"/>
          <w:rtl/>
          <w:lang w:bidi="ur-PK"/>
        </w:rPr>
        <w:t>ڑھ رہاہو۔مثال کے طور پر پچاس سال کے بعد جب غلہ تگنا اور آبادی</w:t>
      </w:r>
      <w:r w:rsidRPr="00E37591">
        <w:rPr>
          <w:rtl/>
          <w:lang w:bidi="ur-PK"/>
        </w:rPr>
        <w:t xml:space="preserve"> چوگن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ہوتواس وقت کے لئے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بعد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انتظام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آئندہ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جت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والا </w:t>
      </w:r>
      <w:r w:rsidRPr="00E37591">
        <w:rPr>
          <w:rFonts w:hint="cs"/>
          <w:rtl/>
          <w:lang w:bidi="ur-PK"/>
        </w:rPr>
        <w:t>ہو اسی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بچے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اگرآج غل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ہورہاہے</w:t>
      </w:r>
      <w:r w:rsidRPr="00E37591">
        <w:rPr>
          <w:rtl/>
          <w:lang w:bidi="ur-PK"/>
        </w:rPr>
        <w:t xml:space="preserve"> 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دس افراد پر مشتمل </w:t>
      </w:r>
      <w:r w:rsidRPr="00E37591">
        <w:rPr>
          <w:rFonts w:hint="cs"/>
          <w:rtl/>
          <w:lang w:bidi="ur-PK"/>
        </w:rPr>
        <w:t>ہے 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آئندہ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ے بعد غلہ دومن ہوجائے گا۔اور آدمی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افراداور توازن برقرار ر</w:t>
      </w:r>
      <w:r w:rsidRPr="00E37591">
        <w:rPr>
          <w:rFonts w:hint="cs"/>
          <w:rtl/>
          <w:lang w:bidi="ur-PK"/>
        </w:rPr>
        <w:t>ہے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من ر</w:t>
      </w:r>
      <w:r w:rsidRPr="00E37591">
        <w:rPr>
          <w:rFonts w:hint="cs"/>
          <w:rtl/>
          <w:lang w:bidi="ur-PK"/>
        </w:rPr>
        <w:t>ہے گا اورآدمی</w:t>
      </w:r>
      <w:r w:rsidRPr="00E37591">
        <w:rPr>
          <w:rtl/>
          <w:lang w:bidi="ur-PK"/>
        </w:rPr>
        <w:t xml:space="preserve"> 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 xml:space="preserve">ے۔ظاہر ہے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تعداد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توکوئ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نہ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</w:t>
      </w:r>
      <w:r w:rsidRPr="00E37591">
        <w:rPr>
          <w:rtl/>
          <w:lang w:bidi="ur-PK"/>
        </w:rPr>
        <w:t xml:space="preserve"> اور سب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مطمئن ر</w:t>
      </w:r>
      <w:r w:rsidRPr="00E37591">
        <w:rPr>
          <w:rFonts w:hint="cs"/>
          <w:rtl/>
          <w:lang w:bidi="ur-PK"/>
        </w:rPr>
        <w:t>ہتے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برس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چکے تھے۔لی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سکا اس لئے اب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علاج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س</w:t>
      </w:r>
      <w:r w:rsidRPr="00E37591">
        <w:rPr>
          <w:rFonts w:hint="cs"/>
          <w:rtl/>
          <w:lang w:bidi="ur-PK"/>
        </w:rPr>
        <w:t>ے پچاس سال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بجائے دس ہی</w:t>
      </w:r>
      <w:r w:rsidRPr="00E37591">
        <w:rPr>
          <w:rtl/>
          <w:lang w:bidi="ur-PK"/>
        </w:rPr>
        <w:t xml:space="preserve"> بچ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ہوکہ جن کے یہاں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آئندہ پچی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ے لئے دوسروں کو موقع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نفس پر کنٹرول کری</w:t>
      </w:r>
      <w:r w:rsidRPr="00E37591">
        <w:rPr>
          <w:rFonts w:hint="eastAsia"/>
          <w:rtl/>
          <w:lang w:bidi="ur-PK"/>
        </w:rPr>
        <w:t>ںپ</w:t>
      </w:r>
      <w:r w:rsidRPr="00E37591">
        <w:rPr>
          <w:rFonts w:hint="cs"/>
          <w:rtl/>
          <w:lang w:bidi="ur-PK"/>
        </w:rPr>
        <w:t>ھر</w:t>
      </w:r>
      <w:r w:rsidRPr="00E37591">
        <w:rPr>
          <w:rtl/>
          <w:lang w:bidi="ur-PK"/>
        </w:rPr>
        <w:t xml:space="preserve"> آئند</w:t>
      </w:r>
      <w:r w:rsidRPr="00E37591">
        <w:rPr>
          <w:rFonts w:hint="cs"/>
          <w:rtl/>
          <w:lang w:bidi="ur-PK"/>
        </w:rPr>
        <w:t>ہ وقفہ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آفت نازل ن</w:t>
      </w:r>
      <w:r w:rsidRPr="00E37591">
        <w:rPr>
          <w:rFonts w:hint="cs"/>
          <w:rtl/>
          <w:lang w:bidi="ur-PK"/>
        </w:rPr>
        <w:t>ہ ہوئی</w:t>
      </w:r>
      <w:r w:rsidRPr="00E37591">
        <w:rPr>
          <w:rtl/>
          <w:lang w:bidi="ur-PK"/>
        </w:rPr>
        <w:t xml:space="preserve"> توان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موقع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ورن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بعد از وقت اقدام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خدا نخواستہ پہلی</w:t>
      </w:r>
      <w:r w:rsidRPr="00E37591">
        <w:rPr>
          <w:rtl/>
          <w:lang w:bidi="ur-PK"/>
        </w:rPr>
        <w:t xml:space="preserve"> تدب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بعدبھی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کاتناسب بگ</w:t>
      </w:r>
      <w:r w:rsidRPr="00E37591">
        <w:rPr>
          <w:rFonts w:hint="cs"/>
          <w:rtl/>
          <w:lang w:bidi="ur-PK"/>
        </w:rPr>
        <w:t>ڑجائے گا تو اسے پھر اپنی</w:t>
      </w:r>
      <w:r w:rsidRPr="00E37591">
        <w:rPr>
          <w:rtl/>
          <w:lang w:bidi="ur-PK"/>
        </w:rPr>
        <w:t xml:space="preserve"> منزل پر لان</w:t>
      </w:r>
      <w:r w:rsidRPr="00E37591">
        <w:rPr>
          <w:rFonts w:hint="cs"/>
          <w:rtl/>
          <w:lang w:bidi="ur-PK"/>
        </w:rPr>
        <w:t>ے کے لئے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جنگ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ھڑجائے،ی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مددمانگی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کوئی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لاب،</w:t>
      </w:r>
      <w:r w:rsidRPr="00E37591">
        <w:rPr>
          <w:rtl/>
          <w:lang w:bidi="ur-PK"/>
        </w:rPr>
        <w:t xml:space="preserve"> زلزل</w:t>
      </w:r>
      <w:r w:rsidRPr="00E37591">
        <w:rPr>
          <w:rFonts w:hint="cs"/>
          <w:rtl/>
          <w:lang w:bidi="ur-PK"/>
        </w:rPr>
        <w:t>ہ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ے تا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دونوں کاتناسب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پر پل</w:t>
      </w:r>
      <w:r w:rsidRPr="00E37591">
        <w:rPr>
          <w:rFonts w:hint="cs"/>
          <w:rtl/>
          <w:lang w:bidi="ur-PK"/>
        </w:rPr>
        <w:t>ٹ آئے۔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ھسکے اس نظریہ</w:t>
      </w:r>
      <w:r w:rsidRPr="00E37591">
        <w:rPr>
          <w:rtl/>
          <w:lang w:bidi="ur-PK"/>
        </w:rPr>
        <w:t xml:space="preserve"> پر علمائ</w:t>
      </w:r>
      <w:r w:rsidRPr="00E37591">
        <w:rPr>
          <w:rFonts w:hint="cs"/>
          <w:rtl/>
          <w:lang w:bidi="ur-PK"/>
        </w:rPr>
        <w:t>ے اقت</w:t>
      </w:r>
      <w:r w:rsidRPr="00E37591">
        <w:rPr>
          <w:rtl/>
          <w:lang w:bidi="ur-PK"/>
        </w:rPr>
        <w:t>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سخت تنقی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تاروپودبکھی</w:t>
      </w:r>
      <w:r w:rsidRPr="00E37591">
        <w:rPr>
          <w:rFonts w:hint="eastAsia"/>
          <w:rtl/>
          <w:lang w:bidi="ur-PK"/>
        </w:rPr>
        <w:t>رکر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مالتھس کا یہ</w:t>
      </w:r>
      <w:r w:rsidRPr="00E37591">
        <w:rPr>
          <w:rtl/>
          <w:lang w:bidi="ur-PK"/>
        </w:rPr>
        <w:t xml:space="preserve"> پورا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صرف تخم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ھروسہ کرکے آئندہ نسلوں کے لئے راستہ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روکا جاسکتا</w:t>
      </w:r>
      <w:r w:rsidRPr="00E37591">
        <w:rPr>
          <w:rFonts w:hint="cs"/>
          <w:rtl/>
          <w:lang w:bidi="ur-PK"/>
        </w:rPr>
        <w:t>۔ممکن ہے کہ مالتھس</w:t>
      </w:r>
      <w:r w:rsidR="00E47EA0" w:rsidRPr="00E37591">
        <w:rPr>
          <w:rFonts w:hint="cs"/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نے اپنے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ملک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اس سے متاثر ہوکر یہ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ناقص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تجربات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 کا کہناہے کہ انسانوں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ے اندر دوگنی</w:t>
      </w:r>
      <w:r w:rsidRPr="00E37591">
        <w:rPr>
          <w:rtl/>
          <w:lang w:bidi="ur-PK"/>
        </w:rPr>
        <w:t xml:space="preserve"> اور چونگ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تخم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اپن</w:t>
      </w:r>
      <w:r w:rsidRPr="00E37591">
        <w:rPr>
          <w:rFonts w:hint="cs"/>
          <w:rtl/>
          <w:lang w:bidi="ur-PK"/>
        </w:rPr>
        <w:t>ے ملک کی</w:t>
      </w:r>
      <w:r w:rsidRPr="00E37591">
        <w:rPr>
          <w:rFonts w:hint="eastAsia"/>
          <w:rtl/>
          <w:lang w:bidi="ur-PK"/>
        </w:rPr>
        <w:t>لئ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تمام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لئے۔ اگر اپنے ملک کے لئے ہے تو کسی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ے حالات کو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قانون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۔ بلکہ یہ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ے دعویٰ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ثبوت </w:t>
      </w:r>
      <w:r w:rsidRPr="00E37591">
        <w:rPr>
          <w:rFonts w:hint="cs"/>
          <w:rtl/>
          <w:lang w:bidi="ur-PK"/>
        </w:rPr>
        <w:t>ہوگاکہ انسان نے اپنے اق</w:t>
      </w:r>
      <w:r w:rsidRPr="00E37591">
        <w:rPr>
          <w:rtl/>
          <w:lang w:bidi="ur-PK"/>
        </w:rPr>
        <w:t>تدار کو مضبوط بنان</w:t>
      </w:r>
      <w:r w:rsidRPr="00E37591">
        <w:rPr>
          <w:rFonts w:hint="cs"/>
          <w:rtl/>
          <w:lang w:bidi="ur-PK"/>
        </w:rPr>
        <w:t>ے کے لئے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 مختلف حصوں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اکثر ممالک فقر وفاق</w:t>
      </w:r>
      <w:r w:rsidRPr="00E37591">
        <w:rPr>
          <w:rFonts w:hint="cs"/>
          <w:rtl/>
          <w:lang w:bidi="ur-PK"/>
        </w:rPr>
        <w:t>ہ کا شکار ہوگئے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مشا</w:t>
      </w:r>
      <w:r w:rsidRPr="00E37591">
        <w:rPr>
          <w:rFonts w:hint="cs"/>
          <w:rtl/>
          <w:lang w:bidi="ur-PK"/>
        </w:rPr>
        <w:t>ہدہ تمام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ہے تو اسے تمام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غور کرنا </w:t>
      </w:r>
      <w:r w:rsidRPr="00E37591">
        <w:rPr>
          <w:rFonts w:hint="cs"/>
          <w:rtl/>
          <w:lang w:bidi="ur-PK"/>
        </w:rPr>
        <w:t>ہوگا جو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بھی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آج کی</w:t>
      </w:r>
      <w:r w:rsidRPr="00E37591">
        <w:rPr>
          <w:rtl/>
          <w:lang w:bidi="ur-PK"/>
        </w:rPr>
        <w:t xml:space="preserve"> حکومت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ھوٹے سے دیہات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قانون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رقبے کے حساب سے وضع کردئے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قانون بنان</w:t>
      </w:r>
      <w:r w:rsidRPr="00E37591">
        <w:rPr>
          <w:rFonts w:hint="cs"/>
          <w:rtl/>
          <w:lang w:bidi="ur-PK"/>
        </w:rPr>
        <w:t>ے والے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سوچت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قانون کس پر نافذ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اجار</w:t>
      </w:r>
      <w:r w:rsidRPr="00E37591">
        <w:rPr>
          <w:rFonts w:hint="cs"/>
          <w:rtl/>
          <w:lang w:bidi="ur-PK"/>
        </w:rPr>
        <w:t>ہاہے۔اس کے یہاں</w:t>
      </w:r>
      <w:r w:rsidRPr="00E37591">
        <w:rPr>
          <w:rtl/>
          <w:lang w:bidi="ur-PK"/>
        </w:rPr>
        <w:t xml:space="preserve"> اتنا غل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۔سرکاری</w:t>
      </w:r>
      <w:r w:rsidRPr="00E37591">
        <w:rPr>
          <w:rtl/>
          <w:lang w:bidi="ur-PK"/>
        </w:rPr>
        <w:t xml:space="preserve"> انسپک</w:t>
      </w:r>
      <w:r w:rsidRPr="00E37591">
        <w:rPr>
          <w:rFonts w:hint="cs"/>
          <w:rtl/>
          <w:lang w:bidi="ur-PK"/>
        </w:rPr>
        <w:t>ٹر کا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آفت تونازل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یہات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</w:t>
      </w:r>
      <w:r w:rsidRPr="00E37591">
        <w:rPr>
          <w:rtl/>
          <w:lang w:bidi="ur-PK"/>
        </w:rPr>
        <w:t xml:space="preserve"> ر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لگا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اجاسکتاتوسار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الگا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ہے۔پھر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فقط غلہ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اں،فرو</w:t>
      </w:r>
      <w:r w:rsidRPr="00E37591">
        <w:rPr>
          <w:rFonts w:hint="cs"/>
          <w:rtl/>
          <w:lang w:bidi="ur-PK"/>
        </w:rPr>
        <w:t>ٹ،پھل،گھاس،درختوں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پتے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شامل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مقدار کا اند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لگاناناممکن </w:t>
      </w:r>
      <w:r w:rsidRPr="00E37591">
        <w:rPr>
          <w:rFonts w:hint="cs"/>
          <w:rtl/>
          <w:lang w:bidi="ur-PK"/>
        </w:rPr>
        <w:t>ہے۔ان چی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تعداد کا شمار کرنا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ملک کے بہت سے باشندوں کی</w:t>
      </w:r>
      <w:r w:rsidRPr="00E37591">
        <w:rPr>
          <w:rtl/>
          <w:lang w:bidi="ur-PK"/>
        </w:rPr>
        <w:t xml:space="preserve"> گذراوقات صرف گوشت پر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بعددری</w:t>
      </w:r>
      <w:r w:rsidRPr="00E37591">
        <w:rPr>
          <w:rFonts w:hint="eastAsia"/>
          <w:rtl/>
          <w:lang w:bidi="ur-PK"/>
        </w:rPr>
        <w:t>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حساب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۔اس لئے کہ مچھلی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بھی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اؤں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ے باشندوں کی</w:t>
      </w:r>
      <w:r w:rsidRPr="00E37591">
        <w:rPr>
          <w:rtl/>
          <w:lang w:bidi="ur-PK"/>
        </w:rPr>
        <w:t xml:space="preserve"> غذابنا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دنی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ہوجو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غذان</w:t>
      </w:r>
      <w:r w:rsidRPr="00E37591">
        <w:rPr>
          <w:rFonts w:hint="cs"/>
          <w:rtl/>
          <w:lang w:bidi="ur-PK"/>
        </w:rPr>
        <w:t>ہ بنتی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جن کا آپ تصور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بعض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شوق سے استعمال کئے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صورتِ حال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کرنے کے لئے سوراخوں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 xml:space="preserve">ھپے ہوئے ان جانوروں کا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حساب کرنا پ</w:t>
      </w:r>
      <w:r w:rsidRPr="00E37591">
        <w:rPr>
          <w:rFonts w:hint="cs"/>
          <w:rtl/>
          <w:lang w:bidi="ur-PK"/>
        </w:rPr>
        <w:t>ڑے گا جو اکثر اوقات بعض پست اقوام کی</w:t>
      </w:r>
      <w:r w:rsidRPr="00E37591">
        <w:rPr>
          <w:rtl/>
          <w:lang w:bidi="ur-PK"/>
        </w:rPr>
        <w:t xml:space="preserve"> غذا بن جا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کھلی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اتنا طوی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وعر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حساب سوائ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داں </w:t>
      </w:r>
      <w:r w:rsidRPr="00E37591">
        <w:rPr>
          <w:rFonts w:hint="cs"/>
          <w:rtl/>
          <w:lang w:bidi="ur-PK"/>
        </w:rPr>
        <w:t>ہستی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دوسرا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تعجب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زبات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نسل بندی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کرتے ہوئے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دنی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ہرغذا کو نظرانداز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قانون کو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اطفال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 بحث کا تمام تر تعلق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اس لئے فی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اجاسکتاورن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یہ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اشت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موت اور اخلاق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ہے۔تاہم بحث کو خاتمہ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نکات کی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کرنا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غذائی</w:t>
      </w:r>
      <w:r w:rsidRPr="00E37591">
        <w:rPr>
          <w:rtl/>
          <w:lang w:bidi="ur-PK"/>
        </w:rPr>
        <w:t xml:space="preserve"> صورت حال کو درست کرن</w:t>
      </w:r>
      <w:r w:rsidRPr="00E37591">
        <w:rPr>
          <w:rFonts w:hint="cs"/>
          <w:rtl/>
          <w:lang w:bidi="ur-PK"/>
        </w:rPr>
        <w:t>ے کے لئے نسل بندی</w:t>
      </w:r>
      <w:r w:rsidRPr="00E37591">
        <w:rPr>
          <w:rtl/>
          <w:lang w:bidi="ur-PK"/>
        </w:rPr>
        <w:t xml:space="preserve"> کا جو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اس سے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درست </w:t>
      </w:r>
      <w:r w:rsidRPr="00E37591">
        <w:rPr>
          <w:rFonts w:hint="cs"/>
          <w:rtl/>
          <w:lang w:bidi="ur-PK"/>
        </w:rPr>
        <w:t>ہوسکتی۔اس لئے کہ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والا بچہ ابتدائی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دوسال تک ملک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غذاکا مطالب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۔اس کے بعد تھوڑی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ھوڑی</w:t>
      </w:r>
      <w:r w:rsidRPr="00E37591">
        <w:rPr>
          <w:rtl/>
          <w:lang w:bidi="ur-PK"/>
        </w:rPr>
        <w:t xml:space="preserve"> غذاکاتقاض</w:t>
      </w:r>
      <w:r w:rsidRPr="00E37591">
        <w:rPr>
          <w:rFonts w:hint="cs"/>
          <w:rtl/>
          <w:lang w:bidi="ur-PK"/>
        </w:rPr>
        <w:t>ہ شروع ک</w:t>
      </w:r>
      <w:r w:rsidRPr="00E37591">
        <w:rPr>
          <w:rFonts w:hint="eastAsia"/>
          <w:rtl/>
          <w:lang w:bidi="ur-PK"/>
        </w:rPr>
        <w:t>رتا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عمر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منزل پر پ</w:t>
      </w:r>
      <w:r w:rsidRPr="00E37591">
        <w:rPr>
          <w:rFonts w:hint="cs"/>
          <w:rtl/>
          <w:lang w:bidi="ur-PK"/>
        </w:rPr>
        <w:t>ہنچ کر سماج سے پوری</w:t>
      </w:r>
      <w:r w:rsidRPr="00E37591">
        <w:rPr>
          <w:rtl/>
          <w:lang w:bidi="ur-PK"/>
        </w:rPr>
        <w:t xml:space="preserve"> غذا کا مطالب</w:t>
      </w:r>
      <w:r w:rsidRPr="00E37591">
        <w:rPr>
          <w:rFonts w:hint="cs"/>
          <w:rtl/>
          <w:lang w:bidi="ur-PK"/>
        </w:rPr>
        <w:t>ہ کرتاہے۔جب کہ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کو روکن</w:t>
      </w:r>
      <w:r w:rsidRPr="00E37591">
        <w:rPr>
          <w:rFonts w:hint="cs"/>
          <w:rtl/>
          <w:lang w:bidi="ur-PK"/>
        </w:rPr>
        <w:t>ے کے لئے روز اول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اتنا </w:t>
      </w:r>
      <w:r w:rsidRPr="00E37591">
        <w:rPr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صرف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اگر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اتجارت</w:t>
      </w:r>
      <w:r w:rsidRPr="00E37591">
        <w:rPr>
          <w:rtl/>
          <w:lang w:bidi="ur-PK"/>
        </w:rPr>
        <w:t xml:space="preserve"> کو فروغ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صرف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اجاتاتو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صورتِ حال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وہمی</w:t>
      </w:r>
      <w:r w:rsidRPr="00E37591">
        <w:rPr>
          <w:rtl/>
          <w:lang w:bidi="ur-PK"/>
        </w:rPr>
        <w:t xml:space="preserve"> خطر</w:t>
      </w:r>
      <w:r w:rsidRPr="00E37591">
        <w:rPr>
          <w:rFonts w:hint="cs"/>
          <w:rtl/>
          <w:lang w:bidi="ur-PK"/>
        </w:rPr>
        <w:t>ہ س</w:t>
      </w:r>
      <w:r w:rsidRPr="00E37591">
        <w:rPr>
          <w:rFonts w:hint="eastAsia"/>
          <w:rtl/>
          <w:lang w:bidi="ur-PK"/>
        </w:rPr>
        <w:t>امن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خالص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ۂ نظر سے تویہ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ملک کا جتنا سرمایہ</w:t>
      </w:r>
      <w:r w:rsidRPr="00E37591">
        <w:rPr>
          <w:rtl/>
          <w:lang w:bidi="ur-PK"/>
        </w:rPr>
        <w:t xml:space="preserve"> آئند</w:t>
      </w:r>
      <w:r w:rsidRPr="00E37591">
        <w:rPr>
          <w:rFonts w:hint="cs"/>
          <w:rtl/>
          <w:lang w:bidi="ur-PK"/>
        </w:rPr>
        <w:t>ہ نسلوں کی</w:t>
      </w:r>
      <w:r w:rsidRPr="00E37591">
        <w:rPr>
          <w:rtl/>
          <w:lang w:bidi="ur-PK"/>
        </w:rPr>
        <w:t xml:space="preserve"> روک ت</w:t>
      </w:r>
      <w:r w:rsidRPr="00E37591">
        <w:rPr>
          <w:rFonts w:hint="cs"/>
          <w:rtl/>
          <w:lang w:bidi="ur-PK"/>
        </w:rPr>
        <w:t>ھام پر صر ف کی</w:t>
      </w:r>
      <w:r w:rsidRPr="00E37591">
        <w:rPr>
          <w:rFonts w:hint="eastAsia"/>
          <w:rtl/>
          <w:lang w:bidi="ur-PK"/>
        </w:rPr>
        <w:t>اجار</w:t>
      </w:r>
      <w:r w:rsidRPr="00E37591">
        <w:rPr>
          <w:rFonts w:hint="cs"/>
          <w:rtl/>
          <w:lang w:bidi="ur-PK"/>
        </w:rPr>
        <w:t>ہاہے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اگر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بچے ہوئے بی</w:t>
      </w:r>
      <w:r w:rsidRPr="00E37591">
        <w:rPr>
          <w:rFonts w:hint="eastAsia"/>
          <w:rtl/>
          <w:lang w:bidi="ur-PK"/>
        </w:rPr>
        <w:t>کار،</w:t>
      </w:r>
      <w:r w:rsidRPr="00E37591">
        <w:rPr>
          <w:rtl/>
          <w:lang w:bidi="ur-PK"/>
        </w:rPr>
        <w:t xml:space="preserve">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وناتواں افراد ک</w:t>
      </w:r>
      <w:r w:rsidRPr="00E37591">
        <w:rPr>
          <w:rFonts w:hint="cs"/>
          <w:rtl/>
          <w:lang w:bidi="ur-PK"/>
        </w:rPr>
        <w:t>ے خاتمہ پر صرف کردی</w:t>
      </w:r>
      <w:r w:rsidRPr="00E37591">
        <w:rPr>
          <w:rFonts w:hint="eastAsia"/>
          <w:rtl/>
          <w:lang w:bidi="ur-PK"/>
        </w:rPr>
        <w:t>اجاتاتو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جلدی</w:t>
      </w:r>
      <w:r w:rsidRPr="00E37591">
        <w:rPr>
          <w:rtl/>
          <w:lang w:bidi="ur-PK"/>
        </w:rPr>
        <w:t xml:space="preserve"> آسان </w:t>
      </w:r>
      <w:r w:rsidRPr="00E37591">
        <w:rPr>
          <w:rFonts w:hint="cs"/>
          <w:rtl/>
          <w:lang w:bidi="ur-PK"/>
        </w:rPr>
        <w:t>ہوجاتا۔ اس لئے کہ یہ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موجودہ صورتِ حال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پورا غذاکا مطالب</w:t>
      </w:r>
      <w:r w:rsidRPr="00E37591">
        <w:rPr>
          <w:rFonts w:hint="cs"/>
          <w:rtl/>
          <w:lang w:bidi="ur-PK"/>
        </w:rPr>
        <w:t>ہ کرتاہے۔ اور سماج کو کچھ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قاصر ومجبور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tl/>
          <w:lang w:bidi="ur-PK"/>
        </w:rPr>
        <w:t>آج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اتنی</w:t>
      </w:r>
      <w:r w:rsidRPr="00E37591">
        <w:rPr>
          <w:rtl/>
          <w:lang w:bidi="ur-PK"/>
        </w:rPr>
        <w:t xml:space="preserve"> پست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جو سامنے آجاتاہے اس سے خوفزدہ 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جو عدم ک</w:t>
      </w:r>
      <w:r w:rsidRPr="00E37591">
        <w:rPr>
          <w:rFonts w:hint="cs"/>
          <w:rtl/>
          <w:lang w:bidi="ur-PK"/>
        </w:rPr>
        <w:t>ے اندھی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خاموش ب</w:t>
      </w:r>
      <w:r w:rsidRPr="00E37591">
        <w:rPr>
          <w:rFonts w:hint="cs"/>
          <w:rtl/>
          <w:lang w:bidi="ur-PK"/>
        </w:rPr>
        <w:t>یٹھا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ہتاہے اسے اس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مالتھسنے اپنے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وقتاً فوقتاً جنگ چ</w:t>
      </w:r>
      <w:r w:rsidRPr="00E37591">
        <w:rPr>
          <w:rFonts w:hint="cs"/>
          <w:rtl/>
          <w:lang w:bidi="ur-PK"/>
        </w:rPr>
        <w:t>ھڑجای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زلزل</w:t>
      </w:r>
      <w:r w:rsidRPr="00E37591">
        <w:rPr>
          <w:rFonts w:hint="cs"/>
          <w:rtl/>
          <w:lang w:bidi="ur-PK"/>
        </w:rPr>
        <w:t>ہ آجای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اکچ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لاب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ہوجای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کاتناسب برقرارر</w:t>
      </w:r>
      <w:r w:rsidRPr="00E37591">
        <w:rPr>
          <w:rFonts w:hint="cs"/>
          <w:rtl/>
          <w:lang w:bidi="ur-PK"/>
        </w:rPr>
        <w:t>ہ سکتاہے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اور مضحک</w:t>
      </w:r>
      <w:r w:rsidRPr="00E37591">
        <w:rPr>
          <w:rFonts w:hint="cs"/>
          <w:rtl/>
          <w:lang w:bidi="ur-PK"/>
        </w:rPr>
        <w:t>ہ خی</w:t>
      </w:r>
      <w:r w:rsidRPr="00E37591">
        <w:rPr>
          <w:rtl/>
          <w:lang w:bidi="ur-PK"/>
        </w:rPr>
        <w:t xml:space="preserve">ز </w:t>
      </w:r>
      <w:r w:rsidRPr="00E37591">
        <w:rPr>
          <w:rFonts w:hint="cs"/>
          <w:rtl/>
          <w:lang w:bidi="ur-PK"/>
        </w:rPr>
        <w:t>ہے۔اس کے حادثات کے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پرتو نظرک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زحمت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سامان ضائع </w:t>
      </w:r>
      <w:r w:rsidRPr="00E37591">
        <w:rPr>
          <w:rFonts w:hint="cs"/>
          <w:rtl/>
          <w:lang w:bidi="ur-PK"/>
        </w:rPr>
        <w:t>ہوجاتاہے۔زمی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دار برباد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ں،ح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مرجات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ں،پ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داوارتبا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ہے،فصلی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برباد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توازن را</w:t>
      </w:r>
      <w:r w:rsidRPr="00E37591">
        <w:rPr>
          <w:rFonts w:hint="cs"/>
          <w:rtl/>
          <w:lang w:bidi="ur-PK"/>
        </w:rPr>
        <w:t>ہِ راست پر آ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بجائے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خراب </w:t>
      </w:r>
      <w:r w:rsidRPr="00E37591">
        <w:rPr>
          <w:rFonts w:hint="cs"/>
          <w:rtl/>
          <w:lang w:bidi="ur-PK"/>
        </w:rPr>
        <w:t>ہوجاتاہے۔یہی</w:t>
      </w:r>
      <w:r w:rsidRPr="00E37591">
        <w:rPr>
          <w:rtl/>
          <w:lang w:bidi="ur-PK"/>
        </w:rPr>
        <w:t xml:space="preserve"> حال زلزل</w:t>
      </w:r>
      <w:r w:rsidRPr="00E37591">
        <w:rPr>
          <w:rFonts w:hint="cs"/>
          <w:rtl/>
          <w:lang w:bidi="ur-PK"/>
        </w:rPr>
        <w:t>ہ اور سی</w:t>
      </w:r>
      <w:r w:rsidRPr="00E37591">
        <w:rPr>
          <w:rFonts w:hint="eastAsia"/>
          <w:rtl/>
          <w:lang w:bidi="ur-PK"/>
        </w:rPr>
        <w:t>لاب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ہوتاہے۔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کو توپ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قلت ک</w:t>
      </w:r>
      <w:r w:rsidRPr="00E37591">
        <w:rPr>
          <w:rFonts w:hint="cs"/>
          <w:rtl/>
          <w:lang w:bidi="ur-PK"/>
        </w:rPr>
        <w:t>ے اسباب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کرنا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تھا۔آبادی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کا حساب کرنا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چشم پوشی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سوااور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C104B3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ک</w:t>
      </w:r>
      <w:r w:rsidRPr="00E37591">
        <w:rPr>
          <w:rFonts w:hint="cs"/>
          <w:rtl/>
          <w:lang w:bidi="ur-PK"/>
        </w:rPr>
        <w:t>ے بگڑجانے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کے باشندوں کی</w:t>
      </w:r>
      <w:r w:rsidRPr="00E37591">
        <w:rPr>
          <w:rtl/>
          <w:lang w:bidi="ur-PK"/>
        </w:rPr>
        <w:t xml:space="preserve"> عشرت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ہے۔دور حاضر کے انسان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D46A86">
      <w:pPr>
        <w:pStyle w:val="libNormal"/>
        <w:rPr>
          <w:rtl/>
          <w:lang w:bidi="ur-PK"/>
        </w:rPr>
      </w:pP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نے اپنے رہنے سہنے اور کھانے پی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لوازم اتنے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ڑھالئے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آمدن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خرچ کے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ی۔بہتر سے بہتر غذ ااور عمدہ سے عمدہ لباس کے پاک صاف، بلند بالااسبابِ ر</w:t>
      </w:r>
      <w:r w:rsidRPr="00E37591">
        <w:rPr>
          <w:rtl/>
          <w:lang w:bidi="ur-PK"/>
        </w:rPr>
        <w:t>احت س</w:t>
      </w:r>
      <w:r w:rsidRPr="00E37591">
        <w:rPr>
          <w:rFonts w:hint="cs"/>
          <w:rtl/>
          <w:lang w:bidi="ur-PK"/>
        </w:rPr>
        <w:t>ے معمور مکانات بھی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۔پھر سنی</w:t>
      </w:r>
      <w:r w:rsidRPr="00E37591">
        <w:rPr>
          <w:rFonts w:hint="eastAsia"/>
          <w:rtl/>
          <w:lang w:bidi="ur-PK"/>
        </w:rPr>
        <w:t>ما،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،فنونِ</w:t>
      </w:r>
      <w:r w:rsidRPr="00E37591">
        <w:rPr>
          <w:rtl/>
          <w:lang w:bidi="ur-PK"/>
        </w:rPr>
        <w:t xml:space="preserve"> لط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ذوق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ن،</w:t>
      </w:r>
      <w:r w:rsidRPr="00E37591">
        <w:rPr>
          <w:rtl/>
          <w:lang w:bidi="ur-PK"/>
        </w:rPr>
        <w:t xml:space="preserve"> تفر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ہوں کی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اس قسم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جائز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شامل </w:t>
      </w:r>
      <w:r w:rsidRPr="00E37591">
        <w:rPr>
          <w:rFonts w:hint="cs"/>
          <w:rtl/>
          <w:lang w:bidi="ur-PK"/>
        </w:rPr>
        <w:t>ہوگئے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شخص اپنی</w:t>
      </w:r>
      <w:r w:rsidRPr="00E37591">
        <w:rPr>
          <w:rtl/>
          <w:lang w:bidi="ur-PK"/>
        </w:rPr>
        <w:t xml:space="preserve"> آمدن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نالاں اور اپنے خرچ سے پری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کوئی</w:t>
      </w:r>
      <w:r w:rsidRPr="00E37591">
        <w:rPr>
          <w:rtl/>
          <w:lang w:bidi="ur-PK"/>
        </w:rPr>
        <w:t xml:space="preserve"> شخص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طبقہ کی</w:t>
      </w:r>
      <w:r w:rsidRPr="00E37591">
        <w:rPr>
          <w:rtl/>
          <w:lang w:bidi="ur-PK"/>
        </w:rPr>
        <w:t xml:space="preserve"> سطحِ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آن</w:t>
      </w:r>
      <w:r w:rsidRPr="00E37591">
        <w:rPr>
          <w:rFonts w:hint="cs"/>
          <w:rtl/>
          <w:lang w:bidi="ur-PK"/>
        </w:rPr>
        <w:t>ے کے لائق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خودغرض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</w:t>
      </w:r>
      <w:r w:rsidRPr="00E37591">
        <w:rPr>
          <w:rFonts w:hint="cs"/>
          <w:rtl/>
          <w:lang w:bidi="ur-PK"/>
        </w:rPr>
        <w:t>ہے کہ وہ اپنے موجودہ حالات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آئند</w:t>
      </w:r>
      <w:r w:rsidRPr="00E37591">
        <w:rPr>
          <w:rFonts w:hint="cs"/>
          <w:rtl/>
          <w:lang w:bidi="ur-PK"/>
        </w:rPr>
        <w:t>ہ آنے والی</w:t>
      </w:r>
      <w:r w:rsidRPr="00E37591">
        <w:rPr>
          <w:rtl/>
          <w:lang w:bidi="ur-PK"/>
        </w:rPr>
        <w:t xml:space="preserve"> نسلوں پر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لگانا چا</w:t>
      </w:r>
      <w:r w:rsidRPr="00E37591">
        <w:rPr>
          <w:rFonts w:hint="cs"/>
          <w:rtl/>
          <w:lang w:bidi="ur-PK"/>
        </w:rPr>
        <w:t>ہتاہے۔ا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خطر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انسانوں کا اضافہ ہوگی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خرچ کے لئے سامان کہا</w:t>
      </w:r>
      <w:r w:rsidRPr="00E37591">
        <w:rPr>
          <w:rtl/>
          <w:lang w:bidi="ur-PK"/>
        </w:rPr>
        <w:t>ں س</w:t>
      </w:r>
      <w:r w:rsidRPr="00E37591">
        <w:rPr>
          <w:rFonts w:hint="cs"/>
          <w:rtl/>
          <w:lang w:bidi="ur-PK"/>
        </w:rPr>
        <w:t>ے مہی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وطرب اور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سطحِ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محفوظ رک</w:t>
      </w:r>
      <w:r w:rsidRPr="00E37591">
        <w:rPr>
          <w:rFonts w:hint="cs"/>
          <w:rtl/>
          <w:lang w:bidi="ur-PK"/>
        </w:rPr>
        <w:t>ھنے کے لئے دوسروں کو اس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قدم 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ی۔ اس کے آنے کے بعد اپنے وسائل راحت باقی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گ</w:t>
      </w:r>
      <w:r w:rsidRPr="00E37591">
        <w:rPr>
          <w:rFonts w:hint="cs"/>
          <w:rtl/>
          <w:lang w:bidi="ur-PK"/>
        </w:rPr>
        <w:t>ے۔اور گوناگوں مشکلات کا شکار ہونا پڑے گا،زی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محنت کرن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گی</w:t>
      </w:r>
      <w:r w:rsidRPr="00E37591">
        <w:rPr>
          <w:rFonts w:hint="eastAsia"/>
          <w:rtl/>
          <w:lang w:bidi="ur-PK"/>
        </w:rPr>
        <w:t>،ز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داکرنا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گا،زی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سامان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کرنا پ</w:t>
      </w:r>
      <w:r w:rsidRPr="00E37591">
        <w:rPr>
          <w:rFonts w:hint="cs"/>
          <w:rtl/>
          <w:lang w:bidi="ur-PK"/>
        </w:rPr>
        <w:t>ڑے گا،وسائل راحت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حساب پری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لاحق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ی۔اس منزل پرآنے کے بعد ہر انسان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دورا</w:t>
      </w:r>
      <w:r w:rsidRPr="00E37591">
        <w:rPr>
          <w:rFonts w:hint="cs"/>
          <w:rtl/>
          <w:lang w:bidi="ur-PK"/>
        </w:rPr>
        <w:t>ہے پر کھڑاہوجاتاہے 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اپنا سکون واطم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نان،اپن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سطحِ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معاشرت ک</w:t>
      </w:r>
      <w:r w:rsidRPr="00E37591">
        <w:rPr>
          <w:rFonts w:hint="cs"/>
          <w:rtl/>
          <w:lang w:bidi="ur-PK"/>
        </w:rPr>
        <w:t>ے اصول اور اپنی</w:t>
      </w:r>
      <w:r w:rsidRPr="00E37591">
        <w:rPr>
          <w:rtl/>
          <w:lang w:bidi="ur-PK"/>
        </w:rPr>
        <w:t xml:space="preserve"> موجود</w:t>
      </w:r>
      <w:r w:rsidRPr="00E37591">
        <w:rPr>
          <w:rFonts w:hint="cs"/>
          <w:rtl/>
          <w:lang w:bidi="ur-PK"/>
        </w:rPr>
        <w:t>ہ صورتِ حال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دوسری</w:t>
      </w:r>
      <w:r w:rsidRPr="00E37591">
        <w:rPr>
          <w:rtl/>
          <w:lang w:bidi="ur-PK"/>
        </w:rPr>
        <w:t xml:space="preserve"> طرف آن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وجود کا سوال؟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ناانصاف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دوسروں کے وجود کو مٹادی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راحت کو قربان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 اپنے ہاتھوں اپنی</w:t>
      </w:r>
      <w:r w:rsidRPr="00E37591">
        <w:rPr>
          <w:rtl/>
          <w:lang w:bidi="ur-PK"/>
        </w:rPr>
        <w:t xml:space="preserve"> نسل کا خون ب</w:t>
      </w:r>
      <w:r w:rsidRPr="00E37591">
        <w:rPr>
          <w:rFonts w:hint="cs"/>
          <w:rtl/>
          <w:lang w:bidi="ur-PK"/>
        </w:rPr>
        <w:t>ہادی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سطحِ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گراسکتا</w:t>
      </w:r>
      <w:r w:rsidRPr="00E37591">
        <w:rPr>
          <w:rFonts w:hint="cs"/>
          <w:rtl/>
          <w:lang w:bidi="ur-PK"/>
        </w:rPr>
        <w:t>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توقع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چل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سماج کا قاتل بن جائے گا اس لئے جس نے آج اپنی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تباہ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درد محسوس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کل دوسروں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گود ک</w:t>
      </w:r>
      <w:r w:rsidRPr="00E37591">
        <w:rPr>
          <w:rFonts w:hint="cs"/>
          <w:rtl/>
          <w:lang w:bidi="ur-PK"/>
        </w:rPr>
        <w:t>ے پالے ہوئے بچوں کو تہ تی</w:t>
      </w:r>
      <w:r w:rsidRPr="00E37591">
        <w:rPr>
          <w:rFonts w:hint="eastAsia"/>
          <w:rtl/>
          <w:lang w:bidi="ur-PK"/>
        </w:rPr>
        <w:t>غ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محسوس کرسکتا</w:t>
      </w:r>
      <w:r w:rsidRPr="00E37591">
        <w:rPr>
          <w:rFonts w:hint="cs"/>
          <w:rtl/>
          <w:lang w:bidi="ur-PK"/>
        </w:rPr>
        <w:t>ہے؟انسان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چشم پوشی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دوسروں کے اندر عی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تلاش کرتا</w:t>
      </w:r>
      <w:r w:rsidRPr="00E37591">
        <w:rPr>
          <w:rFonts w:hint="cs"/>
          <w:rtl/>
          <w:lang w:bidi="ur-PK"/>
        </w:rPr>
        <w:t xml:space="preserve">ہے 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tl/>
          <w:lang w:bidi="ur-PK"/>
        </w:rPr>
        <w:t xml:space="preserve"> حت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الامکان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کرتا</w:t>
      </w:r>
      <w:r w:rsidRPr="00E37591">
        <w:rPr>
          <w:rFonts w:hint="cs"/>
          <w:rtl/>
          <w:lang w:bidi="ur-PK"/>
        </w:rPr>
        <w:t>ہے کہ دوسروں کے عی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کو جلد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عالم آشکار کرد</w:t>
      </w:r>
      <w:r w:rsidRPr="00E37591">
        <w:rPr>
          <w:rFonts w:hint="cs"/>
          <w:rtl/>
          <w:lang w:bidi="ur-PK"/>
        </w:rPr>
        <w:t>ے تاکہ لوگ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نہ 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پر زورد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افراد کا طرز عمل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اس بات پر توجہ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آنے والی</w:t>
      </w:r>
      <w:r w:rsidRPr="00E37591">
        <w:rPr>
          <w:rtl/>
          <w:lang w:bidi="ur-PK"/>
        </w:rPr>
        <w:t xml:space="preserve"> نسل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کو بگا</w:t>
      </w:r>
      <w:r w:rsidRPr="00E37591">
        <w:rPr>
          <w:rFonts w:hint="cs"/>
          <w:rtl/>
          <w:lang w:bidi="ur-PK"/>
        </w:rPr>
        <w:t>ڑدی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ہوتے ہوئے آبادی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کاتناسب برقرار ن</w:t>
      </w:r>
      <w:r w:rsidRPr="00E37591">
        <w:rPr>
          <w:rFonts w:hint="cs"/>
          <w:rtl/>
          <w:lang w:bidi="ur-PK"/>
        </w:rPr>
        <w:t>ہ رہ سکے گا۔لی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بات پر غور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کہ اس عدم توازن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>''بقدر حص</w:t>
      </w:r>
      <w:r w:rsidRPr="00E37591">
        <w:rPr>
          <w:rFonts w:hint="cs"/>
          <w:rtl/>
          <w:lang w:bidi="ur-PK"/>
        </w:rPr>
        <w:t>ۂ رسدی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ہاتھ ہے۔اور مالتھس کے فلسفہ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بالفرض آج کی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دس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 س</w:t>
      </w:r>
      <w:r w:rsidRPr="00E37591">
        <w:rPr>
          <w:rFonts w:hint="cs"/>
          <w:rtl/>
          <w:lang w:bidi="ur-PK"/>
        </w:rPr>
        <w:t>ے دومن 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حساب برابر چل رہاہے۔لی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اب آئند</w:t>
      </w:r>
      <w:r w:rsidRPr="00E37591">
        <w:rPr>
          <w:rFonts w:hint="cs"/>
          <w:rtl/>
          <w:lang w:bidi="ur-PK"/>
        </w:rPr>
        <w:t>ہ خطرہ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غلہ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من ب</w:t>
      </w:r>
      <w:r w:rsidRPr="00E37591">
        <w:rPr>
          <w:rFonts w:hint="cs"/>
          <w:rtl/>
          <w:lang w:bidi="ur-PK"/>
        </w:rPr>
        <w:t>ڑھے گا اور آبادی</w:t>
      </w:r>
      <w:r w:rsidRPr="00E37591">
        <w:rPr>
          <w:rtl/>
          <w:lang w:bidi="ur-PK"/>
        </w:rPr>
        <w:t xml:space="preserve"> </w:t>
      </w:r>
      <w:r w:rsidR="00C104B3" w:rsidRPr="00E37591">
        <w:rPr>
          <w:rFonts w:hint="cs"/>
          <w:rtl/>
          <w:lang w:bidi="ur-PK"/>
        </w:rPr>
        <w:t>20</w:t>
      </w:r>
      <w:r w:rsidRPr="00E37591">
        <w:rPr>
          <w:rFonts w:hint="cs"/>
          <w:rtl/>
          <w:lang w:bidi="ur-PK"/>
        </w:rPr>
        <w:t xml:space="preserve"> آدمی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ڑھے گی۔ ا</w:t>
      </w:r>
      <w:r w:rsidRPr="00E37591">
        <w:rPr>
          <w:rFonts w:hint="eastAsia"/>
          <w:rtl/>
          <w:lang w:bidi="ur-PK"/>
        </w:rPr>
        <w:t>وراس</w:t>
      </w:r>
      <w:r w:rsidRPr="00E37591">
        <w:rPr>
          <w:rtl/>
          <w:lang w:bidi="ur-PK"/>
        </w:rPr>
        <w:t xml:space="preserve"> طرح دس آدم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خوراک کا مسئل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بن جائ</w:t>
      </w:r>
      <w:r w:rsidRPr="00E37591">
        <w:rPr>
          <w:rFonts w:hint="cs"/>
          <w:rtl/>
          <w:lang w:bidi="ur-PK"/>
        </w:rPr>
        <w:t>ے گا۔اس لئے دس آدمی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کوآن</w:t>
      </w:r>
      <w:r w:rsidRPr="00E37591">
        <w:rPr>
          <w:rFonts w:hint="cs"/>
          <w:rtl/>
          <w:lang w:bidi="ur-PK"/>
        </w:rPr>
        <w:t>ے سے روک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آئندہ کی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بڑھنے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آئند</w:t>
      </w:r>
      <w:r w:rsidRPr="00E37591">
        <w:rPr>
          <w:rFonts w:hint="cs"/>
          <w:rtl/>
          <w:lang w:bidi="ur-PK"/>
        </w:rPr>
        <w:t>ہ آنے والی</w:t>
      </w:r>
      <w:r w:rsidRPr="00E37591">
        <w:rPr>
          <w:rtl/>
          <w:lang w:bidi="ur-PK"/>
        </w:rPr>
        <w:t xml:space="preserve"> نسل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ہاتھ تو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</w:t>
      </w:r>
      <w:r w:rsidRPr="00E37591">
        <w:rPr>
          <w:rFonts w:hint="cs"/>
          <w:rtl/>
          <w:lang w:bidi="ur-PK"/>
        </w:rPr>
        <w:t>ہ نسل کا بھی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لوگ دس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ہوئے ہوتے اور پندرہ 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جاتے تو آئندہ کے لوگ بھی</w:t>
      </w:r>
      <w:r w:rsidRPr="00E37591">
        <w:rPr>
          <w:rtl/>
          <w:lang w:bidi="ur-PK"/>
        </w:rPr>
        <w:t xml:space="preserve"> 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ہوتے اور مصی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ہوتی۔اس لئے مسئلہ کو حل کرنے کی</w:t>
      </w:r>
      <w:r w:rsidRPr="00E37591">
        <w:rPr>
          <w:rtl/>
          <w:lang w:bidi="ur-PK"/>
        </w:rPr>
        <w:t xml:space="preserve"> دو صورت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۔آنے والی</w:t>
      </w:r>
      <w:r w:rsidRPr="00E37591">
        <w:rPr>
          <w:rtl/>
          <w:lang w:bidi="ur-PK"/>
        </w:rPr>
        <w:t xml:space="preserve"> نسل کو 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بجائے تی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اموجود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نسل کو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کر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خودغرض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خود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 چ</w:t>
      </w:r>
      <w:r w:rsidRPr="00E37591">
        <w:rPr>
          <w:rFonts w:hint="cs"/>
          <w:rtl/>
          <w:lang w:bidi="ur-PK"/>
        </w:rPr>
        <w:t>ھوڑنا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ہتااور دوسروں کو آنے سے روک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صرف اس لئ</w:t>
      </w:r>
      <w:r w:rsidRPr="00E37591">
        <w:rPr>
          <w:rFonts w:hint="cs"/>
          <w:rtl/>
          <w:lang w:bidi="ur-PK"/>
        </w:rPr>
        <w:t>ے کہ قدرت نے آنے والی</w:t>
      </w:r>
      <w:r w:rsidRPr="00E37591">
        <w:rPr>
          <w:rtl/>
          <w:lang w:bidi="ur-PK"/>
        </w:rPr>
        <w:t xml:space="preserve"> نسل کا سلسل</w:t>
      </w:r>
      <w:r w:rsidRPr="00E37591">
        <w:rPr>
          <w:rFonts w:hint="cs"/>
          <w:rtl/>
          <w:lang w:bidi="ur-PK"/>
        </w:rPr>
        <w:t>ہ وجود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ناجائز فائدہ اٹھانا چاہتاہے۔کاش ان فی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پر زورد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افراد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سوچا</w:t>
      </w:r>
      <w:r w:rsidRPr="00E37591">
        <w:rPr>
          <w:rFonts w:hint="cs"/>
          <w:rtl/>
          <w:lang w:bidi="ur-PK"/>
        </w:rPr>
        <w:t xml:space="preserve">ہوتا کہ </w:t>
      </w:r>
      <w:r w:rsidRPr="00E37591">
        <w:rPr>
          <w:rFonts w:hint="eastAsia"/>
          <w:rtl/>
          <w:lang w:bidi="ur-PK"/>
        </w:rPr>
        <w:t>اگر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پشت پ</w:t>
      </w:r>
      <w:r w:rsidRPr="00E37591">
        <w:rPr>
          <w:rFonts w:hint="cs"/>
          <w:rtl/>
          <w:lang w:bidi="ur-PK"/>
        </w:rPr>
        <w:t>ہلے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تو آج ان کا وجود کتمِ عدم ک</w:t>
      </w:r>
      <w:r w:rsidRPr="00E37591">
        <w:rPr>
          <w:rFonts w:hint="cs"/>
          <w:rtl/>
          <w:lang w:bidi="ur-PK"/>
        </w:rPr>
        <w:t>ے گوشے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ہوتااور ان کی</w:t>
      </w:r>
      <w:r w:rsidRPr="00E37591">
        <w:rPr>
          <w:rtl/>
          <w:lang w:bidi="ur-PK"/>
        </w:rPr>
        <w:t xml:space="preserve"> پلاننگ کا پرچم کس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ہراتا؟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خود غرض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وجود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موجودہ صورتِ حال کو سدھارنے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بن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ہٹای</w:t>
      </w:r>
      <w:r w:rsidRPr="00E37591">
        <w:rPr>
          <w:rFonts w:hint="eastAsia"/>
          <w:rtl/>
          <w:lang w:bidi="ur-PK"/>
        </w:rPr>
        <w:t>اجا</w:t>
      </w:r>
      <w:r w:rsidRPr="00E37591">
        <w:rPr>
          <w:rtl/>
          <w:lang w:bidi="ur-PK"/>
        </w:rPr>
        <w:t xml:space="preserve"> سکتا</w:t>
      </w:r>
      <w:r w:rsidRPr="00E37591">
        <w:rPr>
          <w:rFonts w:hint="cs"/>
          <w:rtl/>
          <w:lang w:bidi="ur-PK"/>
        </w:rPr>
        <w:t>۔آئندہ آنے والے تو ااج کی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زبردست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بوج</w:t>
      </w:r>
      <w:r w:rsidRPr="00E37591">
        <w:rPr>
          <w:rFonts w:hint="cs"/>
          <w:rtl/>
          <w:lang w:bidi="ur-PK"/>
        </w:rPr>
        <w:t>ھ بن کر آرہے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مدت تک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>ں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۔اس لئے ان کا روکنا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نسل نے بھی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ے مشکلات کو حل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۔بلکہ اپنے پہلے کی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پر بوج</w:t>
      </w:r>
      <w:r w:rsidRPr="00E37591">
        <w:rPr>
          <w:rFonts w:hint="cs"/>
          <w:rtl/>
          <w:lang w:bidi="ur-PK"/>
        </w:rPr>
        <w:t>ھ ہی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ہی۔وہ تو اس نسل کا رحم وکرم تھاکہ اسے اتنے دنوں تک رہنانصی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ہوااور اس نے</w:t>
      </w:r>
      <w:r w:rsidRPr="00E37591">
        <w:rPr>
          <w:rtl/>
          <w:lang w:bidi="ur-PK"/>
        </w:rPr>
        <w:t xml:space="preserve"> آن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نارواف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کرنا شروع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موجود</w:t>
      </w:r>
      <w:r w:rsidRPr="00E37591">
        <w:rPr>
          <w:rFonts w:hint="cs"/>
          <w:rtl/>
          <w:lang w:bidi="ur-PK"/>
        </w:rPr>
        <w:t>ہ نسل کو تو اپنی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تھا۔وہی</w:t>
      </w:r>
      <w:r w:rsidRPr="00E37591">
        <w:rPr>
          <w:rtl/>
          <w:lang w:bidi="ur-PK"/>
        </w:rPr>
        <w:t xml:space="preserve"> نسل </w:t>
      </w:r>
      <w:r w:rsidRPr="00E37591">
        <w:rPr>
          <w:rFonts w:hint="cs"/>
          <w:rtl/>
          <w:lang w:bidi="ur-PK"/>
        </w:rPr>
        <w:t>ہے جس نے برسہابرس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صرف کرن</w:t>
      </w:r>
      <w:r w:rsidRPr="00E37591">
        <w:rPr>
          <w:rFonts w:hint="cs"/>
          <w:rtl/>
          <w:lang w:bidi="ur-PK"/>
        </w:rPr>
        <w:t>ے کے بعد بھی</w:t>
      </w:r>
      <w:r w:rsidRPr="00E37591">
        <w:rPr>
          <w:rtl/>
          <w:lang w:bidi="ur-PK"/>
        </w:rPr>
        <w:t xml:space="preserve">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مشکل کا انداز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تلاش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نسل کو تو آن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نام پرقربان ہوجانا چاہئے تھاکہ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ادراک ک</w:t>
      </w:r>
      <w:r w:rsidRPr="00E37591">
        <w:rPr>
          <w:rFonts w:hint="cs"/>
          <w:rtl/>
          <w:lang w:bidi="ur-PK"/>
        </w:rPr>
        <w:t>ے ساتھ مسئلہ کے حل کے بھی</w:t>
      </w:r>
      <w:r w:rsidRPr="00E37591">
        <w:rPr>
          <w:rtl/>
          <w:lang w:bidi="ur-PK"/>
        </w:rPr>
        <w:t xml:space="preserve"> امکانات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صرف چند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کا مفاد،چند اقتدار ک</w:t>
      </w:r>
      <w:r w:rsidRPr="00E37591">
        <w:rPr>
          <w:rFonts w:hint="cs"/>
          <w:rtl/>
          <w:lang w:bidi="ur-PK"/>
        </w:rPr>
        <w:t>ے بھوکوں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 کارفرماہے۔ان کا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لوگ ہمارے بڑھتے ہوئے سرمایہ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نہ 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باورکراد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ملک کی</w:t>
      </w:r>
      <w:r w:rsidRPr="00E37591">
        <w:rPr>
          <w:rtl/>
          <w:lang w:bidi="ur-PK"/>
        </w:rPr>
        <w:t xml:space="preserve"> بگ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غذائ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صورتِ حال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گودام کا کوئی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ہے نہ بی</w:t>
      </w:r>
      <w:r w:rsidRPr="00E37591">
        <w:rPr>
          <w:rFonts w:hint="eastAsia"/>
          <w:rtl/>
          <w:lang w:bidi="ur-PK"/>
        </w:rPr>
        <w:t>نکوں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لاکرزکا، اس کا حل نہ اقتدار کی</w:t>
      </w:r>
      <w:r w:rsidRPr="00E37591">
        <w:rPr>
          <w:rtl/>
          <w:lang w:bidi="ur-PK"/>
        </w:rPr>
        <w:t xml:space="preserve"> گرفت کو </w:t>
      </w:r>
      <w:r w:rsidRPr="00E37591">
        <w:rPr>
          <w:rFonts w:hint="cs"/>
          <w:rtl/>
          <w:lang w:bidi="ur-PK"/>
        </w:rPr>
        <w:t>ڈھی</w:t>
      </w:r>
      <w:r w:rsidRPr="00E37591">
        <w:rPr>
          <w:rFonts w:hint="eastAsia"/>
          <w:rtl/>
          <w:lang w:bidi="ur-PK"/>
        </w:rPr>
        <w:t>لا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نکل سکتاہے اور نہ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ملک کا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 xml:space="preserve">ے ملک کو مفت </w:t>
      </w:r>
      <w:r w:rsidRPr="00E37591">
        <w:rPr>
          <w:rFonts w:hint="eastAsia"/>
          <w:rtl/>
          <w:lang w:bidi="ur-PK"/>
        </w:rPr>
        <w:t>سپلائ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پوچھی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فی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تحفظ پر ہے تو امری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وہاں جبری</w:t>
      </w:r>
      <w:r w:rsidRPr="00E37591">
        <w:rPr>
          <w:rtl/>
          <w:lang w:bidi="ur-PK"/>
        </w:rPr>
        <w:t xml:space="preserve"> طور پر بچوں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روکا جاتا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جن حالات سے دوچارہی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جن نعمتوں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بسرکر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الحال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بھی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مستقبل سے غافل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۔انہوں نے مستقبل کے لئے دواہم تدبی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سوچ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دوسر</w:t>
      </w:r>
      <w:r w:rsidRPr="00E37591">
        <w:rPr>
          <w:rFonts w:hint="cs"/>
          <w:rtl/>
          <w:lang w:bidi="ur-PK"/>
        </w:rPr>
        <w:t>ے ممالک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 اپنے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ہٹانے کے لئے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ے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ہے۔اور فی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رائج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دوسری</w:t>
      </w:r>
      <w:r w:rsidRPr="00E37591">
        <w:rPr>
          <w:rtl/>
          <w:lang w:bidi="ur-PK"/>
        </w:rPr>
        <w:t xml:space="preserve"> طرف اپن</w:t>
      </w:r>
      <w:r w:rsidRPr="00E37591">
        <w:rPr>
          <w:rFonts w:hint="cs"/>
          <w:rtl/>
          <w:lang w:bidi="ur-PK"/>
        </w:rPr>
        <w:t>ے ملک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بدکار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اتنا عام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شخص اپنی</w:t>
      </w:r>
      <w:r w:rsidRPr="00E37591">
        <w:rPr>
          <w:rtl/>
          <w:lang w:bidi="ur-PK"/>
        </w:rPr>
        <w:t xml:space="preserve"> جنس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بج</w:t>
      </w:r>
      <w:r w:rsidRPr="00E37591">
        <w:rPr>
          <w:rFonts w:hint="cs"/>
          <w:rtl/>
          <w:lang w:bidi="ur-PK"/>
        </w:rPr>
        <w:t>ھانے کو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سمجھتاہے۔بچہ پی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بچہ ماں باپ کی</w:t>
      </w:r>
      <w:r w:rsidRPr="00E37591">
        <w:rPr>
          <w:rtl/>
          <w:lang w:bidi="ur-PK"/>
        </w:rPr>
        <w:t xml:space="preserve"> جنس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ہرحال کسی</w:t>
      </w:r>
      <w:r w:rsidRPr="00E37591">
        <w:rPr>
          <w:rtl/>
          <w:lang w:bidi="ur-PK"/>
        </w:rPr>
        <w:t xml:space="preserve"> حدتک مخل </w:t>
      </w:r>
      <w:r w:rsidRPr="00E37591">
        <w:rPr>
          <w:rFonts w:hint="cs"/>
          <w:rtl/>
          <w:lang w:bidi="ur-PK"/>
        </w:rPr>
        <w:t>ہوتاہے اس لئے وہ اپنے راستے سے کانٹے کوہٹانے کے لئے خودہی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۔کسی</w:t>
      </w:r>
      <w:r w:rsidRPr="00E37591">
        <w:rPr>
          <w:rtl/>
          <w:lang w:bidi="ur-PK"/>
        </w:rPr>
        <w:t xml:space="preserve"> قانون اور قاعد</w:t>
      </w:r>
      <w:r w:rsidRPr="00E37591">
        <w:rPr>
          <w:rFonts w:hint="cs"/>
          <w:rtl/>
          <w:lang w:bidi="ur-PK"/>
        </w:rPr>
        <w:t>ہ کے وضع کرنے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</w:t>
      </w:r>
    </w:p>
    <w:p w:rsidR="00E47EA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مختصر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ممالک ن</w:t>
      </w:r>
      <w:r w:rsidRPr="00E37591">
        <w:rPr>
          <w:rFonts w:hint="cs"/>
          <w:rtl/>
          <w:lang w:bidi="ur-PK"/>
        </w:rPr>
        <w:t>ے اپنے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تحفظ اور اپنے اقتدار کی</w:t>
      </w:r>
      <w:r w:rsidRPr="00E37591">
        <w:rPr>
          <w:rtl/>
          <w:lang w:bidi="ur-PK"/>
        </w:rPr>
        <w:t xml:space="preserve"> گرفت کو مضبوط رک</w:t>
      </w:r>
      <w:r w:rsidRPr="00E37591">
        <w:rPr>
          <w:rFonts w:hint="cs"/>
          <w:rtl/>
          <w:lang w:bidi="ur-PK"/>
        </w:rPr>
        <w:t>ھنے کے لئے دوسرے کمزورو ناتوان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نسل 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رائج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ان ممالک کے آدمی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اور الج</w:t>
      </w:r>
      <w:r w:rsidRPr="00E37591">
        <w:rPr>
          <w:rFonts w:hint="cs"/>
          <w:rtl/>
          <w:lang w:bidi="ur-PK"/>
        </w:rPr>
        <w:t>ھنوں کا سبب ملک کے اندر اور آنے والی</w:t>
      </w:r>
      <w:r w:rsidRPr="00E37591">
        <w:rPr>
          <w:rtl/>
          <w:lang w:bidi="ur-PK"/>
        </w:rPr>
        <w:t xml:space="preserve"> نسل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تلاش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ملک کے باہر کائنات کے بی</w:t>
      </w:r>
      <w:r w:rsidRPr="00E37591">
        <w:rPr>
          <w:rFonts w:hint="eastAsia"/>
          <w:rtl/>
          <w:lang w:bidi="ur-PK"/>
        </w:rPr>
        <w:t>شتر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 قابض صاحبانِ </w:t>
      </w:r>
    </w:p>
    <w:p w:rsidR="00E47EA0" w:rsidRPr="00E37591" w:rsidRDefault="00E47EA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E47EA0" w:rsidRPr="00E37591" w:rsidRDefault="00E47EA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اقتدارک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نہ ہونے پائی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نکات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 کر یہ</w:t>
      </w:r>
      <w:r w:rsidRPr="00E37591">
        <w:rPr>
          <w:rtl/>
          <w:lang w:bidi="ur-PK"/>
        </w:rPr>
        <w:t xml:space="preserve"> اعلان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>:</w:t>
      </w:r>
    </w:p>
    <w:p w:rsidR="00824138" w:rsidRPr="00E37591" w:rsidRDefault="00896A7C" w:rsidP="00FA78C3">
      <w:pPr>
        <w:pStyle w:val="libAie"/>
        <w:rPr>
          <w:rtl/>
          <w:lang w:bidi="ur-PK"/>
        </w:rPr>
      </w:pPr>
      <w:r>
        <w:rPr>
          <w:rFonts w:hint="cs"/>
          <w:rtl/>
          <w:lang w:bidi="ur-PK"/>
        </w:rPr>
        <w:t>(إ</w:t>
      </w:r>
      <w:r w:rsidR="00824138" w:rsidRPr="00E37591">
        <w:rPr>
          <w:rtl/>
          <w:lang w:bidi="ur-PK"/>
        </w:rPr>
        <w:t>ن</w:t>
      </w:r>
      <w:r w:rsidR="00824138" w:rsidRPr="00E37591">
        <w:rPr>
          <w:rFonts w:hint="cs"/>
          <w:rtl/>
          <w:lang w:bidi="ur-PK"/>
        </w:rPr>
        <w:t>ْ مِنْ شَیْ</w:t>
      </w:r>
      <w:r w:rsidR="00824138" w:rsidRPr="00E37591">
        <w:rPr>
          <w:rFonts w:hint="eastAsia"/>
          <w:rtl/>
          <w:lang w:bidi="ur-PK"/>
        </w:rPr>
        <w:t>ئٍ</w:t>
      </w:r>
      <w:r w:rsidR="00824138" w:rsidRPr="00E37591">
        <w:rPr>
          <w:rtl/>
          <w:lang w:bidi="ur-PK"/>
        </w:rPr>
        <w:t xml:space="preserve"> ِلاَّ عِن</w:t>
      </w:r>
      <w:r w:rsidR="00824138" w:rsidRPr="00E37591">
        <w:rPr>
          <w:rFonts w:hint="cs"/>
          <w:rtl/>
          <w:lang w:bidi="ur-PK"/>
        </w:rPr>
        <w:t>ْدَنَا خَزَائِنُ</w:t>
      </w:r>
      <w:r w:rsidR="000940C2" w:rsidRPr="00E37591">
        <w:rPr>
          <w:rFonts w:hint="cs"/>
          <w:rtl/>
          <w:lang w:bidi="ur-PK"/>
        </w:rPr>
        <w:t>ه</w:t>
      </w:r>
      <w:r w:rsidR="00824138" w:rsidRPr="00E37591">
        <w:rPr>
          <w:rFonts w:hint="cs"/>
          <w:rtl/>
          <w:lang w:bidi="ur-PK"/>
        </w:rPr>
        <w:t>ُ وَمَا نُنَزِّلُ</w:t>
      </w:r>
      <w:r w:rsidR="000940C2" w:rsidRPr="00E37591">
        <w:rPr>
          <w:rFonts w:hint="cs"/>
          <w:rtl/>
          <w:lang w:bidi="ur-PK"/>
        </w:rPr>
        <w:t>ه</w:t>
      </w:r>
      <w:r w:rsidR="00824138" w:rsidRPr="00E37591">
        <w:rPr>
          <w:rFonts w:hint="cs"/>
          <w:rtl/>
          <w:lang w:bidi="ur-PK"/>
        </w:rPr>
        <w:t>ُ ِلاَّ بِقَدَرٍ مَعْلُومٍ)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ہمارے</w:t>
      </w:r>
      <w:r w:rsidRPr="00E37591">
        <w:rPr>
          <w:rtl/>
          <w:lang w:bidi="ur-PK"/>
        </w:rPr>
        <w:t xml:space="preserve"> پاس </w:t>
      </w:r>
      <w:r w:rsidRPr="00E37591">
        <w:rPr>
          <w:rFonts w:hint="cs"/>
          <w:rtl/>
          <w:lang w:bidi="ur-PK"/>
        </w:rPr>
        <w:t>ہر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خزانے موجود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 صرف بقدر معلوم نازل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(حجر/</w:t>
      </w:r>
      <w:r w:rsidR="00C104B3" w:rsidRPr="00E37591">
        <w:rPr>
          <w:rFonts w:hint="cs"/>
          <w:rtl/>
          <w:lang w:bidi="ur-PK"/>
        </w:rPr>
        <w:t>21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کائنات ک</w:t>
      </w:r>
      <w:r w:rsidRPr="00E37591">
        <w:rPr>
          <w:rFonts w:hint="cs"/>
          <w:rtl/>
          <w:lang w:bidi="ur-PK"/>
        </w:rPr>
        <w:t>ے واقعی</w:t>
      </w:r>
      <w:r w:rsidRPr="00E37591">
        <w:rPr>
          <w:rtl/>
          <w:lang w:bidi="ur-PK"/>
        </w:rPr>
        <w:t xml:space="preserve">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ہوں سے پوشی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ان سب سے آگاہ اور باخبر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۔جب جس قدر ضرورت محسوس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نازل فرمات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اعلان پر اعتماد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مالت</w:t>
      </w:r>
      <w:r w:rsidRPr="00E37591">
        <w:rPr>
          <w:rFonts w:hint="cs"/>
          <w:rtl/>
          <w:lang w:bidi="ur-PK"/>
        </w:rPr>
        <w:t>ھس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علماء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مجہول افکار نے اسے گمراہ نہ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ہوتاتو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سام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نہ ہوتااور وہ اپنی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ھوں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کائنات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بقدر ضرورت سامان آج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 اور قرآنی</w:t>
      </w:r>
      <w:r w:rsidRPr="00E37591">
        <w:rPr>
          <w:rtl/>
          <w:lang w:bidi="ur-PK"/>
        </w:rPr>
        <w:t xml:space="preserve"> وعد</w:t>
      </w:r>
      <w:r w:rsidRPr="00E37591">
        <w:rPr>
          <w:rFonts w:hint="cs"/>
          <w:rtl/>
          <w:lang w:bidi="ur-PK"/>
        </w:rPr>
        <w:t>ے کے مطابق کل جب نسل بڑھے گی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نعمت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نازل </w:t>
      </w:r>
      <w:r w:rsidRPr="00E37591">
        <w:rPr>
          <w:rFonts w:hint="cs"/>
          <w:rtl/>
          <w:lang w:bidi="ur-PK"/>
        </w:rPr>
        <w:t>ہوں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 ف اس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اولاد کو فقر وفاق</w:t>
      </w:r>
      <w:r w:rsidRPr="00E37591">
        <w:rPr>
          <w:rFonts w:hint="cs"/>
          <w:rtl/>
          <w:lang w:bidi="ur-PK"/>
        </w:rPr>
        <w:t>ہ کے خوف سے قتل نہ کرو۔ہم تمہی</w:t>
      </w:r>
      <w:r w:rsidRPr="00E37591">
        <w:rPr>
          <w:rFonts w:hint="eastAsia"/>
          <w:rtl/>
          <w:lang w:bidi="ur-PK"/>
        </w:rPr>
        <w:t>ںب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رزق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ھی۔</w:t>
      </w:r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اگر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 کام تم ن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ہوتااور</w:t>
      </w:r>
      <w:r w:rsidRPr="00E37591">
        <w:rPr>
          <w:rtl/>
          <w:lang w:bidi="ur-PK"/>
        </w:rPr>
        <w:t xml:space="preserve"> رزق پ</w:t>
      </w:r>
      <w:r w:rsidRPr="00E37591">
        <w:rPr>
          <w:rFonts w:hint="cs"/>
          <w:rtl/>
          <w:lang w:bidi="ur-PK"/>
        </w:rPr>
        <w:t>ہنچانا تمہارا کام ہوتاتو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جسے اپنے عی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وعشرت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رکاو</w:t>
      </w:r>
      <w:r w:rsidRPr="00E37591">
        <w:rPr>
          <w:rFonts w:hint="cs"/>
          <w:rtl/>
          <w:lang w:bidi="ur-PK"/>
        </w:rPr>
        <w:t>ٹ پی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ھو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تباہ وبرباد کر دو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</w:t>
      </w:r>
      <w:r w:rsidRPr="00E37591">
        <w:rPr>
          <w:rFonts w:hint="cs"/>
          <w:rtl/>
          <w:lang w:bidi="ur-PK"/>
        </w:rPr>
        <w:t>ہم نے رزق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ہارے سر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خلقت کاکام تمہارے حوالے نہی</w:t>
      </w:r>
      <w:r w:rsidRPr="00E37591">
        <w:rPr>
          <w:rtl/>
          <w:lang w:bidi="ur-PK"/>
        </w:rPr>
        <w:t>ں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احق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ہنچاہے کہ ہماری</w:t>
      </w:r>
      <w:r w:rsidRPr="00E37591">
        <w:rPr>
          <w:rtl/>
          <w:lang w:bidi="ur-PK"/>
        </w:rPr>
        <w:t xml:space="preserve"> مخلوق کو </w:t>
      </w:r>
      <w:r w:rsidRPr="00E37591">
        <w:rPr>
          <w:rFonts w:hint="cs"/>
          <w:rtl/>
          <w:lang w:bidi="ur-PK"/>
        </w:rPr>
        <w:t>ہمارے اوپر اعتماد نہ کرتے ہوئے تباہ برباد کردو۔ی</w:t>
      </w:r>
      <w:r w:rsidRPr="00E37591">
        <w:rPr>
          <w:rFonts w:hint="eastAsia"/>
          <w:rtl/>
          <w:lang w:bidi="ur-PK"/>
        </w:rPr>
        <w:t>ادک</w:t>
      </w:r>
      <w:r w:rsidRPr="00E37591">
        <w:rPr>
          <w:rFonts w:hint="cs"/>
          <w:rtl/>
          <w:lang w:bidi="ur-PK"/>
        </w:rPr>
        <w:t>ھو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پلاننگ اپن</w:t>
      </w:r>
      <w:r w:rsidRPr="00E37591">
        <w:rPr>
          <w:rFonts w:hint="cs"/>
          <w:rtl/>
          <w:lang w:bidi="ur-PK"/>
        </w:rPr>
        <w:t>ے نفس پر تصرف کا نام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آنے والی</w:t>
      </w:r>
      <w:r w:rsidRPr="00E37591">
        <w:rPr>
          <w:rtl/>
          <w:lang w:bidi="ur-PK"/>
        </w:rPr>
        <w:t xml:space="preserve"> نسل کا راست</w:t>
      </w:r>
      <w:r w:rsidRPr="00E37591">
        <w:rPr>
          <w:rFonts w:hint="cs"/>
          <w:rtl/>
          <w:lang w:bidi="ur-PK"/>
        </w:rPr>
        <w:t>ہ روکنے کی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ہے۔اپنے نفس پر تصرف کا مطلب تویہ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عی</w:t>
      </w:r>
      <w:r w:rsidRPr="00E37591">
        <w:rPr>
          <w:rFonts w:hint="eastAsia"/>
          <w:rtl/>
          <w:lang w:bidi="ur-PK"/>
        </w:rPr>
        <w:t>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راستے رک </w:t>
      </w:r>
      <w:r w:rsidRPr="00E37591">
        <w:rPr>
          <w:rFonts w:hint="eastAsia"/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ں،ناجائز</w:t>
      </w:r>
      <w:r w:rsidRPr="00E37591">
        <w:rPr>
          <w:rtl/>
          <w:lang w:bidi="ur-PK"/>
        </w:rPr>
        <w:t xml:space="preserve"> تعلقات بند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ں،شاد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بعدعورتوں سے انسانوں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تعلقات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غالب ن</w:t>
      </w:r>
      <w:r w:rsidRPr="00E37591">
        <w:rPr>
          <w:rFonts w:hint="cs"/>
          <w:rtl/>
          <w:lang w:bidi="ur-PK"/>
        </w:rPr>
        <w:t>ہ آنے پائے نہ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نسل کش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شامل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D510C">
      <w:pPr>
        <w:pStyle w:val="libCenterBold2"/>
        <w:rPr>
          <w:rtl/>
          <w:lang w:bidi="ur-PK"/>
        </w:rPr>
      </w:pPr>
      <w:bookmarkStart w:id="51" w:name="_Toc468966783"/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نظرکتاب</w:t>
      </w:r>
      <w:bookmarkEnd w:id="5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نظرکتاب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ہے؟اس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توآپ کو کتاب کے پڑھنے کے بعدہی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ہوسکے گا۔لی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عراق وحجاز اور مصر وشام ک</w:t>
      </w:r>
      <w:r w:rsidRPr="00E37591">
        <w:rPr>
          <w:rFonts w:hint="cs"/>
          <w:rtl/>
          <w:lang w:bidi="ur-PK"/>
        </w:rPr>
        <w:t>ے ارباب جرائد ورسائل کے تبصروں کی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جاسکتاہے کہ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موضوع پر عالم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 تک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جامع کتاب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tl/>
          <w:lang w:bidi="ur-PK"/>
        </w:rPr>
        <w:t>ں اسلام ک</w:t>
      </w:r>
      <w:r w:rsidRPr="00E37591">
        <w:rPr>
          <w:rFonts w:hint="cs"/>
          <w:rtl/>
          <w:lang w:bidi="ur-PK"/>
        </w:rPr>
        <w:t>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نظام</w:t>
      </w:r>
      <w:r w:rsidRPr="00E37591">
        <w:rPr>
          <w:rFonts w:hint="cs"/>
          <w:rtl/>
          <w:lang w:bidi="ur-PK"/>
        </w:rPr>
        <w:t>ہائے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مکمل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تبصر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 اسلامی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خاک</w:t>
      </w:r>
      <w:r w:rsidRPr="00E37591">
        <w:rPr>
          <w:rFonts w:hint="cs"/>
          <w:rtl/>
          <w:lang w:bidi="ur-PK"/>
        </w:rPr>
        <w:t>ہ بھی۔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نظرکتاب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کتاب </w:t>
      </w:r>
      <w:r w:rsidRPr="00E37591">
        <w:rPr>
          <w:rFonts w:hint="cs"/>
          <w:rtl/>
          <w:lang w:bidi="ur-PK"/>
        </w:rPr>
        <w:t>ہے جو اس جامعی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تصنی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کتاب کو بی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معجزۂ فکروفن سے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مبالغ</w:t>
      </w:r>
      <w:r w:rsidRPr="00E37591">
        <w:rPr>
          <w:rFonts w:hint="cs"/>
          <w:rtl/>
          <w:lang w:bidi="ur-PK"/>
        </w:rPr>
        <w:t>ہ نہ ہوگا۔ اس کی</w:t>
      </w:r>
      <w:r w:rsidRPr="00E37591">
        <w:rPr>
          <w:rtl/>
          <w:lang w:bidi="ur-PK"/>
        </w:rPr>
        <w:t xml:space="preserve"> تصن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کا کام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دماغ ن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نجف اشرف ک</w:t>
      </w:r>
      <w:r w:rsidRPr="00E37591">
        <w:rPr>
          <w:rFonts w:hint="cs"/>
          <w:rtl/>
          <w:lang w:bidi="ur-PK"/>
        </w:rPr>
        <w:t>ے فقہی</w:t>
      </w:r>
      <w:r w:rsidRPr="00E37591">
        <w:rPr>
          <w:rtl/>
          <w:lang w:bidi="ur-PK"/>
        </w:rPr>
        <w:t xml:space="preserve"> ماحول کا پرورش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وتمح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</w:t>
      </w:r>
      <w:r w:rsidRPr="00E37591">
        <w:rPr>
          <w:rtl/>
          <w:lang w:bidi="ur-PK"/>
        </w:rPr>
        <w:t xml:space="preserve">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نے اداکی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تمام ترفق</w:t>
      </w:r>
      <w:r w:rsidRPr="00E37591">
        <w:rPr>
          <w:rFonts w:hint="cs"/>
          <w:rtl/>
          <w:lang w:bidi="ur-PK"/>
        </w:rPr>
        <w:t>ہ واصول کے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ڈھلاہواہے۔جہاں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مخصوص زاو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بحث کی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مخصوص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کو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جولانگا</w:t>
      </w:r>
      <w:r w:rsidRPr="00E37591">
        <w:rPr>
          <w:rFonts w:hint="cs"/>
          <w:rtl/>
          <w:lang w:bidi="ur-PK"/>
        </w:rPr>
        <w:t>ہ بنای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ہے،لی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استاد محترم دام ظل</w:t>
      </w:r>
      <w:r w:rsidRPr="00E37591">
        <w:rPr>
          <w:rFonts w:hint="cs"/>
          <w:rtl/>
          <w:lang w:bidi="ur-PK"/>
        </w:rPr>
        <w:t>ہ نے ماحول کے شکنجوں کو توڑکر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وع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ھاہے۔دنی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مطالع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ہے۔ان کے افکار واصول کوعقل ومنطق کی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زان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 تولااور پرکھاہے اور آخر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جدوج</w:t>
      </w:r>
      <w:r w:rsidRPr="00E37591">
        <w:rPr>
          <w:rFonts w:hint="cs"/>
          <w:rtl/>
          <w:lang w:bidi="ur-PK"/>
        </w:rPr>
        <w:t>ہد کو کتابی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دور حاضر کا شا</w:t>
      </w:r>
      <w:r w:rsidRPr="00E37591">
        <w:rPr>
          <w:rFonts w:hint="cs"/>
          <w:rtl/>
          <w:lang w:bidi="ur-PK"/>
        </w:rPr>
        <w:t>ہکار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مصنف کی</w:t>
      </w:r>
      <w:r w:rsidRPr="00E37591">
        <w:rPr>
          <w:rtl/>
          <w:lang w:bidi="ur-PK"/>
        </w:rPr>
        <w:t xml:space="preserve"> وسعت نظرکا بر</w:t>
      </w:r>
      <w:r w:rsidRPr="00E37591">
        <w:rPr>
          <w:rFonts w:hint="cs"/>
          <w:rtl/>
          <w:lang w:bidi="ur-PK"/>
        </w:rPr>
        <w:t>ہان قاطع بھی۔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کتاب ک</w:t>
      </w:r>
      <w:r w:rsidRPr="00E37591">
        <w:rPr>
          <w:rFonts w:hint="cs"/>
          <w:rtl/>
          <w:lang w:bidi="ur-PK"/>
        </w:rPr>
        <w:t>ے مطالعہ کے وقت اس بات کا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افسانو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کتاب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ارومان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ناول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ادب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ازبان</w:t>
      </w:r>
      <w:r w:rsidRPr="00E37591">
        <w:rPr>
          <w:rtl/>
          <w:lang w:bidi="ur-PK"/>
        </w:rPr>
        <w:t xml:space="preserve"> 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کا لطف تلاش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ے۔یہ</w:t>
      </w:r>
      <w:r w:rsidRPr="00E37591">
        <w:rPr>
          <w:rtl/>
          <w:lang w:bidi="ur-PK"/>
        </w:rPr>
        <w:t xml:space="preserve"> دور حاضر ک</w:t>
      </w:r>
      <w:r w:rsidRPr="00E37591">
        <w:rPr>
          <w:rFonts w:hint="cs"/>
          <w:rtl/>
          <w:lang w:bidi="ur-PK"/>
        </w:rPr>
        <w:t>ے سب سے اہم مسئلہ کا علمی</w:t>
      </w:r>
      <w:r w:rsidRPr="00E37591">
        <w:rPr>
          <w:rtl/>
          <w:lang w:bidi="ur-PK"/>
        </w:rPr>
        <w:t xml:space="preserve"> حل اور کائنات ک</w:t>
      </w:r>
      <w:r w:rsidRPr="00E37591">
        <w:rPr>
          <w:rFonts w:hint="cs"/>
          <w:rtl/>
          <w:lang w:bidi="ur-PK"/>
        </w:rPr>
        <w:t>ے سب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مرض کا سمج</w:t>
      </w:r>
      <w:r w:rsidRPr="00E37591">
        <w:rPr>
          <w:rFonts w:hint="cs"/>
          <w:rtl/>
          <w:lang w:bidi="ur-PK"/>
        </w:rPr>
        <w:t>ھابوجھاعلاج ہے۔اس کا مطالعہ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دماغ اور صاحب فکر ذ</w:t>
      </w:r>
      <w:r w:rsidRPr="00E37591">
        <w:rPr>
          <w:rFonts w:hint="cs"/>
          <w:rtl/>
          <w:lang w:bidi="ur-PK"/>
        </w:rPr>
        <w:t>ہن کے ساتھ کرنا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اور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نظاموں کے نقائص کا مشاہدہ کرنا چاہئے۔اور اسلام کے اس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عظمت کا اعتراف کرنا چا</w:t>
      </w:r>
      <w:r w:rsidRPr="00E37591">
        <w:rPr>
          <w:rFonts w:hint="cs"/>
          <w:rtl/>
          <w:lang w:bidi="ur-PK"/>
        </w:rPr>
        <w:t>ہئے جسے چودہ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فرسود</w:t>
      </w:r>
      <w:r w:rsidRPr="00E37591">
        <w:rPr>
          <w:rFonts w:hint="cs"/>
          <w:rtl/>
          <w:lang w:bidi="ur-PK"/>
        </w:rPr>
        <w:t>ہ نظام کہاجاتاہے۔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کتاب ک</w:t>
      </w:r>
      <w:r w:rsidRPr="00E37591">
        <w:rPr>
          <w:rFonts w:hint="cs"/>
          <w:rtl/>
          <w:lang w:bidi="ur-PK"/>
        </w:rPr>
        <w:t>ے پہلے حصہ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کو محور بحث بنای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آدم اسمتھ،ری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ڈو،</w:t>
      </w:r>
      <w:r w:rsidRPr="00E37591">
        <w:rPr>
          <w:rtl/>
          <w:lang w:bidi="ur-PK"/>
        </w:rPr>
        <w:t xml:space="preserve"> کارل مارکس س</w:t>
      </w:r>
      <w:r w:rsidRPr="00E37591">
        <w:rPr>
          <w:rFonts w:hint="cs"/>
          <w:rtl/>
          <w:lang w:bidi="ur-PK"/>
        </w:rPr>
        <w:t>ے لے کرلنی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راسمالی</w:t>
      </w:r>
      <w:r w:rsidRPr="00E37591">
        <w:rPr>
          <w:rtl/>
          <w:lang w:bidi="ur-PK"/>
        </w:rPr>
        <w:t xml:space="preserve"> تصورات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اد،ق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اقسام ذاتی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فوائد ونقا</w:t>
      </w:r>
      <w:r w:rsidRPr="00E37591">
        <w:rPr>
          <w:rFonts w:hint="eastAsia"/>
          <w:rtl/>
          <w:lang w:bidi="ur-PK"/>
        </w:rPr>
        <w:t>ئص،سرما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اصول،اسلام کے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نشانات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 کرکے یہ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علمی</w:t>
      </w:r>
      <w:r w:rsidRPr="00E37591">
        <w:rPr>
          <w:rtl/>
          <w:lang w:bidi="ur-PK"/>
        </w:rPr>
        <w:t xml:space="preserve"> اصول وقوان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اصول وتعلی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نامکمل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اسلام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واحد نظام ہے جس کے اصول وآئی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</w:t>
      </w:r>
      <w:r w:rsidRPr="00E37591">
        <w:rPr>
          <w:rFonts w:hint="eastAsia"/>
          <w:rtl/>
          <w:lang w:bidi="ur-PK"/>
        </w:rPr>
        <w:t>کام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جلد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احکام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واضح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قائم </w:t>
      </w:r>
      <w:r w:rsidRPr="00E37591">
        <w:rPr>
          <w:rFonts w:hint="cs"/>
          <w:rtl/>
          <w:lang w:bidi="ur-PK"/>
        </w:rPr>
        <w:t>ہوجائے تو اسلام کے اصول وآئی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ے۔وہ اس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سرکر</w:t>
      </w:r>
      <w:r w:rsidRPr="00E37591">
        <w:rPr>
          <w:rFonts w:hint="cs"/>
          <w:rtl/>
          <w:lang w:bidi="ur-PK"/>
        </w:rPr>
        <w:t>ے گا اور اپنی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قائم کر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جلد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ماقبل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خام مواد کو بھی</w:t>
      </w:r>
      <w:r w:rsidRPr="00E37591">
        <w:rPr>
          <w:rtl/>
          <w:lang w:bidi="ur-PK"/>
        </w:rPr>
        <w:t xml:space="preserve">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بالکل نظرانداز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ہے۔اور ان سے بحث کرنے کو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مسائل سے الگ کوئی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سمجھ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کو واضح کرک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محنت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اپنان</w:t>
      </w:r>
      <w:r w:rsidRPr="00E37591">
        <w:rPr>
          <w:rFonts w:hint="cs"/>
          <w:rtl/>
          <w:lang w:bidi="ur-PK"/>
        </w:rPr>
        <w:t>ے کے بعد بھی</w:t>
      </w:r>
      <w:r w:rsidRPr="00E37591">
        <w:rPr>
          <w:rtl/>
          <w:lang w:bidi="ur-PK"/>
        </w:rPr>
        <w:t xml:space="preserve"> اسلام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ٹیٹ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وناتوان،عاجزوب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کفالت کرسک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توازن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مدد پ</w:t>
      </w:r>
      <w:r w:rsidRPr="00E37591">
        <w:rPr>
          <w:rFonts w:hint="cs"/>
          <w:rtl/>
          <w:lang w:bidi="ur-PK"/>
        </w:rPr>
        <w:t>ہنچاسکی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بعد کے مسائل </w:t>
      </w:r>
      <w:r w:rsidRPr="00E37591">
        <w:rPr>
          <w:rtl/>
          <w:lang w:bidi="ur-PK"/>
        </w:rPr>
        <w:t>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شرح وبسط ک</w:t>
      </w:r>
      <w:r w:rsidRPr="00E37591">
        <w:rPr>
          <w:rFonts w:hint="cs"/>
          <w:rtl/>
          <w:lang w:bidi="ur-PK"/>
        </w:rPr>
        <w:t>ے ساتھ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بساطِ ارض کے بسنے والے انسانوں کے لئے اسلام سے بہتر کوئی</w:t>
      </w:r>
      <w:r w:rsidRPr="00E37591">
        <w:rPr>
          <w:rtl/>
          <w:lang w:bidi="ur-PK"/>
        </w:rPr>
        <w:t xml:space="preserve"> نظام معاش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انسان کی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ت،حر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شرافت اخلاق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احترام کر</w:t>
      </w:r>
      <w:r w:rsidRPr="00E37591">
        <w:rPr>
          <w:rFonts w:hint="cs"/>
          <w:rtl/>
          <w:lang w:bidi="ur-PK"/>
        </w:rPr>
        <w:t>ے اور اس کے معاشی</w:t>
      </w:r>
      <w:r w:rsidRPr="00E37591">
        <w:rPr>
          <w:rtl/>
          <w:lang w:bidi="ur-PK"/>
        </w:rPr>
        <w:t xml:space="preserve"> مشکلات ک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حل کرد</w:t>
      </w:r>
      <w:r w:rsidRPr="00E37591">
        <w:rPr>
          <w:rFonts w:hint="cs"/>
          <w:rtl/>
          <w:lang w:bidi="ur-PK"/>
        </w:rPr>
        <w:t>ے۔مشی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کل پرزوں کی</w:t>
      </w:r>
      <w:r w:rsidRPr="00E37591">
        <w:rPr>
          <w:rtl/>
          <w:lang w:bidi="ur-PK"/>
        </w:rPr>
        <w:t xml:space="preserve"> طرح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آسان </w:t>
      </w:r>
      <w:r w:rsidRPr="00E37591">
        <w:rPr>
          <w:rFonts w:hint="cs"/>
          <w:rtl/>
          <w:lang w:bidi="ur-PK"/>
        </w:rPr>
        <w:t>ہے اور اس کی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وکرامت کا اعتراف کرک</w:t>
      </w:r>
      <w:r w:rsidRPr="00E37591">
        <w:rPr>
          <w:rFonts w:hint="cs"/>
          <w:rtl/>
          <w:lang w:bidi="ur-PK"/>
        </w:rPr>
        <w:t>ے اسے خدمت کی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ہوں پر لگادی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مشکل ہے۔یہ</w:t>
      </w:r>
      <w:r w:rsidRPr="00E37591">
        <w:rPr>
          <w:rtl/>
          <w:lang w:bidi="ur-PK"/>
        </w:rPr>
        <w:t xml:space="preserve"> کام اسلام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شرف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حاصل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کتاب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سمندر </w:t>
      </w:r>
      <w:r w:rsidRPr="00E37591">
        <w:rPr>
          <w:rFonts w:hint="cs"/>
          <w:rtl/>
          <w:lang w:bidi="ur-PK"/>
        </w:rPr>
        <w:t>ہے جسے کوزہ کے بجائے قطرہ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گلستان </w:t>
      </w:r>
      <w:r w:rsidRPr="00E37591">
        <w:rPr>
          <w:rFonts w:hint="cs"/>
          <w:rtl/>
          <w:lang w:bidi="ur-PK"/>
        </w:rPr>
        <w:t xml:space="preserve">ہے </w:t>
      </w:r>
      <w:r w:rsidRPr="00E37591">
        <w:rPr>
          <w:rtl/>
          <w:lang w:bidi="ur-PK"/>
        </w:rPr>
        <w:t>جس</w:t>
      </w:r>
      <w:r w:rsidRPr="00E37591">
        <w:rPr>
          <w:rFonts w:hint="cs"/>
          <w:rtl/>
          <w:lang w:bidi="ur-PK"/>
        </w:rPr>
        <w:t>ے پھول کے بجائے کلی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بندک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ہے۔خدا وندعالم سے دعاہے کہ وہ استاد محترم کے سایہ</w:t>
      </w:r>
      <w:r w:rsidRPr="00E37591">
        <w:rPr>
          <w:rtl/>
          <w:lang w:bidi="ur-PK"/>
        </w:rPr>
        <w:t xml:space="preserve"> کو قائم ودائم رک</w:t>
      </w:r>
      <w:r w:rsidRPr="00E37591">
        <w:rPr>
          <w:rFonts w:hint="cs"/>
          <w:rtl/>
          <w:lang w:bidi="ur-PK"/>
        </w:rPr>
        <w:t>ھے۔ان کے قلم کی</w:t>
      </w:r>
      <w:r w:rsidRPr="00E37591">
        <w:rPr>
          <w:rtl/>
          <w:lang w:bidi="ur-PK"/>
        </w:rPr>
        <w:t xml:space="preserve"> جولان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برقرارر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۔کتاب مرکز توجہ واستفادہ بنے اور حی</w:t>
      </w:r>
      <w:r w:rsidRPr="00E37591">
        <w:rPr>
          <w:rFonts w:hint="eastAsia"/>
          <w:rtl/>
          <w:lang w:bidi="ur-PK"/>
        </w:rPr>
        <w:t>ران</w:t>
      </w:r>
      <w:r w:rsidRPr="00E37591">
        <w:rPr>
          <w:rtl/>
          <w:lang w:bidi="ur-PK"/>
        </w:rPr>
        <w:t xml:space="preserve"> وسرگرد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اپنے مستقبل کے لئے مشعل راہ بنا سکے۔ وہی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ہمارامالک ہے اور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ہماری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وابست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         والسلام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درجواد</w:t>
      </w:r>
      <w:r w:rsidRPr="00E37591">
        <w:rPr>
          <w:rFonts w:hint="cs"/>
          <w:rtl/>
          <w:lang w:bidi="ur-PK"/>
        </w:rPr>
        <w:t>ی</w:t>
      </w:r>
    </w:p>
    <w:p w:rsidR="00824138" w:rsidRPr="00E37591" w:rsidRDefault="00824138" w:rsidP="00C104B3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      </w:t>
      </w:r>
      <w:r w:rsidR="00C104B3" w:rsidRPr="00E37591">
        <w:rPr>
          <w:rFonts w:hint="cs"/>
          <w:rtl/>
          <w:lang w:bidi="ur-PK"/>
        </w:rPr>
        <w:t>26</w:t>
      </w:r>
      <w:r w:rsidRPr="00E37591">
        <w:rPr>
          <w:rFonts w:hint="cs"/>
          <w:rtl/>
          <w:lang w:bidi="ur-PK"/>
        </w:rPr>
        <w:t>نومبر</w:t>
      </w:r>
      <w:r w:rsidR="00C104B3" w:rsidRPr="00E37591">
        <w:rPr>
          <w:rFonts w:hint="cs"/>
          <w:rtl/>
          <w:lang w:bidi="ur-PK"/>
        </w:rPr>
        <w:t>1970</w:t>
      </w:r>
      <w:r w:rsidRPr="00E37591">
        <w:rPr>
          <w:rFonts w:hint="cs"/>
          <w:rtl/>
          <w:lang w:bidi="ur-PK"/>
        </w:rPr>
        <w:t>ئ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FA78C3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افسوس</w:t>
      </w:r>
      <w:r w:rsidRPr="00E37591">
        <w:rPr>
          <w:rtl/>
          <w:lang w:bidi="ur-PK"/>
        </w:rPr>
        <w:t xml:space="preserve"> صدافسوس ک</w:t>
      </w:r>
      <w:r w:rsidRPr="00E37591">
        <w:rPr>
          <w:rFonts w:hint="cs"/>
          <w:rtl/>
          <w:lang w:bidi="ur-PK"/>
        </w:rPr>
        <w:t>ہ آج جب کتاب کا دوسرا ایڈی</w:t>
      </w:r>
      <w:r w:rsidRPr="00E37591">
        <w:rPr>
          <w:rFonts w:hint="eastAsia"/>
          <w:rtl/>
          <w:lang w:bidi="ur-PK"/>
        </w:rPr>
        <w:t>شن</w:t>
      </w:r>
      <w:r w:rsidRPr="00E37591">
        <w:rPr>
          <w:rtl/>
          <w:lang w:bidi="ur-PK"/>
        </w:rPr>
        <w:t xml:space="preserve"> شائع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ہاہے تو استاد علام کی</w:t>
      </w:r>
      <w:r w:rsidRPr="00E37591">
        <w:rPr>
          <w:rtl/>
          <w:lang w:bidi="ur-PK"/>
        </w:rPr>
        <w:t xml:space="preserve"> چوت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برس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 کی</w:t>
      </w:r>
      <w:r w:rsidRPr="00E37591">
        <w:rPr>
          <w:rtl/>
          <w:lang w:bidi="ur-PK"/>
        </w:rPr>
        <w:t xml:space="preserve"> شمع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عراق ک</w:t>
      </w:r>
      <w:r w:rsidRPr="00E37591">
        <w:rPr>
          <w:rFonts w:hint="cs"/>
          <w:rtl/>
          <w:lang w:bidi="ur-PK"/>
        </w:rPr>
        <w:t>ے ظالم حکمراں بے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صدام ک</w:t>
      </w:r>
      <w:r w:rsidRPr="00E37591">
        <w:rPr>
          <w:rFonts w:hint="cs"/>
          <w:rtl/>
          <w:lang w:bidi="ur-PK"/>
        </w:rPr>
        <w:t>ے ہاتھوں خاموش ہو چکی۔رب کری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اس قبراط</w:t>
      </w:r>
      <w:r w:rsidRPr="00E37591">
        <w:rPr>
          <w:rFonts w:hint="cs"/>
          <w:rtl/>
          <w:lang w:bidi="ur-PK"/>
        </w:rPr>
        <w:t>ہر پر بی</w:t>
      </w:r>
      <w:r w:rsidRPr="00E37591">
        <w:rPr>
          <w:rFonts w:hint="eastAsia"/>
          <w:rtl/>
          <w:lang w:bidi="ur-PK"/>
        </w:rPr>
        <w:t>شمار</w:t>
      </w:r>
      <w:r w:rsidRPr="00E37591">
        <w:rPr>
          <w:rtl/>
          <w:lang w:bidi="ur-PK"/>
        </w:rPr>
        <w:t xml:space="preserve"> رحمت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نازل کر</w:t>
      </w:r>
      <w:r w:rsidRPr="00E37591">
        <w:rPr>
          <w:rFonts w:hint="cs"/>
          <w:rtl/>
          <w:lang w:bidi="ur-PK"/>
        </w:rPr>
        <w:t>ے جس کا نشان بھی</w:t>
      </w:r>
      <w:r w:rsidRPr="00E37591">
        <w:rPr>
          <w:rtl/>
          <w:lang w:bidi="ur-PK"/>
        </w:rPr>
        <w:t xml:space="preserve"> معلوم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اور </w:t>
      </w:r>
      <w:r w:rsidRPr="00E37591">
        <w:rPr>
          <w:rFonts w:hint="eastAsia"/>
          <w:rtl/>
          <w:lang w:bidi="ur-PK"/>
        </w:rPr>
        <w:t>کتاب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عراق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اسلامی</w:t>
      </w:r>
      <w:r w:rsidRPr="00E37591">
        <w:rPr>
          <w:rtl/>
          <w:lang w:bidi="ur-PK"/>
        </w:rPr>
        <w:t xml:space="preserve"> نظام نافذ کرد</w:t>
      </w:r>
      <w:r w:rsidRPr="00E37591">
        <w:rPr>
          <w:rFonts w:hint="cs"/>
          <w:rtl/>
          <w:lang w:bidi="ur-PK"/>
        </w:rPr>
        <w:t>ے جو استاد شہی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اور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آرزو ت</w:t>
      </w:r>
      <w:r w:rsidRPr="00E37591">
        <w:rPr>
          <w:rFonts w:hint="cs"/>
          <w:rtl/>
          <w:lang w:bidi="ur-PK"/>
        </w:rPr>
        <w:t>ھی۔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جوادی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libAie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بِس</w:t>
      </w:r>
      <w:r w:rsidRPr="00E37591">
        <w:rPr>
          <w:rFonts w:hint="cs"/>
          <w:rtl/>
          <w:lang w:bidi="ur-PK"/>
        </w:rPr>
        <w:t>ْمِ</w:t>
      </w:r>
      <w:r w:rsidRPr="00E37591">
        <w:rPr>
          <w:rtl/>
          <w:lang w:bidi="ur-PK"/>
        </w:rPr>
        <w:t xml:space="preserve"> اللّٰ</w:t>
      </w:r>
      <w:r w:rsidR="000940C2" w:rsidRPr="00E37591">
        <w:rPr>
          <w:rFonts w:hint="cs"/>
          <w:rtl/>
          <w:lang w:bidi="ur-PK"/>
        </w:rPr>
        <w:t>ه</w:t>
      </w:r>
      <w:r w:rsidRPr="00E37591">
        <w:rPr>
          <w:rFonts w:hint="cs"/>
          <w:rtl/>
          <w:lang w:bidi="ur-PK"/>
        </w:rPr>
        <w:t>ِ الرَّحْمٰنِ الرَّحِیْ</w:t>
      </w:r>
      <w:r w:rsidRPr="00E37591">
        <w:rPr>
          <w:rFonts w:hint="eastAsia"/>
          <w:rtl/>
          <w:lang w:bidi="ur-PK"/>
        </w:rPr>
        <w:t>مِ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BD510C" w:rsidRDefault="00824138" w:rsidP="00BD510C">
      <w:pPr>
        <w:pStyle w:val="Heading2Center"/>
        <w:rPr>
          <w:rtl/>
        </w:rPr>
      </w:pPr>
      <w:bookmarkStart w:id="52" w:name="_Toc468966784"/>
      <w:bookmarkStart w:id="53" w:name="_Toc468970729"/>
      <w:r w:rsidRPr="00BD510C">
        <w:rPr>
          <w:rFonts w:hint="eastAsia"/>
          <w:rtl/>
        </w:rPr>
        <w:t>کلم</w:t>
      </w:r>
      <w:r w:rsidRPr="00BD510C">
        <w:rPr>
          <w:rFonts w:hint="cs"/>
          <w:rtl/>
        </w:rPr>
        <w:t>ۂ</w:t>
      </w:r>
      <w:r w:rsidRPr="00BD510C">
        <w:rPr>
          <w:rtl/>
        </w:rPr>
        <w:t xml:space="preserve"> مؤلف</w:t>
      </w:r>
      <w:bookmarkStart w:id="54" w:name="_Toc468966785"/>
      <w:bookmarkEnd w:id="52"/>
      <w:r w:rsidR="00BD510C" w:rsidRPr="00BD510C">
        <w:rPr>
          <w:rFonts w:hint="cs"/>
          <w:rtl/>
        </w:rPr>
        <w:t xml:space="preserve"> </w:t>
      </w:r>
      <w:r w:rsidRPr="00BD510C">
        <w:rPr>
          <w:rtl/>
        </w:rPr>
        <w:t>(برائ</w:t>
      </w:r>
      <w:r w:rsidRPr="00BD510C">
        <w:rPr>
          <w:rFonts w:hint="cs"/>
          <w:rtl/>
        </w:rPr>
        <w:t>ے طبع دوم)</w:t>
      </w:r>
      <w:bookmarkEnd w:id="53"/>
      <w:bookmarkEnd w:id="54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''اقتصادنا''ک</w:t>
      </w:r>
      <w:r w:rsidRPr="00E37591">
        <w:rPr>
          <w:rFonts w:hint="cs"/>
          <w:rtl/>
          <w:lang w:bidi="ur-PK"/>
        </w:rPr>
        <w:t>ے دوسرے ایڈی</w:t>
      </w:r>
      <w:r w:rsidRPr="00E37591">
        <w:rPr>
          <w:rFonts w:hint="eastAsia"/>
          <w:rtl/>
          <w:lang w:bidi="ur-PK"/>
        </w:rPr>
        <w:t>شن</w:t>
      </w:r>
      <w:r w:rsidRPr="00E37591">
        <w:rPr>
          <w:rtl/>
          <w:lang w:bidi="ur-PK"/>
        </w:rPr>
        <w:t xml:space="preserve"> پر مقدم</w:t>
      </w:r>
      <w:r w:rsidRPr="00E37591">
        <w:rPr>
          <w:rFonts w:hint="cs"/>
          <w:rtl/>
          <w:lang w:bidi="ur-PK"/>
        </w:rPr>
        <w:t>ہ لکھتے ہوئے مجھے اس بات کی</w:t>
      </w:r>
      <w:r w:rsidRPr="00E37591">
        <w:rPr>
          <w:rtl/>
          <w:lang w:bidi="ur-PK"/>
        </w:rPr>
        <w:t xml:space="preserve"> مسرت </w:t>
      </w:r>
      <w:r w:rsidRPr="00E37591">
        <w:rPr>
          <w:rFonts w:hint="cs"/>
          <w:rtl/>
          <w:lang w:bidi="ur-PK"/>
        </w:rPr>
        <w:t>ہورہی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امت اسلامیہ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اسلام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مجسم </w:t>
      </w:r>
      <w:r w:rsidRPr="00E37591">
        <w:rPr>
          <w:rFonts w:hint="cs"/>
          <w:rtl/>
          <w:lang w:bidi="ur-PK"/>
        </w:rPr>
        <w:t>ہوکر آی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استعمار ک</w:t>
      </w:r>
      <w:r w:rsidRPr="00E37591">
        <w:rPr>
          <w:rFonts w:hint="cs"/>
          <w:rtl/>
          <w:lang w:bidi="ur-PK"/>
        </w:rPr>
        <w:t>ے گوناگوں ضلالت آمی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پروپ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گن</w:t>
      </w:r>
      <w:r w:rsidRPr="00E37591">
        <w:rPr>
          <w:rFonts w:hint="cs"/>
          <w:rtl/>
          <w:lang w:bidi="ur-PK"/>
        </w:rPr>
        <w:t>ڈوں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اس ب</w:t>
      </w:r>
      <w:r w:rsidRPr="00E37591">
        <w:rPr>
          <w:rtl/>
          <w:lang w:bidi="ur-PK"/>
        </w:rPr>
        <w:t>ات کا احساس کر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واحد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امت مصائب وآلام سے چھٹکاراپاسکتی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منفرد نظام ہے جس کے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کو اب</w:t>
      </w:r>
      <w:r w:rsidRPr="00E37591">
        <w:rPr>
          <w:rFonts w:hint="cs"/>
          <w:rtl/>
          <w:lang w:bidi="ur-PK"/>
        </w:rPr>
        <w:t>ھرنا چاہئے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دل چا</w:t>
      </w:r>
      <w:r w:rsidRPr="00E37591">
        <w:rPr>
          <w:rFonts w:hint="cs"/>
          <w:rtl/>
          <w:lang w:bidi="ur-PK"/>
        </w:rPr>
        <w:t>ہتاتھاکہ اس مرتبہ کتاب کے بعض موضوعات پر اور بھی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کرتااور مخصوص نکات پر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ناسازگار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موقع نہ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۔اب اس کے علاوہ اور کوئی</w:t>
      </w:r>
      <w:r w:rsidRPr="00E37591">
        <w:rPr>
          <w:rtl/>
          <w:lang w:bidi="ur-PK"/>
        </w:rPr>
        <w:t xml:space="preserve"> چار</w:t>
      </w:r>
      <w:r w:rsidRPr="00E37591">
        <w:rPr>
          <w:rFonts w:hint="cs"/>
          <w:rtl/>
          <w:lang w:bidi="ur-PK"/>
        </w:rPr>
        <w:t>ہ کارنہی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چند کلمۂ اصل کتاب کے موضوع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کردئ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موضو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مشاکل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کے رابطے کی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وضاحت ہوجائے اور عام انسانی</w:t>
      </w:r>
      <w:r w:rsidRPr="00E37591">
        <w:rPr>
          <w:rtl/>
          <w:lang w:bidi="ur-PK"/>
        </w:rPr>
        <w:t xml:space="preserve"> سطح ک</w:t>
      </w:r>
      <w:r w:rsidRPr="00E37591">
        <w:rPr>
          <w:rFonts w:hint="cs"/>
          <w:rtl/>
          <w:lang w:bidi="ur-PK"/>
        </w:rPr>
        <w:t>ے ساتھ ساتھ اسلامی</w:t>
      </w:r>
      <w:r w:rsidRPr="00E37591">
        <w:rPr>
          <w:rtl/>
          <w:lang w:bidi="ur-PK"/>
        </w:rPr>
        <w:t xml:space="preserve"> سطح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سطح پرامت مسلم</w:t>
      </w:r>
      <w:r w:rsidRPr="00E37591">
        <w:rPr>
          <w:rFonts w:hint="cs"/>
          <w:rtl/>
          <w:lang w:bidi="ur-PK"/>
        </w:rPr>
        <w:t>ہ کا یہ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ہے کہ وہ اپنی</w:t>
      </w:r>
      <w:r w:rsidRPr="00E37591">
        <w:rPr>
          <w:rtl/>
          <w:lang w:bidi="ur-PK"/>
        </w:rPr>
        <w:t xml:space="preserve"> پسماندگ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ذلت ک</w:t>
      </w:r>
      <w:r w:rsidRPr="00E37591">
        <w:rPr>
          <w:rFonts w:hint="cs"/>
          <w:rtl/>
          <w:lang w:bidi="ur-PK"/>
        </w:rPr>
        <w:t>ے خلاف مسلسل جہاد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مشغول </w:t>
      </w:r>
      <w:r w:rsidRPr="00E37591">
        <w:rPr>
          <w:rFonts w:hint="cs"/>
          <w:rtl/>
          <w:lang w:bidi="ur-PK"/>
        </w:rPr>
        <w:t>ہے۔ اس کے سامنے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حرکت </w:t>
      </w:r>
      <w:r w:rsidRPr="00E37591">
        <w:rPr>
          <w:rFonts w:hint="cs"/>
          <w:rtl/>
          <w:lang w:bidi="ur-PK"/>
        </w:rPr>
        <w:t>ہے جس سے بہتر حالات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بارسوخ وجود حاصل </w:t>
      </w:r>
      <w:r w:rsidRPr="00E37591">
        <w:rPr>
          <w:rFonts w:hint="cs"/>
          <w:rtl/>
          <w:lang w:bidi="ur-PK"/>
        </w:rPr>
        <w:t>ہوسکے وہ بارفاہی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ے نی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اقتصادک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ہے۔اسے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ہے کہ 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ھے برے مسلسل تجربات کے بعد حرکت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رہ جائے گا۔جس کے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اثرمشاکل ذلت ورسوائ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علاج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کمال تک پہنچای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کانام اسلام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بشر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نظاموں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پس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اسے انتہائی</w:t>
      </w:r>
      <w:r w:rsidRPr="00E37591">
        <w:rPr>
          <w:rtl/>
          <w:lang w:bidi="ur-PK"/>
        </w:rPr>
        <w:t xml:space="preserve"> قلق واضطراب اور انتشار وتذبذب کا سامنا کرنا پ</w:t>
      </w:r>
      <w:r w:rsidRPr="00E37591">
        <w:rPr>
          <w:rFonts w:hint="cs"/>
          <w:rtl/>
          <w:lang w:bidi="ur-PK"/>
        </w:rPr>
        <w:t>ڑرہاہے وہ ایٹم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ہائیڈروجن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مسلح نظاموں کے باوجود یہ</w:t>
      </w:r>
      <w:r w:rsidRPr="00E37591">
        <w:rPr>
          <w:rtl/>
          <w:lang w:bidi="ur-PK"/>
        </w:rPr>
        <w:t xml:space="preserve"> محسوس کر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مستقبل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مصائب وآلام س</w:t>
      </w:r>
      <w:r w:rsidRPr="00E37591">
        <w:rPr>
          <w:rFonts w:hint="cs"/>
          <w:rtl/>
          <w:lang w:bidi="ur-PK"/>
        </w:rPr>
        <w:t>ے چھٹکارے کا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اسلام </w:t>
      </w:r>
      <w:r w:rsidRPr="00E37591">
        <w:rPr>
          <w:rFonts w:hint="cs"/>
          <w:rtl/>
          <w:lang w:bidi="ur-PK"/>
        </w:rPr>
        <w:t>ہوگاجو آس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برکتوںکا ک</w:t>
      </w:r>
      <w:r w:rsidRPr="00E37591">
        <w:rPr>
          <w:rFonts w:hint="cs"/>
          <w:rtl/>
          <w:lang w:bidi="ur-PK"/>
        </w:rPr>
        <w:t>ھلاہوادروازہ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D510C">
      <w:pPr>
        <w:pStyle w:val="libBold2"/>
        <w:rPr>
          <w:rtl/>
          <w:lang w:bidi="ur-PK"/>
        </w:rPr>
      </w:pPr>
      <w:bookmarkStart w:id="55" w:name="_Toc468966786"/>
      <w:r w:rsidRPr="00E37591">
        <w:rPr>
          <w:rFonts w:hint="eastAsia"/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</w:t>
      </w:r>
      <w:bookmarkEnd w:id="55"/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جب س</w:t>
      </w:r>
      <w:r w:rsidRPr="00E37591">
        <w:rPr>
          <w:rFonts w:hint="cs"/>
          <w:rtl/>
          <w:lang w:bidi="ur-PK"/>
        </w:rPr>
        <w:t>ے عالم اسلام نے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ت</w:t>
      </w:r>
      <w:r w:rsidRPr="00E37591">
        <w:rPr>
          <w:rFonts w:hint="cs"/>
          <w:rtl/>
          <w:lang w:bidi="ur-PK"/>
        </w:rPr>
        <w:t>ہذی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وتمدن ک</w:t>
      </w:r>
      <w:r w:rsidRPr="00E37591">
        <w:rPr>
          <w:rFonts w:hint="cs"/>
          <w:rtl/>
          <w:lang w:bidi="ur-PK"/>
        </w:rPr>
        <w:t>ے قافلہ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رکارواں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اپنے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غام</w:t>
      </w:r>
      <w:r w:rsidRPr="00E37591">
        <w:rPr>
          <w:rtl/>
          <w:lang w:bidi="ur-PK"/>
        </w:rPr>
        <w:t xml:space="preserve"> اور 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کو نظرانداز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احساس </w:t>
      </w:r>
      <w:r w:rsidRPr="00E37591">
        <w:rPr>
          <w:rFonts w:hint="cs"/>
          <w:rtl/>
          <w:lang w:bidi="ur-PK"/>
        </w:rPr>
        <w:t>ہونے لگاہے اور وہ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سوچتا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س</w:t>
      </w:r>
      <w:r w:rsidRPr="00E37591">
        <w:rPr>
          <w:rFonts w:hint="eastAsia"/>
          <w:rtl/>
          <w:lang w:bidi="ur-PK"/>
        </w:rPr>
        <w:t>طح</w:t>
      </w:r>
      <w:r w:rsidRPr="00E37591">
        <w:rPr>
          <w:rtl/>
          <w:lang w:bidi="ur-PK"/>
        </w:rPr>
        <w:t xml:space="preserve"> پرممالک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دوحصوں پرب</w:t>
      </w:r>
      <w:r w:rsidRPr="00E37591">
        <w:rPr>
          <w:rFonts w:hint="cs"/>
          <w:rtl/>
          <w:lang w:bidi="ur-PK"/>
        </w:rPr>
        <w:t>ٹے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پسماند</w:t>
      </w:r>
      <w:r w:rsidRPr="00E37591">
        <w:rPr>
          <w:rFonts w:hint="cs"/>
          <w:rtl/>
          <w:lang w:bidi="ur-PK"/>
        </w:rPr>
        <w:t>ہ اور چونکہ اسلامی</w:t>
      </w:r>
      <w:r w:rsidRPr="00E37591">
        <w:rPr>
          <w:rtl/>
          <w:lang w:bidi="ur-PK"/>
        </w:rPr>
        <w:t xml:space="preserve"> ممالک کا شمار پسماند</w:t>
      </w:r>
      <w:r w:rsidRPr="00E37591">
        <w:rPr>
          <w:rFonts w:hint="cs"/>
          <w:rtl/>
          <w:lang w:bidi="ur-PK"/>
        </w:rPr>
        <w:t>ہ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ہوتاہے۔اس لئے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منطق ک</w:t>
      </w:r>
      <w:r w:rsidRPr="00E37591">
        <w:rPr>
          <w:rFonts w:hint="cs"/>
          <w:rtl/>
          <w:lang w:bidi="ur-PK"/>
        </w:rPr>
        <w:t>ے اعتبار سے اس کا فرض ہے کہ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ہنمائی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لاکر اس ک</w:t>
      </w:r>
      <w:r w:rsidRPr="00E37591">
        <w:rPr>
          <w:rFonts w:hint="cs"/>
          <w:rtl/>
          <w:lang w:bidi="ur-PK"/>
        </w:rPr>
        <w:t xml:space="preserve">ے لئے راستے 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D46A86">
      <w:pPr>
        <w:pStyle w:val="libNormal"/>
        <w:rPr>
          <w:rtl/>
          <w:lang w:bidi="ur-PK"/>
        </w:rPr>
      </w:pP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کھول دے اور وہ اپنی</w:t>
      </w:r>
      <w:r w:rsidRPr="00E37591">
        <w:rPr>
          <w:rtl/>
          <w:lang w:bidi="ur-PK"/>
        </w:rPr>
        <w:t xml:space="preserve"> روح پ</w:t>
      </w:r>
      <w:r w:rsidRPr="00E37591">
        <w:rPr>
          <w:rFonts w:hint="cs"/>
          <w:rtl/>
          <w:lang w:bidi="ur-PK"/>
        </w:rPr>
        <w:t>ھونک کر سطحی</w:t>
      </w:r>
      <w:r w:rsidRPr="00E37591">
        <w:rPr>
          <w:rtl/>
          <w:lang w:bidi="ur-PK"/>
        </w:rPr>
        <w:t xml:space="preserve"> ارتقاء ک</w:t>
      </w:r>
      <w:r w:rsidRPr="00E37591">
        <w:rPr>
          <w:rFonts w:hint="cs"/>
          <w:rtl/>
          <w:lang w:bidi="ur-PK"/>
        </w:rPr>
        <w:t>ے راستے ہموار کرے۔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طرزفکر تھاجس نے عالم اسلامی</w:t>
      </w:r>
      <w:r w:rsidRPr="00E37591">
        <w:rPr>
          <w:rtl/>
          <w:lang w:bidi="ur-PK"/>
        </w:rPr>
        <w:t xml:space="preserve"> کو مغرب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ہذی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وتمدن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اسے یہ</w:t>
      </w:r>
      <w:r w:rsidRPr="00E37591">
        <w:rPr>
          <w:rtl/>
          <w:lang w:bidi="ur-PK"/>
        </w:rPr>
        <w:t xml:space="preserve"> باورکراد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توترقی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راستوں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پسماند</w:t>
      </w:r>
      <w:r w:rsidRPr="00E37591">
        <w:rPr>
          <w:rFonts w:hint="cs"/>
          <w:rtl/>
          <w:lang w:bidi="ur-PK"/>
        </w:rPr>
        <w:t>ہ ہے اور تجھے اس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کو اپنانا چاہئے جس نے اقتصادی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کو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 ک</w:t>
      </w:r>
      <w:r w:rsidRPr="00E37591">
        <w:rPr>
          <w:rFonts w:hint="cs"/>
          <w:rtl/>
          <w:lang w:bidi="ur-PK"/>
        </w:rPr>
        <w:t>ھڑاکر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ہے۔وہ</w:t>
      </w:r>
      <w:r w:rsidRPr="00E37591">
        <w:rPr>
          <w:rtl/>
          <w:lang w:bidi="ur-PK"/>
        </w:rPr>
        <w:t xml:space="preserve"> ممالک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ارتقاء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ہوں پر لگاکرای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د</w:t>
      </w:r>
      <w:r w:rsidRPr="00E37591">
        <w:rPr>
          <w:rFonts w:hint="cs"/>
          <w:rtl/>
          <w:lang w:bidi="ur-PK"/>
        </w:rPr>
        <w:t>ے سکتاہے۔اس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تجربے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پاس ان تجربات کے خطوط اور نشانات محفوظ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تجربات کی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ہنمائی</w:t>
      </w:r>
      <w:r w:rsidRPr="00E37591">
        <w:rPr>
          <w:rtl/>
          <w:lang w:bidi="ur-PK"/>
        </w:rPr>
        <w:t xml:space="preserve"> کا تصور عالم اسلام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مدت س</w:t>
      </w:r>
      <w:r w:rsidRPr="00E37591">
        <w:rPr>
          <w:rFonts w:hint="cs"/>
          <w:rtl/>
          <w:lang w:bidi="ur-PK"/>
        </w:rPr>
        <w:t>ے چلا آرہاہے اور اس سلسلے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ممالک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مختلف ادوار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تجربات زندگی</w:t>
      </w:r>
      <w:r w:rsidRPr="00E37591">
        <w:rPr>
          <w:rtl/>
          <w:lang w:bidi="ur-PK"/>
        </w:rPr>
        <w:t xml:space="preserve"> کو اپنا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آج بلاداسلام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گوشوں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تجربات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۔کل یہ</w:t>
      </w:r>
      <w:r w:rsidRPr="00E37591">
        <w:rPr>
          <w:rtl/>
          <w:lang w:bidi="ur-PK"/>
        </w:rPr>
        <w:t xml:space="preserve"> تجر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تدر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زمان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آج سب بی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مکان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اتباع کی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پہلی</w:t>
      </w:r>
      <w:r w:rsidRPr="00E37591">
        <w:rPr>
          <w:rtl/>
          <w:lang w:bidi="ur-PK"/>
        </w:rPr>
        <w:t xml:space="preserve"> شکل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ممالک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گوشوں پر حکومت کررہاتھا اور مسلمان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وارتقاء ک</w:t>
      </w:r>
      <w:r w:rsidRPr="00E37591">
        <w:rPr>
          <w:rFonts w:hint="cs"/>
          <w:rtl/>
          <w:lang w:bidi="ur-PK"/>
        </w:rPr>
        <w:t>ے خواب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مستقل حکومتی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کو عمل دخل کا موقع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وہ ان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کارگزار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ان کے خام مواد سے استفادہ کرے اور اس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پر خارج سے مواد درآمد کرے۔اقتصادی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مختلف </w:t>
      </w:r>
      <w:r w:rsidRPr="00E37591">
        <w:rPr>
          <w:rFonts w:hint="eastAsia"/>
          <w:rtl/>
          <w:lang w:bidi="ur-PK"/>
        </w:rPr>
        <w:t>گوش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قبضہ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اور وہ ابناء ملک کو ارتقاء کے منازل طے کرانے کی</w:t>
      </w:r>
      <w:r w:rsidRPr="00E37591">
        <w:rPr>
          <w:rtl/>
          <w:lang w:bidi="ur-PK"/>
        </w:rPr>
        <w:t xml:space="preserve"> مشق کرائ</w:t>
      </w:r>
      <w:r w:rsidRPr="00E37591">
        <w:rPr>
          <w:rFonts w:hint="cs"/>
          <w:rtl/>
          <w:lang w:bidi="ur-PK"/>
        </w:rPr>
        <w:t>ے۔</w:t>
      </w:r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کار فرمائ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مختلف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 حکومتوں کا ابتدائی</w:t>
      </w:r>
      <w:r w:rsidRPr="00E37591">
        <w:rPr>
          <w:rtl/>
          <w:lang w:bidi="ur-PK"/>
        </w:rPr>
        <w:t xml:space="preserve"> مطمح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آزاد ہوکر 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D46A86">
      <w:pPr>
        <w:pStyle w:val="libNormal"/>
        <w:rPr>
          <w:rtl/>
          <w:lang w:bidi="ur-PK"/>
        </w:rPr>
      </w:pP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معاشی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خود علاج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کو سمج</w:t>
      </w:r>
      <w:r w:rsidRPr="00E37591">
        <w:rPr>
          <w:rFonts w:hint="cs"/>
          <w:rtl/>
          <w:lang w:bidi="ur-PK"/>
        </w:rPr>
        <w:t>ھنے کے لئے آگے بڑھے تو اپنے ذہن کو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آگے نہ بڑھاسکے اور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پر مجبور ہوگئے کہ اقتصادی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دور کرن</w:t>
      </w:r>
      <w:r w:rsidRPr="00E37591">
        <w:rPr>
          <w:rFonts w:hint="cs"/>
          <w:rtl/>
          <w:lang w:bidi="ur-PK"/>
        </w:rPr>
        <w:t>ے کے لئے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انداز فکر اور طری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کارکو اپنا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کار اور تطب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اختلافات ک</w:t>
      </w:r>
      <w:r w:rsidRPr="00E37591">
        <w:rPr>
          <w:rFonts w:hint="cs"/>
          <w:rtl/>
          <w:lang w:bidi="ur-PK"/>
        </w:rPr>
        <w:t>ے باوجود عالم اسلام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تجربات کا دلدادہ رہاہے۔اور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کار کو مختلف شکلوں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 ر</w:t>
      </w:r>
      <w:r w:rsidRPr="00E37591">
        <w:rPr>
          <w:rFonts w:hint="cs"/>
          <w:rtl/>
          <w:lang w:bidi="ur-PK"/>
        </w:rPr>
        <w:t>ہاہے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آج کے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اتفاق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محل نزاع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 انداز فکر کو اپنای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آج کا مغرب دو مختلف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ٹاہواہے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آزاد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پر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محدود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پر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عالم اسلام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علاج مغرب ک</w:t>
      </w:r>
      <w:r w:rsidRPr="00E37591">
        <w:rPr>
          <w:rFonts w:hint="cs"/>
          <w:rtl/>
          <w:lang w:bidi="ur-PK"/>
        </w:rPr>
        <w:t>ے اتباع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ہماری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سربرا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حق مغرب کو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کرنے سے عاجز ہے کہ مغرب اقتصاد کی</w:t>
      </w:r>
      <w:r w:rsidRPr="00E37591">
        <w:rPr>
          <w:rtl/>
          <w:lang w:bidi="ur-PK"/>
        </w:rPr>
        <w:t xml:space="preserve"> کون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</w:t>
      </w:r>
      <w:r w:rsidRPr="00E37591">
        <w:rPr>
          <w:rFonts w:hint="cs"/>
          <w:rtl/>
          <w:lang w:bidi="ur-PK"/>
        </w:rPr>
        <w:t>ہمارے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کون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مضر</w:t>
      </w:r>
      <w:r w:rsidRPr="00E37591">
        <w:rPr>
          <w:rFonts w:hint="cs"/>
          <w:rtl/>
          <w:lang w:bidi="ur-PK"/>
        </w:rPr>
        <w:t>۔ی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ے خدمات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۔دونوں نے اقتصادی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ارتقاء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لئے کون سی</w:t>
      </w:r>
      <w:r w:rsidRPr="00E37591">
        <w:rPr>
          <w:rtl/>
          <w:lang w:bidi="ur-PK"/>
        </w:rPr>
        <w:t xml:space="preserve"> شکل اصلح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 کس طرح اقتصادی</w:t>
      </w:r>
      <w:r w:rsidRPr="00E37591">
        <w:rPr>
          <w:rtl/>
          <w:lang w:bidi="ur-PK"/>
        </w:rPr>
        <w:t xml:space="preserve"> قصر کو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محل فکر </w:t>
      </w:r>
      <w:r w:rsidRPr="00E37591">
        <w:rPr>
          <w:rFonts w:hint="cs"/>
          <w:rtl/>
          <w:lang w:bidi="ur-PK"/>
        </w:rPr>
        <w:t>ہے۔</w:t>
      </w:r>
    </w:p>
    <w:p w:rsidR="003E68D1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عالم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عمل دخل </w:t>
      </w:r>
      <w:r w:rsidRPr="00E37591">
        <w:rPr>
          <w:rFonts w:hint="cs"/>
          <w:rtl/>
          <w:lang w:bidi="ur-PK"/>
        </w:rPr>
        <w:t>ہواہے 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حکوم</w:t>
      </w:r>
      <w:r w:rsidRPr="00E37591">
        <w:rPr>
          <w:rtl/>
          <w:lang w:bidi="ur-PK"/>
        </w:rPr>
        <w:t>ت کو جگ</w:t>
      </w:r>
      <w:r w:rsidRPr="00E37591">
        <w:rPr>
          <w:rFonts w:hint="cs"/>
          <w:rtl/>
          <w:lang w:bidi="ur-PK"/>
        </w:rPr>
        <w:t>ہ ملی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 ممالک ک</w:t>
      </w:r>
      <w:r w:rsidRPr="00E37591">
        <w:rPr>
          <w:rFonts w:hint="cs"/>
          <w:rtl/>
          <w:lang w:bidi="ur-PK"/>
        </w:rPr>
        <w:t>ے ذہن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ھی۔اور اسے مرکزی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 تھی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جب امت ن</w:t>
      </w:r>
      <w:r w:rsidRPr="00E37591">
        <w:rPr>
          <w:rFonts w:hint="cs"/>
          <w:rtl/>
          <w:lang w:bidi="ur-PK"/>
        </w:rPr>
        <w:t>ے استعمار سے اپنی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ڑائی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آغاز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استعمار ک</w:t>
      </w:r>
      <w:r w:rsidRPr="00E37591">
        <w:rPr>
          <w:rFonts w:hint="cs"/>
          <w:rtl/>
          <w:lang w:bidi="ur-PK"/>
        </w:rPr>
        <w:t>ے اس نظام سے نجات حاصل کرنے کا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سامنے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</w:p>
    <w:p w:rsidR="003E68D1" w:rsidRPr="00E37591" w:rsidRDefault="003E68D1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3E68D1" w:rsidRPr="00E37591" w:rsidRDefault="003E68D1" w:rsidP="00D46A86">
      <w:pPr>
        <w:pStyle w:val="libNormal"/>
        <w:rPr>
          <w:rtl/>
          <w:lang w:bidi="ur-PK"/>
        </w:rPr>
      </w:pP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نجات حاصل کرنے کا واحد راستہ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سوچ کر و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مائل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اسلامی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رجحان دو مختلف کشمکشوں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استعمار س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مطالب</w:t>
      </w:r>
      <w:r w:rsidRPr="00E37591">
        <w:rPr>
          <w:rFonts w:hint="cs"/>
          <w:rtl/>
          <w:lang w:bidi="ur-PK"/>
        </w:rPr>
        <w:t>ہ کررہی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رعب اور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تجرب</w:t>
      </w:r>
      <w:r w:rsidRPr="00E37591">
        <w:rPr>
          <w:rFonts w:hint="cs"/>
          <w:rtl/>
          <w:lang w:bidi="ur-PK"/>
        </w:rPr>
        <w:t>ہ تھا جو اعلان کر رہاتھاکہ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بچنے کا واحدراستہ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ہے۔عالم اسلام نے اس راستہ کو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وقت تک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رہے گا ج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تک اس ک</w:t>
      </w:r>
      <w:r w:rsidRPr="00E37591">
        <w:rPr>
          <w:rFonts w:hint="cs"/>
          <w:rtl/>
          <w:lang w:bidi="ur-PK"/>
        </w:rPr>
        <w:t>ے ذہن ودل ودماغ پر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تسلط </w:t>
      </w:r>
      <w:r w:rsidRPr="00E37591">
        <w:rPr>
          <w:rFonts w:hint="cs"/>
          <w:rtl/>
          <w:lang w:bidi="ur-PK"/>
        </w:rPr>
        <w:t>ہے اورر 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ہم آہنگ وہم رنگ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دونوں اپن</w:t>
      </w:r>
      <w:r w:rsidRPr="00E37591">
        <w:rPr>
          <w:rFonts w:hint="cs"/>
          <w:rtl/>
          <w:lang w:bidi="ur-PK"/>
        </w:rPr>
        <w:t>ے اندر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جذب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دونوں ک</w:t>
      </w:r>
      <w:r w:rsidRPr="00E37591">
        <w:rPr>
          <w:rFonts w:hint="cs"/>
          <w:rtl/>
          <w:lang w:bidi="ur-PK"/>
        </w:rPr>
        <w:t>ے پاس اپنے نظر 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کشش ک</w:t>
      </w:r>
      <w:r w:rsidRPr="00E37591">
        <w:rPr>
          <w:rFonts w:hint="cs"/>
          <w:rtl/>
          <w:lang w:bidi="ur-PK"/>
        </w:rPr>
        <w:t>ے لئے دلائل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ممالک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ارتقاء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صنعت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اپنانے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پسماند</w:t>
      </w:r>
      <w:r w:rsidRPr="00E37591">
        <w:rPr>
          <w:rFonts w:hint="cs"/>
          <w:rtl/>
          <w:lang w:bidi="ur-PK"/>
        </w:rPr>
        <w:t>ہ ممالک کا فرض ہے کہ وہ اسی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 رکواپنا کر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علاج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۔آج اعلیٰ</w:t>
      </w:r>
      <w:r w:rsidRPr="00E37591">
        <w:rPr>
          <w:rtl/>
          <w:lang w:bidi="ur-PK"/>
        </w:rPr>
        <w:t xml:space="preserve"> سطح تک پ</w:t>
      </w:r>
      <w:r w:rsidRPr="00E37591">
        <w:rPr>
          <w:rFonts w:hint="cs"/>
          <w:rtl/>
          <w:lang w:bidi="ur-PK"/>
        </w:rPr>
        <w:t>ہنچنے کے لئے اتنے تجربات اور زمانے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جتنی</w:t>
      </w:r>
      <w:r w:rsidRPr="00E37591">
        <w:rPr>
          <w:rtl/>
          <w:lang w:bidi="ur-PK"/>
        </w:rPr>
        <w:t xml:space="preserve"> کل ت</w:t>
      </w:r>
      <w:r w:rsidRPr="00E37591">
        <w:rPr>
          <w:rFonts w:hint="cs"/>
          <w:rtl/>
          <w:lang w:bidi="ur-PK"/>
        </w:rPr>
        <w:t>ھی۔آج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تجربات رہنمائی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موجود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سال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ومشقت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ہوئے وسائل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پا افتاد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۔آج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اعلیٰ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تک پہنچنے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دقت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گی۔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آزاد معاشی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ضرورفائد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مند </w:t>
      </w:r>
      <w:r w:rsidRPr="00E37591">
        <w:rPr>
          <w:rFonts w:hint="cs"/>
          <w:rtl/>
          <w:lang w:bidi="ur-PK"/>
        </w:rPr>
        <w:t>ہوسکتاہے وہاں ٹی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اضاف</w:t>
      </w:r>
      <w:r w:rsidRPr="00E37591">
        <w:rPr>
          <w:rFonts w:hint="cs"/>
          <w:rtl/>
          <w:lang w:bidi="ur-PK"/>
        </w:rPr>
        <w:t>ہ ثروت کے وسائل ضرور مہی</w:t>
      </w:r>
      <w:r w:rsidRPr="00E37591">
        <w:rPr>
          <w:rFonts w:hint="eastAsia"/>
          <w:rtl/>
          <w:lang w:bidi="ur-PK"/>
        </w:rPr>
        <w:t>اکرسکتا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پسماندہ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کارنما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انجام د</w:t>
      </w:r>
      <w:r w:rsidRPr="00E37591">
        <w:rPr>
          <w:rFonts w:hint="cs"/>
          <w:rtl/>
          <w:lang w:bidi="ur-PK"/>
        </w:rPr>
        <w:t>ے سکتا۔ان ممالک کے سامنے مغربی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ہول</w:t>
      </w:r>
      <w:r w:rsidRPr="00E37591">
        <w:rPr>
          <w:rFonts w:hint="eastAsia"/>
          <w:rtl/>
          <w:lang w:bidi="ur-PK"/>
        </w:rPr>
        <w:t>ناک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 کے بے پناہ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جوان کو دعوت مقابل</w:t>
      </w:r>
      <w:r w:rsidRPr="00E37591">
        <w:rPr>
          <w:rFonts w:hint="cs"/>
          <w:rtl/>
          <w:lang w:bidi="ur-PK"/>
        </w:rPr>
        <w:t>ہ دے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کے پاس کوئی</w:t>
      </w:r>
      <w:r w:rsidRPr="00E37591">
        <w:rPr>
          <w:rtl/>
          <w:lang w:bidi="ur-PK"/>
        </w:rPr>
        <w:t xml:space="preserve"> اسلح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ہے۔کل کے انسانی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مقابل</w:t>
      </w:r>
      <w:r w:rsidRPr="00E37591">
        <w:rPr>
          <w:rFonts w:hint="cs"/>
          <w:rtl/>
          <w:lang w:bidi="ur-PK"/>
        </w:rPr>
        <w:t>ہ نہ تھا۔کل کی</w:t>
      </w:r>
      <w:r w:rsidRPr="00E37591">
        <w:rPr>
          <w:rtl/>
          <w:lang w:bidi="ur-PK"/>
        </w:rPr>
        <w:t xml:space="preserve"> 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 مشکلات س</w:t>
      </w:r>
      <w:r w:rsidRPr="00E37591">
        <w:rPr>
          <w:rFonts w:hint="cs"/>
          <w:rtl/>
          <w:lang w:bidi="ur-PK"/>
        </w:rPr>
        <w:t>ے دوچارنہ تھی۔اس نے فضاکو خوشگوار اور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ہموار پای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آزاد نظام معاش کو اپناکرآگے بڑھ 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ھا۔اور آج پسماندہ مم</w:t>
      </w:r>
      <w:r w:rsidRPr="00E37591">
        <w:rPr>
          <w:rtl/>
          <w:lang w:bidi="ur-PK"/>
        </w:rPr>
        <w:t>الک کو ب</w:t>
      </w:r>
      <w:r w:rsidRPr="00E37591">
        <w:rPr>
          <w:rFonts w:hint="cs"/>
          <w:rtl/>
          <w:lang w:bidi="ur-PK"/>
        </w:rPr>
        <w:t>ے شمار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وسائل وآلات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جن کا مہی</w:t>
      </w:r>
      <w:r w:rsidRPr="00E37591">
        <w:rPr>
          <w:rFonts w:hint="eastAsia"/>
          <w:rtl/>
          <w:lang w:bidi="ur-PK"/>
        </w:rPr>
        <w:t>اکرنا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طرزِ فکر کو اپنائ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واضح لفظوں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جائے کہ دونوں نظاموں نے ابتلاء ات ومصائب کا سہارا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اسے یہ</w:t>
      </w:r>
      <w:r w:rsidRPr="00E37591">
        <w:rPr>
          <w:rtl/>
          <w:lang w:bidi="ur-PK"/>
        </w:rPr>
        <w:t xml:space="preserve"> باور کراد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استعمار کے پی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ماحول کا حال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بھی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ھروندے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چکر لگاتار</w:t>
      </w:r>
      <w:r w:rsidRPr="00E37591">
        <w:rPr>
          <w:rFonts w:hint="cs"/>
          <w:rtl/>
          <w:lang w:bidi="ur-PK"/>
        </w:rPr>
        <w:t>ہاہے۔ حالانکہ اس کے سامنے ان دونوں عل</w:t>
      </w:r>
      <w:r w:rsidRPr="00E37591">
        <w:rPr>
          <w:rFonts w:hint="eastAsia"/>
          <w:rtl/>
          <w:lang w:bidi="ur-PK"/>
        </w:rPr>
        <w:t>اجوں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سماجی</w:t>
      </w:r>
      <w:r w:rsidRPr="00E37591">
        <w:rPr>
          <w:rtl/>
          <w:lang w:bidi="ur-PK"/>
        </w:rPr>
        <w:t xml:space="preserve"> امراض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علاج موجود </w:t>
      </w:r>
      <w:r w:rsidRPr="00E37591">
        <w:rPr>
          <w:rFonts w:hint="cs"/>
          <w:rtl/>
          <w:lang w:bidi="ur-PK"/>
        </w:rPr>
        <w:t>ہے جو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وعقائد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امت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رہاہے۔یہ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</w:t>
      </w:r>
      <w:r w:rsidRPr="00E37591">
        <w:rPr>
          <w:rtl/>
          <w:lang w:bidi="ur-PK"/>
        </w:rPr>
        <w:t xml:space="preserve"> انطباق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سربرا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ہمارامقصد اسلام اور راسمالی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تقابل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بات تو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مفصل طور پر موجود </w:t>
      </w:r>
      <w:r w:rsidRPr="00E37591">
        <w:rPr>
          <w:rFonts w:hint="cs"/>
          <w:rtl/>
          <w:lang w:bidi="ur-PK"/>
        </w:rPr>
        <w:t>ہے۔ہمارا مقصد صرف یہ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کرناہے کہ دنی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نظاموں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کون سا نظام مسلمانوں ک</w:t>
      </w:r>
      <w:r w:rsidRPr="00E37591">
        <w:rPr>
          <w:rFonts w:hint="cs"/>
          <w:rtl/>
          <w:lang w:bidi="ur-PK"/>
        </w:rPr>
        <w:t>ے پسماندہ ممالک کی</w:t>
      </w:r>
      <w:r w:rsidRPr="00E37591">
        <w:rPr>
          <w:rtl/>
          <w:lang w:bidi="ur-PK"/>
        </w:rPr>
        <w:t xml:space="preserve"> سربرا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 اور مسلمان کس طرزِفکر کو اپنا کر معاشی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آگ</w:t>
      </w:r>
      <w:r w:rsidRPr="00E37591">
        <w:rPr>
          <w:rFonts w:hint="cs"/>
          <w:rtl/>
          <w:lang w:bidi="ur-PK"/>
        </w:rPr>
        <w:t>ے بڑھاسکتے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ہماری</w:t>
      </w:r>
      <w:r w:rsidRPr="00E37591">
        <w:rPr>
          <w:rtl/>
          <w:lang w:bidi="ur-PK"/>
        </w:rPr>
        <w:t xml:space="preserve"> بحث ان نظاموں ک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نہ ہوگی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واقعی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ہوگی۔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وخطاکا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انطباق کا مرحل</w:t>
      </w:r>
      <w:r w:rsidRPr="00E37591">
        <w:rPr>
          <w:rFonts w:hint="cs"/>
          <w:rtl/>
          <w:lang w:bidi="ur-PK"/>
        </w:rPr>
        <w:t>ہ اس سے بالکل اج</w:t>
      </w:r>
      <w:r w:rsidRPr="00E37591">
        <w:rPr>
          <w:rtl/>
          <w:lang w:bidi="ur-PK"/>
        </w:rPr>
        <w:t>نب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وصالح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انطباق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تک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جب تک اس کے لئے حالات سازگارنہ ہو ں اور معاشرہ کی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مطالع</w:t>
      </w:r>
      <w:r w:rsidRPr="00E37591">
        <w:rPr>
          <w:rFonts w:hint="cs"/>
          <w:rtl/>
          <w:lang w:bidi="ur-PK"/>
        </w:rPr>
        <w:t>ہ نہ کرلی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ے۔خودی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وافکار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ارتقاء ک</w:t>
      </w:r>
      <w:r w:rsidRPr="00E37591">
        <w:rPr>
          <w:rFonts w:hint="cs"/>
          <w:rtl/>
          <w:lang w:bidi="ur-PK"/>
        </w:rPr>
        <w:t>ے عناصر پائے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حالات کی</w:t>
      </w:r>
      <w:r w:rsidRPr="00E37591">
        <w:rPr>
          <w:rtl/>
          <w:lang w:bidi="ur-PK"/>
        </w:rPr>
        <w:t xml:space="preserve"> سازگار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اثردکھلای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بن کر منظر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عام پر آئ</w:t>
      </w:r>
      <w:r w:rsidRPr="00E37591">
        <w:rPr>
          <w:rFonts w:hint="cs"/>
          <w:rtl/>
          <w:lang w:bidi="ur-PK"/>
        </w:rPr>
        <w:t>ے ہوں۔ظاہر ہے کہ اگ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ہوگاتو اس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تسلسل اور اس ماحول س</w:t>
      </w:r>
      <w:r w:rsidRPr="00E37591">
        <w:rPr>
          <w:rFonts w:hint="cs"/>
          <w:rtl/>
          <w:lang w:bidi="ur-PK"/>
        </w:rPr>
        <w:t>ے الگ کرنے کے بعد ان نظاموں کی</w:t>
      </w:r>
      <w:r w:rsidRPr="00E37591">
        <w:rPr>
          <w:rtl/>
          <w:lang w:bidi="ur-PK"/>
        </w:rPr>
        <w:t xml:space="preserve"> تاث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فعال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خود بخود ختم </w:t>
      </w:r>
      <w:r w:rsidRPr="00E37591">
        <w:rPr>
          <w:rFonts w:hint="cs"/>
          <w:rtl/>
          <w:lang w:bidi="ur-PK"/>
        </w:rPr>
        <w:t>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وراسمال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کا جائز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اس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اپنانے کی</w:t>
      </w:r>
      <w:r w:rsidRPr="00E37591">
        <w:rPr>
          <w:rtl/>
          <w:lang w:bidi="ur-PK"/>
        </w:rPr>
        <w:t xml:space="preserve"> ضرورت اس لئ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حکومت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چا</w:t>
      </w:r>
      <w:r w:rsidRPr="00E37591">
        <w:rPr>
          <w:rFonts w:hint="cs"/>
          <w:rtl/>
          <w:lang w:bidi="ur-PK"/>
        </w:rPr>
        <w:t>ہئے اور یہ</w:t>
      </w:r>
      <w:r w:rsidRPr="00E37591">
        <w:rPr>
          <w:rtl/>
          <w:lang w:bidi="ur-PK"/>
        </w:rPr>
        <w:t xml:space="preserve"> 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ہے بلکہ اس ن</w:t>
      </w:r>
      <w:r w:rsidRPr="00E37591">
        <w:rPr>
          <w:rFonts w:hint="eastAsia"/>
          <w:rtl/>
          <w:lang w:bidi="ur-PK"/>
        </w:rPr>
        <w:t>ظام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کو خوشگوار اور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دور کرن</w:t>
      </w:r>
      <w:r w:rsidRPr="00E37591">
        <w:rPr>
          <w:rFonts w:hint="cs"/>
          <w:rtl/>
          <w:lang w:bidi="ur-PK"/>
        </w:rPr>
        <w:t>ے کے لئے ہے۔ اور یہ</w:t>
      </w:r>
      <w:r w:rsidRPr="00E37591">
        <w:rPr>
          <w:rtl/>
          <w:lang w:bidi="ur-PK"/>
        </w:rPr>
        <w:t xml:space="preserve"> کام اس وقت تک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تک پوری</w:t>
      </w:r>
      <w:r w:rsidRPr="00E37591">
        <w:rPr>
          <w:rtl/>
          <w:lang w:bidi="ur-PK"/>
        </w:rPr>
        <w:t xml:space="preserve"> امت عمل درآمد پر آماد</w:t>
      </w:r>
      <w:r w:rsidRPr="00E37591">
        <w:rPr>
          <w:rFonts w:hint="cs"/>
          <w:rtl/>
          <w:lang w:bidi="ur-PK"/>
        </w:rPr>
        <w:t>ہ نہ ہوجائے اور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نظام رائج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ساتھ چلنے کی</w:t>
      </w:r>
      <w:r w:rsidRPr="00E37591">
        <w:rPr>
          <w:rtl/>
          <w:lang w:bidi="ur-PK"/>
        </w:rPr>
        <w:t xml:space="preserve"> اسپر</w:t>
      </w:r>
      <w:r w:rsidRPr="00E37591">
        <w:rPr>
          <w:rFonts w:hint="cs"/>
          <w:rtl/>
          <w:lang w:bidi="ur-PK"/>
        </w:rPr>
        <w:t>ٹ س</w:t>
      </w:r>
      <w:r w:rsidRPr="00E37591">
        <w:rPr>
          <w:rtl/>
          <w:lang w:bidi="ur-PK"/>
        </w:rPr>
        <w:t>ماج ک</w:t>
      </w:r>
      <w:r w:rsidRPr="00E37591">
        <w:rPr>
          <w:rFonts w:hint="cs"/>
          <w:rtl/>
          <w:lang w:bidi="ur-PK"/>
        </w:rPr>
        <w:t>ے اندر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سماج کا ارتقاء اور اس ک</w:t>
      </w:r>
      <w:r w:rsidRPr="00E37591">
        <w:rPr>
          <w:rFonts w:hint="cs"/>
          <w:rtl/>
          <w:lang w:bidi="ur-PK"/>
        </w:rPr>
        <w:t>ے ارادوں کا استحکام اور فکری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کارکردگ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دوسرا نام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ارتقاء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ہے۔رعای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فعال، اراد</w:t>
      </w:r>
      <w:r w:rsidRPr="00E37591">
        <w:rPr>
          <w:rFonts w:hint="cs"/>
          <w:rtl/>
          <w:lang w:bidi="ur-PK"/>
        </w:rPr>
        <w:t>ے مستحکم اور سماج مطمئن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معاشی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ہے۔خارجی</w:t>
      </w:r>
      <w:r w:rsidRPr="00E37591">
        <w:rPr>
          <w:rtl/>
          <w:lang w:bidi="ur-PK"/>
        </w:rPr>
        <w:t xml:space="preserve"> ثروت اور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لائن پر چلنا چ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ہئے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واضح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موجود</w:t>
      </w:r>
      <w:r w:rsidRPr="00E37591">
        <w:rPr>
          <w:rFonts w:hint="cs"/>
          <w:rtl/>
          <w:lang w:bidi="ur-PK"/>
        </w:rPr>
        <w:t>ہ معاشرہ ہے جہاں اقتصادی</w:t>
      </w:r>
      <w:r w:rsidRPr="00E37591">
        <w:rPr>
          <w:rtl/>
          <w:lang w:bidi="ur-PK"/>
        </w:rPr>
        <w:t xml:space="preserve"> نظاموں ن</w:t>
      </w:r>
      <w:r w:rsidRPr="00E37591">
        <w:rPr>
          <w:rFonts w:hint="cs"/>
          <w:rtl/>
          <w:lang w:bidi="ur-PK"/>
        </w:rPr>
        <w:t>ے اضافہ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 کر کام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قبائل واقوام کے جہد عمل اور ان کی</w:t>
      </w:r>
      <w:r w:rsidRPr="00E37591">
        <w:rPr>
          <w:rtl/>
          <w:lang w:bidi="ur-PK"/>
        </w:rPr>
        <w:t xml:space="preserve"> فعال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فائدہ اٹھای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ہے۔نظام طرزِعمل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کرتار</w:t>
      </w:r>
      <w:r w:rsidRPr="00E37591">
        <w:rPr>
          <w:rFonts w:hint="cs"/>
          <w:rtl/>
          <w:lang w:bidi="ur-PK"/>
        </w:rPr>
        <w:t xml:space="preserve">ہاہے اور قوم اس کے مطالبات </w:t>
      </w:r>
      <w:r w:rsidRPr="00E37591">
        <w:rPr>
          <w:rtl/>
          <w:lang w:bidi="ur-PK"/>
        </w:rPr>
        <w:t>کو پورا کرن</w:t>
      </w:r>
      <w:r w:rsidRPr="00E37591">
        <w:rPr>
          <w:rFonts w:hint="cs"/>
          <w:rtl/>
          <w:lang w:bidi="ur-PK"/>
        </w:rPr>
        <w:t>ے کے لئے نف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قربان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عالم اسلام ک</w:t>
      </w:r>
      <w:r w:rsidRPr="00E37591">
        <w:rPr>
          <w:rFonts w:hint="cs"/>
          <w:rtl/>
          <w:lang w:bidi="ur-PK"/>
        </w:rPr>
        <w:t>ے اندر کسی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ارتقاء کا من</w:t>
      </w:r>
      <w:r w:rsidRPr="00E37591">
        <w:rPr>
          <w:rFonts w:hint="cs"/>
          <w:rtl/>
          <w:lang w:bidi="ur-PK"/>
        </w:rPr>
        <w:t>ہاج ودستور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وقت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تجربات سے فائدہ اٹھانا پڑے گا اور ان کی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تمدن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کرنا </w:t>
      </w:r>
      <w:r w:rsidRPr="00E37591">
        <w:rPr>
          <w:rFonts w:hint="cs"/>
          <w:rtl/>
          <w:lang w:bidi="ur-PK"/>
        </w:rPr>
        <w:t>ہوگاجو امت کی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عمل کا باعث </w:t>
      </w:r>
      <w:r w:rsidRPr="00E37591">
        <w:rPr>
          <w:rFonts w:hint="cs"/>
          <w:rtl/>
          <w:lang w:bidi="ur-PK"/>
        </w:rPr>
        <w:t>ہواور اسے پ</w:t>
      </w:r>
      <w:r w:rsidRPr="00E37591">
        <w:rPr>
          <w:rtl/>
          <w:lang w:bidi="ur-PK"/>
        </w:rPr>
        <w:t>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رزبوں 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جنگ کرنے کے لئے آمادہ کرسکے اور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لئے امت کے تصورات واحساسات اور عقائد وتخی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تاکہ اس کی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عوامل ومحرکات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اکثر علماء اقتصاد ن</w:t>
      </w:r>
      <w:r w:rsidRPr="00E37591">
        <w:rPr>
          <w:rFonts w:hint="cs"/>
          <w:rtl/>
          <w:lang w:bidi="ur-PK"/>
        </w:rPr>
        <w:t>ے اس مقام پر یہ</w:t>
      </w:r>
      <w:r w:rsidRPr="00E37591">
        <w:rPr>
          <w:rtl/>
          <w:lang w:bidi="ur-PK"/>
        </w:rPr>
        <w:t xml:space="preserve"> اشتبا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انہوں نے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 ارتقاء کو پسماندہ ممالک کے لئے صالح قرار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نکت</w:t>
      </w:r>
      <w:r w:rsidRPr="00E37591">
        <w:rPr>
          <w:rFonts w:hint="cs"/>
          <w:rtl/>
          <w:lang w:bidi="ur-PK"/>
        </w:rPr>
        <w:t>ہ کو قابل توجہ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 ان ممالک ک</w:t>
      </w:r>
      <w:r w:rsidRPr="00E37591">
        <w:rPr>
          <w:rFonts w:hint="cs"/>
          <w:rtl/>
          <w:lang w:bidi="ur-PK"/>
        </w:rPr>
        <w:t>ے باشندوں کے مزاج سے ہم آہنگ ہوسکتاہے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متحمل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امت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مزاج استعماری</w:t>
      </w:r>
      <w:r w:rsidRPr="00E37591">
        <w:rPr>
          <w:rtl/>
          <w:lang w:bidi="ur-PK"/>
        </w:rPr>
        <w:t xml:space="preserve"> مزاج س</w:t>
      </w:r>
      <w:r w:rsidRPr="00E37591">
        <w:rPr>
          <w:rFonts w:hint="cs"/>
          <w:rtl/>
          <w:lang w:bidi="ur-PK"/>
        </w:rPr>
        <w:t>ے بالکل مختلف ہے۔استعمار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شک وخوف وات</w:t>
      </w:r>
      <w:r w:rsidRPr="00E37591">
        <w:rPr>
          <w:rFonts w:hint="cs"/>
          <w:rtl/>
          <w:lang w:bidi="ur-PK"/>
        </w:rPr>
        <w:t>ہام پر ہے اور امت اسلامیہ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برس</w:t>
      </w:r>
      <w:r w:rsidRPr="00E37591">
        <w:rPr>
          <w:rFonts w:hint="cs"/>
          <w:rtl/>
          <w:lang w:bidi="ur-PK"/>
        </w:rPr>
        <w:t>ہابرس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سخت حالات سے مقابلہ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مقاصد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کدورت ون</w:t>
      </w:r>
      <w:r w:rsidRPr="00E37591">
        <w:rPr>
          <w:rFonts w:hint="eastAsia"/>
          <w:rtl/>
          <w:lang w:bidi="ur-PK"/>
        </w:rPr>
        <w:t>فرت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خلاف شدی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حساس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ھرآئی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استعماری</w:t>
      </w:r>
      <w:r w:rsidRPr="00E37591">
        <w:rPr>
          <w:rtl/>
          <w:lang w:bidi="ur-PK"/>
        </w:rPr>
        <w:t xml:space="preserve"> طاقتوں س</w:t>
      </w:r>
      <w:r w:rsidRPr="00E37591">
        <w:rPr>
          <w:rFonts w:hint="cs"/>
          <w:rtl/>
          <w:lang w:bidi="ur-PK"/>
        </w:rPr>
        <w:t>ے الگ اور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کافی</w:t>
      </w:r>
      <w:r w:rsidRPr="00E37591">
        <w:rPr>
          <w:rtl/>
          <w:lang w:bidi="ur-PK"/>
        </w:rPr>
        <w:t xml:space="preserve"> وواف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تو امت کی</w:t>
      </w:r>
      <w:r w:rsidRPr="00E37591">
        <w:rPr>
          <w:rtl/>
          <w:lang w:bidi="ur-PK"/>
        </w:rPr>
        <w:t xml:space="preserve"> طاقتوں کو اب</w:t>
      </w:r>
      <w:r w:rsidRPr="00E37591">
        <w:rPr>
          <w:rFonts w:hint="cs"/>
          <w:rtl/>
          <w:lang w:bidi="ur-PK"/>
        </w:rPr>
        <w:t>ھارنہی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سکتا اور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معرکہ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۔ضرورت اس بات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امت اسلامیہ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ان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اور نفرت آم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زجذبات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اپن</w:t>
      </w:r>
      <w:r w:rsidRPr="00E37591">
        <w:rPr>
          <w:rFonts w:hint="cs"/>
          <w:rtl/>
          <w:lang w:bidi="ur-PK"/>
        </w:rPr>
        <w:t>ے اقدام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صالح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پر رک</w:t>
      </w:r>
      <w:r w:rsidRPr="00E37591">
        <w:rPr>
          <w:rFonts w:hint="cs"/>
          <w:rtl/>
          <w:lang w:bidi="ur-PK"/>
        </w:rPr>
        <w:t>ھے جس کا کوئی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استعماری</w:t>
      </w:r>
      <w:r w:rsidRPr="00E37591">
        <w:rPr>
          <w:rtl/>
          <w:lang w:bidi="ur-PK"/>
        </w:rPr>
        <w:t xml:space="preserve"> ممالک س</w:t>
      </w:r>
      <w:r w:rsidRPr="00E37591">
        <w:rPr>
          <w:rFonts w:hint="cs"/>
          <w:rtl/>
          <w:lang w:bidi="ur-PK"/>
        </w:rPr>
        <w:t>ے نہ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تلخ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بناپرعالم اسلام ک</w:t>
      </w:r>
      <w:r w:rsidRPr="00E37591">
        <w:rPr>
          <w:rFonts w:hint="cs"/>
          <w:rtl/>
          <w:lang w:bidi="ur-PK"/>
        </w:rPr>
        <w:t>ے بہت سے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اجزاء ن</w:t>
      </w:r>
      <w:r w:rsidRPr="00E37591">
        <w:rPr>
          <w:rFonts w:hint="cs"/>
          <w:rtl/>
          <w:lang w:bidi="ur-PK"/>
        </w:rPr>
        <w:t>ے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اپنان</w:t>
      </w:r>
      <w:r w:rsidRPr="00E37591">
        <w:rPr>
          <w:rFonts w:hint="cs"/>
          <w:rtl/>
          <w:lang w:bidi="ur-PK"/>
        </w:rPr>
        <w:t xml:space="preserve">ے کا </w:t>
      </w:r>
      <w:r w:rsidRPr="00E37591">
        <w:rPr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۔ان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تصورراسخ ت</w:t>
      </w:r>
      <w:r w:rsidRPr="00E37591">
        <w:rPr>
          <w:rFonts w:hint="cs"/>
          <w:rtl/>
          <w:lang w:bidi="ur-PK"/>
        </w:rPr>
        <w:t>ھا 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فلسف</w:t>
      </w:r>
      <w:r w:rsidRPr="00E37591">
        <w:rPr>
          <w:rFonts w:hint="cs"/>
          <w:rtl/>
          <w:lang w:bidi="ur-PK"/>
        </w:rPr>
        <w:t>ہ اور تمدن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اس بات سے قطعی</w:t>
      </w:r>
      <w:r w:rsidRPr="00E37591">
        <w:rPr>
          <w:rtl/>
          <w:lang w:bidi="ur-PK"/>
        </w:rPr>
        <w:t xml:space="preserve"> غافل ت</w:t>
      </w:r>
      <w:r w:rsidRPr="00E37591">
        <w:rPr>
          <w:rFonts w:hint="cs"/>
          <w:rtl/>
          <w:lang w:bidi="ur-PK"/>
        </w:rPr>
        <w:t>ھے 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ے اور لسانی</w:t>
      </w:r>
      <w:r w:rsidRPr="00E37591">
        <w:rPr>
          <w:rtl/>
          <w:lang w:bidi="ur-PK"/>
        </w:rPr>
        <w:t xml:space="preserve"> ارتباط کا نام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اعقائد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تصور کو اپنال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اس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طرح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کمزوری</w:t>
      </w:r>
      <w:r w:rsidRPr="00E37591">
        <w:rPr>
          <w:rtl/>
          <w:lang w:bidi="ur-PK"/>
        </w:rPr>
        <w:t xml:space="preserve"> کا احساس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ان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خام مواد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اور سماجی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ہے۔اسی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اس نے اس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کو استعمار ک</w:t>
      </w:r>
      <w:r w:rsidRPr="00E37591">
        <w:rPr>
          <w:rFonts w:hint="cs"/>
          <w:rtl/>
          <w:lang w:bidi="ur-PK"/>
        </w:rPr>
        <w:t>ے خلاف استقلالی</w:t>
      </w:r>
      <w:r w:rsidRPr="00E37591">
        <w:rPr>
          <w:rtl/>
          <w:lang w:bidi="ur-PK"/>
        </w:rPr>
        <w:t xml:space="preserve"> نعروں ک</w:t>
      </w:r>
      <w:r w:rsidRPr="00E37591">
        <w:rPr>
          <w:rFonts w:hint="cs"/>
          <w:rtl/>
          <w:lang w:bidi="ur-PK"/>
        </w:rPr>
        <w:t>ے ساتھ جمع کرنے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صورت نکال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نظام زندگی</w:t>
      </w:r>
      <w:r w:rsidRPr="00E37591">
        <w:rPr>
          <w:rtl/>
          <w:lang w:bidi="ur-PK"/>
        </w:rPr>
        <w:t xml:space="preserve"> کا نام''عرب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''رک</w:t>
      </w:r>
      <w:r w:rsidRPr="00E37591">
        <w:rPr>
          <w:rFonts w:hint="cs"/>
          <w:rtl/>
          <w:lang w:bidi="ur-PK"/>
        </w:rPr>
        <w:t>ھ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۔عربی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تصورخود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آواز د</w:t>
      </w:r>
      <w:r w:rsidRPr="00E37591">
        <w:rPr>
          <w:rFonts w:hint="cs"/>
          <w:rtl/>
          <w:lang w:bidi="ur-PK"/>
        </w:rPr>
        <w:t>ے رہاہے 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تن</w:t>
      </w:r>
      <w:r w:rsidRPr="00E37591">
        <w:rPr>
          <w:rFonts w:hint="cs"/>
          <w:rtl/>
          <w:lang w:bidi="ur-PK"/>
        </w:rPr>
        <w:t>ہا مصلح عالم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جس کا نام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ھاپ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تاکہ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تصور زند</w:t>
      </w:r>
      <w:r w:rsidRPr="00E37591">
        <w:rPr>
          <w:rFonts w:hint="cs"/>
          <w:rtl/>
          <w:lang w:bidi="ur-PK"/>
        </w:rPr>
        <w:t>ہ رہے اور استعمار کے ساتھ انضمام نہ ہونے پائے۔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پرد</w:t>
      </w:r>
      <w:r w:rsidRPr="00E37591">
        <w:rPr>
          <w:rFonts w:hint="cs"/>
          <w:rtl/>
          <w:lang w:bidi="ur-PK"/>
        </w:rPr>
        <w:t>ہ پوشی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مغالط</w:t>
      </w:r>
      <w:r w:rsidRPr="00E37591">
        <w:rPr>
          <w:rFonts w:hint="cs"/>
          <w:rtl/>
          <w:lang w:bidi="ur-PK"/>
        </w:rPr>
        <w:t>ہ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کرسک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امت اسلام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جلد اس نکتہ کی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صرف ظا</w:t>
      </w:r>
      <w:r w:rsidRPr="00E37591">
        <w:rPr>
          <w:rFonts w:hint="cs"/>
          <w:rtl/>
          <w:lang w:bidi="ur-PK"/>
        </w:rPr>
        <w:t>ہر رنگ وروغن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اجنب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تصورکو چ</w:t>
      </w:r>
      <w:r w:rsidRPr="00E37591">
        <w:rPr>
          <w:rFonts w:hint="cs"/>
          <w:rtl/>
          <w:lang w:bidi="ur-PK"/>
        </w:rPr>
        <w:t>ھپای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ہے۔ورنہ اشتراکی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کاروبار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ادخل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اعرب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عامل ک</w:t>
      </w:r>
      <w:r w:rsidRPr="00E37591">
        <w:rPr>
          <w:rFonts w:hint="cs"/>
          <w:rtl/>
          <w:lang w:bidi="ur-PK"/>
        </w:rPr>
        <w:t>ے موقف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انقلاب لاسکتا</w:t>
      </w:r>
      <w:r w:rsidRPr="00E37591">
        <w:rPr>
          <w:rFonts w:hint="cs"/>
          <w:rtl/>
          <w:lang w:bidi="ur-PK"/>
        </w:rPr>
        <w:t xml:space="preserve">ہے؟بھلا اس لفظ کے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زبان،تار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خون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جنس </w:t>
      </w:r>
      <w:r w:rsidRPr="00E37591">
        <w:rPr>
          <w:rFonts w:hint="cs"/>
          <w:rtl/>
          <w:lang w:bidi="ur-PK"/>
        </w:rPr>
        <w:t>ہونے کے اعتبار سے اجتماعی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پورے فلسفہ کو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توانطباق کی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عربی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نے سماجی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تمام تصورات کو ترک کرد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منافی</w:t>
      </w:r>
      <w:r w:rsidRPr="00E37591">
        <w:rPr>
          <w:rtl/>
          <w:lang w:bidi="ur-PK"/>
        </w:rPr>
        <w:t xml:space="preserve"> اور مخالف ت</w:t>
      </w:r>
      <w:r w:rsidRPr="00E37591">
        <w:rPr>
          <w:rFonts w:hint="cs"/>
          <w:rtl/>
          <w:lang w:bidi="ur-PK"/>
        </w:rPr>
        <w:t>ھے اور جہاں تغی</w:t>
      </w:r>
      <w:r w:rsidRPr="00E37591">
        <w:rPr>
          <w:rFonts w:hint="eastAsia"/>
          <w:rtl/>
          <w:lang w:bidi="ur-PK"/>
        </w:rPr>
        <w:t>رو</w:t>
      </w:r>
      <w:r w:rsidRPr="00E37591">
        <w:rPr>
          <w:rtl/>
          <w:lang w:bidi="ur-PK"/>
        </w:rPr>
        <w:t xml:space="preserve"> تبدل کا امکان ن</w:t>
      </w:r>
      <w:r w:rsidRPr="00E37591">
        <w:rPr>
          <w:rFonts w:hint="cs"/>
          <w:rtl/>
          <w:lang w:bidi="ur-PK"/>
        </w:rPr>
        <w:t>ہ تھا۔وہاں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مسائل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تاز</w:t>
      </w:r>
      <w:r w:rsidRPr="00E37591">
        <w:rPr>
          <w:rFonts w:hint="cs"/>
          <w:rtl/>
          <w:lang w:bidi="ur-PK"/>
        </w:rPr>
        <w:t>ہ روح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 xml:space="preserve">ھونک </w:t>
      </w:r>
      <w:r w:rsidRPr="00E37591">
        <w:rPr>
          <w:rFonts w:hint="eastAsia"/>
          <w:rtl/>
          <w:lang w:bidi="ur-PK"/>
        </w:rPr>
        <w:t>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اس</w:t>
      </w:r>
      <w:r w:rsidRPr="00E37591">
        <w:rPr>
          <w:rFonts w:hint="cs"/>
          <w:rtl/>
          <w:lang w:bidi="ur-PK"/>
        </w:rPr>
        <w:t>ے استعماری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کرسکے۔اتنا ضرور ہواہے کہ ان مسائل کو استثنائی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استثناء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کو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 سکتاجو </w:t>
      </w:r>
      <w:r w:rsidRPr="00E37591">
        <w:rPr>
          <w:rFonts w:hint="cs"/>
          <w:rtl/>
          <w:lang w:bidi="ur-PK"/>
        </w:rPr>
        <w:t>ہر جوہر رہے گا اور پردہ،پردہ۔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عرب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پرستاروں کے لئے یہ</w:t>
      </w:r>
      <w:r w:rsidRPr="00E37591">
        <w:rPr>
          <w:rtl/>
          <w:lang w:bidi="ur-PK"/>
        </w:rPr>
        <w:t xml:space="preserve"> بات ناممکن </w:t>
      </w:r>
      <w:r w:rsidRPr="00E37591">
        <w:rPr>
          <w:rFonts w:hint="cs"/>
          <w:rtl/>
          <w:lang w:bidi="ur-PK"/>
        </w:rPr>
        <w:t>ہے کہ وہ عربی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ت،</w:t>
      </w:r>
      <w:r w:rsidRPr="00E37591">
        <w:rPr>
          <w:rtl/>
          <w:lang w:bidi="ur-PK"/>
        </w:rPr>
        <w:t xml:space="preserve"> فارس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خط فاصل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مختلف قومی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ھاپ لگ جانے سے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مفہوم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فرق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جب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ناقص اور محدود تصور کا غلاف اڑھادی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قوم اپنے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عقائدو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اشتراکی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استثناء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ہے۔جو ہر سب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شکلی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شکل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اختلاف کے ساتھ جوہر کا اتحاد خود اس بات کی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ہے۔استعمار سے بچنے کے لئے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کاس</w:t>
      </w:r>
      <w:r w:rsidRPr="00E37591">
        <w:rPr>
          <w:rFonts w:hint="cs"/>
          <w:rtl/>
          <w:lang w:bidi="ur-PK"/>
        </w:rPr>
        <w:t>ہارالی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کام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علمبردار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تصور قائم کرنے سے عاجز ہوجانے کے باوجود ببانگ دہل اس بات کا اعلان کر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نے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تصور صرف اس لئ</w:t>
      </w:r>
      <w:r w:rsidRPr="00E37591">
        <w:rPr>
          <w:rFonts w:hint="cs"/>
          <w:rtl/>
          <w:lang w:bidi="ur-PK"/>
        </w:rPr>
        <w:t>ے اپنای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امت اسلامیہ</w:t>
      </w:r>
      <w:r w:rsidRPr="00E37591">
        <w:rPr>
          <w:rtl/>
          <w:lang w:bidi="ur-PK"/>
        </w:rPr>
        <w:t xml:space="preserve"> استعمار ک</w:t>
      </w:r>
      <w:r w:rsidRPr="00E37591">
        <w:rPr>
          <w:rFonts w:hint="cs"/>
          <w:rtl/>
          <w:lang w:bidi="ur-PK"/>
        </w:rPr>
        <w:t>ے مظالم کے خلاف شدی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حساس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پر آمادہ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دستور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کوئی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استعماری</w:t>
      </w:r>
      <w:r w:rsidRPr="00E37591">
        <w:rPr>
          <w:rtl/>
          <w:lang w:bidi="ur-PK"/>
        </w:rPr>
        <w:t xml:space="preserve"> ممالک س</w:t>
      </w:r>
      <w:r w:rsidRPr="00E37591">
        <w:rPr>
          <w:rFonts w:hint="cs"/>
          <w:rtl/>
          <w:lang w:bidi="ur-PK"/>
        </w:rPr>
        <w:t>ے نہ ہو اور جس پر کوئی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ھاپ اجنبی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لگ سکی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امت اسلامیہ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نظام چاہے ان کی</w:t>
      </w:r>
      <w:r w:rsidRPr="00E37591">
        <w:rPr>
          <w:rtl/>
          <w:lang w:bidi="ur-PK"/>
        </w:rPr>
        <w:t xml:space="preserve"> شکل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ہو،اسلام کے اس مستحکم نظام سے الگ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تعلق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کمالات س</w:t>
      </w:r>
      <w:r w:rsidRPr="00E37591">
        <w:rPr>
          <w:rFonts w:hint="cs"/>
          <w:rtl/>
          <w:lang w:bidi="ur-PK"/>
        </w:rPr>
        <w:t>ے ہے۔امت اس بات سے بخوبی</w:t>
      </w:r>
      <w:r w:rsidRPr="00E37591">
        <w:rPr>
          <w:rtl/>
          <w:lang w:bidi="ur-PK"/>
        </w:rPr>
        <w:t xml:space="preserve"> واقف </w:t>
      </w:r>
      <w:r w:rsidRPr="00E37591">
        <w:rPr>
          <w:rFonts w:hint="cs"/>
          <w:rtl/>
          <w:lang w:bidi="ur-PK"/>
        </w:rPr>
        <w:t>ہے کہ اسلام 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وعظمت کا عنوان </w:t>
      </w:r>
      <w:r w:rsidRPr="00E37591">
        <w:rPr>
          <w:rFonts w:hint="cs"/>
          <w:rtl/>
          <w:lang w:bidi="ur-PK"/>
        </w:rPr>
        <w:t>ہے۔اسی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اصالت و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عظمت وبلند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وابست</w:t>
      </w:r>
      <w:r w:rsidRPr="00E37591">
        <w:rPr>
          <w:rFonts w:hint="cs"/>
          <w:rtl/>
          <w:lang w:bidi="ur-PK"/>
        </w:rPr>
        <w:t>ہ ہے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 xml:space="preserve">ہ بات ہے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D46A86">
      <w:pPr>
        <w:pStyle w:val="libNormal"/>
        <w:rPr>
          <w:rtl/>
          <w:lang w:bidi="ur-PK"/>
        </w:rPr>
      </w:pPr>
    </w:p>
    <w:p w:rsidR="00824138" w:rsidRPr="00E37591" w:rsidRDefault="00824138" w:rsidP="00D46A86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کہ جو اس کوزبوں حالی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ہر معرکہ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ھڑاکر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ارتقاء وعروج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قدم آگے بڑھاسکتی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بشرطی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ہواوراس کی</w:t>
      </w:r>
      <w:r w:rsidRPr="00E37591">
        <w:rPr>
          <w:rtl/>
          <w:lang w:bidi="ur-PK"/>
        </w:rPr>
        <w:t xml:space="preserve"> حرکت کاعنوان''ق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اسلام''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استعمار واستعمار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امت اسلامیہ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شعور واحساس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اکم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استعمار ظالم ہے اور مظلوم کبھی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ظالم نظام کو رائج ن</w:t>
      </w:r>
      <w:r w:rsidRPr="00E37591">
        <w:rPr>
          <w:rFonts w:hint="cs"/>
          <w:rtl/>
          <w:lang w:bidi="ur-PK"/>
        </w:rPr>
        <w:t>ہ ہونے دے گا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سامن</w:t>
      </w:r>
      <w:r w:rsidRPr="00E37591">
        <w:rPr>
          <w:rFonts w:hint="cs"/>
          <w:rtl/>
          <w:lang w:bidi="ur-PK"/>
        </w:rPr>
        <w:t>ے آگئی</w:t>
      </w:r>
      <w:r w:rsidRPr="00E37591">
        <w:rPr>
          <w:rtl/>
          <w:lang w:bidi="ur-PK"/>
        </w:rPr>
        <w:t xml:space="preserve"> جو 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خلاف سد سکندری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ہے استعماری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</w:t>
      </w:r>
      <w:r w:rsidRPr="00E37591">
        <w:rPr>
          <w:rFonts w:hint="eastAsia"/>
          <w:rtl/>
          <w:lang w:bidi="ur-PK"/>
        </w:rPr>
        <w:t>عقائد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وضد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استعماراور اسلام ک</w:t>
      </w:r>
      <w:r w:rsidRPr="00E37591">
        <w:rPr>
          <w:rFonts w:hint="cs"/>
          <w:rtl/>
          <w:lang w:bidi="ur-PK"/>
        </w:rPr>
        <w:t>ے عقائد وافکار کا تذکرہ کرکے ان کاتقابلی</w:t>
      </w:r>
      <w:r w:rsidRPr="00E37591">
        <w:rPr>
          <w:rtl/>
          <w:lang w:bidi="ur-PK"/>
        </w:rPr>
        <w:t xml:space="preserve"> مطالع</w:t>
      </w:r>
      <w:r w:rsidRPr="00E37591">
        <w:rPr>
          <w:rFonts w:hint="cs"/>
          <w:rtl/>
          <w:lang w:bidi="ur-PK"/>
        </w:rPr>
        <w:t>ہ کروں اور آخرمی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کروں ک</w:t>
      </w:r>
      <w:r w:rsidRPr="00E37591">
        <w:rPr>
          <w:rFonts w:hint="cs"/>
          <w:rtl/>
          <w:lang w:bidi="ur-PK"/>
        </w:rPr>
        <w:t>ہ اسلام استعمار کے افکار سے بلند وبالا اور بہتر وبرتر ہے اس لئے اس طرح یہ</w:t>
      </w:r>
      <w:r w:rsidRPr="00E37591">
        <w:rPr>
          <w:rtl/>
          <w:lang w:bidi="ur-PK"/>
        </w:rPr>
        <w:t xml:space="preserve"> بحث خالص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اور عقائد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گی۔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تو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تصورات مرد مسلم کے عقائد کے ساتھ جمع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ہوسکتے۔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عالم اسلام ک</w:t>
      </w:r>
      <w:r w:rsidRPr="00E37591">
        <w:rPr>
          <w:rFonts w:hint="cs"/>
          <w:rtl/>
          <w:lang w:bidi="ur-PK"/>
        </w:rPr>
        <w:t>ے اندر کار فرماطاقت کا نام ہے جو استعماری</w:t>
      </w:r>
      <w:r w:rsidRPr="00E37591">
        <w:rPr>
          <w:rtl/>
          <w:lang w:bidi="ur-PK"/>
        </w:rPr>
        <w:t xml:space="preserve"> تبل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بڑی</w:t>
      </w:r>
      <w:r w:rsidRPr="00E37591">
        <w:rPr>
          <w:rtl/>
          <w:lang w:bidi="ur-PK"/>
        </w:rPr>
        <w:t xml:space="preserve"> حد تک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ومضمحل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انسان مسلم کے سلوک زندگی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جاد،</w:t>
      </w:r>
      <w:r w:rsidRPr="00E37591">
        <w:rPr>
          <w:rtl/>
          <w:lang w:bidi="ur-PK"/>
        </w:rPr>
        <w:t xml:space="preserve"> احساس اور تجد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ہت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اثرانداز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ثابت ہوچکا ہے کہ اقتصادی</w:t>
      </w:r>
      <w:r w:rsidRPr="00E37591">
        <w:rPr>
          <w:rtl/>
          <w:lang w:bidi="ur-PK"/>
        </w:rPr>
        <w:t xml:space="preserve"> ارتقاء کا ک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حکومت براہِ راست قانون سازی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انجام د</w:t>
      </w:r>
      <w:r w:rsidRPr="00E37591">
        <w:rPr>
          <w:rFonts w:hint="cs"/>
          <w:rtl/>
          <w:lang w:bidi="ur-PK"/>
        </w:rPr>
        <w:t>ے سکے بلکہ اس کے لئے عوامی</w:t>
      </w:r>
      <w:r w:rsidRPr="00E37591">
        <w:rPr>
          <w:rtl/>
          <w:lang w:bidi="ur-PK"/>
        </w:rPr>
        <w:t xml:space="preserve"> جذبات اور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خدمات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پرت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نظام وعقی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تناقض واختلاف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امت کا سرما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افتخار اور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اکثر شعبوں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نشان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ہوتے ہوئے کوئی</w:t>
      </w:r>
      <w:r w:rsidRPr="00E37591">
        <w:rPr>
          <w:rtl/>
          <w:lang w:bidi="ur-PK"/>
        </w:rPr>
        <w:t xml:space="preserve"> مخالف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قوتِ عمل کو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کرسکتااور اس طرح ارتقاء وعروج کا عمل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انجام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پاسکتا</w:t>
      </w:r>
      <w:r w:rsidRPr="00E37591">
        <w:rPr>
          <w:rFonts w:hint="cs"/>
          <w:rtl/>
          <w:lang w:bidi="ur-PK"/>
        </w:rPr>
        <w:t>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برخلاف اسلام دشواری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شکار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</w:t>
      </w:r>
      <w:r w:rsidRPr="00E37591">
        <w:rPr>
          <w:rtl/>
          <w:lang w:bidi="ur-PK"/>
        </w:rPr>
        <w:t>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تضاد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وتناقض حائل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اس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معاون ومددگار تصور کرتا</w:t>
      </w:r>
      <w:r w:rsidRPr="00E37591">
        <w:rPr>
          <w:rFonts w:hint="cs"/>
          <w:rtl/>
          <w:lang w:bidi="ur-PK"/>
        </w:rPr>
        <w:t>ہے۔اس کے لئے یہ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وروح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سند اور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تر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حامل ومحرک </w:t>
      </w:r>
      <w:r w:rsidRPr="00E37591">
        <w:rPr>
          <w:rFonts w:hint="cs"/>
          <w:rtl/>
          <w:lang w:bidi="ur-PK"/>
        </w:rPr>
        <w:t>ہے۔اس کے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وتعل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مرد مومن پہلے سے اپنے گلے لگائے ہوئے ہے اور اس کی</w:t>
      </w:r>
      <w:r w:rsidRPr="00E37591">
        <w:rPr>
          <w:rtl/>
          <w:lang w:bidi="ur-PK"/>
        </w:rPr>
        <w:t xml:space="preserve"> تقد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وعظمت کا قائل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ھتاہے کہ اسلام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سماو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تطب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فرض اور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کسی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انطباق کے ل</w:t>
      </w:r>
      <w:r w:rsidRPr="00E37591">
        <w:rPr>
          <w:rtl/>
          <w:lang w:bidi="ur-PK"/>
        </w:rPr>
        <w:t>ئ</w:t>
      </w:r>
      <w:r w:rsidRPr="00E37591">
        <w:rPr>
          <w:rFonts w:hint="cs"/>
          <w:rtl/>
          <w:lang w:bidi="ur-PK"/>
        </w:rPr>
        <w:t>ے اس کے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احترام اور عقائد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اعزاز س</w:t>
      </w:r>
      <w:r w:rsidRPr="00E37591">
        <w:rPr>
          <w:rFonts w:hint="cs"/>
          <w:rtl/>
          <w:lang w:bidi="ur-PK"/>
        </w:rPr>
        <w:t>ے بالاتر کوئی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یہی</w:t>
      </w:r>
      <w:r w:rsidRPr="00E37591">
        <w:rPr>
          <w:rtl/>
          <w:lang w:bidi="ur-PK"/>
        </w:rPr>
        <w:t xml:space="preserve"> طاقت اس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ۂ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کو آماد</w:t>
      </w:r>
      <w:r w:rsidRPr="00E37591">
        <w:rPr>
          <w:rFonts w:hint="cs"/>
          <w:rtl/>
          <w:lang w:bidi="ur-PK"/>
        </w:rPr>
        <w:t>ہ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احساس تطبی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بنات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ماناکہ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انداز اقتصاد ن</w:t>
      </w:r>
      <w:r w:rsidRPr="00E37591">
        <w:rPr>
          <w:rFonts w:hint="cs"/>
          <w:rtl/>
          <w:lang w:bidi="ur-PK"/>
        </w:rPr>
        <w:t>ے معاشرہ کو عروج وارتقاء دے کر اکثرانسانی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ہنوں کو اس بات کی</w:t>
      </w:r>
      <w:r w:rsidRPr="00E37591">
        <w:rPr>
          <w:rtl/>
          <w:lang w:bidi="ur-PK"/>
        </w:rPr>
        <w:t xml:space="preserve"> طرف مائل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ان تنظی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طرح چودہ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مدت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تعمی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م</w:t>
      </w:r>
      <w:r w:rsidRPr="00E37591">
        <w:rPr>
          <w:rFonts w:hint="cs"/>
          <w:rtl/>
          <w:lang w:bidi="ur-PK"/>
        </w:rPr>
        <w:t>ہمل تصور کر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اعتراف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نے عالم اسلام کے انسانوں کے ذہن ودماغ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اگر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نظ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اقتصادن</w:t>
      </w:r>
      <w:r w:rsidRPr="00E37591">
        <w:rPr>
          <w:rFonts w:hint="cs"/>
          <w:rtl/>
          <w:lang w:bidi="ur-PK"/>
        </w:rPr>
        <w:t>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بالکل م</w:t>
      </w:r>
      <w:r w:rsidRPr="00E37591">
        <w:rPr>
          <w:rFonts w:hint="cs"/>
          <w:rtl/>
          <w:lang w:bidi="ur-PK"/>
        </w:rPr>
        <w:t>ہمل وبی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بات کا قرار توب</w:t>
      </w:r>
      <w:r w:rsidRPr="00E37591">
        <w:rPr>
          <w:rFonts w:hint="cs"/>
          <w:rtl/>
          <w:lang w:bidi="ur-PK"/>
        </w:rPr>
        <w:t>ہرحا</w:t>
      </w:r>
      <w:r w:rsidRPr="00E37591">
        <w:rPr>
          <w:rtl/>
          <w:lang w:bidi="ur-PK"/>
        </w:rPr>
        <w:t>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مسلم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ذہنی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کے نظام اقتصاد کے رواج کے لئے موجود تھی۔مسلم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روح کا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کرجانا تقر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ناً</w:t>
      </w:r>
      <w:r w:rsidRPr="00E37591">
        <w:rPr>
          <w:rtl/>
          <w:lang w:bidi="ur-PK"/>
        </w:rPr>
        <w:t xml:space="preserve"> محال </w:t>
      </w:r>
      <w:r w:rsidRPr="00E37591">
        <w:rPr>
          <w:rFonts w:hint="cs"/>
          <w:rtl/>
          <w:lang w:bidi="ur-PK"/>
        </w:rPr>
        <w:t>ہے اور اس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نظام کا اس معاشر</w:t>
      </w:r>
      <w:r w:rsidRPr="00E37591">
        <w:rPr>
          <w:rFonts w:hint="cs"/>
          <w:rtl/>
          <w:lang w:bidi="ur-PK"/>
        </w:rPr>
        <w:t>ہ پر نافذ ہونا بھی</w:t>
      </w:r>
      <w:r w:rsidRPr="00E37591">
        <w:rPr>
          <w:rtl/>
          <w:lang w:bidi="ur-PK"/>
        </w:rPr>
        <w:t xml:space="preserve"> محال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ہے اور پورپ کی</w:t>
      </w:r>
      <w:r w:rsidRPr="00E37591">
        <w:rPr>
          <w:rtl/>
          <w:lang w:bidi="ur-PK"/>
        </w:rPr>
        <w:t xml:space="preserve"> آغوش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پلن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۔دنوں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ات،</w:t>
      </w:r>
      <w:r w:rsidRPr="00E37591">
        <w:rPr>
          <w:rtl/>
          <w:lang w:bidi="ur-PK"/>
        </w:rPr>
        <w:t xml:space="preserve"> اقدار ،انداز وسل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جب تک اختلافات موجود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جس قدر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اقتصاد ک</w:t>
      </w:r>
      <w:r w:rsidRPr="00E37591">
        <w:rPr>
          <w:rFonts w:hint="cs"/>
          <w:rtl/>
          <w:lang w:bidi="ur-PK"/>
        </w:rPr>
        <w:t>ے لئے س</w:t>
      </w:r>
      <w:r w:rsidRPr="00E37591">
        <w:rPr>
          <w:rFonts w:hint="eastAsia"/>
          <w:rtl/>
          <w:lang w:bidi="ur-PK"/>
        </w:rPr>
        <w:t>ازگار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اسی</w:t>
      </w:r>
      <w:r w:rsidRPr="00E37591">
        <w:rPr>
          <w:rtl/>
          <w:lang w:bidi="ur-PK"/>
        </w:rPr>
        <w:t xml:space="preserve"> قدر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اس نظام کے لئے مضر اور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موافق ر</w:t>
      </w:r>
      <w:r w:rsidRPr="00E37591">
        <w:rPr>
          <w:rFonts w:hint="cs"/>
          <w:rtl/>
          <w:lang w:bidi="ur-PK"/>
        </w:rPr>
        <w:t>ہے گا اور 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جڑی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اکھاڑی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 سکت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کا است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صال</w:t>
      </w:r>
      <w:r w:rsidRPr="00E37591">
        <w:rPr>
          <w:rtl/>
          <w:lang w:bidi="ur-PK"/>
        </w:rPr>
        <w:t xml:space="preserve"> ان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ذرائع س</w:t>
      </w:r>
      <w:r w:rsidRPr="00E37591">
        <w:rPr>
          <w:rFonts w:hint="cs"/>
          <w:rtl/>
          <w:lang w:bidi="ur-PK"/>
        </w:rPr>
        <w:t>ے ناممکن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پسماندگی</w:t>
      </w:r>
      <w:r w:rsidRPr="00E37591">
        <w:rPr>
          <w:rtl/>
          <w:lang w:bidi="ur-PK"/>
        </w:rPr>
        <w:t xml:space="preserve"> اور زبوں 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جہاد کرنے کے لئے جس طرح ملک کی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استحکام کی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تاکہ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سازگاری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سکے اسی</w:t>
      </w:r>
      <w:r w:rsidRPr="00E37591">
        <w:rPr>
          <w:rtl/>
          <w:lang w:bidi="ur-PK"/>
        </w:rPr>
        <w:t xml:space="preserve"> طرح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عنصر ک</w:t>
      </w:r>
      <w:r w:rsidRPr="00E37591">
        <w:rPr>
          <w:rFonts w:hint="cs"/>
          <w:rtl/>
          <w:lang w:bidi="ur-PK"/>
        </w:rPr>
        <w:t>ے استحکام اور اس کے مفروضہ نظام ودستور سے ہم آہنگ ہونے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جو موجودہ صورت ح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قطع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مفقود </w:t>
      </w:r>
      <w:r w:rsidRPr="00E37591">
        <w:rPr>
          <w:rFonts w:hint="cs"/>
          <w:rtl/>
          <w:lang w:bidi="ur-PK"/>
        </w:rPr>
        <w:t>ہے۔ی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انسان صرف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 ہے اس کا مسی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سی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سال کا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کے باوجود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پر قابو نہ پا سکا اور ذہن انسان کو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بلند کرکے آسمان تک پہنچانے کے بجائے اللہ ہی</w:t>
      </w:r>
      <w:r w:rsidRPr="00E37591">
        <w:rPr>
          <w:rtl/>
          <w:lang w:bidi="ur-PK"/>
        </w:rPr>
        <w:t xml:space="preserve"> کو آسمان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اتارلا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د</w:t>
      </w:r>
      <w:r w:rsidRPr="00E37591">
        <w:rPr>
          <w:rFonts w:hint="cs"/>
          <w:rtl/>
          <w:lang w:bidi="ur-PK"/>
        </w:rPr>
        <w:t>ے 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آباء و اجداد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تلاش اور انسان کو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شکل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فلسف</w:t>
      </w:r>
      <w:r w:rsidRPr="00E37591">
        <w:rPr>
          <w:rFonts w:hint="cs"/>
          <w:rtl/>
          <w:lang w:bidi="ur-PK"/>
        </w:rPr>
        <w:t>ہ عالم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آسمان والے کو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پراتار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انسان اکبر کو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بزم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ٹھا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کو خاک س</w:t>
      </w:r>
      <w:r w:rsidRPr="00E37591">
        <w:rPr>
          <w:rFonts w:hint="cs"/>
          <w:rtl/>
          <w:lang w:bidi="ur-PK"/>
        </w:rPr>
        <w:t>ے مربوط کرنا چاہتی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چ</w:t>
      </w:r>
      <w:r w:rsidRPr="00E37591">
        <w:rPr>
          <w:rFonts w:hint="cs"/>
          <w:rtl/>
          <w:lang w:bidi="ur-PK"/>
        </w:rPr>
        <w:t>ہ ارتباط کی</w:t>
      </w:r>
      <w:r w:rsidRPr="00E37591">
        <w:rPr>
          <w:rtl/>
          <w:lang w:bidi="ur-PK"/>
        </w:rPr>
        <w:t xml:space="preserve"> شکل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انداز واسلوب بدلے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عظمت تھی</w:t>
      </w:r>
      <w:r w:rsidRPr="00E37591">
        <w:rPr>
          <w:rtl/>
          <w:lang w:bidi="ur-PK"/>
        </w:rPr>
        <w:t xml:space="preserve"> جس ن</w:t>
      </w:r>
      <w:r w:rsidRPr="00E37591">
        <w:rPr>
          <w:rFonts w:hint="cs"/>
          <w:rtl/>
          <w:lang w:bidi="ur-PK"/>
        </w:rPr>
        <w:t>ے مادہ، ثروت اور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جنم دئ</w:t>
      </w:r>
      <w:r w:rsidRPr="00E37591">
        <w:rPr>
          <w:rFonts w:hint="cs"/>
          <w:rtl/>
          <w:lang w:bidi="ur-PK"/>
        </w:rPr>
        <w:t>یے</w:t>
      </w:r>
      <w:r w:rsidRPr="00E37591">
        <w:rPr>
          <w:rtl/>
          <w:lang w:bidi="ur-PK"/>
        </w:rPr>
        <w:t xml:space="preserve"> جو اس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وتصورات ن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پر قبضہ کر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۔لذت ومنفعت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ہوئے اور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B74130">
      <w:pPr>
        <w:pStyle w:val="libNormal"/>
        <w:rPr>
          <w:rtl/>
          <w:lang w:bidi="ur-PK"/>
        </w:rPr>
      </w:pPr>
    </w:p>
    <w:p w:rsidR="00824138" w:rsidRPr="00E37591" w:rsidRDefault="00824138" w:rsidP="00B7413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فلسف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ہٹا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ل</w:t>
      </w:r>
      <w:r w:rsidRPr="00E37591">
        <w:rPr>
          <w:rFonts w:hint="eastAsia"/>
          <w:rtl/>
          <w:lang w:bidi="ur-PK"/>
        </w:rPr>
        <w:t>ذت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مقام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اسے سازگار فضائلی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ماحول کے پروردہ تھے ۔ اس لئے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سانس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موقع ن</w:t>
      </w:r>
      <w:r w:rsidRPr="00E37591">
        <w:rPr>
          <w:rFonts w:hint="cs"/>
          <w:rtl/>
          <w:lang w:bidi="ur-PK"/>
        </w:rPr>
        <w:t>ہ مل سکا۔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تصورات ن</w:t>
      </w:r>
      <w:r w:rsidRPr="00E37591">
        <w:rPr>
          <w:rFonts w:hint="cs"/>
          <w:rtl/>
          <w:lang w:bidi="ur-PK"/>
        </w:rPr>
        <w:t>ے عوام کی</w:t>
      </w:r>
      <w:r w:rsidRPr="00E37591">
        <w:rPr>
          <w:rtl/>
          <w:lang w:bidi="ur-PK"/>
        </w:rPr>
        <w:t xml:space="preserve"> طاقتوں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ھارنے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اہم رول ادا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ارتقاء وعروج کا سارا کاروبار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لگا۔امت کی</w:t>
      </w:r>
      <w:r w:rsidRPr="00E37591">
        <w:rPr>
          <w:rtl/>
          <w:lang w:bidi="ur-PK"/>
        </w:rPr>
        <w:t xml:space="preserve"> رگ رگ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نشاط انگ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حرکت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پائی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تک مادہ اور اس کے خی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برکا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جائے رفتار عمل کو سست نہ ہونا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ذہن سے تصور الٰہ کا محوہو جانا اور اس کا آسمان کے بجائے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رشتہ قائم کر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ذہن ودل کی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ہر بلند وبالا اخلاقی</w:t>
      </w:r>
      <w:r w:rsidRPr="00E37591">
        <w:rPr>
          <w:rtl/>
          <w:lang w:bidi="ur-PK"/>
        </w:rPr>
        <w:t xml:space="preserve"> قدر کو نکلا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نکن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باعث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مجھ سے بالا تر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وضع کر سک</w:t>
      </w:r>
      <w:r w:rsidRPr="00E37591">
        <w:rPr>
          <w:rFonts w:hint="cs"/>
          <w:rtl/>
          <w:lang w:bidi="ur-PK"/>
        </w:rPr>
        <w:t>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طور پر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مستحکم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احساس شعور ن</w:t>
      </w:r>
      <w:r w:rsidRPr="00E37591">
        <w:rPr>
          <w:rFonts w:hint="cs"/>
          <w:rtl/>
          <w:lang w:bidi="ur-PK"/>
        </w:rPr>
        <w:t>ے استقلال وانفرادی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غرق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جب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خود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فلسف</w:t>
      </w:r>
      <w:r w:rsidRPr="00E37591">
        <w:rPr>
          <w:rFonts w:hint="cs"/>
          <w:rtl/>
          <w:lang w:bidi="ur-PK"/>
        </w:rPr>
        <w:t>ہ کے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ڈھالنا ہوا تو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سب س</w:t>
      </w:r>
      <w:r w:rsidRPr="00E37591">
        <w:rPr>
          <w:rFonts w:hint="cs"/>
          <w:rtl/>
          <w:lang w:bidi="ur-PK"/>
        </w:rPr>
        <w:t>ے اہم فلسفہ ''وجودی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''منظر عام پر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 xml:space="preserve">۔ اس </w:t>
      </w:r>
      <w:r w:rsidRPr="00E37591">
        <w:rPr>
          <w:rFonts w:hint="eastAsia"/>
          <w:rtl/>
          <w:lang w:bidi="ur-PK"/>
        </w:rPr>
        <w:t>فلسف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کو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انسان اپن</w:t>
      </w:r>
      <w:r w:rsidRPr="00E37591">
        <w:rPr>
          <w:rFonts w:hint="cs"/>
          <w:rtl/>
          <w:lang w:bidi="ur-PK"/>
        </w:rPr>
        <w:t>ے تمام احساسات وجذبات کی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جلو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لگا</w:t>
      </w:r>
      <w:r w:rsidRPr="00E37591">
        <w:rPr>
          <w:rFonts w:hint="cs"/>
          <w:rtl/>
          <w:lang w:bidi="ur-PK"/>
        </w:rPr>
        <w:t>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 کار نمای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انجام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اس نے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استقلال و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چھپے ہوئے جذبات سے بے حد فائدہ اٹھای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باور کراد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ہشات وجذبات کی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واحد س</w:t>
      </w:r>
      <w:r w:rsidRPr="00E37591">
        <w:rPr>
          <w:rFonts w:hint="cs"/>
          <w:rtl/>
          <w:lang w:bidi="ur-PK"/>
        </w:rPr>
        <w:t>ہارا یہی</w:t>
      </w:r>
      <w:r w:rsidRPr="00E37591">
        <w:rPr>
          <w:rtl/>
          <w:lang w:bidi="ur-PK"/>
        </w:rPr>
        <w:t xml:space="preserve"> آزاد اقتصاد اور فلسف</w:t>
      </w:r>
      <w:r w:rsidRPr="00E37591">
        <w:rPr>
          <w:rFonts w:hint="cs"/>
          <w:rtl/>
          <w:lang w:bidi="ur-PK"/>
        </w:rPr>
        <w:t>ہ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ہے۔الٰہی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 و دماغ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خود پرستی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کچھ سوچنا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 تھا۔ اس کے یہاں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نظام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نفس ک</w:t>
      </w:r>
      <w:r w:rsidRPr="00E37591">
        <w:rPr>
          <w:rFonts w:hint="cs"/>
          <w:rtl/>
          <w:lang w:bidi="ur-PK"/>
        </w:rPr>
        <w:t>ے اسباب اور احساس انفرادی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وسائل موجود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70764A">
      <w:pPr>
        <w:pStyle w:val="libNormal"/>
        <w:rPr>
          <w:rtl/>
          <w:lang w:bidi="ur-PK"/>
        </w:rPr>
      </w:pPr>
    </w:p>
    <w:p w:rsidR="00824138" w:rsidRPr="00E37591" w:rsidRDefault="00824138" w:rsidP="0070764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ہوں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پر آنے والی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جذبہ سے ٹکر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عوام کو خود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فرق صرف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پہلے کی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اب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اب ہر طبقہ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فرد </w:t>
      </w:r>
      <w:r w:rsidRPr="00E37591">
        <w:rPr>
          <w:rFonts w:hint="cs"/>
          <w:rtl/>
          <w:lang w:bidi="ur-PK"/>
        </w:rPr>
        <w:t>ہے اور ہر جماعت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تمام امور اتفاق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تھے بلکہ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ھے بوجھنے فلسفہ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۔حری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کچھ سہارا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اورمسئولی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احساس کے فقدان نے ہر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قدم بنا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بڑی</w:t>
      </w:r>
      <w:r w:rsidRPr="00E37591">
        <w:rPr>
          <w:rtl/>
          <w:lang w:bidi="ur-PK"/>
        </w:rPr>
        <w:t xml:space="preserve"> حد تک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سماجی</w:t>
      </w:r>
      <w:r w:rsidRPr="00E37591">
        <w:rPr>
          <w:rtl/>
          <w:lang w:bidi="ur-PK"/>
        </w:rPr>
        <w:t xml:space="preserve"> تناقض وتصادم کو سمج</w:t>
      </w:r>
      <w:r w:rsidRPr="00E37591">
        <w:rPr>
          <w:rFonts w:hint="cs"/>
          <w:rtl/>
          <w:lang w:bidi="ur-PK"/>
        </w:rPr>
        <w:t>ھانے کے لئے کسی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تھی۔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خود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 بات کا احساس دلا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آ</w:t>
      </w:r>
      <w:r w:rsidRPr="00E37591">
        <w:rPr>
          <w:rtl/>
          <w:lang w:bidi="ur-PK"/>
        </w:rPr>
        <w:t>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مطلق العنان اور آزادد </w:t>
      </w:r>
      <w:r w:rsidRPr="00E37591">
        <w:rPr>
          <w:rFonts w:hint="cs"/>
          <w:rtl/>
          <w:lang w:bidi="ur-PK"/>
        </w:rPr>
        <w:t>ہونا چاہئے۔اور یہ</w:t>
      </w:r>
      <w:r w:rsidRPr="00E37591">
        <w:rPr>
          <w:rtl/>
          <w:lang w:bidi="ur-PK"/>
        </w:rPr>
        <w:t xml:space="preserve"> بات اس وقت تک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جب تک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دوسرا مقابل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آکر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محدود ن</w:t>
      </w:r>
      <w:r w:rsidRPr="00E37591">
        <w:rPr>
          <w:rFonts w:hint="cs"/>
          <w:rtl/>
          <w:lang w:bidi="ur-PK"/>
        </w:rPr>
        <w:t>ہ بنا دے۔مقابلہ و تصادم کے اسی</w:t>
      </w:r>
      <w:r w:rsidRPr="00E37591">
        <w:rPr>
          <w:rtl/>
          <w:lang w:bidi="ur-PK"/>
        </w:rPr>
        <w:t xml:space="preserve"> تصور ن</w:t>
      </w:r>
      <w:r w:rsidRPr="00E37591">
        <w:rPr>
          <w:rFonts w:hint="cs"/>
          <w:rtl/>
          <w:lang w:bidi="ur-PK"/>
        </w:rPr>
        <w:t>ے اسے سماجی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ٹکراؤ پرآمادہ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.....اور و</w:t>
      </w:r>
      <w:r w:rsidRPr="00E37591">
        <w:rPr>
          <w:rFonts w:hint="cs"/>
          <w:rtl/>
          <w:lang w:bidi="ur-PK"/>
        </w:rPr>
        <w:t>ہ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کے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اتر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ضرورت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نفس پرستی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اس تصادم کے جواز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تلاش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۔چنانچہ دوسرے ماحول زدہ تصورات کی</w:t>
      </w:r>
      <w:r w:rsidRPr="00E37591">
        <w:rPr>
          <w:rtl/>
          <w:lang w:bidi="ur-PK"/>
        </w:rPr>
        <w:t xml:space="preserve"> طرح '' تنازع للبقائ'' کا فلسف</w:t>
      </w:r>
      <w:r w:rsidRPr="00E37591">
        <w:rPr>
          <w:rFonts w:hint="cs"/>
          <w:rtl/>
          <w:lang w:bidi="ur-PK"/>
        </w:rPr>
        <w:t>ہ منظر عام پر آ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پا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'' بقاء کے لئے نزاع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ہے ۔''''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تصادم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ہے۔''دنی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سارا نظام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چل ر</w:t>
      </w:r>
      <w:r w:rsidRPr="00E37591">
        <w:rPr>
          <w:rFonts w:hint="cs"/>
          <w:rtl/>
          <w:lang w:bidi="ur-PK"/>
        </w:rPr>
        <w:t>ہا ہے۔''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)اثبات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)نفی</w:t>
      </w:r>
      <w:r w:rsidRPr="00E37591">
        <w:rPr>
          <w:rtl/>
          <w:lang w:bidi="ur-PK"/>
        </w:rPr>
        <w:t xml:space="preserve">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پورے فلسفہ کا یہ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بتاتا </w:t>
      </w:r>
      <w:r w:rsidRPr="00E37591">
        <w:rPr>
          <w:rFonts w:hint="cs"/>
          <w:rtl/>
          <w:lang w:bidi="ur-PK"/>
        </w:rPr>
        <w:t>ہے کہ اس کے فلسفہ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۔وہ موجودہ معاشرہ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آواز عوام ک</w:t>
      </w:r>
      <w:r w:rsidRPr="00E37591">
        <w:rPr>
          <w:rFonts w:hint="cs"/>
          <w:rtl/>
          <w:lang w:bidi="ur-PK"/>
        </w:rPr>
        <w:t>ے ذہنوں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راسخ جذبات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اقتصاد اور اس ک</w:t>
      </w:r>
      <w:r w:rsidRPr="00E37591">
        <w:rPr>
          <w:rFonts w:hint="cs"/>
          <w:rtl/>
          <w:lang w:bidi="ur-PK"/>
        </w:rPr>
        <w:t>ے کاروباری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تصادم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 کام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چاہے اس کی</w:t>
      </w:r>
      <w:r w:rsidRPr="00E37591">
        <w:rPr>
          <w:rtl/>
          <w:lang w:bidi="ur-PK"/>
        </w:rPr>
        <w:t xml:space="preserve"> شکل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جہاں ٹکراؤ ذاتی</w:t>
      </w:r>
      <w:r w:rsidRPr="00E37591">
        <w:rPr>
          <w:rtl/>
          <w:lang w:bidi="ur-PK"/>
        </w:rPr>
        <w:t xml:space="preserve"> کارخانوں اور ملوں ک</w:t>
      </w:r>
      <w:r w:rsidRPr="00E37591">
        <w:rPr>
          <w:rFonts w:hint="cs"/>
          <w:rtl/>
          <w:lang w:bidi="ur-PK"/>
        </w:rPr>
        <w:t>ے مالکوں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اور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بقاء ک</w:t>
      </w:r>
      <w:r w:rsidRPr="00E37591">
        <w:rPr>
          <w:rFonts w:hint="cs"/>
          <w:rtl/>
          <w:lang w:bidi="ur-PK"/>
        </w:rPr>
        <w:t>ے لئے نزاع کرتا 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جہاں انقلابی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کلی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امور پر قبض</w:t>
      </w:r>
      <w:r w:rsidRPr="00E37591">
        <w:rPr>
          <w:rFonts w:hint="cs"/>
          <w:rtl/>
          <w:lang w:bidi="ur-PK"/>
        </w:rPr>
        <w:t>ہ کرکے ملک کی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 پر صرف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حال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بناء پر اس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قدم آگے بڑھائے اور آخر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بڑے بڑے فوائد حاصل کر لئے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صورت حال عالم اسلام ک</w:t>
      </w:r>
      <w:r w:rsidRPr="00E37591">
        <w:rPr>
          <w:rFonts w:hint="cs"/>
          <w:rtl/>
          <w:lang w:bidi="ur-PK"/>
        </w:rPr>
        <w:t>ے حالات سے بالکل مختلف ہے۔ یہاں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۔یہاں</w:t>
      </w:r>
      <w:r w:rsidRPr="00E37591">
        <w:rPr>
          <w:rtl/>
          <w:lang w:bidi="ur-PK"/>
        </w:rPr>
        <w:t xml:space="preserve"> کا انسان آسم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رسالتوں کا پرورد</w:t>
      </w:r>
      <w:r w:rsidRPr="00E37591">
        <w:rPr>
          <w:rFonts w:hint="cs"/>
          <w:rtl/>
          <w:lang w:bidi="ur-PK"/>
        </w:rPr>
        <w:t>ہ اور سماوی</w:t>
      </w:r>
      <w:r w:rsidRPr="00E37591">
        <w:rPr>
          <w:rtl/>
          <w:lang w:bidi="ur-PK"/>
        </w:rPr>
        <w:t xml:space="preserve"> ممالک کا باشند</w:t>
      </w:r>
      <w:r w:rsidRPr="00E37591">
        <w:rPr>
          <w:rFonts w:hint="cs"/>
          <w:rtl/>
          <w:lang w:bidi="ur-PK"/>
        </w:rPr>
        <w:t>ہ ہے۔ اس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</w:t>
      </w:r>
      <w:r w:rsidRPr="00E37591">
        <w:rPr>
          <w:rtl/>
          <w:lang w:bidi="ur-PK"/>
        </w:rPr>
        <w:t>ت</w:t>
      </w:r>
      <w:r w:rsidRPr="00E37591">
        <w:rPr>
          <w:rFonts w:hint="cs"/>
          <w:rtl/>
          <w:lang w:bidi="ur-PK"/>
        </w:rPr>
        <w:t>ھوں اسلام کی</w:t>
      </w:r>
      <w:r w:rsidRPr="00E37591">
        <w:rPr>
          <w:rtl/>
          <w:lang w:bidi="ur-PK"/>
        </w:rPr>
        <w:t xml:space="preserve"> آغوش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اس نے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آسمان پر نظر ڈالی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عالم مادہ احساس سے پہلے عالم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پر اعتماد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یہی</w:t>
      </w:r>
      <w:r w:rsidRPr="00E37591">
        <w:rPr>
          <w:rtl/>
          <w:lang w:bidi="ur-PK"/>
        </w:rPr>
        <w:t xml:space="preserve"> عشق ت</w:t>
      </w:r>
      <w:r w:rsidRPr="00E37591">
        <w:rPr>
          <w:rFonts w:hint="cs"/>
          <w:rtl/>
          <w:lang w:bidi="ur-PK"/>
        </w:rPr>
        <w:t>ھا جس نے مسلمانوں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 ب</w:t>
      </w:r>
      <w:r w:rsidRPr="00E37591">
        <w:rPr>
          <w:rFonts w:hint="cs"/>
          <w:rtl/>
          <w:lang w:bidi="ur-PK"/>
        </w:rPr>
        <w:t>ڈل ڈالی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ہر مسئلہ پر محسوسات سے بلند ہو کر عقلی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ہلوؤں پر غور کرنے لگے ۔ مزاجی</w:t>
      </w:r>
      <w:r w:rsidRPr="00E37591">
        <w:rPr>
          <w:rtl/>
          <w:lang w:bidi="ur-PK"/>
        </w:rPr>
        <w:t xml:space="preserve"> طور پر اتنا انقلاب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مادہ کی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ھارنے والی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ممدود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معنو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مادہ سے ہم آہنگ وہم رنگ نہ ہو سکنے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موقف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کرنا پ</w:t>
      </w:r>
      <w:r w:rsidRPr="00E37591">
        <w:rPr>
          <w:rFonts w:hint="cs"/>
          <w:rtl/>
          <w:lang w:bidi="ur-PK"/>
        </w:rPr>
        <w:t>ڑا۔ جس کا نا</w:t>
      </w:r>
      <w:r w:rsidRPr="00E37591">
        <w:rPr>
          <w:rtl/>
          <w:lang w:bidi="ur-PK"/>
        </w:rPr>
        <w:t>م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ہد پڑا،کبھی</w:t>
      </w:r>
      <w:r w:rsidRPr="00E37591">
        <w:rPr>
          <w:rtl/>
          <w:lang w:bidi="ur-PK"/>
        </w:rPr>
        <w:t xml:space="preserve"> قناعت اور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کسلمند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سست</w:t>
      </w:r>
      <w:r w:rsidRPr="00E37591">
        <w:rPr>
          <w:rFonts w:hint="cs"/>
          <w:rtl/>
          <w:lang w:bidi="ur-PK"/>
        </w:rPr>
        <w:t>ی۔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بالغ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کا دوسرا اثر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انسان ذہنی</w:t>
      </w:r>
      <w:r w:rsidRPr="00E37591">
        <w:rPr>
          <w:rtl/>
          <w:lang w:bidi="ur-PK"/>
        </w:rPr>
        <w:t xml:space="preserve"> طور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متاثر رہنے لگا جسے صاحب تقویٰ</w:t>
      </w:r>
      <w:r w:rsidRPr="00E37591">
        <w:rPr>
          <w:rtl/>
          <w:lang w:bidi="ur-PK"/>
        </w:rPr>
        <w:t xml:space="preserve"> مسلمان ک</w:t>
      </w:r>
      <w:r w:rsidRPr="00E37591">
        <w:rPr>
          <w:rFonts w:hint="cs"/>
          <w:rtl/>
          <w:lang w:bidi="ur-PK"/>
        </w:rPr>
        <w:t>ے الفاظ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رب العالم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احساس مسئولی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 </w:t>
      </w:r>
      <w:r w:rsidRPr="00E37591">
        <w:rPr>
          <w:rFonts w:hint="cs"/>
          <w:rtl/>
          <w:lang w:bidi="ur-PK"/>
        </w:rPr>
        <w:t>ہے اور آزاد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مسلمان ک</w:t>
      </w:r>
      <w:r w:rsidRPr="00E37591">
        <w:rPr>
          <w:rFonts w:hint="cs"/>
          <w:rtl/>
          <w:lang w:bidi="ur-PK"/>
        </w:rPr>
        <w:t>ے الفاظ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محاسبہ سے 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 </w:t>
      </w:r>
      <w:r w:rsidRPr="00E37591">
        <w:rPr>
          <w:rFonts w:hint="cs"/>
          <w:rtl/>
          <w:lang w:bidi="ur-PK"/>
        </w:rPr>
        <w:t>ہے اور دونو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صورتوں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مسلم </w:t>
      </w:r>
      <w:r w:rsidRPr="00E37591">
        <w:rPr>
          <w:rFonts w:hint="cs"/>
          <w:rtl/>
          <w:lang w:bidi="ur-PK"/>
        </w:rPr>
        <w:t>ہے کہ مسلمان ذہن اس احساس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کوسوں دور ہے جو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سرمایۂ</w:t>
      </w:r>
      <w:r w:rsidRPr="00E37591">
        <w:rPr>
          <w:rtl/>
          <w:lang w:bidi="ur-PK"/>
        </w:rPr>
        <w:t xml:space="preserve"> افتخار </w:t>
      </w:r>
      <w:r w:rsidRPr="00E37591">
        <w:rPr>
          <w:rFonts w:hint="cs"/>
          <w:rtl/>
          <w:lang w:bidi="ur-PK"/>
        </w:rPr>
        <w:t>ہے اور اس کے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اس اقدار س</w:t>
      </w:r>
      <w:r w:rsidRPr="00E37591">
        <w:rPr>
          <w:rFonts w:hint="cs"/>
          <w:rtl/>
          <w:lang w:bidi="ur-PK"/>
        </w:rPr>
        <w:t>ے بالکل مختلف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مرد مسلم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جو اس</w:t>
      </w:r>
      <w:r w:rsidRPr="00E37591">
        <w:rPr>
          <w:rFonts w:hint="cs"/>
          <w:rtl/>
          <w:lang w:bidi="ur-PK"/>
        </w:rPr>
        <w:t>ے اخلاقی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وممدود بنا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بات پر آمادہ کرتا ہے کہ وہ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جماعت ک</w:t>
      </w:r>
      <w:r w:rsidRPr="00E37591">
        <w:rPr>
          <w:rFonts w:hint="cs"/>
          <w:rtl/>
          <w:lang w:bidi="ur-PK"/>
        </w:rPr>
        <w:t>ے مفاد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غور وفکر کر</w:t>
      </w:r>
      <w:r w:rsidRPr="00E37591">
        <w:rPr>
          <w:rFonts w:hint="cs"/>
          <w:rtl/>
          <w:lang w:bidi="ur-PK"/>
        </w:rPr>
        <w:t>ے جس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گذارتا </w:t>
      </w:r>
      <w:r w:rsidRPr="00E37591">
        <w:rPr>
          <w:rFonts w:hint="cs"/>
          <w:rtl/>
          <w:lang w:bidi="ur-PK"/>
        </w:rPr>
        <w:t>ہے اور جس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وابستگ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 xml:space="preserve">ھتا ہے۔ اس کے ذہن پروہ </w:t>
      </w:r>
      <w:r w:rsidRPr="00E37591">
        <w:rPr>
          <w:rFonts w:hint="eastAsia"/>
          <w:rtl/>
          <w:lang w:bidi="ur-PK"/>
        </w:rPr>
        <w:t>تنازع</w:t>
      </w:r>
      <w:r w:rsidRPr="00E37591">
        <w:rPr>
          <w:rtl/>
          <w:lang w:bidi="ur-PK"/>
        </w:rPr>
        <w:t xml:space="preserve"> وتصادم مسلط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پاتا جسے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نے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مرد مسلم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ن</w:t>
      </w:r>
      <w:r w:rsidRPr="00E37591">
        <w:rPr>
          <w:rFonts w:hint="cs"/>
          <w:rtl/>
          <w:lang w:bidi="ur-PK"/>
        </w:rPr>
        <w:t>ے اسلامی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عالمی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ڈھانچہ کو اتنا معزز بنا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اب ہر مسلمان اپنے اوپر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محسوس کرتا </w:t>
      </w:r>
      <w:r w:rsidRPr="00E37591">
        <w:rPr>
          <w:rFonts w:hint="cs"/>
          <w:rtl/>
          <w:lang w:bidi="ur-PK"/>
        </w:rPr>
        <w:t>ہے جو حدود زمان ومکان سے بالاتر ہے مسلمانوں نے ہر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رسالت کا کام انجام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پوری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 کا پاس ول</w:t>
      </w:r>
      <w:r w:rsidRPr="00E37591">
        <w:rPr>
          <w:rFonts w:hint="eastAsia"/>
          <w:rtl/>
          <w:lang w:bidi="ur-PK"/>
        </w:rPr>
        <w:t>حاظ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کے دل ودماغ پر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قبض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امت کے پورے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کو آگ</w:t>
      </w:r>
      <w:r w:rsidRPr="00E37591">
        <w:rPr>
          <w:rFonts w:hint="cs"/>
          <w:rtl/>
          <w:lang w:bidi="ur-PK"/>
        </w:rPr>
        <w:t>ے بڑھانے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 آمد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اخلاقی</w:t>
      </w:r>
      <w:r w:rsidRPr="00E37591">
        <w:rPr>
          <w:rtl/>
          <w:lang w:bidi="ur-PK"/>
        </w:rPr>
        <w:t xml:space="preserve"> قدر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مسلم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فعا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ومحرک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فعال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مسلمان کا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آسمان پر نظر رکھنا اور شہود سے پہلے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متاثر ہونا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 ماد</w:t>
      </w:r>
      <w:r w:rsidRPr="00E37591">
        <w:rPr>
          <w:rFonts w:hint="cs"/>
          <w:rtl/>
          <w:lang w:bidi="ur-PK"/>
        </w:rPr>
        <w:t>ہ کے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ذہن کو منفی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بھی</w:t>
      </w:r>
      <w:r w:rsidRPr="00E37591">
        <w:rPr>
          <w:rtl/>
          <w:lang w:bidi="ur-PK"/>
        </w:rPr>
        <w:t xml:space="preserve"> عطا کر سکتا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ممکن ہے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آسمان سے الگ ہو جانے کی</w:t>
      </w:r>
      <w:r w:rsidRPr="00E37591">
        <w:rPr>
          <w:rtl/>
          <w:lang w:bidi="ur-PK"/>
        </w:rPr>
        <w:t xml:space="preserve"> صورت و</w:t>
      </w:r>
      <w:r w:rsidRPr="00E37591">
        <w:rPr>
          <w:rFonts w:hint="cs"/>
          <w:rtl/>
          <w:lang w:bidi="ur-PK"/>
        </w:rPr>
        <w:t>ہ زہد و قناعت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کسلمند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راست</w:t>
      </w:r>
      <w:r w:rsidRPr="00E37591">
        <w:rPr>
          <w:rFonts w:hint="cs"/>
          <w:rtl/>
          <w:lang w:bidi="ur-PK"/>
        </w:rPr>
        <w:t>ہ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ے اور ان خی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وبرکات کو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رباد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دے ۔ ہاں اگر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عمل کو واجب کا درجہ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عبادت کا تصور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تو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بالاتر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یہی</w:t>
      </w:r>
      <w:r w:rsidRPr="00E37591">
        <w:rPr>
          <w:rtl/>
          <w:lang w:bidi="ur-PK"/>
        </w:rPr>
        <w:t xml:space="preserve"> طاقت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 وج</w:t>
      </w:r>
      <w:r w:rsidRPr="00E37591">
        <w:rPr>
          <w:rFonts w:hint="cs"/>
          <w:rtl/>
          <w:lang w:bidi="ur-PK"/>
        </w:rPr>
        <w:t>ہد پر آمادہ کر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طاقت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eastAsia"/>
          <w:rtl/>
          <w:lang w:bidi="ur-PK"/>
        </w:rPr>
        <w:t>طح</w:t>
      </w:r>
      <w:r w:rsidRPr="00E37591">
        <w:rPr>
          <w:rtl/>
          <w:lang w:bidi="ur-PK"/>
        </w:rPr>
        <w:t xml:space="preserve"> کو بلند تر بنا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مسلمان را سمال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جس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قلق واضطراب کا احساس رک</w:t>
      </w:r>
      <w:r w:rsidRPr="00E37591">
        <w:rPr>
          <w:rFonts w:hint="cs"/>
          <w:rtl/>
          <w:lang w:bidi="ur-PK"/>
        </w:rPr>
        <w:t>ھتا ہے اور مذہب کے مسئلہ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ہل انگاری</w:t>
      </w:r>
      <w:r w:rsidRPr="00E37591">
        <w:rPr>
          <w:rtl/>
          <w:lang w:bidi="ur-PK"/>
        </w:rPr>
        <w:t xml:space="preserve"> اور لا پروائ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جس کشمکش کا شکار ہے اس کا حل اس کی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قدروں ک</w:t>
      </w:r>
      <w:r w:rsidRPr="00E37591">
        <w:rPr>
          <w:rFonts w:hint="cs"/>
          <w:rtl/>
          <w:lang w:bidi="ur-PK"/>
        </w:rPr>
        <w:t>ے علاوہ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مسلمان جب تک اسلامی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اور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نظام کو 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ہنگ بنانے کی</w:t>
      </w:r>
      <w:r w:rsidRPr="00E37591">
        <w:rPr>
          <w:rtl/>
          <w:lang w:bidi="ur-PK"/>
        </w:rPr>
        <w:t xml:space="preserve"> کوشش کرتا ر</w:t>
      </w:r>
      <w:r w:rsidRPr="00E37591">
        <w:rPr>
          <w:rFonts w:hint="cs"/>
          <w:rtl/>
          <w:lang w:bidi="ur-PK"/>
        </w:rPr>
        <w:t>ہے گا اس وقت تک اس الجھن اور اضطراب سے نجات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 سکتا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اضطراب وانتشار س</w:t>
      </w:r>
      <w:r w:rsidRPr="00E37591">
        <w:rPr>
          <w:rFonts w:hint="cs"/>
          <w:rtl/>
          <w:lang w:bidi="ur-PK"/>
        </w:rPr>
        <w:t>ے نجات کا واحد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کے نظام اقتصاد کو بروئے کار لای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ذہنی</w:t>
      </w:r>
      <w:r w:rsidRPr="00E37591">
        <w:rPr>
          <w:rtl/>
          <w:lang w:bidi="ur-PK"/>
        </w:rPr>
        <w:t xml:space="preserve"> کشمکش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ذہنی</w:t>
      </w:r>
      <w:r w:rsidRPr="00E37591">
        <w:rPr>
          <w:rtl/>
          <w:lang w:bidi="ur-PK"/>
        </w:rPr>
        <w:t xml:space="preserve"> توافق وتناسب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  <w:r w:rsidRPr="00E37591">
        <w:rPr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تخم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وی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نظام داخل</w:t>
      </w:r>
      <w:r w:rsidRPr="00E37591">
        <w:rPr>
          <w:rFonts w:hint="cs"/>
          <w:rtl/>
          <w:lang w:bidi="ur-PK"/>
        </w:rPr>
        <w:t>ی۔ مسئولی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نظام کو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مسلمان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نظام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والے مصائب کے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ۂ قربانی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کہ مسلمان صرف اس دستور نظام کو پانا چاہتا ہے جو اس کے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 اور اس کی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قدروں کا تحفظ ک</w:t>
      </w:r>
      <w:r w:rsidRPr="00E37591">
        <w:rPr>
          <w:rFonts w:hint="eastAsia"/>
          <w:rtl/>
          <w:lang w:bidi="ur-PK"/>
        </w:rPr>
        <w:t>رتا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مسلمان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 ک</w:t>
      </w:r>
      <w:r w:rsidRPr="00E37591">
        <w:rPr>
          <w:rFonts w:hint="cs"/>
          <w:rtl/>
          <w:lang w:bidi="ur-PK"/>
        </w:rPr>
        <w:t>ے مفاد کا تصور زبوں حالی</w:t>
      </w:r>
      <w:r w:rsidRPr="00E37591">
        <w:rPr>
          <w:rtl/>
          <w:lang w:bidi="ur-PK"/>
        </w:rPr>
        <w:t xml:space="preserve"> اور پسماندگ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معرکہ آرائی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طاقتی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فرا</w:t>
      </w:r>
      <w:r w:rsidRPr="00E37591">
        <w:rPr>
          <w:rFonts w:hint="cs"/>
          <w:rtl/>
          <w:lang w:bidi="ur-PK"/>
        </w:rPr>
        <w:t>ہم کرتاہے۔خصوصی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اس وقت جب معرکہ کا شعار اس کے مخصوص عقائد ونظری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ہوجائے اور جدوجہد کو تحفظ امت کے لئے جہادفی</w:t>
      </w:r>
      <w:r w:rsidRPr="00E37591">
        <w:rPr>
          <w:rtl/>
          <w:lang w:bidi="ur-PK"/>
        </w:rPr>
        <w:t xml:space="preserve"> 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لل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اعلان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''دشمنوں ک</w:t>
      </w:r>
      <w:r w:rsidRPr="00E37591">
        <w:rPr>
          <w:rFonts w:hint="cs"/>
          <w:rtl/>
          <w:lang w:bidi="ur-PK"/>
        </w:rPr>
        <w:t>ے مقابلہ کے لئے ہر قسم کی</w:t>
      </w:r>
      <w:r w:rsidRPr="00E37591">
        <w:rPr>
          <w:rtl/>
          <w:lang w:bidi="ur-PK"/>
        </w:rPr>
        <w:t xml:space="preserve"> قوت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ارک</w:t>
      </w:r>
      <w:r w:rsidRPr="00E37591">
        <w:rPr>
          <w:rFonts w:hint="cs"/>
          <w:rtl/>
          <w:lang w:bidi="ur-PK"/>
        </w:rPr>
        <w:t>ھو۔''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 بلندکرن</w:t>
      </w:r>
      <w:r w:rsidRPr="00E37591">
        <w:rPr>
          <w:rFonts w:hint="cs"/>
          <w:rtl/>
          <w:lang w:bidi="ur-PK"/>
        </w:rPr>
        <w:t>ے کے لئے اقتصادی</w:t>
      </w:r>
      <w:r w:rsidRPr="00E37591">
        <w:rPr>
          <w:rtl/>
          <w:lang w:bidi="ur-PK"/>
        </w:rPr>
        <w:t xml:space="preserve"> طاقتوں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ھارتے رہو۔اس لئے 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امت ک</w:t>
      </w:r>
      <w:r w:rsidRPr="00E37591">
        <w:rPr>
          <w:rFonts w:hint="cs"/>
          <w:rtl/>
          <w:lang w:bidi="ur-PK"/>
        </w:rPr>
        <w:t>ے تحفظ وبقاء کے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ہاد اور اس کی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وشرافت کو قائم ودائم رک</w:t>
      </w:r>
      <w:r w:rsidRPr="00E37591">
        <w:rPr>
          <w:rFonts w:hint="cs"/>
          <w:rtl/>
          <w:lang w:bidi="ur-PK"/>
        </w:rPr>
        <w:t>ھنے کے لئے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معرک</w:t>
      </w:r>
      <w:r w:rsidRPr="00E37591">
        <w:rPr>
          <w:rFonts w:hint="cs"/>
          <w:rtl/>
          <w:lang w:bidi="ur-PK"/>
        </w:rPr>
        <w:t>ہ ہے۔</w:t>
      </w:r>
    </w:p>
    <w:p w:rsidR="00F26FA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حالات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مسلم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</w:p>
    <w:p w:rsidR="00F26FA6" w:rsidRPr="00E37591" w:rsidRDefault="00F26FA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F26FA6" w:rsidRPr="00E37591" w:rsidRDefault="00F26FA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ہوتاہے اور یہ</w:t>
      </w:r>
      <w:r w:rsidRPr="00E37591">
        <w:rPr>
          <w:rtl/>
          <w:lang w:bidi="ur-PK"/>
        </w:rPr>
        <w:t xml:space="preserve"> محسوس </w:t>
      </w:r>
      <w:r w:rsidRPr="00E37591">
        <w:rPr>
          <w:rFonts w:hint="cs"/>
          <w:rtl/>
          <w:lang w:bidi="ur-PK"/>
        </w:rPr>
        <w:t>ہوتاہے کہ اسلامی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فعال طاقت اور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اقدام کا کام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رواج اس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فائدہ اٹھاسکتاہے۔اسے پسماندگی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جدوجہد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استعمال کرسکتا</w:t>
      </w:r>
      <w:r w:rsidRPr="00E37591">
        <w:rPr>
          <w:rFonts w:hint="cs"/>
          <w:rtl/>
          <w:lang w:bidi="ur-PK"/>
        </w:rPr>
        <w:t>ہے اور دوسرا نظام اس سے کوئی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کرسکتابلک</w:t>
      </w:r>
      <w:r w:rsidRPr="00E37591">
        <w:rPr>
          <w:rFonts w:hint="cs"/>
          <w:rtl/>
          <w:lang w:bidi="ur-PK"/>
        </w:rPr>
        <w:t>ہ اس کے لئے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سنگ را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بعض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احساس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کہا ہے کہ ہمارا اقتصادی</w:t>
      </w:r>
      <w:r w:rsidRPr="00E37591">
        <w:rPr>
          <w:rtl/>
          <w:lang w:bidi="ur-PK"/>
        </w:rPr>
        <w:t xml:space="preserve"> نظام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وعقل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ہم آہنگ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''جوک اس</w:t>
      </w:r>
      <w:r w:rsidRPr="00E37591">
        <w:rPr>
          <w:rFonts w:hint="cs"/>
          <w:rtl/>
          <w:lang w:bidi="ur-PK"/>
        </w:rPr>
        <w:t>ٹروی</w:t>
      </w:r>
      <w:r w:rsidRPr="00E37591">
        <w:rPr>
          <w:rtl/>
          <w:lang w:bidi="ur-PK"/>
        </w:rPr>
        <w:t>''اپن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کتاب''اقتصاد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ارتقائ''م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ھلاہوا اعتراف کرتاہے۔یہ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وہ اس کے منطقی</w:t>
      </w:r>
      <w:r w:rsidRPr="00E37591">
        <w:rPr>
          <w:rtl/>
          <w:lang w:bidi="ur-PK"/>
        </w:rPr>
        <w:t xml:space="preserve"> تسلسل کا ادراک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کرسکا اور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عناصر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اور حدود اربع</w:t>
      </w:r>
      <w:r w:rsidRPr="00E37591">
        <w:rPr>
          <w:rFonts w:hint="cs"/>
          <w:rtl/>
          <w:lang w:bidi="ur-PK"/>
        </w:rPr>
        <w:t>ہ کہاں سے کہاں تک پھی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 xml:space="preserve">ے اس نے قدم قدم </w:t>
      </w:r>
      <w:r w:rsidRPr="00E37591">
        <w:rPr>
          <w:rtl/>
          <w:lang w:bidi="ur-PK"/>
        </w:rPr>
        <w:t xml:space="preserve">پر </w:t>
      </w:r>
      <w:r w:rsidRPr="00E37591">
        <w:rPr>
          <w:rFonts w:hint="cs"/>
          <w:rtl/>
          <w:lang w:bidi="ur-PK"/>
        </w:rPr>
        <w:t>ٹھوکری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ںجن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استاد محمد المبارک ن</w:t>
      </w:r>
      <w:r w:rsidRPr="00E37591">
        <w:rPr>
          <w:rFonts w:hint="cs"/>
          <w:rtl/>
          <w:lang w:bidi="ur-PK"/>
        </w:rPr>
        <w:t>ے مقدمۂ کتاب 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ہے۔اور استاد نبی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صبح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الطو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عربی</w:t>
      </w:r>
      <w:r w:rsidRPr="00E37591">
        <w:rPr>
          <w:rtl/>
          <w:lang w:bidi="ur-PK"/>
        </w:rPr>
        <w:t xml:space="preserve"> ترجم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رادل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آئند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فرصت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موضوع کو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لکھوں اور یہ</w:t>
      </w:r>
      <w:r w:rsidRPr="00E37591">
        <w:rPr>
          <w:rtl/>
          <w:lang w:bidi="ur-PK"/>
        </w:rPr>
        <w:t xml:space="preserve"> واضح کروں ک</w:t>
      </w:r>
      <w:r w:rsidRPr="00E37591">
        <w:rPr>
          <w:rFonts w:hint="cs"/>
          <w:rtl/>
          <w:lang w:bidi="ur-PK"/>
        </w:rPr>
        <w:t>ہ اس کے اسباب وعوامل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وقت تو اختصار ک</w:t>
      </w:r>
      <w:r w:rsidRPr="00E37591">
        <w:rPr>
          <w:rFonts w:hint="cs"/>
          <w:rtl/>
          <w:lang w:bidi="ur-PK"/>
        </w:rPr>
        <w:t>ے ساتھ صرف اتنا کہنا ہے کہ عالم اسلامی</w:t>
      </w:r>
      <w:r w:rsidRPr="00E37591">
        <w:rPr>
          <w:rtl/>
          <w:lang w:bidi="ur-PK"/>
        </w:rPr>
        <w:t xml:space="preserve"> کا آسمان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رہنا۔اس کے قضاوقدر کے سپردہوکراپنے کو حالات کے حوالے کردی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مرادف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عمل کو مفلوج ومشلول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بناتاج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جوک اس</w:t>
      </w:r>
      <w:r w:rsidRPr="00E37591">
        <w:rPr>
          <w:rFonts w:hint="cs"/>
          <w:rtl/>
          <w:lang w:bidi="ur-PK"/>
        </w:rPr>
        <w:t>ٹروی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خلافت ک</w:t>
      </w:r>
      <w:r w:rsidRPr="00E37591">
        <w:rPr>
          <w:rFonts w:hint="cs"/>
          <w:rtl/>
          <w:lang w:bidi="ur-PK"/>
        </w:rPr>
        <w:t>ے تصور کو مستحکم بناتاہے اور اسے یہ</w:t>
      </w:r>
      <w:r w:rsidRPr="00E37591">
        <w:rPr>
          <w:rtl/>
          <w:lang w:bidi="ur-PK"/>
        </w:rPr>
        <w:t xml:space="preserve"> احساس دلاتا</w:t>
      </w:r>
      <w:r w:rsidRPr="00E37591">
        <w:rPr>
          <w:rFonts w:hint="cs"/>
          <w:rtl/>
          <w:lang w:bidi="ur-PK"/>
        </w:rPr>
        <w:t>ہے کہ وہ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الل</w:t>
      </w:r>
      <w:r w:rsidRPr="00E37591">
        <w:rPr>
          <w:rFonts w:hint="cs"/>
          <w:rtl/>
          <w:lang w:bidi="ur-PK"/>
        </w:rPr>
        <w:t>ہ کاخلی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جانش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روئ</w:t>
      </w:r>
      <w:r w:rsidRPr="00E37591">
        <w:rPr>
          <w:rFonts w:hint="cs"/>
          <w:rtl/>
          <w:lang w:bidi="ur-PK"/>
        </w:rPr>
        <w:t xml:space="preserve">ے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آبا</w:t>
      </w:r>
      <w:r w:rsidRPr="00E37591">
        <w:rPr>
          <w:rFonts w:hint="eastAsia"/>
          <w:rtl/>
          <w:lang w:bidi="ur-PK"/>
        </w:rPr>
        <w:t>دومعمور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ھنا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وقدرت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ضمانت اس س</w:t>
      </w:r>
      <w:r w:rsidRPr="00E37591">
        <w:rPr>
          <w:rFonts w:hint="cs"/>
          <w:rtl/>
          <w:lang w:bidi="ur-PK"/>
        </w:rPr>
        <w:t>ے بالاتر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کائنات کے مالک اور احکم الحاکمی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نمائند</w:t>
      </w:r>
      <w:r w:rsidRPr="00E37591">
        <w:rPr>
          <w:rFonts w:hint="cs"/>
          <w:rtl/>
          <w:lang w:bidi="ur-PK"/>
        </w:rPr>
        <w:t>ہ ہے اور اس کی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بلند تر کوئی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جتنی</w:t>
      </w:r>
      <w:r w:rsidRPr="00E37591">
        <w:rPr>
          <w:rtl/>
          <w:lang w:bidi="ur-PK"/>
        </w:rPr>
        <w:t xml:space="preserve"> خلافت 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ہے۔خلافت مملکت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تقاض</w:t>
      </w:r>
      <w:r w:rsidRPr="00E37591">
        <w:rPr>
          <w:rFonts w:hint="cs"/>
          <w:rtl/>
          <w:lang w:bidi="ur-PK"/>
        </w:rPr>
        <w:t>ہ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 اراد</w:t>
      </w:r>
      <w:r w:rsidRPr="00E37591">
        <w:rPr>
          <w:rFonts w:hint="cs"/>
          <w:rtl/>
          <w:lang w:bidi="ur-PK"/>
        </w:rPr>
        <w:t>ہ۔شعور واختی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حالات کو بدلنے کا</w:t>
      </w:r>
      <w:r w:rsidRPr="00E37591">
        <w:rPr>
          <w:rtl/>
          <w:lang w:bidi="ur-PK"/>
        </w:rPr>
        <w:t xml:space="preserve"> مطالب</w:t>
      </w:r>
      <w:r w:rsidRPr="00E37591">
        <w:rPr>
          <w:rFonts w:hint="cs"/>
          <w:rtl/>
          <w:lang w:bidi="ur-PK"/>
        </w:rPr>
        <w:t>ہ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خلافت بے معنی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ساتھ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واقتدار ن</w:t>
      </w:r>
      <w:r w:rsidRPr="00E37591">
        <w:rPr>
          <w:rFonts w:hint="cs"/>
          <w:rtl/>
          <w:lang w:bidi="ur-PK"/>
        </w:rPr>
        <w:t>ہ ہو اور وہ نی</w:t>
      </w:r>
      <w:r w:rsidRPr="00E37591">
        <w:rPr>
          <w:rFonts w:hint="eastAsia"/>
          <w:rtl/>
          <w:lang w:bidi="ur-PK"/>
        </w:rPr>
        <w:t>ابت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مقصد ومفہوم ہے جو کسی</w:t>
      </w:r>
      <w:r w:rsidRPr="00E37591">
        <w:rPr>
          <w:rtl/>
          <w:lang w:bidi="ur-PK"/>
        </w:rPr>
        <w:t xml:space="preserve"> مق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دواس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حوالہ کر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آسمان کا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مرد مسلم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کو اب</w:t>
      </w:r>
      <w:r w:rsidRPr="00E37591">
        <w:rPr>
          <w:rFonts w:hint="cs"/>
          <w:rtl/>
          <w:lang w:bidi="ur-PK"/>
        </w:rPr>
        <w:t>ھاردی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امکانات کو بی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مراد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آسمان س</w:t>
      </w:r>
      <w:r w:rsidRPr="00E37591">
        <w:rPr>
          <w:rFonts w:hint="cs"/>
          <w:rtl/>
          <w:lang w:bidi="ur-PK"/>
        </w:rPr>
        <w:t>ے جداکرکے اس کے رشتے کو منقطع کردی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معن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خلافت کو معطل کرک</w:t>
      </w:r>
      <w:r w:rsidRPr="00E37591">
        <w:rPr>
          <w:rFonts w:hint="cs"/>
          <w:rtl/>
          <w:lang w:bidi="ur-PK"/>
        </w:rPr>
        <w:t>ے اسے جامد بنادی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برابر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سلب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 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کا منف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آسمان کے رابطہ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بلکہ قوائے عمل کے سست ہوجانے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جو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مخالف رنگ دے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واضح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اسلام کوپوری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قرارد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طرح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اور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پ</w:t>
      </w:r>
      <w:r w:rsidRPr="00E37591">
        <w:rPr>
          <w:rFonts w:hint="cs"/>
          <w:rtl/>
          <w:lang w:bidi="ur-PK"/>
        </w:rPr>
        <w:t>ہلو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ہوں گے اور روح وجسم دونوں کی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مکمل سامان </w:t>
      </w:r>
      <w:r w:rsidRPr="00E37591">
        <w:rPr>
          <w:rFonts w:hint="cs"/>
          <w:rtl/>
          <w:lang w:bidi="ur-PK"/>
        </w:rPr>
        <w:t>ہوگا اور دوسرے نظاموں کے اپنانے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اور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</w:t>
      </w:r>
      <w:r w:rsidRPr="00E37591">
        <w:rPr>
          <w:rFonts w:hint="eastAsia"/>
          <w:rtl/>
          <w:lang w:bidi="ur-PK"/>
        </w:rPr>
        <w:t>لاح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ہوسکے 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پامال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لئے دوسرے نظام کی</w:t>
      </w:r>
      <w:r w:rsidRPr="00E37591">
        <w:rPr>
          <w:rtl/>
          <w:lang w:bidi="ur-PK"/>
        </w:rPr>
        <w:t xml:space="preserve"> تلاش کرنا پ</w:t>
      </w:r>
      <w:r w:rsidRPr="00E37591">
        <w:rPr>
          <w:rFonts w:hint="cs"/>
          <w:rtl/>
          <w:lang w:bidi="ur-PK"/>
        </w:rPr>
        <w:t>ڑے گی۔جو دور حاضر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علاوہ کچھ اور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دستور کا اپنانا جس س</w:t>
      </w:r>
      <w:r w:rsidRPr="00E37591">
        <w:rPr>
          <w:rFonts w:hint="cs"/>
          <w:rtl/>
          <w:lang w:bidi="ur-PK"/>
        </w:rPr>
        <w:t>ے اسلام کے روحانی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جائے انتہائی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کام ہے جب کہ اسلام جی</w:t>
      </w:r>
      <w:r w:rsidRPr="00E37591">
        <w:rPr>
          <w:rFonts w:hint="eastAsia"/>
          <w:rtl/>
          <w:lang w:bidi="ur-PK"/>
        </w:rPr>
        <w:t>ساجامع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نظام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موجود </w:t>
      </w:r>
      <w:r w:rsidRPr="00E37591">
        <w:rPr>
          <w:rFonts w:hint="cs"/>
          <w:rtl/>
          <w:lang w:bidi="ur-PK"/>
        </w:rPr>
        <w:t>ہے جو روح وجسم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کودوسر</w:t>
      </w:r>
      <w:r w:rsidRPr="00E37591">
        <w:rPr>
          <w:rFonts w:hint="cs"/>
          <w:rtl/>
          <w:lang w:bidi="ur-PK"/>
        </w:rPr>
        <w:t>ے سے الگ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۔اسلام وہ واحد دستور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اپنی</w:t>
      </w:r>
      <w:r w:rsidRPr="00E37591">
        <w:rPr>
          <w:rtl/>
          <w:lang w:bidi="ur-PK"/>
        </w:rPr>
        <w:t xml:space="preserve"> ضرورت کو اس وقت تک محسوس کرتار</w:t>
      </w:r>
      <w:r w:rsidRPr="00E37591">
        <w:rPr>
          <w:rFonts w:hint="cs"/>
          <w:rtl/>
          <w:lang w:bidi="ur-PK"/>
        </w:rPr>
        <w:t>ہے گا جب تک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نشاط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دونوں باہمی</w:t>
      </w:r>
      <w:r w:rsidRPr="00E37591">
        <w:rPr>
          <w:rtl/>
          <w:lang w:bidi="ur-PK"/>
        </w:rPr>
        <w:t xml:space="preserve"> اتفاق واتحاد ک</w:t>
      </w:r>
      <w:r w:rsidRPr="00E37591">
        <w:rPr>
          <w:rFonts w:hint="cs"/>
          <w:rtl/>
          <w:lang w:bidi="ur-PK"/>
        </w:rPr>
        <w:t>ے ساتھ آگے بڑھنا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محمد باقرالصدر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Center"/>
        <w:rPr>
          <w:rtl/>
          <w:lang w:bidi="ur-PK"/>
        </w:rPr>
      </w:pPr>
      <w:bookmarkStart w:id="56" w:name="_Toc468966787"/>
      <w:bookmarkStart w:id="57" w:name="_Toc468970730"/>
      <w:r w:rsidRPr="00E37591">
        <w:rPr>
          <w:rFonts w:hint="eastAsia"/>
          <w:rtl/>
          <w:lang w:bidi="ur-PK"/>
        </w:rPr>
        <w:t>ابتدائ</w:t>
      </w:r>
      <w:r w:rsidRPr="00E37591">
        <w:rPr>
          <w:rFonts w:hint="cs"/>
          <w:rtl/>
          <w:lang w:bidi="ur-PK"/>
        </w:rPr>
        <w:t>یہ</w:t>
      </w:r>
      <w:bookmarkEnd w:id="56"/>
      <w:bookmarkEnd w:id="5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ناظر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کرام !کتاب'' فلسفتنا'' ک</w:t>
      </w:r>
      <w:r w:rsidRPr="00E37591">
        <w:rPr>
          <w:rFonts w:hint="cs"/>
          <w:rtl/>
          <w:lang w:bidi="ur-PK"/>
        </w:rPr>
        <w:t>ے خاتمہ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یہ</w:t>
      </w:r>
      <w:r w:rsidRPr="00E37591">
        <w:rPr>
          <w:rtl/>
          <w:lang w:bidi="ur-PK"/>
        </w:rPr>
        <w:t xml:space="preserve"> ذکر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یہ</w:t>
      </w:r>
      <w:r w:rsidRPr="00E37591">
        <w:rPr>
          <w:rtl/>
          <w:lang w:bidi="ur-PK"/>
        </w:rPr>
        <w:t xml:space="preserve"> کتاب ان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درس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کا تعلق براہ راست اسلام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''توح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>''س</w:t>
      </w:r>
      <w:r w:rsidRPr="00E37591">
        <w:rPr>
          <w:rFonts w:hint="cs"/>
          <w:rtl/>
          <w:lang w:bidi="ur-PK"/>
        </w:rPr>
        <w:t>ے ہے اور اس کے بعد اس تعمی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طبقات س</w:t>
      </w:r>
      <w:r w:rsidRPr="00E37591">
        <w:rPr>
          <w:rFonts w:hint="cs"/>
          <w:rtl/>
          <w:lang w:bidi="ur-PK"/>
        </w:rPr>
        <w:t>ے بحث کی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طرح انسا ن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تصو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آ جائ</w:t>
      </w:r>
      <w:r w:rsidRPr="00E37591">
        <w:rPr>
          <w:rFonts w:hint="cs"/>
          <w:rtl/>
          <w:lang w:bidi="ur-PK"/>
        </w:rPr>
        <w:t>ے اور وہ 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tl/>
          <w:lang w:bidi="ur-PK"/>
        </w:rPr>
        <w:t>کر سک</w:t>
      </w:r>
      <w:r w:rsidRPr="00E37591">
        <w:rPr>
          <w:rFonts w:hint="cs"/>
          <w:rtl/>
          <w:lang w:bidi="ur-PK"/>
        </w:rPr>
        <w:t>ے کہ اسلام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نظام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''فلسفتنا''ک</w:t>
      </w:r>
      <w:r w:rsidRPr="00E37591">
        <w:rPr>
          <w:rFonts w:hint="cs"/>
          <w:rtl/>
          <w:lang w:bidi="ur-PK"/>
        </w:rPr>
        <w:t>ے اختتام پر یہ</w:t>
      </w:r>
      <w:r w:rsidRPr="00E37591">
        <w:rPr>
          <w:rtl/>
          <w:lang w:bidi="ur-PK"/>
        </w:rPr>
        <w:t xml:space="preserve"> تذکر</w:t>
      </w:r>
      <w:r w:rsidRPr="00E37591">
        <w:rPr>
          <w:rFonts w:hint="cs"/>
          <w:rtl/>
          <w:lang w:bidi="ur-PK"/>
        </w:rPr>
        <w:t>ہ کرتے ہوئے ہمارے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اس سلسلہ کی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گاتاکہ اس سے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اور پ</w:t>
      </w:r>
      <w:r w:rsidRPr="00E37591">
        <w:rPr>
          <w:rFonts w:hint="cs"/>
          <w:rtl/>
          <w:lang w:bidi="ur-PK"/>
        </w:rPr>
        <w:t>ھر ان کے تحت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ے والے عملی</w:t>
      </w:r>
      <w:r w:rsidRPr="00E37591">
        <w:rPr>
          <w:rtl/>
          <w:lang w:bidi="ur-PK"/>
        </w:rPr>
        <w:t xml:space="preserve"> نظام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بعض احباب ک</w:t>
      </w:r>
      <w:r w:rsidRPr="00E37591">
        <w:rPr>
          <w:rFonts w:hint="cs"/>
          <w:rtl/>
          <w:lang w:bidi="ur-PK"/>
        </w:rPr>
        <w:t>ے اص</w:t>
      </w:r>
      <w:r w:rsidRPr="00E37591">
        <w:rPr>
          <w:rFonts w:hint="eastAsia"/>
          <w:rtl/>
          <w:lang w:bidi="ur-PK"/>
        </w:rPr>
        <w:t>رار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بات پر مجبور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کو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مقدم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عصر حاضر کا حساس تر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موضوع </w:t>
      </w:r>
      <w:r w:rsidRPr="00E37591">
        <w:rPr>
          <w:rFonts w:hint="cs"/>
          <w:rtl/>
          <w:lang w:bidi="ur-PK"/>
        </w:rPr>
        <w:t>ہے اور اس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افکار واقدار، تعلی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وامت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کا سامن</w:t>
      </w:r>
      <w:r w:rsidRPr="00E37591">
        <w:rPr>
          <w:rFonts w:hint="cs"/>
          <w:rtl/>
          <w:lang w:bidi="ur-PK"/>
        </w:rPr>
        <w:t>ے آنا انتہائی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ہے۔ ہم نے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اسی</w:t>
      </w:r>
      <w:r w:rsidRPr="00E37591">
        <w:rPr>
          <w:rtl/>
          <w:lang w:bidi="ur-PK"/>
        </w:rPr>
        <w:t xml:space="preserve"> اصرار کا لحاظ کرت</w:t>
      </w:r>
      <w:r w:rsidRPr="00E37591">
        <w:rPr>
          <w:rFonts w:hint="cs"/>
          <w:rtl/>
          <w:lang w:bidi="ur-PK"/>
        </w:rPr>
        <w:t>ے ہوئے انتہائی</w:t>
      </w:r>
      <w:r w:rsidRPr="00E37591">
        <w:rPr>
          <w:rtl/>
          <w:lang w:bidi="ur-PK"/>
        </w:rPr>
        <w:t xml:space="preserve"> کوشش س</w:t>
      </w:r>
      <w:r w:rsidRPr="00E37591">
        <w:rPr>
          <w:rFonts w:hint="cs"/>
          <w:rtl/>
          <w:lang w:bidi="ur-PK"/>
        </w:rPr>
        <w:t>ے اس سلسلہ کو قلی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مدت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کتاب بر وقت منظر عام پر آ سکے۔ 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بعض نا گزی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قدر تاخ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تا</w:t>
      </w:r>
      <w:r w:rsidRPr="00E37591">
        <w:rPr>
          <w:rFonts w:hint="cs"/>
          <w:rtl/>
          <w:lang w:bidi="ur-PK"/>
        </w:rPr>
        <w:t>ہم علامہ جلی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الس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محمدباقر الحک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خدمات کاتذکرہ بھی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جن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 سخت حالات کا مقابل</w:t>
      </w:r>
      <w:r w:rsidRPr="00E37591">
        <w:rPr>
          <w:rFonts w:hint="cs"/>
          <w:rtl/>
          <w:lang w:bidi="ur-PK"/>
        </w:rPr>
        <w:t>ہ کرکے کتاب کو منظر عام پرلای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بحث کرن</w:t>
      </w:r>
      <w:r w:rsidRPr="00E37591">
        <w:rPr>
          <w:rFonts w:hint="cs"/>
          <w:rtl/>
          <w:lang w:bidi="ur-PK"/>
        </w:rPr>
        <w:t>ے سے پہلے ضروری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اس لفظ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ان اشتبا</w:t>
      </w:r>
      <w:r w:rsidRPr="00E37591">
        <w:rPr>
          <w:rFonts w:hint="cs"/>
          <w:rtl/>
          <w:lang w:bidi="ur-PK"/>
        </w:rPr>
        <w:t>ہات کا ازالہ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 ا</w:t>
      </w:r>
      <w:r w:rsidRPr="00E37591">
        <w:rPr>
          <w:rFonts w:hint="cs"/>
          <w:rtl/>
          <w:lang w:bidi="ur-PK"/>
        </w:rPr>
        <w:t>ہل قلم مبتلا ہوگئے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اس طرح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موضوع اپن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ہام پر باقی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 سے جداکرنا انتہائی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مطلوب نہای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واضح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سامنے آسکے۔ان دونوں قسموں کا عنوان ہے نظری</w:t>
      </w:r>
      <w:r w:rsidRPr="00E37591">
        <w:rPr>
          <w:rtl/>
          <w:lang w:bidi="ur-PK"/>
        </w:rPr>
        <w:t xml:space="preserve"> اقتصاد اور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جس کو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عنوان سے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س</w:t>
      </w:r>
      <w:r w:rsidRPr="00E37591">
        <w:rPr>
          <w:rFonts w:hint="cs"/>
          <w:rtl/>
          <w:lang w:bidi="ur-PK"/>
        </w:rPr>
        <w:t>ے مراد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معلوم کرنا</w:t>
      </w:r>
      <w:r w:rsidRPr="00E37591">
        <w:rPr>
          <w:rFonts w:hint="cs"/>
          <w:rtl/>
          <w:lang w:bidi="ur-PK"/>
        </w:rPr>
        <w:t>ہے جن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آثار وظواہر کے اسباب وعلل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پہلو کے اعتبار سے یہ</w:t>
      </w:r>
      <w:r w:rsidRPr="00E37591">
        <w:rPr>
          <w:rtl/>
          <w:lang w:bidi="ur-PK"/>
        </w:rPr>
        <w:t xml:space="preserve"> علم بالکل نوزائ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وجود چار صدی</w:t>
      </w:r>
      <w:r w:rsidRPr="00E37591">
        <w:rPr>
          <w:rtl/>
          <w:lang w:bidi="ur-PK"/>
        </w:rPr>
        <w:t xml:space="preserve"> قبل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ن</w:t>
      </w:r>
      <w:r w:rsidRPr="00E37591">
        <w:rPr>
          <w:rFonts w:hint="cs"/>
          <w:rtl/>
          <w:lang w:bidi="ur-PK"/>
        </w:rPr>
        <w:t>ے لاشعوری</w:t>
      </w:r>
      <w:r w:rsidRPr="00E37591">
        <w:rPr>
          <w:rtl/>
          <w:lang w:bidi="ur-PK"/>
        </w:rPr>
        <w:t xml:space="preserve"> طور پر ان اسباب وعلل کو معلوم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خواہ وہ ان نتائج تک نہ پہنچ سکا ہوجو قدرت نے آخری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محفوظ کر رکھے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اقتصاد سے مراد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معلوم کرنا </w:t>
      </w:r>
      <w:r w:rsidRPr="00E37591">
        <w:rPr>
          <w:rFonts w:hint="cs"/>
          <w:rtl/>
          <w:lang w:bidi="ur-PK"/>
        </w:rPr>
        <w:t>ہے جس سے انسان کے اجتماعی</w:t>
      </w:r>
      <w:r w:rsidRPr="00E37591">
        <w:rPr>
          <w:rtl/>
          <w:lang w:bidi="ur-PK"/>
        </w:rPr>
        <w:t xml:space="preserve"> حالات خوشگوار 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اپنے عملی</w:t>
      </w:r>
      <w:r w:rsidRPr="00E37591">
        <w:rPr>
          <w:rtl/>
          <w:lang w:bidi="ur-PK"/>
        </w:rPr>
        <w:t xml:space="preserve"> مشکلات کو حل کرسک</w:t>
      </w:r>
      <w:r w:rsidRPr="00E37591">
        <w:rPr>
          <w:rFonts w:hint="cs"/>
          <w:rtl/>
          <w:lang w:bidi="ur-PK"/>
        </w:rPr>
        <w:t>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پ</w:t>
      </w:r>
      <w:r w:rsidRPr="00E37591">
        <w:rPr>
          <w:rFonts w:hint="cs"/>
          <w:rtl/>
          <w:lang w:bidi="ur-PK"/>
        </w:rPr>
        <w:t>ہلو کے اعتب</w:t>
      </w:r>
      <w:r w:rsidRPr="00E37591">
        <w:rPr>
          <w:rtl/>
          <w:lang w:bidi="ur-PK"/>
        </w:rPr>
        <w:t>ار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متصور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ہوسکتاجو عملی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خالی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ہاہو۔ اسلئے کہ جب بھی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نے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 xml:space="preserve">ے اعمال انجام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دئے ہوں گے تو ان کے لئے کوئی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دستور ضرورمرتب </w:t>
      </w:r>
      <w:r w:rsidRPr="00E37591">
        <w:rPr>
          <w:rFonts w:hint="cs"/>
          <w:rtl/>
          <w:lang w:bidi="ur-PK"/>
        </w:rPr>
        <w:t>ہوگا اسی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اس کے عملی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گنجائش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کاا 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اتفاق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کی</w:t>
      </w:r>
      <w:r w:rsidRPr="00E37591">
        <w:rPr>
          <w:rtl/>
          <w:lang w:bidi="ur-PK"/>
        </w:rPr>
        <w:t xml:space="preserve"> پشت پر کچ</w:t>
      </w:r>
      <w:r w:rsidRPr="00E37591">
        <w:rPr>
          <w:rFonts w:hint="cs"/>
          <w:rtl/>
          <w:lang w:bidi="ur-PK"/>
        </w:rPr>
        <w:t>ھ اخلاقی</w:t>
      </w:r>
      <w:r w:rsidRPr="00E37591">
        <w:rPr>
          <w:rtl/>
          <w:lang w:bidi="ur-PK"/>
        </w:rPr>
        <w:t xml:space="preserve"> ،عمل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قسم کے افکار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خطوط ونشانات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ہر عملی</w:t>
      </w:r>
      <w:r w:rsidRPr="00E37591">
        <w:rPr>
          <w:rtl/>
          <w:lang w:bidi="ur-PK"/>
        </w:rPr>
        <w:t xml:space="preserve"> بحث س</w:t>
      </w:r>
      <w:r w:rsidRPr="00E37591">
        <w:rPr>
          <w:rFonts w:hint="cs"/>
          <w:rtl/>
          <w:lang w:bidi="ur-PK"/>
        </w:rPr>
        <w:t>ے پہ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 افکار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کی</w:t>
      </w:r>
      <w:r w:rsidRPr="00E37591">
        <w:rPr>
          <w:rtl/>
          <w:lang w:bidi="ur-PK"/>
        </w:rPr>
        <w:t xml:space="preserve"> بناپر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 اپنا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کو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مثال ک</w:t>
      </w:r>
      <w:r w:rsidRPr="00E37591">
        <w:rPr>
          <w:rFonts w:hint="cs"/>
          <w:rtl/>
          <w:lang w:bidi="ur-PK"/>
        </w:rPr>
        <w:t>ے طور پر اگر ہم سرمایہ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تبصر</w:t>
      </w:r>
      <w:r w:rsidRPr="00E37591">
        <w:rPr>
          <w:rFonts w:hint="cs"/>
          <w:rtl/>
          <w:lang w:bidi="ur-PK"/>
        </w:rPr>
        <w:t>ہ کرنا چاہی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پہلے ان افکار کا جائزہ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جن کی</w:t>
      </w:r>
      <w:r w:rsidRPr="00E37591">
        <w:rPr>
          <w:rtl/>
          <w:lang w:bidi="ur-PK"/>
        </w:rPr>
        <w:t xml:space="preserve"> بناپر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احترام کرتا</w:t>
      </w:r>
      <w:r w:rsidRPr="00E37591">
        <w:rPr>
          <w:rFonts w:hint="cs"/>
          <w:rtl/>
          <w:lang w:bidi="ur-PK"/>
        </w:rPr>
        <w:t>ہے اور اس کی</w:t>
      </w:r>
      <w:r w:rsidRPr="00E37591">
        <w:rPr>
          <w:rtl/>
          <w:lang w:bidi="ur-PK"/>
        </w:rPr>
        <w:t xml:space="preserve"> بقاء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ن</w:t>
      </w:r>
      <w:r w:rsidRPr="00E37591">
        <w:rPr>
          <w:rFonts w:hint="cs"/>
          <w:rtl/>
          <w:lang w:bidi="ur-PK"/>
        </w:rPr>
        <w:t>ے جب سے انسانی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ہوں پر تسلط پی</w:t>
      </w:r>
      <w:r w:rsidRPr="00E37591">
        <w:rPr>
          <w:rFonts w:hint="eastAsia"/>
          <w:rtl/>
          <w:lang w:bidi="ur-PK"/>
        </w:rPr>
        <w:t>داکرنا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لگاہے کہ عملی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ان 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فکروں س</w:t>
      </w:r>
      <w:r w:rsidRPr="00E37591">
        <w:rPr>
          <w:rFonts w:hint="cs"/>
          <w:rtl/>
          <w:lang w:bidi="ur-PK"/>
        </w:rPr>
        <w:t>ے متاثر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مثال ک</w:t>
      </w:r>
      <w:r w:rsidRPr="00E37591">
        <w:rPr>
          <w:rFonts w:hint="cs"/>
          <w:rtl/>
          <w:lang w:bidi="ur-PK"/>
        </w:rPr>
        <w:t>ے لئے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اہل تجارت نے جب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لی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ثروت وسرمایہ</w:t>
      </w:r>
      <w:r w:rsidRPr="00E37591">
        <w:rPr>
          <w:rtl/>
          <w:lang w:bidi="ur-PK"/>
        </w:rPr>
        <w:t xml:space="preserve"> نقد مال کا نام </w:t>
      </w:r>
      <w:r w:rsidRPr="00E37591">
        <w:rPr>
          <w:rFonts w:hint="cs"/>
          <w:rtl/>
          <w:lang w:bidi="ur-PK"/>
        </w:rPr>
        <w:t>ہے تو انہوں نے فوراً یہ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تجارت کو فروغ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 با</w:t>
      </w:r>
      <w:r w:rsidRPr="00E37591">
        <w:rPr>
          <w:rFonts w:hint="cs"/>
          <w:rtl/>
          <w:lang w:bidi="ur-PK"/>
        </w:rPr>
        <w:t>ہر بھی</w:t>
      </w:r>
      <w:r w:rsidRPr="00E37591">
        <w:rPr>
          <w:rFonts w:hint="eastAsia"/>
          <w:rtl/>
          <w:lang w:bidi="ur-PK"/>
        </w:rPr>
        <w:t>جا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ے۔درآمد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برآمد س</w:t>
      </w:r>
      <w:r w:rsidRPr="00E37591">
        <w:rPr>
          <w:rFonts w:hint="cs"/>
          <w:rtl/>
          <w:lang w:bidi="ur-PK"/>
        </w:rPr>
        <w:t>ے کم لگائی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طرح ثروت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نقدمال کا اضاف</w:t>
      </w:r>
      <w:r w:rsidRPr="00E37591">
        <w:rPr>
          <w:rFonts w:hint="cs"/>
          <w:rtl/>
          <w:lang w:bidi="ur-PK"/>
        </w:rPr>
        <w:t>ہ ہوسکے۔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 نے مردم شماری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طرح مستقبل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ہولناک قحط کا اندی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اس نے تحدی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نسل کا قانون وضع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ڈالے۔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مال کی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ومشقت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 xml:space="preserve">ہ منافع حرام ہوگئے اور مال تمام ترمزدوروں کاحق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70764A">
      <w:pPr>
        <w:pStyle w:val="libNormal"/>
        <w:rPr>
          <w:rtl/>
          <w:lang w:bidi="ur-PK"/>
        </w:rPr>
      </w:pPr>
    </w:p>
    <w:p w:rsidR="00824138" w:rsidRPr="00E37591" w:rsidRDefault="00824138" w:rsidP="0070764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تواناہاتھوں نے مادر 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شکم سے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اپنے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اضاف</w:t>
      </w:r>
      <w:r w:rsidRPr="00E37591">
        <w:rPr>
          <w:rFonts w:hint="cs"/>
          <w:rtl/>
          <w:lang w:bidi="ur-PK"/>
        </w:rPr>
        <w:t>ہ اور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زمان</w:t>
      </w:r>
      <w:r w:rsidRPr="00E37591">
        <w:rPr>
          <w:rFonts w:hint="cs"/>
          <w:rtl/>
          <w:lang w:bidi="ur-PK"/>
        </w:rPr>
        <w:t>ہ کے بعض مادی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۔چنانچہ اس کی</w:t>
      </w:r>
      <w:r w:rsidRPr="00E37591">
        <w:rPr>
          <w:rtl/>
          <w:lang w:bidi="ur-PK"/>
        </w:rPr>
        <w:t xml:space="preserve"> اس تاز</w:t>
      </w:r>
      <w:r w:rsidRPr="00E37591">
        <w:rPr>
          <w:rFonts w:hint="cs"/>
          <w:rtl/>
          <w:lang w:bidi="ur-PK"/>
        </w:rPr>
        <w:t>ہ فکر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س</w:t>
      </w:r>
      <w:r w:rsidRPr="00E37591">
        <w:rPr>
          <w:rFonts w:hint="cs"/>
          <w:rtl/>
          <w:lang w:bidi="ur-PK"/>
        </w:rPr>
        <w:t>ے پہلے ان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عناصر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مارکس ک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eastAsia"/>
          <w:rtl/>
          <w:lang w:bidi="ur-PK"/>
        </w:rPr>
        <w:t>ظام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بروئ</w:t>
      </w:r>
      <w:r w:rsidRPr="00E37591">
        <w:rPr>
          <w:rFonts w:hint="cs"/>
          <w:rtl/>
          <w:lang w:bidi="ur-PK"/>
        </w:rPr>
        <w:t>ے کار</w:t>
      </w:r>
      <w:r w:rsidRPr="00E37591">
        <w:rPr>
          <w:rtl/>
          <w:lang w:bidi="ur-PK"/>
        </w:rPr>
        <w:t>آناق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اب تک عملی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جنس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حکومت کر ر</w:t>
      </w:r>
      <w:r w:rsidRPr="00E37591">
        <w:rPr>
          <w:rFonts w:hint="cs"/>
          <w:rtl/>
          <w:lang w:bidi="ur-PK"/>
        </w:rPr>
        <w:t>ہے تھے اور اب مارکس کے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لگے اوران کا تجزیہ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نظری</w:t>
      </w:r>
      <w:r w:rsidRPr="00E37591">
        <w:rPr>
          <w:rtl/>
          <w:lang w:bidi="ur-PK"/>
        </w:rPr>
        <w:t xml:space="preserve"> اقتصاد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یہ</w:t>
      </w:r>
      <w:r w:rsidRPr="00E37591">
        <w:rPr>
          <w:rtl/>
          <w:lang w:bidi="ur-PK"/>
        </w:rPr>
        <w:t xml:space="preserve"> علم صفح</w:t>
      </w:r>
      <w:r w:rsidRPr="00E37591">
        <w:rPr>
          <w:rFonts w:hint="cs"/>
          <w:rtl/>
          <w:lang w:bidi="ur-PK"/>
        </w:rPr>
        <w:t>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بالکل نوزائند</w:t>
      </w:r>
      <w:r w:rsidRPr="00E37591">
        <w:rPr>
          <w:rFonts w:hint="cs"/>
          <w:rtl/>
          <w:lang w:bidi="ur-PK"/>
        </w:rPr>
        <w:t>ہ ہے بلکہ اس سے مراد علمی</w:t>
      </w:r>
      <w:r w:rsidRPr="00E37591">
        <w:rPr>
          <w:rtl/>
          <w:lang w:bidi="ur-PK"/>
        </w:rPr>
        <w:t xml:space="preserve"> اور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اقتصاد </w:t>
      </w:r>
      <w:r w:rsidRPr="00E37591">
        <w:rPr>
          <w:rFonts w:hint="cs"/>
          <w:rtl/>
          <w:lang w:bidi="ur-PK"/>
        </w:rPr>
        <w:t>ہے کہ جس کا موضوع بحث وہ احکام وتعلی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انسان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لئے </w:t>
      </w:r>
      <w:r w:rsidRPr="00E37591">
        <w:rPr>
          <w:rFonts w:hint="eastAsia"/>
          <w:rtl/>
          <w:lang w:bidi="ur-PK"/>
        </w:rPr>
        <w:t>وضع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علوم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ان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لگای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جو اسلام نے نظری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اپنا نظریہ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توبرا</w:t>
      </w:r>
      <w:r w:rsidRPr="00E37591">
        <w:rPr>
          <w:rFonts w:hint="cs"/>
          <w:rtl/>
          <w:lang w:bidi="ur-PK"/>
        </w:rPr>
        <w:t>ہ راست ظاہر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کبھی</w:t>
      </w:r>
      <w:r w:rsidRPr="00E37591">
        <w:rPr>
          <w:rtl/>
          <w:lang w:bidi="ur-PK"/>
        </w:rPr>
        <w:t xml:space="preserve"> ضمن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ملاکر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ہے۔مثال کے طورپر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ںاسلام</w:t>
      </w:r>
      <w:r w:rsidRPr="00E37591">
        <w:rPr>
          <w:rtl/>
          <w:lang w:bidi="ur-PK"/>
        </w:rPr>
        <w:t xml:space="preserve"> کا نقط</w:t>
      </w:r>
      <w:r w:rsidRPr="00E37591">
        <w:rPr>
          <w:rFonts w:hint="cs"/>
          <w:rtl/>
          <w:lang w:bidi="ur-PK"/>
        </w:rPr>
        <w:t>ۂ نظر معلوم کرنے کے لئے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معامل</w:t>
      </w:r>
      <w:r w:rsidRPr="00E37591">
        <w:rPr>
          <w:rFonts w:hint="cs"/>
          <w:rtl/>
          <w:lang w:bidi="ur-PK"/>
        </w:rPr>
        <w:t>ہ پر نظر کرنا پڑے گی</w:t>
      </w:r>
      <w:r w:rsidRPr="00E37591">
        <w:rPr>
          <w:rtl/>
          <w:lang w:bidi="ur-PK"/>
        </w:rPr>
        <w:t xml:space="preserve"> ج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منافع کے ساتھ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آلات ووسائل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 احکام س</w:t>
      </w:r>
      <w:r w:rsidRPr="00E37591">
        <w:rPr>
          <w:rFonts w:hint="cs"/>
          <w:rtl/>
          <w:lang w:bidi="ur-PK"/>
        </w:rPr>
        <w:t>ے معلوم ہوگاجو اس نے اجارہ(کرایہ</w:t>
      </w:r>
      <w:r w:rsidRPr="00E37591">
        <w:rPr>
          <w:rtl/>
          <w:lang w:bidi="ur-PK"/>
        </w:rPr>
        <w:t xml:space="preserve"> پرکس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>)،مضارب</w:t>
      </w:r>
      <w:r w:rsidRPr="00E37591">
        <w:rPr>
          <w:rFonts w:hint="cs"/>
          <w:rtl/>
          <w:lang w:bidi="ur-PK"/>
        </w:rPr>
        <w:t>ہ(کسی</w:t>
      </w:r>
      <w:r w:rsidRPr="00E37591">
        <w:rPr>
          <w:rtl/>
          <w:lang w:bidi="ur-PK"/>
        </w:rPr>
        <w:t xml:space="preserve"> شخص کو تجارت ک</w:t>
      </w:r>
      <w:r w:rsidRPr="00E37591">
        <w:rPr>
          <w:rFonts w:hint="cs"/>
          <w:rtl/>
          <w:lang w:bidi="ur-PK"/>
        </w:rPr>
        <w:t xml:space="preserve">ے لئے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مال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منافع کی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کرنا)،مزارع</w:t>
      </w:r>
      <w:r w:rsidRPr="00E37591">
        <w:rPr>
          <w:rFonts w:hint="cs"/>
          <w:rtl/>
          <w:lang w:bidi="ur-PK"/>
        </w:rPr>
        <w:t>ہ(کسی</w:t>
      </w:r>
      <w:r w:rsidRPr="00E37591">
        <w:rPr>
          <w:rtl/>
          <w:lang w:bidi="ur-PK"/>
        </w:rPr>
        <w:t xml:space="preserve"> شخص کوزراعت ک</w:t>
      </w:r>
      <w:r w:rsidRPr="00E37591">
        <w:rPr>
          <w:rFonts w:hint="cs"/>
          <w:rtl/>
          <w:lang w:bidi="ur-PK"/>
        </w:rPr>
        <w:t>ے لئے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منافع کی</w:t>
      </w:r>
      <w:r w:rsidRPr="00E37591">
        <w:rPr>
          <w:rtl/>
          <w:lang w:bidi="ur-PK"/>
        </w:rPr>
        <w:t xml:space="preserve"> بانسبت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>)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ابواب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موقع پر وضع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مالت</w:t>
      </w:r>
      <w:r w:rsidRPr="00E37591">
        <w:rPr>
          <w:rFonts w:hint="cs"/>
          <w:rtl/>
          <w:lang w:bidi="ur-PK"/>
        </w:rPr>
        <w:t>ھسکے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نصب الع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نسل ک</w:t>
      </w:r>
      <w:r w:rsidRPr="00E37591">
        <w:rPr>
          <w:rFonts w:hint="cs"/>
          <w:rtl/>
          <w:lang w:bidi="ur-PK"/>
        </w:rPr>
        <w:t>ے قانون سے معلوم ہوسکے گا۔اسی</w:t>
      </w:r>
      <w:r w:rsidRPr="00E37591">
        <w:rPr>
          <w:rtl/>
          <w:lang w:bidi="ur-PK"/>
        </w:rPr>
        <w:t xml:space="preserve"> طرح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ثابت و پائ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دور کی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ہبری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کسی</w:t>
      </w:r>
      <w:r w:rsidRPr="00E37591">
        <w:rPr>
          <w:rtl/>
          <w:lang w:bidi="ur-PK"/>
        </w:rPr>
        <w:t xml:space="preserve"> دور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متاثر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جب ک</w:t>
      </w:r>
      <w:r w:rsidRPr="00E37591">
        <w:rPr>
          <w:rFonts w:hint="cs"/>
          <w:rtl/>
          <w:lang w:bidi="ur-PK"/>
        </w:rPr>
        <w:t>ہ ہم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مفہوم کو بقدرضرورت واضح کر 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اصل موضوع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کرتے ہوئے کتاب کے اجزاء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کرنا چاہتے ہی</w:t>
      </w:r>
      <w:r w:rsidRPr="00E37591">
        <w:rPr>
          <w:rFonts w:hint="eastAsia"/>
          <w:rtl/>
          <w:lang w:bidi="ur-PK"/>
        </w:rPr>
        <w:t>ں،</w:t>
      </w:r>
      <w:r w:rsidRPr="00E37591">
        <w:rPr>
          <w:rtl/>
          <w:lang w:bidi="ur-PK"/>
        </w:rPr>
        <w:t xml:space="preserve"> کتاب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فصل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</w:t>
      </w:r>
      <w:r w:rsidRPr="00E37591">
        <w:rPr>
          <w:rtl/>
          <w:lang w:bidi="ur-PK"/>
        </w:rPr>
        <w:t>ور چونک</w:t>
      </w:r>
      <w:r w:rsidRPr="00E37591">
        <w:rPr>
          <w:rFonts w:hint="cs"/>
          <w:rtl/>
          <w:lang w:bidi="ur-PK"/>
        </w:rPr>
        <w:t>ہ اس نظریہ</w:t>
      </w:r>
      <w:r w:rsidRPr="00E37591">
        <w:rPr>
          <w:rtl/>
          <w:lang w:bidi="ur-PK"/>
        </w:rPr>
        <w:t xml:space="preserve"> کا دارومدار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ہے۔اس لئے پہلے</w:t>
      </w:r>
      <w:r w:rsidRPr="00E37591">
        <w:rPr>
          <w:rtl/>
          <w:lang w:bidi="ur-PK"/>
        </w:rPr>
        <w:t xml:space="preserve"> اس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کے بعد اصل موضوع کو چھیڑاگی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فصل کا تعلق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نظام ک</w:t>
      </w:r>
      <w:r w:rsidRPr="00E37591">
        <w:rPr>
          <w:rFonts w:hint="cs"/>
          <w:rtl/>
          <w:lang w:bidi="ur-PK"/>
        </w:rPr>
        <w:t>ے اصول اور اس کے نظری</w:t>
      </w:r>
      <w:r w:rsidRPr="00E37591">
        <w:rPr>
          <w:rtl/>
          <w:lang w:bidi="ur-PK"/>
        </w:rPr>
        <w:t xml:space="preserve"> اقتصاد س</w:t>
      </w:r>
      <w:r w:rsidRPr="00E37591">
        <w:rPr>
          <w:rFonts w:hint="cs"/>
          <w:rtl/>
          <w:lang w:bidi="ur-PK"/>
        </w:rPr>
        <w:t>ے ارتباط کو واضح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ہے۔تی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فصل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چوت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پانچو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فصل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کو عنوان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د،توازن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کفالت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،ضمانت</w:t>
      </w:r>
      <w:r w:rsidRPr="00E37591">
        <w:rPr>
          <w:rtl/>
          <w:lang w:bidi="ur-PK"/>
        </w:rPr>
        <w:t xml:space="preserve"> معاشرت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،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حکومت،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مال،وسائل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طرح اسلامی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مکمل نق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بالبص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حضرات ک</w:t>
      </w:r>
      <w:r w:rsidRPr="00E37591">
        <w:rPr>
          <w:rFonts w:hint="cs"/>
          <w:rtl/>
          <w:lang w:bidi="ur-PK"/>
        </w:rPr>
        <w:t>ے سامنے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آخر کلام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چند ا</w:t>
      </w:r>
      <w:r w:rsidRPr="00E37591">
        <w:rPr>
          <w:rFonts w:hint="cs"/>
          <w:rtl/>
          <w:lang w:bidi="ur-PK"/>
        </w:rPr>
        <w:t>ہم نکات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کی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رہنا اصل کتاب کے سمجھنے کے لئے بی</w:t>
      </w:r>
      <w:r w:rsidRPr="00E37591">
        <w:rPr>
          <w:rFonts w:hint="eastAsia"/>
          <w:rtl/>
          <w:lang w:bidi="ur-PK"/>
        </w:rPr>
        <w:t>حد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افکار کو 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استدلال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اس لئ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بات موضوع کتاب س</w:t>
      </w:r>
      <w:r w:rsidRPr="00E37591">
        <w:rPr>
          <w:rFonts w:hint="cs"/>
          <w:rtl/>
          <w:lang w:bidi="ur-PK"/>
        </w:rPr>
        <w:t>ے خارج ہے بلکہ اگر کسی</w:t>
      </w:r>
      <w:r w:rsidRPr="00E37591">
        <w:rPr>
          <w:rtl/>
          <w:lang w:bidi="ur-PK"/>
        </w:rPr>
        <w:t xml:space="preserve"> مقام پر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روا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حوال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کا مقصد بھی</w:t>
      </w:r>
      <w:r w:rsidRPr="00E37591">
        <w:rPr>
          <w:rtl/>
          <w:lang w:bidi="ur-PK"/>
        </w:rPr>
        <w:t xml:space="preserve"> اجمال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ہے۔اصل استدلال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فقہ کی</w:t>
      </w:r>
      <w:r w:rsidRPr="00E37591">
        <w:rPr>
          <w:rtl/>
          <w:lang w:bidi="ur-PK"/>
        </w:rPr>
        <w:t xml:space="preserve"> کتا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کی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فقہ کے اکثرمسائل اس کت</w:t>
      </w:r>
      <w:r w:rsidRPr="00E37591">
        <w:rPr>
          <w:rtl/>
          <w:lang w:bidi="ur-PK"/>
        </w:rPr>
        <w:t>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اس لئ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ہاء کرام نے پسند فرمای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ہے۔اگرچہ مؤلف کی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رائ</w:t>
      </w:r>
      <w:r w:rsidRPr="00E37591">
        <w:rPr>
          <w:rFonts w:hint="cs"/>
          <w:rtl/>
          <w:lang w:bidi="ur-PK"/>
        </w:rPr>
        <w:t>ے اس کے خلاف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کتاب کے اکثرمقامات پر شرعی</w:t>
      </w:r>
      <w:r w:rsidRPr="00E37591">
        <w:rPr>
          <w:rtl/>
          <w:lang w:bidi="ur-PK"/>
        </w:rPr>
        <w:t xml:space="preserve"> احکام صرف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واصول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کرنا </w:t>
      </w:r>
      <w:r w:rsidRPr="00E37591">
        <w:rPr>
          <w:rFonts w:hint="cs"/>
          <w:rtl/>
          <w:lang w:bidi="ur-PK"/>
        </w:rPr>
        <w:t>ہمارے موضوع سے خارج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4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کتاب کے اکثر مقامات پر یہ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کے جملہ احکام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تسلسل وارتباط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احکام صرف ارتباط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حکم ک</w:t>
      </w:r>
      <w:r w:rsidRPr="00E37591">
        <w:rPr>
          <w:rFonts w:hint="cs"/>
          <w:rtl/>
          <w:lang w:bidi="ur-PK"/>
        </w:rPr>
        <w:t>ے ساقط ہوجانے سے پوری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ساقط </w:t>
      </w:r>
      <w:r w:rsidRPr="00E37591">
        <w:rPr>
          <w:rFonts w:hint="cs"/>
          <w:rtl/>
          <w:lang w:bidi="ur-PK"/>
        </w:rPr>
        <w:t>ہوجائے۔بلکہ اس ک</w:t>
      </w:r>
      <w:r w:rsidRPr="00E37591">
        <w:rPr>
          <w:rtl/>
          <w:lang w:bidi="ur-PK"/>
        </w:rPr>
        <w:t xml:space="preserve">ا مطلب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احکام سے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ہوسکتاہے جب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طورپر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منطبق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بعض مقامات پر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آپ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طورپر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وروا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باتوں کو اسلام کے مجموعی</w:t>
      </w:r>
      <w:r w:rsidRPr="00E37591">
        <w:rPr>
          <w:rtl/>
          <w:lang w:bidi="ur-PK"/>
        </w:rPr>
        <w:t xml:space="preserve"> احکام س</w:t>
      </w:r>
      <w:r w:rsidRPr="00E37591">
        <w:rPr>
          <w:rFonts w:hint="cs"/>
          <w:rtl/>
          <w:lang w:bidi="ur-PK"/>
        </w:rPr>
        <w:t>ے اخذ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ہے۔اگرچہ اس مطلب کے سمجھنے کے لئے کافی</w:t>
      </w:r>
      <w:r w:rsidRPr="00E37591">
        <w:rPr>
          <w:rtl/>
          <w:lang w:bidi="ur-PK"/>
        </w:rPr>
        <w:t xml:space="preserve"> غور وفکر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6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اصطلاح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شبہہ کا احتمال تھا اسلئے ہم نے بقدرضرورت ان کی</w:t>
      </w:r>
      <w:r w:rsidRPr="00E37591">
        <w:rPr>
          <w:rtl/>
          <w:lang w:bidi="ur-PK"/>
        </w:rPr>
        <w:t xml:space="preserve"> توض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چنانچہ حکومتی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واضح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سے مراد خدائی</w:t>
      </w:r>
      <w:r w:rsidRPr="00E37591">
        <w:rPr>
          <w:rtl/>
          <w:lang w:bidi="ur-PK"/>
        </w:rPr>
        <w:t xml:space="preserve"> منصب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صاحب منصب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کا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تصرف کرتا</w:t>
      </w:r>
      <w:r w:rsidRPr="00E37591">
        <w:rPr>
          <w:rFonts w:hint="cs"/>
          <w:rtl/>
          <w:lang w:bidi="ur-PK"/>
        </w:rPr>
        <w:t>ہے۔اس کا تع</w:t>
      </w:r>
      <w:r w:rsidRPr="00E37591">
        <w:rPr>
          <w:rFonts w:hint="eastAsia"/>
          <w:rtl/>
          <w:lang w:bidi="ur-PK"/>
        </w:rPr>
        <w:t>لق</w:t>
      </w:r>
      <w:r w:rsidRPr="00E37591">
        <w:rPr>
          <w:rtl/>
          <w:lang w:bidi="ur-PK"/>
        </w:rPr>
        <w:t xml:space="preserve"> عام حکومتوں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7A2D06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خاتم</w:t>
      </w:r>
      <w:r w:rsidRPr="00E37591">
        <w:rPr>
          <w:rFonts w:hint="cs"/>
          <w:rtl/>
          <w:lang w:bidi="ur-PK"/>
        </w:rPr>
        <w:t>ۂ کلام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اس 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سطحی</w:t>
      </w:r>
      <w:r w:rsidRPr="00E37591">
        <w:rPr>
          <w:rtl/>
          <w:lang w:bidi="ur-PK"/>
        </w:rPr>
        <w:t xml:space="preserve"> مطالب 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B74130">
      <w:pPr>
        <w:pStyle w:val="libNormal"/>
        <w:rPr>
          <w:rtl/>
          <w:lang w:bidi="ur-PK"/>
        </w:rPr>
      </w:pPr>
    </w:p>
    <w:p w:rsidR="00824138" w:rsidRPr="00E37591" w:rsidRDefault="00824138" w:rsidP="00B7413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ادبی</w:t>
      </w:r>
      <w:r w:rsidRPr="00E37591">
        <w:rPr>
          <w:rtl/>
          <w:lang w:bidi="ur-PK"/>
        </w:rPr>
        <w:t xml:space="preserve"> رنگ،ن</w:t>
      </w:r>
      <w:r w:rsidRPr="00E37591">
        <w:rPr>
          <w:rFonts w:hint="cs"/>
          <w:rtl/>
          <w:lang w:bidi="ur-PK"/>
        </w:rPr>
        <w:t>ہ ضخی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کلمات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مغلق الفاظ۔یہ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ہماراای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اقدام </w:t>
      </w:r>
      <w:r w:rsidRPr="00E37591">
        <w:rPr>
          <w:rFonts w:hint="cs"/>
          <w:rtl/>
          <w:lang w:bidi="ur-PK"/>
        </w:rPr>
        <w:t>ہے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اسرار کو معلوم کرنے کا جن پر اس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(اب </w:t>
      </w:r>
      <w:r w:rsidRPr="00E37591">
        <w:rPr>
          <w:rFonts w:hint="cs"/>
          <w:rtl/>
          <w:lang w:bidi="ur-PK"/>
        </w:rPr>
        <w:t>ہم جس قدر بھی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اب 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)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س</w:t>
      </w:r>
      <w:r w:rsidRPr="00E37591">
        <w:rPr>
          <w:rFonts w:hint="cs"/>
          <w:rtl/>
          <w:lang w:bidi="ur-PK"/>
        </w:rPr>
        <w:t>ے التماس ہے کہ کتاب کا مطالعہ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س</w:t>
      </w:r>
      <w:r w:rsidRPr="00E37591">
        <w:rPr>
          <w:rFonts w:hint="cs"/>
          <w:rtl/>
          <w:lang w:bidi="ur-PK"/>
        </w:rPr>
        <w:t>ے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آپ پر 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ہوسکے کہ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حدود اسلام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ہماری</w:t>
      </w:r>
      <w:r w:rsidRPr="00E37591">
        <w:rPr>
          <w:rtl/>
          <w:lang w:bidi="ur-PK"/>
        </w:rPr>
        <w:t xml:space="preserve"> توف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قات</w:t>
      </w:r>
      <w:r w:rsidRPr="00E37591">
        <w:rPr>
          <w:rtl/>
          <w:lang w:bidi="ur-PK"/>
        </w:rPr>
        <w:t xml:space="preserve"> ذات واجب س</w:t>
      </w:r>
      <w:r w:rsidRPr="00E37591">
        <w:rPr>
          <w:rFonts w:hint="cs"/>
          <w:rtl/>
          <w:lang w:bidi="ur-PK"/>
        </w:rPr>
        <w:t>ے وابستہ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ہمارا اعتماد 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محمد باقرالصدر ،النجف الاشرف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Center"/>
        <w:rPr>
          <w:rtl/>
          <w:lang w:bidi="ur-PK"/>
        </w:rPr>
      </w:pPr>
      <w:bookmarkStart w:id="58" w:name="_Toc468966788"/>
      <w:bookmarkStart w:id="59" w:name="_Toc468970731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</w:t>
      </w:r>
      <w:bookmarkEnd w:id="58"/>
      <w:bookmarkEnd w:id="59"/>
    </w:p>
    <w:p w:rsidR="00824138" w:rsidRPr="00BD510C" w:rsidRDefault="00824138" w:rsidP="00BD510C">
      <w:pPr>
        <w:pStyle w:val="libCenterBold2"/>
      </w:pPr>
      <w:bookmarkStart w:id="60" w:name="_Toc468966789"/>
      <w:r w:rsidRPr="00BD510C">
        <w:t>WITH MARXISM</w:t>
      </w:r>
      <w:bookmarkEnd w:id="60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>: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1</w:t>
      </w:r>
      <w:r w:rsidR="00824138" w:rsidRPr="00E37591">
        <w:rPr>
          <w:rFonts w:hint="cs"/>
          <w:rtl/>
          <w:lang w:bidi="ur-PK"/>
        </w:rPr>
        <w:t>۔تمہی</w:t>
      </w:r>
      <w:r w:rsidR="00824138" w:rsidRPr="00E37591">
        <w:rPr>
          <w:rFonts w:hint="eastAsia"/>
          <w:rtl/>
          <w:lang w:bidi="ur-PK"/>
        </w:rPr>
        <w:t>د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2</w:t>
      </w:r>
      <w:r w:rsidR="00824138" w:rsidRPr="00E37591">
        <w:rPr>
          <w:rFonts w:hint="cs"/>
          <w:rtl/>
          <w:lang w:bidi="ur-PK"/>
        </w:rPr>
        <w:t>۔نظریہ،</w:t>
      </w:r>
      <w:r w:rsidR="00824138" w:rsidRPr="00E37591">
        <w:rPr>
          <w:rtl/>
          <w:lang w:bidi="ur-PK"/>
        </w:rPr>
        <w:t xml:space="preserve"> فلسف</w:t>
      </w:r>
      <w:r w:rsidR="00824138" w:rsidRPr="00E37591">
        <w:rPr>
          <w:rFonts w:hint="cs"/>
          <w:rtl/>
          <w:lang w:bidi="ur-PK"/>
        </w:rPr>
        <w:t>ہ کی</w:t>
      </w:r>
      <w:r w:rsidR="00824138" w:rsidRPr="00E37591">
        <w:rPr>
          <w:rtl/>
          <w:lang w:bidi="ur-PK"/>
        </w:rPr>
        <w:t xml:space="preserve"> روشن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م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ں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3</w:t>
      </w:r>
      <w:r w:rsidR="00824138" w:rsidRPr="00E37591">
        <w:rPr>
          <w:rFonts w:hint="cs"/>
          <w:rtl/>
          <w:lang w:bidi="ur-PK"/>
        </w:rPr>
        <w:t>۔نظریہ،اجمالی</w:t>
      </w:r>
      <w:r w:rsidR="00824138" w:rsidRPr="00E37591">
        <w:rPr>
          <w:rtl/>
          <w:lang w:bidi="ur-PK"/>
        </w:rPr>
        <w:t xml:space="preserve"> رنگ م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4</w:t>
      </w:r>
      <w:r w:rsidR="00824138" w:rsidRPr="00E37591">
        <w:rPr>
          <w:rFonts w:hint="cs"/>
          <w:rtl/>
          <w:lang w:bidi="ur-PK"/>
        </w:rPr>
        <w:t>۔نظریہ،</w:t>
      </w:r>
      <w:r w:rsidR="00824138" w:rsidRPr="00E37591">
        <w:rPr>
          <w:rtl/>
          <w:lang w:bidi="ur-PK"/>
        </w:rPr>
        <w:t xml:space="preserve"> تفص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ل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تبصر</w:t>
      </w:r>
      <w:r w:rsidR="00824138" w:rsidRPr="00E37591">
        <w:rPr>
          <w:rFonts w:hint="cs"/>
          <w:rtl/>
          <w:lang w:bidi="ur-PK"/>
        </w:rPr>
        <w:t xml:space="preserve">ہ کے ساتھ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1</w:t>
      </w:r>
      <w:r w:rsidR="00824138" w:rsidRPr="00E37591">
        <w:rPr>
          <w:rFonts w:hint="cs"/>
          <w:rtl/>
          <w:lang w:bidi="ur-PK"/>
        </w:rPr>
        <w:t>۔اشتراکی</w:t>
      </w:r>
      <w:r w:rsidR="00824138" w:rsidRPr="00E37591">
        <w:rPr>
          <w:rFonts w:hint="eastAsia"/>
          <w:rtl/>
          <w:lang w:bidi="ur-PK"/>
        </w:rPr>
        <w:t>ت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2</w:t>
      </w:r>
      <w:r w:rsidR="00824138" w:rsidRPr="00E37591">
        <w:rPr>
          <w:rFonts w:hint="cs"/>
          <w:rtl/>
          <w:lang w:bidi="ur-PK"/>
        </w:rPr>
        <w:t>۔اشتمالی</w:t>
      </w:r>
      <w:r w:rsidR="00824138" w:rsidRPr="00E37591">
        <w:rPr>
          <w:rFonts w:hint="eastAsia"/>
          <w:rtl/>
          <w:lang w:bidi="ur-PK"/>
        </w:rPr>
        <w:t>ت</w:t>
      </w:r>
    </w:p>
    <w:p w:rsidR="007A2D06" w:rsidRPr="00E37591" w:rsidRDefault="007A2D06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A2D06" w:rsidRPr="00E37591" w:rsidRDefault="007A2D06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Center"/>
        <w:rPr>
          <w:rtl/>
          <w:lang w:bidi="ur-PK"/>
        </w:rPr>
      </w:pPr>
      <w:bookmarkStart w:id="61" w:name="_Toc468966790"/>
      <w:bookmarkStart w:id="62" w:name="_Toc468970732"/>
      <w:r w:rsidRPr="00E37591">
        <w:rPr>
          <w:rFonts w:hint="eastAsia"/>
          <w:rtl/>
          <w:lang w:bidi="ur-PK"/>
        </w:rPr>
        <w:t>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bookmarkEnd w:id="61"/>
      <w:bookmarkEnd w:id="62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D510C">
      <w:pPr>
        <w:pStyle w:val="libBold2"/>
        <w:rPr>
          <w:rtl/>
          <w:lang w:bidi="ur-PK"/>
        </w:rPr>
      </w:pPr>
      <w:bookmarkStart w:id="63" w:name="_Toc468966791"/>
      <w:r w:rsidRPr="00E37591">
        <w:rPr>
          <w:rFonts w:hint="eastAsia"/>
          <w:rtl/>
          <w:lang w:bidi="ur-PK"/>
        </w:rPr>
        <w:t>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bookmarkEnd w:id="6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نظام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بالکل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اس کے اقتصادی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>ے نظری</w:t>
      </w:r>
      <w:r w:rsidRPr="00E37591">
        <w:rPr>
          <w:rtl/>
          <w:lang w:bidi="ur-PK"/>
        </w:rPr>
        <w:t xml:space="preserve"> اقتصاد(جس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روح رواں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ہے)سے الگ کردی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یہی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اہم اصول ہے جس کے تحت پورا کاروانِ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چل 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ہاہے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قواعدوہ محکم قواعد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ہردور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کاگ</w:t>
      </w:r>
      <w:r w:rsidRPr="00E37591">
        <w:rPr>
          <w:rFonts w:hint="cs"/>
          <w:rtl/>
          <w:lang w:bidi="ur-PK"/>
        </w:rPr>
        <w:t>ہراارتباط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موافق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مخالف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وقت تک مانع رہے گا جب تک کہ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تحل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ہوجائے اس لئے کہ تحقی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قہری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اور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D045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امتحان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انقلابات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ممنون کرم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ہر اس مذہب کو قبول 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جو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اور ہر اس نظام کو ترک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جو اس بات کا مدعی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ہوکہ ہمارے اجتماعی</w:t>
      </w:r>
      <w:r w:rsidRPr="00E37591">
        <w:rPr>
          <w:rtl/>
          <w:lang w:bidi="ur-PK"/>
        </w:rPr>
        <w:t xml:space="preserve"> </w:t>
      </w:r>
    </w:p>
    <w:p w:rsidR="008D045B" w:rsidRPr="00E37591" w:rsidRDefault="008D045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D045B" w:rsidRPr="00E37591" w:rsidRDefault="008D045B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اصول </w:t>
      </w:r>
      <w:r w:rsidRPr="00E37591">
        <w:rPr>
          <w:rFonts w:hint="cs"/>
          <w:rtl/>
          <w:lang w:bidi="ur-PK"/>
        </w:rPr>
        <w:t>ہمارے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ہمارے اقتصادی</w:t>
      </w:r>
      <w:r w:rsidRPr="00E37591">
        <w:rPr>
          <w:rtl/>
          <w:lang w:bidi="ur-PK"/>
        </w:rPr>
        <w:t xml:space="preserve"> قواعد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دور کے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نظام اسلامی</w:t>
      </w:r>
      <w:r w:rsidRPr="00E37591">
        <w:rPr>
          <w:rtl/>
          <w:lang w:bidi="ur-PK"/>
        </w:rPr>
        <w:t xml:space="preserve"> کادعو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چودہ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وانقلابات ک</w:t>
      </w:r>
      <w:r w:rsidRPr="00E37591">
        <w:rPr>
          <w:rFonts w:hint="cs"/>
          <w:rtl/>
          <w:lang w:bidi="ur-PK"/>
        </w:rPr>
        <w:t>ے باوجود آج بھی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مشکلات کو حل کرسکتاہے۔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انگلز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انسان</w:t>
      </w:r>
      <w:r w:rsidRPr="00E37591">
        <w:rPr>
          <w:rtl/>
          <w:lang w:bidi="ur-PK"/>
        </w:rPr>
        <w:t xml:space="preserve"> جن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وہ ہر قطر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مختلف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گوش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نسلوں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س</w:t>
      </w:r>
      <w:r w:rsidRPr="00E37591">
        <w:rPr>
          <w:rFonts w:hint="cs"/>
          <w:rtl/>
          <w:lang w:bidi="ur-PK"/>
        </w:rPr>
        <w:t>ے بدل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بنابری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اطراف وادوار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(صنددوہرنگ،ج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علمی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ہوسکی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ثابت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ابد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من</w:t>
      </w:r>
      <w:r w:rsidRPr="00E37591">
        <w:rPr>
          <w:rFonts w:hint="cs"/>
          <w:rtl/>
          <w:lang w:bidi="ur-PK"/>
        </w:rPr>
        <w:t>ہدم ہوجائے اور وہ مذہب برسرکارآجائے جو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اپنے اندر کوئی</w:t>
      </w:r>
      <w:r w:rsidRPr="00E37591">
        <w:rPr>
          <w:rtl/>
          <w:lang w:bidi="ur-PK"/>
        </w:rPr>
        <w:t xml:space="preserve"> ضعف م</w:t>
      </w:r>
      <w:r w:rsidRPr="00E37591">
        <w:rPr>
          <w:rFonts w:hint="eastAsia"/>
          <w:rtl/>
          <w:lang w:bidi="ur-PK"/>
        </w:rPr>
        <w:t>حسوس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ںکرتااور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و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ہر دور کے لئے کافی</w:t>
      </w:r>
      <w:r w:rsidRPr="00E37591">
        <w:rPr>
          <w:rtl/>
          <w:lang w:bidi="ur-PK"/>
        </w:rPr>
        <w:t xml:space="preserve"> تصور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موضوع پر بحث کرنا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اس وقت تک ناممکن </w:t>
      </w:r>
      <w:r w:rsidRPr="00E37591">
        <w:rPr>
          <w:rFonts w:hint="cs"/>
          <w:rtl/>
          <w:lang w:bidi="ur-PK"/>
        </w:rPr>
        <w:t>ہے ۔جب تک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اس لئے اب ہم اسی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لگای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بحث کے دو حصہ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</w:p>
    <w:p w:rsidR="008D045B" w:rsidRPr="00E37591" w:rsidRDefault="008D045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64" w:name="_Toc468966792"/>
      <w:bookmarkStart w:id="65" w:name="_Toc468970733"/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محرک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bookmarkEnd w:id="64"/>
      <w:bookmarkEnd w:id="6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عالم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راز کا پت</w:t>
      </w:r>
      <w:r w:rsidRPr="00E37591">
        <w:rPr>
          <w:rFonts w:hint="cs"/>
          <w:rtl/>
          <w:lang w:bidi="ur-PK"/>
        </w:rPr>
        <w:t>ہ لگا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تمام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کا حل مل سکتا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>ں ک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سے پہلے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گزر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عامل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بعض نظریۂ</w:t>
      </w:r>
      <w:r w:rsidRPr="00E37591">
        <w:rPr>
          <w:rtl/>
          <w:lang w:bidi="ur-PK"/>
        </w:rPr>
        <w:t xml:space="preserve"> جنس ک</w:t>
      </w:r>
      <w:r w:rsidRPr="00E37591">
        <w:rPr>
          <w:rFonts w:hint="cs"/>
          <w:rtl/>
          <w:lang w:bidi="ur-PK"/>
        </w:rPr>
        <w:t>ے قائل تھے اور ان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معاشرہ کی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راز جنس ک</w:t>
      </w:r>
      <w:r w:rsidRPr="00E37591">
        <w:rPr>
          <w:rFonts w:hint="cs"/>
          <w:rtl/>
          <w:lang w:bidi="ur-PK"/>
        </w:rPr>
        <w:t>ے اندر مخفی</w:t>
      </w:r>
      <w:r w:rsidRPr="00E37591">
        <w:rPr>
          <w:rtl/>
          <w:lang w:bidi="ur-PK"/>
        </w:rPr>
        <w:t xml:space="preserve"> قوتوں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مضمر </w:t>
      </w:r>
      <w:r w:rsidRPr="00E37591">
        <w:rPr>
          <w:rFonts w:hint="cs"/>
          <w:rtl/>
          <w:lang w:bidi="ur-PK"/>
        </w:rPr>
        <w:t>ہے۔اسی</w:t>
      </w:r>
      <w:r w:rsidRPr="00E37591">
        <w:rPr>
          <w:rtl/>
          <w:lang w:bidi="ur-PK"/>
        </w:rPr>
        <w:t xml:space="preserve"> جنس س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ادوارتشک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انسان کی</w:t>
      </w:r>
      <w:r w:rsidRPr="00E37591">
        <w:rPr>
          <w:rtl/>
          <w:lang w:bidi="ur-PK"/>
        </w:rPr>
        <w:t xml:space="preserve"> عضو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ونفس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کا عمل انجام پاتا</w:t>
      </w:r>
      <w:r w:rsidRPr="00E37591">
        <w:rPr>
          <w:rFonts w:hint="cs"/>
          <w:rtl/>
          <w:lang w:bidi="ur-PK"/>
        </w:rPr>
        <w:t>ہے،گوی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جنس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ہاد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اجناس کو فتح اور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جنس کو شکست دواماندگ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دوسر</w:t>
      </w:r>
      <w:r w:rsidRPr="00E37591">
        <w:rPr>
          <w:rFonts w:hint="cs"/>
          <w:rtl/>
          <w:lang w:bidi="ur-PK"/>
        </w:rPr>
        <w:t>ے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ے''تاری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>''کا سرچشم</w:t>
      </w:r>
      <w:r w:rsidRPr="00E37591">
        <w:rPr>
          <w:rFonts w:hint="cs"/>
          <w:rtl/>
          <w:lang w:bidi="ur-PK"/>
        </w:rPr>
        <w:t>ہ جغرافی</w:t>
      </w:r>
      <w:r w:rsidRPr="00E37591">
        <w:rPr>
          <w:rFonts w:hint="eastAsia"/>
          <w:rtl/>
          <w:lang w:bidi="ur-PK"/>
        </w:rPr>
        <w:t>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ہے۔ان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کا منشاء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جغراف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راحت وآسائش کے اسباب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معاشرہ آگے بڑھتاہے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رخی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انحطاط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جاگرتا</w:t>
      </w:r>
      <w:r w:rsidRPr="00E37591">
        <w:rPr>
          <w:rFonts w:hint="cs"/>
          <w:rtl/>
          <w:lang w:bidi="ur-PK"/>
        </w:rPr>
        <w:t>ہے گوی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جغراف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اشاروں پر چلارہاہے۔</w:t>
      </w:r>
    </w:p>
    <w:p w:rsidR="008D045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علماء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سلسل</w:t>
      </w:r>
      <w:r w:rsidRPr="00E37591">
        <w:rPr>
          <w:rFonts w:hint="cs"/>
          <w:rtl/>
          <w:lang w:bidi="ur-PK"/>
        </w:rPr>
        <w:t>ہ انسان کے شعوری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الاشعور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واحساسات س</w:t>
      </w:r>
      <w:r w:rsidRPr="00E37591">
        <w:rPr>
          <w:rFonts w:hint="cs"/>
          <w:rtl/>
          <w:lang w:bidi="ur-PK"/>
        </w:rPr>
        <w:t>ے شروع ہوتاہے۔انہی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احساسات ک</w:t>
      </w:r>
      <w:r w:rsidRPr="00E37591">
        <w:rPr>
          <w:rFonts w:hint="cs"/>
          <w:rtl/>
          <w:lang w:bidi="ur-PK"/>
        </w:rPr>
        <w:t>ے مختلف حالات سے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ادوار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D045B" w:rsidRPr="00E37591" w:rsidRDefault="008D045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''محرک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</w:t>
      </w:r>
      <w:r w:rsidRPr="00E37591">
        <w:rPr>
          <w:rtl/>
          <w:lang w:bidi="ur-PK"/>
        </w:rPr>
        <w:t>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بشارت کارل مارکس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متعلق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رونما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انسان کے جذبات واحساسات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افکار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کے علاوہ تمام عوامل وموثرات ثانوی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رکھتے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تمام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وافکار و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قبول کرتا</w:t>
      </w:r>
      <w:r w:rsidRPr="00E37591">
        <w:rPr>
          <w:rFonts w:hint="cs"/>
          <w:rtl/>
          <w:lang w:bidi="ur-PK"/>
        </w:rPr>
        <w:t>ہے اس لئے کہ یہ</w:t>
      </w:r>
      <w:r w:rsidRPr="00E37591">
        <w:rPr>
          <w:rtl/>
          <w:lang w:bidi="ur-PK"/>
        </w:rPr>
        <w:t xml:space="preserve"> تمام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عامل ومحرک کو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قطعاً اس ک</w:t>
      </w:r>
      <w:r w:rsidRPr="00E37591">
        <w:rPr>
          <w:rFonts w:hint="cs"/>
          <w:rtl/>
          <w:lang w:bidi="ur-PK"/>
        </w:rPr>
        <w:t>ے لئے مناسب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وقت </w:t>
      </w:r>
      <w:r w:rsidRPr="00E37591">
        <w:rPr>
          <w:rFonts w:hint="cs"/>
          <w:rtl/>
          <w:lang w:bidi="ur-PK"/>
        </w:rPr>
        <w:t>ہماراروئے سخن صرف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ہے ۔ہم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 کرنا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واضح کرنا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۔باقی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آخر کلام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''محرک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 باطل وم</w:t>
      </w:r>
      <w:r w:rsidRPr="00E37591">
        <w:rPr>
          <w:rFonts w:hint="cs"/>
          <w:rtl/>
          <w:lang w:bidi="ur-PK"/>
        </w:rPr>
        <w:t>ہمل ثابت کر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66" w:name="_Toc468966793"/>
      <w:bookmarkStart w:id="67" w:name="_Toc468970734"/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66"/>
      <w:bookmarkEnd w:id="67"/>
    </w:p>
    <w:p w:rsidR="008D045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ہمارے سامنے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کاجو فلسف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کو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سپرد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معاشرہ کے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کا سرچشم</w:t>
      </w:r>
      <w:r w:rsidRPr="00E37591">
        <w:rPr>
          <w:rFonts w:hint="cs"/>
          <w:rtl/>
          <w:lang w:bidi="ur-PK"/>
        </w:rPr>
        <w:t>ہ اس کا اقتصادی</w:t>
      </w:r>
      <w:r w:rsidRPr="00E37591">
        <w:rPr>
          <w:rtl/>
          <w:lang w:bidi="ur-PK"/>
        </w:rPr>
        <w:t xml:space="preserve"> توازن </w:t>
      </w:r>
      <w:r w:rsidRPr="00E37591">
        <w:rPr>
          <w:rFonts w:hint="cs"/>
          <w:rtl/>
          <w:lang w:bidi="ur-PK"/>
        </w:rPr>
        <w:t>ہے۔اسی</w:t>
      </w:r>
      <w:r w:rsidRPr="00E37591">
        <w:rPr>
          <w:rtl/>
          <w:lang w:bidi="ur-PK"/>
        </w:rPr>
        <w:t xml:space="preserve"> اقتصاد س</w:t>
      </w:r>
      <w:r w:rsidRPr="00E37591">
        <w:rPr>
          <w:rFonts w:hint="cs"/>
          <w:rtl/>
          <w:lang w:bidi="ur-PK"/>
        </w:rPr>
        <w:t>ے اس کے مستقبل کا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اس سے اس کے حال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8D045B" w:rsidRPr="00E37591" w:rsidRDefault="008D045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علت </w:t>
      </w:r>
      <w:r w:rsidRPr="00E37591">
        <w:rPr>
          <w:rFonts w:hint="cs"/>
          <w:rtl/>
          <w:lang w:bidi="ur-PK"/>
        </w:rPr>
        <w:t>ہے جو واقعاً قافلۂ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حامل </w:t>
      </w:r>
      <w:r w:rsidRPr="00E37591">
        <w:rPr>
          <w:rFonts w:hint="cs"/>
          <w:rtl/>
          <w:lang w:bidi="ur-PK"/>
        </w:rPr>
        <w:t>ہے اور اس کا نام ہے''وسائل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>''در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وسائل و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تغی</w:t>
      </w:r>
      <w:r w:rsidRPr="00E37591">
        <w:rPr>
          <w:rFonts w:hint="eastAsia"/>
          <w:rtl/>
          <w:lang w:bidi="ur-PK"/>
        </w:rPr>
        <w:t>رات،انقلابات</w:t>
      </w:r>
      <w:r w:rsidRPr="00E37591">
        <w:rPr>
          <w:rtl/>
          <w:lang w:bidi="ur-PK"/>
        </w:rPr>
        <w:t xml:space="preserve"> اور ادوار </w:t>
      </w:r>
      <w:r w:rsidRPr="00E37591">
        <w:rPr>
          <w:rFonts w:hint="cs"/>
          <w:rtl/>
          <w:lang w:bidi="ur-PK"/>
        </w:rPr>
        <w:t>ے موجود ہواکرتے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مقام پر فطری</w:t>
      </w:r>
      <w:r w:rsidRPr="00E37591">
        <w:rPr>
          <w:rtl/>
          <w:lang w:bidi="ur-PK"/>
        </w:rPr>
        <w:t xml:space="preserve"> طور پر دو سوال ا</w:t>
      </w:r>
      <w:r w:rsidRPr="00E37591">
        <w:rPr>
          <w:rFonts w:hint="cs"/>
          <w:rtl/>
          <w:lang w:bidi="ur-PK"/>
        </w:rPr>
        <w:t>ٹھے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دوسر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وسائل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حرکات وتغ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اربط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اثرانداز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پہلے سوال کا جواب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ہاہے کہ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ان آلات کا نام </w:t>
      </w:r>
      <w:r w:rsidRPr="00E37591">
        <w:rPr>
          <w:rFonts w:hint="cs"/>
          <w:rtl/>
          <w:lang w:bidi="ur-PK"/>
        </w:rPr>
        <w:t>ہے جن کی</w:t>
      </w:r>
      <w:r w:rsidRPr="00E37591">
        <w:rPr>
          <w:rtl/>
          <w:lang w:bidi="ur-PK"/>
        </w:rPr>
        <w:t xml:space="preserve"> مدد س</w:t>
      </w:r>
      <w:r w:rsidRPr="00E37591">
        <w:rPr>
          <w:rFonts w:hint="cs"/>
          <w:rtl/>
          <w:lang w:bidi="ur-PK"/>
        </w:rPr>
        <w:t>ے انسان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کو حاصل کرتا</w:t>
      </w:r>
      <w:r w:rsidRPr="00E37591">
        <w:rPr>
          <w:rFonts w:hint="cs"/>
          <w:rtl/>
          <w:lang w:bidi="ur-PK"/>
        </w:rPr>
        <w:t>ہے۔چونکہ انسان اس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کرنے کا م</w:t>
      </w:r>
      <w:r w:rsidRPr="00E37591">
        <w:rPr>
          <w:rtl/>
          <w:lang w:bidi="ur-PK"/>
        </w:rPr>
        <w:t xml:space="preserve">حتاج </w:t>
      </w:r>
      <w:r w:rsidRPr="00E37591">
        <w:rPr>
          <w:rFonts w:hint="cs"/>
          <w:rtl/>
          <w:lang w:bidi="ur-PK"/>
        </w:rPr>
        <w:t>ہے اور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 سے اپنے برکات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پرآمادہ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</w:t>
      </w:r>
      <w:r w:rsidRPr="00E37591">
        <w:rPr>
          <w:rFonts w:hint="eastAsia"/>
          <w:rtl/>
          <w:lang w:bidi="ur-PK"/>
        </w:rPr>
        <w:t>ذا</w:t>
      </w:r>
      <w:r w:rsidRPr="00E37591">
        <w:rPr>
          <w:rtl/>
          <w:lang w:bidi="ur-PK"/>
        </w:rPr>
        <w:t xml:space="preserve"> جن آلات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سرکش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مقابل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مواد س</w:t>
      </w:r>
      <w:r w:rsidRPr="00E37591">
        <w:rPr>
          <w:rFonts w:hint="cs"/>
          <w:rtl/>
          <w:lang w:bidi="ur-PK"/>
        </w:rPr>
        <w:t>ے استفادہ کی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کانام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سب س</w:t>
      </w:r>
      <w:r w:rsidRPr="00E37591">
        <w:rPr>
          <w:rFonts w:hint="cs"/>
          <w:rtl/>
          <w:lang w:bidi="ur-PK"/>
        </w:rPr>
        <w:t>ے پہلے ان وسائل کا ظہور ہاتھوں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ہواجب انسان دستکاری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اپناپیٹ</w:t>
      </w:r>
      <w:r w:rsidRPr="00E37591">
        <w:rPr>
          <w:rtl/>
          <w:lang w:bidi="ur-PK"/>
        </w:rPr>
        <w:t xml:space="preserve"> پالتات</w:t>
      </w:r>
      <w:r w:rsidRPr="00E37591">
        <w:rPr>
          <w:rFonts w:hint="cs"/>
          <w:rtl/>
          <w:lang w:bidi="ur-PK"/>
        </w:rPr>
        <w:t>ھا۔اس کے بعد پتھر کے ٹکڑوں نے اس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لی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قطع وبری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 کام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۔آگے چل کر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دست</w:t>
      </w:r>
      <w:r w:rsidRPr="00E37591">
        <w:rPr>
          <w:rFonts w:hint="cs"/>
          <w:rtl/>
          <w:lang w:bidi="ur-PK"/>
        </w:rPr>
        <w:t>ہ لگاکر ہتھوڑابنالی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وسائل بنائے گئے۔پھر م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روکمان</w:t>
      </w:r>
      <w:r w:rsidRPr="00E37591">
        <w:rPr>
          <w:rtl/>
          <w:lang w:bidi="ur-PK"/>
        </w:rPr>
        <w:t xml:space="preserve"> ،ن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وشمش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ہوئی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بظا</w:t>
      </w:r>
      <w:r w:rsidRPr="00E37591">
        <w:rPr>
          <w:rFonts w:hint="cs"/>
          <w:rtl/>
          <w:lang w:bidi="ur-PK"/>
        </w:rPr>
        <w:t>ہر ری</w:t>
      </w:r>
      <w:r w:rsidRPr="00E37591">
        <w:rPr>
          <w:rFonts w:hint="eastAsia"/>
          <w:rtl/>
          <w:lang w:bidi="ur-PK"/>
        </w:rPr>
        <w:t>نگن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</w:t>
      </w:r>
      <w:r w:rsidRPr="00E37591">
        <w:rPr>
          <w:rFonts w:hint="cs"/>
          <w:rtl/>
          <w:lang w:bidi="ur-PK"/>
        </w:rPr>
        <w:t>ی۔یہاں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آخری</w:t>
      </w:r>
      <w:r w:rsidRPr="00E37591">
        <w:rPr>
          <w:rtl/>
          <w:lang w:bidi="ur-PK"/>
        </w:rPr>
        <w:t xml:space="preserve"> دنوں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بخاروبرق وذرات ک</w:t>
      </w:r>
      <w:r w:rsidRPr="00E37591">
        <w:rPr>
          <w:rFonts w:hint="cs"/>
          <w:rtl/>
          <w:lang w:bidi="ur-PK"/>
        </w:rPr>
        <w:t>ے آلات کاپتہ لگالی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اجن</w:t>
      </w:r>
      <w:r w:rsidRPr="00E37591">
        <w:rPr>
          <w:rtl/>
          <w:lang w:bidi="ur-PK"/>
        </w:rPr>
        <w:t xml:space="preserve"> پر آج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کادارومدار </w:t>
      </w:r>
      <w:r w:rsidRPr="00E37591">
        <w:rPr>
          <w:rFonts w:hint="cs"/>
          <w:rtl/>
          <w:lang w:bidi="ur-PK"/>
        </w:rPr>
        <w:t>ہے اور جن سے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کاموجود</w:t>
      </w:r>
      <w:r w:rsidRPr="00E37591">
        <w:rPr>
          <w:rFonts w:hint="cs"/>
          <w:rtl/>
          <w:lang w:bidi="ur-PK"/>
        </w:rPr>
        <w:t>ہ دور قائم ہے۔</w:t>
      </w:r>
    </w:p>
    <w:p w:rsidR="008D045B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سوال کے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بدلت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 xml:space="preserve">ے۔ظاہر ہے </w:t>
      </w:r>
    </w:p>
    <w:p w:rsidR="008D045B" w:rsidRPr="00E37591" w:rsidRDefault="008D045B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D045B" w:rsidRPr="00E37591" w:rsidRDefault="008D045B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کہ صی</w:t>
      </w:r>
      <w:r w:rsidRPr="00E37591">
        <w:rPr>
          <w:rFonts w:hint="eastAsia"/>
          <w:rtl/>
          <w:lang w:bidi="ur-PK"/>
        </w:rPr>
        <w:t>ادک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کاشتکار ک</w:t>
      </w:r>
      <w:r w:rsidRPr="00E37591">
        <w:rPr>
          <w:rFonts w:hint="cs"/>
          <w:rtl/>
          <w:lang w:bidi="ur-PK"/>
        </w:rPr>
        <w:t>ے ہاتھوں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</w:t>
      </w:r>
      <w:r w:rsidRPr="00E37591">
        <w:rPr>
          <w:rFonts w:hint="cs"/>
          <w:rtl/>
          <w:lang w:bidi="ur-PK"/>
        </w:rPr>
        <w:t>۔پھر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مقابلہ کرنے کے ل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 تن تن</w:t>
      </w:r>
      <w:r w:rsidRPr="00E37591">
        <w:rPr>
          <w:rFonts w:hint="cs"/>
          <w:rtl/>
          <w:lang w:bidi="ur-PK"/>
        </w:rPr>
        <w:t>ہا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کرسکتابلک</w:t>
      </w:r>
      <w:r w:rsidRPr="00E37591">
        <w:rPr>
          <w:rFonts w:hint="cs"/>
          <w:rtl/>
          <w:lang w:bidi="ur-PK"/>
        </w:rPr>
        <w:t>ہ اپنے ابناء نوع کا محتاج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بدلنے سے اجتماع کا رنگ بدل جانابھی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ہے۔جو شخص اس 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قدر حص</w:t>
      </w:r>
      <w:r w:rsidRPr="00E37591">
        <w:rPr>
          <w:rFonts w:hint="cs"/>
          <w:rtl/>
          <w:lang w:bidi="ur-PK"/>
        </w:rPr>
        <w:t>ہ لے گا اسی</w:t>
      </w:r>
      <w:r w:rsidRPr="00E37591">
        <w:rPr>
          <w:rtl/>
          <w:lang w:bidi="ur-PK"/>
        </w:rPr>
        <w:t xml:space="preserve"> قدر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گی۔ملکی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حدود کام کی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مقرر کئے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ان حدود کی</w:t>
      </w:r>
      <w:r w:rsidRPr="00E37591">
        <w:rPr>
          <w:rtl/>
          <w:lang w:bidi="ur-PK"/>
        </w:rPr>
        <w:t xml:space="preserve"> شکل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مساوات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تمام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،فکر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س</w:t>
      </w:r>
      <w:r w:rsidRPr="00E37591">
        <w:rPr>
          <w:rFonts w:hint="cs"/>
          <w:rtl/>
          <w:lang w:bidi="ur-PK"/>
        </w:rPr>
        <w:t>ے وابستہ ہے۔انہی</w:t>
      </w:r>
      <w:r w:rsidRPr="00E37591">
        <w:rPr>
          <w:rFonts w:hint="eastAsia"/>
          <w:rtl/>
          <w:lang w:bidi="ur-PK"/>
        </w:rPr>
        <w:t>ںتعلقات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تمام تعلقات قائم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ک</w:t>
      </w:r>
      <w:r w:rsidRPr="00E37591">
        <w:rPr>
          <w:rFonts w:hint="cs"/>
          <w:rtl/>
          <w:lang w:bidi="ur-PK"/>
        </w:rPr>
        <w:t>ے اختلاف سے وابستہ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خودان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اختلاف کا سبب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ہے؟مارکس نے اس سوال کا جواب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اختلاف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حدود بھی</w:t>
      </w:r>
      <w:r w:rsidRPr="00E37591">
        <w:rPr>
          <w:rtl/>
          <w:lang w:bidi="ur-PK"/>
        </w:rPr>
        <w:t xml:space="preserve"> بدلت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انقلابات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تازہ 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وسائل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نظام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طالب ہوں گے جو موجودہ نظام سے مختلف ہو اور اس طرح موجودہ ن</w:t>
      </w:r>
      <w:r w:rsidRPr="00E37591">
        <w:rPr>
          <w:rtl/>
          <w:lang w:bidi="ur-PK"/>
        </w:rPr>
        <w:t>ظام اور مناسب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ٹکراؤ ہوگا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نظام بروئ</w:t>
      </w:r>
      <w:r w:rsidRPr="00E37591">
        <w:rPr>
          <w:rFonts w:hint="cs"/>
          <w:rtl/>
          <w:lang w:bidi="ur-PK"/>
        </w:rPr>
        <w:t>ے کارآئے گا اور ساتھ ہی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طبقاتی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ڑجائے گی۔مطمئن طبقہ موجودہ نظام کا ہم آہنگ ہوگا اور پامال شدہ طبقہ آئندہ نظام کادمساز۔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آج کی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کا تمام تردارومدار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پر 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منشاء </w:t>
      </w:r>
      <w:r w:rsidRPr="00E37591">
        <w:rPr>
          <w:rFonts w:hint="cs"/>
          <w:rtl/>
          <w:lang w:bidi="ur-PK"/>
        </w:rPr>
        <w:t>ہے کہ سابق نظام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 xml:space="preserve">ہے تاکہ اس کو منافع سے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باقاعدہ استفادہ کا موقع مل سکے اور مزدور کی</w:t>
      </w:r>
      <w:r w:rsidRPr="00E37591">
        <w:rPr>
          <w:rtl/>
          <w:lang w:bidi="ur-PK"/>
        </w:rPr>
        <w:t xml:space="preserve"> آرزو</w:t>
      </w:r>
      <w:r w:rsidRPr="00E37591">
        <w:rPr>
          <w:rFonts w:hint="cs"/>
          <w:rtl/>
          <w:lang w:bidi="ur-PK"/>
        </w:rPr>
        <w:t>ہے کہ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ے ساتھ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نظام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پائ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حقوق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 حاصل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ادوار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 قسم ک</w:t>
      </w:r>
      <w:r w:rsidRPr="00E37591">
        <w:rPr>
          <w:rFonts w:hint="cs"/>
          <w:rtl/>
          <w:lang w:bidi="ur-PK"/>
        </w:rPr>
        <w:t>ے نزاعوں کا ہونا انتہائی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نزاع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وار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طبقات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چونک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وسائل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پرپور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گردش کر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ہر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فتح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عالمی</w:t>
      </w:r>
      <w:r w:rsidRPr="00E37591">
        <w:rPr>
          <w:rtl/>
          <w:lang w:bidi="ur-PK"/>
        </w:rPr>
        <w:t xml:space="preserve"> حالات کا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علم الاجتماع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اصطلاح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وسائل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کا حام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فاتح قرار پاتاہے اور سابقہ تعلقات کا دلدادہ طبقہ شکست خوردہ 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ظا</w:t>
      </w:r>
      <w:r w:rsidRPr="00E37591">
        <w:rPr>
          <w:rFonts w:hint="cs"/>
          <w:rtl/>
          <w:lang w:bidi="ur-PK"/>
        </w:rPr>
        <w:t>ہر ہے کہ جب وسائل کی</w:t>
      </w:r>
      <w:r w:rsidRPr="00E37591">
        <w:rPr>
          <w:rtl/>
          <w:lang w:bidi="ur-PK"/>
        </w:rPr>
        <w:t xml:space="preserve"> فتح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جب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بدل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سب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قائم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سلسل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فتح وشکست پر تمام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ہوتابلکہ یہ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ھر بھی</w:t>
      </w:r>
      <w:r w:rsidRPr="00E37591">
        <w:rPr>
          <w:rtl/>
          <w:lang w:bidi="ur-PK"/>
        </w:rPr>
        <w:t xml:space="preserve"> روب</w:t>
      </w:r>
      <w:r w:rsidRPr="00E37591">
        <w:rPr>
          <w:rFonts w:hint="cs"/>
          <w:rtl/>
          <w:lang w:bidi="ur-PK"/>
        </w:rPr>
        <w:t>ہ ترقی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آگے بڑھ جانے سے نظام کے تقاضے بدلتے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پ</w:t>
      </w:r>
      <w:r w:rsidRPr="00E37591">
        <w:rPr>
          <w:rFonts w:hint="cs"/>
          <w:rtl/>
          <w:lang w:bidi="ur-PK"/>
        </w:rPr>
        <w:t>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قائم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خود بھی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حرب وضر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وجدل کا نام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پر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125AFB">
      <w:pPr>
        <w:pStyle w:val="Heading2Center"/>
        <w:rPr>
          <w:rtl/>
          <w:lang w:bidi="ur-PK"/>
        </w:rPr>
      </w:pPr>
      <w:bookmarkStart w:id="68" w:name="_Toc468966794"/>
      <w:bookmarkStart w:id="69" w:name="_Toc468970735"/>
      <w:r w:rsidRPr="00E37591">
        <w:rPr>
          <w:rFonts w:hint="eastAsia"/>
          <w:rtl/>
          <w:lang w:bidi="ur-PK"/>
        </w:rPr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68"/>
      <w:bookmarkEnd w:id="6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حضرات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حرکات کا علم صرف اسی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ہو سکتا ہے اس کے علاوہ اس علم کاکوئی</w:t>
      </w:r>
      <w:r w:rsidRPr="00E37591">
        <w:rPr>
          <w:rtl/>
          <w:lang w:bidi="ur-PK"/>
        </w:rPr>
        <w:t xml:space="preserve"> دوسرا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بعض فری</w:t>
      </w:r>
      <w:r w:rsidRPr="00E37591">
        <w:rPr>
          <w:rFonts w:hint="eastAsia"/>
          <w:rtl/>
          <w:lang w:bidi="ur-PK"/>
        </w:rPr>
        <w:t>فتگان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منکری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دشمن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اور عدو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القاب سے سرفراز فرمای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سرفرازی</w:t>
      </w:r>
      <w:r w:rsidRPr="00E37591">
        <w:rPr>
          <w:rtl/>
          <w:lang w:bidi="ur-PK"/>
        </w:rPr>
        <w:t xml:space="preserve"> کا سبب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ددو باتوں پر </w:t>
      </w:r>
      <w:r w:rsidRPr="00E37591">
        <w:rPr>
          <w:rFonts w:hint="cs"/>
          <w:rtl/>
          <w:lang w:bidi="ur-PK"/>
        </w:rPr>
        <w:t>ہے ۔ اعتراف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اور اقرار قانون علت ومعلول اور ظا</w:t>
      </w:r>
      <w:r w:rsidRPr="00E37591">
        <w:rPr>
          <w:rFonts w:hint="cs"/>
          <w:rtl/>
          <w:lang w:bidi="ur-PK"/>
        </w:rPr>
        <w:t>ہر ہے کہ دونوں ہی</w:t>
      </w:r>
      <w:r w:rsidRPr="00E37591">
        <w:rPr>
          <w:rtl/>
          <w:lang w:bidi="ur-PK"/>
        </w:rPr>
        <w:t xml:space="preserve">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واضحات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لہٰذا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انکار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دمساز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علت و معلول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انح</w:t>
      </w:r>
      <w:r w:rsidRPr="00E37591">
        <w:rPr>
          <w:rFonts w:hint="eastAsia"/>
          <w:rtl/>
          <w:lang w:bidi="ur-PK"/>
        </w:rPr>
        <w:t>راف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اور یہ</w:t>
      </w:r>
      <w:r w:rsidRPr="00E37591">
        <w:rPr>
          <w:rtl/>
          <w:lang w:bidi="ur-PK"/>
        </w:rPr>
        <w:t xml:space="preserve">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وحق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دشمن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پرستار افراد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علم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دشمنوں کا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کسی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کے ادراک کے سلسلے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 </w:t>
      </w:r>
      <w:r w:rsidRPr="00E37591">
        <w:rPr>
          <w:rFonts w:hint="cs"/>
          <w:rtl/>
          <w:lang w:bidi="ur-PK"/>
        </w:rPr>
        <w:t xml:space="preserve">ہونے والے اختلافات کو اس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بیٹھتے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کل کے حوادث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ادراک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پاتا تو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قبل ک</w:t>
      </w:r>
      <w:r w:rsidRPr="00E37591">
        <w:rPr>
          <w:rFonts w:hint="cs"/>
          <w:rtl/>
          <w:lang w:bidi="ur-PK"/>
        </w:rPr>
        <w:t>ے واقعات کے متعلق ادراک کا دعویٰ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 ہے۔''</w:t>
      </w:r>
    </w:p>
    <w:p w:rsidR="00824138" w:rsidRPr="00E37591" w:rsidRDefault="00824138" w:rsidP="000309C5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(الثقافة الجد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سال </w:t>
      </w:r>
      <w:r w:rsidRPr="00E37591">
        <w:rPr>
          <w:rFonts w:hint="cs"/>
          <w:rtl/>
          <w:lang w:bidi="ur-PK"/>
        </w:rPr>
        <w:t>ہفتم ،عدد</w:t>
      </w:r>
      <w:r w:rsidR="00D5387C" w:rsidRPr="00E37591">
        <w:rPr>
          <w:rFonts w:hint="cs"/>
          <w:rtl/>
          <w:lang w:bidi="ur-PK"/>
        </w:rPr>
        <w:t>11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مقال</w:t>
      </w:r>
      <w:r w:rsidRPr="00E37591">
        <w:rPr>
          <w:rFonts w:hint="cs"/>
          <w:rtl/>
          <w:lang w:bidi="ur-PK"/>
        </w:rPr>
        <w:t>ہ نگار کی</w:t>
      </w:r>
      <w:r w:rsidRPr="00E37591">
        <w:rPr>
          <w:rtl/>
          <w:lang w:bidi="ur-PK"/>
        </w:rPr>
        <w:t xml:space="preserve"> کوشش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اصل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و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طرح متحد کر دے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انکار خود بخود دوسر</w:t>
      </w:r>
      <w:r w:rsidRPr="00E37591">
        <w:rPr>
          <w:rFonts w:hint="cs"/>
          <w:rtl/>
          <w:lang w:bidi="ur-PK"/>
        </w:rPr>
        <w:t>ے کے انکار کے مرادف ہو جائے اور اس طرح اصل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واسط</w:t>
      </w:r>
      <w:r w:rsidRPr="00E37591">
        <w:rPr>
          <w:rFonts w:hint="cs"/>
          <w:rtl/>
          <w:lang w:bidi="ur-PK"/>
        </w:rPr>
        <w:t>ہ دے کر اپنی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اقرار کرال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اس بات پر غور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منکر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منکر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شک کر ر</w:t>
      </w:r>
      <w:r w:rsidRPr="00E37591">
        <w:rPr>
          <w:rFonts w:hint="cs"/>
          <w:rtl/>
          <w:lang w:bidi="ur-PK"/>
        </w:rPr>
        <w:t>ہا ہے۔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علمائے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ے اس قسم کے مغالطات اکثر مقامات پر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استعمال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فری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اپنا مقصد حاصل کرنے کی</w:t>
      </w:r>
      <w:r w:rsidRPr="00E37591">
        <w:rPr>
          <w:rtl/>
          <w:lang w:bidi="ur-PK"/>
        </w:rPr>
        <w:t xml:space="preserve"> مکمل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فلسفی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کے منوانے کے لئے بھی</w:t>
      </w:r>
      <w:r w:rsidRPr="00E37591">
        <w:rPr>
          <w:rtl/>
          <w:lang w:bidi="ur-PK"/>
        </w:rPr>
        <w:t xml:space="preserve"> ان لوگوں ن</w:t>
      </w:r>
      <w:r w:rsidRPr="00E37591">
        <w:rPr>
          <w:rFonts w:hint="cs"/>
          <w:rtl/>
          <w:lang w:bidi="ur-PK"/>
        </w:rPr>
        <w:t>ے یہی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کار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عالم بھی</w:t>
      </w:r>
      <w:r w:rsidRPr="00E37591">
        <w:rPr>
          <w:rtl/>
          <w:lang w:bidi="ur-PK"/>
        </w:rPr>
        <w:t xml:space="preserve"> کل کا کل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اپنی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مطلب کو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واضح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ھلا ہوا مغالطہ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ساد</w:t>
      </w:r>
      <w:r w:rsidRPr="00E37591">
        <w:rPr>
          <w:rFonts w:hint="cs"/>
          <w:rtl/>
          <w:lang w:bidi="ur-PK"/>
        </w:rPr>
        <w:t>ہ لوح افراد کو گرفتار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ر</w:t>
      </w:r>
      <w:r w:rsidRPr="00E37591">
        <w:rPr>
          <w:rFonts w:hint="cs"/>
          <w:rtl/>
          <w:lang w:bidi="ur-PK"/>
        </w:rPr>
        <w:t>ہا ہے ۔ اس لئے کہ اگر ہمارے سامنے ص</w:t>
      </w:r>
      <w:r w:rsidRPr="00E37591">
        <w:rPr>
          <w:rtl/>
          <w:lang w:bidi="ur-PK"/>
        </w:rPr>
        <w:t xml:space="preserve">رف دو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صورت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منکر ہو جاتے اور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فلسفہ کو اپنا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فری</w:t>
      </w:r>
      <w:r w:rsidRPr="00E37591">
        <w:rPr>
          <w:rFonts w:hint="eastAsia"/>
          <w:rtl/>
          <w:lang w:bidi="ur-PK"/>
        </w:rPr>
        <w:t>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جاتے تو 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حد تک معقول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ہمارے سامنے اور بھی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ے موجود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ہوتے ہوئے اس مفہوم کا قبول کر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جا اقدام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 ہے ۔آپ خود ملاحظہ کر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مخالفی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جو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پر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لائ</w:t>
      </w:r>
      <w:r w:rsidRPr="00E37591">
        <w:rPr>
          <w:rFonts w:hint="cs"/>
          <w:rtl/>
          <w:lang w:bidi="ur-PK"/>
        </w:rPr>
        <w:t>ے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عالم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پر متفق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ک</w:t>
      </w:r>
      <w:r w:rsidRPr="00E37591">
        <w:rPr>
          <w:rFonts w:hint="cs"/>
          <w:rtl/>
          <w:lang w:bidi="ur-PK"/>
        </w:rPr>
        <w:t>ہ اس مقام پر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ماننے والے سب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بات ک</w:t>
      </w:r>
      <w:r w:rsidRPr="00E37591">
        <w:rPr>
          <w:rFonts w:hint="cs"/>
          <w:rtl/>
          <w:lang w:bidi="ur-PK"/>
        </w:rPr>
        <w:t>ے قائل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جنس کو محرک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کوئی</w:t>
      </w:r>
      <w:r w:rsidRPr="00E37591">
        <w:rPr>
          <w:rtl/>
          <w:lang w:bidi="ur-PK"/>
        </w:rPr>
        <w:t xml:space="preserve"> اخلاق ونفس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</w:t>
      </w:r>
      <w:r w:rsidRPr="00E37591">
        <w:rPr>
          <w:rFonts w:hint="cs"/>
          <w:rtl/>
          <w:lang w:bidi="ur-PK"/>
        </w:rPr>
        <w:t>۔ معلوم ہوتا ہے کہ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ہے اور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اور</w:t>
      </w:r>
      <w:r w:rsidRPr="00E37591">
        <w:rPr>
          <w:rFonts w:hint="cs"/>
          <w:rtl/>
          <w:lang w:bidi="ur-PK"/>
        </w:rPr>
        <w:t>۔پہلا مسئلہ تمام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مخالفی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مسلم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دوسرا مسئل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محل اختلاف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استدلال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جزء ک</w:t>
      </w:r>
      <w:r w:rsidRPr="00E37591">
        <w:rPr>
          <w:rFonts w:hint="cs"/>
          <w:rtl/>
          <w:lang w:bidi="ur-PK"/>
        </w:rPr>
        <w:t>ہ عالم قانون علت ومعلول کا تابع ہے تو حقی</w:t>
      </w:r>
      <w:r w:rsidRPr="00E37591">
        <w:rPr>
          <w:rFonts w:hint="eastAsia"/>
          <w:rtl/>
          <w:lang w:bidi="ur-PK"/>
        </w:rPr>
        <w:t>قتاً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اصل مطلب سے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اس پر تو ہر صاحب عقل وشعور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لائ</w:t>
      </w:r>
      <w:r w:rsidRPr="00E37591">
        <w:rPr>
          <w:rFonts w:hint="cs"/>
          <w:rtl/>
          <w:lang w:bidi="ur-PK"/>
        </w:rPr>
        <w:t>ے ہوئے ہے۔ اصل نزاع تو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علت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محرک کون ہے جس کے اشاروں پر قافلہ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 ر</w:t>
      </w:r>
      <w:r w:rsidRPr="00E37591">
        <w:rPr>
          <w:rFonts w:hint="cs"/>
          <w:rtl/>
          <w:lang w:bidi="ur-PK"/>
        </w:rPr>
        <w:t>ہا ہے۔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اجمال ک</w:t>
      </w:r>
      <w:r w:rsidRPr="00E37591">
        <w:rPr>
          <w:rFonts w:hint="cs"/>
          <w:rtl/>
          <w:lang w:bidi="ur-PK"/>
        </w:rPr>
        <w:t>ے بعد ہم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کرنا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ے ہوں گے: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1</w:t>
      </w:r>
      <w:r w:rsidR="00824138" w:rsidRPr="00E37591">
        <w:rPr>
          <w:rFonts w:hint="cs"/>
          <w:rtl/>
          <w:lang w:bidi="ur-PK"/>
        </w:rPr>
        <w:t>۔</w:t>
      </w:r>
      <w:r w:rsidR="00824138" w:rsidRPr="00E37591">
        <w:rPr>
          <w:rFonts w:hint="cs"/>
          <w:rtl/>
          <w:lang w:bidi="ur-PK"/>
        </w:rPr>
        <w:tab/>
        <w:t>مادی</w:t>
      </w:r>
      <w:r w:rsidR="00824138" w:rsidRPr="00E37591">
        <w:rPr>
          <w:rFonts w:hint="eastAsia"/>
          <w:rtl/>
          <w:lang w:bidi="ur-PK"/>
        </w:rPr>
        <w:t>ت</w:t>
      </w:r>
      <w:r w:rsidR="00824138" w:rsidRPr="00E37591">
        <w:rPr>
          <w:rtl/>
          <w:lang w:bidi="ur-PK"/>
        </w:rPr>
        <w:t xml:space="preserve"> ؛فلسف</w:t>
      </w:r>
      <w:r w:rsidR="00824138" w:rsidRPr="00E37591">
        <w:rPr>
          <w:rFonts w:hint="cs"/>
          <w:rtl/>
          <w:lang w:bidi="ur-PK"/>
        </w:rPr>
        <w:t>ہ اور منطق کی</w:t>
      </w:r>
      <w:r w:rsidR="00824138" w:rsidRPr="00E37591">
        <w:rPr>
          <w:rtl/>
          <w:lang w:bidi="ur-PK"/>
        </w:rPr>
        <w:t xml:space="preserve"> روشن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م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ں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2</w:t>
      </w:r>
      <w:r w:rsidR="00824138" w:rsidRPr="00E37591">
        <w:rPr>
          <w:rFonts w:hint="cs"/>
          <w:rtl/>
          <w:lang w:bidi="ur-PK"/>
        </w:rPr>
        <w:t>۔</w:t>
      </w:r>
      <w:r w:rsidR="00824138" w:rsidRPr="00E37591">
        <w:rPr>
          <w:rFonts w:hint="cs"/>
          <w:rtl/>
          <w:lang w:bidi="ur-PK"/>
        </w:rPr>
        <w:tab/>
        <w:t>مادی</w:t>
      </w:r>
      <w:r w:rsidR="00824138" w:rsidRPr="00E37591">
        <w:rPr>
          <w:rFonts w:hint="eastAsia"/>
          <w:rtl/>
          <w:lang w:bidi="ur-PK"/>
        </w:rPr>
        <w:t>ت؛ا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عام نظر</w:t>
      </w:r>
      <w:r w:rsidR="00824138" w:rsidRPr="00E37591">
        <w:rPr>
          <w:rFonts w:hint="cs"/>
          <w:rtl/>
          <w:lang w:bidi="ur-PK"/>
        </w:rPr>
        <w:t>یہ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ح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ث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ت</w:t>
      </w:r>
      <w:r w:rsidR="00824138" w:rsidRPr="00E37591">
        <w:rPr>
          <w:rtl/>
          <w:lang w:bidi="ur-PK"/>
        </w:rPr>
        <w:t xml:space="preserve"> س</w:t>
      </w:r>
      <w:r w:rsidR="00824138" w:rsidRPr="00E37591">
        <w:rPr>
          <w:rFonts w:hint="cs"/>
          <w:rtl/>
          <w:lang w:bidi="ur-PK"/>
        </w:rPr>
        <w:t>ے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3</w:t>
      </w:r>
      <w:r w:rsidR="00824138" w:rsidRPr="00E37591">
        <w:rPr>
          <w:rFonts w:hint="cs"/>
          <w:rtl/>
          <w:lang w:bidi="ur-PK"/>
        </w:rPr>
        <w:t>۔</w:t>
      </w:r>
      <w:r w:rsidR="00824138" w:rsidRPr="00E37591">
        <w:rPr>
          <w:rFonts w:hint="cs"/>
          <w:rtl/>
          <w:lang w:bidi="ur-PK"/>
        </w:rPr>
        <w:tab/>
        <w:t>مادی</w:t>
      </w:r>
      <w:r w:rsidR="00824138" w:rsidRPr="00E37591">
        <w:rPr>
          <w:rFonts w:hint="eastAsia"/>
          <w:rtl/>
          <w:lang w:bidi="ur-PK"/>
        </w:rPr>
        <w:t>ت؛کا</w:t>
      </w:r>
      <w:r w:rsidR="00824138" w:rsidRPr="00E37591">
        <w:rPr>
          <w:rtl/>
          <w:lang w:bidi="ur-PK"/>
        </w:rPr>
        <w:t xml:space="preserve"> انطباق تار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خ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ے ادوار پر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125AFB">
      <w:pPr>
        <w:pStyle w:val="libBold2"/>
        <w:rPr>
          <w:rtl/>
        </w:rPr>
      </w:pPr>
      <w:bookmarkStart w:id="70" w:name="_Toc468966795"/>
      <w:r w:rsidRPr="00125AFB">
        <w:rPr>
          <w:rFonts w:hint="eastAsia"/>
          <w:rtl/>
        </w:rPr>
        <w:t>ماد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ت</w:t>
      </w:r>
      <w:r w:rsidRPr="00125AFB">
        <w:rPr>
          <w:rtl/>
        </w:rPr>
        <w:t xml:space="preserve"> تار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خ</w:t>
      </w:r>
      <w:bookmarkStart w:id="71" w:name="_Toc468966796"/>
      <w:bookmarkEnd w:id="70"/>
      <w:r w:rsidR="00125AFB" w:rsidRPr="00125AFB">
        <w:rPr>
          <w:rFonts w:hint="cs"/>
          <w:rtl/>
        </w:rPr>
        <w:t xml:space="preserve"> </w:t>
      </w:r>
      <w:r w:rsidRPr="00125AFB">
        <w:rPr>
          <w:rtl/>
        </w:rPr>
        <w:t>(فلسف</w:t>
      </w:r>
      <w:r w:rsidRPr="00125AFB">
        <w:rPr>
          <w:rFonts w:hint="cs"/>
          <w:rtl/>
        </w:rPr>
        <w:t>ہ مادی</w:t>
      </w:r>
      <w:r w:rsidRPr="00125AFB">
        <w:rPr>
          <w:rtl/>
        </w:rPr>
        <w:t xml:space="preserve"> ک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روشن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م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ں</w:t>
      </w:r>
      <w:r w:rsidRPr="00125AFB">
        <w:rPr>
          <w:rtl/>
        </w:rPr>
        <w:t>)</w:t>
      </w:r>
      <w:bookmarkEnd w:id="7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عالم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فرع </w:t>
      </w:r>
      <w:r w:rsidRPr="00E37591">
        <w:rPr>
          <w:rFonts w:hint="cs"/>
          <w:rtl/>
          <w:lang w:bidi="ur-PK"/>
        </w:rPr>
        <w:t>ہے اس لئے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عالم ک</w:t>
      </w:r>
      <w:r w:rsidRPr="00E37591">
        <w:rPr>
          <w:rFonts w:hint="cs"/>
          <w:rtl/>
          <w:lang w:bidi="ur-PK"/>
        </w:rPr>
        <w:t>ے حوادث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</w:t>
      </w:r>
      <w:r w:rsidRPr="00E37591">
        <w:rPr>
          <w:rFonts w:hint="cs"/>
          <w:rtl/>
          <w:lang w:bidi="ur-PK"/>
        </w:rPr>
        <w:t>ہے اور جب سارا عالم مادی</w:t>
      </w:r>
      <w:r w:rsidRPr="00E37591">
        <w:rPr>
          <w:rtl/>
          <w:lang w:bidi="ur-PK"/>
        </w:rPr>
        <w:t xml:space="preserve"> فرض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 تو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ہوگا۔چنانچہ اس نے اسی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سخت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پرستوں ن</w:t>
      </w:r>
      <w:r w:rsidRPr="00E37591">
        <w:rPr>
          <w:rFonts w:hint="cs"/>
          <w:rtl/>
          <w:lang w:bidi="ur-PK"/>
        </w:rPr>
        <w:t>ے اپنے بعض روحانی</w:t>
      </w:r>
      <w:r w:rsidRPr="00E37591">
        <w:rPr>
          <w:rtl/>
          <w:lang w:bidi="ur-PK"/>
        </w:rPr>
        <w:t xml:space="preserve"> افکار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محرکات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بات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شخص ک</w:t>
      </w:r>
      <w:r w:rsidRPr="00E37591">
        <w:rPr>
          <w:rFonts w:hint="cs"/>
          <w:rtl/>
          <w:lang w:bidi="ur-PK"/>
        </w:rPr>
        <w:t>ے لئے انتہائی</w:t>
      </w:r>
      <w:r w:rsidRPr="00E37591">
        <w:rPr>
          <w:rtl/>
          <w:lang w:bidi="ur-PK"/>
        </w:rPr>
        <w:t xml:space="preserve"> افسوس ناک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انگلزنے اسی</w:t>
      </w:r>
      <w:r w:rsidRPr="00E37591">
        <w:rPr>
          <w:rtl/>
          <w:lang w:bidi="ur-PK"/>
        </w:rPr>
        <w:t xml:space="preserve"> سطح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تبصر</w:t>
      </w:r>
      <w:r w:rsidRPr="00E37591">
        <w:rPr>
          <w:rFonts w:hint="cs"/>
          <w:rtl/>
          <w:lang w:bidi="ur-PK"/>
        </w:rPr>
        <w:t>ہ کرتے ہوئے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آپ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کر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، وہ مثالی</w:t>
      </w:r>
      <w:r w:rsidRPr="00E37591">
        <w:rPr>
          <w:rtl/>
          <w:lang w:bidi="ur-PK"/>
        </w:rPr>
        <w:t xml:space="preserve"> قوتوں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مانت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ومحرکات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تلاش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ہے کہ اسے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تضاد س</w:t>
      </w:r>
      <w:r w:rsidRPr="00E37591">
        <w:rPr>
          <w:rFonts w:hint="cs"/>
          <w:rtl/>
          <w:lang w:bidi="ur-PK"/>
        </w:rPr>
        <w:t>ے دوچار ہونا پڑا ہے ۔ نہ صرف اس لئے کہ وہ مثالی</w:t>
      </w:r>
      <w:r w:rsidRPr="00E37591">
        <w:rPr>
          <w:rtl/>
          <w:lang w:bidi="ur-PK"/>
        </w:rPr>
        <w:t xml:space="preserve"> قوتوں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لئے کہ وہ عالم کو مادی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۔''                       (تاری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،ص</w:t>
      </w:r>
      <w:r w:rsidR="00D5387C" w:rsidRPr="00E37591">
        <w:rPr>
          <w:rFonts w:hint="cs"/>
          <w:rtl/>
          <w:lang w:bidi="ur-PK"/>
        </w:rPr>
        <w:t>57</w:t>
      </w:r>
      <w:r w:rsidRPr="00E37591">
        <w:rPr>
          <w:rFonts w:hint="cs"/>
          <w:rtl/>
          <w:lang w:bidi="ur-PK"/>
        </w:rPr>
        <w:t>)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عالم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چاہتا۔ اس موضوع پر 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حاصل تبصر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سلسلہ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کتاب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''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>ارا فلسف</w:t>
      </w:r>
      <w:r w:rsidRPr="00E37591">
        <w:rPr>
          <w:rFonts w:hint="cs"/>
          <w:rtl/>
          <w:lang w:bidi="ur-PK"/>
        </w:rPr>
        <w:t>ہ''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وقت تو اس ارتباط سے بحث کرنا ہے جو عالم کے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اور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مورد الزام قرار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قابل توج</w:t>
      </w:r>
      <w:r w:rsidRPr="00E37591">
        <w:rPr>
          <w:rFonts w:hint="cs"/>
          <w:rtl/>
          <w:lang w:bidi="ur-PK"/>
        </w:rPr>
        <w:t>ہ بات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 فرق ہے اور شای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ک</w:t>
      </w:r>
      <w:r w:rsidRPr="00E37591">
        <w:rPr>
          <w:rFonts w:hint="cs"/>
          <w:rtl/>
          <w:lang w:bidi="ur-PK"/>
        </w:rPr>
        <w:t>ے ادراک نہ کر سکنے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اس کے پرستاروں نے دونوں کو لازم و ملزوم قرار دے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ساتھ دوسرے کا اقرار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مفہوم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عالم کے جملہ حوادث و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ہ کے تلون وتنوع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اس کے علاوہ مجرد افکار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مشاعر (ادراکات)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فکر کو کسی</w:t>
      </w:r>
      <w:r w:rsidRPr="00E37591">
        <w:rPr>
          <w:rtl/>
          <w:lang w:bidi="ur-PK"/>
        </w:rPr>
        <w:t xml:space="preserve"> قدر بلند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فرض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دماغ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نشاط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تمام عالم کو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 ۔ چاہے وہ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آگے بڑھے اور چاہے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دست وبازو کی</w:t>
      </w:r>
      <w:r w:rsidRPr="00E37591">
        <w:rPr>
          <w:rtl/>
          <w:lang w:bidi="ur-PK"/>
        </w:rPr>
        <w:t xml:space="preserve"> قوت س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بس دونوں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وسائل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اور انسان ک</w:t>
      </w:r>
      <w:r w:rsidRPr="00E37591">
        <w:rPr>
          <w:rFonts w:hint="cs"/>
          <w:rtl/>
          <w:lang w:bidi="ur-PK"/>
        </w:rPr>
        <w:t>ے سر سے اس تاج کرامت کا سلب کر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زبردست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بر خلاف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تمام ترتقاض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 ء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ہو،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 اول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شرف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 محرک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لقب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۔ ظاہر ہے کہ ان دونوں باتوں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دور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چہ جائی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125AFB">
      <w:pPr>
        <w:pStyle w:val="libBold2"/>
        <w:rPr>
          <w:rtl/>
          <w:lang w:bidi="ur-PK"/>
        </w:rPr>
      </w:pPr>
      <w:bookmarkStart w:id="72" w:name="_Toc468966797"/>
      <w:r w:rsidRPr="00E37591">
        <w:rPr>
          <w:rFonts w:hint="eastAsia"/>
          <w:rtl/>
          <w:lang w:bidi="ur-PK"/>
        </w:rPr>
        <w:t>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72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عالم ک</w:t>
      </w:r>
      <w:r w:rsidRPr="00E37591">
        <w:rPr>
          <w:rFonts w:hint="cs"/>
          <w:rtl/>
          <w:lang w:bidi="ur-PK"/>
        </w:rPr>
        <w:t>ے ہر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وانقلاب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باطنی</w:t>
      </w:r>
      <w:r w:rsidRPr="00E37591">
        <w:rPr>
          <w:rtl/>
          <w:lang w:bidi="ur-PK"/>
        </w:rPr>
        <w:t xml:space="preserve"> تنازع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واضح مف</w:t>
      </w:r>
      <w:r w:rsidRPr="00E37591">
        <w:rPr>
          <w:rFonts w:hint="cs"/>
          <w:rtl/>
          <w:lang w:bidi="ur-PK"/>
        </w:rPr>
        <w:t>ہوم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شے اپنے اندر اپنے مخالف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بڑھتے بڑھتے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موجود</w:t>
      </w:r>
      <w:r w:rsidRPr="00E37591">
        <w:rPr>
          <w:rFonts w:hint="cs"/>
          <w:rtl/>
          <w:lang w:bidi="ur-PK"/>
        </w:rPr>
        <w:t>ہ شکل سے بر سر پی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نزاع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ظ</w:t>
      </w:r>
      <w:r w:rsidRPr="00E37591">
        <w:rPr>
          <w:rFonts w:hint="cs"/>
          <w:rtl/>
          <w:lang w:bidi="ur-PK"/>
        </w:rPr>
        <w:t>ہور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پہلی</w:t>
      </w:r>
      <w:r w:rsidRPr="00E37591">
        <w:rPr>
          <w:rtl/>
          <w:lang w:bidi="ur-PK"/>
        </w:rPr>
        <w:t xml:space="preserve"> صورت س</w:t>
      </w:r>
      <w:r w:rsidRPr="00E37591">
        <w:rPr>
          <w:rFonts w:hint="cs"/>
          <w:rtl/>
          <w:lang w:bidi="ur-PK"/>
        </w:rPr>
        <w:t>ے اجنبی</w:t>
      </w:r>
      <w:r w:rsidRPr="00E37591">
        <w:rPr>
          <w:rtl/>
          <w:lang w:bidi="ur-PK"/>
        </w:rPr>
        <w:t xml:space="preserve"> اور اس س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یہ</w:t>
      </w:r>
      <w:r w:rsidRPr="00E37591">
        <w:rPr>
          <w:rtl/>
          <w:lang w:bidi="ur-PK"/>
        </w:rPr>
        <w:t xml:space="preserve"> اعتراف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ادوار ،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موجودہ طبقہ اپنے اندر مخالف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 ہے جو بڑھتے بڑھتے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ے موڑ پر پہنچ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ضرورت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اس مقام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لمح</w:t>
      </w:r>
      <w:r w:rsidRPr="00E37591">
        <w:rPr>
          <w:rFonts w:hint="cs"/>
          <w:rtl/>
          <w:lang w:bidi="ur-PK"/>
        </w:rPr>
        <w:t>ہ ٹھہر کر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انطباق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ہوا ہے کہ اس نے ابتدائی</w:t>
      </w:r>
      <w:r w:rsidRPr="00E37591">
        <w:rPr>
          <w:rtl/>
          <w:lang w:bidi="ur-PK"/>
        </w:rPr>
        <w:t xml:space="preserve"> منزلوں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منطبق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 حاصل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ہنچتے پہنچتے اپنے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بالکل فراموش کر ب</w:t>
      </w:r>
      <w:r w:rsidRPr="00E37591">
        <w:rPr>
          <w:rFonts w:hint="cs"/>
          <w:rtl/>
          <w:lang w:bidi="ur-PK"/>
        </w:rPr>
        <w:t>یٹھی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بر سر پی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۔جس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73" w:name="_Toc468966798"/>
      <w:bookmarkStart w:id="74" w:name="_Toc468970736"/>
      <w:r w:rsidRPr="00E37591">
        <w:rPr>
          <w:rFonts w:hint="eastAsia"/>
          <w:rtl/>
          <w:lang w:bidi="ur-PK"/>
        </w:rPr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73"/>
      <w:bookmarkEnd w:id="74"/>
      <w:r w:rsidRPr="00E37591">
        <w:rPr>
          <w:rtl/>
          <w:lang w:bidi="ur-PK"/>
        </w:rPr>
        <w:t xml:space="preserve"> 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فقط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تجزیہ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 xml:space="preserve">ہ اس نے عالم کے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E12915">
      <w:pPr>
        <w:pStyle w:val="libNormal"/>
        <w:rPr>
          <w:rtl/>
          <w:lang w:bidi="ur-PK"/>
        </w:rPr>
      </w:pPr>
    </w:p>
    <w:p w:rsidR="00824138" w:rsidRPr="00E37591" w:rsidRDefault="00824138" w:rsidP="00E12915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ہر حادثہ کی</w:t>
      </w:r>
      <w:r w:rsidRPr="00E37591">
        <w:rPr>
          <w:rtl/>
          <w:lang w:bidi="ur-PK"/>
        </w:rPr>
        <w:t xml:space="preserve"> تحل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تضاد اور کشمکش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قانون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پڑتا ہے کہ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ہر انقلاب داخلی</w:t>
      </w:r>
      <w:r w:rsidRPr="00E37591">
        <w:rPr>
          <w:rtl/>
          <w:lang w:bidi="ur-PK"/>
        </w:rPr>
        <w:t xml:space="preserve"> نزاع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</w:t>
      </w:r>
      <w:r w:rsidRPr="00E37591">
        <w:rPr>
          <w:rFonts w:hint="cs"/>
          <w:rtl/>
          <w:lang w:bidi="ur-PK"/>
        </w:rPr>
        <w:t>ہوتا ہے اور دوسری</w:t>
      </w:r>
      <w:r w:rsidRPr="00E37591">
        <w:rPr>
          <w:rtl/>
          <w:lang w:bidi="ur-PK"/>
        </w:rPr>
        <w:t xml:space="preserve"> طرف قانون علت ومعلول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پڑتا ہے کہ ان حوادث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سے یہ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ظاہر ہے کہ یہ</w:t>
      </w:r>
      <w:r w:rsidRPr="00E37591">
        <w:rPr>
          <w:rtl/>
          <w:lang w:bidi="ur-PK"/>
        </w:rPr>
        <w:t xml:space="preserve"> کشمکش اس ک</w:t>
      </w:r>
      <w:r w:rsidRPr="00E37591">
        <w:rPr>
          <w:rFonts w:hint="cs"/>
          <w:rtl/>
          <w:lang w:bidi="ur-PK"/>
        </w:rPr>
        <w:t>ے ساتھ لگ کر دامن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تک چل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جہاں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حادثہ کو طبقاتی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بناناچا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وہاں ان سب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علت ''وسائل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>''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لانا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اس کے علاوہ تمام اسباب ثانوی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محرک 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نظام اور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اختلاف </w:t>
      </w:r>
      <w:r w:rsidRPr="00E37591">
        <w:rPr>
          <w:rFonts w:hint="cs"/>
          <w:rtl/>
          <w:lang w:bidi="ur-PK"/>
        </w:rPr>
        <w:t>ہے کہ جسے طبقاتی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دہرے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اس کشمکش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احساس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حل نکالا ک</w:t>
      </w:r>
      <w:r w:rsidRPr="00E37591">
        <w:rPr>
          <w:rFonts w:hint="cs"/>
          <w:rtl/>
          <w:lang w:bidi="ur-PK"/>
        </w:rPr>
        <w:t>ہ علت ومعلول کے فلسفی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سے انکار کرکے اسے بھی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 فلسفی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علت معلول سے جدا شے 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اس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معلول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کر</w:t>
      </w:r>
      <w:r w:rsidRPr="00E37591">
        <w:rPr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کن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سارا نظام بدل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یہاں</w:t>
      </w:r>
      <w:r w:rsidRPr="00E37591">
        <w:rPr>
          <w:rtl/>
          <w:lang w:bidi="ur-PK"/>
        </w:rPr>
        <w:t xml:space="preserve"> معلول علت ک</w:t>
      </w:r>
      <w:r w:rsidRPr="00E37591">
        <w:rPr>
          <w:rFonts w:hint="cs"/>
          <w:rtl/>
          <w:lang w:bidi="ur-PK"/>
        </w:rPr>
        <w:t>ے شکم سے بر آمد ہوتا ہے اور اس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وہ اس سے ٹکرا کر نئے نظام کو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علت کو اثبات معلول کو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جاتا ہے۔یہی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استعمال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جملہ حوادث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سے بطری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ظ</w:t>
      </w:r>
      <w:r w:rsidRPr="00E37591">
        <w:rPr>
          <w:rFonts w:hint="cs"/>
          <w:rtl/>
          <w:lang w:bidi="ur-PK"/>
        </w:rPr>
        <w:t>ہور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کو بسر وچشم قبول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باور </w:t>
      </w:r>
      <w:r w:rsidRPr="00E37591">
        <w:rPr>
          <w:rFonts w:hint="cs"/>
          <w:rtl/>
          <w:lang w:bidi="ur-PK"/>
        </w:rPr>
        <w:t>ہو جاتا کہ سارا کاروان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پر چل ر</w:t>
      </w:r>
      <w:r w:rsidRPr="00E37591">
        <w:rPr>
          <w:rFonts w:hint="cs"/>
          <w:rtl/>
          <w:lang w:bidi="ur-PK"/>
        </w:rPr>
        <w:t>ہا ہے اور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نزاعات س</w:t>
      </w:r>
      <w:r w:rsidRPr="00E37591">
        <w:rPr>
          <w:rFonts w:hint="cs"/>
          <w:rtl/>
          <w:lang w:bidi="ur-PK"/>
        </w:rPr>
        <w:t>ے بدلتی</w:t>
      </w:r>
      <w:r w:rsidRPr="00E37591">
        <w:rPr>
          <w:rtl/>
          <w:lang w:bidi="ur-PK"/>
        </w:rPr>
        <w:t xml:space="preserve"> جا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E12915">
      <w:pPr>
        <w:pStyle w:val="libNormal"/>
        <w:rPr>
          <w:rtl/>
          <w:lang w:bidi="ur-PK"/>
        </w:rPr>
      </w:pPr>
    </w:p>
    <w:p w:rsidR="00824138" w:rsidRPr="00E37591" w:rsidRDefault="00824138" w:rsidP="00E12915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خود مارکسی</w:t>
      </w:r>
      <w:r w:rsidRPr="00E37591">
        <w:rPr>
          <w:rtl/>
          <w:lang w:bidi="ur-PK"/>
        </w:rPr>
        <w:t xml:space="preserve"> قلمکاروں ن</w:t>
      </w:r>
      <w:r w:rsidRPr="00E37591">
        <w:rPr>
          <w:rFonts w:hint="cs"/>
          <w:rtl/>
          <w:lang w:bidi="ur-PK"/>
        </w:rPr>
        <w:t>ے ہمارا ساتھ نہ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آخرکار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اعتراف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نقائص ضرور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چنانچ</w:t>
      </w:r>
      <w:r w:rsidRPr="00E37591">
        <w:rPr>
          <w:rFonts w:hint="cs"/>
          <w:rtl/>
          <w:lang w:bidi="ur-PK"/>
        </w:rPr>
        <w:t>ہ انگلزبی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کرتا </w:t>
      </w:r>
      <w:r w:rsidRPr="00E37591">
        <w:rPr>
          <w:rFonts w:hint="cs"/>
          <w:rtl/>
          <w:lang w:bidi="ur-PK"/>
        </w:rPr>
        <w:t>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معاشروں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بات ممکن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ہزاروں برس تک زندہ و قائم رہتے 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ہندو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وقت تک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جب تک کہ ان لوگوں نے خارجی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تعلقات قائم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، اس کے بعد خارجی</w:t>
      </w:r>
      <w:r w:rsidRPr="00E37591">
        <w:rPr>
          <w:rtl/>
          <w:lang w:bidi="ur-PK"/>
        </w:rPr>
        <w:t xml:space="preserve"> معاملات س</w:t>
      </w:r>
      <w:r w:rsidRPr="00E37591">
        <w:rPr>
          <w:rFonts w:hint="cs"/>
          <w:rtl/>
          <w:lang w:bidi="ur-PK"/>
        </w:rPr>
        <w:t>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مساوات کا خاتم</w:t>
      </w:r>
      <w:r w:rsidRPr="00E37591">
        <w:rPr>
          <w:rFonts w:hint="cs"/>
          <w:rtl/>
          <w:lang w:bidi="ur-PK"/>
        </w:rPr>
        <w:t>ہ 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                                     (ضددو</w:t>
      </w:r>
      <w:r w:rsidRPr="00E37591">
        <w:rPr>
          <w:rFonts w:hint="cs"/>
          <w:rtl/>
          <w:lang w:bidi="ur-PK"/>
        </w:rPr>
        <w:t>ہرنگ ،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75" w:name="_Toc468966799"/>
      <w:bookmarkStart w:id="76" w:name="_Toc468970737"/>
      <w:r w:rsidRPr="00E37591">
        <w:rPr>
          <w:rFonts w:hint="eastAsia"/>
          <w:rtl/>
          <w:lang w:bidi="ur-PK"/>
        </w:rPr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bookmarkEnd w:id="75"/>
      <w:bookmarkEnd w:id="7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بات ک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 جانے کے بعد ضروری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 ہے کہ اس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اپنی</w:t>
      </w:r>
      <w:r w:rsidRPr="00E37591">
        <w:rPr>
          <w:rtl/>
          <w:lang w:bidi="ur-PK"/>
        </w:rPr>
        <w:t xml:space="preserve"> رائ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کر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ہمارا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تو فلسفہ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سکا ہے اور نہ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صرف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مثال پر اکتفا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جہاں مارکس نے خود بھی</w:t>
      </w:r>
      <w:r w:rsidRPr="00E37591">
        <w:rPr>
          <w:rtl/>
          <w:lang w:bidi="ur-PK"/>
        </w:rPr>
        <w:t xml:space="preserve"> اس بات کا اعتراف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جدلی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 سکا</w:t>
      </w:r>
      <w:r w:rsidRPr="00E37591">
        <w:rPr>
          <w:rFonts w:hint="cs"/>
          <w:rtl/>
          <w:lang w:bidi="ur-PK"/>
        </w:rPr>
        <w:t>۔ وہاں وہ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</w:t>
      </w:r>
      <w:r w:rsidRPr="00E37591">
        <w:rPr>
          <w:rFonts w:hint="eastAsia"/>
          <w:rtl/>
          <w:lang w:bidi="ur-PK"/>
        </w:rPr>
        <w:t>رف</w:t>
      </w:r>
      <w:r w:rsidRPr="00E37591">
        <w:rPr>
          <w:rtl/>
          <w:lang w:bidi="ur-PK"/>
        </w:rPr>
        <w:t xml:space="preserve"> رخ بدلن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 الفاظ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 </w:t>
      </w:r>
      <w:r w:rsidRPr="00E37591">
        <w:rPr>
          <w:rFonts w:hint="cs"/>
          <w:rtl/>
          <w:lang w:bidi="ur-PK"/>
        </w:rPr>
        <w:t>ہے: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''سرما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جو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دستکار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اعمال کے نتائج کی</w:t>
      </w:r>
      <w:r w:rsidRPr="00E37591">
        <w:rPr>
          <w:rtl/>
          <w:lang w:bidi="ur-PK"/>
        </w:rPr>
        <w:t xml:space="preserve">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پھر اس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ے خود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A75043">
      <w:pPr>
        <w:pStyle w:val="libNormal"/>
        <w:rPr>
          <w:rtl/>
          <w:lang w:bidi="ur-PK"/>
        </w:rPr>
      </w:pPr>
    </w:p>
    <w:p w:rsidR="00824138" w:rsidRPr="00E37591" w:rsidRDefault="00824138" w:rsidP="00A75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اپنی</w:t>
      </w:r>
      <w:r w:rsidRPr="00E37591">
        <w:rPr>
          <w:rtl/>
          <w:lang w:bidi="ur-PK"/>
        </w:rPr>
        <w:t xml:space="preserve">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ڈالی۔اس لئے کہ نظام کائنات اسی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چل ر</w:t>
      </w:r>
      <w:r w:rsidRPr="00E37591">
        <w:rPr>
          <w:rFonts w:hint="cs"/>
          <w:rtl/>
          <w:lang w:bidi="ur-PK"/>
        </w:rPr>
        <w:t>ہا ہے ۔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کہ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پل</w:t>
      </w:r>
      <w:r w:rsidRPr="00E37591">
        <w:rPr>
          <w:rFonts w:hint="cs"/>
          <w:rtl/>
          <w:lang w:bidi="ur-PK"/>
        </w:rPr>
        <w:t>ٹ آئی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ش</w:t>
      </w:r>
      <w:r w:rsidRPr="00E37591">
        <w:rPr>
          <w:rFonts w:hint="eastAsia"/>
          <w:rtl/>
          <w:lang w:bidi="ur-PK"/>
        </w:rPr>
        <w:t>کل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انداز سے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اشتراک وتعاون ت</w:t>
      </w:r>
      <w:r w:rsidRPr="00E37591">
        <w:rPr>
          <w:rFonts w:hint="cs"/>
          <w:rtl/>
          <w:lang w:bidi="ur-PK"/>
        </w:rPr>
        <w:t>ھا اور تمام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مع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مشترک تھے ۔''                               (راس المال،ج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،ق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128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ن</w:t>
      </w:r>
      <w:r w:rsidRPr="00E37591">
        <w:rPr>
          <w:rFonts w:hint="cs"/>
          <w:rtl/>
          <w:lang w:bidi="ur-PK"/>
        </w:rPr>
        <w:t>ے ملاحظہ فرمای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نے کاری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علت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معلول قرار د</w:t>
      </w:r>
      <w:r w:rsidRPr="00E37591">
        <w:rPr>
          <w:rFonts w:hint="cs"/>
          <w:rtl/>
          <w:lang w:bidi="ur-PK"/>
        </w:rPr>
        <w:t>ے کر اپنی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استدلال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حالانکہ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استدلال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تو بھلا معلوم ہوتا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بڑا افسوسن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کوئی</w:t>
      </w:r>
      <w:r w:rsidRPr="00E37591">
        <w:rPr>
          <w:rtl/>
          <w:lang w:bidi="ur-PK"/>
        </w:rPr>
        <w:t xml:space="preserve"> مارکس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پوچ</w:t>
      </w:r>
      <w:r w:rsidRPr="00E37591">
        <w:rPr>
          <w:rFonts w:hint="cs"/>
          <w:rtl/>
          <w:lang w:bidi="ur-PK"/>
        </w:rPr>
        <w:t>ھے کہ کاری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کب علت کے فرائض انجام دئیے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کب اس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پر آ جانا علت ومعلول ہونے کے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چاہے اس کے اسباب وعلل کچھ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تاجروں نے اپنے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دوار</w:t>
      </w:r>
      <w:r w:rsidRPr="00E37591">
        <w:rPr>
          <w:rtl/>
          <w:lang w:bidi="ur-PK"/>
        </w:rPr>
        <w:t xml:space="preserve"> کا کام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کاری</w:t>
      </w:r>
      <w:r w:rsidRPr="00E37591">
        <w:rPr>
          <w:rFonts w:hint="eastAsia"/>
          <w:rtl/>
          <w:lang w:bidi="ur-PK"/>
        </w:rPr>
        <w:t>گروں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تحفظ کے لئے ان کا مقابلہ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م</w:t>
      </w:r>
      <w:r w:rsidRPr="00E37591">
        <w:rPr>
          <w:rtl/>
          <w:lang w:bidi="ur-PK"/>
        </w:rPr>
        <w:t xml:space="preserve">جبور </w:t>
      </w:r>
      <w:r w:rsidRPr="00E37591">
        <w:rPr>
          <w:rFonts w:hint="cs"/>
          <w:rtl/>
          <w:lang w:bidi="ur-PK"/>
        </w:rPr>
        <w:t>ہو گئے۔ان لوگوں نے بازاروں پر قبضہ کر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۔ان غری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وسائل سلب کر لئے اور اس طرح </w:t>
      </w:r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 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واضح الفاظ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جائے کہ تجارت کا فروغ ،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ٹ مار ، معاون کا ظہور یہ</w:t>
      </w:r>
      <w:r w:rsidRPr="00E37591">
        <w:rPr>
          <w:rtl/>
          <w:lang w:bidi="ur-PK"/>
        </w:rPr>
        <w:t xml:space="preserve"> سب و</w:t>
      </w:r>
      <w:r w:rsidRPr="00E37591">
        <w:rPr>
          <w:rFonts w:hint="cs"/>
          <w:rtl/>
          <w:lang w:bidi="ur-PK"/>
        </w:rPr>
        <w:t>ہ اسباب تھے جن کی</w:t>
      </w:r>
      <w:r w:rsidRPr="00E37591">
        <w:rPr>
          <w:rtl/>
          <w:lang w:bidi="ur-PK"/>
        </w:rPr>
        <w:t xml:space="preserve"> بنا پر 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مل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کاری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اس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یہ</w:t>
      </w:r>
      <w:r w:rsidRPr="00E37591">
        <w:rPr>
          <w:rtl/>
          <w:lang w:bidi="ur-PK"/>
        </w:rPr>
        <w:t xml:space="preserve"> تمام کام </w:t>
      </w:r>
      <w:r w:rsidRPr="00E37591">
        <w:rPr>
          <w:rFonts w:hint="eastAsia"/>
          <w:rtl/>
          <w:lang w:bidi="ur-PK"/>
        </w:rPr>
        <w:t>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انجام پات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نے اب تک فلسفہ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مارکس کا یہ</w:t>
      </w:r>
      <w:r w:rsidRPr="00E37591">
        <w:rPr>
          <w:rtl/>
          <w:lang w:bidi="ur-PK"/>
        </w:rPr>
        <w:t xml:space="preserve"> قانون منطبق </w:t>
      </w:r>
      <w:r w:rsidRPr="00E37591">
        <w:rPr>
          <w:rFonts w:hint="cs"/>
          <w:rtl/>
          <w:lang w:bidi="ur-PK"/>
        </w:rPr>
        <w:t>ہوتا ہو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قانون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 سک</w:t>
      </w:r>
      <w:r w:rsidRPr="00E37591">
        <w:rPr>
          <w:rFonts w:hint="cs"/>
          <w:rtl/>
          <w:lang w:bidi="ur-PK"/>
        </w:rPr>
        <w:t>ے۔جی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آئندہ ہم اس مطلب کی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وضاحت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125AFB">
      <w:pPr>
        <w:pStyle w:val="Heading2"/>
        <w:rPr>
          <w:rtl/>
          <w:lang w:bidi="ur-PK"/>
        </w:rPr>
      </w:pPr>
      <w:bookmarkStart w:id="77" w:name="_Toc468966800"/>
      <w:bookmarkStart w:id="78" w:name="_Toc468970738"/>
      <w:r w:rsidRPr="00E37591">
        <w:rPr>
          <w:rFonts w:hint="eastAsia"/>
          <w:rtl/>
          <w:lang w:bidi="ur-PK"/>
        </w:rPr>
        <w:t>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تضاد</w:t>
      </w:r>
      <w:bookmarkEnd w:id="77"/>
      <w:bookmarkEnd w:id="78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سب سے اہم حادثہ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نے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جس مقصد ک</w:t>
      </w:r>
      <w:r w:rsidRPr="00E37591">
        <w:rPr>
          <w:rFonts w:hint="cs"/>
          <w:rtl/>
          <w:lang w:bidi="ur-PK"/>
        </w:rPr>
        <w:t>ے لئے اپنای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وہ حاصل نہ ہو سکا۔بلکہ آخری</w:t>
      </w:r>
      <w:r w:rsidRPr="00E37591">
        <w:rPr>
          <w:rtl/>
          <w:lang w:bidi="ur-PK"/>
        </w:rPr>
        <w:t xml:space="preserve"> منزل تک پ</w:t>
      </w:r>
      <w:r w:rsidRPr="00E37591">
        <w:rPr>
          <w:rFonts w:hint="cs"/>
          <w:rtl/>
          <w:lang w:bidi="ur-PK"/>
        </w:rPr>
        <w:t>ہنچتے پہنچتے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اصل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متضاد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واحد محرک قانون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طبقاتی</w:t>
      </w:r>
      <w:r w:rsidRPr="00E37591">
        <w:rPr>
          <w:rtl/>
          <w:lang w:bidi="ur-PK"/>
        </w:rPr>
        <w:t xml:space="preserve"> نزاع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قافل</w:t>
      </w:r>
      <w:r w:rsidRPr="00E37591">
        <w:rPr>
          <w:rFonts w:hint="cs"/>
          <w:rtl/>
          <w:lang w:bidi="ur-PK"/>
        </w:rPr>
        <w:t>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تا ابد رواں دواں رک</w:t>
      </w:r>
      <w:r w:rsidRPr="00E37591">
        <w:rPr>
          <w:rFonts w:hint="cs"/>
          <w:rtl/>
          <w:lang w:bidi="ur-PK"/>
        </w:rPr>
        <w:t>ھے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یہ</w:t>
      </w:r>
      <w:r w:rsidRPr="00E37591">
        <w:rPr>
          <w:rtl/>
          <w:lang w:bidi="ur-PK"/>
        </w:rPr>
        <w:t xml:space="preserve"> بشارت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عنقر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دورآن</w:t>
      </w:r>
      <w:r w:rsidRPr="00E37591">
        <w:rPr>
          <w:rFonts w:hint="cs"/>
          <w:rtl/>
          <w:lang w:bidi="ur-PK"/>
        </w:rPr>
        <w:t>ے والا ہے جب یہ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ختم </w:t>
      </w:r>
      <w:r w:rsidRPr="00E37591">
        <w:rPr>
          <w:rFonts w:hint="cs"/>
          <w:rtl/>
          <w:lang w:bidi="ur-PK"/>
        </w:rPr>
        <w:t>ہو جائے گا اور عالم 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رنگ </w:t>
      </w:r>
      <w:r w:rsidRPr="00E37591">
        <w:rPr>
          <w:rFonts w:hint="cs"/>
          <w:rtl/>
          <w:lang w:bidi="ur-PK"/>
        </w:rPr>
        <w:t>ہو کر زندگی</w:t>
      </w:r>
      <w:r w:rsidRPr="00E37591">
        <w:rPr>
          <w:rtl/>
          <w:lang w:bidi="ur-PK"/>
        </w:rPr>
        <w:t xml:space="preserve"> بسر کر</w:t>
      </w:r>
      <w:r w:rsidRPr="00E37591">
        <w:rPr>
          <w:rFonts w:hint="cs"/>
          <w:rtl/>
          <w:lang w:bidi="ur-PK"/>
        </w:rPr>
        <w:t>ے گا مزدور کی</w:t>
      </w:r>
      <w:r w:rsidRPr="00E37591">
        <w:rPr>
          <w:rtl/>
          <w:lang w:bidi="ur-PK"/>
        </w:rPr>
        <w:t xml:space="preserve"> فتح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شکست ،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بشارت سنت</w:t>
      </w:r>
      <w:r w:rsidRPr="00E37591">
        <w:rPr>
          <w:rFonts w:hint="cs"/>
          <w:rtl/>
          <w:lang w:bidi="ur-PK"/>
        </w:rPr>
        <w:t>ے ہی</w:t>
      </w:r>
      <w:r w:rsidRPr="00E37591">
        <w:rPr>
          <w:rtl/>
          <w:lang w:bidi="ur-PK"/>
        </w:rPr>
        <w:t xml:space="preserve"> انسان چونک پ</w:t>
      </w:r>
      <w:r w:rsidRPr="00E37591">
        <w:rPr>
          <w:rFonts w:hint="cs"/>
          <w:rtl/>
          <w:lang w:bidi="ur-PK"/>
        </w:rPr>
        <w:t>ڑا اور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پر مجبور 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آخر قانون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حشر </w:t>
      </w:r>
      <w:r w:rsidRPr="00E37591">
        <w:rPr>
          <w:rFonts w:hint="cs"/>
          <w:rtl/>
          <w:lang w:bidi="ur-PK"/>
        </w:rPr>
        <w:t>ہوگا۔یہ</w:t>
      </w:r>
      <w:r w:rsidRPr="00E37591">
        <w:rPr>
          <w:rtl/>
          <w:lang w:bidi="ur-PK"/>
        </w:rPr>
        <w:t xml:space="preserve"> شعل</w:t>
      </w:r>
      <w:r w:rsidRPr="00E37591">
        <w:rPr>
          <w:rFonts w:hint="cs"/>
          <w:rtl/>
          <w:lang w:bidi="ur-PK"/>
        </w:rPr>
        <w:t>ۂ جوالہ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خاموش </w:t>
      </w:r>
      <w:r w:rsidRPr="00E37591">
        <w:rPr>
          <w:rFonts w:hint="cs"/>
          <w:rtl/>
          <w:lang w:bidi="ur-PK"/>
        </w:rPr>
        <w:t>ہو جائے گا؟ یہ</w:t>
      </w:r>
      <w:r w:rsidRPr="00E37591">
        <w:rPr>
          <w:rtl/>
          <w:lang w:bidi="ur-PK"/>
        </w:rPr>
        <w:t xml:space="preserve"> رواں دواں قافل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 ت</w:t>
      </w:r>
      <w:r w:rsidRPr="00E37591">
        <w:rPr>
          <w:rFonts w:hint="cs"/>
          <w:rtl/>
          <w:lang w:bidi="ur-PK"/>
        </w:rPr>
        <w:t>ھک کر موت کی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ند</w:t>
      </w:r>
      <w:r w:rsidRPr="00E37591">
        <w:rPr>
          <w:rtl/>
          <w:lang w:bidi="ur-PK"/>
        </w:rPr>
        <w:t xml:space="preserve"> سو جائ</w:t>
      </w:r>
      <w:r w:rsidRPr="00E37591">
        <w:rPr>
          <w:rFonts w:hint="cs"/>
          <w:rtl/>
          <w:lang w:bidi="ur-PK"/>
        </w:rPr>
        <w:t>ے گا؟ اور اگر یہ</w:t>
      </w:r>
      <w:r w:rsidRPr="00E37591">
        <w:rPr>
          <w:rtl/>
          <w:lang w:bidi="ur-PK"/>
        </w:rPr>
        <w:t xml:space="preserve"> سب کچ</w:t>
      </w:r>
      <w:r w:rsidRPr="00E37591">
        <w:rPr>
          <w:rFonts w:hint="cs"/>
          <w:rtl/>
          <w:lang w:bidi="ur-PK"/>
        </w:rPr>
        <w:t>ھ نہ ہوگا تو پھر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اثبات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ان دونوں ک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تنازع س</w:t>
      </w:r>
      <w:r w:rsidRPr="00E37591">
        <w:rPr>
          <w:rFonts w:hint="cs"/>
          <w:rtl/>
          <w:lang w:bidi="ur-PK"/>
        </w:rPr>
        <w:t>ے کون سا نظام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گا؟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سوالات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سر بگر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متح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۔آخر ان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سوالات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125AFB" w:rsidRDefault="00824138" w:rsidP="00125AFB">
      <w:pPr>
        <w:pStyle w:val="Heading2Center"/>
        <w:rPr>
          <w:rtl/>
        </w:rPr>
      </w:pPr>
      <w:bookmarkStart w:id="79" w:name="_Toc468966801"/>
      <w:bookmarkStart w:id="80" w:name="_Toc468970739"/>
      <w:r w:rsidRPr="00125AFB">
        <w:rPr>
          <w:rFonts w:hint="eastAsia"/>
          <w:rtl/>
        </w:rPr>
        <w:t>ماد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ت</w:t>
      </w:r>
      <w:r w:rsidRPr="00125AFB">
        <w:rPr>
          <w:rtl/>
        </w:rPr>
        <w:t xml:space="preserve"> تار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خ</w:t>
      </w:r>
      <w:r w:rsidRPr="00125AFB">
        <w:rPr>
          <w:rtl/>
        </w:rPr>
        <w:t xml:space="preserve"> ک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روشن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م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ں</w:t>
      </w:r>
      <w:bookmarkEnd w:id="79"/>
      <w:bookmarkEnd w:id="80"/>
      <w:r w:rsidRPr="00125AFB">
        <w:rPr>
          <w:rtl/>
        </w:rPr>
        <w:t xml:space="preserve">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</w:t>
      </w:r>
      <w:r w:rsidRPr="00E37591">
        <w:rPr>
          <w:rFonts w:hint="cs"/>
          <w:rtl/>
          <w:lang w:bidi="ur-PK"/>
        </w:rPr>
        <w:t>ہم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خود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اسکے اصول و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کتنا زور اور کتنا استحکام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ابتدائے امر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آپ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پ</w:t>
      </w:r>
      <w:r w:rsidRPr="00E37591">
        <w:rPr>
          <w:rFonts w:hint="cs"/>
          <w:rtl/>
          <w:lang w:bidi="ur-PK"/>
        </w:rPr>
        <w:t>ہنچ کر آپ کا یہ</w:t>
      </w:r>
      <w:r w:rsidRPr="00E37591">
        <w:rPr>
          <w:rtl/>
          <w:lang w:bidi="ur-PK"/>
        </w:rPr>
        <w:t xml:space="preserve"> تعجب دور </w:t>
      </w:r>
      <w:r w:rsidRPr="00E37591">
        <w:rPr>
          <w:rFonts w:hint="cs"/>
          <w:rtl/>
          <w:lang w:bidi="ur-PK"/>
        </w:rPr>
        <w:t>ہو جائے گا۔ چونکہ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علوم وافکار کا تجزیہ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وہ انسانی</w:t>
      </w:r>
      <w:r w:rsidRPr="00E37591">
        <w:rPr>
          <w:rtl/>
          <w:lang w:bidi="ur-PK"/>
        </w:rPr>
        <w:t xml:space="preserve"> معرفت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سبب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اسی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عالم کے جملہ حوادث کی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</w:t>
      </w:r>
      <w:r w:rsidRPr="00E37591">
        <w:rPr>
          <w:rFonts w:hint="cs"/>
          <w:rtl/>
          <w:lang w:bidi="ur-PK"/>
        </w:rPr>
        <w:t>ہے۔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انسان کے عل</w:t>
      </w:r>
      <w:r w:rsidRPr="00E37591">
        <w:rPr>
          <w:rtl/>
          <w:lang w:bidi="ur-PK"/>
        </w:rPr>
        <w:t>وم ومعارف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 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علوم درحق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انعکاس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معاشر</w:t>
      </w:r>
      <w:r w:rsidRPr="00E37591">
        <w:rPr>
          <w:rFonts w:hint="cs"/>
          <w:rtl/>
          <w:lang w:bidi="ur-PK"/>
        </w:rPr>
        <w:t>ہ کے بدلنے سے بدلتے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تمام حقائق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اس کا کہنا ہے کہ جب ہر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حالات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تو اس کی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تک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جب تک و</w:t>
      </w:r>
      <w:r w:rsidRPr="00E37591">
        <w:rPr>
          <w:rFonts w:hint="cs"/>
          <w:rtl/>
          <w:lang w:bidi="ur-PK"/>
        </w:rPr>
        <w:t>ہ حالات باقی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پھر اس کے بعد اس فکر ونظر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وقعت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جائے گی۔اس کی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باوزن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اور باح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131EBE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مگر افسوس ک</w:t>
      </w:r>
      <w:r w:rsidRPr="00E37591">
        <w:rPr>
          <w:rFonts w:hint="cs"/>
          <w:rtl/>
          <w:lang w:bidi="ur-PK"/>
        </w:rPr>
        <w:t>ہ وہ اپنے اس نظریہ</w:t>
      </w:r>
      <w:r w:rsidRPr="00E37591">
        <w:rPr>
          <w:rtl/>
          <w:lang w:bidi="ur-PK"/>
        </w:rPr>
        <w:t xml:space="preserve"> کو ''تار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''پر منطبق کرن</w:t>
      </w:r>
      <w:r w:rsidRPr="00E37591">
        <w:rPr>
          <w:rFonts w:hint="cs"/>
          <w:rtl/>
          <w:lang w:bidi="ur-PK"/>
        </w:rPr>
        <w:t>ے پر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مطلق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دے کر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ماحول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ضرورت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ا</w:t>
      </w:r>
      <w:r w:rsidRPr="00E37591">
        <w:rPr>
          <w:rFonts w:hint="cs"/>
          <w:rtl/>
          <w:lang w:bidi="ur-PK"/>
        </w:rPr>
        <w:t>ٹھاتی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ہوا؟اور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دوام وثبات ک</w:t>
      </w:r>
      <w:r w:rsidRPr="00E37591">
        <w:rPr>
          <w:rFonts w:hint="cs"/>
          <w:rtl/>
          <w:lang w:bidi="ur-PK"/>
        </w:rPr>
        <w:t>ہاں سے آ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اگر یہ</w:t>
      </w:r>
      <w:r w:rsidRPr="00E37591">
        <w:rPr>
          <w:rtl/>
          <w:lang w:bidi="ur-PK"/>
        </w:rPr>
        <w:t xml:space="preserve"> سوال اس ک</w:t>
      </w:r>
      <w:r w:rsidRPr="00E37591">
        <w:rPr>
          <w:rFonts w:hint="cs"/>
          <w:rtl/>
          <w:lang w:bidi="ur-PK"/>
        </w:rPr>
        <w:t>ے دماغ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جاتا تو وہ خود بھی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قائل </w:t>
      </w:r>
      <w:r w:rsidRPr="00E37591">
        <w:rPr>
          <w:rFonts w:hint="cs"/>
          <w:rtl/>
          <w:lang w:bidi="ur-PK"/>
        </w:rPr>
        <w:t>ہو جاتی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ماحول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جو اس ماحول ک</w:t>
      </w:r>
      <w:r w:rsidRPr="00E37591">
        <w:rPr>
          <w:rFonts w:hint="cs"/>
          <w:rtl/>
          <w:lang w:bidi="ur-PK"/>
        </w:rPr>
        <w:t>ے ساتھ بے قدر وقی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 ہے کہ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خود 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گھر کو آگ لگا دی۔اس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تمام نظر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وافکار کو وقت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اپن</w:t>
      </w:r>
      <w:r w:rsidRPr="00E37591">
        <w:rPr>
          <w:rFonts w:hint="cs"/>
          <w:rtl/>
          <w:lang w:bidi="ur-PK"/>
        </w:rPr>
        <w:t>ے اندر ابدی</w:t>
      </w:r>
      <w:r w:rsidRPr="00E37591">
        <w:rPr>
          <w:rtl/>
          <w:lang w:bidi="ur-PK"/>
        </w:rPr>
        <w:t xml:space="preserve"> طاقت محسوس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 اس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تک قائم رک</w:t>
      </w:r>
      <w:r w:rsidRPr="00E37591">
        <w:rPr>
          <w:rFonts w:hint="cs"/>
          <w:rtl/>
          <w:lang w:bidi="ur-PK"/>
        </w:rPr>
        <w:t>ھ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اگر چہ اقتصادی</w:t>
      </w:r>
      <w:r w:rsidRPr="00E37591">
        <w:rPr>
          <w:rtl/>
          <w:lang w:bidi="ur-PK"/>
        </w:rPr>
        <w:t xml:space="preserve"> حالات کونظر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واحد سبب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انکار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خارجی</w:t>
      </w:r>
      <w:r w:rsidRPr="00E37591">
        <w:rPr>
          <w:rtl/>
          <w:lang w:bidi="ur-PK"/>
        </w:rPr>
        <w:t xml:space="preserve"> حالات کو انسان ک</w:t>
      </w:r>
      <w:r w:rsidRPr="00E37591">
        <w:rPr>
          <w:rFonts w:hint="cs"/>
          <w:rtl/>
          <w:lang w:bidi="ur-PK"/>
        </w:rPr>
        <w:t>ے افکار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گون</w:t>
      </w:r>
      <w:r w:rsidRPr="00E37591">
        <w:rPr>
          <w:rFonts w:hint="cs"/>
          <w:rtl/>
          <w:lang w:bidi="ur-PK"/>
        </w:rPr>
        <w:t>ہ دخل ضرور ہوتا ہے ۔ ہم اس کی</w:t>
      </w:r>
      <w:r w:rsidRPr="00E37591">
        <w:rPr>
          <w:rtl/>
          <w:lang w:bidi="ur-PK"/>
        </w:rPr>
        <w:t xml:space="preserve"> مثال کارل مارکس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کلام سے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کا ک</w:t>
      </w:r>
      <w:r w:rsidRPr="00E37591">
        <w:rPr>
          <w:rFonts w:hint="cs"/>
          <w:rtl/>
          <w:lang w:bidi="ur-PK"/>
        </w:rPr>
        <w:t>ہنا ہے کہ'' سرمایہ</w:t>
      </w:r>
      <w:r w:rsidRPr="00E37591">
        <w:rPr>
          <w:rtl/>
          <w:lang w:bidi="ur-PK"/>
        </w:rPr>
        <w:t xml:space="preserve"> دار نظام کا ختم کرنا اس وقت تک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تک کہ مزدور اور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ن</w:t>
      </w:r>
      <w:r w:rsidRPr="00E37591">
        <w:rPr>
          <w:rFonts w:hint="cs"/>
          <w:rtl/>
          <w:lang w:bidi="ur-PK"/>
        </w:rPr>
        <w:t>ہ ہو۔''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اپنے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کو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واحد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پرستاروں نے بلا چون وچرا اسی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ان لوگوںنے اس بات کی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زحمت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فکر چند خاص حالات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eastAsia"/>
          <w:rtl/>
          <w:lang w:bidi="ur-PK"/>
        </w:rPr>
        <w:t>بدل</w:t>
      </w:r>
      <w:r w:rsidRPr="00E37591">
        <w:rPr>
          <w:rtl/>
          <w:lang w:bidi="ur-PK"/>
        </w:rPr>
        <w:t xml:space="preserve">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انی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ھولی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اور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فقر وفاق</w:t>
      </w:r>
      <w:r w:rsidRPr="00E37591">
        <w:rPr>
          <w:rFonts w:hint="cs"/>
          <w:rtl/>
          <w:lang w:bidi="ur-PK"/>
        </w:rPr>
        <w:t>ہ کا تسلط۔سی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تنگ 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۔ 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 کا ذ</w:t>
      </w:r>
      <w:r w:rsidRPr="00E37591">
        <w:rPr>
          <w:rFonts w:hint="cs"/>
          <w:rtl/>
          <w:lang w:bidi="ur-PK"/>
        </w:rPr>
        <w:t>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جانا ناگری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مرنے کے بعد اب وہ حالات بدل 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 نہ عی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و عشرت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فقر وفاقہ کی</w:t>
      </w:r>
      <w:r w:rsidRPr="00E37591">
        <w:rPr>
          <w:rtl/>
          <w:lang w:bidi="ur-PK"/>
        </w:rPr>
        <w:t xml:space="preserve"> ارزان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اب تو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تجربات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صاف طور پر واضح کر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لئے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وسائل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اصلاح مملکت ک</w:t>
      </w:r>
      <w:r w:rsidRPr="00E37591">
        <w:rPr>
          <w:rFonts w:hint="cs"/>
          <w:rtl/>
          <w:lang w:bidi="ur-PK"/>
        </w:rPr>
        <w:t>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نہ کسی</w:t>
      </w:r>
      <w:r w:rsidRPr="00E37591">
        <w:rPr>
          <w:rtl/>
          <w:lang w:bidi="ur-PK"/>
        </w:rPr>
        <w:t xml:space="preserve"> خون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</w:t>
      </w:r>
      <w:r w:rsidRPr="00E37591">
        <w:rPr>
          <w:rFonts w:hint="eastAsia"/>
          <w:rtl/>
          <w:lang w:bidi="ur-PK"/>
        </w:rPr>
        <w:t>لاب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اورنہ کسی</w:t>
      </w:r>
      <w:r w:rsidRPr="00E37591">
        <w:rPr>
          <w:rtl/>
          <w:lang w:bidi="ur-PK"/>
        </w:rPr>
        <w:t xml:space="preserve"> طوفان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اب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افراد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 گرو</w:t>
      </w:r>
      <w:r w:rsidRPr="00E37591">
        <w:rPr>
          <w:rFonts w:hint="cs"/>
          <w:rtl/>
          <w:lang w:bidi="ur-PK"/>
        </w:rPr>
        <w:t xml:space="preserve">ہوں پر </w:t>
      </w:r>
      <w:r w:rsidRPr="00E37591">
        <w:rPr>
          <w:rtl/>
          <w:lang w:bidi="ur-PK"/>
        </w:rPr>
        <w:t>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مغربی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لوگ اصلاحی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ڈی</w:t>
      </w:r>
      <w:r w:rsidRPr="00E37591">
        <w:rPr>
          <w:rFonts w:hint="eastAsia"/>
          <w:rtl/>
          <w:lang w:bidi="ur-PK"/>
        </w:rPr>
        <w:t>موکر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کے یہاں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ے انقلاب کو قطعی</w:t>
      </w:r>
      <w:r w:rsidRPr="00E37591">
        <w:rPr>
          <w:rtl/>
          <w:lang w:bidi="ur-PK"/>
        </w:rPr>
        <w:t xml:space="preserve"> طور پر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ضررو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تک موجود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ںان</w:t>
      </w:r>
      <w:r w:rsidRPr="00E37591">
        <w:rPr>
          <w:rtl/>
          <w:lang w:bidi="ur-PK"/>
        </w:rPr>
        <w:t xml:space="preserve"> لوگوں ن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مغرب کے برابر ترقی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مشرق کے انقلابی</w:t>
      </w:r>
      <w:r w:rsidRPr="00E37591">
        <w:rPr>
          <w:rtl/>
          <w:lang w:bidi="ur-PK"/>
        </w:rPr>
        <w:t xml:space="preserve"> تصور ن</w:t>
      </w:r>
      <w:r w:rsidRPr="00E37591">
        <w:rPr>
          <w:rFonts w:hint="cs"/>
          <w:rtl/>
          <w:lang w:bidi="ur-PK"/>
        </w:rPr>
        <w:t>ے کامی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سمج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جان</w:t>
      </w:r>
      <w:r w:rsidRPr="00E37591">
        <w:rPr>
          <w:rFonts w:hint="cs"/>
          <w:rtl/>
          <w:lang w:bidi="ur-PK"/>
        </w:rPr>
        <w:t>ے لگی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تصور ''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'' 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افسوس ک</w:t>
      </w:r>
      <w:r w:rsidRPr="00E37591">
        <w:rPr>
          <w:rFonts w:hint="cs"/>
          <w:rtl/>
          <w:lang w:bidi="ur-PK"/>
        </w:rPr>
        <w:t>ہ ان تمام حضرات نے اس اصل نکتہ کی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چند خاص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 اسے آج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یہ</w:t>
      </w:r>
      <w:r w:rsidRPr="00E37591">
        <w:rPr>
          <w:rtl/>
          <w:lang w:bidi="ur-PK"/>
        </w:rPr>
        <w:t xml:space="preserve"> با ت خود مارکس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 اس ک</w:t>
      </w:r>
      <w:r w:rsidRPr="00E37591">
        <w:rPr>
          <w:rFonts w:hint="cs"/>
          <w:rtl/>
          <w:lang w:bidi="ur-PK"/>
        </w:rPr>
        <w:t>ے پرستاروں کا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ہوگا۔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وقتی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اختلاف </w:t>
      </w:r>
      <w:r w:rsidRPr="00E37591">
        <w:rPr>
          <w:rFonts w:hint="cs"/>
          <w:rtl/>
          <w:lang w:bidi="ur-PK"/>
        </w:rPr>
        <w:t>ہے جو اس کی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 </w:t>
      </w:r>
      <w:r w:rsidRPr="00E37591">
        <w:rPr>
          <w:rFonts w:hint="cs"/>
          <w:rtl/>
          <w:lang w:bidi="ur-PK"/>
        </w:rPr>
        <w:t>ہوا ہے ۔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اختلاف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بلکہ اس کی</w:t>
      </w:r>
      <w:r w:rsidRPr="00E37591">
        <w:rPr>
          <w:rtl/>
          <w:lang w:bidi="ur-PK"/>
        </w:rPr>
        <w:t xml:space="preserve"> محدود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ت</w:t>
      </w:r>
      <w:r w:rsidRPr="00E37591">
        <w:rPr>
          <w:rFonts w:hint="cs"/>
          <w:rtl/>
          <w:lang w:bidi="ur-PK"/>
        </w:rPr>
        <w:t>ھا۔یہ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فکر کی</w:t>
      </w:r>
      <w:r w:rsidRPr="00E37591">
        <w:rPr>
          <w:rtl/>
          <w:lang w:bidi="ur-PK"/>
        </w:rPr>
        <w:t xml:space="preserve"> محدود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کے نہ ہونے 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 xml:space="preserve">ہ سے مشرق نے اسے </w:t>
      </w:r>
      <w:r w:rsidRPr="00E37591">
        <w:rPr>
          <w:rFonts w:hint="eastAsia"/>
          <w:rtl/>
          <w:lang w:bidi="ur-PK"/>
        </w:rPr>
        <w:t>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 اور مغرب نے اپنی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متاثر ہو کر اسے اصلاحی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 مقصد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تمام ہی</w:t>
      </w:r>
      <w:r w:rsidRPr="00E37591">
        <w:rPr>
          <w:rtl/>
          <w:lang w:bidi="ur-PK"/>
        </w:rPr>
        <w:t xml:space="preserve"> افکار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واضح کرنا </w:t>
      </w:r>
      <w:r w:rsidRPr="00E37591">
        <w:rPr>
          <w:rFonts w:hint="cs"/>
          <w:rtl/>
          <w:lang w:bidi="ur-PK"/>
        </w:rPr>
        <w:t>ہے کہ بعض افکار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حالات زمان</w:t>
      </w:r>
      <w:r w:rsidRPr="00E37591">
        <w:rPr>
          <w:rFonts w:hint="cs"/>
          <w:rtl/>
          <w:lang w:bidi="ur-PK"/>
        </w:rPr>
        <w:t>ہ کو دخل ہوتا 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افکار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انقلابی</w:t>
      </w:r>
      <w:r w:rsidRPr="00E37591">
        <w:rPr>
          <w:rtl/>
          <w:lang w:bidi="ur-PK"/>
        </w:rPr>
        <w:t xml:space="preserve"> فکر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ناگفتہ بہ حالات کے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بعد کے حالات اس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نہ دے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تمام افکار کو نسبی</w:t>
      </w:r>
      <w:r w:rsidRPr="00E37591">
        <w:rPr>
          <w:rtl/>
          <w:lang w:bidi="ur-PK"/>
        </w:rPr>
        <w:t xml:space="preserve"> اور حالات کا تابع تصور کرتا 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اس فکر کو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مطلق اور ابد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کرنا خود اس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</w:t>
      </w:r>
      <w:r w:rsidRPr="00E37591">
        <w:rPr>
          <w:rFonts w:hint="cs"/>
          <w:rtl/>
          <w:lang w:bidi="ur-PK"/>
        </w:rPr>
        <w:t>ہے جس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غوروفکر ک</w:t>
      </w:r>
      <w:r w:rsidRPr="00E37591">
        <w:rPr>
          <w:rFonts w:hint="cs"/>
          <w:rtl/>
          <w:lang w:bidi="ur-PK"/>
        </w:rPr>
        <w:t>ے بعد خود 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ابطال کے لئے ک</w:t>
      </w:r>
      <w:r w:rsidRPr="00E37591">
        <w:rPr>
          <w:rFonts w:hint="eastAsia"/>
          <w:rtl/>
          <w:lang w:bidi="ur-PK"/>
        </w:rPr>
        <w:t>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125AFB" w:rsidRDefault="00824138" w:rsidP="00125AFB">
      <w:pPr>
        <w:pStyle w:val="Heading2Center"/>
        <w:rPr>
          <w:rtl/>
        </w:rPr>
      </w:pPr>
      <w:bookmarkStart w:id="81" w:name="_Toc468966802"/>
      <w:bookmarkStart w:id="82" w:name="_Toc468970740"/>
      <w:r w:rsidRPr="00125AFB">
        <w:rPr>
          <w:rFonts w:hint="eastAsia"/>
          <w:rtl/>
        </w:rPr>
        <w:t>ماد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ت</w:t>
      </w:r>
      <w:r w:rsidRPr="00125AFB">
        <w:rPr>
          <w:rtl/>
        </w:rPr>
        <w:t xml:space="preserve"> تار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خ</w:t>
      </w:r>
      <w:bookmarkStart w:id="83" w:name="_Toc468966803"/>
      <w:bookmarkEnd w:id="81"/>
      <w:r w:rsidRPr="00125AFB">
        <w:rPr>
          <w:rtl/>
        </w:rPr>
        <w:t>(ا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ک</w:t>
      </w:r>
      <w:r w:rsidRPr="00125AFB">
        <w:rPr>
          <w:rtl/>
        </w:rPr>
        <w:t xml:space="preserve"> عام نظر</w:t>
      </w:r>
      <w:r w:rsidRPr="00125AFB">
        <w:rPr>
          <w:rFonts w:hint="cs"/>
          <w:rtl/>
        </w:rPr>
        <w:t>یہ</w:t>
      </w:r>
      <w:r w:rsidRPr="00125AFB">
        <w:rPr>
          <w:rtl/>
        </w:rPr>
        <w:t xml:space="preserve"> ک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ح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ث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ت</w:t>
      </w:r>
      <w:r w:rsidRPr="00125AFB">
        <w:rPr>
          <w:rtl/>
        </w:rPr>
        <w:t xml:space="preserve"> س</w:t>
      </w:r>
      <w:r w:rsidRPr="00125AFB">
        <w:rPr>
          <w:rFonts w:hint="cs"/>
          <w:rtl/>
        </w:rPr>
        <w:t>ے)</w:t>
      </w:r>
      <w:bookmarkEnd w:id="82"/>
      <w:bookmarkEnd w:id="83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خود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اس بات کا موقع ہے کہ گفتگو کو دوسرے موضوع کی</w:t>
      </w:r>
      <w:r w:rsidRPr="00E37591">
        <w:rPr>
          <w:rtl/>
          <w:lang w:bidi="ur-PK"/>
        </w:rPr>
        <w:t xml:space="preserve"> طرف مو</w:t>
      </w:r>
      <w:r w:rsidRPr="00E37591">
        <w:rPr>
          <w:rFonts w:hint="cs"/>
          <w:rtl/>
          <w:lang w:bidi="ur-PK"/>
        </w:rPr>
        <w:t>ڑ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جو فی</w:t>
      </w:r>
      <w:r w:rsidRPr="00E37591">
        <w:rPr>
          <w:rtl/>
          <w:lang w:bidi="ur-PK"/>
        </w:rPr>
        <w:t xml:space="preserve"> الحال اس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شی</w:t>
      </w:r>
      <w:r w:rsidRPr="00E37591">
        <w:rPr>
          <w:rFonts w:hint="eastAsia"/>
          <w:rtl/>
          <w:lang w:bidi="ur-PK"/>
        </w:rPr>
        <w:t>دائ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حوادث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ضرورت ہے کہ ہم اسے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بحث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و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وقت </w:t>
      </w:r>
      <w:r w:rsidRPr="00E37591">
        <w:rPr>
          <w:rFonts w:hint="cs"/>
          <w:rtl/>
          <w:lang w:bidi="ur-PK"/>
        </w:rPr>
        <w:t>ہمارے سامنے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سوالات آ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اثر انداز </w:t>
      </w:r>
      <w:r w:rsidRPr="00E37591">
        <w:rPr>
          <w:rFonts w:hint="cs"/>
          <w:rtl/>
          <w:lang w:bidi="ur-PK"/>
        </w:rPr>
        <w:t>ہونا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 سکتا 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پرک</w:t>
      </w:r>
      <w:r w:rsidRPr="00E37591">
        <w:rPr>
          <w:rFonts w:hint="cs"/>
          <w:rtl/>
          <w:lang w:bidi="ur-PK"/>
        </w:rPr>
        <w:t>ھنے کا کوئی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ہے؟اگر ہے تو اس پر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وزن قائم </w:t>
      </w:r>
      <w:r w:rsidRPr="00E37591">
        <w:rPr>
          <w:rFonts w:hint="cs"/>
          <w:rtl/>
          <w:lang w:bidi="ur-PK"/>
        </w:rPr>
        <w:t>ہوتا ہے؟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دنی</w:t>
      </w:r>
      <w:r w:rsidRPr="00E37591">
        <w:rPr>
          <w:rFonts w:hint="eastAsia"/>
          <w:rtl/>
          <w:lang w:bidi="ur-PK"/>
        </w:rPr>
        <w:t>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شعبوں کا احاطہ کر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گوشے تشنہ تفسی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گئے ہی</w:t>
      </w:r>
      <w:r w:rsidRPr="00E37591">
        <w:rPr>
          <w:rFonts w:hint="eastAsia"/>
          <w:rtl/>
          <w:lang w:bidi="ur-PK"/>
        </w:rPr>
        <w:t>ں؟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کا تعلق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سوالات س</w:t>
      </w:r>
      <w:r w:rsidRPr="00E37591">
        <w:rPr>
          <w:rFonts w:hint="cs"/>
          <w:rtl/>
          <w:lang w:bidi="ur-PK"/>
        </w:rPr>
        <w:t>ے ہے 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ان سے فارغ ہونے کے بعد 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تعرض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84" w:name="_Toc468966804"/>
      <w:bookmarkStart w:id="85" w:name="_Toc468970741"/>
      <w:r w:rsidRPr="00E37591">
        <w:rPr>
          <w:rFonts w:hint="eastAsia"/>
          <w:rtl/>
          <w:lang w:bidi="ur-PK"/>
        </w:rPr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دلائل</w:t>
      </w:r>
      <w:bookmarkEnd w:id="84"/>
      <w:bookmarkEnd w:id="8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دلائل کو معلوم کرنا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 ن</w:t>
      </w:r>
      <w:r w:rsidRPr="00E37591">
        <w:rPr>
          <w:rFonts w:hint="cs"/>
          <w:rtl/>
          <w:lang w:bidi="ur-PK"/>
        </w:rPr>
        <w:t>ے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اثبات کے لئے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کتابوں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 ہے اور ان سے مختلف دلی</w:t>
      </w:r>
      <w:r w:rsidRPr="00E37591">
        <w:rPr>
          <w:rFonts w:hint="eastAsia"/>
          <w:rtl/>
          <w:lang w:bidi="ur-PK"/>
        </w:rPr>
        <w:t>لوں</w:t>
      </w:r>
      <w:r w:rsidRPr="00E37591">
        <w:rPr>
          <w:rtl/>
          <w:lang w:bidi="ur-PK"/>
        </w:rPr>
        <w:t xml:space="preserve"> کا خلاص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ہوتا ہے ۔ ان کتابوں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چ</w:t>
      </w:r>
      <w:r w:rsidRPr="00E37591">
        <w:rPr>
          <w:rFonts w:hint="cs"/>
          <w:rtl/>
          <w:lang w:bidi="ur-PK"/>
        </w:rPr>
        <w:t>ہ دلی</w:t>
      </w:r>
      <w:r w:rsidRPr="00E37591">
        <w:rPr>
          <w:rFonts w:hint="eastAsia"/>
          <w:rtl/>
          <w:lang w:bidi="ur-PK"/>
        </w:rPr>
        <w:t>لوں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اور ان کا </w:t>
      </w:r>
      <w:r w:rsidRPr="00E37591">
        <w:rPr>
          <w:rFonts w:hint="cs"/>
          <w:rtl/>
          <w:lang w:bidi="ur-PK"/>
        </w:rPr>
        <w:t>یہ انداز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لان</w:t>
      </w:r>
      <w:r w:rsidRPr="00E37591">
        <w:rPr>
          <w:rFonts w:hint="cs"/>
          <w:rtl/>
          <w:lang w:bidi="ur-PK"/>
        </w:rPr>
        <w:t>ے کے بعد ان سب کا ماحصل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وقت ذکر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ر</w:t>
      </w:r>
      <w:r w:rsidRPr="00E37591">
        <w:rPr>
          <w:rFonts w:hint="cs"/>
          <w:rtl/>
          <w:lang w:bidi="ur-PK"/>
        </w:rPr>
        <w:t>ہا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86" w:name="_Toc468966805"/>
      <w:bookmarkStart w:id="87" w:name="_Toc468970742"/>
      <w:r w:rsidRPr="00E37591">
        <w:rPr>
          <w:rFonts w:hint="eastAsia"/>
          <w:rtl/>
          <w:lang w:bidi="ur-PK"/>
        </w:rPr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bookmarkEnd w:id="86"/>
      <w:bookmarkEnd w:id="8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وہ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ہر واقعہ کی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کو عالم کے تجربات وحالات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کہ عالم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سبب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کے رگ وپے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ہوئے ہے ،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سبب ک</w:t>
      </w:r>
      <w:r w:rsidRPr="00E37591">
        <w:rPr>
          <w:rFonts w:hint="cs"/>
          <w:rtl/>
          <w:lang w:bidi="ur-PK"/>
        </w:rPr>
        <w:t>ے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۔ اس لئے ہم ہر شے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اس ک</w:t>
      </w:r>
      <w:r w:rsidRPr="00E37591">
        <w:rPr>
          <w:rFonts w:hint="cs"/>
          <w:rtl/>
          <w:lang w:bidi="ur-PK"/>
        </w:rPr>
        <w:t>ے اسباب کی</w:t>
      </w:r>
      <w:r w:rsidRPr="00E37591">
        <w:rPr>
          <w:rtl/>
          <w:lang w:bidi="ur-PK"/>
        </w:rPr>
        <w:t xml:space="preserve"> تلاش 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668E0" w:rsidRPr="00E37591" w:rsidRDefault="006668E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جب ہم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آج کا معاشر</w:t>
      </w:r>
      <w:r w:rsidRPr="00E37591">
        <w:rPr>
          <w:rFonts w:hint="cs"/>
          <w:rtl/>
          <w:lang w:bidi="ur-PK"/>
        </w:rPr>
        <w:t>ہ ہزار سال قبل کے معاشرہ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ہے تو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فوراً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فکر </w:t>
      </w:r>
      <w:r w:rsidRPr="00E37591">
        <w:rPr>
          <w:rFonts w:hint="cs"/>
          <w:rtl/>
          <w:lang w:bidi="ur-PK"/>
        </w:rPr>
        <w:t>ہو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آخر یہ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ترقی</w:t>
      </w:r>
      <w:r w:rsidRPr="00E37591">
        <w:rPr>
          <w:rtl/>
          <w:lang w:bidi="ur-PK"/>
        </w:rPr>
        <w:t xml:space="preserve"> کا راز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مضمر </w:t>
      </w:r>
      <w:r w:rsidRPr="00E37591">
        <w:rPr>
          <w:rFonts w:hint="cs"/>
          <w:rtl/>
          <w:lang w:bidi="ur-PK"/>
        </w:rPr>
        <w:t>ہے ۔ جب تک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کا معاشر</w:t>
      </w:r>
      <w:r w:rsidRPr="00E37591">
        <w:rPr>
          <w:rFonts w:hint="cs"/>
          <w:rtl/>
          <w:lang w:bidi="ur-PK"/>
        </w:rPr>
        <w:t>ہ پست تھا اور جب سے اس نے فکری</w:t>
      </w:r>
      <w:r w:rsidRPr="00E37591">
        <w:rPr>
          <w:rtl/>
          <w:lang w:bidi="ur-PK"/>
        </w:rPr>
        <w:t xml:space="preserve"> منازل ط</w:t>
      </w:r>
      <w:r w:rsidRPr="00E37591">
        <w:rPr>
          <w:rFonts w:hint="cs"/>
          <w:rtl/>
          <w:lang w:bidi="ur-PK"/>
        </w:rPr>
        <w:t>ے کرنا شروع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معاشر</w:t>
      </w:r>
      <w:r w:rsidRPr="00E37591">
        <w:rPr>
          <w:rFonts w:hint="cs"/>
          <w:rtl/>
          <w:lang w:bidi="ur-PK"/>
        </w:rPr>
        <w:t>ہ آگے بڑھتا چلا جا رہا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ہمارا ذہن اسی</w:t>
      </w:r>
      <w:r w:rsidRPr="00E37591">
        <w:rPr>
          <w:rtl/>
          <w:lang w:bidi="ur-PK"/>
        </w:rPr>
        <w:t xml:space="preserve"> مقام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ٹھہرتا بلکہ آگے بڑھ کر پھر یہ</w:t>
      </w:r>
      <w:r w:rsidRPr="00E37591">
        <w:rPr>
          <w:rtl/>
          <w:lang w:bidi="ur-PK"/>
        </w:rPr>
        <w:t xml:space="preserve"> سوال کرتا </w:t>
      </w:r>
      <w:r w:rsidRPr="00E37591">
        <w:rPr>
          <w:rFonts w:hint="cs"/>
          <w:rtl/>
          <w:lang w:bidi="ur-PK"/>
        </w:rPr>
        <w:t>ہے کہ آخر اس فکری</w:t>
      </w:r>
      <w:r w:rsidRPr="00E37591">
        <w:rPr>
          <w:rtl/>
          <w:lang w:bidi="ur-PK"/>
        </w:rPr>
        <w:t xml:space="preserve"> ارتقاء کا سبب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بلا سبب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؟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ساتھ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>ا ت</w:t>
      </w:r>
      <w:r w:rsidRPr="00E37591">
        <w:rPr>
          <w:rFonts w:hint="cs"/>
          <w:rtl/>
          <w:lang w:bidi="ur-PK"/>
        </w:rPr>
        <w:t>ھا ؟ ظاہر ہے کہ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آخر یہ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ہاں سے آئی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</w:t>
      </w:r>
      <w:r w:rsidRPr="00E37591">
        <w:rPr>
          <w:rFonts w:hint="cs"/>
          <w:rtl/>
          <w:lang w:bidi="ur-PK"/>
        </w:rPr>
        <w:t>ہمارا ذہن 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پر مجبور ہو جاتا ہے کہ اس فکری</w:t>
      </w:r>
      <w:r w:rsidRPr="00E37591">
        <w:rPr>
          <w:rtl/>
          <w:lang w:bidi="ur-PK"/>
        </w:rPr>
        <w:t xml:space="preserve"> ارتقاء ک</w:t>
      </w:r>
      <w:r w:rsidRPr="00E37591">
        <w:rPr>
          <w:rFonts w:hint="cs"/>
          <w:rtl/>
          <w:lang w:bidi="ur-PK"/>
        </w:rPr>
        <w:t>ے پس منظر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علت پوش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علت اول کا مرتبہ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کے فی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سارا نظام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وقت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ہم اس ارتقاء کا سبب اقتصادی</w:t>
      </w:r>
      <w:r w:rsidRPr="00E37591">
        <w:rPr>
          <w:rtl/>
          <w:lang w:bidi="ur-PK"/>
        </w:rPr>
        <w:t xml:space="preserve"> حالات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پھر اقتصادی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سبب </w:t>
      </w:r>
      <w:r w:rsidRPr="00E37591">
        <w:rPr>
          <w:rFonts w:hint="cs"/>
          <w:rtl/>
          <w:lang w:bidi="ur-PK"/>
        </w:rPr>
        <w:t>ہوگا؟ اگر ہم پلٹ کر پھر افکار کا نام لے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افکار اقتصاد کا نام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مجبور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اس طرح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 xml:space="preserve">ہو جائے گا اور </w:t>
      </w:r>
      <w:r w:rsidRPr="00E37591">
        <w:rPr>
          <w:rFonts w:hint="eastAsia"/>
          <w:rtl/>
          <w:lang w:bidi="ur-PK"/>
        </w:rPr>
        <w:t>انسان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دائر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گردش کرتا ر</w:t>
      </w:r>
      <w:r w:rsidRPr="00E37591">
        <w:rPr>
          <w:rFonts w:hint="cs"/>
          <w:rtl/>
          <w:lang w:bidi="ur-PK"/>
        </w:rPr>
        <w:t>ہے گا۔ 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فلسفہ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انجام </w:t>
      </w:r>
      <w:r w:rsidRPr="00E37591">
        <w:rPr>
          <w:rFonts w:hint="cs"/>
          <w:rtl/>
          <w:lang w:bidi="ur-PK"/>
        </w:rPr>
        <w:t>ہوا ہے۔ چنانچہ بلخا نوف کہتا ہے کہ ہی</w:t>
      </w:r>
      <w:r w:rsidRPr="00E37591">
        <w:rPr>
          <w:rFonts w:hint="eastAsia"/>
          <w:rtl/>
          <w:lang w:bidi="ur-PK"/>
        </w:rPr>
        <w:t>گل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دائر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پا ر</w:t>
      </w:r>
      <w:r w:rsidRPr="00E37591">
        <w:rPr>
          <w:rFonts w:hint="cs"/>
          <w:rtl/>
          <w:lang w:bidi="ur-PK"/>
        </w:rPr>
        <w:t>ہا تھا: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فرانس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مورخ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انقلاب کو افکار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افکار کے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وترق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جس کا واضح اثر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وہ فکری</w:t>
      </w:r>
      <w:r w:rsidRPr="00E37591">
        <w:rPr>
          <w:rtl/>
          <w:lang w:bidi="ur-PK"/>
        </w:rPr>
        <w:t xml:space="preserve"> انجام س</w:t>
      </w:r>
      <w:r w:rsidRPr="00E37591">
        <w:rPr>
          <w:rFonts w:hint="cs"/>
          <w:rtl/>
          <w:lang w:bidi="ur-PK"/>
        </w:rPr>
        <w:t>ے محروم ہو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دائر</w:t>
      </w:r>
      <w:r w:rsidRPr="00E37591">
        <w:rPr>
          <w:rFonts w:hint="cs"/>
          <w:rtl/>
          <w:lang w:bidi="ur-PK"/>
        </w:rPr>
        <w:t>ہ کے اندر گردش کر رہا تھا۔''</w:t>
      </w:r>
    </w:p>
    <w:p w:rsidR="006668E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 </w:t>
      </w:r>
      <w:r w:rsidRPr="00E37591">
        <w:rPr>
          <w:rtl/>
          <w:lang w:bidi="ur-PK"/>
        </w:rPr>
        <w:tab/>
        <w:t xml:space="preserve">        (فلسف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،ص</w:t>
      </w:r>
      <w:r w:rsidR="00D5387C" w:rsidRPr="00E37591">
        <w:rPr>
          <w:rFonts w:hint="cs"/>
          <w:rtl/>
          <w:lang w:bidi="ur-PK"/>
        </w:rPr>
        <w:t>44</w:t>
      </w:r>
      <w:r w:rsidRPr="00E37591">
        <w:rPr>
          <w:rFonts w:hint="cs"/>
          <w:rtl/>
          <w:lang w:bidi="ur-PK"/>
        </w:rPr>
        <w:t>)</w:t>
      </w:r>
    </w:p>
    <w:p w:rsidR="006668E0" w:rsidRPr="00E37591" w:rsidRDefault="006668E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اس ک</w:t>
      </w:r>
      <w:r w:rsidRPr="00E37591">
        <w:rPr>
          <w:rFonts w:hint="cs"/>
          <w:rtl/>
          <w:lang w:bidi="ur-PK"/>
        </w:rPr>
        <w:t>ے بعد ہمارے پاس اس کے علاوہ کوئی</w:t>
      </w:r>
      <w:r w:rsidRPr="00E37591">
        <w:rPr>
          <w:rtl/>
          <w:lang w:bidi="ur-PK"/>
        </w:rPr>
        <w:t xml:space="preserve"> صورت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قدم آگ</w:t>
      </w:r>
      <w:r w:rsidRPr="00E37591">
        <w:rPr>
          <w:rFonts w:hint="cs"/>
          <w:rtl/>
          <w:lang w:bidi="ur-PK"/>
        </w:rPr>
        <w:t>ے بڑھائی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پت</w:t>
      </w:r>
      <w:r w:rsidRPr="00E37591">
        <w:rPr>
          <w:rFonts w:hint="cs"/>
          <w:rtl/>
          <w:lang w:bidi="ur-PK"/>
        </w:rPr>
        <w:t>ہ لگائی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آخر ان اقتصادی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ہو اور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باہر؟ ہمارے سامنے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</w:t>
      </w:r>
      <w:r w:rsidRPr="00E37591">
        <w:rPr>
          <w:rFonts w:hint="cs"/>
          <w:rtl/>
          <w:lang w:bidi="ur-PK"/>
        </w:rPr>
        <w:t>ے علاوہ کوئی</w:t>
      </w:r>
      <w:r w:rsidRPr="00E37591">
        <w:rPr>
          <w:rtl/>
          <w:lang w:bidi="ur-PK"/>
        </w:rPr>
        <w:t xml:space="preserve"> اور نام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آخری</w:t>
      </w:r>
      <w:r w:rsidRPr="00E37591">
        <w:rPr>
          <w:rtl/>
          <w:lang w:bidi="ur-PK"/>
        </w:rPr>
        <w:t xml:space="preserve"> علت </w:t>
      </w:r>
      <w:r w:rsidRPr="00E37591">
        <w:rPr>
          <w:rFonts w:hint="cs"/>
          <w:rtl/>
          <w:lang w:bidi="ur-PK"/>
        </w:rPr>
        <w:t>ہے جس کے اشاروں پر سارا نظام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گردش کر ر</w:t>
      </w:r>
      <w:r w:rsidRPr="00E37591">
        <w:rPr>
          <w:rFonts w:hint="cs"/>
          <w:rtl/>
          <w:lang w:bidi="ur-PK"/>
        </w:rPr>
        <w:t>ہا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خلاص</w:t>
      </w:r>
      <w:r w:rsidRPr="00E37591">
        <w:rPr>
          <w:rFonts w:hint="cs"/>
          <w:rtl/>
          <w:lang w:bidi="ur-PK"/>
        </w:rPr>
        <w:t>ۂ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عالم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شے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علت وسبب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ہے تو سوائے ''پی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طاقتوں'' ک</w:t>
      </w:r>
      <w:r w:rsidRPr="00E37591">
        <w:rPr>
          <w:rFonts w:hint="cs"/>
          <w:rtl/>
          <w:lang w:bidi="ur-PK"/>
        </w:rPr>
        <w:t>ے اور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انقلابات کی</w:t>
      </w:r>
      <w:r w:rsidRPr="00E37591">
        <w:rPr>
          <w:rtl/>
          <w:lang w:bidi="ur-PK"/>
        </w:rPr>
        <w:t xml:space="preserve"> علت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</w:t>
      </w:r>
      <w:r w:rsidRPr="00E37591">
        <w:rPr>
          <w:rFonts w:hint="cs"/>
          <w:rtl/>
          <w:lang w:bidi="ur-PK"/>
        </w:rPr>
        <w:t>ے لہٰذا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طاقتوں کو علت العلل اور محرک اول کا درج</w:t>
      </w:r>
      <w:r w:rsidRPr="00E37591">
        <w:rPr>
          <w:rFonts w:hint="cs"/>
          <w:rtl/>
          <w:lang w:bidi="ur-PK"/>
        </w:rPr>
        <w:t>ہ عطا ہو</w:t>
      </w:r>
      <w:r w:rsidRPr="00E37591">
        <w:rPr>
          <w:rtl/>
          <w:lang w:bidi="ur-PK"/>
        </w:rPr>
        <w:t>نا چا</w:t>
      </w:r>
      <w:r w:rsidRPr="00E37591">
        <w:rPr>
          <w:rFonts w:hint="cs"/>
          <w:rtl/>
          <w:lang w:bidi="ur-PK"/>
        </w:rPr>
        <w:t>ہئے۔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ہم نے مختلف کتابوں سے جمع کرکے نہای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بلخانوف کی</w:t>
      </w:r>
      <w:r w:rsidRPr="00E37591">
        <w:rPr>
          <w:rtl/>
          <w:lang w:bidi="ur-PK"/>
        </w:rPr>
        <w:t xml:space="preserve"> کتاب '' فلسف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'' جس کا موضوع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نے بھی</w:t>
      </w:r>
      <w:r w:rsidRPr="00E37591">
        <w:rPr>
          <w:rtl/>
          <w:lang w:bidi="ur-PK"/>
        </w:rPr>
        <w:t xml:space="preserve"> اس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کو اس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انداز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پر تبصر</w:t>
      </w:r>
      <w:r w:rsidRPr="00E37591">
        <w:rPr>
          <w:rFonts w:hint="cs"/>
          <w:rtl/>
          <w:lang w:bidi="ur-PK"/>
        </w:rPr>
        <w:t>ہ کرنے کے لئے پہلے قانون علت کاجائزہ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 تاکہ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وعدم صحت کا باقاعد</w:t>
      </w:r>
      <w:r w:rsidRPr="00E37591">
        <w:rPr>
          <w:rFonts w:hint="cs"/>
          <w:rtl/>
          <w:lang w:bidi="ur-PK"/>
        </w:rPr>
        <w:t>ہ اندازہ ہو سکے اور یہ</w:t>
      </w:r>
      <w:r w:rsidRPr="00E37591">
        <w:rPr>
          <w:rtl/>
          <w:lang w:bidi="ur-PK"/>
        </w:rPr>
        <w:t xml:space="preserve"> معلوم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</w:t>
      </w:r>
      <w:r w:rsidRPr="00E37591">
        <w:rPr>
          <w:rFonts w:hint="cs"/>
          <w:rtl/>
          <w:lang w:bidi="ur-PK"/>
        </w:rPr>
        <w:t>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سبب اول ان طاقتوں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ے کو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ذ</w:t>
      </w:r>
      <w:r w:rsidRPr="00E37591">
        <w:rPr>
          <w:rFonts w:hint="cs"/>
          <w:rtl/>
          <w:lang w:bidi="ur-PK"/>
        </w:rPr>
        <w:t>ہن نشی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''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''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جامد وثابت ش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زمانہ کے ساتھ ساتھ یہ</w:t>
      </w:r>
      <w:r w:rsidRPr="00E37591">
        <w:rPr>
          <w:rtl/>
          <w:lang w:bidi="ur-PK"/>
        </w:rPr>
        <w:t xml:space="preserve">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پذ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رو ب</w:t>
      </w:r>
      <w:r w:rsidRPr="00E37591">
        <w:rPr>
          <w:rFonts w:hint="cs"/>
          <w:rtl/>
          <w:lang w:bidi="ur-PK"/>
        </w:rPr>
        <w:t>ہ ارتقاء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کل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 تھا اور آج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اور۔کل کے اسباب اور تھے اور آ ج کے اور۔ لہٰذا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حق پ</w:t>
      </w:r>
      <w:r w:rsidRPr="00E37591">
        <w:rPr>
          <w:rFonts w:hint="cs"/>
          <w:rtl/>
          <w:lang w:bidi="ur-PK"/>
        </w:rPr>
        <w:t>ہنچتا ہے ہم ان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وسائل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والے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سوال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پوچ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آخر ان وسائل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وعلل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بلخا نوف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مورخ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تو اس کا جواب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قاصر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اس لئے کہ یہ</w:t>
      </w:r>
      <w:r w:rsidRPr="00E37591">
        <w:rPr>
          <w:rtl/>
          <w:lang w:bidi="ur-PK"/>
        </w:rPr>
        <w:t xml:space="preserve"> سوال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من</w:t>
      </w:r>
      <w:r w:rsidRPr="00E37591">
        <w:rPr>
          <w:rFonts w:hint="cs"/>
          <w:rtl/>
          <w:lang w:bidi="ur-PK"/>
        </w:rPr>
        <w:t>ہدم کر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بھی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اتنی</w:t>
      </w:r>
      <w:r w:rsidRPr="00E37591">
        <w:rPr>
          <w:rtl/>
          <w:lang w:bidi="ur-PK"/>
        </w:rPr>
        <w:t xml:space="preserve"> جرأت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E12915">
      <w:pPr>
        <w:pStyle w:val="libNormal"/>
        <w:rPr>
          <w:rtl/>
          <w:lang w:bidi="ur-PK"/>
        </w:rPr>
      </w:pPr>
    </w:p>
    <w:p w:rsidR="00824138" w:rsidRPr="00E37591" w:rsidRDefault="00824138" w:rsidP="00E12915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کہ ان وسائل کی</w:t>
      </w:r>
      <w:r w:rsidRPr="00E37591">
        <w:rPr>
          <w:rtl/>
          <w:lang w:bidi="ur-PK"/>
        </w:rPr>
        <w:t xml:space="preserve"> علت خود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وسائل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۔آپ تعجب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ا؟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 پرستوں کا ک</w:t>
      </w:r>
      <w:r w:rsidRPr="00E37591">
        <w:rPr>
          <w:rFonts w:hint="cs"/>
          <w:rtl/>
          <w:lang w:bidi="ur-PK"/>
        </w:rPr>
        <w:t>ہنا ہے کہ یہ</w:t>
      </w:r>
      <w:r w:rsidRPr="00E37591">
        <w:rPr>
          <w:rtl/>
          <w:lang w:bidi="ur-PK"/>
        </w:rPr>
        <w:t xml:space="preserve"> وسائل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ذہن انسانی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علوم ومعارف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خزان</w:t>
      </w:r>
      <w:r w:rsidRPr="00E37591">
        <w:rPr>
          <w:rFonts w:hint="cs"/>
          <w:rtl/>
          <w:lang w:bidi="ur-PK"/>
        </w:rPr>
        <w:t>ہ تحوی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معارف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استعداد و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نئے وسائل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کرسک</w:t>
      </w:r>
      <w:r w:rsidRPr="00E37591">
        <w:rPr>
          <w:rFonts w:hint="cs"/>
          <w:rtl/>
          <w:lang w:bidi="ur-PK"/>
        </w:rPr>
        <w:t>ے اور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طاقتوں کو بروئ</w:t>
      </w:r>
      <w:r w:rsidRPr="00E37591">
        <w:rPr>
          <w:rFonts w:hint="cs"/>
          <w:rtl/>
          <w:lang w:bidi="ur-PK"/>
        </w:rPr>
        <w:t>ے کار لا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یہی</w:t>
      </w:r>
      <w:r w:rsidRPr="00E37591">
        <w:rPr>
          <w:rtl/>
          <w:lang w:bidi="ur-PK"/>
        </w:rPr>
        <w:t xml:space="preserve"> وسائل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قابل بنا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 سک</w:t>
      </w:r>
      <w:r w:rsidRPr="00E37591">
        <w:rPr>
          <w:rFonts w:hint="cs"/>
          <w:rtl/>
          <w:lang w:bidi="ur-PK"/>
        </w:rPr>
        <w:t>ے اور اس طرح کاروان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منازل ط</w:t>
      </w:r>
      <w:r w:rsidRPr="00E37591">
        <w:rPr>
          <w:rFonts w:hint="cs"/>
          <w:rtl/>
          <w:lang w:bidi="ur-PK"/>
        </w:rPr>
        <w:t>ے کرلے۔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انگلز ن</w:t>
      </w:r>
      <w:r w:rsidRPr="00E37591">
        <w:rPr>
          <w:rFonts w:hint="cs"/>
          <w:rtl/>
          <w:lang w:bidi="ur-PK"/>
        </w:rPr>
        <w:t>ے اس مقام پر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امکانات پر زور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گردش قائم ر</w:t>
      </w:r>
      <w:r w:rsidRPr="00E37591">
        <w:rPr>
          <w:rFonts w:hint="cs"/>
          <w:rtl/>
          <w:lang w:bidi="ur-PK"/>
        </w:rPr>
        <w:t>ہ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اس نے صاف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اس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بالکل واضح </w:t>
      </w:r>
      <w:r w:rsidRPr="00E37591">
        <w:rPr>
          <w:rFonts w:hint="cs"/>
          <w:rtl/>
          <w:lang w:bidi="ur-PK"/>
        </w:rPr>
        <w:t xml:space="preserve">ہو </w:t>
      </w:r>
      <w:r w:rsidRPr="00E37591">
        <w:rPr>
          <w:rtl/>
          <w:lang w:bidi="ur-PK"/>
        </w:rPr>
        <w:t>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استدلال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کمزور اورب</w:t>
      </w:r>
      <w:r w:rsidRPr="00E37591">
        <w:rPr>
          <w:rFonts w:hint="cs"/>
          <w:rtl/>
          <w:lang w:bidi="ur-PK"/>
        </w:rPr>
        <w:t>ے جان ہے ۔ اس لئے کہ اگر مارکس اس قسم کا گردشی</w:t>
      </w:r>
      <w:r w:rsidRPr="00E37591">
        <w:rPr>
          <w:rtl/>
          <w:lang w:bidi="ur-PK"/>
        </w:rPr>
        <w:t xml:space="preserve"> نظام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سکتا </w:t>
      </w:r>
      <w:r w:rsidRPr="00E37591">
        <w:rPr>
          <w:rFonts w:hint="cs"/>
          <w:rtl/>
          <w:lang w:bidi="ur-PK"/>
        </w:rPr>
        <w:t>ہے تو دوسرے صاحب فکر کو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حق پ</w:t>
      </w:r>
      <w:r w:rsidRPr="00E37591">
        <w:rPr>
          <w:rFonts w:hint="cs"/>
          <w:rtl/>
          <w:lang w:bidi="ur-PK"/>
        </w:rPr>
        <w:t>ہنچتا ہے کہ وہ ان وسائل کو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حساب س</w:t>
      </w:r>
      <w:r w:rsidRPr="00E37591">
        <w:rPr>
          <w:rFonts w:hint="cs"/>
          <w:rtl/>
          <w:lang w:bidi="ur-PK"/>
        </w:rPr>
        <w:t>ے بالکل الگ کرکے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ہہ 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حالات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تجربات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۔پھر یہی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تجربات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ے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معاشرہ سے معاشرہ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رہتا ہے۔ظاہر ہے کہ مارکس کو ہمارے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پر اعتراض کرن</w:t>
      </w:r>
      <w:r w:rsidRPr="00E37591">
        <w:rPr>
          <w:rFonts w:hint="cs"/>
          <w:rtl/>
          <w:lang w:bidi="ur-PK"/>
        </w:rPr>
        <w:t>ے کا کوئی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نے و</w:t>
      </w:r>
      <w:r w:rsidRPr="00E37591">
        <w:rPr>
          <w:rFonts w:hint="eastAsia"/>
          <w:rtl/>
          <w:lang w:bidi="ur-PK"/>
        </w:rPr>
        <w:t>سائل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گردش پذ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نظام کو قبول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قانون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 لے کر ہماری</w:t>
      </w:r>
      <w:r w:rsidRPr="00E37591">
        <w:rPr>
          <w:rtl/>
          <w:lang w:bidi="ur-PK"/>
        </w:rPr>
        <w:t xml:space="preserve"> رد کرنا چا</w:t>
      </w:r>
      <w:r w:rsidRPr="00E37591">
        <w:rPr>
          <w:rFonts w:hint="cs"/>
          <w:rtl/>
          <w:lang w:bidi="ur-PK"/>
        </w:rPr>
        <w:t>ہے تو وہ بھی</w:t>
      </w:r>
      <w:r w:rsidRPr="00E37591">
        <w:rPr>
          <w:rtl/>
          <w:lang w:bidi="ur-PK"/>
        </w:rPr>
        <w:t xml:space="preserve"> بالکل غلط اقدام </w:t>
      </w:r>
      <w:r w:rsidRPr="00E37591">
        <w:rPr>
          <w:rFonts w:hint="cs"/>
          <w:rtl/>
          <w:lang w:bidi="ur-PK"/>
        </w:rPr>
        <w:t>ہوگا ۔ اس لئے کہ یہ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ہر شے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علت چا</w:t>
      </w:r>
      <w:r w:rsidRPr="00E37591">
        <w:rPr>
          <w:rFonts w:hint="cs"/>
          <w:rtl/>
          <w:lang w:bidi="ur-PK"/>
        </w:rPr>
        <w:t>ہتا ہے جس کی</w:t>
      </w:r>
      <w:r w:rsidRPr="00E37591">
        <w:rPr>
          <w:rtl/>
          <w:lang w:bidi="ur-PK"/>
        </w:rPr>
        <w:t xml:space="preserve"> برکت س</w:t>
      </w:r>
      <w:r w:rsidRPr="00E37591">
        <w:rPr>
          <w:rFonts w:hint="cs"/>
          <w:rtl/>
          <w:lang w:bidi="ur-PK"/>
        </w:rPr>
        <w:t>ے وہ شے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،چاہے وہ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>۔ قانون علی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ان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باتوں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eastAsia"/>
          <w:rtl/>
          <w:lang w:bidi="ur-PK"/>
        </w:rPr>
        <w:t>علق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البت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 ہے کہ مارکس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بات پر یہ</w:t>
      </w:r>
      <w:r w:rsidRPr="00E37591">
        <w:rPr>
          <w:rtl/>
          <w:lang w:bidi="ur-PK"/>
        </w:rPr>
        <w:t xml:space="preserve"> اعتراض کر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تجربات ک</w:t>
      </w:r>
      <w:r w:rsidRPr="00E37591">
        <w:rPr>
          <w:rFonts w:hint="cs"/>
          <w:rtl/>
          <w:lang w:bidi="ur-PK"/>
        </w:rPr>
        <w:t>ے خلاف ہے تو اس کا جواب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تجربات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۔ فلسفی</w:t>
      </w:r>
      <w:r w:rsidRPr="00E37591">
        <w:rPr>
          <w:rtl/>
          <w:lang w:bidi="ur-PK"/>
        </w:rPr>
        <w:t xml:space="preserve"> بحثوں کو ان تجربات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125AFB" w:rsidRDefault="00824138" w:rsidP="00125AFB">
      <w:pPr>
        <w:pStyle w:val="libBold2"/>
        <w:rPr>
          <w:rtl/>
        </w:rPr>
      </w:pPr>
      <w:bookmarkStart w:id="88" w:name="_Toc468966806"/>
      <w:r w:rsidRPr="00125AFB">
        <w:rPr>
          <w:rFonts w:hint="eastAsia"/>
          <w:rtl/>
        </w:rPr>
        <w:t>نفس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ات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دل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ل</w:t>
      </w:r>
      <w:bookmarkEnd w:id="88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اس امر پر قائم </w:t>
      </w:r>
      <w:r w:rsidRPr="00E37591">
        <w:rPr>
          <w:rFonts w:hint="cs"/>
          <w:rtl/>
          <w:lang w:bidi="ur-PK"/>
        </w:rPr>
        <w:t>ہے کہ انسان کے افکار اس کے اجتماعی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وجود ک</w:t>
      </w:r>
      <w:r w:rsidRPr="00E37591">
        <w:rPr>
          <w:rFonts w:hint="cs"/>
          <w:rtl/>
          <w:lang w:bidi="ur-PK"/>
        </w:rPr>
        <w:t>ے اعتبار سے معاشرہ فکر پر مقدم ہوتا ہے لہٰذا کسی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علت کا درج</w:t>
      </w:r>
      <w:r w:rsidRPr="00E37591">
        <w:rPr>
          <w:rFonts w:hint="cs"/>
          <w:rtl/>
          <w:lang w:bidi="ur-PK"/>
        </w:rPr>
        <w:t>ہ فکر کو 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علت کو اپن</w:t>
      </w:r>
      <w:r w:rsidRPr="00E37591">
        <w:rPr>
          <w:rFonts w:hint="cs"/>
          <w:rtl/>
          <w:lang w:bidi="ur-PK"/>
        </w:rPr>
        <w:t>ے معلول سے مقدم ہونا چاہئے اور فکر معاشرہ کے بعد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ظاہر ہے کہ جب فکر کی</w:t>
      </w:r>
      <w:r w:rsidRPr="00E37591">
        <w:rPr>
          <w:rtl/>
          <w:lang w:bidi="ur-PK"/>
        </w:rPr>
        <w:t xml:space="preserve">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باطل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تو اب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اور کوئی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اس قابل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علت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ہے کہ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 xml:space="preserve">ے گا کہ </w:t>
      </w:r>
      <w:r w:rsidRPr="00E37591">
        <w:rPr>
          <w:rtl/>
          <w:lang w:bidi="ur-PK"/>
        </w:rPr>
        <w:t>معاشر</w:t>
      </w:r>
      <w:r w:rsidRPr="00E37591">
        <w:rPr>
          <w:rFonts w:hint="cs"/>
          <w:rtl/>
          <w:lang w:bidi="ur-PK"/>
        </w:rPr>
        <w:t>ہ فکر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فکر معاشرہ کے حالات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پرست افراد ن</w:t>
      </w:r>
      <w:r w:rsidRPr="00E37591">
        <w:rPr>
          <w:rFonts w:hint="cs"/>
          <w:rtl/>
          <w:lang w:bidi="ur-PK"/>
        </w:rPr>
        <w:t>ے اس سوال کا جواب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زبان کا سہارا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ان کا کہنا ہے کہ فکر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لغت ک</w:t>
      </w:r>
      <w:r w:rsidRPr="00E37591">
        <w:rPr>
          <w:rFonts w:hint="cs"/>
          <w:rtl/>
          <w:lang w:bidi="ur-PK"/>
        </w:rPr>
        <w:t>ے ناممکن ہے اور لغت معاشرہ کے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حالت اور اس ک</w:t>
      </w:r>
      <w:r w:rsidRPr="00E37591">
        <w:rPr>
          <w:rFonts w:hint="cs"/>
          <w:rtl/>
          <w:lang w:bidi="ur-PK"/>
        </w:rPr>
        <w:t>ے مظاہر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مظ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ر </w:t>
      </w:r>
      <w:r w:rsidRPr="00E37591">
        <w:rPr>
          <w:rFonts w:hint="cs"/>
          <w:rtl/>
          <w:lang w:bidi="ur-PK"/>
        </w:rPr>
        <w:t>ہے ۔ چنانچہ اسٹالی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مقصد کو اس طرح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: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بعض</w:t>
      </w:r>
      <w:r w:rsidRPr="00E37591">
        <w:rPr>
          <w:rtl/>
          <w:lang w:bidi="ur-PK"/>
        </w:rPr>
        <w:t xml:space="preserve"> لوگوں کا ک</w:t>
      </w:r>
      <w:r w:rsidRPr="00E37591">
        <w:rPr>
          <w:rFonts w:hint="cs"/>
          <w:rtl/>
          <w:lang w:bidi="ur-PK"/>
        </w:rPr>
        <w:t>ہنا ہے کہ افکار روح انسانی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تکلم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لغت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حالانکہ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سراسر غلط </w:t>
      </w:r>
      <w:r w:rsidRPr="00E37591">
        <w:rPr>
          <w:rFonts w:hint="cs"/>
          <w:rtl/>
          <w:lang w:bidi="ur-PK"/>
        </w:rPr>
        <w:t>ہے۔انسان کسی</w:t>
      </w:r>
      <w:r w:rsidRPr="00E37591">
        <w:rPr>
          <w:rtl/>
          <w:lang w:bidi="ur-PK"/>
        </w:rPr>
        <w:t xml:space="preserve"> قدر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کرے سب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نادلغت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بغ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الفاظ ک</w:t>
      </w:r>
      <w:r w:rsidRPr="00E37591">
        <w:rPr>
          <w:rFonts w:hint="cs"/>
          <w:rtl/>
          <w:lang w:bidi="ur-PK"/>
        </w:rPr>
        <w:t>ے سوچنا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۔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 اس سے معلوم ہوتا ہے کہ فکر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ت</w:t>
      </w:r>
      <w:r w:rsidRPr="00E37591">
        <w:rPr>
          <w:rFonts w:hint="eastAsia"/>
          <w:rtl/>
          <w:lang w:bidi="ur-PK"/>
        </w:rPr>
        <w:t>اثر</w:t>
      </w:r>
      <w:r w:rsidRPr="00E37591">
        <w:rPr>
          <w:rtl/>
          <w:lang w:bidi="ur-PK"/>
        </w:rPr>
        <w:t xml:space="preserve"> اور انعکاس </w:t>
      </w:r>
      <w:r w:rsidRPr="00E37591">
        <w:rPr>
          <w:rFonts w:hint="cs"/>
          <w:rtl/>
          <w:lang w:bidi="ur-PK"/>
        </w:rPr>
        <w:t>ہے اور لغت کا جو ہمارے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رائج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         (مادی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،ص</w:t>
      </w:r>
      <w:r w:rsidR="00D5387C" w:rsidRPr="00E37591">
        <w:rPr>
          <w:rFonts w:hint="cs"/>
          <w:rtl/>
          <w:lang w:bidi="ur-PK"/>
        </w:rPr>
        <w:t>77</w:t>
      </w:r>
      <w:r w:rsidRPr="00E37591">
        <w:rPr>
          <w:rFonts w:hint="cs"/>
          <w:rtl/>
          <w:lang w:bidi="ur-PK"/>
        </w:rPr>
        <w:t>،</w:t>
      </w:r>
      <w:r>
        <w:t>G.POLITZER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(اس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خود جارج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اسے دو ما</w:t>
      </w:r>
      <w:r w:rsidRPr="00E37591">
        <w:rPr>
          <w:rtl/>
          <w:lang w:bidi="ur-PK"/>
        </w:rPr>
        <w:t>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 xml:space="preserve">ہل قلم </w:t>
      </w:r>
      <w:r>
        <w:t>JAMS</w:t>
      </w:r>
      <w:r w:rsidRPr="00E37591">
        <w:rPr>
          <w:rtl/>
          <w:lang w:bidi="ur-PK"/>
        </w:rPr>
        <w:t xml:space="preserve">اور </w:t>
      </w:r>
      <w:r>
        <w:t>M.KAFIG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ے تالی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ان دونوں نے اسے جارج کا نام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ہم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منسوب کر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فکر ولغت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بناء پر بغ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الفاظ ک</w:t>
      </w:r>
      <w:r w:rsidRPr="00E37591">
        <w:rPr>
          <w:rFonts w:hint="cs"/>
          <w:rtl/>
          <w:lang w:bidi="ur-PK"/>
        </w:rPr>
        <w:t>ے فکر کرنا محال 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الفاظ کو افکار کی</w:t>
      </w:r>
      <w:r w:rsidRPr="00E37591">
        <w:rPr>
          <w:rtl/>
          <w:lang w:bidi="ur-PK"/>
        </w:rPr>
        <w:t xml:space="preserve"> علت کا درج</w:t>
      </w:r>
      <w:r w:rsidRPr="00E37591">
        <w:rPr>
          <w:rFonts w:hint="cs"/>
          <w:rtl/>
          <w:lang w:bidi="ur-PK"/>
        </w:rPr>
        <w:t>ہ مل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جب جارج مذکور کا دور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اس ن</w:t>
      </w:r>
      <w:r w:rsidRPr="00E37591">
        <w:rPr>
          <w:rFonts w:hint="cs"/>
          <w:rtl/>
          <w:lang w:bidi="ur-PK"/>
        </w:rPr>
        <w:t>ے اس دعویٰ</w:t>
      </w:r>
      <w:r w:rsidRPr="00E37591">
        <w:rPr>
          <w:rtl/>
          <w:lang w:bidi="ur-PK"/>
        </w:rPr>
        <w:t xml:space="preserve"> کو علم النفس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 مدلل وم</w:t>
      </w:r>
      <w:r w:rsidRPr="00E37591">
        <w:rPr>
          <w:rFonts w:hint="eastAsia"/>
          <w:rtl/>
          <w:lang w:bidi="ur-PK"/>
        </w:rPr>
        <w:t>حکم</w:t>
      </w:r>
      <w:r w:rsidRPr="00E37591">
        <w:rPr>
          <w:rtl/>
          <w:lang w:bidi="ur-PK"/>
        </w:rPr>
        <w:t xml:space="preserve"> بنان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مکمل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>
        <w:t>I.P.BOULOO</w:t>
      </w:r>
      <w:r w:rsidRPr="00E37591">
        <w:rPr>
          <w:rtl/>
          <w:lang w:bidi="ur-PK"/>
        </w:rPr>
        <w:t xml:space="preserve"> مک</w:t>
      </w:r>
      <w:r w:rsidRPr="00E37591">
        <w:rPr>
          <w:rFonts w:hint="cs"/>
          <w:rtl/>
          <w:lang w:bidi="ur-PK"/>
        </w:rPr>
        <w:t>ے کلام کا سہارا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اسٹالی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کلام پر اس طرح حاشیہ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>
        <w:t>PHYSIALAGY</w:t>
      </w:r>
      <w:r w:rsidRPr="00E37591">
        <w:rPr>
          <w:rtl/>
          <w:lang w:bidi="ur-PK"/>
        </w:rPr>
        <w:t>کا ب</w:t>
      </w:r>
      <w:r w:rsidRPr="00E37591">
        <w:rPr>
          <w:rFonts w:hint="cs"/>
          <w:rtl/>
          <w:lang w:bidi="ur-PK"/>
        </w:rPr>
        <w:t>ہت بڑا احسان ہے کہ اس نے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بہت بڑا مواد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>
        <w:t>BOULOO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تحقی</w:t>
      </w:r>
      <w:r w:rsidRPr="00E37591">
        <w:rPr>
          <w:rFonts w:hint="eastAsia"/>
          <w:rtl/>
          <w:lang w:bidi="ur-PK"/>
        </w:rPr>
        <w:t>قات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انکشاف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کے جملہ دماغی</w:t>
      </w:r>
      <w:r w:rsidRPr="00E37591">
        <w:rPr>
          <w:rtl/>
          <w:lang w:bidi="ur-PK"/>
        </w:rPr>
        <w:t xml:space="preserve"> افعال اس ک</w:t>
      </w:r>
      <w:r w:rsidRPr="00E37591">
        <w:rPr>
          <w:rFonts w:hint="cs"/>
          <w:rtl/>
          <w:lang w:bidi="ur-PK"/>
        </w:rPr>
        <w:t>ے ظاہری</w:t>
      </w:r>
      <w:r w:rsidRPr="00E37591">
        <w:rPr>
          <w:rtl/>
          <w:lang w:bidi="ur-PK"/>
        </w:rPr>
        <w:t xml:space="preserve"> حالات کا پرتو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 احساسات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</w:t>
      </w: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اپنے حالات سے حاصل کرتا ہے ۔پھر اس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ثابت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لغت کے الفاظ وکلمات کو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احساسات کا درج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 سکتا </w:t>
      </w:r>
      <w:r w:rsidRPr="00E37591">
        <w:rPr>
          <w:rFonts w:hint="cs"/>
          <w:rtl/>
          <w:lang w:bidi="ur-PK"/>
        </w:rPr>
        <w:t>ہے جو افکار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کاسبب بنت</w:t>
      </w:r>
      <w:r w:rsidRPr="00E37591">
        <w:rPr>
          <w:rFonts w:hint="cs"/>
          <w:rtl/>
          <w:lang w:bidi="ur-PK"/>
        </w:rPr>
        <w:t>ے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ثانو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احساسات کا درج</w:t>
      </w:r>
      <w:r w:rsidRPr="00E37591">
        <w:rPr>
          <w:rFonts w:hint="cs"/>
          <w:rtl/>
          <w:lang w:bidi="ur-PK"/>
        </w:rPr>
        <w:t>ہ اولیٰ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 خلاصہ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فکار</w:t>
      </w:r>
      <w:r w:rsidRPr="00E37591">
        <w:rPr>
          <w:rtl/>
          <w:lang w:bidi="ur-PK"/>
        </w:rPr>
        <w:t xml:space="preserve"> کا منشاء اس ک</w:t>
      </w:r>
      <w:r w:rsidRPr="00E37591">
        <w:rPr>
          <w:rFonts w:hint="cs"/>
          <w:rtl/>
          <w:lang w:bidi="ur-PK"/>
        </w:rPr>
        <w:t>ے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کا تمام تر تعلق اس کے اجتماعی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ہے جن کے احساس سے فکر کی</w:t>
      </w:r>
      <w:r w:rsidRPr="00E37591">
        <w:rPr>
          <w:rtl/>
          <w:lang w:bidi="ur-PK"/>
        </w:rPr>
        <w:t xml:space="preserve"> تول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جارج مذکورن</w:t>
      </w:r>
      <w:r w:rsidRPr="00E37591">
        <w:rPr>
          <w:rFonts w:hint="cs"/>
          <w:rtl/>
          <w:lang w:bidi="ur-PK"/>
        </w:rPr>
        <w:t>ے باولوف کے کلام سے جو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نکالا</w:t>
      </w:r>
      <w:r w:rsidRPr="00E37591">
        <w:rPr>
          <w:rFonts w:hint="cs"/>
          <w:rtl/>
          <w:lang w:bidi="ur-PK"/>
        </w:rPr>
        <w:t>ہے وہ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کے جملہ دماغی</w:t>
      </w:r>
      <w:r w:rsidRPr="00E37591">
        <w:rPr>
          <w:rtl/>
          <w:lang w:bidi="ur-PK"/>
        </w:rPr>
        <w:t xml:space="preserve"> افعال چند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اشارات ک</w:t>
      </w:r>
      <w:r w:rsidRPr="00E37591">
        <w:rPr>
          <w:rFonts w:hint="cs"/>
          <w:rtl/>
          <w:lang w:bidi="ur-PK"/>
        </w:rPr>
        <w:t>ے انعکاس وتاثر کا نام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۔ابتدائے امرمی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 xml:space="preserve">ے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احساس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بعد ان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الفاظ وکلمات کو مل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بجائے احساس ظاہری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خود 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تاثرات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احساس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انسان کوئی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کرن</w:t>
      </w:r>
      <w:r w:rsidRPr="00E37591">
        <w:rPr>
          <w:rFonts w:hint="cs"/>
          <w:rtl/>
          <w:lang w:bidi="ur-PK"/>
        </w:rPr>
        <w:t xml:space="preserve">ے سے قاصر ہے۔اس لئے کہ </w:t>
      </w:r>
      <w:r w:rsidRPr="00E37591">
        <w:rPr>
          <w:rtl/>
          <w:lang w:bidi="ur-PK"/>
        </w:rPr>
        <w:t>احساس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مجردش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متعلق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ہوتااورجب تمام کام احساس سے متعلق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احساس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تاثر کانام ہے لہٰذا فکر بھی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تاثر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ہوجائے گاکہ اجتماعی</w:t>
      </w:r>
      <w:r w:rsidRPr="00E37591">
        <w:rPr>
          <w:rtl/>
          <w:lang w:bidi="ur-PK"/>
        </w:rPr>
        <w:t xml:space="preserve"> حالات پ</w:t>
      </w:r>
      <w:r w:rsidRPr="00E37591">
        <w:rPr>
          <w:rFonts w:hint="cs"/>
          <w:rtl/>
          <w:lang w:bidi="ur-PK"/>
        </w:rPr>
        <w:t>ہلے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افکار بعد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اس مقام پر یہ</w:t>
      </w:r>
      <w:r w:rsidRPr="00E37591">
        <w:rPr>
          <w:rtl/>
          <w:lang w:bidi="ur-PK"/>
        </w:rPr>
        <w:t xml:space="preserve"> پوچ</w:t>
      </w:r>
      <w:r w:rsidRPr="00E37591">
        <w:rPr>
          <w:rFonts w:hint="cs"/>
          <w:rtl/>
          <w:lang w:bidi="ur-PK"/>
        </w:rPr>
        <w:t>ھنا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افکار لغت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ں؟ک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لغت س</w:t>
      </w:r>
      <w:r w:rsidRPr="00E37591">
        <w:rPr>
          <w:rFonts w:hint="cs"/>
          <w:rtl/>
          <w:lang w:bidi="ur-PK"/>
        </w:rPr>
        <w:t>ے آزادکوئی</w:t>
      </w:r>
      <w:r w:rsidRPr="00E37591">
        <w:rPr>
          <w:rtl/>
          <w:lang w:bidi="ur-PK"/>
        </w:rPr>
        <w:t xml:space="preserve"> فکر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دماغ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؟ک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الفاظ ان افکار ک</w:t>
      </w:r>
      <w:r w:rsidRPr="00E37591">
        <w:rPr>
          <w:rFonts w:hint="cs"/>
          <w:rtl/>
          <w:lang w:bidi="ur-PK"/>
        </w:rPr>
        <w:t>ے ذوقِ ظہور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ںجو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ڑپ رہے تھے؟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مسائل کو حل کرنے سے پہلے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خود باولوف ک</w:t>
      </w:r>
      <w:r w:rsidRPr="00E37591">
        <w:rPr>
          <w:rFonts w:hint="cs"/>
          <w:rtl/>
          <w:lang w:bidi="ur-PK"/>
        </w:rPr>
        <w:t>ے فلسفہ پر نظرکرنی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تاکہ اس کا مقصد واضح ہوسکے اور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 سکے کہ جارجنے اس کلام سے کس طرح استفادہ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باولوف کا ک</w:t>
      </w:r>
      <w:r w:rsidRPr="00E37591">
        <w:rPr>
          <w:rFonts w:hint="cs"/>
          <w:rtl/>
          <w:lang w:bidi="ur-PK"/>
        </w:rPr>
        <w:t>ہناہے کہ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ہوتاہے جو فطرت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اثر</w:t>
      </w:r>
      <w:r w:rsidRPr="00E37591">
        <w:rPr>
          <w:rFonts w:hint="cs"/>
          <w:rtl/>
          <w:lang w:bidi="ur-PK"/>
        </w:rPr>
        <w:t>ڈالتاہے لہٰذا اگر کوئی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زاس</w:t>
      </w:r>
      <w:r w:rsidRPr="00E37591">
        <w:rPr>
          <w:rtl/>
          <w:lang w:bidi="ur-PK"/>
        </w:rPr>
        <w:t xml:space="preserve"> محرک س</w:t>
      </w:r>
      <w:r w:rsidRPr="00E37591">
        <w:rPr>
          <w:rFonts w:hint="cs"/>
          <w:rtl/>
          <w:lang w:bidi="ur-PK"/>
        </w:rPr>
        <w:t>ے ارتباط پی</w:t>
      </w:r>
      <w:r w:rsidRPr="00E37591">
        <w:rPr>
          <w:rFonts w:hint="eastAsia"/>
          <w:rtl/>
          <w:lang w:bidi="ur-PK"/>
        </w:rPr>
        <w:t>داکرل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موثر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کامرتب</w:t>
      </w:r>
      <w:r w:rsidRPr="00E37591">
        <w:rPr>
          <w:rFonts w:hint="cs"/>
          <w:rtl/>
          <w:lang w:bidi="ur-PK"/>
        </w:rPr>
        <w:t>ہ مل 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کتے کے سامنے کھانالای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اثر پ</w:t>
      </w:r>
      <w:r w:rsidRPr="00E37591">
        <w:rPr>
          <w:rFonts w:hint="cs"/>
          <w:rtl/>
          <w:lang w:bidi="ur-PK"/>
        </w:rPr>
        <w:t>ڑے گا اور اس کے دہن سے لعاب جاری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گا۔اب اس کے بعداگر ہم یہ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کھانالانے کے ساتھ جرس بجادی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رفت</w:t>
      </w:r>
      <w:r w:rsidRPr="00E37591">
        <w:rPr>
          <w:rFonts w:hint="cs"/>
          <w:rtl/>
          <w:lang w:bidi="ur-PK"/>
        </w:rPr>
        <w:t>ہ رفتہ کتا اس بات کا عادی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ے گا کہ گھنٹی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 سنت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رال ب</w:t>
      </w:r>
      <w:r w:rsidRPr="00E37591">
        <w:rPr>
          <w:rFonts w:hint="cs"/>
          <w:rtl/>
          <w:lang w:bidi="ur-PK"/>
        </w:rPr>
        <w:t>ہنے لگے۔چاہے اسے کھانانہ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اب فرضی</w:t>
      </w:r>
      <w:r w:rsidRPr="00E37591">
        <w:rPr>
          <w:rtl/>
          <w:lang w:bidi="ur-PK"/>
        </w:rPr>
        <w:t xml:space="preserve"> اور 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ن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موثر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اس نظریہ</w:t>
      </w:r>
      <w:r w:rsidRPr="00E37591">
        <w:rPr>
          <w:rtl/>
          <w:lang w:bidi="ur-PK"/>
        </w:rPr>
        <w:t xml:space="preserve"> کو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پر منطبق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چند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کا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نام احساس وادراک رک</w:t>
      </w:r>
      <w:r w:rsidRPr="00E37591">
        <w:rPr>
          <w:rFonts w:hint="cs"/>
          <w:rtl/>
          <w:lang w:bidi="ur-PK"/>
        </w:rPr>
        <w:t>ھا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محرکات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انسان ک</w:t>
      </w:r>
      <w:r w:rsidRPr="00E37591">
        <w:rPr>
          <w:rFonts w:hint="cs"/>
          <w:rtl/>
          <w:lang w:bidi="ur-PK"/>
        </w:rPr>
        <w:t>ے دماغ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موثرات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پرتوکانام علم ومعرفت،فکر ونظرہے۔اب جس طرح کتے کے یہاں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اثرکرنا شروع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جو ک</w:t>
      </w:r>
      <w:r w:rsidRPr="00E37591">
        <w:rPr>
          <w:rFonts w:hint="cs"/>
          <w:rtl/>
          <w:lang w:bidi="ur-PK"/>
        </w:rPr>
        <w:t>ھانا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 حاصل ہوتاتھا۔اسی</w:t>
      </w:r>
      <w:r w:rsidRPr="00E37591">
        <w:rPr>
          <w:rtl/>
          <w:lang w:bidi="ur-PK"/>
        </w:rPr>
        <w:t xml:space="preserve"> طرح انسان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ہے جو اصلی</w:t>
      </w:r>
      <w:r w:rsidRPr="00E37591">
        <w:rPr>
          <w:rtl/>
          <w:lang w:bidi="ur-PK"/>
        </w:rPr>
        <w:t xml:space="preserve"> محرک کا کام کرتا</w:t>
      </w:r>
      <w:r w:rsidRPr="00E37591">
        <w:rPr>
          <w:rFonts w:hint="cs"/>
          <w:rtl/>
          <w:lang w:bidi="ur-PK"/>
        </w:rPr>
        <w:t>ہے اور وہ ہے زبان۔آپ تجربہ کرکے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آپ ک</w:t>
      </w:r>
      <w:r w:rsidRPr="00E37591">
        <w:rPr>
          <w:rFonts w:hint="cs"/>
          <w:rtl/>
          <w:lang w:bidi="ur-PK"/>
        </w:rPr>
        <w:t>ے نفس پر لفظ پانی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وہی</w:t>
      </w:r>
      <w:r w:rsidRPr="00E37591">
        <w:rPr>
          <w:rtl/>
          <w:lang w:bidi="ur-PK"/>
        </w:rPr>
        <w:t xml:space="preserve"> اثر پ</w:t>
      </w:r>
      <w:r w:rsidRPr="00E37591">
        <w:rPr>
          <w:rFonts w:hint="cs"/>
          <w:rtl/>
          <w:lang w:bidi="ur-PK"/>
        </w:rPr>
        <w:t>ڑے گا جو خود پانی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قائم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باولوفن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اس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دو مستقل نظام بنا</w:t>
      </w:r>
      <w:r w:rsidRPr="00E37591">
        <w:rPr>
          <w:rFonts w:hint="cs"/>
          <w:rtl/>
          <w:lang w:bidi="ur-PK"/>
        </w:rPr>
        <w:t>ڈالے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پر </w:t>
      </w:r>
      <w:r w:rsidRPr="00E37591">
        <w:rPr>
          <w:rFonts w:hint="cs"/>
          <w:rtl/>
          <w:lang w:bidi="ur-PK"/>
        </w:rPr>
        <w:t>ہے اور دوسرے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فرض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اشارات پر</w:t>
      </w:r>
      <w:r w:rsidRPr="00E37591">
        <w:rPr>
          <w:rFonts w:hint="cs"/>
          <w:rtl/>
          <w:lang w:bidi="ur-PK"/>
        </w:rPr>
        <w:t>۔پھر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ترتی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وتفص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آثار کا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کا واضح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نہ فکر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احساس ک</w:t>
      </w:r>
      <w:r w:rsidRPr="00E37591">
        <w:rPr>
          <w:rFonts w:hint="cs"/>
          <w:rtl/>
          <w:lang w:bidi="ur-PK"/>
        </w:rPr>
        <w:t>ے ممکن ہے اور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سوچناممکن ہے۔اس لئے کہ ان کا احساس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باولوفکے ان تمام انکشافات کو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ہوئے یہ</w:t>
      </w:r>
      <w:r w:rsidRPr="00E37591">
        <w:rPr>
          <w:rtl/>
          <w:lang w:bidi="ur-PK"/>
        </w:rPr>
        <w:t xml:space="preserve"> سوال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تمام مفروضات ک</w:t>
      </w:r>
      <w:r w:rsidRPr="00E37591">
        <w:rPr>
          <w:rFonts w:hint="cs"/>
          <w:rtl/>
          <w:lang w:bidi="ur-PK"/>
        </w:rPr>
        <w:t>ے بعد یہ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ہوجاتاہے کہ فکر لغت وزبان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۔ہمارا جواب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ہوگا۔اس لئے کہ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</w:t>
      </w:r>
      <w:r w:rsidRPr="00E37591">
        <w:rPr>
          <w:rFonts w:hint="cs"/>
          <w:rtl/>
          <w:lang w:bidi="ur-PK"/>
        </w:rPr>
        <w:t>ے علاوہ جعلی</w:t>
      </w:r>
      <w:r w:rsidRPr="00E37591">
        <w:rPr>
          <w:rtl/>
          <w:lang w:bidi="ur-PK"/>
        </w:rPr>
        <w:t xml:space="preserve"> محرکات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محرکات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ک</w:t>
      </w:r>
      <w:r w:rsidRPr="00E37591">
        <w:rPr>
          <w:rFonts w:hint="cs"/>
          <w:rtl/>
          <w:lang w:bidi="ur-PK"/>
        </w:rPr>
        <w:t>ہ انسان پرپانی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حالت طار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تو ظاہر ہے کہ پانی</w:t>
      </w:r>
      <w:r w:rsidRPr="00E37591">
        <w:rPr>
          <w:rtl/>
          <w:lang w:bidi="ur-PK"/>
        </w:rPr>
        <w:t xml:space="preserve"> خودطب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</w:t>
      </w:r>
      <w:r w:rsidRPr="00E37591">
        <w:rPr>
          <w:rFonts w:hint="cs"/>
          <w:rtl/>
          <w:lang w:bidi="ur-PK"/>
        </w:rPr>
        <w:t>ہوگا اور وہ حالت جعلی</w:t>
      </w:r>
      <w:r w:rsidRPr="00E37591">
        <w:rPr>
          <w:rtl/>
          <w:lang w:bidi="ur-PK"/>
        </w:rPr>
        <w:t xml:space="preserve"> محرک،ل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و</w:t>
      </w:r>
      <w:r w:rsidRPr="00E37591">
        <w:rPr>
          <w:rFonts w:hint="cs"/>
          <w:rtl/>
          <w:lang w:bidi="ur-PK"/>
        </w:rPr>
        <w:t>ہ ہوگا جسے ہم نے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وہ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ہوجاتاہے۔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برخلاف کبھی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یہ</w:t>
      </w:r>
      <w:r w:rsidRPr="00E37591">
        <w:rPr>
          <w:rtl/>
          <w:lang w:bidi="ur-PK"/>
        </w:rPr>
        <w:t xml:space="preserve"> 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</w:t>
      </w:r>
      <w:r w:rsidRPr="00E37591">
        <w:rPr>
          <w:rFonts w:hint="cs"/>
          <w:rtl/>
          <w:lang w:bidi="ur-PK"/>
        </w:rPr>
        <w:t>ہمارے اجتماعی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ے محتاج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ک</w:t>
      </w:r>
      <w:r w:rsidRPr="00E37591">
        <w:rPr>
          <w:rFonts w:hint="cs"/>
          <w:rtl/>
          <w:lang w:bidi="ur-PK"/>
        </w:rPr>
        <w:t>ہ ہم بچہ کو دودھ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باربار لفظ دود</w:t>
      </w:r>
      <w:r w:rsidRPr="00E37591">
        <w:rPr>
          <w:rFonts w:hint="cs"/>
          <w:rtl/>
          <w:lang w:bidi="ur-PK"/>
        </w:rPr>
        <w:t>ھ کا استعمال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لفظ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ضرور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استعمال کی</w:t>
      </w:r>
      <w:r w:rsidRPr="00E37591">
        <w:rPr>
          <w:rtl/>
          <w:lang w:bidi="ur-PK"/>
        </w:rPr>
        <w:t xml:space="preserve"> بناپر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الفاظ کی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جعل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اس قسم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انسان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ڑپ موجود تھی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افکار کو دوسروں تک</w:t>
      </w:r>
      <w:r w:rsidRPr="00E37591">
        <w:rPr>
          <w:rtl/>
          <w:lang w:bidi="ur-PK"/>
        </w:rPr>
        <w:t xml:space="preserve"> منتقل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لئ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سوائ</w:t>
      </w:r>
      <w:r w:rsidRPr="00E37591">
        <w:rPr>
          <w:rFonts w:hint="cs"/>
          <w:rtl/>
          <w:lang w:bidi="ur-PK"/>
        </w:rPr>
        <w:t>ے لغت کے نہ تھا۔اس لئے اس نے لغت کا سہارالی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اپنے رازوں کا اظہار شروع کردی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افکار تھے اس کے بعد لغت کا وجود ہوا۔اس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کوئی</w:t>
      </w:r>
      <w:r w:rsidRPr="00E37591">
        <w:rPr>
          <w:rtl/>
          <w:lang w:bidi="ur-PK"/>
        </w:rPr>
        <w:t xml:space="preserve"> مرتب لغت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 لئے کہ ان کے پاس </w:t>
      </w:r>
      <w:r w:rsidRPr="00E37591">
        <w:rPr>
          <w:rFonts w:hint="eastAsia"/>
          <w:rtl/>
          <w:lang w:bidi="ur-PK"/>
        </w:rPr>
        <w:t>مختلف</w:t>
      </w:r>
      <w:r w:rsidRPr="00E37591">
        <w:rPr>
          <w:rtl/>
          <w:lang w:bidi="ur-PK"/>
        </w:rPr>
        <w:t xml:space="preserve"> افکار ن</w:t>
      </w:r>
      <w:r w:rsidRPr="00E37591">
        <w:rPr>
          <w:rFonts w:hint="cs"/>
          <w:rtl/>
          <w:lang w:bidi="ur-PK"/>
        </w:rPr>
        <w:t>ہ تھے جن کی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لغت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لغت کا استعمال اس لئ</w:t>
      </w:r>
      <w:r w:rsidRPr="00E37591">
        <w:rPr>
          <w:rFonts w:hint="cs"/>
          <w:rtl/>
          <w:lang w:bidi="ur-PK"/>
        </w:rPr>
        <w:t>ے شروع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نے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محرکات پر نظرکرکے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اکثر جعلی</w:t>
      </w:r>
      <w:r w:rsidRPr="00E37591">
        <w:rPr>
          <w:rtl/>
          <w:lang w:bidi="ur-PK"/>
        </w:rPr>
        <w:t xml:space="preserve"> محرکات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tl/>
          <w:lang w:bidi="ur-PK"/>
        </w:rPr>
        <w:t>چنانچ</w:t>
      </w:r>
      <w:r w:rsidRPr="00E37591">
        <w:rPr>
          <w:rFonts w:hint="cs"/>
          <w:rtl/>
          <w:lang w:bidi="ur-PK"/>
        </w:rPr>
        <w:t>ہ اس نے بھی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لی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مج</w:t>
      </w:r>
      <w:r w:rsidRPr="00E37591">
        <w:rPr>
          <w:rFonts w:hint="cs"/>
          <w:rtl/>
          <w:lang w:bidi="ur-PK"/>
        </w:rPr>
        <w:t>ھے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فرض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کا بنانا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ان کے ذری</w:t>
      </w:r>
      <w:r w:rsidRPr="00E37591">
        <w:rPr>
          <w:rtl/>
          <w:lang w:bidi="ur-PK"/>
        </w:rPr>
        <w:t>ع</w:t>
      </w:r>
      <w:r w:rsidRPr="00E37591">
        <w:rPr>
          <w:rFonts w:hint="cs"/>
          <w:rtl/>
          <w:lang w:bidi="ur-PK"/>
        </w:rPr>
        <w:t>ہ اپنے مافی</w:t>
      </w:r>
      <w:r w:rsidRPr="00E37591">
        <w:rPr>
          <w:rtl/>
          <w:lang w:bidi="ur-PK"/>
        </w:rPr>
        <w:t xml:space="preserve"> الضم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 افراد نوع تک پہنچای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ے۔ظاہر ہے کہ 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گی</w:t>
      </w:r>
      <w:r w:rsidRPr="00E37591">
        <w:rPr>
          <w:rtl/>
          <w:lang w:bidi="ur-PK"/>
        </w:rPr>
        <w:t xml:space="preserve"> جب احساس وفکرکادرج</w:t>
      </w:r>
      <w:r w:rsidRPr="00E37591">
        <w:rPr>
          <w:rFonts w:hint="cs"/>
          <w:rtl/>
          <w:lang w:bidi="ur-PK"/>
        </w:rPr>
        <w:t>ہ لغت سے پہلے ہو،لغت کے بعد نہ ہو۔ورنہ اگر احسا</w:t>
      </w:r>
      <w:r w:rsidRPr="00E37591">
        <w:rPr>
          <w:rtl/>
          <w:lang w:bidi="ur-PK"/>
        </w:rPr>
        <w:t>س لغت ک</w:t>
      </w:r>
      <w:r w:rsidRPr="00E37591">
        <w:rPr>
          <w:rFonts w:hint="cs"/>
          <w:rtl/>
          <w:lang w:bidi="ur-PK"/>
        </w:rPr>
        <w:t>ے بعد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ہوتاتو</w:t>
      </w:r>
      <w:r w:rsidRPr="00E37591">
        <w:rPr>
          <w:rtl/>
          <w:lang w:bidi="ur-PK"/>
        </w:rPr>
        <w:t xml:space="preserve"> لغت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ن</w:t>
      </w:r>
      <w:r w:rsidRPr="00E37591">
        <w:rPr>
          <w:rFonts w:hint="cs"/>
          <w:rtl/>
          <w:lang w:bidi="ur-PK"/>
        </w:rPr>
        <w:t>ہ ہوتی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 کا انسانوں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سات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مخصوص </w:t>
      </w:r>
      <w:r w:rsidRPr="00E37591">
        <w:rPr>
          <w:rFonts w:hint="cs"/>
          <w:rtl/>
          <w:lang w:bidi="ur-PK"/>
        </w:rPr>
        <w:t>ہونا بالکل بے معنی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ہوجاتاہے کہ معاشرہ کا وجود فقط انسانوں می</w:t>
      </w:r>
      <w:r w:rsidRPr="00E37591">
        <w:rPr>
          <w:rFonts w:hint="eastAsia"/>
          <w:rtl/>
          <w:lang w:bidi="ur-PK"/>
        </w:rPr>
        <w:t>ںک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اجتماعات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۔حقی</w:t>
      </w:r>
      <w:r w:rsidRPr="00E37591">
        <w:rPr>
          <w:rFonts w:hint="eastAsia"/>
          <w:rtl/>
          <w:lang w:bidi="ur-PK"/>
        </w:rPr>
        <w:t>قتاً</w:t>
      </w:r>
      <w:r w:rsidRPr="00E37591">
        <w:rPr>
          <w:rtl/>
          <w:lang w:bidi="ur-PK"/>
        </w:rPr>
        <w:t xml:space="preserve"> اس کاراز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چونکہ انسانی</w:t>
      </w:r>
      <w:r w:rsidRPr="00E37591">
        <w:rPr>
          <w:rtl/>
          <w:lang w:bidi="ur-PK"/>
        </w:rPr>
        <w:t xml:space="preserve"> افکار لغت واحساس س</w:t>
      </w:r>
      <w:r w:rsidRPr="00E37591">
        <w:rPr>
          <w:rFonts w:hint="cs"/>
          <w:rtl/>
          <w:lang w:bidi="ur-PK"/>
        </w:rPr>
        <w:t>ے مافوق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وہ اپنے افکار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مختلف معاشروںک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سکتاہے لی</w:t>
      </w:r>
      <w:r w:rsidRPr="00E37591">
        <w:rPr>
          <w:rtl/>
          <w:lang w:bidi="ur-PK"/>
        </w:rPr>
        <w:t>کن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قوت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 کے علوم احساس کے تابع ہوتے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احساس کا تعلق صرف موجود</w:t>
      </w:r>
      <w:r w:rsidRPr="00E37591">
        <w:rPr>
          <w:rFonts w:hint="cs"/>
          <w:rtl/>
          <w:lang w:bidi="ur-PK"/>
        </w:rPr>
        <w:t xml:space="preserve">ہ حالات سے ہوتاہے اس کو حالات کے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 xml:space="preserve">بدل </w:t>
      </w: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واقعات کابدل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کام </w:t>
      </w:r>
      <w:r w:rsidRPr="00E37591">
        <w:rPr>
          <w:rFonts w:hint="cs"/>
          <w:rtl/>
          <w:lang w:bidi="ur-PK"/>
        </w:rPr>
        <w:t>ہے جو اکثرا جتماعی</w:t>
      </w:r>
      <w:r w:rsidRPr="00E37591">
        <w:rPr>
          <w:rtl/>
          <w:lang w:bidi="ur-PK"/>
        </w:rPr>
        <w:t xml:space="preserve"> عمل کا محتاج </w:t>
      </w:r>
      <w:r w:rsidRPr="00E37591">
        <w:rPr>
          <w:rFonts w:hint="cs"/>
          <w:rtl/>
          <w:lang w:bidi="ur-PK"/>
        </w:rPr>
        <w:t>ہوتاہے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انسانوں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تعلقات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آجاتا</w:t>
      </w:r>
      <w:r w:rsidRPr="00E37591">
        <w:rPr>
          <w:rFonts w:hint="cs"/>
          <w:rtl/>
          <w:lang w:bidi="ur-PK"/>
        </w:rPr>
        <w:t>ہے۔حی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ان کے یہاں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کوئی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>ں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واقعات کا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ت</w:t>
      </w:r>
      <w:r w:rsidRPr="00E37591">
        <w:rPr>
          <w:rFonts w:hint="cs"/>
          <w:rtl/>
          <w:lang w:bidi="ur-PK"/>
        </w:rPr>
        <w:t>ھا جس کے لئے انسان کو لغت کی</w:t>
      </w:r>
      <w:r w:rsidRPr="00E37591">
        <w:rPr>
          <w:rtl/>
          <w:lang w:bidi="ur-PK"/>
        </w:rPr>
        <w:t xml:space="preserve"> ضرورت پ</w:t>
      </w:r>
      <w:r w:rsidRPr="00E37591">
        <w:rPr>
          <w:rFonts w:hint="cs"/>
          <w:rtl/>
          <w:lang w:bidi="ur-PK"/>
        </w:rPr>
        <w:t>ڑی۔یہ</w:t>
      </w:r>
      <w:r w:rsidRPr="00E37591">
        <w:rPr>
          <w:rtl/>
          <w:lang w:bidi="ur-PK"/>
        </w:rPr>
        <w:t xml:space="preserve"> کام احساس ومشا</w:t>
      </w:r>
      <w:r w:rsidRPr="00E37591">
        <w:rPr>
          <w:rFonts w:hint="cs"/>
          <w:rtl/>
          <w:lang w:bidi="ur-PK"/>
        </w:rPr>
        <w:t>ہدہ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ہوسکتاتھا احساس کا تعلق موجودہ حالات سے ہوتاہے۔اس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عکاس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نہ ہونے کی</w:t>
      </w:r>
      <w:r w:rsidRPr="00E37591">
        <w:rPr>
          <w:rtl/>
          <w:lang w:bidi="ur-PK"/>
        </w:rPr>
        <w:t xml:space="preserve"> بناپر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منظم لغت کا وجود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89" w:name="_Toc468966807"/>
      <w:bookmarkStart w:id="90" w:name="_Toc468970743"/>
      <w:r w:rsidRPr="00E37591">
        <w:rPr>
          <w:rFonts w:hint="eastAsia"/>
          <w:rtl/>
          <w:lang w:bidi="ur-PK"/>
        </w:rPr>
        <w:t>تجرب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bookmarkEnd w:id="89"/>
      <w:bookmarkEnd w:id="90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مطلب پر تجرب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قائم کرن</w:t>
      </w:r>
      <w:r w:rsidRPr="00E37591">
        <w:rPr>
          <w:rFonts w:hint="cs"/>
          <w:rtl/>
          <w:lang w:bidi="ur-PK"/>
        </w:rPr>
        <w:t>ے کا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پہلے اس کے تمام احتمالات جمع کئے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کے بعد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باطل کی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آخر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احتمال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جاتاہے تو اسی</w:t>
      </w:r>
      <w:r w:rsidRPr="00E37591">
        <w:rPr>
          <w:rtl/>
          <w:lang w:bidi="ur-PK"/>
        </w:rPr>
        <w:t xml:space="preserve"> کو اس واقع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علت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کسی</w:t>
      </w:r>
      <w:r w:rsidRPr="00E37591">
        <w:rPr>
          <w:rtl/>
          <w:lang w:bidi="ur-PK"/>
        </w:rPr>
        <w:t xml:space="preserve"> شخص کو روزان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مخصوص سمت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ے ہوئے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آپ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چنداحتمالات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ے۔ممکن ہے کہ یہ</w:t>
      </w:r>
      <w:r w:rsidRPr="00E37591">
        <w:rPr>
          <w:rtl/>
          <w:lang w:bidi="ur-PK"/>
        </w:rPr>
        <w:t xml:space="preserve"> شخص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خاص 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جاتا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ممکن </w:t>
      </w:r>
      <w:r w:rsidRPr="00E37591">
        <w:rPr>
          <w:rFonts w:hint="cs"/>
          <w:rtl/>
          <w:lang w:bidi="ur-PK"/>
        </w:rPr>
        <w:t>ہے کہ اس کا مدرسہ اس طرف ہو،ممکن ہے کہ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کا علاج کراتا </w:t>
      </w:r>
      <w:r w:rsidRPr="00E37591">
        <w:rPr>
          <w:rFonts w:hint="cs"/>
          <w:rtl/>
          <w:lang w:bidi="ur-PK"/>
        </w:rPr>
        <w:t>ہوجس کا مکان اس سمت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ہو،ممکن ہے کہ کوئی</w:t>
      </w:r>
      <w:r w:rsidRPr="00E37591">
        <w:rPr>
          <w:rtl/>
          <w:lang w:bidi="ur-PK"/>
        </w:rPr>
        <w:t xml:space="preserve"> اور ضرورت </w:t>
      </w:r>
      <w:r w:rsidRPr="00E37591">
        <w:rPr>
          <w:rFonts w:hint="cs"/>
          <w:rtl/>
          <w:lang w:bidi="ur-PK"/>
        </w:rPr>
        <w:t>ہو۔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موقع پر اگر آپ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کرنا چا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کسی</w:t>
      </w:r>
      <w:r w:rsidRPr="00E37591">
        <w:rPr>
          <w:rtl/>
          <w:lang w:bidi="ur-PK"/>
        </w:rPr>
        <w:t xml:space="preserve"> مخصوص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جاتاہے تو آپ کا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وگاک</w:t>
      </w:r>
      <w:r w:rsidRPr="00E37591">
        <w:rPr>
          <w:rFonts w:hint="cs"/>
          <w:rtl/>
          <w:lang w:bidi="ur-PK"/>
        </w:rPr>
        <w:t>ہ طبی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اور مدرس</w:t>
      </w:r>
      <w:r w:rsidRPr="00E37591">
        <w:rPr>
          <w:rFonts w:hint="cs"/>
          <w:rtl/>
          <w:lang w:bidi="ur-PK"/>
        </w:rPr>
        <w:t>ہ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احتمال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باطل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جب تک یہ</w:t>
      </w:r>
      <w:r w:rsidRPr="00E37591">
        <w:rPr>
          <w:rtl/>
          <w:lang w:bidi="ur-PK"/>
        </w:rPr>
        <w:t xml:space="preserve"> احتمالات باطل ن</w:t>
      </w:r>
      <w:r w:rsidRPr="00E37591">
        <w:rPr>
          <w:rFonts w:hint="cs"/>
          <w:rtl/>
          <w:lang w:bidi="ur-PK"/>
        </w:rPr>
        <w:t>ہ ہوں گے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احتمال قابل قبول ن</w:t>
      </w:r>
      <w:r w:rsidRPr="00E37591">
        <w:rPr>
          <w:rFonts w:hint="cs"/>
          <w:rtl/>
          <w:lang w:bidi="ur-PK"/>
        </w:rPr>
        <w:t>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ہماراقول 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مارکس تمام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حادثات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تو اس کا فرض ہوگاکہ ا 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تمام احتمالات کا سدباب کردے کہ جب تک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 منطقی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کا قول قابل قبول نہ ہوگا۔یہ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عقی</w:t>
      </w:r>
      <w:r w:rsidRPr="00E37591">
        <w:rPr>
          <w:rFonts w:hint="eastAsia"/>
          <w:rtl/>
          <w:lang w:bidi="ur-PK"/>
        </w:rPr>
        <w:t>دت</w:t>
      </w:r>
      <w:r w:rsidRPr="00E37591">
        <w:rPr>
          <w:rtl/>
          <w:lang w:bidi="ur-PK"/>
        </w:rPr>
        <w:t xml:space="preserve"> مندلوگ اس</w:t>
      </w:r>
      <w:r w:rsidRPr="00E37591">
        <w:rPr>
          <w:rFonts w:hint="cs"/>
          <w:rtl/>
          <w:lang w:bidi="ur-PK"/>
        </w:rPr>
        <w:t>ے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مثال ک</w:t>
      </w:r>
      <w:r w:rsidRPr="00E37591">
        <w:rPr>
          <w:rFonts w:hint="cs"/>
          <w:rtl/>
          <w:lang w:bidi="ur-PK"/>
        </w:rPr>
        <w:t>ے طور پر حکومت کی</w:t>
      </w:r>
      <w:r w:rsidRPr="00E37591">
        <w:rPr>
          <w:rtl/>
          <w:lang w:bidi="ur-PK"/>
        </w:rPr>
        <w:t xml:space="preserve"> نشودنما کو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ے۔مارکسی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حکومت کا تصور بھی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جب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ثروت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دوسرے کی</w:t>
      </w:r>
      <w:r w:rsidRPr="00E37591">
        <w:rPr>
          <w:rtl/>
          <w:lang w:bidi="ur-PK"/>
        </w:rPr>
        <w:t xml:space="preserve"> کم،تو ثروت مند طبق</w:t>
      </w:r>
      <w:r w:rsidRPr="00E37591">
        <w:rPr>
          <w:rFonts w:hint="cs"/>
          <w:rtl/>
          <w:lang w:bidi="ur-PK"/>
        </w:rPr>
        <w:t>ہ اپنے اغراض ومصالح کے تحفظ کے لئے چند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اسی</w:t>
      </w:r>
      <w:r w:rsidRPr="00E37591">
        <w:rPr>
          <w:rtl/>
          <w:lang w:bidi="ur-PK"/>
        </w:rPr>
        <w:t xml:space="preserve"> کا نام حکومت </w:t>
      </w:r>
      <w:r w:rsidRPr="00E37591">
        <w:rPr>
          <w:rFonts w:hint="cs"/>
          <w:rtl/>
          <w:lang w:bidi="ur-PK"/>
        </w:rPr>
        <w:t>ہوجاتاہے۔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ہماراکہنا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قبول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جب حکومت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باطل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جب تک ان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مدد ملت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وزن ن</w:t>
      </w:r>
      <w:r w:rsidRPr="00E37591">
        <w:rPr>
          <w:rFonts w:hint="cs"/>
          <w:rtl/>
          <w:lang w:bidi="ur-PK"/>
        </w:rPr>
        <w:t>ہ رہے گا۔جی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مصر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 ہے کہ وہاں کی</w:t>
      </w:r>
      <w:r w:rsidRPr="00E37591">
        <w:rPr>
          <w:rtl/>
          <w:lang w:bidi="ur-PK"/>
        </w:rPr>
        <w:t xml:space="preserve"> اجتما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خراب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زراعت ک</w:t>
      </w:r>
      <w:r w:rsidRPr="00E37591">
        <w:rPr>
          <w:rFonts w:hint="cs"/>
          <w:rtl/>
          <w:lang w:bidi="ur-PK"/>
        </w:rPr>
        <w:t>ے لئے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ہروں کی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ضرورت ت</w:t>
      </w:r>
      <w:r w:rsidRPr="00E37591">
        <w:rPr>
          <w:rFonts w:hint="cs"/>
          <w:rtl/>
          <w:lang w:bidi="ur-PK"/>
        </w:rPr>
        <w:t>ھی۔اب جو شخص بھی</w:t>
      </w:r>
      <w:r w:rsidRPr="00E37591">
        <w:rPr>
          <w:rtl/>
          <w:lang w:bidi="ur-PK"/>
        </w:rPr>
        <w:t xml:space="preserve"> ان تکال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ومصائب کو برداشت کرک</w:t>
      </w:r>
      <w:r w:rsidRPr="00E37591">
        <w:rPr>
          <w:rFonts w:hint="cs"/>
          <w:rtl/>
          <w:lang w:bidi="ur-PK"/>
        </w:rPr>
        <w:t>ے ان کے لئے نہروں کا انتظام کردی</w:t>
      </w:r>
      <w:r w:rsidRPr="00E37591">
        <w:rPr>
          <w:rFonts w:hint="eastAsia"/>
          <w:rtl/>
          <w:lang w:bidi="ur-PK"/>
        </w:rPr>
        <w:t>تاحکومت</w:t>
      </w:r>
      <w:r w:rsidRPr="00E37591">
        <w:rPr>
          <w:rtl/>
          <w:lang w:bidi="ur-PK"/>
        </w:rPr>
        <w:t xml:space="preserve"> کرنا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حق </w:t>
      </w:r>
      <w:r w:rsidRPr="00E37591">
        <w:rPr>
          <w:rFonts w:hint="cs"/>
          <w:rtl/>
          <w:lang w:bidi="ur-PK"/>
        </w:rPr>
        <w:t>ہوجاتا،چاہے اس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ہو۔چنانچہ مصر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تربزرگ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ہنرمندی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ان لوگوں نے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مصری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 زراعت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ہم پہنچائی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کرسی</w:t>
      </w:r>
      <w:r w:rsidRPr="00E37591">
        <w:rPr>
          <w:rtl/>
          <w:lang w:bidi="ur-PK"/>
        </w:rPr>
        <w:t xml:space="preserve"> ٔ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پر متمکن </w:t>
      </w:r>
      <w:r w:rsidRPr="00E37591">
        <w:rPr>
          <w:rFonts w:hint="cs"/>
          <w:rtl/>
          <w:lang w:bidi="ur-PK"/>
        </w:rPr>
        <w:t>ہوگئے۔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طرح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 کنی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عظمت وسلطنت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خوشحال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جرمان کے 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tl/>
          <w:lang w:bidi="ur-PK"/>
        </w:rPr>
        <w:t xml:space="preserve"> پر حمل</w:t>
      </w:r>
      <w:r w:rsidRPr="00E37591">
        <w:rPr>
          <w:rFonts w:hint="cs"/>
          <w:rtl/>
          <w:lang w:bidi="ur-PK"/>
        </w:rPr>
        <w:t>ہ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ثقافت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اس قدر خراب </w:t>
      </w:r>
      <w:r w:rsidRPr="00E37591">
        <w:rPr>
          <w:rFonts w:hint="cs"/>
          <w:rtl/>
          <w:lang w:bidi="ur-PK"/>
        </w:rPr>
        <w:t>ہوگ</w:t>
      </w:r>
      <w:r w:rsidRPr="00E37591">
        <w:rPr>
          <w:rtl/>
          <w:lang w:bidi="ur-PK"/>
        </w:rPr>
        <w:t>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وہ ہر شخص کے سامنے ثقافت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مانگن</w:t>
      </w:r>
      <w:r w:rsidRPr="00E37591">
        <w:rPr>
          <w:rFonts w:hint="cs"/>
          <w:rtl/>
          <w:lang w:bidi="ur-PK"/>
        </w:rPr>
        <w:t>ے کر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ھا۔اتفاق وقت کہ وہاں کتابت وقرأت سے آشنا اہل کنی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کوئی</w:t>
      </w:r>
      <w:r w:rsidRPr="00E37591">
        <w:rPr>
          <w:rtl/>
          <w:lang w:bidi="ur-PK"/>
        </w:rPr>
        <w:t xml:space="preserve"> دوسرا ن</w:t>
      </w:r>
      <w:r w:rsidRPr="00E37591">
        <w:rPr>
          <w:rFonts w:hint="cs"/>
          <w:rtl/>
          <w:lang w:bidi="ur-PK"/>
        </w:rPr>
        <w:t>ہ تھا۔چنانچہ ان لوگوں نے اپنی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ہارالے کر قوم کے حالت سدھارنے کا بیڑااٹھالی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۔اب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قدم چوم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جرمان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سوراور بار</w:t>
      </w:r>
      <w:r w:rsidRPr="00E37591">
        <w:rPr>
          <w:rFonts w:hint="cs"/>
          <w:rtl/>
          <w:lang w:bidi="ur-PK"/>
        </w:rPr>
        <w:t>ہ سنگھے کے شکار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مشغول ت</w:t>
      </w:r>
      <w:r w:rsidRPr="00E37591">
        <w:rPr>
          <w:rFonts w:hint="cs"/>
          <w:rtl/>
          <w:lang w:bidi="ur-PK"/>
        </w:rPr>
        <w:t>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ان کنی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ثروت 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ان کا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جس کی</w:t>
      </w:r>
      <w:r w:rsidRPr="00E37591">
        <w:rPr>
          <w:rtl/>
          <w:lang w:bidi="ur-PK"/>
        </w:rPr>
        <w:t xml:space="preserve"> برکت س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سد</w:t>
      </w:r>
      <w:r w:rsidRPr="00E37591">
        <w:rPr>
          <w:rFonts w:hint="cs"/>
          <w:rtl/>
          <w:lang w:bidi="ur-PK"/>
        </w:rPr>
        <w:t>ھرگئی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ثروت مندوں کے طبقہ اول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ے لگے۔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س</w:t>
      </w:r>
      <w:r w:rsidRPr="00E37591">
        <w:rPr>
          <w:rFonts w:hint="cs"/>
          <w:rtl/>
          <w:lang w:bidi="ur-PK"/>
        </w:rPr>
        <w:t>ے اور بہت سی</w:t>
      </w:r>
      <w:r w:rsidRPr="00E37591">
        <w:rPr>
          <w:rtl/>
          <w:lang w:bidi="ur-PK"/>
        </w:rPr>
        <w:t xml:space="preserve">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ومذ</w:t>
      </w:r>
      <w:r w:rsidRPr="00E37591">
        <w:rPr>
          <w:rFonts w:hint="cs"/>
          <w:rtl/>
          <w:lang w:bidi="ur-PK"/>
        </w:rPr>
        <w:t>ہب پر قائم تھی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نہ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 اس ک</w:t>
      </w:r>
      <w:r w:rsidRPr="00E37591">
        <w:rPr>
          <w:rFonts w:hint="cs"/>
          <w:rtl/>
          <w:lang w:bidi="ur-PK"/>
        </w:rPr>
        <w:t>ے علاوہ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احتمال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حکومت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ہو،اس لئے کہ ذی</w:t>
      </w:r>
      <w:r w:rsidRPr="00E37591">
        <w:rPr>
          <w:rtl/>
          <w:lang w:bidi="ur-PK"/>
        </w:rPr>
        <w:t xml:space="preserve"> استعداد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تفوق وبرتر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جذب</w:t>
      </w:r>
      <w:r w:rsidRPr="00E37591">
        <w:rPr>
          <w:rFonts w:hint="cs"/>
          <w:rtl/>
          <w:lang w:bidi="ur-PK"/>
        </w:rPr>
        <w:t>ہ ہوتاہے۔ہوسکتاہے کہ یہی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اس ک</w:t>
      </w:r>
      <w:r w:rsidRPr="00E37591">
        <w:rPr>
          <w:rFonts w:hint="cs"/>
          <w:rtl/>
          <w:lang w:bidi="ur-PK"/>
        </w:rPr>
        <w:t>ے لئے راستہ ہموار کر دے اور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پرقادر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قسم ک</w:t>
      </w:r>
      <w:r w:rsidRPr="00E37591">
        <w:rPr>
          <w:rFonts w:hint="cs"/>
          <w:rtl/>
          <w:lang w:bidi="ur-PK"/>
        </w:rPr>
        <w:t>ے اور متعدد احتمالات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ثبوت موجود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کا باطل کرنا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فرض اول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اس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کون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مطلب کو سمج</w:t>
      </w:r>
      <w:r w:rsidRPr="00E37591">
        <w:rPr>
          <w:rFonts w:hint="cs"/>
          <w:rtl/>
          <w:lang w:bidi="ur-PK"/>
        </w:rPr>
        <w:t>ھنے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بات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ہماری</w:t>
      </w:r>
      <w:r w:rsidRPr="00E37591">
        <w:rPr>
          <w:rtl/>
          <w:lang w:bidi="ur-PK"/>
        </w:rPr>
        <w:t xml:space="preserve"> بحث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طبی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بحثوں س</w:t>
      </w:r>
      <w:r w:rsidRPr="00E37591">
        <w:rPr>
          <w:rFonts w:hint="cs"/>
          <w:rtl/>
          <w:lang w:bidi="ur-PK"/>
        </w:rPr>
        <w:t>ے بالکل مختلف ہواکرتی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 دونوں بحثوں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دوا</w:t>
      </w:r>
      <w:r w:rsidRPr="00E37591">
        <w:rPr>
          <w:rFonts w:hint="cs"/>
          <w:rtl/>
          <w:lang w:bidi="ur-PK"/>
        </w:rPr>
        <w:t>ہم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طبی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کا ما</w:t>
      </w:r>
      <w:r w:rsidRPr="00E37591">
        <w:rPr>
          <w:rFonts w:hint="cs"/>
          <w:rtl/>
          <w:lang w:bidi="ur-PK"/>
        </w:rPr>
        <w:t>ہر جب یہ</w:t>
      </w:r>
      <w:r w:rsidRPr="00E37591">
        <w:rPr>
          <w:rtl/>
          <w:lang w:bidi="ur-PK"/>
        </w:rPr>
        <w:t xml:space="preserve"> تجرب</w:t>
      </w:r>
      <w:r w:rsidRPr="00E37591">
        <w:rPr>
          <w:rFonts w:hint="cs"/>
          <w:rtl/>
          <w:lang w:bidi="ur-PK"/>
        </w:rPr>
        <w:t>ہ کرناچاہتاہے کہ حرارت کی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ہے؟نور کی</w:t>
      </w:r>
      <w:r w:rsidRPr="00E37591">
        <w:rPr>
          <w:rtl/>
          <w:lang w:bidi="ur-PK"/>
        </w:rPr>
        <w:t xml:space="preserve"> علت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ہے؟تو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سامنے تحقی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وتجرب</w:t>
      </w:r>
      <w:r w:rsidRPr="00E37591">
        <w:rPr>
          <w:rFonts w:hint="cs"/>
          <w:rtl/>
          <w:lang w:bidi="ur-PK"/>
        </w:rPr>
        <w:t>ہ کے تمام عناصر ومواد موجود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وہ تجربہ گاہ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اسباب کا مشا</w:t>
      </w:r>
      <w:r w:rsidRPr="00E37591">
        <w:rPr>
          <w:rFonts w:hint="cs"/>
          <w:rtl/>
          <w:lang w:bidi="ur-PK"/>
        </w:rPr>
        <w:t>ہدہ اپنی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ھوں سے کرتاہے۔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ما</w:t>
      </w:r>
      <w:r w:rsidRPr="00E37591">
        <w:rPr>
          <w:rFonts w:hint="cs"/>
          <w:rtl/>
          <w:lang w:bidi="ur-PK"/>
        </w:rPr>
        <w:t>ہر جب کسی</w:t>
      </w:r>
      <w:r w:rsidRPr="00E37591">
        <w:rPr>
          <w:rtl/>
          <w:lang w:bidi="ur-PK"/>
        </w:rPr>
        <w:t xml:space="preserve"> مطلب 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استدلال قائم کرنا چا</w:t>
      </w:r>
      <w:r w:rsidRPr="00E37591">
        <w:rPr>
          <w:rFonts w:hint="cs"/>
          <w:rtl/>
          <w:lang w:bidi="ur-PK"/>
        </w:rPr>
        <w:t>ہتاہے تو اس کے پاس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وہ سابق کے روای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ماض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 داستانوں پر اعتماد کرتا</w:t>
      </w:r>
      <w:r w:rsidRPr="00E37591">
        <w:rPr>
          <w:rFonts w:hint="cs"/>
          <w:rtl/>
          <w:lang w:bidi="ur-PK"/>
        </w:rPr>
        <w:t>ہے جن کا مشاہدہ خود اس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لوگوں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استدلال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بڑانقص ہے جس سے ہر مورخ کو دوچار ہوناپڑتاہے۔چنانچہ آپ ملاحظہ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خودانگلز نے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کتاب''اصل خاندان''م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استدلال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مورغانک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پر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ماہر طبی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کسی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کے مختلف احتمالات کو اپنی</w:t>
      </w:r>
      <w:r w:rsidRPr="00E37591">
        <w:rPr>
          <w:rtl/>
          <w:lang w:bidi="ur-PK"/>
        </w:rPr>
        <w:t xml:space="preserve"> نظروں ک</w:t>
      </w:r>
      <w:r w:rsidRPr="00E37591">
        <w:rPr>
          <w:rFonts w:hint="cs"/>
          <w:rtl/>
          <w:lang w:bidi="ur-PK"/>
        </w:rPr>
        <w:t>ے سامنے لاسکتاہے۔اس کی</w:t>
      </w:r>
      <w:r w:rsidRPr="00E37591">
        <w:rPr>
          <w:rtl/>
          <w:lang w:bidi="ur-PK"/>
        </w:rPr>
        <w:t xml:space="preserve"> قدرت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صورت س</w:t>
      </w:r>
      <w:r w:rsidRPr="00E37591">
        <w:rPr>
          <w:rFonts w:hint="cs"/>
          <w:rtl/>
          <w:lang w:bidi="ur-PK"/>
        </w:rPr>
        <w:t>ے مخصوص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کو پچاس شکلوں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کریہ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 لے کہ اس حادثہ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علت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جس وقت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کرناچاہتاہے کہ''حرکت سے حرارت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ہے''تو پہلے حرکت کے ساتھ جتنی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الگ کرتاہے اور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ھتاجاتا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ابھی</w:t>
      </w:r>
      <w:r w:rsidRPr="00E37591">
        <w:rPr>
          <w:rtl/>
          <w:lang w:bidi="ur-PK"/>
        </w:rPr>
        <w:t xml:space="preserve"> حرارت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بعد ان تمام چی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کو جمع کرک</w:t>
      </w:r>
      <w:r w:rsidRPr="00E37591">
        <w:rPr>
          <w:rFonts w:hint="cs"/>
          <w:rtl/>
          <w:lang w:bidi="ur-PK"/>
        </w:rPr>
        <w:t>ے حرکت کوالگ کر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حر</w:t>
      </w:r>
      <w:r w:rsidRPr="00E37591">
        <w:rPr>
          <w:rFonts w:hint="eastAsia"/>
          <w:rtl/>
          <w:lang w:bidi="ur-PK"/>
        </w:rPr>
        <w:t>ارت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جمع و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حرارت کی</w:t>
      </w:r>
      <w:r w:rsidRPr="00E37591">
        <w:rPr>
          <w:rtl/>
          <w:lang w:bidi="ur-PK"/>
        </w:rPr>
        <w:t xml:space="preserve"> علت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حرکت </w:t>
      </w:r>
      <w:r w:rsidRPr="00E37591">
        <w:rPr>
          <w:rFonts w:hint="cs"/>
          <w:rtl/>
          <w:lang w:bidi="ur-PK"/>
        </w:rPr>
        <w:t>ہے جس کے وجود سے حرارت کا وجود ہے اور جس کے عدم سے حرارت کا عدم ہوجاتاہے۔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</w:t>
      </w:r>
      <w:r w:rsidRPr="00E37591">
        <w:rPr>
          <w:rFonts w:hint="cs"/>
          <w:rtl/>
          <w:lang w:bidi="ur-PK"/>
        </w:rPr>
        <w:t>ہر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وہ اس قدرمجبور ہوتاہے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کے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معمولی</w:t>
      </w:r>
      <w:r w:rsidRPr="00E37591">
        <w:rPr>
          <w:rtl/>
          <w:lang w:bidi="ur-PK"/>
        </w:rPr>
        <w:t xml:space="preserve"> جزو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سکتاو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تو کرسکتا</w:t>
      </w:r>
      <w:r w:rsidRPr="00E37591">
        <w:rPr>
          <w:rFonts w:hint="cs"/>
          <w:rtl/>
          <w:lang w:bidi="ur-PK"/>
        </w:rPr>
        <w:t>ہے کہ حکومت کی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سبب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کو فرض کرل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امکان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کسی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حکومت س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ثقافت کو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پر رکھ دے اور پھر وہ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حکومت قائم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مورخ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مجبوری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اسے ہر قطعی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قائم کرنے سے روک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 رنتی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وروا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واو</w:t>
      </w:r>
      <w:r w:rsidRPr="00E37591">
        <w:rPr>
          <w:rFonts w:hint="cs"/>
          <w:rtl/>
          <w:lang w:bidi="ur-PK"/>
        </w:rPr>
        <w:t>ہام پر قائم 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نہ اس کی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ے عناصر اس کے مشاہدہ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ہے۔مورخ کے پاس صرف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مختلف حوادث کا جائزہ لے کر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برآمد کرل</w:t>
      </w:r>
      <w:r w:rsidRPr="00E37591">
        <w:rPr>
          <w:rFonts w:hint="cs"/>
          <w:rtl/>
          <w:lang w:bidi="ur-PK"/>
        </w:rPr>
        <w:t>ے چاہے وہ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آپ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پر استدلال کا یہی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چند حوادث وواقعات کا مشا</w:t>
      </w:r>
      <w:r w:rsidRPr="00E37591">
        <w:rPr>
          <w:rFonts w:hint="cs"/>
          <w:rtl/>
          <w:lang w:bidi="ur-PK"/>
        </w:rPr>
        <w:t>ہدہ کرکے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عمارت ک</w:t>
      </w:r>
      <w:r w:rsidRPr="00E37591">
        <w:rPr>
          <w:rFonts w:hint="cs"/>
          <w:rtl/>
          <w:lang w:bidi="ur-PK"/>
        </w:rPr>
        <w:t>ھڑی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بلک</w:t>
      </w:r>
      <w:r w:rsidRPr="00E37591">
        <w:rPr>
          <w:rFonts w:hint="cs"/>
          <w:rtl/>
          <w:lang w:bidi="ur-PK"/>
        </w:rPr>
        <w:t>ہ اس نے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غضب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چند واقعات کو ملاحظہ کرکے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چند واقعات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انگلز کہتاہے: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چونک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تمام ادوارتار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حرکات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بحث کرنا تقری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محال </w:t>
      </w:r>
      <w:r w:rsidRPr="00E37591">
        <w:rPr>
          <w:rFonts w:hint="cs"/>
          <w:rtl/>
          <w:lang w:bidi="ur-PK"/>
        </w:rPr>
        <w:t>ہے اس لئے کہ ان کے تعلقات اور ان کے ردفعل سب ہم سے مخفی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ہوچکے ہی</w:t>
      </w:r>
      <w:r w:rsidRPr="00E37591">
        <w:rPr>
          <w:rFonts w:hint="eastAsia"/>
          <w:rtl/>
          <w:lang w:bidi="ur-PK"/>
        </w:rPr>
        <w:t>ںل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زمانہ کے حالات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</w:t>
      </w:r>
      <w:r w:rsidRPr="00E37591">
        <w:rPr>
          <w:rtl/>
          <w:lang w:bidi="ur-PK"/>
        </w:rPr>
        <w:t>م اس معم</w:t>
      </w:r>
      <w:r w:rsidRPr="00E37591">
        <w:rPr>
          <w:rFonts w:hint="cs"/>
          <w:rtl/>
          <w:lang w:bidi="ur-PK"/>
        </w:rPr>
        <w:t>ہ کو حل کرسکتے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صنعتوں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بالکل واضح </w:t>
      </w:r>
      <w:r w:rsidRPr="00E37591">
        <w:rPr>
          <w:rFonts w:hint="eastAsia"/>
          <w:rtl/>
          <w:lang w:bidi="ur-PK"/>
        </w:rPr>
        <w:t>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دو طبقوں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جاہ طلبی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 xml:space="preserve">ہ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کاشتکاروں کاہوتاہے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کا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  <w:t>(لاڈفی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باخ،ص</w:t>
      </w:r>
      <w:r w:rsidR="000309C5" w:rsidRPr="00E37591">
        <w:rPr>
          <w:rFonts w:hint="cs"/>
          <w:rtl/>
          <w:lang w:bidi="ur-PK"/>
        </w:rPr>
        <w:t>90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عبارت کا ک</w:t>
      </w:r>
      <w:r w:rsidRPr="00E37591">
        <w:rPr>
          <w:rFonts w:hint="cs"/>
          <w:rtl/>
          <w:lang w:bidi="ur-PK"/>
        </w:rPr>
        <w:t>ھلا ہوا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جاپان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چند لمحات کا مشاہدہ 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اس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طبقاتی</w:t>
      </w:r>
      <w:r w:rsidRPr="00E37591">
        <w:rPr>
          <w:rtl/>
          <w:lang w:bidi="ur-PK"/>
        </w:rPr>
        <w:t xml:space="preserve"> نزاع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محرک وموثر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کے نزدی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مناظرم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منظر کا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وہی</w:t>
      </w:r>
      <w:r w:rsidRPr="00E37591">
        <w:rPr>
          <w:rtl/>
          <w:lang w:bidi="ur-PK"/>
        </w:rPr>
        <w:t xml:space="preserve"> حکم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نافذ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جب ک</w:t>
      </w:r>
      <w:r w:rsidRPr="00E37591">
        <w:rPr>
          <w:rFonts w:hint="cs"/>
          <w:rtl/>
          <w:lang w:bidi="ur-PK"/>
        </w:rPr>
        <w:t>ہ اس کے حالات ہمارے نگاہوں سے اوجھل بلکہ بقول انگلز ان کے اسباب کا معلوم کرنا تقری</w:t>
      </w:r>
      <w:r w:rsidRPr="00E37591">
        <w:rPr>
          <w:rFonts w:hint="eastAsia"/>
          <w:rtl/>
          <w:lang w:bidi="ur-PK"/>
        </w:rPr>
        <w:t>باً</w:t>
      </w:r>
      <w:r w:rsidRPr="00E37591">
        <w:rPr>
          <w:rtl/>
          <w:lang w:bidi="ur-PK"/>
        </w:rPr>
        <w:t xml:space="preserve"> محال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وقت مناسب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انگلز کی</w:t>
      </w:r>
      <w:r w:rsidRPr="00E37591">
        <w:rPr>
          <w:rtl/>
          <w:lang w:bidi="ur-PK"/>
        </w:rPr>
        <w:t xml:space="preserve"> اس عبارت کوب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نقل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اعلان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ہے۔چنانچہ اس کا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می</w:t>
      </w:r>
      <w:r w:rsidRPr="00E37591">
        <w:rPr>
          <w:rFonts w:hint="eastAsia"/>
          <w:rtl/>
          <w:lang w:bidi="ur-PK"/>
        </w:rPr>
        <w:t>رااراد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مختصر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ت</w:t>
      </w:r>
      <w:r w:rsidRPr="00E37591">
        <w:rPr>
          <w:rFonts w:hint="cs"/>
          <w:rtl/>
          <w:lang w:bidi="ur-PK"/>
        </w:rPr>
        <w:t>ھا تاکہ تفصی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اس بات کو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کروں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گنجائش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حوادث ک</w:t>
      </w:r>
      <w:r w:rsidRPr="00E37591">
        <w:rPr>
          <w:rFonts w:hint="cs"/>
          <w:rtl/>
          <w:lang w:bidi="ur-PK"/>
        </w:rPr>
        <w:t>ے لئے بنائے گئے تھے اور وہ خود بخود طبی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تک را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چل</w:t>
      </w:r>
      <w:r w:rsidRPr="00E37591">
        <w:rPr>
          <w:rFonts w:hint="cs"/>
          <w:rtl/>
          <w:lang w:bidi="ur-PK"/>
        </w:rPr>
        <w:t>ے جارہے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0309C5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(ضددو</w:t>
      </w:r>
      <w:r w:rsidRPr="00E37591">
        <w:rPr>
          <w:rFonts w:hint="cs"/>
          <w:rtl/>
          <w:lang w:bidi="ur-PK"/>
        </w:rPr>
        <w:t>ہرنگ،ج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آپ اس عبارت کو سابق</w:t>
      </w:r>
      <w:r w:rsidRPr="00E37591">
        <w:rPr>
          <w:rFonts w:hint="cs"/>
          <w:rtl/>
          <w:lang w:bidi="ur-PK"/>
        </w:rPr>
        <w:t>ہ عبارت سے ملاکردی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آپ کو واضح طور پر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ہوجائے گا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پہلے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اسباب ومحرکات ط</w:t>
      </w:r>
      <w:r w:rsidRPr="00E37591">
        <w:rPr>
          <w:rFonts w:hint="cs"/>
          <w:rtl/>
          <w:lang w:bidi="ur-PK"/>
        </w:rPr>
        <w:t>ے کئے اور پھر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سے پوری</w:t>
      </w:r>
      <w:r w:rsidRPr="00E37591">
        <w:rPr>
          <w:rtl/>
          <w:lang w:bidi="ur-PK"/>
        </w:rPr>
        <w:t xml:space="preserve"> کائنات ت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وطب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علل واسباب کا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کائنات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پاگئ</w:t>
      </w:r>
      <w:r w:rsidRPr="00E37591">
        <w:rPr>
          <w:rFonts w:hint="cs"/>
          <w:rtl/>
          <w:lang w:bidi="ur-PK"/>
        </w:rPr>
        <w:t>ی۔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125AFB" w:rsidRDefault="00824138" w:rsidP="00125AFB">
      <w:pPr>
        <w:pStyle w:val="libBold2"/>
        <w:rPr>
          <w:rtl/>
        </w:rPr>
      </w:pPr>
      <w:bookmarkStart w:id="91" w:name="_Toc468966808"/>
      <w:r w:rsidRPr="00125AFB">
        <w:rPr>
          <w:rFonts w:hint="eastAsia"/>
          <w:rtl/>
        </w:rPr>
        <w:t>ک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اکوئ</w:t>
      </w:r>
      <w:r w:rsidRPr="00125AFB">
        <w:rPr>
          <w:rFonts w:hint="cs"/>
          <w:rtl/>
        </w:rPr>
        <w:t>ی</w:t>
      </w:r>
      <w:r w:rsidRPr="00125AFB">
        <w:rPr>
          <w:rtl/>
        </w:rPr>
        <w:t xml:space="preserve"> اعل</w:t>
      </w:r>
      <w:r w:rsidRPr="00125AFB">
        <w:rPr>
          <w:rFonts w:hint="cs"/>
          <w:rtl/>
        </w:rPr>
        <w:t>یٰ</w:t>
      </w:r>
      <w:r w:rsidRPr="00125AFB">
        <w:rPr>
          <w:rtl/>
        </w:rPr>
        <w:t xml:space="preserve"> مع</w:t>
      </w:r>
      <w:r w:rsidRPr="00125AFB">
        <w:rPr>
          <w:rFonts w:hint="cs"/>
          <w:rtl/>
        </w:rPr>
        <w:t>ی</w:t>
      </w:r>
      <w:r w:rsidRPr="00125AFB">
        <w:rPr>
          <w:rFonts w:hint="eastAsia"/>
          <w:rtl/>
        </w:rPr>
        <w:t>ار</w:t>
      </w:r>
      <w:r w:rsidRPr="00125AFB">
        <w:rPr>
          <w:rtl/>
        </w:rPr>
        <w:t xml:space="preserve"> موجود</w:t>
      </w:r>
      <w:r w:rsidRPr="00125AFB">
        <w:rPr>
          <w:rFonts w:hint="cs"/>
          <w:rtl/>
        </w:rPr>
        <w:t>ہے</w:t>
      </w:r>
      <w:bookmarkEnd w:id="9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کا سب س</w:t>
      </w:r>
      <w:r w:rsidRPr="00E37591">
        <w:rPr>
          <w:rFonts w:hint="cs"/>
          <w:rtl/>
          <w:lang w:bidi="ur-PK"/>
        </w:rPr>
        <w:t>ے اچھا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انطباق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آزماکر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اگر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اس کا انطباق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نظریہ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صائب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انطباق اس کا سات</w:t>
      </w:r>
      <w:r w:rsidRPr="00E37591">
        <w:rPr>
          <w:rFonts w:hint="cs"/>
          <w:rtl/>
          <w:lang w:bidi="ur-PK"/>
        </w:rPr>
        <w:t>ھ نہ دے سکے تو پھر اسے باطل ہی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ہئے۔چنانچہ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تنگ</w:t>
      </w:r>
      <w:r>
        <w:t>MAD TSETUNG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ھتاہے: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معرفت تطب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کو سب س</w:t>
      </w:r>
      <w:r w:rsidRPr="00E37591">
        <w:rPr>
          <w:rFonts w:hint="cs"/>
          <w:rtl/>
          <w:lang w:bidi="ur-PK"/>
        </w:rPr>
        <w:t>ے اونچا مقام عطا کرتاہے۔اس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جدانہی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بلکہ انطباق سے الگ ہونا ہی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باطل ہونے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  <w:t xml:space="preserve">   (حول التطبی</w:t>
      </w:r>
      <w:r w:rsidRPr="00E37591">
        <w:rPr>
          <w:rFonts w:hint="eastAsia"/>
          <w:rtl/>
          <w:lang w:bidi="ur-PK"/>
        </w:rPr>
        <w:t>ق،ص</w:t>
      </w:r>
      <w:r w:rsidR="00D5387C" w:rsidRPr="00E37591">
        <w:rPr>
          <w:rFonts w:hint="cs"/>
          <w:rtl/>
          <w:lang w:bidi="ur-PK"/>
        </w:rPr>
        <w:t>4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جارج پولت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زر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ھتاہے: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اہم بات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نظریہ</w:t>
      </w:r>
      <w:r w:rsidRPr="00E37591">
        <w:rPr>
          <w:rtl/>
          <w:lang w:bidi="ur-PK"/>
        </w:rPr>
        <w:t xml:space="preserve"> اور انطباق ک</w:t>
      </w:r>
      <w:r w:rsidRPr="00E37591">
        <w:rPr>
          <w:rFonts w:hint="cs"/>
          <w:rtl/>
          <w:lang w:bidi="ur-PK"/>
        </w:rPr>
        <w:t>ے اتحاد کو سمجھی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قابل غوربات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جو شخص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چلے گا اس کی</w:t>
      </w:r>
      <w:r w:rsidRPr="00E37591">
        <w:rPr>
          <w:rtl/>
          <w:lang w:bidi="ur-PK"/>
        </w:rPr>
        <w:t xml:space="preserve"> رفتار  ناب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جو تطب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کو ترک کرد</w:t>
      </w:r>
      <w:r w:rsidRPr="00E37591">
        <w:rPr>
          <w:rFonts w:hint="cs"/>
          <w:rtl/>
          <w:lang w:bidi="ur-PK"/>
        </w:rPr>
        <w:t>ے گا وہ جمود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</w:t>
      </w:r>
      <w:r w:rsidRPr="00E37591">
        <w:rPr>
          <w:rFonts w:hint="cs"/>
          <w:rtl/>
          <w:lang w:bidi="ur-PK"/>
        </w:rPr>
        <w:t>ہوکر رہ 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ہ،ص</w:t>
      </w:r>
      <w:r w:rsidR="00D5387C" w:rsidRPr="00E37591">
        <w:rPr>
          <w:rFonts w:hint="cs"/>
          <w:rtl/>
          <w:lang w:bidi="ur-PK"/>
        </w:rPr>
        <w:t>114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آزمائ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ہوسکے کہ وہ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ادوار پرکس طرح منطبق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ترتوج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معاشر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آر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اسے ان تمام معاشروں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آکر ختم </w:t>
      </w:r>
      <w:r w:rsidRPr="00E37591">
        <w:rPr>
          <w:rFonts w:hint="cs"/>
          <w:rtl/>
          <w:lang w:bidi="ur-PK"/>
        </w:rPr>
        <w:t>ہوچکے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ہم اسی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جائز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صداقت وحقان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ہوسکے۔اس لئے کہ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امتحان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ہ ہے۔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ہم اشتراکی</w:t>
      </w:r>
      <w:r w:rsidRPr="00E37591">
        <w:rPr>
          <w:rtl/>
          <w:lang w:bidi="ur-PK"/>
        </w:rPr>
        <w:t xml:space="preserve"> ممالک کو دوقسموں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۔بعض ممالک وہ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خون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کا ممنون احسان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بولون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وگوسلاو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ہنگری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مقامات پر انقلاب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تھابلکہ اس کا تمام ترداروم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مسلح طاقت او رفوج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پر ت</w:t>
      </w:r>
      <w:r w:rsidRPr="00E37591">
        <w:rPr>
          <w:rFonts w:hint="cs"/>
          <w:rtl/>
          <w:lang w:bidi="ur-PK"/>
        </w:rPr>
        <w:t>ھا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جرمنی</w:t>
      </w:r>
      <w:r w:rsidRPr="00E37591">
        <w:rPr>
          <w:rtl/>
          <w:lang w:bidi="ur-PK"/>
        </w:rPr>
        <w:t xml:space="preserve"> دوحصوں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جہاں تک انقلاب کے شرارے پہنچ گئے اشتراکی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ج</w:t>
      </w:r>
      <w:r w:rsidRPr="00E37591">
        <w:rPr>
          <w:rFonts w:hint="cs"/>
          <w:rtl/>
          <w:lang w:bidi="ur-PK"/>
        </w:rPr>
        <w:t>ہاں یہ</w:t>
      </w:r>
      <w:r w:rsidRPr="00E37591">
        <w:rPr>
          <w:rtl/>
          <w:lang w:bidi="ur-PK"/>
        </w:rPr>
        <w:t xml:space="preserve"> آگ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معقول ت</w:t>
      </w:r>
      <w:r w:rsidRPr="00E37591">
        <w:rPr>
          <w:rFonts w:hint="cs"/>
          <w:rtl/>
          <w:lang w:bidi="ur-PK"/>
        </w:rPr>
        <w:t>ھاکہ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ے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دو حصوں پر تق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برخلاف بعض اشتراکی</w:t>
      </w:r>
      <w:r w:rsidRPr="00E37591">
        <w:rPr>
          <w:rtl/>
          <w:lang w:bidi="ur-PK"/>
        </w:rPr>
        <w:t xml:space="preserve"> ممالک و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بروئ</w:t>
      </w:r>
      <w:r w:rsidRPr="00E37591">
        <w:rPr>
          <w:rFonts w:hint="cs"/>
          <w:rtl/>
          <w:lang w:bidi="ur-PK"/>
        </w:rPr>
        <w:t>ے کار آئی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انداز پر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روس جو آج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نمون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اقتصادی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ممالک سے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ھا،صنعتی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تک پہنچی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،انقلاب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بالکل مفقود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فرانس وبرطان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جراث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مالامال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کا تصور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اور شای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روس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صنعتوں کو فروغ حاصل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ا،اقتصاد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سد</w:t>
      </w:r>
      <w:r w:rsidRPr="00E37591">
        <w:rPr>
          <w:rFonts w:hint="cs"/>
          <w:rtl/>
          <w:lang w:bidi="ur-PK"/>
        </w:rPr>
        <w:t>ھر گئے اور فرانس اپنی</w:t>
      </w:r>
      <w:r w:rsidRPr="00E37591">
        <w:rPr>
          <w:rtl/>
          <w:lang w:bidi="ur-PK"/>
        </w:rPr>
        <w:t xml:space="preserve"> حالت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بدنص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خوشحال ممالک انقلاب سے محروم رہے اور پس ماندہ ملک اس نعمت سے بہرہ ورہوگی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ہم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انقلاب ک</w:t>
      </w:r>
      <w:r w:rsidRPr="00E37591">
        <w:rPr>
          <w:rFonts w:hint="cs"/>
          <w:rtl/>
          <w:lang w:bidi="ur-PK"/>
        </w:rPr>
        <w:t>ے ساتھ ملاکر روس کے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بالکل ال</w:t>
      </w:r>
      <w:r w:rsidRPr="00E37591">
        <w:rPr>
          <w:rFonts w:hint="cs"/>
          <w:rtl/>
          <w:lang w:bidi="ur-PK"/>
        </w:rPr>
        <w:t>ٹا نظرآتاہے اور ہم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پر مجبور ہو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انقلاب سے وسائل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کہ وسائل سے انقلاب۔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روس ک</w:t>
      </w:r>
      <w:r w:rsidRPr="00E37591">
        <w:rPr>
          <w:rFonts w:hint="cs"/>
          <w:rtl/>
          <w:lang w:bidi="ur-PK"/>
        </w:rPr>
        <w:t>ے انقلاب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ترموثر ومحرک و</w:t>
      </w:r>
      <w:r w:rsidRPr="00E37591">
        <w:rPr>
          <w:rFonts w:hint="cs"/>
          <w:rtl/>
          <w:lang w:bidi="ur-PK"/>
        </w:rPr>
        <w:t>ہاں کی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کا خراب </w:t>
      </w:r>
      <w:r w:rsidRPr="00E37591">
        <w:rPr>
          <w:rFonts w:hint="cs"/>
          <w:rtl/>
          <w:lang w:bidi="ur-PK"/>
        </w:rPr>
        <w:t>ہونا اور صنعتی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کا پس ماندہ اور دور افتادہ ہونا تھا کہ اگر یہ</w:t>
      </w:r>
      <w:r w:rsidRPr="00E37591">
        <w:rPr>
          <w:rtl/>
          <w:lang w:bidi="ur-PK"/>
        </w:rPr>
        <w:t xml:space="preserve"> معاش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بحران ن</w:t>
      </w:r>
      <w:r w:rsidRPr="00E37591">
        <w:rPr>
          <w:rFonts w:hint="cs"/>
          <w:rtl/>
          <w:lang w:bidi="ur-PK"/>
        </w:rPr>
        <w:t xml:space="preserve">ہ ہوتا اور اسے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بات کا احساس نہ ہوتاکہ اگر آج اپنی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کل زورآور ممالک اپنا لقم</w:t>
      </w:r>
      <w:r w:rsidRPr="00E37591">
        <w:rPr>
          <w:rFonts w:hint="cs"/>
          <w:rtl/>
          <w:lang w:bidi="ur-PK"/>
        </w:rPr>
        <w:t>ۂ اجل بنالی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فنا ک</w:t>
      </w:r>
      <w:r w:rsidRPr="00E37591">
        <w:rPr>
          <w:rFonts w:hint="cs"/>
          <w:rtl/>
          <w:lang w:bidi="ur-PK"/>
        </w:rPr>
        <w:t>ے گھاٹ اتر جائے گی</w:t>
      </w:r>
      <w:r w:rsidRPr="00E37591">
        <w:rPr>
          <w:rtl/>
          <w:lang w:bidi="ur-PK"/>
        </w:rPr>
        <w:t xml:space="preserve"> توو</w:t>
      </w:r>
      <w:r w:rsidRPr="00E37591">
        <w:rPr>
          <w:rFonts w:hint="cs"/>
          <w:rtl/>
          <w:lang w:bidi="ur-PK"/>
        </w:rPr>
        <w:t>ہاں اس انقلاب کا تصور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اس معاشی</w:t>
      </w:r>
      <w:r w:rsidRPr="00E37591">
        <w:rPr>
          <w:rtl/>
          <w:lang w:bidi="ur-PK"/>
        </w:rPr>
        <w:t xml:space="preserve"> زبوں حال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روس کو انقلاب سے آشنا بنای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۔ورنہ اسے مارکسی</w:t>
      </w:r>
      <w:r w:rsidRPr="00E37591">
        <w:rPr>
          <w:rtl/>
          <w:lang w:bidi="ur-PK"/>
        </w:rPr>
        <w:t xml:space="preserve"> اصولوں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انقلاب س</w:t>
      </w:r>
      <w:r w:rsidRPr="00E37591">
        <w:rPr>
          <w:rFonts w:hint="cs"/>
          <w:rtl/>
          <w:lang w:bidi="ur-PK"/>
        </w:rPr>
        <w:t>ے دورکا بھی</w:t>
      </w:r>
      <w:r w:rsidRPr="00E37591">
        <w:rPr>
          <w:rtl/>
          <w:lang w:bidi="ur-PK"/>
        </w:rPr>
        <w:t xml:space="preserve"> لگاؤ ن</w:t>
      </w:r>
      <w:r w:rsidRPr="00E37591">
        <w:rPr>
          <w:rFonts w:hint="cs"/>
          <w:rtl/>
          <w:lang w:bidi="ur-PK"/>
        </w:rPr>
        <w:t>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اس وقت </w:t>
      </w:r>
      <w:r w:rsidRPr="00E37591">
        <w:rPr>
          <w:rFonts w:hint="cs"/>
          <w:rtl/>
          <w:lang w:bidi="ur-PK"/>
        </w:rPr>
        <w:t>ہوتاہے جب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ٹکرا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اوردونوں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تصادم </w:t>
      </w:r>
      <w:r w:rsidRPr="00E37591">
        <w:rPr>
          <w:rFonts w:hint="cs"/>
          <w:rtl/>
          <w:lang w:bidi="ur-PK"/>
        </w:rPr>
        <w:t>ہوجاتاہے اور ظاہر ہے کہ روس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کا سوال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تھا۔وہاں تو سارامسئلہ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وسائل کا فقدان ت</w:t>
      </w:r>
      <w:r w:rsidRPr="00E37591">
        <w:rPr>
          <w:rFonts w:hint="cs"/>
          <w:rtl/>
          <w:lang w:bidi="ur-PK"/>
        </w:rPr>
        <w:t>ھا جس نے انقلاب کو برپاکر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روس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کوئی</w:t>
      </w:r>
      <w:r w:rsidRPr="00E37591">
        <w:rPr>
          <w:rtl/>
          <w:lang w:bidi="ur-PK"/>
        </w:rPr>
        <w:t xml:space="preserve"> بات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جدلی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منطبق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نظام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پر قائم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روس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کا دوسرااشتراک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یہاں</w:t>
      </w:r>
      <w:r w:rsidRPr="00E37591">
        <w:rPr>
          <w:rtl/>
          <w:lang w:bidi="ur-PK"/>
        </w:rPr>
        <w:t xml:space="preserve"> کا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انقلاب کے زور پر ہواہے اور 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اثرمی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تشن</w:t>
      </w:r>
      <w:r w:rsidRPr="00E37591">
        <w:rPr>
          <w:rFonts w:hint="cs"/>
          <w:rtl/>
          <w:lang w:bidi="ur-PK"/>
        </w:rPr>
        <w:t>ہ انطباق ہے اور اس کے اصول محتاج استدلال۔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قابل غور </w:t>
      </w:r>
      <w:r w:rsidRPr="00E37591">
        <w:rPr>
          <w:rFonts w:hint="cs"/>
          <w:rtl/>
          <w:lang w:bidi="ur-PK"/>
        </w:rPr>
        <w:t>ہے کہ یہاں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انقلاب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تصادم و تنازع طبق</w:t>
      </w:r>
      <w:r w:rsidRPr="00E37591">
        <w:rPr>
          <w:rFonts w:hint="cs"/>
          <w:rtl/>
          <w:lang w:bidi="ur-PK"/>
        </w:rPr>
        <w:t>ہ حاکم ومحکوم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کہ آخرکار محکوم طبقہ کی</w:t>
      </w:r>
      <w:r w:rsidRPr="00E37591">
        <w:rPr>
          <w:rtl/>
          <w:lang w:bidi="ur-PK"/>
        </w:rPr>
        <w:t xml:space="preserve"> فتح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قانون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حکومت قائم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یہاں</w:t>
      </w:r>
      <w:r w:rsidRPr="00E37591">
        <w:rPr>
          <w:rtl/>
          <w:lang w:bidi="ur-PK"/>
        </w:rPr>
        <w:t xml:space="preserve"> کا انقلاب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حمل</w:t>
      </w:r>
      <w:r w:rsidRPr="00E37591">
        <w:rPr>
          <w:rFonts w:hint="cs"/>
          <w:rtl/>
          <w:lang w:bidi="ur-PK"/>
        </w:rPr>
        <w:t>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تاب حاکم طبق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اور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و</w:t>
      </w:r>
      <w:r w:rsidRPr="00E37591">
        <w:rPr>
          <w:rFonts w:hint="cs"/>
          <w:rtl/>
          <w:lang w:bidi="ur-PK"/>
        </w:rPr>
        <w:t>ہ شکست خوردہ ہوگی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محکوم طبق</w:t>
      </w:r>
      <w:r w:rsidRPr="00E37591">
        <w:rPr>
          <w:rFonts w:hint="cs"/>
          <w:rtl/>
          <w:lang w:bidi="ur-PK"/>
        </w:rPr>
        <w:t>ہ کو اتنا موقع مل 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حکومت سنبھال سکے بلکہ روس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مسلح حمل</w:t>
      </w:r>
      <w:r w:rsidRPr="00E37591">
        <w:rPr>
          <w:rFonts w:hint="cs"/>
          <w:rtl/>
          <w:lang w:bidi="ur-PK"/>
        </w:rPr>
        <w:t>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ہاں بھی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تصادم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ذکرن</w:t>
      </w:r>
      <w:r w:rsidRPr="00E37591">
        <w:rPr>
          <w:rFonts w:hint="cs"/>
          <w:rtl/>
          <w:lang w:bidi="ur-PK"/>
        </w:rPr>
        <w:t>ہ تھا۔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خلاص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نے کسی</w:t>
      </w:r>
      <w:r w:rsidRPr="00E37591">
        <w:rPr>
          <w:rtl/>
          <w:lang w:bidi="ur-PK"/>
        </w:rPr>
        <w:t xml:space="preserve"> مقام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انطباق ک</w:t>
      </w:r>
      <w:r w:rsidRPr="00E37591">
        <w:rPr>
          <w:rFonts w:hint="cs"/>
          <w:rtl/>
          <w:lang w:bidi="ur-PK"/>
        </w:rPr>
        <w:t>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توصرف اتنا نظرآتا</w:t>
      </w:r>
      <w:r w:rsidRPr="00E37591">
        <w:rPr>
          <w:rFonts w:hint="cs"/>
          <w:rtl/>
          <w:lang w:bidi="ur-PK"/>
        </w:rPr>
        <w:t>ہے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۔حاکم طبقہ معزول ہوا۔محکوم نے زمام حکومت سنبھال لی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اسباب کا تعلق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نہ تھا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کے پس منظرمی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مسلح حمل</w:t>
      </w:r>
      <w:r w:rsidRPr="00E37591">
        <w:rPr>
          <w:rFonts w:hint="cs"/>
          <w:rtl/>
          <w:lang w:bidi="ur-PK"/>
        </w:rPr>
        <w:t>ے تھے جنہوں نے ملک کی</w:t>
      </w:r>
      <w:r w:rsidRPr="00E37591">
        <w:rPr>
          <w:rtl/>
          <w:lang w:bidi="ur-PK"/>
        </w:rPr>
        <w:t xml:space="preserve"> حالت بدل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اورنئ</w:t>
      </w:r>
      <w:r w:rsidRPr="00E37591">
        <w:rPr>
          <w:rFonts w:hint="cs"/>
          <w:rtl/>
          <w:lang w:bidi="ur-PK"/>
        </w:rPr>
        <w:t>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ڑگئی۔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آپ کو انقلاب روس کے ساتھ عالمگی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ے طفی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انقلابات نظرآئ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ان سب کا محرک اور</w:t>
      </w:r>
      <w:r w:rsidRPr="00E37591">
        <w:rPr>
          <w:rtl/>
          <w:lang w:bidi="ur-PK"/>
        </w:rPr>
        <w:t xml:space="preserve"> موثر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احساس </w:t>
      </w:r>
      <w:r w:rsidRPr="00E37591">
        <w:rPr>
          <w:rFonts w:hint="cs"/>
          <w:rtl/>
          <w:lang w:bidi="ur-PK"/>
        </w:rPr>
        <w:t>ہوگاکہ اگر آج قافلۂ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ملحق نہ ہوگئے تو کل تباہی</w:t>
      </w:r>
      <w:r w:rsidRPr="00E37591">
        <w:rPr>
          <w:rtl/>
          <w:lang w:bidi="ur-PK"/>
        </w:rPr>
        <w:t xml:space="preserve"> کا سامنا </w:t>
      </w:r>
      <w:r w:rsidRPr="00E37591">
        <w:rPr>
          <w:rFonts w:hint="cs"/>
          <w:rtl/>
          <w:lang w:bidi="ur-PK"/>
        </w:rPr>
        <w:t xml:space="preserve">ہوگا۔عوام کو اس احساس نے ابھارا اور مسلح حملوں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ہارادی</w:t>
      </w:r>
      <w:r w:rsidRPr="00E37591">
        <w:rPr>
          <w:rFonts w:hint="eastAsia"/>
          <w:rtl/>
          <w:lang w:bidi="ur-PK"/>
        </w:rPr>
        <w:t>ا،ملک</w:t>
      </w:r>
      <w:r w:rsidRPr="00E37591">
        <w:rPr>
          <w:rtl/>
          <w:lang w:bidi="ur-PK"/>
        </w:rPr>
        <w:t xml:space="preserve"> کا نظام بدل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حکومت کرن</w:t>
      </w:r>
      <w:r w:rsidRPr="00E37591">
        <w:rPr>
          <w:rFonts w:hint="cs"/>
          <w:rtl/>
          <w:lang w:bidi="ur-PK"/>
        </w:rPr>
        <w:t>ے لگے۔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کا دارومدار انطباق پر</w:t>
      </w:r>
      <w:r w:rsidRPr="00E37591">
        <w:rPr>
          <w:rFonts w:hint="cs"/>
          <w:rtl/>
          <w:lang w:bidi="ur-PK"/>
        </w:rPr>
        <w:t>ہے تو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آج تک تشن</w:t>
      </w:r>
      <w:r w:rsidRPr="00E37591">
        <w:rPr>
          <w:rFonts w:hint="cs"/>
          <w:rtl/>
          <w:lang w:bidi="ur-PK"/>
        </w:rPr>
        <w:t>ۂ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ہم 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کا انطباق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یہی</w:t>
      </w:r>
      <w:r w:rsidRPr="00E37591">
        <w:rPr>
          <w:rtl/>
          <w:lang w:bidi="ur-PK"/>
        </w:rPr>
        <w:t xml:space="preserve"> احساس خودل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نے روس کے انقلاب کے نتائج کا اعلان اس و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تک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جب تک ک</w:t>
      </w:r>
      <w:r w:rsidRPr="00E37591">
        <w:rPr>
          <w:rFonts w:hint="cs"/>
          <w:rtl/>
          <w:lang w:bidi="ur-PK"/>
        </w:rPr>
        <w:t>ہ انقل</w:t>
      </w:r>
      <w:r w:rsidRPr="00E37591">
        <w:rPr>
          <w:rtl/>
          <w:lang w:bidi="ur-PK"/>
        </w:rPr>
        <w:t>اب منزل آخر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۔وہ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 تھاکہ مارکسی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مقتضی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 کہ انقلاب ناکامی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جائے۔چنانچہ اس نے سولی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نوجوانوں کوخطاب کرت</w:t>
      </w:r>
      <w:r w:rsidRPr="00E37591">
        <w:rPr>
          <w:rFonts w:hint="cs"/>
          <w:rtl/>
          <w:lang w:bidi="ur-PK"/>
        </w:rPr>
        <w:t>ے ہوئے انقلاب فروری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 اور انقلاب اکتوبرسے دس ماہ قبل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ہاتھاکہ: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اس وقت تک زندہ نہ 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اپن</w:t>
      </w:r>
      <w:r w:rsidRPr="00E37591">
        <w:rPr>
          <w:rFonts w:hint="cs"/>
          <w:rtl/>
          <w:lang w:bidi="ur-PK"/>
        </w:rPr>
        <w:t>ے قطعی</w:t>
      </w:r>
      <w:r w:rsidRPr="00E37591">
        <w:rPr>
          <w:rtl/>
          <w:lang w:bidi="ur-PK"/>
        </w:rPr>
        <w:t xml:space="preserve"> تنائج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آثارک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اتنا ک</w:t>
      </w:r>
      <w:r w:rsidRPr="00E37591">
        <w:rPr>
          <w:rFonts w:hint="cs"/>
          <w:rtl/>
          <w:lang w:bidi="ur-PK"/>
        </w:rPr>
        <w:t>ہہ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سولی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نوجوان اس انقلاب س</w:t>
      </w:r>
      <w:r w:rsidRPr="00E37591">
        <w:rPr>
          <w:rFonts w:hint="cs"/>
          <w:rtl/>
          <w:lang w:bidi="ur-PK"/>
        </w:rPr>
        <w:t>ے بڑافائدہ اٹھائی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ے۔وہ صرف انقلاب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بلکہ اس کے بعد بھی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پرلطف بات </w:t>
      </w:r>
      <w:r w:rsidRPr="00E37591">
        <w:rPr>
          <w:rFonts w:hint="cs"/>
          <w:rtl/>
          <w:lang w:bidi="ur-PK"/>
        </w:rPr>
        <w:t xml:space="preserve">ہے کہ جہاں </w:t>
      </w:r>
      <w:r w:rsidRPr="00E37591">
        <w:rPr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اعلان کی</w:t>
      </w:r>
      <w:r w:rsidRPr="00E37591">
        <w:rPr>
          <w:rtl/>
          <w:lang w:bidi="ur-PK"/>
        </w:rPr>
        <w:t xml:space="preserve"> جرأت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 xml:space="preserve">ہاں تو دس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بعدانقلاب آگی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جن سول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نوجوانوں کو بشارت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آج تک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خواب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انتظار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فوائد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آس لگائ</w:t>
      </w:r>
      <w:r w:rsidRPr="00E37591">
        <w:rPr>
          <w:rFonts w:hint="cs"/>
          <w:rtl/>
          <w:lang w:bidi="ur-PK"/>
        </w:rPr>
        <w:t>ے بیٹھے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بشارت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92" w:name="_Toc468966809"/>
      <w:bookmarkStart w:id="93" w:name="_Toc468970744"/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مح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  <w:bookmarkEnd w:id="92"/>
      <w:bookmarkEnd w:id="9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احتمالات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احتمال کانام </w:t>
      </w:r>
      <w:r w:rsidRPr="00E37591">
        <w:rPr>
          <w:rFonts w:hint="cs"/>
          <w:rtl/>
          <w:lang w:bidi="ur-PK"/>
        </w:rPr>
        <w:t>ہے جس کے ثبوت کے لئے چند مختلف واقعات جمع کرلئے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 تمام واقعات پرپور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منطبق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اور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جاذب نظرنکتہ ہے جس نے تمام توجیہات</w:t>
      </w:r>
      <w:r w:rsidRPr="00E37591">
        <w:rPr>
          <w:rtl/>
          <w:lang w:bidi="ur-PK"/>
        </w:rPr>
        <w:t xml:space="preserve"> کو ناقابل اعتنا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ہے۔ہر انسان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کہ نظریہ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شامل </w:t>
      </w:r>
      <w:r w:rsidRPr="00E37591">
        <w:rPr>
          <w:rFonts w:hint="cs"/>
          <w:rtl/>
          <w:lang w:bidi="ur-PK"/>
        </w:rPr>
        <w:t>ہے اس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تسلسل اور اس ک</w:t>
      </w:r>
      <w:r w:rsidRPr="00E37591">
        <w:rPr>
          <w:rFonts w:hint="cs"/>
          <w:rtl/>
          <w:lang w:bidi="ur-PK"/>
        </w:rPr>
        <w:t>ے حوادث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ارتبا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ہر موجودہ واقعہ اپنے مستقبل کی</w:t>
      </w:r>
      <w:r w:rsidRPr="00E37591">
        <w:rPr>
          <w:rtl/>
          <w:lang w:bidi="ur-PK"/>
        </w:rPr>
        <w:t xml:space="preserve"> خبر د</w:t>
      </w:r>
      <w:r w:rsidRPr="00E37591">
        <w:rPr>
          <w:rFonts w:hint="cs"/>
          <w:rtl/>
          <w:lang w:bidi="ur-PK"/>
        </w:rPr>
        <w:t>ے رہاہے۔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پنا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ہمنوائی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سرگرم </w:t>
      </w:r>
      <w:r w:rsidRPr="00E37591">
        <w:rPr>
          <w:rFonts w:hint="cs"/>
          <w:rtl/>
          <w:lang w:bidi="ur-PK"/>
        </w:rPr>
        <w:t>ہے اور سب سے لطی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عوام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ہمات کی</w:t>
      </w:r>
      <w:r w:rsidRPr="00E37591">
        <w:rPr>
          <w:rtl/>
          <w:lang w:bidi="ur-PK"/>
        </w:rPr>
        <w:t xml:space="preserve"> ترجمان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اسے فقط علماء وفضلاء کی</w:t>
      </w:r>
      <w:r w:rsidRPr="00E37591">
        <w:rPr>
          <w:rtl/>
          <w:lang w:bidi="ur-PK"/>
        </w:rPr>
        <w:t xml:space="preserve"> ترجمان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ارتباط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تعم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تسلسل پر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اور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اقتصادی</w:t>
      </w:r>
      <w:r w:rsidRPr="00E37591">
        <w:rPr>
          <w:rtl/>
          <w:lang w:bidi="ur-PK"/>
        </w:rPr>
        <w:t xml:space="preserve"> حالات محرک اور متحرک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واسط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معاشر</w:t>
      </w:r>
      <w:r w:rsidRPr="00E37591">
        <w:rPr>
          <w:rFonts w:hint="cs"/>
          <w:rtl/>
          <w:lang w:bidi="ur-PK"/>
        </w:rPr>
        <w:t>ہ تک پہنچا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بلخانو</w:t>
      </w:r>
      <w:r w:rsidRPr="00E37591">
        <w:rPr>
          <w:rFonts w:hint="eastAsia"/>
          <w:rtl/>
          <w:lang w:bidi="ur-PK"/>
        </w:rPr>
        <w:t>فن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اعلان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ہرقوم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اس ک</w:t>
      </w:r>
      <w:r w:rsidRPr="00E37591">
        <w:rPr>
          <w:rFonts w:hint="cs"/>
          <w:rtl/>
          <w:lang w:bidi="ur-PK"/>
        </w:rPr>
        <w:t>ے معاشرہ کو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سے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 اگر یہ</w:t>
      </w:r>
      <w:r w:rsidRPr="00E37591">
        <w:rPr>
          <w:rtl/>
          <w:lang w:bidi="ur-PK"/>
        </w:rPr>
        <w:t xml:space="preserve"> سوال کروک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حالات کاک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اسبب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ہے؟توی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ھو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کا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سبب </w:t>
      </w:r>
      <w:r w:rsidRPr="00E37591">
        <w:rPr>
          <w:rFonts w:hint="cs"/>
          <w:rtl/>
          <w:lang w:bidi="ur-PK"/>
        </w:rPr>
        <w:t>ہے اور وہ ہے انسان کا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مقابلہ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۔(الفہوم الما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خ،ص</w:t>
      </w:r>
      <w:r w:rsidR="00D5387C" w:rsidRPr="00E37591">
        <w:rPr>
          <w:rFonts w:hint="cs"/>
          <w:rtl/>
          <w:lang w:bidi="ur-PK"/>
        </w:rPr>
        <w:t>46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لوگوں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قائم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خودوسائل انتاج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   (کتاب مذکور،ص</w:t>
      </w:r>
      <w:r w:rsidR="00D5387C" w:rsidRPr="00E37591">
        <w:rPr>
          <w:rFonts w:hint="cs"/>
          <w:rtl/>
          <w:lang w:bidi="ur-PK"/>
        </w:rPr>
        <w:t>48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مخالفی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عام طور س</w:t>
      </w:r>
      <w:r w:rsidRPr="00E37591">
        <w:rPr>
          <w:rFonts w:hint="cs"/>
          <w:rtl/>
          <w:lang w:bidi="ur-PK"/>
        </w:rPr>
        <w:t>ے اس پردو اعتراض وارد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اگرتاری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ومحرکات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فطری</w:t>
      </w:r>
      <w:r w:rsidRPr="00E37591">
        <w:rPr>
          <w:rtl/>
          <w:lang w:bidi="ur-PK"/>
        </w:rPr>
        <w:t xml:space="preserve"> طورپر اس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ل</w:t>
      </w:r>
      <w:r w:rsidRPr="00E37591">
        <w:rPr>
          <w:rFonts w:hint="cs"/>
          <w:rtl/>
          <w:lang w:bidi="ur-PK"/>
        </w:rPr>
        <w:t>ے جارہے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توپ</w:t>
      </w:r>
      <w:r w:rsidRPr="00E37591">
        <w:rPr>
          <w:rFonts w:hint="cs"/>
          <w:rtl/>
          <w:lang w:bidi="ur-PK"/>
        </w:rPr>
        <w:t>ھر مارکسی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 نظرانقلاب کی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لاحق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ہرانسان فطری</w:t>
      </w:r>
      <w:r w:rsidRPr="00E37591">
        <w:rPr>
          <w:rtl/>
          <w:lang w:bidi="ur-PK"/>
        </w:rPr>
        <w:t xml:space="preserve"> طور پر اس بات س</w:t>
      </w:r>
      <w:r w:rsidRPr="00E37591">
        <w:rPr>
          <w:rFonts w:hint="cs"/>
          <w:rtl/>
          <w:lang w:bidi="ur-PK"/>
        </w:rPr>
        <w:t>ے واقف ہے کہ اس کے نفس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جذبات وخوا</w:t>
      </w:r>
      <w:r w:rsidRPr="00E37591">
        <w:rPr>
          <w:rFonts w:hint="cs"/>
          <w:rtl/>
          <w:lang w:bidi="ur-PK"/>
        </w:rPr>
        <w:t>ہشات بھی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خاطر و</w:t>
      </w:r>
      <w:r w:rsidRPr="00E37591">
        <w:rPr>
          <w:rFonts w:hint="cs"/>
          <w:rtl/>
          <w:lang w:bidi="ur-PK"/>
        </w:rPr>
        <w:t>ہ پوری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قربان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 آماد</w:t>
      </w:r>
      <w:r w:rsidRPr="00E37591">
        <w:rPr>
          <w:rFonts w:hint="cs"/>
          <w:rtl/>
          <w:lang w:bidi="ur-PK"/>
        </w:rPr>
        <w:t>ہ ہوجاتاہے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جذبات ک</w:t>
      </w:r>
      <w:r w:rsidRPr="00E37591">
        <w:rPr>
          <w:rFonts w:hint="cs"/>
          <w:rtl/>
          <w:lang w:bidi="ur-PK"/>
        </w:rPr>
        <w:t>ے ہوتے ہوئے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موثر کا درج</w:t>
      </w:r>
      <w:r w:rsidRPr="00E37591">
        <w:rPr>
          <w:rFonts w:hint="cs"/>
          <w:rtl/>
          <w:lang w:bidi="ur-PK"/>
        </w:rPr>
        <w:t>ہ صرف اقتصادی</w:t>
      </w:r>
      <w:r w:rsidRPr="00E37591">
        <w:rPr>
          <w:rtl/>
          <w:lang w:bidi="ur-PK"/>
        </w:rPr>
        <w:t xml:space="preserve"> حالات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انصاف کا تقاض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ان اعتراضات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اپنا موقف صاف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کا مف</w:t>
      </w:r>
      <w:r w:rsidRPr="00E37591">
        <w:rPr>
          <w:rFonts w:hint="cs"/>
          <w:rtl/>
          <w:lang w:bidi="ur-PK"/>
        </w:rPr>
        <w:t>ہوم واضح ہوجائے۔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ہلے اعتراض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حضرات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علی</w:t>
      </w:r>
      <w:r w:rsidRPr="00E37591">
        <w:rPr>
          <w:rFonts w:hint="eastAsia"/>
          <w:rtl/>
          <w:lang w:bidi="ur-PK"/>
        </w:rPr>
        <w:t>حد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اپنی</w:t>
      </w:r>
      <w:r w:rsidRPr="00E37591">
        <w:rPr>
          <w:rtl/>
          <w:lang w:bidi="ur-PK"/>
        </w:rPr>
        <w:t xml:space="preserve"> کوششوں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کو پورا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آن</w:t>
      </w:r>
      <w:r w:rsidRPr="00E37591">
        <w:rPr>
          <w:rFonts w:hint="cs"/>
          <w:rtl/>
          <w:lang w:bidi="ur-PK"/>
        </w:rPr>
        <w:t>ے والے انقلاب کی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ہموار کررہے ہی</w:t>
      </w:r>
      <w:r w:rsidRPr="00E37591">
        <w:rPr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اس جواب پر اکتفا کرلی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وہ اس کے تقاضوں سے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واقف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چنانچہ خوداسٹالی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معاشر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بالکل عاجز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بلکہ اس کے امکان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دائرہ کو محدود کرکے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 xml:space="preserve">ے مصالح سے ہم آہنگ بنالے اور ان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ساتھ وہی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کرے جو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کی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ہے۔(دورالافکار المتقدمیہ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المجتمع،ص</w:t>
      </w:r>
      <w:r w:rsidR="00D5387C" w:rsidRPr="00E37591">
        <w:rPr>
          <w:rFonts w:hint="cs"/>
          <w:rtl/>
          <w:lang w:bidi="ur-PK"/>
        </w:rPr>
        <w:t>32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پولت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زرلک</w:t>
      </w:r>
      <w:r w:rsidRPr="00E37591">
        <w:rPr>
          <w:rFonts w:hint="cs"/>
          <w:rtl/>
          <w:lang w:bidi="ur-PK"/>
        </w:rPr>
        <w:t>ھتاہے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وہ افکار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شدت س</w:t>
      </w:r>
      <w:r w:rsidRPr="00E37591">
        <w:rPr>
          <w:rFonts w:hint="cs"/>
          <w:rtl/>
          <w:lang w:bidi="ur-PK"/>
        </w:rPr>
        <w:t>ے قائل 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افکار 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مقدم وموخر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سود بھی</w:t>
      </w:r>
      <w:r w:rsidRPr="00E37591">
        <w:rPr>
          <w:rtl/>
          <w:lang w:bidi="ur-PK"/>
        </w:rPr>
        <w:t xml:space="preserve"> بناسکت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     (ماد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ہ،ص</w:t>
      </w:r>
      <w:r w:rsidR="00D5387C" w:rsidRPr="00E37591">
        <w:rPr>
          <w:rFonts w:hint="cs"/>
          <w:rtl/>
          <w:lang w:bidi="ur-PK"/>
        </w:rPr>
        <w:t>22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افکار بشری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اجتماعی</w:t>
      </w:r>
      <w:r w:rsidRPr="00E37591">
        <w:rPr>
          <w:rtl/>
          <w:lang w:bidi="ur-PK"/>
        </w:rPr>
        <w:t xml:space="preserve"> اور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مقدم وموخربناسک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۔مارکسی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افکار جو بقول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حادثات ک</w:t>
      </w:r>
      <w:r w:rsidRPr="00E37591">
        <w:rPr>
          <w:rFonts w:hint="cs"/>
          <w:rtl/>
          <w:lang w:bidi="ur-PK"/>
        </w:rPr>
        <w:t>ے اجزاء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جن پر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س</w:t>
      </w:r>
      <w:r w:rsidRPr="00E37591">
        <w:rPr>
          <w:rFonts w:hint="cs"/>
          <w:rtl/>
          <w:lang w:bidi="ur-PK"/>
        </w:rPr>
        <w:t>ے اثرانداز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ک</w:t>
      </w:r>
      <w:r w:rsidRPr="00E37591">
        <w:rPr>
          <w:rFonts w:hint="cs"/>
          <w:rtl/>
          <w:lang w:bidi="ur-PK"/>
        </w:rPr>
        <w:t>ہاں سے آگئی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ردوبدل اور تقدم وتاخر س</w:t>
      </w:r>
      <w:r w:rsidRPr="00E37591">
        <w:rPr>
          <w:rFonts w:hint="cs"/>
          <w:rtl/>
          <w:lang w:bidi="ur-PK"/>
        </w:rPr>
        <w:t>ے کام لے سکی</w:t>
      </w:r>
      <w:r w:rsidRPr="00E37591">
        <w:rPr>
          <w:rFonts w:hint="eastAsia"/>
          <w:rtl/>
          <w:lang w:bidi="ur-PK"/>
        </w:rPr>
        <w:t>ں؟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اوراس</w:t>
      </w:r>
      <w:r w:rsidRPr="00E37591">
        <w:rPr>
          <w:rFonts w:hint="cs"/>
          <w:rtl/>
          <w:lang w:bidi="ur-PK"/>
        </w:rPr>
        <w:t>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کرنا تواور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مضحک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 لئے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عالم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جن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تقدم وتاخر اور ردوبدل کرتا</w:t>
      </w:r>
      <w:r w:rsidRPr="00E37591">
        <w:rPr>
          <w:rFonts w:hint="cs"/>
          <w:rtl/>
          <w:lang w:bidi="ur-PK"/>
        </w:rPr>
        <w:t>ہے خود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محکوم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یہاں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افکار کوتاری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محکوم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 xml:space="preserve">ے بعد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ممکن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وتنس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</w:t>
      </w:r>
      <w:r w:rsidRPr="00E37591">
        <w:rPr>
          <w:rFonts w:hint="cs"/>
          <w:rtl/>
          <w:lang w:bidi="ur-PK"/>
        </w:rPr>
        <w:t>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پہلے اعتراض سے بچنے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جواب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افکار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جزوقرار د</w:t>
      </w:r>
      <w:r w:rsidRPr="00E37591">
        <w:rPr>
          <w:rFonts w:hint="cs"/>
          <w:rtl/>
          <w:lang w:bidi="ur-PK"/>
        </w:rPr>
        <w:t>ے کر نجات حاصل کرلی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خبر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افکار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موثر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اپنی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بالکل متضادبات 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اعتراض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ساد</w:t>
      </w:r>
      <w:r w:rsidRPr="00E37591">
        <w:rPr>
          <w:rFonts w:hint="cs"/>
          <w:rtl/>
          <w:lang w:bidi="ur-PK"/>
        </w:rPr>
        <w:t>ہ جواب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جذبات و خواہشات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موثر ومحرک کادرج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وقت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جاسکتات</w:t>
      </w:r>
      <w:r w:rsidRPr="00E37591">
        <w:rPr>
          <w:rFonts w:hint="cs"/>
          <w:rtl/>
          <w:lang w:bidi="ur-PK"/>
        </w:rPr>
        <w:t>ھا جب یہ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س</w:t>
      </w:r>
      <w:r w:rsidRPr="00E37591">
        <w:rPr>
          <w:rFonts w:hint="cs"/>
          <w:rtl/>
          <w:lang w:bidi="ur-PK"/>
        </w:rPr>
        <w:t>ے الگ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ہوتے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شعور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کا 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</w:t>
      </w:r>
      <w:r w:rsidRPr="00E37591">
        <w:rPr>
          <w:rFonts w:hint="eastAsia"/>
          <w:rtl/>
          <w:lang w:bidi="ur-PK"/>
        </w:rPr>
        <w:t>عکاس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اب اس شعور کو مستقل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اقتصادی</w:t>
      </w:r>
      <w:r w:rsidRPr="00E37591">
        <w:rPr>
          <w:rtl/>
          <w:lang w:bidi="ur-PK"/>
        </w:rPr>
        <w:t xml:space="preserve"> عوامل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کرنا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جواب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حدتک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ہوتااگر ہمارے سامنے اس کے وہ ارشادات نہ ہوتے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ومحرک </w:t>
      </w:r>
      <w:r w:rsidRPr="00E37591">
        <w:rPr>
          <w:rFonts w:hint="cs"/>
          <w:rtl/>
          <w:lang w:bidi="ur-PK"/>
        </w:rPr>
        <w:t>ہونے سے نکال کر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غرض وغا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ہے۔چنانچہ انگلز لکھتاہے: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قوت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کام کے لئے فقط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منفعت تو غرض وغا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ظاہر ہے کہ غای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قوت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بلنددرجہ حاصل ہونا چاہئے اس لئے کہ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توفقط پ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ھرنے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بات کا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انگلزنے اپنا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لاپروائ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جرأت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الگ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تصور کرے اور پھر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کو محرک بناکر اقتصاد کو غرض وغا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ے جبکہ ہم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بعض اوقات پیٹ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ھرنے والے بھی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ھے اچھے کام کرجاتے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 xml:space="preserve">ہ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ان کا مقصد کچھ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اعتراضات اگرچ</w:t>
      </w:r>
      <w:r w:rsidRPr="00E37591">
        <w:rPr>
          <w:rFonts w:hint="cs"/>
          <w:rtl/>
          <w:lang w:bidi="ur-PK"/>
        </w:rPr>
        <w:t>ہ کافی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اعتراضات سے قطع نظرکرکے ان مشکلات کو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کو حل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توف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اب تک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تاابدحل کر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مشکلات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94" w:name="_Toc468966810"/>
      <w:bookmarkStart w:id="95" w:name="_Toc468970745"/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قوتوں کا ارتقاء اور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94"/>
      <w:bookmarkEnd w:id="9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پہلے ہمارا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موثر ومحرک قرارد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روتبدل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پھر ان کے اسباب ارتقاء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کا درج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دلدادہ حضرات عام طور پر اس سوال کا جواب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قوت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تجربات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افکار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نئی</w:t>
      </w:r>
      <w:r w:rsidRPr="00E37591">
        <w:rPr>
          <w:rtl/>
          <w:lang w:bidi="ur-PK"/>
        </w:rPr>
        <w:t xml:space="preserve"> قوت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عنوان س</w:t>
      </w:r>
      <w:r w:rsidRPr="00E37591">
        <w:rPr>
          <w:rFonts w:hint="cs"/>
          <w:rtl/>
          <w:lang w:bidi="ur-PK"/>
        </w:rPr>
        <w:t>ے قوت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انطباق کا اس سے بہتر کوئی</w:t>
      </w:r>
      <w:r w:rsidRPr="00E37591">
        <w:rPr>
          <w:rtl/>
          <w:lang w:bidi="ur-PK"/>
        </w:rPr>
        <w:t xml:space="preserve"> نمون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نے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 رافکار کو علت ومعلول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معلول اپنی</w:t>
      </w:r>
      <w:r w:rsidRPr="00E37591">
        <w:rPr>
          <w:rtl/>
          <w:lang w:bidi="ur-PK"/>
        </w:rPr>
        <w:t xml:space="preserve"> علت س</w:t>
      </w:r>
      <w:r w:rsidRPr="00E37591">
        <w:rPr>
          <w:rFonts w:hint="cs"/>
          <w:rtl/>
          <w:lang w:bidi="ur-PK"/>
        </w:rPr>
        <w:t>ے ٹکراکرنئے وسائل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</w:t>
      </w:r>
    </w:p>
    <w:p w:rsidR="00AA6B9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فلسفی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ے موقع پر اپنی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مسئل</w:t>
      </w:r>
      <w:r w:rsidRPr="00E37591">
        <w:rPr>
          <w:rFonts w:hint="cs"/>
          <w:rtl/>
          <w:lang w:bidi="ur-PK"/>
        </w:rPr>
        <w:t>ہ کو پوری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</w:p>
    <w:p w:rsidR="00AA6B9C" w:rsidRPr="00E37591" w:rsidRDefault="00AA6B9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AA6B9C" w:rsidRPr="00E37591" w:rsidRDefault="00AA6B9C" w:rsidP="00342BC0">
      <w:pPr>
        <w:pStyle w:val="libNormal"/>
        <w:rPr>
          <w:rtl/>
          <w:lang w:bidi="ur-PK"/>
        </w:rPr>
      </w:pPr>
    </w:p>
    <w:p w:rsidR="00824138" w:rsidRPr="00E37591" w:rsidRDefault="00824138" w:rsidP="00342BC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ساتھ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افکار کو اجتماع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فاش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کو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تجربوں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تجربہ محسوس حالات کے تصورکے علاوہ کوئی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ہے۔حالانکہ تجربہ کا مفہوم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جس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کو سامن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محفوظ کرل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خارجی</w:t>
      </w:r>
      <w:r w:rsidRPr="00E37591">
        <w:rPr>
          <w:rtl/>
          <w:lang w:bidi="ur-PK"/>
        </w:rPr>
        <w:t xml:space="preserve"> حالات کا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تصور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 اس وقت تک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 جب تک ک</w:t>
      </w:r>
      <w:r w:rsidRPr="00E37591">
        <w:rPr>
          <w:rFonts w:hint="cs"/>
          <w:rtl/>
          <w:lang w:bidi="ur-PK"/>
        </w:rPr>
        <w:t>ہ اس تصور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تصرف ن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اسے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تقاضوںک</w:t>
      </w:r>
      <w:r w:rsidRPr="00E37591">
        <w:rPr>
          <w:rFonts w:hint="cs"/>
          <w:rtl/>
          <w:lang w:bidi="ur-PK"/>
        </w:rPr>
        <w:t>ے مطابق نہ ڈھال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کام تجربات س</w:t>
      </w:r>
      <w:r w:rsidRPr="00E37591">
        <w:rPr>
          <w:rFonts w:hint="cs"/>
          <w:rtl/>
          <w:lang w:bidi="ur-PK"/>
        </w:rPr>
        <w:t>ے حاصل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موجودہ وسائل انسان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تصورات قائم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اپنی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تصرف وتغ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کرک</w:t>
      </w:r>
      <w:r w:rsidRPr="00E37591">
        <w:rPr>
          <w:rFonts w:hint="cs"/>
          <w:rtl/>
          <w:lang w:bidi="ur-PK"/>
        </w:rPr>
        <w:t>ے ان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ہے۔جس کے بعدان وسائل کو سابقہ وسائل کا معلول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اجاسکتااور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تجربات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</w:t>
      </w:r>
      <w:r w:rsidRPr="00E37591">
        <w:rPr>
          <w:rFonts w:hint="cs"/>
          <w:rtl/>
          <w:lang w:bidi="ur-PK"/>
        </w:rPr>
        <w:t>ہے۔تجربات توصرف فکری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ہموار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فکرک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تک تو</w:t>
      </w:r>
      <w:r w:rsidRPr="00E37591">
        <w:rPr>
          <w:rFonts w:hint="cs"/>
          <w:rtl/>
          <w:lang w:bidi="ur-PK"/>
        </w:rPr>
        <w:t>ہماراسوال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ان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کا ارتقاء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ا؟</w:t>
      </w:r>
      <w:r w:rsidRPr="00E37591">
        <w:rPr>
          <w:rtl/>
          <w:lang w:bidi="ur-PK"/>
        </w:rPr>
        <w:t xml:space="preserve"> اور آپ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جواب سے قاصر رہی۔اب ہم اس سوال کو ذرااور بھی</w:t>
      </w:r>
      <w:r w:rsidRPr="00E37591">
        <w:rPr>
          <w:rtl/>
          <w:lang w:bidi="ur-PK"/>
        </w:rPr>
        <w:t xml:space="preserve"> دق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بنائ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دشوار گزار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۔ہمارا تازہ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tl/>
          <w:lang w:bidi="ur-PK"/>
        </w:rPr>
        <w:t>داوار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صرف انسان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مقام پر سکوت کر</w:t>
      </w:r>
      <w:r w:rsidRPr="00E37591">
        <w:rPr>
          <w:rFonts w:hint="cs"/>
          <w:rtl/>
          <w:lang w:bidi="ur-PK"/>
        </w:rPr>
        <w:t>ے گی۔اس لئے کہ اس نے تمام عالم کو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زحمت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تمام عالم انسان کے دست وبازو پرچل رہاہے تو خودانسانی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منشا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ہوگا؟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معلوم کرن</w:t>
      </w:r>
      <w:r w:rsidRPr="00E37591">
        <w:rPr>
          <w:rFonts w:hint="cs"/>
          <w:rtl/>
          <w:lang w:bidi="ur-PK"/>
        </w:rPr>
        <w:t>ے کے بعد اس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جواب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خواہ وہ خود اس جواب سے راضی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 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داواراس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کا نام </w:t>
      </w:r>
      <w:r w:rsidRPr="00E37591">
        <w:rPr>
          <w:rFonts w:hint="cs"/>
          <w:rtl/>
          <w:lang w:bidi="ur-PK"/>
        </w:rPr>
        <w:t>ہے جس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مقابلہ کرکے اپنی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رخ کو ضرورت کی</w:t>
      </w:r>
      <w:r w:rsidRPr="00E37591">
        <w:rPr>
          <w:rtl/>
          <w:lang w:bidi="ur-PK"/>
        </w:rPr>
        <w:t xml:space="preserve"> طرف مو</w:t>
      </w:r>
      <w:r w:rsidRPr="00E37591">
        <w:rPr>
          <w:rFonts w:hint="cs"/>
          <w:rtl/>
          <w:lang w:bidi="ur-PK"/>
        </w:rPr>
        <w:t>ڑدی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اجتماعی</w:t>
      </w:r>
      <w:r w:rsidRPr="00E37591">
        <w:rPr>
          <w:rtl/>
          <w:lang w:bidi="ur-PK"/>
        </w:rPr>
        <w:t xml:space="preserve"> عمل دوچ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کا محتاج </w:t>
      </w:r>
      <w:r w:rsidRPr="00E37591">
        <w:rPr>
          <w:rFonts w:hint="cs"/>
          <w:rtl/>
          <w:lang w:bidi="ur-PK"/>
        </w:rPr>
        <w:t>ہے۔ان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کا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آنا محالات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ہے:</w:t>
      </w:r>
    </w:p>
    <w:p w:rsidR="00824138" w:rsidRPr="00E37591" w:rsidRDefault="00824138" w:rsidP="00125AFB">
      <w:pPr>
        <w:pStyle w:val="libBold2"/>
        <w:rPr>
          <w:rtl/>
          <w:lang w:bidi="ur-PK"/>
        </w:rPr>
      </w:pPr>
      <w:bookmarkStart w:id="96" w:name="_Toc468966811"/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)فکر:</w:t>
      </w:r>
      <w:bookmarkEnd w:id="9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کا موجود</w:t>
      </w:r>
      <w:r w:rsidRPr="00E37591">
        <w:rPr>
          <w:rFonts w:hint="cs"/>
          <w:rtl/>
          <w:lang w:bidi="ur-PK"/>
        </w:rPr>
        <w:t>ہ حال سے دوسری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مو</w:t>
      </w:r>
      <w:r w:rsidRPr="00E37591">
        <w:rPr>
          <w:rFonts w:hint="cs"/>
          <w:rtl/>
          <w:lang w:bidi="ur-PK"/>
        </w:rPr>
        <w:t>ڑدی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مثلاً گندم س</w:t>
      </w:r>
      <w:r w:rsidRPr="00E37591">
        <w:rPr>
          <w:rFonts w:hint="cs"/>
          <w:rtl/>
          <w:lang w:bidi="ur-PK"/>
        </w:rPr>
        <w:t>ے آٹا اور آٹے سے روٹی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عمل ہے جسے فکر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انجام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</w:t>
      </w:r>
      <w:r w:rsidRPr="00E37591">
        <w:rPr>
          <w:rtl/>
          <w:lang w:bidi="ur-PK"/>
        </w:rPr>
        <w:t>انسان جب تک ذ</w:t>
      </w:r>
      <w:r w:rsidRPr="00E37591">
        <w:rPr>
          <w:rFonts w:hint="cs"/>
          <w:rtl/>
          <w:lang w:bidi="ur-PK"/>
        </w:rPr>
        <w:t>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آن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صورت کا نقش</w:t>
      </w:r>
      <w:r w:rsidRPr="00E37591">
        <w:rPr>
          <w:rFonts w:hint="cs"/>
          <w:rtl/>
          <w:lang w:bidi="ur-PK"/>
        </w:rPr>
        <w:t>ہ قائم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اس وقت تک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کو مس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اس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محروم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فکر کا ماد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125AFB">
      <w:pPr>
        <w:pStyle w:val="libBold2"/>
        <w:rPr>
          <w:rtl/>
          <w:lang w:bidi="ur-PK"/>
        </w:rPr>
      </w:pPr>
      <w:bookmarkStart w:id="97" w:name="_Toc468966812"/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)زبان:</w:t>
      </w:r>
      <w:bookmarkEnd w:id="9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جس سے تمام لوگ باہمی</w:t>
      </w:r>
      <w:r w:rsidRPr="00E37591">
        <w:rPr>
          <w:rtl/>
          <w:lang w:bidi="ur-PK"/>
        </w:rPr>
        <w:t xml:space="preserve"> گفت وشن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کاکام ل</w:t>
      </w:r>
      <w:r w:rsidRPr="00E37591">
        <w:rPr>
          <w:rFonts w:hint="cs"/>
          <w:rtl/>
          <w:lang w:bidi="ur-PK"/>
        </w:rPr>
        <w:t>ے سکی</w:t>
      </w:r>
      <w:r w:rsidRPr="00E37591">
        <w:rPr>
          <w:rFonts w:hint="eastAsia"/>
          <w:rtl/>
          <w:lang w:bidi="ur-PK"/>
        </w:rPr>
        <w:t>ںاس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جب تک ان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ہمت کا کوئی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انجام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سکتے۔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واضح 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فکر ولغت دونوں کا درج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مقدم ہے اور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عمل ان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انجام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پاسکتال</w:t>
      </w:r>
      <w:r w:rsidRPr="00E37591">
        <w:rPr>
          <w:rFonts w:hint="cs"/>
          <w:rtl/>
          <w:lang w:bidi="ur-PK"/>
        </w:rPr>
        <w:t>ہٰذا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کہ فکر ولغت اقتصادی</w:t>
      </w:r>
      <w:r w:rsidRPr="00E37591">
        <w:rPr>
          <w:rtl/>
          <w:lang w:bidi="ur-PK"/>
        </w:rPr>
        <w:t xml:space="preserve"> حالات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اور بے معنی</w:t>
      </w:r>
      <w:r w:rsidRPr="00E37591">
        <w:rPr>
          <w:rtl/>
          <w:lang w:bidi="ur-PK"/>
        </w:rPr>
        <w:t xml:space="preserve"> قول </w:t>
      </w:r>
      <w:r w:rsidRPr="00E37591">
        <w:rPr>
          <w:rFonts w:hint="cs"/>
          <w:rtl/>
          <w:lang w:bidi="ur-PK"/>
        </w:rPr>
        <w:t>ہے۔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دعویٰ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مستحکم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زبان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الگ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بقول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روس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ے وہاں اجتماعی</w:t>
      </w:r>
      <w:r w:rsidRPr="00E37591">
        <w:rPr>
          <w:rtl/>
          <w:lang w:bidi="ur-PK"/>
        </w:rPr>
        <w:t xml:space="preserve"> انقلاب توپ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اب تک و</w:t>
      </w:r>
      <w:r w:rsidRPr="00E37591">
        <w:rPr>
          <w:rFonts w:hint="cs"/>
          <w:rtl/>
          <w:lang w:bidi="ur-PK"/>
        </w:rPr>
        <w:t>ہاں کی</w:t>
      </w:r>
      <w:r w:rsidRPr="00E37591">
        <w:rPr>
          <w:rtl/>
          <w:lang w:bidi="ur-PK"/>
        </w:rPr>
        <w:t xml:space="preserve"> زبان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۔اسی</w:t>
      </w:r>
      <w:r w:rsidRPr="00E37591">
        <w:rPr>
          <w:rtl/>
          <w:lang w:bidi="ur-PK"/>
        </w:rPr>
        <w:t xml:space="preserve"> طرح بخار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آلات ن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انگر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اجتماع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جان</w:t>
      </w:r>
      <w:r w:rsidRPr="00E37591">
        <w:rPr>
          <w:rtl/>
          <w:lang w:bidi="ur-PK"/>
        </w:rPr>
        <w:t xml:space="preserve"> تو برپاکر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اجتماعی</w:t>
      </w:r>
      <w:r w:rsidRPr="00E37591">
        <w:rPr>
          <w:rtl/>
          <w:lang w:bidi="ur-PK"/>
        </w:rPr>
        <w:t xml:space="preserve"> انقلاب کو زبان ک</w:t>
      </w:r>
      <w:r w:rsidRPr="00E37591">
        <w:rPr>
          <w:rFonts w:hint="cs"/>
          <w:rtl/>
          <w:lang w:bidi="ur-PK"/>
        </w:rPr>
        <w:t>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اس انقلاب کے ساتھ ہی</w:t>
      </w:r>
      <w:r w:rsidRPr="00E37591">
        <w:rPr>
          <w:rtl/>
          <w:lang w:bidi="ur-PK"/>
        </w:rPr>
        <w:t xml:space="preserve"> لغت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 برپا </w:t>
      </w:r>
      <w:r w:rsidRPr="00E37591">
        <w:rPr>
          <w:rFonts w:hint="cs"/>
          <w:rtl/>
          <w:lang w:bidi="ur-PK"/>
        </w:rPr>
        <w:t>ہوجاتا۔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جاتاہے کہ اگر ان امور کا سبب اقتصادی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مسئلہ ہے جس کی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ہنچنے سے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قاصر </w:t>
      </w:r>
      <w:r w:rsidRPr="00E37591">
        <w:rPr>
          <w:rFonts w:hint="cs"/>
          <w:rtl/>
          <w:lang w:bidi="ur-PK"/>
        </w:rPr>
        <w:t>ہے اور ہم اسے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98" w:name="_Toc468966813"/>
      <w:bookmarkStart w:id="99" w:name="_Toc468970746"/>
      <w:r w:rsidRPr="00E37591">
        <w:rPr>
          <w:rFonts w:hint="eastAsia"/>
          <w:rtl/>
          <w:lang w:bidi="ur-PK"/>
        </w:rPr>
        <w:t>فکر</w:t>
      </w:r>
      <w:r w:rsidRPr="00E37591">
        <w:rPr>
          <w:rtl/>
          <w:lang w:bidi="ur-PK"/>
        </w:rPr>
        <w:t xml:space="preserve"> اور ماکس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98"/>
      <w:bookmarkEnd w:id="99"/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اور خطرناک موقف وہ ہے جہاں اس نے فکر اور اقتصاد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قائم کرکے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فکر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قدربلند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ہوجائے۔وہ اپنی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الگ ہوکر کسی</w:t>
      </w:r>
      <w:r w:rsidRPr="00E37591">
        <w:rPr>
          <w:rtl/>
          <w:lang w:bidi="ur-PK"/>
        </w:rPr>
        <w:t xml:space="preserve"> قدرتلون وتنوع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داکرل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آخر کار اس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گا اور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کو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منسوب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بحث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تجربات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گفتگوک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ہے اس لئے کہ اس کے اثرات فلسفہ وتاری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دونوں پر پ</w:t>
      </w:r>
      <w:r w:rsidRPr="00E37591">
        <w:rPr>
          <w:rFonts w:hint="cs"/>
          <w:rtl/>
          <w:lang w:bidi="ur-PK"/>
        </w:rPr>
        <w:t>ڑتے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 نے اسی</w:t>
      </w:r>
      <w:r w:rsidRPr="00E37591">
        <w:rPr>
          <w:rtl/>
          <w:lang w:bidi="ur-PK"/>
        </w:rPr>
        <w:t xml:space="preserve"> ضررت کا احساس کرت</w:t>
      </w:r>
      <w:r w:rsidRPr="00E37591">
        <w:rPr>
          <w:rFonts w:hint="cs"/>
          <w:rtl/>
          <w:lang w:bidi="ur-PK"/>
        </w:rPr>
        <w:t>ے ہوئے اپنی</w:t>
      </w:r>
      <w:r w:rsidRPr="00E37591">
        <w:rPr>
          <w:rtl/>
          <w:lang w:bidi="ur-PK"/>
        </w:rPr>
        <w:t xml:space="preserve"> سابق</w:t>
      </w:r>
      <w:r w:rsidRPr="00E37591">
        <w:rPr>
          <w:rFonts w:hint="cs"/>
          <w:rtl/>
          <w:lang w:bidi="ur-PK"/>
        </w:rPr>
        <w:t>ہ کتاب''ہمارافلسفہ''می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مطلب کوپور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وضاحت ک</w:t>
      </w:r>
      <w:r w:rsidRPr="00E37591">
        <w:rPr>
          <w:rFonts w:hint="cs"/>
          <w:rtl/>
          <w:lang w:bidi="ur-PK"/>
        </w:rPr>
        <w:t>ے ساتھ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اب چند قسم ک</w:t>
      </w:r>
      <w:r w:rsidRPr="00E37591">
        <w:rPr>
          <w:rFonts w:hint="cs"/>
          <w:rtl/>
          <w:lang w:bidi="ur-PK"/>
        </w:rPr>
        <w:t>ے افکار پر مزی</w:t>
      </w:r>
      <w:r w:rsidRPr="00E37591">
        <w:rPr>
          <w:rtl/>
          <w:lang w:bidi="ur-PK"/>
        </w:rPr>
        <w:t>د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۔ہماری</w:t>
      </w:r>
      <w:r w:rsidRPr="00E37591">
        <w:rPr>
          <w:rtl/>
          <w:lang w:bidi="ur-PK"/>
        </w:rPr>
        <w:t xml:space="preserve"> گفتگو کا تعلق صرف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تجرب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ہوگالی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آپ کو انگلز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عبارت سناد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ناچا</w:t>
      </w:r>
      <w:r w:rsidRPr="00E37591">
        <w:rPr>
          <w:rFonts w:hint="cs"/>
          <w:rtl/>
          <w:lang w:bidi="ur-PK"/>
        </w:rPr>
        <w:t>ہتے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جو اس نے فرانز مہرنج کے خط می</w:t>
      </w:r>
      <w:r w:rsidRPr="00E37591">
        <w:rPr>
          <w:rFonts w:hint="eastAsia"/>
          <w:rtl/>
          <w:lang w:bidi="ur-PK"/>
        </w:rPr>
        <w:t>ںلک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ھتاہے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و</w:t>
      </w:r>
      <w:r w:rsidRPr="00E37591">
        <w:rPr>
          <w:rFonts w:hint="cs"/>
          <w:rtl/>
          <w:lang w:bidi="ur-PK"/>
        </w:rPr>
        <w:t>ہ ہے جسے مفکراپنے فکر وشعور کی</w:t>
      </w:r>
      <w:r w:rsidRPr="00E37591">
        <w:rPr>
          <w:rtl/>
          <w:lang w:bidi="ur-PK"/>
        </w:rPr>
        <w:t xml:space="preserve"> بناپر انجام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اس لئے باطل ہوتاہے کہ اسے اس کے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علل واسباب س</w:t>
      </w:r>
      <w:r w:rsidRPr="00E37591">
        <w:rPr>
          <w:rFonts w:hint="cs"/>
          <w:rtl/>
          <w:lang w:bidi="ur-PK"/>
        </w:rPr>
        <w:t>ے واقفی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وت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اگرای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ہوتاتو وہ عمل فکری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کہاجاتا۔فکری</w:t>
      </w:r>
      <w:r w:rsidRPr="00E37591">
        <w:rPr>
          <w:rtl/>
          <w:lang w:bidi="ur-PK"/>
        </w:rPr>
        <w:t xml:space="preserve"> عمل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اور سطح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اسباب پر نظرک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مادراء فکر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غفلت برت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،ص</w:t>
      </w:r>
      <w:r w:rsidR="00D5387C" w:rsidRPr="00E37591">
        <w:rPr>
          <w:rFonts w:hint="cs"/>
          <w:rtl/>
          <w:lang w:bidi="ur-PK"/>
        </w:rPr>
        <w:t>122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انگلز ن</w:t>
      </w:r>
      <w:r w:rsidRPr="00E37591">
        <w:rPr>
          <w:rFonts w:hint="cs"/>
          <w:rtl/>
          <w:lang w:bidi="ur-PK"/>
        </w:rPr>
        <w:t>ے اپنے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جا</w:t>
      </w:r>
      <w:r w:rsidRPr="00E37591">
        <w:rPr>
          <w:rFonts w:hint="cs"/>
          <w:rtl/>
          <w:lang w:bidi="ur-PK"/>
        </w:rPr>
        <w:t>ہل ثابت کرنا چاہاہے صرف اس لئے کہ ان کا عمل فکری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وہ ان اسباب تک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 پاتے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تک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رسائ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اس مقام پر انگلز سے صرف یہ</w:t>
      </w:r>
      <w:r w:rsidRPr="00E37591">
        <w:rPr>
          <w:rtl/>
          <w:lang w:bidi="ur-PK"/>
        </w:rPr>
        <w:t xml:space="preserve"> سوال کرنا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عمل کے فکری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اس کے اسباب نامعلوم ہوں </w:t>
      </w:r>
      <w:r w:rsidRPr="00E37591">
        <w:rPr>
          <w:rtl/>
          <w:lang w:bidi="ur-PK"/>
        </w:rPr>
        <w:t xml:space="preserve">تو جناب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معجز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آپ ک</w:t>
      </w:r>
      <w:r w:rsidRPr="00E37591">
        <w:rPr>
          <w:rFonts w:hint="cs"/>
          <w:rtl/>
          <w:lang w:bidi="ur-PK"/>
        </w:rPr>
        <w:t>ے افکار بھی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اور آپ کو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اسباب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ہوگئے؟خی</w:t>
      </w:r>
      <w:r w:rsidRPr="00E37591">
        <w:rPr>
          <w:rFonts w:hint="eastAsia"/>
          <w:rtl/>
          <w:lang w:bidi="ur-PK"/>
        </w:rPr>
        <w:t>راب</w:t>
      </w:r>
      <w:r w:rsidRPr="00E37591">
        <w:rPr>
          <w:rtl/>
          <w:lang w:bidi="ur-PK"/>
        </w:rPr>
        <w:t xml:space="preserve"> آپ ان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توج</w:t>
      </w:r>
      <w:r w:rsidRPr="00E37591">
        <w:rPr>
          <w:rFonts w:hint="cs"/>
          <w:rtl/>
          <w:lang w:bidi="ur-PK"/>
        </w:rPr>
        <w:t>ہ فرمائی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00" w:name="_Toc468966814"/>
      <w:bookmarkStart w:id="101" w:name="_Toc468970747"/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bookmarkEnd w:id="100"/>
      <w:bookmarkEnd w:id="10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جو کارنامے انجام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باعقل وشعور انسان س</w:t>
      </w:r>
      <w:r w:rsidRPr="00E37591">
        <w:rPr>
          <w:rFonts w:hint="cs"/>
          <w:rtl/>
          <w:lang w:bidi="ur-PK"/>
        </w:rPr>
        <w:t>ے مخفی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انسان کی</w:t>
      </w:r>
      <w:r w:rsidRPr="00E37591">
        <w:rPr>
          <w:rtl/>
          <w:lang w:bidi="ur-PK"/>
        </w:rPr>
        <w:t xml:space="preserve"> عقل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ڑانمای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مختلف ادوار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مختلف رنگ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کرتار</w:t>
      </w:r>
      <w:r w:rsidRPr="00E37591">
        <w:rPr>
          <w:rFonts w:hint="cs"/>
          <w:rtl/>
          <w:lang w:bidi="ur-PK"/>
        </w:rPr>
        <w:t>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افسوس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تحفظ کے لئے اس کے جملہ حقائق وحی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نبوت صانع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سب کا انکار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حلقوں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مش</w:t>
      </w:r>
      <w:r w:rsidRPr="00E37591">
        <w:rPr>
          <w:rFonts w:hint="cs"/>
          <w:rtl/>
          <w:lang w:bidi="ur-PK"/>
        </w:rPr>
        <w:t>ہور 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احساس کمتری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جب و</w:t>
      </w:r>
      <w:r w:rsidRPr="00E37591">
        <w:rPr>
          <w:rFonts w:hint="cs"/>
          <w:rtl/>
          <w:lang w:bidi="ur-PK"/>
        </w:rPr>
        <w:t>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قوتوں ک</w:t>
      </w:r>
      <w:r w:rsidRPr="00E37591">
        <w:rPr>
          <w:rFonts w:hint="cs"/>
          <w:rtl/>
          <w:lang w:bidi="ur-PK"/>
        </w:rPr>
        <w:t>ے مقابلہ سے عاجز ہوجاتاہے۔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ہرت اس کے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س</w:t>
      </w:r>
      <w:r w:rsidRPr="00E37591">
        <w:rPr>
          <w:rFonts w:hint="cs"/>
          <w:rtl/>
          <w:lang w:bidi="ur-PK"/>
        </w:rPr>
        <w:t>ے ہم آہنگ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اس نے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منطبق </w:t>
      </w:r>
      <w:r w:rsidRPr="00E37591">
        <w:rPr>
          <w:rFonts w:hint="cs"/>
          <w:rtl/>
          <w:lang w:bidi="ur-PK"/>
        </w:rPr>
        <w:t>ہوسکے کو نستانی</w:t>
      </w:r>
      <w:r w:rsidRPr="00E37591">
        <w:rPr>
          <w:rFonts w:hint="eastAsia"/>
          <w:rtl/>
          <w:lang w:bidi="ur-PK"/>
        </w:rPr>
        <w:t>توف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ھتاہے: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کو مسنح کردی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عناصر کی</w:t>
      </w:r>
      <w:r w:rsidRPr="00E37591">
        <w:rPr>
          <w:rtl/>
          <w:lang w:bidi="ur-PK"/>
        </w:rPr>
        <w:t xml:space="preserve"> مخالف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نے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کا سرچشم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حالات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  <w:t>(دور ا</w:t>
      </w:r>
      <w:r w:rsidRPr="00E37591">
        <w:rPr>
          <w:rtl/>
          <w:lang w:bidi="ur-PK"/>
        </w:rPr>
        <w:t>لافکار التقدم</w:t>
      </w:r>
      <w:r w:rsidRPr="00E37591">
        <w:rPr>
          <w:rFonts w:hint="cs"/>
          <w:rtl/>
          <w:lang w:bidi="ur-PK"/>
        </w:rPr>
        <w:t>یہ،ص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جب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نشود نما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منطبق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فکر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تواس</w:t>
      </w:r>
      <w:r w:rsidRPr="00E37591">
        <w:rPr>
          <w:rFonts w:hint="cs"/>
          <w:rtl/>
          <w:lang w:bidi="ur-PK"/>
        </w:rPr>
        <w:t>ے طبقاتی</w:t>
      </w:r>
      <w:r w:rsidRPr="00E37591">
        <w:rPr>
          <w:rtl/>
          <w:lang w:bidi="ur-PK"/>
        </w:rPr>
        <w:t xml:space="preserve"> نزاع کا س</w:t>
      </w:r>
      <w:r w:rsidRPr="00E37591">
        <w:rPr>
          <w:rFonts w:hint="cs"/>
          <w:rtl/>
          <w:lang w:bidi="ur-PK"/>
        </w:rPr>
        <w:t>ہارا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ڑااور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بھروسے پر اس نے یہ</w:t>
      </w:r>
      <w:r w:rsidRPr="00E37591">
        <w:rPr>
          <w:rtl/>
          <w:lang w:bidi="ur-PK"/>
        </w:rPr>
        <w:t xml:space="preserve"> اعلان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مظلوم طبقہ کی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وس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وہ اپنادل بہلای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مارکس کا کہ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افلاس درحق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افلاس کا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ہے۔دی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محزون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ہ ہے۔دی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عالم ب</w:t>
      </w:r>
      <w:r w:rsidRPr="00E37591">
        <w:rPr>
          <w:rFonts w:hint="cs"/>
          <w:rtl/>
          <w:lang w:bidi="ur-PK"/>
        </w:rPr>
        <w:t>ے روح کی</w:t>
      </w:r>
      <w:r w:rsidRPr="00E37591">
        <w:rPr>
          <w:rtl/>
          <w:lang w:bidi="ur-PK"/>
        </w:rPr>
        <w:t xml:space="preserve"> روح اور مفکر ب</w:t>
      </w:r>
      <w:r w:rsidRPr="00E37591">
        <w:rPr>
          <w:rFonts w:hint="cs"/>
          <w:rtl/>
          <w:lang w:bidi="ur-PK"/>
        </w:rPr>
        <w:t>ے شعور کی</w:t>
      </w:r>
      <w:r w:rsidRPr="00E37591">
        <w:rPr>
          <w:rtl/>
          <w:lang w:bidi="ur-PK"/>
        </w:rPr>
        <w:t xml:space="preserve"> فکر </w:t>
      </w:r>
      <w:r w:rsidRPr="00E37591">
        <w:rPr>
          <w:rFonts w:hint="cs"/>
          <w:rtl/>
          <w:lang w:bidi="ur-PK"/>
        </w:rPr>
        <w:t>ہے،دی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اقوام عالم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ہے،اس آنسوؤں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ڈوبی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واد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کا پ</w:t>
      </w:r>
      <w:r w:rsidRPr="00E37591">
        <w:rPr>
          <w:rFonts w:hint="cs"/>
          <w:rtl/>
          <w:lang w:bidi="ur-PK"/>
        </w:rPr>
        <w:t>ہلا قدم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(مارل مارکس،ص</w:t>
      </w:r>
      <w:r w:rsidR="00D5387C" w:rsidRPr="00E37591">
        <w:rPr>
          <w:rFonts w:hint="cs"/>
          <w:rtl/>
          <w:lang w:bidi="ur-PK"/>
        </w:rPr>
        <w:t>16</w:t>
      </w:r>
      <w:r w:rsidRPr="00E37591">
        <w:rPr>
          <w:rFonts w:hint="cs"/>
          <w:rtl/>
          <w:lang w:bidi="ur-PK"/>
        </w:rPr>
        <w:t>،</w:t>
      </w:r>
      <w:r w:rsidR="00D5387C" w:rsidRPr="00E37591">
        <w:rPr>
          <w:rFonts w:hint="cs"/>
          <w:rtl/>
          <w:lang w:bidi="ur-PK"/>
        </w:rPr>
        <w:t>17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اس نقطہ پر متفق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اختلاف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شروع </w:t>
      </w:r>
      <w:r w:rsidRPr="00E37591">
        <w:rPr>
          <w:rFonts w:hint="cs"/>
          <w:rtl/>
          <w:lang w:bidi="ur-PK"/>
        </w:rPr>
        <w:t>ہوتاہے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افراد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افی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حاکم طبقہ محکوم طبقہ کو استعمال کراتاہے تاکہ وہ اپنے مطالبات سے غافل ہوکر اس کے ہر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>ے پر لبی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ہتارہے گوی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محکوم طبق</w:t>
      </w:r>
      <w:r w:rsidRPr="00E37591">
        <w:rPr>
          <w:rFonts w:hint="cs"/>
          <w:rtl/>
          <w:lang w:bidi="ur-PK"/>
        </w:rPr>
        <w:t>ہ کو اپنے اغراض ومصالح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کرن</w:t>
      </w:r>
      <w:r w:rsidRPr="00E37591">
        <w:rPr>
          <w:rFonts w:hint="cs"/>
          <w:rtl/>
          <w:lang w:bidi="ur-PK"/>
        </w:rPr>
        <w:t>ے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جال </w:t>
      </w:r>
      <w:r w:rsidRPr="00E37591">
        <w:rPr>
          <w:rFonts w:hint="cs"/>
          <w:rtl/>
          <w:lang w:bidi="ur-PK"/>
        </w:rPr>
        <w:t>ہے جسے اسی</w:t>
      </w:r>
      <w:r w:rsidRPr="00E37591">
        <w:rPr>
          <w:rtl/>
          <w:lang w:bidi="ur-PK"/>
        </w:rPr>
        <w:t xml:space="preserve"> مقصد ک</w:t>
      </w:r>
      <w:r w:rsidRPr="00E37591">
        <w:rPr>
          <w:rFonts w:hint="cs"/>
          <w:rtl/>
          <w:lang w:bidi="ur-PK"/>
        </w:rPr>
        <w:t>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پرستاروں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طرح منہ موڑلی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لگاؤ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ورنہ اگر وہ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صفحات کا سرسری</w:t>
      </w:r>
      <w:r w:rsidRPr="00E37591">
        <w:rPr>
          <w:rtl/>
          <w:lang w:bidi="ur-PK"/>
        </w:rPr>
        <w:t xml:space="preserve"> مطالع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ہوجاتاکہ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غالباً فقراء ومساک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کمزور طبق</w:t>
      </w:r>
      <w:r w:rsidRPr="00E37591">
        <w:rPr>
          <w:rFonts w:hint="cs"/>
          <w:rtl/>
          <w:lang w:bidi="ur-PK"/>
        </w:rPr>
        <w:t>ہ کے افراد کی</w:t>
      </w:r>
      <w:r w:rsidRPr="00E37591">
        <w:rPr>
          <w:rtl/>
          <w:lang w:bidi="ur-PK"/>
        </w:rPr>
        <w:t xml:space="preserve"> آغوش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پلا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شعاع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 شان</w:t>
      </w:r>
      <w:r w:rsidRPr="00E37591">
        <w:rPr>
          <w:rFonts w:hint="cs"/>
          <w:rtl/>
          <w:lang w:bidi="ur-PK"/>
        </w:rPr>
        <w:t>ۂ فقر کے دماغوں سے پھوٹی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۔مسی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قصررومان تک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مرسل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پہنچائے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 کے پاس اس روحانی</w:t>
      </w:r>
      <w:r w:rsidRPr="00E37591">
        <w:rPr>
          <w:rtl/>
          <w:lang w:bidi="ur-PK"/>
        </w:rPr>
        <w:t xml:space="preserve"> شعل</w:t>
      </w:r>
      <w:r w:rsidRPr="00E37591">
        <w:rPr>
          <w:rFonts w:hint="cs"/>
          <w:rtl/>
          <w:lang w:bidi="ur-PK"/>
        </w:rPr>
        <w:t>ہ کے علاوہ اور کچھ نہ تھا جو ان کے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ھڑک رہاتھا۔صدر اول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پرورش گا</w:t>
      </w:r>
      <w:r w:rsidRPr="00E37591">
        <w:rPr>
          <w:rFonts w:hint="cs"/>
          <w:rtl/>
          <w:lang w:bidi="ur-PK"/>
        </w:rPr>
        <w:t>ہ مکہ کے فقراء ومساکی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کس کا دل ودماغ تھا؟کی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حقائق ک</w:t>
      </w:r>
      <w:r w:rsidRPr="00E37591">
        <w:rPr>
          <w:rFonts w:hint="cs"/>
          <w:rtl/>
          <w:lang w:bidi="ur-PK"/>
        </w:rPr>
        <w:t>ے باوجود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حاکم طبق</w:t>
      </w:r>
      <w:r w:rsidRPr="00E37591">
        <w:rPr>
          <w:rFonts w:hint="cs"/>
          <w:rtl/>
          <w:lang w:bidi="ur-PK"/>
        </w:rPr>
        <w:t>ہ کا جال قرار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جہالت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پرستاروں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مظلوم ومجبورطبق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ہ قراردی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۔ان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مظلوم وعاجز انسان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کر اپناتاہے اور پھر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 جواب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پہلے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عام بات پر توج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مناسب 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46DAF" w:rsidRPr="00E37591" w:rsidRDefault="00846DAF" w:rsidP="00E12915">
      <w:pPr>
        <w:pStyle w:val="libNormal"/>
        <w:rPr>
          <w:rtl/>
          <w:lang w:bidi="ur-PK"/>
        </w:rPr>
      </w:pPr>
    </w:p>
    <w:p w:rsidR="00824138" w:rsidRPr="00E37591" w:rsidRDefault="00824138" w:rsidP="00E12915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او روہ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حسن اتفاق سے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 معاشروں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رائج ر</w:t>
      </w:r>
      <w:r w:rsidRPr="00E37591">
        <w:rPr>
          <w:rFonts w:hint="cs"/>
          <w:rtl/>
          <w:lang w:bidi="ur-PK"/>
        </w:rPr>
        <w:t>ہاہے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آنے والے دور کا نمونہ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ادوار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مبراتھے۔سوال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ان لاطبقاتی</w:t>
      </w:r>
      <w:r w:rsidRPr="00E37591">
        <w:rPr>
          <w:rtl/>
          <w:lang w:bidi="ur-PK"/>
        </w:rPr>
        <w:t xml:space="preserve"> ادوار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وجود مختلف اشکال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ہوجاتاہے تو پھراسے طبقاتی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ہاں تک درست رہتاہے۔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ان لوگوں کے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ضع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فوں</w:t>
      </w:r>
      <w:r w:rsidRPr="00E37591">
        <w:rPr>
          <w:rtl/>
          <w:lang w:bidi="ur-PK"/>
        </w:rPr>
        <w:t xml:space="preserve"> او ر مظلوموں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 مان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ھراسے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ہونا چاہئے جہاں افلاس وتنگ دستی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اور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 کو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کرناچاہئے جو مادی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اعتبار سے بلندو بالا درجہ</w:t>
      </w:r>
      <w:r w:rsidRPr="00E37591">
        <w:rPr>
          <w:rtl/>
          <w:lang w:bidi="ur-PK"/>
        </w:rPr>
        <w:t xml:space="preserve"> پر فائز </w:t>
      </w:r>
      <w:r w:rsidRPr="00E37591">
        <w:rPr>
          <w:rFonts w:hint="cs"/>
          <w:rtl/>
          <w:lang w:bidi="ur-PK"/>
        </w:rPr>
        <w:t>ہو۔حالانکہ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حدتک </w:t>
      </w:r>
      <w:r w:rsidRPr="00E37591">
        <w:rPr>
          <w:rFonts w:hint="cs"/>
          <w:rtl/>
          <w:lang w:bidi="ur-PK"/>
        </w:rPr>
        <w:t>ہمارا ساتھ ضروردے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 دماغوں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چکاہے اور رہتاہے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خاطر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ثروت قربان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جذب</w:t>
      </w:r>
      <w:r w:rsidRPr="00E37591">
        <w:rPr>
          <w:rFonts w:hint="cs"/>
          <w:rtl/>
          <w:lang w:bidi="ur-PK"/>
        </w:rPr>
        <w:t>ہ ہوتاہے اور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آپ 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محکم نظام </w:t>
      </w:r>
      <w:r w:rsidRPr="00E37591">
        <w:rPr>
          <w:rFonts w:hint="cs"/>
          <w:rtl/>
          <w:lang w:bidi="ur-PK"/>
        </w:rPr>
        <w:t>ہے جسے ثروتمند عقلی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پسند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اور دونوں ن</w:t>
      </w:r>
      <w:r w:rsidRPr="00E37591">
        <w:rPr>
          <w:rFonts w:hint="cs"/>
          <w:rtl/>
          <w:lang w:bidi="ur-PK"/>
        </w:rPr>
        <w:t>ے 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قلب وجگر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فقط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نشوونما کا منشاء قرار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ممنون کرم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خدابنال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جب و</w:t>
      </w:r>
      <w:r w:rsidRPr="00E37591">
        <w:rPr>
          <w:rFonts w:hint="cs"/>
          <w:rtl/>
          <w:lang w:bidi="ur-PK"/>
        </w:rPr>
        <w:t>ہ حکومت ترقی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منضم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 اس کا خدا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 جای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واضح مثال مس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رومان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25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برس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اس نے جاگی</w:t>
      </w:r>
      <w:r w:rsidRPr="00E37591">
        <w:rPr>
          <w:rFonts w:hint="eastAsia"/>
          <w:rtl/>
          <w:lang w:bidi="ur-PK"/>
        </w:rPr>
        <w:t>رداران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صورت بدل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جب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ٹکرائی</w:t>
      </w:r>
      <w:r w:rsidRPr="00E37591">
        <w:rPr>
          <w:rtl/>
          <w:lang w:bidi="ur-PK"/>
        </w:rPr>
        <w:t xml:space="preserve"> تو پرو</w:t>
      </w:r>
      <w:r w:rsidRPr="00E37591">
        <w:rPr>
          <w:rFonts w:hint="cs"/>
          <w:rtl/>
          <w:lang w:bidi="ur-PK"/>
        </w:rPr>
        <w:t>ٹسٹانٹ ازم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ی۔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(لار</w:t>
      </w:r>
      <w:r w:rsidRPr="00E37591">
        <w:rPr>
          <w:rFonts w:hint="cs"/>
          <w:rtl/>
          <w:lang w:bidi="ur-PK"/>
        </w:rPr>
        <w:t>ڈفی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باخ،ص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مسی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اپرو</w:t>
      </w:r>
      <w:r w:rsidRPr="00E37591">
        <w:rPr>
          <w:rFonts w:hint="cs"/>
          <w:rtl/>
          <w:lang w:bidi="ur-PK"/>
        </w:rPr>
        <w:t>ٹسٹانیٹ</w:t>
      </w:r>
      <w:r w:rsidRPr="00E37591">
        <w:rPr>
          <w:rtl/>
          <w:lang w:bidi="ur-PK"/>
        </w:rPr>
        <w:t xml:space="preserve"> کا تعلق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اغراض س</w:t>
      </w:r>
      <w:r w:rsidRPr="00E37591">
        <w:rPr>
          <w:rFonts w:hint="cs"/>
          <w:rtl/>
          <w:lang w:bidi="ur-PK"/>
        </w:rPr>
        <w:t>ے ہوتاتوا س کی</w:t>
      </w:r>
      <w:r w:rsidRPr="00E37591">
        <w:rPr>
          <w:rtl/>
          <w:lang w:bidi="ur-PK"/>
        </w:rPr>
        <w:t xml:space="preserve"> نشوونمارومان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جو اس وقت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حامل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اورپ</w:t>
      </w:r>
      <w:r w:rsidRPr="00E37591">
        <w:rPr>
          <w:rFonts w:hint="cs"/>
          <w:rtl/>
          <w:lang w:bidi="ur-PK"/>
        </w:rPr>
        <w:t>ھر اصلاحی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پرست جماعت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سے اٹھتی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رومان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س</w:t>
      </w:r>
      <w:r w:rsidRPr="00E37591">
        <w:rPr>
          <w:rFonts w:hint="cs"/>
          <w:rtl/>
          <w:lang w:bidi="ur-PK"/>
        </w:rPr>
        <w:t>ے بہت دورای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مشرق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جو رومان کا 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علاق</w:t>
      </w:r>
      <w:r w:rsidRPr="00E37591">
        <w:rPr>
          <w:rFonts w:hint="cs"/>
          <w:rtl/>
          <w:lang w:bidi="ur-PK"/>
        </w:rPr>
        <w:t>ہ تھا اور پھر اس کی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یہودی</w:t>
      </w:r>
      <w:r w:rsidRPr="00E37591">
        <w:rPr>
          <w:rtl/>
          <w:lang w:bidi="ur-PK"/>
        </w:rPr>
        <w:t xml:space="preserve"> اور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قوم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قائد(</w:t>
      </w:r>
      <w:r>
        <w:t>PAMPAY</w:t>
      </w:r>
      <w:r w:rsidRPr="00E37591">
        <w:rPr>
          <w:rtl/>
          <w:lang w:bidi="ur-PK"/>
        </w:rPr>
        <w:t>)ک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</w:t>
      </w:r>
      <w:r w:rsidR="00D5387C" w:rsidRPr="00E37591">
        <w:rPr>
          <w:rFonts w:hint="cs"/>
          <w:rtl/>
          <w:lang w:bidi="ur-PK"/>
        </w:rPr>
        <w:t>6</w:t>
      </w:r>
      <w:r w:rsidRPr="00E37591">
        <w:rPr>
          <w:rFonts w:hint="cs"/>
          <w:rtl/>
          <w:lang w:bidi="ur-PK"/>
        </w:rPr>
        <w:t xml:space="preserve"> صدی</w:t>
      </w:r>
      <w:r w:rsidRPr="00E37591">
        <w:rPr>
          <w:rtl/>
          <w:lang w:bidi="ur-PK"/>
        </w:rPr>
        <w:t xml:space="preserve"> قبل ک</w:t>
      </w:r>
      <w:r w:rsidRPr="00E37591">
        <w:rPr>
          <w:rFonts w:hint="cs"/>
          <w:rtl/>
          <w:lang w:bidi="ur-PK"/>
        </w:rPr>
        <w:t>ے استعمار کے بعد سے قومی</w:t>
      </w:r>
      <w:r w:rsidRPr="00E37591">
        <w:rPr>
          <w:rtl/>
          <w:lang w:bidi="ur-PK"/>
        </w:rPr>
        <w:t xml:space="preserve"> استقلال ک</w:t>
      </w:r>
      <w:r w:rsidRPr="00E37591">
        <w:rPr>
          <w:rFonts w:hint="cs"/>
          <w:rtl/>
          <w:lang w:bidi="ur-PK"/>
        </w:rPr>
        <w:t>ے علاوہ اور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خاطر انقلاب برپاکئ</w:t>
      </w:r>
      <w:r w:rsidRPr="00E37591">
        <w:rPr>
          <w:rFonts w:hint="cs"/>
          <w:rtl/>
          <w:lang w:bidi="ur-PK"/>
        </w:rPr>
        <w:t>ے تھے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جانی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قربان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لطف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اسی</w:t>
      </w:r>
      <w:r w:rsidRPr="00E37591">
        <w:rPr>
          <w:rtl/>
          <w:lang w:bidi="ur-PK"/>
        </w:rPr>
        <w:t xml:space="preserve">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آخرکار جابرحکومت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 جسے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نمائندوں نے اٹھای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پرست افراد س</w:t>
      </w:r>
      <w:r w:rsidRPr="00E37591">
        <w:rPr>
          <w:rFonts w:hint="cs"/>
          <w:rtl/>
          <w:lang w:bidi="ur-PK"/>
        </w:rPr>
        <w:t>ے نہ تھا۔یہ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اس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طبقہ نے بھی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اٹھای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ہرگزنہی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اس طبق</w:t>
      </w:r>
      <w:r w:rsidRPr="00E37591">
        <w:rPr>
          <w:rFonts w:hint="cs"/>
          <w:rtl/>
          <w:lang w:bidi="ur-PK"/>
        </w:rPr>
        <w:t>ہ سے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ھاورنہ اگر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ہوتاتو اس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شہروں سے بہتر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ڈہوتاجہاں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بورژواد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ہروں سے بہتر تھی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 xml:space="preserve">ے کہ  </w:t>
      </w:r>
      <w:r w:rsidR="00D5387C" w:rsidRPr="00E37591">
        <w:rPr>
          <w:rFonts w:hint="cs"/>
          <w:rtl/>
          <w:lang w:bidi="ur-PK"/>
        </w:rPr>
        <w:t>1215</w:t>
      </w:r>
      <w:r w:rsidRPr="00E37591">
        <w:rPr>
          <w:rFonts w:hint="cs"/>
          <w:rtl/>
          <w:lang w:bidi="ur-PK"/>
        </w:rPr>
        <w:t xml:space="preserve">ء کے بعد کے انقلاب کے </w:t>
      </w:r>
      <w:r w:rsidRPr="00E37591">
        <w:rPr>
          <w:rtl/>
          <w:lang w:bidi="ur-PK"/>
        </w:rPr>
        <w:t>باعث اس ش</w:t>
      </w:r>
      <w:r w:rsidRPr="00E37591">
        <w:rPr>
          <w:rFonts w:hint="cs"/>
          <w:rtl/>
          <w:lang w:bidi="ur-PK"/>
        </w:rPr>
        <w:t>ہر کی</w:t>
      </w:r>
      <w:r w:rsidRPr="00E37591">
        <w:rPr>
          <w:rtl/>
          <w:lang w:bidi="ur-PK"/>
        </w:rPr>
        <w:t xml:space="preserve"> حالت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حدتک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لوتھر(</w:t>
      </w:r>
      <w:r>
        <w:t>M.LUTHEIR</w:t>
      </w:r>
      <w:r w:rsidRPr="00E37591">
        <w:rPr>
          <w:rtl/>
          <w:lang w:bidi="ur-PK"/>
        </w:rPr>
        <w:t>)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ظاہر نہی</w:t>
      </w:r>
      <w:r w:rsidRPr="00E37591">
        <w:rPr>
          <w:rtl/>
          <w:lang w:bidi="ur-PK"/>
        </w:rPr>
        <w:t xml:space="preserve">ں </w:t>
      </w:r>
      <w:r w:rsidRPr="00E37591">
        <w:rPr>
          <w:rFonts w:hint="cs"/>
          <w:rtl/>
          <w:lang w:bidi="ur-PK"/>
        </w:rPr>
        <w:t>ہوتابلکہ اس سے بہت دور جرمنی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جس طرح کہ کالون(</w:t>
      </w:r>
      <w:r>
        <w:t>CALWN</w:t>
      </w:r>
      <w:r w:rsidRPr="00E37591">
        <w:rPr>
          <w:rtl/>
          <w:lang w:bidi="ur-PK"/>
        </w:rPr>
        <w:t>) فرانس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چلار</w:t>
      </w:r>
      <w:r w:rsidRPr="00E37591">
        <w:rPr>
          <w:rFonts w:hint="cs"/>
          <w:rtl/>
          <w:lang w:bidi="ur-PK"/>
        </w:rPr>
        <w:t>ہاتھا۔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ھولک</w:t>
      </w:r>
      <w:r w:rsidRPr="00E37591">
        <w:rPr>
          <w:rtl/>
          <w:lang w:bidi="ur-PK"/>
        </w:rPr>
        <w:t xml:space="preserve"> اور پرو</w:t>
      </w:r>
      <w:r w:rsidRPr="00E37591">
        <w:rPr>
          <w:rFonts w:hint="cs"/>
          <w:rtl/>
          <w:lang w:bidi="ur-PK"/>
        </w:rPr>
        <w:t>ٹسٹانی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</w:t>
      </w:r>
      <w:r w:rsidRPr="00E37591">
        <w:rPr>
          <w:rFonts w:hint="cs"/>
          <w:rtl/>
          <w:lang w:bidi="ur-PK"/>
        </w:rPr>
        <w:t>ہور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آخر کار 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ادرنج ن</w:t>
      </w:r>
      <w:r w:rsidRPr="00E37591">
        <w:rPr>
          <w:rFonts w:hint="cs"/>
          <w:rtl/>
          <w:lang w:bidi="ur-PK"/>
        </w:rPr>
        <w:t>ے اپنے بہادر لشکر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طوفان کو روکا،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درست </w:t>
      </w:r>
      <w:r w:rsidRPr="00E37591">
        <w:rPr>
          <w:rFonts w:hint="cs"/>
          <w:rtl/>
          <w:lang w:bidi="ur-PK"/>
        </w:rPr>
        <w:t>ہے کہ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ڈنے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46DAF" w:rsidRPr="00E37591" w:rsidRDefault="00846DA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پرو</w:t>
      </w:r>
      <w:r w:rsidRPr="00E37591">
        <w:rPr>
          <w:rFonts w:hint="cs"/>
          <w:rtl/>
          <w:lang w:bidi="ur-PK"/>
        </w:rPr>
        <w:t>ٹسٹنٹ تحری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اپنال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نشودونما کو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تھا بلکہ اس کی</w:t>
      </w:r>
      <w:r w:rsidRPr="00E37591">
        <w:rPr>
          <w:rtl/>
          <w:lang w:bidi="ur-PK"/>
        </w:rPr>
        <w:t xml:space="preserve"> نشوو </w:t>
      </w:r>
      <w:r w:rsidRPr="00E37591">
        <w:rPr>
          <w:rFonts w:hint="eastAsia"/>
          <w:rtl/>
          <w:lang w:bidi="ur-PK"/>
        </w:rPr>
        <w:t>نما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</w:t>
      </w:r>
      <w:r w:rsidRPr="00E37591">
        <w:rPr>
          <w:rtl/>
          <w:lang w:bidi="ur-PK"/>
        </w:rPr>
        <w:t>س 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ارتقاء کو عالم ک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المرتبت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پر منطبق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وانطباق کااختلاف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طور پر سامن</w:t>
      </w:r>
      <w:r w:rsidRPr="00E37591">
        <w:rPr>
          <w:rFonts w:hint="cs"/>
          <w:rtl/>
          <w:lang w:bidi="ur-PK"/>
        </w:rPr>
        <w:t>ے آجائے گا اس لئے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اگر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خدا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جزی</w:t>
      </w:r>
      <w:r w:rsidRPr="00E37591">
        <w:rPr>
          <w:rFonts w:hint="eastAsia"/>
          <w:rtl/>
          <w:lang w:bidi="ur-PK"/>
        </w:rPr>
        <w:t>رة</w:t>
      </w:r>
      <w:r w:rsidRPr="00E37591">
        <w:rPr>
          <w:rtl/>
          <w:lang w:bidi="ur-PK"/>
        </w:rPr>
        <w:t xml:space="preserve"> العرب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تو طوائف الملو کی</w:t>
      </w:r>
      <w:r w:rsidRPr="00E37591">
        <w:rPr>
          <w:rtl/>
          <w:lang w:bidi="ur-PK"/>
        </w:rPr>
        <w:t xml:space="preserve"> کادور دور</w:t>
      </w:r>
      <w:r w:rsidRPr="00E37591">
        <w:rPr>
          <w:rFonts w:hint="cs"/>
          <w:rtl/>
          <w:lang w:bidi="ur-PK"/>
        </w:rPr>
        <w:t>ہ تھا وہاں تو ہر قوم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جداگان</w:t>
      </w:r>
      <w:r w:rsidRPr="00E37591">
        <w:rPr>
          <w:rFonts w:hint="cs"/>
          <w:rtl/>
          <w:lang w:bidi="ur-PK"/>
        </w:rPr>
        <w:t>ہ خدا کی</w:t>
      </w:r>
      <w:r w:rsidRPr="00E37591">
        <w:rPr>
          <w:rtl/>
          <w:lang w:bidi="ur-PK"/>
        </w:rPr>
        <w:t xml:space="preserve"> پرستار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آخر اس پس افتاد</w:t>
      </w:r>
      <w:r w:rsidRPr="00E37591">
        <w:rPr>
          <w:rFonts w:hint="cs"/>
          <w:rtl/>
          <w:lang w:bidi="ur-PK"/>
        </w:rPr>
        <w:t>ہ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رب العالم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ا؟اگر</w:t>
      </w:r>
      <w:r w:rsidRPr="00E37591">
        <w:rPr>
          <w:rtl/>
          <w:lang w:bidi="ur-PK"/>
        </w:rPr>
        <w:t xml:space="preserve"> خدائ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تصور قوم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عالمی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منتقل </w:t>
      </w:r>
      <w:r w:rsidRPr="00E37591">
        <w:rPr>
          <w:rFonts w:hint="cs"/>
          <w:rtl/>
          <w:lang w:bidi="ur-PK"/>
        </w:rPr>
        <w:t>ہوتاہے تو پھرسوال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جزی</w:t>
      </w:r>
      <w:r w:rsidRPr="00E37591">
        <w:rPr>
          <w:rFonts w:hint="eastAsia"/>
          <w:rtl/>
          <w:lang w:bidi="ur-PK"/>
        </w:rPr>
        <w:t>رة</w:t>
      </w:r>
      <w:r w:rsidRPr="00E37591">
        <w:rPr>
          <w:rtl/>
          <w:lang w:bidi="ur-PK"/>
        </w:rPr>
        <w:t xml:space="preserve"> العرب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تصورن</w:t>
      </w:r>
      <w:r w:rsidRPr="00E37591">
        <w:rPr>
          <w:rFonts w:hint="cs"/>
          <w:rtl/>
          <w:lang w:bidi="ur-PK"/>
        </w:rPr>
        <w:t>ے قومی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عالمی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کارخ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مختلف خداؤں ک</w:t>
      </w:r>
      <w:r w:rsidRPr="00E37591">
        <w:rPr>
          <w:rFonts w:hint="cs"/>
          <w:rtl/>
          <w:lang w:bidi="ur-PK"/>
        </w:rPr>
        <w:t>ے پرستا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پلیٹ</w:t>
      </w:r>
      <w:r w:rsidRPr="00E37591">
        <w:rPr>
          <w:rtl/>
          <w:lang w:bidi="ur-PK"/>
        </w:rPr>
        <w:t xml:space="preserve"> فارم پر کس طرح جمع </w:t>
      </w:r>
      <w:r w:rsidRPr="00E37591">
        <w:rPr>
          <w:rFonts w:hint="cs"/>
          <w:rtl/>
          <w:lang w:bidi="ur-PK"/>
        </w:rPr>
        <w:t>ہوگئے۔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02" w:name="_Toc468966815"/>
      <w:bookmarkStart w:id="103" w:name="_Toc468970748"/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>:فلسف</w:t>
      </w:r>
      <w:r w:rsidRPr="00E37591">
        <w:rPr>
          <w:rFonts w:hint="cs"/>
          <w:rtl/>
          <w:lang w:bidi="ur-PK"/>
        </w:rPr>
        <w:t>ہ</w:t>
      </w:r>
      <w:bookmarkEnd w:id="102"/>
      <w:bookmarkEnd w:id="10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فلسفی</w:t>
      </w:r>
      <w:r w:rsidRPr="00E37591">
        <w:rPr>
          <w:rtl/>
          <w:lang w:bidi="ur-PK"/>
        </w:rPr>
        <w:t xml:space="preserve"> افکار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اور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(</w:t>
      </w:r>
      <w:r>
        <w:t>CAUSTRNTINOFE</w:t>
      </w:r>
      <w:r w:rsidRPr="00E37591">
        <w:rPr>
          <w:rtl/>
          <w:lang w:bidi="ur-PK"/>
        </w:rPr>
        <w:t>)لک</w:t>
      </w:r>
      <w:r w:rsidRPr="00E37591">
        <w:rPr>
          <w:rFonts w:hint="cs"/>
          <w:rtl/>
          <w:lang w:bidi="ur-PK"/>
        </w:rPr>
        <w:t>ھتاہے: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جو </w:t>
      </w:r>
      <w:r w:rsidRPr="00E37591">
        <w:rPr>
          <w:rFonts w:hint="cs"/>
          <w:rtl/>
          <w:lang w:bidi="ur-PK"/>
        </w:rPr>
        <w:t>ہر اجتماع 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ادراک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تابع </w:t>
      </w:r>
      <w:r w:rsidRPr="00E37591">
        <w:rPr>
          <w:rFonts w:hint="cs"/>
          <w:rtl/>
          <w:lang w:bidi="ur-PK"/>
        </w:rPr>
        <w:t>ہوتاہے۔چنانچہ انسان کے تمام اجتماعی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،حقوق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اس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ذہ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انعکاس اور 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46DAF" w:rsidRPr="00E37591" w:rsidRDefault="00846DAF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پرتو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۔(دورالافکار المتقدمیہ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المجتمع،ص</w:t>
      </w:r>
      <w:r w:rsidR="00D5387C" w:rsidRPr="00E37591">
        <w:rPr>
          <w:rFonts w:hint="cs"/>
          <w:rtl/>
          <w:lang w:bidi="ur-PK"/>
        </w:rPr>
        <w:t>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جس طرح فکر واقتصاد کے ارتباط کے بالکلیہ</w:t>
      </w:r>
      <w:r w:rsidRPr="00E37591">
        <w:rPr>
          <w:rtl/>
          <w:lang w:bidi="ur-PK"/>
        </w:rPr>
        <w:t xml:space="preserve"> منکر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قائل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قانون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اپن</w:t>
      </w:r>
      <w:r w:rsidRPr="00E37591">
        <w:rPr>
          <w:rFonts w:hint="cs"/>
          <w:rtl/>
          <w:lang w:bidi="ur-PK"/>
        </w:rPr>
        <w:t>ے خاص اسباب کے سہارے چل رہاہے یہاں</w:t>
      </w:r>
      <w:r w:rsidRPr="00E37591">
        <w:rPr>
          <w:rtl/>
          <w:lang w:bidi="ur-PK"/>
        </w:rPr>
        <w:t>(</w:t>
      </w:r>
      <w:r>
        <w:t>IDEALOGE</w:t>
      </w:r>
      <w:r w:rsidRPr="00E37591">
        <w:rPr>
          <w:rtl/>
          <w:lang w:bidi="ur-PK"/>
        </w:rPr>
        <w:t>)عمل اپن</w:t>
      </w:r>
      <w:r w:rsidRPr="00E37591">
        <w:rPr>
          <w:rFonts w:hint="cs"/>
          <w:rtl/>
          <w:lang w:bidi="ur-PK"/>
        </w:rPr>
        <w:t>ے علل واسباب سے اسی</w:t>
      </w:r>
      <w:r w:rsidRPr="00E37591">
        <w:rPr>
          <w:rtl/>
          <w:lang w:bidi="ur-PK"/>
        </w:rPr>
        <w:t xml:space="preserve"> طرح مربوط </w:t>
      </w:r>
      <w:r w:rsidRPr="00E37591">
        <w:rPr>
          <w:rFonts w:hint="cs"/>
          <w:rtl/>
          <w:lang w:bidi="ur-PK"/>
        </w:rPr>
        <w:t>ہوتاہے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معلول اپنی</w:t>
      </w:r>
      <w:r w:rsidRPr="00E37591">
        <w:rPr>
          <w:rtl/>
          <w:lang w:bidi="ur-PK"/>
        </w:rPr>
        <w:t xml:space="preserve"> علت ک</w:t>
      </w:r>
      <w:r w:rsidRPr="00E37591">
        <w:rPr>
          <w:rFonts w:hint="cs"/>
          <w:rtl/>
          <w:lang w:bidi="ur-PK"/>
        </w:rPr>
        <w:t>ے ساتھ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کلام صر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اس بات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فکری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علل واسباب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اسباب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ںعلت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ہماری</w:t>
      </w:r>
      <w:r w:rsidRPr="00E37591">
        <w:rPr>
          <w:rtl/>
          <w:lang w:bidi="ur-PK"/>
        </w:rPr>
        <w:t xml:space="preserve"> رائ</w:t>
      </w:r>
      <w:r w:rsidRPr="00E37591">
        <w:rPr>
          <w:rFonts w:hint="cs"/>
          <w:rtl/>
          <w:lang w:bidi="ur-PK"/>
        </w:rPr>
        <w:t>ے اس سے بالکل مختلف ہے۔ہم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>ے قول کے مطابق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منطبق کرک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منظرنظرآتا</w:t>
      </w:r>
      <w:r w:rsidRPr="00E37591">
        <w:rPr>
          <w:rFonts w:hint="cs"/>
          <w:rtl/>
          <w:lang w:bidi="ur-PK"/>
        </w:rPr>
        <w:t>ہے۔یہی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 ا</w:t>
      </w:r>
      <w:r w:rsidRPr="00E37591">
        <w:rPr>
          <w:rFonts w:hint="eastAsia"/>
          <w:rtl/>
          <w:lang w:bidi="ur-PK"/>
        </w:rPr>
        <w:t>فکار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کبھی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کا،کب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انعکاس ک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</w:t>
      </w:r>
      <w:r w:rsidRPr="00E37591">
        <w:rPr>
          <w:rtl/>
          <w:lang w:bidi="ur-PK"/>
        </w:rPr>
        <w:t>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برطانو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کا نفورث لک</w:t>
      </w:r>
      <w:r w:rsidRPr="00E37591">
        <w:rPr>
          <w:rFonts w:hint="cs"/>
          <w:rtl/>
          <w:lang w:bidi="ur-PK"/>
        </w:rPr>
        <w:t>ھتاہے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قابل</w:t>
      </w:r>
      <w:r w:rsidRPr="00E37591">
        <w:rPr>
          <w:rtl/>
          <w:lang w:bidi="ur-PK"/>
        </w:rPr>
        <w:t xml:space="preserve"> ملاحظ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ٹکنی</w:t>
      </w:r>
      <w:r w:rsidRPr="00E37591">
        <w:rPr>
          <w:rFonts w:hint="eastAsia"/>
          <w:rtl/>
          <w:lang w:bidi="ur-PK"/>
        </w:rPr>
        <w:t>کل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جادات</w:t>
      </w:r>
      <w:r w:rsidRPr="00E37591">
        <w:rPr>
          <w:rtl/>
          <w:lang w:bidi="ur-PK"/>
        </w:rPr>
        <w:t xml:space="preserve"> اور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اکتشافات ن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ے ظہور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 قدر حص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(المادی</w:t>
      </w:r>
      <w:r w:rsidRPr="00E37591">
        <w:rPr>
          <w:rFonts w:hint="eastAsia"/>
          <w:rtl/>
          <w:lang w:bidi="ur-PK"/>
        </w:rPr>
        <w:t>ة</w:t>
      </w:r>
      <w:r w:rsidRPr="00E37591">
        <w:rPr>
          <w:rtl/>
          <w:lang w:bidi="ur-PK"/>
        </w:rPr>
        <w:t xml:space="preserve"> الد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للتک</w:t>
      </w:r>
      <w:r w:rsidRPr="00E37591">
        <w:rPr>
          <w:rFonts w:hint="cs"/>
          <w:rtl/>
          <w:lang w:bidi="ur-PK"/>
        </w:rPr>
        <w:t>یہ،ص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فلسفی</w:t>
      </w:r>
      <w:r w:rsidRPr="00E37591">
        <w:rPr>
          <w:rtl/>
          <w:lang w:bidi="ur-PK"/>
        </w:rPr>
        <w:t xml:space="preserve"> افکار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قرارد</w:t>
      </w:r>
      <w:r w:rsidRPr="00E37591">
        <w:rPr>
          <w:rFonts w:hint="cs"/>
          <w:rtl/>
          <w:lang w:bidi="ur-PK"/>
        </w:rPr>
        <w:t>ے کر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دونوں کے تکامل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توازن قائم کر</w:t>
      </w:r>
      <w:r w:rsidRPr="00E37591">
        <w:rPr>
          <w:rFonts w:hint="cs"/>
          <w:rtl/>
          <w:lang w:bidi="ur-PK"/>
        </w:rPr>
        <w:t>ے اور یہ</w:t>
      </w:r>
      <w:r w:rsidRPr="00E37591">
        <w:rPr>
          <w:rtl/>
          <w:lang w:bidi="ur-PK"/>
        </w:rPr>
        <w:t xml:space="preserve"> ثابت کر</w:t>
      </w:r>
      <w:r w:rsidRPr="00E37591">
        <w:rPr>
          <w:rFonts w:hint="cs"/>
          <w:rtl/>
          <w:lang w:bidi="ur-PK"/>
        </w:rPr>
        <w:t>ے کہ فلسفہ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چلتاہے۔چنانچہ وہ خود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ہے:</w:t>
      </w:r>
    </w:p>
    <w:p w:rsidR="00846DA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اور ذاتی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وتطور کا تصورا</w:t>
      </w:r>
      <w:r w:rsidRPr="00E37591">
        <w:rPr>
          <w:rFonts w:hint="cs"/>
          <w:rtl/>
          <w:lang w:bidi="ur-PK"/>
        </w:rPr>
        <w:t>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صنعتی</w:t>
      </w:r>
      <w:r w:rsidRPr="00E37591">
        <w:rPr>
          <w:rtl/>
          <w:lang w:bidi="ur-PK"/>
        </w:rPr>
        <w:t xml:space="preserve"> کاروبار ک</w:t>
      </w:r>
      <w:r w:rsidRPr="00E37591">
        <w:rPr>
          <w:rFonts w:hint="cs"/>
          <w:rtl/>
          <w:lang w:bidi="ur-PK"/>
        </w:rPr>
        <w:t>ے ساتھ ترقی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ہاتھا اور یہ</w:t>
      </w:r>
      <w:r w:rsidRPr="00E37591">
        <w:rPr>
          <w:rtl/>
          <w:lang w:bidi="ur-PK"/>
        </w:rPr>
        <w:t xml:space="preserve"> اتفاق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نہ تھا بلکہ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اس طرح کہ بورژوای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مسلسل انقلابات نے اجتماع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ظاہر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نے اپنے یہاں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پی</w:t>
      </w:r>
      <w:r w:rsidRPr="00E37591">
        <w:rPr>
          <w:rFonts w:hint="eastAsia"/>
          <w:rtl/>
          <w:lang w:bidi="ur-PK"/>
        </w:rPr>
        <w:t>داکرل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انکشاف کا تابع ن</w:t>
      </w:r>
      <w:r w:rsidRPr="00E37591">
        <w:rPr>
          <w:rFonts w:hint="cs"/>
          <w:rtl/>
          <w:lang w:bidi="ur-PK"/>
        </w:rPr>
        <w:t xml:space="preserve">ہ تھا بلکہ پورے معاشرہ </w:t>
      </w:r>
    </w:p>
    <w:p w:rsidR="00846DAF" w:rsidRPr="00E37591" w:rsidRDefault="00846DA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46DAF" w:rsidRPr="00E37591" w:rsidRDefault="00846DAF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(المادی</w:t>
      </w:r>
      <w:r w:rsidRPr="00E37591">
        <w:rPr>
          <w:rFonts w:hint="eastAsia"/>
          <w:rtl/>
          <w:lang w:bidi="ur-PK"/>
        </w:rPr>
        <w:t>ة</w:t>
      </w:r>
      <w:r w:rsidRPr="00E37591">
        <w:rPr>
          <w:rtl/>
          <w:lang w:bidi="ur-PK"/>
        </w:rPr>
        <w:t xml:space="preserve"> الد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اللتک</w:t>
      </w:r>
      <w:r w:rsidRPr="00E37591">
        <w:rPr>
          <w:rFonts w:hint="cs"/>
          <w:rtl/>
          <w:lang w:bidi="ur-PK"/>
        </w:rPr>
        <w:t>یہ،ص</w:t>
      </w:r>
      <w:r w:rsidR="000309C5" w:rsidRPr="00E37591">
        <w:rPr>
          <w:rFonts w:hint="cs"/>
          <w:rtl/>
          <w:lang w:bidi="ur-PK"/>
        </w:rPr>
        <w:t>90</w:t>
      </w:r>
      <w:r w:rsidR="00D5387C" w:rsidRPr="00E37591">
        <w:rPr>
          <w:rFonts w:hint="cs"/>
          <w:rtl/>
          <w:lang w:bidi="ur-PK"/>
        </w:rPr>
        <w:t>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ارتقاء وتکامل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کرتے ہوئے فلاسفہ کے ذہنوں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وتطور ک</w:t>
      </w:r>
      <w:r w:rsidRPr="00E37591">
        <w:rPr>
          <w:rFonts w:hint="cs"/>
          <w:rtl/>
          <w:lang w:bidi="ur-PK"/>
        </w:rPr>
        <w:t>ے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چل</w:t>
      </w:r>
      <w:r w:rsidRPr="00E37591">
        <w:rPr>
          <w:rFonts w:hint="cs"/>
          <w:rtl/>
          <w:lang w:bidi="ur-PK"/>
        </w:rPr>
        <w:t>ے گئے اور اس طرح وہ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کو برباد ک</w:t>
      </w:r>
      <w:r w:rsidRPr="00E37591">
        <w:rPr>
          <w:rtl/>
          <w:lang w:bidi="ur-PK"/>
        </w:rPr>
        <w:t>رک</w:t>
      </w:r>
      <w:r w:rsidRPr="00E37591">
        <w:rPr>
          <w:rFonts w:hint="cs"/>
          <w:rtl/>
          <w:lang w:bidi="ur-PK"/>
        </w:rPr>
        <w:t>ے نئے افکار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ڈالتے رہے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</w:t>
      </w:r>
      <w:r w:rsidRPr="00E37591">
        <w:rPr>
          <w:rtl/>
          <w:lang w:bidi="ur-PK"/>
        </w:rPr>
        <w:t xml:space="preserve"> تمام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انقلابات تو بقول اس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آخر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رونما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 xml:space="preserve">۔جبکہ </w:t>
      </w:r>
      <w:r w:rsidR="00D5387C" w:rsidRPr="00E37591">
        <w:rPr>
          <w:rFonts w:hint="cs"/>
          <w:rtl/>
          <w:lang w:bidi="ur-PK"/>
        </w:rPr>
        <w:t>1764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بخار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آلات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ہوکر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ذاتی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امام دی</w:t>
      </w:r>
      <w:r w:rsidRPr="00E37591">
        <w:rPr>
          <w:rFonts w:hint="eastAsia"/>
          <w:rtl/>
          <w:lang w:bidi="ur-PK"/>
        </w:rPr>
        <w:t>دور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آچکات</w:t>
      </w:r>
      <w:r w:rsidRPr="00E37591">
        <w:rPr>
          <w:rFonts w:hint="cs"/>
          <w:rtl/>
          <w:lang w:bidi="ur-PK"/>
        </w:rPr>
        <w:t>ھااور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ابتدائی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کا فلسفی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ولادت </w:t>
      </w:r>
      <w:r w:rsidR="00D5387C" w:rsidRPr="00E37591">
        <w:rPr>
          <w:rFonts w:hint="cs"/>
          <w:rtl/>
          <w:lang w:bidi="ur-PK"/>
        </w:rPr>
        <w:t>1713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وفات </w:t>
      </w:r>
      <w:r w:rsidR="00D5387C" w:rsidRPr="00E37591">
        <w:rPr>
          <w:rFonts w:hint="cs"/>
          <w:rtl/>
          <w:lang w:bidi="ur-PK"/>
        </w:rPr>
        <w:t>1784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اپنے مادی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</w:t>
      </w:r>
      <w:r w:rsidR="00D5387C" w:rsidRPr="00E37591">
        <w:rPr>
          <w:rFonts w:hint="cs"/>
          <w:rtl/>
          <w:lang w:bidi="ur-PK"/>
        </w:rPr>
        <w:t>1745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نشر کئ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واضح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مادہ خود بخود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ہوتاہے۔جاندار پہلے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خل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پھر بقدر ضرورت اعضابنتے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اعضاسے ضرورت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مسلسل نظام قائم ر</w:t>
      </w:r>
      <w:r w:rsidRPr="00E37591">
        <w:rPr>
          <w:rFonts w:hint="cs"/>
          <w:rtl/>
          <w:lang w:bidi="ur-PK"/>
        </w:rPr>
        <w:t>ہتاہے۔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افکار کو ان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تابع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 وقت تک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اگریہ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انقلابات ن</w:t>
      </w:r>
      <w:r w:rsidRPr="00E37591">
        <w:rPr>
          <w:rFonts w:hint="cs"/>
          <w:rtl/>
          <w:lang w:bidi="ur-PK"/>
        </w:rPr>
        <w:t>ہ ہوتے تولوگ اس خالص فلسفی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آسان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قبول نہ کرتے اور اس کے ظاہر ہوجانے سے بآسانی</w:t>
      </w:r>
      <w:r w:rsidRPr="00E37591">
        <w:rPr>
          <w:rtl/>
          <w:lang w:bidi="ur-PK"/>
        </w:rPr>
        <w:t xml:space="preserve"> قبول کرن</w:t>
      </w:r>
      <w:r w:rsidRPr="00E37591">
        <w:rPr>
          <w:rFonts w:hint="cs"/>
          <w:rtl/>
          <w:lang w:bidi="ur-PK"/>
        </w:rPr>
        <w:t>ے لگے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فکر ان حالات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کا وجود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 xml:space="preserve">ے ان انقلابات پر </w:t>
      </w:r>
      <w:r w:rsidRPr="00E37591">
        <w:rPr>
          <w:rFonts w:hint="eastAsia"/>
          <w:rtl/>
          <w:lang w:bidi="ur-PK"/>
        </w:rPr>
        <w:t>مقدم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انکسمندر(ولادت  </w:t>
      </w:r>
      <w:r w:rsidR="00D5387C" w:rsidRPr="00E37591">
        <w:rPr>
          <w:rFonts w:hint="cs"/>
          <w:rtl/>
          <w:lang w:bidi="ur-PK"/>
        </w:rPr>
        <w:t>61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  وفات </w:t>
      </w:r>
      <w:r w:rsidR="00D5387C" w:rsidRPr="00E37591">
        <w:rPr>
          <w:rFonts w:hint="cs"/>
          <w:rtl/>
          <w:lang w:bidi="ur-PK"/>
        </w:rPr>
        <w:t>547</w:t>
      </w:r>
      <w:r w:rsidRPr="00E37591">
        <w:rPr>
          <w:rFonts w:hint="cs"/>
          <w:rtl/>
          <w:lang w:bidi="ur-PK"/>
        </w:rPr>
        <w:t xml:space="preserve"> )کو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ان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کا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قائل ت</w:t>
      </w:r>
      <w:r w:rsidRPr="00E37591">
        <w:rPr>
          <w:rFonts w:hint="cs"/>
          <w:rtl/>
          <w:lang w:bidi="ur-PK"/>
        </w:rPr>
        <w:t>ھاجس طرح آج کے مادی</w:t>
      </w:r>
      <w:r w:rsidRPr="00E37591">
        <w:rPr>
          <w:rtl/>
          <w:lang w:bidi="ur-PK"/>
        </w:rPr>
        <w:t xml:space="preserve"> پرست لوگ قائل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چھ سو سال قبل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ھاکہ کائنات اول دور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پست تھی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اس نے ترقی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داخلی</w:t>
      </w:r>
      <w:r w:rsidRPr="00E37591">
        <w:rPr>
          <w:rtl/>
          <w:lang w:bidi="ur-PK"/>
        </w:rPr>
        <w:t xml:space="preserve"> عوامل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اپن</w:t>
      </w:r>
      <w:r w:rsidRPr="00E37591">
        <w:rPr>
          <w:rFonts w:hint="cs"/>
          <w:rtl/>
          <w:lang w:bidi="ur-PK"/>
        </w:rPr>
        <w:t>ے حالات سازگارکرنے لگی۔چنانچہ انسان پہلے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جانور ت</w:t>
      </w:r>
      <w:r w:rsidRPr="00E37591">
        <w:rPr>
          <w:rFonts w:hint="cs"/>
          <w:rtl/>
          <w:lang w:bidi="ur-PK"/>
        </w:rPr>
        <w:t>ھا۔جب پانی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ہواتو وہ خارجی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بنااور اس طرح حسب ضرورت اعضا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انسان بن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ملاحظہ کی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شارع اعظم تصور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ہے ہرقلی</w:t>
      </w:r>
      <w:r w:rsidRPr="00E37591">
        <w:rPr>
          <w:rFonts w:hint="eastAsia"/>
          <w:rtl/>
          <w:lang w:bidi="ur-PK"/>
        </w:rPr>
        <w:t>طس</w:t>
      </w: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 xml:space="preserve">ولادت </w:t>
      </w:r>
      <w:r w:rsidR="00D5387C" w:rsidRPr="00E37591">
        <w:rPr>
          <w:rFonts w:hint="cs"/>
          <w:rtl/>
          <w:lang w:bidi="ur-PK"/>
        </w:rPr>
        <w:t>54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 ق،م وفات</w:t>
      </w:r>
      <w:r w:rsidR="00D5387C" w:rsidRPr="00E37591">
        <w:rPr>
          <w:rFonts w:hint="cs"/>
          <w:rtl/>
          <w:lang w:bidi="ur-PK"/>
        </w:rPr>
        <w:t>475</w:t>
      </w:r>
      <w:r w:rsidRPr="00E37591">
        <w:rPr>
          <w:rFonts w:hint="cs"/>
          <w:rtl/>
          <w:lang w:bidi="ur-PK"/>
        </w:rPr>
        <w:t xml:space="preserve">  ق،م)یہ</w:t>
      </w:r>
      <w:r w:rsidRPr="00E37591">
        <w:rPr>
          <w:rtl/>
          <w:lang w:bidi="ur-PK"/>
        </w:rPr>
        <w:t xml:space="preserve"> شخص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لادس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پانچ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قبل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ہواتھا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اپنے فلسفہ کی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ائنات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تابع </w:t>
      </w:r>
      <w:r w:rsidRPr="00E37591">
        <w:rPr>
          <w:rFonts w:hint="cs"/>
          <w:rtl/>
          <w:lang w:bidi="ur-PK"/>
        </w:rPr>
        <w:t>ہے۔اس لئے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آن واحد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موجود ب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اگرچ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شخص اپن</w:t>
      </w:r>
      <w:r w:rsidRPr="00E37591">
        <w:rPr>
          <w:rFonts w:hint="cs"/>
          <w:rtl/>
          <w:lang w:bidi="ur-PK"/>
        </w:rPr>
        <w:t>ے زمانہ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پست طبق</w:t>
      </w:r>
      <w:r w:rsidRPr="00E37591">
        <w:rPr>
          <w:rFonts w:hint="cs"/>
          <w:rtl/>
          <w:lang w:bidi="ur-PK"/>
        </w:rPr>
        <w:t>ہ کا فلسفی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آفتاب کا قطرہ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قدم ک</w:t>
      </w:r>
      <w:r w:rsidRPr="00E37591">
        <w:rPr>
          <w:rFonts w:hint="cs"/>
          <w:rtl/>
          <w:lang w:bidi="ur-PK"/>
        </w:rPr>
        <w:t>ے برابر ہے اور وہ شام کو پانی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ڈوب جاتاہے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اس کا نظریۂ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انطباق کے لئے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اس نے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وقت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جب 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انحطاط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اورآج کے وسائل کا تصور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قطع نظراگر آپ آج کی</w:t>
      </w:r>
      <w:r w:rsidRPr="00E37591">
        <w:rPr>
          <w:rtl/>
          <w:lang w:bidi="ur-PK"/>
        </w:rPr>
        <w:t xml:space="preserve"> 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الع</w:t>
      </w:r>
      <w:r w:rsidRPr="00E37591">
        <w:rPr>
          <w:rFonts w:hint="cs"/>
          <w:rtl/>
          <w:lang w:bidi="ur-PK"/>
        </w:rPr>
        <w:t>ہد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مطالع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آپ کو معلوم ہوگاکہ آج سے دو صدی</w:t>
      </w:r>
      <w:r w:rsidRPr="00E37591">
        <w:rPr>
          <w:rtl/>
          <w:lang w:bidi="ur-PK"/>
        </w:rPr>
        <w:t xml:space="preserve"> قبل ستر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حضرت صدرالد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الش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تطور کو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حرکت جوہری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ٹھوس دلائل وبراہی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قائم کئ</w:t>
      </w:r>
      <w:r w:rsidRPr="00E37591">
        <w:rPr>
          <w:rFonts w:hint="cs"/>
          <w:rtl/>
          <w:lang w:bidi="ur-PK"/>
        </w:rPr>
        <w:t xml:space="preserve">ے تھے۔حالانکہ ان کے </w:t>
      </w:r>
      <w:r w:rsidRPr="00E37591">
        <w:rPr>
          <w:rFonts w:hint="eastAsia"/>
          <w:rtl/>
          <w:lang w:bidi="ur-PK"/>
        </w:rPr>
        <w:t>دور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آلات اپنی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حالت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اجتماعی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سکون وجمود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س</w:t>
      </w:r>
      <w:r w:rsidRPr="00E37591">
        <w:rPr>
          <w:rFonts w:hint="cs"/>
          <w:rtl/>
          <w:lang w:bidi="ur-PK"/>
        </w:rPr>
        <w:t>ے گزررہی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ھی۔یہ</w:t>
      </w:r>
      <w:r w:rsidRPr="00E37591">
        <w:rPr>
          <w:rtl/>
          <w:lang w:bidi="ur-PK"/>
        </w:rPr>
        <w:t xml:space="preserve"> حالات اس بات کا واضح ثبوت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افکار کو ان وسائل وآلات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ان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نظام </w:t>
      </w:r>
      <w:r w:rsidRPr="00E37591">
        <w:rPr>
          <w:rFonts w:hint="cs"/>
          <w:rtl/>
          <w:lang w:bidi="ur-PK"/>
        </w:rPr>
        <w:t>ہے جن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اپناکام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غور </w:t>
      </w:r>
      <w:r w:rsidRPr="00E37591">
        <w:rPr>
          <w:rFonts w:hint="cs"/>
          <w:rtl/>
          <w:lang w:bidi="ur-PK"/>
        </w:rPr>
        <w:t>ہے کہ اگر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قول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4708E3">
      <w:pPr>
        <w:pStyle w:val="libNormal"/>
        <w:rPr>
          <w:rtl/>
          <w:lang w:bidi="ur-PK"/>
        </w:rPr>
      </w:pPr>
    </w:p>
    <w:p w:rsidR="00824138" w:rsidRPr="00E37591" w:rsidRDefault="00824138" w:rsidP="004708E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تو اس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فلسف</w:t>
      </w:r>
      <w:r w:rsidRPr="00E37591">
        <w:rPr>
          <w:rFonts w:hint="cs"/>
          <w:rtl/>
          <w:lang w:bidi="ur-PK"/>
        </w:rPr>
        <w:t>ہ دونوں کی</w:t>
      </w:r>
      <w:r w:rsidRPr="00E37591">
        <w:rPr>
          <w:rtl/>
          <w:lang w:bidi="ur-PK"/>
        </w:rPr>
        <w:t xml:space="preserve"> رفتار مساو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افکار صرف اس ماحول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کے اقتصادی</w:t>
      </w:r>
      <w:r w:rsidRPr="00E37591">
        <w:rPr>
          <w:rtl/>
          <w:lang w:bidi="ur-PK"/>
        </w:rPr>
        <w:t xml:space="preserve"> حالات اچ</w:t>
      </w:r>
      <w:r w:rsidRPr="00E37591">
        <w:rPr>
          <w:rFonts w:hint="cs"/>
          <w:rtl/>
          <w:lang w:bidi="ur-PK"/>
        </w:rPr>
        <w:t>ھے ہوں 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بالکل برخلاف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جس وقت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افق پرفکری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بہت اچھاجارہاتھا، فرانس وجرمن تک اس سے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ھے۔بورژوای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بڑھ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ھی۔اجتماعی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 xml:space="preserve">ہر اعتبار سے بہتر تھے اور </w:t>
      </w:r>
      <w:r w:rsidRPr="00E37591">
        <w:rPr>
          <w:rFonts w:hint="eastAsia"/>
          <w:rtl/>
          <w:lang w:bidi="ur-PK"/>
        </w:rPr>
        <w:t>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آخری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ت</w:t>
      </w:r>
      <w:r w:rsidRPr="00E37591">
        <w:rPr>
          <w:rFonts w:hint="cs"/>
          <w:rtl/>
          <w:lang w:bidi="ur-PK"/>
        </w:rPr>
        <w:t>ھا جس کا مارکسی</w:t>
      </w:r>
      <w:r w:rsidRPr="00E37591">
        <w:rPr>
          <w:rtl/>
          <w:lang w:bidi="ur-PK"/>
        </w:rPr>
        <w:t xml:space="preserve"> ثبوت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وہاں پہلا انقلاب </w:t>
      </w:r>
      <w:r w:rsidR="00D5387C" w:rsidRPr="00E37591">
        <w:rPr>
          <w:rFonts w:hint="cs"/>
          <w:rtl/>
          <w:lang w:bidi="ur-PK"/>
        </w:rPr>
        <w:t>1215</w:t>
      </w:r>
      <w:r w:rsidRPr="00E37591">
        <w:rPr>
          <w:rFonts w:hint="cs"/>
          <w:rtl/>
          <w:lang w:bidi="ur-PK"/>
        </w:rPr>
        <w:t xml:space="preserve">  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ہوااور دوسرا 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انقلاب کرمو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ہاتھوں </w:t>
      </w:r>
      <w:r w:rsidR="00D5387C" w:rsidRPr="00E37591">
        <w:rPr>
          <w:rFonts w:hint="cs"/>
          <w:rtl/>
          <w:lang w:bidi="ur-PK"/>
        </w:rPr>
        <w:t>1648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اجبک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فرانس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</w:t>
      </w:r>
      <w:r w:rsidR="00D5387C" w:rsidRPr="00E37591">
        <w:rPr>
          <w:rFonts w:hint="cs"/>
          <w:rtl/>
          <w:lang w:bidi="ur-PK"/>
        </w:rPr>
        <w:t>178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جرمن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نعمت </w:t>
      </w:r>
      <w:r w:rsidR="00D5387C" w:rsidRPr="00E37591">
        <w:rPr>
          <w:rFonts w:hint="cs"/>
          <w:rtl/>
          <w:lang w:bidi="ur-PK"/>
        </w:rPr>
        <w:t>1848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حالات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بات ک</w:t>
      </w:r>
      <w:r w:rsidRPr="00E37591">
        <w:rPr>
          <w:rFonts w:hint="cs"/>
          <w:rtl/>
          <w:lang w:bidi="ur-PK"/>
        </w:rPr>
        <w:t>ے مقتضی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کہ فلسفہ کے تمام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افکار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ظاہرہوں اس لئے کہ افکار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اقتصادک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محکم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انقلاب </w:t>
      </w:r>
      <w:r w:rsidRPr="00E37591">
        <w:rPr>
          <w:rFonts w:hint="cs"/>
          <w:rtl/>
          <w:lang w:bidi="ur-PK"/>
        </w:rPr>
        <w:t>ہے۔چنانچہ مارکس نے بھی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 بندکرکے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فرانسس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کون</w:t>
      </w:r>
      <w:r w:rsidRPr="00E37591">
        <w:rPr>
          <w:rtl/>
          <w:lang w:bidi="ur-PK"/>
        </w:rPr>
        <w:t xml:space="preserve"> اور اسم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(التفس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خ،ص</w:t>
      </w:r>
      <w:r w:rsidR="00D5387C" w:rsidRPr="00E37591">
        <w:rPr>
          <w:rFonts w:hint="cs"/>
          <w:rtl/>
          <w:lang w:bidi="ur-PK"/>
        </w:rPr>
        <w:t>76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صاحبان بص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جانت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بی</w:t>
      </w:r>
      <w:r w:rsidRPr="00E37591">
        <w:rPr>
          <w:rFonts w:hint="eastAsia"/>
          <w:rtl/>
          <w:lang w:bidi="ur-PK"/>
        </w:rPr>
        <w:t>کون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بلکہ وہ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پرستار ت</w:t>
      </w:r>
      <w:r w:rsidRPr="00E37591">
        <w:rPr>
          <w:rFonts w:hint="cs"/>
          <w:rtl/>
          <w:lang w:bidi="ur-PK"/>
        </w:rPr>
        <w:t>ھایہ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وہ تجربہ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قائل 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اسم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 اس لئے کہ اگر اسمی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 مان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قسم ک</w:t>
      </w:r>
      <w:r w:rsidRPr="00E37591">
        <w:rPr>
          <w:rFonts w:hint="cs"/>
          <w:rtl/>
          <w:lang w:bidi="ur-PK"/>
        </w:rPr>
        <w:t>ے ارشادات توچودہوی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دومفکر (دوران دی</w:t>
      </w:r>
      <w:r w:rsidRPr="00E37591">
        <w:rPr>
          <w:rtl/>
          <w:lang w:bidi="ur-PK"/>
        </w:rPr>
        <w:t xml:space="preserve"> سان پورسان)اور(پ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در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ول</w:t>
      </w:r>
      <w:r w:rsidRPr="00E37591">
        <w:rPr>
          <w:rtl/>
          <w:lang w:bidi="ur-PK"/>
        </w:rPr>
        <w:t>)ک</w:t>
      </w:r>
      <w:r w:rsidRPr="00E37591">
        <w:rPr>
          <w:rFonts w:hint="cs"/>
          <w:rtl/>
          <w:lang w:bidi="ur-PK"/>
        </w:rPr>
        <w:t>ے کلام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قسم کا مواد اسمی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لاتی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رشو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ملتا</w:t>
      </w:r>
      <w:r w:rsidRPr="00E37591">
        <w:rPr>
          <w:rFonts w:hint="cs"/>
          <w:rtl/>
          <w:lang w:bidi="ur-PK"/>
        </w:rPr>
        <w:t>ہے جو فرانس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اس کا اتباع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ورس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اکثر پروفی</w:t>
      </w:r>
      <w:r w:rsidRPr="00E37591">
        <w:rPr>
          <w:rFonts w:hint="eastAsia"/>
          <w:rtl/>
          <w:lang w:bidi="ur-PK"/>
        </w:rPr>
        <w:t>سروں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فلسف</w:t>
      </w:r>
      <w:r w:rsidRPr="00E37591">
        <w:rPr>
          <w:rFonts w:hint="cs"/>
          <w:rtl/>
          <w:lang w:bidi="ur-PK"/>
        </w:rPr>
        <w:t>ہ سے الگ تصور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اگرچ</w:t>
      </w:r>
      <w:r w:rsidRPr="00E37591">
        <w:rPr>
          <w:rFonts w:hint="cs"/>
          <w:rtl/>
          <w:lang w:bidi="ur-PK"/>
        </w:rPr>
        <w:t>ہ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ابتداء </w:t>
      </w:r>
      <w:r w:rsidRPr="00E37591">
        <w:rPr>
          <w:rFonts w:hint="cs"/>
          <w:rtl/>
          <w:lang w:bidi="ur-PK"/>
        </w:rPr>
        <w:t>ہوبز(</w:t>
      </w:r>
      <w:r>
        <w:t>HOBBES</w:t>
      </w:r>
      <w:r w:rsidRPr="00E37591">
        <w:rPr>
          <w:rtl/>
          <w:lang w:bidi="ur-PK"/>
        </w:rPr>
        <w:t>)ج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لوگوں س</w:t>
      </w:r>
      <w:r w:rsidRPr="00E37591">
        <w:rPr>
          <w:rFonts w:hint="cs"/>
          <w:rtl/>
          <w:lang w:bidi="ur-PK"/>
        </w:rPr>
        <w:t>ے ہوگئی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ان لوگوں نے فلسفہ کے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پر قابو ن</w:t>
      </w:r>
      <w:r w:rsidRPr="00E37591">
        <w:rPr>
          <w:rFonts w:hint="cs"/>
          <w:rtl/>
          <w:lang w:bidi="ur-PK"/>
        </w:rPr>
        <w:t>ہ پای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فرانس ولٹی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>(</w:t>
      </w:r>
      <w:r>
        <w:t>YOLTAIR</w:t>
      </w:r>
      <w:r w:rsidRPr="00E37591">
        <w:rPr>
          <w:rtl/>
          <w:lang w:bidi="ur-PK"/>
        </w:rPr>
        <w:t>)اور''د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دور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>''ج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فلاسف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ہاتھا اس وقت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برکل</w:t>
      </w:r>
      <w:r w:rsidRPr="00E37591">
        <w:rPr>
          <w:rFonts w:hint="cs"/>
          <w:rtl/>
          <w:lang w:bidi="ur-PK"/>
        </w:rPr>
        <w:t>ے اور دویڈہی</w:t>
      </w:r>
      <w:r w:rsidRPr="00E37591">
        <w:rPr>
          <w:rFonts w:hint="eastAsia"/>
          <w:rtl/>
          <w:lang w:bidi="ur-PK"/>
        </w:rPr>
        <w:t>وم</w:t>
      </w:r>
      <w:r w:rsidRPr="00E37591">
        <w:rPr>
          <w:rtl/>
          <w:lang w:bidi="ur-PK"/>
        </w:rPr>
        <w:t xml:space="preserve"> (</w:t>
      </w:r>
      <w:r>
        <w:t>DHUME</w:t>
      </w:r>
      <w:r w:rsidRPr="00E37591">
        <w:rPr>
          <w:rtl/>
          <w:lang w:bidi="ur-PK"/>
        </w:rPr>
        <w:t>)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فلاسف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داکرر</w:t>
      </w:r>
      <w:r w:rsidRPr="00E37591">
        <w:rPr>
          <w:rFonts w:hint="cs"/>
          <w:rtl/>
          <w:lang w:bidi="ur-PK"/>
        </w:rPr>
        <w:t>ہاتھا</w:t>
      </w:r>
      <w:r w:rsidRPr="00E37591">
        <w:rPr>
          <w:rtl/>
          <w:lang w:bidi="ur-PK"/>
        </w:rPr>
        <w:t xml:space="preserve"> اور اس طرح نتائج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توقع ک</w:t>
      </w:r>
      <w:r w:rsidRPr="00E37591">
        <w:rPr>
          <w:rFonts w:hint="cs"/>
          <w:rtl/>
          <w:lang w:bidi="ur-PK"/>
        </w:rPr>
        <w:t>ے خلاف برآمد ہورہے تھے جو معاشرہ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تھا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دوردور</w:t>
      </w:r>
      <w:r w:rsidRPr="00E37591">
        <w:rPr>
          <w:rFonts w:hint="cs"/>
          <w:rtl/>
          <w:lang w:bidi="ur-PK"/>
        </w:rPr>
        <w:t>ہ تھا اور جومعاشرہ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پست منزلوں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فکر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نگ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سلسل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ہا جاسکتاہے کہ خود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جرمنی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ہوچکا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حالانکہ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کافی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حالات ک</w:t>
      </w:r>
      <w:r w:rsidRPr="00E37591">
        <w:rPr>
          <w:rFonts w:hint="cs"/>
          <w:rtl/>
          <w:lang w:bidi="ur-PK"/>
        </w:rPr>
        <w:t>ے باوجود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ہت ممکن 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 حالات کو استثنائ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دے اور پھر اپنے قاعدہ کے استحکام کا دعویٰ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وقت اتنا توضرور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گا کہ استثناء قانون کے ثابت ہونے کے بعد کی</w:t>
      </w:r>
      <w:r w:rsidRPr="00E37591">
        <w:rPr>
          <w:rtl/>
          <w:lang w:bidi="ur-PK"/>
        </w:rPr>
        <w:t xml:space="preserve"> منزل </w:t>
      </w:r>
      <w:r w:rsidRPr="00E37591">
        <w:rPr>
          <w:rFonts w:hint="cs"/>
          <w:rtl/>
          <w:lang w:bidi="ur-PK"/>
        </w:rPr>
        <w:t>ہے اور یہاںقانون</w:t>
      </w:r>
      <w:r w:rsidRPr="00E37591">
        <w:rPr>
          <w:rtl/>
          <w:lang w:bidi="ur-PK"/>
        </w:rPr>
        <w:t xml:space="preserve"> کا ثابت </w:t>
      </w:r>
      <w:r w:rsidRPr="00E37591">
        <w:rPr>
          <w:rFonts w:hint="cs"/>
          <w:rtl/>
          <w:lang w:bidi="ur-PK"/>
        </w:rPr>
        <w:t>ہوجانا ہی</w:t>
      </w:r>
      <w:r w:rsidRPr="00E37591">
        <w:rPr>
          <w:rtl/>
          <w:lang w:bidi="ur-PK"/>
        </w:rPr>
        <w:t xml:space="preserve"> محل کلام </w:t>
      </w:r>
      <w:r w:rsidRPr="00E37591">
        <w:rPr>
          <w:rFonts w:hint="cs"/>
          <w:rtl/>
          <w:lang w:bidi="ur-PK"/>
        </w:rPr>
        <w:t>ہے اس لئے کہ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منزل پر مکمل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دوتصد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04" w:name="_Toc468966816"/>
      <w:bookmarkStart w:id="105" w:name="_Toc468970749"/>
      <w:r w:rsidRPr="00E37591">
        <w:rPr>
          <w:rFonts w:hint="eastAsia"/>
          <w:rtl/>
          <w:lang w:bidi="ur-PK"/>
        </w:rPr>
        <w:t>فلسف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</w:t>
      </w:r>
      <w:bookmarkEnd w:id="104"/>
      <w:bookmarkEnd w:id="10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توج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کبھی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کا،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مفصل بحث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تمام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س</w:t>
      </w:r>
      <w:r w:rsidRPr="00E37591">
        <w:rPr>
          <w:rFonts w:hint="cs"/>
          <w:rtl/>
          <w:lang w:bidi="ur-PK"/>
        </w:rPr>
        <w:t>ے ارتباط کی</w:t>
      </w:r>
      <w:r w:rsidRPr="00E37591">
        <w:rPr>
          <w:rtl/>
          <w:lang w:bidi="ur-PK"/>
        </w:rPr>
        <w:t xml:space="preserve"> مکمل گفتگو ''حص</w:t>
      </w:r>
      <w:r w:rsidRPr="00E37591">
        <w:rPr>
          <w:rFonts w:hint="cs"/>
          <w:rtl/>
          <w:lang w:bidi="ur-PK"/>
        </w:rPr>
        <w:t>ہ فلسفہ''می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بطور اشار</w:t>
      </w:r>
      <w:r w:rsidRPr="00E37591">
        <w:rPr>
          <w:rFonts w:hint="cs"/>
          <w:rtl/>
          <w:lang w:bidi="ur-PK"/>
        </w:rPr>
        <w:t>ہ اتنا کہاجاسکتا ہے کہ فلسفہ اور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ارتباط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ان دونوں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تفاوت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ہوجاتاہے۔کبھی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آگے بڑھ جاتاہے اور کبھی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واضح مثال ذر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نظریہ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مقراط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>(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</w:t>
      </w:r>
      <w:r w:rsidR="00D5387C" w:rsidRPr="00E37591">
        <w:rPr>
          <w:rFonts w:hint="cs"/>
          <w:rtl/>
          <w:lang w:bidi="ur-PK"/>
        </w:rPr>
        <w:t>47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 ق،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ابدا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ہوا۔اپنی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بڑاسی</w:t>
      </w:r>
      <w:r w:rsidRPr="00E37591">
        <w:rPr>
          <w:rFonts w:hint="eastAsia"/>
          <w:rtl/>
          <w:lang w:bidi="ur-PK"/>
        </w:rPr>
        <w:t>اح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ہندس اور صاحب نظرتھا۔ اجسام ونفوس کو ذرات سے مرکب سمجھتاتھا۔یہ</w:t>
      </w:r>
      <w:r w:rsidRPr="00E37591">
        <w:rPr>
          <w:rtl/>
          <w:lang w:bidi="ur-PK"/>
        </w:rPr>
        <w:t xml:space="preserve"> ذرات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بالذات ت</w:t>
      </w:r>
      <w:r w:rsidRPr="00E37591">
        <w:rPr>
          <w:rFonts w:hint="cs"/>
          <w:rtl/>
          <w:lang w:bidi="ur-PK"/>
        </w:rPr>
        <w:t xml:space="preserve">ھے اور چونکہ خلامحال تھا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ان کے لئے حرکت بھی</w:t>
      </w:r>
      <w:r w:rsidRPr="00E37591">
        <w:rPr>
          <w:rtl/>
          <w:lang w:bidi="ur-PK"/>
        </w:rPr>
        <w:t xml:space="preserve"> محال ت</w:t>
      </w:r>
      <w:r w:rsidRPr="00E37591">
        <w:rPr>
          <w:rFonts w:hint="cs"/>
          <w:rtl/>
          <w:lang w:bidi="ur-PK"/>
        </w:rPr>
        <w:t>ھی۔اس لئے حرکت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ہے۔</w:t>
      </w:r>
      <w:r w:rsidR="00D5387C" w:rsidRPr="00E37591">
        <w:rPr>
          <w:rFonts w:hint="cs"/>
          <w:rtl/>
          <w:lang w:bidi="ur-PK"/>
        </w:rPr>
        <w:t>351</w:t>
      </w:r>
      <w:r w:rsidRPr="00E37591">
        <w:rPr>
          <w:rFonts w:hint="cs"/>
          <w:rtl/>
          <w:lang w:bidi="ur-PK"/>
        </w:rPr>
        <w:t xml:space="preserve">  ق،م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رخصت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۔) نے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اکثر مکات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قبول بھی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ھی۔اس پر تجرباتی</w:t>
      </w:r>
      <w:r w:rsidRPr="00E37591">
        <w:rPr>
          <w:rtl/>
          <w:lang w:bidi="ur-PK"/>
        </w:rPr>
        <w:t xml:space="preserve"> استدلال ن</w:t>
      </w:r>
      <w:r w:rsidRPr="00E37591">
        <w:rPr>
          <w:rFonts w:hint="cs"/>
          <w:rtl/>
          <w:lang w:bidi="ur-PK"/>
        </w:rPr>
        <w:t>ہ ہوسکا تھا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18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ڈالٹن(</w:t>
      </w:r>
      <w:r>
        <w:t>DALTAN</w:t>
      </w:r>
      <w:r w:rsidRPr="00E37591">
        <w:rPr>
          <w:rtl/>
          <w:lang w:bidi="ur-PK"/>
        </w:rPr>
        <w:t>) ن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نکل کر تجرباتی</w:t>
      </w:r>
      <w:r w:rsidRPr="00E37591">
        <w:rPr>
          <w:rtl/>
          <w:lang w:bidi="ur-PK"/>
        </w:rPr>
        <w:t xml:space="preserve"> حدود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06" w:name="_Toc468966817"/>
      <w:bookmarkStart w:id="107" w:name="_Toc468970750"/>
      <w:r w:rsidRPr="00E37591">
        <w:rPr>
          <w:rFonts w:hint="eastAsia"/>
          <w:rtl/>
          <w:lang w:bidi="ur-PK"/>
        </w:rPr>
        <w:t>فلسف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</w:t>
      </w:r>
      <w:bookmarkEnd w:id="106"/>
      <w:bookmarkEnd w:id="10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افکار طب</w:t>
      </w:r>
      <w:r w:rsidRPr="00E37591">
        <w:rPr>
          <w:rtl/>
          <w:lang w:bidi="ur-PK"/>
        </w:rPr>
        <w:t>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۔چنانچہ ہر فلسفی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مصالح کا تحفظ کرتاہے مدرس کا نفورس کا کہنا 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فلسف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کو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ہر فلسفی</w:t>
      </w:r>
      <w:r w:rsidRPr="00E37591">
        <w:rPr>
          <w:rtl/>
          <w:lang w:bidi="ur-PK"/>
        </w:rPr>
        <w:t xml:space="preserve"> خاص طبق</w:t>
      </w:r>
      <w:r w:rsidRPr="00E37591">
        <w:rPr>
          <w:rFonts w:hint="cs"/>
          <w:rtl/>
          <w:lang w:bidi="ur-PK"/>
        </w:rPr>
        <w:t>ہ کے مقاصد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ہے۔وہ ی</w:t>
      </w:r>
      <w:r w:rsidRPr="00E37591">
        <w:rPr>
          <w:rFonts w:hint="eastAsia"/>
          <w:rtl/>
          <w:lang w:bidi="ur-PK"/>
        </w:rPr>
        <w:t>اتوممتاز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کا ترجمان ہوتاہے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کو ممتاز بنانے کا خواہاں۔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الک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ک،ص</w:t>
      </w:r>
      <w:r w:rsidR="00D5387C" w:rsidRPr="00E37591">
        <w:rPr>
          <w:rFonts w:hint="cs"/>
          <w:rtl/>
          <w:lang w:bidi="ur-PK"/>
        </w:rPr>
        <w:t>32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مسئل</w:t>
      </w:r>
      <w:r w:rsidRPr="00E37591">
        <w:rPr>
          <w:rFonts w:hint="cs"/>
          <w:rtl/>
          <w:lang w:bidi="ur-PK"/>
        </w:rPr>
        <w:t>ہ کو اسی</w:t>
      </w:r>
      <w:r w:rsidRPr="00E37591">
        <w:rPr>
          <w:rtl/>
          <w:lang w:bidi="ur-PK"/>
        </w:rPr>
        <w:t xml:space="preserve"> طرح مجمل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ھوڑنا چاہتی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توض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حاکم طبقہ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بقاک</w:t>
      </w:r>
      <w:r w:rsidRPr="00E37591">
        <w:rPr>
          <w:rFonts w:hint="cs"/>
          <w:rtl/>
          <w:lang w:bidi="ur-PK"/>
        </w:rPr>
        <w:t>ے اسباب مہی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اس کے خلاف مظلوم طبقہ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ڈی</w:t>
      </w:r>
      <w:r w:rsidRPr="00E37591">
        <w:rPr>
          <w:rFonts w:hint="eastAsia"/>
          <w:rtl/>
          <w:lang w:bidi="ur-PK"/>
        </w:rPr>
        <w:t>موکر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امداد کرتا</w:t>
      </w:r>
      <w:r w:rsidRPr="00E37591">
        <w:rPr>
          <w:rFonts w:hint="cs"/>
          <w:rtl/>
          <w:lang w:bidi="ur-PK"/>
        </w:rPr>
        <w:t>ہے۔(دراسات فی</w:t>
      </w:r>
      <w:r w:rsidRPr="00E37591">
        <w:rPr>
          <w:rtl/>
          <w:lang w:bidi="ur-PK"/>
        </w:rPr>
        <w:t xml:space="preserve"> المجمتع،ص</w:t>
      </w:r>
      <w:r w:rsidR="00D5387C" w:rsidRPr="00E37591">
        <w:rPr>
          <w:rFonts w:hint="cs"/>
          <w:rtl/>
          <w:lang w:bidi="ur-PK"/>
        </w:rPr>
        <w:t>81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مقام پر انسانی</w:t>
      </w:r>
      <w:r w:rsidRPr="00E37591">
        <w:rPr>
          <w:rtl/>
          <w:lang w:bidi="ur-PK"/>
        </w:rPr>
        <w:t xml:space="preserve"> علم ومعرفت ک</w:t>
      </w:r>
      <w:r w:rsidRPr="00E37591">
        <w:rPr>
          <w:rFonts w:hint="cs"/>
          <w:rtl/>
          <w:lang w:bidi="ur-PK"/>
        </w:rPr>
        <w:t>ے دوشعبوں کو اس طرح مخلوط و مشتبہ بنادی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ان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قائم کرنا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دشوار گذار مسئل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مطلق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حقائق کا قائل ہوجانا اس بات کا مقتضی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چونکہ مثالی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مطلق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قائل </w:t>
      </w:r>
      <w:r w:rsidRPr="00E37591">
        <w:rPr>
          <w:rFonts w:hint="cs"/>
          <w:rtl/>
          <w:lang w:bidi="ur-PK"/>
        </w:rPr>
        <w:t>ہے۔لہٰذا اجتماعی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حاکم نظام کو مطلق اور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کر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گی۔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بالکل برخلاف ہے۔ارسطوجو الہی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رئ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اول </w:t>
      </w:r>
      <w:r w:rsidRPr="00E37591">
        <w:rPr>
          <w:rFonts w:hint="cs"/>
          <w:rtl/>
          <w:lang w:bidi="ur-PK"/>
        </w:rPr>
        <w:t>ہے۔ وہ بھی</w:t>
      </w:r>
      <w:r w:rsidRPr="00E37591">
        <w:rPr>
          <w:rtl/>
          <w:lang w:bidi="ur-PK"/>
        </w:rPr>
        <w:t xml:space="preserve"> اس بات کا قائل </w:t>
      </w:r>
      <w:r w:rsidRPr="00E37591">
        <w:rPr>
          <w:rFonts w:hint="cs"/>
          <w:rtl/>
          <w:lang w:bidi="ur-PK"/>
        </w:rPr>
        <w:t>ہے کہ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حکومت حالات ک</w:t>
      </w:r>
      <w:r w:rsidRPr="00E37591">
        <w:rPr>
          <w:rFonts w:hint="cs"/>
          <w:rtl/>
          <w:lang w:bidi="ur-PK"/>
        </w:rPr>
        <w:t>ے اعتبار سے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بدلت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خدا کا مطلق مف</w:t>
      </w:r>
      <w:r w:rsidRPr="00E37591">
        <w:rPr>
          <w:rFonts w:hint="cs"/>
          <w:rtl/>
          <w:lang w:bidi="ur-PK"/>
        </w:rPr>
        <w:t>ہوم اس بات کا متقضی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حکومت کا مفہوم بھی</w:t>
      </w:r>
      <w:r w:rsidRPr="00E37591">
        <w:rPr>
          <w:rtl/>
          <w:lang w:bidi="ur-PK"/>
        </w:rPr>
        <w:t xml:space="preserve"> مطلق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اس بحث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کو''حص</w:t>
      </w:r>
      <w:r w:rsidRPr="00E37591">
        <w:rPr>
          <w:rFonts w:hint="cs"/>
          <w:rtl/>
          <w:lang w:bidi="ur-PK"/>
        </w:rPr>
        <w:t>ہ فلسفہ''سے متعلق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ہاں اس بات کا جائزہ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فلسفہ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کہاں تک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یہاں</w:t>
      </w:r>
      <w:r w:rsidRPr="00E37591">
        <w:rPr>
          <w:rtl/>
          <w:lang w:bidi="ur-PK"/>
        </w:rPr>
        <w:t xml:space="preserve"> تو صرف دوماد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کا ت</w:t>
      </w:r>
      <w:r w:rsidRPr="00E37591">
        <w:rPr>
          <w:rtl/>
          <w:lang w:bidi="ur-PK"/>
        </w:rPr>
        <w:t>جرب</w:t>
      </w:r>
      <w:r w:rsidRPr="00E37591">
        <w:rPr>
          <w:rFonts w:hint="cs"/>
          <w:rtl/>
          <w:lang w:bidi="ur-PK"/>
        </w:rPr>
        <w:t>ہ کرنا ہے تاکہ اس کی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صداقت کا انداز</w:t>
      </w:r>
      <w:r w:rsidRPr="00E37591">
        <w:rPr>
          <w:rFonts w:hint="cs"/>
          <w:rtl/>
          <w:lang w:bidi="ur-PK"/>
        </w:rPr>
        <w:t>ہ ہو سکے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دونوں فلسفی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۔ہر قلی</w:t>
      </w:r>
      <w:r w:rsidRPr="00E37591">
        <w:rPr>
          <w:rFonts w:hint="eastAsia"/>
          <w:rtl/>
          <w:lang w:bidi="ur-PK"/>
        </w:rPr>
        <w:t>طس</w:t>
      </w:r>
      <w:r w:rsidRPr="00E37591">
        <w:rPr>
          <w:rtl/>
          <w:lang w:bidi="ur-PK"/>
        </w:rPr>
        <w:t>(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شخص </w:t>
      </w:r>
      <w:r w:rsidR="00D5387C" w:rsidRPr="00E37591">
        <w:rPr>
          <w:rFonts w:hint="cs"/>
          <w:rtl/>
          <w:lang w:bidi="ur-PK"/>
        </w:rPr>
        <w:t>54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  ق،م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ہوا اور </w:t>
      </w:r>
      <w:r w:rsidR="00D5387C" w:rsidRPr="00E37591">
        <w:rPr>
          <w:rFonts w:hint="cs"/>
          <w:rtl/>
          <w:lang w:bidi="ur-PK"/>
        </w:rPr>
        <w:t>475</w:t>
      </w:r>
      <w:r w:rsidRPr="00E37591">
        <w:rPr>
          <w:rFonts w:hint="cs"/>
          <w:rtl/>
          <w:lang w:bidi="ur-PK"/>
        </w:rPr>
        <w:t xml:space="preserve">  ق،م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چل بسا اور مختصر تعارف اس کتاب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ہے۔) اور ہوبز۔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 قلی</w:t>
      </w:r>
      <w:r w:rsidRPr="00E37591">
        <w:rPr>
          <w:rFonts w:hint="eastAsia"/>
          <w:rtl/>
          <w:lang w:bidi="ur-PK"/>
        </w:rPr>
        <w:t>طس</w:t>
      </w:r>
      <w:r w:rsidRPr="00E37591">
        <w:rPr>
          <w:rtl/>
          <w:lang w:bidi="ur-PK"/>
        </w:rPr>
        <w:t xml:space="preserve"> اس قوم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روح س</w:t>
      </w:r>
      <w:r w:rsidRPr="00E37591">
        <w:rPr>
          <w:rFonts w:hint="cs"/>
          <w:rtl/>
          <w:lang w:bidi="ur-PK"/>
        </w:rPr>
        <w:t>ے بہت دور تھا جسے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لازم قرار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شہر کے حکمران اور شری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خاندان س</w:t>
      </w:r>
      <w:r w:rsidRPr="00E37591">
        <w:rPr>
          <w:rFonts w:hint="cs"/>
          <w:rtl/>
          <w:lang w:bidi="ur-PK"/>
        </w:rPr>
        <w:t>ے تھا اور آخر امر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قسمت س</w:t>
      </w:r>
      <w:r w:rsidRPr="00E37591">
        <w:rPr>
          <w:rFonts w:hint="cs"/>
          <w:rtl/>
          <w:lang w:bidi="ur-PK"/>
        </w:rPr>
        <w:t>ے خودبھی</w:t>
      </w:r>
      <w:r w:rsidRPr="00E37591">
        <w:rPr>
          <w:rtl/>
          <w:lang w:bidi="ur-PK"/>
        </w:rPr>
        <w:t xml:space="preserve"> حاکم ش</w:t>
      </w:r>
      <w:r w:rsidRPr="00E37591">
        <w:rPr>
          <w:rFonts w:hint="cs"/>
          <w:rtl/>
          <w:lang w:bidi="ur-PK"/>
        </w:rPr>
        <w:t>ہر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وہ اپنی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مجبور ہوکر حاکمانہ تصرفات کی</w:t>
      </w:r>
      <w:r w:rsidRPr="00E37591">
        <w:rPr>
          <w:rFonts w:hint="eastAsia"/>
          <w:rtl/>
          <w:lang w:bidi="ur-PK"/>
        </w:rPr>
        <w:t>اکرتات</w:t>
      </w:r>
      <w:r w:rsidRPr="00E37591">
        <w:rPr>
          <w:rFonts w:hint="cs"/>
          <w:rtl/>
          <w:lang w:bidi="ur-PK"/>
        </w:rPr>
        <w:t>ھا۔قوم کی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کا خاس مشغل</w:t>
      </w:r>
      <w:r w:rsidRPr="00E37591">
        <w:rPr>
          <w:rFonts w:hint="cs"/>
          <w:rtl/>
          <w:lang w:bidi="ur-PK"/>
        </w:rPr>
        <w:t>ہ تھاوہ یہ کہاکرتاتھاکہ عوام ان جانوروں کا نام ہے جو گھاس</w:t>
      </w:r>
      <w:r w:rsidRPr="00E37591">
        <w:rPr>
          <w:rtl/>
          <w:lang w:bidi="ur-PK"/>
        </w:rPr>
        <w:t xml:space="preserve"> کو سون</w:t>
      </w:r>
      <w:r w:rsidRPr="00E37591">
        <w:rPr>
          <w:rFonts w:hint="cs"/>
          <w:rtl/>
          <w:lang w:bidi="ur-PK"/>
        </w:rPr>
        <w:t>ے پر مقدم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ھونکنے لگتے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جدلی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توجیہ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ڈی</w:t>
      </w:r>
      <w:r w:rsidRPr="00E37591">
        <w:rPr>
          <w:rFonts w:hint="eastAsia"/>
          <w:rtl/>
          <w:lang w:bidi="ur-PK"/>
        </w:rPr>
        <w:t>موکر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بالکل غلط اور م</w:t>
      </w:r>
      <w:r w:rsidRPr="00E37591">
        <w:rPr>
          <w:rFonts w:hint="cs"/>
          <w:rtl/>
          <w:lang w:bidi="ur-PK"/>
        </w:rPr>
        <w:t>ہمل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برخلاف 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مفکرافلاطون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انقلابات برپا کرر</w:t>
      </w:r>
      <w:r w:rsidRPr="00E37591">
        <w:rPr>
          <w:rFonts w:hint="cs"/>
          <w:rtl/>
          <w:lang w:bidi="ur-PK"/>
        </w:rPr>
        <w:t>ہاتھا جس کی</w:t>
      </w:r>
      <w:r w:rsidRPr="00E37591">
        <w:rPr>
          <w:rtl/>
          <w:lang w:bidi="ur-PK"/>
        </w:rPr>
        <w:t xml:space="preserve"> شکل بالکل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ھی۔وہ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شدت س</w:t>
      </w:r>
      <w:r w:rsidRPr="00E37591">
        <w:rPr>
          <w:rFonts w:hint="cs"/>
          <w:rtl/>
          <w:lang w:bidi="ur-PK"/>
        </w:rPr>
        <w:t>ے مخالفت کی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مثال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متضاد عنصر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بالکل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</w:t>
      </w:r>
      <w:r w:rsidRPr="00E37591">
        <w:rPr>
          <w:rFonts w:hint="cs"/>
          <w:rtl/>
          <w:lang w:bidi="ur-PK"/>
        </w:rPr>
        <w:t>ہوبز کا تھا۔یہ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علمبردار ت</w:t>
      </w:r>
      <w:r w:rsidRPr="00E37591">
        <w:rPr>
          <w:rFonts w:hint="cs"/>
          <w:rtl/>
          <w:lang w:bidi="ur-PK"/>
        </w:rPr>
        <w:t>ھا۔ ابتداء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استاد ت</w:t>
      </w:r>
      <w:r w:rsidRPr="00E37591">
        <w:rPr>
          <w:rFonts w:hint="cs"/>
          <w:rtl/>
          <w:lang w:bidi="ur-PK"/>
        </w:rPr>
        <w:t xml:space="preserve">ھا جس کو </w:t>
      </w:r>
      <w:r w:rsidR="00D5387C" w:rsidRPr="00E37591">
        <w:rPr>
          <w:rFonts w:hint="cs"/>
          <w:rtl/>
          <w:lang w:bidi="ur-PK"/>
        </w:rPr>
        <w:t>166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چارلس دوم کا لقب ملا اور اس ن</w:t>
      </w:r>
      <w:r w:rsidRPr="00E37591">
        <w:rPr>
          <w:rFonts w:hint="cs"/>
          <w:rtl/>
          <w:lang w:bidi="ur-PK"/>
        </w:rPr>
        <w:t>ے اپنے خاندانی</w:t>
      </w:r>
      <w:r w:rsidRPr="00E37591">
        <w:rPr>
          <w:rtl/>
          <w:lang w:bidi="ur-PK"/>
        </w:rPr>
        <w:t xml:space="preserve"> تعلق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کرومو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قومی</w:t>
      </w:r>
      <w:r w:rsidRPr="00E37591">
        <w:rPr>
          <w:rtl/>
          <w:lang w:bidi="ur-PK"/>
        </w:rPr>
        <w:t xml:space="preserve"> انقلاب کا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مقابل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اجو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انگری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فوج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زوربازو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جب ملوکی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ہل گئی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کرو مو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جم</w:t>
      </w:r>
      <w:r w:rsidRPr="00E37591">
        <w:rPr>
          <w:rFonts w:hint="cs"/>
          <w:rtl/>
          <w:lang w:bidi="ur-PK"/>
        </w:rPr>
        <w:t>ہوری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ہمارے مادی</w:t>
      </w:r>
      <w:r w:rsidRPr="00E37591">
        <w:rPr>
          <w:rtl/>
          <w:lang w:bidi="ur-PK"/>
        </w:rPr>
        <w:t xml:space="preserve"> فلاسفر کو جلاوطن </w:t>
      </w:r>
      <w:r w:rsidRPr="00E37591">
        <w:rPr>
          <w:rFonts w:hint="cs"/>
          <w:rtl/>
          <w:lang w:bidi="ur-PK"/>
        </w:rPr>
        <w:t xml:space="preserve">ہوکر فرانس چلاجانا پڑا اور اس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نے وہاں پہنچ کر آزاد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کتاب(تن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>)تال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کو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اس امر پر بڑازور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قوم سے اس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سلب کرک</w:t>
      </w:r>
      <w:r w:rsidRPr="00E37591">
        <w:rPr>
          <w:rFonts w:hint="cs"/>
          <w:rtl/>
          <w:lang w:bidi="ur-PK"/>
        </w:rPr>
        <w:t>ے اسے شدی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استبداد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ماحول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ہ بالکل اس کا مخالف تھا او رہوبز کا معاصر فلسفی</w:t>
      </w:r>
      <w:r w:rsidRPr="00E37591">
        <w:rPr>
          <w:rtl/>
          <w:lang w:bidi="ur-PK"/>
        </w:rPr>
        <w:t xml:space="preserve"> باروخ اسپ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نوازا</w:t>
      </w:r>
      <w:r w:rsidRPr="00E37591">
        <w:rPr>
          <w:rtl/>
          <w:lang w:bidi="ur-PK"/>
        </w:rPr>
        <w:t>(</w:t>
      </w:r>
      <w:r>
        <w:t>B.SPENOTHA</w:t>
      </w:r>
      <w:r w:rsidRPr="00E37591">
        <w:rPr>
          <w:rtl/>
          <w:lang w:bidi="ur-PK"/>
        </w:rPr>
        <w:t>)حکومت ک</w:t>
      </w:r>
      <w:r w:rsidRPr="00E37591">
        <w:rPr>
          <w:rFonts w:hint="cs"/>
          <w:rtl/>
          <w:lang w:bidi="ur-PK"/>
        </w:rPr>
        <w:t>ے خلاف قوم کے حقوق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ڈی</w:t>
      </w:r>
      <w:r w:rsidRPr="00E37591">
        <w:rPr>
          <w:rFonts w:hint="eastAsia"/>
          <w:rtl/>
          <w:lang w:bidi="ur-PK"/>
        </w:rPr>
        <w:t>موکر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ے رہاتھا اور اس کا نعرہ تھاکہ جس قدر حکومت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عوام کا </w:t>
      </w:r>
      <w:r w:rsidRPr="00E37591">
        <w:rPr>
          <w:rFonts w:hint="cs"/>
          <w:rtl/>
          <w:lang w:bidi="ur-PK"/>
        </w:rPr>
        <w:t>ہاتھ ہوگا اسی</w:t>
      </w:r>
      <w:r w:rsidRPr="00E37591">
        <w:rPr>
          <w:rtl/>
          <w:lang w:bidi="ur-PK"/>
        </w:rPr>
        <w:t xml:space="preserve"> قدر محبت واتحاد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آپ ملاحظ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کون سافلسفی</w:t>
      </w:r>
      <w:r w:rsidRPr="00E37591">
        <w:rPr>
          <w:rtl/>
          <w:lang w:bidi="ur-PK"/>
        </w:rPr>
        <w:t xml:space="preserve"> قوم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ہاتھااو رکون حاکم وقت طبقہ کا ہم آواز تھا، کون مادی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کون مثالی۔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بات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غور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فلسفی</w:t>
      </w:r>
      <w:r w:rsidRPr="00E37591">
        <w:rPr>
          <w:rtl/>
          <w:lang w:bidi="ur-PK"/>
        </w:rPr>
        <w:t xml:space="preserve"> افکار کو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کر اس بات کااعتراف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کوئی</w:t>
      </w:r>
      <w:r w:rsidRPr="00E37591">
        <w:rPr>
          <w:rtl/>
          <w:lang w:bidi="ur-PK"/>
        </w:rPr>
        <w:t xml:space="preserve"> بحث جذبات ونفس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پاکی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ترجمان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ک</w:t>
      </w:r>
      <w:r w:rsidRPr="00E37591">
        <w:rPr>
          <w:rFonts w:hint="cs"/>
          <w:rtl/>
          <w:lang w:bidi="ur-PK"/>
        </w:rPr>
        <w:t>ہ وہ خود بھی</w:t>
      </w:r>
      <w:r w:rsidRPr="00E37591">
        <w:rPr>
          <w:rtl/>
          <w:lang w:bidi="ur-PK"/>
        </w:rPr>
        <w:t xml:space="preserve"> پاک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بحث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مخالف </w:t>
      </w:r>
      <w:r w:rsidRPr="00E37591">
        <w:rPr>
          <w:rFonts w:hint="cs"/>
          <w:rtl/>
          <w:lang w:bidi="ur-PK"/>
        </w:rPr>
        <w:t>ہے اور اسے بورژدازی</w:t>
      </w:r>
      <w:r w:rsidRPr="00E37591">
        <w:rPr>
          <w:rtl/>
          <w:lang w:bidi="ur-PK"/>
        </w:rPr>
        <w:t xml:space="preserve"> مزعوم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چاغ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پامرد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افکار کی</w:t>
      </w:r>
      <w:r w:rsidRPr="00E37591">
        <w:rPr>
          <w:rtl/>
          <w:lang w:bidi="ur-PK"/>
        </w:rPr>
        <w:t xml:space="preserve"> پاک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بورژائ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رجانب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مقابل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چنانچ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18</w:t>
      </w:r>
      <w:r w:rsidR="000309C5" w:rsidRPr="00E37591">
        <w:rPr>
          <w:rFonts w:hint="cs"/>
          <w:rtl/>
          <w:lang w:bidi="ur-PK"/>
        </w:rPr>
        <w:t>90</w:t>
      </w:r>
      <w:r w:rsidRPr="00E37591">
        <w:rPr>
          <w:rFonts w:hint="cs"/>
          <w:rtl/>
          <w:lang w:bidi="ur-PK"/>
        </w:rPr>
        <w:t xml:space="preserve"> 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tl/>
          <w:lang w:bidi="ur-PK"/>
        </w:rPr>
        <w:t xml:space="preserve"> لوگوں ک</w:t>
      </w:r>
      <w:r w:rsidRPr="00E37591">
        <w:rPr>
          <w:rFonts w:hint="cs"/>
          <w:rtl/>
          <w:lang w:bidi="ur-PK"/>
        </w:rPr>
        <w:t>ے اس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کا سدباب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فلسفہ کو پارٹی</w:t>
      </w:r>
      <w:r w:rsidRPr="00E37591">
        <w:rPr>
          <w:rtl/>
          <w:lang w:bidi="ur-PK"/>
        </w:rPr>
        <w:t xml:space="preserve"> 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آزادہونا چاہئے اور اس نے اعلان کردی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مزدوروں کی</w:t>
      </w:r>
      <w:r w:rsidRPr="00E37591">
        <w:rPr>
          <w:rtl/>
          <w:lang w:bidi="ur-PK"/>
        </w:rPr>
        <w:t xml:space="preserve"> حم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ہم اگر کسی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معلوم کرنا چا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ہمارا فرض ہوگاکہ اس پر مزدور طبقہ کے مصالح کے زاویہ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نظرکری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جماعتی</w:t>
      </w:r>
      <w:r w:rsidRPr="00E37591">
        <w:rPr>
          <w:rtl/>
          <w:lang w:bidi="ur-PK"/>
        </w:rPr>
        <w:t xml:space="preserve"> روح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مزدور طبق</w:t>
      </w:r>
      <w:r w:rsidRPr="00E37591">
        <w:rPr>
          <w:rFonts w:hint="cs"/>
          <w:rtl/>
          <w:lang w:bidi="ur-PK"/>
        </w:rPr>
        <w:t>ہ سے پرولٹی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شپ قائم کراسکت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(الروح الخرب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الفلسفة والعلوم،ص</w:t>
      </w:r>
      <w:r w:rsidR="00D5387C" w:rsidRPr="00E37591">
        <w:rPr>
          <w:rFonts w:hint="cs"/>
          <w:rtl/>
          <w:lang w:bidi="ur-PK"/>
        </w:rPr>
        <w:t>71</w:t>
      </w:r>
      <w:r w:rsidRPr="00E37591">
        <w:rPr>
          <w:rFonts w:hint="cs"/>
          <w:rtl/>
          <w:lang w:bidi="ur-PK"/>
        </w:rPr>
        <w:t>،</w:t>
      </w:r>
      <w:r w:rsidR="00D5387C" w:rsidRPr="00E37591">
        <w:rPr>
          <w:rFonts w:hint="cs"/>
          <w:rtl/>
          <w:lang w:bidi="ur-PK"/>
        </w:rPr>
        <w:t>72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خودل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اعلان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موقف کو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وہ ہر حادثہ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مجبور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  <w:t>(حول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تطور الفلسف</w:t>
      </w:r>
      <w:r w:rsidRPr="00E37591">
        <w:rPr>
          <w:rFonts w:hint="cs"/>
          <w:rtl/>
          <w:lang w:bidi="ur-PK"/>
        </w:rPr>
        <w:t>ہ،ص</w:t>
      </w:r>
      <w:r w:rsidR="00D5387C" w:rsidRPr="00E37591">
        <w:rPr>
          <w:rFonts w:hint="cs"/>
          <w:rtl/>
          <w:lang w:bidi="ur-PK"/>
        </w:rPr>
        <w:t>21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جدانوف نے کسندروف کی</w:t>
      </w:r>
      <w:r w:rsidRPr="00E37591">
        <w:rPr>
          <w:rtl/>
          <w:lang w:bidi="ur-PK"/>
        </w:rPr>
        <w:t xml:space="preserve"> کتاب پر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مصنف نے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پر زور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ہے۔چنانچہ جدانوف کا کہناہے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بات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مولف ''تشرنی</w:t>
      </w:r>
      <w:r w:rsidRPr="00E37591">
        <w:rPr>
          <w:rFonts w:hint="eastAsia"/>
          <w:rtl/>
          <w:lang w:bidi="ur-PK"/>
        </w:rPr>
        <w:t>شفک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 ک</w:t>
      </w:r>
      <w:r w:rsidRPr="00E37591">
        <w:rPr>
          <w:rFonts w:hint="cs"/>
          <w:rtl/>
          <w:lang w:bidi="ur-PK"/>
        </w:rPr>
        <w:t>ے کلام سے استدلال کرکے یہ</w:t>
      </w:r>
      <w:r w:rsidRPr="00E37591">
        <w:rPr>
          <w:rtl/>
          <w:lang w:bidi="ur-PK"/>
        </w:rPr>
        <w:t xml:space="preserve"> ثابت کرنا چا</w:t>
      </w:r>
      <w:r w:rsidRPr="00E37591">
        <w:rPr>
          <w:rFonts w:hint="cs"/>
          <w:rtl/>
          <w:lang w:bidi="ur-PK"/>
        </w:rPr>
        <w:t>ہتاہے کہ فلسفی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بانی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پرتسا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واجب </w:t>
      </w:r>
      <w:r w:rsidRPr="00E37591">
        <w:rPr>
          <w:rFonts w:hint="cs"/>
          <w:rtl/>
          <w:lang w:bidi="ur-PK"/>
        </w:rPr>
        <w:t>ہے اور چونکہ اس نے کوئی</w:t>
      </w:r>
      <w:r w:rsidRPr="00E37591">
        <w:rPr>
          <w:rtl/>
          <w:lang w:bidi="ur-PK"/>
        </w:rPr>
        <w:t xml:space="preserve"> اعتراض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ہم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بھی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ہم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اگر 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جماعت  بندی</w:t>
      </w:r>
      <w:r w:rsidRPr="00E37591">
        <w:rPr>
          <w:rtl/>
          <w:lang w:bidi="ur-PK"/>
        </w:rPr>
        <w:t xml:space="preserve"> کا انکار کرتا</w:t>
      </w:r>
      <w:r w:rsidRPr="00E37591">
        <w:rPr>
          <w:rFonts w:hint="cs"/>
          <w:rtl/>
          <w:lang w:bidi="ur-PK"/>
        </w:rPr>
        <w:t>ہے حالانکہ یہی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روح وجان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(حول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تطور الفلسف</w:t>
      </w:r>
      <w:r w:rsidRPr="00E37591">
        <w:rPr>
          <w:rFonts w:hint="cs"/>
          <w:rtl/>
          <w:lang w:bidi="ur-PK"/>
        </w:rPr>
        <w:t>ہ،ص</w:t>
      </w:r>
      <w:r w:rsidR="00D5387C" w:rsidRPr="00E37591">
        <w:rPr>
          <w:rFonts w:hint="cs"/>
          <w:rtl/>
          <w:lang w:bidi="ur-PK"/>
        </w:rPr>
        <w:t>18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ان عبارتوں کی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مراد </w:t>
      </w:r>
      <w:r w:rsidRPr="00E37591">
        <w:rPr>
          <w:rFonts w:hint="cs"/>
          <w:rtl/>
          <w:lang w:bidi="ur-PK"/>
        </w:rPr>
        <w:t>ہے؟اور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ہے کہ فلسفہ کو مزدور طبقہ کے مصالح کامعی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ومق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خواہ اس کے خلاف ہزارہا دلائل وبراہی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قائم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جملہ افکار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شک کرنا پ</w:t>
      </w:r>
      <w:r w:rsidRPr="00E37591">
        <w:rPr>
          <w:rFonts w:hint="cs"/>
          <w:rtl/>
          <w:lang w:bidi="ur-PK"/>
        </w:rPr>
        <w:t>ڑے گا اور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پڑے گا کہ مارکس کا یہ</w:t>
      </w:r>
      <w:r w:rsidRPr="00E37591">
        <w:rPr>
          <w:rtl/>
          <w:lang w:bidi="ur-PK"/>
        </w:rPr>
        <w:t xml:space="preserve"> پورا فلسف</w:t>
      </w:r>
      <w:r w:rsidRPr="00E37591">
        <w:rPr>
          <w:rFonts w:hint="cs"/>
          <w:rtl/>
          <w:lang w:bidi="ur-PK"/>
        </w:rPr>
        <w:t>ہ مزدور طبقہ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اسے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واقع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تھا۔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جماعت 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شخص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طرف منسوب </w:t>
      </w:r>
      <w:r w:rsidRPr="00E37591">
        <w:rPr>
          <w:rFonts w:hint="cs"/>
          <w:rtl/>
          <w:lang w:bidi="ur-PK"/>
        </w:rPr>
        <w:t>ہوتاہے اور وہ اپنے افکار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رجحانات س</w:t>
      </w:r>
      <w:r w:rsidRPr="00E37591">
        <w:rPr>
          <w:rFonts w:hint="cs"/>
          <w:rtl/>
          <w:lang w:bidi="ur-PK"/>
        </w:rPr>
        <w:t>ے جدا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مارکس اشی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قائل </w:t>
      </w:r>
      <w:r w:rsidRPr="00E37591">
        <w:rPr>
          <w:rFonts w:hint="cs"/>
          <w:rtl/>
          <w:lang w:bidi="ur-PK"/>
        </w:rPr>
        <w:t>ہے حالانکہ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نکتہ ہے جس کی</w:t>
      </w:r>
      <w:r w:rsidRPr="00E37591">
        <w:rPr>
          <w:rtl/>
          <w:lang w:bidi="ur-PK"/>
        </w:rPr>
        <w:t xml:space="preserve"> مارکس ن</w:t>
      </w:r>
      <w:r w:rsidRPr="00E37591">
        <w:rPr>
          <w:rFonts w:hint="cs"/>
          <w:rtl/>
          <w:lang w:bidi="ur-PK"/>
        </w:rPr>
        <w:t>ے بارہامخالفت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آپ کو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ہوکہ ہم نے حصۂ فلسفہ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مفہوم کو واضح کرتے ہوئے 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نسبی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مطابق ہونے کے معنی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تمام تراہمی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ہوسکتاہے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مختلف افراد کے اذہان کے اعتبار سے مختلف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اس ذاتی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کرت</w:t>
      </w:r>
      <w:r w:rsidRPr="00E37591">
        <w:rPr>
          <w:rFonts w:hint="cs"/>
          <w:rtl/>
          <w:lang w:bidi="ur-PK"/>
        </w:rPr>
        <w:t>ے ہوئے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شے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مطابقت کا نام ہے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عالم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شے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متطور </w:t>
      </w:r>
      <w:r w:rsidRPr="00E37591">
        <w:rPr>
          <w:rFonts w:hint="cs"/>
          <w:rtl/>
          <w:lang w:bidi="ur-PK"/>
        </w:rPr>
        <w:t>ہے اس لئے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ثابت وجامد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سکتی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حالات کے اعتبار سے بدلتی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محفوظ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کے اعتبار سے نہ کہ افراد واشخاص کے لحاظ سے۔اب اگر مارکس کے اس قول کی</w:t>
      </w:r>
      <w:r w:rsidRPr="00E37591">
        <w:rPr>
          <w:rtl/>
          <w:lang w:bidi="ur-PK"/>
        </w:rPr>
        <w:t xml:space="preserve"> تصد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انسانی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طبقاتی</w:t>
      </w:r>
      <w:r w:rsidRPr="00E37591">
        <w:rPr>
          <w:rtl/>
          <w:lang w:bidi="ur-PK"/>
        </w:rPr>
        <w:t xml:space="preserve"> مصالح س</w:t>
      </w:r>
      <w:r w:rsidRPr="00E37591">
        <w:rPr>
          <w:rFonts w:hint="cs"/>
          <w:rtl/>
          <w:lang w:bidi="ur-PK"/>
        </w:rPr>
        <w:t>ے الگ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ہوسکتاتو اس کا کھلاہوا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>''انسان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'' کے اعتبار سے بدل جائے گی</w:t>
      </w:r>
      <w:r w:rsidRPr="00E37591">
        <w:rPr>
          <w:rtl/>
          <w:lang w:bidi="ur-PK"/>
        </w:rPr>
        <w:t xml:space="preserve"> اور واقع</w:t>
      </w:r>
      <w:r w:rsidRPr="00E37591">
        <w:rPr>
          <w:rFonts w:hint="cs"/>
          <w:rtl/>
          <w:lang w:bidi="ur-PK"/>
        </w:rPr>
        <w:t>ہ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ادراک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ہوگا۔ہر شخص اپنے مخصوص زاویۂ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گا اور اپن</w:t>
      </w:r>
      <w:r w:rsidRPr="00E37591">
        <w:rPr>
          <w:rFonts w:hint="cs"/>
          <w:rtl/>
          <w:lang w:bidi="ur-PK"/>
        </w:rPr>
        <w:t>ے مخصوص نقطۂ نظرسے سوچنے کی</w:t>
      </w:r>
      <w:r w:rsidRPr="00E37591">
        <w:rPr>
          <w:rtl/>
          <w:lang w:bidi="ur-PK"/>
        </w:rPr>
        <w:t xml:space="preserve"> کوشش کر</w:t>
      </w:r>
      <w:r w:rsidRPr="00E37591">
        <w:rPr>
          <w:rFonts w:hint="cs"/>
          <w:rtl/>
          <w:lang w:bidi="ur-PK"/>
        </w:rPr>
        <w:t>ے گا اور اس وقت یہ</w:t>
      </w:r>
      <w:r w:rsidRPr="00E37591">
        <w:rPr>
          <w:rtl/>
          <w:lang w:bidi="ur-PK"/>
        </w:rPr>
        <w:t xml:space="preserve"> بدگمان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 سراغ لگان</w:t>
      </w:r>
      <w:r w:rsidRPr="00E37591">
        <w:rPr>
          <w:rFonts w:hint="cs"/>
          <w:rtl/>
          <w:lang w:bidi="ur-PK"/>
        </w:rPr>
        <w:t>ے سے ق</w:t>
      </w:r>
      <w:r w:rsidRPr="00E37591">
        <w:rPr>
          <w:rtl/>
          <w:lang w:bidi="ur-PK"/>
        </w:rPr>
        <w:t xml:space="preserve">اصر </w:t>
      </w:r>
      <w:r w:rsidRPr="00E37591">
        <w:rPr>
          <w:rFonts w:hint="cs"/>
          <w:rtl/>
          <w:lang w:bidi="ur-PK"/>
        </w:rPr>
        <w:t>ہے۔وہ صرف مزدور طبقہ کے مصالح کی</w:t>
      </w:r>
      <w:r w:rsidRPr="00E37591">
        <w:rPr>
          <w:rtl/>
          <w:lang w:bidi="ur-PK"/>
        </w:rPr>
        <w:t xml:space="preserve">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اتنا ضرور</w:t>
      </w:r>
      <w:r w:rsidRPr="00E37591">
        <w:rPr>
          <w:rFonts w:hint="cs"/>
          <w:rtl/>
          <w:lang w:bidi="ur-PK"/>
        </w:rPr>
        <w:t>ہوگاکہ مارکس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قدرے مختلف ہوگی</w:t>
      </w:r>
      <w:r w:rsidRPr="00E37591">
        <w:rPr>
          <w:rtl/>
          <w:lang w:bidi="ur-PK"/>
        </w:rPr>
        <w:t xml:space="preserve"> جس کاتذکر</w:t>
      </w:r>
      <w:r w:rsidRPr="00E37591">
        <w:rPr>
          <w:rFonts w:hint="cs"/>
          <w:rtl/>
          <w:lang w:bidi="ur-PK"/>
        </w:rPr>
        <w:t>ہ فلسفہ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 نسبی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تعلق انسان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تھا اور اس کا تعلق اس کے طبقاتی</w:t>
      </w:r>
      <w:r w:rsidRPr="00E37591">
        <w:rPr>
          <w:rtl/>
          <w:lang w:bidi="ur-PK"/>
        </w:rPr>
        <w:t xml:space="preserve"> رجحانات س</w:t>
      </w:r>
      <w:r w:rsidRPr="00E37591">
        <w:rPr>
          <w:rFonts w:hint="cs"/>
          <w:rtl/>
          <w:lang w:bidi="ur-PK"/>
        </w:rPr>
        <w:t>ے ہے۔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08" w:name="_Toc468966818"/>
      <w:bookmarkStart w:id="109" w:name="_Toc468970751"/>
      <w:r w:rsidRPr="00E37591">
        <w:rPr>
          <w:rFonts w:hint="eastAsia"/>
          <w:rtl/>
          <w:lang w:bidi="ur-PK"/>
        </w:rPr>
        <w:t>تجرب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</w:t>
      </w:r>
      <w:bookmarkEnd w:id="108"/>
      <w:bookmarkEnd w:id="10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مقام پر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توقف اس لئ</w:t>
      </w:r>
      <w:r w:rsidRPr="00E37591">
        <w:rPr>
          <w:rFonts w:hint="cs"/>
          <w:rtl/>
          <w:lang w:bidi="ur-PK"/>
        </w:rPr>
        <w:t>ے مناسب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 تک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نغم</w:t>
      </w:r>
      <w:r w:rsidRPr="00E37591">
        <w:rPr>
          <w:rFonts w:hint="cs"/>
          <w:rtl/>
          <w:lang w:bidi="ur-PK"/>
        </w:rPr>
        <w:t>ہ سناہے جسے وہ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موڑپر گای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علوم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کا تنوع اور ارتقاء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رنگارنگ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اثر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بخاری</w:t>
      </w:r>
      <w:r w:rsidRPr="00E37591">
        <w:rPr>
          <w:rtl/>
          <w:lang w:bidi="ur-PK"/>
        </w:rPr>
        <w:t xml:space="preserve"> آلات اس وقت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    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ضرورتوں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۔چنانچہ روجیہ</w:t>
      </w:r>
      <w:r w:rsidRPr="00E37591">
        <w:rPr>
          <w:rtl/>
          <w:lang w:bidi="ur-PK"/>
        </w:rPr>
        <w:t xml:space="preserve"> غارود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مطلب کی</w:t>
      </w:r>
      <w:r w:rsidRPr="00E37591">
        <w:rPr>
          <w:rtl/>
          <w:lang w:bidi="ur-PK"/>
        </w:rPr>
        <w:t xml:space="preserve"> صراحت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ذرائع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ک</w:t>
      </w:r>
      <w:r w:rsidRPr="00E37591">
        <w:rPr>
          <w:rFonts w:hint="cs"/>
          <w:rtl/>
          <w:lang w:bidi="ur-PK"/>
        </w:rPr>
        <w:t>ے سامنے مسائل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وہ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بحث وفکر کرک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مختلف علماء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عمل اور حرارت ک</w:t>
      </w:r>
      <w:r w:rsidRPr="00E37591">
        <w:rPr>
          <w:rFonts w:hint="cs"/>
          <w:rtl/>
          <w:lang w:bidi="ur-PK"/>
        </w:rPr>
        <w:t>ے توازن کا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فرانس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کارنو، انگل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eastAsia"/>
          <w:rtl/>
          <w:lang w:bidi="ur-PK"/>
        </w:rPr>
        <w:t>ول</w:t>
      </w:r>
      <w:r w:rsidRPr="00E37591">
        <w:rPr>
          <w:rtl/>
          <w:lang w:bidi="ur-PK"/>
        </w:rPr>
        <w:t xml:space="preserve"> اور جرمن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ہواتھا،یہ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لحاظ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ذرائع جس طرح مسائل کا اضاف</w:t>
      </w:r>
      <w:r w:rsidRPr="00E37591">
        <w:rPr>
          <w:rFonts w:hint="cs"/>
          <w:rtl/>
          <w:lang w:bidi="ur-PK"/>
        </w:rPr>
        <w:t>ہ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آلات ووسائل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اکرک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حل کرنے کی</w:t>
      </w:r>
      <w:r w:rsidRPr="00E37591">
        <w:rPr>
          <w:rtl/>
          <w:lang w:bidi="ur-PK"/>
        </w:rPr>
        <w:t xml:space="preserve"> صورت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ہم پہنچاتے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یہی</w:t>
      </w:r>
      <w:r w:rsidRPr="00E37591">
        <w:rPr>
          <w:rtl/>
          <w:lang w:bidi="ur-PK"/>
        </w:rPr>
        <w:t xml:space="preserve"> ذرائع اول وآخر تجرب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 xml:space="preserve">           (الروح الخ</w:t>
      </w:r>
      <w:r w:rsidRPr="00E37591">
        <w:rPr>
          <w:rFonts w:hint="eastAsia"/>
          <w:rtl/>
          <w:lang w:bidi="ur-PK"/>
        </w:rPr>
        <w:t>رب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العلوم،ص</w:t>
      </w:r>
      <w:r w:rsidR="00D5387C" w:rsidRPr="00E37591">
        <w:rPr>
          <w:rFonts w:hint="cs"/>
          <w:rtl/>
          <w:lang w:bidi="ur-PK"/>
        </w:rPr>
        <w:t>11</w:t>
      </w:r>
      <w:r w:rsidRPr="00E37591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13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ہمارے ملاحظات درج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الف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دور حاضر کو الگ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آج سے پہلے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معاشرے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ھے۔ہر مقام پر معمولی</w:t>
      </w:r>
      <w:r w:rsidRPr="00E37591">
        <w:rPr>
          <w:rtl/>
          <w:lang w:bidi="ur-PK"/>
        </w:rPr>
        <w:t xml:space="preserve"> زراعت اور دستکار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دور دور</w:t>
      </w:r>
      <w:r w:rsidRPr="00E37591">
        <w:rPr>
          <w:rFonts w:hint="cs"/>
          <w:rtl/>
          <w:lang w:bidi="ur-PK"/>
        </w:rPr>
        <w:t>ہ تھا۔مختلف شکلوں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اور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ن</w:t>
      </w:r>
      <w:r w:rsidRPr="00E37591">
        <w:rPr>
          <w:rFonts w:hint="cs"/>
          <w:rtl/>
          <w:lang w:bidi="ur-PK"/>
        </w:rPr>
        <w:t>ہ تھا۔ای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تمام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متساو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متوازن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تھی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ہرگزنہ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قرون وسط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اندلس، عراق،مصر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بالکل مختلف تھے۔ اسلامی</w:t>
      </w:r>
      <w:r w:rsidRPr="00E37591">
        <w:rPr>
          <w:rtl/>
          <w:lang w:bidi="ur-PK"/>
        </w:rPr>
        <w:t xml:space="preserve"> ممالک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شعاعوں س</w:t>
      </w:r>
      <w:r w:rsidRPr="00E37591">
        <w:rPr>
          <w:rFonts w:hint="cs"/>
          <w:rtl/>
          <w:lang w:bidi="ur-PK"/>
        </w:rPr>
        <w:t>ے منور تھے اور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کرن ن</w:t>
      </w:r>
      <w:r w:rsidRPr="00E37591">
        <w:rPr>
          <w:rFonts w:hint="cs"/>
          <w:rtl/>
          <w:lang w:bidi="ur-PK"/>
        </w:rPr>
        <w:t>ہ تھی۔چی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طباعت کا کام 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ممالک محروم ت</w:t>
      </w:r>
      <w:r w:rsidRPr="00E37591">
        <w:rPr>
          <w:rFonts w:hint="cs"/>
          <w:rtl/>
          <w:lang w:bidi="ur-PK"/>
        </w:rPr>
        <w:t>ھے مسلمانوںنے آٹھوی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فن کو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۔علوم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مختلف رفتار اس بات کا واضح ثبوت </w:t>
      </w:r>
      <w:r w:rsidRPr="00E37591">
        <w:rPr>
          <w:rFonts w:hint="cs"/>
          <w:rtl/>
          <w:lang w:bidi="ur-PK"/>
        </w:rPr>
        <w:t>ہے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 کوئی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ارتباط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شکل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عام طور سے علمی</w:t>
      </w:r>
      <w:r w:rsidRPr="00E37591">
        <w:rPr>
          <w:rtl/>
          <w:lang w:bidi="ur-PK"/>
        </w:rPr>
        <w:t xml:space="preserve"> کوشش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ماں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ضرورت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اس لئے کہ ہمارے سامنے بہت سی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مدت درازتک علوم وفنون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 کے بعد ان کا خواب شرمندہ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ہوسکا۔چنانچہ اس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واضح مثال </w:t>
      </w:r>
      <w:r w:rsidRPr="00E37591">
        <w:rPr>
          <w:rFonts w:hint="cs"/>
          <w:rtl/>
          <w:lang w:bidi="ur-PK"/>
        </w:rPr>
        <w:t>ہے عی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۔ انسان نہ جانے کس زمانے سے ضعف بصارت کا شکار تھا اور اسے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اس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پورا کر 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علم ن</w:t>
      </w:r>
      <w:r w:rsidRPr="00E37591">
        <w:rPr>
          <w:rFonts w:hint="cs"/>
          <w:rtl/>
          <w:lang w:bidi="ur-PK"/>
        </w:rPr>
        <w:t>ے اس کا ساتھ نہ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مسلمانوں ن</w:t>
      </w:r>
      <w:r w:rsidRPr="00E37591">
        <w:rPr>
          <w:rFonts w:hint="cs"/>
          <w:rtl/>
          <w:lang w:bidi="ur-PK"/>
        </w:rPr>
        <w:t>ے روشنی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الغکاس کا نظریہ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ہزاروں قسم کے چشمے بناڈالے ۔ظاہرہے کہ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وقت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علمی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خاص رفتار س</w:t>
      </w:r>
      <w:r w:rsidRPr="00E37591">
        <w:rPr>
          <w:rFonts w:hint="cs"/>
          <w:rtl/>
          <w:lang w:bidi="ur-PK"/>
        </w:rPr>
        <w:t>ے آگے بڑھ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</w:t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علمی</w:t>
      </w:r>
      <w:r w:rsidRPr="00E37591">
        <w:rPr>
          <w:rtl/>
          <w:lang w:bidi="ur-PK"/>
        </w:rPr>
        <w:t xml:space="preserve"> انکشافات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سوچناپ</w:t>
      </w:r>
      <w:r w:rsidRPr="00E37591">
        <w:rPr>
          <w:rFonts w:hint="cs"/>
          <w:rtl/>
          <w:lang w:bidi="ur-PK"/>
        </w:rPr>
        <w:t>ڑے گا 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کشتی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واسطے متفاطی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جبک</w:t>
      </w:r>
      <w:r w:rsidRPr="00E37591">
        <w:rPr>
          <w:rFonts w:hint="cs"/>
          <w:rtl/>
          <w:lang w:bidi="ur-PK"/>
        </w:rPr>
        <w:t>ہ کشتی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تجارت کا کاروبار مدتوں س</w:t>
      </w:r>
      <w:r w:rsidRPr="00E37591">
        <w:rPr>
          <w:rFonts w:hint="cs"/>
          <w:rtl/>
          <w:lang w:bidi="ur-PK"/>
        </w:rPr>
        <w:t xml:space="preserve">ے چل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رہاتھا بلکہ رومان کی</w:t>
      </w:r>
      <w:r w:rsidRPr="00E37591">
        <w:rPr>
          <w:rtl/>
          <w:lang w:bidi="ur-PK"/>
        </w:rPr>
        <w:t xml:space="preserve"> توپور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تجارت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پر چل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جاسکتاکہ علم کی</w:t>
      </w:r>
      <w:r w:rsidRPr="00E37591">
        <w:rPr>
          <w:rtl/>
          <w:lang w:bidi="ur-PK"/>
        </w:rPr>
        <w:t xml:space="preserve"> رفتار اقتصاد س</w:t>
      </w:r>
      <w:r w:rsidRPr="00E37591">
        <w:rPr>
          <w:rFonts w:hint="cs"/>
          <w:rtl/>
          <w:lang w:bidi="ur-PK"/>
        </w:rPr>
        <w:t>ے الگ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ہے؟جب کہ ہم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سوئی</w:t>
      </w:r>
      <w:r w:rsidRPr="00E37591">
        <w:rPr>
          <w:rtl/>
          <w:lang w:bidi="ur-PK"/>
        </w:rPr>
        <w:t xml:space="preserve"> کا انکشاف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دوہزار سال پہلے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بلک</w:t>
      </w:r>
      <w:r w:rsidRPr="00E37591">
        <w:rPr>
          <w:rFonts w:hint="cs"/>
          <w:rtl/>
          <w:lang w:bidi="ur-PK"/>
        </w:rPr>
        <w:t>ہ اس سے بہتر مثال خود بخاری</w:t>
      </w:r>
      <w:r w:rsidRPr="00E37591">
        <w:rPr>
          <w:rtl/>
          <w:lang w:bidi="ur-PK"/>
        </w:rPr>
        <w:t xml:space="preserve"> قوت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تی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کشف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آج کے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آلات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ہوسکے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ہماری</w:t>
      </w:r>
      <w:r w:rsidRPr="00E37591">
        <w:rPr>
          <w:rtl/>
          <w:lang w:bidi="ur-PK"/>
        </w:rPr>
        <w:t xml:space="preserve"> بحث صرف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انکشاف س</w:t>
      </w:r>
      <w:r w:rsidRPr="00E37591">
        <w:rPr>
          <w:rFonts w:hint="cs"/>
          <w:rtl/>
          <w:lang w:bidi="ur-PK"/>
        </w:rPr>
        <w:t>ے ہے اختراع وای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ہماراکوئی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ک</w:t>
      </w:r>
      <w:r w:rsidRPr="00E37591">
        <w:rPr>
          <w:rFonts w:hint="cs"/>
          <w:rtl/>
          <w:lang w:bidi="ur-PK"/>
        </w:rPr>
        <w:t>ے مسائل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سامنے آتے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مکمل ثبوت بہم پہچاناغی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اس لئے کہ ان علوم سے متعلق دوچی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فنکار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تو ظا</w:t>
      </w:r>
      <w:r w:rsidRPr="00E37591">
        <w:rPr>
          <w:rFonts w:hint="cs"/>
          <w:rtl/>
          <w:lang w:bidi="ur-PK"/>
        </w:rPr>
        <w:t>ہر ہے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تابع ک</w:t>
      </w:r>
      <w:r w:rsidRPr="00E37591">
        <w:rPr>
          <w:rFonts w:hint="cs"/>
          <w:rtl/>
          <w:lang w:bidi="ur-PK"/>
        </w:rPr>
        <w:t>ہاجاسکتاہے اس لئے کہ فن ان ذرائع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کا علاج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تجربات! تو ظا</w:t>
      </w:r>
      <w:r w:rsidRPr="00E37591">
        <w:rPr>
          <w:rFonts w:hint="cs"/>
          <w:rtl/>
          <w:lang w:bidi="ur-PK"/>
        </w:rPr>
        <w:t>ہر ہے کہ ان علوم کو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مشاکل سے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فن ک</w:t>
      </w:r>
      <w:r w:rsidRPr="00E37591">
        <w:rPr>
          <w:rFonts w:hint="cs"/>
          <w:rtl/>
          <w:lang w:bidi="ur-PK"/>
        </w:rPr>
        <w:t>ے راستے بالکل مختلف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۔سولہوی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تک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س</w:t>
      </w:r>
      <w:r w:rsidRPr="00E37591">
        <w:rPr>
          <w:rFonts w:hint="cs"/>
          <w:rtl/>
          <w:lang w:bidi="ur-PK"/>
        </w:rPr>
        <w:t>ے استفادہ کرنے سے قاصر رہا۔یہاں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187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صنعت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فنکار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کرنے کا موقع ملا۔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لافواز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کتن</w:t>
      </w:r>
      <w:r w:rsidRPr="00E37591">
        <w:rPr>
          <w:rFonts w:hint="cs"/>
          <w:rtl/>
          <w:lang w:bidi="ur-PK"/>
        </w:rPr>
        <w:t>ے انقلابات برپاکئے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قبول نہ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۔''فنکاری</w:t>
      </w:r>
      <w:r w:rsidRPr="00E37591">
        <w:rPr>
          <w:rtl/>
          <w:lang w:bidi="ur-PK"/>
        </w:rPr>
        <w:t>''لو</w:t>
      </w:r>
      <w:r w:rsidRPr="00E37591">
        <w:rPr>
          <w:rFonts w:hint="cs"/>
          <w:rtl/>
          <w:lang w:bidi="ur-PK"/>
        </w:rPr>
        <w:t>ہے اور فولاد کی</w:t>
      </w:r>
      <w:r w:rsidRPr="00E37591">
        <w:rPr>
          <w:rtl/>
          <w:lang w:bidi="ur-PK"/>
        </w:rPr>
        <w:t xml:space="preserve">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سخت ونرم لو</w:t>
      </w:r>
      <w:r w:rsidRPr="00E37591">
        <w:rPr>
          <w:rFonts w:hint="cs"/>
          <w:rtl/>
          <w:lang w:bidi="ur-PK"/>
        </w:rPr>
        <w:t>ہے کے کی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ک</w:t>
      </w:r>
      <w:r w:rsidRPr="00E37591">
        <w:rPr>
          <w:rFonts w:hint="cs"/>
          <w:rtl/>
          <w:lang w:bidi="ur-PK"/>
        </w:rPr>
        <w:t>ے نہ سمجھنے اور کاربون کی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مقدار س</w:t>
      </w:r>
      <w:r w:rsidRPr="00E37591">
        <w:rPr>
          <w:rFonts w:hint="cs"/>
          <w:rtl/>
          <w:lang w:bidi="ur-PK"/>
        </w:rPr>
        <w:t>ے ناواقفی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مکمل استفادہ نہ کرسکی۔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اغارود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علمی</w:t>
      </w:r>
      <w:r w:rsidRPr="00E37591">
        <w:rPr>
          <w:rtl/>
          <w:lang w:bidi="ur-PK"/>
        </w:rPr>
        <w:t xml:space="preserve"> انکشافات وقت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تقاضوں ک</w:t>
      </w:r>
      <w:r w:rsidRPr="00E37591">
        <w:rPr>
          <w:rFonts w:hint="cs"/>
          <w:rtl/>
          <w:lang w:bidi="ur-PK"/>
        </w:rPr>
        <w:t>ے تابع نہ ہوتے تووقت واحد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چند آدم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ہوتاتو اس کے بار 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صاف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</w:t>
      </w:r>
      <w:r w:rsidRPr="00E37591">
        <w:rPr>
          <w:rFonts w:hint="cs"/>
          <w:rtl/>
          <w:lang w:bidi="ur-PK"/>
        </w:rPr>
        <w:t>ے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اتحاد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اختلاف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قرب وبعد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۔ٹکنی</w:t>
      </w:r>
      <w:r w:rsidRPr="00E37591">
        <w:rPr>
          <w:rFonts w:hint="eastAsia"/>
          <w:rtl/>
          <w:lang w:bidi="ur-PK"/>
        </w:rPr>
        <w:t>کل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ان باتوں کا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اس کاواضح ثبوت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محدودمنافع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کا نظریہ</w:t>
      </w:r>
      <w:r w:rsidRPr="00E37591">
        <w:rPr>
          <w:rtl/>
          <w:lang w:bidi="ur-PK"/>
        </w:rPr>
        <w:t xml:space="preserve"> وقت واحد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افراد ن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حالانکہ یہ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متعلق تھا۔اسے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مشاکل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ملاحظ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="00D5387C" w:rsidRPr="00E37591">
        <w:rPr>
          <w:rFonts w:hint="cs"/>
          <w:rtl/>
          <w:lang w:bidi="ur-PK"/>
        </w:rPr>
        <w:t>1871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انگلستان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فونر،نمسام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کارل سنجر اور </w:t>
      </w:r>
      <w:r w:rsidR="00D5387C" w:rsidRPr="00E37591">
        <w:rPr>
          <w:rFonts w:hint="cs"/>
          <w:rtl/>
          <w:lang w:bidi="ur-PK"/>
        </w:rPr>
        <w:t>1874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فاراس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احالانک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ربط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علم کے گوناگوں انکشافات انسانی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تابع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سے ان کا کوئی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کا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اس طرح تابع ہوناکہ یہی</w:t>
      </w:r>
      <w:r w:rsidRPr="00E37591">
        <w:rPr>
          <w:rtl/>
          <w:lang w:bidi="ur-PK"/>
        </w:rPr>
        <w:t xml:space="preserve"> ذرائع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ک</w:t>
      </w:r>
      <w:r w:rsidRPr="00E37591">
        <w:rPr>
          <w:rFonts w:hint="cs"/>
          <w:rtl/>
          <w:lang w:bidi="ur-PK"/>
        </w:rPr>
        <w:t>ے حل تلاش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عقل وتاری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دونوں عاجز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عقل کا ک</w:t>
      </w:r>
      <w:r w:rsidRPr="00E37591">
        <w:rPr>
          <w:rFonts w:hint="cs"/>
          <w:rtl/>
          <w:lang w:bidi="ur-PK"/>
        </w:rPr>
        <w:t>ھالا ہوا فی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علوم اگرچہ اپنے ارتقاء وتکامل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آلات ک</w:t>
      </w:r>
      <w:r w:rsidRPr="00E37591">
        <w:rPr>
          <w:rFonts w:hint="cs"/>
          <w:rtl/>
          <w:lang w:bidi="ur-PK"/>
        </w:rPr>
        <w:t>ے تابع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علمی</w:t>
      </w:r>
      <w:r w:rsidRPr="00E37591">
        <w:rPr>
          <w:rtl/>
          <w:lang w:bidi="ur-PK"/>
        </w:rPr>
        <w:t xml:space="preserve"> مشکلات حل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یہ</w:t>
      </w:r>
      <w:r w:rsidRPr="00E37591">
        <w:rPr>
          <w:rtl/>
          <w:lang w:bidi="ur-PK"/>
        </w:rPr>
        <w:t xml:space="preserve"> آلات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آج خوردبی</w:t>
      </w:r>
      <w:r w:rsidRPr="00E37591">
        <w:rPr>
          <w:rFonts w:hint="eastAsia"/>
          <w:rtl/>
          <w:lang w:bidi="ur-PK"/>
        </w:rPr>
        <w:t>ن،دور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ڈر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ہوتے تو بہت سی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رک جات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اس بات کا اعتراف بھی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تام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ارتقاء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سترہوی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 xml:space="preserve">ے انعکاس 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بحث کرک</w:t>
      </w:r>
      <w:r w:rsidRPr="00E37591">
        <w:rPr>
          <w:rFonts w:hint="cs"/>
          <w:rtl/>
          <w:lang w:bidi="ur-PK"/>
        </w:rPr>
        <w:t>ے خوردبی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پر آج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تمام تر دارومدار </w:t>
      </w:r>
      <w:r w:rsidRPr="00E37591">
        <w:rPr>
          <w:rFonts w:hint="cs"/>
          <w:rtl/>
          <w:lang w:bidi="ur-PK"/>
        </w:rPr>
        <w:t>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کا وجود وظ</w:t>
      </w:r>
      <w:r w:rsidRPr="00E37591">
        <w:rPr>
          <w:rFonts w:hint="cs"/>
          <w:rtl/>
          <w:lang w:bidi="ur-PK"/>
        </w:rPr>
        <w:t>ہور نظر آرہاہے۔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ر</w:t>
      </w:r>
      <w:r w:rsidRPr="00E37591">
        <w:rPr>
          <w:rFonts w:hint="cs"/>
          <w:rtl/>
          <w:lang w:bidi="ur-PK"/>
        </w:rPr>
        <w:t>ہنا چاہئے کہ علم کی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داستان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ذرائع وآلات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بہت سے حقائق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انکشاف فکر بشر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وقت کر 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جب اس انکشاف ک</w:t>
      </w:r>
      <w:r w:rsidRPr="00E37591">
        <w:rPr>
          <w:rFonts w:hint="cs"/>
          <w:rtl/>
          <w:lang w:bidi="ur-PK"/>
        </w:rPr>
        <w:t>ے وسائل موجودہ نہ تھے۔انہی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حقائق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خلائ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دباؤ </w:t>
      </w:r>
      <w:r w:rsidRPr="00E37591">
        <w:rPr>
          <w:rFonts w:hint="cs"/>
          <w:rtl/>
          <w:lang w:bidi="ur-PK"/>
        </w:rPr>
        <w:t>ہے جس سے آج سی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اختراعات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کا پت</w:t>
      </w:r>
      <w:r w:rsidRPr="00E37591">
        <w:rPr>
          <w:rFonts w:hint="cs"/>
          <w:rtl/>
          <w:lang w:bidi="ur-PK"/>
        </w:rPr>
        <w:t>ہ سترہوی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تورتش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طرح لگای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پمپ </w:t>
      </w:r>
      <w:r w:rsidR="00D5387C" w:rsidRPr="00E37591">
        <w:rPr>
          <w:rFonts w:hint="cs"/>
          <w:rtl/>
          <w:lang w:bidi="ur-PK"/>
        </w:rPr>
        <w:t>34</w:t>
      </w:r>
      <w:r w:rsidRPr="00E37591">
        <w:rPr>
          <w:rFonts w:hint="cs"/>
          <w:rtl/>
          <w:lang w:bidi="ur-PK"/>
        </w:rPr>
        <w:t xml:space="preserve"> قدم تک پانی</w:t>
      </w:r>
      <w:r w:rsidRPr="00E37591">
        <w:rPr>
          <w:rtl/>
          <w:lang w:bidi="ur-PK"/>
        </w:rPr>
        <w:t xml:space="preserve"> کو بلند کرتا</w:t>
      </w:r>
      <w:r w:rsidRPr="00E37591">
        <w:rPr>
          <w:rFonts w:hint="cs"/>
          <w:rtl/>
          <w:lang w:bidi="ur-PK"/>
        </w:rPr>
        <w:t>ہے اور جب پانی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اوپر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جاسکتاتو پار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بلند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 کا وزن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اس طرح رفتہ رفتہ یہ</w:t>
      </w:r>
      <w:r w:rsidRPr="00E37591">
        <w:rPr>
          <w:rtl/>
          <w:lang w:bidi="ur-PK"/>
        </w:rPr>
        <w:t xml:space="preserve">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خلاء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دباؤ اور فضام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انکشاف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علماء ن</w:t>
      </w:r>
      <w:r w:rsidRPr="00E37591">
        <w:rPr>
          <w:rFonts w:hint="cs"/>
          <w:rtl/>
          <w:lang w:bidi="ur-PK"/>
        </w:rPr>
        <w:t>ے حصہ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۔گلی</w:t>
      </w:r>
      <w:r w:rsidRPr="00E37591">
        <w:rPr>
          <w:rFonts w:hint="eastAsia"/>
          <w:rtl/>
          <w:lang w:bidi="ur-PK"/>
        </w:rPr>
        <w:t>لو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تو اس موضوع پر گفتگو بھی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سترہوی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اس نے یہ</w:t>
      </w:r>
      <w:r w:rsidRPr="00E37591">
        <w:rPr>
          <w:rtl/>
          <w:lang w:bidi="ur-PK"/>
        </w:rPr>
        <w:t xml:space="preserve"> راز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منکشف کر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 کو اس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Fonts w:hint="eastAsia"/>
          <w:rtl/>
          <w:lang w:bidi="ur-PK"/>
        </w:rPr>
        <w:t>؟ک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کا استعمال پ</w:t>
      </w:r>
      <w:r w:rsidRPr="00E37591">
        <w:rPr>
          <w:rFonts w:hint="cs"/>
          <w:rtl/>
          <w:lang w:bidi="ur-PK"/>
        </w:rPr>
        <w:t>ہلے نہ تھا؟کی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قسم کا تجرب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علماء ک</w:t>
      </w:r>
      <w:r w:rsidRPr="00E37591">
        <w:rPr>
          <w:rFonts w:hint="cs"/>
          <w:rtl/>
          <w:lang w:bidi="ur-PK"/>
        </w:rPr>
        <w:t>ے لئے ممکن نہ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قتاً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کچ</w:t>
      </w:r>
      <w:r w:rsidRPr="00E37591">
        <w:rPr>
          <w:rFonts w:hint="cs"/>
          <w:rtl/>
          <w:lang w:bidi="ur-PK"/>
        </w:rPr>
        <w:t>ھ تھا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علم وفکر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رفتار انسان ک</w:t>
      </w:r>
      <w:r w:rsidRPr="00E37591">
        <w:rPr>
          <w:rFonts w:hint="cs"/>
          <w:rtl/>
          <w:lang w:bidi="ur-PK"/>
        </w:rPr>
        <w:t>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رہتی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ہے۔اسے نہ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</w:t>
      </w:r>
      <w:r w:rsidRPr="00E37591">
        <w:rPr>
          <w:rFonts w:hint="cs"/>
          <w:rtl/>
          <w:lang w:bidi="ur-PK"/>
        </w:rPr>
        <w:t>ہے نہ اقتصادی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شمار کمزوری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موضوع تھا''اجتماعی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ہونا</w:t>
      </w:r>
      <w:r w:rsidRPr="00E37591">
        <w:rPr>
          <w:rtl/>
          <w:lang w:bidi="ur-PK"/>
        </w:rPr>
        <w:t>''ل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ہم سردست اس نکتہ سے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قطع نظر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 موضوع پر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مکمل کتاب 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10" w:name="_Toc468966819"/>
      <w:bookmarkStart w:id="111" w:name="_Toc468970752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110"/>
      <w:bookmarkEnd w:id="11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حاصل ہے اور مارکس نے اسے بھی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کرکے اقتصادی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اس کا کہنا ہے کہ طبقات اگرچہ معاشرہ سے تعلق رکھتے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اوربظا</w:t>
      </w:r>
      <w:r w:rsidRPr="00E37591">
        <w:rPr>
          <w:rFonts w:hint="cs"/>
          <w:rtl/>
          <w:lang w:bidi="ur-PK"/>
        </w:rPr>
        <w:t>ہر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معاشرہ کے بعض افرادذرائع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بعض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طرح مالک طبقہ حاکم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محکوم کی۔اب چاہے اس حکومت کی</w:t>
      </w:r>
      <w:r w:rsidRPr="00E37591">
        <w:rPr>
          <w:rtl/>
          <w:lang w:bidi="ur-PK"/>
        </w:rPr>
        <w:t xml:space="preserve"> شکل نوکر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جب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طبقات کی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نام پر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اب ا</w:t>
      </w:r>
      <w:r w:rsidRPr="00E37591">
        <w:rPr>
          <w:rtl/>
          <w:lang w:bidi="ur-PK"/>
        </w:rPr>
        <w:t>س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کرنا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کرنا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جوطبقات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صرف اقتصاد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کے علاوہ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عوامل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طبقات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منطق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تویہ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اگر طبقات کا وجود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ہے اور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سرگرم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پرتو اس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ہونا یہ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تھاکہ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حکومت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کا حق ہوجو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سرگرم عمل ر</w:t>
      </w:r>
      <w:r w:rsidRPr="00E37591">
        <w:rPr>
          <w:rFonts w:hint="cs"/>
          <w:rtl/>
          <w:lang w:bidi="ur-PK"/>
        </w:rPr>
        <w:t>ہے اور عملی</w:t>
      </w:r>
      <w:r w:rsidRPr="00E37591">
        <w:rPr>
          <w:rtl/>
          <w:lang w:bidi="ur-PK"/>
        </w:rPr>
        <w:t xml:space="preserve"> نشاط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عروج پر </w:t>
      </w:r>
      <w:r w:rsidRPr="00E37591">
        <w:rPr>
          <w:rFonts w:hint="cs"/>
          <w:rtl/>
          <w:lang w:bidi="ur-PK"/>
        </w:rPr>
        <w:t>ہو۔حالانکہ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کا ثبوت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 قاصر ہے۔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اتنا ک</w:t>
      </w:r>
      <w:r w:rsidRPr="00E37591">
        <w:rPr>
          <w:rFonts w:hint="cs"/>
          <w:rtl/>
          <w:lang w:bidi="ur-PK"/>
        </w:rPr>
        <w:t>ہا جاسکتاہے کہ سرمایہ</w:t>
      </w:r>
      <w:r w:rsidRPr="00E37591">
        <w:rPr>
          <w:rtl/>
          <w:lang w:bidi="ur-PK"/>
        </w:rPr>
        <w:t xml:space="preserve"> داروں ن</w:t>
      </w:r>
      <w:r w:rsidRPr="00E37591">
        <w:rPr>
          <w:rFonts w:hint="cs"/>
          <w:rtl/>
          <w:lang w:bidi="ur-PK"/>
        </w:rPr>
        <w:t>ے اپنا اجتماعی</w:t>
      </w:r>
      <w:r w:rsidRPr="00E37591">
        <w:rPr>
          <w:rtl/>
          <w:lang w:bidi="ur-PK"/>
        </w:rPr>
        <w:t xml:space="preserve"> مقام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سرگرم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یہم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ادوار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تصور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ہے۔وہاں تویہ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حکومت کی</w:t>
      </w:r>
      <w:r w:rsidRPr="00E37591">
        <w:rPr>
          <w:rtl/>
          <w:lang w:bidi="ur-PK"/>
        </w:rPr>
        <w:t xml:space="preserve"> بناپر طبقات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ہوگئے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طبقات ک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معلول کا درج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آپ رومان کو ملاحظہ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اشراف کا طبق</w:t>
      </w:r>
      <w:r w:rsidRPr="00E37591">
        <w:rPr>
          <w:rFonts w:hint="cs"/>
          <w:rtl/>
          <w:lang w:bidi="ur-PK"/>
        </w:rPr>
        <w:t>ہ عوام سے اجتماعی</w:t>
      </w:r>
      <w:r w:rsidRPr="00E37591">
        <w:rPr>
          <w:rtl/>
          <w:lang w:bidi="ur-PK"/>
        </w:rPr>
        <w:t xml:space="preserve"> اور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اعتبار سے ممتاز تھا حالانکہ سرگرمی</w:t>
      </w:r>
      <w:r w:rsidRPr="00E37591">
        <w:rPr>
          <w:rtl/>
          <w:lang w:bidi="ur-PK"/>
        </w:rPr>
        <w:t xml:space="preserve"> عمل عوام کا حص</w:t>
      </w:r>
      <w:r w:rsidRPr="00E37591">
        <w:rPr>
          <w:rFonts w:hint="cs"/>
          <w:rtl/>
          <w:lang w:bidi="ur-PK"/>
        </w:rPr>
        <w:t>ہ تھا اور اکثر لوگ تو دولت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 اشراف ک</w:t>
      </w:r>
      <w:r w:rsidRPr="00E37591">
        <w:rPr>
          <w:rFonts w:hint="cs"/>
          <w:rtl/>
          <w:lang w:bidi="ur-PK"/>
        </w:rPr>
        <w:t>ے ہ</w:t>
      </w:r>
      <w:r w:rsidRPr="00E37591">
        <w:rPr>
          <w:rtl/>
          <w:lang w:bidi="ur-PK"/>
        </w:rPr>
        <w:t>م پا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س</w:t>
      </w:r>
      <w:r w:rsidRPr="00E37591">
        <w:rPr>
          <w:rFonts w:hint="cs"/>
          <w:rtl/>
          <w:lang w:bidi="ur-PK"/>
        </w:rPr>
        <w:t>ے جاپان کا سامرائی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تھا جس کی</w:t>
      </w:r>
      <w:r w:rsidRPr="00E37591">
        <w:rPr>
          <w:rtl/>
          <w:lang w:bidi="ur-PK"/>
        </w:rPr>
        <w:t xml:space="preserve"> عظمت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راروں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نہ تھی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اس کے پاس سوائے شمشی</w:t>
      </w:r>
      <w:r w:rsidRPr="00E37591">
        <w:rPr>
          <w:rFonts w:hint="eastAsia"/>
          <w:rtl/>
          <w:lang w:bidi="ur-PK"/>
        </w:rPr>
        <w:t>رزن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ہسواری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کچھ نہ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خود </w:t>
      </w:r>
      <w:r w:rsidRPr="00E37591">
        <w:rPr>
          <w:rFonts w:hint="cs"/>
          <w:rtl/>
          <w:lang w:bidi="ur-PK"/>
        </w:rPr>
        <w:t>ہندوستان کی</w:t>
      </w:r>
      <w:r w:rsidRPr="00E37591">
        <w:rPr>
          <w:rtl/>
          <w:lang w:bidi="ur-PK"/>
        </w:rPr>
        <w:t xml:space="preserve"> دو </w:t>
      </w:r>
      <w:r w:rsidRPr="00E37591">
        <w:rPr>
          <w:rFonts w:hint="cs"/>
          <w:rtl/>
          <w:lang w:bidi="ur-PK"/>
        </w:rPr>
        <w:t>ہزار سال قبل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طبقاتی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رنگ ونسل ک</w:t>
      </w:r>
      <w:r w:rsidRPr="00E37591">
        <w:rPr>
          <w:rFonts w:hint="cs"/>
          <w:rtl/>
          <w:lang w:bidi="ur-PK"/>
        </w:rPr>
        <w:t>ے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ھراسی</w:t>
      </w:r>
      <w:r w:rsidRPr="00E37591">
        <w:rPr>
          <w:rtl/>
          <w:lang w:bidi="ur-PK"/>
        </w:rPr>
        <w:t xml:space="preserve"> بلند طبق</w:t>
      </w:r>
      <w:r w:rsidRPr="00E37591">
        <w:rPr>
          <w:rFonts w:hint="cs"/>
          <w:rtl/>
          <w:lang w:bidi="ur-PK"/>
        </w:rPr>
        <w:t>ہ کے دو حصہ ہوئے کشٹریہ</w:t>
      </w:r>
      <w:r w:rsidRPr="00E37591">
        <w:rPr>
          <w:rtl/>
          <w:lang w:bidi="ur-PK"/>
        </w:rPr>
        <w:t xml:space="preserve"> اور بر</w:t>
      </w:r>
      <w:r w:rsidRPr="00E37591">
        <w:rPr>
          <w:rFonts w:hint="cs"/>
          <w:rtl/>
          <w:lang w:bidi="ur-PK"/>
        </w:rPr>
        <w:t>ہمن، کشٹریہ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طاقت قوت،فوج واسلحہ اور برہمن کے پاس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ومذ</w:t>
      </w:r>
      <w:r w:rsidRPr="00E37591">
        <w:rPr>
          <w:rFonts w:hint="cs"/>
          <w:rtl/>
          <w:lang w:bidi="ur-PK"/>
        </w:rPr>
        <w:t>ہب،دی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وعبادت ک</w:t>
      </w:r>
      <w:r w:rsidRPr="00E37591">
        <w:rPr>
          <w:rFonts w:hint="cs"/>
          <w:rtl/>
          <w:lang w:bidi="ur-PK"/>
        </w:rPr>
        <w:t>ے علاوہ 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عوام ک</w:t>
      </w:r>
      <w:r w:rsidRPr="00E37591">
        <w:rPr>
          <w:rFonts w:hint="cs"/>
          <w:rtl/>
          <w:lang w:bidi="ur-PK"/>
        </w:rPr>
        <w:t>ے ہاتھوں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حکومت ان مجاہدی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نداروں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</w:t>
      </w:r>
      <w:r w:rsidRPr="00E37591">
        <w:rPr>
          <w:rtl/>
          <w:lang w:bidi="ur-PK"/>
        </w:rPr>
        <w:t>اسکتا</w:t>
      </w:r>
      <w:r w:rsidRPr="00E37591">
        <w:rPr>
          <w:rFonts w:hint="cs"/>
          <w:rtl/>
          <w:lang w:bidi="ur-PK"/>
        </w:rPr>
        <w:t>ہے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آپ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تووہاں بھی</w:t>
      </w:r>
      <w:r w:rsidRPr="00E37591">
        <w:rPr>
          <w:rtl/>
          <w:lang w:bidi="ur-PK"/>
        </w:rPr>
        <w:t xml:space="preserve"> جرمان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فتح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ردارطبق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وطاقت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اور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>ہ ملے گا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انگلز ن</w:t>
      </w:r>
      <w:r w:rsidRPr="00E37591">
        <w:rPr>
          <w:rFonts w:hint="cs"/>
          <w:rtl/>
          <w:lang w:bidi="ur-PK"/>
        </w:rPr>
        <w:t>ے کہاہے کہ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پہلے صرف فاتح تھا بعدمی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ہوگئی۔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انگلز ک</w:t>
      </w:r>
      <w:r w:rsidRPr="00E37591">
        <w:rPr>
          <w:rFonts w:hint="cs"/>
          <w:rtl/>
          <w:lang w:bidi="ur-PK"/>
        </w:rPr>
        <w:t>ے اس اعتراف کے مطابق دولت وقوت طبقہ سے حاصل 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کہ طبقہ دولت سے۔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مقام پر اپنی</w:t>
      </w:r>
      <w:r w:rsidRPr="00E37591">
        <w:rPr>
          <w:rtl/>
          <w:lang w:bidi="ur-PK"/>
        </w:rPr>
        <w:t xml:space="preserve"> بات زند</w:t>
      </w:r>
      <w:r w:rsidRPr="00E37591">
        <w:rPr>
          <w:rFonts w:hint="cs"/>
          <w:rtl/>
          <w:lang w:bidi="ur-PK"/>
        </w:rPr>
        <w:t>ہ رکھنے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شگوف</w:t>
      </w:r>
      <w:r w:rsidRPr="00E37591">
        <w:rPr>
          <w:rFonts w:hint="cs"/>
          <w:rtl/>
          <w:lang w:bidi="ur-PK"/>
        </w:rPr>
        <w:t>ہ چھوڑاہے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روح رواں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معاشرہ کے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عوامل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طبقات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بات سے اپنا سارا بھرم کھودی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رنگ 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اس نے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 پرز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زورد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دوسرے عوامل کی</w:t>
      </w:r>
      <w:r w:rsidRPr="00E37591">
        <w:rPr>
          <w:rtl/>
          <w:lang w:bidi="ur-PK"/>
        </w:rPr>
        <w:t xml:space="preserve"> اثرانداز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اعتراف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ہم نے یہ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طبقات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خلاف قانون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ہوجاتاہے کہ طبقات کی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ہے۔ورنہ اس نظریہ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ھونڈاسا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تمام کام کرنے والے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</w:t>
      </w:r>
      <w:r w:rsidRPr="00E37591">
        <w:rPr>
          <w:rFonts w:hint="cs"/>
          <w:rtl/>
          <w:lang w:bidi="ur-PK"/>
        </w:rPr>
        <w:t>ہوں اور تم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کرنے والے دوسرے طبقہ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اس کامنظر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بڑے بڑے ڈاکٹر،انجی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اور تجار، مزدرو اور کاشتکار سب برابر </w:t>
      </w:r>
      <w:r w:rsidRPr="00E37591">
        <w:rPr>
          <w:rFonts w:hint="cs"/>
          <w:rtl/>
          <w:lang w:bidi="ur-PK"/>
        </w:rPr>
        <w:t xml:space="preserve">ہوں اس لئے کہ سب </w:t>
      </w:r>
      <w:r w:rsidRPr="00E37591">
        <w:rPr>
          <w:rtl/>
          <w:lang w:bidi="ur-PK"/>
        </w:rPr>
        <w:t>کام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سب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عمل سے بسر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حالانکہ یہ</w:t>
      </w:r>
      <w:r w:rsidRPr="00E37591">
        <w:rPr>
          <w:rtl/>
          <w:lang w:bidi="ur-PK"/>
        </w:rPr>
        <w:t xml:space="preserve"> بات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 اور ہمارا اجتماعی</w:t>
      </w:r>
      <w:r w:rsidRPr="00E37591">
        <w:rPr>
          <w:rtl/>
          <w:lang w:bidi="ur-PK"/>
        </w:rPr>
        <w:t xml:space="preserve"> فرض </w:t>
      </w:r>
      <w:r w:rsidRPr="00E37591">
        <w:rPr>
          <w:rFonts w:hint="cs"/>
          <w:rtl/>
          <w:lang w:bidi="ur-PK"/>
        </w:rPr>
        <w:t>ہے کہ ڈاکٹر،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اور تجار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افراد کو مزدو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اور کاشتکاروں س</w:t>
      </w:r>
      <w:r w:rsidRPr="00E37591">
        <w:rPr>
          <w:rFonts w:hint="cs"/>
          <w:rtl/>
          <w:lang w:bidi="ur-PK"/>
        </w:rPr>
        <w:t>ے الگ درجہ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انک</w:t>
      </w:r>
      <w:r w:rsidRPr="00E37591">
        <w:rPr>
          <w:rtl/>
          <w:lang w:bidi="ur-PK"/>
        </w:rPr>
        <w:t xml:space="preserve"> منظر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لازم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کارخانوں ک</w:t>
      </w:r>
      <w:r w:rsidRPr="00E37591">
        <w:rPr>
          <w:rFonts w:hint="cs"/>
          <w:rtl/>
          <w:lang w:bidi="ur-PK"/>
        </w:rPr>
        <w:t>ے مالک،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افراد چ</w:t>
      </w:r>
      <w:r w:rsidRPr="00E37591">
        <w:rPr>
          <w:rFonts w:hint="cs"/>
          <w:rtl/>
          <w:lang w:bidi="ur-PK"/>
        </w:rPr>
        <w:t>ھوٹے چھوٹے کاشتکاروں سے مقابلہ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اسی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ڑے بڑے ڈاکٹر اور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کارکن لوگوں س</w:t>
      </w:r>
      <w:r w:rsidRPr="00E37591">
        <w:rPr>
          <w:rFonts w:hint="cs"/>
          <w:rtl/>
          <w:lang w:bidi="ur-PK"/>
        </w:rPr>
        <w:t>ے معارضہ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تاکہ اس طبقاتی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معقول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برآمد </w:t>
      </w:r>
      <w:r w:rsidRPr="00E37591">
        <w:rPr>
          <w:rFonts w:hint="cs"/>
          <w:rtl/>
          <w:lang w:bidi="ur-PK"/>
        </w:rPr>
        <w:t>ہوسکے ا</w:t>
      </w:r>
      <w:r w:rsidRPr="00E37591">
        <w:rPr>
          <w:rtl/>
          <w:lang w:bidi="ur-PK"/>
        </w:rPr>
        <w:t xml:space="preserve">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انقلاب ہوگاجو اجتماعی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محفوظ کردی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اگر دونوں کا حساب الگ رکھاجائے تو اس قسم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اختلاط سے دواہم نتائج برآمد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وہ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خاتمہ کی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کوشش کرر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خاتمہ کے بعد طبقاتی</w:t>
      </w:r>
      <w:r w:rsidRPr="00E37591">
        <w:rPr>
          <w:rtl/>
          <w:lang w:bidi="ur-PK"/>
        </w:rPr>
        <w:t xml:space="preserve"> نظام ختم </w:t>
      </w:r>
      <w:r w:rsidRPr="00E37591">
        <w:rPr>
          <w:rFonts w:hint="cs"/>
          <w:rtl/>
          <w:lang w:bidi="ur-PK"/>
        </w:rPr>
        <w:t>ہوجائے گا اور پورا معاشرہ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ے گا۔اگر ختم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 تو طبقات کا خاتمہ نہ ہوگا اس لئے کہ طبقات کا مسئلہ اقتصادی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</w:t>
      </w:r>
      <w:r w:rsidRPr="00E37591">
        <w:rPr>
          <w:rFonts w:hint="eastAsia"/>
          <w:rtl/>
          <w:lang w:bidi="ur-PK"/>
        </w:rPr>
        <w:t>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معاشرت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کے اسباب وعوامل کچھ اور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ختم ہوجاناکوئی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قائم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تو اس کا لازمہ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ہواور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tl/>
          <w:lang w:bidi="ur-PK"/>
        </w:rPr>
        <w:t xml:space="preserve"> نزاع کا سرچشم</w:t>
      </w:r>
      <w:r w:rsidRPr="00E37591">
        <w:rPr>
          <w:rFonts w:hint="cs"/>
          <w:rtl/>
          <w:lang w:bidi="ur-PK"/>
        </w:rPr>
        <w:t>ہ مزدو</w:t>
      </w:r>
      <w:r w:rsidRPr="00E37591">
        <w:rPr>
          <w:rtl/>
          <w:lang w:bidi="ur-PK"/>
        </w:rPr>
        <w:t>ر اور منفعت ک</w:t>
      </w:r>
      <w:r w:rsidRPr="00E37591">
        <w:rPr>
          <w:rFonts w:hint="cs"/>
          <w:rtl/>
          <w:lang w:bidi="ur-PK"/>
        </w:rPr>
        <w:t>ے خواہاں افراد کے جذبات کا اختلاف ہے بلکہ اس کے علل واسباب اور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12" w:name="_Toc468966820"/>
      <w:bookmarkStart w:id="113" w:name="_Toc468970753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</w:t>
      </w:r>
      <w:bookmarkEnd w:id="112"/>
      <w:bookmarkEnd w:id="11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سب س</w:t>
      </w:r>
      <w:r w:rsidRPr="00E37591">
        <w:rPr>
          <w:rFonts w:hint="cs"/>
          <w:rtl/>
          <w:lang w:bidi="ur-PK"/>
        </w:rPr>
        <w:t>ے بڑاقصور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انسان کے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بالکل نظرانداز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حرکت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احالانک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ہے کہ اس کے گوناگوں اور رنگارنگ انقلابات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وموثرات کو ب</w:t>
      </w:r>
      <w:r w:rsidRPr="00E37591">
        <w:rPr>
          <w:rFonts w:hint="cs"/>
          <w:rtl/>
          <w:lang w:bidi="ur-PK"/>
        </w:rPr>
        <w:t>ڑ</w:t>
      </w:r>
      <w:r w:rsidRPr="00E37591">
        <w:rPr>
          <w:rFonts w:hint="eastAsia"/>
          <w:rtl/>
          <w:lang w:bidi="ur-PK"/>
        </w:rPr>
        <w:t>ادخل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ہاہے۔بھلا کون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جانتاک</w:t>
      </w:r>
      <w:r w:rsidRPr="00E37591">
        <w:rPr>
          <w:rFonts w:hint="cs"/>
          <w:rtl/>
          <w:lang w:bidi="ur-PK"/>
        </w:rPr>
        <w:t>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نپول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ہادری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کارناموں کا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بڑاہاتھ ہے؟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کون اس امر س</w:t>
      </w:r>
      <w:r w:rsidRPr="00E37591">
        <w:rPr>
          <w:rFonts w:hint="cs"/>
          <w:rtl/>
          <w:lang w:bidi="ur-PK"/>
        </w:rPr>
        <w:t>ے واقف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پندرہوی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نرم مزاج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ے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فرانس کو نمسا کا ہم آہنگ بنادی</w:t>
      </w:r>
      <w:r w:rsidRPr="00E37591">
        <w:rPr>
          <w:rFonts w:hint="eastAsia"/>
          <w:rtl/>
          <w:lang w:bidi="ur-PK"/>
        </w:rPr>
        <w:t>اجب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مادام لمبارڈر نے شاہی</w:t>
      </w:r>
      <w:r w:rsidRPr="00E37591">
        <w:rPr>
          <w:rtl/>
          <w:lang w:bidi="ur-PK"/>
        </w:rPr>
        <w:t xml:space="preserve"> عزائم پر تسلط حاصل کرک</w:t>
      </w:r>
      <w:r w:rsidRPr="00E37591">
        <w:rPr>
          <w:rFonts w:hint="cs"/>
          <w:rtl/>
          <w:lang w:bidi="ur-PK"/>
        </w:rPr>
        <w:t>ے اسے نمسا کی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مجبور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متوازن نتائج برآمد </w:t>
      </w:r>
      <w:r w:rsidRPr="00E37591">
        <w:rPr>
          <w:rFonts w:hint="cs"/>
          <w:rtl/>
          <w:lang w:bidi="ur-PK"/>
        </w:rPr>
        <w:t>ہوئے۔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کس</w:t>
      </w:r>
      <w:r w:rsidRPr="00E37591">
        <w:rPr>
          <w:rFonts w:hint="cs"/>
          <w:rtl/>
          <w:lang w:bidi="ur-PK"/>
        </w:rPr>
        <w:t>ے اس بات سے انکار ہے کہ ہنری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عشق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انگلی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ھولک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کا خاتمہ کرادی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معلوم ک</w:t>
      </w:r>
      <w:r w:rsidRPr="00E37591">
        <w:rPr>
          <w:rFonts w:hint="cs"/>
          <w:rtl/>
          <w:lang w:bidi="ur-PK"/>
        </w:rPr>
        <w:t>ہ پدری</w:t>
      </w:r>
      <w:r w:rsidRPr="00E37591">
        <w:rPr>
          <w:rtl/>
          <w:lang w:bidi="ur-PK"/>
        </w:rPr>
        <w:t xml:space="preserve"> محبت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معاویہ</w:t>
      </w:r>
      <w:r w:rsidRPr="00E37591">
        <w:rPr>
          <w:rtl/>
          <w:lang w:bidi="ur-PK"/>
        </w:rPr>
        <w:t xml:space="preserve"> بن 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کو اس بات پر مجبور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کو عالم اسلام پر مسلط کر د</w:t>
      </w:r>
      <w:r w:rsidRPr="00E37591">
        <w:rPr>
          <w:rFonts w:hint="cs"/>
          <w:rtl/>
          <w:lang w:bidi="ur-PK"/>
        </w:rPr>
        <w:t>ے اور اس طرح اسلامی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رخ م</w:t>
      </w:r>
      <w:r w:rsidRPr="00E37591">
        <w:rPr>
          <w:rFonts w:hint="cs"/>
          <w:rtl/>
          <w:lang w:bidi="ur-PK"/>
        </w:rPr>
        <w:t>ڑ 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سکتاہے کہ اگر نپولی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ہادی</w:t>
      </w:r>
      <w:r w:rsidRPr="00E37591">
        <w:rPr>
          <w:rFonts w:hint="eastAsia"/>
          <w:rtl/>
          <w:lang w:bidi="ur-PK"/>
        </w:rPr>
        <w:t>،لو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نرم مزاج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ہنری</w:t>
      </w:r>
      <w:r w:rsidRPr="00E37591">
        <w:rPr>
          <w:rtl/>
          <w:lang w:bidi="ur-PK"/>
        </w:rPr>
        <w:t xml:space="preserve"> کا عشق اور معاو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محبت ن</w:t>
      </w:r>
      <w:r w:rsidRPr="00E37591">
        <w:rPr>
          <w:rFonts w:hint="cs"/>
          <w:rtl/>
          <w:lang w:bidi="ur-PK"/>
        </w:rPr>
        <w:t>ہ ہوتی</w:t>
      </w:r>
      <w:r w:rsidRPr="00E37591">
        <w:rPr>
          <w:rtl/>
          <w:lang w:bidi="ur-PK"/>
        </w:rPr>
        <w:t xml:space="preserve"> تو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رخ </w:t>
      </w:r>
      <w:r w:rsidRPr="00E37591">
        <w:rPr>
          <w:rFonts w:hint="cs"/>
          <w:rtl/>
          <w:lang w:bidi="ur-PK"/>
        </w:rPr>
        <w:t>ہوتا جس رخ پر اب تک چلی</w:t>
      </w:r>
      <w:r w:rsidRPr="00E37591">
        <w:rPr>
          <w:rtl/>
          <w:lang w:bidi="ur-PK"/>
        </w:rPr>
        <w:t xml:space="preserve"> آر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دھارے پر ان باطنی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ے اسے لگادی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تومعلوم </w:t>
      </w:r>
      <w:r w:rsidRPr="00E37591">
        <w:rPr>
          <w:rFonts w:hint="cs"/>
          <w:rtl/>
          <w:lang w:bidi="ur-PK"/>
        </w:rPr>
        <w:t>ہوگاکہ اگر رومان کے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وقت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وباکاباعث ن</w:t>
      </w:r>
      <w:r w:rsidRPr="00E37591">
        <w:rPr>
          <w:rFonts w:hint="cs"/>
          <w:rtl/>
          <w:lang w:bidi="ur-PK"/>
        </w:rPr>
        <w:t>ہ بن گئے ہوتے،اگر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مقدون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سپا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اسکندر کو بچانہ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ہاتھ قطع ہوگئے ہوتے تو آج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عالم </w:t>
      </w:r>
      <w:r w:rsidRPr="00E37591">
        <w:rPr>
          <w:rFonts w:hint="cs"/>
          <w:rtl/>
          <w:lang w:bidi="ur-PK"/>
        </w:rPr>
        <w:t>ہرگز نہ ہوتاجو ہمارے نظروں کے سامنے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مسلم </w:t>
      </w:r>
      <w:r w:rsidRPr="00E37591">
        <w:rPr>
          <w:rFonts w:hint="cs"/>
          <w:rtl/>
          <w:lang w:bidi="ur-PK"/>
        </w:rPr>
        <w:t>ہے کہ انسان کے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اثرانداز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احق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ہنچتاہے کہ وہ تمام عوامل وموثرات کا انکار کرکے ساراشرف اقتصادی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حوالے کر دے اور کاروان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ہرا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 باندھ دے۔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واضح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ادوںپر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 کہ وہ ان تمام داخلی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اقتصاد ک</w:t>
      </w:r>
      <w:r w:rsidRPr="00E37591">
        <w:rPr>
          <w:rFonts w:hint="cs"/>
          <w:rtl/>
          <w:lang w:bidi="ur-PK"/>
        </w:rPr>
        <w:t>ے حوالے کر دے اس لئے کہ یہ</w:t>
      </w:r>
      <w:r w:rsidRPr="00E37591">
        <w:rPr>
          <w:rtl/>
          <w:lang w:bidi="ur-PK"/>
        </w:rPr>
        <w:t xml:space="preserve"> بالکل واضح </w:t>
      </w:r>
      <w:r w:rsidRPr="00E37591">
        <w:rPr>
          <w:rFonts w:hint="cs"/>
          <w:rtl/>
          <w:lang w:bidi="ur-PK"/>
        </w:rPr>
        <w:t>ہے کہ اگرلوی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پانزد</w:t>
      </w:r>
      <w:r w:rsidRPr="00E37591">
        <w:rPr>
          <w:rFonts w:hint="cs"/>
          <w:rtl/>
          <w:lang w:bidi="ur-PK"/>
        </w:rPr>
        <w:t>ہم کے پاس وہ عزم محکم ہوتاجو 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ہاردہم کے پ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اراد</w:t>
      </w:r>
      <w:r w:rsidRPr="00E37591">
        <w:rPr>
          <w:rFonts w:hint="cs"/>
          <w:rtl/>
          <w:lang w:bidi="ur-PK"/>
        </w:rPr>
        <w:t>ہ ہوتاجو نپولی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تو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منقلب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فرق ن</w:t>
      </w:r>
      <w:r w:rsidRPr="00E37591">
        <w:rPr>
          <w:rFonts w:hint="cs"/>
          <w:rtl/>
          <w:lang w:bidi="ur-PK"/>
        </w:rPr>
        <w:t>ہ پڑتا۔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عاجزآکر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فرانس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حالات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قانون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''وراثت''ک</w:t>
      </w:r>
      <w:r w:rsidRPr="00E37591">
        <w:rPr>
          <w:rFonts w:hint="cs"/>
          <w:rtl/>
          <w:lang w:bidi="ur-PK"/>
        </w:rPr>
        <w:t>ے طور پر چلے ورنہ اگر یہ</w:t>
      </w:r>
      <w:r w:rsidRPr="00E37591">
        <w:rPr>
          <w:rtl/>
          <w:lang w:bidi="ur-PK"/>
        </w:rPr>
        <w:t xml:space="preserve"> اقتصاد زد</w:t>
      </w:r>
      <w:r w:rsidRPr="00E37591">
        <w:rPr>
          <w:rFonts w:hint="cs"/>
          <w:rtl/>
          <w:lang w:bidi="ur-PK"/>
        </w:rPr>
        <w:t>ہ قانون نہ ہوتاتو 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اس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محروم رہتااور اس کی</w:t>
      </w:r>
      <w:r w:rsidRPr="00E37591">
        <w:rPr>
          <w:rtl/>
          <w:lang w:bidi="ur-PK"/>
        </w:rPr>
        <w:t xml:space="preserve"> نرم مزاج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متاثر ن</w:t>
      </w:r>
      <w:r w:rsidRPr="00E37591">
        <w:rPr>
          <w:rFonts w:hint="cs"/>
          <w:rtl/>
          <w:lang w:bidi="ur-PK"/>
        </w:rPr>
        <w:t>ہ ہوسکتی۔معلوم ہوتاہے کہ یہ</w:t>
      </w:r>
      <w:r w:rsidRPr="00E37591">
        <w:rPr>
          <w:rtl/>
          <w:lang w:bidi="ur-PK"/>
        </w:rPr>
        <w:t xml:space="preserve"> تمام تر اثر اس قانون کا </w:t>
      </w:r>
      <w:r w:rsidRPr="00E37591">
        <w:rPr>
          <w:rFonts w:hint="cs"/>
          <w:rtl/>
          <w:lang w:bidi="ur-PK"/>
        </w:rPr>
        <w:t>ہے جس سے وہ حاکم بنا اور جس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(دورالفرد فی</w:t>
      </w:r>
      <w:r w:rsidRPr="00E37591">
        <w:rPr>
          <w:rtl/>
          <w:lang w:bidi="ur-PK"/>
        </w:rPr>
        <w:t xml:space="preserve"> التار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خ،ص</w:t>
      </w:r>
      <w:r w:rsidR="00D5387C" w:rsidRPr="00E37591">
        <w:rPr>
          <w:rFonts w:hint="cs"/>
          <w:rtl/>
          <w:lang w:bidi="ur-PK"/>
        </w:rPr>
        <w:t>68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نے یہ</w:t>
      </w:r>
      <w:r w:rsidRPr="00E37591">
        <w:rPr>
          <w:rtl/>
          <w:lang w:bidi="ur-PK"/>
        </w:rPr>
        <w:t xml:space="preserve"> بحث اب تک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اثرانداز 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امکانات کب فراہم ہوئے۔ہم تو اس بات پر گفتگو کررہے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یہی</w:t>
      </w:r>
      <w:r w:rsidRPr="00E37591">
        <w:rPr>
          <w:rtl/>
          <w:lang w:bidi="ur-PK"/>
        </w:rPr>
        <w:t xml:space="preserve"> وارث تخت وتاج اگر اپن</w:t>
      </w:r>
      <w:r w:rsidRPr="00E37591">
        <w:rPr>
          <w:rFonts w:hint="cs"/>
          <w:rtl/>
          <w:lang w:bidi="ur-PK"/>
        </w:rPr>
        <w:t>ے پہلے بادشاہ کی</w:t>
      </w:r>
      <w:r w:rsidRPr="00E37591">
        <w:rPr>
          <w:rtl/>
          <w:lang w:bidi="ur-PK"/>
        </w:rPr>
        <w:t xml:space="preserve"> طرح قو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الاراد</w:t>
      </w:r>
      <w:r w:rsidRPr="00E37591">
        <w:rPr>
          <w:rFonts w:hint="cs"/>
          <w:rtl/>
          <w:lang w:bidi="ur-PK"/>
        </w:rPr>
        <w:t>ہ اور 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القلب </w:t>
      </w:r>
      <w:r w:rsidRPr="00E37591">
        <w:rPr>
          <w:rFonts w:hint="cs"/>
          <w:rtl/>
          <w:lang w:bidi="ur-PK"/>
        </w:rPr>
        <w:t>ہوتاتو آج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فرانس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واضح الفاظ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فرانس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احتمالات ت</w:t>
      </w:r>
      <w:r w:rsidRPr="00E37591">
        <w:rPr>
          <w:rFonts w:hint="cs"/>
          <w:rtl/>
          <w:lang w:bidi="ur-PK"/>
        </w:rPr>
        <w:t>ھے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موروثی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</w:t>
      </w:r>
      <w:r w:rsidRPr="00E37591">
        <w:rPr>
          <w:rFonts w:hint="cs"/>
          <w:rtl/>
          <w:lang w:bidi="ur-PK"/>
        </w:rPr>
        <w:t>ہوری</w:t>
      </w:r>
      <w:r w:rsidRPr="00E37591">
        <w:rPr>
          <w:rtl/>
          <w:lang w:bidi="ur-PK"/>
        </w:rPr>
        <w:t xml:space="preserve"> نظام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شاہی</w:t>
      </w:r>
      <w:r w:rsidRPr="00E37591">
        <w:rPr>
          <w:rtl/>
          <w:lang w:bidi="ur-PK"/>
        </w:rPr>
        <w:t xml:space="preserve"> نظام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ہتااور یہ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سابق لوگوں کی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مضبوط دل اور محکم اراد</w:t>
      </w:r>
      <w:r w:rsidRPr="00E37591">
        <w:rPr>
          <w:rFonts w:hint="cs"/>
          <w:rtl/>
          <w:lang w:bidi="ur-PK"/>
        </w:rPr>
        <w:t>ہ کا انسان 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لوی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اتنا تومعلوم 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اگر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خراب ن</w:t>
      </w:r>
      <w:r w:rsidRPr="00E37591">
        <w:rPr>
          <w:rFonts w:hint="cs"/>
          <w:rtl/>
          <w:lang w:bidi="ur-PK"/>
        </w:rPr>
        <w:t>ہ ہوتے تو بجائے شاہی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جموری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ر</w:t>
      </w:r>
      <w:r w:rsidRPr="00E37591">
        <w:rPr>
          <w:rFonts w:hint="cs"/>
          <w:rtl/>
          <w:lang w:bidi="ur-PK"/>
        </w:rPr>
        <w:t>ہ جاتاہے کہ علم الاقتصاد کا وہ کون سا قانون ہے جو تخت وتاج کے وارث بادشاہوں کے دلوں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نرم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وسخت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ارادوں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ضعف وقوت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داکرتا</w:t>
      </w:r>
      <w:r w:rsidRPr="00E37591">
        <w:rPr>
          <w:rFonts w:hint="cs"/>
          <w:rtl/>
          <w:lang w:bidi="ur-PK"/>
        </w:rPr>
        <w:t>ہے،اور</w:t>
      </w:r>
      <w:r w:rsidRPr="00E37591">
        <w:rPr>
          <w:rtl/>
          <w:lang w:bidi="ur-PK"/>
        </w:rPr>
        <w:t xml:space="preserve"> اگر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اس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فرانس کا موثر انسان کا داخل وباطن ت</w:t>
      </w:r>
      <w:r w:rsidRPr="00E37591">
        <w:rPr>
          <w:rFonts w:hint="cs"/>
          <w:rtl/>
          <w:lang w:bidi="ur-PK"/>
        </w:rPr>
        <w:t>ھا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 تھا۔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ہوجاتاہے کہ بلخانوف کا افراد کی</w:t>
      </w:r>
      <w:r w:rsidRPr="00E37591">
        <w:rPr>
          <w:rtl/>
          <w:lang w:bidi="ur-PK"/>
        </w:rPr>
        <w:t xml:space="preserve"> کارکردگ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ظالم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ہ</w:t>
      </w:r>
      <w:r w:rsidRPr="00E37591">
        <w:rPr>
          <w:rtl/>
          <w:lang w:bidi="ur-PK"/>
        </w:rPr>
        <w:t>م ن</w:t>
      </w:r>
      <w:r w:rsidRPr="00E37591">
        <w:rPr>
          <w:rFonts w:hint="cs"/>
          <w:rtl/>
          <w:lang w:bidi="ur-PK"/>
        </w:rPr>
        <w:t>ے پوری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رقص کرت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بلخانوف ک</w:t>
      </w:r>
      <w:r w:rsidRPr="00E37591">
        <w:rPr>
          <w:rFonts w:hint="cs"/>
          <w:rtl/>
          <w:lang w:bidi="ur-PK"/>
        </w:rPr>
        <w:t>ہتاہے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حوادث کا رخ تومعی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اثر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ھتاہے،حقی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رخ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اسباب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س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(دور الفرد فی</w:t>
      </w:r>
      <w:r w:rsidRPr="00E37591">
        <w:rPr>
          <w:rtl/>
          <w:lang w:bidi="ur-PK"/>
        </w:rPr>
        <w:t xml:space="preserve"> التار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ہمارادل یہ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کہ بلخانوف کی</w:t>
      </w:r>
      <w:r w:rsidRPr="00E37591">
        <w:rPr>
          <w:rtl/>
          <w:lang w:bidi="ur-PK"/>
        </w:rPr>
        <w:t xml:space="preserve"> اس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مثال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ںج</w:t>
      </w:r>
      <w:r w:rsidRPr="00E37591">
        <w:rPr>
          <w:rFonts w:hint="cs"/>
          <w:rtl/>
          <w:lang w:bidi="ur-PK"/>
        </w:rPr>
        <w:t>ہاں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تمام ترحص</w:t>
      </w:r>
      <w:r w:rsidRPr="00E37591">
        <w:rPr>
          <w:rFonts w:hint="cs"/>
          <w:rtl/>
          <w:lang w:bidi="ur-PK"/>
        </w:rPr>
        <w:t>ہ افراد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 رہاہو۔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فرمائ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جرمنی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ایٹم</w:t>
      </w:r>
      <w:r w:rsidRPr="00E37591">
        <w:rPr>
          <w:rtl/>
          <w:lang w:bidi="ur-PK"/>
        </w:rPr>
        <w:t xml:space="preserve"> کا راز اپن</w:t>
      </w:r>
      <w:r w:rsidRPr="00E37591">
        <w:rPr>
          <w:rFonts w:hint="cs"/>
          <w:rtl/>
          <w:lang w:bidi="ur-PK"/>
        </w:rPr>
        <w:t>ے وقت انکشاف سے چند سال پہلے معلوم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ہوتاتو</w:t>
      </w:r>
      <w:r w:rsidRPr="00E37591">
        <w:rPr>
          <w:rtl/>
          <w:lang w:bidi="ur-PK"/>
        </w:rPr>
        <w:t xml:space="preserve"> آج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اعالم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ہٹلر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جناز</w:t>
      </w:r>
      <w:r w:rsidRPr="00E37591">
        <w:rPr>
          <w:rFonts w:hint="cs"/>
          <w:rtl/>
          <w:lang w:bidi="ur-PK"/>
        </w:rPr>
        <w:t>ہ نہ نکال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ہوسکانہ اس لئے کہ اقتصادی</w:t>
      </w:r>
      <w:r w:rsidRPr="00E37591">
        <w:rPr>
          <w:rtl/>
          <w:lang w:bidi="ur-PK"/>
        </w:rPr>
        <w:t xml:space="preserve"> حالات سازگار ن</w:t>
      </w:r>
      <w:r w:rsidRPr="00E37591">
        <w:rPr>
          <w:rFonts w:hint="cs"/>
          <w:rtl/>
          <w:lang w:bidi="ur-PK"/>
        </w:rPr>
        <w:t>ہ تھے بلکہ صرف اس لئے کہ علماء کے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ساتھ نہ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علم کی</w:t>
      </w:r>
      <w:r w:rsidRPr="00E37591">
        <w:rPr>
          <w:rtl/>
          <w:lang w:bidi="ur-PK"/>
        </w:rPr>
        <w:t xml:space="preserve"> اس منزل پر ن</w:t>
      </w:r>
      <w:r w:rsidRPr="00E37591">
        <w:rPr>
          <w:rFonts w:hint="cs"/>
          <w:rtl/>
          <w:lang w:bidi="ur-PK"/>
        </w:rPr>
        <w:t>ہ پہنچ سکے جس پر چند مہی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 ہی</w:t>
      </w:r>
      <w:r w:rsidRPr="00E37591">
        <w:rPr>
          <w:rtl/>
          <w:lang w:bidi="ur-PK"/>
        </w:rPr>
        <w:t xml:space="preserve"> فائز 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>گئ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بلک</w:t>
      </w:r>
      <w:r w:rsidRPr="00E37591">
        <w:rPr>
          <w:rFonts w:hint="cs"/>
          <w:rtl/>
          <w:lang w:bidi="ur-PK"/>
        </w:rPr>
        <w:t>ہ 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اگرروس کے علماء اس راز سے ناواقف ہوتے تو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کا خاتم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نام ونشان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ہوتا،کی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حالات ک</w:t>
      </w:r>
      <w:r w:rsidRPr="00E37591">
        <w:rPr>
          <w:rFonts w:hint="cs"/>
          <w:rtl/>
          <w:lang w:bidi="ur-PK"/>
        </w:rPr>
        <w:t>ے باوجود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دم قدم سے چل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انسانی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14" w:name="_Toc468966821"/>
      <w:bookmarkStart w:id="115" w:name="_Toc468970754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فنون لط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bookmarkEnd w:id="114"/>
      <w:bookmarkEnd w:id="11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فنون لط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ذوق انسان کا و</w:t>
      </w:r>
      <w:r w:rsidRPr="00E37591">
        <w:rPr>
          <w:rFonts w:hint="cs"/>
          <w:rtl/>
          <w:lang w:bidi="ur-PK"/>
        </w:rPr>
        <w:t>ہ فطری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معاشرہ نے حصہ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وہ کتنا ہی</w:t>
      </w:r>
      <w:r w:rsidRPr="00E37591">
        <w:rPr>
          <w:rtl/>
          <w:lang w:bidi="ur-PK"/>
        </w:rPr>
        <w:t xml:space="preserve"> پست وبلند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رہاہو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ہمہ گی</w:t>
      </w:r>
      <w:r w:rsidRPr="00E37591">
        <w:rPr>
          <w:rFonts w:hint="eastAsia"/>
          <w:rtl/>
          <w:lang w:bidi="ur-PK"/>
        </w:rPr>
        <w:t>رذوق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کو حی</w:t>
      </w:r>
      <w:r w:rsidRPr="00E37591">
        <w:rPr>
          <w:rFonts w:hint="eastAsia"/>
          <w:rtl/>
          <w:lang w:bidi="ur-PK"/>
        </w:rPr>
        <w:t>ران</w:t>
      </w:r>
      <w:r w:rsidRPr="00E37591">
        <w:rPr>
          <w:rtl/>
          <w:lang w:bidi="ur-PK"/>
        </w:rPr>
        <w:t xml:space="preserve"> وسرگردان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جب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مصور ن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یڈر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نقاش ن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جنگ کا نقش</w:t>
      </w:r>
      <w:r w:rsidRPr="00E37591">
        <w:rPr>
          <w:rFonts w:hint="cs"/>
          <w:rtl/>
          <w:lang w:bidi="ur-PK"/>
        </w:rPr>
        <w:t>ہ کھی</w:t>
      </w:r>
      <w:r w:rsidRPr="00E37591">
        <w:rPr>
          <w:rFonts w:hint="eastAsia"/>
          <w:rtl/>
          <w:lang w:bidi="ur-PK"/>
        </w:rPr>
        <w:t>نچا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ہمارے سامنے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سوالات ابھرتے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کن آلات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بنانے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اغرض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؟اس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اور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لطف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جب یہ</w:t>
      </w:r>
      <w:r w:rsidRPr="00E37591">
        <w:rPr>
          <w:rtl/>
          <w:lang w:bidi="ur-PK"/>
        </w:rPr>
        <w:t xml:space="preserve"> سوالات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گئے تو اس نے پہلے کا یہ</w:t>
      </w:r>
      <w:r w:rsidRPr="00E37591">
        <w:rPr>
          <w:rtl/>
          <w:lang w:bidi="ur-PK"/>
        </w:rPr>
        <w:t xml:space="preserve"> جواب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انسان کو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آلات بخش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وہ یہ</w:t>
      </w:r>
      <w:r w:rsidRPr="00E37591">
        <w:rPr>
          <w:rtl/>
          <w:lang w:bidi="ur-PK"/>
        </w:rPr>
        <w:t xml:space="preserve"> نقوش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سک</w:t>
      </w:r>
      <w:r w:rsidRPr="00E37591">
        <w:rPr>
          <w:rFonts w:hint="cs"/>
          <w:rtl/>
          <w:lang w:bidi="ur-PK"/>
        </w:rPr>
        <w:t>ے لہٰذا یہ</w:t>
      </w:r>
      <w:r w:rsidRPr="00E37591">
        <w:rPr>
          <w:rtl/>
          <w:lang w:bidi="ur-PK"/>
        </w:rPr>
        <w:t xml:space="preserve"> تو اقتصاد کا طف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اور صدق</w:t>
      </w:r>
      <w:r w:rsidRPr="00E37591">
        <w:rPr>
          <w:rFonts w:hint="cs"/>
          <w:rtl/>
          <w:lang w:bidi="ur-PK"/>
        </w:rPr>
        <w:t>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سوال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نقاش نے خوشامدکے طور پر یہ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س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tl/>
          <w:lang w:bidi="ur-PK"/>
        </w:rPr>
        <w:t xml:space="preserve"> فوائد حاصل کرنا چا</w:t>
      </w:r>
      <w:r w:rsidRPr="00E37591">
        <w:rPr>
          <w:rFonts w:hint="cs"/>
          <w:rtl/>
          <w:lang w:bidi="ur-PK"/>
        </w:rPr>
        <w:t>ہتاہے۔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سوال ک</w:t>
      </w:r>
      <w:r w:rsidRPr="00E37591">
        <w:rPr>
          <w:rFonts w:hint="cs"/>
          <w:rtl/>
          <w:lang w:bidi="ur-PK"/>
        </w:rPr>
        <w:t>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سربگر ی</w:t>
      </w:r>
      <w:r w:rsidRPr="00E37591">
        <w:rPr>
          <w:rFonts w:hint="eastAsia"/>
          <w:rtl/>
          <w:lang w:bidi="ur-PK"/>
        </w:rPr>
        <w:t>باں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داخلی</w:t>
      </w:r>
      <w:r w:rsidRPr="00E37591">
        <w:rPr>
          <w:rtl/>
          <w:lang w:bidi="ur-PK"/>
        </w:rPr>
        <w:t xml:space="preserve"> ذوق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پر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ھتی۔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اگر یہ</w:t>
      </w:r>
      <w:r w:rsidRPr="00E37591">
        <w:rPr>
          <w:rtl/>
          <w:lang w:bidi="ur-PK"/>
        </w:rPr>
        <w:t xml:space="preserve"> تمام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ولطف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طبقات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تو اسی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ساتھ فنا ہوجاتے جس کا نقش تھاحالانکہ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فن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لطافت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حس کو آج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دعوت نظرد</w:t>
      </w:r>
      <w:r w:rsidRPr="00E37591">
        <w:rPr>
          <w:rFonts w:hint="cs"/>
          <w:rtl/>
          <w:lang w:bidi="ur-PK"/>
        </w:rPr>
        <w:t>ے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 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غلام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فنکار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آج بھی</w:t>
      </w:r>
      <w:r w:rsidRPr="00E37591">
        <w:rPr>
          <w:rtl/>
          <w:lang w:bidi="ur-PK"/>
        </w:rPr>
        <w:t xml:space="preserve"> لطف اندوز </w:t>
      </w:r>
      <w:r w:rsidRPr="00E37591">
        <w:rPr>
          <w:rFonts w:hint="cs"/>
          <w:rtl/>
          <w:lang w:bidi="ur-PK"/>
        </w:rPr>
        <w:t>ہورہاہے۔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ذوق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ہے جو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پنجوں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ہوسکا اور وہ ہر معاشرہ پر مسلط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ادوار کو فنی</w:t>
      </w:r>
      <w:r w:rsidRPr="00E37591">
        <w:rPr>
          <w:rtl/>
          <w:lang w:bidi="ur-PK"/>
        </w:rPr>
        <w:t xml:space="preserve"> ذوق ک</w:t>
      </w:r>
      <w:r w:rsidRPr="00E37591">
        <w:rPr>
          <w:rFonts w:hint="cs"/>
          <w:rtl/>
          <w:lang w:bidi="ur-PK"/>
        </w:rPr>
        <w:t>ے ساتھ اس طرح جمع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انسان</w:t>
      </w:r>
      <w:r w:rsidRPr="00E37591">
        <w:rPr>
          <w:rtl/>
          <w:lang w:bidi="ur-PK"/>
        </w:rPr>
        <w:t xml:space="preserve">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فن س</w:t>
      </w:r>
      <w:r w:rsidRPr="00E37591">
        <w:rPr>
          <w:rFonts w:hint="cs"/>
          <w:rtl/>
          <w:lang w:bidi="ur-PK"/>
        </w:rPr>
        <w:t>ے صرف اس لئے دلچسپی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بچپن کا دور تھا اور ہر شخص کو اپنے بچپن سے محبت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ہے۔(راس المال،ص</w:t>
      </w:r>
      <w:r w:rsidR="00D5387C" w:rsidRPr="00E37591">
        <w:rPr>
          <w:rFonts w:hint="cs"/>
          <w:rtl/>
          <w:lang w:bidi="ur-PK"/>
        </w:rPr>
        <w:t>243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افسوس ک</w:t>
      </w:r>
      <w:r w:rsidRPr="00E37591">
        <w:rPr>
          <w:rFonts w:hint="cs"/>
          <w:rtl/>
          <w:lang w:bidi="ur-PK"/>
        </w:rPr>
        <w:t>ہ مارکس نے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بتای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انسان کو اپنے بچپن سے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محبت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ہتاہے؟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بتای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اپنے بچپن کے بنائے ہوئے گھروندوں سے اتنی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جس قدردلچسپ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ذوق نقش ونگار سے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جبکہ دونوں ہی</w:t>
      </w:r>
      <w:r w:rsidRPr="00E37591">
        <w:rPr>
          <w:rtl/>
          <w:lang w:bidi="ur-PK"/>
        </w:rPr>
        <w:t xml:space="preserve"> بچپن ک</w:t>
      </w:r>
      <w:r w:rsidRPr="00E37591">
        <w:rPr>
          <w:rFonts w:hint="cs"/>
          <w:rtl/>
          <w:lang w:bidi="ur-PK"/>
        </w:rPr>
        <w:t>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ھراگر بات بچپن اور جوانی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تو انسان کو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مناظرد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حظ حاصل ن</w:t>
      </w:r>
      <w:r w:rsidRPr="00E37591">
        <w:rPr>
          <w:rFonts w:hint="cs"/>
          <w:rtl/>
          <w:lang w:bidi="ur-PK"/>
        </w:rPr>
        <w:t>ہ ہوتاحالانکہ وہ بہرنوع حاصل ہوتاہے اور وہ نہ کسی</w:t>
      </w:r>
      <w:r w:rsidRPr="00E37591">
        <w:rPr>
          <w:rtl/>
          <w:lang w:bidi="ur-PK"/>
        </w:rPr>
        <w:t xml:space="preserve"> بچپن کا شا</w:t>
      </w:r>
      <w:r w:rsidRPr="00E37591">
        <w:rPr>
          <w:rFonts w:hint="cs"/>
          <w:rtl/>
          <w:lang w:bidi="ur-PK"/>
        </w:rPr>
        <w:t>ہکار ہے اور نہ کسی</w:t>
      </w:r>
      <w:r w:rsidRPr="00E37591">
        <w:rPr>
          <w:rtl/>
          <w:lang w:bidi="ur-PK"/>
        </w:rPr>
        <w:t xml:space="preserve"> جوان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فن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تامل </w:t>
      </w:r>
      <w:r w:rsidRPr="00E37591">
        <w:rPr>
          <w:rFonts w:hint="cs"/>
          <w:rtl/>
          <w:lang w:bidi="ur-PK"/>
        </w:rPr>
        <w:t>ہے کہ ان ہزار سالہ مناظر قدرت سے لطف وکی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کا حاصل </w:t>
      </w:r>
      <w:r w:rsidRPr="00E37591">
        <w:rPr>
          <w:rFonts w:hint="cs"/>
          <w:rtl/>
          <w:lang w:bidi="ur-PK"/>
        </w:rPr>
        <w:t>ہونا خود اس بات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</w:t>
      </w:r>
      <w:r w:rsidRPr="00E37591">
        <w:rPr>
          <w:rtl/>
          <w:lang w:bidi="ur-PK"/>
        </w:rPr>
        <w:t>رکس کا افسان</w:t>
      </w:r>
      <w:r w:rsidRPr="00E37591">
        <w:rPr>
          <w:rFonts w:hint="cs"/>
          <w:rtl/>
          <w:lang w:bidi="ur-PK"/>
        </w:rPr>
        <w:t>ہ غلط ہے اور انسانی</w:t>
      </w:r>
      <w:r w:rsidRPr="00E37591">
        <w:rPr>
          <w:rtl/>
          <w:lang w:bidi="ur-PK"/>
        </w:rPr>
        <w:t xml:space="preserve"> ذوق  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مالک </w:t>
      </w:r>
      <w:r w:rsidRPr="00E37591">
        <w:rPr>
          <w:rFonts w:hint="cs"/>
          <w:rtl/>
          <w:lang w:bidi="ur-PK"/>
        </w:rPr>
        <w:t>ہے۔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اپنی</w:t>
      </w:r>
      <w:r w:rsidRPr="00E37591">
        <w:rPr>
          <w:rtl/>
          <w:lang w:bidi="ur-PK"/>
        </w:rPr>
        <w:t xml:space="preserve"> اس بحث کو ختم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خاتم</w:t>
      </w:r>
      <w:r w:rsidRPr="00E37591">
        <w:rPr>
          <w:rFonts w:hint="cs"/>
          <w:rtl/>
          <w:lang w:bidi="ur-PK"/>
        </w:rPr>
        <w:t>ۂ کلام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انگلز ک</w:t>
      </w:r>
      <w:r w:rsidRPr="00E37591">
        <w:rPr>
          <w:rFonts w:hint="cs"/>
          <w:rtl/>
          <w:lang w:bidi="ur-PK"/>
        </w:rPr>
        <w:t>ے اس کلام کو نقل کرنے کا شرف حاصل کررہے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انتظار ابتدائ</w:t>
      </w:r>
      <w:r w:rsidRPr="00E37591">
        <w:rPr>
          <w:rFonts w:hint="cs"/>
          <w:rtl/>
          <w:lang w:bidi="ur-PK"/>
        </w:rPr>
        <w:t>ے بحث سے کررہے تھے۔ی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اعتراف شکست</w:t>
      </w:r>
      <w:r w:rsidRPr="00E37591">
        <w:rPr>
          <w:rFonts w:hint="cs"/>
          <w:rtl/>
          <w:lang w:bidi="ur-PK"/>
        </w:rPr>
        <w:t>۔چنانچہ اس نے صاف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ہماری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زبردست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اقتصا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پرزور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سند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 نے 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8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وسف</w:t>
      </w:r>
      <w:r w:rsidRPr="00E37591">
        <w:rPr>
          <w:rtl/>
          <w:lang w:bidi="ur-PK"/>
        </w:rPr>
        <w:t xml:space="preserve"> بلاخ کو لک</w:t>
      </w:r>
      <w:r w:rsidRPr="00E37591">
        <w:rPr>
          <w:rFonts w:hint="cs"/>
          <w:rtl/>
          <w:lang w:bidi="ur-PK"/>
        </w:rPr>
        <w:t>ھاتھاکہ: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قلمکاروں کا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ضرورت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زورد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تمام تر ملامت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پر </w:t>
      </w:r>
      <w:r w:rsidRPr="00E37591">
        <w:rPr>
          <w:rFonts w:hint="cs"/>
          <w:rtl/>
          <w:lang w:bidi="ur-PK"/>
        </w:rPr>
        <w:t>ہے، ہم لوگوں کا فرض تھاکہ ہم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اور اس کے اثرات کو سند کے ساتھ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۔ہم نے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ضرور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بات کا </w:t>
      </w:r>
      <w:r w:rsidRPr="00E37591">
        <w:rPr>
          <w:rFonts w:hint="eastAsia"/>
          <w:rtl/>
          <w:lang w:bidi="ur-PK"/>
        </w:rPr>
        <w:t>وقت،موقع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امحل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مل سکا کہ ہم ان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عناصر وعوامل ک</w:t>
      </w:r>
      <w:r w:rsidRPr="00E37591">
        <w:rPr>
          <w:rFonts w:hint="cs"/>
          <w:rtl/>
          <w:lang w:bidi="ur-PK"/>
        </w:rPr>
        <w:t>ے اثرات کی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جو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مل کر کام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  <w:t>(التفسی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الاشتراک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خ،ص</w:t>
      </w:r>
      <w:r w:rsidR="00D5387C" w:rsidRPr="00E37591">
        <w:rPr>
          <w:rFonts w:hint="cs"/>
          <w:rtl/>
          <w:lang w:bidi="ur-PK"/>
        </w:rPr>
        <w:t>116</w:t>
      </w:r>
      <w:r w:rsidRPr="00E37591">
        <w:rPr>
          <w:rFonts w:hint="cs"/>
          <w:rtl/>
          <w:lang w:bidi="ur-PK"/>
        </w:rPr>
        <w:t>)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116" w:name="_Toc468966822"/>
      <w:bookmarkStart w:id="117" w:name="_Toc468970755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bookmarkEnd w:id="116"/>
      <w:bookmarkEnd w:id="11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</w:t>
      </w:r>
      <w:r w:rsidRPr="00E37591">
        <w:rPr>
          <w:rFonts w:hint="cs"/>
          <w:rtl/>
          <w:lang w:bidi="ur-PK"/>
        </w:rPr>
        <w:t>ہم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کا آغاز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کے لئے ہم 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ادوارم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پہلے دور کا انتخاب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متعلق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معاشرہ اشتراکی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جد 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اپن</w:t>
      </w:r>
      <w:r w:rsidRPr="00E37591">
        <w:rPr>
          <w:rFonts w:hint="cs"/>
          <w:rtl/>
          <w:lang w:bidi="ur-PK"/>
        </w:rPr>
        <w:t>ے اندر مخالف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ھتاتھا۔وہ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ہوں نے بڑھتے بڑھتے اس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کو غ</w:t>
      </w:r>
      <w:r w:rsidRPr="00E37591">
        <w:rPr>
          <w:rFonts w:hint="eastAsia"/>
          <w:rtl/>
          <w:lang w:bidi="ur-PK"/>
        </w:rPr>
        <w:t>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بندگ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بحث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ںجان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کرنا ہوگاکہ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پہلے دور کے اشتراکی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؟بلک</w:t>
      </w:r>
      <w:r w:rsidRPr="00E37591">
        <w:rPr>
          <w:rFonts w:hint="cs"/>
          <w:rtl/>
          <w:lang w:bidi="ur-PK"/>
        </w:rPr>
        <w:t>ہ ماقبل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ادوار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استدلال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ہناہے کہ ماقبل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ادوار پر استدلال کرنے کا بہتری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</w:t>
      </w:r>
      <w:r w:rsidRPr="00E37591">
        <w:rPr>
          <w:rtl/>
          <w:lang w:bidi="ur-PK"/>
        </w:rPr>
        <w:t>ج ک</w:t>
      </w:r>
      <w:r w:rsidRPr="00E37591">
        <w:rPr>
          <w:rFonts w:hint="cs"/>
          <w:rtl/>
          <w:lang w:bidi="ur-PK"/>
        </w:rPr>
        <w:t>ے دن پست معاشروں کا مطالعہ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ثقافت اور تمدن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بچپن کا اندازہ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چونک</w:t>
      </w:r>
      <w:r w:rsidRPr="00E37591">
        <w:rPr>
          <w:rFonts w:hint="cs"/>
          <w:rtl/>
          <w:lang w:bidi="ur-PK"/>
        </w:rPr>
        <w:t>ہ ان پست معاشرو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رائج </w:t>
      </w:r>
      <w:r w:rsidRPr="00E37591">
        <w:rPr>
          <w:rFonts w:hint="cs"/>
          <w:rtl/>
          <w:lang w:bidi="ur-PK"/>
        </w:rPr>
        <w:t>ہے۔لہٰذا یہ</w:t>
      </w:r>
      <w:r w:rsidRPr="00E37591">
        <w:rPr>
          <w:rtl/>
          <w:lang w:bidi="ur-PK"/>
        </w:rPr>
        <w:t xml:space="preserve"> بات ک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بزعم خود اپنے مطلب کو ثابت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ر</w:t>
      </w:r>
      <w:r w:rsidRPr="00E37591">
        <w:rPr>
          <w:rFonts w:hint="cs"/>
          <w:rtl/>
          <w:lang w:bidi="ur-PK"/>
        </w:rPr>
        <w:t xml:space="preserve">ہے کہ اس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نے ان پست معاشروں کا بھی</w:t>
      </w:r>
      <w:r w:rsidRPr="00E37591">
        <w:rPr>
          <w:rtl/>
          <w:lang w:bidi="ur-PK"/>
        </w:rPr>
        <w:t xml:space="preserve"> مطالع</w:t>
      </w:r>
      <w:r w:rsidRPr="00E37591">
        <w:rPr>
          <w:rFonts w:hint="cs"/>
          <w:rtl/>
          <w:lang w:bidi="ur-PK"/>
        </w:rPr>
        <w:t>ہ از خود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اعتماد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ہوں نے ان معاشروں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ان ک</w:t>
      </w:r>
      <w:r w:rsidRPr="00E37591">
        <w:rPr>
          <w:rFonts w:hint="cs"/>
          <w:rtl/>
          <w:lang w:bidi="ur-PK"/>
        </w:rPr>
        <w:t>ے حالات قلم بند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صرف ان اجزاء پر اعتماد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 ک</w:t>
      </w:r>
      <w:r w:rsidRPr="00E37591">
        <w:rPr>
          <w:rFonts w:hint="cs"/>
          <w:rtl/>
          <w:lang w:bidi="ur-PK"/>
        </w:rPr>
        <w:t>ے لئے مفی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مطلب ت</w:t>
      </w:r>
      <w:r w:rsidRPr="00E37591">
        <w:rPr>
          <w:rFonts w:hint="cs"/>
          <w:rtl/>
          <w:lang w:bidi="ur-PK"/>
        </w:rPr>
        <w:t>ھے۔باقی</w:t>
      </w:r>
      <w:r w:rsidRPr="00E37591">
        <w:rPr>
          <w:rtl/>
          <w:lang w:bidi="ur-PK"/>
        </w:rPr>
        <w:t xml:space="preserve"> اجزاء کو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ہ قرار دے کر نظرانداز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اپن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جانچنے کا موقع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اعتراف خود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مار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قلمکار ن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ماض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اتنا ضرور جانتے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ان کے اجتماع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ابتدائی</w:t>
      </w:r>
      <w:r w:rsidRPr="00E37591">
        <w:rPr>
          <w:rtl/>
          <w:lang w:bidi="ur-PK"/>
        </w:rPr>
        <w:t xml:space="preserve"> معاشروں س</w:t>
      </w:r>
      <w:r w:rsidRPr="00E37591">
        <w:rPr>
          <w:rFonts w:hint="cs"/>
          <w:rtl/>
          <w:lang w:bidi="ur-PK"/>
        </w:rPr>
        <w:t>ے معلوم کرلی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ے افری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ہ،</w:t>
      </w:r>
      <w:r w:rsidRPr="00E37591">
        <w:rPr>
          <w:rtl/>
          <w:lang w:bidi="ur-PK"/>
        </w:rPr>
        <w:t xml:space="preserve"> بولون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ہ،</w:t>
      </w:r>
      <w:r w:rsidRPr="00E37591">
        <w:rPr>
          <w:rtl/>
          <w:lang w:bidi="ur-PK"/>
        </w:rPr>
        <w:t xml:space="preserve"> مالن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ہ،</w:t>
      </w:r>
      <w:r w:rsidRPr="00E37591">
        <w:rPr>
          <w:rtl/>
          <w:lang w:bidi="ur-PK"/>
        </w:rPr>
        <w:t xml:space="preserve"> آس</w:t>
      </w:r>
      <w:r w:rsidRPr="00E37591">
        <w:rPr>
          <w:rFonts w:hint="cs"/>
          <w:rtl/>
          <w:lang w:bidi="ur-PK"/>
        </w:rPr>
        <w:t>ٹری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اسک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مو،</w:t>
      </w:r>
      <w:r w:rsidRPr="00E37591">
        <w:rPr>
          <w:rtl/>
          <w:lang w:bidi="ur-PK"/>
        </w:rPr>
        <w:t xml:space="preserve"> لاجون او رقبل انکشاف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ہنود کے </w:t>
      </w:r>
      <w:r w:rsidRPr="00E37591">
        <w:rPr>
          <w:rtl/>
          <w:lang w:bidi="ur-PK"/>
        </w:rPr>
        <w:t>ت</w:t>
      </w:r>
      <w:r w:rsidRPr="00E37591">
        <w:rPr>
          <w:rFonts w:hint="cs"/>
          <w:rtl/>
          <w:lang w:bidi="ur-PK"/>
        </w:rPr>
        <w:t>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ہماری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معلومات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دوسروں س</w:t>
      </w:r>
      <w:r w:rsidRPr="00E37591">
        <w:rPr>
          <w:rFonts w:hint="cs"/>
          <w:rtl/>
          <w:lang w:bidi="ur-PK"/>
        </w:rPr>
        <w:t>ے حاصل شدہ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ان لوگوں نے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شعور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شعور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(القوانی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الاساس</w:t>
      </w:r>
      <w:r w:rsidRPr="00E37591">
        <w:rPr>
          <w:rFonts w:hint="cs"/>
          <w:rtl/>
          <w:lang w:bidi="ur-PK"/>
        </w:rPr>
        <w:t>یڈلااقتصادالرسمالی</w:t>
      </w:r>
      <w:r w:rsidRPr="00E37591">
        <w:rPr>
          <w:rFonts w:hint="eastAsia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اگریہ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معلومات ان معاشروں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بالکل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ب</w:t>
      </w:r>
      <w:r w:rsidRPr="00E37591">
        <w:rPr>
          <w:rFonts w:hint="cs"/>
          <w:rtl/>
          <w:lang w:bidi="ur-PK"/>
        </w:rPr>
        <w:t>ہرحال رہ جائے گا کہ خود ان معاشروں کے ابتدائی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اس سوال کا کوئی</w:t>
      </w:r>
      <w:r w:rsidRPr="00E37591">
        <w:rPr>
          <w:rtl/>
          <w:lang w:bidi="ur-PK"/>
        </w:rPr>
        <w:t xml:space="preserve"> منطق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جواب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سوااس کے کہ قانون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بتاتا</w:t>
      </w:r>
      <w:r w:rsidRPr="00E37591">
        <w:rPr>
          <w:rFonts w:hint="cs"/>
          <w:rtl/>
          <w:lang w:bidi="ur-PK"/>
        </w:rPr>
        <w:t>ہے کہ معاشرہ بدلتے بدلتے آج پھر اصلی</w:t>
      </w:r>
      <w:r w:rsidRPr="00E37591">
        <w:rPr>
          <w:rtl/>
          <w:lang w:bidi="ur-PK"/>
        </w:rPr>
        <w:t xml:space="preserve"> حالت پر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کلام </w:t>
      </w:r>
      <w:r w:rsidRPr="00E37591">
        <w:rPr>
          <w:rFonts w:hint="cs"/>
          <w:rtl/>
          <w:lang w:bidi="ur-PK"/>
        </w:rPr>
        <w:t>ہے جبکہ ہم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کو ہزارسال سے قائم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پات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61438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ابتدائی</w:t>
      </w:r>
      <w:r w:rsidRPr="00E37591">
        <w:rPr>
          <w:rtl/>
          <w:lang w:bidi="ur-PK"/>
        </w:rPr>
        <w:t xml:space="preserve"> دور کو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ثابت کرن</w:t>
      </w:r>
      <w:r w:rsidRPr="00E37591">
        <w:rPr>
          <w:rFonts w:hint="cs"/>
          <w:rtl/>
          <w:lang w:bidi="ur-PK"/>
        </w:rPr>
        <w:t xml:space="preserve">ے کا 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14380" w:rsidRPr="00E37591" w:rsidRDefault="00614380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کی</w:t>
      </w:r>
      <w:r w:rsidRPr="00E37591">
        <w:rPr>
          <w:rFonts w:hint="eastAsia"/>
          <w:rtl/>
          <w:lang w:bidi="ur-PK"/>
        </w:rPr>
        <w:t>اطر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اشتراکی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کی</w:t>
      </w:r>
      <w:r w:rsidRPr="00E37591">
        <w:rPr>
          <w:rFonts w:hint="eastAsia"/>
          <w:rtl/>
          <w:lang w:bidi="ur-PK"/>
        </w:rPr>
        <w:t>امف</w:t>
      </w:r>
      <w:r w:rsidRPr="00E37591">
        <w:rPr>
          <w:rFonts w:hint="cs"/>
          <w:rtl/>
          <w:lang w:bidi="ur-PK"/>
        </w:rPr>
        <w:t>ہوم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 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چونک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ادوار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تھے اس لئے ہرشی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محتاج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 ہے کہ جب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تو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برابر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اگر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مو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باعث بن 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(تطور الملک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الفرد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ة،ص</w:t>
      </w:r>
      <w:r w:rsidR="00D5387C" w:rsidRPr="00E37591">
        <w:rPr>
          <w:rFonts w:hint="cs"/>
          <w:rtl/>
          <w:lang w:bidi="ur-PK"/>
        </w:rPr>
        <w:t>14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انداز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مورجان ک</w:t>
      </w:r>
      <w:r w:rsidRPr="00E37591">
        <w:rPr>
          <w:rFonts w:hint="cs"/>
          <w:rtl/>
          <w:lang w:bidi="ur-PK"/>
        </w:rPr>
        <w:t>ے ان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ماخوذ ہے جو اس نے شمالی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صحراؤں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قلم بندکئ</w:t>
      </w:r>
      <w:r w:rsidRPr="00E37591">
        <w:rPr>
          <w:rFonts w:hint="cs"/>
          <w:rtl/>
          <w:lang w:bidi="ur-PK"/>
        </w:rPr>
        <w:t>ے تھے 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ذکر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لوگ گوشت کو برابر سے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ان کی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اس انداز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من</w:t>
      </w:r>
      <w:r w:rsidRPr="00E37591">
        <w:rPr>
          <w:rFonts w:hint="cs"/>
          <w:rtl/>
          <w:lang w:bidi="ur-PK"/>
        </w:rPr>
        <w:t>ہدم 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استدلال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چنانچ</w:t>
      </w:r>
      <w:r w:rsidRPr="00E37591">
        <w:rPr>
          <w:rFonts w:hint="cs"/>
          <w:rtl/>
          <w:lang w:bidi="ur-PK"/>
        </w:rPr>
        <w:t>ہ جمی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آر</w:t>
      </w:r>
      <w:r w:rsidRPr="00E37591">
        <w:rPr>
          <w:rFonts w:hint="cs"/>
          <w:rtl/>
          <w:lang w:bidi="ur-PK"/>
        </w:rPr>
        <w:t>ڈری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حوالہ سے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ہنود کے حالات 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نقل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لوگ ضرورتمندک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کوپوران</w:t>
      </w:r>
      <w:r w:rsidRPr="00E37591">
        <w:rPr>
          <w:rFonts w:hint="cs"/>
          <w:rtl/>
          <w:lang w:bidi="ur-PK"/>
        </w:rPr>
        <w:t>ہ کرناای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جرم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ھرکانٹی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حوالہ سے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614380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ہندی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یہاتی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مردوعورت کمسن ومسن کو یہ</w:t>
      </w:r>
      <w:r w:rsidRPr="00E37591">
        <w:rPr>
          <w:rtl/>
          <w:lang w:bidi="ur-PK"/>
        </w:rPr>
        <w:t xml:space="preserve"> حق ت</w:t>
      </w:r>
      <w:r w:rsidRPr="00E37591">
        <w:rPr>
          <w:rFonts w:hint="cs"/>
          <w:rtl/>
          <w:lang w:bidi="ur-PK"/>
        </w:rPr>
        <w:t>ھا کہ وہ جس گھر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داخل ہوجائے اور جو چاہے کھالے بلکہ اس طرح عاجز اور کام چور قسم کے لوگ بھی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لگالی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جس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کھانے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ہر شخص مطمئن تھا چاہے وہ کوئی</w:t>
      </w:r>
      <w:r w:rsidRPr="00E37591">
        <w:rPr>
          <w:rtl/>
          <w:lang w:bidi="ur-PK"/>
        </w:rPr>
        <w:t xml:space="preserve"> کام کر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 xml:space="preserve">ے اتنا </w:t>
      </w:r>
      <w:r w:rsidRPr="00E37591">
        <w:rPr>
          <w:rFonts w:hint="eastAsia"/>
          <w:rtl/>
          <w:lang w:bidi="ur-PK"/>
        </w:rPr>
        <w:t>ضرور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کام چور لوگوں کو اپنی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فقد</w:t>
      </w:r>
      <w:r w:rsidRPr="00E37591">
        <w:rPr>
          <w:rtl/>
          <w:lang w:bidi="ur-PK"/>
        </w:rPr>
        <w:t>ان کا احساس ت</w:t>
      </w:r>
      <w:r w:rsidRPr="00E37591">
        <w:rPr>
          <w:rFonts w:hint="cs"/>
          <w:rtl/>
          <w:lang w:bidi="ur-PK"/>
        </w:rPr>
        <w:t>ھا۔</w:t>
      </w:r>
      <w:r w:rsidRPr="00E37591">
        <w:rPr>
          <w:rFonts w:hint="cs"/>
          <w:rtl/>
          <w:lang w:bidi="ur-PK"/>
        </w:rPr>
        <w:tab/>
      </w:r>
    </w:p>
    <w:p w:rsidR="00614380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ab/>
        <w:t>(تطور الملکی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الفرد</w:t>
      </w:r>
      <w:r w:rsidRPr="00E37591">
        <w:rPr>
          <w:rFonts w:hint="cs"/>
          <w:rtl/>
          <w:lang w:bidi="ur-PK"/>
        </w:rPr>
        <w:t>یہ،ص</w:t>
      </w:r>
      <w:r w:rsidR="00D5387C" w:rsidRPr="00E37591">
        <w:rPr>
          <w:rFonts w:hint="cs"/>
          <w:rtl/>
          <w:lang w:bidi="ur-PK"/>
        </w:rPr>
        <w:t>18</w:t>
      </w:r>
      <w:r w:rsidRPr="00E37591">
        <w:rPr>
          <w:rFonts w:hint="cs"/>
          <w:rtl/>
          <w:lang w:bidi="ur-PK"/>
        </w:rPr>
        <w:t>)</w:t>
      </w:r>
    </w:p>
    <w:p w:rsidR="00614380" w:rsidRPr="00E37591" w:rsidRDefault="0061438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ہوجاتاہے کہ ان لوگوں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کے لئے موت کا سبب بن جاتی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قدر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عاجز وضعی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ظاہر ہے کہ جب معاشرہ اتنا مطمئن ہوتو پھر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پر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سوال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سامان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اتنا فراواں ت</w:t>
      </w:r>
      <w:r w:rsidRPr="00E37591">
        <w:rPr>
          <w:rFonts w:hint="cs"/>
          <w:rtl/>
          <w:lang w:bidi="ur-PK"/>
        </w:rPr>
        <w:t>ھاتو ان لوگوں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سے چھی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ھپٹ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ان تمام باتوں کا سرچشمہ ان ابتدائی</w:t>
      </w:r>
      <w:r w:rsidRPr="00E37591">
        <w:rPr>
          <w:rtl/>
          <w:lang w:bidi="ur-PK"/>
        </w:rPr>
        <w:t xml:space="preserve"> انسانوں کا شعور ت</w:t>
      </w:r>
      <w:r w:rsidRPr="00E37591">
        <w:rPr>
          <w:rFonts w:hint="cs"/>
          <w:rtl/>
          <w:lang w:bidi="ur-PK"/>
        </w:rPr>
        <w:t>ھاجو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قسم ک</w:t>
      </w:r>
      <w:r w:rsidRPr="00E37591">
        <w:rPr>
          <w:rFonts w:hint="cs"/>
          <w:rtl/>
          <w:lang w:bidi="ur-PK"/>
        </w:rPr>
        <w:t>ے حرکات سے روک رہاتھا۔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مساوات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 ان کام چور لوگوں کے متعلق کی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ہاجائے</w:t>
      </w:r>
      <w:r w:rsidRPr="00E37591">
        <w:rPr>
          <w:rtl/>
          <w:lang w:bidi="ur-PK"/>
        </w:rPr>
        <w:t xml:space="preserve"> گاجو گ</w:t>
      </w:r>
      <w:r w:rsidRPr="00E37591">
        <w:rPr>
          <w:rFonts w:hint="cs"/>
          <w:rtl/>
          <w:lang w:bidi="ur-PK"/>
        </w:rPr>
        <w:t>ھر بیٹھے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ھارہے تھے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 کا احساس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ہوتاتھا،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کام چور لوگوں کا پ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وہ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افراد کو صرف اس لئ</w:t>
      </w:r>
      <w:r w:rsidRPr="00E37591">
        <w:rPr>
          <w:rFonts w:hint="cs"/>
          <w:rtl/>
          <w:lang w:bidi="ur-PK"/>
        </w:rPr>
        <w:t>ے کھلاتے تھے کہ کاری</w:t>
      </w:r>
      <w:r w:rsidRPr="00E37591">
        <w:rPr>
          <w:rFonts w:hint="eastAsia"/>
          <w:rtl/>
          <w:lang w:bidi="ur-PK"/>
        </w:rPr>
        <w:t>گروں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ہونے پائے تو پھر 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ہوگاکہ</w:t>
      </w:r>
      <w:r w:rsidRPr="00E37591">
        <w:rPr>
          <w:rtl/>
          <w:lang w:bidi="ur-PK"/>
        </w:rPr>
        <w:t xml:space="preserve"> ان افراد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ھلاتے تھے جن کے مرجانے 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برااثر ن</w:t>
      </w:r>
      <w:r w:rsidRPr="00E37591">
        <w:rPr>
          <w:rFonts w:hint="cs"/>
          <w:rtl/>
          <w:lang w:bidi="ur-PK"/>
        </w:rPr>
        <w:t>ہ پڑتا؟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>:</w:t>
      </w: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ابتدائی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اندرکچھ مخالف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ھپائے ہوئے تھی۔جنہوں نے آگے چل کر اس کا خاتمہ کر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ان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سرچشم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tl/>
          <w:lang w:bidi="ur-PK"/>
        </w:rPr>
        <w:t xml:space="preserve"> نزاع ن</w:t>
      </w:r>
      <w:r w:rsidRPr="00E37591">
        <w:rPr>
          <w:rFonts w:hint="cs"/>
          <w:rtl/>
          <w:lang w:bidi="ur-PK"/>
        </w:rPr>
        <w:t>ہ تھا اس لئے کہ اشتراکی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 کاوجود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ہوتابلکہ اس کا 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منشا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تعلقات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نہ ہوپاتے تھے۔اب انسان اپنے وسائل کی</w:t>
      </w:r>
      <w:r w:rsidRPr="00E37591">
        <w:rPr>
          <w:rtl/>
          <w:lang w:bidi="ur-PK"/>
        </w:rPr>
        <w:t xml:space="preserve"> بناپر اس قابل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جانوروں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زراعت کرک</w:t>
      </w:r>
      <w:r w:rsidRPr="00E37591">
        <w:rPr>
          <w:rFonts w:hint="cs"/>
          <w:rtl/>
          <w:lang w:bidi="ur-PK"/>
        </w:rPr>
        <w:t>ے اپنا پیٹ</w:t>
      </w:r>
      <w:r w:rsidRPr="00E37591">
        <w:rPr>
          <w:rtl/>
          <w:lang w:bidi="ur-PK"/>
        </w:rPr>
        <w:t xml:space="preserve"> پال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تال</w:t>
      </w:r>
      <w:r w:rsidRPr="00E37591">
        <w:rPr>
          <w:rFonts w:hint="cs"/>
          <w:rtl/>
          <w:lang w:bidi="ur-PK"/>
        </w:rPr>
        <w:t>ہٰذااب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ضرورت اس امر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اپنا پورا وقت ان باتوں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کرتااور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جانفشان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کاکام کرتاحالانک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وقت اور </w:t>
      </w:r>
      <w:r w:rsidRPr="00E37591">
        <w:rPr>
          <w:rFonts w:hint="eastAsia"/>
          <w:rtl/>
          <w:lang w:bidi="ur-PK"/>
        </w:rPr>
        <w:t>محنت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طالب تھے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ان سہل انگار لوگوں کو مجبورکرکے 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نظام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اجو</w:t>
      </w:r>
      <w:r w:rsidRPr="00E37591">
        <w:rPr>
          <w:rtl/>
          <w:lang w:bidi="ur-PK"/>
        </w:rPr>
        <w:t xml:space="preserve"> لوگوں س</w:t>
      </w:r>
      <w:r w:rsidRPr="00E37591">
        <w:rPr>
          <w:rFonts w:hint="cs"/>
          <w:rtl/>
          <w:lang w:bidi="ur-PK"/>
        </w:rPr>
        <w:t>ے زبردستی</w:t>
      </w:r>
      <w:r w:rsidRPr="00E37591">
        <w:rPr>
          <w:rtl/>
          <w:lang w:bidi="ur-PK"/>
        </w:rPr>
        <w:t xml:space="preserve"> کام ل</w:t>
      </w:r>
      <w:r w:rsidRPr="00E37591">
        <w:rPr>
          <w:rFonts w:hint="cs"/>
          <w:rtl/>
          <w:lang w:bidi="ur-PK"/>
        </w:rPr>
        <w:t>ے تاکہ اس طرح .......وسائل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مانگ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</w:t>
      </w:r>
      <w:r w:rsidRPr="00E37591">
        <w:rPr>
          <w:rFonts w:hint="cs"/>
          <w:rtl/>
          <w:lang w:bidi="ur-PK"/>
        </w:rPr>
        <w:t>ے اور ترقی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بندن</w:t>
      </w:r>
      <w:r w:rsidRPr="00E37591">
        <w:rPr>
          <w:rFonts w:hint="cs"/>
          <w:rtl/>
          <w:lang w:bidi="ur-PK"/>
        </w:rPr>
        <w:t>ہ ہ</w:t>
      </w:r>
      <w:r w:rsidRPr="00E37591">
        <w:rPr>
          <w:rFonts w:hint="eastAsia"/>
          <w:rtl/>
          <w:lang w:bidi="ur-PK"/>
        </w:rPr>
        <w:t>وسک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جابران</w:t>
      </w:r>
      <w:r w:rsidRPr="00E37591">
        <w:rPr>
          <w:rFonts w:hint="cs"/>
          <w:rtl/>
          <w:lang w:bidi="ur-PK"/>
        </w:rPr>
        <w:t>ہ نظام کانام تھا نظام عبودی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اغلام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نظام کا آغاز اس طرح </w:t>
      </w:r>
      <w:r w:rsidRPr="00E37591">
        <w:rPr>
          <w:rFonts w:hint="cs"/>
          <w:rtl/>
          <w:lang w:bidi="ur-PK"/>
        </w:rPr>
        <w:t>ہواکہ لوگ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جنگ س</w:t>
      </w:r>
      <w:r w:rsidRPr="00E37591">
        <w:rPr>
          <w:rFonts w:hint="cs"/>
          <w:rtl/>
          <w:lang w:bidi="ur-PK"/>
        </w:rPr>
        <w:t>ے گرفتار شدہ مخالفوں کو قتل کرنے کے بجائے اپنا غلام بنالی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تھے تاکہ ان سے حسب ضرورت کام لی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ان غلاموں کی</w:t>
      </w:r>
      <w:r w:rsidRPr="00E37591">
        <w:rPr>
          <w:rtl/>
          <w:lang w:bidi="ur-PK"/>
        </w:rPr>
        <w:t xml:space="preserve"> خوراک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ہوگی</w:t>
      </w:r>
      <w:r w:rsidRPr="00E37591">
        <w:rPr>
          <w:rtl/>
          <w:lang w:bidi="ur-PK"/>
        </w:rPr>
        <w:t xml:space="preserve"> تو اس طرح مالک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متعدب</w:t>
      </w:r>
      <w:r w:rsidRPr="00E37591">
        <w:rPr>
          <w:rFonts w:hint="cs"/>
          <w:rtl/>
          <w:lang w:bidi="ur-PK"/>
        </w:rPr>
        <w:t>ہ فائدہ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سلسل</w:t>
      </w:r>
      <w:r w:rsidRPr="00E37591">
        <w:rPr>
          <w:rFonts w:hint="cs"/>
          <w:rtl/>
          <w:lang w:bidi="ur-PK"/>
        </w:rPr>
        <w:t>ہ کچھ آگے بڑھ گی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لوگوں ن</w:t>
      </w:r>
      <w:r w:rsidRPr="00E37591">
        <w:rPr>
          <w:rFonts w:hint="cs"/>
          <w:rtl/>
          <w:lang w:bidi="ur-PK"/>
        </w:rPr>
        <w:t>ے اپنے ہی</w:t>
      </w:r>
      <w:r w:rsidRPr="00E37591">
        <w:rPr>
          <w:rtl/>
          <w:lang w:bidi="ur-PK"/>
        </w:rPr>
        <w:t xml:space="preserve"> قب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ردست</w:t>
      </w:r>
      <w:r w:rsidRPr="00E37591">
        <w:rPr>
          <w:rtl/>
          <w:lang w:bidi="ur-PK"/>
        </w:rPr>
        <w:t xml:space="preserve"> افراد کو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شروع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سارا معاشرہ غلام اور آقا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مقام پر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صرف اتنا پوچھناہے کہ ان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غلام معاشرہ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انسان کے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جذبات س</w:t>
      </w:r>
      <w:r w:rsidRPr="00E37591">
        <w:rPr>
          <w:rFonts w:hint="cs"/>
          <w:rtl/>
          <w:lang w:bidi="ur-PK"/>
        </w:rPr>
        <w:t>ے ربط حاصل ہوگی</w:t>
      </w:r>
      <w:r w:rsidRPr="00E37591">
        <w:rPr>
          <w:rFonts w:hint="eastAsia"/>
          <w:rtl/>
          <w:lang w:bidi="ur-PK"/>
        </w:rPr>
        <w:t>ا؟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اس معاشرہ کو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 تھابلکہ 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پر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ڑھتے ہوئے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انسان س</w:t>
      </w:r>
      <w:r w:rsidRPr="00E37591">
        <w:rPr>
          <w:rFonts w:hint="cs"/>
          <w:rtl/>
          <w:lang w:bidi="ur-PK"/>
        </w:rPr>
        <w:t>ے صرف اس بات کا مطالبہ کررہے تھے کہ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 پر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وقت اور محنت صرف کر</w:t>
      </w:r>
      <w:r w:rsidRPr="00E37591">
        <w:rPr>
          <w:rFonts w:hint="cs"/>
          <w:rtl/>
          <w:lang w:bidi="ur-PK"/>
        </w:rPr>
        <w:t>ے۔ان کا یہ</w:t>
      </w:r>
      <w:r w:rsidRPr="00E37591">
        <w:rPr>
          <w:rtl/>
          <w:lang w:bidi="ur-PK"/>
        </w:rPr>
        <w:t xml:space="preserve"> مطالب</w:t>
      </w:r>
      <w:r w:rsidRPr="00E37591">
        <w:rPr>
          <w:rFonts w:hint="cs"/>
          <w:rtl/>
          <w:lang w:bidi="ur-PK"/>
        </w:rPr>
        <w:t>ہ ہرگزنہ تھا کہ یہ</w:t>
      </w:r>
      <w:r w:rsidRPr="00E37591">
        <w:rPr>
          <w:rtl/>
          <w:lang w:bidi="ur-PK"/>
        </w:rPr>
        <w:t xml:space="preserve"> محنت غلاموں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ہو۔ان کا مطالبہ تو اس وقت بھی</w:t>
      </w:r>
      <w:r w:rsidRPr="00E37591">
        <w:rPr>
          <w:rtl/>
          <w:lang w:bidi="ur-PK"/>
        </w:rPr>
        <w:t xml:space="preserve"> پورا </w:t>
      </w:r>
      <w:r w:rsidRPr="00E37591">
        <w:rPr>
          <w:rFonts w:hint="cs"/>
          <w:rtl/>
          <w:lang w:bidi="ur-PK"/>
        </w:rPr>
        <w:t>ہوسکتاتھا جب غلاموں کی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آزاد مزدور اجرت لے کر کام کرتے ب</w:t>
      </w:r>
      <w:r w:rsidRPr="00E37591">
        <w:rPr>
          <w:rFonts w:hint="eastAsia"/>
          <w:rtl/>
          <w:lang w:bidi="ur-PK"/>
        </w:rPr>
        <w:t>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غلاموں کے کام مای</w:t>
      </w:r>
      <w:r w:rsidRPr="00E37591">
        <w:rPr>
          <w:rFonts w:hint="eastAsia"/>
          <w:rtl/>
          <w:lang w:bidi="ur-PK"/>
        </w:rPr>
        <w:t>وسان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آزاد ک</w:t>
      </w:r>
      <w:r w:rsidRPr="00E37591">
        <w:rPr>
          <w:rFonts w:hint="cs"/>
          <w:rtl/>
          <w:lang w:bidi="ur-PK"/>
        </w:rPr>
        <w:t>ے 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نش</w:t>
      </w:r>
      <w:r w:rsidRPr="00E37591">
        <w:rPr>
          <w:rFonts w:hint="cs"/>
          <w:rtl/>
          <w:lang w:bidi="ur-PK"/>
        </w:rPr>
        <w:t>ہ ونشاط ہوتاہے۔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عمل کے لئے نشاط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عنصر </w:t>
      </w:r>
      <w:r w:rsidRPr="00E37591">
        <w:rPr>
          <w:rFonts w:hint="cs"/>
          <w:rtl/>
          <w:lang w:bidi="ur-PK"/>
        </w:rPr>
        <w:t>ہے تو پھر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دور کے انسان نے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 کو ترک کرک</w:t>
      </w:r>
      <w:r w:rsidRPr="00E37591">
        <w:rPr>
          <w:rFonts w:hint="cs"/>
          <w:rtl/>
          <w:lang w:bidi="ur-PK"/>
        </w:rPr>
        <w:t>ے غلامی</w:t>
      </w:r>
      <w:r w:rsidRPr="00E37591">
        <w:rPr>
          <w:rtl/>
          <w:lang w:bidi="ur-PK"/>
        </w:rPr>
        <w:t xml:space="preserve"> کا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کا جواب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پاس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اقتصاد کا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ہابلکہ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اپنی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کم کام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کا طالب رہتاہے وہ ہرشی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آسان سے آسان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 کا اثر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کی</w:t>
      </w:r>
      <w:r w:rsidRPr="00E37591">
        <w:rPr>
          <w:rtl/>
          <w:lang w:bidi="ur-PK"/>
        </w:rPr>
        <w:t xml:space="preserve"> افتاد طبع کا اثر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 xml:space="preserve">ہ ہے کہ متعدد معاشروں کے بدل جانے کے </w:t>
      </w:r>
      <w:r w:rsidRPr="00E37591">
        <w:rPr>
          <w:rFonts w:hint="eastAsia"/>
          <w:rtl/>
          <w:lang w:bidi="ur-PK"/>
        </w:rPr>
        <w:t>بعدب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آج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فطرت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اس کے تقاضوںپر عمل درآمد کررہاہے۔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چونک</w:t>
      </w:r>
      <w:r w:rsidRPr="00E37591">
        <w:rPr>
          <w:rFonts w:hint="cs"/>
          <w:rtl/>
          <w:lang w:bidi="ur-PK"/>
        </w:rPr>
        <w:t>ہ آزاد مزدور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وہ منافع اور سہولتی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 سکتی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غلاموں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ممکن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انسان نے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کوترک کرک</w:t>
      </w:r>
      <w:r w:rsidRPr="00E37591">
        <w:rPr>
          <w:rFonts w:hint="cs"/>
          <w:rtl/>
          <w:lang w:bidi="ur-PK"/>
        </w:rPr>
        <w:t>ے غلام معاشرہ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وسائل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اس تلوار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کسی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کرکے دوسرے شخص کے قتل کی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قتل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نسبت تلوار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انسان کی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وگ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ن</w:t>
      </w:r>
      <w:r w:rsidRPr="00E37591">
        <w:rPr>
          <w:rFonts w:hint="cs"/>
          <w:rtl/>
          <w:lang w:bidi="ur-PK"/>
        </w:rPr>
        <w:t>ے اپنے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تقاضوں س</w:t>
      </w:r>
      <w:r w:rsidRPr="00E37591">
        <w:rPr>
          <w:rFonts w:hint="cs"/>
          <w:rtl/>
          <w:lang w:bidi="ur-PK"/>
        </w:rPr>
        <w:t>ے مجبور ہوکر کسی</w:t>
      </w:r>
      <w:r w:rsidRPr="00E37591">
        <w:rPr>
          <w:rtl/>
          <w:lang w:bidi="ur-PK"/>
        </w:rPr>
        <w:t xml:space="preserve"> شخص کو قتل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محنت کا تقاض</w:t>
      </w:r>
      <w:r w:rsidRPr="00E37591">
        <w:rPr>
          <w:rFonts w:hint="cs"/>
          <w:rtl/>
          <w:lang w:bidi="ur-PK"/>
        </w:rPr>
        <w:t>ہ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محنت کا غلامان</w:t>
      </w:r>
      <w:r w:rsidRPr="00E37591">
        <w:rPr>
          <w:rFonts w:hint="cs"/>
          <w:rtl/>
          <w:lang w:bidi="ur-PK"/>
        </w:rPr>
        <w:t>ہ انداز صرف انسانی</w:t>
      </w:r>
      <w:r w:rsidRPr="00E37591">
        <w:rPr>
          <w:rtl/>
          <w:lang w:bidi="ur-PK"/>
        </w:rPr>
        <w:t xml:space="preserve"> فطرت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اسے ان وسائل سے کوئی</w:t>
      </w:r>
      <w:r w:rsidRPr="00E37591">
        <w:rPr>
          <w:rtl/>
          <w:lang w:bidi="ur-PK"/>
        </w:rPr>
        <w:t xml:space="preserve"> سروکار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غلام معاشرہ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سبب ت</w:t>
      </w:r>
      <w:r w:rsidRPr="00E37591">
        <w:rPr>
          <w:rFonts w:hint="cs"/>
          <w:rtl/>
          <w:lang w:bidi="ur-PK"/>
        </w:rPr>
        <w:t>ھا جس کا اظہار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مناسب نہ تھا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اس نے اس قسم کی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اس دور کے انسان اشتراکی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کام سے جان چرانے لگے تھے اور اس طرح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مانگ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انسا</w:t>
      </w:r>
      <w:r w:rsidRPr="00E37591">
        <w:rPr>
          <w:rtl/>
          <w:lang w:bidi="ur-PK"/>
        </w:rPr>
        <w:t>ن کو مجبور کرن</w:t>
      </w:r>
      <w:r w:rsidRPr="00E37591">
        <w:rPr>
          <w:rFonts w:hint="cs"/>
          <w:rtl/>
          <w:lang w:bidi="ur-PK"/>
        </w:rPr>
        <w:t>ے پر آمادہ کررہے تھے۔جی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لوسک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ہندی</w:t>
      </w:r>
      <w:r w:rsidRPr="00E37591">
        <w:rPr>
          <w:rtl/>
          <w:lang w:bidi="ur-PK"/>
        </w:rPr>
        <w:t xml:space="preserve"> قبائل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ھاہے کہ: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لوگ سست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مارے کام نہ کرتے تھے بلکہ اس امی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پر گ</w:t>
      </w:r>
      <w:r w:rsidRPr="00E37591">
        <w:rPr>
          <w:rFonts w:hint="cs"/>
          <w:rtl/>
          <w:lang w:bidi="ur-PK"/>
        </w:rPr>
        <w:t>ھرمی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یٹھے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ہتے تھے کہ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کاشتکار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حق سے محروم نہ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چونکہ کاری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سب کا حص</w:t>
      </w:r>
      <w:r w:rsidRPr="00E37591">
        <w:rPr>
          <w:rFonts w:hint="cs"/>
          <w:rtl/>
          <w:lang w:bidi="ur-PK"/>
        </w:rPr>
        <w:t>ہ برابر ہوتاتھا اس لئے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سب ن</w:t>
      </w:r>
      <w:r w:rsidRPr="00E37591">
        <w:rPr>
          <w:rFonts w:hint="cs"/>
          <w:rtl/>
          <w:lang w:bidi="ur-PK"/>
        </w:rPr>
        <w:t>ے کام سے غفلت برتنا شروع کر دی</w:t>
      </w:r>
      <w:r w:rsidRPr="00E37591">
        <w:rPr>
          <w:rtl/>
          <w:lang w:bidi="ur-PK"/>
        </w:rPr>
        <w:t xml:space="preserve"> اور اس طرح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سال بسال کم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چل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اظہار کی</w:t>
      </w:r>
      <w:r w:rsidRPr="00E37591">
        <w:rPr>
          <w:rtl/>
          <w:lang w:bidi="ur-PK"/>
        </w:rPr>
        <w:t xml:space="preserve"> طاقت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طرح اس کے تمام منصوبے ناکام ہو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لوگ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متنفرہو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روس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انطباق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زحمت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طبقاتی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نہ تھا بلکہ اس کا تمام تر تعلق انسان کی</w:t>
      </w:r>
      <w:r w:rsidRPr="00E37591">
        <w:rPr>
          <w:rtl/>
          <w:lang w:bidi="ur-PK"/>
        </w:rPr>
        <w:t xml:space="preserve"> اس فطرت اور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تھا جسے وہ اپنے ہمراہ لے کر عالم وجود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ھتا 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'' س</w:t>
      </w:r>
      <w:r w:rsidRPr="00E37591">
        <w:rPr>
          <w:rFonts w:hint="cs"/>
          <w:rtl/>
          <w:lang w:bidi="ur-PK"/>
        </w:rPr>
        <w:t>ہولت سے کھانا مل جائے تو زحمت کرنے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ہے؟''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18" w:name="_Toc468966823"/>
      <w:bookmarkStart w:id="119" w:name="_Toc468970756"/>
      <w:r w:rsidRPr="00E37591">
        <w:rPr>
          <w:rFonts w:hint="eastAsia"/>
          <w:rtl/>
          <w:lang w:bidi="ur-PK"/>
        </w:rPr>
        <w:t>غلام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</w:t>
      </w:r>
      <w:bookmarkEnd w:id="118"/>
      <w:bookmarkEnd w:id="11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دوسرا مرحل</w:t>
      </w:r>
      <w:r w:rsidRPr="00E37591">
        <w:rPr>
          <w:rFonts w:hint="cs"/>
          <w:rtl/>
          <w:lang w:bidi="ur-PK"/>
        </w:rPr>
        <w:t>ہ غلام معاشرہ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ہوتا ہے اوریہی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طبقات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جدلی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ے اعتبار سے وہ طبقاتی</w:t>
      </w:r>
      <w:r w:rsidRPr="00E37591">
        <w:rPr>
          <w:rtl/>
          <w:lang w:bidi="ur-PK"/>
        </w:rPr>
        <w:t xml:space="preserve"> نزاع شروع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تا ابد ختم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سامنے جب طبقاتی</w:t>
      </w:r>
      <w:r w:rsidRPr="00E37591">
        <w:rPr>
          <w:rtl/>
          <w:lang w:bidi="ur-PK"/>
        </w:rPr>
        <w:t xml:space="preserve"> نظام کا تذکر</w:t>
      </w:r>
      <w:r w:rsidRPr="00E37591">
        <w:rPr>
          <w:rFonts w:hint="cs"/>
          <w:rtl/>
          <w:lang w:bidi="ur-PK"/>
        </w:rPr>
        <w:t>ہ آتا ہے تو سب سے پہلے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ا</w:t>
      </w:r>
      <w:r w:rsidRPr="00E37591">
        <w:rPr>
          <w:rFonts w:hint="cs"/>
          <w:rtl/>
          <w:lang w:bidi="ur-PK"/>
        </w:rPr>
        <w:t>ٹھتا ہے کہ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طبقات کس طرح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کو غلام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کو آقا کس ن</w:t>
      </w:r>
      <w:r w:rsidRPr="00E37591">
        <w:rPr>
          <w:rFonts w:hint="cs"/>
          <w:rtl/>
          <w:lang w:bidi="ur-PK"/>
        </w:rPr>
        <w:t>ے بنای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غلام  آقا اور آقا غلام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بنا؟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مسئل</w:t>
      </w:r>
      <w:r w:rsidRPr="00E37591">
        <w:rPr>
          <w:rFonts w:hint="cs"/>
          <w:rtl/>
          <w:lang w:bidi="ur-PK"/>
        </w:rPr>
        <w:t>ہ کو اس طرح حل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جو لوگ ثروت مند تھے وہ آقا بن گئے اور جو لوگ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ومفلس ت</w:t>
      </w:r>
      <w:r w:rsidRPr="00E37591">
        <w:rPr>
          <w:rFonts w:hint="cs"/>
          <w:rtl/>
          <w:lang w:bidi="ur-PK"/>
        </w:rPr>
        <w:t>ھے انکی</w:t>
      </w:r>
      <w:r w:rsidRPr="00E37591">
        <w:rPr>
          <w:rtl/>
          <w:lang w:bidi="ur-PK"/>
        </w:rPr>
        <w:t xml:space="preserve"> قسمت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 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اس طرح حل ہوتا نظر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آتا بلک</w:t>
      </w:r>
      <w:r w:rsidRPr="00E37591">
        <w:rPr>
          <w:rFonts w:hint="cs"/>
          <w:rtl/>
          <w:lang w:bidi="ur-PK"/>
        </w:rPr>
        <w:t>ہ سوال اس شکل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ھرتا ہے کہ آخر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پاس ثروت کہاں سے آئی</w:t>
      </w:r>
      <w:r w:rsidRPr="00E37591">
        <w:rPr>
          <w:rtl/>
          <w:lang w:bidi="ur-PK"/>
        </w:rPr>
        <w:t xml:space="preserve"> اور دوسرا اس نعمت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محروم ر</w:t>
      </w:r>
      <w:r w:rsidRPr="00E37591">
        <w:rPr>
          <w:rFonts w:hint="cs"/>
          <w:rtl/>
          <w:lang w:bidi="ur-PK"/>
        </w:rPr>
        <w:t>ہا جب کہ دونوں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آغوش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پل ر</w:t>
      </w:r>
      <w:r w:rsidRPr="00E37591">
        <w:rPr>
          <w:rFonts w:hint="cs"/>
          <w:rtl/>
          <w:lang w:bidi="ur-PK"/>
        </w:rPr>
        <w:t>ہے تھے اور دولت آسمان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برس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معم</w:t>
      </w:r>
      <w:r w:rsidRPr="00E37591">
        <w:rPr>
          <w:rFonts w:hint="cs"/>
          <w:rtl/>
          <w:lang w:bidi="ur-PK"/>
        </w:rPr>
        <w:t>ہ کو بھی</w:t>
      </w:r>
      <w:r w:rsidRPr="00E37591">
        <w:rPr>
          <w:rtl/>
          <w:lang w:bidi="ur-PK"/>
        </w:rPr>
        <w:t xml:space="preserve"> اس طرح حل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دو وج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وہ لوگ جو فوجی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ہدہ رکھتے تھے انہوں نے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ہستہ آہستہ دولت جمع کرنا شروع کی</w:t>
      </w:r>
      <w:r w:rsidRPr="00E37591">
        <w:rPr>
          <w:rtl/>
          <w:lang w:bidi="ur-PK"/>
        </w:rPr>
        <w:t xml:space="preserve"> اور آخرکار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ک</w:t>
      </w:r>
      <w:r w:rsidRPr="00E37591">
        <w:rPr>
          <w:rFonts w:hint="cs"/>
          <w:rtl/>
          <w:lang w:bidi="ur-PK"/>
        </w:rPr>
        <w:t>ے زور پر اپنی</w:t>
      </w:r>
      <w:r w:rsidRPr="00E37591">
        <w:rPr>
          <w:rtl/>
          <w:lang w:bidi="ur-PK"/>
        </w:rPr>
        <w:t xml:space="preserve">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کرک</w:t>
      </w:r>
      <w:r w:rsidRPr="00E37591">
        <w:rPr>
          <w:rFonts w:hint="cs"/>
          <w:rtl/>
          <w:lang w:bidi="ur-PK"/>
        </w:rPr>
        <w:t xml:space="preserve">ے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الگ طبقہ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ے باقی</w:t>
      </w:r>
      <w:r w:rsidRPr="00E37591">
        <w:rPr>
          <w:rtl/>
          <w:lang w:bidi="ur-PK"/>
        </w:rPr>
        <w:t xml:space="preserve"> افراد چونک</w:t>
      </w:r>
      <w:r w:rsidRPr="00E37591">
        <w:rPr>
          <w:rFonts w:hint="cs"/>
          <w:rtl/>
          <w:lang w:bidi="ur-PK"/>
        </w:rPr>
        <w:t>ہ ان امتی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محروم تھے اس لئے وہ ناکام رہے اور ان کی</w:t>
      </w:r>
      <w:r w:rsidRPr="00E37591">
        <w:rPr>
          <w:rtl/>
          <w:lang w:bidi="ur-PK"/>
        </w:rPr>
        <w:t xml:space="preserve"> قسمت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 گئی۔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(تطورالملکی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الفرد</w:t>
      </w:r>
      <w:r w:rsidRPr="00E37591">
        <w:rPr>
          <w:rFonts w:hint="cs"/>
          <w:rtl/>
          <w:lang w:bidi="ur-PK"/>
        </w:rPr>
        <w:t>یہ،ص</w:t>
      </w:r>
      <w:r w:rsidR="00D5387C" w:rsidRPr="00E37591">
        <w:rPr>
          <w:rFonts w:hint="cs"/>
          <w:rtl/>
          <w:lang w:bidi="ur-PK"/>
        </w:rPr>
        <w:t>32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بعض لوگوں نے جنگ سے گرفتار شدہ لوگوں کو غلام بنالی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پرقادر </w:t>
      </w:r>
      <w:r w:rsidRPr="00E37591">
        <w:rPr>
          <w:rFonts w:hint="cs"/>
          <w:rtl/>
          <w:lang w:bidi="ur-PK"/>
        </w:rPr>
        <w:t>ہوگئے تھے اور چونکہ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رفتہ رفتہ انہوں نے اپنے افراد قوم کو بھی</w:t>
      </w:r>
      <w:r w:rsidRPr="00E37591">
        <w:rPr>
          <w:rtl/>
          <w:lang w:bidi="ur-PK"/>
        </w:rPr>
        <w:t xml:space="preserve"> غلام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صرف اس لئ</w:t>
      </w:r>
      <w:r w:rsidRPr="00E37591">
        <w:rPr>
          <w:rFonts w:hint="cs"/>
          <w:rtl/>
          <w:lang w:bidi="ur-PK"/>
        </w:rPr>
        <w:t>ے کہ وہ لوگ ان کے مقروض تھے</w:t>
      </w:r>
      <w:r w:rsidRPr="00E37591">
        <w:rPr>
          <w:rtl/>
          <w:lang w:bidi="ur-PK"/>
        </w:rPr>
        <w:t xml:space="preserve"> اور قرض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قادرن</w:t>
      </w:r>
      <w:r w:rsidRPr="00E37591">
        <w:rPr>
          <w:rFonts w:hint="cs"/>
          <w:rtl/>
          <w:lang w:bidi="ur-PK"/>
        </w:rPr>
        <w:t>ہ تھے۔    (تطور الملکی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الفرد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دونوں جوابات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شای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شان ن</w:t>
      </w:r>
      <w:r w:rsidRPr="00E37591">
        <w:rPr>
          <w:rFonts w:hint="cs"/>
          <w:rtl/>
          <w:lang w:bidi="ur-PK"/>
        </w:rPr>
        <w:t>ہ تھے ان لئے کہ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</w:t>
      </w:r>
      <w:r w:rsidRPr="00E37591">
        <w:rPr>
          <w:rtl/>
          <w:lang w:bidi="ur-PK"/>
        </w:rPr>
        <w:t>و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عوامل کو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مقام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قوم کے لیڈراور</w:t>
      </w:r>
      <w:r w:rsidRPr="00E37591">
        <w:rPr>
          <w:rtl/>
          <w:lang w:bidi="ur-PK"/>
        </w:rPr>
        <w:t xml:space="preserve"> رئ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افراد ن</w:t>
      </w:r>
      <w:r w:rsidRPr="00E37591">
        <w:rPr>
          <w:rFonts w:hint="cs"/>
          <w:rtl/>
          <w:lang w:bidi="ur-PK"/>
        </w:rPr>
        <w:t>ے اپنا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جمال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املاک پر قابض </w:t>
      </w:r>
      <w:r w:rsidRPr="00E37591">
        <w:rPr>
          <w:rFonts w:hint="cs"/>
          <w:rtl/>
          <w:lang w:bidi="ur-PK"/>
        </w:rPr>
        <w:t>ہوگئے تھے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کا شمار ب</w:t>
      </w:r>
      <w:r w:rsidRPr="00E37591">
        <w:rPr>
          <w:rFonts w:hint="cs"/>
          <w:rtl/>
          <w:lang w:bidi="ur-PK"/>
        </w:rPr>
        <w:t>ڑے طبقہ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لگاتھا۔جس کے بعد مسئلہ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متعلق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متعلق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ہا۔اقتصادی</w:t>
      </w:r>
      <w:r w:rsidRPr="00E37591">
        <w:rPr>
          <w:rtl/>
          <w:lang w:bidi="ur-PK"/>
        </w:rPr>
        <w:t>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تو صرف ثانو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گئی۔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غلامی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جنگ کے اسی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خاندان ک</w:t>
      </w:r>
      <w:r w:rsidRPr="00E37591">
        <w:rPr>
          <w:rFonts w:hint="cs"/>
          <w:rtl/>
          <w:lang w:bidi="ur-PK"/>
        </w:rPr>
        <w:t>ے مقروض لوگوں پر مقدم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کو غلام بنان</w:t>
      </w:r>
      <w:r w:rsidRPr="00E37591">
        <w:rPr>
          <w:rFonts w:hint="cs"/>
          <w:rtl/>
          <w:lang w:bidi="ur-PK"/>
        </w:rPr>
        <w:t xml:space="preserve">ے کا موقع صرف اس جماعت کو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ملا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 اس شرف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محروم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جبک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tl/>
          <w:lang w:bidi="ur-PK"/>
        </w:rPr>
        <w:t xml:space="preserve">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برابر ت</w:t>
      </w:r>
      <w:r w:rsidRPr="00E37591">
        <w:rPr>
          <w:rFonts w:hint="cs"/>
          <w:rtl/>
          <w:lang w:bidi="ur-PK"/>
        </w:rPr>
        <w:t>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ان سوالات کا جواب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قاصر ہے اس لئے کہ اس معاشرہ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،عسکر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کا دخل </w:t>
      </w:r>
      <w:r w:rsidRPr="00E37591">
        <w:rPr>
          <w:rFonts w:hint="cs"/>
          <w:rtl/>
          <w:lang w:bidi="ur-PK"/>
        </w:rPr>
        <w:t>ہے۔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20" w:name="_Toc468966824"/>
      <w:bookmarkStart w:id="121" w:name="_Toc468970757"/>
      <w:r w:rsidRPr="00E37591">
        <w:rPr>
          <w:rFonts w:hint="eastAsia"/>
          <w:rtl/>
          <w:lang w:bidi="ur-PK"/>
        </w:rPr>
        <w:t>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</w:t>
      </w:r>
      <w:bookmarkEnd w:id="120"/>
      <w:bookmarkEnd w:id="12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غلام معاشر</w:t>
      </w:r>
      <w:r w:rsidRPr="00E37591">
        <w:rPr>
          <w:rFonts w:hint="cs"/>
          <w:rtl/>
          <w:lang w:bidi="ur-PK"/>
        </w:rPr>
        <w:t>ہ کے بعد داخلی</w:t>
      </w:r>
      <w:r w:rsidRPr="00E37591">
        <w:rPr>
          <w:rtl/>
          <w:lang w:bidi="ur-PK"/>
        </w:rPr>
        <w:t xml:space="preserve"> نزاعات ن</w:t>
      </w:r>
      <w:r w:rsidRPr="00E37591">
        <w:rPr>
          <w:rFonts w:hint="cs"/>
          <w:rtl/>
          <w:lang w:bidi="ur-PK"/>
        </w:rPr>
        <w:t>ے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اس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پر قائم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غلام معاشر</w:t>
      </w:r>
      <w:r w:rsidRPr="00E37591">
        <w:rPr>
          <w:rFonts w:hint="cs"/>
          <w:rtl/>
          <w:lang w:bidi="ur-PK"/>
        </w:rPr>
        <w:t>ہ اور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اس طرح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ذرائع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دودج</w:t>
      </w:r>
      <w:r w:rsidRPr="00E37591">
        <w:rPr>
          <w:rFonts w:hint="cs"/>
          <w:rtl/>
          <w:lang w:bidi="ur-PK"/>
        </w:rPr>
        <w:t>ہوں سے حائل 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غلامی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آقاؤں کو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وحشت وبربر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آماد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ہزاروں غلام تلف ہوئے اور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بقدر ضرورت طاقت ن</w:t>
      </w:r>
      <w:r w:rsidRPr="00E37591">
        <w:rPr>
          <w:rFonts w:hint="cs"/>
          <w:rtl/>
          <w:lang w:bidi="ur-PK"/>
        </w:rPr>
        <w:t>ہ مل سکی۔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غلام معاشرہ نے اکثرآزاد مزدوروں اور کاشتکاروں کو غلامی</w:t>
      </w:r>
      <w:r w:rsidRPr="00E37591">
        <w:rPr>
          <w:rtl/>
          <w:lang w:bidi="ur-PK"/>
        </w:rPr>
        <w:t xml:space="preserve"> کا رنگ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عالم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قوم اس لشکر جرار سے محروم ہوگئی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ان جنگ س</w:t>
      </w:r>
      <w:r w:rsidRPr="00E37591">
        <w:rPr>
          <w:rFonts w:hint="cs"/>
          <w:rtl/>
          <w:lang w:bidi="ur-PK"/>
        </w:rPr>
        <w:t>ے غلام لائے جاتے تھے اور دوسری</w:t>
      </w:r>
      <w:r w:rsidRPr="00E37591">
        <w:rPr>
          <w:rtl/>
          <w:lang w:bidi="ur-PK"/>
        </w:rPr>
        <w:t xml:space="preserve"> طرف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درپ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جاگی</w:t>
      </w:r>
      <w:r w:rsidRPr="00E37591">
        <w:rPr>
          <w:rFonts w:hint="eastAsia"/>
          <w:rtl/>
          <w:lang w:bidi="ur-PK"/>
        </w:rPr>
        <w:t>ردارنظام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غفلت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کرنا انتہائی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کے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ہے۔اور رومان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انقلاب کے لئے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حالانک</w:t>
      </w:r>
      <w:r w:rsidRPr="00E37591">
        <w:rPr>
          <w:rFonts w:hint="cs"/>
          <w:rtl/>
          <w:lang w:bidi="ur-PK"/>
        </w:rPr>
        <w:t>ہ اس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 ہواتھا۔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وتبدل س</w:t>
      </w:r>
      <w:r w:rsidRPr="00E37591">
        <w:rPr>
          <w:rFonts w:hint="cs"/>
          <w:rtl/>
          <w:lang w:bidi="ur-PK"/>
        </w:rPr>
        <w:t>ے معاشرہ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انقلاب کے لئے ترقی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قانون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آگ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ڑھناناگزی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نکات ت</w:t>
      </w:r>
      <w:r w:rsidRPr="00E37591">
        <w:rPr>
          <w:rFonts w:hint="cs"/>
          <w:rtl/>
          <w:lang w:bidi="ur-PK"/>
        </w:rPr>
        <w:t>ھے جن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ااب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غفلت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ہوسکے۔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125AFB">
      <w:pPr>
        <w:pStyle w:val="libBold2"/>
        <w:rPr>
          <w:rtl/>
          <w:lang w:bidi="ur-PK"/>
        </w:rPr>
      </w:pPr>
      <w:bookmarkStart w:id="122" w:name="_Toc468966825"/>
      <w:r w:rsidRPr="00E37591">
        <w:rPr>
          <w:rFonts w:hint="eastAsia"/>
          <w:rtl/>
          <w:lang w:bidi="ur-PK"/>
        </w:rPr>
        <w:t>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ن</w:t>
      </w:r>
      <w:r w:rsidRPr="00E37591">
        <w:rPr>
          <w:rFonts w:hint="cs"/>
          <w:rtl/>
          <w:lang w:bidi="ur-PK"/>
        </w:rPr>
        <w:t>ہ تھا</w:t>
      </w:r>
      <w:bookmarkEnd w:id="122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اگرچ</w:t>
      </w:r>
      <w:r w:rsidRPr="00E37591">
        <w:rPr>
          <w:rFonts w:hint="cs"/>
          <w:rtl/>
          <w:lang w:bidi="ur-PK"/>
        </w:rPr>
        <w:t>ہ جدلی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منطق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 کا </w:t>
      </w:r>
      <w:r w:rsidRPr="00E37591">
        <w:rPr>
          <w:rFonts w:hint="cs"/>
          <w:rtl/>
          <w:lang w:bidi="ur-PK"/>
        </w:rPr>
        <w:t>ہونا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مقدار ک</w:t>
      </w:r>
      <w:r w:rsidRPr="00E37591">
        <w:rPr>
          <w:rFonts w:hint="cs"/>
          <w:rtl/>
          <w:lang w:bidi="ur-PK"/>
        </w:rPr>
        <w:t>ے اعتبار سے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ہوتارہتاہے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مخالف عناصر بڑھتے بڑھتے اس حد تک پہنچ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بعد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آجاتا</w:t>
      </w:r>
      <w:r w:rsidRPr="00E37591">
        <w:rPr>
          <w:rFonts w:hint="cs"/>
          <w:rtl/>
          <w:lang w:bidi="ur-PK"/>
        </w:rPr>
        <w:t xml:space="preserve">ہے اور معاشرہ </w:t>
      </w:r>
      <w:r w:rsidRPr="00E37591">
        <w:rPr>
          <w:rFonts w:hint="eastAsia"/>
          <w:rtl/>
          <w:lang w:bidi="ur-PK"/>
        </w:rPr>
        <w:t>کا</w:t>
      </w:r>
      <w:r w:rsidRPr="00E37591">
        <w:rPr>
          <w:rtl/>
          <w:lang w:bidi="ur-PK"/>
        </w:rPr>
        <w:t xml:space="preserve"> رنگ بدل جاتا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رومان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کوئی</w:t>
      </w:r>
      <w:r w:rsidRPr="00E37591">
        <w:rPr>
          <w:rtl/>
          <w:lang w:bidi="ur-PK"/>
        </w:rPr>
        <w:t xml:space="preserve"> انقلاب رونما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اعتراف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رومان</w:t>
      </w:r>
      <w:r w:rsidRPr="00E37591">
        <w:rPr>
          <w:rtl/>
          <w:lang w:bidi="ur-PK"/>
        </w:rPr>
        <w:t xml:space="preserve"> کا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خودآقاؤں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برپاہواتھا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غلاموں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نہ تھا اور اس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سبب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غلامی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کے مقاصد پوری</w:t>
      </w:r>
      <w:r w:rsidRPr="00E37591">
        <w:rPr>
          <w:rtl/>
          <w:lang w:bidi="ur-PK"/>
        </w:rPr>
        <w:t xml:space="preserve"> طرح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ہورہے تھے اس لئے ان لوگوں نے چاہاکہ غلاموں کو آزاد کرکے ان سے کام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(تطورالملکی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الفرد</w:t>
      </w:r>
      <w:r w:rsidRPr="00E37591">
        <w:rPr>
          <w:rFonts w:hint="cs"/>
          <w:rtl/>
          <w:lang w:bidi="ur-PK"/>
        </w:rPr>
        <w:t>یہ،ص</w:t>
      </w:r>
      <w:r w:rsidR="00D5387C" w:rsidRPr="00E37591">
        <w:rPr>
          <w:rFonts w:hint="cs"/>
          <w:rtl/>
          <w:lang w:bidi="ur-PK"/>
        </w:rPr>
        <w:t>53</w:t>
      </w:r>
      <w:r w:rsidRPr="00E37591">
        <w:rPr>
          <w:rFonts w:hint="cs"/>
          <w:rtl/>
          <w:lang w:bidi="ur-PK"/>
        </w:rPr>
        <w:t>)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صاف واضح ہوجاتاہے کہ اس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مالک طبقہ کا تھا اور جرمان کی</w:t>
      </w:r>
      <w:r w:rsidRPr="00E37591">
        <w:rPr>
          <w:rtl/>
          <w:lang w:bidi="ur-PK"/>
        </w:rPr>
        <w:t xml:space="preserve"> جنگ ن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تعجب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بات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جس انقلاب کی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ضرورت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صدی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قبل رونما </w:t>
      </w:r>
      <w:r w:rsidRPr="00E37591">
        <w:rPr>
          <w:rFonts w:hint="cs"/>
          <w:rtl/>
          <w:lang w:bidi="ur-PK"/>
        </w:rPr>
        <w:t>ہوچکا تھا۔چنانچہ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ہے کہ اسپرطہ کی</w:t>
      </w:r>
      <w:r w:rsidRPr="00E37591">
        <w:rPr>
          <w:rtl/>
          <w:lang w:bidi="ur-PK"/>
        </w:rPr>
        <w:t xml:space="preserve"> </w:t>
      </w:r>
      <w:r w:rsidR="00D5387C" w:rsidRPr="00E37591">
        <w:rPr>
          <w:rFonts w:hint="cs"/>
          <w:rtl/>
          <w:lang w:bidi="ur-PK"/>
        </w:rPr>
        <w:t>4</w:t>
      </w:r>
      <w:r w:rsidRPr="00E37591">
        <w:rPr>
          <w:rFonts w:hint="cs"/>
          <w:rtl/>
          <w:lang w:bidi="ur-PK"/>
        </w:rPr>
        <w:t xml:space="preserve"> صدی</w:t>
      </w:r>
      <w:r w:rsidRPr="00E37591">
        <w:rPr>
          <w:rtl/>
          <w:lang w:bidi="ur-PK"/>
        </w:rPr>
        <w:t xml:space="preserve"> قبل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غلاموں ن</w:t>
      </w:r>
      <w:r w:rsidRPr="00E37591">
        <w:rPr>
          <w:rFonts w:hint="cs"/>
          <w:rtl/>
          <w:lang w:bidi="ur-PK"/>
        </w:rPr>
        <w:t>ے بڑاحصہ 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 ر</w:t>
      </w:r>
      <w:r w:rsidRPr="00E37591">
        <w:rPr>
          <w:rFonts w:hint="cs"/>
          <w:rtl/>
          <w:lang w:bidi="ur-PK"/>
        </w:rPr>
        <w:t>ہزاروں افراد نے جمع ہوکر شہر پر حملہ کر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قص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ھاجس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رئی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کو ہمسایہ</w:t>
      </w:r>
      <w:r w:rsidRPr="00E37591">
        <w:rPr>
          <w:rtl/>
          <w:lang w:bidi="ur-PK"/>
        </w:rPr>
        <w:t xml:space="preserve"> ممالک س</w:t>
      </w:r>
      <w:r w:rsidRPr="00E37591">
        <w:rPr>
          <w:rFonts w:hint="cs"/>
          <w:rtl/>
          <w:lang w:bidi="ur-PK"/>
        </w:rPr>
        <w:t>ے مددطلب کرناپڑی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چند سال ک</w:t>
      </w:r>
      <w:r w:rsidRPr="00E37591">
        <w:rPr>
          <w:rFonts w:hint="cs"/>
          <w:rtl/>
          <w:lang w:bidi="ur-PK"/>
        </w:rPr>
        <w:t>ے بعد حالات پر قابو حاصل ہواتھا۔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رومان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سترسال قبل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سپرتاکوس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ہزاروں غلاموں نے مل کر شہنشاہی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ہلادی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حالات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بہت پہلے رونما ہوچکے تھے انہوں نے نہ تومارکسی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لاج 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انتظار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باطل </w:t>
      </w:r>
      <w:r w:rsidRPr="00E37591">
        <w:rPr>
          <w:rFonts w:hint="cs"/>
          <w:rtl/>
          <w:lang w:bidi="ur-PK"/>
        </w:rPr>
        <w:t>ہوتانظرآی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مخصوص انداز سے رواں دواں دکھائی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اس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انگلز ک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جب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تکامل اور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پر لگے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تک </w:t>
      </w:r>
      <w:r w:rsidRPr="00E37591">
        <w:rPr>
          <w:rFonts w:hint="cs"/>
          <w:rtl/>
          <w:lang w:bidi="ur-PK"/>
        </w:rPr>
        <w:t>ہراس نظام کا استقبال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ہوخواہ کسی</w:t>
      </w:r>
      <w:r w:rsidRPr="00E37591">
        <w:rPr>
          <w:rtl/>
          <w:lang w:bidi="ur-PK"/>
        </w:rPr>
        <w:t xml:space="preserve"> خاص شخص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بدتر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انگلز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کلام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س</w:t>
      </w:r>
      <w:r w:rsidRPr="00E37591">
        <w:rPr>
          <w:rFonts w:hint="cs"/>
          <w:rtl/>
          <w:lang w:bidi="ur-PK"/>
        </w:rPr>
        <w:t>ے اس بات پردلالت کرتاہے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ہوں تو نظام کا استقبال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صاف صاف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غلاموں نے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رونما ہونے سے چھ سوسال قبل بھی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بڑے انقلابات پر پاکئے تھے۔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اگر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مظلومی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ابھرتے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تو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غلاموں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احساس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جذبات اس طرح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برانگ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ہوگئے کہ انہوں نے رومان کا تختہ الٹنے کا ارادہ کر لی</w:t>
      </w:r>
      <w:r w:rsidRPr="00E37591">
        <w:rPr>
          <w:rFonts w:hint="eastAsia"/>
          <w:rtl/>
          <w:lang w:bidi="ur-PK"/>
        </w:rPr>
        <w:t>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23" w:name="_Toc468966826"/>
      <w:bookmarkStart w:id="124" w:name="_Toc468970758"/>
      <w:r w:rsidRPr="00E37591">
        <w:rPr>
          <w:rFonts w:hint="eastAsia"/>
          <w:rtl/>
          <w:lang w:bidi="ur-PK"/>
        </w:rPr>
        <w:t>وقت</w:t>
      </w:r>
      <w:r w:rsidRPr="00E37591">
        <w:rPr>
          <w:rtl/>
          <w:lang w:bidi="ur-PK"/>
        </w:rPr>
        <w:t xml:space="preserve"> انقلاب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bookmarkEnd w:id="123"/>
      <w:bookmarkEnd w:id="12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نزدی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تمام تر تعلقات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ے تابع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کسی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اور معاشرت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تک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جب تک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نہ بدل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چنانچ</w:t>
      </w:r>
      <w:r w:rsidRPr="00E37591">
        <w:rPr>
          <w:rFonts w:hint="cs"/>
          <w:rtl/>
          <w:lang w:bidi="ur-PK"/>
        </w:rPr>
        <w:t>ہ مارکس کا کہنا 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اس وقت تک مرد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ہوسکتاجب تک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اس نظام کی</w:t>
      </w:r>
      <w:r w:rsidRPr="00E37591">
        <w:rPr>
          <w:rtl/>
          <w:lang w:bidi="ur-PK"/>
        </w:rPr>
        <w:t xml:space="preserve"> موت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          (فلسفة التار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خ،ص</w:t>
      </w:r>
      <w:r w:rsidR="00D5387C" w:rsidRPr="00E37591">
        <w:rPr>
          <w:rFonts w:hint="cs"/>
          <w:rtl/>
          <w:lang w:bidi="ur-PK"/>
        </w:rPr>
        <w:t>47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ہے کہ جاگی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وقت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ہوا تھا وہی</w:t>
      </w:r>
      <w:r w:rsidRPr="00E37591">
        <w:rPr>
          <w:rtl/>
          <w:lang w:bidi="ur-PK"/>
        </w:rPr>
        <w:t xml:space="preserve"> زراعت اور دستکار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 غلام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دور دور</w:t>
      </w:r>
      <w:r w:rsidRPr="00E37591">
        <w:rPr>
          <w:rFonts w:hint="cs"/>
          <w:rtl/>
          <w:lang w:bidi="ur-PK"/>
        </w:rPr>
        <w:t>ہ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یہ</w:t>
      </w:r>
      <w:r w:rsidRPr="00E37591">
        <w:rPr>
          <w:rtl/>
          <w:lang w:bidi="ur-PK"/>
        </w:rPr>
        <w:t xml:space="preserve"> او ربات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نظام بدل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لطف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نظرآت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ڑوں</w:t>
      </w:r>
      <w:r w:rsidRPr="00E37591">
        <w:rPr>
          <w:rtl/>
          <w:lang w:bidi="ur-PK"/>
        </w:rPr>
        <w:t xml:space="preserve"> کرو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ںبدل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حرف ن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خودمارکسی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اعتراف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ابتداء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ن</w:t>
      </w:r>
      <w:r w:rsidRPr="00E37591">
        <w:rPr>
          <w:rFonts w:hint="cs"/>
          <w:rtl/>
          <w:lang w:bidi="ur-PK"/>
        </w:rPr>
        <w:t>ے پتھروں سے کام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پت</w:t>
      </w:r>
      <w:r w:rsidRPr="00E37591">
        <w:rPr>
          <w:rFonts w:hint="cs"/>
          <w:rtl/>
          <w:lang w:bidi="ur-PK"/>
        </w:rPr>
        <w:t>ھروں سے آلات بنائے اور آگے بڑھاتو آگ کا انکشاف کرکے اس سے تی</w:t>
      </w:r>
      <w:r w:rsidRPr="00E37591">
        <w:rPr>
          <w:rFonts w:hint="eastAsia"/>
          <w:rtl/>
          <w:lang w:bidi="ur-PK"/>
        </w:rPr>
        <w:t>غ</w:t>
      </w:r>
      <w:r w:rsidRPr="00E37591">
        <w:rPr>
          <w:rtl/>
          <w:lang w:bidi="ur-PK"/>
        </w:rPr>
        <w:t xml:space="preserve"> 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ربنائ</w:t>
      </w:r>
      <w:r w:rsidRPr="00E37591">
        <w:rPr>
          <w:rFonts w:hint="cs"/>
          <w:rtl/>
          <w:lang w:bidi="ur-PK"/>
        </w:rPr>
        <w:t>ے،مزی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تومعد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پت</w:t>
      </w:r>
      <w:r w:rsidRPr="00E37591">
        <w:rPr>
          <w:rFonts w:hint="cs"/>
          <w:rtl/>
          <w:lang w:bidi="ur-PK"/>
        </w:rPr>
        <w:t>ہ لگای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اوراس طرح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وکمان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پھر ز</w:t>
      </w:r>
      <w:r w:rsidRPr="00E37591">
        <w:rPr>
          <w:rFonts w:hint="eastAsia"/>
          <w:rtl/>
          <w:lang w:bidi="ur-PK"/>
        </w:rPr>
        <w:t>راعت</w:t>
      </w:r>
      <w:r w:rsidRPr="00E37591">
        <w:rPr>
          <w:rtl/>
          <w:lang w:bidi="ur-PK"/>
        </w:rPr>
        <w:t xml:space="preserve"> کا سلسل</w:t>
      </w:r>
      <w:r w:rsidRPr="00E37591">
        <w:rPr>
          <w:rFonts w:hint="cs"/>
          <w:rtl/>
          <w:lang w:bidi="ur-PK"/>
        </w:rPr>
        <w:t>ہ شرو ہوا، پھر حی</w:t>
      </w:r>
      <w:r w:rsidRPr="00E37591">
        <w:rPr>
          <w:rFonts w:hint="eastAsia"/>
          <w:rtl/>
          <w:lang w:bidi="ur-PK"/>
        </w:rPr>
        <w:t>وانات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تمام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پوری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دور ک</w:t>
      </w:r>
      <w:r w:rsidRPr="00E37591">
        <w:rPr>
          <w:rFonts w:hint="cs"/>
          <w:rtl/>
          <w:lang w:bidi="ur-PK"/>
        </w:rPr>
        <w:t>ہاجائے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نظام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سکتاہے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اور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پرباق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ں؟اور</w:t>
      </w:r>
      <w:r w:rsidRPr="00E37591">
        <w:rPr>
          <w:rtl/>
          <w:lang w:bidi="ur-PK"/>
        </w:rPr>
        <w:t xml:space="preserve"> اگرا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پھر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حشر </w:t>
      </w:r>
      <w:r w:rsidRPr="00E37591">
        <w:rPr>
          <w:rFonts w:hint="cs"/>
          <w:rtl/>
          <w:lang w:bidi="ur-PK"/>
        </w:rPr>
        <w:t>ہوگا؟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تھاکہ اجتماعی</w:t>
      </w:r>
      <w:r w:rsidRPr="00E37591">
        <w:rPr>
          <w:rtl/>
          <w:lang w:bidi="ur-PK"/>
        </w:rPr>
        <w:t xml:space="preserve"> نظام ان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جو معاشروں کے تجربات سے حاصل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ان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فکروں کا اثر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تجربات س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نشوونماپات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 ہے کہ معاشرہ کا تجربہ ط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تجربہ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وقت کا طالب </w:t>
      </w:r>
      <w:r w:rsidRPr="00E37591">
        <w:rPr>
          <w:rFonts w:hint="cs"/>
          <w:rtl/>
          <w:lang w:bidi="ur-PK"/>
        </w:rPr>
        <w:t>ہوتاہے اس لئے کہ طبی</w:t>
      </w:r>
      <w:r w:rsidRPr="00E37591">
        <w:rPr>
          <w:rFonts w:hint="eastAsia"/>
          <w:rtl/>
          <w:lang w:bidi="ur-PK"/>
        </w:rPr>
        <w:t>عات</w:t>
      </w:r>
      <w:r w:rsidRPr="00E37591">
        <w:rPr>
          <w:rtl/>
          <w:lang w:bidi="ur-PK"/>
        </w:rPr>
        <w:t xml:space="preserve"> کا تجرب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وقت کا طالب </w:t>
      </w:r>
      <w:r w:rsidRPr="00E37591">
        <w:rPr>
          <w:rFonts w:hint="cs"/>
          <w:rtl/>
          <w:lang w:bidi="ur-PK"/>
        </w:rPr>
        <w:t>ہوتاہے اور معاشرہ کا تجربہ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مطالعہ کا۔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اس کا لازمی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نظاموں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ہوگی۔نظام 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ذرائع جلدی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اس طرح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دعویٰ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ہوجائے گا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کو برابر س</w:t>
      </w:r>
      <w:r w:rsidRPr="00E37591">
        <w:rPr>
          <w:rFonts w:hint="cs"/>
          <w:rtl/>
          <w:lang w:bidi="ur-PK"/>
        </w:rPr>
        <w:t>ے لازم وملزوم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25" w:name="_Toc468966827"/>
      <w:bookmarkStart w:id="126" w:name="_Toc468970759"/>
      <w:r w:rsidRPr="00E37591">
        <w:rPr>
          <w:rFonts w:hint="eastAsia"/>
          <w:rtl/>
          <w:lang w:bidi="ur-PK"/>
        </w:rPr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ن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bookmarkEnd w:id="125"/>
      <w:bookmarkEnd w:id="126"/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سابق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غلام معاشرہ کے زوال کو اس انداز سے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بڑھتے ہوئے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 xml:space="preserve">ے کررہے تھے اور اس معاشرہ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3D311A">
      <w:pPr>
        <w:pStyle w:val="libNormal"/>
        <w:rPr>
          <w:rtl/>
          <w:lang w:bidi="ur-PK"/>
        </w:rPr>
      </w:pPr>
    </w:p>
    <w:p w:rsidR="00824138" w:rsidRPr="00E37591" w:rsidRDefault="00824138" w:rsidP="003D311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کے پاس ان تقاضوں کے پوراکرنے کے اسباب موجود نہ تھے اس لئے اسے تباہ ہوجانا پڑا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 xml:space="preserve">ے نظام کو عرصۂ وجود 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ھنے کا موقع مل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ہاں تک تائی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کون سے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ذرائع ت</w:t>
      </w:r>
      <w:r w:rsidRPr="00E37591">
        <w:rPr>
          <w:rFonts w:hint="cs"/>
          <w:rtl/>
          <w:lang w:bidi="ur-PK"/>
        </w:rPr>
        <w:t>ھے جن کے تقاضے غلامی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 پورے ہوسکے اور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محسوس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نظام ان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ے لئے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سازگار ت</w:t>
      </w:r>
      <w:r w:rsidRPr="00E37591">
        <w:rPr>
          <w:rFonts w:hint="cs"/>
          <w:rtl/>
          <w:lang w:bidi="ur-PK"/>
        </w:rPr>
        <w:t>ھے؟کی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نظام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آگے کی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ڑھ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</w:t>
      </w:r>
      <w:r w:rsidRPr="00E37591">
        <w:rPr>
          <w:rFonts w:hint="cs"/>
          <w:rtl/>
          <w:lang w:bidi="ur-PK"/>
        </w:rPr>
        <w:t>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ہوں پرگامزان رہتی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ھا۔آپ رومان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مطالع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معلوم </w:t>
      </w:r>
      <w:r w:rsidRPr="00E37591">
        <w:rPr>
          <w:rFonts w:hint="cs"/>
          <w:rtl/>
          <w:lang w:bidi="ur-PK"/>
        </w:rPr>
        <w:t>ہوگاکہ وہاں بعض اطراف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بلند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بلند اقتصادی</w:t>
      </w:r>
      <w:r w:rsidRPr="00E37591">
        <w:rPr>
          <w:rtl/>
          <w:lang w:bidi="ur-PK"/>
        </w:rPr>
        <w:t xml:space="preserve"> ملک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ہے۔تجارتی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فروغ ت</w:t>
      </w:r>
      <w:r w:rsidRPr="00E37591">
        <w:rPr>
          <w:rFonts w:hint="cs"/>
          <w:rtl/>
          <w:lang w:bidi="ur-PK"/>
        </w:rPr>
        <w:t>ھا۔غی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ے ساتھ ہموار راستوں اور کشتی</w:t>
      </w:r>
      <w:r w:rsidRPr="00E37591">
        <w:rPr>
          <w:rtl/>
          <w:lang w:bidi="ur-PK"/>
        </w:rPr>
        <w:t>وں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زوروں پر تجارت ہورہی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ھی۔داخلی</w:t>
      </w:r>
      <w:r w:rsidRPr="00E37591">
        <w:rPr>
          <w:rtl/>
          <w:lang w:bidi="ur-PK"/>
        </w:rPr>
        <w:t xml:space="preserve"> تجارت ن</w:t>
      </w:r>
      <w:r w:rsidRPr="00E37591">
        <w:rPr>
          <w:rFonts w:hint="cs"/>
          <w:rtl/>
          <w:lang w:bidi="ur-PK"/>
        </w:rPr>
        <w:t>ے اور بھی</w:t>
      </w:r>
      <w:r w:rsidRPr="00E37591">
        <w:rPr>
          <w:rtl/>
          <w:lang w:bidi="ur-PK"/>
        </w:rPr>
        <w:t xml:space="preserve"> چارچاند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ٹلی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برتنوں نے عالمی</w:t>
      </w:r>
      <w:r w:rsidRPr="00E37591">
        <w:rPr>
          <w:rtl/>
          <w:lang w:bidi="ur-PK"/>
        </w:rPr>
        <w:t xml:space="preserve"> بازار پر قبض</w:t>
      </w:r>
      <w:r w:rsidRPr="00E37591">
        <w:rPr>
          <w:rFonts w:hint="cs"/>
          <w:rtl/>
          <w:lang w:bidi="ur-PK"/>
        </w:rPr>
        <w:t>ہ کر 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مانگ شمال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برطان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لے کر مشرق کے ساحل بحراسودتک ہوگئی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ادکس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پن تمام ش</w:t>
      </w:r>
      <w:r w:rsidRPr="00E37591">
        <w:rPr>
          <w:rFonts w:hint="cs"/>
          <w:rtl/>
          <w:lang w:bidi="ur-PK"/>
        </w:rPr>
        <w:t>ہروں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چل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ھی۔بحراسود کے ساحل تک اس کا رواج بڑھ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ھا۔اٹلی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گراں قدر چراغ پورے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رائج </w:t>
      </w:r>
      <w:r w:rsidRPr="00E37591">
        <w:rPr>
          <w:rFonts w:hint="cs"/>
          <w:rtl/>
          <w:lang w:bidi="ur-PK"/>
        </w:rPr>
        <w:t xml:space="preserve">ہوگئے 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حالات و</w:t>
      </w:r>
      <w:r w:rsidRPr="00E37591">
        <w:rPr>
          <w:rFonts w:hint="cs"/>
          <w:rtl/>
          <w:lang w:bidi="ur-PK"/>
        </w:rPr>
        <w:t>ہ تھے جو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مملکت ک</w:t>
      </w:r>
      <w:r w:rsidRPr="00E37591">
        <w:rPr>
          <w:rFonts w:hint="cs"/>
          <w:rtl/>
          <w:lang w:bidi="ur-PK"/>
        </w:rPr>
        <w:t>ے لئے ہونے چائی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بدقسمت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تجارتی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تک ن</w:t>
      </w:r>
      <w:r w:rsidRPr="00E37591">
        <w:rPr>
          <w:rFonts w:hint="cs"/>
          <w:rtl/>
          <w:lang w:bidi="ur-PK"/>
        </w:rPr>
        <w:t>ہ پہنچ سکی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لئے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نصف کا انتظار کی</w:t>
      </w:r>
      <w:r w:rsidRPr="00E37591">
        <w:rPr>
          <w:rFonts w:hint="eastAsia"/>
          <w:rtl/>
          <w:lang w:bidi="ur-PK"/>
        </w:rPr>
        <w:t>اجان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لگا</w:t>
      </w:r>
      <w:r w:rsidRPr="00E37591">
        <w:rPr>
          <w:rFonts w:hint="cs"/>
          <w:rtl/>
          <w:lang w:bidi="ur-PK"/>
        </w:rPr>
        <w:t>۔حالانکہ تجار کے پاس سرمایہ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کام کرنے کے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سوچ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مادی</w:t>
      </w:r>
      <w:r w:rsidRPr="00E37591">
        <w:rPr>
          <w:rtl/>
          <w:lang w:bidi="ur-PK"/>
        </w:rPr>
        <w:t xml:space="preserve"> حالات تن تن</w:t>
      </w:r>
      <w:r w:rsidRPr="00E37591">
        <w:rPr>
          <w:rFonts w:hint="cs"/>
          <w:rtl/>
          <w:lang w:bidi="ur-PK"/>
        </w:rPr>
        <w:t>ہانظام کے بدل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کافی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246E00">
      <w:pPr>
        <w:pStyle w:val="libNormal"/>
        <w:rPr>
          <w:rtl/>
          <w:lang w:bidi="ur-PK"/>
        </w:rPr>
      </w:pPr>
    </w:p>
    <w:p w:rsidR="00824138" w:rsidRPr="00E37591" w:rsidRDefault="00824138" w:rsidP="00246E00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ہوتے اور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صنعتی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تلخ تجرب</w:t>
      </w:r>
      <w:r w:rsidRPr="00E37591">
        <w:rPr>
          <w:rFonts w:hint="cs"/>
          <w:rtl/>
          <w:lang w:bidi="ur-PK"/>
        </w:rPr>
        <w:t>ہ حاصل ہواہے اور 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آگ</w:t>
      </w:r>
      <w:r w:rsidRPr="00E37591">
        <w:rPr>
          <w:rFonts w:hint="cs"/>
          <w:rtl/>
          <w:lang w:bidi="ur-PK"/>
        </w:rPr>
        <w:t>ے بڑھانے کے بجائے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اعلیٰ</w:t>
      </w:r>
      <w:r w:rsidRPr="00E37591">
        <w:rPr>
          <w:rtl/>
          <w:lang w:bidi="ur-PK"/>
        </w:rPr>
        <w:t xml:space="preserve"> الرغم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ہٹادی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لئے کہ 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ہوں نے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اپنے معاشی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انتظام شروع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۔تجارت سے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وقت بھی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جب معاشر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ھری</w:t>
      </w:r>
      <w:r w:rsidRPr="00E37591">
        <w:rPr>
          <w:rFonts w:hint="eastAsia"/>
          <w:rtl/>
          <w:lang w:bidi="ur-PK"/>
        </w:rPr>
        <w:t>لوزندگ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پل</w:t>
      </w:r>
      <w:r w:rsidRPr="00E37591">
        <w:rPr>
          <w:rFonts w:hint="cs"/>
          <w:rtl/>
          <w:lang w:bidi="ur-PK"/>
        </w:rPr>
        <w:t>ٹ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جس پر اس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قائم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جرمان ک</w:t>
      </w:r>
      <w:r w:rsidRPr="00E37591">
        <w:rPr>
          <w:rFonts w:hint="cs"/>
          <w:rtl/>
          <w:lang w:bidi="ur-PK"/>
        </w:rPr>
        <w:t>ے داخلہ کے بعد رومان کے یہ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ہے جاسکتے 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کاروان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طرف چلتا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27" w:name="_Toc468966828"/>
      <w:bookmarkStart w:id="128" w:name="_Toc468970760"/>
      <w:r w:rsidRPr="00E37591">
        <w:rPr>
          <w:rFonts w:hint="eastAsia"/>
          <w:rtl/>
          <w:lang w:bidi="ur-PK"/>
        </w:rPr>
        <w:t>آخرکار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bookmarkEnd w:id="127"/>
      <w:bookmarkEnd w:id="128"/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جب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اور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نئے حل کا مطالبہ کی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حل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آک</w:t>
      </w:r>
      <w:r w:rsidRPr="00E37591">
        <w:rPr>
          <w:rFonts w:hint="cs"/>
          <w:rtl/>
          <w:lang w:bidi="ur-PK"/>
        </w:rPr>
        <w:t>ھڑی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نقی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ہاتھوں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موت مقدر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ھی۔مارکس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اس انداز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''سرما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نظام''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شکم سے متولد ہواہے اس طرح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سبب بن 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(راس المال ،ق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،ج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53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جب بھی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توپ</w:t>
      </w:r>
      <w:r w:rsidRPr="00E37591">
        <w:rPr>
          <w:rFonts w:hint="cs"/>
          <w:rtl/>
          <w:lang w:bidi="ur-PK"/>
        </w:rPr>
        <w:t>ہلے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موضوع کو 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اس کا تجزیہ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پور</w:t>
      </w:r>
      <w:r w:rsidRPr="00E37591">
        <w:rPr>
          <w:rFonts w:hint="cs"/>
          <w:rtl/>
          <w:lang w:bidi="ur-PK"/>
        </w:rPr>
        <w:t>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پر قائم ہے اور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نظام کے تجزیہ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موضوع پر بحث کرنا 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جب بھی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گاک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نے کثی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 کو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مزدوروں کی</w:t>
      </w:r>
      <w:r w:rsidRPr="00E37591">
        <w:rPr>
          <w:rtl/>
          <w:lang w:bidi="ur-PK"/>
        </w:rPr>
        <w:t xml:space="preserve"> محنت کو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فوراً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ہوگاکہ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کن عوامل واسباب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 xml:space="preserve">ہ کے ساتھ لگ </w:t>
      </w:r>
      <w:r w:rsidRPr="00E37591">
        <w:rPr>
          <w:rFonts w:hint="eastAsia"/>
          <w:rtl/>
          <w:lang w:bidi="ur-PK"/>
        </w:rPr>
        <w:t>گئ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مزدوروں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راز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اس سوال کا جواب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پہلے اس تقلی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سلف س</w:t>
      </w:r>
      <w:r w:rsidRPr="00E37591">
        <w:rPr>
          <w:rFonts w:hint="cs"/>
          <w:rtl/>
          <w:lang w:bidi="ur-PK"/>
        </w:rPr>
        <w:t>ے چلا آرہاتھا اور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ارزان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راز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ہوش مندی</w:t>
      </w:r>
      <w:r w:rsidRPr="00E37591">
        <w:rPr>
          <w:rtl/>
          <w:lang w:bidi="ur-PK"/>
        </w:rPr>
        <w:t xml:space="preserve"> اور حسن تدب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 کے بعد حسب عادت اس نظریہ</w:t>
      </w:r>
      <w:r w:rsidRPr="00E37591">
        <w:rPr>
          <w:rtl/>
          <w:lang w:bidi="ur-PK"/>
        </w:rPr>
        <w:t xml:space="preserve"> کا است</w:t>
      </w:r>
      <w:r w:rsidRPr="00E37591">
        <w:rPr>
          <w:rFonts w:hint="cs"/>
          <w:rtl/>
          <w:lang w:bidi="ur-PK"/>
        </w:rPr>
        <w:t>ہزا کرکے اپنے طورپر اس کا ت</w:t>
      </w:r>
      <w:r w:rsidRPr="00E37591">
        <w:rPr>
          <w:rFonts w:hint="eastAsia"/>
          <w:rtl/>
          <w:lang w:bidi="ur-PK"/>
        </w:rPr>
        <w:t>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کا ک</w:t>
      </w:r>
      <w:r w:rsidRPr="00E37591">
        <w:rPr>
          <w:rFonts w:hint="cs"/>
          <w:rtl/>
          <w:lang w:bidi="ur-PK"/>
        </w:rPr>
        <w:t>ہناہے کہ: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دستور کا مظ</w:t>
      </w:r>
      <w:r w:rsidRPr="00E37591">
        <w:rPr>
          <w:rFonts w:hint="cs"/>
          <w:rtl/>
          <w:lang w:bidi="ur-PK"/>
        </w:rPr>
        <w:t>ہر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ہوتاہے جو تمام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مالک </w:t>
      </w:r>
      <w:r w:rsidRPr="00E37591">
        <w:rPr>
          <w:rFonts w:hint="cs"/>
          <w:rtl/>
          <w:lang w:bidi="ur-PK"/>
        </w:rPr>
        <w:t>ہوتاہے اور دوسری</w:t>
      </w:r>
      <w:r w:rsidRPr="00E37591">
        <w:rPr>
          <w:rtl/>
          <w:lang w:bidi="ur-PK"/>
        </w:rPr>
        <w:t xml:space="preserve"> طرف و</w:t>
      </w:r>
      <w:r w:rsidRPr="00E37591">
        <w:rPr>
          <w:rFonts w:hint="cs"/>
          <w:rtl/>
          <w:lang w:bidi="ur-PK"/>
        </w:rPr>
        <w:t>ہ مزدور ہوتاہے جو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حقوق سے عاری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اس کے پاس عمل کے علاوہ کوئی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مالک تمام وسا</w:t>
      </w:r>
      <w:r w:rsidRPr="00E37591">
        <w:rPr>
          <w:rFonts w:hint="eastAsia"/>
          <w:rtl/>
          <w:lang w:bidi="ur-PK"/>
        </w:rPr>
        <w:t>ئل</w:t>
      </w:r>
      <w:r w:rsidRPr="00E37591">
        <w:rPr>
          <w:rtl/>
          <w:lang w:bidi="ur-PK"/>
        </w:rPr>
        <w:t xml:space="preserve"> وآلات س</w:t>
      </w:r>
      <w:r w:rsidRPr="00E37591">
        <w:rPr>
          <w:rFonts w:hint="cs"/>
          <w:rtl/>
          <w:lang w:bidi="ur-PK"/>
        </w:rPr>
        <w:t>ے استفادہ کرتاہے اور مزدور اپنی</w:t>
      </w:r>
      <w:r w:rsidRPr="00E37591">
        <w:rPr>
          <w:rtl/>
          <w:lang w:bidi="ur-PK"/>
        </w:rPr>
        <w:t xml:space="preserve"> مجبور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کا اج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 واضح الفاظ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مزدور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جدائ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کانام </w:t>
      </w:r>
      <w:r w:rsidRPr="00E37591">
        <w:rPr>
          <w:rFonts w:hint="cs"/>
          <w:rtl/>
          <w:lang w:bidi="ur-PK"/>
        </w:rPr>
        <w:t>ہے لہٰذا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جدائ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ہونا انتہائی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نظام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تک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قائم ر</w:t>
      </w:r>
      <w:r w:rsidRPr="00E37591">
        <w:rPr>
          <w:rFonts w:hint="cs"/>
          <w:rtl/>
          <w:lang w:bidi="ur-PK"/>
        </w:rPr>
        <w:t>ہے گا ج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جدائ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تمام وسائل کو غصب کرکے مالکوں کے پاس جمع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راز ان عوامل واسباب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منحصر </w:t>
      </w:r>
      <w:r w:rsidRPr="00E37591">
        <w:rPr>
          <w:rFonts w:hint="cs"/>
          <w:rtl/>
          <w:lang w:bidi="ur-PK"/>
        </w:rPr>
        <w:t>ہے جو مزدور کو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جداکردی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گھران ثروتوں کو جمع کری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عوامل ت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غصب وسلب، لوٹ مارکے علاوہ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ہوش مندی</w:t>
      </w:r>
      <w:r w:rsidRPr="00E37591">
        <w:rPr>
          <w:rtl/>
          <w:lang w:bidi="ur-PK"/>
        </w:rPr>
        <w:t xml:space="preserve"> اور تدبر کو اس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المال،ج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55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جاتاہے کہ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مارکس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وگ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مسئل</w:t>
      </w:r>
      <w:r w:rsidRPr="00E37591">
        <w:rPr>
          <w:rFonts w:hint="cs"/>
          <w:rtl/>
          <w:lang w:bidi="ur-PK"/>
        </w:rPr>
        <w:t>ہ کو حل کرنے سے پہلے یہ</w:t>
      </w:r>
      <w:r w:rsidRPr="00E37591">
        <w:rPr>
          <w:rtl/>
          <w:lang w:bidi="ur-PK"/>
        </w:rPr>
        <w:t xml:space="preserve"> بتاد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اس مقام پر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لو</w:t>
      </w:r>
      <w:r w:rsidRPr="00E37591">
        <w:rPr>
          <w:rFonts w:hint="cs"/>
          <w:rtl/>
          <w:lang w:bidi="ur-PK"/>
        </w:rPr>
        <w:t>ٹ مارکا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کر اس کی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کرناچا</w:t>
      </w:r>
      <w:r w:rsidRPr="00E37591">
        <w:rPr>
          <w:rFonts w:hint="cs"/>
          <w:rtl/>
          <w:lang w:bidi="ur-PK"/>
        </w:rPr>
        <w:t>ہتاہے اس لئے 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ہنچنے کے لئے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جو وقتی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ہم آہنگ ہووہ اخلاقی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ہوتاہے۔چنانچہ انگلز کہتاہے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اگرمارکس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بڑے پہلوؤں کو ظاہر کرے 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معاشرہ کو ان چی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 xml:space="preserve">ے کر اس منزل سے ہمکنار </w:t>
      </w:r>
      <w:r w:rsidRPr="00E37591">
        <w:rPr>
          <w:rtl/>
          <w:lang w:bidi="ur-PK"/>
        </w:rPr>
        <w:t>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اخلاقی</w:t>
      </w:r>
      <w:r w:rsidRPr="00E37591">
        <w:rPr>
          <w:rtl/>
          <w:lang w:bidi="ur-PK"/>
        </w:rPr>
        <w:t xml:space="preserve"> اقدار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(راس المال ملحقات،ص</w:t>
      </w:r>
      <w:r w:rsidR="00D5387C" w:rsidRPr="00E37591">
        <w:rPr>
          <w:rFonts w:hint="cs"/>
          <w:rtl/>
          <w:lang w:bidi="ur-PK"/>
        </w:rPr>
        <w:t>1168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کا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اپنے تجزیہ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منطبق کرک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تو اب پھر وہی</w:t>
      </w:r>
      <w:r w:rsidRPr="00E37591">
        <w:rPr>
          <w:rtl/>
          <w:lang w:bidi="ur-PK"/>
        </w:rPr>
        <w:t xml:space="preserve"> سوال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ہوگاکہ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اپنے مقصدمی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ا؟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واضح طور پر اس بات کو ملاحظہ کی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ثروتمند ہوتاہے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محتاج </w:t>
      </w:r>
      <w:r w:rsidRPr="00E37591">
        <w:rPr>
          <w:rFonts w:hint="cs"/>
          <w:rtl/>
          <w:lang w:bidi="ur-PK"/>
        </w:rPr>
        <w:t>ہوتاہے کہ وہ اپنی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حوالے کرنے پر مجبور ہوجاتاہے اور اسی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اجذ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مزدور ک</w:t>
      </w:r>
      <w:r w:rsidRPr="00E37591">
        <w:rPr>
          <w:rFonts w:hint="cs"/>
          <w:rtl/>
          <w:lang w:bidi="ur-PK"/>
        </w:rPr>
        <w:t>ے پاس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نہ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C1264A">
      <w:pPr>
        <w:pStyle w:val="libNormal"/>
        <w:rPr>
          <w:rtl/>
          <w:lang w:bidi="ur-PK"/>
        </w:rPr>
      </w:pPr>
    </w:p>
    <w:p w:rsidR="00824138" w:rsidRPr="00E37591" w:rsidRDefault="00824138" w:rsidP="00C1264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ہونے پر موقوف ہے اور اس کی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صورت </w:t>
      </w:r>
      <w:r w:rsidRPr="00E37591">
        <w:rPr>
          <w:rFonts w:hint="cs"/>
          <w:rtl/>
          <w:lang w:bidi="ur-PK"/>
        </w:rPr>
        <w:t>ہے کہ ثروت مند مزدور کے جملہ وسائل کو بزور اس سے سلب کرلے۔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ابتداء امر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اتنا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پاس وسائل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نہ ہونے کا نام ہے اس کا کوئی</w:t>
      </w:r>
      <w:r w:rsidRPr="00E37591">
        <w:rPr>
          <w:rtl/>
          <w:lang w:bidi="ur-PK"/>
        </w:rPr>
        <w:t xml:space="preserve"> ذکر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وسائل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مفقود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آخرکلام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طرح اپنا مطلب حاصل کر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۔حالانکہ یہ</w:t>
      </w:r>
      <w:r w:rsidRPr="00E37591">
        <w:rPr>
          <w:rtl/>
          <w:lang w:bidi="ur-PK"/>
        </w:rPr>
        <w:t xml:space="preserve"> بات عقل ومنطق ک</w:t>
      </w:r>
      <w:r w:rsidRPr="00E37591">
        <w:rPr>
          <w:rFonts w:hint="cs"/>
          <w:rtl/>
          <w:lang w:bidi="ur-PK"/>
        </w:rPr>
        <w:t>ے خلاف تھی۔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ہے کہ اگرچہ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راز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ثروت 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مضمر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اس تہی</w:t>
      </w:r>
      <w:r w:rsidRPr="00E37591">
        <w:rPr>
          <w:rtl/>
          <w:lang w:bidi="ur-PK"/>
        </w:rPr>
        <w:t xml:space="preserve"> 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سوائ</w:t>
      </w:r>
      <w:r w:rsidRPr="00E37591">
        <w:rPr>
          <w:rFonts w:hint="cs"/>
          <w:rtl/>
          <w:lang w:bidi="ur-PK"/>
        </w:rPr>
        <w:t>ے اس لوٹ مارکے اور کی</w:t>
      </w:r>
      <w:r w:rsidRPr="00E37591">
        <w:rPr>
          <w:rFonts w:hint="eastAsia"/>
          <w:rtl/>
          <w:lang w:bidi="ur-PK"/>
        </w:rPr>
        <w:t>اکرسکت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ں؟اس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ہم مجبور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ٹکڑے کا اضافہ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اضاف</w:t>
      </w:r>
      <w:r w:rsidRPr="00E37591">
        <w:rPr>
          <w:rFonts w:hint="cs"/>
          <w:rtl/>
          <w:lang w:bidi="ur-PK"/>
        </w:rPr>
        <w:t>ہ کا حق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پھر ہمارے بھی</w:t>
      </w:r>
      <w:r w:rsidRPr="00E37591">
        <w:rPr>
          <w:rtl/>
          <w:lang w:bidi="ur-PK"/>
        </w:rPr>
        <w:t xml:space="preserve"> چند اعتراضات سنناپ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 کا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جرمن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ممالک پر منطبق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جہاں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بل بوتے پرپروان چڑھی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وقت جب کہ خود 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ے سہارے بڑے برے کارخانے کھول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ان کو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ان کا شمار سرمایہ</w:t>
      </w:r>
      <w:r w:rsidRPr="00E37591">
        <w:rPr>
          <w:rtl/>
          <w:lang w:bidi="ur-PK"/>
        </w:rPr>
        <w:t xml:space="preserve"> داروں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لگا</w:t>
      </w:r>
      <w:r w:rsidRPr="00E37591">
        <w:rPr>
          <w:rFonts w:hint="cs"/>
          <w:rtl/>
          <w:lang w:bidi="ur-PK"/>
        </w:rPr>
        <w:t>۔ظاہر ہے کہ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غصب کا سوال تھا نہ لوٹ مار کا۔بلکہ 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سودات</w:t>
      </w:r>
      <w:r w:rsidRPr="00E37591">
        <w:rPr>
          <w:rFonts w:hint="cs"/>
          <w:rtl/>
          <w:lang w:bidi="ur-PK"/>
        </w:rPr>
        <w:t>ھا جسے انہوں نے اپنے قوت بازو سے تمام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اعتراض اس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ہوگاجس کا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ہواہے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ممالک بند قیہ،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وا،فلورنس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یہاں</w:t>
      </w:r>
      <w:r w:rsidRPr="00E37591">
        <w:rPr>
          <w:rtl/>
          <w:lang w:bidi="ur-PK"/>
        </w:rPr>
        <w:t xml:space="preserve"> تاجروں کا طبق</w:t>
      </w:r>
      <w:r w:rsidRPr="00E37591">
        <w:rPr>
          <w:rFonts w:hint="cs"/>
          <w:rtl/>
          <w:lang w:bidi="ur-PK"/>
        </w:rPr>
        <w:t>ہ اس وقت بھی</w:t>
      </w:r>
      <w:r w:rsidRPr="00E37591">
        <w:rPr>
          <w:rtl/>
          <w:lang w:bidi="ur-PK"/>
        </w:rPr>
        <w:t xml:space="preserve"> موجود ت</w:t>
      </w:r>
      <w:r w:rsidRPr="00E37591">
        <w:rPr>
          <w:rFonts w:hint="cs"/>
          <w:rtl/>
          <w:lang w:bidi="ur-PK"/>
        </w:rPr>
        <w:t>ھا جب اصطلاحی</w:t>
      </w:r>
      <w:r w:rsidRPr="00E37591">
        <w:rPr>
          <w:rtl/>
          <w:lang w:bidi="ur-PK"/>
        </w:rPr>
        <w:t xml:space="preserve"> طور پر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صنعت کار مزدور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 لوگ اپنے گزربسر کے لئے کام کرتے تھے اور اس طرح اپناپیٹ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پالت</w:t>
      </w:r>
      <w:r w:rsidRPr="00E37591">
        <w:rPr>
          <w:rFonts w:hint="cs"/>
          <w:rtl/>
          <w:lang w:bidi="ur-PK"/>
        </w:rPr>
        <w:t>ے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تاجروں ن</w:t>
      </w:r>
      <w:r w:rsidRPr="00E37591">
        <w:rPr>
          <w:rFonts w:hint="cs"/>
          <w:rtl/>
          <w:lang w:bidi="ur-PK"/>
        </w:rPr>
        <w:t>ے صلی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مشرق س</w:t>
      </w:r>
      <w:r w:rsidRPr="00E37591">
        <w:rPr>
          <w:rFonts w:hint="cs"/>
          <w:rtl/>
          <w:lang w:bidi="ur-PK"/>
        </w:rPr>
        <w:t>ے تجارت کر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مصر وشام کے بادشاہوں سے تعلقات کی</w:t>
      </w:r>
      <w:r w:rsidRPr="00E37591">
        <w:rPr>
          <w:rtl/>
          <w:lang w:bidi="ur-PK"/>
        </w:rPr>
        <w:t xml:space="preserve"> بناپر اتنا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جمع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اپنے کو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آزاد کرکے بڑے بڑے کارخانے کھولنے لگے 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کار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دستکار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ہونے لگا اور اس طرح صنعتی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ںآگئ</w:t>
      </w:r>
      <w:r w:rsidRPr="00E37591">
        <w:rPr>
          <w:rFonts w:hint="cs"/>
          <w:rtl/>
          <w:lang w:bidi="ur-PK"/>
        </w:rPr>
        <w:t>ی۔ظاہر ہے کہ ان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مزدوروں س</w:t>
      </w:r>
      <w:r w:rsidRPr="00E37591">
        <w:rPr>
          <w:rFonts w:hint="cs"/>
          <w:rtl/>
          <w:lang w:bidi="ur-PK"/>
        </w:rPr>
        <w:t>ے ان کے ذرائع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کو غصب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ہوگئے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کہ وہ خود بخود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ہٹ گئے اور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وجو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اصل مشکل حل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نظرن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رئی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ے کے محتاج ہونے کی</w:t>
      </w:r>
      <w:r w:rsidRPr="00E37591">
        <w:rPr>
          <w:rtl/>
          <w:lang w:bidi="ur-PK"/>
        </w:rPr>
        <w:t xml:space="preserve"> بناپر موقوف </w:t>
      </w:r>
      <w:r w:rsidRPr="00E37591">
        <w:rPr>
          <w:rFonts w:hint="cs"/>
          <w:rtl/>
          <w:lang w:bidi="ur-PK"/>
        </w:rPr>
        <w:t>ہونا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طبقہ کے پاس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طبق</w:t>
      </w:r>
      <w:r w:rsidRPr="00E37591">
        <w:rPr>
          <w:rFonts w:hint="cs"/>
          <w:rtl/>
          <w:lang w:bidi="ur-PK"/>
        </w:rPr>
        <w:t xml:space="preserve">ہ کو ان تمام نعمتوں سے 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محروم کردی</w:t>
      </w:r>
      <w:r w:rsidRPr="00E37591">
        <w:rPr>
          <w:rFonts w:hint="eastAsia"/>
          <w:rtl/>
          <w:lang w:bidi="ur-PK"/>
        </w:rPr>
        <w:t>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 نے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غصب وسلب اور قوت وطاقت کا حوال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شان ک</w:t>
      </w:r>
      <w:r w:rsidRPr="00E37591">
        <w:rPr>
          <w:rFonts w:hint="cs"/>
          <w:rtl/>
          <w:lang w:bidi="ur-PK"/>
        </w:rPr>
        <w:t>ے لئے قطعاً سزاوار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ہے۔قوت وطاقت کو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اسی</w:t>
      </w:r>
      <w:r w:rsidRPr="00E37591">
        <w:rPr>
          <w:rtl/>
          <w:lang w:bidi="ur-PK"/>
        </w:rPr>
        <w:t xml:space="preserve">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قبول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تاجو</w:t>
      </w:r>
      <w:r w:rsidRPr="00E37591">
        <w:rPr>
          <w:rtl/>
          <w:lang w:bidi="ur-PK"/>
        </w:rPr>
        <w:t xml:space="preserve"> سابق س</w:t>
      </w:r>
      <w:r w:rsidRPr="00E37591">
        <w:rPr>
          <w:rFonts w:hint="cs"/>
          <w:rtl/>
          <w:lang w:bidi="ur-PK"/>
        </w:rPr>
        <w:t>ے چلا آرہاتھا تو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تھا اس لئے کہ وہ نظریہ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تر 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گھرکو گھر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چراغ سے آگ لگ گئی۔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توج</w:t>
      </w:r>
      <w:r w:rsidRPr="00E37591">
        <w:rPr>
          <w:rFonts w:hint="cs"/>
          <w:rtl/>
          <w:lang w:bidi="ur-PK"/>
        </w:rPr>
        <w:t>ہ بات ہے کہ مارکس نے اس مقام پر لوٹ مارکے جتنے واقعات بھی</w:t>
      </w:r>
      <w:r w:rsidRPr="00E37591">
        <w:rPr>
          <w:rtl/>
          <w:lang w:bidi="ur-PK"/>
        </w:rPr>
        <w:t xml:space="preserve"> نقل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سب انگلستان 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وقت ک</w:t>
      </w:r>
      <w:r w:rsidRPr="00E37591">
        <w:rPr>
          <w:rFonts w:hint="cs"/>
          <w:rtl/>
          <w:lang w:bidi="ur-PK"/>
        </w:rPr>
        <w:t>ے جب 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کاشتکاروں کو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نکال کر ان اراضی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چراگا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ان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بوں</w:t>
      </w:r>
      <w:r w:rsidRPr="00E37591">
        <w:rPr>
          <w:rtl/>
          <w:lang w:bidi="ur-PK"/>
        </w:rPr>
        <w:t xml:space="preserve"> کو بورژوابازاروںک</w:t>
      </w:r>
      <w:r w:rsidRPr="00E37591">
        <w:rPr>
          <w:rFonts w:hint="cs"/>
          <w:rtl/>
          <w:lang w:bidi="ur-PK"/>
        </w:rPr>
        <w:t xml:space="preserve">ے حوالے </w:t>
      </w:r>
      <w:r w:rsidRPr="00E37591">
        <w:rPr>
          <w:rFonts w:hint="eastAsia"/>
          <w:rtl/>
          <w:lang w:bidi="ur-PK"/>
        </w:rPr>
        <w:t>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اعمال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جاگی</w:t>
      </w:r>
      <w:r w:rsidRPr="00E37591">
        <w:rPr>
          <w:rFonts w:hint="eastAsia"/>
          <w:rtl/>
          <w:lang w:bidi="ur-PK"/>
        </w:rPr>
        <w:t>رداران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معاملات ک</w:t>
      </w:r>
      <w:r w:rsidRPr="00E37591">
        <w:rPr>
          <w:rFonts w:hint="cs"/>
          <w:rtl/>
          <w:lang w:bidi="ur-PK"/>
        </w:rPr>
        <w:t>ے لئے کرہے تھے۔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تجارت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تجارت کی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دقرار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نظراندازن</w:t>
      </w:r>
      <w:r w:rsidRPr="00E37591">
        <w:rPr>
          <w:rFonts w:hint="cs"/>
          <w:rtl/>
          <w:lang w:bidi="ur-PK"/>
        </w:rPr>
        <w:t>ہ ہوناچاہئے کہ مارکس نے اس لوٹ مارکو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ثابت کرن</w:t>
      </w:r>
      <w:r w:rsidRPr="00E37591">
        <w:rPr>
          <w:rFonts w:hint="cs"/>
          <w:rtl/>
          <w:lang w:bidi="ur-PK"/>
        </w:rPr>
        <w:t>ے کے لئے متعدد صفحے سی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ڈالے ہی</w:t>
      </w:r>
      <w:r w:rsidRPr="00E37591">
        <w:rPr>
          <w:rFonts w:hint="eastAsia"/>
          <w:rtl/>
          <w:lang w:bidi="ur-PK"/>
        </w:rPr>
        <w:t>ںل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علاوہ کچھ نہ لکھاکہ لوگوں نے  کاشتکاروں کی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کو چراگا</w:t>
      </w:r>
      <w:r w:rsidRPr="00E37591">
        <w:rPr>
          <w:rFonts w:hint="cs"/>
          <w:rtl/>
          <w:lang w:bidi="ur-PK"/>
        </w:rPr>
        <w:t>ہ توبنالی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کاشتکاروں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لشکر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پروان</w:t>
      </w:r>
      <w:r w:rsidRPr="00E37591">
        <w:rPr>
          <w:rFonts w:hint="cs"/>
          <w:rtl/>
          <w:lang w:bidi="ur-PK"/>
        </w:rPr>
        <w:t>ہ کی۔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وں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ک</w:t>
      </w:r>
      <w:r w:rsidRPr="00E37591">
        <w:rPr>
          <w:rFonts w:hint="cs"/>
          <w:rtl/>
          <w:lang w:bidi="ur-PK"/>
        </w:rPr>
        <w:t>ہاں سے آئی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ہوں نے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کو چراگا</w:t>
      </w:r>
      <w:r w:rsidRPr="00E37591">
        <w:rPr>
          <w:rFonts w:hint="cs"/>
          <w:rtl/>
          <w:lang w:bidi="ur-PK"/>
        </w:rPr>
        <w:t>ہ بنانے کی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؟مارکس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اس سوال کا جواب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چونک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فلاندروغ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ادن ک</w:t>
      </w:r>
      <w:r w:rsidRPr="00E37591">
        <w:rPr>
          <w:rFonts w:hint="cs"/>
          <w:rtl/>
          <w:lang w:bidi="ur-PK"/>
        </w:rPr>
        <w:t>ے کارخانے ترقی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ہے تھے اور اس طرح اس ک</w:t>
      </w:r>
      <w:r w:rsidRPr="00E37591">
        <w:rPr>
          <w:rtl/>
          <w:lang w:bidi="ur-PK"/>
        </w:rPr>
        <w:t>ا بازار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ت</w:t>
      </w:r>
      <w:r w:rsidRPr="00E37591">
        <w:rPr>
          <w:rFonts w:hint="cs"/>
          <w:rtl/>
          <w:lang w:bidi="ur-PK"/>
        </w:rPr>
        <w:t>ھا اس لئے ان لوگوں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ادن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تاکہ دولت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ہو سکے۔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المال ،ق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،ج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کے اس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پای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</w:t>
      </w:r>
      <w:r w:rsidRPr="00E37591">
        <w:rPr>
          <w:rFonts w:hint="cs"/>
          <w:rtl/>
          <w:lang w:bidi="ur-PK"/>
        </w:rPr>
        <w:t>ے اس نے درخور اعتناء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احالانک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کو بقدر ضرورت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تھی۔ نکتہ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فلمنک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ہروں اور بالخصوص بلجی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جنوبی</w:t>
      </w:r>
      <w:r w:rsidRPr="00E37591">
        <w:rPr>
          <w:rtl/>
          <w:lang w:bidi="ur-PK"/>
        </w:rPr>
        <w:t xml:space="preserve"> علاقوں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کو اس س</w:t>
      </w:r>
      <w:r w:rsidRPr="00E37591">
        <w:rPr>
          <w:rFonts w:hint="cs"/>
          <w:rtl/>
          <w:lang w:bidi="ur-PK"/>
        </w:rPr>
        <w:t>ے فائدہ اٹھانے کی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ہوں نے کھی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کو چراگا</w:t>
      </w:r>
      <w:r w:rsidRPr="00E37591">
        <w:rPr>
          <w:rFonts w:hint="cs"/>
          <w:rtl/>
          <w:lang w:bidi="ur-PK"/>
        </w:rPr>
        <w:t>ہوں کی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 ش</w:t>
      </w:r>
      <w:r w:rsidRPr="00E37591">
        <w:rPr>
          <w:rFonts w:hint="cs"/>
          <w:rtl/>
          <w:lang w:bidi="ur-PK"/>
        </w:rPr>
        <w:t>ہروں تک ادن سپلائی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ان کے بازاروں پر قبضہ جمای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 وقت انگری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انگلستان،ص</w:t>
      </w:r>
      <w:r w:rsidR="00D5387C" w:rsidRPr="00E37591">
        <w:rPr>
          <w:rFonts w:hint="cs"/>
          <w:rtl/>
          <w:lang w:bidi="ur-PK"/>
        </w:rPr>
        <w:t>56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اپنے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استنتاج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ناکام ر</w:t>
      </w:r>
      <w:r w:rsidRPr="00E37591">
        <w:rPr>
          <w:rFonts w:hint="cs"/>
          <w:rtl/>
          <w:lang w:bidi="ur-PK"/>
        </w:rPr>
        <w:t>ہاہے اور اس طرح اس نے جس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سبب قرارد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سبب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کے علاوہ دوسرے عوامل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 وقت کارفرمات</w:t>
      </w:r>
      <w:r w:rsidRPr="00E37591">
        <w:rPr>
          <w:rFonts w:hint="cs"/>
          <w:rtl/>
          <w:lang w:bidi="ur-PK"/>
        </w:rPr>
        <w:t>ھے جب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ہورہاتھا۔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عوامل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تجارت کا فروغ اور انگلستان ادن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بی</w:t>
      </w:r>
      <w:r w:rsidRPr="00E37591">
        <w:rPr>
          <w:rFonts w:hint="eastAsia"/>
          <w:rtl/>
          <w:lang w:bidi="ur-PK"/>
        </w:rPr>
        <w:t>رون</w:t>
      </w:r>
      <w:r w:rsidRPr="00E37591">
        <w:rPr>
          <w:rtl/>
          <w:lang w:bidi="ur-PK"/>
        </w:rPr>
        <w:t xml:space="preserve"> ملک تجارت ک</w:t>
      </w:r>
      <w:r w:rsidRPr="00E37591">
        <w:rPr>
          <w:rFonts w:hint="cs"/>
          <w:rtl/>
          <w:lang w:bidi="ur-PK"/>
        </w:rPr>
        <w:t>ے فروغ کو ملک کی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</w:t>
      </w:r>
      <w:r w:rsidRPr="00E37591">
        <w:rPr>
          <w:rtl/>
          <w:lang w:bidi="ur-PK"/>
        </w:rPr>
        <w:t xml:space="preserve"> سکتاجبک</w:t>
      </w:r>
      <w:r w:rsidRPr="00E37591">
        <w:rPr>
          <w:rFonts w:hint="cs"/>
          <w:rtl/>
          <w:lang w:bidi="ur-PK"/>
        </w:rPr>
        <w:t>ہ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اصرار </w:t>
      </w:r>
      <w:r w:rsidRPr="00E37591">
        <w:rPr>
          <w:rFonts w:hint="cs"/>
          <w:rtl/>
          <w:lang w:bidi="ur-PK"/>
        </w:rPr>
        <w:t>ہے کہ ہر انقلاب کو داخلی</w:t>
      </w:r>
      <w:r w:rsidRPr="00E37591">
        <w:rPr>
          <w:rtl/>
          <w:lang w:bidi="ur-PK"/>
        </w:rPr>
        <w:t xml:space="preserve"> تضادوتناقض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ہوناچاہئے۔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29" w:name="_Toc468966829"/>
      <w:bookmarkStart w:id="130" w:name="_Toc468970761"/>
      <w:r w:rsidRPr="00E37591">
        <w:rPr>
          <w:rFonts w:hint="eastAsia"/>
          <w:rtl/>
          <w:lang w:bidi="ur-PK"/>
        </w:rPr>
        <w:t>مارکس</w:t>
      </w:r>
      <w:r w:rsidRPr="00E37591">
        <w:rPr>
          <w:rtl/>
          <w:lang w:bidi="ur-PK"/>
        </w:rPr>
        <w:t xml:space="preserve"> کا اعتراف</w:t>
      </w:r>
      <w:bookmarkEnd w:id="129"/>
      <w:bookmarkEnd w:id="130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آخرکار مارکس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محسوس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یہ</w:t>
      </w:r>
      <w:r w:rsidRPr="00E37591">
        <w:rPr>
          <w:rtl/>
          <w:lang w:bidi="ur-PK"/>
        </w:rPr>
        <w:t xml:space="preserve"> تمام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صرف اس بات کو واضح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کاشتکار افراد مزدوروں کی</w:t>
      </w:r>
      <w:r w:rsidRPr="00E37591">
        <w:rPr>
          <w:rtl/>
          <w:lang w:bidi="ur-PK"/>
        </w:rPr>
        <w:t xml:space="preserve"> طرح کام کرن</w:t>
      </w:r>
      <w:r w:rsidRPr="00E37591">
        <w:rPr>
          <w:rFonts w:hint="cs"/>
          <w:rtl/>
          <w:lang w:bidi="ur-PK"/>
        </w:rPr>
        <w:t>ے پر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آماد</w:t>
      </w:r>
      <w:r w:rsidRPr="00E37591">
        <w:rPr>
          <w:rFonts w:hint="cs"/>
          <w:rtl/>
          <w:lang w:bidi="ur-PK"/>
        </w:rPr>
        <w:t>ہ ہوگئے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متعلق بحث ہورہی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لو</w:t>
      </w:r>
      <w:r w:rsidRPr="00E37591">
        <w:rPr>
          <w:rFonts w:hint="cs"/>
          <w:rtl/>
          <w:lang w:bidi="ur-PK"/>
        </w:rPr>
        <w:t>ٹ مارکی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ادپر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اکتی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فصل س</w:t>
      </w:r>
      <w:r w:rsidRPr="00E37591">
        <w:rPr>
          <w:rFonts w:hint="cs"/>
          <w:rtl/>
          <w:lang w:bidi="ur-PK"/>
        </w:rPr>
        <w:t>ے 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ے استدلال کا آغاز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۔او</w:t>
      </w:r>
      <w:r w:rsidRPr="00E37591">
        <w:rPr>
          <w:rtl/>
          <w:lang w:bidi="ur-PK"/>
        </w:rPr>
        <w:t xml:space="preserve">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: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سون</w:t>
      </w:r>
      <w:r w:rsidRPr="00E37591">
        <w:rPr>
          <w:rFonts w:hint="cs"/>
          <w:rtl/>
          <w:lang w:bidi="ur-PK"/>
        </w:rPr>
        <w:t>ے چاندی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کانوں کا برآمد </w:t>
      </w:r>
      <w:r w:rsidRPr="00E37591">
        <w:rPr>
          <w:rFonts w:hint="cs"/>
          <w:rtl/>
          <w:lang w:bidi="ur-PK"/>
        </w:rPr>
        <w:t>ہوجانا،مقامی</w:t>
      </w:r>
      <w:r w:rsidRPr="00E37591">
        <w:rPr>
          <w:rtl/>
          <w:lang w:bidi="ur-PK"/>
        </w:rPr>
        <w:t xml:space="preserve"> لوگوں کا غلامان</w:t>
      </w:r>
      <w:r w:rsidRPr="00E37591">
        <w:rPr>
          <w:rFonts w:hint="cs"/>
          <w:rtl/>
          <w:lang w:bidi="ur-PK"/>
        </w:rPr>
        <w:t>ہ زندگی</w:t>
      </w:r>
      <w:r w:rsidRPr="00E37591">
        <w:rPr>
          <w:rtl/>
          <w:lang w:bidi="ur-PK"/>
        </w:rPr>
        <w:t xml:space="preserve"> بسرکرنا اور پ</w:t>
      </w:r>
      <w:r w:rsidRPr="00E37591">
        <w:rPr>
          <w:rFonts w:hint="cs"/>
          <w:rtl/>
          <w:lang w:bidi="ur-PK"/>
        </w:rPr>
        <w:t>ھر ان کانوں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دفن </w:t>
      </w:r>
      <w:r w:rsidRPr="00E37591">
        <w:rPr>
          <w:rFonts w:hint="cs"/>
          <w:rtl/>
          <w:lang w:bidi="ur-PK"/>
        </w:rPr>
        <w:t>ہوجانا،مشرقی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ہند کے جزی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ٹ مار،افرای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حبشی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ڈھب گرفتاری</w:t>
      </w:r>
      <w:r w:rsidRPr="00E37591">
        <w:rPr>
          <w:rtl/>
          <w:lang w:bidi="ur-PK"/>
        </w:rPr>
        <w:t xml:space="preserve">  و</w:t>
      </w:r>
      <w:r w:rsidRPr="00E37591">
        <w:rPr>
          <w:rFonts w:hint="cs"/>
          <w:rtl/>
          <w:lang w:bidi="ur-PK"/>
        </w:rPr>
        <w:t>ہ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اسباب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ہوں نے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بشارت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جن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المال،ص</w:t>
      </w:r>
      <w:r w:rsidR="00D5387C" w:rsidRPr="00E37591">
        <w:rPr>
          <w:rFonts w:hint="cs"/>
          <w:rtl/>
          <w:lang w:bidi="ur-PK"/>
        </w:rPr>
        <w:t>1116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نے اپنے اس اقدام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طاقت وقوت،غصب وسلب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نشان 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جبکہ ہم باربارواضح کرچکے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امور کو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نے اپنے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احساس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ے قوت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زور پر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قوت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عامل وموثر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مارکس ن</w:t>
      </w:r>
      <w:r w:rsidRPr="00E37591">
        <w:rPr>
          <w:rFonts w:hint="cs"/>
          <w:rtl/>
          <w:lang w:bidi="ur-PK"/>
        </w:rPr>
        <w:t>ے اقتصاد کے مفہوم کو اتنا وسی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موثر کو شامل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ہے۔ورنہ ظاہر ہے کہ قوت کو اقتصاد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انگلز نے اپنے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نکت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مخالفت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کہتا 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 xml:space="preserve"> ان تمام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خالص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 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قوت اور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کا نام تک ن</w:t>
      </w:r>
      <w:r w:rsidRPr="00E37591">
        <w:rPr>
          <w:rFonts w:hint="cs"/>
          <w:rtl/>
          <w:lang w:bidi="ur-PK"/>
        </w:rPr>
        <w:t>ہ آنے پائے۔رہ گئی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قوت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اجاسکتا،قوت</w:t>
      </w:r>
      <w:r w:rsidRPr="00E37591">
        <w:rPr>
          <w:rtl/>
          <w:lang w:bidi="ur-PK"/>
        </w:rPr>
        <w:t xml:space="preserve"> کا تذکر</w:t>
      </w:r>
      <w:r w:rsidRPr="00E37591">
        <w:rPr>
          <w:rFonts w:hint="cs"/>
          <w:rtl/>
          <w:lang w:bidi="ur-PK"/>
        </w:rPr>
        <w:t>ہ وہی</w:t>
      </w:r>
      <w:r w:rsidRPr="00E37591">
        <w:rPr>
          <w:rtl/>
          <w:lang w:bidi="ur-PK"/>
        </w:rPr>
        <w:t xml:space="preserve"> شخص کر</w:t>
      </w:r>
      <w:r w:rsidRPr="00E37591">
        <w:rPr>
          <w:rFonts w:hint="cs"/>
          <w:rtl/>
          <w:lang w:bidi="ur-PK"/>
        </w:rPr>
        <w:t>ے گا جو حقائق کے سمجھنے سے محروم 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پر پرد</w:t>
      </w:r>
      <w:r w:rsidRPr="00E37591">
        <w:rPr>
          <w:rFonts w:hint="cs"/>
          <w:rtl/>
          <w:lang w:bidi="ur-PK"/>
        </w:rPr>
        <w:t>ہ ڈالنے کی</w:t>
      </w:r>
      <w:r w:rsidRPr="00E37591">
        <w:rPr>
          <w:rtl/>
          <w:lang w:bidi="ur-PK"/>
        </w:rPr>
        <w:t xml:space="preserve"> کوشش کرتا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 xml:space="preserve">(صنددو </w:t>
      </w:r>
      <w:r w:rsidRPr="00E37591">
        <w:rPr>
          <w:rFonts w:hint="cs"/>
          <w:rtl/>
          <w:lang w:bidi="ur-PK"/>
        </w:rPr>
        <w:t>ہرنگ،ج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32</w:t>
      </w:r>
      <w:r w:rsidRPr="00E37591">
        <w:rPr>
          <w:rFonts w:hint="cs"/>
          <w:rtl/>
          <w:lang w:bidi="ur-PK"/>
        </w:rPr>
        <w:t>)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ہم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مطالع</w:t>
      </w:r>
      <w:r w:rsidRPr="00E37591">
        <w:rPr>
          <w:rFonts w:hint="cs"/>
          <w:rtl/>
          <w:lang w:bidi="ur-PK"/>
        </w:rPr>
        <w:t>ہ کرتے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بتائے ہوئے نکات پر نظرڈالتے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 کوئی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ہمدردی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نفرت۔اس لئے کہ ہمارا موضوع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اوراق کو صاف کرنان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نتائج کو طشت ازبام کرنا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تمام تردلچسپ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صرف اس ضرورت کے تحت ہے جس کا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دعویٰ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قانون جدلی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</w:t>
      </w:r>
      <w:r w:rsidRPr="00E37591">
        <w:rPr>
          <w:rFonts w:hint="cs"/>
          <w:rtl/>
          <w:lang w:bidi="ur-PK"/>
        </w:rPr>
        <w:t>ہنگامہ آرائی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نظام صفح</w:t>
      </w:r>
      <w:r w:rsidRPr="00E37591">
        <w:rPr>
          <w:rFonts w:hint="cs"/>
          <w:rtl/>
          <w:lang w:bidi="ur-PK"/>
        </w:rPr>
        <w:t>ۂ وجود پر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آسکتات</w:t>
      </w:r>
      <w:r w:rsidRPr="00E37591">
        <w:rPr>
          <w:rFonts w:hint="cs"/>
          <w:rtl/>
          <w:lang w:bidi="ur-PK"/>
        </w:rPr>
        <w:t>ھ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انگلستان ک</w:t>
      </w:r>
      <w:r w:rsidRPr="00E37591">
        <w:rPr>
          <w:rFonts w:hint="cs"/>
          <w:rtl/>
          <w:lang w:bidi="ur-PK"/>
        </w:rPr>
        <w:t>ے ساتھ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گا۔ہم صرف انگلستان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اکتفا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اس لئے کہ مسئلہ انگلستان کا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ہے۔اور اس کے حدود چاردانگ عالم تک پھی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نظرسب س</w:t>
      </w:r>
      <w:r w:rsidRPr="00E37591">
        <w:rPr>
          <w:rFonts w:hint="cs"/>
          <w:rtl/>
          <w:lang w:bidi="ur-PK"/>
        </w:rPr>
        <w:t>ے پہلے فلاندرز اور اٹلی</w:t>
      </w:r>
      <w:r w:rsidRPr="00E37591">
        <w:rPr>
          <w:rtl/>
          <w:lang w:bidi="ur-PK"/>
        </w:rPr>
        <w:t xml:space="preserve"> پر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سرمایہ</w:t>
      </w:r>
      <w:r w:rsidRPr="00E37591">
        <w:rPr>
          <w:rtl/>
          <w:lang w:bidi="ur-PK"/>
        </w:rPr>
        <w:t xml:space="preserve"> دار نظام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۔بڑے بڑے کارخانے قائم کئے گئے۔ ہزاروں مزدوروں نے کام کی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جنس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عالمی</w:t>
      </w:r>
      <w:r w:rsidRPr="00E37591">
        <w:rPr>
          <w:rtl/>
          <w:lang w:bidi="ur-PK"/>
        </w:rPr>
        <w:t xml:space="preserve"> بازار پر قبض</w:t>
      </w:r>
      <w:r w:rsidRPr="00E37591">
        <w:rPr>
          <w:rFonts w:hint="cs"/>
          <w:rtl/>
          <w:lang w:bidi="ur-PK"/>
        </w:rPr>
        <w:t>ہ کرلی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وہ تمام حالات پی</w:t>
      </w:r>
      <w:r w:rsidRPr="00E37591">
        <w:rPr>
          <w:rtl/>
          <w:lang w:bidi="ur-PK"/>
        </w:rPr>
        <w:t>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ن</w:t>
      </w:r>
      <w:r w:rsidRPr="00E37591">
        <w:rPr>
          <w:rFonts w:hint="cs"/>
          <w:rtl/>
          <w:lang w:bidi="ur-PK"/>
        </w:rPr>
        <w:t>ے انگلستان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اگر یہ</w:t>
      </w:r>
      <w:r w:rsidRPr="00E37591">
        <w:rPr>
          <w:rtl/>
          <w:lang w:bidi="ur-PK"/>
        </w:rPr>
        <w:t xml:space="preserve"> حالات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تو ان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ہوسکتا 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نظام قائم </w:t>
      </w:r>
      <w:r w:rsidRPr="00E37591">
        <w:rPr>
          <w:rFonts w:hint="cs"/>
          <w:rtl/>
          <w:lang w:bidi="ur-PK"/>
        </w:rPr>
        <w:t>ہوااور اس طرح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شکست س</w:t>
      </w:r>
      <w:r w:rsidRPr="00E37591">
        <w:rPr>
          <w:rFonts w:hint="cs"/>
          <w:rtl/>
          <w:lang w:bidi="ur-PK"/>
        </w:rPr>
        <w:t>ے دوچار ہوناپڑا۔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سامنے دوسری</w:t>
      </w:r>
      <w:r w:rsidRPr="00E37591">
        <w:rPr>
          <w:rtl/>
          <w:lang w:bidi="ur-PK"/>
        </w:rPr>
        <w:t xml:space="preserve"> مثال جاپان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جہاں انی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tl/>
          <w:lang w:bidi="ur-PK"/>
        </w:rPr>
        <w:t xml:space="preserve"> نظام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مبدل </w:t>
      </w:r>
      <w:r w:rsidRPr="00E37591">
        <w:rPr>
          <w:rFonts w:hint="cs"/>
          <w:rtl/>
          <w:lang w:bidi="ur-PK"/>
        </w:rPr>
        <w:t>ہواجی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مارکس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اشارةً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جاپان</w:t>
      </w:r>
      <w:r w:rsidRPr="00E37591">
        <w:rPr>
          <w:rtl/>
          <w:lang w:bidi="ur-PK"/>
        </w:rPr>
        <w:t xml:space="preserve"> خالص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ہونے کے باعث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ج</w:t>
      </w:r>
      <w:r w:rsidRPr="00E37591">
        <w:rPr>
          <w:rFonts w:hint="cs"/>
          <w:rtl/>
          <w:lang w:bidi="ur-PK"/>
        </w:rPr>
        <w:t>ہتوں 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جو بورژوا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کتابوں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معتبر </w:t>
      </w:r>
      <w:r w:rsidRPr="00E37591">
        <w:rPr>
          <w:rFonts w:hint="cs"/>
          <w:rtl/>
          <w:lang w:bidi="ur-PK"/>
        </w:rPr>
        <w:t xml:space="preserve">ہے۔      </w:t>
      </w:r>
      <w:r w:rsidRPr="00E37591">
        <w:rPr>
          <w:rtl/>
          <w:lang w:bidi="ur-PK"/>
        </w:rPr>
        <w:t>(راس المال،ج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0</w:t>
      </w:r>
      <w:r w:rsidR="00D5387C" w:rsidRPr="00E37591">
        <w:rPr>
          <w:rFonts w:hint="cs"/>
          <w:rtl/>
          <w:lang w:bidi="ur-PK"/>
        </w:rPr>
        <w:t>58</w:t>
      </w:r>
      <w:r w:rsidRPr="00E37591">
        <w:rPr>
          <w:rFonts w:hint="cs"/>
          <w:rtl/>
          <w:lang w:bidi="ur-PK"/>
        </w:rPr>
        <w:t>)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کے اعتراف کے مطابق وہ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شکل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</w:t>
      </w:r>
      <w:r w:rsidRPr="00E37591">
        <w:rPr>
          <w:rFonts w:hint="cs"/>
          <w:rtl/>
          <w:lang w:bidi="ur-PK"/>
        </w:rPr>
        <w:t xml:space="preserve">ے جاپان نے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اپنی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ہے؟اور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شکل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جاپان جاگی</w:t>
      </w:r>
      <w:r w:rsidRPr="00E37591">
        <w:rPr>
          <w:rFonts w:hint="eastAsia"/>
          <w:rtl/>
          <w:lang w:bidi="ur-PK"/>
        </w:rPr>
        <w:t>ردار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محواستراحت ت</w:t>
      </w:r>
      <w:r w:rsidRPr="00E37591">
        <w:rPr>
          <w:rFonts w:hint="cs"/>
          <w:rtl/>
          <w:lang w:bidi="ur-PK"/>
        </w:rPr>
        <w:t>ھا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خارجی</w:t>
      </w:r>
      <w:r w:rsidRPr="00E37591">
        <w:rPr>
          <w:rtl/>
          <w:lang w:bidi="ur-PK"/>
        </w:rPr>
        <w:t xml:space="preserve"> خطرات ک</w:t>
      </w:r>
      <w:r w:rsidRPr="00E37591">
        <w:rPr>
          <w:rFonts w:hint="cs"/>
          <w:rtl/>
          <w:lang w:bidi="ur-PK"/>
        </w:rPr>
        <w:t>ے جرس نے اسے اس عالم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انتہائی</w:t>
      </w:r>
      <w:r w:rsidRPr="00E37591">
        <w:rPr>
          <w:rtl/>
          <w:lang w:bidi="ur-PK"/>
        </w:rPr>
        <w:t xml:space="preserve"> خوفزد</w:t>
      </w:r>
      <w:r w:rsidRPr="00E37591">
        <w:rPr>
          <w:rFonts w:hint="cs"/>
          <w:rtl/>
          <w:lang w:bidi="ur-PK"/>
        </w:rPr>
        <w:t xml:space="preserve">ہ تھا۔وقت وہ تھا جب </w:t>
      </w:r>
      <w:r w:rsidR="00D5387C" w:rsidRPr="00E37591">
        <w:rPr>
          <w:rFonts w:hint="cs"/>
          <w:rtl/>
          <w:lang w:bidi="ur-PK"/>
        </w:rPr>
        <w:t>1853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اسطول ن</w:t>
      </w:r>
      <w:r w:rsidRPr="00E37591">
        <w:rPr>
          <w:rFonts w:hint="cs"/>
          <w:rtl/>
          <w:lang w:bidi="ur-PK"/>
        </w:rPr>
        <w:t>ے خلی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اور اجاپر حمل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لشکری</w:t>
      </w:r>
      <w:r w:rsidRPr="00E37591">
        <w:rPr>
          <w:rtl/>
          <w:lang w:bidi="ur-PK"/>
        </w:rPr>
        <w:t xml:space="preserve"> حاکم ن</w:t>
      </w:r>
      <w:r w:rsidRPr="00E37591">
        <w:rPr>
          <w:rFonts w:hint="cs"/>
          <w:rtl/>
          <w:lang w:bidi="ur-PK"/>
        </w:rPr>
        <w:t>ے اس سے ملاقات کا سلسلہ شروع کر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ھا۔جاپان نے اس وقت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لی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</w:t>
      </w:r>
      <w:r w:rsidRPr="00E37591">
        <w:rPr>
          <w:rFonts w:hint="cs"/>
          <w:rtl/>
          <w:lang w:bidi="ur-PK"/>
        </w:rPr>
        <w:t>ہے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بربادی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ہوجاناپڑے گا اور اب نجات کی</w:t>
      </w:r>
      <w:r w:rsidRPr="00E37591">
        <w:rPr>
          <w:rtl/>
          <w:lang w:bidi="ur-PK"/>
        </w:rPr>
        <w:t xml:space="preserve"> فقط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صورت </w:t>
      </w:r>
      <w:r w:rsidRPr="00E37591">
        <w:rPr>
          <w:rFonts w:hint="cs"/>
          <w:rtl/>
          <w:lang w:bidi="ur-PK"/>
        </w:rPr>
        <w:t>ہے کہ کاروبار شروع کرکے جاپان کو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تافت</w:t>
      </w:r>
      <w:r w:rsidRPr="00E37591">
        <w:rPr>
          <w:rFonts w:hint="cs"/>
          <w:rtl/>
          <w:lang w:bidi="ur-PK"/>
        </w:rPr>
        <w:t>ہ ممالک کا ہمدوش بنادی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 چنانچہ جاگی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خودہی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فکر کو پا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ہنچانے کی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لشکر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حاکم کو نکال با</w:t>
      </w:r>
      <w:r w:rsidRPr="00E37591">
        <w:rPr>
          <w:rFonts w:hint="cs"/>
          <w:rtl/>
          <w:lang w:bidi="ur-PK"/>
        </w:rPr>
        <w:t xml:space="preserve">ہر کرکے </w:t>
      </w:r>
      <w:r w:rsidR="00D5387C" w:rsidRPr="00E37591">
        <w:rPr>
          <w:rFonts w:hint="cs"/>
          <w:rtl/>
          <w:lang w:bidi="ur-PK"/>
        </w:rPr>
        <w:t>1868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ہنشاہی</w:t>
      </w:r>
      <w:r w:rsidRPr="00E37591">
        <w:rPr>
          <w:rtl/>
          <w:lang w:bidi="ur-PK"/>
        </w:rPr>
        <w:t xml:space="preserve"> قائم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تاز</w:t>
      </w:r>
      <w:r w:rsidRPr="00E37591">
        <w:rPr>
          <w:rFonts w:hint="cs"/>
          <w:rtl/>
          <w:lang w:bidi="ur-PK"/>
        </w:rPr>
        <w:t>ہ حکومت نے صنعتی</w:t>
      </w:r>
      <w:r w:rsidRPr="00E37591">
        <w:rPr>
          <w:rtl/>
          <w:lang w:bidi="ur-PK"/>
        </w:rPr>
        <w:t xml:space="preserve"> انقلاب پر پوراپورا زور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۔بڑے طبقہ نے اس کی</w:t>
      </w:r>
      <w:r w:rsidRPr="00E37591">
        <w:rPr>
          <w:rtl/>
          <w:lang w:bidi="ur-PK"/>
        </w:rPr>
        <w:t xml:space="preserve"> مکمل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،تاجر</w:t>
      </w:r>
      <w:r w:rsidRPr="00E37591">
        <w:rPr>
          <w:rtl/>
          <w:lang w:bidi="ur-PK"/>
        </w:rPr>
        <w:t xml:space="preserve"> اورکار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جو معاشرہ کا پست 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تھا بلندی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سطح پر آگ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tl/>
          <w:lang w:bidi="ur-PK"/>
        </w:rPr>
        <w:t xml:space="preserve"> اس طرح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جاپان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ممالک کا </w:t>
      </w:r>
      <w:r w:rsidRPr="00E37591">
        <w:rPr>
          <w:rFonts w:hint="cs"/>
          <w:rtl/>
          <w:lang w:bidi="ur-PK"/>
        </w:rPr>
        <w:t xml:space="preserve">ہم دوش ہونے لگا۔ </w:t>
      </w:r>
      <w:r w:rsidR="00D5387C" w:rsidRPr="00E37591">
        <w:rPr>
          <w:rFonts w:hint="cs"/>
          <w:rtl/>
          <w:lang w:bidi="ur-PK"/>
        </w:rPr>
        <w:t>1871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اپنے تمام خصوصی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دست برداری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حکومت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املاک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بجائ</w:t>
      </w:r>
      <w:r w:rsidRPr="00E37591">
        <w:rPr>
          <w:rFonts w:hint="cs"/>
          <w:rtl/>
          <w:lang w:bidi="ur-PK"/>
        </w:rPr>
        <w:t>ے کا غذات دے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طرح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صلح و آتش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صبراور سکون ک</w:t>
      </w:r>
      <w:r w:rsidRPr="00E37591">
        <w:rPr>
          <w:rFonts w:hint="cs"/>
          <w:rtl/>
          <w:lang w:bidi="ur-PK"/>
        </w:rPr>
        <w:t>ے ساتھ صنعتی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ی۔جاپان کو اچھی</w:t>
      </w:r>
      <w:r w:rsidRPr="00E37591">
        <w:rPr>
          <w:rtl/>
          <w:lang w:bidi="ur-PK"/>
        </w:rPr>
        <w:t xml:space="preserve"> خاص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سامن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آب آپ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غور فرمائ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نتائج وحالات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منطبق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معاشرہ کا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ناممکن </w:t>
      </w:r>
      <w:r w:rsidRPr="00E37591">
        <w:rPr>
          <w:rFonts w:hint="cs"/>
          <w:rtl/>
          <w:lang w:bidi="ur-PK"/>
        </w:rPr>
        <w:t>ہے اس لئے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مقدار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پھر یہ</w:t>
      </w:r>
      <w:r w:rsidRPr="00E37591">
        <w:rPr>
          <w:rtl/>
          <w:lang w:bidi="ur-PK"/>
        </w:rPr>
        <w:t xml:space="preserve"> مقدار ب</w:t>
      </w:r>
      <w:r w:rsidRPr="00E37591">
        <w:rPr>
          <w:rFonts w:hint="cs"/>
          <w:rtl/>
          <w:lang w:bidi="ur-PK"/>
        </w:rPr>
        <w:t>ڑھتے بڑھتے دفعتاً نظامی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جاپان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ہوابلکہ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سکون و صبر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فضام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ی۔انقلاب کا تونام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آسکااور ن</w:t>
      </w:r>
      <w:r w:rsidRPr="00E37591">
        <w:rPr>
          <w:rFonts w:hint="cs"/>
          <w:rtl/>
          <w:lang w:bidi="ur-PK"/>
        </w:rPr>
        <w:t>ہ جاپان کا</w:t>
      </w:r>
      <w:r w:rsidR="00D5387C" w:rsidRPr="00E37591">
        <w:rPr>
          <w:rFonts w:hint="cs"/>
          <w:rtl/>
          <w:lang w:bidi="ur-PK"/>
        </w:rPr>
        <w:t>1871</w:t>
      </w:r>
      <w:r w:rsidRPr="00E37591">
        <w:rPr>
          <w:rFonts w:hint="cs"/>
          <w:rtl/>
          <w:lang w:bidi="ur-PK"/>
        </w:rPr>
        <w:t xml:space="preserve">ء فرانس کا </w:t>
      </w:r>
      <w:r w:rsidR="00D5387C" w:rsidRPr="00E37591">
        <w:rPr>
          <w:rFonts w:hint="cs"/>
          <w:rtl/>
          <w:lang w:bidi="ur-PK"/>
        </w:rPr>
        <w:t>178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ء ہی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بن سکا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(ب)</w:t>
      </w: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 ہے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</w:t>
      </w:r>
      <w:r w:rsidRPr="00E37591">
        <w:rPr>
          <w:rFonts w:hint="cs"/>
          <w:rtl/>
          <w:lang w:bidi="ur-PK"/>
        </w:rPr>
        <w:t>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جاپان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ہتاہے کہ ترقی</w:t>
      </w:r>
      <w:r w:rsidRPr="00E37591">
        <w:rPr>
          <w:rtl/>
          <w:lang w:bidi="ur-PK"/>
        </w:rPr>
        <w:t xml:space="preserve"> تمام طبقات ک</w:t>
      </w:r>
      <w:r w:rsidRPr="00E37591">
        <w:rPr>
          <w:rFonts w:hint="cs"/>
          <w:rtl/>
          <w:lang w:bidi="ur-PK"/>
        </w:rPr>
        <w:t>ے اتحاد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باہمی</w:t>
      </w:r>
      <w:r w:rsidRPr="00E37591">
        <w:rPr>
          <w:rtl/>
          <w:lang w:bidi="ur-PK"/>
        </w:rPr>
        <w:t xml:space="preserve"> نزاع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ہے۔ہمارے یہاں</w:t>
      </w:r>
      <w:r w:rsidRPr="00E37591">
        <w:rPr>
          <w:rtl/>
          <w:lang w:bidi="ur-PK"/>
        </w:rPr>
        <w:t xml:space="preserve">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خود بھی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(ج)</w:t>
      </w: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اصرار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ناممکن ہے اس کے لئے غصب وسلب لوٹ مار لازمی</w:t>
      </w:r>
      <w:r w:rsidRPr="00E37591">
        <w:rPr>
          <w:rtl/>
          <w:lang w:bidi="ur-PK"/>
        </w:rPr>
        <w:t xml:space="preserve">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جاپان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بآواز بلند پکارر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لئے کسی</w:t>
      </w:r>
      <w:r w:rsidRPr="00E37591">
        <w:rPr>
          <w:rtl/>
          <w:lang w:bidi="ur-PK"/>
        </w:rPr>
        <w:t xml:space="preserve"> جنگ وجدل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کوئی</w:t>
      </w:r>
      <w:r w:rsidRPr="00E37591">
        <w:rPr>
          <w:rtl/>
          <w:lang w:bidi="ur-PK"/>
        </w:rPr>
        <w:t xml:space="preserve"> لو</w:t>
      </w:r>
      <w:r w:rsidRPr="00E37591">
        <w:rPr>
          <w:rFonts w:hint="cs"/>
          <w:rtl/>
          <w:lang w:bidi="ur-PK"/>
        </w:rPr>
        <w:t>ٹ مارلازم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کام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آسان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ہوسکتاہے بشرطی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پورا ملک متوج</w:t>
      </w:r>
      <w:r w:rsidRPr="00E37591">
        <w:rPr>
          <w:rFonts w:hint="cs"/>
          <w:rtl/>
          <w:lang w:bidi="ur-PK"/>
        </w:rPr>
        <w:t>ہ ہوا ور مقصد کی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خاطرخواہ قربانی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آخر</w:t>
      </w:r>
      <w:r w:rsidRPr="00E37591">
        <w:rPr>
          <w:rFonts w:hint="cs"/>
          <w:rtl/>
          <w:lang w:bidi="ur-PK"/>
        </w:rPr>
        <w:t>ہمارے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ہواکہ تمام طبقات بروقت متوجہ ہوگئے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ترقی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ہمارے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سد</w:t>
      </w:r>
      <w:r w:rsidRPr="00E37591">
        <w:rPr>
          <w:rFonts w:hint="cs"/>
          <w:rtl/>
          <w:lang w:bidi="ur-PK"/>
        </w:rPr>
        <w:t>ھر کرسرمایہ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یہاں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ہوں۔ہم نے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اپنے کودی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ممالک ک</w:t>
      </w:r>
      <w:r w:rsidRPr="00E37591">
        <w:rPr>
          <w:rFonts w:hint="cs"/>
          <w:rtl/>
          <w:lang w:bidi="ur-PK"/>
        </w:rPr>
        <w:t>ے دوش بدوش چلای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31" w:name="_Toc468966830"/>
      <w:bookmarkStart w:id="132" w:name="_Toc468970762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bookmarkEnd w:id="131"/>
      <w:bookmarkEnd w:id="132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اس امر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اقتصادی</w:t>
      </w:r>
      <w:r w:rsidRPr="00E37591">
        <w:rPr>
          <w:rtl/>
          <w:lang w:bidi="ur-PK"/>
        </w:rPr>
        <w:t xml:space="preserve"> رخ کوو اضح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نکتہ ہے اور اس نے اسی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کو واضح طور پر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نظام کے داخل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جراث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اس</w:t>
      </w:r>
      <w:r w:rsidRPr="00E37591">
        <w:rPr>
          <w:rFonts w:hint="cs"/>
          <w:rtl/>
          <w:lang w:bidi="ur-PK"/>
        </w:rPr>
        <w:t xml:space="preserve">ے موت کے گھاٹ </w:t>
      </w:r>
      <w:r w:rsidRPr="00E37591">
        <w:rPr>
          <w:rtl/>
          <w:lang w:bidi="ur-PK"/>
        </w:rPr>
        <w:t>اتارد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اس طرح مارکس کا خواب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شرمند</w:t>
      </w:r>
      <w:r w:rsidRPr="00E37591">
        <w:rPr>
          <w:rFonts w:hint="cs"/>
          <w:rtl/>
          <w:lang w:bidi="ur-PK"/>
        </w:rPr>
        <w:t>ۂ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33" w:name="_Toc468966831"/>
      <w:bookmarkStart w:id="134" w:name="_Toc468970763"/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عمل</w:t>
      </w:r>
      <w:bookmarkEnd w:id="133"/>
      <w:bookmarkEnd w:id="13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تجزیہ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ابتدااس بات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پہلے جنس کی</w:t>
      </w:r>
      <w:r w:rsidRPr="00E37591">
        <w:rPr>
          <w:rtl/>
          <w:lang w:bidi="ur-PK"/>
        </w:rPr>
        <w:t xml:space="preserve"> بازار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ارمعلوم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تمام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وط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ہاہے کہ وہ حضرات اس موضوع پر سب سے پہلے اسی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سے بحث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اس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ڈوکے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اپنا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ھنٹے کے کام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اس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آد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 گ</w:t>
      </w:r>
      <w:r w:rsidRPr="00E37591">
        <w:rPr>
          <w:rFonts w:hint="cs"/>
          <w:rtl/>
          <w:lang w:bidi="ur-PK"/>
        </w:rPr>
        <w:t>ھنٹے کا وقت صرف ہواہے۔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نظریہ</w:t>
      </w:r>
      <w:r w:rsidRPr="00E37591">
        <w:rPr>
          <w:rtl/>
          <w:lang w:bidi="ur-PK"/>
        </w:rPr>
        <w:t xml:space="preserve"> کو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ضرور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پہلے اس کی</w:t>
      </w:r>
      <w:r w:rsidRPr="00E37591">
        <w:rPr>
          <w:rtl/>
          <w:lang w:bidi="ur-PK"/>
        </w:rPr>
        <w:t xml:space="preserve"> طرف جان لاک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جس پر آدم سمت</w:t>
      </w:r>
      <w:r w:rsidRPr="00E37591">
        <w:rPr>
          <w:rFonts w:hint="cs"/>
          <w:rtl/>
          <w:lang w:bidi="ur-PK"/>
        </w:rPr>
        <w:t>ھ نے یہ</w:t>
      </w:r>
      <w:r w:rsidRPr="00E37591">
        <w:rPr>
          <w:rtl/>
          <w:lang w:bidi="ur-PK"/>
        </w:rPr>
        <w:t xml:space="preserve"> تبصر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صرف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معاشروں ک</w:t>
      </w:r>
      <w:r w:rsidRPr="00E37591">
        <w:rPr>
          <w:rFonts w:hint="cs"/>
          <w:rtl/>
          <w:lang w:bidi="ur-PK"/>
        </w:rPr>
        <w:t>ے لئے ہے اس کے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سماجوں کا نظام اور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 ہونا چاہئے۔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ڈونے</w:t>
      </w:r>
      <w:r w:rsidRPr="00E37591">
        <w:rPr>
          <w:rtl/>
          <w:lang w:bidi="ur-PK"/>
        </w:rPr>
        <w:t xml:space="preserve"> آدم سمت</w:t>
      </w:r>
      <w:r w:rsidRPr="00E37591">
        <w:rPr>
          <w:rFonts w:hint="cs"/>
          <w:rtl/>
          <w:lang w:bidi="ur-PK"/>
        </w:rPr>
        <w:t xml:space="preserve">ھ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رائ</w:t>
      </w:r>
      <w:r w:rsidRPr="00E37591">
        <w:rPr>
          <w:rFonts w:hint="cs"/>
          <w:rtl/>
          <w:lang w:bidi="ur-PK"/>
        </w:rPr>
        <w:t>ے سے اختلاف کرکے اسی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کو تمام معاشروں ک</w:t>
      </w:r>
      <w:r w:rsidRPr="00E37591">
        <w:rPr>
          <w:rFonts w:hint="cs"/>
          <w:rtl/>
          <w:lang w:bidi="ur-PK"/>
        </w:rPr>
        <w:t>ے لئے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وصائب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کو قبول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اس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اضافے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علاوہ پورے نظریہ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رنگ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ہم رنگ تھا۔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یہ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 حالات پر منطبق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لوگ  احتکار(ذخ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)پر آماد</w:t>
      </w:r>
      <w:r w:rsidRPr="00E37591">
        <w:rPr>
          <w:rFonts w:hint="cs"/>
          <w:rtl/>
          <w:lang w:bidi="ur-PK"/>
        </w:rPr>
        <w:t>ہ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طرح ک</w:t>
      </w:r>
      <w:r w:rsidRPr="00E37591">
        <w:rPr>
          <w:rFonts w:hint="cs"/>
          <w:rtl/>
          <w:lang w:bidi="ur-PK"/>
        </w:rPr>
        <w:t>ہ رسدکم ہواور مانگ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ہ۔اس لئے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جنس پر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خاطر خوا</w:t>
      </w:r>
      <w:r w:rsidRPr="00E37591">
        <w:rPr>
          <w:rFonts w:hint="cs"/>
          <w:rtl/>
          <w:lang w:bidi="ur-PK"/>
        </w:rPr>
        <w:t>ہ اضافہ ہوجائے گا۔ مارکس نے اس استثنا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قبول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احتکار کو اپن</w:t>
      </w:r>
      <w:r w:rsidRPr="00E37591">
        <w:rPr>
          <w:rFonts w:hint="cs"/>
          <w:rtl/>
          <w:lang w:bidi="ur-PK"/>
        </w:rPr>
        <w:t>ے قانون سے خارج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ڈونے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کرن</w:t>
      </w:r>
      <w:r w:rsidRPr="00E37591">
        <w:rPr>
          <w:rFonts w:hint="cs"/>
          <w:rtl/>
          <w:lang w:bidi="ur-PK"/>
        </w:rPr>
        <w:t>ے والوں سے بھی</w:t>
      </w:r>
      <w:r w:rsidRPr="00E37591">
        <w:rPr>
          <w:rtl/>
          <w:lang w:bidi="ur-PK"/>
        </w:rPr>
        <w:t xml:space="preserve"> فرق </w:t>
      </w:r>
      <w:r w:rsidRPr="00E37591">
        <w:rPr>
          <w:rFonts w:hint="cs"/>
          <w:rtl/>
          <w:lang w:bidi="ur-PK"/>
        </w:rPr>
        <w:t>ہوجاتاہے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ہوش مند نوجوان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وقوف</w:t>
      </w:r>
      <w:r w:rsidRPr="00E37591">
        <w:rPr>
          <w:rtl/>
          <w:lang w:bidi="ur-PK"/>
        </w:rPr>
        <w:t xml:space="preserve"> لاغرک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ھنٹے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اس لئے اس نے اس بات کی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عمل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چی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</w:t>
      </w:r>
      <w:r w:rsidRPr="00E37591">
        <w:rPr>
          <w:rFonts w:hint="cs"/>
          <w:rtl/>
          <w:lang w:bidi="ur-PK"/>
        </w:rPr>
        <w:t>ے۔چنانچہ اس نے اس قسم کے عمل کا نام''معی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محنت''رک</w:t>
      </w:r>
      <w:r w:rsidRPr="00E37591">
        <w:rPr>
          <w:rFonts w:hint="cs"/>
          <w:rtl/>
          <w:lang w:bidi="ur-PK"/>
        </w:rPr>
        <w:t>ھااور یہ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ہر عمل کی</w:t>
      </w:r>
      <w:r w:rsidRPr="00E37591">
        <w:rPr>
          <w:rtl/>
          <w:lang w:bidi="ur-PK"/>
        </w:rPr>
        <w:t xml:space="preserve"> مناسب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ڈونے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فکر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ن،آلات،سرما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خارج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ان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کو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 چنانچہ اس نے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احتکار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ہے۔جن لوگوں کے پاس اچھی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اس کی</w:t>
      </w:r>
      <w:r w:rsidRPr="00E37591">
        <w:rPr>
          <w:rtl/>
          <w:lang w:bidi="ur-PK"/>
        </w:rPr>
        <w:t xml:space="preserve"> خوب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منفعت حاصل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دوسر</w:t>
      </w:r>
      <w:r w:rsidRPr="00E37591">
        <w:rPr>
          <w:rFonts w:hint="cs"/>
          <w:rtl/>
          <w:lang w:bidi="ur-PK"/>
        </w:rPr>
        <w:t>ے افراد کو معمولی</w:t>
      </w:r>
      <w:r w:rsidRPr="00E37591">
        <w:rPr>
          <w:rtl/>
          <w:lang w:bidi="ur-PK"/>
        </w:rPr>
        <w:t xml:space="preserve"> آراض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کاشت کرنا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اس کو احتکار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کرک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اس سے قبل علماء اقتصاد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عط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انسانی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ے بعد عطاہوتاہے۔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اس نے یہ</w:t>
      </w:r>
      <w:r w:rsidRPr="00E37591">
        <w:rPr>
          <w:rtl/>
          <w:lang w:bidi="ur-PK"/>
        </w:rPr>
        <w:t xml:space="preserve"> رائ</w:t>
      </w:r>
      <w:r w:rsidRPr="00E37591">
        <w:rPr>
          <w:rFonts w:hint="cs"/>
          <w:rtl/>
          <w:lang w:bidi="ur-PK"/>
        </w:rPr>
        <w:t>ے قائم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اعمال کے مجموعہ کا نام ہوتاہے۔اس کی</w:t>
      </w:r>
      <w:r w:rsidRPr="00E37591">
        <w:rPr>
          <w:rtl/>
          <w:lang w:bidi="ur-PK"/>
        </w:rPr>
        <w:t xml:space="preserve"> مستقل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ہے۔آپ جب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ک</w:t>
      </w:r>
      <w:r w:rsidRPr="00E37591">
        <w:rPr>
          <w:rFonts w:hint="cs"/>
          <w:rtl/>
          <w:lang w:bidi="ur-PK"/>
        </w:rPr>
        <w:t>ے 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اس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مقام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کا عمل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ک</w:t>
      </w:r>
      <w:r w:rsidRPr="00E37591">
        <w:rPr>
          <w:rFonts w:hint="cs"/>
          <w:rtl/>
          <w:lang w:bidi="ur-PK"/>
        </w:rPr>
        <w:t>ے عمل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کا اضاف</w:t>
      </w:r>
      <w:r w:rsidRPr="00E37591">
        <w:rPr>
          <w:rFonts w:hint="cs"/>
          <w:rtl/>
          <w:lang w:bidi="ur-PK"/>
        </w:rPr>
        <w:t>ہ کردی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ہرہے کہ اس طرح جنس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ہوجائے گا حالانکہ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مقام پر محفوظ رہے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ڈوکے</w:t>
      </w:r>
      <w:r w:rsidRPr="00E37591">
        <w:rPr>
          <w:rtl/>
          <w:lang w:bidi="ur-PK"/>
        </w:rPr>
        <w:t xml:space="preserve"> ان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توقع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منافع کی</w:t>
      </w:r>
      <w:r w:rsidRPr="00E37591">
        <w:rPr>
          <w:rtl/>
          <w:lang w:bidi="ur-PK"/>
        </w:rPr>
        <w:t xml:space="preserve"> مذمت کر</w:t>
      </w:r>
      <w:r w:rsidRPr="00E37591">
        <w:rPr>
          <w:rFonts w:hint="cs"/>
          <w:rtl/>
          <w:lang w:bidi="ur-PK"/>
        </w:rPr>
        <w:t>ے گا اس لئے کہ اس صورت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لگاتا</w:t>
      </w:r>
      <w:r w:rsidRPr="00E37591">
        <w:rPr>
          <w:rFonts w:hint="cs"/>
          <w:rtl/>
          <w:lang w:bidi="ur-PK"/>
        </w:rPr>
        <w:t>ہے اور عمل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ہوابلکہ اس نے ان منافع کو جائز قرار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یہ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ہر شخص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مال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ہے۔وہ جس قدرقی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وصول کرسکتا ہے 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صرف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 xml:space="preserve">ہوگاجب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جنس بازار تک نہ پہنچ سکی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جزو کا اضاف</w:t>
      </w:r>
      <w:r w:rsidRPr="00E37591">
        <w:rPr>
          <w:rFonts w:hint="cs"/>
          <w:rtl/>
          <w:lang w:bidi="ur-PK"/>
        </w:rPr>
        <w:t>ہ کرکے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کو م</w:t>
      </w:r>
      <w:r w:rsidRPr="00E37591">
        <w:rPr>
          <w:rFonts w:hint="cs"/>
          <w:rtl/>
          <w:lang w:bidi="ur-PK"/>
        </w:rPr>
        <w:t>ہندم کردی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زمانہ کو بھی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زمان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جب جنس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دوسرے زمانہ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جب جنس کم </w:t>
      </w:r>
      <w:r w:rsidRPr="00E37591">
        <w:rPr>
          <w:rFonts w:hint="cs"/>
          <w:rtl/>
          <w:lang w:bidi="ur-PK"/>
        </w:rPr>
        <w:t>ہوحالانکہ وہ شروع سے عمل کے علاوہ کسی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تمام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مقامات پر اصلاح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بعض مقامات پر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ے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۔اصلاح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ڈونے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کو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احتکار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حساب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حالانک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ہے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خودذات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مائش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بھی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محدود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المال،ص</w:t>
      </w:r>
      <w:r w:rsidR="00D5387C" w:rsidRPr="00E37591">
        <w:rPr>
          <w:rFonts w:hint="cs"/>
          <w:rtl/>
          <w:lang w:bidi="ur-PK"/>
        </w:rPr>
        <w:t>1186</w:t>
      </w:r>
      <w:r w:rsidRPr="00E37591">
        <w:rPr>
          <w:rFonts w:hint="cs"/>
          <w:rtl/>
          <w:lang w:bidi="ur-PK"/>
        </w:rPr>
        <w:t>)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35" w:name="_Toc468966832"/>
      <w:bookmarkStart w:id="136" w:name="_Toc468970764"/>
      <w:r w:rsidRPr="00E37591">
        <w:rPr>
          <w:rFonts w:hint="eastAsia"/>
          <w:rtl/>
          <w:lang w:bidi="ur-PK"/>
        </w:rPr>
        <w:t>مارکس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>کس طرح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؟</w:t>
      </w:r>
      <w:bookmarkEnd w:id="135"/>
      <w:bookmarkEnd w:id="13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عمل کے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پر اس طرح استدلال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ں،استعمال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مت،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وہ منافع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عالم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مختلف صورتوں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۔آپ کے پاس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تخت </w:t>
      </w:r>
      <w:r w:rsidRPr="00E37591">
        <w:rPr>
          <w:rFonts w:hint="cs"/>
          <w:rtl/>
          <w:lang w:bidi="ur-PK"/>
        </w:rPr>
        <w:t>ہے،ای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چمچ</w:t>
      </w:r>
      <w:r w:rsidRPr="00E37591">
        <w:rPr>
          <w:rFonts w:hint="cs"/>
          <w:rtl/>
          <w:lang w:bidi="ur-PK"/>
        </w:rPr>
        <w:t>ہ ہے،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ظاہر ہے کہ سب کے منافع مختلف ہوں گے۔اس لئے کہاجائے گا کہ ان کی</w:t>
      </w:r>
      <w:r w:rsidRPr="00E37591">
        <w:rPr>
          <w:rtl/>
          <w:lang w:bidi="ur-PK"/>
        </w:rPr>
        <w:t xml:space="preserve">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مختلف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ہم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تخت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کپ</w:t>
      </w:r>
      <w:r w:rsidRPr="00E37591">
        <w:rPr>
          <w:rFonts w:hint="cs"/>
          <w:rtl/>
          <w:lang w:bidi="ur-PK"/>
        </w:rPr>
        <w:t>ڑے کے عوض دے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تخت کو اس کپڑے کے برابرکس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کون سی</w:t>
      </w:r>
      <w:r w:rsidRPr="00E37591">
        <w:rPr>
          <w:rtl/>
          <w:lang w:bidi="ur-PK"/>
        </w:rPr>
        <w:t xml:space="preserve"> مشترک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 دونوں کی</w:t>
      </w:r>
      <w:r w:rsidRPr="00E37591">
        <w:rPr>
          <w:rtl/>
          <w:lang w:bidi="ur-PK"/>
        </w:rPr>
        <w:t xml:space="preserve"> مساوات کا باعث بن</w:t>
      </w:r>
      <w:r w:rsidRPr="00E37591">
        <w:rPr>
          <w:rFonts w:hint="cs"/>
          <w:rtl/>
          <w:lang w:bidi="ur-PK"/>
        </w:rPr>
        <w:t>ی۔ ظاہرہے کہ وہ نہ تخت ہے اور نہ لباس۔ اس لئے کہ یہ</w:t>
      </w:r>
      <w:r w:rsidRPr="00E37591">
        <w:rPr>
          <w:rtl/>
          <w:lang w:bidi="ur-PK"/>
        </w:rPr>
        <w:t xml:space="preserve"> دونوں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مختلف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کومشترک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وہ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مشترک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استفادہ بھی</w:t>
      </w:r>
      <w:r w:rsidRPr="00E37591">
        <w:rPr>
          <w:rtl/>
          <w:lang w:bidi="ur-PK"/>
        </w:rPr>
        <w:t xml:space="preserve"> تخت س</w:t>
      </w:r>
      <w:r w:rsidRPr="00E37591">
        <w:rPr>
          <w:rFonts w:hint="cs"/>
          <w:rtl/>
          <w:lang w:bidi="ur-PK"/>
        </w:rPr>
        <w:t>ے اور ہوتاہے اور لبا س سے اور۔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ان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نے دونوں کو تبادلہ کے مقام پر برابر بنادی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ہرہے کہ وہ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علاوہ کوئی</w:t>
      </w:r>
      <w:r w:rsidRPr="00E37591">
        <w:rPr>
          <w:rtl/>
          <w:lang w:bidi="ur-PK"/>
        </w:rPr>
        <w:t xml:space="preserve"> اور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دونوں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برابر کا وقت صرف </w:t>
      </w:r>
      <w:r w:rsidRPr="00E37591">
        <w:rPr>
          <w:rFonts w:hint="cs"/>
          <w:rtl/>
          <w:lang w:bidi="ur-PK"/>
        </w:rPr>
        <w:t>ہواہے اس لئے دونوں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برابر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المال،ج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44</w:t>
      </w:r>
      <w:r w:rsidRPr="00E37591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جنس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کہ بازاری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مختلف ہوجای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جنس کی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موقع پر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ہوجاتاہے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واقعی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ہوگئی۔ای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ہواوہ اپنی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باقی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حدود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سکتی۔رومال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مو</w:t>
      </w:r>
      <w:r w:rsidRPr="00E37591">
        <w:rPr>
          <w:rFonts w:hint="cs"/>
          <w:rtl/>
          <w:lang w:bidi="ur-PK"/>
        </w:rPr>
        <w:t>ٹر کے برابر 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جس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دونوں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محفوظ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مارکس اور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دونوں ن</w:t>
      </w:r>
      <w:r w:rsidRPr="00E37591">
        <w:rPr>
          <w:rFonts w:hint="cs"/>
          <w:rtl/>
          <w:lang w:bidi="ur-PK"/>
        </w:rPr>
        <w:t>ے اس بات کا احساس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کا بنای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ہواقانون</w:t>
      </w:r>
      <w:r w:rsidRPr="00E37591">
        <w:rPr>
          <w:rtl/>
          <w:lang w:bidi="ur-PK"/>
        </w:rPr>
        <w:t xml:space="preserve"> احتکار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پر منطبق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اس لئے کہ وہاں جنس سامنے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مانگ بڑھ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فطری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اس قانون کا انطباق''آثار خطوط''پر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ہوتا۔آپ زمانہ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نقاش ک</w:t>
      </w:r>
      <w:r w:rsidRPr="00E37591">
        <w:rPr>
          <w:rFonts w:hint="cs"/>
          <w:rtl/>
          <w:lang w:bidi="ur-PK"/>
        </w:rPr>
        <w:t>ے نقشہ کو لے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آج کی</w:t>
      </w:r>
      <w:r w:rsidRPr="00E37591">
        <w:rPr>
          <w:rtl/>
          <w:lang w:bidi="ur-PK"/>
        </w:rPr>
        <w:t xml:space="preserve"> کتاب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ہوگاحالانکہ اس پر عمل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دونوں نے اس بات کا اعلان کردی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ہمارا قانونِ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دو باتوں پر موقوف </w:t>
      </w:r>
      <w:r w:rsidRPr="00E37591">
        <w:rPr>
          <w:rFonts w:hint="cs"/>
          <w:rtl/>
          <w:lang w:bidi="ur-PK"/>
        </w:rPr>
        <w:t>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جنس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شکارن</w:t>
      </w:r>
      <w:r w:rsidRPr="00E37591">
        <w:rPr>
          <w:rFonts w:hint="cs"/>
          <w:rtl/>
          <w:lang w:bidi="ur-PK"/>
        </w:rPr>
        <w:t>ہ ہو، جتنی</w:t>
      </w:r>
      <w:r w:rsidRPr="00E37591">
        <w:rPr>
          <w:rtl/>
          <w:lang w:bidi="ur-PK"/>
        </w:rPr>
        <w:t xml:space="preserve"> مانگ </w:t>
      </w:r>
      <w:r w:rsidRPr="00E37591">
        <w:rPr>
          <w:rFonts w:hint="cs"/>
          <w:rtl/>
          <w:lang w:bidi="ur-PK"/>
        </w:rPr>
        <w:t>ہواسی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جنس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متاع اجتماعی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ہو، شخصی</w:t>
      </w:r>
      <w:r w:rsidRPr="00E37591">
        <w:rPr>
          <w:rtl/>
          <w:lang w:bidi="ur-PK"/>
        </w:rPr>
        <w:t xml:space="preserve"> فنکار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ہو۔</w:t>
      </w:r>
    </w:p>
    <w:p w:rsidR="00575A07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جو مارکس مادی</w:t>
      </w:r>
      <w:r w:rsidRPr="00E37591">
        <w:rPr>
          <w:rtl/>
          <w:lang w:bidi="ur-PK"/>
        </w:rPr>
        <w:t xml:space="preserve"> فلسف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مقام پر پر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575A07" w:rsidRPr="00E37591" w:rsidRDefault="00575A07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5A07" w:rsidRPr="00E37591" w:rsidRDefault="00575A07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حوادث س</w:t>
      </w:r>
      <w:r w:rsidRPr="00E37591">
        <w:rPr>
          <w:rFonts w:hint="cs"/>
          <w:rtl/>
          <w:lang w:bidi="ur-PK"/>
        </w:rPr>
        <w:t>ے استدلال کرتاتھا اس مقام پر پہنچ کر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ارسطو نما ال</w:t>
      </w:r>
      <w:r w:rsidRPr="00E37591">
        <w:rPr>
          <w:rFonts w:hint="cs"/>
          <w:rtl/>
          <w:lang w:bidi="ur-PK"/>
        </w:rPr>
        <w:t>ہٰی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لسوف</w:t>
      </w:r>
      <w:r w:rsidRPr="00E37591">
        <w:rPr>
          <w:rtl/>
          <w:lang w:bidi="ur-PK"/>
        </w:rPr>
        <w:t xml:space="preserve"> بن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آفاق سے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اور وہ کسی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عالم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گفتگو کرر</w:t>
      </w:r>
      <w:r w:rsidRPr="00E37591">
        <w:rPr>
          <w:rFonts w:hint="cs"/>
          <w:rtl/>
          <w:lang w:bidi="ur-PK"/>
        </w:rPr>
        <w:t>ہا ہو۔ اس نے اپنے مطل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پر عقل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استدلال کرنا شروع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بات پر نظرب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استدلال ک</w:t>
      </w:r>
      <w:r w:rsidRPr="00E37591">
        <w:rPr>
          <w:rFonts w:hint="cs"/>
          <w:rtl/>
          <w:lang w:bidi="ur-PK"/>
        </w:rPr>
        <w:t>ے خلاف شہادت دے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استدلال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دوکارخانوں کی</w:t>
      </w:r>
      <w:r w:rsidRPr="00E37591">
        <w:rPr>
          <w:rtl/>
          <w:lang w:bidi="ur-PK"/>
        </w:rPr>
        <w:t xml:space="preserve"> نکل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مصنوعات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کوئی</w:t>
      </w:r>
      <w:r w:rsidRPr="00E37591">
        <w:rPr>
          <w:rtl/>
          <w:lang w:bidi="ur-PK"/>
        </w:rPr>
        <w:t xml:space="preserve"> فرق اس وقت تک ن</w:t>
      </w:r>
      <w:r w:rsidRPr="00E37591">
        <w:rPr>
          <w:rFonts w:hint="cs"/>
          <w:rtl/>
          <w:lang w:bidi="ur-PK"/>
        </w:rPr>
        <w:t>ہ ہوجب تک کہ اس پر صرف ہونے والی</w:t>
      </w:r>
      <w:r w:rsidRPr="00E37591">
        <w:rPr>
          <w:rtl/>
          <w:lang w:bidi="ur-PK"/>
        </w:rPr>
        <w:t xml:space="preserve"> محنت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ن</w:t>
      </w:r>
      <w:r w:rsidRPr="00E37591">
        <w:rPr>
          <w:rFonts w:hint="cs"/>
          <w:rtl/>
          <w:lang w:bidi="ur-PK"/>
        </w:rPr>
        <w:t>ہ ہوچاہے دونوں کے آلات اور پرزے برابر 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آلات ووسائل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</w:t>
      </w:r>
      <w:r w:rsidRPr="00E37591">
        <w:rPr>
          <w:rFonts w:hint="cs"/>
          <w:rtl/>
          <w:lang w:bidi="ur-PK"/>
        </w:rPr>
        <w:t>ہو 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اقتصاد اس </w:t>
      </w:r>
      <w:r w:rsidRPr="00E37591">
        <w:rPr>
          <w:rFonts w:hint="eastAsia"/>
          <w:rtl/>
          <w:lang w:bidi="ur-PK"/>
        </w:rPr>
        <w:t>بات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شا</w:t>
      </w:r>
      <w:r w:rsidRPr="00E37591">
        <w:rPr>
          <w:rFonts w:hint="cs"/>
          <w:rtl/>
          <w:lang w:bidi="ur-PK"/>
        </w:rPr>
        <w:t>ہد ہے کہ کارخانے کی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مطابق جس قدر آلات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اسی</w:t>
      </w:r>
      <w:r w:rsidRPr="00E37591">
        <w:rPr>
          <w:rtl/>
          <w:lang w:bidi="ur-PK"/>
        </w:rPr>
        <w:t xml:space="preserve"> قدر اس س</w:t>
      </w:r>
      <w:r w:rsidRPr="00E37591">
        <w:rPr>
          <w:rFonts w:hint="cs"/>
          <w:rtl/>
          <w:lang w:bidi="ur-PK"/>
        </w:rPr>
        <w:t>ے استفادہ بھی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بات تھی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نظرمارکس 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کونظرانداز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عقل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استدلال کرکے اپنے مطلب کوثابت کرنا چاہاتاکہ بعد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آثار اس ک</w:t>
      </w:r>
      <w:r w:rsidRPr="00E37591">
        <w:rPr>
          <w:rFonts w:hint="cs"/>
          <w:rtl/>
          <w:lang w:bidi="ur-PK"/>
        </w:rPr>
        <w:t>ے خلاف پائے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سرڈال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نحوست وبدبخت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محمول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(راس ا</w:t>
      </w:r>
      <w:r w:rsidRPr="00E37591">
        <w:rPr>
          <w:rFonts w:hint="eastAsia"/>
          <w:rtl/>
          <w:lang w:bidi="ur-PK"/>
        </w:rPr>
        <w:t>لمال،ص</w:t>
      </w:r>
      <w:r w:rsidR="00D5387C" w:rsidRPr="00E37591">
        <w:rPr>
          <w:rFonts w:hint="cs"/>
          <w:rtl/>
          <w:lang w:bidi="ur-PK"/>
        </w:rPr>
        <w:t>1185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37" w:name="_Toc468966833"/>
      <w:bookmarkStart w:id="138" w:name="_Toc468970765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پرنقدونظر</w:t>
      </w:r>
      <w:bookmarkEnd w:id="137"/>
      <w:bookmarkEnd w:id="138"/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</w:t>
      </w:r>
      <w:r w:rsidRPr="00E37591">
        <w:rPr>
          <w:rFonts w:hint="cs"/>
          <w:rtl/>
          <w:lang w:bidi="ur-PK"/>
        </w:rPr>
        <w:t>ہم مارکس کے قانون کا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ں،</w:t>
      </w:r>
      <w:r w:rsidRPr="00E37591">
        <w:rPr>
          <w:rtl/>
          <w:lang w:bidi="ur-PK"/>
        </w:rPr>
        <w:t xml:space="preserve"> مارکس ن</w:t>
      </w:r>
      <w:r w:rsidRPr="00E37591">
        <w:rPr>
          <w:rFonts w:hint="cs"/>
          <w:rtl/>
          <w:lang w:bidi="ur-PK"/>
        </w:rPr>
        <w:t>ے تخت اور لباس کے تبادلہ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ا</w:t>
      </w:r>
      <w:r w:rsidRPr="00E37591">
        <w:rPr>
          <w:rFonts w:hint="cs"/>
          <w:rtl/>
          <w:lang w:bidi="ur-PK"/>
        </w:rPr>
        <w:t>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تبادلہ کے اعتبار سے یہ</w:t>
      </w:r>
      <w:r w:rsidRPr="00E37591">
        <w:rPr>
          <w:rtl/>
          <w:lang w:bidi="ur-PK"/>
        </w:rPr>
        <w:t xml:space="preserve"> دونوں برابر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مساوات کا راز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کو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824138">
      <w:pPr>
        <w:pStyle w:val="libNormal"/>
        <w:rPr>
          <w:rtl/>
          <w:lang w:bidi="ur-PK"/>
        </w:rPr>
      </w:pPr>
    </w:p>
    <w:p w:rsidR="00824138" w:rsidRPr="00E37591" w:rsidRDefault="002E0FA3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قرا</w:t>
      </w:r>
      <w:r w:rsidR="00824138"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 xml:space="preserve"> </w:t>
      </w:r>
      <w:r w:rsidR="00824138" w:rsidRPr="00E37591">
        <w:rPr>
          <w:rtl/>
          <w:lang w:bidi="ur-PK"/>
        </w:rPr>
        <w:t>د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ا</w:t>
      </w:r>
      <w:r w:rsidR="00824138" w:rsidRPr="00E37591">
        <w:rPr>
          <w:rFonts w:hint="cs"/>
          <w:rtl/>
          <w:lang w:bidi="ur-PK"/>
        </w:rPr>
        <w:t>ہے</w:t>
      </w:r>
      <w:r w:rsidR="00824138" w:rsidRPr="00E37591">
        <w:rPr>
          <w:rtl/>
          <w:lang w:bidi="ur-PK"/>
        </w:rPr>
        <w:t xml:space="preserve"> حالانک</w:t>
      </w:r>
      <w:r w:rsidR="00824138" w:rsidRPr="00E37591">
        <w:rPr>
          <w:rFonts w:hint="cs"/>
          <w:rtl/>
          <w:lang w:bidi="ur-PK"/>
        </w:rPr>
        <w:t>ہ یہی</w:t>
      </w:r>
      <w:r w:rsidR="00824138" w:rsidRPr="00E37591">
        <w:rPr>
          <w:rtl/>
          <w:lang w:bidi="ur-PK"/>
        </w:rPr>
        <w:t xml:space="preserve"> سوال </w:t>
      </w:r>
      <w:r w:rsidR="00824138" w:rsidRPr="00E37591">
        <w:rPr>
          <w:rFonts w:hint="cs"/>
          <w:rtl/>
          <w:lang w:bidi="ur-PK"/>
        </w:rPr>
        <w:t>ہم اجتماعی</w:t>
      </w:r>
      <w:r w:rsidR="00824138" w:rsidRPr="00E37591">
        <w:rPr>
          <w:rtl/>
          <w:lang w:bidi="ur-PK"/>
        </w:rPr>
        <w:t xml:space="preserve"> اور انفراد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کاموں ک</w:t>
      </w:r>
      <w:r w:rsidR="00824138" w:rsidRPr="00E37591">
        <w:rPr>
          <w:rFonts w:hint="cs"/>
          <w:rtl/>
          <w:lang w:bidi="ur-PK"/>
        </w:rPr>
        <w:t>ے بارے می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ب</w:t>
      </w:r>
      <w:r w:rsidR="00824138" w:rsidRPr="00E37591">
        <w:rPr>
          <w:rFonts w:hint="cs"/>
          <w:rtl/>
          <w:lang w:bidi="ur-PK"/>
        </w:rPr>
        <w:t>ھی</w:t>
      </w:r>
      <w:r w:rsidR="00824138" w:rsidRPr="00E37591">
        <w:rPr>
          <w:rtl/>
          <w:lang w:bidi="ur-PK"/>
        </w:rPr>
        <w:t xml:space="preserve"> ا</w:t>
      </w:r>
      <w:r w:rsidR="00824138" w:rsidRPr="00E37591">
        <w:rPr>
          <w:rFonts w:hint="cs"/>
          <w:rtl/>
          <w:lang w:bidi="ur-PK"/>
        </w:rPr>
        <w:t>ٹھاسکتے ہی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او ر</w:t>
      </w:r>
      <w:r w:rsidR="00824138" w:rsidRPr="00E37591">
        <w:rPr>
          <w:rFonts w:hint="cs"/>
          <w:rtl/>
          <w:lang w:bidi="ur-PK"/>
        </w:rPr>
        <w:t>یہ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ہہ سکتے ہی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ہ ان قدی</w:t>
      </w:r>
      <w:r w:rsidR="00824138" w:rsidRPr="00E37591">
        <w:rPr>
          <w:rFonts w:hint="eastAsia"/>
          <w:rtl/>
          <w:lang w:bidi="ur-PK"/>
        </w:rPr>
        <w:t>م</w:t>
      </w:r>
      <w:r w:rsidR="00824138" w:rsidRPr="00E37591">
        <w:rPr>
          <w:rtl/>
          <w:lang w:bidi="ur-PK"/>
        </w:rPr>
        <w:t xml:space="preserve"> خط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آثار ک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کوئ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تبادل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ق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مت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ہے ی</w:t>
      </w:r>
      <w:r w:rsidR="00824138" w:rsidRPr="00E37591">
        <w:rPr>
          <w:rFonts w:hint="eastAsia"/>
          <w:rtl/>
          <w:lang w:bidi="ur-PK"/>
        </w:rPr>
        <w:t>ا</w:t>
      </w:r>
      <w:r w:rsidR="00824138" w:rsidRPr="00E37591">
        <w:rPr>
          <w:rtl/>
          <w:lang w:bidi="ur-PK"/>
        </w:rPr>
        <w:t xml:space="preserve"> ن</w:t>
      </w:r>
      <w:r w:rsidR="00824138" w:rsidRPr="00E37591">
        <w:rPr>
          <w:rFonts w:hint="cs"/>
          <w:rtl/>
          <w:lang w:bidi="ur-PK"/>
        </w:rPr>
        <w:t>ہی</w:t>
      </w:r>
      <w:r w:rsidR="00824138" w:rsidRPr="00E37591">
        <w:rPr>
          <w:rFonts w:hint="eastAsia"/>
          <w:rtl/>
          <w:lang w:bidi="ur-PK"/>
        </w:rPr>
        <w:t>ں؟اور</w:t>
      </w:r>
      <w:r w:rsidR="00824138" w:rsidRPr="00E37591">
        <w:rPr>
          <w:rtl/>
          <w:lang w:bidi="ur-PK"/>
        </w:rPr>
        <w:t xml:space="preserve"> اگر </w:t>
      </w:r>
      <w:r w:rsidR="00824138" w:rsidRPr="00E37591">
        <w:rPr>
          <w:rFonts w:hint="cs"/>
          <w:rtl/>
          <w:lang w:bidi="ur-PK"/>
        </w:rPr>
        <w:t>ہے اور اسے ای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جلد تار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خ</w:t>
      </w:r>
      <w:r w:rsidR="00824138" w:rsidRPr="00E37591">
        <w:rPr>
          <w:rtl/>
          <w:lang w:bidi="ur-PK"/>
        </w:rPr>
        <w:t xml:space="preserve"> کا مل س</w:t>
      </w:r>
      <w:r w:rsidR="00824138" w:rsidRPr="00E37591">
        <w:rPr>
          <w:rFonts w:hint="cs"/>
          <w:rtl/>
          <w:lang w:bidi="ur-PK"/>
        </w:rPr>
        <w:t>ے بدل سکتے ہی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تو پ</w:t>
      </w:r>
      <w:r w:rsidR="00824138" w:rsidRPr="00E37591">
        <w:rPr>
          <w:rFonts w:hint="cs"/>
          <w:rtl/>
          <w:lang w:bidi="ur-PK"/>
        </w:rPr>
        <w:t>ھر ان دونوں کے درمی</w:t>
      </w:r>
      <w:r w:rsidR="00824138" w:rsidRPr="00E37591">
        <w:rPr>
          <w:rFonts w:hint="eastAsia"/>
          <w:rtl/>
          <w:lang w:bidi="ur-PK"/>
        </w:rPr>
        <w:t>ان</w:t>
      </w:r>
      <w:r w:rsidR="00824138" w:rsidRPr="00E37591">
        <w:rPr>
          <w:rtl/>
          <w:lang w:bidi="ur-PK"/>
        </w:rPr>
        <w:t xml:space="preserve"> ب</w:t>
      </w:r>
      <w:r w:rsidR="00824138" w:rsidRPr="00E37591">
        <w:rPr>
          <w:rFonts w:hint="cs"/>
          <w:rtl/>
          <w:lang w:bidi="ur-PK"/>
        </w:rPr>
        <w:t>ھی</w:t>
      </w:r>
      <w:r w:rsidR="00824138" w:rsidRPr="00E37591">
        <w:rPr>
          <w:rtl/>
          <w:lang w:bidi="ur-PK"/>
        </w:rPr>
        <w:t xml:space="preserve"> ا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مشترک امر </w:t>
      </w:r>
      <w:r w:rsidR="00824138" w:rsidRPr="00E37591">
        <w:rPr>
          <w:rFonts w:hint="cs"/>
          <w:rtl/>
          <w:lang w:bidi="ur-PK"/>
        </w:rPr>
        <w:t>ہونا چاہ</w:t>
      </w:r>
      <w:r w:rsidR="00824138" w:rsidRPr="00E37591">
        <w:rPr>
          <w:rFonts w:hint="eastAsia"/>
          <w:rtl/>
          <w:lang w:bidi="ur-PK"/>
        </w:rPr>
        <w:t>ئ</w:t>
      </w:r>
      <w:r w:rsidR="00824138" w:rsidRPr="00E37591">
        <w:rPr>
          <w:rFonts w:hint="cs"/>
          <w:rtl/>
          <w:lang w:bidi="ur-PK"/>
        </w:rPr>
        <w:t>ے</w:t>
      </w:r>
      <w:r w:rsidR="00824138" w:rsidRPr="00E37591">
        <w:rPr>
          <w:rtl/>
          <w:lang w:bidi="ur-PK"/>
        </w:rPr>
        <w:t xml:space="preserve"> جس طرح ک</w:t>
      </w:r>
      <w:r w:rsidR="00824138" w:rsidRPr="00E37591">
        <w:rPr>
          <w:rFonts w:hint="cs"/>
          <w:rtl/>
          <w:lang w:bidi="ur-PK"/>
        </w:rPr>
        <w:t>ہ تخت ولباس کے درمی</w:t>
      </w:r>
      <w:r w:rsidR="00824138" w:rsidRPr="00E37591">
        <w:rPr>
          <w:rFonts w:hint="eastAsia"/>
          <w:rtl/>
          <w:lang w:bidi="ur-PK"/>
        </w:rPr>
        <w:t>ا</w:t>
      </w:r>
      <w:r w:rsidR="00824138" w:rsidRPr="00E37591">
        <w:rPr>
          <w:rtl/>
          <w:lang w:bidi="ur-PK"/>
        </w:rPr>
        <w:t xml:space="preserve"> ن ا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مشترک امر ت</w:t>
      </w:r>
      <w:r w:rsidR="00824138" w:rsidRPr="00E37591">
        <w:rPr>
          <w:rFonts w:hint="cs"/>
          <w:rtl/>
          <w:lang w:bidi="ur-PK"/>
        </w:rPr>
        <w:t>ھا اگر یہ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ہاجائے کہ وہ مشترک شی</w:t>
      </w:r>
      <w:r w:rsidR="00824138" w:rsidRPr="00E37591">
        <w:rPr>
          <w:rFonts w:hint="eastAsia"/>
          <w:rtl/>
          <w:lang w:bidi="ur-PK"/>
        </w:rPr>
        <w:t>ء</w:t>
      </w:r>
      <w:r w:rsidR="00824138" w:rsidRPr="00E37591">
        <w:rPr>
          <w:rtl/>
          <w:lang w:bidi="ur-PK"/>
        </w:rPr>
        <w:t xml:space="preserve"> عمل </w:t>
      </w:r>
      <w:r w:rsidR="00824138" w:rsidRPr="00E37591">
        <w:rPr>
          <w:rFonts w:hint="cs"/>
          <w:rtl/>
          <w:lang w:bidi="ur-PK"/>
        </w:rPr>
        <w:t>ہے تو ظاہر ہے کہ یہ</w:t>
      </w:r>
      <w:r w:rsidR="00824138" w:rsidRPr="00E37591">
        <w:rPr>
          <w:rtl/>
          <w:lang w:bidi="ur-PK"/>
        </w:rPr>
        <w:t xml:space="preserve"> بات خلاف واقع </w:t>
      </w:r>
      <w:r w:rsidR="00824138" w:rsidRPr="00E37591">
        <w:rPr>
          <w:rFonts w:hint="cs"/>
          <w:rtl/>
          <w:lang w:bidi="ur-PK"/>
        </w:rPr>
        <w:t>ہوگی</w:t>
      </w:r>
      <w:r w:rsidR="00824138" w:rsidRPr="00E37591">
        <w:rPr>
          <w:rtl/>
          <w:lang w:bidi="ur-PK"/>
        </w:rPr>
        <w:t xml:space="preserve"> اس لئ</w:t>
      </w:r>
      <w:r w:rsidR="00824138" w:rsidRPr="00E37591">
        <w:rPr>
          <w:rFonts w:hint="cs"/>
          <w:rtl/>
          <w:lang w:bidi="ur-PK"/>
        </w:rPr>
        <w:t>ے کہ ای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خط 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ا</w:t>
      </w:r>
      <w:r w:rsidR="00824138" w:rsidRPr="00E37591">
        <w:rPr>
          <w:rtl/>
          <w:lang w:bidi="ur-PK"/>
        </w:rPr>
        <w:t xml:space="preserve"> ا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رسال</w:t>
      </w:r>
      <w:r w:rsidR="00824138" w:rsidRPr="00E37591">
        <w:rPr>
          <w:rFonts w:hint="cs"/>
          <w:rtl/>
          <w:lang w:bidi="ur-PK"/>
        </w:rPr>
        <w:t>ہ کا عمل ای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جلد کتاب س</w:t>
      </w:r>
      <w:r w:rsidR="00824138" w:rsidRPr="00E37591">
        <w:rPr>
          <w:rFonts w:hint="cs"/>
          <w:rtl/>
          <w:lang w:bidi="ur-PK"/>
        </w:rPr>
        <w:t>ے ی</w:t>
      </w:r>
      <w:r w:rsidR="00824138" w:rsidRPr="00E37591">
        <w:rPr>
          <w:rFonts w:hint="eastAsia"/>
          <w:rtl/>
          <w:lang w:bidi="ur-PK"/>
        </w:rPr>
        <w:t>ق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ناکم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ہوگااور اگریہ</w:t>
      </w:r>
      <w:r w:rsidR="00824138" w:rsidRPr="00E37591">
        <w:rPr>
          <w:rtl/>
          <w:lang w:bidi="ur-PK"/>
        </w:rPr>
        <w:t xml:space="preserve"> ک</w:t>
      </w:r>
      <w:r w:rsidR="00824138" w:rsidRPr="00E37591">
        <w:rPr>
          <w:rFonts w:hint="cs"/>
          <w:rtl/>
          <w:lang w:bidi="ur-PK"/>
        </w:rPr>
        <w:t>ہاجائے کہ وہ عمل نہی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ہے تو پھر سوال یہ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ہوگاکہ وہ کی</w:t>
      </w:r>
      <w:r w:rsidR="00824138" w:rsidRPr="00E37591">
        <w:rPr>
          <w:rFonts w:hint="eastAsia"/>
          <w:rtl/>
          <w:lang w:bidi="ur-PK"/>
        </w:rPr>
        <w:t>اش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ء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ناواقف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انجام ت</w:t>
      </w:r>
      <w:r w:rsidRPr="00E37591">
        <w:rPr>
          <w:rFonts w:hint="cs"/>
          <w:rtl/>
          <w:lang w:bidi="ur-PK"/>
        </w:rPr>
        <w:t>ھا کہ مارکس نے اس قسم کے آثار کو اپنے قانون سے مستثنیٰ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مارکس سے اس استثنا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ہتے۔ہمارا سوال توصرف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اگریہ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پھر آپ کے قول کے مطابق دونوں کے د</w:t>
      </w:r>
      <w:r w:rsidRPr="00E37591">
        <w:rPr>
          <w:rtl/>
          <w:lang w:bidi="ur-PK"/>
        </w:rPr>
        <w:t>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مشترک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اگروہ عمل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جو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آپ اس کی</w:t>
      </w:r>
      <w:r w:rsidRPr="00E37591">
        <w:rPr>
          <w:rtl/>
          <w:lang w:bidi="ur-PK"/>
        </w:rPr>
        <w:t xml:space="preserve">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آپ اس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تو اتنا بہرحال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امر مشترک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بعد 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کہ اسی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قانون کی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شمول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اس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واضح سا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کے علاوہ بھی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مشترک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تخت ولباس اور آثار ومطبوعات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اگر اس کا سراغ مل جائے تو اسی</w:t>
      </w:r>
      <w:r w:rsidRPr="00E37591">
        <w:rPr>
          <w:rtl/>
          <w:lang w:bidi="ur-PK"/>
        </w:rPr>
        <w:t xml:space="preserve"> کو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عمل کی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ساقط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قانون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سامنے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اور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حل کرنا دشوار ہے اس لئے کہ اس کا یہ</w:t>
      </w:r>
      <w:r w:rsidRPr="00E37591">
        <w:rPr>
          <w:rtl/>
          <w:lang w:bidi="ur-PK"/>
        </w:rPr>
        <w:t xml:space="preserve"> قانون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مطابقت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کرتااور ظا</w:t>
      </w:r>
      <w:r w:rsidRPr="00E37591">
        <w:rPr>
          <w:rFonts w:hint="cs"/>
          <w:rtl/>
          <w:lang w:bidi="ur-PK"/>
        </w:rPr>
        <w:t>ہرہے کہ</w:t>
      </w:r>
      <w:r w:rsidRPr="00E37591">
        <w:rPr>
          <w:rtl/>
          <w:lang w:bidi="ur-PK"/>
        </w:rPr>
        <w:t xml:space="preserve"> جو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ہوتاری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معذور 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واضح کرن</w:t>
      </w:r>
      <w:r w:rsidRPr="00E37591">
        <w:rPr>
          <w:rFonts w:hint="cs"/>
          <w:rtl/>
          <w:lang w:bidi="ur-PK"/>
        </w:rPr>
        <w:t>ے کے لئے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مثال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تمام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مختلف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گندم،جو، چاول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اجناس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زراعت 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ہی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بعض رمی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اجناس ک</w:t>
      </w:r>
      <w:r w:rsidRPr="00E37591">
        <w:rPr>
          <w:rFonts w:hint="cs"/>
          <w:rtl/>
          <w:lang w:bidi="ur-PK"/>
        </w:rPr>
        <w:t>ے لئے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مناسب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مقدار اگر مناسب جنس پر صرف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تو اس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 جب یہی</w:t>
      </w:r>
      <w:r w:rsidRPr="00E37591">
        <w:rPr>
          <w:rtl/>
          <w:lang w:bidi="ur-PK"/>
        </w:rPr>
        <w:t xml:space="preserve"> عمل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مناسب جنس پر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اس کھی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غلہ کو دوسرے کھی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غلہ سے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قدرتفاوت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صرف اس لئے کہ دونوں پر صرف ہونے والے عمل کی</w:t>
      </w:r>
      <w:r w:rsidRPr="00E37591">
        <w:rPr>
          <w:rtl/>
          <w:lang w:bidi="ur-PK"/>
        </w:rPr>
        <w:t xml:space="preserve"> مقدار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ہے۔ظاہرہے کہ یہ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اور نہ سودی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اپنے لئے پسند کر سکتاہے اس لئے کہ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نتائج عالمی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ے لئے انتہائی</w:t>
      </w:r>
      <w:r w:rsidRPr="00E37591">
        <w:rPr>
          <w:rtl/>
          <w:lang w:bidi="ur-PK"/>
        </w:rPr>
        <w:t xml:space="preserve"> خطرناک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کون سا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ان جنسوں کاتبادل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جبک</w:t>
      </w:r>
      <w:r w:rsidRPr="00E37591">
        <w:rPr>
          <w:rFonts w:hint="cs"/>
          <w:rtl/>
          <w:lang w:bidi="ur-PK"/>
        </w:rPr>
        <w:t>ہ دونوں کا عمل برابر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جس طرح مختلف اعمال والے نتائج کا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ھا۔مختلف صلاحی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نتائج کا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مقرر کرتال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اس موضوع کو تشنہ چھوڑدی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ممکن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قانون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اگر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کی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دوسرے مقام پر دو گھنٹہ کی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تو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اوسط نکال کر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1</w:t>
      </w:r>
      <w:r w:rsidR="0006314C" w:rsidRPr="0006314C">
        <w:rPr>
          <w:rFonts w:hint="cs"/>
          <w:rtl/>
          <w:lang w:bidi="ur-PK"/>
        </w:rPr>
        <w:t>1/2</w:t>
      </w:r>
      <w:r w:rsidRPr="00E37591">
        <w:rPr>
          <w:rFonts w:hint="cs"/>
          <w:rtl/>
          <w:lang w:bidi="ur-PK"/>
        </w:rPr>
        <w:t xml:space="preserve"> گھنٹہ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اسی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اجناس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مقرر کرناچا</w:t>
      </w:r>
      <w:r w:rsidRPr="00E37591">
        <w:rPr>
          <w:rFonts w:hint="cs"/>
          <w:rtl/>
          <w:lang w:bidi="ur-PK"/>
        </w:rPr>
        <w:t>ہئے۔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راز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ہوجائے گا۔اچھے کھی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آپ کا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824138">
      <w:pPr>
        <w:pStyle w:val="libNormal"/>
        <w:rPr>
          <w:rtl/>
          <w:lang w:bidi="ur-PK"/>
        </w:rPr>
      </w:pPr>
    </w:p>
    <w:p w:rsidR="00824138" w:rsidRPr="00E37591" w:rsidRDefault="00824138" w:rsidP="001A3DB5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عمل بظا</w:t>
      </w:r>
      <w:r w:rsidRPr="00E37591">
        <w:rPr>
          <w:rFonts w:hint="cs"/>
          <w:rtl/>
          <w:lang w:bidi="ur-PK"/>
        </w:rPr>
        <w:t>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ہوگالی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واقع ک</w:t>
      </w:r>
      <w:r w:rsidRPr="00E37591">
        <w:rPr>
          <w:rFonts w:hint="cs"/>
          <w:rtl/>
          <w:lang w:bidi="ur-PK"/>
        </w:rPr>
        <w:t>ے اعتبار سے اس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1</w:t>
      </w:r>
      <w:r w:rsidR="0006314C" w:rsidRPr="0006314C">
        <w:rPr>
          <w:rFonts w:hint="cs"/>
          <w:rtl/>
          <w:lang w:bidi="ur-PK"/>
        </w:rPr>
        <w:t>1/2</w:t>
      </w:r>
      <w:r w:rsidRPr="00E37591">
        <w:rPr>
          <w:rFonts w:hint="cs"/>
          <w:rtl/>
          <w:lang w:bidi="ur-PK"/>
        </w:rPr>
        <w:t>گھنٹہ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س</w:t>
      </w:r>
      <w:r w:rsidRPr="00E37591">
        <w:rPr>
          <w:rFonts w:hint="cs"/>
          <w:rtl/>
          <w:lang w:bidi="ur-PK"/>
        </w:rPr>
        <w:t>ے خراب زمی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کا </w:t>
      </w:r>
      <w:r w:rsidRPr="001A3DB5">
        <w:rPr>
          <w:rtl/>
          <w:lang w:bidi="ur-PK"/>
        </w:rPr>
        <w:t>گ</w:t>
      </w:r>
      <w:r w:rsidRPr="001A3DB5">
        <w:rPr>
          <w:rFonts w:hint="cs"/>
          <w:rtl/>
          <w:lang w:bidi="ur-PK"/>
        </w:rPr>
        <w:t>ھنٹہ</w:t>
      </w:r>
      <w:r w:rsidR="001A3DB5" w:rsidRPr="001A3DB5">
        <w:rPr>
          <w:rFonts w:hint="cs"/>
          <w:rtl/>
        </w:rPr>
        <w:t>4</w:t>
      </w:r>
      <w:r w:rsidR="001A3DB5" w:rsidRPr="001A3DB5">
        <w:rPr>
          <w:rFonts w:hint="cs"/>
          <w:rtl/>
          <w:lang w:bidi="ur-PK"/>
        </w:rPr>
        <w:t>/</w:t>
      </w:r>
      <w:r w:rsidR="001A3DB5" w:rsidRPr="001A3DB5">
        <w:rPr>
          <w:rFonts w:hint="cs"/>
          <w:rtl/>
        </w:rPr>
        <w:t>3</w:t>
      </w:r>
      <w:r w:rsidRPr="00E37591">
        <w:rPr>
          <w:rFonts w:hint="cs"/>
          <w:rtl/>
          <w:lang w:bidi="ur-PK"/>
        </w:rPr>
        <w:t xml:space="preserve"> کے برابر ہوگا اور معاملہ کی</w:t>
      </w:r>
      <w:r w:rsidRPr="00E37591">
        <w:rPr>
          <w:rtl/>
          <w:lang w:bidi="ur-PK"/>
        </w:rPr>
        <w:t xml:space="preserve"> تمام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دور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ہمارا سوال پھر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اچھی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ک</w:t>
      </w:r>
      <w:r w:rsidRPr="00E37591">
        <w:rPr>
          <w:rtl/>
          <w:lang w:bidi="ur-PK"/>
        </w:rPr>
        <w:t>و1</w:t>
      </w:r>
      <w:r w:rsidR="0006314C" w:rsidRPr="0006314C">
        <w:rPr>
          <w:rFonts w:hint="cs"/>
          <w:rtl/>
          <w:lang w:bidi="ur-PK"/>
        </w:rPr>
        <w:t>1/2</w:t>
      </w:r>
      <w:r w:rsidRPr="00E37591">
        <w:rPr>
          <w:rFonts w:hint="cs"/>
          <w:rtl/>
          <w:lang w:bidi="ur-PK"/>
        </w:rPr>
        <w:t xml:space="preserve"> گھنٹہ کس نے بنای</w:t>
      </w:r>
      <w:r w:rsidRPr="00E37591">
        <w:rPr>
          <w:rFonts w:hint="eastAsia"/>
          <w:rtl/>
          <w:lang w:bidi="ur-PK"/>
        </w:rPr>
        <w:t>ا؟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کا کام تو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لئے کہ وہ معجزہ سے قاصر ہے اور طاقت کاکام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لئے 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ھی۔اس آدھے گھنٹہ کوسوائے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منسوب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لہٰذا اگر اس آدھے گھنٹے کو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اثرانداز قرارد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حالانکہ حساب سے خارج کرچکے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اگر اس آد</w:t>
      </w:r>
      <w:r w:rsidRPr="00E37591">
        <w:rPr>
          <w:rFonts w:hint="cs"/>
          <w:rtl/>
          <w:lang w:bidi="ur-PK"/>
        </w:rPr>
        <w:t>ھے گھنٹہ کا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اس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خراب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1</w:t>
      </w:r>
      <w:r w:rsidR="0006314C" w:rsidRPr="0006314C">
        <w:rPr>
          <w:rFonts w:hint="cs"/>
          <w:rtl/>
          <w:lang w:bidi="ur-PK"/>
        </w:rPr>
        <w:t>1/2</w:t>
      </w:r>
      <w:r w:rsidRPr="00E37591">
        <w:rPr>
          <w:rFonts w:hint="cs"/>
          <w:rtl/>
          <w:lang w:bidi="ur-PK"/>
        </w:rPr>
        <w:t>سی</w:t>
      </w:r>
      <w:r w:rsidRPr="00E37591">
        <w:rPr>
          <w:rFonts w:hint="eastAsia"/>
          <w:rtl/>
          <w:lang w:bidi="ur-PK"/>
        </w:rPr>
        <w:t>ررو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مارکس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اعتراض ن</w:t>
      </w:r>
      <w:r w:rsidRPr="00E37591">
        <w:rPr>
          <w:rFonts w:hint="cs"/>
          <w:rtl/>
          <w:lang w:bidi="ur-PK"/>
        </w:rPr>
        <w:t>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دشوار گذار مرحل</w:t>
      </w:r>
      <w:r w:rsidRPr="00E37591">
        <w:rPr>
          <w:rFonts w:hint="cs"/>
          <w:rtl/>
          <w:lang w:bidi="ur-PK"/>
        </w:rPr>
        <w:t>ہ وہ حادثہ ہے جو ہر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آتار</w:t>
      </w:r>
      <w:r w:rsidRPr="00E37591">
        <w:rPr>
          <w:rFonts w:hint="cs"/>
          <w:rtl/>
          <w:lang w:bidi="ur-PK"/>
        </w:rPr>
        <w:t>ہتا ہے اورجس سے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اثرپ</w:t>
      </w:r>
      <w:r w:rsidRPr="00E37591">
        <w:rPr>
          <w:rFonts w:hint="cs"/>
          <w:rtl/>
          <w:lang w:bidi="ur-PK"/>
        </w:rPr>
        <w:t>ڑتاہے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روزانہ اس بات کا مشاہدہ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رغبت جنس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دوبالا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اور جمہور </w:t>
      </w:r>
      <w:r w:rsidRPr="00E37591">
        <w:rPr>
          <w:rFonts w:hint="eastAsia"/>
          <w:rtl/>
          <w:lang w:bidi="ur-PK"/>
        </w:rPr>
        <w:t>کاا</w:t>
      </w:r>
      <w:r w:rsidRPr="00E37591">
        <w:rPr>
          <w:rtl/>
          <w:lang w:bidi="ur-PK"/>
        </w:rPr>
        <w:t xml:space="preserve"> عراض جنس کو ب</w:t>
      </w:r>
      <w:r w:rsidRPr="00E37591">
        <w:rPr>
          <w:rFonts w:hint="cs"/>
          <w:rtl/>
          <w:lang w:bidi="ur-PK"/>
        </w:rPr>
        <w:t>ے ارزش بنادی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جنس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ساتھ ساتھ اجتماعی</w:t>
      </w:r>
      <w:r w:rsidRPr="00E37591">
        <w:rPr>
          <w:rtl/>
          <w:lang w:bidi="ur-PK"/>
        </w:rPr>
        <w:t xml:space="preserve"> ضرورت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دخل </w:t>
      </w:r>
      <w:r w:rsidRPr="00E37591">
        <w:rPr>
          <w:rFonts w:hint="cs"/>
          <w:rtl/>
          <w:lang w:bidi="ur-PK"/>
        </w:rPr>
        <w:t>ہوتاہے۔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مسئل</w:t>
      </w:r>
      <w:r w:rsidRPr="00E37591">
        <w:rPr>
          <w:rFonts w:hint="cs"/>
          <w:rtl/>
          <w:lang w:bidi="ur-PK"/>
        </w:rPr>
        <w:t>ہ سے نظربچاکراسے رس</w:t>
      </w:r>
      <w:r w:rsidRPr="00E37591">
        <w:rPr>
          <w:rtl/>
          <w:lang w:bidi="ur-PK"/>
        </w:rPr>
        <w:t>دوطلب پر محمول کرنا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تعلق صرف عمل س</w:t>
      </w:r>
      <w:r w:rsidRPr="00E37591">
        <w:rPr>
          <w:rFonts w:hint="cs"/>
          <w:rtl/>
          <w:lang w:bidi="ur-PK"/>
        </w:rPr>
        <w:t>ے ہوتاہے۔یہ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جب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خراب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جنس پر دو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محنت صرف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طرح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سازگار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="002E0FA3" w:rsidRPr="00E37591">
        <w:rPr>
          <w:rFonts w:hint="cs"/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تخف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اختلاف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ہوبھی</w:t>
      </w:r>
      <w:r w:rsidRPr="00E37591">
        <w:rPr>
          <w:rtl/>
          <w:lang w:bidi="ur-PK"/>
        </w:rPr>
        <w:t xml:space="preserve"> سکتا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حادثہ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صرف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جبکہ اس کے لئے رغبت ،ضرورت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احتمالات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ظاہر ہے کہ جب تک یہ</w:t>
      </w:r>
      <w:r w:rsidRPr="00E37591">
        <w:rPr>
          <w:rtl/>
          <w:lang w:bidi="ur-PK"/>
        </w:rPr>
        <w:t xml:space="preserve"> احتمالات ب</w:t>
      </w:r>
      <w:r w:rsidRPr="00E37591">
        <w:rPr>
          <w:rFonts w:hint="eastAsia"/>
          <w:rtl/>
          <w:lang w:bidi="ur-PK"/>
        </w:rPr>
        <w:t>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اس وقت تک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رخ کو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ڑااہم نکتہ ہے جس سے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اعراض کر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تمام اعمال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ہوتے۔بعض اعمال اچھی</w:t>
      </w:r>
      <w:r w:rsidRPr="00E37591">
        <w:rPr>
          <w:rtl/>
          <w:lang w:bidi="ur-PK"/>
        </w:rPr>
        <w:t xml:space="preserve"> خاص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ہارت کے محتاج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بع</w:t>
      </w:r>
      <w:r w:rsidRPr="00E37591">
        <w:rPr>
          <w:rtl/>
          <w:lang w:bidi="ur-PK"/>
        </w:rPr>
        <w:t>ض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ہارت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مزدور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سے الگ حساب رکھتاہے۔نہر کھودنے والے کا کام بجلی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کاری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جداگانہ نوعی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اس لئے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ہارت ومشق کا طالب ہے اور دوسرا صرف مشقت کا۔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چند مزدور کے ذاتی</w:t>
      </w:r>
      <w:r w:rsidRPr="00E37591">
        <w:rPr>
          <w:rtl/>
          <w:lang w:bidi="ur-PK"/>
        </w:rPr>
        <w:t xml:space="preserve"> اوصاف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بدل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کو عمل س</w:t>
      </w:r>
      <w:r w:rsidRPr="00E37591">
        <w:rPr>
          <w:rFonts w:hint="cs"/>
          <w:rtl/>
          <w:lang w:bidi="ur-PK"/>
        </w:rPr>
        <w:t>ے دلچسپی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کام کا ذوق رکھتاہے توا س کا گھنٹہ اور ہوگا اور اگر بددلی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کرتاہے تو اس کا گھنٹہ اور ہوگا۔پھر حالات کی</w:t>
      </w:r>
      <w:r w:rsidRPr="00E37591">
        <w:rPr>
          <w:rtl/>
          <w:lang w:bidi="ur-PK"/>
        </w:rPr>
        <w:t xml:space="preserve"> خوشگوار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ناخوشگوار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ناقابل انکار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کا حساب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ت،ک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عامل ک</w:t>
      </w:r>
      <w:r w:rsidRPr="00E37591">
        <w:rPr>
          <w:rFonts w:hint="cs"/>
          <w:rtl/>
          <w:lang w:bidi="ur-PK"/>
        </w:rPr>
        <w:t>ے خصوصی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واوصاف س</w:t>
      </w:r>
      <w:r w:rsidRPr="00E37591">
        <w:rPr>
          <w:rFonts w:hint="cs"/>
          <w:rtl/>
          <w:lang w:bidi="ur-PK"/>
        </w:rPr>
        <w:t>ے قطع نظرکرلی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واضح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تدارک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ہے کہ ان امور کو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مان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مقدار کو معلوم کرنے کے لئے توعمدہ سے عمدہ گھڑی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  و</w:t>
      </w:r>
      <w:r w:rsidRPr="00E37591">
        <w:rPr>
          <w:rFonts w:hint="cs"/>
          <w:rtl/>
          <w:lang w:bidi="ur-PK"/>
        </w:rPr>
        <w:t>ہ باطنی</w:t>
      </w:r>
      <w:r w:rsidRPr="00E37591">
        <w:rPr>
          <w:rtl/>
          <w:lang w:bidi="ur-PK"/>
        </w:rPr>
        <w:t xml:space="preserve">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امور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امتحانات کے لئے کوئی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ھڑی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اس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معلوم کرنا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دشوار گذار مرحل</w:t>
      </w:r>
      <w:r w:rsidRPr="00E37591">
        <w:rPr>
          <w:rFonts w:hint="cs"/>
          <w:rtl/>
          <w:lang w:bidi="ur-PK"/>
        </w:rPr>
        <w:t>ہ 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ان دون</w:t>
      </w:r>
      <w:r w:rsidRPr="00E37591">
        <w:rPr>
          <w:rtl/>
          <w:lang w:bidi="ur-PK"/>
        </w:rPr>
        <w:t>وں مشکلات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احل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اس نے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فنکاری</w:t>
      </w:r>
      <w:r w:rsidRPr="00E37591">
        <w:rPr>
          <w:rtl/>
          <w:lang w:bidi="ur-PK"/>
        </w:rPr>
        <w:t xml:space="preserve"> اور سادگ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فرق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اوصاف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معلوم کرنے کے لئے کون سا آلہ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مشکل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کی</w:t>
      </w:r>
      <w:r w:rsidRPr="00E37591">
        <w:rPr>
          <w:rtl/>
          <w:lang w:bidi="ur-PK"/>
        </w:rPr>
        <w:t xml:space="preserve"> دو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 بس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اور مرکب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اس عمل کو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جسمان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ظاقت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ہو۔اس کے علاوہ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او رفکر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درکار ن</w:t>
      </w:r>
      <w:r w:rsidRPr="00E37591">
        <w:rPr>
          <w:rFonts w:hint="cs"/>
          <w:rtl/>
          <w:lang w:bidi="ur-PK"/>
        </w:rPr>
        <w:t>ہ ہو،جی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مزدور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،حمال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مرکب اس عمل کانام </w:t>
      </w:r>
      <w:r w:rsidRPr="00E37591">
        <w:rPr>
          <w:rFonts w:hint="cs"/>
          <w:rtl/>
          <w:lang w:bidi="ur-PK"/>
        </w:rPr>
        <w:t>ہے جس کے لئے معلومات اور مہارت کی</w:t>
      </w:r>
      <w:r w:rsidRPr="00E37591">
        <w:rPr>
          <w:rtl/>
          <w:lang w:bidi="ur-PK"/>
        </w:rPr>
        <w:t xml:space="preserve"> ضرورت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ڈاکٹری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نئرنگ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عمل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اس لئ</w:t>
      </w:r>
      <w:r w:rsidRPr="00E37591">
        <w:rPr>
          <w:rFonts w:hint="cs"/>
          <w:rtl/>
          <w:lang w:bidi="ur-PK"/>
        </w:rPr>
        <w:t>ے کہ مرکب عمل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اس کی</w:t>
      </w:r>
      <w:r w:rsidRPr="00E37591">
        <w:rPr>
          <w:rtl/>
          <w:lang w:bidi="ur-PK"/>
        </w:rPr>
        <w:t xml:space="preserve"> پشت پر و</w:t>
      </w:r>
      <w:r w:rsidRPr="00E37591">
        <w:rPr>
          <w:rFonts w:hint="cs"/>
          <w:rtl/>
          <w:lang w:bidi="ur-PK"/>
        </w:rPr>
        <w:t>ہ زحمتی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ہفتہ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ہفتہ کے برابر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ہوسکتااس لئے کہ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ہفتہ کے س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مدت بھی</w:t>
      </w:r>
      <w:r w:rsidRPr="00E37591">
        <w:rPr>
          <w:rtl/>
          <w:lang w:bidi="ur-PK"/>
        </w:rPr>
        <w:t xml:space="preserve">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گی۔جو اس نے 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دوران گنوائی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تفرق</w:t>
      </w:r>
      <w:r w:rsidRPr="00E37591">
        <w:rPr>
          <w:rFonts w:hint="cs"/>
          <w:rtl/>
          <w:lang w:bidi="ur-PK"/>
        </w:rPr>
        <w:t>ہ سے اصل مشکل کا علاج ہوجائے گا؟ ہمارے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ںتو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کا لازم</w:t>
      </w:r>
      <w:r w:rsidRPr="00E37591">
        <w:rPr>
          <w:rFonts w:hint="cs"/>
          <w:rtl/>
          <w:lang w:bidi="ur-PK"/>
        </w:rPr>
        <w:t>ہ تو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اگر کوئی</w:t>
      </w:r>
      <w:r w:rsidRPr="00E37591">
        <w:rPr>
          <w:rtl/>
          <w:lang w:bidi="ur-PK"/>
        </w:rPr>
        <w:t xml:space="preserve">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سال تک </w:t>
      </w:r>
      <w:r w:rsidRPr="00E37591">
        <w:rPr>
          <w:rFonts w:hint="cs"/>
          <w:rtl/>
          <w:lang w:bidi="ur-PK"/>
        </w:rPr>
        <w:t>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حاصل کر</w:t>
      </w:r>
      <w:r w:rsidRPr="00E37591">
        <w:rPr>
          <w:rFonts w:hint="cs"/>
          <w:rtl/>
          <w:lang w:bidi="ur-PK"/>
        </w:rPr>
        <w:t xml:space="preserve">ے اور اس کے بعد </w:t>
      </w:r>
      <w:r w:rsidR="00D5387C" w:rsidRPr="00E37591">
        <w:rPr>
          <w:rFonts w:hint="cs"/>
          <w:rtl/>
          <w:lang w:bidi="ur-PK"/>
        </w:rPr>
        <w:t>2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سال کام کرے تو اس کی</w:t>
      </w:r>
      <w:r w:rsidRPr="00E37591">
        <w:rPr>
          <w:rtl/>
          <w:lang w:bidi="ur-PK"/>
        </w:rPr>
        <w:t xml:space="preserve"> مزدور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سال مزدور کے کام کے برابر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ہئے۔حالانکہ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واضح لفظوں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مارکسی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ے لحاظ سے انجی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مزدور ک</w:t>
      </w:r>
      <w:r w:rsidRPr="00E37591">
        <w:rPr>
          <w:rFonts w:hint="cs"/>
          <w:rtl/>
          <w:lang w:bidi="ur-PK"/>
        </w:rPr>
        <w:t>ے دو دن کے برابر ہوگا۔لہٰذا اس کی</w:t>
      </w:r>
      <w:r w:rsidRPr="00E37591">
        <w:rPr>
          <w:rtl/>
          <w:lang w:bidi="ur-PK"/>
        </w:rPr>
        <w:t xml:space="preserve"> اجرت دو روز ک</w:t>
      </w:r>
      <w:r w:rsidRPr="00E37591">
        <w:rPr>
          <w:rFonts w:hint="cs"/>
          <w:rtl/>
          <w:lang w:bidi="ur-PK"/>
        </w:rPr>
        <w:t>ے برابر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انصاف س</w:t>
      </w:r>
      <w:r w:rsidRPr="00E37591">
        <w:rPr>
          <w:rFonts w:hint="cs"/>
          <w:rtl/>
          <w:lang w:bidi="ur-PK"/>
        </w:rPr>
        <w:t>ے بتائی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ہوتاہے،کی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صاحب عقل اس</w:t>
      </w:r>
      <w:r w:rsidRPr="00E37591">
        <w:rPr>
          <w:rFonts w:hint="cs"/>
          <w:rtl/>
          <w:lang w:bidi="ur-PK"/>
        </w:rPr>
        <w:t>ے قبول کرسکتاہے؟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حسن اتفاق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سودی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اس قانون کو نافذ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اب تک تباہی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گھاٹ اترگی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روس ک</w:t>
      </w:r>
      <w:r w:rsidRPr="00E37591">
        <w:rPr>
          <w:rFonts w:hint="cs"/>
          <w:rtl/>
          <w:lang w:bidi="ur-PK"/>
        </w:rPr>
        <w:t>ے حالات کاجائزہ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بھی</w:t>
      </w:r>
      <w:r w:rsidRPr="00E37591">
        <w:rPr>
          <w:rtl/>
          <w:lang w:bidi="ur-PK"/>
        </w:rPr>
        <w:t xml:space="preserve">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تنخوا</w:t>
      </w:r>
      <w:r w:rsidRPr="00E37591">
        <w:rPr>
          <w:rFonts w:hint="cs"/>
          <w:rtl/>
          <w:lang w:bidi="ur-PK"/>
        </w:rPr>
        <w:t>ہ مزدور سے کئی</w:t>
      </w:r>
      <w:r w:rsidRPr="00E37591">
        <w:rPr>
          <w:rtl/>
          <w:lang w:bidi="ur-PK"/>
        </w:rPr>
        <w:t xml:space="preserve"> گنا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ہے۔حال</w:t>
      </w:r>
      <w:r w:rsidRPr="00E37591">
        <w:rPr>
          <w:rtl/>
          <w:lang w:bidi="ur-PK"/>
        </w:rPr>
        <w:t>انک</w:t>
      </w:r>
      <w:r w:rsidRPr="00E37591">
        <w:rPr>
          <w:rFonts w:hint="cs"/>
          <w:rtl/>
          <w:lang w:bidi="ur-PK"/>
        </w:rPr>
        <w:t>ہ وقت کے اعتبارسے وہ اتنا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کرتا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ہاں انجی</w:t>
      </w:r>
      <w:r w:rsidRPr="00E37591">
        <w:rPr>
          <w:rFonts w:hint="eastAsia"/>
          <w:rtl/>
          <w:lang w:bidi="ur-PK"/>
        </w:rPr>
        <w:t>نئروں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اسے احتکاری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کرک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کا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غلط </w:t>
      </w:r>
      <w:r w:rsidRPr="00E37591">
        <w:rPr>
          <w:rFonts w:hint="cs"/>
          <w:rtl/>
          <w:lang w:bidi="ur-PK"/>
        </w:rPr>
        <w:t>ہے کہ اس کا انطباق ان تمام صورتوں پر ذراناممکن سا نظرآتاہے۔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مزدور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اوصاف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حل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اوسط درجہ کے مزدور کے اعمال کو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مارکس ن</w:t>
      </w:r>
      <w:r w:rsidRPr="00E37591">
        <w:rPr>
          <w:rFonts w:hint="cs"/>
          <w:rtl/>
          <w:lang w:bidi="ur-PK"/>
        </w:rPr>
        <w:t>ے لکھاہے: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ضرو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عمل کے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 اوسط درجہ کی</w:t>
      </w:r>
      <w:r w:rsidRPr="00E37591">
        <w:rPr>
          <w:rtl/>
          <w:lang w:bidi="ur-PK"/>
        </w:rPr>
        <w:t xml:space="preserve"> قوت وم</w:t>
      </w:r>
      <w:r w:rsidRPr="00E37591">
        <w:rPr>
          <w:rFonts w:hint="cs"/>
          <w:rtl/>
          <w:lang w:bidi="ur-PK"/>
        </w:rPr>
        <w:t>ہارت پر ہورہاہو۔ بنابری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وقت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مقدار سے ہوگابلکہ اسی</w:t>
      </w:r>
      <w:r w:rsidRPr="00E37591">
        <w:rPr>
          <w:rtl/>
          <w:lang w:bidi="ur-PK"/>
        </w:rPr>
        <w:t xml:space="preserve"> طرح </w:t>
      </w:r>
      <w:r w:rsidRPr="00E37591">
        <w:rPr>
          <w:rFonts w:hint="cs"/>
          <w:rtl/>
          <w:lang w:bidi="ur-PK"/>
        </w:rPr>
        <w:t>ہر خاص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 ک</w:t>
      </w:r>
      <w:r w:rsidRPr="00E37591">
        <w:rPr>
          <w:rFonts w:hint="cs"/>
          <w:rtl/>
          <w:lang w:bidi="ur-PK"/>
        </w:rPr>
        <w:t>ے اوسط درجہ سے شمار ہوگی۔</w:t>
      </w:r>
      <w:r w:rsidRPr="00E37591">
        <w:rPr>
          <w:rFonts w:hint="cs"/>
          <w:rtl/>
          <w:lang w:bidi="ur-PK"/>
        </w:rPr>
        <w:tab/>
        <w:t xml:space="preserve">          (راس المال</w:t>
      </w:r>
      <w:r w:rsidRPr="00E37591">
        <w:rPr>
          <w:rFonts w:hint="eastAsia"/>
          <w:rtl/>
          <w:lang w:bidi="ur-PK"/>
        </w:rPr>
        <w:t>،ج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،ص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،</w:t>
      </w:r>
      <w:r w:rsidR="00D5387C" w:rsidRPr="00E37591">
        <w:rPr>
          <w:rFonts w:hint="cs"/>
          <w:rtl/>
          <w:lang w:bidi="ur-PK"/>
        </w:rPr>
        <w:t>5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عبارت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عامل کے ذاتی</w:t>
      </w:r>
      <w:r w:rsidRPr="00E37591">
        <w:rPr>
          <w:rtl/>
          <w:lang w:bidi="ur-PK"/>
        </w:rPr>
        <w:t xml:space="preserve"> اوصاف اگر اس</w:t>
      </w:r>
      <w:r w:rsidRPr="00E37591">
        <w:rPr>
          <w:rFonts w:hint="cs"/>
          <w:rtl/>
          <w:lang w:bidi="ur-PK"/>
        </w:rPr>
        <w:t>ے اوسط درجہ کے افراد سے بلند کردی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گی۔اس لئے کہ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اوسط درج</w:t>
      </w:r>
      <w:r w:rsidRPr="00E37591">
        <w:rPr>
          <w:rFonts w:hint="cs"/>
          <w:rtl/>
          <w:lang w:bidi="ur-PK"/>
        </w:rPr>
        <w:t>ہ کاعمل ہے اور اس کا عمل اپنی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 عتبار سے اوسط درجہ سے بلند 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بڑی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انسانی</w:t>
      </w:r>
      <w:r w:rsidRPr="00E37591">
        <w:rPr>
          <w:rtl/>
          <w:lang w:bidi="ur-PK"/>
        </w:rPr>
        <w:t xml:space="preserve"> عمل پر صرف مقدار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نظرڈالتی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کے علاوہ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اعلیٰ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کے ذاتی</w:t>
      </w:r>
      <w:r w:rsidRPr="00E37591">
        <w:rPr>
          <w:rtl/>
          <w:lang w:bidi="ur-PK"/>
        </w:rPr>
        <w:t xml:space="preserve"> حالات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صرف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پر اثرانداز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 xml:space="preserve">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علاوہ ان کا بھی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اوسط درج</w:t>
      </w:r>
      <w:r w:rsidRPr="00E37591">
        <w:rPr>
          <w:rFonts w:hint="cs"/>
          <w:rtl/>
          <w:lang w:bidi="ur-PK"/>
        </w:rPr>
        <w:t>ہ کا آدمی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گز کپ</w:t>
      </w:r>
      <w:r w:rsidRPr="00E37591">
        <w:rPr>
          <w:rFonts w:hint="cs"/>
          <w:rtl/>
          <w:lang w:bidi="ur-PK"/>
        </w:rPr>
        <w:t>ڑا بنے گا تو اعلیٰ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کا مزدور دو گزبن دے گا۔اس کے علاوہ اس کے ان صفات کا کوئی</w:t>
      </w:r>
      <w:r w:rsidRPr="00E37591">
        <w:rPr>
          <w:rtl/>
          <w:lang w:bidi="ur-PK"/>
        </w:rPr>
        <w:t xml:space="preserve"> اثر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بات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 اس لئے کہ اکثر اوقات تو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اعلیٰ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کا باذوق انسان اوسط درجہ کے انسان کے و</w:t>
      </w:r>
      <w:r w:rsidRPr="00E37591">
        <w:rPr>
          <w:rtl/>
          <w:lang w:bidi="ur-PK"/>
        </w:rPr>
        <w:t>قت ک</w:t>
      </w:r>
      <w:r w:rsidRPr="00E37591">
        <w:rPr>
          <w:rFonts w:hint="cs"/>
          <w:rtl/>
          <w:lang w:bidi="ur-PK"/>
        </w:rPr>
        <w:t>ے برابر ہی</w:t>
      </w:r>
      <w:r w:rsidRPr="00E37591">
        <w:rPr>
          <w:rtl/>
          <w:lang w:bidi="ur-PK"/>
        </w:rPr>
        <w:t xml:space="preserve"> کام کرتا</w:t>
      </w:r>
      <w:r w:rsidRPr="00E37591">
        <w:rPr>
          <w:rFonts w:hint="cs"/>
          <w:rtl/>
          <w:lang w:bidi="ur-PK"/>
        </w:rPr>
        <w:t>ہے اور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برابر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ذوق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بازار ک</w:t>
      </w:r>
      <w:r w:rsidRPr="00E37591">
        <w:rPr>
          <w:rFonts w:hint="cs"/>
          <w:rtl/>
          <w:lang w:bidi="ur-PK"/>
        </w:rPr>
        <w:t>ے لحاظ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عمل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تفاوت </w:t>
      </w:r>
      <w:r w:rsidRPr="00E37591">
        <w:rPr>
          <w:rFonts w:hint="cs"/>
          <w:rtl/>
          <w:lang w:bidi="ur-PK"/>
        </w:rPr>
        <w:t>ہے اور نہ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تفاوت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ن</w:t>
      </w:r>
      <w:r w:rsidRPr="00E37591">
        <w:rPr>
          <w:rFonts w:hint="cs"/>
          <w:rtl/>
          <w:lang w:bidi="ur-PK"/>
        </w:rPr>
        <w:t>ے ملاحظہ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ہوگاکہ</w:t>
      </w:r>
      <w:r w:rsidRPr="00E37591">
        <w:rPr>
          <w:rtl/>
          <w:lang w:bidi="ur-PK"/>
        </w:rPr>
        <w:t xml:space="preserve"> اگر دونقاش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ھنٹہ کے اندر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نقش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باذوق نقاش کا نقش ک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ہوگاحالانکہ وقت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نقشہ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ڑے نقاش کے ذوق نے مقدار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چاربدذوق م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نقش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 عاجز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موقع پر صرف عمل کی</w:t>
      </w:r>
      <w:r w:rsidRPr="00E37591">
        <w:rPr>
          <w:rtl/>
          <w:lang w:bidi="ur-PK"/>
        </w:rPr>
        <w:t xml:space="preserve"> مقدار پر نظر رک</w:t>
      </w:r>
      <w:r w:rsidRPr="00E37591">
        <w:rPr>
          <w:rFonts w:hint="cs"/>
          <w:rtl/>
          <w:lang w:bidi="ur-PK"/>
        </w:rPr>
        <w:t>ھنا اور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قطع نظرکرلی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فاش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ارتکاب ذوق 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عمل کو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دوچار رہے گا کہ اس کی</w:t>
      </w:r>
      <w:r w:rsidRPr="00E37591">
        <w:rPr>
          <w:rtl/>
          <w:lang w:bidi="ur-PK"/>
        </w:rPr>
        <w:t xml:space="preserve"> مقدار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کوئی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ہوگا۔جس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اس کی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مج</w:t>
      </w:r>
      <w:r w:rsidRPr="00E37591">
        <w:rPr>
          <w:rFonts w:hint="cs"/>
          <w:rtl/>
          <w:lang w:bidi="ur-PK"/>
        </w:rPr>
        <w:t>ہول اور نامعلوم رہے گی۔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مشکلات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مارکس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کو م</w:t>
      </w:r>
      <w:r w:rsidRPr="00E37591">
        <w:rPr>
          <w:rFonts w:hint="cs"/>
          <w:rtl/>
          <w:lang w:bidi="ur-PK"/>
        </w:rPr>
        <w:t>ہملات کا درجہ دے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معذور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ہوں اس لئے کہ اس نے شروع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استدلال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ھا۔اس نے سب سے بڑی</w:t>
      </w:r>
      <w:r w:rsidRPr="00E37591">
        <w:rPr>
          <w:rtl/>
          <w:lang w:bidi="ur-PK"/>
        </w:rPr>
        <w:t xml:space="preserve">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تخت ولباس کے تبادلہ سے بحث کر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دونوں کی</w:t>
      </w:r>
      <w:r w:rsidRPr="00E37591">
        <w:rPr>
          <w:rtl/>
          <w:lang w:bidi="ur-PK"/>
        </w:rPr>
        <w:t xml:space="preserve">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کوبالکل نظراندازکر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۔حالانکہ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کو ب</w:t>
      </w:r>
      <w:r w:rsidRPr="00E37591">
        <w:rPr>
          <w:rFonts w:hint="cs"/>
          <w:rtl/>
          <w:lang w:bidi="ur-PK"/>
        </w:rPr>
        <w:t>ہت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دخل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ضرورت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امر مشترک تلاش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عمل کو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مفاسد بھی</w:t>
      </w:r>
      <w:r w:rsidRPr="00E37591">
        <w:rPr>
          <w:rtl/>
          <w:lang w:bidi="ur-PK"/>
        </w:rPr>
        <w:t xml:space="preserve"> رفع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منفعت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محفوظ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کہ تخت اور لباس اگرچہ اپنے استعمالی</w:t>
      </w:r>
      <w:r w:rsidRPr="00E37591">
        <w:rPr>
          <w:rtl/>
          <w:lang w:bidi="ur-PK"/>
        </w:rPr>
        <w:t xml:space="preserve"> فائدوں ک</w:t>
      </w:r>
      <w:r w:rsidRPr="00E37591">
        <w:rPr>
          <w:rFonts w:hint="cs"/>
          <w:rtl/>
          <w:lang w:bidi="ur-PK"/>
        </w:rPr>
        <w:t>ے اعتبار سے مختلف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دونوں فائدوں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کے تبادلہ کا باعث بنتاہے اور وہ ہے اجتماعی</w:t>
      </w:r>
      <w:r w:rsidRPr="00E37591">
        <w:rPr>
          <w:rtl/>
          <w:lang w:bidi="ur-PK"/>
        </w:rPr>
        <w:t xml:space="preserve"> رغبت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رغبت ک</w:t>
      </w:r>
      <w:r w:rsidRPr="00E37591">
        <w:rPr>
          <w:rFonts w:hint="cs"/>
          <w:rtl/>
          <w:lang w:bidi="ur-PK"/>
        </w:rPr>
        <w:t>ے اعتبار سے دونوں برابر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تبادلہ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ہے۔استعمالی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ے کس قدر مختلف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ہوں ان کا کوئی</w:t>
      </w:r>
      <w:r w:rsidRPr="00E37591">
        <w:rPr>
          <w:rtl/>
          <w:lang w:bidi="ur-PK"/>
        </w:rPr>
        <w:t xml:space="preserve"> اثر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واقعی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تمام مشکلات حل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موافق برآمد 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آثار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خط کا تبادل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جلد کتاب س</w:t>
      </w:r>
      <w:r w:rsidRPr="00E37591">
        <w:rPr>
          <w:rFonts w:hint="cs"/>
          <w:rtl/>
          <w:lang w:bidi="ur-PK"/>
        </w:rPr>
        <w:t>ے صرف اس لئے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 کہ اجتماعی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خطاط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رغبت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مطبوعات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کم</w:t>
      </w:r>
      <w:r w:rsidRPr="00E37591">
        <w:rPr>
          <w:rFonts w:hint="cs"/>
          <w:rtl/>
          <w:lang w:bidi="ur-PK"/>
        </w:rPr>
        <w:t>۔ورنہ عمل اور وقت کے اعتبار سے کتاب پر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وقت صرف </w:t>
      </w:r>
      <w:r w:rsidRPr="00E37591">
        <w:rPr>
          <w:rFonts w:hint="cs"/>
          <w:rtl/>
          <w:lang w:bidi="ur-PK"/>
        </w:rPr>
        <w:t>ہوتاہے۔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ے کو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ھنے کی</w:t>
      </w:r>
      <w:r w:rsidRPr="00E37591">
        <w:rPr>
          <w:rtl/>
          <w:lang w:bidi="ur-PK"/>
        </w:rPr>
        <w:t xml:space="preserve"> ضرورت اس بات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کسی</w:t>
      </w:r>
      <w:r w:rsidRPr="00E37591">
        <w:rPr>
          <w:rtl/>
          <w:lang w:bidi="ur-PK"/>
        </w:rPr>
        <w:t xml:space="preserve"> عمل پر کئ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ھنٹے کا وقت صرف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نہ حاصل ہوسکے جس سے اجتماعی</w:t>
      </w:r>
      <w:r w:rsidRPr="00E37591">
        <w:rPr>
          <w:rtl/>
          <w:lang w:bidi="ur-PK"/>
        </w:rPr>
        <w:t xml:space="preserve"> رغبت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ہوتو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ہوگا۔اگرچہ عمل کی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صرف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ا س مشکل کا احساس رک</w:t>
      </w:r>
      <w:r w:rsidRPr="00E37591">
        <w:rPr>
          <w:rFonts w:hint="cs"/>
          <w:rtl/>
          <w:lang w:bidi="ur-PK"/>
        </w:rPr>
        <w:t>ھتاہے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بنائے ہوئے قانون کی</w:t>
      </w:r>
      <w:r w:rsidRPr="00E37591">
        <w:rPr>
          <w:rtl/>
          <w:lang w:bidi="ur-PK"/>
        </w:rPr>
        <w:t xml:space="preserve"> بناپر اس</w:t>
      </w:r>
      <w:r w:rsidRPr="00E37591">
        <w:rPr>
          <w:rFonts w:hint="cs"/>
          <w:rtl/>
          <w:lang w:bidi="ur-PK"/>
        </w:rPr>
        <w:t>ے حل کرنے سے معذور ہے۔وہ استعمالی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ے کو پہلے ہی</w:t>
      </w:r>
      <w:r w:rsidRPr="00E37591">
        <w:rPr>
          <w:rtl/>
          <w:lang w:bidi="ur-PK"/>
        </w:rPr>
        <w:t xml:space="preserve"> نظرانداز کر چکا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قانون کی</w:t>
      </w:r>
      <w:r w:rsidRPr="00E37591">
        <w:rPr>
          <w:rtl/>
          <w:lang w:bidi="ur-PK"/>
        </w:rPr>
        <w:t xml:space="preserve"> بناپر اس مشکل کا حل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ہوجاتاہے کہ اجتماعی</w:t>
      </w:r>
      <w:r w:rsidRPr="00E37591">
        <w:rPr>
          <w:rtl/>
          <w:lang w:bidi="ur-PK"/>
        </w:rPr>
        <w:t xml:space="preserve"> رغبت کا منشا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ہے اور جب 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تو رغبت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جب رغبت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تو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لگ سک</w:t>
      </w:r>
      <w:r w:rsidRPr="00E37591">
        <w:rPr>
          <w:rFonts w:hint="cs"/>
          <w:rtl/>
          <w:lang w:bidi="ur-PK"/>
        </w:rPr>
        <w:t>ے گی۔اس لئے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رغبت </w:t>
      </w:r>
      <w:r w:rsidRPr="00E37591">
        <w:rPr>
          <w:rFonts w:hint="cs"/>
          <w:rtl/>
          <w:lang w:bidi="ur-PK"/>
        </w:rPr>
        <w:t>ہے عمل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ضروت </w:t>
      </w:r>
      <w:r w:rsidRPr="00E37591">
        <w:rPr>
          <w:rFonts w:hint="cs"/>
          <w:rtl/>
          <w:lang w:bidi="ur-PK"/>
        </w:rPr>
        <w:t>ہے کہ رغبت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استعمال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پر ضرورہے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جمود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اپنے مخصوص اسباب کی</w:t>
      </w:r>
      <w:r w:rsidRPr="00E37591">
        <w:rPr>
          <w:rtl/>
          <w:lang w:bidi="ur-PK"/>
        </w:rPr>
        <w:t xml:space="preserve"> بناپر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جتنا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ہوگا اتنی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رغبت </w:t>
      </w:r>
      <w:r w:rsidRPr="00E37591">
        <w:rPr>
          <w:rFonts w:hint="cs"/>
          <w:rtl/>
          <w:lang w:bidi="ur-PK"/>
        </w:rPr>
        <w:t>ہوگی۔جتنی</w:t>
      </w:r>
      <w:r w:rsidRPr="00E37591">
        <w:rPr>
          <w:rtl/>
          <w:lang w:bidi="ur-PK"/>
        </w:rPr>
        <w:t xml:space="preserve"> 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جنس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رغبت </w:t>
      </w:r>
      <w:r w:rsidRPr="00E37591">
        <w:rPr>
          <w:rFonts w:hint="cs"/>
          <w:rtl/>
          <w:lang w:bidi="ur-PK"/>
        </w:rPr>
        <w:t>ہوگی۔ اور ظاہرہے کہ جس قدر رغبت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ہوتاجائے گا اور رسد وطلب بھی</w:t>
      </w:r>
      <w:r w:rsidRPr="00E37591">
        <w:rPr>
          <w:rtl/>
          <w:lang w:bidi="ur-PK"/>
        </w:rPr>
        <w:t xml:space="preserve"> صاف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39" w:name="_Toc468966834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bookmarkEnd w:id="13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لوگوں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اعتراضات نقل کرکے ان کو ردکرنے سے ہمار مقصود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وہ اسلام سے ہم آہنگ ہے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منافع کا جواز ہے اور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</w:t>
      </w:r>
      <w:r w:rsidRPr="00E37591">
        <w:rPr>
          <w:rFonts w:hint="cs"/>
          <w:rtl/>
          <w:lang w:bidi="ur-PK"/>
        </w:rPr>
        <w:t xml:space="preserve">ہے اور </w:t>
      </w:r>
      <w:r w:rsidRPr="00E37591">
        <w:rPr>
          <w:rFonts w:hint="eastAsia"/>
          <w:rtl/>
          <w:lang w:bidi="ur-PK"/>
        </w:rPr>
        <w:t>اسلام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بالکل غلط </w:t>
      </w:r>
      <w:r w:rsidRPr="00E37591">
        <w:rPr>
          <w:rFonts w:hint="cs"/>
          <w:rtl/>
          <w:lang w:bidi="ur-PK"/>
        </w:rPr>
        <w:t>ہے۔اسلام ہ</w:t>
      </w:r>
      <w:r w:rsidRPr="00E37591">
        <w:rPr>
          <w:rtl/>
          <w:lang w:bidi="ur-PK"/>
        </w:rPr>
        <w:t>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ضابط</w:t>
      </w:r>
      <w:r w:rsidRPr="00E37591">
        <w:rPr>
          <w:rFonts w:hint="cs"/>
          <w:rtl/>
          <w:lang w:bidi="ur-PK"/>
        </w:rPr>
        <w:t>ۂ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دستور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اپنے اصول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مفاسد سے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ہے اور نہ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محاسن سے۔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 امقصود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نے اپنی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نبض پر ہاتھ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ھااور نہ مرض کی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بالکل غلط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مفاسد کا سرچشمہ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 فرض ہے کہ مرض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تشخ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دامن سے اس دھبہ کو مٹادی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علاوہ ہمارا کوئی</w:t>
      </w:r>
      <w:r w:rsidRPr="00E37591">
        <w:rPr>
          <w:rtl/>
          <w:lang w:bidi="ur-PK"/>
        </w:rPr>
        <w:t xml:space="preserve"> مدعا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تو ان مسلم قلم کاروں کو بھی</w:t>
      </w:r>
      <w:r w:rsidRPr="00E37591">
        <w:rPr>
          <w:rtl/>
          <w:lang w:bidi="ur-PK"/>
        </w:rPr>
        <w:t xml:space="preserve"> غلط انداز سمج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عداوت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مغرب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لگتے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دانست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اس طرح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خدمت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صاحب نظرکا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قلم ا</w:t>
      </w:r>
      <w:r w:rsidRPr="00E37591">
        <w:rPr>
          <w:rFonts w:hint="cs"/>
          <w:rtl/>
          <w:lang w:bidi="ur-PK"/>
        </w:rPr>
        <w:t>ٹھانے سے پہلے دوباتوں پر نظرکر لی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مسلم قلمکار کا یہ</w:t>
      </w:r>
      <w:r w:rsidRPr="00E37591">
        <w:rPr>
          <w:rtl/>
          <w:lang w:bidi="ur-PK"/>
        </w:rPr>
        <w:t xml:space="preserve"> فرض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مغربی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اس پر وارد ہونے والے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اعتراضات کوب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غلط تصور کرک</w:t>
      </w:r>
      <w:r w:rsidRPr="00E37591">
        <w:rPr>
          <w:rFonts w:hint="cs"/>
          <w:rtl/>
          <w:lang w:bidi="ur-PK"/>
        </w:rPr>
        <w:t>ے ٹھکرادے صرف اس لئے کہ اسلام بھی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سرمایہ</w:t>
      </w:r>
      <w:r w:rsidRPr="00E37591">
        <w:rPr>
          <w:rtl/>
          <w:lang w:bidi="ur-PK"/>
        </w:rPr>
        <w:t xml:space="preserve"> دارمعاشر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موجود</w:t>
      </w:r>
      <w:r w:rsidRPr="00E37591">
        <w:rPr>
          <w:rFonts w:hint="cs"/>
          <w:rtl/>
          <w:lang w:bidi="ur-PK"/>
        </w:rPr>
        <w:t>ہ حالت کی</w:t>
      </w:r>
      <w:r w:rsidRPr="00E37591">
        <w:rPr>
          <w:rtl/>
          <w:lang w:bidi="ur-PK"/>
        </w:rPr>
        <w:t xml:space="preserve"> 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شخص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جس جس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تصور</w:t>
      </w:r>
      <w:r w:rsidRPr="00E37591">
        <w:rPr>
          <w:rFonts w:hint="cs"/>
          <w:rtl/>
          <w:lang w:bidi="ur-PK"/>
        </w:rPr>
        <w:t>ہووہاں یہ</w:t>
      </w:r>
      <w:r w:rsidRPr="00E37591">
        <w:rPr>
          <w:rtl/>
          <w:lang w:bidi="ur-PK"/>
        </w:rPr>
        <w:t xml:space="preserve"> مفاسد ضرور پائ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فقر وفاق</w:t>
      </w:r>
      <w:r w:rsidRPr="00E37591">
        <w:rPr>
          <w:rFonts w:hint="cs"/>
          <w:rtl/>
          <w:lang w:bidi="ur-PK"/>
        </w:rPr>
        <w:t>ہ، احتکارو استعمار ، بے کاری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ے عاری</w:t>
      </w:r>
      <w:r w:rsidRPr="00E37591">
        <w:rPr>
          <w:rtl/>
          <w:lang w:bidi="ur-PK"/>
        </w:rPr>
        <w:t xml:space="preserve"> سب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ہمارے دو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اعتراضات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پر غور کئ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مترادف قرارد</w:t>
      </w:r>
      <w:r w:rsidRPr="00E37591">
        <w:rPr>
          <w:rFonts w:hint="cs"/>
          <w:rtl/>
          <w:lang w:bidi="ur-PK"/>
        </w:rPr>
        <w:t>ے کر اس کی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سرڈال دی</w:t>
      </w:r>
      <w:r w:rsidRPr="00E37591">
        <w:rPr>
          <w:rFonts w:hint="eastAsia"/>
          <w:rtl/>
          <w:lang w:bidi="ur-PK"/>
        </w:rPr>
        <w:t>اجو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روا</w:t>
      </w:r>
      <w:r w:rsidR="002E0FA3" w:rsidRPr="00E37591">
        <w:rPr>
          <w:rFonts w:hint="cs"/>
          <w:rtl/>
          <w:lang w:bidi="ur-PK"/>
        </w:rPr>
        <w:t xml:space="preserve"> 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ہ تھا۔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ارتقاء وتناقض کے با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وضع کردہ اصول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غلط اور خلاف واقع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نقی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جس پر اس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کا خاتم</w:t>
      </w:r>
      <w:r w:rsidRPr="00E37591">
        <w:rPr>
          <w:rFonts w:hint="cs"/>
          <w:rtl/>
          <w:lang w:bidi="ur-PK"/>
        </w:rPr>
        <w:t>ہ ہوگااور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گی۔مارکس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''زائد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</w:t>
      </w:r>
      <w:r w:rsidRPr="00E37591">
        <w:rPr>
          <w:rFonts w:hint="cs"/>
          <w:rtl/>
          <w:lang w:bidi="ur-PK"/>
        </w:rPr>
        <w:t>ہے جسے سرمایہ</w:t>
      </w:r>
      <w:r w:rsidRPr="00E37591">
        <w:rPr>
          <w:rtl/>
          <w:lang w:bidi="ur-PK"/>
        </w:rPr>
        <w:t xml:space="preserve"> دار مزدور س</w:t>
      </w:r>
      <w:r w:rsidRPr="00E37591">
        <w:rPr>
          <w:rFonts w:hint="cs"/>
          <w:rtl/>
          <w:lang w:bidi="ur-PK"/>
        </w:rPr>
        <w:t>ے غصب کرلی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مسئل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اندر صرف شدہ عمل اور محنت سے لگائی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 اس کا تخت بنوائ</w:t>
      </w:r>
      <w:r w:rsidRPr="00E37591">
        <w:rPr>
          <w:rFonts w:hint="cs"/>
          <w:rtl/>
          <w:lang w:bidi="ur-PK"/>
        </w:rPr>
        <w:t>ے اور پھراسے دو دی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فروخت کرد</w:t>
      </w:r>
      <w:r w:rsidRPr="00E37591">
        <w:rPr>
          <w:rFonts w:hint="cs"/>
          <w:rtl/>
          <w:lang w:bidi="ur-PK"/>
        </w:rPr>
        <w:t>ے توظاہرہے کہ 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کا اضاف</w:t>
      </w:r>
      <w:r w:rsidRPr="00E37591">
        <w:rPr>
          <w:rFonts w:hint="cs"/>
          <w:rtl/>
          <w:lang w:bidi="ur-PK"/>
        </w:rPr>
        <w:t>ہ صرف عمل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ہوگا جو مزدور نے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تقاضائ</w:t>
      </w:r>
      <w:r w:rsidRPr="00E37591">
        <w:rPr>
          <w:rFonts w:hint="cs"/>
          <w:rtl/>
          <w:lang w:bidi="ur-PK"/>
        </w:rPr>
        <w:t>ے انصاف تویہ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و</w:t>
      </w:r>
      <w:r w:rsidRPr="00E37591">
        <w:rPr>
          <w:rFonts w:hint="cs"/>
          <w:rtl/>
          <w:lang w:bidi="ur-PK"/>
        </w:rPr>
        <w:t>ہ پورا دی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مزدور ک</w:t>
      </w:r>
      <w:r w:rsidRPr="00E37591">
        <w:rPr>
          <w:rFonts w:hint="cs"/>
          <w:rtl/>
          <w:lang w:bidi="ur-PK"/>
        </w:rPr>
        <w:t>ے حوالے کر دے اس لئے کہ یہ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عمل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طرح کسی</w:t>
      </w:r>
      <w:r w:rsidRPr="00E37591">
        <w:rPr>
          <w:rtl/>
          <w:lang w:bidi="ur-PK"/>
        </w:rPr>
        <w:t xml:space="preserve"> قسم کا ظلم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ہوگا،سرمایہ</w:t>
      </w:r>
      <w:r w:rsidRPr="00E37591">
        <w:rPr>
          <w:rtl/>
          <w:lang w:bidi="ur-PK"/>
        </w:rPr>
        <w:t xml:space="preserve"> دار کا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ہے گا اور مزدور کا دی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مل جائے گ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سرمایہ</w:t>
      </w:r>
      <w:r w:rsidRPr="00E37591">
        <w:rPr>
          <w:rtl/>
          <w:lang w:bidi="ur-PK"/>
        </w:rPr>
        <w:t xml:space="preserve"> دار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کرتاو</w:t>
      </w:r>
      <w:r w:rsidRPr="00E37591">
        <w:rPr>
          <w:rFonts w:hint="cs"/>
          <w:rtl/>
          <w:lang w:bidi="ur-PK"/>
        </w:rPr>
        <w:t>ہ مزدور کو اجرت دے کر روانہ کردی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کو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غصب ہوجاتاہے یہی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 جس کو اصطلاحی</w:t>
      </w:r>
      <w:r w:rsidRPr="00E37591">
        <w:rPr>
          <w:rtl/>
          <w:lang w:bidi="ur-PK"/>
        </w:rPr>
        <w:t xml:space="preserve"> اعتبا رس</w:t>
      </w:r>
      <w:r w:rsidRPr="00E37591">
        <w:rPr>
          <w:rFonts w:hint="cs"/>
          <w:rtl/>
          <w:lang w:bidi="ur-PK"/>
        </w:rPr>
        <w:t>ے''زائد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ہاجاتاہے۔اس لئے کہ 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سرمایہ</w:t>
      </w:r>
      <w:r w:rsidRPr="00E37591">
        <w:rPr>
          <w:rtl/>
          <w:lang w:bidi="ur-PK"/>
        </w:rPr>
        <w:t xml:space="preserve"> دار ن</w:t>
      </w:r>
      <w:r w:rsidRPr="00E37591">
        <w:rPr>
          <w:rFonts w:hint="cs"/>
          <w:rtl/>
          <w:lang w:bidi="ur-PK"/>
        </w:rPr>
        <w:t>ے اپنے ح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ہے۔دوسرے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مزدور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اجرت اسے کم ہی</w:t>
      </w:r>
      <w:r w:rsidRPr="00E37591">
        <w:rPr>
          <w:rtl/>
          <w:lang w:bidi="ur-PK"/>
        </w:rPr>
        <w:t xml:space="preserve"> ملت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اجرت جمع کرک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ثروت کا مالک </w:t>
      </w:r>
      <w:r w:rsidRPr="00E37591">
        <w:rPr>
          <w:rFonts w:hint="cs"/>
          <w:rtl/>
          <w:lang w:bidi="ur-PK"/>
        </w:rPr>
        <w:t>ہوجاتاہے اور مزدور اپنے حق سے محروم ہوجاتا 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فائد</w:t>
      </w:r>
      <w:r w:rsidRPr="00E37591">
        <w:rPr>
          <w:rFonts w:hint="cs"/>
          <w:rtl/>
          <w:lang w:bidi="ur-PK"/>
        </w:rPr>
        <w:t>ہ کے سل</w:t>
      </w:r>
      <w:r w:rsidRPr="00E37591">
        <w:rPr>
          <w:rtl/>
          <w:lang w:bidi="ur-PK"/>
        </w:rPr>
        <w:t>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کو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راز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اس کا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جس وقت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 xml:space="preserve">ے علاوہ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فائدہ کا کوئی</w:t>
      </w:r>
      <w:r w:rsidRPr="00E37591">
        <w:rPr>
          <w:rtl/>
          <w:lang w:bidi="ur-PK"/>
        </w:rPr>
        <w:t xml:space="preserve"> موقع نظرن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آتا جس س</w:t>
      </w:r>
      <w:r w:rsidRPr="00E37591">
        <w:rPr>
          <w:rFonts w:hint="cs"/>
          <w:rtl/>
          <w:lang w:bidi="ur-PK"/>
        </w:rPr>
        <w:t>ے انسان سرمایہ</w:t>
      </w:r>
      <w:r w:rsidRPr="00E37591">
        <w:rPr>
          <w:rtl/>
          <w:lang w:bidi="ur-PK"/>
        </w:rPr>
        <w:t xml:space="preserve"> دار بن سک</w:t>
      </w:r>
      <w:r w:rsidRPr="00E37591">
        <w:rPr>
          <w:rFonts w:hint="cs"/>
          <w:rtl/>
          <w:lang w:bidi="ur-PK"/>
        </w:rPr>
        <w:t>ے۔مالک پہلے تاجر سے تمام آلات خری</w:t>
      </w:r>
      <w:r w:rsidRPr="00E37591">
        <w:rPr>
          <w:rFonts w:hint="eastAsia"/>
          <w:rtl/>
          <w:lang w:bidi="ur-PK"/>
        </w:rPr>
        <w:t>دتا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بعد مزدور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دتا</w:t>
      </w:r>
      <w:r w:rsidRPr="00E37591">
        <w:rPr>
          <w:rFonts w:hint="cs"/>
          <w:rtl/>
          <w:lang w:bidi="ur-PK"/>
        </w:rPr>
        <w:t>ہے۔ظاہرہے کہ استعمالی</w:t>
      </w:r>
      <w:r w:rsidRPr="00E37591">
        <w:rPr>
          <w:rtl/>
          <w:lang w:bidi="ur-PK"/>
        </w:rPr>
        <w:t xml:space="preserve"> منفعت ک</w:t>
      </w:r>
      <w:r w:rsidRPr="00E37591">
        <w:rPr>
          <w:rFonts w:hint="cs"/>
          <w:rtl/>
          <w:lang w:bidi="ur-PK"/>
        </w:rPr>
        <w:t>ے اعتبار سے یہ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دونوں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برابر </w:t>
      </w:r>
      <w:r w:rsidRPr="00E37591">
        <w:rPr>
          <w:rFonts w:hint="cs"/>
          <w:rtl/>
          <w:lang w:bidi="ur-PK"/>
        </w:rPr>
        <w:t>ہے اس لئے کہ طرفی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تبادلہ عام طور سے برابر کی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واضح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معاملہ برابر کاہوا تو فائدہ کا کوئی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پھر فائدہ کہاں سے آگی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متعلق چند احتمالات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بات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فائدہ فروخت کرنے والے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جب وہ اپنی</w:t>
      </w:r>
      <w:r w:rsidRPr="00E37591">
        <w:rPr>
          <w:rtl/>
          <w:lang w:bidi="ur-PK"/>
        </w:rPr>
        <w:t xml:space="preserve"> جنس کو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فروخت کر</w:t>
      </w:r>
      <w:r w:rsidRPr="00E37591">
        <w:rPr>
          <w:rFonts w:hint="cs"/>
          <w:rtl/>
          <w:lang w:bidi="ur-PK"/>
        </w:rPr>
        <w:t>ے گا تو اسے فائدہ ضرور حاصل ہوگالی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 اس لئے کہ 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اس دن ختم ہوجائے گا جب اس بی</w:t>
      </w:r>
      <w:r w:rsidRPr="00E37591">
        <w:rPr>
          <w:rFonts w:hint="eastAsia"/>
          <w:rtl/>
          <w:lang w:bidi="ur-PK"/>
        </w:rPr>
        <w:t>چن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کو جنس خری</w:t>
      </w:r>
      <w:r w:rsidRPr="00E37591">
        <w:rPr>
          <w:rFonts w:hint="eastAsia"/>
          <w:rtl/>
          <w:lang w:bidi="ur-PK"/>
        </w:rPr>
        <w:t>دنا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گی</w:t>
      </w:r>
      <w:r w:rsidRPr="00E37591">
        <w:rPr>
          <w:rtl/>
          <w:lang w:bidi="ur-PK"/>
        </w:rPr>
        <w:t xml:space="preserve"> اور بائع مشتر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دوسرا احتمال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والوں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ہو۔اس وقت جب ضرورت مند افرد جنس کو اس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آج کا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والا انسان کل ضرورت مند </w:t>
      </w:r>
      <w:r w:rsidRPr="00E37591">
        <w:rPr>
          <w:rFonts w:hint="cs"/>
          <w:rtl/>
          <w:lang w:bidi="ur-PK"/>
        </w:rPr>
        <w:t xml:space="preserve">ہوسکتاہے لہٰذا وہ تمام فائدہ کل ختم ہوجائے گا جب </w:t>
      </w:r>
      <w:r w:rsidRPr="00E37591">
        <w:rPr>
          <w:rFonts w:hint="eastAsia"/>
          <w:rtl/>
          <w:lang w:bidi="ur-PK"/>
        </w:rPr>
        <w:t>طرف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بدل جائ</w:t>
      </w:r>
      <w:r w:rsidRPr="00E37591">
        <w:rPr>
          <w:rFonts w:hint="cs"/>
          <w:rtl/>
          <w:lang w:bidi="ur-PK"/>
        </w:rPr>
        <w:t>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فائدہ کا راز ازی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مضمر </w:t>
      </w:r>
      <w:r w:rsidRPr="00E37591">
        <w:rPr>
          <w:rFonts w:hint="cs"/>
          <w:rtl/>
          <w:lang w:bidi="ur-PK"/>
        </w:rPr>
        <w:t>ہے اور نہ وقت ضرورت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کا رازصرف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مالک مزدور سے دس گھنٹہ کاکام لے کر اس پورے وقت کی</w:t>
      </w:r>
      <w:r w:rsidRPr="00E37591">
        <w:rPr>
          <w:rtl/>
          <w:lang w:bidi="ur-PK"/>
        </w:rPr>
        <w:t xml:space="preserve"> اجرت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صرف اس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</w:t>
      </w:r>
      <w:r w:rsidRPr="00E37591">
        <w:rPr>
          <w:rFonts w:hint="cs"/>
          <w:rtl/>
          <w:lang w:bidi="ur-PK"/>
        </w:rPr>
        <w:t>ہ ہم نے عمل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وہ طاقت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عمل ظ</w:t>
      </w:r>
      <w:r w:rsidRPr="00E37591">
        <w:rPr>
          <w:rFonts w:hint="cs"/>
          <w:rtl/>
          <w:lang w:bidi="ur-PK"/>
        </w:rPr>
        <w:t>ہور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ہرہے کہ طاقت کے عوض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مال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آئندہ کام کرنے کے لئے طاقت محفوظ رہے پوری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C1264A">
      <w:pPr>
        <w:pStyle w:val="libNormal"/>
        <w:rPr>
          <w:rtl/>
          <w:lang w:bidi="ur-PK"/>
        </w:rPr>
      </w:pPr>
    </w:p>
    <w:p w:rsidR="00824138" w:rsidRPr="00E37591" w:rsidRDefault="00824138" w:rsidP="00C1264A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اگرچہ وہ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عمل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ن</w:t>
      </w:r>
      <w:r w:rsidRPr="00E37591">
        <w:rPr>
          <w:rFonts w:hint="cs"/>
          <w:rtl/>
          <w:lang w:bidi="ur-PK"/>
        </w:rPr>
        <w:t>ے اپنے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واضح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 مزدور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طاقت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ادا کرتا</w:t>
      </w:r>
      <w:r w:rsidRPr="00E37591">
        <w:rPr>
          <w:rFonts w:hint="cs"/>
          <w:rtl/>
          <w:lang w:bidi="ur-PK"/>
        </w:rPr>
        <w:t>ہے۔حالانکہ جنس کو تحوی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اس</w:t>
      </w:r>
      <w:r w:rsidRPr="00E37591">
        <w:rPr>
          <w:rFonts w:hint="cs"/>
          <w:rtl/>
          <w:lang w:bidi="ur-PK"/>
        </w:rPr>
        <w:t>ے عمل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وصول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اگر وہ عمل کو لے کر اس سے پی</w:t>
      </w:r>
      <w:r w:rsidRPr="00E37591">
        <w:rPr>
          <w:rFonts w:hint="eastAsia"/>
          <w:rtl/>
          <w:lang w:bidi="ur-PK"/>
        </w:rPr>
        <w:t>داشد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مزدور ک</w:t>
      </w:r>
      <w:r w:rsidRPr="00E37591">
        <w:rPr>
          <w:rFonts w:hint="cs"/>
          <w:rtl/>
          <w:lang w:bidi="ur-PK"/>
        </w:rPr>
        <w:t>ے حوالے کردے تو کوئی</w:t>
      </w:r>
      <w:r w:rsidRPr="00E37591">
        <w:rPr>
          <w:rtl/>
          <w:lang w:bidi="ur-PK"/>
        </w:rPr>
        <w:t xml:space="preserve"> نزاع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واقع ن</w:t>
      </w:r>
      <w:r w:rsidRPr="00E37591">
        <w:rPr>
          <w:rFonts w:hint="cs"/>
          <w:rtl/>
          <w:lang w:bidi="ur-PK"/>
        </w:rPr>
        <w:t>ہ ہو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ہوتا </w:t>
      </w:r>
      <w:r w:rsidRPr="00E37591">
        <w:rPr>
          <w:rtl/>
          <w:lang w:bidi="ur-PK"/>
        </w:rPr>
        <w:t>اس لئ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اور مزدور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شروع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مارکس کا یہ</w:t>
      </w:r>
      <w:r w:rsidRPr="00E37591">
        <w:rPr>
          <w:rtl/>
          <w:lang w:bidi="ur-PK"/>
        </w:rPr>
        <w:t xml:space="preserve"> پورا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مقرر کئے ہوئے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مبن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وہ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عمل ک</w:t>
      </w:r>
      <w:r w:rsidRPr="00E37591">
        <w:rPr>
          <w:rFonts w:hint="cs"/>
          <w:rtl/>
          <w:lang w:bidi="ur-PK"/>
        </w:rPr>
        <w:t>ے اعتبار سے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مزدورس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غصب کرلی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اگر یہ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ہوجائے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صرف عمل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عناصر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من</w:t>
      </w:r>
      <w:r w:rsidRPr="00E37591">
        <w:rPr>
          <w:rFonts w:hint="cs"/>
          <w:rtl/>
          <w:lang w:bidi="ur-PK"/>
        </w:rPr>
        <w:t>ہدم ہوجائے گی</w:t>
      </w:r>
      <w:r w:rsidRPr="00E37591">
        <w:rPr>
          <w:rtl/>
          <w:lang w:bidi="ur-PK"/>
        </w:rPr>
        <w:t xml:space="preserve"> اور اس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باطل محض </w:t>
      </w:r>
      <w:r w:rsidRPr="00E37591">
        <w:rPr>
          <w:rFonts w:hint="cs"/>
          <w:rtl/>
          <w:lang w:bidi="ur-PK"/>
        </w:rPr>
        <w:t>ہوکر رہ 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گذشتہ بحث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عمل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کالوج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صفت </w:t>
      </w:r>
      <w:r w:rsidRPr="00E37591">
        <w:rPr>
          <w:rFonts w:hint="cs"/>
          <w:rtl/>
          <w:lang w:bidi="ur-PK"/>
        </w:rPr>
        <w:t>ہے۔جس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پورا معاشر</w:t>
      </w:r>
      <w:r w:rsidRPr="00E37591">
        <w:rPr>
          <w:rFonts w:hint="cs"/>
          <w:rtl/>
          <w:lang w:bidi="ur-PK"/>
        </w:rPr>
        <w:t>ہ شری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وہ ہے رغبت۔لہٰذااس زائد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غصب وسلب ک</w:t>
      </w:r>
      <w:r w:rsidRPr="00E37591">
        <w:rPr>
          <w:rFonts w:hint="cs"/>
          <w:rtl/>
          <w:lang w:bidi="ur-PK"/>
        </w:rPr>
        <w:t>ے داخل کرنے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ہم خام مواد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 ک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راز کو واضح کر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جو خام مواد بھی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قدرے ندرت رکھتاہے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ہواکہ نسبت سے کمی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خواہ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ہواہوی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ہواہو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بات ہے جسے مارکس نے ٹھکرا کر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تک عمل شری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ہوجائے خ</w:t>
      </w:r>
      <w:r w:rsidRPr="00E37591">
        <w:rPr>
          <w:rtl/>
          <w:lang w:bidi="ur-PK"/>
        </w:rPr>
        <w:t>ام مواد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خام مواد تک ظا</w:t>
      </w:r>
      <w:r w:rsidRPr="00E37591">
        <w:rPr>
          <w:rFonts w:hint="cs"/>
          <w:rtl/>
          <w:lang w:bidi="ur-PK"/>
        </w:rPr>
        <w:t>ہرنہ ہوجائے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جب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سامنے آجاتاہے تو اس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پوری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زور پر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اگر مارکس کو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کا حق ہوگاتو ہم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عمل جب تک کسی</w:t>
      </w:r>
      <w:r w:rsidRPr="00E37591">
        <w:rPr>
          <w:rtl/>
          <w:lang w:bidi="ur-PK"/>
        </w:rPr>
        <w:t xml:space="preserve"> خام مواد س</w:t>
      </w:r>
      <w:r w:rsidRPr="00E37591">
        <w:rPr>
          <w:rFonts w:hint="cs"/>
          <w:rtl/>
          <w:lang w:bidi="ur-PK"/>
        </w:rPr>
        <w:t>ے معلق نہ ہو اس وقت تک اس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مطلب </w:t>
      </w:r>
      <w:r w:rsidRPr="00E37591">
        <w:rPr>
          <w:rFonts w:hint="cs"/>
          <w:rtl/>
          <w:lang w:bidi="ur-PK"/>
        </w:rPr>
        <w:t>ہے کہ ہم عمل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انکار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۔ظاہر ہے 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ہمارافرض ہے کہ ہ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دونوں عناصر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 کر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جس طرح زی</w:t>
      </w:r>
      <w:r w:rsidRPr="00E37591">
        <w:rPr>
          <w:rFonts w:hint="eastAsia"/>
          <w:rtl/>
          <w:lang w:bidi="ur-PK"/>
        </w:rPr>
        <w:t>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سون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وقعت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طرح بالائ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مواد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ہونے والے عمل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ہے۔دونوں اپنا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وقت پاسکت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سے من</w:t>
      </w:r>
      <w:r w:rsidRPr="00E37591">
        <w:rPr>
          <w:rtl/>
          <w:lang w:bidi="ur-PK"/>
        </w:rPr>
        <w:t xml:space="preserve">ظم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انداز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سامنے آئی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 ت واضح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ک</w:t>
      </w:r>
      <w:r w:rsidRPr="00E37591">
        <w:rPr>
          <w:rFonts w:hint="cs"/>
          <w:rtl/>
          <w:lang w:bidi="ur-PK"/>
        </w:rPr>
        <w:t>ے اعتبار سے عمل کے ساتھ خام مواد کو بھی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دخل </w:t>
      </w:r>
      <w:r w:rsidRPr="00E37591">
        <w:rPr>
          <w:rFonts w:hint="cs"/>
          <w:rtl/>
          <w:lang w:bidi="ur-PK"/>
        </w:rPr>
        <w:t>ہوتاہے تو اب ہمارا فرض ہے کہ ہم ان تمام عناصر کو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صرف عمل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eastAsia"/>
          <w:rtl/>
          <w:lang w:bidi="ur-PK"/>
        </w:rPr>
        <w:t>خل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عمل جب باصلاح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صرف </w:t>
      </w:r>
      <w:r w:rsidRPr="00E37591">
        <w:rPr>
          <w:rFonts w:hint="cs"/>
          <w:rtl/>
          <w:lang w:bidi="ur-PK"/>
        </w:rPr>
        <w:t>ہوجاتاہے تو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جب بے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اراض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لگ جاتا</w:t>
      </w:r>
      <w:r w:rsidRPr="00E37591">
        <w:rPr>
          <w:rFonts w:hint="cs"/>
          <w:rtl/>
          <w:lang w:bidi="ur-PK"/>
        </w:rPr>
        <w:t>ہے تو کم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 اور جب یہ</w:t>
      </w:r>
      <w:r w:rsidRPr="00E37591">
        <w:rPr>
          <w:rtl/>
          <w:lang w:bidi="ur-PK"/>
        </w:rPr>
        <w:t xml:space="preserve"> ثابت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تمام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</w:t>
      </w:r>
      <w:r w:rsidRPr="00E37591">
        <w:rPr>
          <w:rFonts w:hint="eastAsia"/>
          <w:rtl/>
          <w:lang w:bidi="ur-PK"/>
        </w:rPr>
        <w:t>مل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پھر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ہوگاکہ سرمایہ</w:t>
      </w:r>
      <w:r w:rsidRPr="00E37591">
        <w:rPr>
          <w:rtl/>
          <w:lang w:bidi="ur-PK"/>
        </w:rPr>
        <w:t xml:space="preserve"> دار کا فائد</w:t>
      </w:r>
      <w:r w:rsidRPr="00E37591">
        <w:rPr>
          <w:rFonts w:hint="cs"/>
          <w:rtl/>
          <w:lang w:bidi="ur-PK"/>
        </w:rPr>
        <w:t>ہ مزدور سے چرای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ہواہوتاہے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خام مواد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منسوب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شدہ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مالک کون </w:t>
      </w:r>
      <w:r w:rsidRPr="00E37591">
        <w:rPr>
          <w:rFonts w:hint="cs"/>
          <w:rtl/>
          <w:lang w:bidi="ur-PK"/>
        </w:rPr>
        <w:t>ہے مزدور ی</w:t>
      </w:r>
      <w:r w:rsidRPr="00E37591">
        <w:rPr>
          <w:rFonts w:hint="eastAsia"/>
          <w:rtl/>
          <w:lang w:bidi="ur-PK"/>
        </w:rPr>
        <w:t>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ہمارے موضوع سے خارج ہے۔ہم تو صرف اتنا واضح کرنا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فائدوں کی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مزدور کے حقوق کا تذکرہ کوئی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علاوہ دوسرے اسباب کی</w:t>
      </w:r>
      <w:r w:rsidRPr="00E37591">
        <w:rPr>
          <w:rtl/>
          <w:lang w:bidi="ur-PK"/>
        </w:rPr>
        <w:t xml:space="preserve"> بناپر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 صرف مارکس ک</w:t>
      </w:r>
      <w:r w:rsidRPr="00E37591">
        <w:rPr>
          <w:rFonts w:hint="cs"/>
          <w:rtl/>
          <w:lang w:bidi="ur-PK"/>
        </w:rPr>
        <w:t>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مجبور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مزدور کے حقوق کی</w:t>
      </w:r>
      <w:r w:rsidRPr="00E37591">
        <w:rPr>
          <w:rtl/>
          <w:lang w:bidi="ur-PK"/>
        </w:rPr>
        <w:t xml:space="preserve"> زبردست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ورنہ عمومی</w:t>
      </w:r>
      <w:r w:rsidRPr="00E37591">
        <w:rPr>
          <w:rtl/>
          <w:lang w:bidi="ur-PK"/>
        </w:rPr>
        <w:t xml:space="preserve"> رغبت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 اور اس کے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دروازے کھلے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توج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جس</w:t>
      </w:r>
      <w:r w:rsidRPr="00E37591">
        <w:rPr>
          <w:rFonts w:hint="cs"/>
          <w:rtl/>
          <w:lang w:bidi="ur-PK"/>
        </w:rPr>
        <w:t>ے مارکس نے</w:t>
      </w:r>
      <w:r w:rsidRPr="00E37591">
        <w:rPr>
          <w:rtl/>
          <w:lang w:bidi="ur-PK"/>
        </w:rPr>
        <w:t xml:space="preserve"> نظرانداز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ہے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مقدار جو کارخانہ کے مالک 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کو چا</w:t>
      </w:r>
      <w:r w:rsidRPr="00E37591">
        <w:rPr>
          <w:rFonts w:hint="cs"/>
          <w:rtl/>
          <w:lang w:bidi="ur-PK"/>
        </w:rPr>
        <w:t>ہئے تھاکہ اپنے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لگاتااور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تمام فائدوں کو لوٹ مار پر محمول نہ کرتالی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بناپراتن</w:t>
      </w:r>
      <w:r w:rsidRPr="00E37591">
        <w:rPr>
          <w:rFonts w:hint="cs"/>
          <w:rtl/>
          <w:lang w:bidi="ur-PK"/>
        </w:rPr>
        <w:t>ے اہم کام سے بھی</w:t>
      </w:r>
      <w:r w:rsidRPr="00E37591">
        <w:rPr>
          <w:rtl/>
          <w:lang w:bidi="ur-PK"/>
        </w:rPr>
        <w:t xml:space="preserve"> غفلت کرنا پ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اور اس طرح مزدوروں،آلات خام مواد، درآمد، برآمد 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تمام ا</w:t>
      </w:r>
      <w:r w:rsidRPr="00E37591">
        <w:rPr>
          <w:rFonts w:hint="cs"/>
          <w:rtl/>
          <w:lang w:bidi="ur-PK"/>
        </w:rPr>
        <w:t>ہم کاموں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انکار کرناپ</w:t>
      </w:r>
      <w:r w:rsidRPr="00E37591">
        <w:rPr>
          <w:rFonts w:hint="cs"/>
          <w:rtl/>
          <w:lang w:bidi="ur-PK"/>
        </w:rPr>
        <w:t>ڑا۔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ہم نے یہ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کا قانون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اور نظر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>''ق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زائد'' دونوں باطل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طبقات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ہونے والی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مسمار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تا</w:t>
      </w:r>
      <w:r w:rsidRPr="00E37591">
        <w:rPr>
          <w:rFonts w:hint="cs"/>
          <w:rtl/>
          <w:lang w:bidi="ur-PK"/>
        </w:rPr>
        <w:t>ہم اس تفصی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مختصر اشار</w:t>
      </w:r>
      <w:r w:rsidRPr="00E37591">
        <w:rPr>
          <w:rFonts w:hint="cs"/>
          <w:rtl/>
          <w:lang w:bidi="ur-PK"/>
        </w:rPr>
        <w:t>ہ ض</w:t>
      </w:r>
      <w:r w:rsidRPr="00E37591">
        <w:rPr>
          <w:rFonts w:hint="eastAsia"/>
          <w:rtl/>
          <w:lang w:bidi="ur-PK"/>
        </w:rPr>
        <w:t>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دوقسم ک</w:t>
      </w:r>
      <w:r w:rsidRPr="00E37591">
        <w:rPr>
          <w:rFonts w:hint="cs"/>
          <w:rtl/>
          <w:lang w:bidi="ur-PK"/>
        </w:rPr>
        <w:t>ے تناقض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مالک اور مزدور کا تناقض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667B3E">
      <w:pPr>
        <w:pStyle w:val="libBold2"/>
        <w:rPr>
          <w:rtl/>
          <w:lang w:bidi="ur-PK"/>
        </w:rPr>
      </w:pPr>
      <w:r w:rsidRPr="00E37591">
        <w:rPr>
          <w:rtl/>
          <w:lang w:bidi="ur-PK"/>
        </w:rPr>
        <w:tab/>
      </w:r>
      <w:bookmarkStart w:id="140" w:name="_Toc468966835"/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طاقت اور تناقض</w:t>
      </w:r>
      <w:r w:rsidRPr="00E37591">
        <w:rPr>
          <w:rFonts w:hint="cs"/>
          <w:rtl/>
          <w:lang w:bidi="ur-PK"/>
        </w:rPr>
        <w:t>۔</w:t>
      </w:r>
      <w:bookmarkEnd w:id="140"/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مالک اور مزدور ک</w:t>
      </w:r>
      <w:r w:rsidRPr="00E37591">
        <w:rPr>
          <w:rFonts w:hint="cs"/>
          <w:rtl/>
          <w:lang w:bidi="ur-PK"/>
        </w:rPr>
        <w:t>ے تنازع کا سبب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مالک مزدور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مارلی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اس کا پورا حق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۔اس بنی</w:t>
      </w:r>
      <w:r w:rsidRPr="00E37591">
        <w:rPr>
          <w:rFonts w:hint="eastAsia"/>
          <w:rtl/>
          <w:lang w:bidi="ur-PK"/>
        </w:rPr>
        <w:t>ادک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باطل </w:t>
      </w:r>
      <w:r w:rsidRPr="00E37591">
        <w:rPr>
          <w:rFonts w:hint="cs"/>
          <w:rtl/>
          <w:lang w:bidi="ur-PK"/>
        </w:rPr>
        <w:t>ہونے کا رازیہ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قی</w:t>
      </w:r>
      <w:r w:rsidRPr="00E37591">
        <w:rPr>
          <w:rFonts w:hint="eastAsia"/>
          <w:rtl/>
          <w:lang w:bidi="ur-PK"/>
        </w:rPr>
        <w:t>مت</w:t>
      </w:r>
      <w:r w:rsidR="002E0FA3" w:rsidRPr="00E37591">
        <w:rPr>
          <w:rtl/>
          <w:lang w:bidi="ur-PK"/>
        </w:rPr>
        <w:t xml:space="preserve"> کا تما</w:t>
      </w:r>
      <w:r w:rsidR="002E0FA3" w:rsidRPr="00E37591">
        <w:rPr>
          <w:rFonts w:hint="cs"/>
          <w:rtl/>
          <w:lang w:bidi="ur-PK"/>
        </w:rPr>
        <w:t xml:space="preserve">م </w:t>
      </w:r>
      <w:r w:rsidRPr="00E37591">
        <w:rPr>
          <w:rtl/>
          <w:lang w:bidi="ur-PK"/>
        </w:rPr>
        <w:t>تر تعلق عمل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اس حصہ کا مزدور کی</w:t>
      </w:r>
      <w:r w:rsidRPr="00E37591">
        <w:rPr>
          <w:rtl/>
          <w:lang w:bidi="ur-PK"/>
        </w:rPr>
        <w:t xml:space="preserve"> طرف منسوب </w:t>
      </w:r>
      <w:r w:rsidRPr="00E37591">
        <w:rPr>
          <w:rFonts w:hint="cs"/>
          <w:rtl/>
          <w:lang w:bidi="ur-PK"/>
        </w:rPr>
        <w:t>ہونا ہی</w:t>
      </w:r>
      <w:r w:rsidRPr="00E37591">
        <w:rPr>
          <w:rtl/>
          <w:lang w:bidi="ur-PK"/>
        </w:rPr>
        <w:t xml:space="preserve"> ثابت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</w:t>
      </w:r>
      <w:r w:rsidRPr="00E37591">
        <w:rPr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غصب سلب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الو</w:t>
      </w:r>
      <w:r w:rsidRPr="00E37591">
        <w:rPr>
          <w:rFonts w:hint="cs"/>
          <w:rtl/>
          <w:lang w:bidi="ur-PK"/>
        </w:rPr>
        <w:t>ٹ</w:t>
      </w:r>
      <w:r w:rsidRPr="00E37591">
        <w:rPr>
          <w:rtl/>
          <w:lang w:bidi="ur-PK"/>
        </w:rPr>
        <w:t xml:space="preserve"> مار کا سوال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مالک کی</w:t>
      </w:r>
      <w:r w:rsidRPr="00E37591">
        <w:rPr>
          <w:rtl/>
          <w:lang w:bidi="ur-PK"/>
        </w:rPr>
        <w:t xml:space="preserve"> مصلحت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مزدوری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ہواور مزدور کی</w:t>
      </w:r>
      <w:r w:rsidRPr="00E37591">
        <w:rPr>
          <w:rtl/>
          <w:lang w:bidi="ur-PK"/>
        </w:rPr>
        <w:t xml:space="preserve"> مصلحت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مزدوری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فائدہ سے دوسرے کا نقصان ہوگا اور اس طرح دونون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کشاکش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اسے اس طبقاتی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ں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تناقض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مصالح کا اختلاف </w:t>
      </w:r>
      <w:r w:rsidRPr="00E37591">
        <w:rPr>
          <w:rFonts w:hint="cs"/>
          <w:rtl/>
          <w:lang w:bidi="ur-PK"/>
        </w:rPr>
        <w:t>ہے جو دکاندار اور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فنکار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فنکار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اول الذکر کا مطلوب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اجرت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 آخر الذکر کا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ااجرت</w:t>
      </w:r>
      <w:r w:rsidRPr="00E37591">
        <w:rPr>
          <w:rtl/>
          <w:lang w:bidi="ur-PK"/>
        </w:rPr>
        <w:t xml:space="preserve"> مساو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اختلاف کو کسی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انسان نے داخلی</w:t>
      </w:r>
      <w:r w:rsidRPr="00E37591">
        <w:rPr>
          <w:rtl/>
          <w:lang w:bidi="ur-PK"/>
        </w:rPr>
        <w:t xml:space="preserve"> تناقض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کو اس بات کا حق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طاقت اور عمل ک</w:t>
      </w:r>
      <w:r w:rsidRPr="00E37591">
        <w:rPr>
          <w:rFonts w:hint="cs"/>
          <w:rtl/>
          <w:lang w:bidi="ur-PK"/>
        </w:rPr>
        <w:t>ے تناقض کا سبب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مالک مزدور سے ا</w:t>
      </w:r>
      <w:r w:rsidRPr="00E37591">
        <w:rPr>
          <w:rtl/>
          <w:lang w:bidi="ur-PK"/>
        </w:rPr>
        <w:t>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وقت تحوی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عمل وصول کرتا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طاقت ک</w:t>
      </w:r>
      <w:r w:rsidRPr="00E37591">
        <w:rPr>
          <w:rFonts w:hint="cs"/>
          <w:rtl/>
          <w:lang w:bidi="ur-PK"/>
        </w:rPr>
        <w:t>ے خری</w:t>
      </w:r>
      <w:r w:rsidRPr="00E37591">
        <w:rPr>
          <w:rFonts w:hint="eastAsia"/>
          <w:rtl/>
          <w:lang w:bidi="ur-PK"/>
        </w:rPr>
        <w:t>دن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فلسف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مزدور کے پاس دو ہی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عمل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عمل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قابل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ہواکرتاہے ۔لہٰذابراہ راست عمل کی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اور جب عمل کسی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نہ ہونے کی</w:t>
      </w:r>
      <w:r w:rsidRPr="00E37591">
        <w:rPr>
          <w:rtl/>
          <w:lang w:bidi="ur-PK"/>
        </w:rPr>
        <w:t xml:space="preserve"> بناپر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قابل نہ رہاتو اب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 فروخت اس طاقت 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ں منحصر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جو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کارفرما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باخبرافراد جانتے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وہ مارکس کے اس تجربہ کا پورے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طور پر مخالف ہے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 س</w:t>
      </w:r>
      <w:r w:rsidRPr="00E37591">
        <w:rPr>
          <w:rFonts w:hint="cs"/>
          <w:rtl/>
          <w:lang w:bidi="ur-PK"/>
        </w:rPr>
        <w:t>ے نہ اس کا عمل خری</w:t>
      </w:r>
      <w:r w:rsidRPr="00E37591">
        <w:rPr>
          <w:rFonts w:hint="eastAsia"/>
          <w:rtl/>
          <w:lang w:bidi="ur-PK"/>
        </w:rPr>
        <w:t>داجاتا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طاقت بلک</w:t>
      </w:r>
      <w:r w:rsidRPr="00E37591">
        <w:rPr>
          <w:rFonts w:hint="cs"/>
          <w:rtl/>
          <w:lang w:bidi="ur-PK"/>
        </w:rPr>
        <w:t>ہ خری</w:t>
      </w:r>
      <w:r w:rsidRPr="00E37591">
        <w:rPr>
          <w:rFonts w:hint="eastAsia"/>
          <w:rtl/>
          <w:lang w:bidi="ur-PK"/>
        </w:rPr>
        <w:t>دوفروخت</w:t>
      </w:r>
      <w:r w:rsidRPr="00E37591">
        <w:rPr>
          <w:rtl/>
          <w:lang w:bidi="ur-PK"/>
        </w:rPr>
        <w:t xml:space="preserve"> کا تمام تر تعلق اس منفعت س</w:t>
      </w:r>
      <w:r w:rsidRPr="00E37591">
        <w:rPr>
          <w:rFonts w:hint="cs"/>
          <w:rtl/>
          <w:lang w:bidi="ur-PK"/>
        </w:rPr>
        <w:t>ے ہوتاہے جو عمل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مثال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طو</w:t>
      </w:r>
      <w:r w:rsidRPr="00E37591">
        <w:rPr>
          <w:rFonts w:hint="eastAsia"/>
          <w:rtl/>
          <w:lang w:bidi="ur-PK"/>
        </w:rPr>
        <w:t>رپر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لکڑی</w:t>
      </w:r>
      <w:r w:rsidRPr="00E37591">
        <w:rPr>
          <w:rtl/>
          <w:lang w:bidi="ur-PK"/>
        </w:rPr>
        <w:t xml:space="preserve"> کا مالک نجار س</w:t>
      </w:r>
      <w:r w:rsidRPr="00E37591">
        <w:rPr>
          <w:rFonts w:hint="cs"/>
          <w:rtl/>
          <w:lang w:bidi="ur-PK"/>
        </w:rPr>
        <w:t>ے تخت بنواکراسے اجرت دے تو اس اجرت کا تعلق نہ اس کے عمل سے ہوگا اور نہ اس کی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بلکہ اس کا پورا پورا تعلق اس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ئت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ہوگا جو نجار کے عمل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لک</w:t>
      </w:r>
      <w:r w:rsidRPr="00E37591">
        <w:rPr>
          <w:rFonts w:hint="cs"/>
          <w:rtl/>
          <w:lang w:bidi="ur-PK"/>
        </w:rPr>
        <w:t>ڑی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تخت اور ظا</w:t>
      </w:r>
      <w:r w:rsidRPr="00E37591">
        <w:rPr>
          <w:rFonts w:hint="cs"/>
          <w:rtl/>
          <w:lang w:bidi="ur-PK"/>
        </w:rPr>
        <w:t>ہر سی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ئت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عمل سے تعلق ہے اور نہ طاقت سے بلکہ اس کا کوئی</w:t>
      </w:r>
      <w:r w:rsidRPr="00E37591">
        <w:rPr>
          <w:rtl/>
          <w:lang w:bidi="ur-PK"/>
        </w:rPr>
        <w:t xml:space="preserve"> تعلق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اجزاء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سابق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جاچکا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الطالب 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حاش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المکاسب،ص</w:t>
      </w:r>
      <w:r w:rsidR="00D5387C" w:rsidRPr="00E37591">
        <w:rPr>
          <w:rFonts w:hint="cs"/>
          <w:rtl/>
          <w:lang w:bidi="ur-PK"/>
        </w:rPr>
        <w:t>16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امر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قابل توج</w:t>
      </w:r>
      <w:r w:rsidRPr="00E37591">
        <w:rPr>
          <w:rFonts w:hint="cs"/>
          <w:rtl/>
          <w:lang w:bidi="ur-PK"/>
        </w:rPr>
        <w:t>ہ ہے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منفعت اور خام مواد دونوں کا دخل ہوتاہے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دونوں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مختصر سافرق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منفعت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</w:t>
      </w:r>
      <w:r w:rsidRPr="00E37591">
        <w:rPr>
          <w:rFonts w:hint="cs"/>
          <w:rtl/>
          <w:lang w:bidi="ur-PK"/>
        </w:rPr>
        <w:t>ہے اس لئے انسان اس بات پر قادر ہے کہ اس منفعت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قدرت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ڑھادے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عام طور پر </w:t>
      </w:r>
      <w:r w:rsidRPr="00E37591">
        <w:rPr>
          <w:rFonts w:hint="cs"/>
          <w:rtl/>
          <w:lang w:bidi="ur-PK"/>
        </w:rPr>
        <w:t>ہر طبقہ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ہوتاہے اور لوگ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وقت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اضاف</w:t>
      </w:r>
      <w:r w:rsidRPr="00E37591">
        <w:rPr>
          <w:rFonts w:hint="cs"/>
          <w:rtl/>
          <w:lang w:bidi="ur-PK"/>
        </w:rPr>
        <w:t>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ساکچ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ہوتا۔اس کا راز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کام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جنس کو نادرا لوجودبنادی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کے بعدرغبت کا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ہوجانا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تجربے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تحل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جاچکا</w:t>
      </w:r>
      <w:r w:rsidRPr="00E37591">
        <w:rPr>
          <w:rFonts w:hint="cs"/>
          <w:rtl/>
          <w:lang w:bidi="ur-PK"/>
        </w:rPr>
        <w:t>ہے کہ''زائد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جس پر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ہے۔''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مناسب معلوم </w:t>
      </w:r>
      <w:r w:rsidRPr="00E37591">
        <w:rPr>
          <w:rFonts w:hint="cs"/>
          <w:rtl/>
          <w:lang w:bidi="ur-PK"/>
        </w:rPr>
        <w:t>ہوتاہے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مراحل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 xml:space="preserve">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تاکہ بحث کے خاتمہ سے پہلے ہی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طشت ازبام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ے''قی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''اور''ق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زائد''ک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مقرر کرن</w:t>
      </w:r>
      <w:r w:rsidRPr="00E37591">
        <w:rPr>
          <w:rFonts w:hint="cs"/>
          <w:rtl/>
          <w:lang w:bidi="ur-PK"/>
        </w:rPr>
        <w:t>ے کے بعد ان سے استنتاج شروع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سب س</w:t>
      </w:r>
      <w:r w:rsidRPr="00E37591">
        <w:rPr>
          <w:rFonts w:hint="cs"/>
          <w:rtl/>
          <w:lang w:bidi="ur-PK"/>
        </w:rPr>
        <w:t>ے پہلا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معاشرہ می</w:t>
      </w:r>
      <w:r w:rsidRPr="00E37591">
        <w:rPr>
          <w:rFonts w:hint="eastAsia"/>
          <w:rtl/>
          <w:lang w:bidi="ur-PK"/>
        </w:rPr>
        <w:t>ںا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قائم </w:t>
      </w:r>
      <w:r w:rsidRPr="00E37591">
        <w:rPr>
          <w:rFonts w:hint="cs"/>
          <w:rtl/>
          <w:lang w:bidi="ur-PK"/>
        </w:rPr>
        <w:t>ہوجائے گی۔ای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و</w:t>
      </w:r>
      <w:r w:rsidRPr="00E37591">
        <w:rPr>
          <w:rFonts w:hint="cs"/>
          <w:rtl/>
          <w:lang w:bidi="ur-PK"/>
        </w:rPr>
        <w:t>ہ مالک ہوگاجو مزدور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غ</w:t>
      </w:r>
      <w:r w:rsidRPr="00E37591">
        <w:rPr>
          <w:rFonts w:hint="eastAsia"/>
          <w:rtl/>
          <w:lang w:bidi="ur-PK"/>
        </w:rPr>
        <w:t>صب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ہاہوگا اور دوسری</w:t>
      </w:r>
      <w:r w:rsidRPr="00E37591">
        <w:rPr>
          <w:rtl/>
          <w:lang w:bidi="ur-PK"/>
        </w:rPr>
        <w:t xml:space="preserve"> طرف مزدور </w:t>
      </w:r>
      <w:r w:rsidRPr="00E37591">
        <w:rPr>
          <w:rFonts w:hint="cs"/>
          <w:rtl/>
          <w:lang w:bidi="ur-PK"/>
        </w:rPr>
        <w:t>ہوگا جس کے حقوق پامال ہورہے ہوں گے۔نتی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یہ</w:t>
      </w:r>
      <w:r w:rsidRPr="00E37591">
        <w:rPr>
          <w:rtl/>
          <w:lang w:bidi="ur-PK"/>
        </w:rPr>
        <w:t xml:space="preserve"> کشمکش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آخر کار معاشر</w:t>
      </w:r>
      <w:r w:rsidRPr="00E37591">
        <w:rPr>
          <w:rFonts w:hint="cs"/>
          <w:rtl/>
          <w:lang w:bidi="ur-PK"/>
        </w:rPr>
        <w:t>ہ انحطاط کی</w:t>
      </w:r>
      <w:r w:rsidRPr="00E37591">
        <w:rPr>
          <w:rtl/>
          <w:lang w:bidi="ur-PK"/>
        </w:rPr>
        <w:t xml:space="preserve"> اس منزل پر پ</w:t>
      </w:r>
      <w:r w:rsidRPr="00E37591">
        <w:rPr>
          <w:rFonts w:hint="cs"/>
          <w:rtl/>
          <w:lang w:bidi="ur-PK"/>
        </w:rPr>
        <w:t>ہنچ جائے گا اور جنگ اتنی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موجودہ نظام کو کرسی</w:t>
      </w:r>
      <w:r w:rsidRPr="00E37591">
        <w:rPr>
          <w:rtl/>
          <w:lang w:bidi="ur-PK"/>
        </w:rPr>
        <w:t xml:space="preserve"> زعامت س</w:t>
      </w:r>
      <w:r w:rsidRPr="00E37591">
        <w:rPr>
          <w:rFonts w:hint="cs"/>
          <w:rtl/>
          <w:lang w:bidi="ur-PK"/>
        </w:rPr>
        <w:t>ے دست بردار ہوجانا پڑے گا اور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نظا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راستہ ہموار 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ہوگا''قلت فائدہ''اس لئے کہ جب سرمایہ</w:t>
      </w:r>
      <w:r w:rsidRPr="00E37591">
        <w:rPr>
          <w:rtl/>
          <w:lang w:bidi="ur-PK"/>
        </w:rPr>
        <w:t xml:space="preserve"> داروں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مقابل</w:t>
      </w:r>
      <w:r w:rsidRPr="00E37591">
        <w:rPr>
          <w:rFonts w:hint="cs"/>
          <w:rtl/>
          <w:lang w:bidi="ur-PK"/>
        </w:rPr>
        <w:t>ہ ہوگا اور ہر شخص اپنے کارخانے کو ترقی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نئے آلات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 اس کا واضح اثر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فائدہ کا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دوبارہ سرمایہ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فائد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کم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فائدہ عمل کا تابع ہوتاہے اور جب آلات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فائدہ کی</w:t>
      </w:r>
      <w:r w:rsidRPr="00E37591">
        <w:rPr>
          <w:rtl/>
          <w:lang w:bidi="ur-PK"/>
        </w:rPr>
        <w:t xml:space="preserve"> مقدار کم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عمل بھی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مزدوروں س</w:t>
      </w:r>
      <w:r w:rsidRPr="00E37591">
        <w:rPr>
          <w:rFonts w:hint="cs"/>
          <w:rtl/>
          <w:lang w:bidi="ur-PK"/>
        </w:rPr>
        <w:t>ے مقررہ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دونوں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ے شعلوں کو تی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تر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بعد سرمایہ</w:t>
      </w:r>
      <w:r w:rsidRPr="00E37591">
        <w:rPr>
          <w:rtl/>
          <w:lang w:bidi="ur-PK"/>
        </w:rPr>
        <w:t xml:space="preserve"> دار ک</w:t>
      </w:r>
      <w:r w:rsidRPr="00E37591">
        <w:rPr>
          <w:rFonts w:hint="cs"/>
          <w:rtl/>
          <w:lang w:bidi="ur-PK"/>
        </w:rPr>
        <w:t>ے خاتمہ کے امکانات قوی</w:t>
      </w:r>
      <w:r w:rsidRPr="00E37591">
        <w:rPr>
          <w:rtl/>
          <w:lang w:bidi="ur-PK"/>
        </w:rPr>
        <w:t xml:space="preserve"> تر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ہوگا''عمومی</w:t>
      </w:r>
      <w:r w:rsidRPr="00E37591">
        <w:rPr>
          <w:rtl/>
          <w:lang w:bidi="ur-PK"/>
        </w:rPr>
        <w:t xml:space="preserve"> فقر وفاق</w:t>
      </w:r>
      <w:r w:rsidRPr="00E37591">
        <w:rPr>
          <w:rFonts w:hint="cs"/>
          <w:rtl/>
          <w:lang w:bidi="ur-PK"/>
        </w:rPr>
        <w:t>ہ''اس لئے کہ جب نئے نئے آلات برسرکار آجائی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مزدوروں کی</w:t>
      </w:r>
      <w:r w:rsidRPr="00E37591">
        <w:rPr>
          <w:rtl/>
          <w:lang w:bidi="ur-PK"/>
        </w:rPr>
        <w:t xml:space="preserve"> ضرورت کم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آلات سے کام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انجام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مزدورطبقہ عمومی</w:t>
      </w:r>
      <w:r w:rsidRPr="00E37591">
        <w:rPr>
          <w:rtl/>
          <w:lang w:bidi="ur-PK"/>
        </w:rPr>
        <w:t xml:space="preserve"> فقر وفاق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</w:t>
      </w:r>
      <w:r w:rsidRPr="00E37591">
        <w:rPr>
          <w:rFonts w:hint="cs"/>
          <w:rtl/>
          <w:lang w:bidi="ur-PK"/>
        </w:rPr>
        <w:t>ہوجائے گا اور طبقاتی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ے عوامل و موثرات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 بھی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ہوجائے گا۔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چوت</w:t>
      </w:r>
      <w:r w:rsidRPr="00E37591">
        <w:rPr>
          <w:rFonts w:hint="cs"/>
          <w:rtl/>
          <w:lang w:bidi="ur-PK"/>
        </w:rPr>
        <w:t>ھا اور پانچواں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احتکارواستعمار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 xml:space="preserve">ہرہوگا۔اس لئے کہ جب ملک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کی</w:t>
      </w:r>
      <w:r w:rsidRPr="00E37591">
        <w:rPr>
          <w:rtl/>
          <w:lang w:bidi="ur-PK"/>
        </w:rPr>
        <w:t xml:space="preserve"> پبلک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تندرست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تو ان اجناس ک</w:t>
      </w:r>
      <w:r w:rsidRPr="00E37591">
        <w:rPr>
          <w:rFonts w:hint="cs"/>
          <w:rtl/>
          <w:lang w:bidi="ur-PK"/>
        </w:rPr>
        <w:t>ے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سرمایہ</w:t>
      </w:r>
      <w:r w:rsidRPr="00E37591">
        <w:rPr>
          <w:rtl/>
          <w:lang w:bidi="ur-PK"/>
        </w:rPr>
        <w:t xml:space="preserve"> دار کو ضرورت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اپنے مال کا احتکار کرے اور خارج حدود مملکت دوسرے بازاروں پر قبضہ کرے </w:t>
      </w:r>
      <w:r w:rsidRPr="00E37591">
        <w:rPr>
          <w:rFonts w:hint="eastAsia"/>
          <w:rtl/>
          <w:lang w:bidi="ur-PK"/>
        </w:rPr>
        <w:t>جس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حرکت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ہوں گی</w:t>
      </w:r>
      <w:r w:rsidRPr="00E37591">
        <w:rPr>
          <w:rtl/>
          <w:lang w:bidi="ur-PK"/>
        </w:rPr>
        <w:t xml:space="preserve"> جو انقلاب ک</w:t>
      </w:r>
      <w:r w:rsidRPr="00E37591">
        <w:rPr>
          <w:rFonts w:hint="cs"/>
          <w:rtl/>
          <w:lang w:bidi="ur-PK"/>
        </w:rPr>
        <w:t>ے اسباب مہی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مزدور ک</w:t>
      </w:r>
      <w:r w:rsidRPr="00E37591">
        <w:rPr>
          <w:rFonts w:hint="cs"/>
          <w:rtl/>
          <w:lang w:bidi="ur-PK"/>
        </w:rPr>
        <w:t>ے ہاتھوں سرمایہ</w:t>
      </w:r>
      <w:r w:rsidRPr="00E37591">
        <w:rPr>
          <w:rtl/>
          <w:lang w:bidi="ur-PK"/>
        </w:rPr>
        <w:t xml:space="preserve"> دار نظام کا خاتم</w:t>
      </w:r>
      <w:r w:rsidRPr="00E37591">
        <w:rPr>
          <w:rFonts w:hint="cs"/>
          <w:rtl/>
          <w:lang w:bidi="ur-PK"/>
        </w:rPr>
        <w:t>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استنتاج کو نقل کرنے کے بعد ضرورت محسوس ہورہی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نتائج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کو واضح کرک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ے نقاب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پہلے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کاتمام تر تعلق قانون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ہے۔اگریہ</w:t>
      </w:r>
      <w:r w:rsidRPr="00E37591">
        <w:rPr>
          <w:rtl/>
          <w:lang w:bidi="ur-PK"/>
        </w:rPr>
        <w:t xml:space="preserve">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</w:t>
      </w:r>
      <w:r w:rsidRPr="00E37591">
        <w:rPr>
          <w:rtl/>
          <w:lang w:bidi="ur-PK"/>
        </w:rPr>
        <w:t xml:space="preserve"> گا 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صرف عمل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مالک مزدور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سرقہ کرلی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ہے ہم نے اس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کو باطل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وقعت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فرع </w:t>
      </w:r>
      <w:r w:rsidRPr="00E37591">
        <w:rPr>
          <w:rFonts w:hint="cs"/>
          <w:rtl/>
          <w:lang w:bidi="ur-PK"/>
        </w:rPr>
        <w:t>ہے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اورجب آلات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عمل کم ہوجائے گاتو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کو بقدر ضرورت فائد</w:t>
      </w:r>
      <w:r w:rsidRPr="00E37591">
        <w:rPr>
          <w:rFonts w:hint="cs"/>
          <w:rtl/>
          <w:lang w:bidi="ur-PK"/>
        </w:rPr>
        <w:t>ہ حاصل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ہوسکے گا جس کا خمی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مزدور کو ب</w:t>
      </w:r>
      <w:r w:rsidRPr="00E37591">
        <w:rPr>
          <w:rFonts w:hint="cs"/>
          <w:rtl/>
          <w:lang w:bidi="ur-PK"/>
        </w:rPr>
        <w:t>ھگتنا پڑے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یہ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ختم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اب اس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بحث کرنا عبث اور م</w:t>
      </w:r>
      <w:r w:rsidRPr="00E37591">
        <w:rPr>
          <w:rFonts w:hint="cs"/>
          <w:rtl/>
          <w:lang w:bidi="ur-PK"/>
        </w:rPr>
        <w:t>ہمل 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 اثر </w:t>
      </w:r>
      <w:r w:rsidRPr="00E37591">
        <w:rPr>
          <w:rFonts w:hint="cs"/>
          <w:rtl/>
          <w:lang w:bidi="ur-PK"/>
        </w:rPr>
        <w:t>ہے جسے اس نے ری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کرکے اس پر اپنی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قات</w:t>
      </w:r>
      <w:r w:rsidRPr="00E37591">
        <w:rPr>
          <w:rtl/>
          <w:lang w:bidi="ur-PK"/>
        </w:rPr>
        <w:t xml:space="preserve"> کا اضاف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،ر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مزدور اور آلات کے تعلق پر بحث کرتے ہوئے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آلات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مزدور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مضر </w:t>
      </w:r>
      <w:r w:rsidRPr="00E37591">
        <w:rPr>
          <w:rFonts w:hint="cs"/>
          <w:rtl/>
          <w:lang w:bidi="ur-PK"/>
        </w:rPr>
        <w:t>ہواکرتی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طرح مزدور کی</w:t>
      </w:r>
      <w:r w:rsidRPr="00E37591">
        <w:rPr>
          <w:rtl/>
          <w:lang w:bidi="ur-PK"/>
        </w:rPr>
        <w:t xml:space="preserve"> ضر</w:t>
      </w:r>
      <w:r w:rsidRPr="00E37591">
        <w:rPr>
          <w:rFonts w:hint="eastAsia"/>
          <w:rtl/>
          <w:lang w:bidi="ur-PK"/>
        </w:rPr>
        <w:t>ورت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تنگ دستی</w:t>
      </w:r>
      <w:r w:rsidRPr="00E37591">
        <w:rPr>
          <w:rtl/>
          <w:lang w:bidi="ur-PK"/>
        </w:rPr>
        <w:t xml:space="preserve"> کاشکار </w:t>
      </w:r>
      <w:r w:rsidRPr="00E37591">
        <w:rPr>
          <w:rFonts w:hint="cs"/>
          <w:rtl/>
          <w:lang w:bidi="ur-PK"/>
        </w:rPr>
        <w:t xml:space="preserve">ہوجاتاہے۔مارکس نے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تحقی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ہوئے اس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کا اضافہ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آلات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فقط مزدور کی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دوسرا نقصان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آلات کے</w:t>
      </w:r>
      <w:r w:rsidRPr="00E37591">
        <w:rPr>
          <w:rtl/>
          <w:lang w:bidi="ur-PK"/>
        </w:rPr>
        <w:t xml:space="preserve"> باعث ب</w:t>
      </w:r>
      <w:r w:rsidRPr="00E37591">
        <w:rPr>
          <w:rFonts w:hint="cs"/>
          <w:rtl/>
          <w:lang w:bidi="ur-PK"/>
        </w:rPr>
        <w:t>ڑے سے بڑا کام عورتی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لگی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اس طرح قومی</w:t>
      </w:r>
      <w:r w:rsidRPr="00E37591">
        <w:rPr>
          <w:rtl/>
          <w:lang w:bidi="ur-PK"/>
        </w:rPr>
        <w:t xml:space="preserve"> اور ما</w:t>
      </w:r>
      <w:r w:rsidRPr="00E37591">
        <w:rPr>
          <w:rFonts w:hint="cs"/>
          <w:rtl/>
          <w:lang w:bidi="ur-PK"/>
        </w:rPr>
        <w:t>ہر مزدور بی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۔جوان کی</w:t>
      </w:r>
      <w:r w:rsidRPr="00E37591">
        <w:rPr>
          <w:rtl/>
          <w:lang w:bidi="ur-PK"/>
        </w:rPr>
        <w:t xml:space="preserve"> موت کا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 تو اسپن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قات</w:t>
      </w:r>
      <w:r w:rsidRPr="00E37591">
        <w:rPr>
          <w:rtl/>
          <w:lang w:bidi="ur-PK"/>
        </w:rPr>
        <w:t xml:space="preserve"> نذر کا غذ کرک</w:t>
      </w:r>
      <w:r w:rsidRPr="00E37591">
        <w:rPr>
          <w:rFonts w:hint="cs"/>
          <w:rtl/>
          <w:lang w:bidi="ur-PK"/>
        </w:rPr>
        <w:t>ے رخصت ہوگی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اس ک</w:t>
      </w:r>
      <w:r w:rsidRPr="00E37591">
        <w:rPr>
          <w:rFonts w:hint="cs"/>
          <w:rtl/>
          <w:lang w:bidi="ur-PK"/>
        </w:rPr>
        <w:t>ے پرستاروں نے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اور امر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تنگ دست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فقر وفاق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وہ متحی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ہوگئے اور انہوں نے اس امر کی</w:t>
      </w:r>
      <w:r w:rsidRPr="00E37591">
        <w:rPr>
          <w:rtl/>
          <w:lang w:bidi="ur-PK"/>
        </w:rPr>
        <w:t xml:space="preserve"> ضرورت محسوس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کے کلام کی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چنانچہ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لوگ اگرچ</w:t>
      </w:r>
      <w:r w:rsidRPr="00E37591">
        <w:rPr>
          <w:rFonts w:hint="cs"/>
          <w:rtl/>
          <w:lang w:bidi="ur-PK"/>
        </w:rPr>
        <w:t>ہ مستقل طور پر مطمئن نظرآتے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تنگ دست اور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گا 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نسبت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آخری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پر پہنچ 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تاو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ہم نے متعددباراشارہ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نے اپنے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بالکل مخلوط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عذاب دوسر</w:t>
      </w:r>
      <w:r w:rsidRPr="00E37591">
        <w:rPr>
          <w:rFonts w:hint="cs"/>
          <w:rtl/>
          <w:lang w:bidi="ur-PK"/>
        </w:rPr>
        <w:t>ے کے سر ڈال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ہر صاحب عقل وانصا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سکتاہے کہ فقروفاقہ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ہے جو انسان کی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شخص کی</w:t>
      </w:r>
      <w:r w:rsidRPr="00E37591">
        <w:rPr>
          <w:rtl/>
          <w:lang w:bidi="ur-PK"/>
        </w:rPr>
        <w:t xml:space="preserve"> 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اپن</w:t>
      </w:r>
      <w:r w:rsidRPr="00E37591">
        <w:rPr>
          <w:rFonts w:hint="cs"/>
          <w:rtl/>
          <w:lang w:bidi="ur-PK"/>
        </w:rPr>
        <w:t>ے حالات کے اعتبار سے مطمئن زندگی</w:t>
      </w:r>
      <w:r w:rsidRPr="00E37591">
        <w:rPr>
          <w:rtl/>
          <w:lang w:bidi="ur-PK"/>
        </w:rPr>
        <w:t xml:space="preserve"> بسر کرر</w:t>
      </w:r>
      <w:r w:rsidRPr="00E37591">
        <w:rPr>
          <w:rFonts w:hint="cs"/>
          <w:rtl/>
          <w:lang w:bidi="ur-PK"/>
        </w:rPr>
        <w:t>ہاہے تو اسے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 سکتا خواہ اس کی</w:t>
      </w:r>
      <w:r w:rsidRPr="00E37591">
        <w:rPr>
          <w:rtl/>
          <w:lang w:bidi="ur-PK"/>
        </w:rPr>
        <w:t xml:space="preserve"> 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آمدن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ہزاروں آدمی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فقراور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تنگ 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تو فرض کی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مارکس چونکہ تمام عالم کو اقتصادی</w:t>
      </w:r>
      <w:r w:rsidRPr="00E37591">
        <w:rPr>
          <w:rtl/>
          <w:lang w:bidi="ur-PK"/>
        </w:rPr>
        <w:t xml:space="preserve"> بناناچا</w:t>
      </w:r>
      <w:r w:rsidRPr="00E37591">
        <w:rPr>
          <w:rFonts w:hint="cs"/>
          <w:rtl/>
          <w:lang w:bidi="ur-PK"/>
        </w:rPr>
        <w:t>ہتاہے اس لئے وہ اپنے کو اس قسم کے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پرمجبور پار</w:t>
      </w:r>
      <w:r w:rsidRPr="00E37591">
        <w:rPr>
          <w:rFonts w:hint="cs"/>
          <w:rtl/>
          <w:lang w:bidi="ur-PK"/>
        </w:rPr>
        <w:t>ہاہے۔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ہرحال اب یہ</w:t>
      </w:r>
      <w:r w:rsidRPr="00E37591">
        <w:rPr>
          <w:rtl/>
          <w:lang w:bidi="ur-PK"/>
        </w:rPr>
        <w:t xml:space="preserve"> سوال ر</w:t>
      </w:r>
      <w:r w:rsidRPr="00E37591">
        <w:rPr>
          <w:rFonts w:hint="cs"/>
          <w:rtl/>
          <w:lang w:bidi="ur-PK"/>
        </w:rPr>
        <w:t>ہ جائے گا کہ یہ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تنگ 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ہاں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اور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اس کا سرچشمہ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کا تعلق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سبب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 xml:space="preserve">ہ منافع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جوکسی</w:t>
      </w:r>
      <w:r w:rsidRPr="00E37591">
        <w:rPr>
          <w:rtl/>
          <w:lang w:bidi="ur-PK"/>
        </w:rPr>
        <w:t xml:space="preserve"> محدود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دوچار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ہوئی۔نہ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تعاون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ہے اور نہ پست طبقہ کی</w:t>
      </w:r>
      <w:r w:rsidRPr="00E37591">
        <w:rPr>
          <w:rtl/>
          <w:lang w:bidi="ur-PK"/>
        </w:rPr>
        <w:t xml:space="preserve"> کفالت کا، ورن</w:t>
      </w:r>
      <w:r w:rsidRPr="00E37591">
        <w:rPr>
          <w:rFonts w:hint="cs"/>
          <w:rtl/>
          <w:lang w:bidi="ur-PK"/>
        </w:rPr>
        <w:t>ہ اگر کوئی</w:t>
      </w:r>
      <w:r w:rsidRPr="00E37591">
        <w:rPr>
          <w:rtl/>
          <w:lang w:bidi="ur-PK"/>
        </w:rPr>
        <w:t xml:space="preserve"> نظام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اس قسم کے اجتماعی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حامل </w:t>
      </w:r>
      <w:r w:rsidRPr="00E37591">
        <w:rPr>
          <w:rFonts w:hint="cs"/>
          <w:rtl/>
          <w:lang w:bidi="ur-PK"/>
        </w:rPr>
        <w:t>ہوتو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چوت</w:t>
      </w:r>
      <w:r w:rsidRPr="00E37591">
        <w:rPr>
          <w:rFonts w:hint="cs"/>
          <w:rtl/>
          <w:lang w:bidi="ur-PK"/>
        </w:rPr>
        <w:t>ھا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استعمار،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عادت ک</w:t>
      </w:r>
      <w:r w:rsidRPr="00E37591">
        <w:rPr>
          <w:rFonts w:hint="cs"/>
          <w:rtl/>
          <w:lang w:bidi="ur-PK"/>
        </w:rPr>
        <w:t>ے مطابق اسے بھی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مربوط کرتے ہوئے اس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شخصی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طفی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ۂ عروج پر پہنچ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اس کے واسطے ملکی</w:t>
      </w:r>
      <w:r w:rsidRPr="00E37591">
        <w:rPr>
          <w:rtl/>
          <w:lang w:bidi="ur-PK"/>
        </w:rPr>
        <w:t xml:space="preserve"> بازار ناکاف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بازارو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پرقبض</w:t>
      </w:r>
      <w:r w:rsidRPr="00E37591">
        <w:rPr>
          <w:rFonts w:hint="cs"/>
          <w:rtl/>
          <w:lang w:bidi="ur-PK"/>
        </w:rPr>
        <w:t>ہ جمانے کی</w:t>
      </w:r>
      <w:r w:rsidRPr="00E37591">
        <w:rPr>
          <w:rtl/>
          <w:lang w:bidi="ur-PK"/>
        </w:rPr>
        <w:t xml:space="preserve"> فکر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غاصبان</w:t>
      </w:r>
      <w:r w:rsidRPr="00E37591">
        <w:rPr>
          <w:rFonts w:hint="cs"/>
          <w:rtl/>
          <w:lang w:bidi="ur-PK"/>
        </w:rPr>
        <w:t>ہ حرکت کا نام استعمار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 کا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خلاف واقع </w:t>
      </w:r>
      <w:r w:rsidRPr="00E37591">
        <w:rPr>
          <w:rFonts w:hint="cs"/>
          <w:rtl/>
          <w:lang w:bidi="ur-PK"/>
        </w:rPr>
        <w:t>ہے۔اگر استعمارکا تعلق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ہوتاتو اس کا وجود صرف ان ممالک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 جہاں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پر</w:t>
      </w:r>
      <w:r w:rsidRPr="00E37591">
        <w:rPr>
          <w:rFonts w:hint="cs"/>
          <w:rtl/>
          <w:lang w:bidi="ur-PK"/>
        </w:rPr>
        <w:t>ہو، حالانکہ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استعمار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وجود کے ساتھ چلتاہے وہ اس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انتظار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۔چنانچہ آپ ملاحظہ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آتے ہی</w:t>
      </w:r>
      <w:r w:rsidRPr="00E37591">
        <w:rPr>
          <w:rtl/>
          <w:lang w:bidi="ur-PK"/>
        </w:rPr>
        <w:t xml:space="preserve"> استعمار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شروع </w:t>
      </w:r>
      <w:r w:rsidRPr="00E37591">
        <w:rPr>
          <w:rFonts w:hint="cs"/>
          <w:rtl/>
          <w:lang w:bidi="ur-PK"/>
        </w:rPr>
        <w:t>ہوگئی۔برطانیہ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ہندوستان، برما، جنوبی</w:t>
      </w:r>
      <w:r w:rsidRPr="00E37591">
        <w:rPr>
          <w:rtl/>
          <w:lang w:bidi="ur-PK"/>
        </w:rPr>
        <w:t xml:space="preserve"> افر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ہ،</w:t>
      </w:r>
      <w:r w:rsidRPr="00E37591">
        <w:rPr>
          <w:rtl/>
          <w:lang w:bidi="ur-PK"/>
        </w:rPr>
        <w:t xml:space="preserve"> مصر، سو</w:t>
      </w:r>
      <w:r w:rsidRPr="00E37591">
        <w:rPr>
          <w:rFonts w:hint="cs"/>
          <w:rtl/>
          <w:lang w:bidi="ur-PK"/>
        </w:rPr>
        <w:t>ڈان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قبض</w:t>
      </w:r>
      <w:r w:rsidRPr="00E37591">
        <w:rPr>
          <w:rFonts w:hint="cs"/>
          <w:rtl/>
          <w:lang w:bidi="ur-PK"/>
        </w:rPr>
        <w:t>ہ جمای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فرانس ن</w:t>
      </w:r>
      <w:r w:rsidRPr="00E37591">
        <w:rPr>
          <w:rFonts w:hint="cs"/>
          <w:rtl/>
          <w:lang w:bidi="ur-PK"/>
        </w:rPr>
        <w:t>ے ہند 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جزائر،مراکش، تونس، م</w:t>
      </w:r>
      <w:r w:rsidRPr="00E37591">
        <w:rPr>
          <w:rFonts w:hint="cs"/>
          <w:rtl/>
          <w:lang w:bidi="ur-PK"/>
        </w:rPr>
        <w:t>ڈغاسکر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جرمن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ے مغربی</w:t>
      </w:r>
      <w:r w:rsidRPr="00E37591">
        <w:rPr>
          <w:rtl/>
          <w:lang w:bidi="ur-PK"/>
        </w:rPr>
        <w:t xml:space="preserve"> ا</w:t>
      </w:r>
      <w:r w:rsidRPr="00E37591">
        <w:rPr>
          <w:rFonts w:hint="eastAsia"/>
          <w:rtl/>
          <w:lang w:bidi="ur-PK"/>
        </w:rPr>
        <w:t>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جزائرباسف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پر چ</w:t>
      </w:r>
      <w:r w:rsidRPr="00E37591">
        <w:rPr>
          <w:rFonts w:hint="cs"/>
          <w:rtl/>
          <w:lang w:bidi="ur-PK"/>
        </w:rPr>
        <w:t>ھاپہ مارا، اٹلی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غربی</w:t>
      </w:r>
      <w:r w:rsidRPr="00E37591">
        <w:rPr>
          <w:rtl/>
          <w:lang w:bidi="ur-PK"/>
        </w:rPr>
        <w:t xml:space="preserve"> طرابلس اور صومال پر اپنا رنگ جما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بلج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کانگو، روس نے ای</w:t>
      </w:r>
      <w:r w:rsidRPr="00E37591">
        <w:rPr>
          <w:rFonts w:hint="eastAsia"/>
          <w:rtl/>
          <w:lang w:bidi="ur-PK"/>
        </w:rPr>
        <w:t>شاء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بعض حصے اور ہالی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جزائر ہند کو اپنے استعمارمی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حالات ک</w:t>
      </w:r>
      <w:r w:rsidRPr="00E37591">
        <w:rPr>
          <w:rFonts w:hint="cs"/>
          <w:rtl/>
          <w:lang w:bidi="ur-PK"/>
        </w:rPr>
        <w:t>ے باوجود بھی</w:t>
      </w:r>
      <w:r w:rsidRPr="00E37591">
        <w:rPr>
          <w:rtl/>
          <w:lang w:bidi="ur-PK"/>
        </w:rPr>
        <w:t xml:space="preserve"> مارکس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قبول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ہے؟نہی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استعمار کا تمام ترتعلق معاشرہ کے اخلاقی</w:t>
      </w:r>
      <w:r w:rsidRPr="00E37591">
        <w:rPr>
          <w:rtl/>
          <w:lang w:bidi="ur-PK"/>
        </w:rPr>
        <w:t xml:space="preserve"> اور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انحطاط س</w:t>
      </w:r>
      <w:r w:rsidRPr="00E37591">
        <w:rPr>
          <w:rFonts w:hint="cs"/>
          <w:rtl/>
          <w:lang w:bidi="ur-PK"/>
        </w:rPr>
        <w:t>ے ہوتاہے جس معاشرہ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ہ ہوتاہے وہ اپنی</w:t>
      </w:r>
      <w:r w:rsidRPr="00E37591">
        <w:rPr>
          <w:rtl/>
          <w:lang w:bidi="ur-PK"/>
        </w:rPr>
        <w:t xml:space="preserve"> اس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استحصال کے لئے اس قسم کے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ناجائز اقدامات کی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Fonts w:hint="cs"/>
          <w:rtl/>
          <w:lang w:bidi="ur-PK"/>
        </w:rPr>
        <w:t>ہے۔اگرکوئی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نظام تلاش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اخلاقی</w:t>
      </w:r>
      <w:r w:rsidRPr="00E37591">
        <w:rPr>
          <w:rtl/>
          <w:lang w:bidi="ur-PK"/>
        </w:rPr>
        <w:t xml:space="preserve"> اقدارا اور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لحاظ </w:t>
      </w:r>
      <w:r w:rsidRPr="00E37591">
        <w:rPr>
          <w:rFonts w:hint="cs"/>
          <w:rtl/>
          <w:lang w:bidi="ur-PK"/>
        </w:rPr>
        <w:t>ہوتوا 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قسم ک</w:t>
      </w:r>
      <w:r w:rsidRPr="00E37591">
        <w:rPr>
          <w:rFonts w:hint="cs"/>
          <w:rtl/>
          <w:lang w:bidi="ur-PK"/>
        </w:rPr>
        <w:t>ے اقدامات کا تصور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پانچواں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احتکار، ماکسی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اسے بھی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ملک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فقر وفاق</w:t>
      </w:r>
      <w:r w:rsidRPr="00E37591">
        <w:rPr>
          <w:rFonts w:hint="cs"/>
          <w:rtl/>
          <w:lang w:bidi="ur-PK"/>
        </w:rPr>
        <w:t>ہ عام ہوجائے گا اور لوگ بقدر ضرورت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دے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سرمایہ</w:t>
      </w:r>
      <w:r w:rsidRPr="00E37591">
        <w:rPr>
          <w:rtl/>
          <w:lang w:bidi="ur-PK"/>
        </w:rPr>
        <w:t xml:space="preserve"> دار اپن</w:t>
      </w:r>
      <w:r w:rsidRPr="00E37591">
        <w:rPr>
          <w:rFonts w:hint="cs"/>
          <w:rtl/>
          <w:lang w:bidi="ur-PK"/>
        </w:rPr>
        <w:t>ے مال کا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اور اس طرح لوگ بھوک سے ہلاک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بالکل برعکس ہے احتکار اور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اتعلق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 یہ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تو صرف انسان کو مالدار بنات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ہے،احتکار کی</w:t>
      </w:r>
      <w:r w:rsidRPr="00E37591">
        <w:rPr>
          <w:rtl/>
          <w:lang w:bidi="ur-PK"/>
        </w:rPr>
        <w:t xml:space="preserve"> فکر تو اس وقت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اس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ثروت مند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مالدار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بالکل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مطلق العنان </w:t>
      </w:r>
      <w:r w:rsidRPr="00E37591">
        <w:rPr>
          <w:rFonts w:hint="cs"/>
          <w:rtl/>
          <w:lang w:bidi="ur-PK"/>
        </w:rPr>
        <w:t>ہو اور اس پر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اورا 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 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نظام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بڑھتی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روکنے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تو پھر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احتکار ااور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تصور غلط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ہ مفاسد کا کوئی</w:t>
      </w:r>
      <w:r w:rsidRPr="00E37591">
        <w:rPr>
          <w:rtl/>
          <w:lang w:bidi="ur-PK"/>
        </w:rPr>
        <w:t xml:space="preserve"> تعلق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کے اسباب وعوامل کچھ اور 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اس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بدظنی</w:t>
      </w:r>
      <w:r w:rsidRPr="00E37591">
        <w:rPr>
          <w:rtl/>
          <w:lang w:bidi="ur-PK"/>
        </w:rPr>
        <w:t xml:space="preserve"> خلاف قانون </w:t>
      </w:r>
      <w:r w:rsidRPr="00E37591">
        <w:rPr>
          <w:rFonts w:hint="cs"/>
          <w:rtl/>
          <w:lang w:bidi="ur-PK"/>
        </w:rPr>
        <w:t>ہے۔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Center"/>
        <w:rPr>
          <w:rtl/>
          <w:lang w:bidi="ur-PK"/>
        </w:rPr>
      </w:pPr>
      <w:bookmarkStart w:id="141" w:name="_Toc468966836"/>
      <w:bookmarkStart w:id="142" w:name="_Toc468970766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</w:t>
      </w:r>
      <w:bookmarkEnd w:id="141"/>
      <w:bookmarkEnd w:id="142"/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43" w:name="_Toc468966837"/>
      <w:r w:rsidRPr="00E37591">
        <w:rPr>
          <w:rFonts w:hint="eastAsia"/>
          <w:rtl/>
          <w:lang w:bidi="ur-PK"/>
        </w:rPr>
        <w:t>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bookmarkEnd w:id="143"/>
      <w:r w:rsidRPr="00E37591">
        <w:rPr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ابتدائ</w:t>
      </w:r>
      <w:r w:rsidRPr="00E37591">
        <w:rPr>
          <w:rFonts w:hint="cs"/>
          <w:rtl/>
          <w:lang w:bidi="ur-PK"/>
        </w:rPr>
        <w:t>ے 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آئے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اس مکمل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دستور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 جس کے انطباق سے معاشرہ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سنور سک</w:t>
      </w:r>
      <w:r w:rsidRPr="00E37591">
        <w:rPr>
          <w:rFonts w:hint="cs"/>
          <w:rtl/>
          <w:lang w:bidi="ur-PK"/>
        </w:rPr>
        <w:t>ے اور وہ 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 برکت س</w:t>
      </w:r>
      <w:r w:rsidRPr="00E37591">
        <w:rPr>
          <w:rFonts w:hint="cs"/>
          <w:rtl/>
          <w:lang w:bidi="ur-PK"/>
        </w:rPr>
        <w:t>ے ہم آغوش ہوسکے اور علم الاقتصاد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 جس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انکشاف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پر حکومت 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۔ظاہرہے کہ اس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مذ</w:t>
      </w:r>
      <w:r w:rsidRPr="00E37591">
        <w:rPr>
          <w:rFonts w:hint="cs"/>
          <w:rtl/>
          <w:lang w:bidi="ur-PK"/>
        </w:rPr>
        <w:t>ہب دعوت عمل کا نام ہے اور علم انکشاف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کا، مذ</w:t>
      </w:r>
      <w:r w:rsidRPr="00E37591">
        <w:rPr>
          <w:rFonts w:hint="cs"/>
          <w:rtl/>
          <w:lang w:bidi="ur-PK"/>
        </w:rPr>
        <w:t>ہب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عنصر </w:t>
      </w:r>
      <w:r w:rsidRPr="00E37591">
        <w:rPr>
          <w:rFonts w:hint="cs"/>
          <w:rtl/>
          <w:lang w:bidi="ur-PK"/>
        </w:rPr>
        <w:t>ہے اور علم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ہم نے ابتدائے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تکامل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ارتقاء س</w:t>
      </w:r>
      <w:r w:rsidRPr="00E37591">
        <w:rPr>
          <w:rFonts w:hint="cs"/>
          <w:rtl/>
          <w:lang w:bidi="ur-PK"/>
        </w:rPr>
        <w:t>ے بحث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مذہب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ان تقاضوں پر عمل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محقق ومفکر </w:t>
      </w:r>
      <w:r w:rsidRPr="00E37591">
        <w:rPr>
          <w:rFonts w:hint="cs"/>
          <w:rtl/>
          <w:lang w:bidi="ur-PK"/>
        </w:rPr>
        <w:t>ہے اور مذہب داعی</w:t>
      </w:r>
      <w:r w:rsidRPr="00E37591">
        <w:rPr>
          <w:rtl/>
          <w:lang w:bidi="ur-PK"/>
        </w:rPr>
        <w:t xml:space="preserve"> ومبشر</w:t>
      </w:r>
      <w:r w:rsidRPr="00E37591">
        <w:rPr>
          <w:rFonts w:hint="cs"/>
          <w:rtl/>
          <w:lang w:bidi="ur-PK"/>
        </w:rPr>
        <w:t>۔</w:t>
      </w:r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 سمجھنا چاہئے کہ مارکسی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کو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یہ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 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نتائج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جدل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E0FA3" w:rsidRPr="00E37591" w:rsidRDefault="002E0FA3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مستقبل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رونما </w:t>
      </w:r>
      <w:r w:rsidRPr="00E37591">
        <w:rPr>
          <w:rFonts w:hint="cs"/>
          <w:rtl/>
          <w:lang w:bidi="ur-PK"/>
        </w:rPr>
        <w:t>ہوں گے۔ان دونوں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اتحاد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کا ترجمان ک</w:t>
      </w:r>
      <w:r w:rsidRPr="00E37591">
        <w:rPr>
          <w:rFonts w:hint="cs"/>
          <w:rtl/>
          <w:lang w:bidi="ur-PK"/>
        </w:rPr>
        <w:t>ہہ سکتے ہی</w:t>
      </w:r>
      <w:r w:rsidRPr="00E37591">
        <w:rPr>
          <w:rFonts w:hint="eastAsia"/>
          <w:rtl/>
          <w:lang w:bidi="ur-PK"/>
        </w:rPr>
        <w:t>ں،اشتراک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اراد</w:t>
      </w:r>
      <w:r w:rsidRPr="00E37591">
        <w:rPr>
          <w:rFonts w:hint="cs"/>
          <w:rtl/>
          <w:lang w:bidi="ur-PK"/>
        </w:rPr>
        <w:t>ے کو پورا کرنا چاہتی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۔جو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ہوچکاہے اور جس پر عمل درآمد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ضرورت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شائد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اتحاد کا اثر ت</w:t>
      </w:r>
      <w:r w:rsidRPr="00E37591">
        <w:rPr>
          <w:rFonts w:hint="cs"/>
          <w:rtl/>
          <w:lang w:bidi="ur-PK"/>
        </w:rPr>
        <w:t>ھا کہ مارکس نے اپنی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کو''علم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'' ک</w:t>
      </w:r>
      <w:r w:rsidRPr="00E37591">
        <w:rPr>
          <w:rFonts w:hint="cs"/>
          <w:rtl/>
          <w:lang w:bidi="ur-PK"/>
        </w:rPr>
        <w:t>ے نام سے موسوم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کو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کا درج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صرف اس لئ</w:t>
      </w:r>
      <w:r w:rsidRPr="00E37591">
        <w:rPr>
          <w:rFonts w:hint="cs"/>
          <w:rtl/>
          <w:lang w:bidi="ur-PK"/>
        </w:rPr>
        <w:t>ے کہ ان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پر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جلد ہی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گھاٹ اتر گئی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 مرحلے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تدری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رائج کرنا چاہتی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پہلے مرحلے کانام ہے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ے کا نام ہے اشتمالی</w:t>
      </w:r>
      <w:r w:rsidRPr="00E37591">
        <w:rPr>
          <w:rFonts w:hint="eastAsia"/>
          <w:rtl/>
          <w:lang w:bidi="ur-PK"/>
        </w:rPr>
        <w:t>ت،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لحاظ سے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آخری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ہے جہاں پہنچ کر قافلۂ بشری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ٹھہر جائے گا اور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اپنا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eastAsia"/>
          <w:rtl/>
          <w:lang w:bidi="ur-PK"/>
        </w:rPr>
        <w:t>ناد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،معجز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ہوجائے گا اور عالم کو اطمی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سانس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موقع مل جائ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درحق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مستقبل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مقصد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کرکے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راستہ ہموار کرناہے۔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44" w:name="_Toc468966838"/>
      <w:bookmarkStart w:id="145" w:name="_Toc468970767"/>
      <w:r w:rsidRPr="00E37591">
        <w:rPr>
          <w:rFonts w:hint="eastAsia"/>
          <w:rtl/>
          <w:lang w:bidi="ur-PK"/>
        </w:rPr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  <w:bookmarkEnd w:id="144"/>
      <w:bookmarkEnd w:id="145"/>
    </w:p>
    <w:p w:rsidR="002E0FA3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ہر مرحلہ کے لئے کچھ قواعد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وضع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رکرنا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چار اصول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طبقات کو ختم کرکے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مزدور طبقہ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استحکام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شپ کا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ثروت اور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قبض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4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بقدر طاقت عمل اور بقدر عمل اجرت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ثروت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جب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ھے گی</w:t>
      </w:r>
      <w:r w:rsidRPr="00E37591">
        <w:rPr>
          <w:rtl/>
          <w:lang w:bidi="ur-PK"/>
        </w:rPr>
        <w:t xml:space="preserve"> تو ان اصولوں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ڈکٹیٹر</w:t>
      </w:r>
      <w:r w:rsidRPr="00E37591">
        <w:rPr>
          <w:rtl/>
          <w:lang w:bidi="ur-PK"/>
        </w:rPr>
        <w:t xml:space="preserve"> شپ کا تصور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ہوجائے گا اور لوگ حکومتی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وبند س</w:t>
      </w:r>
      <w:r w:rsidRPr="00E37591">
        <w:rPr>
          <w:rFonts w:hint="cs"/>
          <w:rtl/>
          <w:lang w:bidi="ur-PK"/>
        </w:rPr>
        <w:t>ے بالکل آزاد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قانون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وسائل پر قبضہ نہ ہوگا بلکہ شخصی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مجموع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مکمل خاتم</w:t>
      </w:r>
      <w:r w:rsidRPr="00E37591">
        <w:rPr>
          <w:rFonts w:hint="cs"/>
          <w:rtl/>
          <w:lang w:bidi="ur-PK"/>
        </w:rPr>
        <w:t>ہ 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چوت</w:t>
      </w:r>
      <w:r w:rsidRPr="00E37591">
        <w:rPr>
          <w:rFonts w:hint="cs"/>
          <w:rtl/>
          <w:lang w:bidi="ur-PK"/>
        </w:rPr>
        <w:t>ھے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بجائے ضرورت کو قرار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</w:t>
      </w:r>
      <w:r w:rsidRPr="00E37591">
        <w:rPr>
          <w:rFonts w:hint="cs"/>
          <w:rtl/>
          <w:lang w:bidi="ur-PK"/>
        </w:rPr>
        <w:t>ہر شخص کو بقدرحاجت مال ملاکرے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نظام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لئے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استعمال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ان اصولوں پر تنقی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جن پر اس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اصول اس نظام پر منطبق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اس بات پر غور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 معاشر</w:t>
      </w:r>
      <w:r w:rsidRPr="00E37591">
        <w:rPr>
          <w:rFonts w:hint="cs"/>
          <w:rtl/>
          <w:lang w:bidi="ur-PK"/>
        </w:rPr>
        <w:t>ہ پر انطباق کے قابل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بھی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 کر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مذاہب وتنظی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 پرتبصر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2E0FA3" w:rsidRPr="00E37591" w:rsidRDefault="002E0FA3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46" w:name="_Toc468966839"/>
      <w:bookmarkStart w:id="147" w:name="_Toc468970768"/>
      <w:r w:rsidRPr="00E37591">
        <w:rPr>
          <w:rFonts w:hint="eastAsia"/>
          <w:rtl/>
          <w:lang w:bidi="ur-PK"/>
        </w:rPr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پر عمومی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bookmarkEnd w:id="146"/>
      <w:bookmarkEnd w:id="147"/>
      <w:r w:rsidRPr="00E37591">
        <w:rPr>
          <w:rtl/>
          <w:lang w:bidi="ur-PK"/>
        </w:rPr>
        <w:t xml:space="preserve">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 کے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پہلااور خطرناک سوال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ٹھتاہے کہ ان مذاہب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ہے۔جس کی</w:t>
      </w:r>
      <w:r w:rsidRPr="00E37591">
        <w:rPr>
          <w:rtl/>
          <w:lang w:bidi="ur-PK"/>
        </w:rPr>
        <w:t xml:space="preserve"> بناپرسار</w:t>
      </w:r>
      <w:r w:rsidRPr="00E37591">
        <w:rPr>
          <w:rFonts w:hint="cs"/>
          <w:rtl/>
          <w:lang w:bidi="ur-PK"/>
        </w:rPr>
        <w:t>ے عالم کو ان کی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مارکس اپنی</w:t>
      </w:r>
      <w:r w:rsidRPr="00E37591">
        <w:rPr>
          <w:rtl/>
          <w:lang w:bidi="ur-PK"/>
        </w:rPr>
        <w:t xml:space="preserve"> اس مساوات کو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اد</w:t>
      </w:r>
      <w:r w:rsidRPr="00E37591">
        <w:rPr>
          <w:rFonts w:hint="cs"/>
          <w:rtl/>
          <w:lang w:bidi="ur-PK"/>
        </w:rPr>
        <w:t>ہام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چند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کو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نام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ہئے۔اس کے علاوہ اخلاق کا کوئی</w:t>
      </w:r>
      <w:r w:rsidRPr="00E37591">
        <w:rPr>
          <w:rtl/>
          <w:lang w:bidi="ur-PK"/>
        </w:rPr>
        <w:t xml:space="preserve"> اور مف</w:t>
      </w:r>
      <w:r w:rsidRPr="00E37591">
        <w:rPr>
          <w:rFonts w:hint="cs"/>
          <w:rtl/>
          <w:lang w:bidi="ur-PK"/>
        </w:rPr>
        <w:t>ہوم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نقط</w:t>
      </w:r>
      <w:r w:rsidRPr="00E37591">
        <w:rPr>
          <w:rFonts w:hint="cs"/>
          <w:rtl/>
          <w:lang w:bidi="ur-PK"/>
        </w:rPr>
        <w:t>ۂ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ماتحت وہ اپنے مذاہب پر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استدلال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اور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ختم کرک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ھرتاہے کہ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کس طرح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جواب دی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کا خلاص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مخصوص عوامل ومحرکات کے تحت چلتی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کا مستقبل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چونک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تک پہنچ کر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زائد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دخ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ہوجاتاہے۔اس لئے اسے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س</w:t>
      </w:r>
      <w:r w:rsidRPr="00E37591">
        <w:rPr>
          <w:rFonts w:hint="cs"/>
          <w:rtl/>
          <w:lang w:bidi="ur-PK"/>
        </w:rPr>
        <w:t>ے دوچار ہونا پڑے گا۔ اور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مزدوروں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فتح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جس کا دوسرا نام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اپنی</w:t>
      </w:r>
      <w:r w:rsidRPr="00E37591">
        <w:rPr>
          <w:rtl/>
          <w:lang w:bidi="ur-PK"/>
        </w:rPr>
        <w:t xml:space="preserve"> سابق گفتگو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کر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اتباع کرن</w:t>
      </w:r>
      <w:r w:rsidRPr="00E37591">
        <w:rPr>
          <w:rFonts w:hint="cs"/>
          <w:rtl/>
          <w:lang w:bidi="ur-PK"/>
        </w:rPr>
        <w:t>ے پر راضی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407DAC" w:rsidRPr="00E37591" w:rsidRDefault="00824138" w:rsidP="00407DAC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="00407DAC" w:rsidRPr="00E37591">
        <w:rPr>
          <w:rFonts w:hint="cs"/>
          <w:rtl/>
          <w:lang w:bidi="ur-PK"/>
        </w:rPr>
        <w:t>بت</w:t>
      </w:r>
      <w:r w:rsidRPr="00E37591">
        <w:rPr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تناقضات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زائد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نام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ہے۔ان سب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 کے ماسواہے۔لہٰذا ان اسباب کی</w:t>
      </w:r>
      <w:r w:rsidRPr="00E37591">
        <w:rPr>
          <w:rtl/>
          <w:lang w:bidi="ur-PK"/>
        </w:rPr>
        <w:t xml:space="preserve"> بنا پر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407DAC">
      <w:pPr>
        <w:pStyle w:val="libNormal"/>
        <w:rPr>
          <w:rtl/>
          <w:lang w:bidi="ur-PK"/>
        </w:rPr>
      </w:pPr>
    </w:p>
    <w:p w:rsidR="00824138" w:rsidRPr="00E37591" w:rsidRDefault="00824138" w:rsidP="00407DAC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معقول </w:t>
      </w:r>
      <w:r w:rsidRPr="00E37591">
        <w:rPr>
          <w:rFonts w:hint="cs"/>
          <w:rtl/>
          <w:lang w:bidi="ur-PK"/>
        </w:rPr>
        <w:t>ہے اور اگر بالفرض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بھی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تو یہ</w:t>
      </w:r>
      <w:r w:rsidRPr="00E37591">
        <w:rPr>
          <w:rtl/>
          <w:lang w:bidi="ur-PK"/>
        </w:rPr>
        <w:t xml:space="preserve"> سوال ب</w:t>
      </w:r>
      <w:r w:rsidRPr="00E37591">
        <w:rPr>
          <w:rFonts w:hint="cs"/>
          <w:rtl/>
          <w:lang w:bidi="ur-PK"/>
        </w:rPr>
        <w:t>ہرحال باقی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کہ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خلافت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خاتمہ کے بعد حکومتی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ہوجائے ی</w:t>
      </w:r>
      <w:r w:rsidRPr="00E37591">
        <w:rPr>
          <w:rFonts w:hint="eastAsia"/>
          <w:rtl/>
          <w:lang w:bidi="ur-PK"/>
        </w:rPr>
        <w:t>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نظام حکومت کر</w:t>
      </w:r>
      <w:r w:rsidRPr="00E37591">
        <w:rPr>
          <w:rFonts w:hint="cs"/>
          <w:rtl/>
          <w:lang w:bidi="ur-PK"/>
        </w:rPr>
        <w:t>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مظلوموں ک</w:t>
      </w:r>
      <w:r w:rsidRPr="00E37591">
        <w:rPr>
          <w:rFonts w:hint="cs"/>
          <w:rtl/>
          <w:lang w:bidi="ur-PK"/>
        </w:rPr>
        <w:t>ے اموال واپس دلادی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اگر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امکانات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حتمی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خواب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شرمند</w:t>
      </w:r>
      <w:r w:rsidRPr="00E37591">
        <w:rPr>
          <w:rFonts w:hint="cs"/>
          <w:rtl/>
          <w:lang w:bidi="ur-PK"/>
        </w:rPr>
        <w:t>ۂ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اور مارکسی</w:t>
      </w:r>
      <w:r w:rsidRPr="00E37591">
        <w:rPr>
          <w:rtl/>
          <w:lang w:bidi="ur-PK"/>
        </w:rPr>
        <w:t xml:space="preserve"> استدلال کس طرح درج</w:t>
      </w:r>
      <w:r w:rsidRPr="00E37591">
        <w:rPr>
          <w:rFonts w:hint="cs"/>
          <w:rtl/>
          <w:lang w:bidi="ur-PK"/>
        </w:rPr>
        <w:t>ہ تکمی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ہنچے گا؟یہ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جواب طلب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48" w:name="_Toc468966840"/>
      <w:bookmarkStart w:id="149" w:name="_Toc468970769"/>
      <w:r w:rsidRPr="00E37591">
        <w:rPr>
          <w:rFonts w:hint="eastAsia"/>
          <w:rtl/>
          <w:lang w:bidi="ur-PK"/>
        </w:rPr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148"/>
      <w:bookmarkEnd w:id="14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اجمال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ہم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ں،</w:t>
      </w:r>
      <w:r w:rsidRPr="00E37591">
        <w:rPr>
          <w:rtl/>
          <w:lang w:bidi="ur-PK"/>
        </w:rPr>
        <w:t xml:space="preserve"> آپ کو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اس کا پہلا قانون ہے طبقات کا خاتمہ اور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سبب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ادوار جد 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تحت چل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۔ہردور کاای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تقاض</w:t>
      </w:r>
      <w:r w:rsidRPr="00E37591">
        <w:rPr>
          <w:rFonts w:hint="cs"/>
          <w:rtl/>
          <w:lang w:bidi="ur-PK"/>
        </w:rPr>
        <w:t>ہ ہوتاہے جس کے مطابق نظام برسرکارآتاہے۔اب چونکہ سابق کے نظاموں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مقام ت</w:t>
      </w:r>
      <w:r w:rsidRPr="00E37591">
        <w:rPr>
          <w:rFonts w:hint="cs"/>
          <w:rtl/>
          <w:lang w:bidi="ur-PK"/>
        </w:rPr>
        <w:t>ھا اس لئے اس کا لازمی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ہو اور دوسرا مزدور،ای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ہواور</w:t>
      </w:r>
      <w:r w:rsidRPr="00E37591">
        <w:rPr>
          <w:rtl/>
          <w:lang w:bidi="ur-PK"/>
        </w:rPr>
        <w:t xml:space="preserve"> دوسرا فق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ر،</w:t>
      </w:r>
      <w:r w:rsidRPr="00E37591">
        <w:rPr>
          <w:rtl/>
          <w:lang w:bidi="ur-PK"/>
        </w:rPr>
        <w:t xml:space="preserve"> اور اس طرح طبقات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ڑجائے گی۔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چونکہ ان خرافات کو قبول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قائل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 کا وجود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 بات کا اظ</w:t>
      </w:r>
      <w:r w:rsidRPr="00E37591">
        <w:rPr>
          <w:rFonts w:hint="cs"/>
          <w:rtl/>
          <w:lang w:bidi="ur-PK"/>
        </w:rPr>
        <w:t>ہار کردی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تمام طبقات کو اقتصاد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منحصر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سخت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ہے۔معاشرہ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اور بھی</w:t>
      </w:r>
      <w:r w:rsidRPr="00E37591">
        <w:rPr>
          <w:rtl/>
          <w:lang w:bidi="ur-PK"/>
        </w:rPr>
        <w:t xml:space="preserve"> عوامل واسباب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کبھی</w:t>
      </w:r>
      <w:r w:rsidRPr="00E37591">
        <w:rPr>
          <w:rtl/>
          <w:lang w:bidi="ur-PK"/>
        </w:rPr>
        <w:t xml:space="preserve"> طبقات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امکانات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ضمانت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اسباب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اور ان کے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آئے گا؟بلکہ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ہہ سکتاہوں کہ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بحسب عمل دولت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کا سبب </w:t>
      </w:r>
      <w:r w:rsidRPr="00E37591">
        <w:rPr>
          <w:rFonts w:hint="cs"/>
          <w:rtl/>
          <w:lang w:bidi="ur-PK"/>
        </w:rPr>
        <w:t>ہے۔اس لئے کہ لوگ اعمال کے اعتبار سے م</w:t>
      </w:r>
      <w:r w:rsidRPr="00E37591">
        <w:rPr>
          <w:rtl/>
          <w:lang w:bidi="ur-PK"/>
        </w:rPr>
        <w:t>ختلف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ان کے منافع مختلف ہوں گے اور اس طرح طبقات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بلکہ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طبقات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ہوسکتے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یہاں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ہے۔جسے بست وکشاد کے تمام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90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بات کا اعلان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اصل انقلاب کی</w:t>
      </w:r>
      <w:r w:rsidRPr="00E37591">
        <w:rPr>
          <w:rtl/>
          <w:lang w:bidi="ur-PK"/>
        </w:rPr>
        <w:t xml:space="preserve">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طرح سابق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کاشتکاروں ک</w:t>
      </w:r>
      <w:r w:rsidRPr="00E37591">
        <w:rPr>
          <w:rFonts w:hint="cs"/>
          <w:rtl/>
          <w:lang w:bidi="ur-PK"/>
        </w:rPr>
        <w:t>ے انقلاب کی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یڈری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کرر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ھی۔اسی</w:t>
      </w:r>
      <w:r w:rsidRPr="00E37591">
        <w:rPr>
          <w:rtl/>
          <w:lang w:bidi="ur-PK"/>
        </w:rPr>
        <w:t xml:space="preserve"> طرح اس مزدور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یڈی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ہوگی۔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خود مختار جماعت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جو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تصی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حساب ک</w:t>
      </w:r>
      <w:r w:rsidRPr="00E37591">
        <w:rPr>
          <w:rFonts w:hint="cs"/>
          <w:rtl/>
          <w:lang w:bidi="ur-PK"/>
        </w:rPr>
        <w:t>ے لئے ہر قسم کا تصرف کر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کہا تھا ''خانہ جنگی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محفوظ زمانہ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وقت تک اپنا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ادا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جب تک ک</w:t>
      </w:r>
      <w:r w:rsidRPr="00E37591">
        <w:rPr>
          <w:rFonts w:hint="cs"/>
          <w:rtl/>
          <w:lang w:bidi="ur-PK"/>
        </w:rPr>
        <w:t>ہ اس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نظا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مسلط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فوج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مانند ہو اور اس کی</w:t>
      </w:r>
      <w:r w:rsidRPr="00E37591">
        <w:rPr>
          <w:rtl/>
          <w:lang w:bidi="ur-PK"/>
        </w:rPr>
        <w:t xml:space="preserve"> صلا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۔عوامی</w:t>
      </w:r>
      <w:r w:rsidRPr="00E37591">
        <w:rPr>
          <w:rtl/>
          <w:lang w:bidi="ur-PK"/>
        </w:rPr>
        <w:t xml:space="preserve"> اعتماد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ۂ کمال پر ہو۔''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پر اتنا اضاف</w:t>
      </w:r>
      <w:r w:rsidRPr="00E37591">
        <w:rPr>
          <w:rFonts w:hint="cs"/>
          <w:rtl/>
          <w:lang w:bidi="ur-PK"/>
        </w:rPr>
        <w:t>ہ اور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ہ''پرسکون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شپ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اس قسم 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بلکہ یہی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شپ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بھی</w:t>
      </w:r>
      <w:r w:rsidRPr="00E37591">
        <w:rPr>
          <w:rtl/>
          <w:lang w:bidi="ur-PK"/>
        </w:rPr>
        <w:t xml:space="preserve"> مناسب بلک</w:t>
      </w:r>
      <w:r w:rsidRPr="00E37591">
        <w:rPr>
          <w:rFonts w:hint="cs"/>
          <w:rtl/>
          <w:lang w:bidi="ur-PK"/>
        </w:rPr>
        <w:t>ہ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ہوتاہے 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انقلابی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محسوس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بست وکشاد کے تمام اختی</w:t>
      </w:r>
      <w:r w:rsidRPr="00E37591">
        <w:rPr>
          <w:rFonts w:hint="eastAsia"/>
          <w:rtl/>
          <w:lang w:bidi="ur-PK"/>
        </w:rPr>
        <w:t>ارا</w:t>
      </w:r>
      <w:r w:rsidRPr="00E37591">
        <w:rPr>
          <w:rtl/>
          <w:lang w:bidi="ur-PK"/>
        </w:rPr>
        <w:t xml:space="preserve"> ت رک</w:t>
      </w:r>
      <w:r w:rsidRPr="00E37591">
        <w:rPr>
          <w:rFonts w:hint="cs"/>
          <w:rtl/>
          <w:lang w:bidi="ur-PK"/>
        </w:rPr>
        <w:t>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تاکہ وہ اپنے جابرانہ طرز حکومت سے لوگوں کے''اشتراکی</w:t>
      </w:r>
      <w:r w:rsidRPr="00E37591">
        <w:rPr>
          <w:rtl/>
          <w:lang w:bidi="ur-PK"/>
        </w:rPr>
        <w:t xml:space="preserve"> مزاج''بنائ</w:t>
      </w:r>
      <w:r w:rsidRPr="00E37591">
        <w:rPr>
          <w:rFonts w:hint="cs"/>
          <w:rtl/>
          <w:lang w:bidi="ur-PK"/>
        </w:rPr>
        <w:t>ے، نئے انسان ڈھالے اور ان کی</w:t>
      </w:r>
      <w:r w:rsidRPr="00E37591">
        <w:rPr>
          <w:rtl/>
          <w:lang w:bidi="ur-PK"/>
        </w:rPr>
        <w:t xml:space="preserve"> فطرت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 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آج تک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مطلق العنان اور آزاد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نشاند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طبقات کا اس س</w:t>
      </w:r>
      <w:r w:rsidRPr="00E37591">
        <w:rPr>
          <w:rFonts w:hint="cs"/>
          <w:rtl/>
          <w:lang w:bidi="ur-PK"/>
        </w:rPr>
        <w:t>ے بہترکوئی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ہو سکتاہے؟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فرق ضرور</w:t>
      </w:r>
      <w:r w:rsidRPr="00E37591">
        <w:rPr>
          <w:rFonts w:hint="cs"/>
          <w:rtl/>
          <w:lang w:bidi="ur-PK"/>
        </w:rPr>
        <w:t>ہوتاہے کہ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طبقات اقتصادکا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ھے۔جس شخص کے پاس سرمایہ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وہ حکومت کا حق رکھتاتھا اور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اس کے بالکل برعکس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صاحبان فکر وانقلاب حکومت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پھر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اس منتظم جماعت کے امتی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حکومت، کارخان</w:t>
      </w:r>
      <w:r w:rsidRPr="00E37591">
        <w:rPr>
          <w:rFonts w:hint="cs"/>
          <w:rtl/>
          <w:lang w:bidi="ur-PK"/>
        </w:rPr>
        <w:t>ے اور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فردعات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تک پ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جماعت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مزدوروں کی</w:t>
      </w:r>
      <w:r w:rsidRPr="00E37591">
        <w:rPr>
          <w:rtl/>
          <w:lang w:bidi="ur-PK"/>
        </w:rPr>
        <w:t xml:space="preserve"> اجرت اور حکام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تنخوا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تناقض شروع </w:t>
      </w:r>
      <w:r w:rsidRPr="00E37591">
        <w:rPr>
          <w:rFonts w:hint="cs"/>
          <w:rtl/>
          <w:lang w:bidi="ur-PK"/>
        </w:rPr>
        <w:t>ہوجائے اور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ہارت کا عمل سامنے آجائے۔جی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 </w:t>
      </w:r>
      <w:r w:rsidRPr="00E37591">
        <w:rPr>
          <w:rFonts w:hint="cs"/>
          <w:rtl/>
          <w:lang w:bidi="ur-PK"/>
        </w:rPr>
        <w:t>ہوا ہے اور ہوتارہتاہے۔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واضح سبب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ممتاز طبق</w:t>
      </w:r>
      <w:r w:rsidRPr="00E37591">
        <w:rPr>
          <w:rFonts w:hint="cs"/>
          <w:rtl/>
          <w:lang w:bidi="ur-PK"/>
        </w:rPr>
        <w:t>ہ اپنی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ضرورت س</w:t>
      </w:r>
      <w:r w:rsidRPr="00E37591">
        <w:rPr>
          <w:rFonts w:hint="cs"/>
          <w:rtl/>
          <w:lang w:bidi="ur-PK"/>
        </w:rPr>
        <w:t xml:space="preserve">ے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تصرف کرن</w:t>
      </w:r>
      <w:r w:rsidRPr="00E37591">
        <w:rPr>
          <w:rFonts w:hint="cs"/>
          <w:rtl/>
          <w:lang w:bidi="ur-PK"/>
        </w:rPr>
        <w:t>ے لگتاہے۔اس کے ہاتھ باہر تک پہنچ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افراد کھڑے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الگ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اور پھر اس طبقہ کو خی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متہم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 کا مقابل</w:t>
      </w:r>
      <w:r w:rsidRPr="00E37591">
        <w:rPr>
          <w:rFonts w:hint="cs"/>
          <w:rtl/>
          <w:lang w:bidi="ur-PK"/>
        </w:rPr>
        <w:t>ہ وہ افراد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خارج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حاکم جماعت اپن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کرنا چاہتی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پارٹی</w:t>
      </w:r>
      <w:r w:rsidRPr="00E37591">
        <w:rPr>
          <w:rtl/>
          <w:lang w:bidi="ur-PK"/>
        </w:rPr>
        <w:t xml:space="preserve"> کو پاک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بنانا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 اور یہ</w:t>
      </w:r>
      <w:r w:rsidRPr="00E37591">
        <w:rPr>
          <w:rtl/>
          <w:lang w:bidi="ur-PK"/>
        </w:rPr>
        <w:t xml:space="preserve"> کام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دشوار گذار </w:t>
      </w:r>
      <w:r w:rsidRPr="00E37591">
        <w:rPr>
          <w:rFonts w:hint="cs"/>
          <w:rtl/>
          <w:lang w:bidi="ur-PK"/>
        </w:rPr>
        <w:t>ہوتاہے اس لئے کہ حاکم پارٹی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ہلے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اپنا رنگ جماچکی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اب اس کی</w:t>
      </w:r>
      <w:r w:rsidRPr="00E37591">
        <w:rPr>
          <w:rtl/>
          <w:lang w:bidi="ur-PK"/>
        </w:rPr>
        <w:t xml:space="preserve"> 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آسان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مشا</w:t>
      </w:r>
      <w:r w:rsidRPr="00E37591">
        <w:rPr>
          <w:rFonts w:hint="cs"/>
          <w:rtl/>
          <w:lang w:bidi="ur-PK"/>
        </w:rPr>
        <w:t xml:space="preserve">ہدہ اس طرح سے ہوسکتاہے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تط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ںپورا</w:t>
      </w:r>
      <w:r w:rsidRPr="00E37591">
        <w:rPr>
          <w:rtl/>
          <w:lang w:bidi="ur-PK"/>
        </w:rPr>
        <w:t xml:space="preserve"> پورا نظام بدل کرر</w:t>
      </w:r>
      <w:r w:rsidRPr="00E37591">
        <w:rPr>
          <w:rFonts w:hint="cs"/>
          <w:rtl/>
          <w:lang w:bidi="ur-PK"/>
        </w:rPr>
        <w:t>ہ جاتاہے وہ حادثہ جو طبقاتی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آتا چنانچ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36</w:t>
      </w:r>
      <w:r w:rsidRPr="00E37591">
        <w:rPr>
          <w:rFonts w:hint="cs"/>
          <w:rtl/>
          <w:lang w:bidi="ur-PK"/>
        </w:rPr>
        <w:t>ء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11</w:t>
      </w:r>
      <w:r w:rsidRPr="00E37591">
        <w:rPr>
          <w:rFonts w:hint="cs"/>
          <w:rtl/>
          <w:lang w:bidi="ur-PK"/>
        </w:rPr>
        <w:t xml:space="preserve"> وزی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کر نکال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 قانون ساز جماعت کے سات افراد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5</w:t>
      </w:r>
      <w:r w:rsidRPr="00E37591">
        <w:rPr>
          <w:rFonts w:hint="cs"/>
          <w:rtl/>
          <w:lang w:bidi="ur-PK"/>
        </w:rPr>
        <w:t xml:space="preserve"> کو الگ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 xml:space="preserve">۔ </w:t>
      </w:r>
      <w:r w:rsidRPr="00E37591">
        <w:rPr>
          <w:rFonts w:hint="eastAsia"/>
          <w:rtl/>
          <w:lang w:bidi="ur-PK"/>
        </w:rPr>
        <w:t>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خف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جماعت ک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53</w:t>
      </w:r>
      <w:r w:rsidRPr="00E37591">
        <w:rPr>
          <w:rFonts w:hint="cs"/>
          <w:rtl/>
          <w:lang w:bidi="ur-PK"/>
        </w:rPr>
        <w:t xml:space="preserve"> رئی</w:t>
      </w:r>
      <w:r w:rsidRPr="00E37591">
        <w:rPr>
          <w:rFonts w:hint="eastAsia"/>
          <w:rtl/>
          <w:lang w:bidi="ur-PK"/>
        </w:rPr>
        <w:t>سوں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43</w:t>
      </w:r>
      <w:r w:rsidRPr="00E37591">
        <w:rPr>
          <w:rFonts w:hint="cs"/>
          <w:rtl/>
          <w:lang w:bidi="ur-PK"/>
        </w:rPr>
        <w:t xml:space="preserve"> نکالے گئے۔ جنگی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8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>افراد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</w:t>
      </w:r>
      <w:r w:rsidR="00D5387C" w:rsidRPr="00E37591">
        <w:rPr>
          <w:rFonts w:hint="cs"/>
          <w:rtl/>
          <w:lang w:bidi="ur-PK"/>
        </w:rPr>
        <w:t>7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الگ کئے گئے، پانچ مارشل افراد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ہٹادی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 xml:space="preserve">۔ </w:t>
      </w:r>
      <w:r w:rsidR="00D5387C" w:rsidRPr="00E37591">
        <w:rPr>
          <w:rFonts w:hint="cs"/>
          <w:rtl/>
          <w:lang w:bidi="ur-PK"/>
        </w:rPr>
        <w:t>6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فی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tl/>
          <w:lang w:bidi="ur-PK"/>
        </w:rPr>
        <w:t xml:space="preserve"> جنرل الگ کئ</w:t>
      </w:r>
      <w:r w:rsidRPr="00E37591">
        <w:rPr>
          <w:rFonts w:hint="cs"/>
          <w:rtl/>
          <w:lang w:bidi="ur-PK"/>
        </w:rPr>
        <w:t>ے گئے، لی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مکتب ک</w:t>
      </w:r>
      <w:r w:rsidRPr="00E37591">
        <w:rPr>
          <w:rFonts w:hint="cs"/>
          <w:rtl/>
          <w:lang w:bidi="ur-PK"/>
        </w:rPr>
        <w:t>ے تمام ممبران علاوہ اسٹالی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سب علی</w:t>
      </w:r>
      <w:r w:rsidRPr="00E37591">
        <w:rPr>
          <w:rFonts w:hint="eastAsia"/>
          <w:rtl/>
          <w:lang w:bidi="ur-PK"/>
        </w:rPr>
        <w:t>حد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ے، بی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 پارٹی</w:t>
      </w:r>
      <w:r w:rsidRPr="00E37591">
        <w:rPr>
          <w:rtl/>
          <w:lang w:bidi="ur-PK"/>
        </w:rPr>
        <w:t xml:space="preserve"> ممب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کو نکالاگ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3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ء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ممبران </w:t>
      </w:r>
      <w:r w:rsidR="00D5387C" w:rsidRPr="00E37591">
        <w:rPr>
          <w:rFonts w:hint="cs"/>
          <w:rtl/>
          <w:lang w:bidi="ur-PK"/>
        </w:rPr>
        <w:t>15</w:t>
      </w:r>
      <w:r w:rsidRPr="00E37591">
        <w:rPr>
          <w:rFonts w:hint="cs"/>
          <w:rtl/>
          <w:lang w:bidi="ur-PK"/>
        </w:rPr>
        <w:t>لاکھ اور خارج شدہ بی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حالات و</w:t>
      </w:r>
      <w:r w:rsidRPr="00E37591">
        <w:rPr>
          <w:rFonts w:hint="cs"/>
          <w:rtl/>
          <w:lang w:bidi="ur-PK"/>
        </w:rPr>
        <w:t>ہ تھے جو ڈکٹیٹر</w:t>
      </w:r>
      <w:r w:rsidRPr="00E37591">
        <w:rPr>
          <w:rtl/>
          <w:lang w:bidi="ur-PK"/>
        </w:rPr>
        <w:t xml:space="preserve"> شپ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ے۔ہمارا مقصد ان کے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یہ</w:t>
      </w:r>
      <w:r w:rsidRPr="00E37591">
        <w:rPr>
          <w:rtl/>
          <w:lang w:bidi="ur-PK"/>
        </w:rPr>
        <w:t xml:space="preserve"> بات اس کتاب ک</w:t>
      </w:r>
      <w:r w:rsidRPr="00E37591">
        <w:rPr>
          <w:rFonts w:hint="cs"/>
          <w:rtl/>
          <w:lang w:bidi="ur-PK"/>
        </w:rPr>
        <w:t>ے موضوع سے باہر ہے بلکہ ہمارا مقصد صرف ان نتائج کو واضح کرناہے۔جو اس قسم کی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</w:t>
      </w:r>
      <w:r w:rsidRPr="00E37591">
        <w:rPr>
          <w:rFonts w:hint="cs"/>
          <w:rtl/>
          <w:lang w:bidi="ur-PK"/>
        </w:rPr>
        <w:t>ہور پذی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دوسرا رکن </w:t>
      </w:r>
      <w:r w:rsidRPr="00E37591">
        <w:rPr>
          <w:rFonts w:hint="cs"/>
          <w:rtl/>
          <w:lang w:bidi="ur-PK"/>
        </w:rPr>
        <w:t>ہے ڈکٹیٹر</w:t>
      </w:r>
      <w:r w:rsidRPr="00E37591">
        <w:rPr>
          <w:rtl/>
          <w:lang w:bidi="ur-PK"/>
        </w:rPr>
        <w:t xml:space="preserve"> حکومت،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ضرورت صرف وقت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اس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اثرات ختم کردی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فضاصاف </w:t>
      </w:r>
      <w:r w:rsidRPr="00E37591">
        <w:rPr>
          <w:rFonts w:hint="cs"/>
          <w:rtl/>
          <w:lang w:bidi="ur-PK"/>
        </w:rPr>
        <w:t>ہوجائے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اس جماعت کی</w:t>
      </w:r>
      <w:r w:rsidRPr="00E37591">
        <w:rPr>
          <w:rtl/>
          <w:lang w:bidi="ur-PK"/>
        </w:rPr>
        <w:t xml:space="preserve"> ضرورت اس وقت تک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جب تک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ے۔ا س لئے کہ جب بھی</w:t>
      </w:r>
      <w:r w:rsidRPr="00E37591">
        <w:rPr>
          <w:rtl/>
          <w:lang w:bidi="ur-PK"/>
        </w:rPr>
        <w:t xml:space="preserve"> مناسب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دولت کا سوال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جابراور بااخت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جو تمام حالات پر قبض</w:t>
      </w:r>
      <w:r w:rsidRPr="00E37591">
        <w:rPr>
          <w:rFonts w:hint="cs"/>
          <w:rtl/>
          <w:lang w:bidi="ur-PK"/>
        </w:rPr>
        <w:t>ہ کرکے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مناسب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بحسب عمل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ظاہرہے کہ یہ</w:t>
      </w:r>
      <w:r w:rsidRPr="00E37591">
        <w:rPr>
          <w:rtl/>
          <w:lang w:bidi="ur-PK"/>
        </w:rPr>
        <w:t xml:space="preserve"> سوال استمرار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ھتاہے۔لہٰذا اس حکومت کی</w:t>
      </w:r>
      <w:r w:rsidRPr="00E37591">
        <w:rPr>
          <w:rtl/>
          <w:lang w:bidi="ur-PK"/>
        </w:rPr>
        <w:t xml:space="preserve"> ضرورت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سرارکن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تامی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املاک</w:t>
      </w:r>
      <w:r w:rsidRPr="00E37591">
        <w:rPr>
          <w:rFonts w:hint="cs"/>
          <w:rtl/>
          <w:lang w:bidi="ur-PK"/>
        </w:rPr>
        <w:t>۔اس قانون کا علمی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مظالم اور ا س کے تناقضات حد سے بڑھ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رخ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تمام املاک پوری</w:t>
      </w:r>
      <w:r w:rsidRPr="00E37591">
        <w:rPr>
          <w:rtl/>
          <w:lang w:bidi="ur-PK"/>
        </w:rPr>
        <w:t xml:space="preserve"> قوم س</w:t>
      </w:r>
      <w:r w:rsidRPr="00E37591">
        <w:rPr>
          <w:rFonts w:hint="cs"/>
          <w:rtl/>
          <w:lang w:bidi="ur-PK"/>
        </w:rPr>
        <w:t>ے متعلق ہوں اور کسی</w:t>
      </w:r>
      <w:r w:rsidRPr="00E37591">
        <w:rPr>
          <w:rtl/>
          <w:lang w:bidi="ur-PK"/>
        </w:rPr>
        <w:t xml:space="preserve"> شخص کو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موقع ن</w:t>
      </w:r>
      <w:r w:rsidRPr="00E37591">
        <w:rPr>
          <w:rFonts w:hint="cs"/>
          <w:rtl/>
          <w:lang w:bidi="ur-PK"/>
        </w:rPr>
        <w:t>ہ ملے۔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قانون کا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ختم کرک</w:t>
      </w:r>
      <w:r w:rsidRPr="00E37591">
        <w:rPr>
          <w:rFonts w:hint="cs"/>
          <w:rtl/>
          <w:lang w:bidi="ur-PK"/>
        </w:rPr>
        <w:t>ے تمام مملکت کے حاصلات کو عام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شخص کو اس کا مالک تصور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البتہ تنہا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امت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</w:t>
      </w:r>
      <w:r w:rsidRPr="00E37591">
        <w:rPr>
          <w:rtl/>
          <w:lang w:bidi="ur-PK"/>
        </w:rPr>
        <w:tab/>
        <w:t>ج</w:t>
      </w:r>
      <w:r w:rsidRPr="00E37591">
        <w:rPr>
          <w:rFonts w:hint="cs"/>
          <w:rtl/>
          <w:lang w:bidi="ur-PK"/>
        </w:rPr>
        <w:t>ہاں تک علمی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کا تعلق ہے ہم پہلے ظاہر کرچکے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 کی</w:t>
      </w:r>
      <w:r w:rsidRPr="00E37591">
        <w:rPr>
          <w:rtl/>
          <w:lang w:bidi="ur-PK"/>
        </w:rPr>
        <w:t xml:space="preserve"> قائم کرد</w:t>
      </w:r>
      <w:r w:rsidRPr="00E37591">
        <w:rPr>
          <w:rFonts w:hint="cs"/>
          <w:rtl/>
          <w:lang w:bidi="ur-PK"/>
        </w:rPr>
        <w:t>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اصل ہے لہٰذا اس پر جو عمارت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ھڑی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منہدم 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کے متعلق یہ</w:t>
      </w:r>
      <w:r w:rsidRPr="00E37591">
        <w:rPr>
          <w:rtl/>
          <w:lang w:bidi="ur-PK"/>
        </w:rPr>
        <w:t xml:space="preserve"> عرض کرنا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قانون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tl/>
          <w:lang w:bidi="ur-PK"/>
        </w:rPr>
        <w:t xml:space="preserve"> مرحل</w:t>
      </w:r>
      <w:r w:rsidRPr="00E37591">
        <w:rPr>
          <w:rFonts w:hint="cs"/>
          <w:rtl/>
          <w:lang w:bidi="ur-PK"/>
        </w:rPr>
        <w:t>ہ پر منطبق ہوتا نظرنہی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آتا اس لئ</w:t>
      </w:r>
      <w:r w:rsidRPr="00E37591">
        <w:rPr>
          <w:rFonts w:hint="cs"/>
          <w:rtl/>
          <w:lang w:bidi="ur-PK"/>
        </w:rPr>
        <w:t>ے کہ جب تک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حاکم 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کا وجود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اور اس کے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محدود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وقت تک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اس بات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ضمانت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پارٹی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فائدہ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ٹھائے گی</w:t>
      </w:r>
      <w:r w:rsidRPr="00E37591">
        <w:rPr>
          <w:rtl/>
          <w:lang w:bidi="ur-PK"/>
        </w:rPr>
        <w:t xml:space="preserve"> اور تمام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قاعد</w:t>
      </w:r>
      <w:r w:rsidRPr="00E37591">
        <w:rPr>
          <w:rFonts w:hint="cs"/>
          <w:rtl/>
          <w:lang w:bidi="ur-PK"/>
        </w:rPr>
        <w:t>ہ سے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جبک</w:t>
      </w:r>
      <w:r w:rsidRPr="00E37591">
        <w:rPr>
          <w:rFonts w:hint="cs"/>
          <w:rtl/>
          <w:lang w:bidi="ur-PK"/>
        </w:rPr>
        <w:t xml:space="preserve">ہ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0400B4">
      <w:pPr>
        <w:pStyle w:val="libNormal"/>
        <w:rPr>
          <w:rtl/>
          <w:lang w:bidi="ur-PK"/>
        </w:rPr>
      </w:pPr>
    </w:p>
    <w:p w:rsidR="00824138" w:rsidRPr="00E37591" w:rsidRDefault="00824138" w:rsidP="000400B4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مواقع اس پارٹی</w:t>
      </w:r>
      <w:r w:rsidRPr="00E37591">
        <w:rPr>
          <w:rtl/>
          <w:lang w:bidi="ur-PK"/>
        </w:rPr>
        <w:t xml:space="preserve"> کو جاگ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رداروں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اگر </w:t>
      </w:r>
      <w:r w:rsidRPr="00E37591">
        <w:rPr>
          <w:rFonts w:hint="cs"/>
          <w:rtl/>
          <w:lang w:bidi="ur-PK"/>
        </w:rPr>
        <w:t>ہم مارکس کی</w:t>
      </w:r>
      <w:r w:rsidRPr="00E37591">
        <w:rPr>
          <w:rtl/>
          <w:lang w:bidi="ur-PK"/>
        </w:rPr>
        <w:t xml:space="preserve"> اصطلاحوں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گفتگو کرن</w:t>
      </w:r>
      <w:r w:rsidRPr="00E37591">
        <w:rPr>
          <w:rFonts w:hint="cs"/>
          <w:rtl/>
          <w:lang w:bidi="ur-PK"/>
        </w:rPr>
        <w:t>ے کے عادی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تویہ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ہتے کہ اس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حاکم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لفظی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اقانون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تمام افراد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تضاد وتناقض کا سرچشم</w:t>
      </w:r>
      <w:r w:rsidRPr="00E37591">
        <w:rPr>
          <w:rFonts w:hint="cs"/>
          <w:rtl/>
          <w:lang w:bidi="ur-PK"/>
        </w:rPr>
        <w:t>ہ ہے اس لئے 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تصر 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بات ص</w:t>
      </w:r>
      <w:r w:rsidRPr="00E37591">
        <w:rPr>
          <w:rFonts w:hint="eastAsia"/>
          <w:rtl/>
          <w:lang w:bidi="ur-PK"/>
        </w:rPr>
        <w:t>رف</w:t>
      </w:r>
      <w:r w:rsidRPr="00E37591">
        <w:rPr>
          <w:rtl/>
          <w:lang w:bidi="ur-PK"/>
        </w:rPr>
        <w:t xml:space="preserve"> حکام کو حاصل </w:t>
      </w:r>
      <w:r w:rsidRPr="00E37591">
        <w:rPr>
          <w:rFonts w:hint="cs"/>
          <w:rtl/>
          <w:lang w:bidi="ur-PK"/>
        </w:rPr>
        <w:t>ہے۔عوام اس سے بالکل محروم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عام مالکوں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فرق ضرور رک</w:t>
      </w:r>
      <w:r w:rsidRPr="00E37591">
        <w:rPr>
          <w:rFonts w:hint="cs"/>
          <w:rtl/>
          <w:lang w:bidi="ur-PK"/>
        </w:rPr>
        <w:t>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عام افراد اپنے کو مالک کہہ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حکام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ہے۔ان کا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اپنی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حقوق وامت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تای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شرم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مالک کم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 جو اپنے کو مالک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کہہ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کا جدی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پہلے بھی</w:t>
      </w:r>
      <w:r w:rsidRPr="00E37591">
        <w:rPr>
          <w:rtl/>
          <w:lang w:bidi="ur-PK"/>
        </w:rPr>
        <w:t xml:space="preserve"> اس کا تجرب</w:t>
      </w:r>
      <w:r w:rsidRPr="00E37591">
        <w:rPr>
          <w:rFonts w:hint="cs"/>
          <w:rtl/>
          <w:lang w:bidi="ur-PK"/>
        </w:rPr>
        <w:t>ہ ہو چکاہے۔چنانچہ بعض بی</w:t>
      </w:r>
      <w:r w:rsidRPr="00E37591">
        <w:rPr>
          <w:rFonts w:hint="eastAsia"/>
          <w:rtl/>
          <w:lang w:bidi="ur-PK"/>
        </w:rPr>
        <w:t>لن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ممالک اور قد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مصر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اس قانون کو رائج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ذمہ لی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ن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شمار فائدے حاصل کئے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اس نظام پر فرعونی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غالب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وہ اپنے راز کو پوشی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رکھ سکی</w:t>
      </w:r>
      <w:r w:rsidRPr="00E37591">
        <w:rPr>
          <w:rtl/>
          <w:lang w:bidi="ur-PK"/>
        </w:rPr>
        <w:t xml:space="preserve"> اور آخر کار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دراصل حکومت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دوسر نام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حد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ہے۔چنانچہ حکومتی</w:t>
      </w:r>
      <w:r w:rsidRPr="00E37591">
        <w:rPr>
          <w:rtl/>
          <w:lang w:bidi="ur-PK"/>
        </w:rPr>
        <w:t xml:space="preserve"> اقتدار واستبداد ن</w:t>
      </w:r>
      <w:r w:rsidRPr="00E37591">
        <w:rPr>
          <w:rFonts w:hint="cs"/>
          <w:rtl/>
          <w:lang w:bidi="ur-PK"/>
        </w:rPr>
        <w:t>ے اسے اس منزل پر پہنچا 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بادشا</w:t>
      </w:r>
      <w:r w:rsidRPr="00E37591">
        <w:rPr>
          <w:rFonts w:hint="cs"/>
          <w:rtl/>
          <w:lang w:bidi="ur-PK"/>
        </w:rPr>
        <w:t>ہ نے خدائی</w:t>
      </w:r>
      <w:r w:rsidRPr="00E37591">
        <w:rPr>
          <w:rtl/>
          <w:lang w:bidi="ur-PK"/>
        </w:rPr>
        <w:t xml:space="preserve"> کا لباس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ساری</w:t>
      </w:r>
      <w:r w:rsidRPr="00E37591">
        <w:rPr>
          <w:rtl/>
          <w:lang w:bidi="ur-PK"/>
        </w:rPr>
        <w:t xml:space="preserve"> دولت اس خدائ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صرف </w:t>
      </w:r>
      <w:r w:rsidRPr="00E37591">
        <w:rPr>
          <w:rFonts w:hint="cs"/>
          <w:rtl/>
          <w:lang w:bidi="ur-PK"/>
        </w:rPr>
        <w:t>ہونے لگی</w:t>
      </w:r>
      <w:r w:rsidRPr="00E37591">
        <w:rPr>
          <w:rFonts w:hint="eastAsia"/>
          <w:rtl/>
          <w:lang w:bidi="ur-PK"/>
        </w:rPr>
        <w:t>،کب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عبادت گا </w:t>
      </w:r>
      <w:r w:rsidRPr="00E37591">
        <w:rPr>
          <w:rFonts w:hint="cs"/>
          <w:rtl/>
          <w:lang w:bidi="ur-PK"/>
        </w:rPr>
        <w:t>ہوں پر توکبھی</w:t>
      </w:r>
      <w:r w:rsidRPr="00E37591">
        <w:rPr>
          <w:rtl/>
          <w:lang w:bidi="ur-PK"/>
        </w:rPr>
        <w:t xml:space="preserve"> قصوروقبور پر</w:t>
      </w:r>
      <w:r w:rsidRPr="00E37591">
        <w:rPr>
          <w:rFonts w:hint="cs"/>
          <w:rtl/>
          <w:lang w:bidi="ur-PK"/>
        </w:rPr>
        <w:t>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اس</w:t>
      </w:r>
      <w:r w:rsidRPr="00E37591">
        <w:rPr>
          <w:rFonts w:hint="cs"/>
          <w:rtl/>
          <w:lang w:bidi="ur-PK"/>
        </w:rPr>
        <w:t>ے اتفاق نہ سمجھی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دونوں معاشروں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اور مملکت کو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منافع حاصل </w:t>
      </w:r>
      <w:r w:rsidRPr="00E37591">
        <w:rPr>
          <w:rFonts w:hint="cs"/>
          <w:rtl/>
          <w:lang w:bidi="ur-PK"/>
        </w:rPr>
        <w:t>ہوگئے۔اس لئے کہ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اس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جہاں کام 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والا مطلق العنان </w:t>
      </w:r>
      <w:r w:rsidRPr="00E37591">
        <w:rPr>
          <w:rFonts w:hint="cs"/>
          <w:rtl/>
          <w:lang w:bidi="ur-PK"/>
        </w:rPr>
        <w:t>ہو اور کام کرنے والا مجبور محض،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نام کو ن</w:t>
      </w:r>
      <w:r w:rsidRPr="00E37591">
        <w:rPr>
          <w:rFonts w:hint="cs"/>
          <w:rtl/>
          <w:lang w:bidi="ur-PK"/>
        </w:rPr>
        <w:t>ہ ہوں اور روحانی</w:t>
      </w:r>
      <w:r w:rsidRPr="00E37591">
        <w:rPr>
          <w:rtl/>
          <w:lang w:bidi="ur-PK"/>
        </w:rPr>
        <w:t xml:space="preserve"> اقدار ب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مقصد </w:t>
      </w:r>
      <w:r w:rsidRPr="00E37591">
        <w:rPr>
          <w:rFonts w:hint="cs"/>
          <w:rtl/>
          <w:lang w:bidi="ur-PK"/>
        </w:rPr>
        <w:t>ہواور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اقتدار کا ہدف۔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چونک</w:t>
      </w:r>
      <w:r w:rsidRPr="00E37591">
        <w:rPr>
          <w:rFonts w:hint="cs"/>
          <w:rtl/>
          <w:lang w:bidi="ur-PK"/>
        </w:rPr>
        <w:t>ہ دونوں معاشروں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اسباب جمع </w:t>
      </w:r>
      <w:r w:rsidRPr="00E37591">
        <w:rPr>
          <w:rFonts w:hint="cs"/>
          <w:rtl/>
          <w:lang w:bidi="ur-PK"/>
        </w:rPr>
        <w:t>ہوگئے تھے اس لئے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کا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ہوجانا ضروری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تعجب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دونوں تجربوں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حاکم جماعت پر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کا الزام سنا </w:t>
      </w:r>
      <w:r w:rsidRPr="00E37591">
        <w:rPr>
          <w:rFonts w:hint="cs"/>
          <w:rtl/>
          <w:lang w:bidi="ur-PK"/>
        </w:rPr>
        <w:t>ہے۔جی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خود بھی</w:t>
      </w:r>
      <w:r w:rsidRPr="00E37591">
        <w:rPr>
          <w:rtl/>
          <w:lang w:bidi="ur-PK"/>
        </w:rPr>
        <w:t xml:space="preserve"> اعتراف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ہ''آخری</w:t>
      </w:r>
      <w:r w:rsidRPr="00E37591">
        <w:rPr>
          <w:rtl/>
          <w:lang w:bidi="ur-PK"/>
        </w:rPr>
        <w:t xml:space="preserve"> جنگ ک</w:t>
      </w:r>
      <w:r w:rsidRPr="00E37591">
        <w:rPr>
          <w:rFonts w:hint="cs"/>
          <w:rtl/>
          <w:lang w:bidi="ur-PK"/>
        </w:rPr>
        <w:t>ے دوران حاکم جماعت کو اتنا موقع مل 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اپنے لئے بے پناہ اموال جمع کر لئے۔''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مملکت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اس قدر عام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اسٹالی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برسراعلان کہہ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محسوس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دونوں تجربے اگرچہ حالات اور زمانہ کے اعتبار سے بالکل مختلف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آثار ونتائج کے اعتبار سے بالکل 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رنگ اورمتحد ت</w:t>
      </w:r>
      <w:r w:rsidRPr="00E37591">
        <w:rPr>
          <w:rFonts w:hint="cs"/>
          <w:rtl/>
          <w:lang w:bidi="ur-PK"/>
        </w:rPr>
        <w:t>ھے۔جس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سات</w:t>
      </w:r>
      <w:r w:rsidRPr="00E37591">
        <w:rPr>
          <w:rFonts w:hint="cs"/>
          <w:rtl/>
          <w:lang w:bidi="ur-PK"/>
        </w:rPr>
        <w:t>ھ ساتھ ان نتائج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مبتلا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فرعون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دونوں کومبتلا </w:t>
      </w:r>
      <w:r w:rsidRPr="00E37591">
        <w:rPr>
          <w:rFonts w:hint="cs"/>
          <w:rtl/>
          <w:lang w:bidi="ur-PK"/>
        </w:rPr>
        <w:t>ہونا پڑا۔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چوت</w:t>
      </w:r>
      <w:r w:rsidRPr="00E37591">
        <w:rPr>
          <w:rFonts w:hint="cs"/>
          <w:rtl/>
          <w:lang w:bidi="ur-PK"/>
        </w:rPr>
        <w:t>ھا رکن ہے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بحسب عمل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خاتمہ کے ساتھ مالک ومزدور کے امتی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معاشرہ 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رنگ </w:t>
      </w:r>
      <w:r w:rsidRPr="00E37591">
        <w:rPr>
          <w:rFonts w:hint="cs"/>
          <w:rtl/>
          <w:lang w:bidi="ur-PK"/>
        </w:rPr>
        <w:t>ہوجائے گا تو اس وقت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سوائ</w:t>
      </w:r>
      <w:r w:rsidRPr="00E37591">
        <w:rPr>
          <w:rFonts w:hint="cs"/>
          <w:rtl/>
          <w:lang w:bidi="ur-PK"/>
        </w:rPr>
        <w:t>ے عمل کے باقی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رہے گی۔ا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عمل ہی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ہوتاہے۔اب جو شخص زندگی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گا وہ عمل کرے گا اور جو شخص جس قدر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عمل کر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 xml:space="preserve">گا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اس کا استحقاق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ہوگا۔اس لئے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''زائد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''کا سرق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7C6C17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قانون خود 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تمام انسانوں کے اعمال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ہوتے۔ان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خود واضح حد تک اختلاف </w:t>
      </w:r>
      <w:r w:rsidRPr="00E37591">
        <w:rPr>
          <w:rFonts w:hint="cs"/>
          <w:rtl/>
          <w:lang w:bidi="ur-PK"/>
        </w:rPr>
        <w:t>ہوتاہے۔ای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توانا</w:t>
      </w:r>
      <w:r w:rsidRPr="00E37591">
        <w:rPr>
          <w:rFonts w:hint="cs"/>
          <w:rtl/>
          <w:lang w:bidi="ur-PK"/>
        </w:rPr>
        <w:t>ہے وہ آٹھ دس گھنٹے کام کرے گا۔ای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ناتواں اور لاغر </w:t>
      </w:r>
      <w:r w:rsidRPr="00E37591">
        <w:rPr>
          <w:rFonts w:hint="cs"/>
          <w:rtl/>
          <w:lang w:bidi="ur-PK"/>
        </w:rPr>
        <w:t>ہے وہ چھ گھنٹے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ن</w:t>
      </w:r>
      <w:r w:rsidRPr="00E37591">
        <w:rPr>
          <w:rFonts w:hint="cs"/>
          <w:rtl/>
          <w:lang w:bidi="ur-PK"/>
        </w:rPr>
        <w:t>ہ کرسکے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ندرت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ھتاہے۔اس کے کاموں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</w:t>
      </w:r>
      <w:r w:rsidRPr="00E37591">
        <w:rPr>
          <w:rFonts w:hint="cs"/>
          <w:rtl/>
          <w:lang w:bidi="ur-PK"/>
        </w:rPr>
        <w:t>ہوگا۔ای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ہر فن ہے وہ برق وکہرہاء کے کام ک</w:t>
      </w:r>
      <w:r w:rsidRPr="00E37591">
        <w:rPr>
          <w:rtl/>
          <w:lang w:bidi="ur-PK"/>
        </w:rPr>
        <w:t>ر سکتا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ساد</w:t>
      </w:r>
      <w:r w:rsidRPr="00E37591">
        <w:rPr>
          <w:rFonts w:hint="cs"/>
          <w:rtl/>
          <w:lang w:bidi="ur-PK"/>
        </w:rPr>
        <w:t>ہ لوح ہے وہ فقط حمالی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اعمال کے اس اختلاف سے قی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</w:t>
      </w:r>
      <w:r w:rsidRPr="00E37591">
        <w:rPr>
          <w:rFonts w:hint="cs"/>
          <w:rtl/>
          <w:lang w:bidi="ur-PK"/>
        </w:rPr>
        <w:t>ہوگا اور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اختلاف سے ملکی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تفاوت </w:t>
      </w:r>
      <w:r w:rsidRPr="00E37591">
        <w:rPr>
          <w:rFonts w:hint="cs"/>
          <w:rtl/>
          <w:lang w:bidi="ur-PK"/>
        </w:rPr>
        <w:t>ہوگا اور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اس انجام کا احساس تھا اس لئے اس نے عمل کو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ومرکب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اس کے باوجود اس کے پاس دو ہی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حل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اپنی</w:t>
      </w:r>
      <w:r w:rsidRPr="00E37591">
        <w:rPr>
          <w:rtl/>
          <w:lang w:bidi="ur-PK"/>
        </w:rPr>
        <w:t xml:space="preserve"> بنائ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پر عمل درآمد کر</w:t>
      </w:r>
      <w:r w:rsidRPr="00E37591">
        <w:rPr>
          <w:rFonts w:hint="cs"/>
          <w:rtl/>
          <w:lang w:bidi="ur-PK"/>
        </w:rPr>
        <w:t>ے اور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ے طبقاتی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جس کے خاتمہ کے لئے برسوں سے جنگ وجدل قائم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 xml:space="preserve">اپنے قانون سے </w:t>
      </w:r>
      <w:r w:rsidRPr="00E37591">
        <w:rPr>
          <w:rtl/>
          <w:lang w:bidi="ur-PK"/>
        </w:rPr>
        <w:t xml:space="preserve">دستبردار </w:t>
      </w:r>
      <w:r w:rsidRPr="00E37591">
        <w:rPr>
          <w:rFonts w:hint="cs"/>
          <w:rtl/>
          <w:lang w:bidi="ur-PK"/>
        </w:rPr>
        <w:t>ہوکر اچھے مزدوروں کی</w:t>
      </w:r>
      <w:r w:rsidRPr="00E37591">
        <w:rPr>
          <w:rtl/>
          <w:lang w:bidi="ur-PK"/>
        </w:rPr>
        <w:t xml:space="preserve"> اجرت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قطع کرے تاکہ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مساو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ہواور طبقات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 سرق</w:t>
      </w:r>
      <w:r w:rsidRPr="00E37591">
        <w:rPr>
          <w:rFonts w:hint="cs"/>
          <w:rtl/>
          <w:lang w:bidi="ur-PK"/>
        </w:rPr>
        <w:t>ہ کا شکار ہو۔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مقام پر نظریہ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انطباق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اختلاف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انطباق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موجود</w:t>
      </w:r>
      <w:r w:rsidRPr="00E37591">
        <w:rPr>
          <w:rFonts w:hint="cs"/>
          <w:rtl/>
          <w:lang w:bidi="ur-PK"/>
        </w:rPr>
        <w:t>ہ حالت سے معلوم ہوتاہے کہ وہاں اعمال کی</w:t>
      </w:r>
      <w:r w:rsidRPr="00E37591">
        <w:rPr>
          <w:rtl/>
          <w:lang w:bidi="ur-PK"/>
        </w:rPr>
        <w:t xml:space="preserve"> اجرتوں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</w:t>
      </w:r>
      <w:r w:rsidRPr="00E37591">
        <w:rPr>
          <w:rFonts w:hint="cs"/>
          <w:rtl/>
          <w:lang w:bidi="ur-PK"/>
        </w:rPr>
        <w:t>ہے اور ظاہرہے کہ اگر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ہوتا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حمال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فوج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عالم وما</w:t>
      </w:r>
      <w:r w:rsidRPr="00E37591">
        <w:rPr>
          <w:rFonts w:hint="cs"/>
          <w:rtl/>
          <w:lang w:bidi="ur-PK"/>
        </w:rPr>
        <w:t>ہر فن کے برا</w:t>
      </w:r>
      <w:r w:rsidRPr="00E37591">
        <w:rPr>
          <w:rFonts w:hint="eastAsia"/>
          <w:rtl/>
          <w:lang w:bidi="ur-PK"/>
        </w:rPr>
        <w:t>رکر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اجاتاتو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دشوار گذار اور مشکل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مشاغل کو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کرتا سب معمولی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ہوتے اور برابر کی</w:t>
      </w:r>
      <w:r w:rsidRPr="00E37591">
        <w:rPr>
          <w:rtl/>
          <w:lang w:bidi="ur-PK"/>
        </w:rPr>
        <w:t xml:space="preserve"> اجرت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طرح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معاشر</w:t>
      </w:r>
      <w:r w:rsidRPr="00E37591">
        <w:rPr>
          <w:rFonts w:hint="cs"/>
          <w:rtl/>
          <w:lang w:bidi="ur-PK"/>
        </w:rPr>
        <w:t>ہ چند ہی</w:t>
      </w:r>
      <w:r w:rsidRPr="00E37591">
        <w:rPr>
          <w:rtl/>
          <w:lang w:bidi="ur-PK"/>
        </w:rPr>
        <w:t xml:space="preserve"> دنوں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گھاٹ اترجاتا۔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اجرتوں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تفادت رک</w:t>
      </w:r>
      <w:r w:rsidRPr="00E37591">
        <w:rPr>
          <w:rFonts w:hint="cs"/>
          <w:rtl/>
          <w:lang w:bidi="ur-PK"/>
        </w:rPr>
        <w:t>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زبردست خف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کا محکم</w:t>
      </w:r>
      <w:r w:rsidRPr="00E37591">
        <w:rPr>
          <w:rFonts w:hint="cs"/>
          <w:rtl/>
          <w:lang w:bidi="ur-PK"/>
        </w:rPr>
        <w:t>ہ قائم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 اعمال اور اجرتوں کی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مگر افسوس کہ ان تمام باتوں کے باوجود جب پردۂ ظلمت چاک ہواتو سوائے طبقاتی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اور کچھ نظرنہ آی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جو حل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انگلز کے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 (صند دو </w:t>
      </w:r>
      <w:r w:rsidRPr="00E37591">
        <w:rPr>
          <w:rFonts w:hint="cs"/>
          <w:rtl/>
          <w:lang w:bidi="ur-PK"/>
        </w:rPr>
        <w:t>ہرنگ )سے سماعت فرمای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مرکب اعمال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اجرت کا مسئل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حل </w:t>
      </w:r>
      <w:r w:rsidRPr="00E37591">
        <w:rPr>
          <w:rFonts w:hint="cs"/>
          <w:rtl/>
          <w:lang w:bidi="ur-PK"/>
        </w:rPr>
        <w:t>ہوگا۔یہ</w:t>
      </w:r>
      <w:r w:rsidRPr="00E37591">
        <w:rPr>
          <w:rtl/>
          <w:lang w:bidi="ur-PK"/>
        </w:rPr>
        <w:t xml:space="preserve"> تو ب</w:t>
      </w:r>
      <w:r w:rsidRPr="00E37591">
        <w:rPr>
          <w:rFonts w:hint="cs"/>
          <w:rtl/>
          <w:lang w:bidi="ur-PK"/>
        </w:rPr>
        <w:t>ڑا اہم مسئلہ 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حل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آزاد(سرمایہ</w:t>
      </w:r>
      <w:r w:rsidRPr="00E37591">
        <w:rPr>
          <w:rtl/>
          <w:lang w:bidi="ur-PK"/>
        </w:rPr>
        <w:t xml:space="preserve"> دار)معاشر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ہارت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خود افراد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اس کا معاوضہ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ملنا چا</w:t>
      </w:r>
      <w:r w:rsidRPr="00E37591">
        <w:rPr>
          <w:rFonts w:hint="cs"/>
          <w:rtl/>
          <w:lang w:bidi="ur-PK"/>
        </w:rPr>
        <w:t>ہئے۔اور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سرہوتی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اس مہارت کے صلے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اجرت ملن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 کا استحقاق حکوم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ہوگا افراد کو نہی</w:t>
      </w:r>
      <w:r w:rsidRPr="00E37591">
        <w:rPr>
          <w:rFonts w:hint="eastAsia"/>
          <w:rtl/>
          <w:lang w:bidi="ur-PK"/>
        </w:rPr>
        <w:t>ں؟</w:t>
      </w:r>
      <w:r w:rsidRPr="00E37591">
        <w:rPr>
          <w:rtl/>
          <w:lang w:bidi="ur-PK"/>
        </w:rPr>
        <w:tab/>
        <w:t>(صنددو</w:t>
      </w:r>
      <w:r w:rsidRPr="00E37591">
        <w:rPr>
          <w:rFonts w:hint="cs"/>
          <w:rtl/>
          <w:lang w:bidi="ur-PK"/>
        </w:rPr>
        <w:t>ہر نگ،ج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،ص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انگلز ن</w:t>
      </w:r>
      <w:r w:rsidRPr="00E37591">
        <w:rPr>
          <w:rFonts w:hint="cs"/>
          <w:rtl/>
          <w:lang w:bidi="ur-PK"/>
        </w:rPr>
        <w:t>ے اپنے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مرکب اعمال کی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اس </w:t>
      </w:r>
      <w:r w:rsidRPr="00E37591">
        <w:rPr>
          <w:rFonts w:hint="cs"/>
          <w:rtl/>
          <w:lang w:bidi="ur-PK"/>
        </w:rPr>
        <w:t>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جس ک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ہوئی۔اب چونکہ سرمایہ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ذمہ ہے اس لئے استحقاق ان کا ہوگا اور اشتراکی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کام حک</w:t>
      </w:r>
      <w:r w:rsidRPr="00E37591">
        <w:rPr>
          <w:rFonts w:hint="eastAsia"/>
          <w:rtl/>
          <w:lang w:bidi="ur-PK"/>
        </w:rPr>
        <w:t>ومت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ذمہ لے گی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اس زی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استحقاق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پوری</w:t>
      </w:r>
      <w:r w:rsidRPr="00E37591">
        <w:rPr>
          <w:rtl/>
          <w:lang w:bidi="ur-PK"/>
        </w:rPr>
        <w:t xml:space="preserve"> پور 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رک</w:t>
      </w:r>
      <w:r w:rsidRPr="00E37591">
        <w:rPr>
          <w:rFonts w:hint="cs"/>
          <w:rtl/>
          <w:lang w:bidi="ur-PK"/>
        </w:rPr>
        <w:t>ھتاہے۔دنی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ہر ان</w:t>
      </w:r>
      <w:r w:rsidRPr="00E37591">
        <w:rPr>
          <w:rtl/>
          <w:lang w:bidi="ur-PK"/>
        </w:rPr>
        <w:t>سان اس مقدار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 ن</w:t>
      </w:r>
      <w:r w:rsidRPr="00E37591">
        <w:rPr>
          <w:rFonts w:hint="cs"/>
          <w:rtl/>
          <w:lang w:bidi="ur-PK"/>
        </w:rPr>
        <w:t>ے اس مہارت کے حاصل کرنے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علاو</w:t>
      </w:r>
      <w:r w:rsidRPr="00E37591">
        <w:rPr>
          <w:rFonts w:hint="cs"/>
          <w:rtl/>
          <w:lang w:bidi="ur-PK"/>
        </w:rPr>
        <w:t>ہ اس کے انگلز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بغورمطالع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وہ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ھتاکہ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</w:t>
      </w:r>
      <w:r w:rsidRPr="00E37591">
        <w:rPr>
          <w:rFonts w:hint="cs"/>
          <w:rtl/>
          <w:lang w:bidi="ur-PK"/>
        </w:rPr>
        <w:t>ہر فن انسان کی</w:t>
      </w:r>
      <w:r w:rsidRPr="00E37591">
        <w:rPr>
          <w:rtl/>
          <w:lang w:bidi="ur-PK"/>
        </w:rPr>
        <w:t xml:space="preserve"> اجرت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اضافہ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کہ اس نے مہارت حاصل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وہاں موجودہ عمل کے ساتھ اس مقدار عمل کا اضافہ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ہے جو ا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زمانہ مہارت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فرض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ن</w:t>
      </w:r>
      <w:r w:rsidRPr="00E37591">
        <w:rPr>
          <w:rFonts w:hint="cs"/>
          <w:rtl/>
          <w:lang w:bidi="ur-PK"/>
        </w:rPr>
        <w:t>ے دس سال 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حاصل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دی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خرچ کئ</w:t>
      </w:r>
      <w:r w:rsidRPr="00E37591">
        <w:rPr>
          <w:rFonts w:hint="cs"/>
          <w:rtl/>
          <w:lang w:bidi="ur-PK"/>
        </w:rPr>
        <w:t>ے توظاہر ہے کہ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اس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عمل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 ن</w:t>
      </w:r>
      <w:r w:rsidRPr="00E37591">
        <w:rPr>
          <w:rFonts w:hint="cs"/>
          <w:rtl/>
          <w:lang w:bidi="ur-PK"/>
        </w:rPr>
        <w:t>ے ٹری</w:t>
      </w:r>
      <w:r w:rsidRPr="00E37591">
        <w:rPr>
          <w:rFonts w:hint="eastAsia"/>
          <w:rtl/>
          <w:lang w:bidi="ur-PK"/>
        </w:rPr>
        <w:t>ننگ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زمانہ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طرح ک</w:t>
      </w:r>
      <w:r w:rsidRPr="00E37591">
        <w:rPr>
          <w:rFonts w:hint="cs"/>
          <w:rtl/>
          <w:lang w:bidi="ur-PK"/>
        </w:rPr>
        <w:t>ہ قوت پی</w:t>
      </w:r>
      <w:r w:rsidRPr="00E37591">
        <w:rPr>
          <w:rFonts w:hint="eastAsia"/>
          <w:rtl/>
          <w:lang w:bidi="ur-PK"/>
        </w:rPr>
        <w:t>داکرن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eastAsia"/>
          <w:rtl/>
          <w:lang w:bidi="ur-PK"/>
        </w:rPr>
        <w:t>حمت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ہرہونے والے عمل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اگرمزدور پر صرف </w:t>
      </w:r>
      <w:r w:rsidRPr="00E37591">
        <w:rPr>
          <w:rFonts w:hint="cs"/>
          <w:rtl/>
          <w:lang w:bidi="ur-PK"/>
        </w:rPr>
        <w:t>ہونے والا عمل م</w:t>
      </w:r>
      <w:r w:rsidRPr="00E37591">
        <w:rPr>
          <w:rtl/>
          <w:lang w:bidi="ur-PK"/>
        </w:rPr>
        <w:t>قدار ک</w:t>
      </w:r>
      <w:r w:rsidRPr="00E37591">
        <w:rPr>
          <w:rFonts w:hint="cs"/>
          <w:rtl/>
          <w:lang w:bidi="ur-PK"/>
        </w:rPr>
        <w:t>ے اعتبار سے اس عمل سے کم ہوجائے جو اس نے زمانہ تربی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تواس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اجرت کا حقدار کون </w:t>
      </w:r>
      <w:r w:rsidRPr="00E37591">
        <w:rPr>
          <w:rFonts w:hint="cs"/>
          <w:rtl/>
          <w:lang w:bidi="ur-PK"/>
        </w:rPr>
        <w:t>ہوگا۔ظاہر ہے کہ حکومت کو اس کا حق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اس نے اگر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صرف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کام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ہے۔اب اگر اس اجرت کو بھی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لے تو 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حرکت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جو 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لوگ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ھے۔اور اگر دے دے تو طبقات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جو انگلزک</w:t>
      </w:r>
      <w:r w:rsidRPr="00E37591">
        <w:rPr>
          <w:rFonts w:hint="cs"/>
          <w:rtl/>
          <w:lang w:bidi="ur-PK"/>
        </w:rPr>
        <w:t>ے ذہن سے نکل 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عمارت کی</w:t>
      </w:r>
      <w:r w:rsidRPr="00E37591">
        <w:rPr>
          <w:rtl/>
          <w:lang w:bidi="ur-PK"/>
        </w:rPr>
        <w:t xml:space="preserve"> شائستگ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خوب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ہے۔بلکہ کبھی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ہے۔با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انسان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ساعت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مزدور دو ساعت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ہے۔اب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۔اگر دے دے گی</w:t>
      </w:r>
      <w:r w:rsidRPr="00E37591">
        <w:rPr>
          <w:rtl/>
          <w:lang w:bidi="ur-PK"/>
        </w:rPr>
        <w:t xml:space="preserve"> تو طبق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اگرن</w:t>
      </w:r>
      <w:r w:rsidRPr="00E37591">
        <w:rPr>
          <w:rFonts w:hint="cs"/>
          <w:rtl/>
          <w:lang w:bidi="ur-PK"/>
        </w:rPr>
        <w:t>ہ دے تو ظلم۔ دونوں صورتی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ھے معاشرہ کے مطلوب کے خلا 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خلاص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دوہی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کرنا ناگز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اپنے نظریہ</w:t>
      </w:r>
      <w:r w:rsidRPr="00E37591">
        <w:rPr>
          <w:rtl/>
          <w:lang w:bidi="ur-PK"/>
        </w:rPr>
        <w:t xml:space="preserve"> کو منطبق کرک</w:t>
      </w:r>
      <w:r w:rsidRPr="00E37591">
        <w:rPr>
          <w:rFonts w:hint="cs"/>
          <w:rtl/>
          <w:lang w:bidi="ur-PK"/>
        </w:rPr>
        <w:t>ے ہر شخص کو بقدر عمل اجرت دے اور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اپنے نظریہ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دست بردار ہوکر بسی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ومرکب،عاد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اعمال کو مساوات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اور اس طرح ما</w:t>
      </w:r>
      <w:r w:rsidRPr="00E37591">
        <w:rPr>
          <w:rFonts w:hint="cs"/>
          <w:rtl/>
          <w:lang w:bidi="ur-PK"/>
        </w:rPr>
        <w:t>ہر فن مزدور کے عمل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سرقہ کرلے 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ہواکرتاتھا اور جس سے پناہ حاصل کرنے کے لئے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انقلاب برپاک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50" w:name="_Toc468966841"/>
      <w:bookmarkStart w:id="151" w:name="_Toc468970770"/>
      <w:r w:rsidRPr="00E37591">
        <w:rPr>
          <w:rFonts w:hint="eastAsia"/>
          <w:rtl/>
          <w:lang w:bidi="ur-PK"/>
        </w:rPr>
        <w:t>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150"/>
      <w:bookmarkEnd w:id="15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سلسلۂ بحث اس آخری</w:t>
      </w:r>
      <w:r w:rsidRPr="00E37591">
        <w:rPr>
          <w:rtl/>
          <w:lang w:bidi="ur-PK"/>
        </w:rPr>
        <w:t xml:space="preserve"> مرحل</w:t>
      </w:r>
      <w:r w:rsidRPr="00E37591">
        <w:rPr>
          <w:rFonts w:hint="cs"/>
          <w:rtl/>
          <w:lang w:bidi="ur-PK"/>
        </w:rPr>
        <w:t>ہ تک پہنچ ج</w:t>
      </w:r>
      <w:r w:rsidRPr="00E37591">
        <w:rPr>
          <w:rtl/>
          <w:lang w:bidi="ur-PK"/>
        </w:rPr>
        <w:t>اتا</w:t>
      </w:r>
      <w:r w:rsidRPr="00E37591">
        <w:rPr>
          <w:rFonts w:hint="cs"/>
          <w:rtl/>
          <w:lang w:bidi="ur-PK"/>
        </w:rPr>
        <w:t>ہے جسے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زبان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جنت س</w:t>
      </w:r>
      <w:r w:rsidRPr="00E37591">
        <w:rPr>
          <w:rFonts w:hint="cs"/>
          <w:rtl/>
          <w:lang w:bidi="ur-PK"/>
        </w:rPr>
        <w:t>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ہے۔جہاں پہنچ کر قافلۂ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منزل پرتوقف کر</w:t>
      </w:r>
      <w:r w:rsidRPr="00E37591">
        <w:rPr>
          <w:rFonts w:hint="cs"/>
          <w:rtl/>
          <w:lang w:bidi="ur-PK"/>
        </w:rPr>
        <w:t>ے گا اور انسان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اورمطمئن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بسر کر</w:t>
      </w:r>
      <w:r w:rsidRPr="00E37591">
        <w:rPr>
          <w:rFonts w:hint="cs"/>
          <w:rtl/>
          <w:lang w:bidi="ur-PK"/>
        </w:rPr>
        <w:t>ے گا۔اس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دواہم رکن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انکار</w:t>
      </w:r>
      <w:r w:rsidRPr="00E37591">
        <w:rPr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حکومت کا خاتمہ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نام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۔تمام املاک خواہ وہ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سب کو عوام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۔اور پھر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ضابط</w:t>
      </w:r>
      <w:r w:rsidRPr="00E37591">
        <w:rPr>
          <w:rFonts w:hint="cs"/>
          <w:rtl/>
          <w:lang w:bidi="ur-PK"/>
        </w:rPr>
        <w:t>ہ کے ساتھ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خاتمۂ حکومت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tl/>
          <w:lang w:bidi="ur-PK"/>
        </w:rPr>
        <w:t xml:space="preserve"> دور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مختصر حکومت کاب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خاتم</w:t>
      </w:r>
      <w:r w:rsidRPr="00E37591">
        <w:rPr>
          <w:rFonts w:hint="cs"/>
          <w:rtl/>
          <w:lang w:bidi="ur-PK"/>
        </w:rPr>
        <w:t>ہ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لوگوں ک</w:t>
      </w:r>
      <w:r w:rsidRPr="00E37591">
        <w:rPr>
          <w:rFonts w:hint="cs"/>
          <w:rtl/>
          <w:lang w:bidi="ur-PK"/>
        </w:rPr>
        <w:t>ے ذہن سے حکومت کا تصور 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ٹادی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انکار''زائد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قانون پر مبنی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ت</w:t>
      </w:r>
      <w:r w:rsidRPr="00E37591">
        <w:rPr>
          <w:rFonts w:hint="cs"/>
          <w:rtl/>
          <w:lang w:bidi="ur-PK"/>
        </w:rPr>
        <w:t>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مقام پر اس انکار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مدرک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اسے اس فرض پر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ثروت اور اموال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قدر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شخص کو اس کی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مطابق مال مل جائے گا۔تقسی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</w:t>
      </w:r>
      <w:r w:rsidRPr="00E37591">
        <w:rPr>
          <w:rFonts w:hint="cs"/>
          <w:rtl/>
          <w:lang w:bidi="ur-PK"/>
        </w:rPr>
        <w:t>ے بجائے حاجت ہی</w:t>
      </w:r>
      <w:r w:rsidRPr="00E37591">
        <w:rPr>
          <w:rtl/>
          <w:lang w:bidi="ur-PK"/>
        </w:rPr>
        <w:t xml:space="preserve"> کو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۔ظاہرہے کہ بقدر ضرورت مال مل جانے کے بعد</w:t>
      </w:r>
      <w:r w:rsidRPr="00E37591">
        <w:rPr>
          <w:rtl/>
          <w:lang w:bidi="ur-PK"/>
        </w:rPr>
        <w:t xml:space="preserve"> انسان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کانام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انصاف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نے آج تک اس سے بہتر نہ کوئی</w:t>
      </w:r>
      <w:r w:rsidRPr="00E37591">
        <w:rPr>
          <w:rtl/>
          <w:lang w:bidi="ur-PK"/>
        </w:rPr>
        <w:t xml:space="preserve"> خواب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سناہے اس لئے کہ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تومارکسی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ہرے دہرے معجزے کرے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اول تو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چھن جانے سے دکھے ہوئے دلوں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امنگ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اورو</w:t>
      </w:r>
      <w:r w:rsidRPr="00E37591">
        <w:rPr>
          <w:rFonts w:hint="cs"/>
          <w:rtl/>
          <w:lang w:bidi="ur-PK"/>
        </w:rPr>
        <w:t>ہ پوری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ہوااور پانی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مانند بقدر کفای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ہوتاکہ</w:t>
      </w:r>
      <w:r w:rsidRPr="00E37591">
        <w:rPr>
          <w:rtl/>
          <w:lang w:bidi="ur-PK"/>
        </w:rPr>
        <w:t xml:space="preserve"> اموال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بقدر ضرورت </w:t>
      </w:r>
      <w:r w:rsidRPr="00E37591">
        <w:rPr>
          <w:rFonts w:hint="cs"/>
          <w:rtl/>
          <w:lang w:bidi="ur-PK"/>
        </w:rPr>
        <w:t>ہو۔نہ کوئی</w:t>
      </w:r>
      <w:r w:rsidRPr="00E37591">
        <w:rPr>
          <w:rtl/>
          <w:lang w:bidi="ur-PK"/>
        </w:rPr>
        <w:t xml:space="preserve"> مزاحمت </w:t>
      </w:r>
      <w:r w:rsidRPr="00E37591">
        <w:rPr>
          <w:rFonts w:hint="cs"/>
          <w:rtl/>
          <w:lang w:bidi="ur-PK"/>
        </w:rPr>
        <w:t>ہواور نہ کسی</w:t>
      </w:r>
      <w:r w:rsidRPr="00E37591">
        <w:rPr>
          <w:rtl/>
          <w:lang w:bidi="ur-PK"/>
        </w:rPr>
        <w:t xml:space="preserve"> کوشوق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اپنی</w:t>
      </w:r>
      <w:r w:rsidRPr="00E37591">
        <w:rPr>
          <w:rtl/>
          <w:lang w:bidi="ur-PK"/>
        </w:rPr>
        <w:t xml:space="preserve"> بدقسمت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آج تک یہ</w:t>
      </w:r>
      <w:r w:rsidRPr="00E37591">
        <w:rPr>
          <w:rtl/>
          <w:lang w:bidi="ur-PK"/>
        </w:rPr>
        <w:t xml:space="preserve"> معجز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ھاااور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پرستاروں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ھاہے۔اسی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ان کو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اعتراف کرنا پ</w:t>
      </w:r>
      <w:r w:rsidRPr="00E37591">
        <w:rPr>
          <w:rFonts w:hint="cs"/>
          <w:rtl/>
          <w:lang w:bidi="ur-PK"/>
        </w:rPr>
        <w:t>ڑاکہ فی</w:t>
      </w:r>
      <w:r w:rsidRPr="00E37591">
        <w:rPr>
          <w:rtl/>
          <w:lang w:bidi="ur-PK"/>
        </w:rPr>
        <w:t xml:space="preserve"> الحال 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خودلی</w:t>
      </w:r>
      <w:r w:rsidRPr="00E37591">
        <w:rPr>
          <w:rFonts w:hint="eastAsia"/>
          <w:rtl/>
          <w:lang w:bidi="ur-PK"/>
        </w:rPr>
        <w:t>نن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پہلے تو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کرن</w:t>
      </w:r>
      <w:r w:rsidRPr="00E37591">
        <w:rPr>
          <w:rFonts w:hint="cs"/>
          <w:rtl/>
          <w:lang w:bidi="ur-PK"/>
        </w:rPr>
        <w:t>ے کے لئے زمی</w:t>
      </w:r>
      <w:r w:rsidRPr="00E37591">
        <w:rPr>
          <w:rFonts w:hint="eastAsia"/>
          <w:rtl/>
          <w:lang w:bidi="ur-PK"/>
        </w:rPr>
        <w:t>نداروں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ں،کاشتکاروں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کے</w:t>
      </w:r>
      <w:r w:rsidRPr="00E37591">
        <w:rPr>
          <w:rtl/>
          <w:lang w:bidi="ur-PK"/>
        </w:rPr>
        <w:t xml:space="preserve"> آلات چ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سب ن</w:t>
      </w:r>
      <w:r w:rsidRPr="00E37591">
        <w:rPr>
          <w:rFonts w:hint="cs"/>
          <w:rtl/>
          <w:lang w:bidi="ur-PK"/>
        </w:rPr>
        <w:t>ے عمل سے انکار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ملک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قحط شروع </w:t>
      </w:r>
      <w:r w:rsidRPr="00E37591">
        <w:rPr>
          <w:rFonts w:hint="cs"/>
          <w:rtl/>
          <w:lang w:bidi="ur-PK"/>
        </w:rPr>
        <w:t>ہوا تو پھر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حق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ملکت کو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پل</w:t>
      </w:r>
      <w:r w:rsidRPr="00E37591">
        <w:rPr>
          <w:rFonts w:hint="cs"/>
          <w:rtl/>
          <w:lang w:bidi="ur-PK"/>
        </w:rPr>
        <w:t>ٹا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 xml:space="preserve">ہ </w:t>
      </w:r>
      <w:r w:rsidR="00D5387C" w:rsidRPr="00E37591">
        <w:rPr>
          <w:rFonts w:hint="cs"/>
          <w:rtl/>
          <w:lang w:bidi="ur-PK"/>
        </w:rPr>
        <w:t>3837</w:t>
      </w:r>
      <w:r w:rsidRPr="00E37591">
        <w:rPr>
          <w:rFonts w:hint="cs"/>
          <w:rtl/>
          <w:lang w:bidi="ur-PK"/>
        </w:rPr>
        <w:t>ء تک دوسرا انقلاب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ناجائز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کاشتکاروں ن</w:t>
      </w:r>
      <w:r w:rsidRPr="00E37591">
        <w:rPr>
          <w:rFonts w:hint="cs"/>
          <w:rtl/>
          <w:lang w:bidi="ur-PK"/>
        </w:rPr>
        <w:t>ے بھوک ہڑتال کر دی</w:t>
      </w:r>
      <w:r w:rsidRPr="00E37591">
        <w:rPr>
          <w:rtl/>
          <w:lang w:bidi="ur-PK"/>
        </w:rPr>
        <w:t xml:space="preserve">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کشت وخون پر آماد</w:t>
      </w:r>
      <w:r w:rsidRPr="00E37591">
        <w:rPr>
          <w:rFonts w:hint="cs"/>
          <w:rtl/>
          <w:lang w:bidi="ur-PK"/>
        </w:rPr>
        <w:t>ہ ہ</w:t>
      </w:r>
      <w:r w:rsidRPr="00E37591">
        <w:rPr>
          <w:rtl/>
          <w:lang w:bidi="ur-PK"/>
        </w:rPr>
        <w:t>وگئ</w:t>
      </w:r>
      <w:r w:rsidRPr="00E37591">
        <w:rPr>
          <w:rFonts w:hint="cs"/>
          <w:rtl/>
          <w:lang w:bidi="ur-PK"/>
        </w:rPr>
        <w:t>ے۔ قی</w:t>
      </w:r>
      <w:r w:rsidRPr="00E37591">
        <w:rPr>
          <w:rFonts w:hint="eastAsia"/>
          <w:rtl/>
          <w:lang w:bidi="ur-PK"/>
        </w:rPr>
        <w:t>دخان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ھلکنے لگے، قربانی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لاک</w:t>
      </w:r>
      <w:r w:rsidRPr="00E37591">
        <w:rPr>
          <w:rFonts w:hint="cs"/>
          <w:rtl/>
          <w:lang w:bidi="ur-PK"/>
        </w:rPr>
        <w:t>ھ تک پہنچ گئی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 </w:t>
      </w:r>
      <w:r w:rsidR="00D5387C" w:rsidRPr="00E37591">
        <w:rPr>
          <w:rFonts w:hint="cs"/>
          <w:rtl/>
          <w:lang w:bidi="ur-PK"/>
        </w:rPr>
        <w:t>32</w:t>
      </w:r>
      <w:r w:rsidRPr="00E37591">
        <w:rPr>
          <w:rFonts w:hint="cs"/>
          <w:rtl/>
          <w:lang w:bidi="ur-PK"/>
        </w:rPr>
        <w:t xml:space="preserve">  ء تک بھوک سے مرنے والوں کی</w:t>
      </w:r>
      <w:r w:rsidRPr="00E37591">
        <w:rPr>
          <w:rtl/>
          <w:lang w:bidi="ur-PK"/>
        </w:rPr>
        <w:t xml:space="preserve"> تعداد 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E37591">
        <w:rPr>
          <w:rFonts w:hint="cs"/>
          <w:rtl/>
          <w:lang w:bidi="ur-PK"/>
        </w:rPr>
        <w:t xml:space="preserve"> لاکھ تک پہنچ گئی</w:t>
      </w:r>
      <w:r w:rsidRPr="00E37591">
        <w:rPr>
          <w:rtl/>
          <w:lang w:bidi="ur-PK"/>
        </w:rPr>
        <w:t xml:space="preserve"> اور حکومت ن</w:t>
      </w:r>
      <w:r w:rsidRPr="00E37591">
        <w:rPr>
          <w:rFonts w:hint="cs"/>
          <w:rtl/>
          <w:lang w:bidi="ur-PK"/>
        </w:rPr>
        <w:t>ے اپنا طرز عمل بدل دی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کاشتکاروں کو ت</w:t>
      </w:r>
      <w:r w:rsidRPr="00E37591">
        <w:rPr>
          <w:rFonts w:hint="cs"/>
          <w:rtl/>
          <w:lang w:bidi="ur-PK"/>
        </w:rPr>
        <w:t>ھوڑی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اور کچ</w:t>
      </w:r>
      <w:r w:rsidRPr="00E37591">
        <w:rPr>
          <w:rFonts w:hint="cs"/>
          <w:rtl/>
          <w:lang w:bidi="ur-PK"/>
        </w:rPr>
        <w:t>ھ حی</w:t>
      </w:r>
      <w:r w:rsidRPr="00E37591">
        <w:rPr>
          <w:rFonts w:hint="eastAsia"/>
          <w:rtl/>
          <w:lang w:bidi="ur-PK"/>
        </w:rPr>
        <w:t>ونات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کلخوذپار</w:t>
      </w:r>
      <w:r w:rsidRPr="00E37591">
        <w:rPr>
          <w:rFonts w:hint="cs"/>
          <w:rtl/>
          <w:lang w:bidi="ur-PK"/>
        </w:rPr>
        <w:t>ٹی</w:t>
      </w:r>
      <w:r w:rsidRPr="00E37591">
        <w:rPr>
          <w:rtl/>
          <w:lang w:bidi="ur-PK"/>
        </w:rPr>
        <w:t xml:space="preserve"> کا ممبر ب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حکومت ا</w:t>
      </w:r>
      <w:r w:rsidRPr="00E37591">
        <w:rPr>
          <w:rtl/>
          <w:lang w:bidi="ur-PK"/>
        </w:rPr>
        <w:t>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خاتم</w:t>
      </w:r>
      <w:r w:rsidRPr="00E37591">
        <w:rPr>
          <w:rFonts w:hint="cs"/>
          <w:rtl/>
          <w:lang w:bidi="ur-PK"/>
        </w:rPr>
        <w:t>ۂ حکومت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ک</w:t>
      </w:r>
      <w:r w:rsidRPr="00E37591">
        <w:rPr>
          <w:rFonts w:hint="cs"/>
          <w:rtl/>
          <w:lang w:bidi="ur-PK"/>
        </w:rPr>
        <w:t>ہناہے کہ حکومت طبقاتی</w:t>
      </w:r>
      <w:r w:rsidRPr="00E37591">
        <w:rPr>
          <w:rtl/>
          <w:lang w:bidi="ur-PK"/>
        </w:rPr>
        <w:t xml:space="preserve"> نظام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جب یہ</w:t>
      </w:r>
      <w:r w:rsidRPr="00E37591">
        <w:rPr>
          <w:rtl/>
          <w:lang w:bidi="ur-PK"/>
        </w:rPr>
        <w:t xml:space="preserve"> طبقات ختم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اشتراکی</w:t>
      </w:r>
      <w:r w:rsidRPr="00E37591">
        <w:rPr>
          <w:rtl/>
          <w:lang w:bidi="ur-PK"/>
        </w:rPr>
        <w:t xml:space="preserve"> نظام بروئ</w:t>
      </w:r>
      <w:r w:rsidRPr="00E37591">
        <w:rPr>
          <w:rFonts w:hint="cs"/>
          <w:rtl/>
          <w:lang w:bidi="ur-PK"/>
        </w:rPr>
        <w:t>ے کارآجائے گا تو پھر حکومت کا سوال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ہمارا سوال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وبند س</w:t>
      </w:r>
      <w:r w:rsidRPr="00E37591">
        <w:rPr>
          <w:rFonts w:hint="cs"/>
          <w:rtl/>
          <w:lang w:bidi="ur-PK"/>
        </w:rPr>
        <w:t>ے اشتمالی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؟کوئ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انقلاب برپا</w:t>
      </w:r>
      <w:r w:rsidRPr="00E37591">
        <w:rPr>
          <w:rFonts w:hint="cs"/>
          <w:rtl/>
          <w:lang w:bidi="ur-PK"/>
        </w:rPr>
        <w:t>ہوگای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خود بخود حکومت کا تصور مضمحل </w:t>
      </w:r>
      <w:r w:rsidRPr="00E37591">
        <w:rPr>
          <w:rFonts w:hint="cs"/>
          <w:rtl/>
          <w:lang w:bidi="ur-PK"/>
        </w:rPr>
        <w:t>ہوجائے گا؟اگرانقلاب ہوگا تو انقلابی</w:t>
      </w:r>
      <w:r w:rsidRPr="00E37591">
        <w:rPr>
          <w:rtl/>
          <w:lang w:bidi="ur-PK"/>
        </w:rPr>
        <w:t xml:space="preserve"> کون </w:t>
      </w:r>
      <w:r w:rsidRPr="00E37591">
        <w:rPr>
          <w:rFonts w:hint="cs"/>
          <w:rtl/>
          <w:lang w:bidi="ur-PK"/>
        </w:rPr>
        <w:t>ہوگا؟یہاں</w:t>
      </w:r>
      <w:r w:rsidRPr="00E37591">
        <w:rPr>
          <w:rtl/>
          <w:lang w:bidi="ur-PK"/>
        </w:rPr>
        <w:t xml:space="preserve"> تو انقلاب حکومت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 جماعت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مزدوروں ک</w:t>
      </w:r>
      <w:r w:rsidRPr="00E37591">
        <w:rPr>
          <w:rFonts w:hint="cs"/>
          <w:rtl/>
          <w:lang w:bidi="ur-PK"/>
        </w:rPr>
        <w:t>ے علاوہ کوئی</w:t>
      </w:r>
      <w:r w:rsidRPr="00E37591">
        <w:rPr>
          <w:rtl/>
          <w:lang w:bidi="ur-PK"/>
        </w:rPr>
        <w:t xml:space="preserve"> جماعت پ</w:t>
      </w:r>
      <w:r w:rsidRPr="00E37591">
        <w:rPr>
          <w:rFonts w:hint="cs"/>
          <w:rtl/>
          <w:lang w:bidi="ur-PK"/>
        </w:rPr>
        <w:t>ھر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ہوگی۔اور گرتدری</w:t>
      </w:r>
      <w:r w:rsidRPr="00E37591">
        <w:rPr>
          <w:rFonts w:hint="eastAsia"/>
          <w:rtl/>
          <w:lang w:bidi="ur-PK"/>
        </w:rPr>
        <w:t>جاً</w:t>
      </w:r>
      <w:r w:rsidRPr="00E37591">
        <w:rPr>
          <w:rtl/>
          <w:lang w:bidi="ur-PK"/>
        </w:rPr>
        <w:t xml:space="preserve"> خود بخود ختم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ہے اس لئے کہ وہاں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انقلاب دفعتاً </w:t>
      </w:r>
      <w:r w:rsidRPr="00E37591">
        <w:rPr>
          <w:rFonts w:hint="cs"/>
          <w:rtl/>
          <w:lang w:bidi="ur-PK"/>
        </w:rPr>
        <w:t>ہوتاہے۔تدری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تصور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حکومت روز بروز ترقی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کمزور </w:t>
      </w:r>
      <w:r w:rsidRPr="00E37591">
        <w:rPr>
          <w:rFonts w:hint="cs"/>
          <w:rtl/>
          <w:lang w:bidi="ur-PK"/>
        </w:rPr>
        <w:t>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مطلق العنان حکومت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سے بعی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مستقبل کے لئے اپنی</w:t>
      </w:r>
      <w:r w:rsidRPr="00E37591">
        <w:rPr>
          <w:rtl/>
          <w:lang w:bidi="ur-PK"/>
        </w:rPr>
        <w:t xml:space="preserve"> منزل س</w:t>
      </w:r>
      <w:r w:rsidRPr="00E37591">
        <w:rPr>
          <w:rFonts w:hint="cs"/>
          <w:rtl/>
          <w:lang w:bidi="ur-PK"/>
        </w:rPr>
        <w:t>ے انکار کردے اور عام افراد کے مثل ہوجائے اور اگر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ہوبھی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بقدر ضرورت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ںضرورت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</w:t>
      </w:r>
      <w:r w:rsidRPr="00E37591">
        <w:rPr>
          <w:rFonts w:hint="eastAsia"/>
          <w:rtl/>
          <w:lang w:bidi="ur-PK"/>
        </w:rPr>
        <w:t>ادو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مزاحمت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حاکم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Fonts w:hint="eastAsia"/>
          <w:rtl/>
          <w:lang w:bidi="ur-PK"/>
        </w:rPr>
        <w:t>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667B3E">
      <w:pPr>
        <w:pStyle w:val="libCenterBold2"/>
        <w:rPr>
          <w:rtl/>
          <w:lang w:bidi="ur-PK"/>
        </w:rPr>
      </w:pPr>
      <w:bookmarkStart w:id="152" w:name="_Toc468966842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</w:t>
      </w:r>
      <w:bookmarkEnd w:id="152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)سرمایہ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نکات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)سرمایہ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ارتباط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)سرمایہ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4</w:t>
      </w:r>
      <w:r w:rsidRPr="00E37591">
        <w:rPr>
          <w:rFonts w:hint="cs"/>
          <w:rtl/>
          <w:lang w:bidi="ur-PK"/>
        </w:rPr>
        <w:t>)سرمایہ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واقدار پر نقد ونظر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667B3E">
      <w:pPr>
        <w:pStyle w:val="libCenterBold2"/>
        <w:rPr>
          <w:rtl/>
          <w:lang w:bidi="ur-PK"/>
        </w:rPr>
      </w:pPr>
      <w:bookmarkStart w:id="153" w:name="_Toc468966843"/>
      <w:r w:rsidRPr="00E37591">
        <w:rPr>
          <w:rFonts w:hint="eastAsia"/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نکات</w:t>
      </w:r>
      <w:bookmarkEnd w:id="153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54" w:name="_Toc468966844"/>
      <w:r w:rsidRPr="00E37591">
        <w:rPr>
          <w:rFonts w:hint="eastAsia"/>
          <w:rtl/>
          <w:lang w:bidi="ur-PK"/>
        </w:rPr>
        <w:t>تم</w:t>
      </w:r>
      <w:r w:rsidRPr="0006314C">
        <w:rPr>
          <w:rFonts w:hint="cs"/>
          <w:rtl/>
          <w:lang w:bidi="ur-PK"/>
        </w:rPr>
        <w:t>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bookmarkEnd w:id="15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ابتدائ</w:t>
      </w:r>
      <w:r w:rsidRPr="00E37591">
        <w:rPr>
          <w:rFonts w:hint="cs"/>
          <w:rtl/>
          <w:lang w:bidi="ur-PK"/>
        </w:rPr>
        <w:t>ے کتاب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امر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اقتصادکے دو شعبے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۔علم ومذہب،علم سے مراد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کومعلوم کرنا</w:t>
      </w:r>
      <w:r w:rsidRPr="00E37591">
        <w:rPr>
          <w:rFonts w:hint="cs"/>
          <w:rtl/>
          <w:lang w:bidi="ur-PK"/>
        </w:rPr>
        <w:t>ہے جو بلاکسی</w:t>
      </w:r>
      <w:r w:rsidRPr="00E37591">
        <w:rPr>
          <w:rtl/>
          <w:lang w:bidi="ur-PK"/>
        </w:rPr>
        <w:t xml:space="preserve"> شخص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دخالت ک</w:t>
      </w:r>
      <w:r w:rsidRPr="00E37591">
        <w:rPr>
          <w:rFonts w:hint="cs"/>
          <w:rtl/>
          <w:lang w:bidi="ur-PK"/>
        </w:rPr>
        <w:t>ے اپنا کام انجام دے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مذ</w:t>
      </w:r>
      <w:r w:rsidRPr="00E37591">
        <w:rPr>
          <w:rFonts w:hint="cs"/>
          <w:rtl/>
          <w:lang w:bidi="ur-PK"/>
        </w:rPr>
        <w:t>ہب سے مراد وہ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انطباق سے معاشرہ کی</w:t>
      </w:r>
      <w:r w:rsidRPr="00E37591">
        <w:rPr>
          <w:rtl/>
          <w:lang w:bidi="ur-PK"/>
        </w:rPr>
        <w:t xml:space="preserve"> اصلاح اور سد</w:t>
      </w:r>
      <w:r w:rsidRPr="00E37591">
        <w:rPr>
          <w:rFonts w:hint="cs"/>
          <w:rtl/>
          <w:lang w:bidi="ur-PK"/>
        </w:rPr>
        <w:t>ھار کا دعوی</w:t>
      </w:r>
      <w:r w:rsidRPr="00E37591">
        <w:rPr>
          <w:rtl/>
          <w:lang w:bidi="ur-PK"/>
        </w:rPr>
        <w:t>ٰ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دونوں شعب</w:t>
      </w:r>
      <w:r w:rsidRPr="00E37591">
        <w:rPr>
          <w:rFonts w:hint="cs"/>
          <w:rtl/>
          <w:lang w:bidi="ur-PK"/>
        </w:rPr>
        <w:t>ے پائے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اکثرا</w:t>
      </w:r>
      <w:r w:rsidRPr="00E37591">
        <w:rPr>
          <w:rFonts w:hint="cs"/>
          <w:rtl/>
          <w:lang w:bidi="ur-PK"/>
        </w:rPr>
        <w:t>ہل فکروقلم حضرات نے اس نکتہ سے غفلت کرکے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علم ومذہب دونوں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ان لوگوں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مطالب کو دوسرے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کرک</w:t>
      </w:r>
      <w:r w:rsidRPr="00E37591">
        <w:rPr>
          <w:rFonts w:hint="cs"/>
          <w:rtl/>
          <w:lang w:bidi="ur-PK"/>
        </w:rPr>
        <w:t xml:space="preserve">ے اصل مفہوم کو </w:t>
      </w:r>
      <w:r w:rsidRPr="00E37591">
        <w:rPr>
          <w:rtl/>
          <w:lang w:bidi="ur-PK"/>
        </w:rPr>
        <w:t>بع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داز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حال</w:t>
      </w:r>
      <w:r w:rsidRPr="00E37591">
        <w:rPr>
          <w:rFonts w:hint="eastAsia"/>
          <w:rtl/>
          <w:lang w:bidi="ur-PK"/>
        </w:rPr>
        <w:t>انک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نہ چاہئے تھا۔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فرق 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تنظی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علم الاقتصاد 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ماخوذ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۔وہ اپنے نظام کو حرکت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علم 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قدر متحد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مقام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گفتگو گذشت</w:t>
      </w:r>
      <w:r w:rsidRPr="00E37591">
        <w:rPr>
          <w:rFonts w:hint="cs"/>
          <w:rtl/>
          <w:lang w:bidi="ur-PK"/>
        </w:rPr>
        <w:t>ہ گفتگو سے مختلف ہوگی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پہلے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ںگ</w:t>
      </w:r>
      <w:r w:rsidRPr="00E37591">
        <w:rPr>
          <w:rFonts w:hint="cs"/>
          <w:rtl/>
          <w:lang w:bidi="ur-PK"/>
        </w:rPr>
        <w:t>ے۔اس کے بعد علم الاقتصاد سے ان کا  ارتباط و تعلق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آخر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55" w:name="_Toc468966845"/>
      <w:bookmarkStart w:id="156" w:name="_Toc468970771"/>
      <w:r w:rsidRPr="00E37591">
        <w:rPr>
          <w:rFonts w:hint="eastAsia"/>
          <w:rtl/>
          <w:lang w:bidi="ur-PK"/>
        </w:rPr>
        <w:t>ارکان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bookmarkEnd w:id="155"/>
      <w:bookmarkEnd w:id="15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اصول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جمل</w:t>
      </w:r>
      <w:r w:rsidRPr="00E37591">
        <w:rPr>
          <w:rFonts w:hint="cs"/>
          <w:rtl/>
          <w:lang w:bidi="ur-PK"/>
        </w:rPr>
        <w:t>ہ نظام ہائے زندگی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ممتاز اور جداگانہ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ھتاہے:</w:t>
      </w:r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57" w:name="_Toc468966846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1</w:t>
      </w:r>
      <w:r w:rsidRPr="0006314C">
        <w:rPr>
          <w:rFonts w:hint="cs"/>
          <w:rtl/>
          <w:lang w:bidi="ur-PK"/>
        </w:rPr>
        <w:t>)آزاد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>:</w:t>
      </w:r>
      <w:bookmarkEnd w:id="15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نظام کاقانون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ہرفرد کو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مطلق العنان </w:t>
      </w:r>
      <w:r w:rsidRPr="00E37591">
        <w:rPr>
          <w:rFonts w:hint="cs"/>
          <w:rtl/>
          <w:lang w:bidi="ur-PK"/>
        </w:rPr>
        <w:t>ہوناچاہئے۔اس پر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ہئے۔حکومت کا فرض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کی</w:t>
      </w:r>
      <w:r w:rsidRPr="00E37591">
        <w:rPr>
          <w:rtl/>
          <w:lang w:bidi="ur-PK"/>
        </w:rPr>
        <w:t xml:space="preserve"> اس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ے۔ہاں اگر کسی</w:t>
      </w:r>
      <w:r w:rsidRPr="00E37591">
        <w:rPr>
          <w:rtl/>
          <w:lang w:bidi="ur-PK"/>
        </w:rPr>
        <w:t xml:space="preserve"> وقت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عام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ضرورت پ</w:t>
      </w:r>
      <w:r w:rsidRPr="00E37591">
        <w:rPr>
          <w:rFonts w:hint="cs"/>
          <w:rtl/>
          <w:lang w:bidi="ur-PK"/>
        </w:rPr>
        <w:t>ڑجائے تو اسے مملکت پر صرف کی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درحق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نظام،اشتراک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پوراپورا تضاد رکھتاہے۔وہاں اصلی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اجتما ع کو حاصل ت</w:t>
      </w:r>
      <w:r w:rsidRPr="00E37591">
        <w:rPr>
          <w:rFonts w:hint="cs"/>
          <w:rtl/>
          <w:lang w:bidi="ur-PK"/>
        </w:rPr>
        <w:t>ھی۔افراد کو املاک،استثنائی</w:t>
      </w:r>
      <w:r w:rsidRPr="00E37591">
        <w:rPr>
          <w:rtl/>
          <w:lang w:bidi="ur-PK"/>
        </w:rPr>
        <w:t xml:space="preserve"> حالت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اصل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افراد کو حاصل </w:t>
      </w:r>
      <w:r w:rsidRPr="00E37591">
        <w:rPr>
          <w:rFonts w:hint="cs"/>
          <w:rtl/>
          <w:lang w:bidi="ur-PK"/>
        </w:rPr>
        <w:t>ہے۔اجتماع پر ان کے اموال کو صرف بعض ضروری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58" w:name="_Toc468966847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2</w:t>
      </w:r>
      <w:r w:rsidRPr="0006314C">
        <w:rPr>
          <w:rFonts w:hint="cs"/>
          <w:rtl/>
          <w:lang w:bidi="ur-PK"/>
        </w:rPr>
        <w:t>)آزاد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تصرف:</w:t>
      </w:r>
      <w:bookmarkEnd w:id="158"/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 شخص کو اس بات کا 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</w:t>
      </w:r>
      <w:r w:rsidRPr="00E37591">
        <w:rPr>
          <w:rtl/>
          <w:lang w:bidi="ur-PK"/>
        </w:rPr>
        <w:t>اک</w:t>
      </w:r>
      <w:r w:rsidRPr="00E37591">
        <w:rPr>
          <w:rFonts w:hint="cs"/>
          <w:rtl/>
          <w:lang w:bidi="ur-PK"/>
        </w:rPr>
        <w:t>ہ اپنے اموال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کرنے کے لئے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ذرائع استعمال کرے۔اپنی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تو خود زراعت کرے چاہے اسے کرایہ</w:t>
      </w:r>
      <w:r w:rsidRPr="00E37591">
        <w:rPr>
          <w:rtl/>
          <w:lang w:bidi="ur-PK"/>
        </w:rPr>
        <w:t xml:space="preserve"> پرد</w:t>
      </w:r>
      <w:r w:rsidRPr="00E37591">
        <w:rPr>
          <w:rFonts w:hint="cs"/>
          <w:rtl/>
          <w:lang w:bidi="ur-PK"/>
        </w:rPr>
        <w:t>ے دے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</w:t>
      </w:r>
      <w:r w:rsidRPr="00E37591">
        <w:rPr>
          <w:rtl/>
          <w:lang w:bidi="ur-PK"/>
        </w:rPr>
        <w:t xml:space="preserve"> رپ</w:t>
      </w:r>
      <w:r w:rsidRPr="00E37591">
        <w:rPr>
          <w:rFonts w:hint="cs"/>
          <w:rtl/>
          <w:lang w:bidi="ur-PK"/>
        </w:rPr>
        <w:t>ڑارہنے دے۔حکومت کو دخل اندازی</w:t>
      </w:r>
      <w:r w:rsidRPr="00E37591">
        <w:rPr>
          <w:rtl/>
          <w:lang w:bidi="ur-PK"/>
        </w:rPr>
        <w:t xml:space="preserve"> کا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قانون کا منشا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کہ ہر شخص اپنے مصالح کو بہترجانتاہے اور اس 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لئے بہتر سعی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ہے۔لہٰذا اگر نظام اقتصادی</w:t>
      </w:r>
      <w:r w:rsidRPr="00E37591">
        <w:rPr>
          <w:rtl/>
          <w:lang w:bidi="ur-PK"/>
        </w:rPr>
        <w:t xml:space="preserve">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محور پر چلاد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طور 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ہوگا اور معاشرہ کی</w:t>
      </w:r>
      <w:r w:rsidRPr="00E37591">
        <w:rPr>
          <w:rtl/>
          <w:lang w:bidi="ur-PK"/>
        </w:rPr>
        <w:t xml:space="preserve"> حالت سد</w:t>
      </w:r>
      <w:r w:rsidRPr="00E37591">
        <w:rPr>
          <w:rFonts w:hint="cs"/>
          <w:rtl/>
          <w:lang w:bidi="ur-PK"/>
        </w:rPr>
        <w:t>ھر جائے گی۔</w:t>
      </w:r>
    </w:p>
    <w:p w:rsidR="00824138" w:rsidRPr="00E37591" w:rsidRDefault="00824138" w:rsidP="00667B3E">
      <w:pPr>
        <w:pStyle w:val="libBold2"/>
        <w:rPr>
          <w:rtl/>
          <w:lang w:bidi="ur-PK"/>
        </w:rPr>
      </w:pPr>
      <w:bookmarkStart w:id="159" w:name="_Toc468966848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)آزاد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صرف:</w:t>
      </w:r>
      <w:bookmarkEnd w:id="15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 شخص کو اپنے اموال کو صرف کرنے کا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چاہئے جس طرح جس راہ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ہے صرف کرسکتاہے۔ہاں اگر کسی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مصلحت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حکومت رد کرد</w:t>
      </w:r>
      <w:r w:rsidRPr="00E37591">
        <w:rPr>
          <w:rFonts w:hint="cs"/>
          <w:rtl/>
          <w:lang w:bidi="ur-PK"/>
        </w:rPr>
        <w:t>ے تو پھر اسے رک جانا پڑے گا اس لئے کہ اجتماعی</w:t>
      </w:r>
      <w:r w:rsidRPr="00E37591">
        <w:rPr>
          <w:rtl/>
          <w:lang w:bidi="ur-PK"/>
        </w:rPr>
        <w:t xml:space="preserve"> مصلحت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درجہ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منش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کاروبار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اصول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خلاص</w:t>
      </w:r>
      <w:r w:rsidRPr="00E37591">
        <w:rPr>
          <w:rFonts w:hint="cs"/>
          <w:rtl/>
          <w:lang w:bidi="ur-PK"/>
        </w:rPr>
        <w:t>ہ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الفاظ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)آزادیٔ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)آزادیٔ</w:t>
      </w:r>
      <w:r w:rsidRPr="00E37591">
        <w:rPr>
          <w:rtl/>
          <w:lang w:bidi="ur-PK"/>
        </w:rPr>
        <w:t xml:space="preserve"> تصرف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)آز</w:t>
      </w:r>
      <w:r w:rsidRPr="00E37591">
        <w:rPr>
          <w:rtl/>
          <w:lang w:bidi="ur-PK"/>
        </w:rPr>
        <w:t>اد</w:t>
      </w:r>
      <w:r w:rsidRPr="00E37591">
        <w:rPr>
          <w:rFonts w:hint="cs"/>
          <w:rtl/>
          <w:lang w:bidi="ur-PK"/>
        </w:rPr>
        <w:t>یٔ</w:t>
      </w:r>
      <w:r w:rsidRPr="00E37591">
        <w:rPr>
          <w:rtl/>
          <w:lang w:bidi="ur-PK"/>
        </w:rPr>
        <w:t xml:space="preserve"> صرف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داراوراشتراک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تناقض تو</w:t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ہوجاتاہے کہ دونوں کا مرکز نظربالکل بدلاہواہے۔اشتراکی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ہے۔افراد کو اموال صرف استثنائی</w:t>
      </w:r>
      <w:r w:rsidRPr="00E37591">
        <w:rPr>
          <w:rtl/>
          <w:lang w:bidi="ur-PK"/>
        </w:rPr>
        <w:t xml:space="preserve"> حالت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بالکل برعکس ہے یہاں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برا</w:t>
      </w:r>
      <w:r w:rsidRPr="00E37591">
        <w:rPr>
          <w:rFonts w:hint="cs"/>
          <w:rtl/>
          <w:lang w:bidi="ur-PK"/>
        </w:rPr>
        <w:t>ہ راست تعلق افراد سے ہے۔جماعت کے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صرف استثنائ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ے لئے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بعض ا</w:t>
      </w:r>
      <w:r w:rsidRPr="00E37591">
        <w:rPr>
          <w:rFonts w:hint="cs"/>
          <w:rtl/>
          <w:lang w:bidi="ur-PK"/>
        </w:rPr>
        <w:t>ہل نظرنے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دوسرا فرق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فرق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کی</w:t>
      </w:r>
      <w:r w:rsidRPr="00E37591">
        <w:rPr>
          <w:rtl/>
          <w:lang w:bidi="ur-PK"/>
        </w:rPr>
        <w:t xml:space="preserve"> نظرفرد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اس کی</w:t>
      </w:r>
      <w:r w:rsidRPr="00E37591">
        <w:rPr>
          <w:rtl/>
          <w:lang w:bidi="ur-PK"/>
        </w:rPr>
        <w:t xml:space="preserve"> مصلحت کا خوا</w:t>
      </w:r>
      <w:r w:rsidRPr="00E37591">
        <w:rPr>
          <w:rFonts w:hint="cs"/>
          <w:rtl/>
          <w:lang w:bidi="ur-PK"/>
        </w:rPr>
        <w:t>ہاں ہوتاہے اور اسی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نظام اقتصاد کا محور قراردی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افراد پر نظرن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پورے اجتماع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 س</w:t>
      </w:r>
      <w:r w:rsidRPr="00E37591">
        <w:rPr>
          <w:rFonts w:hint="cs"/>
          <w:rtl/>
          <w:lang w:bidi="ur-PK"/>
        </w:rPr>
        <w:t xml:space="preserve">ے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A4043">
      <w:pPr>
        <w:pStyle w:val="libNormal"/>
        <w:rPr>
          <w:rtl/>
          <w:lang w:bidi="ur-PK"/>
        </w:rPr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ہے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نفع ونقصان کو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افرادی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اشتراکی</w:t>
      </w:r>
      <w:r w:rsidRPr="00E37591">
        <w:rPr>
          <w:rtl/>
          <w:lang w:bidi="ur-PK"/>
        </w:rPr>
        <w:t xml:space="preserve"> نظام اجتماع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انکشاف بالکل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 اور اس کامنشا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استعمال ہوتاہے اور عام اہل نظراسے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سکتے ورنہ در اصل دونوں نظام افرادی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دونوں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افراد کو محورومرکز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فرق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بحث اور ثروت مند افراد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وہ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مصالح کو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مطمح نظرو</w:t>
      </w:r>
      <w:r w:rsidRPr="00E37591">
        <w:rPr>
          <w:rFonts w:hint="cs"/>
          <w:rtl/>
          <w:lang w:bidi="ur-PK"/>
        </w:rPr>
        <w:t>ہ پسماندہ طبقہ ہوتاہے جو ثروت مندوں کے مظالم سے پامال ہوتارہتاہے وہ اس طبقہ کے افراد کو س</w:t>
      </w:r>
      <w:r w:rsidRPr="00E37591">
        <w:rPr>
          <w:rFonts w:hint="eastAsia"/>
          <w:rtl/>
          <w:lang w:bidi="ur-PK"/>
        </w:rPr>
        <w:t>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خلاف ابھارکر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شعور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ہاری</w:t>
      </w:r>
      <w:r w:rsidRPr="00E37591">
        <w:rPr>
          <w:rtl/>
          <w:lang w:bidi="ur-PK"/>
        </w:rPr>
        <w:t xml:space="preserve"> ''زائد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''ک</w:t>
      </w:r>
      <w:r w:rsidRPr="00E37591">
        <w:rPr>
          <w:rFonts w:hint="cs"/>
          <w:rtl/>
          <w:lang w:bidi="ur-PK"/>
        </w:rPr>
        <w:t>ے چور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ک</w:t>
      </w:r>
      <w:r w:rsidRPr="00E37591">
        <w:rPr>
          <w:rFonts w:hint="cs"/>
          <w:rtl/>
          <w:lang w:bidi="ur-PK"/>
        </w:rPr>
        <w:t>ے مظالم پر سکوت تمہاری</w:t>
      </w:r>
      <w:r w:rsidRPr="00E37591">
        <w:rPr>
          <w:rtl/>
          <w:lang w:bidi="ur-PK"/>
        </w:rPr>
        <w:t xml:space="preserve"> حم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ہے اور یہ</w:t>
      </w:r>
      <w:r w:rsidRPr="00E37591">
        <w:rPr>
          <w:rtl/>
          <w:lang w:bidi="ur-PK"/>
        </w:rPr>
        <w:t xml:space="preserve"> کوشش اس وقت تک جار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تک کہ انقلاب کے تمام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ن</w:t>
      </w:r>
      <w:r w:rsidRPr="00E37591">
        <w:rPr>
          <w:rFonts w:hint="cs"/>
          <w:rtl/>
          <w:lang w:bidi="ur-PK"/>
        </w:rPr>
        <w:t>ہ آجائے۔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اس تحلی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دونوں کا مرکز نظرو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فرد </w:t>
      </w:r>
      <w:r w:rsidRPr="00E37591">
        <w:rPr>
          <w:rFonts w:hint="cs"/>
          <w:rtl/>
          <w:lang w:bidi="ur-PK"/>
        </w:rPr>
        <w:t>ہے چاہے وہ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پسماند</w:t>
      </w:r>
      <w:r w:rsidRPr="00E37591">
        <w:rPr>
          <w:rFonts w:hint="cs"/>
          <w:rtl/>
          <w:lang w:bidi="ur-PK"/>
        </w:rPr>
        <w:t>ہ 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تو وہ ہوگا جس کی</w:t>
      </w:r>
      <w:r w:rsidRPr="00E37591">
        <w:rPr>
          <w:rtl/>
          <w:lang w:bidi="ur-PK"/>
        </w:rPr>
        <w:t xml:space="preserve"> نظراس طرح س</w:t>
      </w:r>
      <w:r w:rsidRPr="00E37591">
        <w:rPr>
          <w:rFonts w:hint="cs"/>
          <w:rtl/>
          <w:lang w:bidi="ur-PK"/>
        </w:rPr>
        <w:t>ے افراد پر نہ ہوبلکہ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کا احساس دلائ</w:t>
      </w:r>
      <w:r w:rsidRPr="00E37591">
        <w:rPr>
          <w:rFonts w:hint="cs"/>
          <w:rtl/>
          <w:lang w:bidi="ur-PK"/>
        </w:rPr>
        <w:t>ے تاکہ وہ از خود اپنے املاک کو اجتماعی</w:t>
      </w:r>
      <w:r w:rsidRPr="00E37591">
        <w:rPr>
          <w:rtl/>
          <w:lang w:bidi="ur-PK"/>
        </w:rPr>
        <w:t xml:space="preserve"> مصالح پر قربان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اس تصور کے ساتھ کہ انہوں نے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افراد کا مال چرا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ہے۔اور اب اسے واپس کر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احساس ک</w:t>
      </w:r>
      <w:r w:rsidRPr="00E37591">
        <w:rPr>
          <w:rFonts w:hint="cs"/>
          <w:rtl/>
          <w:lang w:bidi="ur-PK"/>
        </w:rPr>
        <w:t>ے ساتھ کہ وہ اپنے انسانی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اداکرر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ضمی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 پر لب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407DAC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جاتاہے کہ وہ اجتماعی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کون ساہے؟یہی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 xml:space="preserve">ہ مقصد ہے جس </w:t>
      </w:r>
    </w:p>
    <w:p w:rsidR="00407DAC" w:rsidRPr="00E37591" w:rsidRDefault="00407DAC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07DAC" w:rsidRPr="00E37591" w:rsidRDefault="00407DAC" w:rsidP="008A4043">
      <w:pPr>
        <w:pStyle w:val="libNormal"/>
        <w:rPr>
          <w:rtl/>
          <w:lang w:bidi="ur-PK"/>
        </w:rPr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کتاب 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60" w:name="_Toc468966849"/>
      <w:bookmarkStart w:id="161" w:name="_Toc468970772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1</w:t>
      </w:r>
      <w:r w:rsidRPr="0006314C">
        <w:rPr>
          <w:rFonts w:hint="cs"/>
          <w:rtl/>
          <w:lang w:bidi="ur-PK"/>
        </w:rPr>
        <w:t>)سرما</w:t>
      </w:r>
      <w:r w:rsidRPr="00E37591">
        <w:rPr>
          <w:rFonts w:hint="cs"/>
          <w:rtl/>
          <w:lang w:bidi="ur-PK"/>
        </w:rPr>
        <w:t>ی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06314C">
        <w:rPr>
          <w:rFonts w:hint="cs"/>
          <w:rtl/>
          <w:lang w:bidi="ur-PK"/>
        </w:rPr>
        <w:t>ے ارتباط</w:t>
      </w:r>
      <w:bookmarkEnd w:id="160"/>
      <w:bookmarkEnd w:id="16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صبح اول جب اس علم کا سنگ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 جارہاتھا تو علماء اقتصاد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 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گونج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چند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قوتوں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معاشرہ کے جملہ شعبوں پر اسی</w:t>
      </w:r>
      <w:r w:rsidRPr="00E37591">
        <w:rPr>
          <w:rtl/>
          <w:lang w:bidi="ur-PK"/>
        </w:rPr>
        <w:t xml:space="preserve"> طرح حکومت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دوسر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۔علم الاقتصاد کا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قوتوں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تقاضے معلوم کرے تاکہ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اقتصاد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یہی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اگر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فضا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انسان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زندگی</w:t>
      </w:r>
      <w:r w:rsidRPr="00E37591">
        <w:rPr>
          <w:rtl/>
          <w:lang w:bidi="ur-PK"/>
        </w:rPr>
        <w:t xml:space="preserve"> بسر کر سکتا</w:t>
      </w:r>
      <w:r w:rsidRPr="00E37591">
        <w:rPr>
          <w:rFonts w:hint="cs"/>
          <w:rtl/>
          <w:lang w:bidi="ur-PK"/>
        </w:rPr>
        <w:t>ہے۔بشرطی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تعلق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ت،</w:t>
      </w:r>
      <w:r w:rsidRPr="00E37591">
        <w:rPr>
          <w:rtl/>
          <w:lang w:bidi="ur-PK"/>
        </w:rPr>
        <w:t xml:space="preserve"> تصرف اور صرف تمام شعبوں س</w:t>
      </w:r>
      <w:r w:rsidRPr="00E37591">
        <w:rPr>
          <w:rFonts w:hint="cs"/>
          <w:rtl/>
          <w:lang w:bidi="ur-PK"/>
        </w:rPr>
        <w:t>ے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فکر پر علم الاقتصاد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و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اس وقت کے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دونوں 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 متحدہی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آزادی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ہر قسم کی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مقابلہ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تھے اور اسے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ناقابل تلاف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جرم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ھے۔ان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پس منظر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سماج کی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مض</w:t>
      </w:r>
      <w:r w:rsidRPr="00E37591">
        <w:rPr>
          <w:rFonts w:hint="eastAsia"/>
          <w:rtl/>
          <w:lang w:bidi="ur-PK"/>
        </w:rPr>
        <w:t>مر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6036C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آج کے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فکر بالکل مضحک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۔آج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</w:t>
      </w:r>
    </w:p>
    <w:p w:rsidR="006036CE" w:rsidRPr="00E37591" w:rsidRDefault="006036C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036CE" w:rsidRPr="00E37591" w:rsidRDefault="006036CE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 جرم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باطل ہونے کی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ورنہ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کوئی</w:t>
      </w:r>
      <w:r w:rsidRPr="00E37591">
        <w:rPr>
          <w:rtl/>
          <w:lang w:bidi="ur-PK"/>
        </w:rPr>
        <w:t xml:space="preserve"> شخص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وقواعد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 کرسک</w:t>
      </w:r>
      <w:r w:rsidRPr="00E37591">
        <w:rPr>
          <w:rFonts w:hint="cs"/>
          <w:rtl/>
          <w:lang w:bidi="ur-PK"/>
        </w:rPr>
        <w:t>ے۔جب کہ وہ تمام انسانوں کی</w:t>
      </w:r>
      <w:r w:rsidRPr="00E37591">
        <w:rPr>
          <w:rtl/>
          <w:lang w:bidi="ur-PK"/>
        </w:rPr>
        <w:t xml:space="preserve"> دسترس س</w:t>
      </w:r>
      <w:r w:rsidRPr="00E37591">
        <w:rPr>
          <w:rFonts w:hint="cs"/>
          <w:rtl/>
          <w:lang w:bidi="ur-PK"/>
        </w:rPr>
        <w:t>ے بالاتر ہی</w:t>
      </w:r>
      <w:r w:rsidRPr="00E37591">
        <w:rPr>
          <w:rtl/>
          <w:lang w:bidi="ur-PK"/>
        </w:rPr>
        <w:t xml:space="preserve">ں </w:t>
      </w:r>
      <w:r w:rsidRPr="00E37591">
        <w:rPr>
          <w:rFonts w:hint="cs"/>
          <w:rtl/>
          <w:lang w:bidi="ur-PK"/>
        </w:rPr>
        <w:t>۔اور اپنے مخصوص شرائط وحالات کے ساتھ اپنے اعمال انجام دے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ک</w:t>
      </w:r>
      <w:r w:rsidRPr="00E37591">
        <w:rPr>
          <w:rFonts w:hint="cs"/>
          <w:rtl/>
          <w:lang w:bidi="ur-PK"/>
        </w:rPr>
        <w:t>ے امکان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ان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آثارس</w:t>
      </w:r>
      <w:r w:rsidRPr="00E37591">
        <w:rPr>
          <w:rFonts w:hint="cs"/>
          <w:rtl/>
          <w:lang w:bidi="ur-PK"/>
        </w:rPr>
        <w:t>ے فائدہ اٹھائے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فزکس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ہواکرتاہے۔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اس انداز س</w:t>
      </w:r>
      <w:r w:rsidRPr="00E37591">
        <w:rPr>
          <w:rFonts w:hint="cs"/>
          <w:rtl/>
          <w:lang w:bidi="ur-PK"/>
        </w:rPr>
        <w:t>ے نظرنہ ہوئے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حتمی</w:t>
      </w:r>
      <w:r w:rsidRPr="00E37591">
        <w:rPr>
          <w:rtl/>
          <w:lang w:bidi="ur-PK"/>
        </w:rPr>
        <w:t xml:space="preserve"> نتائج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کو مستقل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ھاجائی</w:t>
      </w:r>
      <w:r w:rsidRPr="00E37591">
        <w:rPr>
          <w:rFonts w:hint="eastAsia"/>
          <w:rtl/>
          <w:lang w:bidi="ur-PK"/>
        </w:rPr>
        <w:t>گاک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سعادت ون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بخت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کہاں تک مہی</w:t>
      </w:r>
      <w:r w:rsidRPr="00E37591">
        <w:rPr>
          <w:rFonts w:hint="eastAsia"/>
          <w:rtl/>
          <w:lang w:bidi="ur-PK"/>
        </w:rPr>
        <w:t>اکرسکت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 ک</w:t>
      </w:r>
      <w:r w:rsidRPr="00E37591">
        <w:rPr>
          <w:rFonts w:hint="cs"/>
          <w:rtl/>
          <w:lang w:bidi="ur-PK"/>
        </w:rPr>
        <w:t>ے نقادوں نے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تبصر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بالکل مختلف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وہاں مرکز بحث ونظر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پرقائم </w:t>
      </w:r>
      <w:r w:rsidRPr="00E37591">
        <w:rPr>
          <w:rFonts w:hint="cs"/>
          <w:rtl/>
          <w:lang w:bidi="ur-PK"/>
        </w:rPr>
        <w:t>ہواہے اس لئے یہاں</w:t>
      </w:r>
      <w:r w:rsidRPr="00E37591">
        <w:rPr>
          <w:rtl/>
          <w:lang w:bidi="ur-PK"/>
        </w:rPr>
        <w:t xml:space="preserve"> ان افکار واقدار س</w:t>
      </w:r>
      <w:r w:rsidRPr="00E37591">
        <w:rPr>
          <w:rFonts w:hint="cs"/>
          <w:rtl/>
          <w:lang w:bidi="ur-PK"/>
        </w:rPr>
        <w:t>ے بحث کی</w:t>
      </w:r>
      <w:r w:rsidRPr="00E37591">
        <w:rPr>
          <w:rFonts w:hint="eastAsia"/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بحی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مسلم نقاد ک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جب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آتے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ان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نظرکرت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ہم نے پہلے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تجرب</w:t>
      </w:r>
      <w:r w:rsidRPr="00E37591">
        <w:rPr>
          <w:rFonts w:hint="cs"/>
          <w:rtl/>
          <w:lang w:bidi="ur-PK"/>
        </w:rPr>
        <w:t>ہ کرکے اسے باطل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 کے بعد نظام پر قلم اٹھای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</w:t>
      </w:r>
      <w:r w:rsidRPr="00E37591">
        <w:rPr>
          <w:rFonts w:hint="cs"/>
          <w:rtl/>
          <w:lang w:bidi="ur-PK"/>
        </w:rPr>
        <w:t>ہمارا سامنا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ہوتاہے تو ہم اس کے علمی</w:t>
      </w:r>
      <w:r w:rsidRPr="00E37591">
        <w:rPr>
          <w:rtl/>
          <w:lang w:bidi="ur-PK"/>
        </w:rPr>
        <w:t xml:space="preserve"> قواعد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ہمارے موضوع سے خارج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ہم ان عملی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پر نظرکرت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پر اس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63137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علمی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پر تبصر</w:t>
      </w:r>
      <w:r w:rsidRPr="00E37591">
        <w:rPr>
          <w:rFonts w:hint="cs"/>
          <w:rtl/>
          <w:lang w:bidi="ur-PK"/>
        </w:rPr>
        <w:t>ہ ترک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اب برا</w:t>
      </w:r>
      <w:r w:rsidRPr="00E37591">
        <w:rPr>
          <w:rFonts w:hint="cs"/>
          <w:rtl/>
          <w:lang w:bidi="ur-PK"/>
        </w:rPr>
        <w:t>ہ راست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شروع کر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اثناء گفتگو اگر کوئی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 xml:space="preserve">ہ 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31370" w:rsidRPr="00E37591" w:rsidRDefault="00631370" w:rsidP="008A4043">
      <w:pPr>
        <w:pStyle w:val="libNormal"/>
        <w:rPr>
          <w:rtl/>
          <w:lang w:bidi="ur-PK"/>
        </w:rPr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سامنے آگی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اس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بقدر ضرورت تبصر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علم الاقتصاد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حد تک بحث اس لئ</w:t>
      </w:r>
      <w:r w:rsidRPr="00E37591">
        <w:rPr>
          <w:rFonts w:hint="cs"/>
          <w:rtl/>
          <w:lang w:bidi="ur-PK"/>
        </w:rPr>
        <w:t>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اس بحث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سکت</w:t>
      </w:r>
      <w:r w:rsidRPr="00E37591">
        <w:rPr>
          <w:rFonts w:hint="cs"/>
          <w:rtl/>
          <w:lang w:bidi="ur-PK"/>
        </w:rPr>
        <w:t>ے اور نہ بتاسکتے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رواج کا انجام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 فائد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ان علمی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معلوم کرک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منطبق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جو مذہب نے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ان کے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 آہنگ ہونے کا دعویٰ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جن علماء اقتصاد نے سرمایہ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کو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منطبق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وہ یہ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ہر قانون کو علم الاقتصاد کے کسی</w:t>
      </w:r>
      <w:r w:rsidRPr="00E37591">
        <w:rPr>
          <w:rtl/>
          <w:lang w:bidi="ur-PK"/>
        </w:rPr>
        <w:t xml:space="preserve"> قانون س</w:t>
      </w:r>
      <w:r w:rsidRPr="00E37591">
        <w:rPr>
          <w:rFonts w:hint="cs"/>
          <w:rtl/>
          <w:lang w:bidi="ur-PK"/>
        </w:rPr>
        <w:t>ے ہم رنگ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ے۔وہ انتہائی</w:t>
      </w:r>
      <w:r w:rsidRPr="00E37591">
        <w:rPr>
          <w:rtl/>
          <w:lang w:bidi="ur-PK"/>
        </w:rPr>
        <w:t xml:space="preserve"> خطا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۔وہ اپنی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یہ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جس طرح''جنس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طرح ''آزاد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</w:t>
      </w:r>
      <w:r w:rsidRPr="00E37591">
        <w:rPr>
          <w:rFonts w:hint="cs"/>
          <w:rtl/>
          <w:lang w:bidi="ur-PK"/>
        </w:rPr>
        <w:t>ہوگا حالانکہ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ہرگز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چند خود ساخت</w:t>
      </w:r>
      <w:r w:rsidRPr="00E37591">
        <w:rPr>
          <w:rFonts w:hint="cs"/>
          <w:rtl/>
          <w:lang w:bidi="ur-PK"/>
        </w:rPr>
        <w:t>ہ اخلاقی</w:t>
      </w:r>
      <w:r w:rsidRPr="00E37591">
        <w:rPr>
          <w:rtl/>
          <w:lang w:bidi="ur-PK"/>
        </w:rPr>
        <w:t xml:space="preserve"> اقدار پر </w:t>
      </w:r>
      <w:r w:rsidRPr="00E37591">
        <w:rPr>
          <w:rFonts w:hint="cs"/>
          <w:rtl/>
          <w:lang w:bidi="ur-PK"/>
        </w:rPr>
        <w:t>ہے اس کو نظری</w:t>
      </w:r>
      <w:r w:rsidRPr="00E37591">
        <w:rPr>
          <w:rtl/>
          <w:lang w:bidi="ur-PK"/>
        </w:rPr>
        <w:t xml:space="preserve"> اقتصاد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اس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62" w:name="_Toc468966850"/>
      <w:bookmarkStart w:id="163" w:name="_Toc468970773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)سرما</w:t>
      </w:r>
      <w:r w:rsidRPr="00E37591">
        <w:rPr>
          <w:rFonts w:hint="cs"/>
          <w:rtl/>
          <w:lang w:bidi="ur-PK"/>
        </w:rPr>
        <w:t>ی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06314C">
        <w:rPr>
          <w:rFonts w:hint="cs"/>
          <w:rtl/>
          <w:lang w:bidi="ur-PK"/>
        </w:rPr>
        <w:t>ے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</w:t>
      </w:r>
      <w:bookmarkEnd w:id="162"/>
      <w:bookmarkEnd w:id="163"/>
    </w:p>
    <w:p w:rsidR="0063137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ہلے ہی</w:t>
      </w:r>
      <w:r w:rsidRPr="00E37591">
        <w:rPr>
          <w:rtl/>
          <w:lang w:bidi="ur-PK"/>
        </w:rPr>
        <w:t xml:space="preserve"> واضح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اجاچکا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 نظام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اس کی</w:t>
      </w:r>
      <w:r w:rsidRPr="00E37591">
        <w:rPr>
          <w:rtl/>
          <w:lang w:bidi="ur-PK"/>
        </w:rPr>
        <w:t xml:space="preserve"> پشت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</w:t>
      </w:r>
      <w:r w:rsidRPr="00E37591">
        <w:rPr>
          <w:rFonts w:hint="cs"/>
          <w:rtl/>
          <w:lang w:bidi="ur-PK"/>
        </w:rPr>
        <w:t>ہے۔اب ہم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ہرے نکتہ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کرناچا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علمی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متاثر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31370" w:rsidRPr="00E37591" w:rsidRDefault="00631370" w:rsidP="008A4043">
      <w:pPr>
        <w:pStyle w:val="libNormal"/>
        <w:rPr>
          <w:rtl/>
          <w:lang w:bidi="ur-PK"/>
        </w:rPr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علمی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سے ضرورمتاثر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بظا</w:t>
      </w:r>
      <w:r w:rsidRPr="00E37591">
        <w:rPr>
          <w:rFonts w:hint="cs"/>
          <w:rtl/>
          <w:lang w:bidi="ur-PK"/>
        </w:rPr>
        <w:t>ہر تو علمی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ہ کے اعتبار سے ان کا رنگ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یہ</w:t>
      </w:r>
      <w:r w:rsidRPr="00E37591">
        <w:rPr>
          <w:rtl/>
          <w:lang w:bidi="ur-PK"/>
        </w:rPr>
        <w:t xml:space="preserve"> صرف اس معاشر</w:t>
      </w:r>
      <w:r w:rsidRPr="00E37591">
        <w:rPr>
          <w:rFonts w:hint="cs"/>
          <w:rtl/>
          <w:lang w:bidi="ur-PK"/>
        </w:rPr>
        <w:t>ہ پر منطبق ہو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کا قائل اور ان ک</w:t>
      </w:r>
      <w:r w:rsidRPr="00E37591">
        <w:rPr>
          <w:rFonts w:hint="cs"/>
          <w:rtl/>
          <w:lang w:bidi="ur-PK"/>
        </w:rPr>
        <w:t>ے افکار واقدار کا معترف ہو۔اب اگر کوئی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ان کے ا</w:t>
      </w:r>
      <w:r w:rsidRPr="00E37591">
        <w:rPr>
          <w:rFonts w:hint="eastAsia"/>
          <w:rtl/>
          <w:lang w:bidi="ur-PK"/>
        </w:rPr>
        <w:t>فکار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اور ان تنظی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گان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تو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وضاحت مطلب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ھنا چاہئے کہ علم الاقتص</w:t>
      </w:r>
      <w:r w:rsidRPr="00E37591">
        <w:rPr>
          <w:rtl/>
          <w:lang w:bidi="ur-PK"/>
        </w:rPr>
        <w:t>اد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دو قسم 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وہ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جن کا تعلق برا</w:t>
      </w:r>
      <w:r w:rsidRPr="00E37591">
        <w:rPr>
          <w:rFonts w:hint="cs"/>
          <w:rtl/>
          <w:lang w:bidi="ur-PK"/>
        </w:rPr>
        <w:t>ہ راست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اور انسانی</w:t>
      </w:r>
      <w:r w:rsidRPr="00E37591">
        <w:rPr>
          <w:rtl/>
          <w:lang w:bidi="ur-PK"/>
        </w:rPr>
        <w:t xml:space="preserve"> اراد</w:t>
      </w:r>
      <w:r w:rsidRPr="00E37591">
        <w:rPr>
          <w:rFonts w:hint="cs"/>
          <w:rtl/>
          <w:lang w:bidi="ur-PK"/>
        </w:rPr>
        <w:t>ہ کو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ہ''جو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وار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ابتدائی</w:t>
      </w:r>
      <w:r w:rsidRPr="00E37591">
        <w:rPr>
          <w:rtl/>
          <w:lang w:bidi="ur-PK"/>
        </w:rPr>
        <w:t xml:space="preserve"> خام مواد پر موقوف </w:t>
      </w:r>
      <w:r w:rsidRPr="00E37591">
        <w:rPr>
          <w:rFonts w:hint="cs"/>
          <w:rtl/>
          <w:lang w:bidi="ur-PK"/>
        </w:rPr>
        <w:t>ہوگی۔ وہ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ک</w:t>
      </w:r>
      <w:r w:rsidRPr="00E37591">
        <w:rPr>
          <w:rFonts w:hint="cs"/>
          <w:rtl/>
          <w:lang w:bidi="ur-PK"/>
        </w:rPr>
        <w:t>ے برابر 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ہے۔''ی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ہ''پی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اضافہ سے فا</w:t>
      </w:r>
      <w:r w:rsidRPr="00E37591">
        <w:rPr>
          <w:rFonts w:hint="eastAsia"/>
          <w:rtl/>
          <w:lang w:bidi="ur-PK"/>
        </w:rPr>
        <w:t>ئد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ہوتارہے گا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جواب د</w:t>
      </w:r>
      <w:r w:rsidRPr="00E37591">
        <w:rPr>
          <w:rFonts w:hint="cs"/>
          <w:rtl/>
          <w:lang w:bidi="ur-PK"/>
        </w:rPr>
        <w:t>ے جائے تو اب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کرناب</w:t>
      </w:r>
      <w:r w:rsidRPr="00E37591">
        <w:rPr>
          <w:rFonts w:hint="cs"/>
          <w:rtl/>
          <w:lang w:bidi="ur-PK"/>
        </w:rPr>
        <w:t>ے سود ہوگا اور غلہ بجائے زی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کمی</w:t>
      </w:r>
      <w:r w:rsidRPr="00E37591">
        <w:rPr>
          <w:rtl/>
          <w:lang w:bidi="ur-PK"/>
        </w:rPr>
        <w:t xml:space="preserve"> کا رخ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ے گا۔''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ان فطری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انسان ک</w:t>
      </w:r>
      <w:r w:rsidRPr="00E37591">
        <w:rPr>
          <w:rFonts w:hint="cs"/>
          <w:rtl/>
          <w:lang w:bidi="ur-PK"/>
        </w:rPr>
        <w:t>ے ارادہ واختی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افکار واقدار،سماج واخلاق کے بدل جانے سے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بلکہ ان کا تمام تر تعلق عالم ارض سے ہے لہٰذا جب تک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اس وقت تک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گا انس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افکار اچھے 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بر</w:t>
      </w:r>
      <w:r w:rsidRPr="00E37591">
        <w:rPr>
          <w:rFonts w:hint="cs"/>
          <w:rtl/>
          <w:lang w:bidi="ur-PK"/>
        </w:rPr>
        <w:t>ے اس کا سماج سرمایہ</w:t>
      </w:r>
      <w:r w:rsidRPr="00E37591">
        <w:rPr>
          <w:rtl/>
          <w:lang w:bidi="ur-PK"/>
        </w:rPr>
        <w:t xml:space="preserve"> دار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وہ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اراد</w:t>
      </w:r>
      <w:r w:rsidRPr="00E37591">
        <w:rPr>
          <w:rFonts w:hint="cs"/>
          <w:rtl/>
          <w:lang w:bidi="ur-PK"/>
        </w:rPr>
        <w:t>ہ اختی</w:t>
      </w:r>
      <w:r w:rsidRPr="00E37591">
        <w:rPr>
          <w:rFonts w:hint="eastAsia"/>
          <w:rtl/>
          <w:lang w:bidi="ur-PK"/>
        </w:rPr>
        <w:t>ارکودخل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اور وہ اپنے مخصوص انداز و معاشرہ کی</w:t>
      </w:r>
      <w:r w:rsidRPr="00E37591">
        <w:rPr>
          <w:rtl/>
          <w:lang w:bidi="ur-PK"/>
        </w:rPr>
        <w:t xml:space="preserve"> بناپر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ہ''جب غلہ بقدر ضرورت نہ ہوگا اور مانگ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جائے گی۔''</w:t>
      </w:r>
    </w:p>
    <w:p w:rsidR="0063137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اس قانون کو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غلہ کی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خود بخود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 جائے بلکہ اس کا تعلق انسان کے ارادہ واختی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اور یہ</w:t>
      </w:r>
      <w:r w:rsidRPr="00E37591">
        <w:rPr>
          <w:rtl/>
          <w:lang w:bidi="ur-PK"/>
        </w:rPr>
        <w:t xml:space="preserve"> صرف اس 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31370" w:rsidRPr="00E37591" w:rsidRDefault="0063137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لئ</w:t>
      </w:r>
      <w:r w:rsidRPr="00E37591">
        <w:rPr>
          <w:rFonts w:hint="cs"/>
          <w:rtl/>
          <w:lang w:bidi="ur-PK"/>
        </w:rPr>
        <w:t>ے ہوتاہے کہ انسان اپنے ذوق فطرت کی</w:t>
      </w:r>
      <w:r w:rsidRPr="00E37591">
        <w:rPr>
          <w:rtl/>
          <w:lang w:bidi="ur-PK"/>
        </w:rPr>
        <w:t xml:space="preserve"> بناپر جنس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راغبت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ظا</w:t>
      </w:r>
      <w:r w:rsidRPr="00E37591">
        <w:rPr>
          <w:rFonts w:hint="cs"/>
          <w:rtl/>
          <w:lang w:bidi="ur-PK"/>
        </w:rPr>
        <w:t>ہرہے کہ جب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دکاندار کو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ڑھادی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موقع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مل جائ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علماء اقتصاد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دوسری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علم الاقتصاد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شمار کرنا چا</w:t>
      </w:r>
      <w:r w:rsidRPr="00E37591">
        <w:rPr>
          <w:rFonts w:hint="cs"/>
          <w:rtl/>
          <w:lang w:bidi="ur-PK"/>
        </w:rPr>
        <w:t>ہئے۔اس لئے کہ عالم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نتائج لازمی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۔وہ کسی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ارادہ واختی</w:t>
      </w:r>
      <w:r w:rsidRPr="00E37591">
        <w:rPr>
          <w:rFonts w:hint="eastAsia"/>
          <w:rtl/>
          <w:lang w:bidi="ur-PK"/>
        </w:rPr>
        <w:t>ار،رضا</w:t>
      </w:r>
      <w:r w:rsidRPr="00E37591">
        <w:rPr>
          <w:rtl/>
          <w:lang w:bidi="ur-PK"/>
        </w:rPr>
        <w:t xml:space="preserve"> ورغبت کا انتظار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اور ان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eastAsia"/>
          <w:rtl/>
          <w:lang w:bidi="ur-PK"/>
        </w:rPr>
        <w:t>جس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معلوم ہوتاہے کہ یہ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۔بلکہ مذہبی</w:t>
      </w:r>
      <w:r w:rsidRPr="00E37591">
        <w:rPr>
          <w:rtl/>
          <w:lang w:bidi="ur-PK"/>
        </w:rPr>
        <w:t xml:space="preserve"> اور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غلط </w:t>
      </w:r>
      <w:r w:rsidRPr="00E37591">
        <w:rPr>
          <w:rFonts w:hint="cs"/>
          <w:rtl/>
          <w:lang w:bidi="ur-PK"/>
        </w:rPr>
        <w:t>ہے کہ ان حضرات نے انسان واقتصاد کے ارتباط پر غور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۔ورنہ یہ</w:t>
      </w:r>
      <w:r w:rsidRPr="00E37591">
        <w:rPr>
          <w:rtl/>
          <w:lang w:bidi="ur-PK"/>
        </w:rPr>
        <w:t xml:space="preserve"> بات واضح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شعور کا لحاظ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ہوسکتاکہ اس کے اصولوں کو انسان کے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ہے تو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علم الاقتصاد کا یہ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ہ''طلب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ہے۔''در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ترجمان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یہ</w:t>
      </w:r>
      <w:r w:rsidRPr="00E37591">
        <w:rPr>
          <w:rtl/>
          <w:lang w:bidi="ur-PK"/>
        </w:rPr>
        <w:t xml:space="preserve"> اراد</w:t>
      </w:r>
      <w:r w:rsidRPr="00E37591">
        <w:rPr>
          <w:rFonts w:hint="cs"/>
          <w:rtl/>
          <w:lang w:bidi="ur-PK"/>
        </w:rPr>
        <w:t>ہ واختی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خلاف کوئی</w:t>
      </w:r>
      <w:r w:rsidRPr="00E37591">
        <w:rPr>
          <w:rtl/>
          <w:lang w:bidi="ur-PK"/>
        </w:rPr>
        <w:t xml:space="preserve"> قانون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دونوں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تناؤ</w:t>
      </w:r>
      <w:r w:rsidRPr="00E37591">
        <w:rPr>
          <w:rFonts w:hint="cs"/>
          <w:rtl/>
          <w:lang w:bidi="ur-PK"/>
        </w:rPr>
        <w:t>۔ اورٹکراؤ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اتنا ضرور </w:t>
      </w:r>
      <w:r w:rsidRPr="00E37591">
        <w:rPr>
          <w:rFonts w:hint="cs"/>
          <w:rtl/>
          <w:lang w:bidi="ur-PK"/>
        </w:rPr>
        <w:t>ہے کہ قسم دوم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قسم اول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مختلف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پہلے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حالات، سماج اور افکار ک</w:t>
      </w:r>
      <w:r w:rsidRPr="00E37591">
        <w:rPr>
          <w:rFonts w:hint="cs"/>
          <w:rtl/>
          <w:lang w:bidi="ur-PK"/>
        </w:rPr>
        <w:t>ے بدلنے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 سکت</w:t>
      </w:r>
      <w:r w:rsidRPr="00E37591">
        <w:rPr>
          <w:rFonts w:hint="cs"/>
          <w:rtl/>
          <w:lang w:bidi="ur-PK"/>
        </w:rPr>
        <w:t>ے۔اور دوسرے قسم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بدل جانے سے بدل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کبھی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پورا عالم اقتصادہی</w:t>
      </w:r>
      <w:r w:rsidRPr="00E37591">
        <w:rPr>
          <w:rtl/>
          <w:lang w:bidi="ur-PK"/>
        </w:rPr>
        <w:t xml:space="preserve"> منقلب </w:t>
      </w:r>
      <w:r w:rsidRPr="00E37591">
        <w:rPr>
          <w:rFonts w:hint="cs"/>
          <w:rtl/>
          <w:lang w:bidi="ur-PK"/>
        </w:rPr>
        <w:t>ہوجاے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اور مطلق قانون وضع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31370" w:rsidRPr="00E37591" w:rsidRDefault="0063137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تا</w:t>
      </w:r>
      <w:r w:rsidRPr="00E37591">
        <w:rPr>
          <w:rFonts w:hint="cs"/>
          <w:rtl/>
          <w:lang w:bidi="ur-PK"/>
        </w:rPr>
        <w:t>ہم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قانون کواس کوحالات پر منطبق کرکے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ھناپڑے</w:t>
      </w:r>
      <w:r w:rsidRPr="00E37591">
        <w:rPr>
          <w:rtl/>
          <w:lang w:bidi="ur-PK"/>
        </w:rPr>
        <w:t xml:space="preserve"> گا ک</w:t>
      </w:r>
      <w:r w:rsidRPr="00E37591">
        <w:rPr>
          <w:rFonts w:hint="cs"/>
          <w:rtl/>
          <w:lang w:bidi="ur-PK"/>
        </w:rPr>
        <w:t>ہ اس معاشرہ پر اس کا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اثر ظا</w:t>
      </w:r>
      <w:r w:rsidRPr="00E37591">
        <w:rPr>
          <w:rFonts w:hint="cs"/>
          <w:rtl/>
          <w:lang w:bidi="ur-PK"/>
        </w:rPr>
        <w:t>ہرہوتاہے۔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مثال ک</w:t>
      </w:r>
      <w:r w:rsidRPr="00E37591">
        <w:rPr>
          <w:rFonts w:hint="cs"/>
          <w:rtl/>
          <w:lang w:bidi="ur-PK"/>
        </w:rPr>
        <w:t>ے طور پر اس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کو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جس پر اکثر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مبن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کا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ہونا۔ ظاہرہے کہ جب تک یہ</w:t>
      </w:r>
      <w:r w:rsidRPr="00E37591">
        <w:rPr>
          <w:rtl/>
          <w:lang w:bidi="ur-PK"/>
        </w:rPr>
        <w:t xml:space="preserve"> فکر انسان ک</w:t>
      </w:r>
      <w:r w:rsidRPr="00E37591">
        <w:rPr>
          <w:rFonts w:hint="cs"/>
          <w:rtl/>
          <w:lang w:bidi="ur-PK"/>
        </w:rPr>
        <w:t>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صرف مادی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کا مقصد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وعشرت اور لذت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ہوں گے اور جب نظام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شعور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گاک</w:t>
      </w:r>
      <w:r w:rsidRPr="00E37591">
        <w:rPr>
          <w:rFonts w:hint="cs"/>
          <w:rtl/>
          <w:lang w:bidi="ur-PK"/>
        </w:rPr>
        <w:t>ہ وہ مادی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کے لئے کچھ روحانی</w:t>
      </w:r>
      <w:r w:rsidRPr="00E37591">
        <w:rPr>
          <w:rtl/>
          <w:lang w:bidi="ur-PK"/>
        </w:rPr>
        <w:t xml:space="preserve"> افکار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بدل جائ</w:t>
      </w:r>
      <w:r w:rsidRPr="00E37591">
        <w:rPr>
          <w:rFonts w:hint="cs"/>
          <w:rtl/>
          <w:lang w:bidi="ur-PK"/>
        </w:rPr>
        <w:t>ے گا اور اس کے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فرق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اس وقت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جب آپ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سماج کو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سے ملاکر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اس بات کو ملاحظہ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افکار کے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کس طرح متاثر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631370" w:rsidRPr="00E37591" w:rsidRDefault="00824138" w:rsidP="00CA7AD6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ہرہے کہ اسلامی</w:t>
      </w:r>
      <w:r w:rsidRPr="00E37591">
        <w:rPr>
          <w:rtl/>
          <w:lang w:bidi="ur-PK"/>
        </w:rPr>
        <w:t xml:space="preserve"> پرچم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پرورش پان</w:t>
      </w:r>
      <w:r w:rsidRPr="00E37591">
        <w:rPr>
          <w:rFonts w:hint="cs"/>
          <w:rtl/>
          <w:lang w:bidi="ur-PK"/>
        </w:rPr>
        <w:t>ے والے بھی</w:t>
      </w:r>
      <w:r w:rsidRPr="00E37591">
        <w:rPr>
          <w:rtl/>
          <w:lang w:bidi="ur-PK"/>
        </w:rPr>
        <w:t xml:space="preserve"> گوشت وپوست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انسان تھے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ان کے دلوں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افکار جلوہ گر تھے جو ان کو تمام عالم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ممتاز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رہے تھے۔ان کا کردار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قت کا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ہاتھا۔ وہ اپنے وجود سے بتارہے تھے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مزعومات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افکار واقدار کے بدل جانے سے بدل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چنانچ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مختصر مدت کی</w:t>
      </w:r>
      <w:r w:rsidRPr="00E37591">
        <w:rPr>
          <w:rtl/>
          <w:lang w:bidi="ur-PK"/>
        </w:rPr>
        <w:t xml:space="preserve"> حالت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تجرب</w:t>
      </w:r>
      <w:r w:rsidRPr="00E37591">
        <w:rPr>
          <w:rFonts w:hint="cs"/>
          <w:rtl/>
          <w:lang w:bidi="ur-PK"/>
        </w:rPr>
        <w:t>ہ ہو رہاتھا۔اور انسان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روئ</w:t>
      </w:r>
      <w:r w:rsidRPr="00E37591">
        <w:rPr>
          <w:rFonts w:hint="cs"/>
          <w:rtl/>
          <w:lang w:bidi="ur-PK"/>
        </w:rPr>
        <w:t>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گذارر</w:t>
      </w:r>
      <w:r w:rsidRPr="00E37591">
        <w:rPr>
          <w:rFonts w:hint="cs"/>
          <w:rtl/>
          <w:lang w:bidi="ur-PK"/>
        </w:rPr>
        <w:t>ہاتھا۔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رسالت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اسپر</w:t>
      </w:r>
      <w:r w:rsidRPr="00E37591">
        <w:rPr>
          <w:rFonts w:hint="cs"/>
          <w:rtl/>
          <w:lang w:bidi="ur-PK"/>
        </w:rPr>
        <w:t>ٹ تھی</w:t>
      </w:r>
      <w:r w:rsidRPr="00E37591">
        <w:rPr>
          <w:rtl/>
          <w:lang w:bidi="ur-PK"/>
        </w:rPr>
        <w:t xml:space="preserve"> جو اس</w:t>
      </w:r>
      <w:r w:rsidRPr="00E37591">
        <w:rPr>
          <w:rFonts w:hint="cs"/>
          <w:rtl/>
          <w:lang w:bidi="ur-PK"/>
        </w:rPr>
        <w:t>ے آفاق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گم </w:t>
      </w:r>
      <w:r w:rsidRPr="00E37591">
        <w:rPr>
          <w:rFonts w:hint="cs"/>
          <w:rtl/>
          <w:lang w:bidi="ur-PK"/>
        </w:rPr>
        <w:t>ہونے سے روک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 اس کا عالم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ھاکہ: فقی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جماعت سرکار رسالت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خدمت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حاضر </w:t>
      </w:r>
      <w:r w:rsidRPr="00E37591">
        <w:rPr>
          <w:rFonts w:hint="cs"/>
          <w:rtl/>
          <w:lang w:bidi="ur-PK"/>
        </w:rPr>
        <w:t>ہوکر عرض کرنے لگی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ارسول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سارا اجر تو مالداروں کو مل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۔وہ ہماری</w:t>
      </w:r>
      <w:r w:rsidRPr="00E37591">
        <w:rPr>
          <w:rtl/>
          <w:lang w:bidi="ur-PK"/>
        </w:rPr>
        <w:t xml:space="preserve"> طرح نمازروز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تھے اور اسی</w:t>
      </w:r>
      <w:r w:rsidRPr="00E37591">
        <w:rPr>
          <w:rtl/>
          <w:lang w:bidi="ur-PK"/>
        </w:rPr>
        <w:t xml:space="preserve"> 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631370" w:rsidRPr="00E37591" w:rsidRDefault="00631370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ے ساتھ صدقہ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جو </w:t>
      </w:r>
      <w:r w:rsidRPr="00E37591">
        <w:rPr>
          <w:rFonts w:hint="cs"/>
          <w:rtl/>
          <w:lang w:bidi="ur-PK"/>
        </w:rPr>
        <w:t>ہمارے امکان سے باہرہے ہم کی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ں؟تو</w:t>
      </w:r>
      <w:r w:rsidRPr="00E37591">
        <w:rPr>
          <w:rtl/>
          <w:lang w:bidi="ur-PK"/>
        </w:rPr>
        <w:t xml:space="preserve"> آپ ن</w:t>
      </w:r>
      <w:r w:rsidRPr="00E37591">
        <w:rPr>
          <w:rFonts w:hint="cs"/>
          <w:rtl/>
          <w:lang w:bidi="ur-PK"/>
        </w:rPr>
        <w:t>ے فرمای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ہاری</w:t>
      </w:r>
      <w:r w:rsidRPr="00E37591">
        <w:rPr>
          <w:rtl/>
          <w:lang w:bidi="ur-PK"/>
        </w:rPr>
        <w:t xml:space="preserve"> تسب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وتکب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اور تم</w:t>
      </w:r>
      <w:r w:rsidRPr="00E37591">
        <w:rPr>
          <w:rFonts w:hint="cs"/>
          <w:rtl/>
          <w:lang w:bidi="ur-PK"/>
        </w:rPr>
        <w:t>ہارا امرباالمعروف ونہی</w:t>
      </w:r>
      <w:r w:rsidRPr="00E37591">
        <w:rPr>
          <w:rtl/>
          <w:lang w:bidi="ur-PK"/>
        </w:rPr>
        <w:t xml:space="preserve"> عن المنکر سب صدق</w:t>
      </w:r>
      <w:r w:rsidRPr="00E37591">
        <w:rPr>
          <w:rFonts w:hint="cs"/>
          <w:rtl/>
          <w:lang w:bidi="ur-PK"/>
        </w:rPr>
        <w:t>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 xml:space="preserve">ہرہے کہ اس جماعت کا مقصد دولت حاصل کرنا نہ تھا وہ اس اجر آخرت سے </w:t>
      </w:r>
      <w:r w:rsidRPr="00E37591">
        <w:rPr>
          <w:rtl/>
          <w:lang w:bidi="ur-PK"/>
        </w:rPr>
        <w:t>محروم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جو امراء کو ان ک</w:t>
      </w:r>
      <w:r w:rsidRPr="00E37591">
        <w:rPr>
          <w:rFonts w:hint="cs"/>
          <w:rtl/>
          <w:lang w:bidi="ur-PK"/>
        </w:rPr>
        <w:t>ے صدقات سے حاسل ہورہاتھا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صدق</w:t>
      </w:r>
      <w:r w:rsidRPr="00E37591">
        <w:rPr>
          <w:rFonts w:hint="cs"/>
          <w:rtl/>
          <w:lang w:bidi="ur-PK"/>
        </w:rPr>
        <w:t>ہ کا سراغ مل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تو مطمئن </w:t>
      </w:r>
      <w:r w:rsidRPr="00E37591">
        <w:rPr>
          <w:rFonts w:hint="cs"/>
          <w:rtl/>
          <w:lang w:bidi="ur-PK"/>
        </w:rPr>
        <w:t>ہوگئے۔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شاطب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دور کی</w:t>
      </w:r>
      <w:r w:rsidRPr="00E37591">
        <w:rPr>
          <w:rtl/>
          <w:lang w:bidi="ur-PK"/>
        </w:rPr>
        <w:t xml:space="preserve"> تجارت اور اس ک</w:t>
      </w:r>
      <w:r w:rsidRPr="00E37591">
        <w:rPr>
          <w:rFonts w:hint="cs"/>
          <w:rtl/>
          <w:lang w:bidi="ur-PK"/>
        </w:rPr>
        <w:t>ے اجارہ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تصو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کش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آپ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یہ</w:t>
      </w:r>
      <w:r w:rsidRPr="00E37591">
        <w:rPr>
          <w:rtl/>
          <w:lang w:bidi="ur-PK"/>
        </w:rPr>
        <w:t xml:space="preserve"> لوگ کم س</w:t>
      </w:r>
      <w:r w:rsidRPr="00E37591">
        <w:rPr>
          <w:rFonts w:hint="cs"/>
          <w:rtl/>
          <w:lang w:bidi="ur-PK"/>
        </w:rPr>
        <w:t>ے کم اجرت ی</w:t>
      </w:r>
      <w:r w:rsidRPr="00E37591">
        <w:rPr>
          <w:rFonts w:hint="eastAsia"/>
          <w:rtl/>
          <w:lang w:bidi="ur-PK"/>
        </w:rPr>
        <w:t>افائد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کاروبار سے ان کا مقصد دوسروں کو فائدہ پہنچاناہوتاہے۔یہ</w:t>
      </w:r>
      <w:r w:rsidRPr="00E37591">
        <w:rPr>
          <w:rtl/>
          <w:lang w:bidi="ur-PK"/>
        </w:rPr>
        <w:t xml:space="preserve"> نص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قدر مبالغ</w:t>
      </w:r>
      <w:r w:rsidRPr="00E37591">
        <w:rPr>
          <w:rFonts w:hint="cs"/>
          <w:rtl/>
          <w:lang w:bidi="ur-PK"/>
        </w:rPr>
        <w:t>ہ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دوسروں ک</w:t>
      </w:r>
      <w:r w:rsidRPr="00E37591">
        <w:rPr>
          <w:rFonts w:hint="cs"/>
          <w:rtl/>
          <w:lang w:bidi="ur-PK"/>
        </w:rPr>
        <w:t>ے وکی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ہوں۔یہ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لئے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تصور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تعاون ک</w:t>
      </w:r>
      <w:r w:rsidRPr="00E37591">
        <w:rPr>
          <w:rFonts w:hint="cs"/>
          <w:rtl/>
          <w:lang w:bidi="ur-PK"/>
        </w:rPr>
        <w:t>ے متعلق محمد بن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اکثر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ہوتاہے کہ </w:t>
      </w:r>
      <w:r w:rsidRPr="00E37591">
        <w:rPr>
          <w:rtl/>
          <w:lang w:bidi="ur-PK"/>
        </w:rPr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گھر مہمان آگی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دوسرے کی</w:t>
      </w:r>
      <w:r w:rsidRPr="00E37591">
        <w:rPr>
          <w:rtl/>
          <w:lang w:bidi="ur-PK"/>
        </w:rPr>
        <w:t xml:space="preserve"> پت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آگ پرس</w:t>
      </w:r>
      <w:r w:rsidRPr="00E37591">
        <w:rPr>
          <w:rFonts w:hint="cs"/>
          <w:rtl/>
          <w:lang w:bidi="ur-PK"/>
        </w:rPr>
        <w:t>ے اتارکر مہمان کردے دی</w:t>
      </w:r>
      <w:r w:rsidRPr="00E37591">
        <w:rPr>
          <w:rtl/>
          <w:lang w:bidi="ur-PK"/>
        </w:rPr>
        <w:t xml:space="preserve"> اور مالک کو معلوم </w:t>
      </w:r>
      <w:r w:rsidRPr="00E37591">
        <w:rPr>
          <w:rFonts w:hint="cs"/>
          <w:rtl/>
          <w:lang w:bidi="ur-PK"/>
        </w:rPr>
        <w:t>ہواتو وہ می</w:t>
      </w:r>
      <w:r w:rsidRPr="00E37591">
        <w:rPr>
          <w:rFonts w:hint="eastAsia"/>
          <w:rtl/>
          <w:lang w:bidi="ur-PK"/>
        </w:rPr>
        <w:t>زبان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کہتاہے اللہ مبارک کرے۔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آپ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نافذ </w:t>
      </w:r>
      <w:r w:rsidRPr="00E37591">
        <w:rPr>
          <w:rFonts w:hint="cs"/>
          <w:rtl/>
          <w:lang w:bidi="ur-PK"/>
        </w:rPr>
        <w:t>ہوسکتے ہی</w:t>
      </w:r>
      <w:r w:rsidRPr="00E37591">
        <w:rPr>
          <w:rFonts w:hint="eastAsia"/>
          <w:rtl/>
          <w:lang w:bidi="ur-PK"/>
        </w:rPr>
        <w:t>ں؟اور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بعد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ں؟</w:t>
      </w:r>
      <w:r w:rsidRPr="00E37591">
        <w:rPr>
          <w:rFonts w:hint="cs"/>
          <w:rtl/>
          <w:lang w:bidi="ur-PK"/>
        </w:rPr>
        <w:t>ہرگزنہی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63137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قسم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دوسرا قانون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کا تعلق عرض وطلب اور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منافع س</w:t>
      </w:r>
      <w:r w:rsidRPr="00E37591">
        <w:rPr>
          <w:rFonts w:hint="cs"/>
          <w:rtl/>
          <w:lang w:bidi="ur-PK"/>
        </w:rPr>
        <w:t>ے ہے جس کی</w:t>
      </w:r>
      <w:r w:rsidRPr="00E37591">
        <w:rPr>
          <w:rtl/>
          <w:lang w:bidi="ur-PK"/>
        </w:rPr>
        <w:t xml:space="preserve"> شرح 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ڈو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طرح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مزدور کو اجرت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ملنا چاہئے جس سے وہ اپنی</w:t>
      </w:r>
      <w:r w:rsidRPr="00E37591">
        <w:rPr>
          <w:rtl/>
          <w:lang w:bidi="ur-PK"/>
        </w:rPr>
        <w:t xml:space="preserve"> طاقت عمل کو محفوظ رک</w:t>
      </w:r>
      <w:r w:rsidRPr="00E37591">
        <w:rPr>
          <w:rFonts w:hint="cs"/>
          <w:rtl/>
          <w:lang w:bidi="ur-PK"/>
        </w:rPr>
        <w:t>ھ سکے۔اس حصہ کی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بازار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ب</w:t>
      </w:r>
      <w:r w:rsidRPr="00E37591">
        <w:rPr>
          <w:rFonts w:hint="eastAsia"/>
          <w:rtl/>
          <w:lang w:bidi="ur-PK"/>
        </w:rPr>
        <w:t>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منافع کو مختلف انداز س</w:t>
      </w:r>
      <w:r w:rsidRPr="00E37591">
        <w:rPr>
          <w:rFonts w:hint="cs"/>
          <w:rtl/>
          <w:lang w:bidi="ur-PK"/>
        </w:rPr>
        <w:t>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631370" w:rsidRPr="00E37591" w:rsidRDefault="0063137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قانون کا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یہ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اجرت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مزدور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نکاح ونسل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ہوں گے اور اس طرح اولاد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مزدوروں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مزدوروں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جب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فقر وفاق</w:t>
      </w:r>
      <w:r w:rsidRPr="00E37591">
        <w:rPr>
          <w:rFonts w:hint="cs"/>
          <w:rtl/>
          <w:lang w:bidi="ur-PK"/>
        </w:rPr>
        <w:t>ہ بڑھے گا او رجب فقر وفاقہ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تو مزدور کم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جب مزدر کم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اجرت پھرزی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ا</w:t>
      </w:r>
      <w:r w:rsidRPr="00E37591">
        <w:rPr>
          <w:rFonts w:hint="cs"/>
          <w:rtl/>
          <w:lang w:bidi="ur-PK"/>
        </w:rPr>
        <w:t>ہل اقتصاد نے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کایہ</w:t>
      </w:r>
      <w:r w:rsidRPr="00E37591">
        <w:rPr>
          <w:rtl/>
          <w:lang w:bidi="ur-PK"/>
        </w:rPr>
        <w:t xml:space="preserve"> قانون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رکھتاہے حالانکہ یہ</w:t>
      </w:r>
      <w:r w:rsidRPr="00E37591">
        <w:rPr>
          <w:rtl/>
          <w:lang w:bidi="ur-PK"/>
        </w:rPr>
        <w:t xml:space="preserve"> بالکل غلط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قانون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کارگر </w:t>
      </w:r>
      <w:r w:rsidRPr="00E37591">
        <w:rPr>
          <w:rFonts w:hint="cs"/>
          <w:rtl/>
          <w:lang w:bidi="ur-PK"/>
        </w:rPr>
        <w:t>ہوگاجب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پسماند</w:t>
      </w:r>
      <w:r w:rsidRPr="00E37591">
        <w:rPr>
          <w:rFonts w:hint="cs"/>
          <w:rtl/>
          <w:lang w:bidi="ur-PK"/>
        </w:rPr>
        <w:t>ہ طبقہ کا کوئی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 نہ ہو اور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بازار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کا</w:t>
      </w:r>
      <w:r w:rsidRPr="00E37591">
        <w:rPr>
          <w:rtl/>
          <w:lang w:bidi="ur-PK"/>
        </w:rPr>
        <w:t xml:space="preserve"> قانون موجود </w:t>
      </w:r>
      <w:r w:rsidRPr="00E37591">
        <w:rPr>
          <w:rFonts w:hint="cs"/>
          <w:rtl/>
          <w:lang w:bidi="ur-PK"/>
        </w:rPr>
        <w:t>ہوا (جی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ہے)ی</w:t>
      </w:r>
      <w:r w:rsidRPr="00E37591">
        <w:rPr>
          <w:rFonts w:hint="eastAsia"/>
          <w:rtl/>
          <w:lang w:bidi="ur-PK"/>
        </w:rPr>
        <w:t>ابازار</w:t>
      </w:r>
      <w:r w:rsidRPr="00E37591">
        <w:rPr>
          <w:rtl/>
          <w:lang w:bidi="ur-PK"/>
        </w:rPr>
        <w:t xml:space="preserve"> کاکوئ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ن</w:t>
      </w:r>
      <w:r w:rsidRPr="00E37591">
        <w:rPr>
          <w:rFonts w:hint="cs"/>
          <w:rtl/>
          <w:lang w:bidi="ur-PK"/>
        </w:rPr>
        <w:t>ہ ہوجی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 تووہاں یہ</w:t>
      </w:r>
      <w:r w:rsidRPr="00E37591">
        <w:rPr>
          <w:rtl/>
          <w:lang w:bidi="ur-PK"/>
        </w:rPr>
        <w:t xml:space="preserve"> قانون بالکل لغو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خلاص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 علم اقتصاد ن</w:t>
      </w:r>
      <w:r w:rsidRPr="00E37591">
        <w:rPr>
          <w:rFonts w:hint="cs"/>
          <w:rtl/>
          <w:lang w:bidi="ur-PK"/>
        </w:rPr>
        <w:t>ے جتنے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وضع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کا تعلق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س</w:t>
      </w:r>
      <w:r w:rsidRPr="00E37591">
        <w:rPr>
          <w:rFonts w:hint="cs"/>
          <w:rtl/>
          <w:lang w:bidi="ur-PK"/>
        </w:rPr>
        <w:t>ے ہے اور چونکہ اس قسم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تعلق اراد</w:t>
      </w:r>
      <w:r w:rsidRPr="00E37591">
        <w:rPr>
          <w:rFonts w:hint="cs"/>
          <w:rtl/>
          <w:lang w:bidi="ur-PK"/>
        </w:rPr>
        <w:t>ہ، افکار ،مفاہی</w:t>
      </w:r>
      <w:r w:rsidRPr="00E37591">
        <w:rPr>
          <w:rFonts w:hint="eastAsia"/>
          <w:rtl/>
          <w:lang w:bidi="ur-PK"/>
        </w:rPr>
        <w:t>م،اقدار،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اور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ہوتاہے لہٰذا ان کا انطباق صرف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پر ہوسکتاہے کسی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 xml:space="preserve">ے معاشرہ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بالکل لغواور بے کار ہوں 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FA78C3">
      <w:pPr>
        <w:pStyle w:val="Heading2"/>
        <w:rPr>
          <w:rtl/>
          <w:lang w:bidi="ur-PK"/>
        </w:rPr>
      </w:pPr>
      <w:bookmarkStart w:id="164" w:name="_Toc468966851"/>
      <w:bookmarkStart w:id="165" w:name="_Toc468970774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4</w:t>
      </w:r>
      <w:r w:rsidRPr="0006314C">
        <w:rPr>
          <w:rFonts w:hint="cs"/>
          <w:rtl/>
          <w:lang w:bidi="ur-PK"/>
        </w:rPr>
        <w:t>)مذہب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06314C">
        <w:rPr>
          <w:rFonts w:hint="cs"/>
          <w:rtl/>
          <w:lang w:bidi="ur-PK"/>
        </w:rPr>
        <w:t>ے افکار واقدار پر نقد ونظر</w:t>
      </w:r>
      <w:bookmarkEnd w:id="164"/>
      <w:bookmarkEnd w:id="165"/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ہوتاہے کہ اس کاسنگ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ہے۔اسی</w:t>
      </w:r>
      <w:r w:rsidRPr="00E37591">
        <w:rPr>
          <w:rtl/>
          <w:lang w:bidi="ur-PK"/>
        </w:rPr>
        <w:t xml:space="preserve"> پر جمل</w:t>
      </w:r>
      <w:r w:rsidRPr="00E37591">
        <w:rPr>
          <w:rFonts w:hint="cs"/>
          <w:rtl/>
          <w:lang w:bidi="ur-PK"/>
        </w:rPr>
        <w:t>ہ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رنگ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نقاد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آزادی</w:t>
      </w:r>
      <w:r w:rsidRPr="00E37591">
        <w:rPr>
          <w:rtl/>
          <w:lang w:bidi="ur-PK"/>
        </w:rPr>
        <w:t xml:space="preserve">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تاکہ اس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 xml:space="preserve">ہوسکے جس پر </w:t>
      </w:r>
      <w:r w:rsidRPr="00E37591">
        <w:rPr>
          <w:rFonts w:hint="eastAsia"/>
          <w:rtl/>
          <w:lang w:bidi="ur-PK"/>
        </w:rPr>
        <w:t>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قائم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پہلاسوال یہ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ھرتاہے کہ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ہے؟انسان کو یہ</w:t>
      </w:r>
      <w:r w:rsidRPr="00E37591">
        <w:rPr>
          <w:rtl/>
          <w:lang w:bidi="ur-PK"/>
        </w:rPr>
        <w:t xml:space="preserve"> حق ک</w:t>
      </w:r>
      <w:r w:rsidRPr="00E37591">
        <w:rPr>
          <w:rFonts w:hint="cs"/>
          <w:rtl/>
          <w:lang w:bidi="ur-PK"/>
        </w:rPr>
        <w:t>ہاں سے حاصل ہواہے؟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سوال کے جواب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چند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احترام واجب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انسان کے انفرادی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موافقت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ہر اجتماع پسند نظام کے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افراد کو مکمل آزادی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تاکہ وہ اپنے ذاتی</w:t>
      </w:r>
      <w:r w:rsidRPr="00E37591">
        <w:rPr>
          <w:rtl/>
          <w:lang w:bidi="ur-PK"/>
        </w:rPr>
        <w:t xml:space="preserve"> اغراض 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 کام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</w:t>
      </w:r>
      <w:r w:rsidRPr="00E37591">
        <w:rPr>
          <w:rFonts w:hint="cs"/>
          <w:rtl/>
          <w:lang w:bidi="ur-PK"/>
        </w:rPr>
        <w:t>ٹومیٹکل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مصالح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چونکہ انفرادی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تمام ا</w:t>
      </w:r>
      <w:r w:rsidRPr="00E37591">
        <w:rPr>
          <w:rFonts w:hint="eastAsia"/>
          <w:rtl/>
          <w:lang w:bidi="ur-PK"/>
        </w:rPr>
        <w:t>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سرچشم</w:t>
      </w:r>
      <w:r w:rsidRPr="00E37591">
        <w:rPr>
          <w:rFonts w:hint="cs"/>
          <w:rtl/>
          <w:lang w:bidi="ur-PK"/>
        </w:rPr>
        <w:t xml:space="preserve">ہ ہے اس لئے اس کا پورا </w:t>
      </w:r>
      <w:r w:rsidRPr="00E37591">
        <w:rPr>
          <w:rtl/>
          <w:lang w:bidi="ur-PK"/>
        </w:rPr>
        <w:t>پورا تحفظ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عالم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پور</w:t>
      </w:r>
      <w:r w:rsidRPr="00E37591">
        <w:rPr>
          <w:rFonts w:hint="cs"/>
          <w:rtl/>
          <w:lang w:bidi="ur-PK"/>
        </w:rPr>
        <w:t>ے طور 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پرزورد</w:t>
      </w:r>
      <w:r w:rsidRPr="00E37591">
        <w:rPr>
          <w:rFonts w:hint="cs"/>
          <w:rtl/>
          <w:lang w:bidi="ur-PK"/>
        </w:rPr>
        <w:t>ے سکتاہے اس لئے ہر شخص کو اس آزادی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بہرہ ور ہونا چاہئے تاکہ اپنے ذاتی</w:t>
      </w:r>
      <w:r w:rsidRPr="00E37591">
        <w:rPr>
          <w:rtl/>
          <w:lang w:bidi="ur-PK"/>
        </w:rPr>
        <w:t xml:space="preserve"> اغراض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پوری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اور اس طرح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ثروت کااضاف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فکر 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الگ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 ہے۔وہاںانفرادی</w:t>
      </w:r>
      <w:r w:rsidRPr="00E37591">
        <w:rPr>
          <w:rtl/>
          <w:lang w:bidi="ur-PK"/>
        </w:rPr>
        <w:t xml:space="preserve"> مصالح کو تمام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صرف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محدود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آزادی</w:t>
      </w:r>
      <w:r w:rsidRPr="00E37591">
        <w:rPr>
          <w:rtl/>
          <w:lang w:bidi="ur-PK"/>
        </w:rPr>
        <w:t xml:space="preserve"> انسان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 جو اسے ملنا چاہئے۔چاہے اس سے مصالح عامہ روبراہ 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ہوں۔پی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ہو۔اس لئے کہ کسی</w:t>
      </w:r>
      <w:r w:rsidRPr="00E37591">
        <w:rPr>
          <w:rtl/>
          <w:lang w:bidi="ur-PK"/>
        </w:rPr>
        <w:t xml:space="preserve"> شخص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حق س</w:t>
      </w:r>
      <w:r w:rsidRPr="00E37591">
        <w:rPr>
          <w:rFonts w:hint="cs"/>
          <w:rtl/>
          <w:lang w:bidi="ur-PK"/>
        </w:rPr>
        <w:t>ے محروم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ے خلاف 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انداز فکر سابق ک</w:t>
      </w:r>
      <w:r w:rsidRPr="00E37591">
        <w:rPr>
          <w:rFonts w:hint="cs"/>
          <w:rtl/>
          <w:lang w:bidi="ur-PK"/>
        </w:rPr>
        <w:t>ے 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مختلف ہے اس لئے کہ اب تک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آزادی</w:t>
      </w:r>
      <w:r w:rsidRPr="00E37591">
        <w:rPr>
          <w:rtl/>
          <w:lang w:bidi="ur-PK"/>
        </w:rPr>
        <w:t xml:space="preserve"> کو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طلب </w:t>
      </w:r>
      <w:r w:rsidRPr="00E37591">
        <w:rPr>
          <w:rFonts w:hint="cs"/>
          <w:rtl/>
          <w:lang w:bidi="ur-PK"/>
        </w:rPr>
        <w:t>ہو گئی</w:t>
      </w:r>
      <w:r w:rsidRPr="00E37591">
        <w:rPr>
          <w:rtl/>
          <w:lang w:bidi="ur-PK"/>
        </w:rPr>
        <w:t xml:space="preserve"> جس کا قبول کرنا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فرض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تمام افکار کا خلاصہ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مصالح عام</w:t>
      </w:r>
      <w:r w:rsidRPr="00E37591">
        <w:rPr>
          <w:rFonts w:hint="cs"/>
          <w:rtl/>
          <w:lang w:bidi="ur-PK"/>
        </w:rPr>
        <w:t>ہ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آزادی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اضافہ کا باعث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آزادی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مقام پر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نوں</w:t>
      </w:r>
      <w:r w:rsidRPr="00E37591">
        <w:rPr>
          <w:rtl/>
          <w:lang w:bidi="ur-PK"/>
        </w:rPr>
        <w:t xml:space="preserve"> کا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کرنا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66" w:name="_Toc468966852"/>
      <w:bookmarkStart w:id="167" w:name="_Toc468970775"/>
      <w:r w:rsidRPr="00E37591">
        <w:rPr>
          <w:rFonts w:hint="eastAsia"/>
          <w:rtl/>
          <w:lang w:bidi="ur-PK"/>
        </w:rPr>
        <w:t>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مصالح عام</w:t>
      </w:r>
      <w:r w:rsidRPr="0006314C">
        <w:rPr>
          <w:rFonts w:hint="cs"/>
          <w:rtl/>
          <w:lang w:bidi="ur-PK"/>
        </w:rPr>
        <w:t>ہ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06314C">
        <w:rPr>
          <w:rFonts w:hint="cs"/>
          <w:rtl/>
          <w:lang w:bidi="ur-PK"/>
        </w:rPr>
        <w:t>ہے</w:t>
      </w:r>
      <w:bookmarkEnd w:id="166"/>
      <w:bookmarkEnd w:id="16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کا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کے ذاتی</w:t>
      </w:r>
      <w:r w:rsidRPr="00E37591">
        <w:rPr>
          <w:rtl/>
          <w:lang w:bidi="ur-PK"/>
        </w:rPr>
        <w:t xml:space="preserve"> مصالح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س</w:t>
      </w:r>
      <w:r w:rsidRPr="00E37591">
        <w:rPr>
          <w:rFonts w:hint="cs"/>
          <w:rtl/>
          <w:lang w:bidi="ur-PK"/>
        </w:rPr>
        <w:t>ے ہمرنگ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ہٰذااگر انسان کو انفرادی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کہ وہ اپنے لئے ہی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کر</w:t>
      </w:r>
      <w:r w:rsidRPr="00E37591">
        <w:rPr>
          <w:rFonts w:hint="cs"/>
          <w:rtl/>
          <w:lang w:bidi="ur-PK"/>
        </w:rPr>
        <w:t>ے تو اس کا فائدہ اجتماع کو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ہنچ جائے گا اور اس کے لئے نہ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رس</w:t>
      </w:r>
      <w:r w:rsidRPr="00E37591">
        <w:rPr>
          <w:rFonts w:hint="eastAsia"/>
          <w:rtl/>
          <w:lang w:bidi="ur-PK"/>
        </w:rPr>
        <w:t>وم</w:t>
      </w:r>
      <w:r w:rsidRPr="00E37591">
        <w:rPr>
          <w:rtl/>
          <w:lang w:bidi="ur-PK"/>
        </w:rPr>
        <w:t xml:space="preserve"> وتقال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ی۔اس لئے کہ انسان کسی</w:t>
      </w:r>
      <w:r w:rsidRPr="00E37591">
        <w:rPr>
          <w:rtl/>
          <w:lang w:bidi="ur-PK"/>
        </w:rPr>
        <w:t xml:space="preserve"> قدر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بداخلاق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ہوجائے اپنی</w:t>
      </w:r>
      <w:r w:rsidRPr="00E37591">
        <w:rPr>
          <w:rtl/>
          <w:lang w:bidi="ur-PK"/>
        </w:rPr>
        <w:t xml:space="preserve"> ذات ک</w:t>
      </w:r>
      <w:r w:rsidRPr="00E37591">
        <w:rPr>
          <w:rFonts w:hint="cs"/>
          <w:rtl/>
          <w:lang w:bidi="ur-PK"/>
        </w:rPr>
        <w:t>ے لئے کام ضرور کرے گا یہ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شدہ ہے کہ ذاتی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کا اثر بھی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مصلحت پر پ</w:t>
      </w:r>
      <w:r w:rsidRPr="00E37591">
        <w:rPr>
          <w:rFonts w:hint="cs"/>
          <w:rtl/>
          <w:lang w:bidi="ur-PK"/>
        </w:rPr>
        <w:t>ڑتاہے لہٰذا اس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معاشرہ غی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کام سے استفادہ کرلے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سرمایہ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ان کا تمام کام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چل جاتا</w:t>
      </w:r>
      <w:r w:rsidRPr="00E37591">
        <w:rPr>
          <w:rFonts w:hint="cs"/>
          <w:rtl/>
          <w:lang w:bidi="ur-PK"/>
        </w:rPr>
        <w:t>ہے۔تو ان پا</w:t>
      </w:r>
      <w:r w:rsidRPr="00E37591">
        <w:rPr>
          <w:rtl/>
          <w:lang w:bidi="ur-PK"/>
        </w:rPr>
        <w:t>بند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سرلے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مناسب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رامطلب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قدروں کا وجود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کوئی</w:t>
      </w:r>
      <w:r w:rsidRPr="00E37591">
        <w:rPr>
          <w:rtl/>
          <w:lang w:bidi="ur-PK"/>
        </w:rPr>
        <w:t xml:space="preserve"> شخص اس پر اعتراض کرد</w:t>
      </w:r>
      <w:r w:rsidRPr="00E37591">
        <w:rPr>
          <w:rFonts w:hint="cs"/>
          <w:rtl/>
          <w:lang w:bidi="ur-PK"/>
        </w:rPr>
        <w:t>ے بلکہ می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مقصد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نظام کو ان اخلاقی</w:t>
      </w:r>
      <w:r w:rsidRPr="00E37591">
        <w:rPr>
          <w:rtl/>
          <w:lang w:bidi="ur-PK"/>
        </w:rPr>
        <w:t xml:space="preserve"> اقدار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کام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اقدار ک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چل سکتا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ہواخواہوں نے اس کوی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کارخانے والا اپنے خارکانے کو ترقی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کر</w:t>
      </w:r>
      <w:r w:rsidRPr="00E37591">
        <w:rPr>
          <w:rFonts w:hint="cs"/>
          <w:rtl/>
          <w:lang w:bidi="ur-PK"/>
        </w:rPr>
        <w:t xml:space="preserve">ے گا۔مقابلہ کا بازار گرم ہوگا۔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Pr="00C1264A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ہر شخص کو دوسرے کے آگے بڑھ جانے کا خطرہ ہوگا اور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عمدہ سے عمدہ آلات استعمال کرے گا۔ا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اچھی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اور اس طرح صرف ذاتی</w:t>
      </w:r>
      <w:r w:rsidRPr="00E37591">
        <w:rPr>
          <w:rtl/>
          <w:lang w:bidi="ur-PK"/>
        </w:rPr>
        <w:t xml:space="preserve"> اغراض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سے بہتر عالم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ضرورت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اخلاقی</w:t>
      </w:r>
      <w:r w:rsidRPr="00E37591">
        <w:rPr>
          <w:rtl/>
          <w:lang w:bidi="ur-PK"/>
        </w:rPr>
        <w:t xml:space="preserve"> اور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ے۔نصی</w:t>
      </w:r>
      <w:r w:rsidRPr="00E37591">
        <w:rPr>
          <w:rFonts w:hint="eastAsia"/>
          <w:rtl/>
          <w:lang w:bidi="ur-PK"/>
        </w:rPr>
        <w:t>حت</w:t>
      </w:r>
      <w:r w:rsidRPr="00E37591">
        <w:rPr>
          <w:rtl/>
          <w:lang w:bidi="ur-PK"/>
        </w:rPr>
        <w:t xml:space="preserve"> وموعظ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سنائ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۔دعوت عمل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ے؟جبکہ تمام کام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زحمتوں ک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ہورہاہے اور بہتر سے بہتر ہورہاہے۔ان کے لئے سب سے بڑاموعظہ اور سب سے موثر نصی</w:t>
      </w:r>
      <w:r w:rsidRPr="00E37591">
        <w:rPr>
          <w:rFonts w:hint="eastAsia"/>
          <w:rtl/>
          <w:lang w:bidi="ur-PK"/>
        </w:rPr>
        <w:t>حت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قابل</w:t>
      </w:r>
      <w:r w:rsidRPr="00E37591">
        <w:rPr>
          <w:rtl/>
          <w:lang w:bidi="ur-PK"/>
        </w:rPr>
        <w:t xml:space="preserve"> کا وجود </w:t>
      </w:r>
      <w:r w:rsidRPr="00E37591">
        <w:rPr>
          <w:rFonts w:hint="cs"/>
          <w:rtl/>
          <w:lang w:bidi="ur-PK"/>
        </w:rPr>
        <w:t>ہے جس کے آگے بڑھ جانے کا خطرہ ہر آن لگاہواہے اور جس کے پس منظر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چل بسی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آج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فکر پر خند</w:t>
      </w:r>
      <w:r w:rsidRPr="00E37591">
        <w:rPr>
          <w:rFonts w:hint="cs"/>
          <w:rtl/>
          <w:lang w:bidi="ur-PK"/>
        </w:rPr>
        <w:t>ہ بہ لب ہے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وہ تمام صفحات محوکردی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مظالم کی</w:t>
      </w:r>
      <w:r w:rsidRPr="00E37591">
        <w:rPr>
          <w:rtl/>
          <w:lang w:bidi="ur-PK"/>
        </w:rPr>
        <w:t xml:space="preserve"> داستان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خوشگوار حالات نظروں س</w:t>
      </w:r>
      <w:r w:rsidRPr="00E37591">
        <w:rPr>
          <w:rFonts w:hint="cs"/>
          <w:rtl/>
          <w:lang w:bidi="ur-PK"/>
        </w:rPr>
        <w:t>ے غائب ہوجائی</w:t>
      </w:r>
      <w:r w:rsidRPr="00E37591">
        <w:rPr>
          <w:rFonts w:hint="eastAsia"/>
          <w:rtl/>
          <w:lang w:bidi="ur-PK"/>
        </w:rPr>
        <w:t>ںگ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تضاد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طور پرنظر آر</w:t>
      </w:r>
      <w:r w:rsidRPr="00E37591">
        <w:rPr>
          <w:rFonts w:hint="cs"/>
          <w:rtl/>
          <w:lang w:bidi="ur-PK"/>
        </w:rPr>
        <w:t>ہاتھا۔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اخلاق واقدار ک</w:t>
      </w:r>
      <w:r w:rsidRPr="00E37591">
        <w:rPr>
          <w:rFonts w:hint="cs"/>
          <w:rtl/>
          <w:lang w:bidi="ur-PK"/>
        </w:rPr>
        <w:t>ے انکار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بدنظم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فراموش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قابل 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اندازہ بڑی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ہولت سے ہوسکتاہے جس نے تمام افکار واقدار کا انکار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انداز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انحطاط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معاشروں س</w:t>
      </w:r>
      <w:r w:rsidRPr="00E37591">
        <w:rPr>
          <w:rFonts w:hint="cs"/>
          <w:rtl/>
          <w:lang w:bidi="ur-PK"/>
        </w:rPr>
        <w:t>ے تعلقات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پرست افراد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اس بدنظم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احساس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شروع ک</w:t>
      </w:r>
      <w:r w:rsidRPr="00E37591">
        <w:rPr>
          <w:rFonts w:hint="cs"/>
          <w:rtl/>
          <w:lang w:bidi="ur-PK"/>
        </w:rPr>
        <w:t>ی۔لی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س</w:t>
      </w:r>
      <w:r w:rsidRPr="00E37591">
        <w:rPr>
          <w:rFonts w:hint="cs"/>
          <w:rtl/>
          <w:lang w:bidi="ur-PK"/>
        </w:rPr>
        <w:t>ے خالی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رکھے گی۔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ملاحظ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معلوم </w:t>
      </w:r>
      <w:r w:rsidRPr="00E37591">
        <w:rPr>
          <w:rFonts w:hint="cs"/>
          <w:rtl/>
          <w:lang w:bidi="ur-PK"/>
        </w:rPr>
        <w:t>ہوگاکہ اسی</w:t>
      </w:r>
      <w:r w:rsidRPr="00E37591">
        <w:rPr>
          <w:rtl/>
          <w:lang w:bidi="ur-PK"/>
        </w:rPr>
        <w:t xml:space="preserve"> محدود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 کہ ہر صاحب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انسان ن</w:t>
      </w:r>
      <w:r w:rsidRPr="00E37591">
        <w:rPr>
          <w:rFonts w:hint="cs"/>
          <w:rtl/>
          <w:lang w:bidi="ur-PK"/>
        </w:rPr>
        <w:t>ے اسے اپنے ہاتھ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اسلح</w:t>
      </w:r>
      <w:r w:rsidRPr="00E37591">
        <w:rPr>
          <w:rFonts w:hint="cs"/>
          <w:rtl/>
          <w:lang w:bidi="ur-PK"/>
        </w:rPr>
        <w:t>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پست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گردن کا</w:t>
      </w:r>
      <w:r w:rsidRPr="00E37591">
        <w:rPr>
          <w:rFonts w:hint="cs"/>
          <w:rtl/>
          <w:lang w:bidi="ur-PK"/>
        </w:rPr>
        <w:t>ٹنا شروع کر دی۔اسے اپنے مصالح سے غرض تھی</w:t>
      </w:r>
      <w:r w:rsidRPr="00E37591">
        <w:rPr>
          <w:rtl/>
          <w:lang w:bidi="ur-PK"/>
        </w:rPr>
        <w:t xml:space="preserve"> دوسروں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ھا۔فطری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ہٰذا استفادہ کے مواقع بھی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ھے۔اب باقی</w:t>
      </w:r>
      <w:r w:rsidRPr="00E37591">
        <w:rPr>
          <w:rtl/>
          <w:lang w:bidi="ur-PK"/>
        </w:rPr>
        <w:t xml:space="preserve"> افراد کا فرض </w:t>
      </w:r>
      <w:r w:rsidRPr="00E37591">
        <w:rPr>
          <w:rFonts w:hint="cs"/>
          <w:rtl/>
          <w:lang w:bidi="ur-PK"/>
        </w:rPr>
        <w:t>ہے کہ اس کے زی</w:t>
      </w:r>
      <w:r w:rsidRPr="00E37591">
        <w:rPr>
          <w:rFonts w:hint="eastAsia"/>
          <w:rtl/>
          <w:lang w:bidi="ur-PK"/>
        </w:rPr>
        <w:t>ردست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کرم کا سہارا لے کر زندگی</w:t>
      </w:r>
      <w:r w:rsidRPr="00E37591">
        <w:rPr>
          <w:rtl/>
          <w:lang w:bidi="ur-PK"/>
        </w:rPr>
        <w:t xml:space="preserve"> گذار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۔جس کا آخری</w:t>
      </w:r>
      <w:r w:rsidRPr="00E37591">
        <w:rPr>
          <w:rtl/>
          <w:lang w:bidi="ur-PK"/>
        </w:rPr>
        <w:t xml:space="preserve"> انجام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خود انسان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متاع بن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دوفروخت</w:t>
      </w:r>
      <w:r w:rsidRPr="00E37591">
        <w:rPr>
          <w:rtl/>
          <w:lang w:bidi="ur-PK"/>
        </w:rPr>
        <w:t xml:space="preserve"> شروع </w:t>
      </w:r>
      <w:r w:rsidRPr="00E37591">
        <w:rPr>
          <w:rFonts w:hint="cs"/>
          <w:rtl/>
          <w:lang w:bidi="ur-PK"/>
        </w:rPr>
        <w:t>ہوگئی۔جب انسانوں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تو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ھٹ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ی۔اور اس حد تک کہ لوگ بھوک سے تباہ ہونے لگے۔ سٹرکوں پر ان کے جنازے نظرآنے لگے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محفوظ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مکمل آزادی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کرتارہااور دوسرا موت کے گھاٹ اترتارہا۔ ہر شخص اس امی</w:t>
      </w:r>
      <w:r w:rsidRPr="00E37591">
        <w:rPr>
          <w:rFonts w:hint="eastAsia"/>
          <w:rtl/>
          <w:lang w:bidi="ur-PK"/>
        </w:rPr>
        <w:t>دپر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تار</w:t>
      </w:r>
      <w:r w:rsidRPr="00E37591">
        <w:rPr>
          <w:rFonts w:hint="cs"/>
          <w:rtl/>
          <w:lang w:bidi="ur-PK"/>
        </w:rPr>
        <w:t>ہاکہ</w:t>
      </w:r>
      <w:r w:rsidRPr="00E37591">
        <w:rPr>
          <w:rtl/>
          <w:lang w:bidi="ur-PK"/>
        </w:rPr>
        <w:t xml:space="preserve"> اگر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قوم ک</w:t>
      </w:r>
      <w:r w:rsidRPr="00E37591">
        <w:rPr>
          <w:rFonts w:hint="cs"/>
          <w:rtl/>
          <w:lang w:bidi="ur-PK"/>
        </w:rPr>
        <w:t>ے چند افرادی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 سے مرجائی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اچ</w:t>
      </w:r>
      <w:r w:rsidRPr="00E37591">
        <w:rPr>
          <w:rFonts w:hint="cs"/>
          <w:rtl/>
          <w:lang w:bidi="ur-PK"/>
        </w:rPr>
        <w:t>ھا ہوتاکہ کام کرنے والوں کی</w:t>
      </w:r>
      <w:r w:rsidRPr="00E37591">
        <w:rPr>
          <w:rtl/>
          <w:lang w:bidi="ur-PK"/>
        </w:rPr>
        <w:t xml:space="preserve"> تعداد کم </w:t>
      </w:r>
      <w:r w:rsidRPr="00E37591">
        <w:rPr>
          <w:rFonts w:hint="cs"/>
          <w:rtl/>
          <w:lang w:bidi="ur-PK"/>
        </w:rPr>
        <w:t>ہو اور اس طرح اجرت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اضافہ ہو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انفرادی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مطابقت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رنگ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روحانی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بدتر </w:t>
      </w:r>
      <w:r w:rsidRPr="00E37591">
        <w:rPr>
          <w:rFonts w:hint="cs"/>
          <w:rtl/>
          <w:lang w:bidi="ur-PK"/>
        </w:rPr>
        <w:t>ہوگا۔یہاں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احسان کے جذبات ہوں گے اور نہ صلۂ رحم کے حوصلے۔ نفسی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انان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بازار،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امداد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جنگ وجدل کو ملے گی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کفالت کا درج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ھوڑدوڑ کو۔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اخلاقی</w:t>
      </w:r>
      <w:r w:rsidRPr="00E37591">
        <w:rPr>
          <w:rtl/>
          <w:lang w:bidi="ur-PK"/>
        </w:rPr>
        <w:t xml:space="preserve"> اقدار کا منکر 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غرض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لے گا۔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ہوسکتاکہ وہ کسی</w:t>
      </w:r>
      <w:r w:rsidRPr="00E37591">
        <w:rPr>
          <w:rtl/>
          <w:lang w:bidi="ur-PK"/>
        </w:rPr>
        <w:t xml:space="preserve"> بناپر اپن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مصالح کو قربان کرد</w:t>
      </w:r>
      <w:r w:rsidRPr="00E37591">
        <w:rPr>
          <w:rFonts w:hint="cs"/>
          <w:rtl/>
          <w:lang w:bidi="ur-PK"/>
        </w:rPr>
        <w:t>ے۔ی</w:t>
      </w:r>
      <w:r w:rsidRPr="00E37591">
        <w:rPr>
          <w:rFonts w:hint="eastAsia"/>
          <w:rtl/>
          <w:lang w:bidi="ur-PK"/>
        </w:rPr>
        <w:t>ااس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مصالح کو 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لائ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کام اجتماعی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گے۔لی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 xml:space="preserve">ہ انسان نفس </w:t>
      </w:r>
      <w:r w:rsidRPr="00E37591">
        <w:rPr>
          <w:rFonts w:hint="eastAsia"/>
          <w:rtl/>
          <w:lang w:bidi="ur-PK"/>
        </w:rPr>
        <w:t>پر</w:t>
      </w:r>
      <w:r w:rsidRPr="00E37591">
        <w:rPr>
          <w:rtl/>
          <w:lang w:bidi="ur-PK"/>
        </w:rPr>
        <w:t xml:space="preserve"> ست </w:t>
      </w:r>
      <w:r w:rsidRPr="00E37591">
        <w:rPr>
          <w:rFonts w:hint="cs"/>
          <w:rtl/>
          <w:lang w:bidi="ur-PK"/>
        </w:rPr>
        <w:t>ہوگا اخلاق پر ست نہ ہوگا۔اور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جس کا فرق انسان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وقت ضرورظا</w:t>
      </w:r>
      <w:r w:rsidRPr="00E37591">
        <w:rPr>
          <w:rFonts w:hint="cs"/>
          <w:rtl/>
          <w:lang w:bidi="ur-PK"/>
        </w:rPr>
        <w:t>ہر ہوگا۔جی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ہم آئندہ تفصی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ساتھ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آثار سے قطع نظربھی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ملک ک</w:t>
      </w:r>
      <w:r w:rsidRPr="00E37591">
        <w:rPr>
          <w:rFonts w:hint="cs"/>
          <w:rtl/>
          <w:lang w:bidi="ur-PK"/>
        </w:rPr>
        <w:t>ے اندر ظاہر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۔توہمی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نظر ان حالات پر ضرورکرن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صرف اپن</w:t>
      </w:r>
      <w:r w:rsidRPr="00E37591">
        <w:rPr>
          <w:rFonts w:hint="cs"/>
          <w:rtl/>
          <w:lang w:bidi="ur-PK"/>
        </w:rPr>
        <w:t>ے معاشرہ کے اجتماعی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مطابقت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معاشروں پر حاد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قوت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مسئل</w:t>
      </w:r>
      <w:r w:rsidRPr="00E37591">
        <w:rPr>
          <w:rFonts w:hint="cs"/>
          <w:rtl/>
          <w:lang w:bidi="ur-PK"/>
        </w:rPr>
        <w:t>ہ کا سب سے بہتر حل خود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بڑی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ہولناک منزلی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</w:t>
      </w:r>
      <w:r w:rsidRPr="00E37591">
        <w:rPr>
          <w:rtl/>
          <w:lang w:bidi="ur-PK"/>
        </w:rPr>
        <w:t>ر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بڑے صبر آزما مواقع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۔جہاں آزادی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کلنک کا 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ہتری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اثرت</w:t>
      </w:r>
      <w:r w:rsidRPr="00E37591">
        <w:rPr>
          <w:rFonts w:hint="cs"/>
          <w:rtl/>
          <w:lang w:bidi="ur-PK"/>
        </w:rPr>
        <w:t>ھاکہ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ممالک نے دی</w:t>
      </w:r>
      <w:r w:rsidRPr="00E37591">
        <w:rPr>
          <w:rFonts w:hint="eastAsia"/>
          <w:rtl/>
          <w:lang w:bidi="ur-PK"/>
        </w:rPr>
        <w:t>وان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وار </w:t>
      </w:r>
      <w:r w:rsidRPr="00E37591">
        <w:rPr>
          <w:rFonts w:hint="cs"/>
          <w:rtl/>
          <w:lang w:bidi="ur-PK"/>
        </w:rPr>
        <w:t>ہمسایہ</w:t>
      </w:r>
      <w:r w:rsidRPr="00E37591">
        <w:rPr>
          <w:rtl/>
          <w:lang w:bidi="ur-PK"/>
        </w:rPr>
        <w:t xml:space="preserve"> ممالک پر قبض</w:t>
      </w:r>
      <w:r w:rsidRPr="00E37591">
        <w:rPr>
          <w:rFonts w:hint="cs"/>
          <w:rtl/>
          <w:lang w:bidi="ur-PK"/>
        </w:rPr>
        <w:t>ہ جمانا شروع کردی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ھا۔اور ان کے ساکنی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غلام بنار</w:t>
      </w:r>
      <w:r w:rsidRPr="00E37591">
        <w:rPr>
          <w:rFonts w:hint="cs"/>
          <w:rtl/>
          <w:lang w:bidi="ur-PK"/>
        </w:rPr>
        <w:t>ہے تھے۔ذراافری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خونچکاں اوراق ملاحظہ کی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شقادت وسنگدل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طوفان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برطان</w:t>
      </w:r>
      <w:r w:rsidRPr="00E37591">
        <w:rPr>
          <w:rFonts w:hint="cs"/>
          <w:rtl/>
          <w:lang w:bidi="ur-PK"/>
        </w:rPr>
        <w:t>یہ،فرانس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ہالی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ڈ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ممالک ملک ک</w:t>
      </w:r>
      <w:r w:rsidRPr="00E37591">
        <w:rPr>
          <w:rFonts w:hint="cs"/>
          <w:rtl/>
          <w:lang w:bidi="ur-PK"/>
        </w:rPr>
        <w:t>ے مختلف رہنے والوں کو غلام بنابناکربازاروں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بچ ر</w:t>
      </w:r>
      <w:r w:rsidRPr="00E37591">
        <w:rPr>
          <w:rFonts w:hint="cs"/>
          <w:rtl/>
          <w:lang w:bidi="ur-PK"/>
        </w:rPr>
        <w:t>ہے تھے۔عالم 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دیہاتوں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ھی۔اور جب بی</w:t>
      </w:r>
      <w:r w:rsidRPr="00E37591">
        <w:rPr>
          <w:rFonts w:hint="eastAsia"/>
          <w:rtl/>
          <w:lang w:bidi="ur-PK"/>
        </w:rPr>
        <w:t>چار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گاؤں س</w:t>
      </w:r>
      <w:r w:rsidRPr="00E37591">
        <w:rPr>
          <w:rFonts w:hint="cs"/>
          <w:rtl/>
          <w:lang w:bidi="ur-PK"/>
        </w:rPr>
        <w:t>ے باہر نکل پڑتے تھے تو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کرک</w:t>
      </w:r>
      <w:r w:rsidRPr="00E37591">
        <w:rPr>
          <w:rFonts w:hint="cs"/>
          <w:rtl/>
          <w:lang w:bidi="ur-PK"/>
        </w:rPr>
        <w:t>ے کشتی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پار لاکر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="00D5387C" w:rsidRPr="00E37591">
        <w:rPr>
          <w:rFonts w:hint="cs"/>
          <w:rtl/>
          <w:lang w:bidi="ur-PK"/>
        </w:rPr>
        <w:t>1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تک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مظالم جار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برطانیہ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ظاہری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ہمدردی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اقدام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۔اور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</w:t>
      </w:r>
      <w:r w:rsidRPr="00E37591">
        <w:rPr>
          <w:rFonts w:hint="cs"/>
          <w:rtl/>
          <w:lang w:bidi="ur-PK"/>
        </w:rPr>
        <w:t>ہدات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برد</w:t>
      </w:r>
      <w:r w:rsidRPr="00E37591">
        <w:rPr>
          <w:rFonts w:hint="cs"/>
          <w:rtl/>
          <w:lang w:bidi="ur-PK"/>
        </w:rPr>
        <w:t>ہ فروشی</w:t>
      </w:r>
      <w:r w:rsidRPr="00E37591">
        <w:rPr>
          <w:rtl/>
          <w:lang w:bidi="ur-PK"/>
        </w:rPr>
        <w:t xml:space="preserve"> ممنوع </w:t>
      </w:r>
      <w:r w:rsidRPr="00E37591">
        <w:rPr>
          <w:rFonts w:hint="cs"/>
          <w:rtl/>
          <w:lang w:bidi="ur-PK"/>
        </w:rPr>
        <w:t>ہولی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یہ</w:t>
      </w:r>
      <w:r w:rsidRPr="00E37591">
        <w:rPr>
          <w:rtl/>
          <w:lang w:bidi="ur-PK"/>
        </w:rPr>
        <w:t xml:space="preserve"> تمام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برطانیہ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افری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ساحلوں پر اپناا سط</w:t>
      </w:r>
      <w:r w:rsidRPr="00E37591">
        <w:rPr>
          <w:rFonts w:hint="eastAsia"/>
          <w:rtl/>
          <w:lang w:bidi="ur-PK"/>
        </w:rPr>
        <w:t>ول</w:t>
      </w:r>
      <w:r w:rsidRPr="00E37591">
        <w:rPr>
          <w:rtl/>
          <w:lang w:bidi="ur-PK"/>
        </w:rPr>
        <w:t xml:space="preserve"> مقرر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جائز تجارتوں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اس اقدام سے افری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اندر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اندر استعمار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 xml:space="preserve">حرکت شروع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اور اب ان اقوام پر ان کے گھروں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قبض</w:t>
      </w:r>
      <w:r w:rsidRPr="00E37591">
        <w:rPr>
          <w:rFonts w:hint="cs"/>
          <w:rtl/>
          <w:lang w:bidi="ur-PK"/>
        </w:rPr>
        <w:t>ہ ہونے لگا۔ی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بازاروں کی</w:t>
      </w:r>
      <w:r w:rsidRPr="00E37591">
        <w:rPr>
          <w:rtl/>
          <w:lang w:bidi="ur-PK"/>
        </w:rPr>
        <w:t xml:space="preserve"> ضرورت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رہی</w:t>
      </w:r>
      <w:r w:rsidRPr="00E37591">
        <w:rPr>
          <w:rtl/>
          <w:lang w:bidi="ur-PK"/>
        </w:rPr>
        <w:t xml:space="preserve"> اور کام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لگا۔کی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حالات ک</w:t>
      </w:r>
      <w:r w:rsidRPr="00E37591">
        <w:rPr>
          <w:rFonts w:hint="cs"/>
          <w:rtl/>
          <w:lang w:bidi="ur-PK"/>
        </w:rPr>
        <w:t>ے بعد بھی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انصاف پسند انسان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سکت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اخلاقی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عاری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معاشر</w:t>
      </w:r>
      <w:r w:rsidRPr="00E37591">
        <w:rPr>
          <w:rFonts w:hint="cs"/>
          <w:rtl/>
          <w:lang w:bidi="ur-PK"/>
        </w:rPr>
        <w:t>ہ اپنے مصالح کی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عمومی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لے گا؟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68" w:name="_Toc468966853"/>
      <w:bookmarkStart w:id="169" w:name="_Toc468970776"/>
      <w:r w:rsidRPr="00E37591">
        <w:rPr>
          <w:rFonts w:hint="eastAsia"/>
          <w:rtl/>
          <w:lang w:bidi="ur-PK"/>
        </w:rPr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06314C">
        <w:rPr>
          <w:rFonts w:hint="cs"/>
          <w:rtl/>
          <w:lang w:bidi="ur-PK"/>
        </w:rPr>
        <w:t>ہے</w:t>
      </w:r>
      <w:bookmarkEnd w:id="168"/>
      <w:bookmarkEnd w:id="16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آپ کو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ہوگاکہ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مطلق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دوسراجوازاس امر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آزاد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کارخانوں کا مقابل</w:t>
      </w:r>
      <w:r w:rsidRPr="00E37591">
        <w:rPr>
          <w:rFonts w:hint="cs"/>
          <w:rtl/>
          <w:lang w:bidi="ur-PK"/>
        </w:rPr>
        <w:t>ہ ہوتاہے اور ہر شخص اپنی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کو خوشگوار بنان</w:t>
      </w:r>
      <w:r w:rsidRPr="00E37591">
        <w:rPr>
          <w:rFonts w:hint="cs"/>
          <w:rtl/>
          <w:lang w:bidi="ur-PK"/>
        </w:rPr>
        <w:t>ے کے لئے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ب</w:t>
      </w:r>
      <w:r w:rsidRPr="00E37591">
        <w:rPr>
          <w:rFonts w:hint="cs"/>
          <w:rtl/>
          <w:lang w:bidi="ur-PK"/>
        </w:rPr>
        <w:t>ہتر سے بہتر جنس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کہ یہی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 کو جنس ومتاع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مالامال کر 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مقام پر نہ سرمایہ</w:t>
      </w:r>
      <w:r w:rsidRPr="00E37591">
        <w:rPr>
          <w:rtl/>
          <w:lang w:bidi="ur-PK"/>
        </w:rPr>
        <w:t xml:space="preserve"> دار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مفہوم پر غور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مفہوم سے غفلت کا </w:t>
      </w:r>
      <w:r w:rsidRPr="00E37591">
        <w:rPr>
          <w:rtl/>
          <w:lang w:bidi="ur-PK"/>
        </w:rPr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کارخان</w:t>
      </w:r>
      <w:r w:rsidRPr="00E37591">
        <w:rPr>
          <w:rFonts w:hint="cs"/>
          <w:rtl/>
          <w:lang w:bidi="ur-PK"/>
        </w:rPr>
        <w:t>ے برابر کے تونہی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کہ سب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اچ</w:t>
      </w:r>
      <w:r w:rsidRPr="00E37591">
        <w:rPr>
          <w:rFonts w:hint="cs"/>
          <w:rtl/>
          <w:lang w:bidi="ur-PK"/>
        </w:rPr>
        <w:t>ھا اثر پڑے بلکہ کارخانے اپنی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واستعداد ک</w:t>
      </w:r>
      <w:r w:rsidRPr="00E37591">
        <w:rPr>
          <w:rFonts w:hint="cs"/>
          <w:rtl/>
          <w:lang w:bidi="ur-PK"/>
        </w:rPr>
        <w:t>ے اعتبار سے مختلف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۔لہٰذا اس آزادی</w:t>
      </w:r>
      <w:r w:rsidRPr="00E37591">
        <w:rPr>
          <w:rtl/>
          <w:lang w:bidi="ur-PK"/>
        </w:rPr>
        <w:t xml:space="preserve"> کا اثر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ہوگاکہ بڑے بڑے </w:t>
      </w:r>
      <w:r w:rsidRPr="00E37591">
        <w:rPr>
          <w:rFonts w:hint="eastAsia"/>
          <w:rtl/>
          <w:lang w:bidi="ur-PK"/>
        </w:rPr>
        <w:t>کارخانوں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چھوٹے چھوٹے سرمایہ</w:t>
      </w:r>
      <w:r w:rsidRPr="00E37591">
        <w:rPr>
          <w:rtl/>
          <w:lang w:bidi="ur-PK"/>
        </w:rPr>
        <w:t xml:space="preserve"> داروں کو </w:t>
      </w:r>
      <w:r w:rsidRPr="00E37591">
        <w:rPr>
          <w:rFonts w:hint="cs"/>
          <w:rtl/>
          <w:lang w:bidi="ur-PK"/>
        </w:rPr>
        <w:t>ہڑپ کر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معاشر</w:t>
      </w:r>
      <w:r w:rsidRPr="00E37591">
        <w:rPr>
          <w:rFonts w:hint="cs"/>
          <w:rtl/>
          <w:lang w:bidi="ur-PK"/>
        </w:rPr>
        <w:t>ہ تباہی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آخری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پر پہنچ جائے۔احتکار کی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ہواور مالک طبقہ کے لئے موت کی</w:t>
      </w:r>
      <w:r w:rsidRPr="00E37591">
        <w:rPr>
          <w:rtl/>
          <w:lang w:bidi="ur-PK"/>
        </w:rPr>
        <w:t xml:space="preserve"> ارزان</w:t>
      </w:r>
      <w:r w:rsidRPr="00E37591">
        <w:rPr>
          <w:rFonts w:hint="cs"/>
          <w:rtl/>
          <w:lang w:bidi="ur-PK"/>
        </w:rPr>
        <w:t>ی۔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سمجھنے کا مفہوم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مفکری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تمام فکروں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وار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مبذول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بات پر غور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معاشرہ کی</w:t>
      </w:r>
      <w:r w:rsidRPr="00E37591">
        <w:rPr>
          <w:rtl/>
          <w:lang w:bidi="ur-PK"/>
        </w:rPr>
        <w:t xml:space="preserve"> اصلاح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تعلق صرف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اضافہ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عناصر بھی</w:t>
      </w:r>
      <w:r w:rsidRPr="00E37591">
        <w:rPr>
          <w:rtl/>
          <w:lang w:bidi="ur-PK"/>
        </w:rPr>
        <w:t xml:space="preserve"> شر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ک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اہم عنصر ہے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منزل ہے جہاں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عاجز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اعتراف کرنا پ</w:t>
      </w:r>
      <w:r w:rsidRPr="00E37591">
        <w:rPr>
          <w:rFonts w:hint="cs"/>
          <w:rtl/>
          <w:lang w:bidi="ur-PK"/>
        </w:rPr>
        <w:t>ڑتاہے۔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قی</w:t>
      </w:r>
      <w:r w:rsidRPr="00E37591">
        <w:rPr>
          <w:rFonts w:hint="eastAsia"/>
          <w:rtl/>
          <w:lang w:bidi="ur-PK"/>
        </w:rPr>
        <w:t>مت،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پاس جنس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ہووہ خری</w:t>
      </w:r>
      <w:r w:rsidRPr="00E37591">
        <w:rPr>
          <w:rFonts w:hint="eastAsia"/>
          <w:rtl/>
          <w:lang w:bidi="ur-PK"/>
        </w:rPr>
        <w:t>دل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ک</w:t>
      </w:r>
      <w:r w:rsidRPr="00E37591">
        <w:rPr>
          <w:rFonts w:hint="cs"/>
          <w:rtl/>
          <w:lang w:bidi="ur-PK"/>
        </w:rPr>
        <w:t>ھائے۔اور جس کے پاس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ہو، خواہ اس کے اسباب کچھ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ہوں،اسے نہ کھانے کا حق ہے اور نہ جی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آزادی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متاثر افراداتنی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نہ 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کہ اپنی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سکون و 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گذارسکی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ناکام مقابل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نذر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</w:t>
      </w:r>
      <w:r w:rsidRPr="00E37591">
        <w:rPr>
          <w:rFonts w:hint="cs"/>
          <w:rtl/>
          <w:lang w:bidi="ur-PK"/>
        </w:rPr>
        <w:t>ے ان کے خدمات کو قبول کرنے سے انکار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پست طبق</w:t>
      </w:r>
      <w:r w:rsidRPr="00E37591">
        <w:rPr>
          <w:rFonts w:hint="cs"/>
          <w:rtl/>
          <w:lang w:bidi="ur-PK"/>
        </w:rPr>
        <w:t>ہ کا آخری</w:t>
      </w:r>
      <w:r w:rsidRPr="00E37591">
        <w:rPr>
          <w:rtl/>
          <w:lang w:bidi="ur-PK"/>
        </w:rPr>
        <w:t xml:space="preserve"> انجام مو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سوااور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ہوسکتاہے؟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معلوم </w:t>
      </w:r>
      <w:r w:rsidRPr="00E37591">
        <w:rPr>
          <w:rFonts w:hint="cs"/>
          <w:rtl/>
          <w:lang w:bidi="ur-PK"/>
        </w:rPr>
        <w:t>ہوتاہے کہ معاشرہ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صرف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سے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نکتہ ہے جو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بس سے باہر ہے اس لئے کہ اس نے مطلق آزادی</w:t>
      </w:r>
      <w:r w:rsidRPr="00E37591">
        <w:rPr>
          <w:rtl/>
          <w:lang w:bidi="ur-PK"/>
        </w:rPr>
        <w:t xml:space="preserve"> کا قانون وضع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70" w:name="_Toc468966854"/>
      <w:bookmarkStart w:id="171" w:name="_Toc468970777"/>
      <w:r w:rsidRPr="00E37591">
        <w:rPr>
          <w:rFonts w:hint="eastAsia"/>
          <w:rtl/>
          <w:lang w:bidi="ur-PK"/>
        </w:rPr>
        <w:t>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06314C">
        <w:rPr>
          <w:rFonts w:hint="cs"/>
          <w:rtl/>
          <w:lang w:bidi="ur-PK"/>
        </w:rPr>
        <w:t>ہے</w:t>
      </w:r>
      <w:bookmarkEnd w:id="170"/>
      <w:bookmarkEnd w:id="17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آخر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حرب</w:t>
      </w:r>
      <w:r w:rsidRPr="00E37591">
        <w:rPr>
          <w:rFonts w:hint="cs"/>
          <w:rtl/>
          <w:lang w:bidi="ur-PK"/>
        </w:rPr>
        <w:t>ہ جسے اس نے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حماعت ک</w:t>
      </w:r>
      <w:r w:rsidRPr="00E37591">
        <w:rPr>
          <w:rFonts w:hint="cs"/>
          <w:rtl/>
          <w:lang w:bidi="ur-PK"/>
        </w:rPr>
        <w:t>ے لئے استعمال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آزادی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 جو اسے ملنا چاہئے۔آزادی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لفظ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اس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ے نقاب کرنے کے لئے پہلے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سمجھانا چاہتے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صحت کا انداز</w:t>
      </w:r>
      <w:r w:rsidRPr="00E37591">
        <w:rPr>
          <w:rFonts w:hint="cs"/>
          <w:rtl/>
          <w:lang w:bidi="ur-PK"/>
        </w:rPr>
        <w:t>ہ ہوسکے۔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ہوئے فطری</w:t>
      </w:r>
      <w:r w:rsidRPr="00E37591">
        <w:rPr>
          <w:rtl/>
          <w:lang w:bidi="ur-PK"/>
        </w:rPr>
        <w:t xml:space="preserve"> اقتدار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اور اجتماعی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ذمہ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کے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نظام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دونوں قستموں کو الگ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ہمارامقصد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دوسر</w:t>
      </w:r>
      <w:r w:rsidRPr="00E37591">
        <w:rPr>
          <w:rFonts w:hint="cs"/>
          <w:rtl/>
          <w:lang w:bidi="ur-PK"/>
        </w:rPr>
        <w:t>ے پر منطبق نہ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خود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مراد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و</w:t>
      </w:r>
      <w:r w:rsidRPr="00E37591">
        <w:rPr>
          <w:rFonts w:hint="cs"/>
          <w:rtl/>
          <w:lang w:bidi="ur-PK"/>
        </w:rPr>
        <w:t>ہ اقتدار ہے جو ہر جاندار کو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چونک</w:t>
      </w:r>
      <w:r w:rsidRPr="00E37591">
        <w:rPr>
          <w:rFonts w:hint="cs"/>
          <w:rtl/>
          <w:lang w:bidi="ur-PK"/>
        </w:rPr>
        <w:t>ہ انسان ان تمام انواع سے مافوق ہے لہٰذا اس کی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 اس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کو سمج</w:t>
      </w:r>
      <w:r w:rsidRPr="00E37591">
        <w:rPr>
          <w:rFonts w:hint="cs"/>
          <w:rtl/>
          <w:lang w:bidi="ur-PK"/>
        </w:rPr>
        <w:t>ھنے کے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ہم ان جانداروں کا مقابلہ بے جان اشی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وضاحت </w:t>
      </w:r>
      <w:r w:rsidRPr="00E37591">
        <w:rPr>
          <w:rFonts w:hint="cs"/>
          <w:rtl/>
          <w:lang w:bidi="ur-PK"/>
        </w:rPr>
        <w:t>ہوسکے۔پتھر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جان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آپ جب تک نہ پھی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گا۔جب پھی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راستہ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</w:t>
      </w:r>
      <w:r w:rsidRPr="00E37591">
        <w:rPr>
          <w:rFonts w:hint="cs"/>
          <w:rtl/>
          <w:lang w:bidi="ur-PK"/>
        </w:rPr>
        <w:t>ے گا اگر سامنے کوئی</w:t>
      </w:r>
      <w:r w:rsidRPr="00E37591">
        <w:rPr>
          <w:rtl/>
          <w:lang w:bidi="ur-PK"/>
        </w:rPr>
        <w:t xml:space="preserve"> مزاحم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اتوواپس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گا۔اس لئے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 کا فقدان </w:t>
      </w:r>
      <w:r w:rsidRPr="00E37591">
        <w:rPr>
          <w:rFonts w:hint="cs"/>
          <w:rtl/>
          <w:lang w:bidi="ur-PK"/>
        </w:rPr>
        <w:t>ہے اور وہی</w:t>
      </w:r>
      <w:r w:rsidRPr="00E37591">
        <w:rPr>
          <w:rtl/>
          <w:lang w:bidi="ur-PK"/>
        </w:rPr>
        <w:t xml:space="preserve"> امور کا سرچشم</w:t>
      </w:r>
      <w:r w:rsidRPr="00E37591">
        <w:rPr>
          <w:rFonts w:hint="cs"/>
          <w:rtl/>
          <w:lang w:bidi="ur-PK"/>
        </w:rPr>
        <w:t>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نبات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و</w:t>
      </w:r>
      <w:r w:rsidRPr="00E37591">
        <w:rPr>
          <w:rFonts w:hint="cs"/>
          <w:rtl/>
          <w:lang w:bidi="ur-PK"/>
        </w:rPr>
        <w:t>ہ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پست تری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ہونے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کے باوجود مزاحمت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ہوجانے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اپنا رخ بدل سکتاہے۔حی</w:t>
      </w:r>
      <w:r w:rsidRPr="00E37591">
        <w:rPr>
          <w:rFonts w:hint="eastAsia"/>
          <w:rtl/>
          <w:lang w:bidi="ur-PK"/>
        </w:rPr>
        <w:t>وان</w:t>
      </w:r>
      <w:r w:rsidRPr="00E37591">
        <w:rPr>
          <w:rtl/>
          <w:lang w:bidi="ur-PK"/>
        </w:rPr>
        <w:t xml:space="preserve"> کا رتب</w:t>
      </w:r>
      <w:r w:rsidRPr="00E37591">
        <w:rPr>
          <w:rFonts w:hint="cs"/>
          <w:rtl/>
          <w:lang w:bidi="ur-PK"/>
        </w:rPr>
        <w:t>ہ اس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بلند </w:t>
      </w:r>
      <w:r w:rsidRPr="00E37591">
        <w:rPr>
          <w:rFonts w:hint="cs"/>
          <w:rtl/>
          <w:lang w:bidi="ur-PK"/>
        </w:rPr>
        <w:t>ہے وہ اپنی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اور خوا</w:t>
      </w:r>
      <w:r w:rsidRPr="00E37591">
        <w:rPr>
          <w:rFonts w:hint="cs"/>
          <w:rtl/>
          <w:lang w:bidi="ur-PK"/>
        </w:rPr>
        <w:t>ہش کی</w:t>
      </w:r>
      <w:r w:rsidRPr="00E37591">
        <w:rPr>
          <w:rtl/>
          <w:lang w:bidi="ur-PK"/>
        </w:rPr>
        <w:t xml:space="preserve"> بناپر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نکال سکتا</w:t>
      </w:r>
      <w:r w:rsidRPr="00E37591">
        <w:rPr>
          <w:rFonts w:hint="cs"/>
          <w:rtl/>
          <w:lang w:bidi="ur-PK"/>
        </w:rPr>
        <w:t>ہے۔طری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بدل سکتا</w:t>
      </w:r>
      <w:r w:rsidRPr="00E37591">
        <w:rPr>
          <w:rFonts w:hint="cs"/>
          <w:rtl/>
          <w:lang w:bidi="ur-PK"/>
        </w:rPr>
        <w:t>ہے، دفاع بھی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اتنا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ہشات سے مقابلہ کرسکے۔ اس لئے کہ اس کی</w:t>
      </w:r>
      <w:r w:rsidRPr="00E37591">
        <w:rPr>
          <w:rtl/>
          <w:lang w:bidi="ur-PK"/>
        </w:rPr>
        <w:t xml:space="preserve"> قوت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کم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تو قدرت نے صرف انسان کو عطاکی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اسے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آخری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پر فائز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ہے۔وہ تمام تصرفات کے ساتھ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تقاضوں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بدل سکتا</w:t>
      </w:r>
      <w:r w:rsidRPr="00E37591">
        <w:rPr>
          <w:rFonts w:hint="cs"/>
          <w:rtl/>
          <w:lang w:bidi="ur-PK"/>
        </w:rPr>
        <w:t>ہے اور خواہشات کو ٹھکراکرای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نکال 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وسعت س</w:t>
      </w:r>
      <w:r w:rsidRPr="00E37591">
        <w:rPr>
          <w:rFonts w:hint="cs"/>
          <w:rtl/>
          <w:lang w:bidi="ur-PK"/>
        </w:rPr>
        <w:t>ے وسی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تنگ  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جاندار اش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کاموقف اس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سلب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جاندار کا موقف ای</w:t>
      </w:r>
      <w:r w:rsidRPr="00E37591">
        <w:rPr>
          <w:rFonts w:hint="eastAsia"/>
          <w:rtl/>
          <w:lang w:bidi="ur-PK"/>
        </w:rPr>
        <w:t>جاب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کو جوہر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معنی</w:t>
      </w:r>
      <w:r w:rsidRPr="00E37591">
        <w:rPr>
          <w:rtl/>
          <w:lang w:bidi="ur-PK"/>
        </w:rPr>
        <w:t xml:space="preserve"> لفظ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اس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یہ</w:t>
      </w:r>
      <w:r w:rsidRPr="00E37591">
        <w:rPr>
          <w:rtl/>
          <w:lang w:bidi="ur-PK"/>
        </w:rPr>
        <w:t xml:space="preserve"> قدرت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عط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بقدر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عطا</w:t>
      </w:r>
      <w:r w:rsidRPr="00E37591">
        <w:rPr>
          <w:rFonts w:hint="cs"/>
          <w:rtl/>
          <w:lang w:bidi="ur-PK"/>
        </w:rPr>
        <w:t>ہوچکاہے۔اس کی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 س</w:t>
      </w:r>
      <w:r w:rsidRPr="00E37591">
        <w:rPr>
          <w:rFonts w:hint="cs"/>
          <w:rtl/>
          <w:lang w:bidi="ur-PK"/>
        </w:rPr>
        <w:t>ے 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اب اس پر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غور وفکر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گنجائش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محل بحث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لانا اور پ</w:t>
      </w:r>
      <w:r w:rsidRPr="00E37591">
        <w:rPr>
          <w:rFonts w:hint="cs"/>
          <w:rtl/>
          <w:lang w:bidi="ur-PK"/>
        </w:rPr>
        <w:t>ھر اجتماعی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</w:t>
      </w:r>
      <w:r w:rsidRPr="00E37591">
        <w:rPr>
          <w:rFonts w:hint="cs"/>
          <w:rtl/>
          <w:lang w:bidi="ur-PK"/>
        </w:rPr>
        <w:t>ہر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اشتبا</w:t>
      </w:r>
      <w:r w:rsidRPr="00E37591">
        <w:rPr>
          <w:rFonts w:hint="cs"/>
          <w:rtl/>
          <w:lang w:bidi="ur-PK"/>
        </w:rPr>
        <w:t>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نے دونوں کے احکام کو مخلوط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مف</w:t>
      </w:r>
      <w:r w:rsidRPr="00E37591">
        <w:rPr>
          <w:rFonts w:hint="cs"/>
          <w:rtl/>
          <w:lang w:bidi="ur-PK"/>
        </w:rPr>
        <w:t>ہوم سمجھنے کے لئے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ھنا ہوگاکہ اس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صور</w:t>
      </w:r>
      <w:r w:rsidRPr="00E37591">
        <w:rPr>
          <w:rFonts w:hint="cs"/>
          <w:rtl/>
          <w:lang w:bidi="ur-PK"/>
        </w:rPr>
        <w:t>ی۔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نظام اپن</w:t>
      </w:r>
      <w:r w:rsidRPr="00E37591">
        <w:rPr>
          <w:rFonts w:hint="cs"/>
          <w:rtl/>
          <w:lang w:bidi="ur-PK"/>
        </w:rPr>
        <w:t>ے افراد کے لئے تمام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کہ وہ اس آزادی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انتظام کر</w:t>
      </w:r>
      <w:r w:rsidRPr="00E37591">
        <w:rPr>
          <w:rFonts w:hint="cs"/>
          <w:rtl/>
          <w:lang w:bidi="ur-PK"/>
        </w:rPr>
        <w:t>ے۔جنس کو بازار تک پہنچائے۔احتکار کی</w:t>
      </w:r>
      <w:r w:rsidRPr="00E37591">
        <w:rPr>
          <w:rtl/>
          <w:lang w:bidi="ur-PK"/>
        </w:rPr>
        <w:t xml:space="preserve"> ممانعت کر</w:t>
      </w:r>
      <w:r w:rsidRPr="00E37591">
        <w:rPr>
          <w:rFonts w:hint="cs"/>
          <w:rtl/>
          <w:lang w:bidi="ur-PK"/>
        </w:rPr>
        <w:t xml:space="preserve">ے اور اس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طرح لوگوں کو واقعی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 قرار د</w:t>
      </w:r>
      <w:r w:rsidRPr="00E37591">
        <w:rPr>
          <w:rFonts w:hint="cs"/>
          <w:rtl/>
          <w:lang w:bidi="ur-PK"/>
        </w:rPr>
        <w:t>ے ورنہ اگر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پاس ن</w:t>
      </w:r>
      <w:r w:rsidRPr="00E37591">
        <w:rPr>
          <w:rFonts w:hint="cs"/>
          <w:rtl/>
          <w:lang w:bidi="ur-PK"/>
        </w:rPr>
        <w:t>ہ 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جنس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موجود ن</w:t>
      </w:r>
      <w:r w:rsidRPr="00E37591">
        <w:rPr>
          <w:rFonts w:hint="cs"/>
          <w:rtl/>
          <w:lang w:bidi="ur-PK"/>
        </w:rPr>
        <w:t>ہ ہو اور عوام کو مک</w:t>
      </w:r>
      <w:r w:rsidRPr="00E37591">
        <w:rPr>
          <w:rtl/>
          <w:lang w:bidi="ur-PK"/>
        </w:rPr>
        <w:t>مل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صرف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اعلان </w:t>
      </w:r>
      <w:r w:rsidRPr="00E37591">
        <w:rPr>
          <w:rFonts w:hint="cs"/>
          <w:rtl/>
          <w:lang w:bidi="ur-PK"/>
        </w:rPr>
        <w:t>ہوگا جس کا فی</w:t>
      </w:r>
      <w:r w:rsidRPr="00E37591">
        <w:rPr>
          <w:rtl/>
          <w:lang w:bidi="ur-PK"/>
        </w:rPr>
        <w:t xml:space="preserve"> الحال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مقصد ن</w:t>
      </w:r>
      <w:r w:rsidRPr="00E37591">
        <w:rPr>
          <w:rFonts w:hint="cs"/>
          <w:rtl/>
          <w:lang w:bidi="ur-PK"/>
        </w:rPr>
        <w:t>ہ 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صوری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انتظام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اس شخص کوبھی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کے لئے عمل کرنا محال 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کام ک</w:t>
      </w:r>
      <w:r w:rsidRPr="00E37591">
        <w:rPr>
          <w:rFonts w:hint="cs"/>
          <w:rtl/>
          <w:lang w:bidi="ur-PK"/>
        </w:rPr>
        <w:t>ے قابل نہ ہو۔اس آزادی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آپ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آزاد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کرو</w:t>
      </w:r>
      <w:r w:rsidRPr="00E37591">
        <w:rPr>
          <w:rFonts w:hint="cs"/>
          <w:rtl/>
          <w:lang w:bidi="ur-PK"/>
        </w:rPr>
        <w:t>ڑ روپیہ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کارخانے کی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کہ حکومت کا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اس کا انتظام کرناہے اور نہ اس کا۔یہ</w:t>
      </w:r>
      <w:r w:rsidRPr="00E37591">
        <w:rPr>
          <w:rtl/>
          <w:lang w:bidi="ur-PK"/>
        </w:rPr>
        <w:t xml:space="preserve"> صرف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قسمت س</w:t>
      </w:r>
      <w:r w:rsidRPr="00E37591">
        <w:rPr>
          <w:rFonts w:hint="cs"/>
          <w:rtl/>
          <w:lang w:bidi="ur-PK"/>
        </w:rPr>
        <w:t>ے وابستہ ہے اگر تقدی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اسباب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ہوگئے تو یہ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 </w:t>
      </w:r>
      <w:r w:rsidRPr="00E37591">
        <w:rPr>
          <w:rFonts w:hint="cs"/>
          <w:rtl/>
          <w:lang w:bidi="ur-PK"/>
        </w:rPr>
        <w:t>ہوجائے گا اور خری</w:t>
      </w:r>
      <w:r w:rsidRPr="00E37591">
        <w:rPr>
          <w:rFonts w:hint="eastAsia"/>
          <w:rtl/>
          <w:lang w:bidi="ur-PK"/>
        </w:rPr>
        <w:t>دل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۔ورنہ صوری</w:t>
      </w:r>
      <w:r w:rsidRPr="00E37591">
        <w:rPr>
          <w:rtl/>
          <w:lang w:bidi="ur-PK"/>
        </w:rPr>
        <w:t xml:space="preserve"> اور لفظ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مسرت کا اظ</w:t>
      </w:r>
      <w:r w:rsidRPr="00E37591">
        <w:rPr>
          <w:rFonts w:hint="cs"/>
          <w:rtl/>
          <w:lang w:bidi="ur-PK"/>
        </w:rPr>
        <w:t>ہار کرتارہے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ر</w:t>
      </w:r>
      <w:r w:rsidRPr="00E37591">
        <w:rPr>
          <w:rFonts w:hint="cs"/>
          <w:rtl/>
          <w:lang w:bidi="ur-PK"/>
        </w:rPr>
        <w:t>ہے کہ صوری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صرف لفظ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کبھی</w:t>
      </w:r>
      <w:r w:rsidRPr="00E37591">
        <w:rPr>
          <w:rtl/>
          <w:lang w:bidi="ur-PK"/>
        </w:rPr>
        <w:t xml:space="preserve"> کب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کا موقف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اگر کوئی</w:t>
      </w:r>
      <w:r w:rsidRPr="00E37591">
        <w:rPr>
          <w:rtl/>
          <w:lang w:bidi="ur-PK"/>
        </w:rPr>
        <w:t xml:space="preserve"> شخص تمام اسباب رک</w:t>
      </w:r>
      <w:r w:rsidRPr="00E37591">
        <w:rPr>
          <w:rFonts w:hint="cs"/>
          <w:rtl/>
          <w:lang w:bidi="ur-PK"/>
        </w:rPr>
        <w:t>ھتاہو اور قانونی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کارخانہ خری</w:t>
      </w:r>
      <w:r w:rsidRPr="00E37591">
        <w:rPr>
          <w:rFonts w:hint="eastAsia"/>
          <w:rtl/>
          <w:lang w:bidi="ur-PK"/>
        </w:rPr>
        <w:t>دن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 ن</w:t>
      </w:r>
      <w:r w:rsidRPr="00E37591">
        <w:rPr>
          <w:rFonts w:hint="cs"/>
          <w:rtl/>
          <w:lang w:bidi="ur-PK"/>
        </w:rPr>
        <w:t>ہ ہوتو اس کے لئے یہ</w:t>
      </w:r>
      <w:r w:rsidRPr="00E37591">
        <w:rPr>
          <w:rtl/>
          <w:lang w:bidi="ur-PK"/>
        </w:rPr>
        <w:t xml:space="preserve"> تمام اسباب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کارخانہ کی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باعث </w:t>
      </w:r>
      <w:r w:rsidRPr="00E37591">
        <w:rPr>
          <w:rFonts w:hint="cs"/>
          <w:rtl/>
          <w:lang w:bidi="ur-PK"/>
        </w:rPr>
        <w:t>ہوسکتاہے۔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صوری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قدرت ک</w:t>
      </w:r>
      <w:r w:rsidRPr="00E37591">
        <w:rPr>
          <w:rFonts w:hint="cs"/>
          <w:rtl/>
          <w:lang w:bidi="ur-PK"/>
        </w:rPr>
        <w:t>ے مرادف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قدرت ک</w:t>
      </w:r>
      <w:r w:rsidRPr="00E37591">
        <w:rPr>
          <w:rFonts w:hint="cs"/>
          <w:rtl/>
          <w:lang w:bidi="ur-PK"/>
        </w:rPr>
        <w:t>ے لئے ضروری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ہے۔درحقی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امتحان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شخص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کا امتحان کرنا چا</w:t>
      </w:r>
      <w:r w:rsidRPr="00E37591">
        <w:rPr>
          <w:rFonts w:hint="cs"/>
          <w:rtl/>
          <w:lang w:bidi="ur-PK"/>
        </w:rPr>
        <w:t>ہتاہے اور اپنی</w:t>
      </w:r>
      <w:r w:rsidRPr="00E37591">
        <w:rPr>
          <w:rtl/>
          <w:lang w:bidi="ur-PK"/>
        </w:rPr>
        <w:t xml:space="preserve"> طاقتوں کو آزمانا چا</w:t>
      </w:r>
      <w:r w:rsidRPr="00E37591">
        <w:rPr>
          <w:rFonts w:hint="cs"/>
          <w:rtl/>
          <w:lang w:bidi="ur-PK"/>
        </w:rPr>
        <w:t>ہتاہے اسے چاہئے کہ اس آزادی</w:t>
      </w:r>
      <w:r w:rsidRPr="00E37591">
        <w:rPr>
          <w:rtl/>
          <w:lang w:bidi="ur-PK"/>
        </w:rPr>
        <w:t xml:space="preserve"> کا س</w:t>
      </w:r>
      <w:r w:rsidRPr="00E37591">
        <w:rPr>
          <w:rFonts w:hint="cs"/>
          <w:rtl/>
          <w:lang w:bidi="ur-PK"/>
        </w:rPr>
        <w:t>ہارالے کر کھڑاہو</w:t>
      </w:r>
      <w:r w:rsidRPr="00E37591">
        <w:rPr>
          <w:rFonts w:hint="eastAsia"/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اسباب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اکرک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کرل</w:t>
      </w:r>
      <w:r w:rsidRPr="00E37591">
        <w:rPr>
          <w:rFonts w:hint="cs"/>
          <w:rtl/>
          <w:lang w:bidi="ur-PK"/>
        </w:rPr>
        <w:t>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ن</w:t>
      </w:r>
      <w:r w:rsidRPr="00E37591">
        <w:rPr>
          <w:rFonts w:hint="cs"/>
          <w:rtl/>
          <w:lang w:bidi="ur-PK"/>
        </w:rPr>
        <w:t>ے جس آزادی</w:t>
      </w:r>
      <w:r w:rsidRPr="00E37591">
        <w:rPr>
          <w:rtl/>
          <w:lang w:bidi="ur-PK"/>
        </w:rPr>
        <w:t xml:space="preserve"> کو اپنا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ہے۔وہ صوری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ہے۔بلکہ آزادی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ہے۔نظام اجتماع کا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لوگوں کی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حائل ن</w:t>
      </w:r>
      <w:r w:rsidRPr="00E37591">
        <w:rPr>
          <w:rFonts w:hint="cs"/>
          <w:rtl/>
          <w:lang w:bidi="ur-PK"/>
        </w:rPr>
        <w:t>ہ ہو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کرنے دے اس کا کام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ہر شخص کے لئے وسائل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انتظام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غی</w:t>
      </w:r>
      <w:r w:rsidRPr="00E37591">
        <w:rPr>
          <w:rFonts w:hint="eastAsia"/>
          <w:rtl/>
          <w:lang w:bidi="ur-PK"/>
        </w:rPr>
        <w:t>رممکن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مناسب </w:t>
      </w:r>
      <w:r w:rsidRPr="00E37591">
        <w:rPr>
          <w:rFonts w:hint="cs"/>
          <w:rtl/>
          <w:lang w:bidi="ur-PK"/>
        </w:rPr>
        <w:t>ہونے کے لئے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پاس دو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کسی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پاس اتنی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ہر شخ</w:t>
      </w:r>
      <w:r w:rsidRPr="00E37591">
        <w:rPr>
          <w:rtl/>
          <w:lang w:bidi="ur-PK"/>
        </w:rPr>
        <w:t>ص ک</w:t>
      </w:r>
      <w:r w:rsidRPr="00E37591">
        <w:rPr>
          <w:rFonts w:hint="cs"/>
          <w:rtl/>
          <w:lang w:bidi="ur-PK"/>
        </w:rPr>
        <w:t>ے تمام مطالبات کو پورا کردے اس لئے کہ اکثر افراد کے پاس تو اس بات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اپنے مصالح کا تحفظ کرسکی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بی</w:t>
      </w:r>
      <w:r w:rsidRPr="00E37591">
        <w:rPr>
          <w:rFonts w:hint="eastAsia"/>
          <w:rtl/>
          <w:lang w:bidi="ur-PK"/>
        </w:rPr>
        <w:t>وقوف</w:t>
      </w:r>
      <w:r w:rsidRPr="00E37591">
        <w:rPr>
          <w:rtl/>
          <w:lang w:bidi="ur-PK"/>
        </w:rPr>
        <w:t xml:space="preserve"> کو عقل مند اور کن</w:t>
      </w:r>
      <w:r w:rsidRPr="00E37591">
        <w:rPr>
          <w:rFonts w:hint="eastAsia"/>
          <w:rtl/>
          <w:lang w:bidi="ur-PK"/>
        </w:rPr>
        <w:t>دذ</w:t>
      </w:r>
      <w:r w:rsidRPr="00E37591">
        <w:rPr>
          <w:rFonts w:hint="cs"/>
          <w:rtl/>
          <w:lang w:bidi="ur-PK"/>
        </w:rPr>
        <w:t>ہن</w:t>
      </w:r>
      <w:r w:rsidRPr="00E37591">
        <w:rPr>
          <w:rtl/>
          <w:lang w:bidi="ur-PK"/>
        </w:rPr>
        <w:t xml:space="preserve"> کو ذ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بناد</w:t>
      </w:r>
      <w:r w:rsidRPr="00E37591">
        <w:rPr>
          <w:rFonts w:hint="cs"/>
          <w:rtl/>
          <w:lang w:bidi="ur-PK"/>
        </w:rPr>
        <w:t>ے۔اس کے علاوہ بہت سے مطالبات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پورا کرنا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معقول </w:t>
      </w:r>
      <w:r w:rsidRPr="00E37591">
        <w:rPr>
          <w:rFonts w:hint="cs"/>
          <w:rtl/>
          <w:lang w:bidi="ur-PK"/>
        </w:rPr>
        <w:t>ہے کہ ہر شخص کو ملک کا بادشاہ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 اور </w:t>
      </w:r>
      <w:r w:rsidRPr="00E37591">
        <w:rPr>
          <w:rFonts w:hint="cs"/>
          <w:rtl/>
          <w:lang w:bidi="ur-PK"/>
        </w:rPr>
        <w:t>ہر شخص کو ری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ی۔حالانکہ اس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ڑپ ہر انسان کے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ہے۔نظام زندگی</w:t>
      </w:r>
      <w:r w:rsidRPr="00E37591">
        <w:rPr>
          <w:rtl/>
          <w:lang w:bidi="ur-PK"/>
        </w:rPr>
        <w:t xml:space="preserve"> صرف اتنا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کرسکتا </w:t>
      </w:r>
      <w:r w:rsidRPr="00E37591">
        <w:rPr>
          <w:rFonts w:hint="cs"/>
          <w:rtl/>
          <w:lang w:bidi="ur-PK"/>
        </w:rPr>
        <w:t>ہے کہ تمام ا</w:t>
      </w:r>
      <w:r w:rsidRPr="00E37591">
        <w:rPr>
          <w:rFonts w:hint="eastAsia"/>
          <w:rtl/>
          <w:lang w:bidi="ur-PK"/>
        </w:rPr>
        <w:t>فراد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اقتصادی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صاف کرد</w:t>
      </w:r>
      <w:r w:rsidRPr="00E37591">
        <w:rPr>
          <w:rFonts w:hint="cs"/>
          <w:rtl/>
          <w:lang w:bidi="ur-PK"/>
        </w:rPr>
        <w:t>ے کہ وہ اپنی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استعداد آزمائ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وسط را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انجام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اس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خود ان ک</w:t>
      </w:r>
      <w:r w:rsidRPr="00E37591">
        <w:rPr>
          <w:rFonts w:hint="cs"/>
          <w:rtl/>
          <w:lang w:bidi="ur-PK"/>
        </w:rPr>
        <w:t>ے سرہوگی۔حکومت کسی</w:t>
      </w:r>
      <w:r w:rsidRPr="00E37591">
        <w:rPr>
          <w:rtl/>
          <w:lang w:bidi="ur-PK"/>
        </w:rPr>
        <w:t xml:space="preserve">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مسئول ن</w:t>
      </w:r>
      <w:r w:rsidRPr="00E37591">
        <w:rPr>
          <w:rFonts w:hint="cs"/>
          <w:rtl/>
          <w:lang w:bidi="ur-PK"/>
        </w:rPr>
        <w:t>ہ 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ہرشخص کے لئے واقعی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اسباب کا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س</w:t>
      </w:r>
      <w:r w:rsidRPr="00E37591">
        <w:rPr>
          <w:rFonts w:hint="cs"/>
          <w:rtl/>
          <w:lang w:bidi="ur-PK"/>
        </w:rPr>
        <w:t>ے مسئولی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باراا</w:t>
      </w:r>
      <w:r w:rsidRPr="00E37591">
        <w:rPr>
          <w:rFonts w:hint="cs"/>
          <w:rtl/>
          <w:lang w:bidi="ur-PK"/>
        </w:rPr>
        <w:t>ٹھالی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کام </w:t>
      </w:r>
      <w:r w:rsidRPr="00E37591">
        <w:rPr>
          <w:rFonts w:hint="cs"/>
          <w:rtl/>
          <w:lang w:bidi="ur-PK"/>
        </w:rPr>
        <w:t>ہے جس سے اس کی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سرگرم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ختم </w:t>
      </w:r>
      <w:r w:rsidRPr="00E37591">
        <w:rPr>
          <w:rFonts w:hint="cs"/>
          <w:rtl/>
          <w:lang w:bidi="ur-PK"/>
        </w:rPr>
        <w:t>ہوجائے گی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دوسروں پر اعتماد کرتے کرتے خود اعتمادی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س</w:t>
      </w:r>
      <w:r w:rsidRPr="00E37591">
        <w:rPr>
          <w:rFonts w:hint="cs"/>
          <w:rtl/>
          <w:lang w:bidi="ur-PK"/>
        </w:rPr>
        <w:t>ے محروم ہوجائے گا۔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وہ اپنی</w:t>
      </w:r>
      <w:r w:rsidRPr="00E37591">
        <w:rPr>
          <w:rtl/>
          <w:lang w:bidi="ur-PK"/>
        </w:rPr>
        <w:t xml:space="preserve"> قسمت آزمائ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 سکے گا اور اس کی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شل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دلائل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 تک معقول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ضرورپائ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انداز س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ختم کرنا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مناسب اقدام </w:t>
      </w:r>
      <w:r w:rsidRPr="00E37591">
        <w:rPr>
          <w:rFonts w:hint="cs"/>
          <w:rtl/>
          <w:lang w:bidi="ur-PK"/>
        </w:rPr>
        <w:t>ہے۔جبکہ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حل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موجود </w:t>
      </w:r>
      <w:r w:rsidRPr="00E37591">
        <w:rPr>
          <w:rFonts w:hint="cs"/>
          <w:rtl/>
          <w:lang w:bidi="ur-PK"/>
        </w:rPr>
        <w:t>ہے جس کی</w:t>
      </w:r>
      <w:r w:rsidRPr="00E37591">
        <w:rPr>
          <w:rtl/>
          <w:lang w:bidi="ur-PK"/>
        </w:rPr>
        <w:t xml:space="preserve"> بناپر ان تمام خراب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علاج </w:t>
      </w:r>
      <w:r w:rsidRPr="00E37591">
        <w:rPr>
          <w:rFonts w:hint="cs"/>
          <w:rtl/>
          <w:lang w:bidi="ur-PK"/>
        </w:rPr>
        <w:t>ہو 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۔وہ اس طرح بے اعتماد ہوجائے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 ممکن </w:t>
      </w:r>
      <w:r w:rsidRPr="00E37591">
        <w:rPr>
          <w:rFonts w:hint="cs"/>
          <w:rtl/>
          <w:lang w:bidi="ur-PK"/>
        </w:rPr>
        <w:t>ہے کہ اسے بڑی</w:t>
      </w:r>
      <w:r w:rsidRPr="00E37591">
        <w:rPr>
          <w:rtl/>
          <w:lang w:bidi="ur-PK"/>
        </w:rPr>
        <w:t xml:space="preserve"> حد تک آزاد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اسے اپنی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کا احساس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اور وہ بڑے بڑے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معاشروں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جدوج</w:t>
      </w:r>
      <w:r w:rsidRPr="00E37591">
        <w:rPr>
          <w:rFonts w:hint="cs"/>
          <w:rtl/>
          <w:lang w:bidi="ur-PK"/>
        </w:rPr>
        <w:t>ہد بھی</w:t>
      </w:r>
      <w:r w:rsidRPr="00E37591">
        <w:rPr>
          <w:rtl/>
          <w:lang w:bidi="ur-PK"/>
        </w:rPr>
        <w:t xml:space="preserve"> کرتار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سلب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موقف اس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موقف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جو اس </w:t>
      </w:r>
      <w:r w:rsidRPr="00E37591">
        <w:rPr>
          <w:rtl/>
          <w:lang w:bidi="ur-PK"/>
        </w:rPr>
        <w:t>ن</w:t>
      </w:r>
      <w:r w:rsidRPr="00E37591">
        <w:rPr>
          <w:rFonts w:hint="cs"/>
          <w:rtl/>
          <w:lang w:bidi="ur-PK"/>
        </w:rPr>
        <w:t>ے صوری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جب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تمام اشخاص کو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روک </w:t>
      </w:r>
      <w:r w:rsidRPr="00E37591">
        <w:rPr>
          <w:rFonts w:hint="cs"/>
          <w:rtl/>
          <w:lang w:bidi="ur-PK"/>
        </w:rPr>
        <w:t>ٹوک نہ ہوگی</w:t>
      </w:r>
      <w:r w:rsidRPr="00E37591">
        <w:rPr>
          <w:rtl/>
          <w:lang w:bidi="ur-PK"/>
        </w:rPr>
        <w:t xml:space="preserve"> تو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لئے آزادی</w:t>
      </w:r>
      <w:r w:rsidRPr="00E37591">
        <w:rPr>
          <w:rtl/>
          <w:lang w:bidi="ur-PK"/>
        </w:rPr>
        <w:t xml:space="preserve"> اور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کا مکمل سامان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کرنا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ہوجائے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تمام افراد کے لئے سامان کا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کرنا اس بات پر موقف </w:t>
      </w:r>
      <w:r w:rsidRPr="00E37591">
        <w:rPr>
          <w:rFonts w:hint="cs"/>
          <w:rtl/>
          <w:lang w:bidi="ur-PK"/>
        </w:rPr>
        <w:t>ہے کہ سب سے پہلے بڑھتی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دولت پرپابند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ی۔اور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بات ہے جو ظاہری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نظام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سامنے دوہی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ے رہ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تمام افراد کو مکمل طور سے آزاد ک</w:t>
      </w:r>
      <w:r w:rsidRPr="00E37591">
        <w:rPr>
          <w:rtl/>
          <w:lang w:bidi="ur-PK"/>
        </w:rPr>
        <w:t>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ان پرکس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لگائی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ردولت</w:t>
      </w:r>
      <w:r w:rsidRPr="00E37591">
        <w:rPr>
          <w:rtl/>
          <w:lang w:bidi="ur-PK"/>
        </w:rPr>
        <w:t xml:space="preserve"> مند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ضمانت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انتظام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سکتاہے اس لئے کہ وہ ثروت مندوں کی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غری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ضمانت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ان کے لئے سامان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صورت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آزادی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 سکتی</w:t>
      </w:r>
      <w:r w:rsidRPr="00E37591">
        <w:rPr>
          <w:rtl/>
          <w:lang w:bidi="ur-PK"/>
        </w:rPr>
        <w:t xml:space="preserve"> جو مطلق طور پر ثروت مندوں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جس پرپورے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صوری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موجب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بالکل متضادموقف اختی</w:t>
      </w:r>
      <w:r w:rsidRPr="00E37591">
        <w:rPr>
          <w:rFonts w:hint="eastAsia"/>
          <w:rtl/>
          <w:lang w:bidi="ur-PK"/>
        </w:rPr>
        <w:t>ارکر</w:t>
      </w:r>
      <w:r w:rsidRPr="00E37591">
        <w:rPr>
          <w:rFonts w:hint="cs"/>
          <w:rtl/>
          <w:lang w:bidi="ur-PK"/>
        </w:rPr>
        <w:t>ے۔چنانچہ اس نے ڈکٹیٹر</w:t>
      </w:r>
      <w:r w:rsidRPr="00E37591">
        <w:rPr>
          <w:rtl/>
          <w:lang w:bidi="ur-PK"/>
        </w:rPr>
        <w:t xml:space="preserve"> نظام قائم کرک</w:t>
      </w:r>
      <w:r w:rsidRPr="00E37591">
        <w:rPr>
          <w:rFonts w:hint="cs"/>
          <w:rtl/>
          <w:lang w:bidi="ur-PK"/>
        </w:rPr>
        <w:t>ے اس بات کا ذمہ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واقعی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انتظام کر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دونوں نظام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</w:t>
      </w:r>
      <w:r w:rsidRPr="00E37591">
        <w:rPr>
          <w:rFonts w:hint="cs"/>
          <w:rtl/>
          <w:lang w:bidi="ur-PK"/>
        </w:rPr>
        <w:t>ہ حساب رکھتے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دوسرا واقعی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ان دونوں سے الگ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تحفظ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تضاد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دور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پور</w:t>
      </w:r>
      <w:r w:rsidRPr="00E37591">
        <w:rPr>
          <w:rFonts w:hint="cs"/>
          <w:rtl/>
          <w:lang w:bidi="ur-PK"/>
        </w:rPr>
        <w:t>ے معاشرے کو آزادی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دوسری</w:t>
      </w:r>
      <w:r w:rsidRPr="00E37591">
        <w:rPr>
          <w:rtl/>
          <w:lang w:bidi="ur-PK"/>
        </w:rPr>
        <w:t xml:space="preserve"> طرف ضمانت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مقررکرک</w:t>
      </w:r>
      <w:r w:rsidRPr="00E37591">
        <w:rPr>
          <w:rFonts w:hint="cs"/>
          <w:rtl/>
          <w:lang w:bidi="ur-PK"/>
        </w:rPr>
        <w:t>ے تمام افرادپر اس کی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ثروت مندافراد اپن</w:t>
      </w:r>
      <w:r w:rsidRPr="00E37591">
        <w:rPr>
          <w:rFonts w:hint="cs"/>
          <w:rtl/>
          <w:lang w:bidi="ur-PK"/>
        </w:rPr>
        <w:t>ے معاملات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آزاد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لحاظ ک</w:t>
      </w:r>
      <w:r w:rsidRPr="00E37591">
        <w:rPr>
          <w:rFonts w:hint="cs"/>
          <w:rtl/>
          <w:lang w:bidi="ur-PK"/>
        </w:rPr>
        <w:t>ے ساتھ کہ ان کی</w:t>
      </w:r>
      <w:r w:rsidRPr="00E37591">
        <w:rPr>
          <w:rtl/>
          <w:lang w:bidi="ur-PK"/>
        </w:rPr>
        <w:t xml:space="preserve"> اس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پسماندہ طبقات کی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کو نقصان ن</w:t>
      </w:r>
      <w:r w:rsidRPr="00E37591">
        <w:rPr>
          <w:rFonts w:hint="cs"/>
          <w:rtl/>
          <w:lang w:bidi="ur-PK"/>
        </w:rPr>
        <w:t>ہ پہنچے اور ان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پڑجائے۔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ضمانت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امتزاج </w:t>
      </w:r>
      <w:r w:rsidRPr="00E37591">
        <w:rPr>
          <w:rFonts w:hint="cs"/>
          <w:rtl/>
          <w:lang w:bidi="ur-PK"/>
        </w:rPr>
        <w:t>ہے۔جس کی</w:t>
      </w:r>
      <w:r w:rsidRPr="00E37591">
        <w:rPr>
          <w:rtl/>
          <w:lang w:bidi="ur-PK"/>
        </w:rPr>
        <w:t xml:space="preserve"> ضرورت آج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محسوس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لوگ اس مفہوم کو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لئے آزادی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پہرے بٹھارہے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سوال ضرور اب</w:t>
      </w:r>
      <w:r w:rsidRPr="00E37591">
        <w:rPr>
          <w:rFonts w:hint="cs"/>
          <w:rtl/>
          <w:lang w:bidi="ur-PK"/>
        </w:rPr>
        <w:t>ھرتاہے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شکل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کن اقدار پر قائم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ہے؟ضمانت</w:t>
      </w:r>
      <w:r w:rsidRPr="00E37591">
        <w:rPr>
          <w:rtl/>
          <w:lang w:bidi="ur-PK"/>
        </w:rPr>
        <w:t xml:space="preserve"> اور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پس پشت </w:t>
      </w:r>
      <w:r w:rsidRPr="00E37591">
        <w:rPr>
          <w:rFonts w:hint="cs"/>
          <w:rtl/>
          <w:lang w:bidi="ur-PK"/>
        </w:rPr>
        <w:t>ڈال 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اعتبارسے تووہی</w:t>
      </w:r>
      <w:r w:rsidRPr="00E37591">
        <w:rPr>
          <w:rtl/>
          <w:lang w:bidi="ur-PK"/>
        </w:rPr>
        <w:t xml:space="preserve"> جوابات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</w:t>
      </w:r>
      <w:r w:rsidRPr="00E37591">
        <w:rPr>
          <w:rFonts w:hint="cs"/>
          <w:rtl/>
          <w:lang w:bidi="ur-PK"/>
        </w:rPr>
        <w:t>ہم ابھی</w:t>
      </w:r>
      <w:r w:rsidRPr="00E37591">
        <w:rPr>
          <w:rtl/>
          <w:lang w:bidi="ur-PK"/>
        </w:rPr>
        <w:t xml:space="preserve"> نقل کرآئ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ان پرای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مناسب تبصر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کرچک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البت</w:t>
      </w:r>
      <w:r w:rsidRPr="00E37591">
        <w:rPr>
          <w:rFonts w:hint="cs"/>
          <w:rtl/>
          <w:lang w:bidi="ur-PK"/>
        </w:rPr>
        <w:t>ہ ذاتی</w:t>
      </w:r>
      <w:r w:rsidRPr="00E37591">
        <w:rPr>
          <w:rtl/>
          <w:lang w:bidi="ur-PK"/>
        </w:rPr>
        <w:t xml:space="preserve"> اور شخص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جو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 اور اس کا انکار گوی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کرامت وشرافت </w:t>
      </w:r>
      <w:r w:rsidRPr="00E37591">
        <w:rPr>
          <w:rFonts w:hint="eastAsia"/>
          <w:rtl/>
          <w:lang w:bidi="ur-PK"/>
        </w:rPr>
        <w:t>کا</w:t>
      </w:r>
      <w:r w:rsidRPr="00E37591">
        <w:rPr>
          <w:rtl/>
          <w:lang w:bidi="ur-PK"/>
        </w:rPr>
        <w:t xml:space="preserve"> انکا ر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وہ شخص مطم</w:t>
      </w:r>
      <w:r w:rsidRPr="00E37591">
        <w:rPr>
          <w:rtl/>
          <w:lang w:bidi="ur-PK"/>
        </w:rPr>
        <w:t xml:space="preserve">ئن </w:t>
      </w:r>
      <w:r w:rsidRPr="00E37591">
        <w:rPr>
          <w:rFonts w:hint="cs"/>
          <w:rtl/>
          <w:lang w:bidi="ur-PK"/>
        </w:rPr>
        <w:t>ہوسکتاہے جو لفظی</w:t>
      </w:r>
      <w:r w:rsidRPr="00E37591">
        <w:rPr>
          <w:rtl/>
          <w:lang w:bidi="ur-PK"/>
        </w:rPr>
        <w:t xml:space="preserve"> باز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Pr="00C1264A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ہو۔ حقی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پسند انسان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خطابت س</w:t>
      </w:r>
      <w:r w:rsidRPr="00E37591">
        <w:rPr>
          <w:rFonts w:hint="cs"/>
          <w:rtl/>
          <w:lang w:bidi="ur-PK"/>
        </w:rPr>
        <w:t>ے مطمئن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اس پر یہ</w:t>
      </w:r>
      <w:r w:rsidRPr="00E37591">
        <w:rPr>
          <w:rtl/>
          <w:lang w:bidi="ur-PK"/>
        </w:rPr>
        <w:t xml:space="preserve"> بات بالکل واضح </w:t>
      </w:r>
      <w:r w:rsidRPr="00E37591">
        <w:rPr>
          <w:rFonts w:hint="cs"/>
          <w:rtl/>
          <w:lang w:bidi="ur-PK"/>
        </w:rPr>
        <w:t>ہے کہ انسان کا فطری</w:t>
      </w:r>
      <w:r w:rsidRPr="00E37591">
        <w:rPr>
          <w:rtl/>
          <w:lang w:bidi="ur-PK"/>
        </w:rPr>
        <w:t xml:space="preserve"> حق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نہ کہ اجتماعی</w:t>
      </w:r>
      <w:r w:rsidRPr="00E37591">
        <w:rPr>
          <w:rtl/>
          <w:lang w:bidi="ur-PK"/>
        </w:rPr>
        <w:t xml:space="preserve"> اور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اکثر 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جب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 کا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حق </w:t>
      </w:r>
      <w:r w:rsidRPr="00E37591">
        <w:rPr>
          <w:rFonts w:hint="cs"/>
          <w:rtl/>
          <w:lang w:bidi="ur-PK"/>
        </w:rPr>
        <w:t>ہے تو اس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فطری</w:t>
      </w:r>
      <w:r w:rsidRPr="00E37591">
        <w:rPr>
          <w:rtl/>
          <w:lang w:bidi="ur-PK"/>
        </w:rPr>
        <w:t xml:space="preserve"> طور پر آزاد ر</w:t>
      </w:r>
      <w:r w:rsidRPr="00E37591">
        <w:rPr>
          <w:rFonts w:hint="cs"/>
          <w:rtl/>
          <w:lang w:bidi="ur-PK"/>
        </w:rPr>
        <w:t>ہنا چاہتاہے لہٰذا اب اگر اسے اجتماعی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 بند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مقابلہ ہوگا اور فطرت سے مقابلہ کسی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لئے بھی</w:t>
      </w:r>
      <w:r w:rsidRPr="00E37591">
        <w:rPr>
          <w:rtl/>
          <w:lang w:bidi="ur-PK"/>
        </w:rPr>
        <w:t xml:space="preserve"> م</w:t>
      </w:r>
      <w:r w:rsidRPr="00E37591">
        <w:rPr>
          <w:rFonts w:hint="eastAsia"/>
          <w:rtl/>
          <w:lang w:bidi="ur-PK"/>
        </w:rPr>
        <w:t>ناسب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بظا</w:t>
      </w:r>
      <w:r w:rsidRPr="00E37591">
        <w:rPr>
          <w:rFonts w:hint="cs"/>
          <w:rtl/>
          <w:lang w:bidi="ur-PK"/>
        </w:rPr>
        <w:t>ہر یہ</w:t>
      </w:r>
      <w:r w:rsidRPr="00E37591">
        <w:rPr>
          <w:rtl/>
          <w:lang w:bidi="ur-PK"/>
        </w:rPr>
        <w:t xml:space="preserve"> بات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حدتک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حق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نظام کو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کا احترام کرنا چا</w:t>
      </w:r>
      <w:r w:rsidRPr="00E37591">
        <w:rPr>
          <w:rFonts w:hint="cs"/>
          <w:rtl/>
          <w:lang w:bidi="ur-PK"/>
        </w:rPr>
        <w:t>ہئے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مشکل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کے نفس ناطقہ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گوناگوں جذبات پائ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کا احترام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ے کو ٹھکرا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ے۔اجتماعی</w:t>
      </w:r>
      <w:r w:rsidRPr="00E37591">
        <w:rPr>
          <w:rtl/>
          <w:lang w:bidi="ur-PK"/>
        </w:rPr>
        <w:t xml:space="preserve"> نظام کا ج</w:t>
      </w:r>
      <w:r w:rsidRPr="00E37591">
        <w:rPr>
          <w:rFonts w:hint="cs"/>
          <w:rtl/>
          <w:lang w:bidi="ur-PK"/>
        </w:rPr>
        <w:t>ہاں یہ</w:t>
      </w:r>
      <w:r w:rsidRPr="00E37591">
        <w:rPr>
          <w:rtl/>
          <w:lang w:bidi="ur-PK"/>
        </w:rPr>
        <w:t xml:space="preserve"> فرض </w:t>
      </w:r>
      <w:r w:rsidRPr="00E37591">
        <w:rPr>
          <w:rFonts w:hint="cs"/>
          <w:rtl/>
          <w:lang w:bidi="ur-PK"/>
        </w:rPr>
        <w:t>ہے کہ جذبۂ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تحفظ کر</w:t>
      </w:r>
      <w:r w:rsidRPr="00E37591">
        <w:rPr>
          <w:rFonts w:hint="cs"/>
          <w:rtl/>
          <w:lang w:bidi="ur-PK"/>
        </w:rPr>
        <w:t>ے وہی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فرض </w:t>
      </w:r>
      <w:r w:rsidRPr="00E37591">
        <w:rPr>
          <w:rFonts w:hint="cs"/>
          <w:rtl/>
          <w:lang w:bidi="ur-PK"/>
        </w:rPr>
        <w:t>ہے کہ جذبۂ سکون واطمی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کا لحاظ رک</w:t>
      </w:r>
      <w:r w:rsidRPr="00E37591">
        <w:rPr>
          <w:rFonts w:hint="cs"/>
          <w:rtl/>
          <w:lang w:bidi="ur-PK"/>
        </w:rPr>
        <w:t>ھے۔اور واضح سی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اس جذبہ کا پوراپورا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 سکتاہے جب جذبۂ حری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پابند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بڑے طبقہ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ھوٹے طبقہ کی</w:t>
      </w:r>
      <w:r w:rsidRPr="00E37591">
        <w:rPr>
          <w:rtl/>
          <w:lang w:bidi="ur-PK"/>
        </w:rPr>
        <w:t xml:space="preserve"> دولت س</w:t>
      </w:r>
      <w:r w:rsidRPr="00E37591">
        <w:rPr>
          <w:rFonts w:hint="eastAsia"/>
          <w:rtl/>
          <w:lang w:bidi="ur-PK"/>
        </w:rPr>
        <w:t>کون</w:t>
      </w:r>
      <w:r w:rsidRPr="00E37591">
        <w:rPr>
          <w:rtl/>
          <w:lang w:bidi="ur-PK"/>
        </w:rPr>
        <w:t xml:space="preserve"> کو تبا</w:t>
      </w:r>
      <w:r w:rsidRPr="00E37591">
        <w:rPr>
          <w:rFonts w:hint="cs"/>
          <w:rtl/>
          <w:lang w:bidi="ur-PK"/>
        </w:rPr>
        <w:t>ہ وبرباد کردے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آخرکلام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ظاہری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غلط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بالکل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کے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لحاظ رک</w:t>
      </w:r>
      <w:r w:rsidRPr="00E37591">
        <w:rPr>
          <w:rFonts w:hint="cs"/>
          <w:rtl/>
          <w:lang w:bidi="ur-PK"/>
        </w:rPr>
        <w:t>ھتے ہوئے واقعی</w:t>
      </w:r>
      <w:r w:rsidRPr="00E37591">
        <w:rPr>
          <w:rtl/>
          <w:lang w:bidi="ur-PK"/>
        </w:rPr>
        <w:t xml:space="preserve"> 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ممکن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واقعی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ہے اور پابندی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اس پابندی</w:t>
      </w:r>
      <w:r w:rsidRPr="00E37591">
        <w:rPr>
          <w:rtl/>
          <w:lang w:bidi="ur-PK"/>
        </w:rPr>
        <w:t xml:space="preserve"> کوتار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اس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وبندک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طالب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ڈکٹیٹر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لئے دعویٰ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ے لئے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اس لئے کہ وہ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کی</w:t>
      </w:r>
      <w:r w:rsidRPr="00E37591">
        <w:rPr>
          <w:rtl/>
          <w:lang w:bidi="ur-PK"/>
        </w:rPr>
        <w:t xml:space="preserve"> منکر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اس پابندی</w:t>
      </w:r>
      <w:r w:rsidRPr="00E37591">
        <w:rPr>
          <w:rtl/>
          <w:lang w:bidi="ur-PK"/>
        </w:rPr>
        <w:t xml:space="preserve">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بلند وبالا ذات ک</w:t>
      </w:r>
      <w:r w:rsidRPr="00E37591">
        <w:rPr>
          <w:rFonts w:hint="cs"/>
          <w:rtl/>
          <w:lang w:bidi="ur-PK"/>
        </w:rPr>
        <w:t>ے اعتقاد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اس کائنات شعور کا کوئی</w:t>
      </w:r>
      <w:r w:rsidRPr="00E37591">
        <w:rPr>
          <w:rtl/>
          <w:lang w:bidi="ur-PK"/>
        </w:rPr>
        <w:t xml:space="preserve"> خالق </w:t>
      </w:r>
      <w:r w:rsidRPr="00E37591">
        <w:rPr>
          <w:rFonts w:hint="cs"/>
          <w:rtl/>
          <w:lang w:bidi="ur-PK"/>
        </w:rPr>
        <w:t>ہے جسے انسنان نظام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پورے پورے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انسان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بنائے ہوئے اصولوں پر عمل کرے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تقاض</w:t>
      </w:r>
      <w:r w:rsidRPr="00E37591">
        <w:rPr>
          <w:rFonts w:hint="cs"/>
          <w:rtl/>
          <w:lang w:bidi="ur-PK"/>
        </w:rPr>
        <w:t>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مسلک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مجبور </w:t>
      </w:r>
      <w:r w:rsidRPr="00E37591">
        <w:rPr>
          <w:rFonts w:hint="cs"/>
          <w:rtl/>
          <w:lang w:bidi="ur-PK"/>
        </w:rPr>
        <w:t>ہے۔اس نے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فلسفۂ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پہلے ہی</w:t>
      </w:r>
      <w:r w:rsidRPr="00E37591">
        <w:rPr>
          <w:rtl/>
          <w:lang w:bidi="ur-PK"/>
        </w:rPr>
        <w:t xml:space="preserve"> جداکرد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اس پابندی</w:t>
      </w:r>
      <w:r w:rsidRPr="00E37591">
        <w:rPr>
          <w:rtl/>
          <w:lang w:bidi="ur-PK"/>
        </w:rPr>
        <w:t xml:space="preserve"> کو اس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انسان کو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اقدار پرمجبور کرتا</w:t>
      </w:r>
      <w:r w:rsidRPr="00E37591">
        <w:rPr>
          <w:rFonts w:hint="cs"/>
          <w:rtl/>
          <w:lang w:bidi="ur-PK"/>
        </w:rPr>
        <w:t>ہے اور اس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عادل نظام کا مطالب</w:t>
      </w:r>
      <w:r w:rsidRPr="00E37591">
        <w:rPr>
          <w:rFonts w:hint="cs"/>
          <w:rtl/>
          <w:lang w:bidi="ur-PK"/>
        </w:rPr>
        <w:t>ہ کرتاہے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ہرہے کہ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راست</w:t>
      </w:r>
      <w:r w:rsidRPr="00E37591">
        <w:rPr>
          <w:rFonts w:hint="cs"/>
          <w:rtl/>
          <w:lang w:bidi="ur-PK"/>
        </w:rPr>
        <w:t>ہ پر بھی</w:t>
      </w:r>
      <w:r w:rsidRPr="00E37591">
        <w:rPr>
          <w:rtl/>
          <w:lang w:bidi="ur-PK"/>
        </w:rPr>
        <w:t xml:space="preserve"> چلن</w:t>
      </w:r>
      <w:r w:rsidRPr="00E37591">
        <w:rPr>
          <w:rFonts w:hint="cs"/>
          <w:rtl/>
          <w:lang w:bidi="ur-PK"/>
        </w:rPr>
        <w:t>ے سے معذور ہے۔اس کے یہاں</w:t>
      </w:r>
      <w:r w:rsidRPr="00E37591">
        <w:rPr>
          <w:rtl/>
          <w:lang w:bidi="ur-PK"/>
        </w:rPr>
        <w:t xml:space="preserve">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وجدان کے تقاضوں کو عرف وعادت اور رسم ورواج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سوچ سکتا</w:t>
      </w:r>
      <w:r w:rsidRPr="00E37591">
        <w:rPr>
          <w:rFonts w:hint="cs"/>
          <w:rtl/>
          <w:lang w:bidi="ur-PK"/>
        </w:rPr>
        <w:t>ہے کہ واقعی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باقی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حکومت کا بھی</w:t>
      </w:r>
      <w:r w:rsidRPr="00E37591">
        <w:rPr>
          <w:rtl/>
          <w:lang w:bidi="ur-PK"/>
        </w:rPr>
        <w:t xml:space="preserve"> صرف اتنا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عوام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تحفظ کر</w:t>
      </w:r>
      <w:r w:rsidRPr="00E37591">
        <w:rPr>
          <w:rFonts w:hint="cs"/>
          <w:rtl/>
          <w:lang w:bidi="ur-PK"/>
        </w:rPr>
        <w:t>ے۔اسے ان کے معاملات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وقت تک دخل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تک کہ اجتماعی</w:t>
      </w:r>
      <w:r w:rsidRPr="00E37591">
        <w:rPr>
          <w:rtl/>
          <w:lang w:bidi="ur-PK"/>
        </w:rPr>
        <w:t xml:space="preserve"> نظام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افتاد ن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tl/>
          <w:lang w:bidi="ur-PK"/>
        </w:rPr>
        <w:t>پ</w:t>
      </w:r>
      <w:r w:rsidRPr="00E37591">
        <w:rPr>
          <w:rFonts w:hint="cs"/>
          <w:rtl/>
          <w:lang w:bidi="ur-PK"/>
        </w:rPr>
        <w:t>ڑجائے۔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Center"/>
        <w:rPr>
          <w:rtl/>
          <w:lang w:bidi="ur-PK"/>
        </w:rPr>
      </w:pPr>
      <w:bookmarkStart w:id="172" w:name="_Toc468966855"/>
      <w:bookmarkStart w:id="173" w:name="_Toc468970778"/>
      <w:r w:rsidRPr="00E37591">
        <w:rPr>
          <w:rFonts w:hint="eastAsia"/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ارکان</w:t>
      </w:r>
      <w:bookmarkEnd w:id="172"/>
      <w:bookmarkEnd w:id="173"/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1</w:t>
      </w:r>
      <w:r w:rsidR="00824138" w:rsidRPr="00E37591">
        <w:rPr>
          <w:rFonts w:hint="cs"/>
          <w:rtl/>
          <w:lang w:bidi="ur-PK"/>
        </w:rPr>
        <w:t>۔اسلامی</w:t>
      </w:r>
      <w:r w:rsidR="00824138" w:rsidRPr="00E37591">
        <w:rPr>
          <w:rtl/>
          <w:lang w:bidi="ur-PK"/>
        </w:rPr>
        <w:t xml:space="preserve"> اقتصاد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ات</w:t>
      </w:r>
      <w:r w:rsidR="00824138" w:rsidRPr="00E37591">
        <w:rPr>
          <w:rtl/>
          <w:lang w:bidi="ur-PK"/>
        </w:rPr>
        <w:t xml:space="preserve"> کا مختصر خاک</w:t>
      </w:r>
      <w:r w:rsidR="00824138" w:rsidRPr="00E37591">
        <w:rPr>
          <w:rFonts w:hint="cs"/>
          <w:rtl/>
          <w:lang w:bidi="ur-PK"/>
        </w:rPr>
        <w:t>ہ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2</w:t>
      </w:r>
      <w:r w:rsidR="00824138" w:rsidRPr="00E37591">
        <w:rPr>
          <w:rFonts w:hint="cs"/>
          <w:rtl/>
          <w:lang w:bidi="ur-PK"/>
        </w:rPr>
        <w:t>۔اسلامی</w:t>
      </w:r>
      <w:r w:rsidR="00824138" w:rsidRPr="00E37591">
        <w:rPr>
          <w:rtl/>
          <w:lang w:bidi="ur-PK"/>
        </w:rPr>
        <w:t xml:space="preserve"> اقتصاد ا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ک</w:t>
      </w:r>
      <w:r w:rsidR="00824138" w:rsidRPr="00E37591">
        <w:rPr>
          <w:rtl/>
          <w:lang w:bidi="ur-PK"/>
        </w:rPr>
        <w:t xml:space="preserve"> مجموع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نظام کا جزء </w:t>
      </w:r>
      <w:r w:rsidR="00824138" w:rsidRPr="00E37591">
        <w:rPr>
          <w:rFonts w:hint="cs"/>
          <w:rtl/>
          <w:lang w:bidi="ur-PK"/>
        </w:rPr>
        <w:t>ہے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3</w:t>
      </w:r>
      <w:r w:rsidR="00824138" w:rsidRPr="00E37591">
        <w:rPr>
          <w:rFonts w:hint="cs"/>
          <w:rtl/>
          <w:lang w:bidi="ur-PK"/>
        </w:rPr>
        <w:t>۔اسلامی</w:t>
      </w:r>
      <w:r w:rsidR="00824138" w:rsidRPr="00E37591">
        <w:rPr>
          <w:rtl/>
          <w:lang w:bidi="ur-PK"/>
        </w:rPr>
        <w:t xml:space="preserve"> اقتصاد کوئ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علم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tl/>
          <w:lang w:bidi="ur-PK"/>
        </w:rPr>
        <w:t xml:space="preserve"> قانون ن</w:t>
      </w:r>
      <w:r w:rsidR="00824138" w:rsidRPr="00E37591">
        <w:rPr>
          <w:rFonts w:hint="cs"/>
          <w:rtl/>
          <w:lang w:bidi="ur-PK"/>
        </w:rPr>
        <w:t>ہی</w:t>
      </w:r>
      <w:r w:rsidR="00824138" w:rsidRPr="00E37591">
        <w:rPr>
          <w:rFonts w:hint="eastAsia"/>
          <w:rtl/>
          <w:lang w:bidi="ur-PK"/>
        </w:rPr>
        <w:t>ں</w:t>
      </w:r>
      <w:r w:rsidR="00824138" w:rsidRPr="00E37591">
        <w:rPr>
          <w:rtl/>
          <w:lang w:bidi="ur-PK"/>
        </w:rPr>
        <w:t xml:space="preserve"> </w:t>
      </w:r>
      <w:r w:rsidR="00824138" w:rsidRPr="00E37591">
        <w:rPr>
          <w:rFonts w:hint="cs"/>
          <w:rtl/>
          <w:lang w:bidi="ur-PK"/>
        </w:rPr>
        <w:t>ہے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4</w:t>
      </w:r>
      <w:r w:rsidR="00824138" w:rsidRPr="00E37591">
        <w:rPr>
          <w:rFonts w:hint="cs"/>
          <w:rtl/>
          <w:lang w:bidi="ur-PK"/>
        </w:rPr>
        <w:t>۔تقسی</w:t>
      </w:r>
      <w:r w:rsidR="00824138" w:rsidRPr="00E37591">
        <w:rPr>
          <w:rFonts w:hint="eastAsia"/>
          <w:rtl/>
          <w:lang w:bidi="ur-PK"/>
        </w:rPr>
        <w:t>م،</w:t>
      </w:r>
      <w:r w:rsidR="00824138" w:rsidRPr="00E37591">
        <w:rPr>
          <w:rtl/>
          <w:lang w:bidi="ur-PK"/>
        </w:rPr>
        <w:t xml:space="preserve"> پ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داوار</w:t>
      </w:r>
      <w:r w:rsidR="00824138" w:rsidRPr="00E37591">
        <w:rPr>
          <w:rtl/>
          <w:lang w:bidi="ur-PK"/>
        </w:rPr>
        <w:t xml:space="preserve"> س</w:t>
      </w:r>
      <w:r w:rsidR="00824138" w:rsidRPr="00E37591">
        <w:rPr>
          <w:rFonts w:hint="cs"/>
          <w:rtl/>
          <w:lang w:bidi="ur-PK"/>
        </w:rPr>
        <w:t>ے الگ صور ت می</w:t>
      </w:r>
      <w:r w:rsidR="00824138" w:rsidRPr="00E37591">
        <w:rPr>
          <w:rFonts w:hint="eastAsia"/>
          <w:rtl/>
          <w:lang w:bidi="ur-PK"/>
        </w:rPr>
        <w:t>ں</w:t>
      </w:r>
    </w:p>
    <w:p w:rsidR="00824138" w:rsidRPr="00E37591" w:rsidRDefault="00D5387C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5</w:t>
      </w:r>
      <w:r w:rsidR="00824138" w:rsidRPr="00E37591">
        <w:rPr>
          <w:rFonts w:hint="cs"/>
          <w:rtl/>
          <w:lang w:bidi="ur-PK"/>
        </w:rPr>
        <w:t>۔اقتصادی</w:t>
      </w:r>
      <w:r w:rsidR="00824138" w:rsidRPr="00E37591">
        <w:rPr>
          <w:rtl/>
          <w:lang w:bidi="ur-PK"/>
        </w:rPr>
        <w:t xml:space="preserve"> مشکلات ک</w:t>
      </w:r>
      <w:r w:rsidR="00824138" w:rsidRPr="00E37591">
        <w:rPr>
          <w:rFonts w:hint="cs"/>
          <w:rtl/>
          <w:lang w:bidi="ur-PK"/>
        </w:rPr>
        <w:t>ے اسلامی</w:t>
      </w:r>
      <w:r w:rsidR="00824138" w:rsidRPr="00E37591">
        <w:rPr>
          <w:rtl/>
          <w:lang w:bidi="ur-PK"/>
        </w:rPr>
        <w:t xml:space="preserve"> حل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lastRenderedPageBreak/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D5387C" w:rsidP="00034CD2">
      <w:pPr>
        <w:pStyle w:val="Heading2"/>
        <w:rPr>
          <w:rtl/>
          <w:lang w:bidi="ur-PK"/>
        </w:rPr>
      </w:pPr>
      <w:bookmarkStart w:id="174" w:name="_Toc468966856"/>
      <w:bookmarkStart w:id="175" w:name="_Toc468970779"/>
      <w:r w:rsidRPr="0006314C">
        <w:rPr>
          <w:rFonts w:hint="cs"/>
          <w:rtl/>
          <w:lang w:bidi="ur-PK"/>
        </w:rPr>
        <w:t>1</w:t>
      </w:r>
      <w:r w:rsidR="00824138" w:rsidRPr="0006314C">
        <w:rPr>
          <w:rFonts w:hint="cs"/>
          <w:rtl/>
          <w:lang w:bidi="ur-PK"/>
        </w:rPr>
        <w:t>۔</w:t>
      </w:r>
      <w:r w:rsidR="00824138" w:rsidRPr="00E37591">
        <w:rPr>
          <w:rFonts w:hint="cs"/>
          <w:rtl/>
          <w:lang w:bidi="ur-PK"/>
        </w:rPr>
        <w:t>اسلامی</w:t>
      </w:r>
      <w:r w:rsidR="00824138" w:rsidRPr="00E37591">
        <w:rPr>
          <w:rtl/>
          <w:lang w:bidi="ur-PK"/>
        </w:rPr>
        <w:t xml:space="preserve"> اقتصاد</w:t>
      </w:r>
      <w:r w:rsidR="00824138" w:rsidRPr="00E37591">
        <w:rPr>
          <w:rFonts w:hint="cs"/>
          <w:rtl/>
          <w:lang w:bidi="ur-PK"/>
        </w:rPr>
        <w:t>ی</w:t>
      </w:r>
      <w:r w:rsidR="00824138" w:rsidRPr="00E37591">
        <w:rPr>
          <w:rFonts w:hint="eastAsia"/>
          <w:rtl/>
          <w:lang w:bidi="ur-PK"/>
        </w:rPr>
        <w:t>ات</w:t>
      </w:r>
      <w:r w:rsidR="00824138" w:rsidRPr="00E37591">
        <w:rPr>
          <w:rtl/>
          <w:lang w:bidi="ur-PK"/>
        </w:rPr>
        <w:t xml:space="preserve"> کا خاک</w:t>
      </w:r>
      <w:r w:rsidR="00824138" w:rsidRPr="0006314C">
        <w:rPr>
          <w:rFonts w:hint="cs"/>
          <w:rtl/>
          <w:lang w:bidi="ur-PK"/>
        </w:rPr>
        <w:t>ہ</w:t>
      </w:r>
      <w:bookmarkEnd w:id="174"/>
      <w:bookmarkEnd w:id="17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ارکان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و</w:t>
      </w:r>
      <w:r w:rsidRPr="00E37591">
        <w:rPr>
          <w:rFonts w:hint="cs"/>
          <w:rtl/>
          <w:lang w:bidi="ur-PK"/>
        </w:rPr>
        <w:t>ہ تمام اقتصادی</w:t>
      </w:r>
      <w:r w:rsidRPr="00E37591">
        <w:rPr>
          <w:rtl/>
          <w:lang w:bidi="ur-PK"/>
        </w:rPr>
        <w:t xml:space="preserve"> نظاموں س</w:t>
      </w:r>
      <w:r w:rsidRPr="00E37591">
        <w:rPr>
          <w:rFonts w:hint="cs"/>
          <w:rtl/>
          <w:lang w:bidi="ur-PK"/>
        </w:rPr>
        <w:t>ے ممتاز اور ممی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حسب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نکات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مرکب ملکی</w:t>
      </w:r>
      <w:r w:rsidRPr="00E37591">
        <w:rPr>
          <w:rFonts w:hint="eastAsia"/>
          <w:rtl/>
          <w:lang w:bidi="ur-PK"/>
        </w:rPr>
        <w:t>ت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محدود آزادی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اجتماعی</w:t>
      </w:r>
      <w:r w:rsidRPr="00E37591">
        <w:rPr>
          <w:rtl/>
          <w:lang w:bidi="ur-PK"/>
        </w:rPr>
        <w:t xml:space="preserve"> عدالت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گفتگو کا تعلق فی</w:t>
      </w:r>
      <w:r w:rsidRPr="00E37591">
        <w:rPr>
          <w:rtl/>
          <w:lang w:bidi="ur-PK"/>
        </w:rPr>
        <w:t xml:space="preserve"> الحال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وتوض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اور اس کے بعد ان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نگا</w:t>
      </w:r>
      <w:r w:rsidRPr="00E37591">
        <w:rPr>
          <w:rFonts w:hint="cs"/>
          <w:rtl/>
          <w:lang w:bidi="ur-PK"/>
        </w:rPr>
        <w:t>ہ ڈالی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تاک</w:t>
      </w:r>
      <w:r w:rsidRPr="00E37591">
        <w:rPr>
          <w:rFonts w:hint="cs"/>
          <w:rtl/>
          <w:lang w:bidi="ur-PK"/>
        </w:rPr>
        <w:t>ہ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نقش</w:t>
      </w:r>
      <w:r w:rsidRPr="00E37591">
        <w:rPr>
          <w:rFonts w:hint="cs"/>
          <w:rtl/>
          <w:lang w:bidi="ur-PK"/>
        </w:rPr>
        <w:t>ہ انسان کے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</w:t>
      </w:r>
      <w:r w:rsidRPr="00E37591">
        <w:rPr>
          <w:rFonts w:hint="cs"/>
          <w:rtl/>
          <w:lang w:bidi="ur-PK"/>
        </w:rPr>
        <w:t>ے اور وہ 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کرسکے کہ اسلام کا اقتصادی</w:t>
      </w:r>
      <w:r w:rsidRPr="00E37591">
        <w:rPr>
          <w:rtl/>
          <w:lang w:bidi="ur-PK"/>
        </w:rPr>
        <w:t xml:space="preserve"> مزاج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76" w:name="_Toc468966857"/>
      <w:bookmarkStart w:id="177" w:name="_Toc468970780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1</w:t>
      </w:r>
      <w:r w:rsidRPr="0006314C">
        <w:rPr>
          <w:rFonts w:hint="cs"/>
          <w:rtl/>
          <w:lang w:bidi="ur-PK"/>
        </w:rPr>
        <w:t>)مرکب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176"/>
      <w:bookmarkEnd w:id="17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اپن</w:t>
      </w:r>
      <w:r w:rsidRPr="00E37591">
        <w:rPr>
          <w:rFonts w:hint="cs"/>
          <w:rtl/>
          <w:lang w:bidi="ur-PK"/>
        </w:rPr>
        <w:t>ے نظریۂ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دونوں س</w:t>
      </w:r>
      <w:r w:rsidRPr="00E37591">
        <w:rPr>
          <w:rFonts w:hint="cs"/>
          <w:rtl/>
          <w:lang w:bidi="ur-PK"/>
        </w:rPr>
        <w:t>ے جداگانہ موقف کا حامل ہے۔سرمایہ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 قرار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کسی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اس وقت تک اعتراف ن</w:t>
      </w:r>
      <w:r w:rsidRPr="00E37591">
        <w:rPr>
          <w:rFonts w:hint="cs"/>
          <w:rtl/>
          <w:lang w:bidi="ur-PK"/>
        </w:rPr>
        <w:t>ہ کرنا چاہئے جب تک کہ حکومتی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امر پر مجبور ن</w:t>
      </w:r>
      <w:r w:rsidRPr="00E37591">
        <w:rPr>
          <w:rFonts w:hint="cs"/>
          <w:rtl/>
          <w:lang w:bidi="ur-PK"/>
        </w:rPr>
        <w:t>ہ کردے۔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 ور استثنائی</w:t>
      </w:r>
      <w:r w:rsidRPr="00E37591">
        <w:rPr>
          <w:rtl/>
          <w:lang w:bidi="ur-PK"/>
        </w:rPr>
        <w:t xml:space="preserve"> صورت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سے بالکل متضادموقف اختی</w:t>
      </w:r>
      <w:r w:rsidRPr="00E37591">
        <w:rPr>
          <w:rFonts w:hint="eastAsia"/>
          <w:rtl/>
          <w:lang w:bidi="ur-PK"/>
        </w:rPr>
        <w:t>ارک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صرف ان مواقع پر جائز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جب 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اس بات پر مجبور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اصل </w:t>
      </w:r>
      <w:r w:rsidRPr="00E37591">
        <w:rPr>
          <w:rFonts w:hint="cs"/>
          <w:rtl/>
          <w:lang w:bidi="ur-PK"/>
        </w:rPr>
        <w:t>ہے اورا 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استثنائ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اپنے لئے ان دونوں سے الگ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نکالاہے۔اس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مرکز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اسے حاصل 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اور نہ اسے۔بلکہ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تنوع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ہوتاکہ جملہ قواعداپنے اپنے حالات سے مخصوص رہی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اور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استثنائی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آئے۔وہ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قائل </w:t>
      </w:r>
      <w:r w:rsidRPr="00E37591">
        <w:rPr>
          <w:rFonts w:hint="cs"/>
          <w:rtl/>
          <w:lang w:bidi="ur-PK"/>
        </w:rPr>
        <w:t>ہے اور اجتماعی</w:t>
      </w:r>
      <w:r w:rsidRPr="00E37591">
        <w:rPr>
          <w:rtl/>
          <w:lang w:bidi="ur-PK"/>
        </w:rPr>
        <w:t xml:space="preserve"> وحکومت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سب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اس طرح الگ الگ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پر اثرانداز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قرار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غلط </w:t>
      </w:r>
      <w:r w:rsidRPr="00E37591">
        <w:rPr>
          <w:rFonts w:hint="cs"/>
          <w:rtl/>
          <w:lang w:bidi="ur-PK"/>
        </w:rPr>
        <w:t>ہے جس طرح اسے اشتراکی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تعبی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کرنا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فقط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اعتراف کا نام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فقط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 بلکہ ان دونوں می</w:t>
      </w:r>
      <w:r w:rsidRPr="00E37591">
        <w:rPr>
          <w:rFonts w:hint="eastAsia"/>
          <w:rtl/>
          <w:lang w:bidi="ur-PK"/>
        </w:rPr>
        <w:t>ںا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اصل اور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ادقرار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کو استثناء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بات ہے جسے اسلامی</w:t>
      </w:r>
      <w:r w:rsidRPr="00E37591">
        <w:rPr>
          <w:rtl/>
          <w:lang w:bidi="ur-PK"/>
        </w:rPr>
        <w:t xml:space="preserve"> اقتصاد کا مزاج برداشت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کو دونوں کا مجموع</w:t>
      </w:r>
      <w:r w:rsidRPr="00E37591">
        <w:rPr>
          <w:rFonts w:hint="cs"/>
          <w:rtl/>
          <w:lang w:bidi="ur-PK"/>
        </w:rPr>
        <w:t>ہ قراردی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فاش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بعض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پسند مفکر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نے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کو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طرح دونوں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مجموع</w:t>
      </w:r>
      <w:r w:rsidRPr="00E37591">
        <w:rPr>
          <w:rFonts w:hint="cs"/>
          <w:rtl/>
          <w:lang w:bidi="ur-PK"/>
        </w:rPr>
        <w:t>ہ بن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بات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تجزیہ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وقت انتہائی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معلوم ہوگی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وہ نہ 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قائل </w:t>
      </w:r>
      <w:r w:rsidRPr="00E37591">
        <w:rPr>
          <w:rFonts w:hint="cs"/>
          <w:rtl/>
          <w:lang w:bidi="ur-PK"/>
        </w:rPr>
        <w:t>ہے اور نہ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</w:t>
      </w:r>
      <w:r w:rsidRPr="00E37591">
        <w:rPr>
          <w:rFonts w:hint="cs"/>
          <w:rtl/>
          <w:lang w:bidi="ur-PK"/>
        </w:rPr>
        <w:t>۔ اس کا اپنا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انداز نظر</w:t>
      </w:r>
      <w:r w:rsidRPr="00E37591">
        <w:rPr>
          <w:rFonts w:hint="cs"/>
          <w:rtl/>
          <w:lang w:bidi="ur-PK"/>
        </w:rPr>
        <w:t>ہے جس پر اس نے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عمارت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ہے۔اور اس کی</w:t>
      </w:r>
      <w:r w:rsidRPr="00E37591">
        <w:rPr>
          <w:rtl/>
          <w:lang w:bidi="ur-PK"/>
        </w:rPr>
        <w:t xml:space="preserve"> صحت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دونوں نظاموں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قسم کو اپناکر اپن</w:t>
      </w:r>
      <w:r w:rsidRPr="00E37591">
        <w:rPr>
          <w:rFonts w:hint="cs"/>
          <w:rtl/>
          <w:lang w:bidi="ur-PK"/>
        </w:rPr>
        <w:t>ے کو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ے بعد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استثنائ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کا اعتراف کرناپ</w:t>
      </w:r>
      <w:r w:rsidRPr="00E37591">
        <w:rPr>
          <w:rFonts w:hint="cs"/>
          <w:rtl/>
          <w:lang w:bidi="ur-PK"/>
        </w:rPr>
        <w:t>ڑرہاہے۔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 سے چل 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جو اب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طفل نوزائ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مانند ہے۔اس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بنن</w:t>
      </w:r>
      <w:r w:rsidRPr="00E37591">
        <w:rPr>
          <w:rFonts w:hint="cs"/>
          <w:rtl/>
          <w:lang w:bidi="ur-PK"/>
        </w:rPr>
        <w:t>ے لگے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سودی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 کی</w:t>
      </w:r>
      <w:r w:rsidRPr="00E37591">
        <w:rPr>
          <w:rtl/>
          <w:lang w:bidi="ur-PK"/>
        </w:rPr>
        <w:t xml:space="preserve"> دفع</w:t>
      </w:r>
      <w:r w:rsidRPr="00E37591">
        <w:rPr>
          <w:rFonts w:hint="cs"/>
          <w:rtl/>
          <w:lang w:bidi="ur-PK"/>
        </w:rPr>
        <w:t>ہ</w:t>
      </w:r>
      <w:r w:rsidR="00D5387C" w:rsidRPr="00E37591">
        <w:rPr>
          <w:rFonts w:hint="cs"/>
          <w:rtl/>
          <w:lang w:bidi="ur-PK"/>
        </w:rPr>
        <w:t>7</w:t>
      </w:r>
      <w:r w:rsidRPr="00E37591">
        <w:rPr>
          <w:rFonts w:hint="cs"/>
          <w:rtl/>
          <w:lang w:bidi="ur-PK"/>
        </w:rPr>
        <w:t>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ک</w:t>
      </w:r>
      <w:r w:rsidRPr="00E37591">
        <w:rPr>
          <w:rFonts w:hint="cs"/>
          <w:rtl/>
          <w:lang w:bidi="ur-PK"/>
        </w:rPr>
        <w:t>ہہ دی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ہے:''جو لوگ باہمی</w:t>
      </w:r>
      <w:r w:rsidRPr="00E37591">
        <w:rPr>
          <w:rtl/>
          <w:lang w:bidi="ur-PK"/>
        </w:rPr>
        <w:t xml:space="preserve"> زراعت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خاندان کے حساب سے کچھ زمی</w:t>
      </w:r>
      <w:r w:rsidRPr="00E37591">
        <w:rPr>
          <w:rFonts w:hint="eastAsia"/>
          <w:rtl/>
          <w:lang w:bidi="ur-PK"/>
        </w:rPr>
        <w:t>ن،ا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ہائشی</w:t>
      </w:r>
      <w:r w:rsidRPr="00E37591">
        <w:rPr>
          <w:rtl/>
          <w:lang w:bidi="ur-PK"/>
        </w:rPr>
        <w:t xml:space="preserve"> مکان، کچ</w:t>
      </w:r>
      <w:r w:rsidRPr="00E37591">
        <w:rPr>
          <w:rFonts w:hint="cs"/>
          <w:rtl/>
          <w:lang w:bidi="ur-PK"/>
        </w:rPr>
        <w:t>ھ جانور اور کچھ زراعتی</w:t>
      </w:r>
      <w:r w:rsidRPr="00E37591">
        <w:rPr>
          <w:rtl/>
          <w:lang w:bidi="ur-PK"/>
        </w:rPr>
        <w:t xml:space="preserve"> آلات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۔''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دفع</w:t>
      </w:r>
      <w:r w:rsidRPr="00E37591">
        <w:rPr>
          <w:rFonts w:hint="cs"/>
          <w:rtl/>
          <w:lang w:bidi="ur-PK"/>
        </w:rPr>
        <w:t>ہ</w:t>
      </w:r>
      <w:r w:rsidR="000309C5" w:rsidRPr="00E37591">
        <w:rPr>
          <w:rFonts w:hint="cs"/>
          <w:rtl/>
          <w:lang w:bidi="ur-PK"/>
        </w:rPr>
        <w:t>9</w:t>
      </w:r>
      <w:r w:rsidRPr="00E37591">
        <w:rPr>
          <w:rFonts w:hint="cs"/>
          <w:rtl/>
          <w:lang w:bidi="ur-PK"/>
        </w:rPr>
        <w:t>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قانون بناد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کاشتکاروں اور چھوٹے کاری</w:t>
      </w:r>
      <w:r w:rsidRPr="00E37591">
        <w:rPr>
          <w:rFonts w:hint="eastAsia"/>
          <w:rtl/>
          <w:lang w:bidi="ur-PK"/>
        </w:rPr>
        <w:t>گروں</w:t>
      </w:r>
      <w:r w:rsidRPr="00E37591">
        <w:rPr>
          <w:rtl/>
          <w:lang w:bidi="ur-PK"/>
        </w:rPr>
        <w:t xml:space="preserve"> کو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کارخانوں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حق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کاقانون محفوظ 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78" w:name="_Toc468966858"/>
      <w:bookmarkStart w:id="179" w:name="_Toc468970781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2</w:t>
      </w:r>
      <w:r w:rsidRPr="0006314C">
        <w:rPr>
          <w:rFonts w:hint="cs"/>
          <w:rtl/>
          <w:lang w:bidi="ur-PK"/>
        </w:rPr>
        <w:t>)محدود آزاد</w:t>
      </w:r>
      <w:r w:rsidRPr="00E37591">
        <w:rPr>
          <w:rFonts w:hint="cs"/>
          <w:rtl/>
          <w:lang w:bidi="ur-PK"/>
        </w:rPr>
        <w:t>ی</w:t>
      </w:r>
      <w:bookmarkEnd w:id="178"/>
      <w:bookmarkEnd w:id="17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کا دوسرا ا</w:t>
      </w:r>
      <w:r w:rsidRPr="00E37591">
        <w:rPr>
          <w:rFonts w:hint="cs"/>
          <w:rtl/>
          <w:lang w:bidi="ur-PK"/>
        </w:rPr>
        <w:t>ہم رکن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افراد کو اقتصادی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عائد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 ک</w:t>
      </w:r>
      <w:r w:rsidRPr="00E37591">
        <w:rPr>
          <w:rFonts w:hint="cs"/>
          <w:rtl/>
          <w:lang w:bidi="ur-PK"/>
        </w:rPr>
        <w:t>ے روحانی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 اور ان کو بالکل مطلق العنان نہ چھوڑاجائے۔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مقام پرب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دونوں نظاموں سے ہٹ 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اراست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نکالا</w:t>
      </w:r>
      <w:r w:rsidRPr="00E37591">
        <w:rPr>
          <w:rFonts w:hint="cs"/>
          <w:rtl/>
          <w:lang w:bidi="ur-PK"/>
        </w:rPr>
        <w:t>ہے۔ وہ نہ بالکل پابندی</w:t>
      </w:r>
      <w:r w:rsidRPr="00E37591">
        <w:rPr>
          <w:rtl/>
          <w:lang w:bidi="ur-PK"/>
        </w:rPr>
        <w:t xml:space="preserve"> کا قائل </w:t>
      </w:r>
      <w:r w:rsidRPr="00E37591">
        <w:rPr>
          <w:rFonts w:hint="cs"/>
          <w:rtl/>
          <w:lang w:bidi="ur-PK"/>
        </w:rPr>
        <w:t>ہے اور نہ مطلق آزادی</w:t>
      </w:r>
      <w:r w:rsidRPr="00E37591">
        <w:rPr>
          <w:rtl/>
          <w:lang w:bidi="ur-PK"/>
        </w:rPr>
        <w:t xml:space="preserve"> کا،و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 جس سے اس کے مسلم اقدار وافکار پر کوئی</w:t>
      </w:r>
      <w:r w:rsidRPr="00E37591">
        <w:rPr>
          <w:rtl/>
          <w:lang w:bidi="ur-PK"/>
        </w:rPr>
        <w:t xml:space="preserve"> برااثر ن</w:t>
      </w:r>
      <w:r w:rsidRPr="00E37591">
        <w:rPr>
          <w:rFonts w:hint="cs"/>
          <w:rtl/>
          <w:lang w:bidi="ur-PK"/>
        </w:rPr>
        <w:t>ہ پڑے بلکہ وہ اسی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ادا کرک</w:t>
      </w:r>
      <w:r w:rsidRPr="00E37591">
        <w:rPr>
          <w:rFonts w:hint="cs"/>
          <w:rtl/>
          <w:lang w:bidi="ur-PK"/>
        </w:rPr>
        <w:t>ے انسا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ہنمائی</w:t>
      </w:r>
      <w:r w:rsidRPr="00E37591">
        <w:rPr>
          <w:rtl/>
          <w:lang w:bidi="ur-PK"/>
        </w:rPr>
        <w:t xml:space="preserve"> کرسک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اس تحدی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اور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C1264A" w:rsidRDefault="00824138" w:rsidP="00824138">
      <w:pPr>
        <w:pStyle w:val="libNormal"/>
        <w:rPr>
          <w:rtl/>
          <w:lang w:bidi="ur-PK"/>
        </w:rPr>
      </w:pPr>
      <w:r w:rsidRPr="00C1264A">
        <w:rPr>
          <w:rStyle w:val="libBold1Char"/>
          <w:rtl/>
          <w:lang w:bidi="ur-PK"/>
        </w:rPr>
        <w:t>(</w:t>
      </w:r>
      <w:r w:rsidR="00D5387C" w:rsidRPr="00C1264A">
        <w:rPr>
          <w:rStyle w:val="libBold1Char"/>
          <w:rFonts w:hint="cs"/>
          <w:rtl/>
          <w:lang w:bidi="ur-PK"/>
        </w:rPr>
        <w:t>1</w:t>
      </w:r>
      <w:r w:rsidRPr="00C1264A">
        <w:rPr>
          <w:rStyle w:val="libBold1Char"/>
          <w:rFonts w:hint="cs"/>
          <w:rtl/>
          <w:lang w:bidi="ur-PK"/>
        </w:rPr>
        <w:t>)داخلی</w:t>
      </w:r>
      <w:r w:rsidRPr="00C1264A">
        <w:rPr>
          <w:rStyle w:val="libBold1Char"/>
          <w:rtl/>
          <w:lang w:bidi="ur-PK"/>
        </w:rPr>
        <w:t xml:space="preserve"> تحد</w:t>
      </w:r>
      <w:r w:rsidRPr="00C1264A">
        <w:rPr>
          <w:rStyle w:val="libBold1Char"/>
          <w:rFonts w:hint="cs"/>
          <w:rtl/>
          <w:lang w:bidi="ur-PK"/>
        </w:rPr>
        <w:t>ی</w:t>
      </w:r>
      <w:r w:rsidRPr="00C1264A">
        <w:rPr>
          <w:rStyle w:val="libBold1Char"/>
          <w:rFonts w:hint="eastAsia"/>
          <w:rtl/>
          <w:lang w:bidi="ur-PK"/>
        </w:rPr>
        <w:t>د</w:t>
      </w:r>
      <w:r w:rsidRPr="00C1264A">
        <w:rPr>
          <w:rStyle w:val="libBold1Char"/>
          <w:rtl/>
          <w:lang w:bidi="ur-PK"/>
        </w:rPr>
        <w:t>:</w:t>
      </w:r>
      <w:r w:rsidRPr="00C1264A">
        <w:rPr>
          <w:rtl/>
          <w:lang w:bidi="ur-PK"/>
        </w:rPr>
        <w:tab/>
        <w:t>جس ک</w:t>
      </w:r>
      <w:r w:rsidRPr="00C1264A">
        <w:rPr>
          <w:rFonts w:hint="cs"/>
          <w:rtl/>
          <w:lang w:bidi="ur-PK"/>
        </w:rPr>
        <w:t>ے قی</w:t>
      </w:r>
      <w:r w:rsidRPr="00C1264A">
        <w:rPr>
          <w:rFonts w:hint="eastAsia"/>
          <w:rtl/>
          <w:lang w:bidi="ur-PK"/>
        </w:rPr>
        <w:t>ود</w:t>
      </w:r>
      <w:r w:rsidRPr="00C1264A">
        <w:rPr>
          <w:rtl/>
          <w:lang w:bidi="ur-PK"/>
        </w:rPr>
        <w:t xml:space="preserve"> نفس ک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گ</w:t>
      </w:r>
      <w:r w:rsidRPr="00C1264A">
        <w:rPr>
          <w:rFonts w:hint="cs"/>
          <w:rtl/>
          <w:lang w:bidi="ur-PK"/>
        </w:rPr>
        <w:t>ہرائی</w:t>
      </w:r>
      <w:r w:rsidRPr="00C1264A">
        <w:rPr>
          <w:rtl/>
          <w:lang w:bidi="ur-PK"/>
        </w:rPr>
        <w:t xml:space="preserve"> س</w:t>
      </w:r>
      <w:r w:rsidRPr="00C1264A">
        <w:rPr>
          <w:rFonts w:hint="cs"/>
          <w:rtl/>
          <w:lang w:bidi="ur-PK"/>
        </w:rPr>
        <w:t>ے پی</w:t>
      </w:r>
      <w:r w:rsidRPr="00C1264A">
        <w:rPr>
          <w:rFonts w:hint="eastAsia"/>
          <w:rtl/>
          <w:lang w:bidi="ur-PK"/>
        </w:rPr>
        <w:t>دا</w:t>
      </w:r>
      <w:r w:rsidRPr="00C1264A">
        <w:rPr>
          <w:rFonts w:hint="cs"/>
          <w:rtl/>
          <w:lang w:bidi="ur-PK"/>
        </w:rPr>
        <w:t>ہوتے</w:t>
      </w:r>
      <w:r w:rsidRPr="00C1264A">
        <w:rPr>
          <w:rtl/>
          <w:lang w:bidi="ur-PK"/>
        </w:rPr>
        <w:t xml:space="preserve"> </w:t>
      </w:r>
      <w:r w:rsidRPr="00C1264A">
        <w:rPr>
          <w:rFonts w:hint="cs"/>
          <w:rtl/>
          <w:lang w:bidi="ur-PK"/>
        </w:rPr>
        <w:t>ہی</w:t>
      </w:r>
      <w:r w:rsidRPr="00C1264A">
        <w:rPr>
          <w:rFonts w:hint="eastAsia"/>
          <w:rtl/>
          <w:lang w:bidi="ur-PK"/>
        </w:rPr>
        <w:t>ں</w:t>
      </w:r>
      <w:r w:rsidRPr="00C1264A">
        <w:rPr>
          <w:rtl/>
          <w:lang w:bidi="ur-PK"/>
        </w:rPr>
        <w:t xml:space="preserve"> اور جس ک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پابند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روحان</w:t>
      </w:r>
      <w:r w:rsidRPr="00C1264A">
        <w:rPr>
          <w:rFonts w:hint="cs"/>
          <w:rtl/>
          <w:lang w:bidi="ur-PK"/>
        </w:rPr>
        <w:t>ی</w:t>
      </w:r>
      <w:r w:rsidRPr="00C1264A">
        <w:rPr>
          <w:rFonts w:hint="eastAsia"/>
          <w:rtl/>
          <w:lang w:bidi="ur-PK"/>
        </w:rPr>
        <w:t>ت</w:t>
      </w:r>
      <w:r w:rsidRPr="00C1264A">
        <w:rPr>
          <w:rtl/>
          <w:lang w:bidi="ur-PK"/>
        </w:rPr>
        <w:t xml:space="preserve"> اور اخلاق</w:t>
      </w:r>
      <w:r w:rsidRPr="00C1264A">
        <w:rPr>
          <w:rFonts w:hint="cs"/>
          <w:rtl/>
          <w:lang w:bidi="ur-PK"/>
        </w:rPr>
        <w:t>ی</w:t>
      </w:r>
      <w:r w:rsidRPr="00C1264A">
        <w:rPr>
          <w:rFonts w:hint="eastAsia"/>
          <w:rtl/>
          <w:lang w:bidi="ur-PK"/>
        </w:rPr>
        <w:t>ات</w:t>
      </w:r>
      <w:r w:rsidRPr="00C1264A">
        <w:rPr>
          <w:rtl/>
          <w:lang w:bidi="ur-PK"/>
        </w:rPr>
        <w:t xml:space="preserve"> ک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بن</w:t>
      </w:r>
      <w:r w:rsidRPr="00C1264A">
        <w:rPr>
          <w:rFonts w:hint="cs"/>
          <w:rtl/>
          <w:lang w:bidi="ur-PK"/>
        </w:rPr>
        <w:t>ی</w:t>
      </w:r>
      <w:r w:rsidRPr="00C1264A">
        <w:rPr>
          <w:rFonts w:hint="eastAsia"/>
          <w:rtl/>
          <w:lang w:bidi="ur-PK"/>
        </w:rPr>
        <w:t>ادوں</w:t>
      </w:r>
      <w:r w:rsidRPr="00C1264A">
        <w:rPr>
          <w:rtl/>
          <w:lang w:bidi="ur-PK"/>
        </w:rPr>
        <w:t xml:space="preserve"> پر </w:t>
      </w:r>
      <w:r w:rsidRPr="00C1264A">
        <w:rPr>
          <w:rFonts w:hint="cs"/>
          <w:rtl/>
          <w:lang w:bidi="ur-PK"/>
        </w:rPr>
        <w:t>ہوتی</w:t>
      </w:r>
      <w:r w:rsidRPr="00C1264A">
        <w:rPr>
          <w:rtl/>
          <w:lang w:bidi="ur-PK"/>
        </w:rPr>
        <w:t xml:space="preserve"> </w:t>
      </w:r>
      <w:r w:rsidRPr="00C1264A">
        <w:rPr>
          <w:rFonts w:hint="cs"/>
          <w:rtl/>
          <w:lang w:bidi="ur-PK"/>
        </w:rPr>
        <w:t>ہے۔</w:t>
      </w:r>
    </w:p>
    <w:p w:rsidR="00824138" w:rsidRPr="00C1264A" w:rsidRDefault="00824138" w:rsidP="00824138">
      <w:pPr>
        <w:pStyle w:val="libNormal"/>
        <w:rPr>
          <w:rtl/>
          <w:lang w:bidi="ur-PK"/>
        </w:rPr>
      </w:pPr>
      <w:r w:rsidRPr="00C1264A">
        <w:rPr>
          <w:rStyle w:val="libBold1Char"/>
          <w:rtl/>
          <w:lang w:bidi="ur-PK"/>
        </w:rPr>
        <w:t>(</w:t>
      </w:r>
      <w:r w:rsidR="00D5387C" w:rsidRPr="00C1264A">
        <w:rPr>
          <w:rStyle w:val="libBold1Char"/>
          <w:rFonts w:hint="cs"/>
          <w:rtl/>
          <w:lang w:bidi="ur-PK"/>
        </w:rPr>
        <w:t>2</w:t>
      </w:r>
      <w:r w:rsidRPr="00C1264A">
        <w:rPr>
          <w:rStyle w:val="libBold1Char"/>
          <w:rFonts w:hint="cs"/>
          <w:rtl/>
          <w:lang w:bidi="ur-PK"/>
        </w:rPr>
        <w:t>)خارجی</w:t>
      </w:r>
      <w:r w:rsidRPr="00C1264A">
        <w:rPr>
          <w:rStyle w:val="libBold1Char"/>
          <w:rtl/>
          <w:lang w:bidi="ur-PK"/>
        </w:rPr>
        <w:t xml:space="preserve"> تحد</w:t>
      </w:r>
      <w:r w:rsidRPr="00C1264A">
        <w:rPr>
          <w:rStyle w:val="libBold1Char"/>
          <w:rFonts w:hint="cs"/>
          <w:rtl/>
          <w:lang w:bidi="ur-PK"/>
        </w:rPr>
        <w:t>ی</w:t>
      </w:r>
      <w:r w:rsidRPr="00C1264A">
        <w:rPr>
          <w:rStyle w:val="libBold1Char"/>
          <w:rFonts w:hint="eastAsia"/>
          <w:rtl/>
          <w:lang w:bidi="ur-PK"/>
        </w:rPr>
        <w:t>د</w:t>
      </w:r>
      <w:r w:rsidRPr="00C1264A">
        <w:rPr>
          <w:rStyle w:val="libBold1Char"/>
          <w:rtl/>
          <w:lang w:bidi="ur-PK"/>
        </w:rPr>
        <w:t>:</w:t>
      </w:r>
      <w:r w:rsidRPr="00C1264A">
        <w:rPr>
          <w:rtl/>
          <w:lang w:bidi="ur-PK"/>
        </w:rPr>
        <w:tab/>
        <w:t>جس ک</w:t>
      </w:r>
      <w:r w:rsidRPr="00C1264A">
        <w:rPr>
          <w:rFonts w:hint="cs"/>
          <w:rtl/>
          <w:lang w:bidi="ur-PK"/>
        </w:rPr>
        <w:t>ے قی</w:t>
      </w:r>
      <w:r w:rsidRPr="00C1264A">
        <w:rPr>
          <w:rFonts w:hint="eastAsia"/>
          <w:rtl/>
          <w:lang w:bidi="ur-PK"/>
        </w:rPr>
        <w:t>دوبند</w:t>
      </w:r>
      <w:r w:rsidRPr="00C1264A">
        <w:rPr>
          <w:rtl/>
          <w:lang w:bidi="ur-PK"/>
        </w:rPr>
        <w:t xml:space="preserve"> کا ذم</w:t>
      </w:r>
      <w:r w:rsidRPr="00C1264A">
        <w:rPr>
          <w:rFonts w:hint="cs"/>
          <w:rtl/>
          <w:lang w:bidi="ur-PK"/>
        </w:rPr>
        <w:t>ہ دار نظام زندگی</w:t>
      </w:r>
      <w:r w:rsidRPr="00C1264A">
        <w:rPr>
          <w:rtl/>
          <w:lang w:bidi="ur-PK"/>
        </w:rPr>
        <w:t xml:space="preserve">  </w:t>
      </w:r>
      <w:r w:rsidRPr="00C1264A">
        <w:rPr>
          <w:rFonts w:hint="cs"/>
          <w:rtl/>
          <w:lang w:bidi="ur-PK"/>
        </w:rPr>
        <w:t>ہوتاہے اور جو انسان پر اس کے خارجی</w:t>
      </w:r>
      <w:r w:rsidRPr="00C1264A">
        <w:rPr>
          <w:rtl/>
          <w:lang w:bidi="ur-PK"/>
        </w:rPr>
        <w:t xml:space="preserve"> حالات س</w:t>
      </w:r>
      <w:r w:rsidRPr="00C1264A">
        <w:rPr>
          <w:rFonts w:hint="cs"/>
          <w:rtl/>
          <w:lang w:bidi="ur-PK"/>
        </w:rPr>
        <w:t>ے بار کی</w:t>
      </w:r>
      <w:r w:rsidRPr="00C1264A">
        <w:rPr>
          <w:rtl/>
          <w:lang w:bidi="ur-PK"/>
        </w:rPr>
        <w:t xml:space="preserve"> جات</w:t>
      </w:r>
      <w:r w:rsidRPr="00C1264A">
        <w:rPr>
          <w:rFonts w:hint="cs"/>
          <w:rtl/>
          <w:lang w:bidi="ur-PK"/>
        </w:rPr>
        <w:t>ی</w:t>
      </w:r>
      <w:r w:rsidRPr="00C1264A">
        <w:rPr>
          <w:rtl/>
          <w:lang w:bidi="ur-PK"/>
        </w:rPr>
        <w:t xml:space="preserve"> </w:t>
      </w:r>
      <w:r w:rsidRPr="00C1264A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اس معاشر</w:t>
      </w:r>
      <w:r w:rsidRPr="00E37591">
        <w:rPr>
          <w:rFonts w:hint="cs"/>
          <w:rtl/>
          <w:lang w:bidi="ur-PK"/>
        </w:rPr>
        <w:t>ہ کا لازمی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اسلام کے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پار</w:t>
      </w:r>
      <w:r w:rsidRPr="00E37591">
        <w:rPr>
          <w:rFonts w:hint="cs"/>
          <w:rtl/>
          <w:lang w:bidi="ur-PK"/>
        </w:rPr>
        <w:t>ہاہو جس کی</w:t>
      </w:r>
      <w:r w:rsidRPr="00E37591">
        <w:rPr>
          <w:rtl/>
          <w:lang w:bidi="ur-PK"/>
        </w:rPr>
        <w:t xml:space="preserve"> پرورش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اصول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لے 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اس لئے کہ اسلام کے روحانی</w:t>
      </w:r>
      <w:r w:rsidRPr="00E37591">
        <w:rPr>
          <w:rtl/>
          <w:lang w:bidi="ur-PK"/>
        </w:rPr>
        <w:t xml:space="preserve"> افکار اپن</w:t>
      </w:r>
      <w:r w:rsidRPr="00E37591">
        <w:rPr>
          <w:rFonts w:hint="cs"/>
          <w:rtl/>
          <w:lang w:bidi="ur-PK"/>
        </w:rPr>
        <w:t>ے اندر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تصرف کرن</w:t>
      </w:r>
      <w:r w:rsidRPr="00E37591">
        <w:rPr>
          <w:rFonts w:hint="cs"/>
          <w:rtl/>
          <w:lang w:bidi="ur-PK"/>
        </w:rPr>
        <w:t>ے کا موقع دے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توو</w:t>
      </w:r>
      <w:r w:rsidRPr="00E37591">
        <w:rPr>
          <w:rFonts w:hint="cs"/>
          <w:rtl/>
          <w:lang w:bidi="ur-PK"/>
        </w:rPr>
        <w:t>ہ مہذب اور صالح انسان ڈھال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انسان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بناسکت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</w:t>
      </w:r>
      <w:r w:rsidRPr="00E37591">
        <w:rPr>
          <w:rFonts w:hint="cs"/>
          <w:rtl/>
          <w:lang w:bidi="ur-PK"/>
        </w:rPr>
        <w:t>ے اپنے داخلی</w:t>
      </w:r>
      <w:r w:rsidRPr="00E37591">
        <w:rPr>
          <w:rtl/>
          <w:lang w:bidi="ur-PK"/>
        </w:rPr>
        <w:t xml:space="preserve"> حالات 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 حدود دق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ود</w:t>
      </w:r>
      <w:r w:rsidRPr="00E37591">
        <w:rPr>
          <w:rtl/>
          <w:lang w:bidi="ur-PK"/>
        </w:rPr>
        <w:t xml:space="preserve"> کا احساس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اور وہ اس حدبندی</w:t>
      </w:r>
      <w:r w:rsidRPr="00E37591">
        <w:rPr>
          <w:rtl/>
          <w:lang w:bidi="ur-PK"/>
        </w:rPr>
        <w:t xml:space="preserve"> کو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فرحت تصور کرک</w:t>
      </w:r>
      <w:r w:rsidRPr="00E37591">
        <w:rPr>
          <w:rFonts w:hint="cs"/>
          <w:rtl/>
          <w:lang w:bidi="ur-PK"/>
        </w:rPr>
        <w:t>ے صدق دل سے قبول کرلے۔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اور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انسان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صالح شعور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داکران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 جس کے تحت اس کے تمام افعال صالح اور شائستہ 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آپ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نظر</w:t>
      </w:r>
      <w:r w:rsidRPr="00E37591">
        <w:rPr>
          <w:rFonts w:hint="cs"/>
          <w:rtl/>
          <w:lang w:bidi="ur-PK"/>
        </w:rPr>
        <w:t>ڈالی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آپ کو معلوم ہوگاکہ اسلامی</w:t>
      </w:r>
      <w:r w:rsidRPr="00E37591">
        <w:rPr>
          <w:rtl/>
          <w:lang w:bidi="ur-PK"/>
        </w:rPr>
        <w:t xml:space="preserve"> تجرب</w:t>
      </w:r>
      <w:r w:rsidRPr="00E37591">
        <w:rPr>
          <w:rFonts w:hint="cs"/>
          <w:rtl/>
          <w:lang w:bidi="ur-PK"/>
        </w:rPr>
        <w:t>ہ اگرچہ بڑی</w:t>
      </w:r>
      <w:r w:rsidRPr="00E37591">
        <w:rPr>
          <w:rtl/>
          <w:lang w:bidi="ur-PK"/>
        </w:rPr>
        <w:t xml:space="preserve"> 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مدت ک</w:t>
      </w:r>
      <w:r w:rsidRPr="00E37591">
        <w:rPr>
          <w:rFonts w:hint="cs"/>
          <w:rtl/>
          <w:lang w:bidi="ur-PK"/>
        </w:rPr>
        <w:t>ے لئے صفحۂ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ظا</w:t>
      </w:r>
      <w:r w:rsidRPr="00E37591">
        <w:rPr>
          <w:rFonts w:hint="cs"/>
          <w:rtl/>
          <w:lang w:bidi="ur-PK"/>
        </w:rPr>
        <w:t>ہر ہواہے اور اس کو پورے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کارکردگی</w:t>
      </w:r>
      <w:r w:rsidRPr="00E37591">
        <w:rPr>
          <w:rtl/>
          <w:lang w:bidi="ur-PK"/>
        </w:rPr>
        <w:t xml:space="preserve"> کا موقع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ملا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اتنے ہی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</w:t>
      </w:r>
      <w:r w:rsidRPr="00E37591">
        <w:rPr>
          <w:rFonts w:hint="cs"/>
          <w:rtl/>
          <w:lang w:bidi="ur-PK"/>
        </w:rPr>
        <w:t>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روبرکت،عدل</w:t>
      </w:r>
      <w:r w:rsidRPr="00E37591">
        <w:rPr>
          <w:rtl/>
          <w:lang w:bidi="ur-PK"/>
        </w:rPr>
        <w:t xml:space="preserve"> واحسان ک</w:t>
      </w:r>
      <w:r w:rsidRPr="00E37591">
        <w:rPr>
          <w:rFonts w:hint="cs"/>
          <w:rtl/>
          <w:lang w:bidi="ur-PK"/>
        </w:rPr>
        <w:t xml:space="preserve">ے چشمے پھوٹ </w:t>
      </w:r>
      <w:r w:rsidRPr="00E37591">
        <w:rPr>
          <w:rFonts w:hint="eastAsia"/>
          <w:rtl/>
          <w:lang w:bidi="ur-PK"/>
        </w:rPr>
        <w:t>پ</w:t>
      </w:r>
      <w:r w:rsidRPr="00E37591">
        <w:rPr>
          <w:rFonts w:hint="cs"/>
          <w:rtl/>
          <w:lang w:bidi="ur-PK"/>
        </w:rPr>
        <w:t>ھوٹ</w:t>
      </w:r>
      <w:r w:rsidRPr="00E37591">
        <w:rPr>
          <w:rtl/>
          <w:lang w:bidi="ur-PK"/>
        </w:rPr>
        <w:t xml:space="preserve"> کر نکلن</w:t>
      </w:r>
      <w:r w:rsidRPr="00E37591">
        <w:rPr>
          <w:rFonts w:hint="cs"/>
          <w:rtl/>
          <w:lang w:bidi="ur-PK"/>
        </w:rPr>
        <w:t>ے لگے۔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اگر اس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مدت کچ</w:t>
      </w:r>
      <w:r w:rsidRPr="00E37591">
        <w:rPr>
          <w:rFonts w:hint="cs"/>
          <w:rtl/>
          <w:lang w:bidi="ur-PK"/>
        </w:rPr>
        <w:t>ھ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اور اسلام کو مکمل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موقع مل جاتاتو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ثابت ن</w:t>
      </w:r>
      <w:r w:rsidRPr="00E37591">
        <w:rPr>
          <w:rFonts w:hint="cs"/>
          <w:rtl/>
          <w:lang w:bidi="ur-PK"/>
        </w:rPr>
        <w:t>ہ کر دی</w:t>
      </w:r>
      <w:r w:rsidRPr="00E37591">
        <w:rPr>
          <w:rFonts w:hint="eastAsia"/>
          <w:rtl/>
          <w:lang w:bidi="ur-PK"/>
        </w:rPr>
        <w:t>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خلافت کا حقدار </w:t>
      </w:r>
      <w:r w:rsidRPr="00E37591">
        <w:rPr>
          <w:rFonts w:hint="cs"/>
          <w:rtl/>
          <w:lang w:bidi="ur-PK"/>
        </w:rPr>
        <w:t>ہے اور وہی</w:t>
      </w:r>
      <w:r w:rsidRPr="00E37591">
        <w:rPr>
          <w:rtl/>
          <w:lang w:bidi="ur-PK"/>
        </w:rPr>
        <w:t xml:space="preserve"> اس کر</w:t>
      </w:r>
      <w:r w:rsidRPr="00E37591">
        <w:rPr>
          <w:rFonts w:hint="cs"/>
          <w:rtl/>
          <w:lang w:bidi="ur-PK"/>
        </w:rPr>
        <w:t>ہ خاکی</w:t>
      </w:r>
      <w:r w:rsidRPr="00E37591">
        <w:rPr>
          <w:rtl/>
          <w:lang w:bidi="ur-PK"/>
        </w:rPr>
        <w:t xml:space="preserve"> کو عدل و رحمت س</w:t>
      </w:r>
      <w:r w:rsidRPr="00E37591">
        <w:rPr>
          <w:rFonts w:hint="cs"/>
          <w:rtl/>
          <w:lang w:bidi="ur-PK"/>
        </w:rPr>
        <w:t>ے معمور اور ظلم وجور سے خالی</w:t>
      </w:r>
      <w:r w:rsidRPr="00E37591">
        <w:rPr>
          <w:rtl/>
          <w:lang w:bidi="ur-PK"/>
        </w:rPr>
        <w:t xml:space="preserve"> کراسکتا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مختصر ذ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ترب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اثر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آج کے وہ مسلمان جو بظاہر اسلام کی</w:t>
      </w:r>
      <w:r w:rsidRPr="00E37591">
        <w:rPr>
          <w:rtl/>
          <w:lang w:bidi="ur-PK"/>
        </w:rPr>
        <w:t xml:space="preserve">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ہنمائی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محروم ہوچکے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۔خلافت الٰہیہ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۔زمانی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صدراسلام ان سے بالکل الگ ہوچکاہے۔سماج کے اعتبار سے وہ دوسرے قوانی</w:t>
      </w:r>
      <w:r w:rsidRPr="00E37591">
        <w:rPr>
          <w:rtl/>
          <w:lang w:bidi="ur-PK"/>
        </w:rPr>
        <w:t>ن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تمام باتوں ک</w:t>
      </w:r>
      <w:r w:rsidRPr="00E37591">
        <w:rPr>
          <w:rFonts w:hint="cs"/>
          <w:rtl/>
          <w:lang w:bidi="ur-PK"/>
        </w:rPr>
        <w:t>ے باوجود زکوٰة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حقوق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ادا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وبرکت ک</w:t>
      </w:r>
      <w:r w:rsidRPr="00E37591">
        <w:rPr>
          <w:rFonts w:hint="cs"/>
          <w:rtl/>
          <w:lang w:bidi="ur-PK"/>
        </w:rPr>
        <w:t>ے وہ راستے جن پر اسلام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چلانا چا</w:t>
      </w:r>
      <w:r w:rsidRPr="00E37591">
        <w:rPr>
          <w:rFonts w:hint="cs"/>
          <w:rtl/>
          <w:lang w:bidi="ur-PK"/>
        </w:rPr>
        <w:t>ہت</w:t>
      </w:r>
      <w:r w:rsidRPr="00E37591">
        <w:rPr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چل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زبان حال س</w:t>
      </w:r>
      <w:r w:rsidRPr="00E37591">
        <w:rPr>
          <w:rFonts w:hint="cs"/>
          <w:rtl/>
          <w:lang w:bidi="ur-PK"/>
        </w:rPr>
        <w:t>ے اس امر کا اعلان کر 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اگراسلام کو اس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موقع ملا</w:t>
      </w:r>
      <w:r w:rsidRPr="00E37591">
        <w:rPr>
          <w:rFonts w:hint="cs"/>
          <w:rtl/>
          <w:lang w:bidi="ur-PK"/>
        </w:rPr>
        <w:t>ہوتاتو س</w:t>
      </w:r>
      <w:r w:rsidRPr="00E37591">
        <w:rPr>
          <w:rFonts w:hint="eastAsia"/>
          <w:rtl/>
          <w:lang w:bidi="ur-PK"/>
        </w:rPr>
        <w:t>ارا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ہ ارض 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واحسان س</w:t>
      </w:r>
      <w:r w:rsidRPr="00E37591">
        <w:rPr>
          <w:rFonts w:hint="cs"/>
          <w:rtl/>
          <w:lang w:bidi="ur-PK"/>
        </w:rPr>
        <w:t>ے معمور ہوجاتا۔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پابندی</w:t>
      </w:r>
      <w:r w:rsidRPr="00E37591">
        <w:rPr>
          <w:rtl/>
          <w:lang w:bidi="ur-PK"/>
        </w:rPr>
        <w:t xml:space="preserve"> جو اسلام ن</w:t>
      </w:r>
      <w:r w:rsidRPr="00E37591">
        <w:rPr>
          <w:rFonts w:hint="cs"/>
          <w:rtl/>
          <w:lang w:bidi="ur-PK"/>
        </w:rPr>
        <w:t>ے معاشرہ پر اپنے تشری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اور شرع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عائد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طرح ہر اس کی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ونشاط کو ممنوع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قدروں پر غلط اثر پ</w:t>
      </w:r>
      <w:r w:rsidRPr="00E37591">
        <w:rPr>
          <w:rFonts w:hint="cs"/>
          <w:rtl/>
          <w:lang w:bidi="ur-PK"/>
        </w:rPr>
        <w:t>ڑتاہو۔اس پابندی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نفاذ کے لئے بھی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حسب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اس اقتصادی</w:t>
      </w:r>
      <w:r w:rsidRPr="00E37591">
        <w:rPr>
          <w:rtl/>
          <w:lang w:bidi="ur-PK"/>
        </w:rPr>
        <w:t xml:space="preserve"> طرب ونشاط کو حرام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اسلامی</w:t>
      </w:r>
      <w:r w:rsidRPr="00E37591">
        <w:rPr>
          <w:rtl/>
          <w:lang w:bidi="ur-PK"/>
        </w:rPr>
        <w:t xml:space="preserve"> قدر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متاثر </w:t>
      </w:r>
      <w:r w:rsidRPr="00E37591">
        <w:rPr>
          <w:rFonts w:hint="cs"/>
          <w:rtl/>
          <w:lang w:bidi="ur-PK"/>
        </w:rPr>
        <w:t>ہورہی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سود خور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 xml:space="preserve">) </w:t>
      </w:r>
      <w:r w:rsidRPr="00E37591">
        <w:rPr>
          <w:rFonts w:hint="cs"/>
          <w:rtl/>
          <w:lang w:bidi="ur-PK"/>
        </w:rPr>
        <w:tab/>
        <w:t>عام اجتماعی</w:t>
      </w:r>
      <w:r w:rsidRPr="00E37591">
        <w:rPr>
          <w:rtl/>
          <w:lang w:bidi="ur-PK"/>
        </w:rPr>
        <w:t xml:space="preserve"> حالات پرول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کو نگراں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کو اتنا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افراد کے جائز تصرفات بھی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مضر </w:t>
      </w:r>
      <w:r w:rsidRPr="00E37591">
        <w:rPr>
          <w:rFonts w:hint="cs"/>
          <w:rtl/>
          <w:lang w:bidi="ur-PK"/>
        </w:rPr>
        <w:t>ہوتو ان کے ان تصرفات پر پابندی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ے اور اس طرح اجتماعی</w:t>
      </w:r>
      <w:r w:rsidRPr="00E37591">
        <w:rPr>
          <w:rtl/>
          <w:lang w:bidi="ur-PK"/>
        </w:rPr>
        <w:t xml:space="preserve"> مفاد کا تحفظ کر</w:t>
      </w:r>
      <w:r w:rsidRPr="00E37591">
        <w:rPr>
          <w:rFonts w:hint="cs"/>
          <w:rtl/>
          <w:lang w:bidi="ur-PK"/>
        </w:rPr>
        <w:t>ے۔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ٔ</w:t>
      </w:r>
      <w:r w:rsidRPr="00E37591">
        <w:rPr>
          <w:rtl/>
          <w:lang w:bidi="ur-PK"/>
        </w:rPr>
        <w:t xml:space="preserve"> کار کو صرف اس لئ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نصب الع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سماج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عدالت اور توازن کا قائم کرنا ت</w:t>
      </w:r>
      <w:r w:rsidRPr="00E37591">
        <w:rPr>
          <w:rFonts w:hint="cs"/>
          <w:rtl/>
          <w:lang w:bidi="ur-PK"/>
        </w:rPr>
        <w:t>ھا اور ظاہر ہے کہ زمانہ کے حالات اور مکانات کے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عدالت کے تقاضے بدل جای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ماحول کا عدل دوسر</w:t>
      </w:r>
      <w:r w:rsidRPr="00E37591">
        <w:rPr>
          <w:rFonts w:hint="cs"/>
          <w:rtl/>
          <w:lang w:bidi="ur-PK"/>
        </w:rPr>
        <w:t>ے ماحول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ظلم </w:t>
      </w:r>
      <w:r w:rsidRPr="00E37591">
        <w:rPr>
          <w:rFonts w:hint="cs"/>
          <w:rtl/>
          <w:lang w:bidi="ur-PK"/>
        </w:rPr>
        <w:t>ہوجاتاہے ای</w:t>
      </w:r>
      <w:r w:rsidRPr="00E37591">
        <w:rPr>
          <w:rtl/>
          <w:lang w:bidi="ur-PK"/>
        </w:rPr>
        <w:t>ک زمان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عدالت دوسر</w:t>
      </w:r>
      <w:r w:rsidRPr="00E37591">
        <w:rPr>
          <w:rFonts w:hint="cs"/>
          <w:rtl/>
          <w:lang w:bidi="ur-PK"/>
        </w:rPr>
        <w:t>ے زمانہ کے لئے عذاب بن 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ہے۔زمانہ کے حالات اور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ے رنگارنگ اور گوناگوں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متنا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دفعات واحکام کا وضع کرنا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ضرورت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کچھ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مقررکرک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قائم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جو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اصولوں ک</w:t>
      </w:r>
      <w:r w:rsidRPr="00E37591">
        <w:rPr>
          <w:rFonts w:hint="cs"/>
          <w:rtl/>
          <w:lang w:bidi="ur-PK"/>
        </w:rPr>
        <w:t>ے ماتحت زمانہ کے حالات کی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ہر دور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احکام نافذ کر</w:t>
      </w:r>
      <w:r w:rsidRPr="00E37591">
        <w:rPr>
          <w:rFonts w:hint="cs"/>
          <w:rtl/>
          <w:lang w:bidi="ur-PK"/>
        </w:rPr>
        <w:t>ے جو اس دورمی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مضبوط کرسکت</w:t>
      </w:r>
      <w:r w:rsidRPr="00E37591">
        <w:rPr>
          <w:rFonts w:hint="cs"/>
          <w:rtl/>
          <w:lang w:bidi="ur-PK"/>
        </w:rPr>
        <w:t>ے ہوں۔</w:t>
      </w:r>
    </w:p>
    <w:p w:rsidR="005719A5" w:rsidRPr="00E37591" w:rsidRDefault="00824138" w:rsidP="00EF4654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</w:t>
      </w:r>
      <w:r w:rsidRPr="00E37591">
        <w:rPr>
          <w:rStyle w:val="libAieChar"/>
          <w:rFonts w:hint="cs"/>
          <w:rtl/>
          <w:lang w:bidi="ur-PK"/>
        </w:rPr>
        <w:t>(َطِی</w:t>
      </w:r>
      <w:r w:rsidRPr="00E37591">
        <w:rPr>
          <w:rStyle w:val="libAieChar"/>
          <w:rFonts w:hint="eastAsia"/>
          <w:rtl/>
          <w:lang w:bidi="ur-PK"/>
        </w:rPr>
        <w:t>عُوا</w:t>
      </w:r>
      <w:r w:rsidRPr="00E37591">
        <w:rPr>
          <w:rStyle w:val="libAieChar"/>
          <w:rtl/>
          <w:lang w:bidi="ur-PK"/>
        </w:rPr>
        <w:t xml:space="preserve"> ا</w:t>
      </w:r>
      <w:r w:rsidRPr="00E37591">
        <w:rPr>
          <w:rStyle w:val="libAieChar"/>
          <w:rFonts w:hint="cs"/>
          <w:rtl/>
          <w:lang w:bidi="ur-PK"/>
        </w:rPr>
        <w:t>ﷲَ</w:t>
      </w:r>
      <w:r w:rsidRPr="00E37591">
        <w:rPr>
          <w:rStyle w:val="libAieChar"/>
          <w:rtl/>
          <w:lang w:bidi="ur-PK"/>
        </w:rPr>
        <w:t xml:space="preserve"> وَ</w:t>
      </w:r>
      <w:r w:rsidR="00EF4654">
        <w:rPr>
          <w:rStyle w:val="libAieChar"/>
          <w:rFonts w:hint="cs"/>
          <w:rtl/>
          <w:lang w:bidi="ur-PK"/>
        </w:rPr>
        <w:t>أَ</w:t>
      </w:r>
      <w:r w:rsidRPr="00E37591">
        <w:rPr>
          <w:rStyle w:val="libAieChar"/>
          <w:rtl/>
          <w:lang w:bidi="ur-PK"/>
        </w:rPr>
        <w:t>طِ</w:t>
      </w:r>
      <w:r w:rsidRPr="00E37591">
        <w:rPr>
          <w:rStyle w:val="libAieChar"/>
          <w:rFonts w:hint="cs"/>
          <w:rtl/>
          <w:lang w:bidi="ur-PK"/>
        </w:rPr>
        <w:t>ی</w:t>
      </w:r>
      <w:r w:rsidRPr="00E37591">
        <w:rPr>
          <w:rStyle w:val="libAieChar"/>
          <w:rFonts w:hint="eastAsia"/>
          <w:rtl/>
          <w:lang w:bidi="ur-PK"/>
        </w:rPr>
        <w:t>عُوا</w:t>
      </w:r>
      <w:r w:rsidRPr="00E37591">
        <w:rPr>
          <w:rStyle w:val="libAieChar"/>
          <w:rtl/>
          <w:lang w:bidi="ur-PK"/>
        </w:rPr>
        <w:t xml:space="preserve"> الرَّسُولَ وَ</w:t>
      </w:r>
      <w:r w:rsidR="00EF4654">
        <w:rPr>
          <w:rStyle w:val="libAieChar"/>
          <w:rFonts w:hint="cs"/>
          <w:rtl/>
          <w:lang w:bidi="ur-PK"/>
        </w:rPr>
        <w:t>اُ</w:t>
      </w:r>
      <w:r w:rsidRPr="00E37591">
        <w:rPr>
          <w:rStyle w:val="libAieChar"/>
          <w:rtl/>
          <w:lang w:bidi="ur-PK"/>
        </w:rPr>
        <w:t>و</w:t>
      </w:r>
      <w:r w:rsidRPr="00E37591">
        <w:rPr>
          <w:rStyle w:val="libAieChar"/>
          <w:rFonts w:hint="cs"/>
          <w:rtl/>
          <w:lang w:bidi="ur-PK"/>
        </w:rPr>
        <w:t>ْلِی</w:t>
      </w:r>
      <w:r w:rsidRPr="00E37591">
        <w:rPr>
          <w:rStyle w:val="libAieChar"/>
          <w:rtl/>
          <w:lang w:bidi="ur-PK"/>
        </w:rPr>
        <w:t xml:space="preserve"> ال</w:t>
      </w:r>
      <w:r w:rsidRPr="00E37591">
        <w:rPr>
          <w:rStyle w:val="libAieChar"/>
          <w:rFonts w:hint="cs"/>
          <w:rtl/>
          <w:lang w:bidi="ur-PK"/>
        </w:rPr>
        <w:t>ْ</w:t>
      </w:r>
      <w:r w:rsidR="00EF4654">
        <w:rPr>
          <w:rStyle w:val="libAieChar"/>
          <w:rFonts w:hint="cs"/>
          <w:rtl/>
          <w:lang w:bidi="ur-PK"/>
        </w:rPr>
        <w:t>أً</w:t>
      </w:r>
      <w:r w:rsidRPr="00E37591">
        <w:rPr>
          <w:rStyle w:val="libAieChar"/>
          <w:rFonts w:hint="cs"/>
          <w:rtl/>
          <w:lang w:bidi="ur-PK"/>
        </w:rPr>
        <w:t>مْرِ مِنْکُمْ)</w:t>
      </w:r>
      <w:r w:rsidRPr="00E37591">
        <w:rPr>
          <w:rFonts w:hint="cs"/>
          <w:rtl/>
          <w:lang w:bidi="ur-PK"/>
        </w:rPr>
        <w:t xml:space="preserve">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سلطنت اور اقتدار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ہے کہ اقتدار اعلیٰ</w:t>
      </w:r>
      <w:r w:rsidRPr="00E37591">
        <w:rPr>
          <w:rtl/>
          <w:lang w:bidi="ur-PK"/>
        </w:rPr>
        <w:t xml:space="preserve"> کو اس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پوراپورا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ہے۔مسلمانوں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اگرچ</w:t>
      </w:r>
      <w:r w:rsidRPr="00E37591">
        <w:rPr>
          <w:rFonts w:hint="cs"/>
          <w:rtl/>
          <w:lang w:bidi="ur-PK"/>
        </w:rPr>
        <w:t>ہ اولی</w:t>
      </w:r>
      <w:r w:rsidRPr="00E37591">
        <w:rPr>
          <w:rtl/>
          <w:lang w:bidi="ur-PK"/>
        </w:rPr>
        <w:t xml:space="preserve"> الامر ک</w:t>
      </w:r>
      <w:r w:rsidRPr="00E37591">
        <w:rPr>
          <w:rFonts w:hint="cs"/>
          <w:rtl/>
          <w:lang w:bidi="ur-PK"/>
        </w:rPr>
        <w:t>ے اوصاف وشرائط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اختلاف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اتنا مسلم </w:t>
      </w:r>
      <w:r w:rsidRPr="00E37591">
        <w:rPr>
          <w:rFonts w:hint="cs"/>
          <w:rtl/>
          <w:lang w:bidi="ur-PK"/>
        </w:rPr>
        <w:t>ہے کہ ان حضرات کو اسلامی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اقتدار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کا مالک تصور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اور بات </w:t>
      </w:r>
      <w:r w:rsidRPr="00E37591">
        <w:rPr>
          <w:rFonts w:hint="cs"/>
          <w:rtl/>
          <w:lang w:bidi="ur-PK"/>
        </w:rPr>
        <w:t>ہے کہ ان کے اقتدار کا دائرہ بھی</w:t>
      </w:r>
      <w:r w:rsidRPr="00E37591">
        <w:rPr>
          <w:rtl/>
          <w:lang w:bidi="ur-PK"/>
        </w:rPr>
        <w:t xml:space="preserve"> کل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اور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 ک</w:t>
      </w:r>
      <w:r w:rsidRPr="00E37591">
        <w:rPr>
          <w:rFonts w:hint="cs"/>
          <w:rtl/>
          <w:lang w:bidi="ur-PK"/>
        </w:rPr>
        <w:t>ے ساتھ تنگ ہو جای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امت ک</w:t>
      </w:r>
      <w:r w:rsidRPr="00E37591">
        <w:rPr>
          <w:rFonts w:hint="cs"/>
          <w:rtl/>
          <w:lang w:bidi="ur-PK"/>
        </w:rPr>
        <w:t>ے مصالح عامہ کی</w:t>
      </w:r>
      <w:r w:rsidRPr="00E37591">
        <w:rPr>
          <w:rtl/>
          <w:lang w:bidi="ur-PK"/>
        </w:rPr>
        <w:t xml:space="preserve"> خاطر معاملات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۔لوگوں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سودخوری</w:t>
      </w:r>
      <w:r w:rsidRPr="00E37591">
        <w:rPr>
          <w:rtl/>
          <w:lang w:bidi="ur-PK"/>
        </w:rPr>
        <w:t xml:space="preserve"> اور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انت</w:t>
      </w:r>
      <w:r w:rsidRPr="00E37591">
        <w:rPr>
          <w:rtl/>
          <w:lang w:bidi="ur-PK"/>
        </w:rPr>
        <w:t xml:space="preserve"> کو جائز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۔قانون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باطل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ان کے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اصولوں ک</w:t>
      </w:r>
      <w:r w:rsidRPr="00E37591">
        <w:rPr>
          <w:rFonts w:hint="cs"/>
          <w:rtl/>
          <w:lang w:bidi="ur-PK"/>
        </w:rPr>
        <w:t>ے تخفظ کے لئے وضع کئے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اصولوں کوباطل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ان کاکام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آبادکار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،کانوں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ہروں کی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ھدائی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مباح اور جائز کاموں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۔جب تک لوگوں کے تصرفات مصالح عامہ کے لئے مضر نہ ہوں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کرنے 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 جب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اب یہ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مضر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فوراً اس پر پابندی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عدالت ک</w:t>
      </w:r>
      <w:r w:rsidRPr="00E37591">
        <w:rPr>
          <w:rFonts w:hint="cs"/>
          <w:rtl/>
          <w:lang w:bidi="ur-PK"/>
        </w:rPr>
        <w:t>ے قی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اقتدار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سرکار دوعالم ن</w:t>
      </w:r>
      <w:r w:rsidRPr="00E37591">
        <w:rPr>
          <w:rFonts w:hint="cs"/>
          <w:rtl/>
          <w:lang w:bidi="ur-PK"/>
        </w:rPr>
        <w:t>ے خود بھی</w:t>
      </w:r>
      <w:r w:rsidRPr="00E37591">
        <w:rPr>
          <w:rtl/>
          <w:lang w:bidi="ur-PK"/>
        </w:rPr>
        <w:t xml:space="preserve"> صرف فرما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بعض روا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نے مدی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نخلستانوں کی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ھوٹی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ہروں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حکم فرما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اپنی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قبض</w:t>
      </w:r>
      <w:r w:rsidRPr="00E37591">
        <w:rPr>
          <w:rFonts w:hint="cs"/>
          <w:rtl/>
          <w:lang w:bidi="ur-PK"/>
        </w:rPr>
        <w:t>ہ نہ جمای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دوسروں کو استف</w:t>
      </w:r>
      <w:r w:rsidRPr="00E37591">
        <w:rPr>
          <w:rtl/>
          <w:lang w:bidi="ur-PK"/>
        </w:rPr>
        <w:t>اد</w:t>
      </w:r>
      <w:r w:rsidRPr="00E37591">
        <w:rPr>
          <w:rFonts w:hint="cs"/>
          <w:rtl/>
          <w:lang w:bidi="ur-PK"/>
        </w:rPr>
        <w:t xml:space="preserve">ہ کا </w:t>
      </w:r>
      <w:r w:rsidRPr="00E37591">
        <w:rPr>
          <w:rFonts w:hint="eastAsia"/>
          <w:rtl/>
          <w:lang w:bidi="ur-PK"/>
        </w:rPr>
        <w:t>موقع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علاوہ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اعلان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 لاضرر ولا ضرار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(وسائل الشی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کتاب 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الموت)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فق</w:t>
      </w:r>
      <w:r w:rsidRPr="00E37591">
        <w:rPr>
          <w:rFonts w:hint="cs"/>
          <w:rtl/>
          <w:lang w:bidi="ur-PK"/>
        </w:rPr>
        <w:t>ہاء اسلام سے یہ</w:t>
      </w:r>
      <w:r w:rsidRPr="00E37591">
        <w:rPr>
          <w:rtl/>
          <w:lang w:bidi="ur-PK"/>
        </w:rPr>
        <w:t xml:space="preserve"> بات مخف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پانی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روک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ھاس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کرنے کا موقع نہ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فعل حرام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C13769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ہر شخص اپنے مال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ے پورے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باوجود سرکار رسالت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اور ممانعت اس بات پر صاف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دلالت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آپ بحی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رسول</w:t>
      </w:r>
      <w:r w:rsidRPr="00E37591">
        <w:rPr>
          <w:rFonts w:hint="cs"/>
          <w:rtl/>
          <w:lang w:bidi="ur-PK"/>
        </w:rPr>
        <w:t xml:space="preserve"> کوئی</w:t>
      </w:r>
      <w:r w:rsidRPr="00E37591">
        <w:rPr>
          <w:rtl/>
          <w:lang w:bidi="ur-PK"/>
        </w:rPr>
        <w:t xml:space="preserve"> کل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عام قانون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کرر</w:t>
      </w:r>
      <w:r w:rsidRPr="00E37591">
        <w:rPr>
          <w:rFonts w:hint="cs"/>
          <w:rtl/>
          <w:lang w:bidi="ur-PK"/>
        </w:rPr>
        <w:t>ہے تھے بلکہ اقتدار اعلیٰ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ہوئے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کو صرف کرک</w:t>
      </w:r>
      <w:r w:rsidRPr="00E37591">
        <w:rPr>
          <w:rFonts w:hint="cs"/>
          <w:rtl/>
          <w:lang w:bidi="ur-PK"/>
        </w:rPr>
        <w:t>ے مباح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جائز اقدام پر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لگار</w:t>
      </w:r>
      <w:r w:rsidRPr="00E37591">
        <w:rPr>
          <w:rFonts w:hint="cs"/>
          <w:rtl/>
          <w:lang w:bidi="ur-PK"/>
        </w:rPr>
        <w:t>ہے تھے۔اور اس کا ثبوت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روای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لفظ ن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قضاوت کا لفظ ہے جس سے کسی</w:t>
      </w:r>
      <w:r w:rsidRPr="00E37591">
        <w:rPr>
          <w:rtl/>
          <w:lang w:bidi="ur-PK"/>
        </w:rPr>
        <w:t xml:space="preserve"> حکم خاص کا اظ</w:t>
      </w:r>
      <w:r w:rsidRPr="00E37591">
        <w:rPr>
          <w:rFonts w:hint="cs"/>
          <w:rtl/>
          <w:lang w:bidi="ur-PK"/>
        </w:rPr>
        <w:t>ہار 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80" w:name="_Toc468966859"/>
      <w:bookmarkStart w:id="181" w:name="_Toc468970782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عدالت</w:t>
      </w:r>
      <w:bookmarkEnd w:id="180"/>
      <w:bookmarkEnd w:id="18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رکن </w:t>
      </w:r>
      <w:r w:rsidRPr="00E37591">
        <w:rPr>
          <w:rFonts w:hint="cs"/>
          <w:rtl/>
          <w:lang w:bidi="ur-PK"/>
        </w:rPr>
        <w:t>ہے اجتماعی</w:t>
      </w:r>
      <w:r w:rsidRPr="00E37591">
        <w:rPr>
          <w:rtl/>
          <w:lang w:bidi="ur-PK"/>
        </w:rPr>
        <w:t xml:space="preserve"> عدالت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مقصد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ملکی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عادلان</w:t>
      </w:r>
      <w:r w:rsidRPr="00E37591">
        <w:rPr>
          <w:rFonts w:hint="cs"/>
          <w:rtl/>
          <w:lang w:bidi="ur-PK"/>
        </w:rPr>
        <w:t>ہ انداز سے ہواور اسلام کے وہ اعلیٰ</w:t>
      </w:r>
      <w:r w:rsidRPr="00E37591">
        <w:rPr>
          <w:rtl/>
          <w:lang w:bidi="ur-PK"/>
        </w:rPr>
        <w:t xml:space="preserve"> اقدار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محفوظ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بنائ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جب بھی</w:t>
      </w:r>
      <w:r w:rsidRPr="00E37591">
        <w:rPr>
          <w:rtl/>
          <w:lang w:bidi="ur-PK"/>
        </w:rPr>
        <w:t xml:space="preserve"> عدالت کا ذکرکرتا</w:t>
      </w:r>
      <w:r w:rsidRPr="00E37591">
        <w:rPr>
          <w:rFonts w:hint="cs"/>
          <w:rtl/>
          <w:lang w:bidi="ur-PK"/>
        </w:rPr>
        <w:t>ہے تو اس سے مراد عدالت کا تجری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ہوتااور نہ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مب</w:t>
      </w:r>
      <w:r w:rsidRPr="00E37591">
        <w:rPr>
          <w:rFonts w:hint="cs"/>
          <w:rtl/>
          <w:lang w:bidi="ur-PK"/>
        </w:rPr>
        <w:t>ہم لفظ ہوتاہے کہ ہر شخص کو اس کی</w:t>
      </w:r>
      <w:r w:rsidRPr="00E37591">
        <w:rPr>
          <w:rtl/>
          <w:lang w:bidi="ur-PK"/>
        </w:rPr>
        <w:t xml:space="preserve"> تشر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و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 حق حاصل ہوبلکہ اس نے اپنی</w:t>
      </w:r>
      <w:r w:rsidRPr="00E37591">
        <w:rPr>
          <w:rtl/>
          <w:lang w:bidi="ur-PK"/>
        </w:rPr>
        <w:t xml:space="preserve"> دعوت ک</w:t>
      </w:r>
      <w:r w:rsidRPr="00E37591">
        <w:rPr>
          <w:rFonts w:hint="cs"/>
          <w:rtl/>
          <w:lang w:bidi="ur-PK"/>
        </w:rPr>
        <w:t>ے ساتھ ساتھ عدالت سے اپنا مقصد بھی</w:t>
      </w:r>
      <w:r w:rsidRPr="00E37591">
        <w:rPr>
          <w:rtl/>
          <w:lang w:bidi="ur-PK"/>
        </w:rPr>
        <w:t xml:space="preserve"> واضح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بات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عدالت انسان کے رگ وپے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طرح سرا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کرجائ</w:t>
      </w:r>
      <w:r w:rsidRPr="00E37591">
        <w:rPr>
          <w:rFonts w:hint="cs"/>
          <w:rtl/>
          <w:lang w:bidi="ur-PK"/>
        </w:rPr>
        <w:t>ے کہ ہر شخص کی</w:t>
      </w:r>
      <w:r w:rsidRPr="00E37591">
        <w:rPr>
          <w:rtl/>
          <w:lang w:bidi="ur-PK"/>
        </w:rPr>
        <w:t xml:space="preserve"> رفتار س</w:t>
      </w:r>
      <w:r w:rsidRPr="00E37591">
        <w:rPr>
          <w:rFonts w:hint="cs"/>
          <w:rtl/>
          <w:lang w:bidi="ur-PK"/>
        </w:rPr>
        <w:t>ے عدالت کی</w:t>
      </w:r>
      <w:r w:rsidRPr="00E37591">
        <w:rPr>
          <w:rtl/>
          <w:lang w:bidi="ur-PK"/>
        </w:rPr>
        <w:t xml:space="preserve"> آواز سنائ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ے۔اسلام نے اپنی</w:t>
      </w:r>
      <w:r w:rsidRPr="00E37591">
        <w:rPr>
          <w:rtl/>
          <w:lang w:bidi="ur-PK"/>
        </w:rPr>
        <w:t xml:space="preserve"> اس عدالت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دوچ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زوں</w:t>
      </w:r>
      <w:r w:rsidRPr="00E37591">
        <w:rPr>
          <w:rtl/>
          <w:lang w:bidi="ur-PK"/>
        </w:rPr>
        <w:t xml:space="preserve"> پر رک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دونوں کے الگ الگ تفصی</w:t>
      </w:r>
      <w:r w:rsidRPr="00E37591">
        <w:rPr>
          <w:rFonts w:hint="eastAsia"/>
          <w:rtl/>
          <w:lang w:bidi="ur-PK"/>
        </w:rPr>
        <w:t>لات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باہمی</w:t>
      </w:r>
      <w:r w:rsidRPr="00E37591">
        <w:rPr>
          <w:rtl/>
          <w:lang w:bidi="ur-PK"/>
        </w:rPr>
        <w:t xml:space="preserve"> کفالت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اجتماعی</w:t>
      </w:r>
      <w:r w:rsidRPr="00E37591">
        <w:rPr>
          <w:rtl/>
          <w:lang w:bidi="ur-PK"/>
        </w:rPr>
        <w:t xml:space="preserve"> توازن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دونوں بات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اسلامی</w:t>
      </w:r>
      <w:r w:rsidRPr="00E37591">
        <w:rPr>
          <w:rtl/>
          <w:lang w:bidi="ur-PK"/>
        </w:rPr>
        <w:t xml:space="preserve"> اقدار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۔اورانہی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عدالت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نشان د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جواقدامات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ھتاہے۔خود سرکاررسالت نے اپنے اعلان حکومت کے ساتھ جس نکتہ کا اعلان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وہ یہی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ھا۔''َیُّہَا</w:t>
      </w:r>
      <w:r w:rsidRPr="00E37591">
        <w:rPr>
          <w:rtl/>
          <w:lang w:bidi="ur-PK"/>
        </w:rPr>
        <w:t xml:space="preserve"> النَّاسُ'' اپن</w:t>
      </w:r>
      <w:r w:rsidRPr="00E37591">
        <w:rPr>
          <w:rFonts w:hint="cs"/>
          <w:rtl/>
          <w:lang w:bidi="ur-PK"/>
        </w:rPr>
        <w:t>ے لئے کچھ پی</w:t>
      </w:r>
      <w:r w:rsidRPr="00E37591">
        <w:rPr>
          <w:rFonts w:hint="eastAsia"/>
          <w:rtl/>
          <w:lang w:bidi="ur-PK"/>
        </w:rPr>
        <w:t>شگ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روان</w:t>
      </w:r>
      <w:r w:rsidRPr="00E37591">
        <w:rPr>
          <w:rFonts w:hint="cs"/>
          <w:rtl/>
          <w:lang w:bidi="ur-PK"/>
        </w:rPr>
        <w:t>ہ کر دو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موق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گا ۔جب تم گھبراکر اپنے جانوروں کو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چھوڑدوگے اور پروردگار تم سے سوال کرے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ہارے پاس ہمارا رسول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ھا؟کی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نے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 کث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ھا؟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تم نے کی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وقت سوائ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سار</w:t>
      </w:r>
      <w:r w:rsidRPr="00E37591">
        <w:rPr>
          <w:rtl/>
          <w:lang w:bidi="ur-PK"/>
        </w:rPr>
        <w:t xml:space="preserve"> نظرکرن</w:t>
      </w:r>
      <w:r w:rsidRPr="00E37591">
        <w:rPr>
          <w:rFonts w:hint="cs"/>
          <w:rtl/>
          <w:lang w:bidi="ur-PK"/>
        </w:rPr>
        <w:t>ے کے اور کی</w:t>
      </w:r>
      <w:r w:rsidRPr="00E37591">
        <w:rPr>
          <w:rFonts w:hint="eastAsia"/>
          <w:rtl/>
          <w:lang w:bidi="ur-PK"/>
        </w:rPr>
        <w:t>اچار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ہوگا۔سامنے عذا</w:t>
      </w:r>
      <w:r w:rsidRPr="00E37591">
        <w:rPr>
          <w:rtl/>
          <w:lang w:bidi="ur-PK"/>
        </w:rPr>
        <w:t>ب ج</w:t>
      </w:r>
      <w:r w:rsidRPr="00E37591">
        <w:rPr>
          <w:rFonts w:hint="cs"/>
          <w:rtl/>
          <w:lang w:bidi="ur-PK"/>
        </w:rPr>
        <w:t>ہنم ہوگا اب اگر کوئی</w:t>
      </w:r>
      <w:r w:rsidRPr="00E37591">
        <w:rPr>
          <w:rtl/>
          <w:lang w:bidi="ur-PK"/>
        </w:rPr>
        <w:t xml:space="preserve"> شخص اپن</w:t>
      </w:r>
      <w:r w:rsidRPr="00E37591">
        <w:rPr>
          <w:rFonts w:hint="cs"/>
          <w:rtl/>
          <w:lang w:bidi="ur-PK"/>
        </w:rPr>
        <w:t>ے کو اس عذاب سے بچانا چاہتاہے تو اسے چاہئے کہ اس امر کی</w:t>
      </w:r>
      <w:r w:rsidRPr="00E37591">
        <w:rPr>
          <w:rtl/>
          <w:lang w:bidi="ur-PK"/>
        </w:rPr>
        <w:t xml:space="preserve"> کوشش کر</w:t>
      </w:r>
      <w:r w:rsidRPr="00E37591">
        <w:rPr>
          <w:rFonts w:hint="cs"/>
          <w:rtl/>
          <w:lang w:bidi="ur-PK"/>
        </w:rPr>
        <w:t>ے خواہ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دان</w:t>
      </w:r>
      <w:r w:rsidRPr="00E37591">
        <w:rPr>
          <w:rFonts w:hint="cs"/>
          <w:rtl/>
          <w:lang w:bidi="ur-PK"/>
        </w:rPr>
        <w:t>ہ خرماسے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بلکہ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کلم</w:t>
      </w:r>
      <w:r w:rsidRPr="00E37591">
        <w:rPr>
          <w:rFonts w:hint="cs"/>
          <w:rtl/>
          <w:lang w:bidi="ur-PK"/>
        </w:rPr>
        <w:t>ۂ طی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سہی۔ای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عو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دس س</w:t>
      </w:r>
      <w:r w:rsidRPr="00E37591">
        <w:rPr>
          <w:rFonts w:hint="cs"/>
          <w:rtl/>
          <w:lang w:bidi="ur-PK"/>
        </w:rPr>
        <w:t>ے سات سو تک چلاجاتاہے۔والسلام علی</w:t>
      </w:r>
      <w:r w:rsidRPr="00E37591">
        <w:rPr>
          <w:rFonts w:hint="eastAsia"/>
          <w:rtl/>
          <w:lang w:bidi="ur-PK"/>
        </w:rPr>
        <w:t>کم</w:t>
      </w:r>
      <w:r w:rsidRPr="00E37591">
        <w:rPr>
          <w:rtl/>
          <w:lang w:bidi="ur-PK"/>
        </w:rPr>
        <w:t xml:space="preserve"> ورحمة الل</w:t>
      </w:r>
      <w:r w:rsidRPr="00E37591">
        <w:rPr>
          <w:rFonts w:hint="cs"/>
          <w:rtl/>
          <w:lang w:bidi="ur-PK"/>
        </w:rPr>
        <w:t>ہ وبرکاتہ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جب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توسب س</w:t>
      </w:r>
      <w:r w:rsidRPr="00E37591">
        <w:rPr>
          <w:rFonts w:hint="cs"/>
          <w:rtl/>
          <w:lang w:bidi="ur-PK"/>
        </w:rPr>
        <w:t>ے پہلے مواخات(باہمی</w:t>
      </w:r>
      <w:r w:rsidRPr="00E37591">
        <w:rPr>
          <w:rtl/>
          <w:lang w:bidi="ur-PK"/>
        </w:rPr>
        <w:t xml:space="preserve"> برادر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)ک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ڈالی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باہمی</w:t>
      </w:r>
      <w:r w:rsidRPr="00E37591">
        <w:rPr>
          <w:rtl/>
          <w:lang w:bidi="ur-PK"/>
        </w:rPr>
        <w:t xml:space="preserve"> امداد وکفالت کا اس س</w:t>
      </w:r>
      <w:r w:rsidRPr="00E37591">
        <w:rPr>
          <w:rFonts w:hint="cs"/>
          <w:rtl/>
          <w:lang w:bidi="ur-PK"/>
        </w:rPr>
        <w:t>ے بہتر کوئی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ارکان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مرکب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 xml:space="preserve">محدود </w:t>
      </w:r>
      <w:r w:rsidRPr="00E37591">
        <w:rPr>
          <w:rtl/>
          <w:lang w:bidi="ur-PK"/>
        </w:rPr>
        <w:t>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داوار،</w:t>
      </w:r>
      <w:r w:rsidRPr="00E37591">
        <w:rPr>
          <w:rtl/>
          <w:lang w:bidi="ur-PK"/>
        </w:rPr>
        <w:t xml:space="preserve"> تصرف،صرف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اجتماعی</w:t>
      </w:r>
      <w:r w:rsidRPr="00E37591">
        <w:rPr>
          <w:rtl/>
          <w:lang w:bidi="ur-PK"/>
        </w:rPr>
        <w:t xml:space="preserve"> عدالت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کفالت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توازن ک</w:t>
      </w:r>
      <w:r w:rsidRPr="00E37591">
        <w:rPr>
          <w:rFonts w:hint="cs"/>
          <w:rtl/>
          <w:lang w:bidi="ur-PK"/>
        </w:rPr>
        <w:t>ے اصول قائم کئے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صفت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جملہ احکام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طور پر نظرآت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۔</w:t>
      </w:r>
    </w:p>
    <w:p w:rsidR="005719A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اپنے اصولوں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اخلاقی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کا بھی</w:t>
      </w:r>
      <w:r w:rsidRPr="00E37591">
        <w:rPr>
          <w:rtl/>
          <w:lang w:bidi="ur-PK"/>
        </w:rPr>
        <w:t xml:space="preserve"> لحاظ رک</w:t>
      </w:r>
      <w:r w:rsidRPr="00E37591">
        <w:rPr>
          <w:rFonts w:hint="cs"/>
          <w:rtl/>
          <w:lang w:bidi="ur-PK"/>
        </w:rPr>
        <w:t>ھاہے اور یہ</w:t>
      </w:r>
      <w:r w:rsidRPr="00E37591">
        <w:rPr>
          <w:rtl/>
          <w:lang w:bidi="ur-PK"/>
        </w:rPr>
        <w:t xml:space="preserve"> لحاظ صرف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5719A5" w:rsidRPr="00E37591" w:rsidRDefault="005719A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5719A5" w:rsidRDefault="005719A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پ</w:t>
      </w:r>
      <w:r w:rsidRPr="00E37591">
        <w:rPr>
          <w:rFonts w:hint="cs"/>
          <w:rtl/>
          <w:lang w:bidi="ur-PK"/>
        </w:rPr>
        <w:t>ہلو نمای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واقعی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اپنے نظام 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مقاصد حاصل کرنا چا</w:t>
      </w:r>
      <w:r w:rsidRPr="00E37591">
        <w:rPr>
          <w:rFonts w:hint="cs"/>
          <w:rtl/>
          <w:lang w:bidi="ur-PK"/>
        </w:rPr>
        <w:t>ہتاہے جو انسانی</w:t>
      </w:r>
      <w:r w:rsidRPr="00E37591">
        <w:rPr>
          <w:rtl/>
          <w:lang w:bidi="ur-PK"/>
        </w:rPr>
        <w:t xml:space="preserve"> طبع وضم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موافق 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</w:t>
      </w:r>
      <w:r w:rsidRPr="00E37591">
        <w:rPr>
          <w:rFonts w:hint="cs"/>
          <w:rtl/>
          <w:lang w:bidi="ur-PK"/>
        </w:rPr>
        <w:t>ہ احکام کی</w:t>
      </w:r>
      <w:r w:rsidRPr="00E37591">
        <w:rPr>
          <w:rtl/>
          <w:lang w:bidi="ur-PK"/>
        </w:rPr>
        <w:t xml:space="preserve"> زنج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جکڑکر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پامال کرنا چاہتاہے اور نہ لفظوں کی</w:t>
      </w:r>
      <w:r w:rsidRPr="00E37591">
        <w:rPr>
          <w:rtl/>
          <w:lang w:bidi="ur-PK"/>
        </w:rPr>
        <w:t xml:space="preserve"> باز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ہوائی</w:t>
      </w:r>
      <w:r w:rsidRPr="00E37591">
        <w:rPr>
          <w:rtl/>
          <w:lang w:bidi="ur-PK"/>
        </w:rPr>
        <w:t xml:space="preserve"> فضام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پرواز کرناچا</w:t>
      </w:r>
      <w:r w:rsidRPr="00E37591">
        <w:rPr>
          <w:rFonts w:hint="cs"/>
          <w:rtl/>
          <w:lang w:bidi="ur-PK"/>
        </w:rPr>
        <w:t>ہتاہے۔اشتمالی</w:t>
      </w:r>
      <w:r w:rsidRPr="00E37591">
        <w:rPr>
          <w:rtl/>
          <w:lang w:bidi="ur-PK"/>
        </w:rPr>
        <w:t xml:space="preserve"> حکومت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پلاؤ پکاسکت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گا جب انسان اپنے تمام داخلی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باطن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واحساسات س</w:t>
      </w:r>
      <w:r w:rsidRPr="00E37591">
        <w:rPr>
          <w:rFonts w:hint="cs"/>
          <w:rtl/>
          <w:lang w:bidi="ur-PK"/>
        </w:rPr>
        <w:t>ے الگ ہوکر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ے گا جس سے اپنی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آمدن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بلاکس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جبروکرا</w:t>
      </w:r>
      <w:r w:rsidRPr="00E37591">
        <w:rPr>
          <w:rFonts w:hint="cs"/>
          <w:rtl/>
          <w:lang w:bidi="ur-PK"/>
        </w:rPr>
        <w:t>ہ کے پورے سماج پر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اس قسم ک</w:t>
      </w:r>
      <w:r w:rsidRPr="00E37591">
        <w:rPr>
          <w:rFonts w:hint="cs"/>
          <w:rtl/>
          <w:lang w:bidi="ur-PK"/>
        </w:rPr>
        <w:t>ے خواب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ھتااور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امت کو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سبزباغ دک</w:t>
      </w:r>
      <w:r w:rsidRPr="00E37591">
        <w:rPr>
          <w:rFonts w:hint="cs"/>
          <w:rtl/>
          <w:lang w:bidi="ur-PK"/>
        </w:rPr>
        <w:t>ھاناچاہتاہے۔وہ وہی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قائم کرناچاہتاہے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انسان ر</w:t>
      </w:r>
      <w:r w:rsidRPr="00E37591">
        <w:rPr>
          <w:rFonts w:hint="cs"/>
          <w:rtl/>
          <w:lang w:bidi="ur-PK"/>
        </w:rPr>
        <w:t>ہے اور پھر اعلیٰ</w:t>
      </w:r>
      <w:r w:rsidRPr="00E37591">
        <w:rPr>
          <w:rtl/>
          <w:lang w:bidi="ur-PK"/>
        </w:rPr>
        <w:t xml:space="preserve"> اقدار کا تحفظ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عالم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کہااس نے اتنے اہم مقصد کو حاصل کرنے کے لئے صرف واعظوں اور مرشدوں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پر اکتفا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وضع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پورے پورے ضامن ہوں۔وہ باہمی</w:t>
      </w:r>
      <w:r w:rsidRPr="00E37591">
        <w:rPr>
          <w:rtl/>
          <w:lang w:bidi="ur-PK"/>
        </w:rPr>
        <w:t xml:space="preserve"> کفالت کو قضاو قدر ک</w:t>
      </w:r>
      <w:r w:rsidRPr="00E37591">
        <w:rPr>
          <w:rFonts w:hint="cs"/>
          <w:rtl/>
          <w:lang w:bidi="ur-PK"/>
        </w:rPr>
        <w:t>ے حوالے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اسباب اپنے احکام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تلاش کرتا</w:t>
      </w:r>
      <w:r w:rsidRPr="00E37591">
        <w:rPr>
          <w:rFonts w:hint="cs"/>
          <w:rtl/>
          <w:lang w:bidi="ur-PK"/>
        </w:rPr>
        <w:t>ہے۔وہ اجتماعی</w:t>
      </w:r>
      <w:r w:rsidRPr="00E37591">
        <w:rPr>
          <w:rtl/>
          <w:lang w:bidi="ur-PK"/>
        </w:rPr>
        <w:t xml:space="preserve"> عدالت وتوازن کو اتفاق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حادث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احکام کا حتمی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تصور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واقعی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اپنے اقتصادی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رواج می</w:t>
      </w:r>
      <w:r w:rsidRPr="00E37591">
        <w:rPr>
          <w:rFonts w:hint="eastAsia"/>
          <w:rtl/>
          <w:lang w:bidi="ur-PK"/>
        </w:rPr>
        <w:t>ںان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کا قائل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جن کا انسان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ہو اور جن سے قدرتی</w:t>
      </w:r>
      <w:r w:rsidRPr="00E37591">
        <w:rPr>
          <w:rtl/>
          <w:lang w:bidi="ur-PK"/>
        </w:rPr>
        <w:t xml:space="preserve"> طور پر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ہوجائے بلکہ وہ اپنے مقاصد ونتائج کو اخلاقی</w:t>
      </w:r>
      <w:r w:rsidRPr="00E37591">
        <w:rPr>
          <w:rtl/>
          <w:lang w:bidi="ur-PK"/>
        </w:rPr>
        <w:t xml:space="preserve"> رنگ س</w:t>
      </w:r>
      <w:r w:rsidRPr="00E37591">
        <w:rPr>
          <w:rFonts w:hint="cs"/>
          <w:rtl/>
          <w:lang w:bidi="ur-PK"/>
        </w:rPr>
        <w:t>ے حاصل کرنا چاہتاہے۔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مقول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مزدوروں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ذمہ ہے جو حتمی</w:t>
      </w:r>
      <w:r w:rsidRPr="00E37591">
        <w:rPr>
          <w:rtl/>
          <w:lang w:bidi="ur-PK"/>
        </w:rPr>
        <w:t xml:space="preserve"> طور س</w:t>
      </w:r>
      <w:r w:rsidRPr="00E37591">
        <w:rPr>
          <w:rFonts w:hint="cs"/>
          <w:rtl/>
          <w:lang w:bidi="ur-PK"/>
        </w:rPr>
        <w:t>ے اسے زندہ رکھی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ے۔بلکہ اس کا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جسے ادا کرنا سب پر لازم ہے اور جس کا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کرنا </w:t>
      </w:r>
      <w:r w:rsidRPr="00E37591">
        <w:rPr>
          <w:rFonts w:hint="cs"/>
          <w:rtl/>
          <w:lang w:bidi="ur-PK"/>
        </w:rPr>
        <w:t>ہر صاحب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عالم </w:t>
      </w:r>
      <w:r w:rsidRPr="00E37591">
        <w:rPr>
          <w:rFonts w:hint="cs"/>
          <w:rtl/>
          <w:lang w:bidi="ur-PK"/>
        </w:rPr>
        <w:t>ہے کہ اس نے اپنے مقاصد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اکتفا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ی۔وہ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ہتاکہ می</w:t>
      </w:r>
      <w:r w:rsidRPr="00E37591">
        <w:rPr>
          <w:rFonts w:hint="eastAsia"/>
          <w:rtl/>
          <w:lang w:bidi="ur-PK"/>
        </w:rPr>
        <w:t>رامقصد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ہوجائے۔خواہ کوئی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استعمال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کا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اخلاق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اپنے مقصد کی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 سکتات</w:t>
      </w:r>
      <w:r w:rsidRPr="00E37591">
        <w:rPr>
          <w:rFonts w:hint="cs"/>
          <w:rtl/>
          <w:lang w:bidi="ur-PK"/>
        </w:rPr>
        <w:t>ھاکہ امت سے اموال کو سلب کرکے فقراء پر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ے۔اور اس طرح اجتماعی</w:t>
      </w:r>
      <w:r w:rsidRPr="00E37591">
        <w:rPr>
          <w:rtl/>
          <w:lang w:bidi="ur-PK"/>
        </w:rPr>
        <w:t xml:space="preserve"> توازن قائم </w:t>
      </w:r>
      <w:r w:rsidRPr="00E37591">
        <w:rPr>
          <w:rFonts w:hint="cs"/>
          <w:rtl/>
          <w:lang w:bidi="ur-PK"/>
        </w:rPr>
        <w:t>ہوجائے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پسندن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تو اس عمل کو انسان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ہاتھوں سے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نے اکثرطری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عبادت قرار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ادائ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اندرون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جذبات اور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احساسات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ہواور اس طرح انسان اقتصادی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کے ساتھ ساتھ اخلاقی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اور مذہب واقعی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کے ساتھ ساتھ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 کا معترف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عوامل ک</w:t>
      </w:r>
      <w:r w:rsidRPr="00E37591">
        <w:rPr>
          <w:rFonts w:hint="cs"/>
          <w:rtl/>
          <w:lang w:bidi="ur-PK"/>
        </w:rPr>
        <w:t>ے لئے اسلام کا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ہتمام واحترام کوئی</w:t>
      </w:r>
      <w:r w:rsidRPr="00E37591">
        <w:rPr>
          <w:rtl/>
          <w:lang w:bidi="ur-PK"/>
        </w:rPr>
        <w:t xml:space="preserve"> عج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ہر صاحب بصی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جانتا</w:t>
      </w:r>
      <w:r w:rsidRPr="00E37591">
        <w:rPr>
          <w:rFonts w:hint="cs"/>
          <w:rtl/>
          <w:lang w:bidi="ur-PK"/>
        </w:rPr>
        <w:t>ہے کہ انسان کی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نفسی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ہت بڑادخل ہوتاہے اور یہی</w:t>
      </w:r>
      <w:r w:rsidRPr="00E37591">
        <w:rPr>
          <w:rtl/>
          <w:lang w:bidi="ur-PK"/>
        </w:rPr>
        <w:t xml:space="preserve">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اور سماج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پراثرانداز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ہے۔اب اگر اس شخصی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</w:t>
      </w:r>
      <w:r w:rsidRPr="00E37591">
        <w:rPr>
          <w:rFonts w:hint="eastAsia"/>
          <w:rtl/>
          <w:lang w:bidi="ur-PK"/>
        </w:rPr>
        <w:t>لاح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اپنے سانچے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لی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اجتماعی</w:t>
      </w:r>
      <w:r w:rsidRPr="00E37591">
        <w:rPr>
          <w:rtl/>
          <w:lang w:bidi="ur-PK"/>
        </w:rPr>
        <w:t xml:space="preserve"> سد</w:t>
      </w:r>
      <w:r w:rsidRPr="00E37591">
        <w:rPr>
          <w:rFonts w:hint="cs"/>
          <w:rtl/>
          <w:lang w:bidi="ur-PK"/>
        </w:rPr>
        <w:t>ھاربھی</w:t>
      </w:r>
      <w:r w:rsidRPr="00E37591">
        <w:rPr>
          <w:rtl/>
          <w:lang w:bidi="ur-PK"/>
        </w:rPr>
        <w:t xml:space="preserve"> بآسان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ہوجا</w:t>
      </w:r>
      <w:r w:rsidRPr="00E37591">
        <w:rPr>
          <w:rtl/>
          <w:lang w:bidi="ur-PK"/>
        </w:rPr>
        <w:t>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جانت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آج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نہ ہونے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گہرے تعلق کا اندازہ اس بات سے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سکتاہے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عرض وطلب کے مسائل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وکرا</w:t>
      </w:r>
      <w:r w:rsidRPr="00E37591">
        <w:rPr>
          <w:rFonts w:hint="cs"/>
          <w:rtl/>
          <w:lang w:bidi="ur-PK"/>
        </w:rPr>
        <w:t>ہت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Pr="00C1264A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اضاف</w:t>
      </w:r>
      <w:r w:rsidRPr="00E37591">
        <w:rPr>
          <w:rFonts w:hint="cs"/>
          <w:rtl/>
          <w:lang w:bidi="ur-PK"/>
        </w:rPr>
        <w:t>ہ ونقصان مزدور کی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توہے کہ اسلام اپنے تعلی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انسان ک</w:t>
      </w:r>
      <w:r w:rsidRPr="00E37591">
        <w:rPr>
          <w:rFonts w:hint="cs"/>
          <w:rtl/>
          <w:lang w:bidi="ur-PK"/>
        </w:rPr>
        <w:t>ے ظاہر پر نظرنہی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ھتابلکہ اس کے نفس کی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اترجاتا</w:t>
      </w:r>
      <w:r w:rsidRPr="00E37591">
        <w:rPr>
          <w:rFonts w:hint="cs"/>
          <w:rtl/>
          <w:lang w:bidi="ur-PK"/>
        </w:rPr>
        <w:t>ہے تاکہ اس کی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علاج کرک</w:t>
      </w:r>
      <w:r w:rsidRPr="00E37591">
        <w:rPr>
          <w:rFonts w:hint="cs"/>
          <w:rtl/>
          <w:lang w:bidi="ur-PK"/>
        </w:rPr>
        <w:t xml:space="preserve">ے اسے اپنے ماحول کے لئے سازگار </w:t>
      </w:r>
      <w:r w:rsidRPr="00E37591">
        <w:rPr>
          <w:rtl/>
          <w:lang w:bidi="ur-PK"/>
        </w:rPr>
        <w:t>بنائ</w:t>
      </w:r>
      <w:r w:rsidRPr="00E37591">
        <w:rPr>
          <w:rFonts w:hint="cs"/>
          <w:rtl/>
          <w:lang w:bidi="ur-PK"/>
        </w:rPr>
        <w:t>ے اور اس کے بعد اپنے احکام کو اس پرنافذ کرے تاکہ وہ بلا تکلف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قبول کر 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حصول مقصد کے لئے ہر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اپناتا</w:t>
      </w:r>
      <w:r w:rsidRPr="00E37591">
        <w:rPr>
          <w:rFonts w:hint="cs"/>
          <w:rtl/>
          <w:lang w:bidi="ur-PK"/>
        </w:rPr>
        <w:t>ہے بلکہ صرف ان 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ہدف ومقصد کی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ھلک دکھائی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کا جلو</w:t>
      </w:r>
      <w:r w:rsidRPr="00E37591">
        <w:rPr>
          <w:rFonts w:hint="cs"/>
          <w:rtl/>
          <w:lang w:bidi="ur-PK"/>
        </w:rPr>
        <w:t>ہ نظرآتاہو۔جن کے خمی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واحساسات ہوں تاکہ اس طرح داخلہ وخارجہ سی</w:t>
      </w:r>
      <w:r w:rsidRPr="00E37591">
        <w:rPr>
          <w:rFonts w:hint="eastAsia"/>
          <w:rtl/>
          <w:lang w:bidi="ur-PK"/>
        </w:rPr>
        <w:t>استوں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وا</w:t>
      </w:r>
      <w:r w:rsidRPr="00E37591">
        <w:rPr>
          <w:rFonts w:hint="eastAsia"/>
          <w:rtl/>
          <w:lang w:bidi="ur-PK"/>
        </w:rPr>
        <w:t>قع</w:t>
      </w:r>
      <w:r w:rsidRPr="00E37591">
        <w:rPr>
          <w:rtl/>
          <w:lang w:bidi="ur-PK"/>
        </w:rPr>
        <w:t xml:space="preserve"> واخلاق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گانگت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82" w:name="_Toc468966860"/>
      <w:bookmarkStart w:id="183" w:name="_Toc468970783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2</w:t>
      </w:r>
      <w:r w:rsidRPr="0006314C">
        <w:rPr>
          <w:rFonts w:hint="cs"/>
          <w:rtl/>
          <w:lang w:bidi="ur-PK"/>
        </w:rPr>
        <w:t>)اسلام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مجموع</w:t>
      </w:r>
      <w:r w:rsidRPr="0006314C">
        <w:rPr>
          <w:rFonts w:hint="cs"/>
          <w:rtl/>
          <w:lang w:bidi="ur-PK"/>
        </w:rPr>
        <w:t>ہ کا جزء ہے</w:t>
      </w:r>
      <w:bookmarkEnd w:id="182"/>
      <w:bookmarkEnd w:id="18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اقتصادپر گفتگوکرت</w:t>
      </w:r>
      <w:r w:rsidRPr="00E37591">
        <w:rPr>
          <w:rFonts w:hint="cs"/>
          <w:rtl/>
          <w:lang w:bidi="ur-PK"/>
        </w:rPr>
        <w:t>ے وقت یہ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مناسب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ہر حکم کو الگ الگ مستقل طور سے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بحث 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ے۔سودخوری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حرمت اور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تمام احکام کو مذ</w:t>
      </w:r>
      <w:r w:rsidRPr="00E37591">
        <w:rPr>
          <w:rFonts w:hint="cs"/>
          <w:rtl/>
          <w:lang w:bidi="ur-PK"/>
        </w:rPr>
        <w:t>ہب سے جداگانہ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پھر ان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گفتگو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بلکہ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مناس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مسائل س</w:t>
      </w:r>
      <w:r w:rsidRPr="00E37591">
        <w:rPr>
          <w:rFonts w:hint="cs"/>
          <w:rtl/>
          <w:lang w:bidi="ur-PK"/>
        </w:rPr>
        <w:t>ے الگ کرکے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کا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بحث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مسئلہ کو اس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کر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جو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شعبوں پر حاوی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ہواس لئے کہ اس قسم کی</w:t>
      </w:r>
      <w:r w:rsidRPr="00E37591">
        <w:rPr>
          <w:rtl/>
          <w:lang w:bidi="ur-PK"/>
        </w:rPr>
        <w:t xml:space="preserve"> مح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نظرعام کوتا</w:t>
      </w:r>
      <w:r w:rsidRPr="00E37591">
        <w:rPr>
          <w:rFonts w:hint="cs"/>
          <w:rtl/>
          <w:lang w:bidi="ur-PK"/>
        </w:rPr>
        <w:t>ہ نظروں سے مختلف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ہے۔آپ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خط کو دو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tl/>
          <w:lang w:bidi="ur-PK"/>
        </w:rPr>
        <w:t>ں گ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ممکن </w:t>
      </w:r>
      <w:r w:rsidRPr="00E37591">
        <w:rPr>
          <w:rFonts w:hint="cs"/>
          <w:rtl/>
          <w:lang w:bidi="ur-PK"/>
        </w:rPr>
        <w:t>ہے کہ وہ مستقل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طو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کے ضمن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آکر کوتا</w:t>
      </w:r>
      <w:r w:rsidRPr="00E37591">
        <w:rPr>
          <w:rFonts w:hint="cs"/>
          <w:rtl/>
          <w:lang w:bidi="ur-PK"/>
        </w:rPr>
        <w:t>ہ نظر آئے گا۔بعی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مسائل اور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مسائل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 کہ جب تک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شعبوں کے ساتھ ملاکر نہ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معلوم ن</w:t>
      </w:r>
      <w:r w:rsidRPr="00E37591">
        <w:rPr>
          <w:rFonts w:hint="cs"/>
          <w:rtl/>
          <w:lang w:bidi="ur-PK"/>
        </w:rPr>
        <w:t>ہ ہوسکے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پرگفتگو کرن</w:t>
      </w:r>
      <w:r w:rsidRPr="00E37591">
        <w:rPr>
          <w:rFonts w:hint="cs"/>
          <w:rtl/>
          <w:lang w:bidi="ur-PK"/>
        </w:rPr>
        <w:t>ے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ماحول اور سر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جائز</w:t>
      </w:r>
      <w:r w:rsidRPr="00E37591">
        <w:rPr>
          <w:rFonts w:hint="cs"/>
          <w:rtl/>
          <w:lang w:bidi="ur-PK"/>
        </w:rPr>
        <w:t>ہ لے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ے۔جن پر ان احکام نے جنم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دن گذارے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کہ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اگر اس ک</w:t>
      </w:r>
      <w:r w:rsidRPr="00E37591">
        <w:rPr>
          <w:rFonts w:hint="cs"/>
          <w:rtl/>
          <w:lang w:bidi="ur-PK"/>
        </w:rPr>
        <w:t>ے ماحول سے الگ کر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معلو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ہوسکے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ے احکام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فکر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نشودنما ک</w:t>
      </w:r>
      <w:r w:rsidRPr="00E37591">
        <w:rPr>
          <w:rFonts w:hint="cs"/>
          <w:rtl/>
          <w:lang w:bidi="ur-PK"/>
        </w:rPr>
        <w:t>ے دن گذارے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نظر انداز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ے جملہ اقتصادی</w:t>
      </w:r>
      <w:r w:rsidRPr="00E37591">
        <w:rPr>
          <w:rtl/>
          <w:lang w:bidi="ur-PK"/>
        </w:rPr>
        <w:t xml:space="preserve"> احکام با</w:t>
      </w:r>
      <w:r w:rsidRPr="00E37591">
        <w:rPr>
          <w:rFonts w:hint="cs"/>
          <w:rtl/>
          <w:lang w:bidi="ur-PK"/>
        </w:rPr>
        <w:t>ہم مربوط ومتحد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سے الگ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پورا اقتصادی</w:t>
      </w:r>
      <w:r w:rsidRPr="00E37591">
        <w:rPr>
          <w:rtl/>
          <w:lang w:bidi="ur-PK"/>
        </w:rPr>
        <w:t xml:space="preserve"> نظام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سے مربوط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متعدد شعب</w:t>
      </w:r>
      <w:r w:rsidRPr="00E37591">
        <w:rPr>
          <w:rFonts w:hint="cs"/>
          <w:rtl/>
          <w:lang w:bidi="ur-PK"/>
        </w:rPr>
        <w:t>ے پائے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یہ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مخصوص ماحول س</w:t>
      </w:r>
      <w:r w:rsidRPr="00E37591">
        <w:rPr>
          <w:rFonts w:hint="cs"/>
          <w:rtl/>
          <w:lang w:bidi="ur-PK"/>
        </w:rPr>
        <w:t>ے تعلق رکھتاہے جس پر اس کے احکام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پرورش 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کو مذ</w:t>
      </w:r>
      <w:r w:rsidRPr="00E37591">
        <w:rPr>
          <w:rFonts w:hint="cs"/>
          <w:rtl/>
          <w:lang w:bidi="ur-PK"/>
        </w:rPr>
        <w:t>ہبی</w:t>
      </w:r>
      <w:r w:rsidRPr="00E37591">
        <w:rPr>
          <w:rtl/>
          <w:lang w:bidi="ur-PK"/>
        </w:rPr>
        <w:t xml:space="preserve"> طورپر اور احساس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وجذبات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ماحول 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الگ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محل بحث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ماحول چند عناصر سے مرکب ہوتاہے۔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4B3308" w:rsidP="004B3308">
      <w:pPr>
        <w:pStyle w:val="Heading2Center"/>
        <w:rPr>
          <w:rtl/>
          <w:lang w:bidi="ur-PK"/>
        </w:rPr>
      </w:pPr>
      <w:bookmarkStart w:id="184" w:name="_Toc468970784"/>
      <w:r>
        <w:rPr>
          <w:rFonts w:hint="cs"/>
          <w:rtl/>
          <w:lang w:bidi="ur-PK"/>
        </w:rPr>
        <w:lastRenderedPageBreak/>
        <w:t>عقیدہ، مفاہیم واقدار ، جذبات واحساسات</w:t>
      </w:r>
      <w:bookmarkEnd w:id="184"/>
    </w:p>
    <w:p w:rsidR="00824138" w:rsidRPr="00E37591" w:rsidRDefault="00824138" w:rsidP="004B3308">
      <w:pPr>
        <w:pStyle w:val="libBold2"/>
        <w:rPr>
          <w:rtl/>
          <w:lang w:bidi="ur-PK"/>
        </w:rPr>
      </w:pPr>
      <w:bookmarkStart w:id="185" w:name="_Toc468966861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1</w:t>
      </w:r>
      <w:r w:rsidRPr="0006314C">
        <w:rPr>
          <w:rFonts w:hint="cs"/>
          <w:rtl/>
          <w:lang w:bidi="ur-PK"/>
        </w:rPr>
        <w:t>)عق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06314C">
        <w:rPr>
          <w:rFonts w:hint="cs"/>
          <w:rtl/>
          <w:lang w:bidi="ur-PK"/>
        </w:rPr>
        <w:t>ہ</w:t>
      </w:r>
      <w:bookmarkEnd w:id="18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مرکزی</w:t>
      </w:r>
      <w:r w:rsidRPr="00E37591">
        <w:rPr>
          <w:rtl/>
          <w:lang w:bidi="ur-PK"/>
        </w:rPr>
        <w:t xml:space="preserve"> قاعد</w:t>
      </w:r>
      <w:r w:rsidRPr="00E37591">
        <w:rPr>
          <w:rFonts w:hint="cs"/>
          <w:rtl/>
          <w:lang w:bidi="ur-PK"/>
        </w:rPr>
        <w:t>ۂ فکر جو مرد مسلم کی</w:t>
      </w:r>
      <w:r w:rsidRPr="00E37591">
        <w:rPr>
          <w:rtl/>
          <w:lang w:bidi="ur-PK"/>
        </w:rPr>
        <w:t xml:space="preserve"> آفاق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نظرک</w:t>
      </w:r>
      <w:r w:rsidRPr="00E37591">
        <w:rPr>
          <w:rFonts w:hint="cs"/>
          <w:rtl/>
          <w:lang w:bidi="ur-PK"/>
        </w:rPr>
        <w:t>ے حدود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4B3308">
      <w:pPr>
        <w:pStyle w:val="libBold2"/>
        <w:rPr>
          <w:rtl/>
          <w:lang w:bidi="ur-PK"/>
        </w:rPr>
      </w:pPr>
      <w:bookmarkStart w:id="186" w:name="_Toc468966862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2</w:t>
      </w:r>
      <w:r w:rsidRPr="0006314C">
        <w:rPr>
          <w:rFonts w:hint="cs"/>
          <w:rtl/>
          <w:lang w:bidi="ur-PK"/>
        </w:rPr>
        <w:t>)مفاہ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</w:t>
      </w:r>
      <w:bookmarkEnd w:id="18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جو کائنات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افکار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عکاس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۔جن سے یہ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ہوت</w:t>
      </w:r>
      <w:r w:rsidRPr="00E37591">
        <w:rPr>
          <w:rtl/>
          <w:lang w:bidi="ur-PK"/>
        </w:rPr>
        <w:t>ا</w:t>
      </w:r>
      <w:r w:rsidRPr="00E37591">
        <w:rPr>
          <w:rFonts w:hint="cs"/>
          <w:rtl/>
          <w:lang w:bidi="ur-PK"/>
        </w:rPr>
        <w:t>ہے کہ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ھتے ہوئے کائنات کے موجودات کا مفہوم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ہوسکتاہے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4B3308">
      <w:pPr>
        <w:pStyle w:val="libBold2"/>
        <w:rPr>
          <w:rtl/>
          <w:lang w:bidi="ur-PK"/>
        </w:rPr>
      </w:pPr>
      <w:bookmarkStart w:id="187" w:name="_Toc468966863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)جذبات واحساسات</w:t>
      </w:r>
      <w:bookmarkEnd w:id="18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جو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نفس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</w:t>
      </w:r>
      <w:r w:rsidRPr="00E37591">
        <w:rPr>
          <w:rFonts w:hint="cs"/>
          <w:rtl/>
          <w:lang w:bidi="ur-PK"/>
        </w:rPr>
        <w:t>ھرتے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۔صرف اس لئے کہ کائنات کا اسلامی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مرد مسلم کے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شعور واحساس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ڈالتاہے اور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جذبات و عواطف پی</w:t>
      </w:r>
      <w:r w:rsidRPr="00E37591">
        <w:rPr>
          <w:rFonts w:hint="eastAsia"/>
          <w:rtl/>
          <w:lang w:bidi="ur-PK"/>
        </w:rPr>
        <w:t>داکرتا</w:t>
      </w:r>
      <w:r w:rsidRPr="00E37591">
        <w:rPr>
          <w:rFonts w:hint="cs"/>
          <w:rtl/>
          <w:lang w:bidi="ur-PK"/>
        </w:rPr>
        <w:t>ہے۔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جذبات وعواطف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پر بھی</w:t>
      </w:r>
      <w:r w:rsidRPr="00E37591">
        <w:rPr>
          <w:rtl/>
          <w:lang w:bidi="ur-PK"/>
        </w:rPr>
        <w:t xml:space="preserve"> نظر کرن</w:t>
      </w:r>
      <w:r w:rsidRPr="00E37591">
        <w:rPr>
          <w:rFonts w:hint="cs"/>
          <w:rtl/>
          <w:lang w:bidi="ur-PK"/>
        </w:rPr>
        <w:t xml:space="preserve">ے کے لئے ان تمام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جہات کا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نظررک</w:t>
      </w:r>
      <w:r w:rsidRPr="00E37591">
        <w:rPr>
          <w:rFonts w:hint="cs"/>
          <w:rtl/>
          <w:lang w:bidi="ur-PK"/>
        </w:rPr>
        <w:t>ھنا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اس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واضح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مثال </w:t>
      </w:r>
      <w:r w:rsidRPr="00E37591">
        <w:rPr>
          <w:rFonts w:hint="cs"/>
          <w:rtl/>
          <w:lang w:bidi="ur-PK"/>
        </w:rPr>
        <w:t>ہے تقویٰ</w:t>
      </w:r>
      <w:r w:rsidRPr="00E37591">
        <w:rPr>
          <w:rtl/>
          <w:lang w:bidi="ur-PK"/>
        </w:rPr>
        <w:t xml:space="preserve"> اس کا مف</w:t>
      </w:r>
      <w:r w:rsidRPr="00E37591">
        <w:rPr>
          <w:rFonts w:hint="cs"/>
          <w:rtl/>
          <w:lang w:bidi="ur-PK"/>
        </w:rPr>
        <w:t>ہوم اسلامی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تمام شرافتوں اور کرامتوں کا منبع ومرکزبن جاتاہے اور مرد مسلم کے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 تقویٰ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جذب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جس کا نام ہے جذبۂ احترام و تعظی</w:t>
      </w:r>
      <w:r w:rsidRPr="00E37591">
        <w:rPr>
          <w:rFonts w:hint="eastAsia"/>
          <w:rtl/>
          <w:lang w:bidi="ur-PK"/>
        </w:rPr>
        <w:t>م،</w:t>
      </w:r>
      <w:r w:rsidRPr="00E37591">
        <w:rPr>
          <w:rtl/>
          <w:lang w:bidi="ur-PK"/>
        </w:rPr>
        <w:t xml:space="preserve"> 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اور اس کا ماحول</w:t>
      </w:r>
      <w:r w:rsidRPr="00E37591">
        <w:rPr>
          <w:rFonts w:hint="cs"/>
          <w:rtl/>
          <w:lang w:bidi="ur-PK"/>
        </w:rPr>
        <w:t>۔عقی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مخصوص احساسات وعواطف س</w:t>
      </w:r>
      <w:r w:rsidRPr="00E37591">
        <w:rPr>
          <w:rFonts w:hint="cs"/>
          <w:rtl/>
          <w:lang w:bidi="ur-PK"/>
        </w:rPr>
        <w:t>ے مل کر مرکب ہوتاہے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اسباب وموثرات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مذ</w:t>
      </w:r>
      <w:r w:rsidRPr="00E37591">
        <w:rPr>
          <w:rFonts w:hint="cs"/>
          <w:rtl/>
          <w:lang w:bidi="ur-PK"/>
        </w:rPr>
        <w:t>ہب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قابل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مجموع</w:t>
      </w:r>
      <w:r w:rsidRPr="00E37591">
        <w:rPr>
          <w:rFonts w:hint="cs"/>
          <w:rtl/>
          <w:lang w:bidi="ur-PK"/>
        </w:rPr>
        <w:t>ہ ہوجاتاہے جس کے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وقت تک گفتگو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جب تک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اجزاء کو سات</w:t>
      </w:r>
      <w:r w:rsidRPr="00E37591">
        <w:rPr>
          <w:rFonts w:hint="cs"/>
          <w:rtl/>
          <w:lang w:bidi="ur-PK"/>
        </w:rPr>
        <w:t>ھ نہ ملای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جب یہ</w:t>
      </w:r>
      <w:r w:rsidRPr="00E37591">
        <w:rPr>
          <w:rtl/>
          <w:lang w:bidi="ur-PK"/>
        </w:rPr>
        <w:t xml:space="preserve"> تمام اجزاء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جمع ہوکر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مجموع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شکل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اسلام کو اس بات کا 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ہوجائے</w:t>
      </w:r>
      <w:r w:rsidRPr="00E37591">
        <w:rPr>
          <w:rtl/>
          <w:lang w:bidi="ur-PK"/>
        </w:rPr>
        <w:t xml:space="preserve"> گا ک</w:t>
      </w:r>
      <w:r w:rsidRPr="00E37591">
        <w:rPr>
          <w:rFonts w:hint="cs"/>
          <w:rtl/>
          <w:lang w:bidi="ur-PK"/>
        </w:rPr>
        <w:t>ہ وہ اپے عالمی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غام</w:t>
      </w:r>
      <w:r w:rsidRPr="00E37591">
        <w:rPr>
          <w:rtl/>
          <w:lang w:bidi="ur-PK"/>
        </w:rPr>
        <w:t xml:space="preserve"> کو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پہنچاسکے گا۔اور وہ انسان کو اسی</w:t>
      </w:r>
      <w:r w:rsidRPr="00E37591">
        <w:rPr>
          <w:rtl/>
          <w:lang w:bidi="ur-PK"/>
        </w:rPr>
        <w:t xml:space="preserve"> سانچ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سکے گا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ڈھالنے کے لئے اس نے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ھاتھا۔سعادت مندی</w:t>
      </w:r>
      <w:r w:rsidRPr="00E37591">
        <w:rPr>
          <w:rtl/>
          <w:lang w:bidi="ur-PK"/>
        </w:rPr>
        <w:t xml:space="preserve"> اور رفا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فراوان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کو اس سے مکمل استفادہ کا موقع ملے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اگر </w:t>
      </w:r>
      <w:r w:rsidRPr="00E37591">
        <w:rPr>
          <w:rFonts w:hint="cs"/>
          <w:rtl/>
          <w:lang w:bidi="ur-PK"/>
        </w:rPr>
        <w:t>ہم تمام اجزاء کو الگ الگ رکھ کر اس بات کی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اپنے پی</w:t>
      </w:r>
      <w:r w:rsidRPr="00E37591">
        <w:rPr>
          <w:rFonts w:hint="eastAsia"/>
          <w:rtl/>
          <w:lang w:bidi="ur-PK"/>
        </w:rPr>
        <w:t>غام</w:t>
      </w:r>
      <w:r w:rsidRPr="00E37591">
        <w:rPr>
          <w:rtl/>
          <w:lang w:bidi="ur-PK"/>
        </w:rPr>
        <w:t xml:space="preserve"> کو منزل مقصود تک پ</w:t>
      </w:r>
      <w:r w:rsidRPr="00E37591">
        <w:rPr>
          <w:rFonts w:hint="cs"/>
          <w:rtl/>
          <w:lang w:bidi="ur-PK"/>
        </w:rPr>
        <w:t>ہنچادے گا اور اپنی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 تو 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مو</w:t>
      </w:r>
      <w:r w:rsidRPr="00E37591">
        <w:rPr>
          <w:rFonts w:hint="cs"/>
          <w:rtl/>
          <w:lang w:bidi="ur-PK"/>
        </w:rPr>
        <w:t>ہوم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جس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کسی</w:t>
      </w:r>
      <w:r w:rsidRPr="00E37591">
        <w:rPr>
          <w:rtl/>
          <w:lang w:bidi="ur-PK"/>
        </w:rPr>
        <w:t xml:space="preserve"> انج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نئر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نقشہ کا حسن اسی</w:t>
      </w:r>
      <w:r w:rsidRPr="00E37591">
        <w:rPr>
          <w:rtl/>
          <w:lang w:bidi="ur-PK"/>
        </w:rPr>
        <w:t xml:space="preserve"> وقت ظا</w:t>
      </w:r>
      <w:r w:rsidRPr="00E37591">
        <w:rPr>
          <w:rFonts w:hint="cs"/>
          <w:rtl/>
          <w:lang w:bidi="ur-PK"/>
        </w:rPr>
        <w:t>ہر ہوتاہے جب اس کے مطابق مکمل عمارت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صرف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گوش</w:t>
      </w:r>
      <w:r w:rsidRPr="00E37591">
        <w:rPr>
          <w:rFonts w:hint="cs"/>
          <w:rtl/>
          <w:lang w:bidi="ur-PK"/>
        </w:rPr>
        <w:t>ہ تعمی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حسن کی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ہم وخی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وجنون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وقعت ن</w:t>
      </w:r>
      <w:r w:rsidRPr="00E37591">
        <w:rPr>
          <w:rFonts w:hint="cs"/>
          <w:rtl/>
          <w:lang w:bidi="ur-PK"/>
        </w:rPr>
        <w:t>ہ رکھے گی۔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اپنے نقشۂ تعظی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فلاح وب</w:t>
      </w:r>
      <w:r w:rsidRPr="00E37591">
        <w:rPr>
          <w:rFonts w:hint="cs"/>
          <w:rtl/>
          <w:lang w:bidi="ur-PK"/>
        </w:rPr>
        <w:t>ہبود کی</w:t>
      </w:r>
      <w:r w:rsidRPr="00E37591">
        <w:rPr>
          <w:rtl/>
          <w:lang w:bidi="ur-PK"/>
        </w:rPr>
        <w:t xml:space="preserve"> ضمانت ضرورل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جب اس نقش</w:t>
      </w:r>
      <w:r w:rsidRPr="00E37591">
        <w:rPr>
          <w:rFonts w:hint="cs"/>
          <w:rtl/>
          <w:lang w:bidi="ur-PK"/>
        </w:rPr>
        <w:t>ہ کے مطابق مکمل تعمی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آجائ</w:t>
      </w:r>
      <w:r w:rsidRPr="00E37591">
        <w:rPr>
          <w:rFonts w:hint="cs"/>
          <w:rtl/>
          <w:lang w:bidi="ur-PK"/>
        </w:rPr>
        <w:t>ے اور اس کو کامل شکل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سماج پر منطبق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ے۔اب اگر اس کے شی</w:t>
      </w:r>
      <w:r w:rsidRPr="00E37591">
        <w:rPr>
          <w:rFonts w:hint="eastAsia"/>
          <w:rtl/>
          <w:lang w:bidi="ur-PK"/>
        </w:rPr>
        <w:t>راز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منشر اور اس ک</w:t>
      </w:r>
      <w:r w:rsidRPr="00E37591">
        <w:rPr>
          <w:rFonts w:hint="cs"/>
          <w:rtl/>
          <w:lang w:bidi="ur-PK"/>
        </w:rPr>
        <w:t>ے اجزاء کو پری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tl/>
          <w:lang w:bidi="ur-PK"/>
        </w:rPr>
        <w:t xml:space="preserve"> کر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توقع بالکل غلط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اس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قصور ن</w:t>
      </w:r>
      <w:r w:rsidRPr="00E37591">
        <w:rPr>
          <w:rFonts w:hint="cs"/>
          <w:rtl/>
          <w:lang w:bidi="ur-PK"/>
        </w:rPr>
        <w:t>ہ ہوگا۔ ساری</w:t>
      </w:r>
      <w:r w:rsidRPr="00E37591">
        <w:rPr>
          <w:rtl/>
          <w:lang w:bidi="ur-PK"/>
        </w:rPr>
        <w:t xml:space="preserve"> کوتا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انطباق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علوم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ے شاہد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عالم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فائد</w:t>
      </w:r>
      <w:r w:rsidRPr="00E37591">
        <w:rPr>
          <w:rFonts w:hint="cs"/>
          <w:rtl/>
          <w:lang w:bidi="ur-PK"/>
        </w:rPr>
        <w:t>ہ اور خاصہ کی</w:t>
      </w:r>
      <w:r w:rsidRPr="00E37591">
        <w:rPr>
          <w:rtl/>
          <w:lang w:bidi="ur-PK"/>
        </w:rPr>
        <w:t xml:space="preserve"> حامل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مخصوص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ہوتاہے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رکھاگی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اب اگر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حالات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پرواکئ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کرنا چاہے تو سوائے خسارت اور ناامی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 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تم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ضرورت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ہم </w:t>
      </w:r>
      <w:r w:rsidRPr="00E37591">
        <w:rPr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ان تمام تعلقات و روابط کو ظاہر کرتے جو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ہ،ماحول،</w:t>
      </w:r>
      <w:r w:rsidRPr="00E37591">
        <w:rPr>
          <w:rtl/>
          <w:lang w:bidi="ur-PK"/>
        </w:rPr>
        <w:t xml:space="preserve"> جذبات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 ہائے زندگی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اس مختصر بی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گنجائش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ہے۔نمونہ کے طورپر صرف چند روابط کا ا</w:t>
      </w:r>
      <w:r w:rsidRPr="00E37591">
        <w:rPr>
          <w:rFonts w:hint="eastAsia"/>
          <w:rtl/>
          <w:lang w:bidi="ur-PK"/>
        </w:rPr>
        <w:t>ظ</w:t>
      </w:r>
      <w:r w:rsidRPr="00E37591">
        <w:rPr>
          <w:rFonts w:hint="cs"/>
          <w:rtl/>
          <w:lang w:bidi="ur-PK"/>
        </w:rPr>
        <w:t>ہار</w:t>
      </w:r>
      <w:r w:rsidRPr="00E37591">
        <w:rPr>
          <w:rtl/>
          <w:lang w:bidi="ur-PK"/>
        </w:rPr>
        <w:t xml:space="preserve"> کرنا چا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سے 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ہوجائے کہ ان احکام کے متصل اور منفصل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نتائج کس قدر مختلف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188" w:name="_Toc468966864"/>
      <w:bookmarkStart w:id="189" w:name="_Toc468970785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1</w:t>
      </w:r>
      <w:r w:rsidRPr="0006314C">
        <w:rPr>
          <w:rFonts w:hint="cs"/>
          <w:rtl/>
          <w:lang w:bidi="ur-PK"/>
        </w:rPr>
        <w:t>)اقتصادکا ارتباط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06314C">
        <w:rPr>
          <w:rFonts w:hint="cs"/>
          <w:rtl/>
          <w:lang w:bidi="ur-PK"/>
        </w:rPr>
        <w:t>ے</w:t>
      </w:r>
      <w:bookmarkEnd w:id="188"/>
      <w:bookmarkEnd w:id="189"/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کی</w:t>
      </w:r>
      <w:r w:rsidRPr="00E37591">
        <w:rPr>
          <w:rtl/>
          <w:lang w:bidi="ur-PK"/>
        </w:rPr>
        <w:t xml:space="preserve"> روحان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مرکز اور اس کا سرچشم</w:t>
      </w:r>
      <w:r w:rsidRPr="00E37591">
        <w:rPr>
          <w:rFonts w:hint="cs"/>
          <w:rtl/>
          <w:lang w:bidi="ur-PK"/>
        </w:rPr>
        <w:t>ہ ہے اسی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کے احکام وقوانی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سوتے پھوٹ کر نکلتے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مردمسلم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مذ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سانچ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کر اسے مسلم انسان بناتاہے۔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ے اعمال کو ای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د</w:t>
      </w:r>
      <w:r w:rsidRPr="00E37591">
        <w:rPr>
          <w:rFonts w:hint="cs"/>
          <w:rtl/>
          <w:lang w:bidi="ur-PK"/>
        </w:rPr>
        <w:t>ے کر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تمام نتائج ک</w:t>
      </w:r>
      <w:r w:rsidRPr="00E37591">
        <w:rPr>
          <w:rFonts w:hint="cs"/>
          <w:rtl/>
          <w:lang w:bidi="ur-PK"/>
        </w:rPr>
        <w:t>ے علاوہ جو خارجی</w:t>
      </w:r>
      <w:r w:rsidRPr="00E37591">
        <w:rPr>
          <w:rtl/>
          <w:lang w:bidi="ur-PK"/>
        </w:rPr>
        <w:t xml:space="preserve"> طورپر </w:t>
      </w:r>
      <w:r w:rsidRPr="00E37591">
        <w:rPr>
          <w:rFonts w:hint="cs"/>
          <w:rtl/>
          <w:lang w:bidi="ur-PK"/>
        </w:rPr>
        <w:t>ہمارے مشاہدہ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مردمسلم ک</w:t>
      </w:r>
      <w:r w:rsidRPr="00E37591">
        <w:rPr>
          <w:rFonts w:hint="cs"/>
          <w:rtl/>
          <w:lang w:bidi="ur-PK"/>
        </w:rPr>
        <w:t>ے دل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سکون واطم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اس لئے کہ اس کا مذہب اسی</w:t>
      </w:r>
      <w:r w:rsidRPr="00E37591">
        <w:rPr>
          <w:rtl/>
          <w:lang w:bidi="ur-PK"/>
        </w:rPr>
        <w:t xml:space="preserve">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پرتو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مختصر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ے نفاذ کی</w:t>
      </w:r>
      <w:r w:rsidRPr="00E37591">
        <w:rPr>
          <w:rtl/>
          <w:lang w:bidi="ur-PK"/>
        </w:rPr>
        <w:t xml:space="preserve"> ضمانت،اعمال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و روپ اور سکون واطم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خصوصی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برکت س</w:t>
      </w:r>
      <w:r w:rsidRPr="00E37591">
        <w:rPr>
          <w:rFonts w:hint="cs"/>
          <w:rtl/>
          <w:lang w:bidi="ur-PK"/>
        </w:rPr>
        <w:t>ے حاصل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 اگر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ک</w:t>
      </w:r>
      <w:r w:rsidRPr="00E37591">
        <w:rPr>
          <w:rFonts w:hint="cs"/>
          <w:rtl/>
          <w:lang w:bidi="ur-PK"/>
        </w:rPr>
        <w:t>ے جملہ خصوصی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خون </w:t>
      </w:r>
      <w:r w:rsidRPr="00E37591">
        <w:rPr>
          <w:rFonts w:hint="cs"/>
          <w:rtl/>
          <w:lang w:bidi="ur-PK"/>
        </w:rPr>
        <w:t>ہوجائے گا اور اس کا ص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ذہن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آسکے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90" w:name="_Toc468966865"/>
      <w:bookmarkStart w:id="191" w:name="_Toc468970786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2</w:t>
      </w:r>
      <w:r w:rsidRPr="0006314C">
        <w:rPr>
          <w:rFonts w:hint="cs"/>
          <w:rtl/>
          <w:lang w:bidi="ur-PK"/>
        </w:rPr>
        <w:t>)اقتصاد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ومفا</w:t>
      </w:r>
      <w:r w:rsidRPr="0006314C">
        <w:rPr>
          <w:rFonts w:hint="cs"/>
          <w:rtl/>
          <w:lang w:bidi="ur-PK"/>
        </w:rPr>
        <w:t>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bookmarkEnd w:id="190"/>
      <w:bookmarkEnd w:id="19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کائنات کے موجودات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جن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ان کا اثر اس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مثال ک</w:t>
      </w:r>
      <w:r w:rsidRPr="00E37591">
        <w:rPr>
          <w:rFonts w:hint="cs"/>
          <w:rtl/>
          <w:lang w:bidi="ur-PK"/>
        </w:rPr>
        <w:t>ے طور پر اس نے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سلطنت مطلق</w:t>
      </w:r>
      <w:r w:rsidRPr="00E37591">
        <w:rPr>
          <w:rFonts w:hint="cs"/>
          <w:rtl/>
          <w:lang w:bidi="ur-PK"/>
        </w:rPr>
        <w:t>ہ کے بجائے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کا رنگ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فائد</w:t>
      </w:r>
      <w:r w:rsidRPr="00E37591">
        <w:rPr>
          <w:rFonts w:hint="cs"/>
          <w:rtl/>
          <w:lang w:bidi="ur-PK"/>
        </w:rPr>
        <w:t>ہ کے مفہوم کو عام عادی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نکال کر روحانی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آخرت کا رنگ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عام نقصان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بن 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طرز فکر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مالک اپن</w:t>
      </w:r>
      <w:r w:rsidRPr="00E37591">
        <w:rPr>
          <w:rFonts w:hint="cs"/>
          <w:rtl/>
          <w:lang w:bidi="ur-PK"/>
        </w:rPr>
        <w:t>ے تصرفات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مسئول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احساس رک</w:t>
      </w:r>
      <w:r w:rsidRPr="00E37591">
        <w:rPr>
          <w:rFonts w:hint="cs"/>
          <w:rtl/>
          <w:lang w:bidi="ur-PK"/>
        </w:rPr>
        <w:t>ھے گا اور اس طرح اس کی</w:t>
      </w:r>
      <w:r w:rsidRPr="00E37591">
        <w:rPr>
          <w:rtl/>
          <w:lang w:bidi="ur-PK"/>
        </w:rPr>
        <w:t xml:space="preserve">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محدود </w:t>
      </w:r>
      <w:r w:rsidRPr="00E37591">
        <w:rPr>
          <w:rFonts w:hint="cs"/>
          <w:rtl/>
          <w:lang w:bidi="ur-PK"/>
        </w:rPr>
        <w:t>ہوجائے گی۔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فائد</w:t>
      </w:r>
      <w:r w:rsidRPr="00E37591">
        <w:rPr>
          <w:rFonts w:hint="cs"/>
          <w:rtl/>
          <w:lang w:bidi="ur-PK"/>
        </w:rPr>
        <w:t>ہ کا طالب اپنا مطمح نظرصرف مادی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کو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 xml:space="preserve">ے گا بلکہ وقت ضرورت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ان مادی</w:t>
      </w:r>
      <w:r w:rsidRPr="00E37591">
        <w:rPr>
          <w:rtl/>
          <w:lang w:bidi="ur-PK"/>
        </w:rPr>
        <w:t xml:space="preserve"> فوائد کو قربان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گا اور اس طرح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ان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 س</w:t>
      </w:r>
      <w:r w:rsidRPr="00E37591">
        <w:rPr>
          <w:rFonts w:hint="cs"/>
          <w:rtl/>
          <w:lang w:bidi="ur-PK"/>
        </w:rPr>
        <w:t>ے پورا پورا فائدہ اٹھائی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دونوں کو الگ الگ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تو پ</w:t>
      </w:r>
      <w:r w:rsidRPr="00E37591">
        <w:rPr>
          <w:rFonts w:hint="cs"/>
          <w:rtl/>
          <w:lang w:bidi="ur-PK"/>
        </w:rPr>
        <w:t>ھر رنگ ہی</w:t>
      </w:r>
      <w:r w:rsidRPr="00E37591">
        <w:rPr>
          <w:rtl/>
          <w:lang w:bidi="ur-PK"/>
        </w:rPr>
        <w:t xml:space="preserve"> دوسرا </w:t>
      </w:r>
      <w:r w:rsidRPr="00E37591">
        <w:rPr>
          <w:rFonts w:hint="cs"/>
          <w:rtl/>
          <w:lang w:bidi="ur-PK"/>
        </w:rPr>
        <w:t>ہوجائے گا اور مذہب</w:t>
      </w:r>
      <w:r w:rsidRPr="00E37591">
        <w:rPr>
          <w:rtl/>
          <w:lang w:bidi="ur-PK"/>
        </w:rPr>
        <w:t xml:space="preserve"> کا مکمل فائد</w:t>
      </w:r>
      <w:r w:rsidRPr="00E37591">
        <w:rPr>
          <w:rFonts w:hint="cs"/>
          <w:rtl/>
          <w:lang w:bidi="ur-PK"/>
        </w:rPr>
        <w:t>ہ حاصل نہ ہوسکے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92" w:name="_Toc468966866"/>
      <w:bookmarkStart w:id="193" w:name="_Toc468970787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وجذبات</w:t>
      </w:r>
      <w:bookmarkEnd w:id="192"/>
      <w:bookmarkEnd w:id="19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بالکل واضح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اسلامی</w:t>
      </w:r>
      <w:r w:rsidRPr="00E37591">
        <w:rPr>
          <w:rtl/>
          <w:lang w:bidi="ur-PK"/>
        </w:rPr>
        <w:t xml:space="preserve"> 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آن</w:t>
      </w:r>
      <w:r w:rsidRPr="00E37591">
        <w:rPr>
          <w:rFonts w:hint="cs"/>
          <w:rtl/>
          <w:lang w:bidi="ur-PK"/>
        </w:rPr>
        <w:t>ے والے جذبات واحساسات بھی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طرح س</w:t>
      </w:r>
      <w:r w:rsidRPr="00E37591">
        <w:rPr>
          <w:rFonts w:hint="cs"/>
          <w:rtl/>
          <w:lang w:bidi="ur-PK"/>
        </w:rPr>
        <w:t>ے اثرانداز ہوں 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ۂ اخوت کا حامل مسلمان جب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سے محبت اور ہمدردی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تو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کفالت وضمانت ک</w:t>
      </w:r>
      <w:r w:rsidRPr="00E37591">
        <w:rPr>
          <w:rFonts w:hint="cs"/>
          <w:rtl/>
          <w:lang w:bidi="ur-PK"/>
        </w:rPr>
        <w:t>ے اصول بڑی</w:t>
      </w:r>
      <w:r w:rsidRPr="00E37591">
        <w:rPr>
          <w:rtl/>
          <w:lang w:bidi="ur-PK"/>
        </w:rPr>
        <w:t xml:space="preserve"> آسان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رواج پاسکی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ان کے لئے کسی</w:t>
      </w:r>
      <w:r w:rsidRPr="00E37591">
        <w:rPr>
          <w:rtl/>
          <w:lang w:bidi="ur-PK"/>
        </w:rPr>
        <w:t xml:space="preserve"> جبر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طاقت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94" w:name="_Toc468966867"/>
      <w:bookmarkStart w:id="195" w:name="_Toc468970788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4</w:t>
      </w:r>
      <w:r w:rsidRPr="0006314C">
        <w:rPr>
          <w:rFonts w:hint="cs"/>
          <w:rtl/>
          <w:lang w:bidi="ur-PK"/>
        </w:rPr>
        <w:t>)اقتصا</w:t>
      </w: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bookmarkEnd w:id="194"/>
      <w:bookmarkEnd w:id="195"/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مال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ی۔اس کا مطلب صرف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حکومت کو کسی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طرح مال ملتار</w:t>
      </w:r>
      <w:r w:rsidRPr="00E37591">
        <w:rPr>
          <w:rFonts w:hint="cs"/>
          <w:rtl/>
          <w:lang w:bidi="ur-PK"/>
        </w:rPr>
        <w:t>ہے اور وہ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خاطر خوا</w:t>
      </w:r>
      <w:r w:rsidRPr="00E37591">
        <w:rPr>
          <w:rFonts w:hint="cs"/>
          <w:rtl/>
          <w:lang w:bidi="ur-PK"/>
        </w:rPr>
        <w:t>ہ تصرف کرتی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بلکہ اس نے اس سی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کو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اغراض ومصالح ک</w:t>
      </w:r>
      <w:r w:rsidRPr="00E37591">
        <w:rPr>
          <w:rFonts w:hint="cs"/>
          <w:rtl/>
          <w:lang w:bidi="ur-PK"/>
        </w:rPr>
        <w:t>ے حاصل کرنے کا وسی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کا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مالی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کفالت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توازن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معاشرہ کو اس کے اعلیٰ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تک پہنچادی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ے۔ظاہر ہے کہ ان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کرکے محل بحث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96" w:name="_Toc468966868"/>
      <w:bookmarkStart w:id="197" w:name="_Toc468970789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5</w:t>
      </w:r>
      <w:r w:rsidRPr="0006314C">
        <w:rPr>
          <w:rFonts w:hint="cs"/>
          <w:rtl/>
          <w:lang w:bidi="ur-PK"/>
        </w:rPr>
        <w:t>)اقتصاد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</w:t>
      </w:r>
      <w:bookmarkEnd w:id="196"/>
      <w:bookmarkEnd w:id="19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حکومت کو جس قدر اقتصادی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ان کو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ظلم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کو اگر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آئی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اور 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کر 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ہر کس وناکس کو عوامی</w:t>
      </w:r>
      <w:r w:rsidRPr="00E37591">
        <w:rPr>
          <w:rtl/>
          <w:lang w:bidi="ur-PK"/>
        </w:rPr>
        <w:t xml:space="preserve"> قسمت کا مالک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eastAsia"/>
          <w:rtl/>
          <w:lang w:bidi="ur-PK"/>
        </w:rPr>
        <w:t>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عصمت ی</w:t>
      </w:r>
      <w:r w:rsidRPr="00E37591">
        <w:rPr>
          <w:rFonts w:hint="eastAsia"/>
          <w:rtl/>
          <w:lang w:bidi="ur-PK"/>
        </w:rPr>
        <w:t>اکم</w:t>
      </w:r>
      <w:r w:rsidRPr="00E37591">
        <w:rPr>
          <w:rtl/>
          <w:lang w:bidi="ur-PK"/>
        </w:rPr>
        <w:t xml:space="preserve"> از کم عدالت کو شرط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(ج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بعض مسلمانوں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ہے)تو یہ</w:t>
      </w:r>
      <w:r w:rsidRPr="00E37591">
        <w:rPr>
          <w:rtl/>
          <w:lang w:bidi="ur-PK"/>
        </w:rPr>
        <w:t xml:space="preserve"> اعتراض رفع </w:t>
      </w:r>
      <w:r w:rsidRPr="00E37591">
        <w:rPr>
          <w:rFonts w:hint="cs"/>
          <w:rtl/>
          <w:lang w:bidi="ur-PK"/>
        </w:rPr>
        <w:t>ہوجائے گا اور انسان سمجھ لے گاکہ عدالت وعصمت کے بعد ظلم کا تصور مہمل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198" w:name="_Toc468966869"/>
      <w:bookmarkStart w:id="199" w:name="_Toc468970790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6</w:t>
      </w:r>
      <w:r w:rsidRPr="0006314C">
        <w:rPr>
          <w:rFonts w:hint="cs"/>
          <w:rtl/>
          <w:lang w:bidi="ur-PK"/>
        </w:rPr>
        <w:t>)سودخور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عدالت</w:t>
      </w:r>
      <w:bookmarkEnd w:id="198"/>
      <w:bookmarkEnd w:id="199"/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سودک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حرمت اورممانعت کو تمام احکام س</w:t>
      </w:r>
      <w:r w:rsidRPr="00E37591">
        <w:rPr>
          <w:rFonts w:hint="cs"/>
          <w:rtl/>
          <w:lang w:bidi="ur-PK"/>
        </w:rPr>
        <w:t>ے الگ کرکے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تو اس س</w:t>
      </w:r>
      <w:r w:rsidRPr="00E37591">
        <w:rPr>
          <w:rFonts w:hint="cs"/>
          <w:rtl/>
          <w:lang w:bidi="ur-PK"/>
        </w:rPr>
        <w:t>ے بہت 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مشکلات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حل کرنا بظا</w:t>
      </w:r>
      <w:r w:rsidRPr="00E37591">
        <w:rPr>
          <w:rFonts w:hint="cs"/>
          <w:rtl/>
          <w:lang w:bidi="ur-PK"/>
        </w:rPr>
        <w:t>ہر ناممکن 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اس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حکم کو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احکام ک</w:t>
      </w:r>
      <w:r w:rsidRPr="00E37591">
        <w:rPr>
          <w:rFonts w:hint="cs"/>
          <w:rtl/>
          <w:lang w:bidi="ur-PK"/>
        </w:rPr>
        <w:t>ے ساتھ منضم کرلی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اسلام نے ان تمام مشکلات کو ب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کفالت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توازن اور مضارب</w:t>
      </w:r>
      <w:r w:rsidRPr="00E37591">
        <w:rPr>
          <w:rFonts w:hint="cs"/>
          <w:rtl/>
          <w:lang w:bidi="ur-PK"/>
        </w:rPr>
        <w:t>ہ(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)مضارب</w:t>
      </w:r>
      <w:r w:rsidRPr="00E37591">
        <w:rPr>
          <w:rFonts w:hint="cs"/>
          <w:rtl/>
          <w:lang w:bidi="ur-PK"/>
        </w:rPr>
        <w:t>ہ کامطلب یہ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Pr="00C1264A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کہ انسان کسی</w:t>
      </w:r>
      <w:r w:rsidRPr="00E37591">
        <w:rPr>
          <w:rtl/>
          <w:lang w:bidi="ur-PK"/>
        </w:rPr>
        <w:t xml:space="preserve"> شخص کو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اس سے اس شرط پر تجارت کرائے کہ فائدہ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افراد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مقرر</w:t>
      </w:r>
      <w:r w:rsidRPr="00E37591">
        <w:rPr>
          <w:rFonts w:hint="cs"/>
          <w:rtl/>
          <w:lang w:bidi="ur-PK"/>
        </w:rPr>
        <w:t>ہ نسبت سے شری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ے۔خواہ وہ آدھی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اچوت</w:t>
      </w:r>
      <w:r w:rsidRPr="00E37591">
        <w:rPr>
          <w:rFonts w:hint="cs"/>
          <w:rtl/>
          <w:lang w:bidi="ur-PK"/>
        </w:rPr>
        <w:t>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اور)جی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معاملات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پ</w:t>
      </w:r>
      <w:r w:rsidRPr="00E37591">
        <w:rPr>
          <w:rFonts w:hint="cs"/>
          <w:rtl/>
          <w:lang w:bidi="ur-PK"/>
        </w:rPr>
        <w:t>ھر ک</w:t>
      </w:r>
      <w:r w:rsidRPr="00E37591">
        <w:rPr>
          <w:rFonts w:hint="eastAsia"/>
          <w:rtl/>
          <w:lang w:bidi="ur-PK"/>
        </w:rPr>
        <w:t>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دشوار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 xml:space="preserve">ہ رہ </w:t>
      </w:r>
      <w:r w:rsidRPr="00E37591">
        <w:rPr>
          <w:rtl/>
          <w:lang w:bidi="ur-PK"/>
        </w:rPr>
        <w:t>جائ</w:t>
      </w:r>
      <w:r w:rsidRPr="00E37591">
        <w:rPr>
          <w:rFonts w:hint="cs"/>
          <w:rtl/>
          <w:lang w:bidi="ur-PK"/>
        </w:rPr>
        <w:t>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ر</w:t>
      </w:r>
      <w:r w:rsidRPr="00E37591">
        <w:rPr>
          <w:rFonts w:hint="cs"/>
          <w:rtl/>
          <w:lang w:bidi="ur-PK"/>
        </w:rPr>
        <w:t>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سوال ک</w:t>
      </w:r>
      <w:r w:rsidRPr="00E37591">
        <w:rPr>
          <w:rFonts w:hint="cs"/>
          <w:rtl/>
          <w:lang w:bidi="ur-PK"/>
        </w:rPr>
        <w:t>ہ ان مشکلات کو کہاں اور کس طرح حل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ہے؟تو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جواب کا انتظار کی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200" w:name="_Toc468966870"/>
      <w:bookmarkStart w:id="201" w:name="_Toc468970791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7</w:t>
      </w:r>
      <w:r w:rsidRPr="0006314C">
        <w:rPr>
          <w:rFonts w:hint="cs"/>
          <w:rtl/>
          <w:lang w:bidi="ur-PK"/>
        </w:rPr>
        <w:t>)انفراد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ج</w:t>
      </w:r>
      <w:r w:rsidRPr="0006314C">
        <w:rPr>
          <w:rFonts w:hint="cs"/>
          <w:rtl/>
          <w:lang w:bidi="ur-PK"/>
        </w:rPr>
        <w:t>ہاد</w:t>
      </w:r>
      <w:bookmarkEnd w:id="200"/>
      <w:bookmarkEnd w:id="20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معرکۂ جنگ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کو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اسی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کو غلام بناکر مال 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مجا</w:t>
      </w:r>
      <w:r w:rsidRPr="00E37591">
        <w:rPr>
          <w:rFonts w:hint="cs"/>
          <w:rtl/>
          <w:lang w:bidi="ur-PK"/>
        </w:rPr>
        <w:t>ہدی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پرست، اسلام دشمن افراد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اسلام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 پسند مذا</w:t>
      </w:r>
      <w:r w:rsidRPr="00E37591">
        <w:rPr>
          <w:rFonts w:hint="cs"/>
          <w:rtl/>
          <w:lang w:bidi="ur-PK"/>
        </w:rPr>
        <w:t>ہب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 جو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تنگ وتاری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حکومت کرر</w:t>
      </w:r>
      <w:r w:rsidRPr="00E37591">
        <w:rPr>
          <w:rFonts w:hint="cs"/>
          <w:rtl/>
          <w:lang w:bidi="ur-PK"/>
        </w:rPr>
        <w:t>ہے تھے اور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ذلت ورسوائ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گذارن</w:t>
      </w:r>
      <w:r w:rsidRPr="00E37591">
        <w:rPr>
          <w:rFonts w:hint="cs"/>
          <w:rtl/>
          <w:lang w:bidi="ur-PK"/>
        </w:rPr>
        <w:t>ے پر مجبور کر رہے تھے۔جن کے پنجۂ استبداد سے صرف ی</w:t>
      </w:r>
      <w:r w:rsidRPr="00E37591">
        <w:rPr>
          <w:rFonts w:hint="eastAsia"/>
          <w:rtl/>
          <w:lang w:bidi="ur-PK"/>
        </w:rPr>
        <w:t>ورپ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نجات دلائی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ورنہ 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آج تک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وتذل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شکار ر</w:t>
      </w:r>
      <w:r w:rsidRPr="00E37591">
        <w:rPr>
          <w:rFonts w:hint="cs"/>
          <w:rtl/>
          <w:lang w:bidi="ur-PK"/>
        </w:rPr>
        <w:t>ہتے۔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حالانک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اس حکم پر تنقی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سے پہلے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تاکہ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 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ہے؟اور</w:t>
      </w:r>
      <w:r w:rsidRPr="00E37591">
        <w:rPr>
          <w:rtl/>
          <w:lang w:bidi="ur-PK"/>
        </w:rPr>
        <w:t xml:space="preserve"> 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کوغلام بنان</w:t>
      </w:r>
      <w:r w:rsidRPr="00E37591">
        <w:rPr>
          <w:rFonts w:hint="cs"/>
          <w:rtl/>
          <w:lang w:bidi="ur-PK"/>
        </w:rPr>
        <w:t>ے کے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ماحول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ں؟اور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وہ حاکم اور ولی</w:t>
      </w:r>
      <w:r w:rsidRPr="00E37591">
        <w:rPr>
          <w:rtl/>
          <w:lang w:bidi="ur-PK"/>
        </w:rPr>
        <w:t xml:space="preserve"> امر کون </w:t>
      </w:r>
      <w:r w:rsidRPr="00E37591">
        <w:rPr>
          <w:rFonts w:hint="cs"/>
          <w:rtl/>
          <w:lang w:bidi="ur-PK"/>
        </w:rPr>
        <w:t>ہے جسے اتنے اہم اختی</w:t>
      </w:r>
      <w:r w:rsidRPr="00E37591">
        <w:rPr>
          <w:rFonts w:hint="eastAsia"/>
          <w:rtl/>
          <w:lang w:bidi="ur-PK"/>
        </w:rPr>
        <w:t>ارات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دئے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گوش</w:t>
      </w:r>
      <w:r w:rsidRPr="00E37591">
        <w:rPr>
          <w:rFonts w:hint="cs"/>
          <w:rtl/>
          <w:lang w:bidi="ur-PK"/>
        </w:rPr>
        <w:t>ے نظرآجائی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اسلام پر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 حق حاصل </w:t>
      </w:r>
      <w:r w:rsidRPr="00E37591">
        <w:rPr>
          <w:rFonts w:hint="cs"/>
          <w:rtl/>
          <w:lang w:bidi="ur-PK"/>
        </w:rPr>
        <w:t>ہوگا اور غنی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موقف معلوم </w:t>
      </w:r>
      <w:r w:rsidRPr="00E37591">
        <w:rPr>
          <w:rFonts w:hint="cs"/>
          <w:rtl/>
          <w:lang w:bidi="ur-PK"/>
        </w:rPr>
        <w:t>ہوسکے گا۔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صرف جائز قسم کے جہاد اور عقائدی</w:t>
      </w:r>
      <w:r w:rsidRPr="00E37591">
        <w:rPr>
          <w:rtl/>
          <w:lang w:bidi="ur-PK"/>
        </w:rPr>
        <w:t xml:space="preserve"> جنگ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شد</w:t>
      </w:r>
      <w:r w:rsidRPr="00E37591">
        <w:rPr>
          <w:rFonts w:hint="cs"/>
          <w:rtl/>
          <w:lang w:bidi="ur-PK"/>
        </w:rPr>
        <w:t>ہ مال کا نام ہوتاہے۔اگر جنگ کو عقائد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ہواور وہ غارتگری</w:t>
      </w:r>
      <w:r w:rsidRPr="00E37591">
        <w:rPr>
          <w:rtl/>
          <w:lang w:bidi="ur-PK"/>
        </w:rPr>
        <w:t xml:space="preserve"> ،ملک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ہوتواس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ھاصل شدہ مال کو غنی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مال ک</w:t>
      </w:r>
      <w:r w:rsidRPr="00E37591">
        <w:rPr>
          <w:rFonts w:hint="cs"/>
          <w:rtl/>
          <w:lang w:bidi="ur-PK"/>
        </w:rPr>
        <w:t>ے غنی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دوشرط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جنگ 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ک</w:t>
      </w:r>
      <w:r w:rsidRPr="00E37591">
        <w:rPr>
          <w:rFonts w:hint="cs"/>
          <w:rtl/>
          <w:lang w:bidi="ur-PK"/>
        </w:rPr>
        <w:t>ے حکم سے اسلام کی</w:t>
      </w:r>
      <w:r w:rsidRPr="00E37591">
        <w:rPr>
          <w:rtl/>
          <w:lang w:bidi="ur-PK"/>
        </w:rPr>
        <w:t xml:space="preserve"> دعوت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ہو۔جاہلی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لوت مار اور غارت 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ہاد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دارممالک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رائج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قائد پ</w:t>
      </w:r>
      <w:r w:rsidRPr="00E37591">
        <w:rPr>
          <w:rFonts w:hint="cs"/>
          <w:rtl/>
          <w:lang w:bidi="ur-PK"/>
        </w:rPr>
        <w:t>ہلے دلائل وبراہی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عقائد کو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فری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مخالف کو ان ک</w:t>
      </w:r>
      <w:r w:rsidRPr="00E37591">
        <w:rPr>
          <w:rFonts w:hint="cs"/>
          <w:rtl/>
          <w:lang w:bidi="ur-PK"/>
        </w:rPr>
        <w:t>ے قبول کرنے کی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ے اور جب اتمام حجت ہوجائے اور مقابل منطقی</w:t>
      </w:r>
      <w:r w:rsidRPr="00E37591">
        <w:rPr>
          <w:rtl/>
          <w:lang w:bidi="ur-PK"/>
        </w:rPr>
        <w:t xml:space="preserve"> جوابات س</w:t>
      </w:r>
      <w:r w:rsidRPr="00E37591">
        <w:rPr>
          <w:rFonts w:hint="cs"/>
          <w:rtl/>
          <w:lang w:bidi="ur-PK"/>
        </w:rPr>
        <w:t>ے عاجزآکر برسرپی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تو پھر مادی</w:t>
      </w:r>
      <w:r w:rsidRPr="00E37591">
        <w:rPr>
          <w:rtl/>
          <w:lang w:bidi="ur-PK"/>
        </w:rPr>
        <w:t xml:space="preserve"> قوت س</w:t>
      </w:r>
      <w:r w:rsidRPr="00E37591">
        <w:rPr>
          <w:rFonts w:hint="cs"/>
          <w:rtl/>
          <w:lang w:bidi="ur-PK"/>
        </w:rPr>
        <w:t>ے کام لے کر ان مفسد عناصر کا استی</w:t>
      </w:r>
      <w:r w:rsidRPr="00E37591">
        <w:rPr>
          <w:rFonts w:hint="eastAsia"/>
          <w:rtl/>
          <w:lang w:bidi="ur-PK"/>
        </w:rPr>
        <w:t>صال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جن کے پاس عنادوتکبر،جہالت وغرور کے علاوہ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معرک</w:t>
      </w:r>
      <w:r w:rsidRPr="00E37591">
        <w:rPr>
          <w:rFonts w:hint="cs"/>
          <w:rtl/>
          <w:lang w:bidi="ur-PK"/>
        </w:rPr>
        <w:t>ہ جہاد سے جو مال حاصل ہوگااسے غنی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مال 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لوگ گرفتار </w:t>
      </w:r>
      <w:r w:rsidRPr="00E37591">
        <w:rPr>
          <w:rFonts w:hint="cs"/>
          <w:rtl/>
          <w:lang w:bidi="ur-PK"/>
        </w:rPr>
        <w:t>ہوکر آئی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ان کے س</w:t>
      </w:r>
      <w:r w:rsidRPr="00E37591">
        <w:rPr>
          <w:rtl/>
          <w:lang w:bidi="ur-PK"/>
        </w:rPr>
        <w:t>ات</w:t>
      </w:r>
      <w:r w:rsidRPr="00E37591">
        <w:rPr>
          <w:rFonts w:hint="cs"/>
          <w:rtl/>
          <w:lang w:bidi="ur-PK"/>
        </w:rPr>
        <w:t>ھ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برتاؤ کئے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</w:r>
      <w:r w:rsidR="00D5387C" w:rsidRPr="00DC6649">
        <w:rPr>
          <w:rFonts w:hint="cs"/>
          <w:rtl/>
          <w:lang w:bidi="ur-PK"/>
        </w:rPr>
        <w:t xml:space="preserve"> </w:t>
      </w:r>
      <w:r w:rsidRPr="00DC6649">
        <w:rPr>
          <w:rFonts w:hint="cs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بالکل معاف کرک</w:t>
      </w:r>
      <w:r w:rsidRPr="00E37591">
        <w:rPr>
          <w:rFonts w:hint="cs"/>
          <w:rtl/>
          <w:lang w:bidi="ur-PK"/>
        </w:rPr>
        <w:t>ے آزاد کر 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</w:r>
      <w:r w:rsidR="00D5387C" w:rsidRPr="00DC6649">
        <w:rPr>
          <w:rFonts w:hint="cs"/>
          <w:rtl/>
          <w:lang w:bidi="ur-PK"/>
        </w:rPr>
        <w:t xml:space="preserve"> </w:t>
      </w:r>
      <w:r w:rsidRPr="00DC6649">
        <w:rPr>
          <w:rFonts w:hint="cs"/>
          <w:rtl/>
          <w:lang w:bidi="ur-PK"/>
        </w:rPr>
        <w:t>ان س</w:t>
      </w:r>
      <w:r w:rsidRPr="00E37591">
        <w:rPr>
          <w:rFonts w:hint="cs"/>
          <w:rtl/>
          <w:lang w:bidi="ur-PK"/>
        </w:rPr>
        <w:t>ے فدیہ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کرانہی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ھوڑدی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</w:r>
      <w:r w:rsidR="00D5387C" w:rsidRPr="00DC6649">
        <w:rPr>
          <w:rFonts w:hint="cs"/>
          <w:rtl/>
          <w:lang w:bidi="ur-PK"/>
        </w:rPr>
        <w:t xml:space="preserve"> </w:t>
      </w:r>
      <w:r w:rsidRPr="00DC6649">
        <w:rPr>
          <w:rFonts w:hint="cs"/>
          <w:rtl/>
          <w:lang w:bidi="ur-PK"/>
        </w:rPr>
        <w:t>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غلامی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صورتوں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صرف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صورت کا نام </w:t>
      </w:r>
      <w:r w:rsidRPr="00E37591">
        <w:rPr>
          <w:rFonts w:hint="cs"/>
          <w:rtl/>
          <w:lang w:bidi="ur-PK"/>
        </w:rPr>
        <w:t>ہے جس پرعمل صرف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جب ولی</w:t>
      </w:r>
      <w:r w:rsidRPr="00E37591">
        <w:rPr>
          <w:rtl/>
          <w:lang w:bidi="ur-PK"/>
        </w:rPr>
        <w:t xml:space="preserve"> امر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صورت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صورتوں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اور صالح </w:t>
      </w:r>
      <w:r w:rsidRPr="00E37591">
        <w:rPr>
          <w:rFonts w:hint="cs"/>
          <w:rtl/>
          <w:lang w:bidi="ur-PK"/>
        </w:rPr>
        <w:t>ہو(جی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علام</w:t>
      </w:r>
      <w:r w:rsidRPr="00E37591">
        <w:rPr>
          <w:rFonts w:hint="cs"/>
          <w:rtl/>
          <w:lang w:bidi="ur-PK"/>
        </w:rPr>
        <w:t>ہ حلی</w:t>
      </w:r>
      <w:r w:rsidRPr="00E37591">
        <w:rPr>
          <w:rtl/>
          <w:lang w:bidi="ur-PK"/>
        </w:rPr>
        <w:t xml:space="preserve"> اور ش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ثان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فتویٰ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)اور پ</w:t>
      </w:r>
      <w:r w:rsidRPr="00E37591">
        <w:rPr>
          <w:rFonts w:hint="cs"/>
          <w:rtl/>
          <w:lang w:bidi="ur-PK"/>
        </w:rPr>
        <w:t>ھر ولی</w:t>
      </w:r>
      <w:r w:rsidRPr="00E37591">
        <w:rPr>
          <w:rtl/>
          <w:lang w:bidi="ur-PK"/>
        </w:rPr>
        <w:t xml:space="preserve"> امر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شخص ہوگا جو زی</w:t>
      </w:r>
      <w:r w:rsidRPr="00E37591">
        <w:rPr>
          <w:rFonts w:hint="eastAsia"/>
          <w:rtl/>
          <w:lang w:bidi="ur-PK"/>
        </w:rPr>
        <w:t>ورعصمت</w:t>
      </w:r>
      <w:r w:rsidRPr="00E37591">
        <w:rPr>
          <w:rtl/>
          <w:lang w:bidi="ur-PK"/>
        </w:rPr>
        <w:t xml:space="preserve"> وط</w:t>
      </w:r>
      <w:r w:rsidRPr="00E37591">
        <w:rPr>
          <w:rFonts w:hint="cs"/>
          <w:rtl/>
          <w:lang w:bidi="ur-PK"/>
        </w:rPr>
        <w:t>ہارت سے آراستہ وپی</w:t>
      </w:r>
      <w:r w:rsidRPr="00E37591">
        <w:rPr>
          <w:rFonts w:hint="eastAsia"/>
          <w:rtl/>
          <w:lang w:bidi="ur-PK"/>
        </w:rPr>
        <w:t>راست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ک</w:t>
      </w:r>
      <w:r w:rsidRPr="00E37591">
        <w:rPr>
          <w:rFonts w:hint="cs"/>
          <w:rtl/>
          <w:lang w:bidi="ur-PK"/>
        </w:rPr>
        <w:t>ھلا ہوامطلب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دونوں صورتوں ک</w:t>
      </w:r>
      <w:r w:rsidRPr="00E37591">
        <w:rPr>
          <w:rFonts w:hint="cs"/>
          <w:rtl/>
          <w:lang w:bidi="ur-PK"/>
        </w:rPr>
        <w:t>ے نامناسب ہونے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معصوم اور ب</w:t>
      </w:r>
      <w:r w:rsidRPr="00E37591">
        <w:rPr>
          <w:rFonts w:hint="cs"/>
          <w:rtl/>
          <w:lang w:bidi="ur-PK"/>
        </w:rPr>
        <w:t>ے خطا انسان کی</w:t>
      </w:r>
      <w:r w:rsidRPr="00E37591">
        <w:rPr>
          <w:rtl/>
          <w:lang w:bidi="ur-PK"/>
        </w:rPr>
        <w:t xml:space="preserve"> صوابد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عمل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اس طرح ان تمام او</w:t>
      </w:r>
      <w:r w:rsidRPr="00E37591">
        <w:rPr>
          <w:rFonts w:hint="cs"/>
          <w:rtl/>
          <w:lang w:bidi="ur-PK"/>
        </w:rPr>
        <w:t>ہام واشکالات کا دفعیہ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 گا جو اسلام کی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جارہے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جاتاہے کہ غلام بناناکن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مناسب </w:t>
      </w:r>
      <w:r w:rsidRPr="00E37591">
        <w:rPr>
          <w:rFonts w:hint="cs"/>
          <w:rtl/>
          <w:lang w:bidi="ur-PK"/>
        </w:rPr>
        <w:t>ہو سکتاہے۔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مختصر جواب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فری</w:t>
      </w:r>
      <w:r w:rsidRPr="00E37591">
        <w:rPr>
          <w:rFonts w:hint="eastAsia"/>
          <w:rtl/>
          <w:lang w:bidi="ur-PK"/>
        </w:rPr>
        <w:t>قِ</w:t>
      </w:r>
      <w:r w:rsidRPr="00E37591">
        <w:rPr>
          <w:rtl/>
          <w:lang w:bidi="ur-PK"/>
        </w:rPr>
        <w:t xml:space="preserve"> مخالف ان افرادم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ہو جواپنے اسی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یہی</w:t>
      </w:r>
      <w:r w:rsidRPr="00E37591">
        <w:rPr>
          <w:rtl/>
          <w:lang w:bidi="ur-PK"/>
        </w:rPr>
        <w:t xml:space="preserve"> سلوک کرتار</w:t>
      </w:r>
      <w:r w:rsidRPr="00E37591">
        <w:rPr>
          <w:rFonts w:hint="cs"/>
          <w:rtl/>
          <w:lang w:bidi="ur-PK"/>
        </w:rPr>
        <w:t>ہاہو اب اسے بھی</w:t>
      </w:r>
      <w:r w:rsidRPr="00E37591">
        <w:rPr>
          <w:rtl/>
          <w:lang w:bidi="ur-PK"/>
        </w:rPr>
        <w:t xml:space="preserve"> غلام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تاکہ اسے اپنے عمل کی</w:t>
      </w:r>
      <w:r w:rsidRPr="00E37591">
        <w:rPr>
          <w:rtl/>
          <w:lang w:bidi="ur-PK"/>
        </w:rPr>
        <w:t xml:space="preserve"> زشت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قساوت کا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احساس </w:t>
      </w:r>
      <w:r w:rsidRPr="00E37591">
        <w:rPr>
          <w:rFonts w:hint="cs"/>
          <w:rtl/>
          <w:lang w:bidi="ur-PK"/>
        </w:rPr>
        <w:t>ہوسکے۔اس کے علاوہ اسلام نے دستوری</w:t>
      </w:r>
      <w:r w:rsidRPr="00E37591">
        <w:rPr>
          <w:rtl/>
          <w:lang w:bidi="ur-PK"/>
        </w:rPr>
        <w:t xml:space="preserve"> طور پر ان تفاص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کو صرف اس لئ</w:t>
      </w:r>
      <w:r w:rsidRPr="00E37591">
        <w:rPr>
          <w:rFonts w:hint="cs"/>
          <w:rtl/>
          <w:lang w:bidi="ur-PK"/>
        </w:rPr>
        <w:t>ے واضح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</w:t>
      </w:r>
      <w:r w:rsidRPr="00E37591">
        <w:rPr>
          <w:rtl/>
          <w:lang w:bidi="ur-PK"/>
        </w:rPr>
        <w:t>ن تمام باتوں کا ذم</w:t>
      </w:r>
      <w:r w:rsidRPr="00E37591">
        <w:rPr>
          <w:rFonts w:hint="cs"/>
          <w:rtl/>
          <w:lang w:bidi="ur-PK"/>
        </w:rPr>
        <w:t>ہ دار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معصوم شخص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ظا</w:t>
      </w:r>
      <w:r w:rsidRPr="00E37591">
        <w:rPr>
          <w:rFonts w:hint="cs"/>
          <w:rtl/>
          <w:lang w:bidi="ur-PK"/>
        </w:rPr>
        <w:t>ہر ہے کہ معصوم اپنی</w:t>
      </w:r>
      <w:r w:rsidRPr="00E37591">
        <w:rPr>
          <w:rtl/>
          <w:lang w:bidi="ur-PK"/>
        </w:rPr>
        <w:t xml:space="preserve"> فکر ونظرم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خطاکار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ہوسکتا۔اس کی</w:t>
      </w:r>
      <w:r w:rsidRPr="00E37591">
        <w:rPr>
          <w:rtl/>
          <w:lang w:bidi="ur-PK"/>
        </w:rPr>
        <w:t xml:space="preserve"> صوابد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حق و واقع ک</w:t>
      </w:r>
      <w:r w:rsidRPr="00E37591">
        <w:rPr>
          <w:rFonts w:hint="cs"/>
          <w:rtl/>
          <w:lang w:bidi="ur-PK"/>
        </w:rPr>
        <w:t>ے مطابق ہی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گی۔لہٰذا اس کے واسطے مزی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ہدای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اگر اسلامی</w:t>
      </w:r>
      <w:r w:rsidRPr="00E37591">
        <w:rPr>
          <w:rtl/>
          <w:lang w:bidi="ur-PK"/>
        </w:rPr>
        <w:t xml:space="preserve"> احکام کا و</w:t>
      </w:r>
      <w:r w:rsidRPr="00E37591">
        <w:rPr>
          <w:rFonts w:hint="cs"/>
          <w:rtl/>
          <w:lang w:bidi="ur-PK"/>
        </w:rPr>
        <w:t>ہ دور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احکام انطباق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منزلوں س</w:t>
      </w:r>
      <w:r w:rsidRPr="00E37591">
        <w:rPr>
          <w:rFonts w:hint="cs"/>
          <w:rtl/>
          <w:lang w:bidi="ur-PK"/>
        </w:rPr>
        <w:t>ے گذررہے تھے اور اسلام واقعی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مشغول ت</w:t>
      </w:r>
      <w:r w:rsidRPr="00E37591">
        <w:rPr>
          <w:rFonts w:hint="cs"/>
          <w:rtl/>
          <w:lang w:bidi="ur-PK"/>
        </w:rPr>
        <w:t>ھا تو 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نظرآئ</w:t>
      </w:r>
      <w:r w:rsidRPr="00E37591">
        <w:rPr>
          <w:rFonts w:hint="cs"/>
          <w:rtl/>
          <w:lang w:bidi="ur-PK"/>
        </w:rPr>
        <w:t>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غلامی</w:t>
      </w:r>
      <w:r w:rsidRPr="00E37591">
        <w:rPr>
          <w:rtl/>
          <w:lang w:bidi="ur-PK"/>
        </w:rPr>
        <w:t xml:space="preserve"> کا حکم صرف ان افراد پر منطبق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خود اپن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یہ</w:t>
      </w:r>
      <w:r w:rsidRPr="00E37591">
        <w:rPr>
          <w:rtl/>
          <w:lang w:bidi="ur-PK"/>
        </w:rPr>
        <w:t xml:space="preserve"> سلوک کر ر</w:t>
      </w:r>
      <w:r w:rsidRPr="00E37591">
        <w:rPr>
          <w:rFonts w:hint="cs"/>
          <w:rtl/>
          <w:lang w:bidi="ur-PK"/>
        </w:rPr>
        <w:t>ہے تھے 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عناد و تکبر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بدلے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مناسب سلوک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ہوسکتاہے؟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202" w:name="_Toc468966871"/>
      <w:bookmarkStart w:id="203" w:name="_Toc468970792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8</w:t>
      </w:r>
      <w:r w:rsidRPr="0006314C">
        <w:rPr>
          <w:rFonts w:hint="cs"/>
          <w:rtl/>
          <w:lang w:bidi="ur-PK"/>
        </w:rPr>
        <w:t>)اقتصاد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تغر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bookmarkEnd w:id="202"/>
      <w:bookmarkEnd w:id="20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قانون''باہمی</w:t>
      </w:r>
      <w:r w:rsidRPr="00E37591">
        <w:rPr>
          <w:rtl/>
          <w:lang w:bidi="ur-PK"/>
        </w:rPr>
        <w:t xml:space="preserve"> کفالت''اور''اجتماع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توازن''پر باقاعد</w:t>
      </w:r>
      <w:r w:rsidRPr="00E37591">
        <w:rPr>
          <w:rFonts w:hint="cs"/>
          <w:rtl/>
          <w:lang w:bidi="ur-PK"/>
        </w:rPr>
        <w:t>ہ نظرکرلی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بہت سے وہ اعتراضات رفع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تعلق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ہے،سرمایہ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نظرس</w:t>
      </w:r>
      <w:r w:rsidRPr="00E37591">
        <w:rPr>
          <w:rFonts w:hint="cs"/>
          <w:rtl/>
          <w:lang w:bidi="ur-PK"/>
        </w:rPr>
        <w:t>ے چورکا ہاتھ کاٹ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بڑاسنگ دل اور تشدد آمی</w:t>
      </w:r>
      <w:r w:rsidRPr="00E37591">
        <w:rPr>
          <w:rFonts w:hint="eastAsia"/>
          <w:rtl/>
          <w:lang w:bidi="ur-PK"/>
        </w:rPr>
        <w:t>زا</w:t>
      </w:r>
      <w:r w:rsidRPr="00E37591">
        <w:rPr>
          <w:rtl/>
          <w:lang w:bidi="ur-PK"/>
        </w:rPr>
        <w:t xml:space="preserve"> اقدام </w:t>
      </w:r>
      <w:r w:rsidRPr="00E37591">
        <w:rPr>
          <w:rFonts w:hint="cs"/>
          <w:rtl/>
          <w:lang w:bidi="ur-PK"/>
        </w:rPr>
        <w:t>ہے اس لئے کہ وہاں اکث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مقدر پر گری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دست وگری</w:t>
      </w:r>
      <w:r w:rsidRPr="00E37591">
        <w:rPr>
          <w:rFonts w:hint="eastAsia"/>
          <w:rtl/>
          <w:lang w:bidi="ur-PK"/>
        </w:rPr>
        <w:t>باں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ماحول جہاں اجتماعی</w:t>
      </w:r>
      <w:r w:rsidRPr="00E37591">
        <w:rPr>
          <w:rtl/>
          <w:lang w:bidi="ur-PK"/>
        </w:rPr>
        <w:t xml:space="preserve"> عدالت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ہر شخص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متوازن اسباب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ے ہوں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بدکار انسان ک</w:t>
      </w:r>
      <w:r w:rsidRPr="00E37591">
        <w:rPr>
          <w:rFonts w:hint="cs"/>
          <w:rtl/>
          <w:lang w:bidi="ur-PK"/>
        </w:rPr>
        <w:t>ے ساتھ اس سے بہتر اور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سلوک </w:t>
      </w:r>
      <w:r w:rsidRPr="00E37591">
        <w:rPr>
          <w:rFonts w:hint="cs"/>
          <w:rtl/>
          <w:lang w:bidi="ur-PK"/>
        </w:rPr>
        <w:t>ہوسکتاہے؟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204" w:name="_Toc468966872"/>
      <w:bookmarkStart w:id="205" w:name="_Toc468970793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3</w:t>
      </w:r>
      <w:r w:rsidRPr="0006314C">
        <w:rPr>
          <w:rFonts w:hint="cs"/>
          <w:rtl/>
          <w:lang w:bidi="ur-PK"/>
        </w:rPr>
        <w:t>)اسلام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کا 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اسلوب</w:t>
      </w:r>
      <w:bookmarkEnd w:id="204"/>
      <w:bookmarkEnd w:id="20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اپن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تمام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ہائے زندگی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ممتاز اور جداگان</w:t>
      </w:r>
      <w:r w:rsidRPr="00E37591">
        <w:rPr>
          <w:rFonts w:hint="cs"/>
          <w:rtl/>
          <w:lang w:bidi="ur-PK"/>
        </w:rPr>
        <w:t>ہ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شعبوں پر حاوی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تمام مشکلات کا معالج ہے۔اسلام جب کسی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ۂ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اصلاح کر</w:t>
      </w:r>
      <w:r w:rsidRPr="00E37591">
        <w:rPr>
          <w:rFonts w:hint="cs"/>
          <w:rtl/>
          <w:lang w:bidi="ur-PK"/>
        </w:rPr>
        <w:t>ے گاتو اس کو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سانچ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ک</w:t>
      </w:r>
      <w:r w:rsidRPr="00E37591">
        <w:rPr>
          <w:rFonts w:hint="eastAsia"/>
          <w:rtl/>
          <w:lang w:bidi="ur-PK"/>
        </w:rPr>
        <w:t>رالل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روز آخرت س</w:t>
      </w:r>
      <w:r w:rsidRPr="00E37591">
        <w:rPr>
          <w:rFonts w:hint="cs"/>
          <w:rtl/>
          <w:lang w:bidi="ur-PK"/>
        </w:rPr>
        <w:t>ے مربوط کردے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رنگ </w:t>
      </w:r>
      <w:r w:rsidRPr="00E37591">
        <w:rPr>
          <w:rFonts w:hint="cs"/>
          <w:rtl/>
          <w:lang w:bidi="ur-PK"/>
        </w:rPr>
        <w:t>ہے جو اس کے اجتماعی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حصول کا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مصالح کا حاصل کرناناممکن اور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معقول </w:t>
      </w:r>
      <w:r w:rsidRPr="00E37591">
        <w:rPr>
          <w:rFonts w:hint="cs"/>
          <w:rtl/>
          <w:lang w:bidi="ur-PK"/>
        </w:rPr>
        <w:t>ہے۔</w:t>
      </w:r>
    </w:p>
    <w:p w:rsidR="002829D5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اجمال کو سمج</w:t>
      </w:r>
      <w:r w:rsidRPr="00E37591">
        <w:rPr>
          <w:rFonts w:hint="cs"/>
          <w:rtl/>
          <w:lang w:bidi="ur-PK"/>
        </w:rPr>
        <w:t>ھنے کے لئے پہلے 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ڑے گاکہ انسانی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</w:t>
      </w:r>
    </w:p>
    <w:p w:rsidR="002829D5" w:rsidRPr="00E37591" w:rsidRDefault="002829D5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2829D5" w:rsidRDefault="002829D5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 حدتک ضمانت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تاکہ اسی</w:t>
      </w:r>
      <w:r w:rsidRPr="00E37591">
        <w:rPr>
          <w:rtl/>
          <w:lang w:bidi="ur-PK"/>
        </w:rPr>
        <w:t xml:space="preserve"> تحق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ھاجائے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ضمانت کے اسباب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ے؟اور پھرہم یہ</w:t>
      </w:r>
      <w:r w:rsidRPr="00E37591">
        <w:rPr>
          <w:rtl/>
          <w:lang w:bidi="ur-PK"/>
        </w:rPr>
        <w:t xml:space="preserve"> ثابت کرسک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اس کا کوئی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کو دوقسموں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مصالح جن کا انتظام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ذمہ 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ادو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ان مصالح کا کوئی</w:t>
      </w:r>
      <w:r w:rsidRPr="00E37591">
        <w:rPr>
          <w:rtl/>
          <w:lang w:bidi="ur-PK"/>
        </w:rPr>
        <w:t xml:space="preserve"> تعلق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س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یہ</w:t>
      </w:r>
      <w:r w:rsidRPr="00E37591">
        <w:rPr>
          <w:rtl/>
          <w:lang w:bidi="ur-PK"/>
        </w:rPr>
        <w:t xml:space="preserve"> انسان کا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ہے جو اسے خودہی</w:t>
      </w:r>
      <w:r w:rsidRPr="00E37591">
        <w:rPr>
          <w:rtl/>
          <w:lang w:bidi="ur-PK"/>
        </w:rPr>
        <w:t xml:space="preserve"> حل کرنا</w:t>
      </w:r>
      <w:r w:rsidRPr="00E37591">
        <w:rPr>
          <w:rFonts w:hint="cs"/>
          <w:rtl/>
          <w:lang w:bidi="ur-PK"/>
        </w:rPr>
        <w:t>ہے۔</w:t>
      </w:r>
      <w:r w:rsidRPr="00E37591">
        <w:rPr>
          <w:rtl/>
          <w:lang w:bidi="ur-PK"/>
        </w:rPr>
        <w:t>و</w:t>
      </w:r>
      <w:r w:rsidRPr="00E37591">
        <w:rPr>
          <w:rFonts w:hint="cs"/>
          <w:rtl/>
          <w:lang w:bidi="ur-PK"/>
        </w:rPr>
        <w:t>ہ اپنے اندرجراثی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یہ</w:t>
      </w:r>
      <w:r w:rsidRPr="00E37591">
        <w:rPr>
          <w:rtl/>
          <w:lang w:bidi="ur-PK"/>
        </w:rPr>
        <w:t xml:space="preserve"> جراث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مرض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 اس کافرض ہے کہ ان طبی</w:t>
      </w:r>
      <w:r w:rsidRPr="00E37591">
        <w:rPr>
          <w:rtl/>
          <w:lang w:bidi="ur-PK"/>
        </w:rPr>
        <w:t xml:space="preserve"> ادو</w:t>
      </w:r>
      <w:r w:rsidRPr="00E37591">
        <w:rPr>
          <w:rFonts w:hint="cs"/>
          <w:rtl/>
          <w:lang w:bidi="ur-PK"/>
        </w:rPr>
        <w:t>یہ کا انکشاف کرکے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استعمال کر</w:t>
      </w:r>
      <w:r w:rsidRPr="00E37591">
        <w:rPr>
          <w:rFonts w:hint="cs"/>
          <w:rtl/>
          <w:lang w:bidi="ur-PK"/>
        </w:rPr>
        <w:t>ے چاہے اسکی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اجتماع س</w:t>
      </w:r>
      <w:r w:rsidRPr="00E37591">
        <w:rPr>
          <w:rFonts w:hint="cs"/>
          <w:rtl/>
          <w:lang w:bidi="ur-PK"/>
        </w:rPr>
        <w:t>ے باہرتن تنہازندگی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دن گذاررہاہو۔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مصالح جن کی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سرہے صرف اس بناپر کہ انسان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 </w:t>
      </w:r>
      <w:r w:rsidRPr="00E37591">
        <w:rPr>
          <w:rFonts w:hint="cs"/>
          <w:rtl/>
          <w:lang w:bidi="ur-PK"/>
        </w:rPr>
        <w:t>ہے وہ دوسروں سے تعلقات رکھتاہے اور ان تعلقات سے کچھ مشکلات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کا حل کرنا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مصالح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اجناس ک</w:t>
      </w:r>
      <w:r w:rsidRPr="00E37591">
        <w:rPr>
          <w:rFonts w:hint="cs"/>
          <w:rtl/>
          <w:lang w:bidi="ur-PK"/>
        </w:rPr>
        <w:t>ے تبادلہ سے حاصل کرتاہے ی</w:t>
      </w:r>
      <w:r w:rsidRPr="00E37591">
        <w:rPr>
          <w:rFonts w:hint="eastAsia"/>
          <w:rtl/>
          <w:lang w:bidi="ur-PK"/>
        </w:rPr>
        <w:t>او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مصالح جو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اور عاجز افرادک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کفالت س</w:t>
      </w:r>
      <w:r w:rsidRPr="00E37591">
        <w:rPr>
          <w:rFonts w:hint="cs"/>
          <w:rtl/>
          <w:lang w:bidi="ur-PK"/>
        </w:rPr>
        <w:t>ے متعل</w:t>
      </w:r>
      <w:r w:rsidRPr="00E37591">
        <w:rPr>
          <w:rtl/>
          <w:lang w:bidi="ur-PK"/>
        </w:rPr>
        <w:t xml:space="preserve">ق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۔پہلی</w:t>
      </w:r>
      <w:r w:rsidRPr="00E37591">
        <w:rPr>
          <w:rtl/>
          <w:lang w:bidi="ur-PK"/>
        </w:rPr>
        <w:t xml:space="preserve"> قسم کانام </w:t>
      </w:r>
      <w:r w:rsidRPr="00E37591">
        <w:rPr>
          <w:rFonts w:hint="cs"/>
          <w:rtl/>
          <w:lang w:bidi="ur-PK"/>
        </w:rPr>
        <w:t>ہے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اور دوسر</w:t>
      </w:r>
      <w:r w:rsidRPr="00E37591">
        <w:rPr>
          <w:rFonts w:hint="cs"/>
          <w:rtl/>
          <w:lang w:bidi="ur-PK"/>
        </w:rPr>
        <w:t>ے کا نام ہے اجتماعی</w:t>
      </w:r>
      <w:r w:rsidRPr="00E37591">
        <w:rPr>
          <w:rtl/>
          <w:lang w:bidi="ur-PK"/>
        </w:rPr>
        <w:t xml:space="preserve"> مصالح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اگرانسان ان تمام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س</w:t>
      </w:r>
      <w:r w:rsidRPr="00E37591">
        <w:rPr>
          <w:rFonts w:hint="cs"/>
          <w:rtl/>
          <w:lang w:bidi="ur-PK"/>
        </w:rPr>
        <w:t>ے استفادہ کرناچاہتاہے تواس کا واحد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مصالح کا انکشاف کرے اور کوئی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اس</w:t>
      </w:r>
      <w:r w:rsidRPr="00E37591">
        <w:rPr>
          <w:rFonts w:hint="cs"/>
          <w:rtl/>
          <w:lang w:bidi="ur-PK"/>
        </w:rPr>
        <w:t>ے ان مصالح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دواانسان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معلوم کرتا</w:t>
      </w:r>
      <w:r w:rsidRPr="00E37591">
        <w:rPr>
          <w:rFonts w:hint="cs"/>
          <w:rtl/>
          <w:lang w:bidi="ur-PK"/>
        </w:rPr>
        <w:t>ہے جب اسے یہ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 ہوجائے کہ اس مرض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دوا</w:t>
      </w:r>
      <w:r w:rsidRPr="00E37591">
        <w:rPr>
          <w:rFonts w:hint="cs"/>
          <w:rtl/>
          <w:lang w:bidi="ur-PK"/>
        </w:rPr>
        <w:t>ہے اور اس کے حاصل کرنے کا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اس تحصی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ضمانت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</w:t>
      </w:r>
      <w:r w:rsidRPr="00E37591">
        <w:rPr>
          <w:rFonts w:hint="cs"/>
          <w:rtl/>
          <w:lang w:bidi="ur-PK"/>
        </w:rPr>
        <w:t>ہوسکتی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جب انسان اس کے فوائد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سے واقف ہو اور اس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محرکات اپنے نفس کے اندر پاتاہو۔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دونوں شرطوں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ان مصالح س</w:t>
      </w:r>
      <w:r w:rsidRPr="00E37591">
        <w:rPr>
          <w:rFonts w:hint="cs"/>
          <w:rtl/>
          <w:lang w:bidi="ur-PK"/>
        </w:rPr>
        <w:t>ے استفادہ کرنا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دوفرائض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ان مصالح ک</w:t>
      </w:r>
      <w:r w:rsidRPr="00E37591">
        <w:rPr>
          <w:rFonts w:hint="cs"/>
          <w:rtl/>
          <w:lang w:bidi="ur-PK"/>
        </w:rPr>
        <w:t>ے ادراک کے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معلوم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پی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بتاتا</w:t>
      </w:r>
      <w:r w:rsidRPr="00E37591">
        <w:rPr>
          <w:rFonts w:hint="cs"/>
          <w:rtl/>
          <w:lang w:bidi="ur-PK"/>
        </w:rPr>
        <w:t xml:space="preserve">ہے کہ </w:t>
      </w:r>
      <w:r w:rsidRPr="00E37591">
        <w:rPr>
          <w:rtl/>
          <w:lang w:bidi="ur-PK"/>
        </w:rPr>
        <w:t>انسان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بالکل مطمئن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ہواہے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اپنے اندر اتنی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کہ ان مصالح کا علم حاصل کرسکے۔اس کی</w:t>
      </w:r>
      <w:r w:rsidRPr="00E37591">
        <w:rPr>
          <w:rtl/>
          <w:lang w:bidi="ur-PK"/>
        </w:rPr>
        <w:t xml:space="preserve"> فطرت تجربات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راغب </w:t>
      </w:r>
      <w:r w:rsidRPr="00E37591">
        <w:rPr>
          <w:rFonts w:hint="cs"/>
          <w:rtl/>
          <w:lang w:bidi="ur-PK"/>
        </w:rPr>
        <w:t>ہے اور تجربہ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بلند پرواز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ھاتاہے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تجربات ب</w:t>
      </w:r>
      <w:r w:rsidRPr="00E37591">
        <w:rPr>
          <w:rFonts w:hint="cs"/>
          <w:rtl/>
          <w:lang w:bidi="ur-PK"/>
        </w:rPr>
        <w:t>ڑھتے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وہ اپنے مقصد سے ق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تر</w:t>
      </w:r>
      <w:r w:rsidRPr="00E37591">
        <w:rPr>
          <w:rFonts w:hint="cs"/>
          <w:rtl/>
          <w:lang w:bidi="ur-PK"/>
        </w:rPr>
        <w:t>ہوتاجائے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جذب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ھتاہے۔جو اسے ان مصالح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پر آماد</w:t>
      </w:r>
      <w:r w:rsidRPr="00E37591">
        <w:rPr>
          <w:rFonts w:hint="cs"/>
          <w:rtl/>
          <w:lang w:bidi="ur-PK"/>
        </w:rPr>
        <w:t>ہ کرتاہے۔اس لئے کہ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نفسان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ے ساتھ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آداز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،ب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دواکاا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کرنا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آدم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مصلحت س</w:t>
      </w:r>
      <w:r w:rsidRPr="00E37591">
        <w:rPr>
          <w:rFonts w:hint="cs"/>
          <w:rtl/>
          <w:lang w:bidi="ur-PK"/>
        </w:rPr>
        <w:t>ے متعلق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شخص کی</w:t>
      </w:r>
      <w:r w:rsidRPr="00E37591">
        <w:rPr>
          <w:rtl/>
          <w:lang w:bidi="ur-PK"/>
        </w:rPr>
        <w:t xml:space="preserve"> مصلحت </w:t>
      </w:r>
      <w:r w:rsidRPr="00E37591">
        <w:rPr>
          <w:rFonts w:hint="cs"/>
          <w:rtl/>
          <w:lang w:bidi="ur-PK"/>
        </w:rPr>
        <w:t>ہے اور انسان فط</w:t>
      </w:r>
      <w:r w:rsidRPr="00E37591">
        <w:rPr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ان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پرمجبور </w:t>
      </w:r>
      <w:r w:rsidRPr="00E37591">
        <w:rPr>
          <w:rFonts w:hint="cs"/>
          <w:rtl/>
          <w:lang w:bidi="ur-PK"/>
        </w:rPr>
        <w:t>ہے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سارے انسان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مانند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ادراک ک</w:t>
      </w:r>
      <w:r w:rsidRPr="00E37591">
        <w:rPr>
          <w:rFonts w:hint="cs"/>
          <w:rtl/>
          <w:lang w:bidi="ur-PK"/>
        </w:rPr>
        <w:t>ے لئے محرکات اور ان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عوامل کی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ان اجتماعی</w:t>
      </w:r>
      <w:r w:rsidRPr="00E37591">
        <w:rPr>
          <w:rtl/>
          <w:lang w:bidi="ur-PK"/>
        </w:rPr>
        <w:t xml:space="preserve"> مصالح کا ادراک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 رپھر ان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متوج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عام طور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مش</w:t>
      </w:r>
      <w:r w:rsidRPr="00E37591">
        <w:rPr>
          <w:rFonts w:hint="cs"/>
          <w:rtl/>
          <w:lang w:bidi="ur-PK"/>
        </w:rPr>
        <w:t>ہور ہے کہ انسان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ادراک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قاصر ہے جو اس کے اجتماعی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داراور اس کی</w:t>
      </w:r>
      <w:r w:rsidRPr="00E37591">
        <w:rPr>
          <w:rtl/>
          <w:lang w:bidi="ur-PK"/>
        </w:rPr>
        <w:t xml:space="preserve"> افتاد طبع س</w:t>
      </w:r>
      <w:r w:rsidRPr="00E37591">
        <w:rPr>
          <w:rFonts w:hint="cs"/>
          <w:rtl/>
          <w:lang w:bidi="ur-PK"/>
        </w:rPr>
        <w:t xml:space="preserve">ے ہم رنگ ہو اس لئے کہ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ادراک انسان ک</w:t>
      </w:r>
      <w:r w:rsidRPr="00E37591">
        <w:rPr>
          <w:rFonts w:hint="cs"/>
          <w:rtl/>
          <w:lang w:bidi="ur-PK"/>
        </w:rPr>
        <w:t>ے تمام اجتماعی</w:t>
      </w:r>
      <w:r w:rsidRPr="00E37591">
        <w:rPr>
          <w:rtl/>
          <w:lang w:bidi="ur-PK"/>
        </w:rPr>
        <w:t xml:space="preserve"> خواص ک</w:t>
      </w:r>
      <w:r w:rsidRPr="00E37591">
        <w:rPr>
          <w:rFonts w:hint="cs"/>
          <w:rtl/>
          <w:lang w:bidi="ur-PK"/>
        </w:rPr>
        <w:t>ے علم وعرفان پر موقوف ہے اور تنا وسی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علم انسان ک</w:t>
      </w:r>
      <w:r w:rsidRPr="00E37591">
        <w:rPr>
          <w:rFonts w:hint="cs"/>
          <w:rtl/>
          <w:lang w:bidi="ur-PK"/>
        </w:rPr>
        <w:t>ے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باہ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حضرات کا مقصد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نظام انسان ک</w:t>
      </w:r>
      <w:r w:rsidRPr="00E37591">
        <w:rPr>
          <w:rFonts w:hint="cs"/>
          <w:rtl/>
          <w:lang w:bidi="ur-PK"/>
        </w:rPr>
        <w:t>ے لئے مافوق طاقت کی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بننا چاہئے وہ خود اپنی</w:t>
      </w:r>
      <w:r w:rsidRPr="00E37591">
        <w:rPr>
          <w:rtl/>
          <w:lang w:bidi="ur-PK"/>
        </w:rPr>
        <w:t xml:space="preserve"> محدود معرفت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ک</w:t>
      </w:r>
      <w:r w:rsidRPr="00E37591">
        <w:rPr>
          <w:rFonts w:hint="cs"/>
          <w:rtl/>
          <w:lang w:bidi="ur-PK"/>
        </w:rPr>
        <w:t>ے اسرار ورموز معلوم کرنے سے عاجز ہے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مقام ہے جہاں سے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کا آغاز </w:t>
      </w:r>
      <w:r w:rsidRPr="00E37591">
        <w:rPr>
          <w:rFonts w:hint="cs"/>
          <w:rtl/>
          <w:lang w:bidi="ur-PK"/>
        </w:rPr>
        <w:t>ہوتاہے اور انبی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ومرسل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tl/>
          <w:lang w:bidi="ur-PK"/>
        </w:rPr>
        <w:t xml:space="preserve"> ثاب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ومرسل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 وح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ہام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ربوب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اشار</w:t>
      </w:r>
      <w:r w:rsidRPr="00E37591">
        <w:rPr>
          <w:rFonts w:hint="cs"/>
          <w:rtl/>
          <w:lang w:bidi="ur-PK"/>
        </w:rPr>
        <w:t>ے سے انسان کے</w:t>
      </w:r>
      <w:r w:rsidRPr="00E37591">
        <w:rPr>
          <w:rtl/>
          <w:lang w:bidi="ur-PK"/>
        </w:rPr>
        <w:t xml:space="preserve"> نظام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کو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 یہ</w:t>
      </w:r>
      <w:r w:rsidRPr="00E37591">
        <w:rPr>
          <w:rtl/>
          <w:lang w:bidi="ur-PK"/>
        </w:rPr>
        <w:t xml:space="preserve"> پوچ</w:t>
      </w:r>
      <w:r w:rsidRPr="00E37591">
        <w:rPr>
          <w:rFonts w:hint="cs"/>
          <w:rtl/>
          <w:lang w:bidi="ur-PK"/>
        </w:rPr>
        <w:t>ھ سکتے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مکمل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انسان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ناواقف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ھا؟تو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مصالح ک</w:t>
      </w:r>
      <w:r w:rsidRPr="00E37591">
        <w:rPr>
          <w:rFonts w:hint="cs"/>
          <w:rtl/>
          <w:lang w:bidi="ur-PK"/>
        </w:rPr>
        <w:t>ے انکشاف کے لئے بھی</w:t>
      </w:r>
      <w:r w:rsidRPr="00E37591">
        <w:rPr>
          <w:rtl/>
          <w:lang w:bidi="ur-PK"/>
        </w:rPr>
        <w:t xml:space="preserve"> انب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اء</w:t>
      </w:r>
      <w:r w:rsidRPr="00E37591">
        <w:rPr>
          <w:rtl/>
          <w:lang w:bidi="ur-PK"/>
        </w:rPr>
        <w:t xml:space="preserve"> ومرسل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</w:t>
      </w:r>
      <w:r w:rsidRPr="00E37591">
        <w:rPr>
          <w:rFonts w:hint="cs"/>
          <w:rtl/>
          <w:lang w:bidi="ur-PK"/>
        </w:rPr>
        <w:t>ہ جانے کتنے افراد سل دوق کا شکار ہوکر چل بسے۔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</w:t>
      </w:r>
      <w:r w:rsidRPr="00E37591">
        <w:rPr>
          <w:rFonts w:hint="cs"/>
          <w:rtl/>
          <w:lang w:bidi="ur-PK"/>
        </w:rPr>
        <w:t>ہ جانے کتنی</w:t>
      </w:r>
      <w:r w:rsidRPr="00E37591">
        <w:rPr>
          <w:rtl/>
          <w:lang w:bidi="ur-PK"/>
        </w:rPr>
        <w:t xml:space="preserve"> مدت تک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لاعلم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 مصائب وآلام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مبتلا ر</w:t>
      </w:r>
      <w:r w:rsidRPr="00E37591">
        <w:rPr>
          <w:rFonts w:hint="cs"/>
          <w:rtl/>
          <w:lang w:bidi="ur-PK"/>
        </w:rPr>
        <w:t>ہی۔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</w:t>
      </w:r>
      <w:r w:rsidRPr="00E37591">
        <w:rPr>
          <w:rFonts w:hint="cs"/>
          <w:rtl/>
          <w:lang w:bidi="ur-PK"/>
        </w:rPr>
        <w:t>ہ جانے کتنے عرصہ کے بعد انسان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ان امراض کی</w:t>
      </w:r>
      <w:r w:rsidRPr="00E37591">
        <w:rPr>
          <w:rtl/>
          <w:lang w:bidi="ur-PK"/>
        </w:rPr>
        <w:t xml:space="preserve"> دواؤں کا انکشاف کرک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نوع کا تحفظ کرسک</w:t>
      </w:r>
      <w:r w:rsidRPr="00E37591">
        <w:rPr>
          <w:rFonts w:hint="cs"/>
          <w:rtl/>
          <w:lang w:bidi="ur-PK"/>
        </w:rPr>
        <w:t>ے تو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سابق ادوارم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انتظام </w:t>
      </w:r>
      <w:r w:rsidRPr="00E37591">
        <w:rPr>
          <w:rFonts w:hint="cs"/>
          <w:rtl/>
          <w:lang w:bidi="ur-PK"/>
        </w:rPr>
        <w:t>ہواتھا۔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ہواتھا اس لئے کہ خالق کائنات نے انسان کو جس صلاحی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استعداد س</w:t>
      </w:r>
      <w:r w:rsidRPr="00E37591">
        <w:rPr>
          <w:rFonts w:hint="cs"/>
          <w:rtl/>
          <w:lang w:bidi="ur-PK"/>
        </w:rPr>
        <w:t>ے نوازاتھا اس پر اعتماد کرکے اسے اس معرکۂ زندگی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کہ وہ اپنی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بل بوتے پر تجربہ کرتے کرتے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اپن</w:t>
      </w:r>
      <w:r w:rsidRPr="00E37591">
        <w:rPr>
          <w:rFonts w:hint="cs"/>
          <w:rtl/>
          <w:lang w:bidi="ur-PK"/>
        </w:rPr>
        <w:t>ے امراض کی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دوادر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ے گا اس کے لئے نہ کسی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مرسل ک</w:t>
      </w:r>
      <w:r w:rsidRPr="00E37591">
        <w:rPr>
          <w:rFonts w:hint="cs"/>
          <w:rtl/>
          <w:lang w:bidi="ur-PK"/>
        </w:rPr>
        <w:t>ی۔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حال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۔انسان فی</w:t>
      </w:r>
      <w:r w:rsidRPr="00E37591">
        <w:rPr>
          <w:rtl/>
          <w:lang w:bidi="ur-PK"/>
        </w:rPr>
        <w:t xml:space="preserve"> الحال ان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ادراک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سے قاصر ہے جو اس کے واقعی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حصول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مددگار ثابت </w:t>
      </w:r>
      <w:r w:rsidRPr="00E37591">
        <w:rPr>
          <w:rFonts w:hint="cs"/>
          <w:rtl/>
          <w:lang w:bidi="ur-PK"/>
        </w:rPr>
        <w:t>ہوسکی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اپنی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صرف کرک</w:t>
      </w:r>
      <w:r w:rsidRPr="00E37591">
        <w:rPr>
          <w:rFonts w:hint="cs"/>
          <w:rtl/>
          <w:lang w:bidi="ur-PK"/>
        </w:rPr>
        <w:t>ے مسلسل تجربات کرے اور پھر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س</w:t>
      </w:r>
      <w:r w:rsidRPr="00E37591">
        <w:rPr>
          <w:rFonts w:hint="cs"/>
          <w:rtl/>
          <w:lang w:bidi="ur-PK"/>
        </w:rPr>
        <w:t>ے نظام تک پہنچ جائے جو اس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صالح اور مناسب </w:t>
      </w:r>
      <w:r w:rsidRPr="00E37591">
        <w:rPr>
          <w:rFonts w:hint="cs"/>
          <w:rtl/>
          <w:lang w:bidi="ur-PK"/>
        </w:rPr>
        <w:t>ہو، انسان کا موجودہ نقص واضح ہے کہ اس کے نظام آئے دن بدلتے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بھی</w:t>
      </w:r>
      <w:r w:rsidRPr="00E37591">
        <w:rPr>
          <w:rtl/>
          <w:lang w:bidi="ur-PK"/>
        </w:rPr>
        <w:t xml:space="preserve"> اس کا مستقبل اتنا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سے یہ</w:t>
      </w:r>
      <w:r w:rsidRPr="00E37591">
        <w:rPr>
          <w:rtl/>
          <w:lang w:bidi="ur-PK"/>
        </w:rPr>
        <w:t xml:space="preserve"> توقع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ان مصالح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کرل</w:t>
      </w:r>
      <w:r w:rsidRPr="00E37591">
        <w:rPr>
          <w:rFonts w:hint="cs"/>
          <w:rtl/>
          <w:lang w:bidi="ur-PK"/>
        </w:rPr>
        <w:t>ے گ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وسعادت اور فلاح وب</w:t>
      </w:r>
      <w:r w:rsidRPr="00E37591">
        <w:rPr>
          <w:rFonts w:hint="cs"/>
          <w:rtl/>
          <w:lang w:bidi="ur-PK"/>
        </w:rPr>
        <w:t>ہبود کے ساحل تک پہنچ 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انسان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ادراک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ھتاہے۔اور اسے اس ادراک کے لئے کسی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ومرسل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ہر اعتبار سے ناقص تھا اور رفتہ رفتہ کامل ہوتاگی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کو حاصل کرچکا</w:t>
      </w:r>
      <w:r w:rsidRPr="00E37591">
        <w:rPr>
          <w:rFonts w:hint="cs"/>
          <w:rtl/>
          <w:lang w:bidi="ur-PK"/>
        </w:rPr>
        <w:t>ہے اور کسی</w:t>
      </w:r>
      <w:r w:rsidRPr="00E37591">
        <w:rPr>
          <w:rtl/>
          <w:lang w:bidi="ur-PK"/>
        </w:rPr>
        <w:t xml:space="preserve"> منزل کو مستقبل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کرسکتا</w:t>
      </w:r>
      <w:r w:rsidRPr="00E37591">
        <w:rPr>
          <w:rFonts w:hint="cs"/>
          <w:rtl/>
          <w:lang w:bidi="ur-PK"/>
        </w:rPr>
        <w:t>ہے۔لہٰذا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احت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بالکل ب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امر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اجتماعی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بارے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مشکل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ان کے علم وادراک سے متعلق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اس کا تعلق اس عامل ومحرک سے ہے جس کی</w:t>
      </w:r>
      <w:r w:rsidRPr="00E37591">
        <w:rPr>
          <w:rtl/>
          <w:lang w:bidi="ur-PK"/>
        </w:rPr>
        <w:t xml:space="preserve"> بناپر و</w:t>
      </w:r>
      <w:r w:rsidRPr="00E37591">
        <w:rPr>
          <w:rFonts w:hint="cs"/>
          <w:rtl/>
          <w:lang w:bidi="ur-PK"/>
        </w:rPr>
        <w:t>ہ صالح نظام عالم وجود می</w:t>
      </w:r>
      <w:r w:rsidRPr="00E37591">
        <w:rPr>
          <w:rFonts w:hint="eastAsia"/>
          <w:rtl/>
          <w:lang w:bidi="ur-PK"/>
        </w:rPr>
        <w:t>ںآئ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گااور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برکات سے استفادہ کرے گی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نکتہ ہے جہاں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فرق </w:t>
      </w:r>
      <w:r w:rsidRPr="00E37591">
        <w:rPr>
          <w:rFonts w:hint="cs"/>
          <w:rtl/>
          <w:lang w:bidi="ur-PK"/>
        </w:rPr>
        <w:t>ہوجاتاہے۔</w:t>
      </w:r>
      <w:r w:rsidRPr="00E37591">
        <w:rPr>
          <w:rFonts w:hint="cs"/>
          <w:rtl/>
          <w:lang w:bidi="ur-PK"/>
        </w:rPr>
        <w:tab/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مفاد س</w:t>
      </w:r>
      <w:r w:rsidRPr="00E37591">
        <w:rPr>
          <w:rFonts w:hint="cs"/>
          <w:rtl/>
          <w:lang w:bidi="ur-PK"/>
        </w:rPr>
        <w:t>ے متعلق تھے اس لئے ان کی</w:t>
      </w:r>
      <w:r w:rsidRPr="00E37591">
        <w:rPr>
          <w:rtl/>
          <w:lang w:bidi="ur-PK"/>
        </w:rPr>
        <w:t xml:space="preserve"> تحص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وہ خود کوشش کی</w:t>
      </w:r>
      <w:r w:rsidRPr="00E37591">
        <w:rPr>
          <w:rFonts w:hint="eastAsia"/>
          <w:rtl/>
          <w:lang w:bidi="ur-PK"/>
        </w:rPr>
        <w:t>اکرتات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لئے کسی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معامل</w:t>
      </w:r>
      <w:r w:rsidRPr="00E37591">
        <w:rPr>
          <w:rFonts w:hint="cs"/>
          <w:rtl/>
          <w:lang w:bidi="ur-PK"/>
        </w:rPr>
        <w:t>ہ اس کے بالکل برعکس ہے وہ کبھی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مفاد ک</w:t>
      </w:r>
      <w:r w:rsidRPr="00E37591">
        <w:rPr>
          <w:rFonts w:hint="cs"/>
          <w:rtl/>
          <w:lang w:bidi="ur-PK"/>
        </w:rPr>
        <w:t>ے خلاف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>ک</w:t>
      </w:r>
      <w:r w:rsidRPr="00E37591">
        <w:rPr>
          <w:rFonts w:hint="cs"/>
          <w:rtl/>
          <w:lang w:bidi="ur-PK"/>
        </w:rPr>
        <w:t>ہ ان کا محرک کون ہوگا۔نفسانی</w:t>
      </w:r>
      <w:r w:rsidRPr="00E37591">
        <w:rPr>
          <w:rtl/>
          <w:lang w:bidi="ur-PK"/>
        </w:rPr>
        <w:t xml:space="preserve"> جذبات تو مخالفت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Pr="00C1264A" w:rsidRDefault="00731EC0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ان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کوشش ن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ے۔اس لئے کہ یہ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فقی</w:t>
      </w:r>
      <w:r w:rsidRPr="00E37591">
        <w:rPr>
          <w:rFonts w:hint="eastAsia"/>
          <w:rtl/>
          <w:lang w:bidi="ur-PK"/>
        </w:rPr>
        <w:t>روعاجز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قانون وہ لوگ نافذ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ے پاس سرمایہ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سرمایہ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ان کا رزق مہی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اجاتار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گا؟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حما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افراد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دلدادہ اور اپنی</w:t>
      </w:r>
      <w:r w:rsidRPr="00E37591">
        <w:rPr>
          <w:rtl/>
          <w:lang w:bidi="ur-PK"/>
        </w:rPr>
        <w:t xml:space="preserve"> ممتاز شخص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خواہاں ہی</w:t>
      </w:r>
      <w:r w:rsidRPr="00E37591">
        <w:rPr>
          <w:rFonts w:hint="eastAsia"/>
          <w:rtl/>
          <w:lang w:bidi="ur-PK"/>
        </w:rPr>
        <w:t>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سوال پ</w:t>
      </w:r>
      <w:r w:rsidRPr="00E37591">
        <w:rPr>
          <w:rFonts w:hint="cs"/>
          <w:rtl/>
          <w:lang w:bidi="ur-PK"/>
        </w:rPr>
        <w:t>ھر سامنے آئے گاکہ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اوقات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مصالح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ہوگااور</w:t>
      </w:r>
      <w:r w:rsidRPr="00E37591">
        <w:rPr>
          <w:rtl/>
          <w:lang w:bidi="ur-PK"/>
        </w:rPr>
        <w:t xml:space="preserve"> کن اسباب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رائج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گا؟انسان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نفس پرست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خودپسند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ونکر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ہوگا؟اس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جذبات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کرپ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مصالح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ے محتاج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آئے اور ہر شخص کو ان کے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محسوس کرائ</w:t>
      </w:r>
      <w:r w:rsidRPr="00E37591">
        <w:rPr>
          <w:rFonts w:hint="cs"/>
          <w:rtl/>
          <w:lang w:bidi="ur-PK"/>
        </w:rPr>
        <w:t>ے خصوصاًان ناخوشگوار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جب 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ومصالح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تضادپ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مخالفت پر آماد</w:t>
      </w:r>
      <w:r w:rsidRPr="00E37591">
        <w:rPr>
          <w:rFonts w:hint="cs"/>
          <w:rtl/>
          <w:lang w:bidi="ur-PK"/>
        </w:rPr>
        <w:t>ہ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206" w:name="_Toc468966873"/>
      <w:bookmarkStart w:id="207" w:name="_Toc468970794"/>
      <w:r w:rsidRPr="00E37591">
        <w:rPr>
          <w:rFonts w:hint="eastAsia"/>
          <w:rtl/>
          <w:lang w:bidi="ur-PK"/>
        </w:rPr>
        <w:t>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علوم اس مسئل</w:t>
      </w:r>
      <w:r w:rsidRPr="0006314C">
        <w:rPr>
          <w:rFonts w:hint="cs"/>
          <w:rtl/>
          <w:lang w:bidi="ur-PK"/>
        </w:rPr>
        <w:t>ہ کے حل کرنے سے قاصر 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206"/>
      <w:bookmarkEnd w:id="207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زبانوں پر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الفاظ چ</w:t>
      </w:r>
      <w:r w:rsidRPr="00E37591">
        <w:rPr>
          <w:rFonts w:hint="cs"/>
          <w:rtl/>
          <w:lang w:bidi="ur-PK"/>
        </w:rPr>
        <w:t>ڑھے 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جس علم نے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پناہ ترقی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ن</w:t>
      </w:r>
      <w:r w:rsidRPr="00E37591">
        <w:rPr>
          <w:rFonts w:hint="cs"/>
          <w:rtl/>
          <w:lang w:bidi="ur-PK"/>
        </w:rPr>
        <w:t>ے فکروحی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اقدامات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و</w:t>
      </w:r>
      <w:r w:rsidRPr="00E37591">
        <w:rPr>
          <w:rFonts w:hint="cs"/>
          <w:rtl/>
          <w:lang w:bidi="ur-PK"/>
        </w:rPr>
        <w:t>ہ اسرار کائنات کی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ہرائی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اترگ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C13769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ن</w:t>
      </w:r>
      <w:r w:rsidRPr="00E37591">
        <w:rPr>
          <w:rFonts w:hint="cs"/>
          <w:rtl/>
          <w:lang w:bidi="ur-PK"/>
        </w:rPr>
        <w:t>ے عالم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معموں کو حل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ن</w:t>
      </w:r>
      <w:r w:rsidRPr="00E37591">
        <w:rPr>
          <w:rFonts w:hint="cs"/>
          <w:rtl/>
          <w:lang w:bidi="ur-PK"/>
        </w:rPr>
        <w:t>ے ذرہ کاشکم چاک کرکے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طاقت نکال 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ہے۔افلاک کو اپنی</w:t>
      </w:r>
      <w:r w:rsidRPr="00E37591">
        <w:rPr>
          <w:rtl/>
          <w:lang w:bidi="ur-PK"/>
        </w:rPr>
        <w:t xml:space="preserve"> زدم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لاکر ان پر راک</w:t>
      </w:r>
      <w:r w:rsidRPr="00E37591">
        <w:rPr>
          <w:rFonts w:hint="cs"/>
          <w:rtl/>
          <w:lang w:bidi="ur-PK"/>
        </w:rPr>
        <w:t>ٹ اڑادی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۔جہاز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فضاؤں کومسخر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پرقابو حاصل کرک</w:t>
      </w:r>
      <w:r w:rsidRPr="00E37591">
        <w:rPr>
          <w:rFonts w:hint="cs"/>
          <w:rtl/>
          <w:lang w:bidi="ur-PK"/>
        </w:rPr>
        <w:t>ے ہزاروں می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آوازوں کواپن</w:t>
      </w:r>
      <w:r w:rsidRPr="00E37591">
        <w:rPr>
          <w:rFonts w:hint="cs"/>
          <w:rtl/>
          <w:lang w:bidi="ur-PK"/>
        </w:rPr>
        <w:t>ے سامنے حاضر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ن</w:t>
      </w:r>
      <w:r w:rsidRPr="00E37591">
        <w:rPr>
          <w:rFonts w:hint="cs"/>
          <w:rtl/>
          <w:lang w:bidi="ur-PK"/>
        </w:rPr>
        <w:t>ے اتنی</w:t>
      </w:r>
      <w:r w:rsidRPr="00E37591">
        <w:rPr>
          <w:rtl/>
          <w:lang w:bidi="ur-PK"/>
        </w:rPr>
        <w:t xml:space="preserve"> 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مدت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ںاتن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فتوحات کرلئ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امکان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اپنے وسی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معارف اور مح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</w:t>
      </w:r>
      <w:r w:rsidRPr="00E37591">
        <w:rPr>
          <w:rtl/>
          <w:lang w:bidi="ur-PK"/>
        </w:rPr>
        <w:t xml:space="preserve"> معلومات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جو عالم بشری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صالح اور اس کے اجتماعی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لئے مناسب ومفی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ہو۔اور اگر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تو پھ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اوج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تمام معرکے تواپنے دست وبازو کی</w:t>
      </w:r>
      <w:r w:rsidRPr="00E37591">
        <w:rPr>
          <w:rtl/>
          <w:lang w:bidi="ur-PK"/>
        </w:rPr>
        <w:t xml:space="preserve"> قوت س</w:t>
      </w:r>
      <w:r w:rsidRPr="00E37591">
        <w:rPr>
          <w:rFonts w:hint="cs"/>
          <w:rtl/>
          <w:lang w:bidi="ur-PK"/>
        </w:rPr>
        <w:t>ے سرکرے اور صرف اس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افراد کا دست نگر ہوجائے؟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ناقص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علوم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ناواقفی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ہے۔علم ہزار ترقی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بھی</w:t>
      </w:r>
      <w:r w:rsidRPr="00E37591">
        <w:rPr>
          <w:rtl/>
          <w:lang w:bidi="ur-PK"/>
        </w:rPr>
        <w:t xml:space="preserve"> انکشاف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اس کا کام اسرار ورموز کا ظاہر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فرض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کائنات کے ہر مسئلہ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سے بہتر تفسی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ھے سے اچھے پی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ے۔وہ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بتاسکتاہے کہ سرمایہ</w:t>
      </w:r>
      <w:r w:rsidRPr="00E37591">
        <w:rPr>
          <w:rtl/>
          <w:lang w:bidi="ur-PK"/>
        </w:rPr>
        <w:t xml:space="preserve"> دار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رائج </w:t>
      </w:r>
      <w:r w:rsidRPr="00E37591">
        <w:rPr>
          <w:rFonts w:hint="cs"/>
          <w:rtl/>
          <w:lang w:bidi="ur-PK"/>
        </w:rPr>
        <w:t>ہوتاہے۔وہ یہ</w:t>
      </w:r>
      <w:r w:rsidRPr="00E37591">
        <w:rPr>
          <w:rtl/>
          <w:lang w:bidi="ur-PK"/>
        </w:rPr>
        <w:t xml:space="preserve"> بخوب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اظ</w:t>
      </w:r>
      <w:r w:rsidRPr="00E37591">
        <w:rPr>
          <w:rFonts w:hint="cs"/>
          <w:rtl/>
          <w:lang w:bidi="ur-PK"/>
        </w:rPr>
        <w:t>ہار کرتاہے کہ فلاں کی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استعمال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ہلک امراض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اعلا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ختم ہوجائے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اب اس کا فرض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کا ہاتھ پکڑکراسے کی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استعمال س</w:t>
      </w:r>
      <w:r w:rsidRPr="00E37591">
        <w:rPr>
          <w:rFonts w:hint="cs"/>
          <w:rtl/>
          <w:lang w:bidi="ur-PK"/>
        </w:rPr>
        <w:t>ے روک دے توسوال 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ہوگا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پھر وہ کون سی</w:t>
      </w:r>
      <w:r w:rsidRPr="00E37591">
        <w:rPr>
          <w:rtl/>
          <w:lang w:bidi="ur-PK"/>
        </w:rPr>
        <w:t xml:space="preserve"> طاقت </w:t>
      </w:r>
      <w:r w:rsidRPr="00E37591">
        <w:rPr>
          <w:rFonts w:hint="cs"/>
          <w:rtl/>
          <w:lang w:bidi="ur-PK"/>
        </w:rPr>
        <w:t>ہے جو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کو تو</w:t>
      </w:r>
      <w:r w:rsidRPr="00E37591">
        <w:rPr>
          <w:rFonts w:hint="cs"/>
          <w:rtl/>
          <w:lang w:bidi="ur-PK"/>
        </w:rPr>
        <w:t>ڑدے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 کو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ھائے۔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بار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ہابھی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کہ انسان اپنی</w:t>
      </w:r>
      <w:r w:rsidRPr="00E37591">
        <w:rPr>
          <w:rtl/>
          <w:lang w:bidi="ur-PK"/>
        </w:rPr>
        <w:t xml:space="preserve"> ذات س</w:t>
      </w:r>
      <w:r w:rsidRPr="00E37591">
        <w:rPr>
          <w:rFonts w:hint="cs"/>
          <w:rtl/>
          <w:lang w:bidi="ur-PK"/>
        </w:rPr>
        <w:t>ے محبت کی</w:t>
      </w:r>
      <w:r w:rsidRPr="00E37591">
        <w:rPr>
          <w:rtl/>
          <w:lang w:bidi="ur-PK"/>
        </w:rPr>
        <w:t xml:space="preserve"> بناپر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طورپر اس س</w:t>
      </w:r>
      <w:r w:rsidRPr="00E37591">
        <w:rPr>
          <w:rFonts w:hint="cs"/>
          <w:rtl/>
          <w:lang w:bidi="ur-PK"/>
        </w:rPr>
        <w:t>ے اجتناب کرے گا اور اپنی</w:t>
      </w:r>
      <w:r w:rsidRPr="00E37591">
        <w:rPr>
          <w:rtl/>
          <w:lang w:bidi="ur-PK"/>
        </w:rPr>
        <w:t xml:space="preserve"> نجات ک</w:t>
      </w:r>
      <w:r w:rsidRPr="00E37591">
        <w:rPr>
          <w:rFonts w:hint="cs"/>
          <w:rtl/>
          <w:lang w:bidi="ur-PK"/>
        </w:rPr>
        <w:t>ے اسباب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متعلق یہ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علم اس کی</w:t>
      </w:r>
      <w:r w:rsidRPr="00E37591">
        <w:rPr>
          <w:rtl/>
          <w:lang w:bidi="ur-PK"/>
        </w:rPr>
        <w:t xml:space="preserve"> برائ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اظ</w:t>
      </w:r>
      <w:r w:rsidRPr="00E37591">
        <w:rPr>
          <w:rFonts w:hint="cs"/>
          <w:rtl/>
          <w:lang w:bidi="ur-PK"/>
        </w:rPr>
        <w:t>ہار کرکے الگ ہو چکا ہے۔اب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محرکا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جو اس کی</w:t>
      </w:r>
      <w:r w:rsidRPr="00E37591">
        <w:rPr>
          <w:rtl/>
          <w:lang w:bidi="ur-PK"/>
        </w:rPr>
        <w:t xml:space="preserve"> مخالفت پر آماد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۔ظاہر ہے کہ وہ انسان کانفس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ہوسکتااس لئے کہ بسااوقات 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انداز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نفسان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ک</w:t>
      </w:r>
      <w:r w:rsidRPr="00E37591">
        <w:rPr>
          <w:rFonts w:hint="cs"/>
          <w:rtl/>
          <w:lang w:bidi="ur-PK"/>
        </w:rPr>
        <w:t>ے موافق ہوتاہے۔ای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مخالفت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توقع بالکل غلط اور ب</w:t>
      </w:r>
      <w:r w:rsidRPr="00E37591">
        <w:rPr>
          <w:rFonts w:hint="cs"/>
          <w:rtl/>
          <w:lang w:bidi="ur-PK"/>
        </w:rPr>
        <w:t>ے جا ہے۔ لہٰذا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محرک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تلاش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مقصد کو حاصل کراسکے۔یہ</w:t>
      </w:r>
      <w:r w:rsidRPr="00E37591">
        <w:rPr>
          <w:rtl/>
          <w:lang w:bidi="ur-PK"/>
        </w:rPr>
        <w:t xml:space="preserve"> بات ن</w:t>
      </w:r>
      <w:r w:rsidRPr="00E37591">
        <w:rPr>
          <w:rFonts w:hint="cs"/>
          <w:rtl/>
          <w:lang w:bidi="ur-PK"/>
        </w:rPr>
        <w:t>ہ نفس انسانی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بس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علم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208" w:name="_Toc468966874"/>
      <w:bookmarkStart w:id="209" w:name="_Toc468970795"/>
      <w:r w:rsidRPr="00E37591">
        <w:rPr>
          <w:rFonts w:hint="eastAsia"/>
          <w:rtl/>
          <w:lang w:bidi="ur-PK"/>
        </w:rPr>
        <w:t>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اور مشکل</w:t>
      </w:r>
      <w:bookmarkEnd w:id="208"/>
      <w:bookmarkEnd w:id="20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مشکل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خودہی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دن اس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معقول حل تلاش کرل</w:t>
      </w:r>
      <w:r w:rsidRPr="00E37591">
        <w:rPr>
          <w:rFonts w:hint="cs"/>
          <w:rtl/>
          <w:lang w:bidi="ur-PK"/>
        </w:rPr>
        <w:t>ے گی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 مشکل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صرف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انفرادی</w:t>
      </w:r>
      <w:r w:rsidRPr="00E37591">
        <w:rPr>
          <w:rtl/>
          <w:lang w:bidi="ur-PK"/>
        </w:rPr>
        <w:t xml:space="preserve"> مصالح بسااوقات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س</w:t>
      </w:r>
      <w:r w:rsidRPr="00E37591">
        <w:rPr>
          <w:rFonts w:hint="cs"/>
          <w:rtl/>
          <w:lang w:bidi="ur-PK"/>
        </w:rPr>
        <w:t>ے متصادم 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نفس پر ست انسان اپن</w:t>
      </w:r>
      <w:r w:rsidRPr="00E37591">
        <w:rPr>
          <w:rFonts w:hint="cs"/>
          <w:rtl/>
          <w:lang w:bidi="ur-PK"/>
        </w:rPr>
        <w:t>ے ذاتی</w:t>
      </w:r>
      <w:r w:rsidRPr="00E37591">
        <w:rPr>
          <w:rtl/>
          <w:lang w:bidi="ur-PK"/>
        </w:rPr>
        <w:t xml:space="preserve"> مفادکو مقدم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طرح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کا خون </w:t>
      </w:r>
      <w:r w:rsidRPr="00E37591">
        <w:rPr>
          <w:rFonts w:hint="cs"/>
          <w:rtl/>
          <w:lang w:bidi="ur-PK"/>
        </w:rPr>
        <w:t>ہوجاتاہے۔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یہ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مشکل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یہ</w:t>
      </w:r>
      <w:r w:rsidRPr="00E37591">
        <w:rPr>
          <w:rtl/>
          <w:lang w:bidi="ur-PK"/>
        </w:rPr>
        <w:t xml:space="preserve"> صورت ابتدائ</w:t>
      </w:r>
      <w:r w:rsidRPr="00E37591">
        <w:rPr>
          <w:rFonts w:hint="cs"/>
          <w:rtl/>
          <w:lang w:bidi="ur-PK"/>
        </w:rPr>
        <w:t>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چلی</w:t>
      </w:r>
      <w:r w:rsidRPr="00E37591">
        <w:rPr>
          <w:rtl/>
          <w:lang w:bidi="ur-PK"/>
        </w:rPr>
        <w:t xml:space="preserve"> آر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ہر دورمی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پرست افراد ن</w:t>
      </w:r>
      <w:r w:rsidRPr="00E37591">
        <w:rPr>
          <w:rFonts w:hint="cs"/>
          <w:rtl/>
          <w:lang w:bidi="ur-PK"/>
        </w:rPr>
        <w:t>ے معاشرہ سے   بغاوت کرکے طبقاتی</w:t>
      </w:r>
      <w:r w:rsidRPr="00E37591">
        <w:rPr>
          <w:rtl/>
          <w:lang w:bidi="ur-PK"/>
        </w:rPr>
        <w:t xml:space="preserve"> نظام قائم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ے فاتح بھی</w:t>
      </w:r>
      <w:r w:rsidRPr="00E37591">
        <w:rPr>
          <w:rtl/>
          <w:lang w:bidi="ur-PK"/>
        </w:rPr>
        <w:t xml:space="preserve"> قرار دپائ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آخر کار </w:t>
      </w:r>
      <w:r w:rsidRPr="00E37591">
        <w:rPr>
          <w:rFonts w:hint="eastAsia"/>
          <w:rtl/>
          <w:lang w:bidi="ur-PK"/>
        </w:rPr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وہ منظر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جب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جناز</w:t>
      </w:r>
      <w:r w:rsidRPr="00E37591">
        <w:rPr>
          <w:rFonts w:hint="cs"/>
          <w:rtl/>
          <w:lang w:bidi="ur-PK"/>
        </w:rPr>
        <w:t>ہ نکل گی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قائم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ہر شخص اجتماعی</w:t>
      </w:r>
      <w:r w:rsidRPr="00E37591">
        <w:rPr>
          <w:rtl/>
          <w:lang w:bidi="ur-PK"/>
        </w:rPr>
        <w:t xml:space="preserve"> مفاد پر جان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لگا</w:t>
      </w:r>
      <w:r w:rsidRPr="00E37591">
        <w:rPr>
          <w:rFonts w:hint="cs"/>
          <w:rtl/>
          <w:lang w:bidi="ur-PK"/>
        </w:rPr>
        <w:t>۔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نے اس مادی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وقت ہی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 xml:space="preserve">ہر </w:t>
      </w:r>
      <w:r w:rsidRPr="00E37591">
        <w:rPr>
          <w:rtl/>
          <w:lang w:bidi="ur-PK"/>
        </w:rPr>
        <w:t>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قسم کے الہام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بظا</w:t>
      </w:r>
      <w:r w:rsidRPr="00E37591">
        <w:rPr>
          <w:rFonts w:hint="cs"/>
          <w:rtl/>
          <w:lang w:bidi="ur-PK"/>
        </w:rPr>
        <w:t>ہر دلی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اس کو اس اہم مسئلہ کا حل قرار دی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ہے۔مسئلہ اپنی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معاشرہ پر خواہشات کی</w:t>
      </w:r>
      <w:r w:rsidRPr="00E37591">
        <w:rPr>
          <w:rtl/>
          <w:lang w:bidi="ur-PK"/>
        </w:rPr>
        <w:t xml:space="preserve"> حکومت قائم </w:t>
      </w:r>
      <w:r w:rsidRPr="00E37591">
        <w:rPr>
          <w:rFonts w:hint="cs"/>
          <w:rtl/>
          <w:lang w:bidi="ur-PK"/>
        </w:rPr>
        <w:t>ہے۔اب کامی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ہاتھوں ہے جو اپنے خواہ</w:t>
      </w:r>
      <w:r w:rsidRPr="00E37591">
        <w:rPr>
          <w:rFonts w:hint="eastAsia"/>
          <w:rtl/>
          <w:lang w:bidi="ur-PK"/>
        </w:rPr>
        <w:t>شات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درآمد کرسکے اور جو شخص اپنے دست وبازو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طاقت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 اس کی</w:t>
      </w:r>
      <w:r w:rsidRPr="00E37591">
        <w:rPr>
          <w:rtl/>
          <w:lang w:bidi="ur-PK"/>
        </w:rPr>
        <w:t xml:space="preserve"> قسمت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طبقہ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کچھ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فطرت ت</w:t>
      </w:r>
      <w:r w:rsidRPr="00E37591">
        <w:rPr>
          <w:rFonts w:hint="cs"/>
          <w:rtl/>
          <w:lang w:bidi="ur-PK"/>
        </w:rPr>
        <w:t>ڑپ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بن جائ</w:t>
      </w:r>
      <w:r w:rsidRPr="00E37591">
        <w:rPr>
          <w:rFonts w:hint="cs"/>
          <w:rtl/>
          <w:lang w:bidi="ur-PK"/>
        </w:rPr>
        <w:t>ے جو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مفاد کا تحفظ کر</w:t>
      </w:r>
      <w:r w:rsidRPr="00E37591">
        <w:rPr>
          <w:rFonts w:hint="cs"/>
          <w:rtl/>
          <w:lang w:bidi="ur-PK"/>
        </w:rPr>
        <w:t>ے اور پھر اسی</w:t>
      </w:r>
      <w:r w:rsidRPr="00E37591">
        <w:rPr>
          <w:rtl/>
          <w:lang w:bidi="ur-PK"/>
        </w:rPr>
        <w:t xml:space="preserve"> قانون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ممکن </w:t>
      </w:r>
      <w:r w:rsidRPr="00E37591">
        <w:rPr>
          <w:rFonts w:hint="cs"/>
          <w:rtl/>
          <w:lang w:bidi="ur-PK"/>
        </w:rPr>
        <w:t>ہے کہ کوئی</w:t>
      </w:r>
      <w:r w:rsidRPr="00E37591">
        <w:rPr>
          <w:rtl/>
          <w:lang w:bidi="ur-PK"/>
        </w:rPr>
        <w:t xml:space="preserve"> شخص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کہ قانون کو نافذ کرنے کے لئے حکومت کافی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مسئلہ کو اقتدار اعلیٰ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کردی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ہنا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بالکل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ہمل ہے اس لئے کہ حکومت کے افراد خودبھی</w:t>
      </w:r>
      <w:r w:rsidRPr="00E37591">
        <w:rPr>
          <w:rtl/>
          <w:lang w:bidi="ur-PK"/>
        </w:rPr>
        <w:t xml:space="preserve"> سماج ک</w:t>
      </w:r>
      <w:r w:rsidRPr="00E37591">
        <w:rPr>
          <w:rFonts w:hint="cs"/>
          <w:rtl/>
          <w:lang w:bidi="ur-PK"/>
        </w:rPr>
        <w:t>ے باہر سے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وہ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سماج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نفس سے محبت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ان کے بھی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حالات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اپنے انفرادی</w:t>
      </w:r>
      <w:r w:rsidRPr="00E37591">
        <w:rPr>
          <w:rtl/>
          <w:lang w:bidi="ur-PK"/>
        </w:rPr>
        <w:t xml:space="preserve"> مفاد س</w:t>
      </w:r>
      <w:r w:rsidRPr="00E37591">
        <w:rPr>
          <w:rFonts w:hint="cs"/>
          <w:rtl/>
          <w:lang w:bidi="ur-PK"/>
        </w:rPr>
        <w:t>ے قطع نظرصرف اجتماعی</w:t>
      </w:r>
      <w:r w:rsidRPr="00E37591">
        <w:rPr>
          <w:rtl/>
          <w:lang w:bidi="ur-PK"/>
        </w:rPr>
        <w:t xml:space="preserve"> مصالح کو مستحکم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کوشش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توک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مقدرمی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لک</w:t>
      </w:r>
      <w:r w:rsidRPr="00E37591">
        <w:rPr>
          <w:rFonts w:hint="cs"/>
          <w:rtl/>
          <w:lang w:bidi="ur-PK"/>
        </w:rPr>
        <w:t xml:space="preserve">ھاہے کہ وہ اس قسم کے مشکلات </w:t>
      </w:r>
      <w:r w:rsidRPr="00E37591">
        <w:rPr>
          <w:rtl/>
          <w:lang w:bidi="ur-PK"/>
        </w:rPr>
        <w:t>کا شکارر</w:t>
      </w:r>
      <w:r w:rsidRPr="00E37591">
        <w:rPr>
          <w:rFonts w:hint="cs"/>
          <w:rtl/>
          <w:lang w:bidi="ur-PK"/>
        </w:rPr>
        <w:t>ہے اور اپنی</w:t>
      </w:r>
      <w:r w:rsidRPr="00E37591">
        <w:rPr>
          <w:rtl/>
          <w:lang w:bidi="ur-PK"/>
        </w:rPr>
        <w:t xml:space="preserve"> بدبخت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پرنوح</w:t>
      </w:r>
      <w:r w:rsidRPr="00E37591">
        <w:rPr>
          <w:rFonts w:hint="cs"/>
          <w:rtl/>
          <w:lang w:bidi="ur-PK"/>
        </w:rPr>
        <w:t>ہ پڑھتی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ہے؟کی</w:t>
      </w:r>
      <w:r w:rsidRPr="00E37591">
        <w:rPr>
          <w:rFonts w:hint="eastAsia"/>
          <w:rtl/>
          <w:lang w:bidi="ur-PK"/>
        </w:rPr>
        <w:t>او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کائنات جس</w:t>
      </w:r>
      <w:r w:rsidRPr="00E37591">
        <w:rPr>
          <w:rFonts w:hint="cs"/>
          <w:rtl/>
          <w:lang w:bidi="ur-PK"/>
        </w:rPr>
        <w:t>ے ارتقاء وتکامل کے صلاحی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اور کمال ک</w:t>
      </w:r>
      <w:r w:rsidRPr="00E37591">
        <w:rPr>
          <w:rFonts w:hint="cs"/>
          <w:rtl/>
          <w:lang w:bidi="ur-PK"/>
        </w:rPr>
        <w:t>ے جذبات سے نوازاگی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انسان اس س</w:t>
      </w:r>
      <w:r w:rsidRPr="00E37591">
        <w:rPr>
          <w:rFonts w:hint="cs"/>
          <w:rtl/>
          <w:lang w:bidi="ur-PK"/>
        </w:rPr>
        <w:t>ے الگ کوئی</w:t>
      </w:r>
      <w:r w:rsidRPr="00E37591">
        <w:rPr>
          <w:rtl/>
          <w:lang w:bidi="ur-PK"/>
        </w:rPr>
        <w:t xml:space="preserve"> مخلوق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Fonts w:hint="eastAsia"/>
          <w:rtl/>
          <w:lang w:bidi="ur-PK"/>
        </w:rPr>
        <w:t>انک</w:t>
      </w:r>
      <w:r w:rsidRPr="00E37591">
        <w:rPr>
          <w:rtl/>
          <w:lang w:bidi="ur-PK"/>
        </w:rPr>
        <w:t xml:space="preserve"> منظر</w:t>
      </w:r>
      <w:r w:rsidRPr="00E37591">
        <w:rPr>
          <w:rFonts w:hint="cs"/>
          <w:rtl/>
          <w:lang w:bidi="ur-PK"/>
        </w:rPr>
        <w:t>ہے جہاں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حس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ہرہ چمکتاہوانظرآتاہے اور وہ اعلان کرتاہے کہ اس نازک مسئلہ کے لئے اگ</w:t>
      </w:r>
      <w:r w:rsidRPr="00E37591">
        <w:rPr>
          <w:rtl/>
          <w:lang w:bidi="ur-PK"/>
        </w:rPr>
        <w:t>رکوئ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حل </w:t>
      </w:r>
      <w:r w:rsidRPr="00E37591">
        <w:rPr>
          <w:rFonts w:hint="cs"/>
          <w:rtl/>
          <w:lang w:bidi="ur-PK"/>
        </w:rPr>
        <w:t>ہوسکتاہے تو وہ مذہب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مذ</w:t>
      </w:r>
      <w:r w:rsidRPr="00E37591">
        <w:rPr>
          <w:rFonts w:hint="cs"/>
          <w:rtl/>
          <w:lang w:bidi="ur-PK"/>
        </w:rPr>
        <w:t>ہب 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روحانی</w:t>
      </w:r>
      <w:r w:rsidRPr="00E37591">
        <w:rPr>
          <w:rtl/>
          <w:lang w:bidi="ur-PK"/>
        </w:rPr>
        <w:t xml:space="preserve"> طاقت </w:t>
      </w:r>
      <w:r w:rsidRPr="00E37591">
        <w:rPr>
          <w:rFonts w:hint="cs"/>
          <w:rtl/>
          <w:lang w:bidi="ur-PK"/>
        </w:rPr>
        <w:t>ہے جو انسان سے انفرادی</w:t>
      </w:r>
      <w:r w:rsidRPr="00E37591">
        <w:rPr>
          <w:rtl/>
          <w:lang w:bidi="ur-PK"/>
        </w:rPr>
        <w:t xml:space="preserve"> مفاد کو ترک کراسکت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بلند فائدے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قوت ہے جو انسان سے اس کے وجود کو بھی</w:t>
      </w:r>
      <w:r w:rsidRPr="00E37591">
        <w:rPr>
          <w:rtl/>
          <w:lang w:bidi="ur-PK"/>
        </w:rPr>
        <w:t xml:space="preserve"> قربان کراسکت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صرف اس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A4043">
      <w:pPr>
        <w:pStyle w:val="libNormal"/>
      </w:pPr>
    </w:p>
    <w:p w:rsidR="00824138" w:rsidRPr="00E37591" w:rsidRDefault="00824138" w:rsidP="008A4043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تصور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کے بعدای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جاودان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 آئے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زاویۂ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ہے جو اپنے مفاد کے مقابل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مصالح کا احساس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داکرسکتا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طرز فکر ہے جہاں ہر نقصان فائدہ اور ہر زحمت لذت معلوم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دوسروں کا خسارہ اپنا خسارہ اور دوسروں کا فائدہ اپنا ذاتی</w:t>
      </w:r>
      <w:r w:rsidRPr="00E37591">
        <w:rPr>
          <w:rtl/>
          <w:lang w:bidi="ur-PK"/>
        </w:rPr>
        <w:t xml:space="preserve"> مفاد معلوم </w:t>
      </w:r>
      <w:r w:rsidRPr="00E37591">
        <w:rPr>
          <w:rFonts w:hint="cs"/>
          <w:rtl/>
          <w:lang w:bidi="ur-PK"/>
        </w:rPr>
        <w:t>ہوتاہے۔انفرا</w:t>
      </w:r>
      <w:r w:rsidRPr="00E37591">
        <w:rPr>
          <w:rtl/>
          <w:lang w:bidi="ur-PK"/>
        </w:rPr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کا تفرق</w:t>
      </w:r>
      <w:r w:rsidRPr="00E37591">
        <w:rPr>
          <w:rFonts w:hint="cs"/>
          <w:rtl/>
          <w:lang w:bidi="ur-PK"/>
        </w:rPr>
        <w:t>ہ ختم ہوجاتاہے اور انسان آفاق عالم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ہوانظرآتاہے۔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فائدہ ونقصان اور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وموت ک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کی</w:t>
      </w:r>
      <w:r w:rsidRPr="00E37591">
        <w:rPr>
          <w:rtl/>
          <w:lang w:bidi="ur-PK"/>
        </w:rPr>
        <w:t xml:space="preserve"> وسعت اور </w:t>
      </w:r>
      <w:r w:rsidRPr="00E37591">
        <w:rPr>
          <w:rFonts w:hint="cs"/>
          <w:rtl/>
          <w:lang w:bidi="ur-PK"/>
        </w:rPr>
        <w:t>ہمہ گی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اعلان کے لئے حسب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117A5C" w:rsidRDefault="00117A5C" w:rsidP="007F715B">
      <w:pPr>
        <w:pStyle w:val="libAie"/>
        <w:rPr>
          <w:rFonts w:hint="cs"/>
          <w:rtl/>
          <w:lang w:bidi="ur-PK"/>
        </w:rPr>
      </w:pPr>
      <w:r w:rsidRPr="00117A5C">
        <w:rPr>
          <w:rtl/>
          <w:lang w:bidi="ur-PK"/>
        </w:rPr>
        <w:t>مَنْ عَمِلَ سَيِّئَةً فَلَا يُجْزَىٰ إِلَّا مِثْلَهَا ۖ وَمَنْ عَمِلَ صَالِحًا مِّن ذَكَرٍ أَوْ أُنثَىٰ وَهُوَ مُؤْمِنٌ فَأُولَـٰئِكَ يَدْخُلُونَ الْجَنَّةَ يُرْزَقُونَ فِيهَا بِغَيْرِ حِسَابٍ ﴿٤٠﴾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جو مردوعورت باا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کر عمل صالح کرے گا اس کا مقام جنت ہوگا وہ اپنی</w:t>
      </w:r>
      <w:r w:rsidRPr="00E37591">
        <w:rPr>
          <w:rtl/>
          <w:lang w:bidi="ur-PK"/>
        </w:rPr>
        <w:t xml:space="preserve"> منزل اعل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بلاحساب داخل </w:t>
      </w:r>
      <w:r w:rsidRPr="00E37591">
        <w:rPr>
          <w:rFonts w:hint="cs"/>
          <w:rtl/>
          <w:lang w:bidi="ur-PK"/>
        </w:rPr>
        <w:t>ہوگا۔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(غافر/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D93703">
      <w:pPr>
        <w:pStyle w:val="libAie"/>
        <w:rPr>
          <w:rtl/>
          <w:lang w:bidi="ur-PK"/>
        </w:rPr>
      </w:pPr>
      <w:r w:rsidRPr="00E37591">
        <w:rPr>
          <w:rtl/>
          <w:lang w:bidi="ur-PK"/>
        </w:rPr>
        <w:t xml:space="preserve"> </w:t>
      </w:r>
      <w:r w:rsidR="00D93703" w:rsidRPr="00D93703">
        <w:rPr>
          <w:rtl/>
          <w:lang w:bidi="ur-PK"/>
        </w:rPr>
        <w:t xml:space="preserve"> مَّنْ عَمِلَ صَالِحًا فَلِنَفْسِهِ ۖ وَمَنْ أَسَاءَ فَعَلَيْهَا ۗ ﴿٤٦﴾</w:t>
      </w:r>
    </w:p>
    <w:p w:rsidR="00824138" w:rsidRPr="00E37591" w:rsidRDefault="00824138" w:rsidP="00D93703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جو</w:t>
      </w:r>
      <w:r w:rsidRPr="00E37591">
        <w:rPr>
          <w:rtl/>
          <w:lang w:bidi="ur-PK"/>
        </w:rPr>
        <w:t xml:space="preserve"> شخص اچ</w:t>
      </w:r>
      <w:r w:rsidRPr="00E37591">
        <w:rPr>
          <w:rFonts w:hint="cs"/>
          <w:rtl/>
          <w:lang w:bidi="ur-PK"/>
        </w:rPr>
        <w:t>ھا کرے گا وہ اپنے لئے اور جو براکرے گا وہ بھی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نفس کے اوپر۔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(فصلت</w:t>
      </w:r>
      <w:r w:rsidR="00D5387C" w:rsidRPr="00E37591">
        <w:rPr>
          <w:rFonts w:hint="cs"/>
          <w:rtl/>
          <w:lang w:bidi="ur-PK"/>
        </w:rPr>
        <w:t>4</w:t>
      </w:r>
      <w:r w:rsidR="00D93703">
        <w:rPr>
          <w:rFonts w:hint="cs"/>
          <w:rtl/>
          <w:lang w:bidi="ur-PK"/>
        </w:rPr>
        <w:t>6</w:t>
      </w:r>
      <w:r w:rsidRPr="00DC6649">
        <w:rPr>
          <w:rFonts w:hint="cs"/>
          <w:rtl/>
          <w:lang w:bidi="ur-PK"/>
        </w:rPr>
        <w:t>)</w:t>
      </w:r>
    </w:p>
    <w:p w:rsidR="00D93703" w:rsidRDefault="00D93703" w:rsidP="007F715B">
      <w:pPr>
        <w:pStyle w:val="libAie"/>
        <w:rPr>
          <w:lang w:bidi="ur-PK"/>
        </w:rPr>
      </w:pPr>
      <w:r w:rsidRPr="00D93703">
        <w:rPr>
          <w:rtl/>
          <w:lang w:bidi="ur-PK"/>
        </w:rPr>
        <w:t>فَمَن يَعْمَلْ مِثْقَالَ ذَرَّةٍ خَيْرًا يَرَهُ ﴿٧﴾ وَمَن يَعْمَلْ مِثْقَالَ ذَرَّةٍ شَرًّا يَرَهُ ﴿٨﴾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دن لوگ اپنے اعمال کا انجام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قبروںسے نکالے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اگر ذرہ برابر 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اگر بقدر ذرہ برائی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بھی</w:t>
      </w:r>
      <w:r w:rsidRPr="00E37591">
        <w:rPr>
          <w:rtl/>
          <w:lang w:bidi="ur-PK"/>
        </w:rPr>
        <w:t xml:space="preserve"> سامن</w:t>
      </w:r>
      <w:r w:rsidRPr="00E37591">
        <w:rPr>
          <w:rFonts w:hint="cs"/>
          <w:rtl/>
          <w:lang w:bidi="ur-PK"/>
        </w:rPr>
        <w:t>ے آئے گی۔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(زلزلہ</w:t>
      </w:r>
      <w:r w:rsidR="00D5387C" w:rsidRPr="00E37591">
        <w:rPr>
          <w:rFonts w:hint="cs"/>
          <w:rtl/>
          <w:lang w:bidi="ur-PK"/>
        </w:rPr>
        <w:t>6</w:t>
      </w:r>
      <w:r w:rsidRPr="00DC6649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8</w:t>
      </w:r>
      <w:r w:rsidRPr="00DC6649">
        <w:rPr>
          <w:rFonts w:hint="cs"/>
          <w:rtl/>
          <w:lang w:bidi="ur-PK"/>
        </w:rPr>
        <w:t>)</w:t>
      </w:r>
    </w:p>
    <w:p w:rsidR="00D93703" w:rsidRDefault="00D93703" w:rsidP="007F715B">
      <w:pPr>
        <w:pStyle w:val="libAie"/>
        <w:rPr>
          <w:lang w:bidi="ur-PK"/>
        </w:rPr>
      </w:pPr>
      <w:r w:rsidRPr="00D93703">
        <w:rPr>
          <w:rtl/>
          <w:lang w:bidi="ur-PK"/>
        </w:rPr>
        <w:t>وَلَا تَحْسَبَنَّ الَّذِينَ قُتِلُوا فِي سَبِيلِ اللَّـهِ أَمْوَاتًا ۚ بَلْ أَحْيَاءٌ عِندَ رَبِّهِمْ يُرْزَقُونَ ﴿١٦٩﴾</w:t>
      </w:r>
    </w:p>
    <w:p w:rsidR="00731EC0" w:rsidRPr="00E37591" w:rsidRDefault="00824138" w:rsidP="00731EC0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را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خدا ک</w:t>
      </w:r>
      <w:r w:rsidRPr="00E37591">
        <w:rPr>
          <w:rFonts w:hint="cs"/>
          <w:rtl/>
          <w:lang w:bidi="ur-PK"/>
        </w:rPr>
        <w:t>ے شہی</w:t>
      </w:r>
      <w:r w:rsidRPr="00E37591">
        <w:rPr>
          <w:rFonts w:hint="eastAsia"/>
          <w:rtl/>
          <w:lang w:bidi="ur-PK"/>
        </w:rPr>
        <w:t>داء</w:t>
      </w:r>
      <w:r w:rsidRPr="00E37591">
        <w:rPr>
          <w:rtl/>
          <w:lang w:bidi="ur-PK"/>
        </w:rPr>
        <w:t xml:space="preserve"> کو مرد</w:t>
      </w:r>
      <w:r w:rsidRPr="00E37591">
        <w:rPr>
          <w:rFonts w:hint="cs"/>
          <w:rtl/>
          <w:lang w:bidi="ur-PK"/>
        </w:rPr>
        <w:t>ہ نہ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کرو،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اوراپن</w:t>
      </w:r>
      <w:r w:rsidRPr="00E37591">
        <w:rPr>
          <w:rFonts w:hint="cs"/>
          <w:rtl/>
          <w:lang w:bidi="ur-PK"/>
        </w:rPr>
        <w:t xml:space="preserve">ے پروردگار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کے پاس رزق پارہے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 xml:space="preserve">        (آل عمران</w:t>
      </w:r>
      <w:r w:rsidR="00D5387C" w:rsidRPr="00E37591">
        <w:rPr>
          <w:rFonts w:hint="cs"/>
          <w:rtl/>
          <w:lang w:bidi="ur-PK"/>
        </w:rPr>
        <w:t>16</w:t>
      </w:r>
      <w:r w:rsidR="000309C5" w:rsidRPr="00E37591">
        <w:rPr>
          <w:rFonts w:hint="cs"/>
          <w:rtl/>
          <w:lang w:bidi="ur-PK"/>
        </w:rPr>
        <w:t>9</w:t>
      </w:r>
      <w:r w:rsidRPr="00DC6649">
        <w:rPr>
          <w:rFonts w:hint="cs"/>
          <w:rtl/>
          <w:lang w:bidi="ur-PK"/>
        </w:rPr>
        <w:t>)</w:t>
      </w:r>
    </w:p>
    <w:p w:rsidR="00D93703" w:rsidRDefault="00D93703" w:rsidP="007F715B">
      <w:pPr>
        <w:pStyle w:val="libAie"/>
        <w:rPr>
          <w:lang w:bidi="ur-PK"/>
        </w:rPr>
      </w:pPr>
      <w:r w:rsidRPr="00D93703">
        <w:rPr>
          <w:rtl/>
          <w:lang w:bidi="ur-PK"/>
        </w:rPr>
        <w:t xml:space="preserve">الَّذِينَ آمَنُوا وَهَاجَرُوا وَجَاهَدُوا فِي سَبِيلِ اللَّـهِ بِأَمْوَالِهِمْ وَأَنفُسِهِمْ أَعْظَمُ دَرَجَةً عِندَ اللَّـهِ ۚ وَأُولَـٰئِكَ هُمُ الْفَائِزُونَ ﴿٢٠﴾يُبَشِّرُهُمْ رَبُّهُم بِرَحْمَةٍ مِّنْهُ وَرِضْوَانٍ وَجَنَّاتٍ لَّهُمْ فِيهَا نَعِيمٌ مُّقِيمٌ ﴿٢١﴾ 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مد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اطراف والوں کو یہ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رسول</w:t>
      </w:r>
      <w:r w:rsidR="00DC6649" w:rsidRPr="00DC6649">
        <w:rPr>
          <w:rFonts w:hint="cs"/>
          <w:rtl/>
          <w:lang w:bidi="ur-PK"/>
        </w:rPr>
        <w:t>(ص)</w:t>
      </w:r>
      <w:r w:rsidRPr="00DC6649">
        <w:rPr>
          <w:rFonts w:hint="cs"/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اپن</w:t>
      </w:r>
      <w:r w:rsidRPr="00E37591">
        <w:rPr>
          <w:rFonts w:hint="cs"/>
          <w:rtl/>
          <w:lang w:bidi="ur-PK"/>
        </w:rPr>
        <w:t>ے نفس کو ان کے نفس پر مقدم کردی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راہ خدا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ھوک،پی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جو تکل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وہ دشمنوں کے لئے جو قدم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س</w:t>
      </w:r>
      <w:r w:rsidRPr="00E37591">
        <w:rPr>
          <w:rFonts w:hint="cs"/>
          <w:rtl/>
          <w:lang w:bidi="ur-PK"/>
        </w:rPr>
        <w:t>ے جواذی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ٹھاتے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ک</w:t>
      </w:r>
      <w:r w:rsidRPr="00E37591">
        <w:rPr>
          <w:rFonts w:hint="cs"/>
          <w:rtl/>
          <w:lang w:bidi="ur-PK"/>
        </w:rPr>
        <w:t>ے عو</w:t>
      </w:r>
      <w:r w:rsidRPr="00E37591">
        <w:rPr>
          <w:rFonts w:hint="eastAsia"/>
          <w:rtl/>
          <w:lang w:bidi="ur-PK"/>
        </w:rPr>
        <w:t>ض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صالح کا اجر ملتا</w:t>
      </w:r>
      <w:r w:rsidRPr="00E37591">
        <w:rPr>
          <w:rFonts w:hint="cs"/>
          <w:rtl/>
          <w:lang w:bidi="ur-PK"/>
        </w:rPr>
        <w:t xml:space="preserve">ہے اس لئے کہ اللہ حسن عمل والوں کے اجر </w:t>
      </w:r>
      <w:r w:rsidRPr="00E37591">
        <w:rPr>
          <w:rtl/>
          <w:lang w:bidi="ur-PK"/>
        </w:rPr>
        <w:t>کو ضائع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لوگ را</w:t>
      </w:r>
      <w:r w:rsidRPr="00E37591">
        <w:rPr>
          <w:rFonts w:hint="cs"/>
          <w:rtl/>
          <w:lang w:bidi="ur-PK"/>
        </w:rPr>
        <w:t>ہ خدا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کچ</w:t>
      </w:r>
      <w:r w:rsidRPr="00E37591">
        <w:rPr>
          <w:rFonts w:hint="cs"/>
          <w:rtl/>
          <w:lang w:bidi="ur-PK"/>
        </w:rPr>
        <w:t>ھ بھی</w:t>
      </w:r>
      <w:r w:rsidRPr="00E37591">
        <w:rPr>
          <w:rtl/>
          <w:lang w:bidi="ur-PK"/>
        </w:rPr>
        <w:t xml:space="preserve"> خرچ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جس قدر مسافت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لک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انہی</w:t>
      </w:r>
      <w:r w:rsidRPr="00E37591">
        <w:rPr>
          <w:rFonts w:hint="eastAsia"/>
          <w:rtl/>
          <w:lang w:bidi="ur-PK"/>
        </w:rPr>
        <w:t>ںب</w:t>
      </w:r>
      <w:r w:rsidRPr="00E37591">
        <w:rPr>
          <w:rFonts w:hint="cs"/>
          <w:rtl/>
          <w:lang w:bidi="ur-PK"/>
        </w:rPr>
        <w:t>ہترسے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ہتربدلہ دی</w:t>
      </w:r>
      <w:r w:rsidRPr="00E37591">
        <w:rPr>
          <w:rFonts w:hint="eastAsia"/>
          <w:rtl/>
          <w:lang w:bidi="ur-PK"/>
        </w:rPr>
        <w:t>اجاسک</w:t>
      </w:r>
      <w:r w:rsidRPr="00E37591">
        <w:rPr>
          <w:rFonts w:hint="cs"/>
          <w:rtl/>
          <w:lang w:bidi="ur-PK"/>
        </w:rPr>
        <w:t>ے۔   (توبہ</w:t>
      </w:r>
      <w:r w:rsidR="00D5387C" w:rsidRPr="00E37591">
        <w:rPr>
          <w:rFonts w:hint="cs"/>
          <w:rtl/>
          <w:lang w:bidi="ur-PK"/>
        </w:rPr>
        <w:t>2</w:t>
      </w:r>
      <w:r w:rsidR="000309C5" w:rsidRPr="00E37591">
        <w:rPr>
          <w:rFonts w:hint="cs"/>
          <w:rtl/>
          <w:lang w:bidi="ur-PK"/>
        </w:rPr>
        <w:t>0</w:t>
      </w:r>
      <w:r w:rsidRPr="00DC6649">
        <w:rPr>
          <w:rFonts w:hint="cs"/>
          <w:rtl/>
          <w:lang w:bidi="ur-PK"/>
        </w:rPr>
        <w:t>،</w:t>
      </w:r>
      <w:r w:rsidR="00D5387C" w:rsidRPr="00E37591">
        <w:rPr>
          <w:rFonts w:hint="cs"/>
          <w:rtl/>
          <w:lang w:bidi="ur-PK"/>
        </w:rPr>
        <w:t>21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حسی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نقش</w:t>
      </w:r>
      <w:r w:rsidRPr="00E37591">
        <w:rPr>
          <w:rFonts w:hint="cs"/>
          <w:rtl/>
          <w:lang w:bidi="ur-PK"/>
        </w:rPr>
        <w:t>ہ 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اغراض اور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راستوں کو متحد بناک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انسان یہ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لے کہ اس کے ذاتی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گانگت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واحد طاقت ہے جو اس مشکل مسئلہ کو حل کر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انداز سے کہ ذاتی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عوامل ومحرکات بھی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محرک بن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فطری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جو فطرت 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مشکلات کو حل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731EC0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قدرت نے انسان کو تحصی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کمال ک</w:t>
      </w:r>
      <w:r w:rsidRPr="00E37591">
        <w:rPr>
          <w:rFonts w:hint="cs"/>
          <w:rtl/>
          <w:lang w:bidi="ur-PK"/>
        </w:rPr>
        <w:t>ے جذبات 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</w:p>
    <w:p w:rsidR="00731EC0" w:rsidRPr="00E37591" w:rsidRDefault="00731EC0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731EC0" w:rsidRDefault="00731EC0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اور اس</w:t>
      </w:r>
      <w:r w:rsidRPr="00E37591">
        <w:rPr>
          <w:rFonts w:hint="cs"/>
          <w:rtl/>
          <w:lang w:bidi="ur-PK"/>
        </w:rPr>
        <w:t>ے ارتقاء وتکامل کی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دک</w:t>
      </w:r>
      <w:r w:rsidRPr="00E37591">
        <w:rPr>
          <w:rFonts w:hint="cs"/>
          <w:rtl/>
          <w:lang w:bidi="ur-PK"/>
        </w:rPr>
        <w:t>ھائی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اس کا فرض ت</w:t>
      </w:r>
      <w:r w:rsidRPr="00E37591">
        <w:rPr>
          <w:rFonts w:hint="cs"/>
          <w:rtl/>
          <w:lang w:bidi="ur-PK"/>
        </w:rPr>
        <w:t>ھاکہ اس کی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مشکلات کا حل اسی</w:t>
      </w:r>
      <w:r w:rsidRPr="00E37591">
        <w:rPr>
          <w:rtl/>
          <w:lang w:bidi="ur-PK"/>
        </w:rPr>
        <w:t xml:space="preserve"> فطرت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ی۔چنانچہ اس نے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فطرت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دورنگ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اغراض کو اب</w:t>
      </w:r>
      <w:r w:rsidRPr="00E37591">
        <w:rPr>
          <w:rFonts w:hint="cs"/>
          <w:rtl/>
          <w:lang w:bidi="ur-PK"/>
        </w:rPr>
        <w:t>ھارکر اجتماعی</w:t>
      </w:r>
      <w:r w:rsidRPr="00E37591">
        <w:rPr>
          <w:rtl/>
          <w:lang w:bidi="ur-PK"/>
        </w:rPr>
        <w:t xml:space="preserve"> مشکل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دوسری</w:t>
      </w:r>
      <w:r w:rsidRPr="00E37591">
        <w:rPr>
          <w:rtl/>
          <w:lang w:bidi="ur-PK"/>
        </w:rPr>
        <w:t xml:space="preserve"> طرف انسان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سانچے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کر اس عظی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مشکل کا حل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اگر مشکل کو ابھارکر خاموش ہوجائے تو انسان تاقی</w:t>
      </w:r>
      <w:r w:rsidRPr="00E37591">
        <w:rPr>
          <w:rFonts w:hint="eastAsia"/>
          <w:rtl/>
          <w:lang w:bidi="ur-PK"/>
        </w:rPr>
        <w:t>امت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نجات نہ پا سکے اور ہمی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ر</w:t>
      </w:r>
      <w:r w:rsidRPr="00E37591">
        <w:rPr>
          <w:rFonts w:hint="cs"/>
          <w:rtl/>
          <w:lang w:bidi="ur-PK"/>
        </w:rPr>
        <w:t>ہے اس لئے مشکل کو ابھارنے کے ساتھ ہی</w:t>
      </w:r>
      <w:r w:rsidRPr="00E37591">
        <w:rPr>
          <w:rtl/>
          <w:lang w:bidi="ur-PK"/>
        </w:rPr>
        <w:t xml:space="preserve"> فوراً اس ک</w:t>
      </w:r>
      <w:r w:rsidRPr="00E37591">
        <w:rPr>
          <w:rFonts w:hint="cs"/>
          <w:rtl/>
          <w:lang w:bidi="ur-PK"/>
        </w:rPr>
        <w:t>ے حل کی</w:t>
      </w:r>
      <w:r w:rsidRPr="00E37591">
        <w:rPr>
          <w:rtl/>
          <w:lang w:bidi="ur-PK"/>
        </w:rPr>
        <w:t xml:space="preserve"> طرف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متوج</w:t>
      </w:r>
      <w:r w:rsidRPr="00E37591">
        <w:rPr>
          <w:rFonts w:hint="cs"/>
          <w:rtl/>
          <w:lang w:bidi="ur-PK"/>
        </w:rPr>
        <w:t>ہ کردی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نکت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طرف اشار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D93703" w:rsidRDefault="00D93703" w:rsidP="007F715B">
      <w:pPr>
        <w:pStyle w:val="libAie"/>
        <w:rPr>
          <w:lang w:bidi="ur-PK"/>
        </w:rPr>
      </w:pPr>
      <w:r w:rsidRPr="00D93703">
        <w:rPr>
          <w:rtl/>
          <w:lang w:bidi="ur-PK"/>
        </w:rPr>
        <w:t>فَأَقِمْ وَجْهَكَ لِلدِّينِ حَنِيفًا ۚ فِطْرَتَ اللَّـهِ الَّتِي فَطَرَ النَّاسَ عَلَيْهَا ۚ لَا تَبْدِيلَ لِخَلْقِ اللَّـهِ ۚ ذَٰلِكَ الدِّينُ الْقَيِّمُ وَلَـٰكِنَّ أَكْثَرَ النَّاسِ لَا يَعْلَمُونَ ﴿٣٠﴾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اپنا</w:t>
      </w:r>
      <w:r w:rsidRPr="00E37591">
        <w:rPr>
          <w:rtl/>
          <w:lang w:bidi="ur-PK"/>
        </w:rPr>
        <w:t xml:space="preserve"> رخ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رک</w:t>
      </w:r>
      <w:r w:rsidRPr="00E37591">
        <w:rPr>
          <w:rFonts w:hint="cs"/>
          <w:rtl/>
          <w:lang w:bidi="ur-PK"/>
        </w:rPr>
        <w:t>ھو،یہی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فطرت ہے جس پر لوگوں کو خلق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خلقت قابل تبد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ہے۔یہی</w:t>
      </w:r>
      <w:r w:rsidRPr="00E37591">
        <w:rPr>
          <w:rtl/>
          <w:lang w:bidi="ur-PK"/>
        </w:rPr>
        <w:t xml:space="preserve"> محکم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اکثر لوگ اس س</w:t>
      </w:r>
      <w:r w:rsidRPr="00E37591">
        <w:rPr>
          <w:rFonts w:hint="cs"/>
          <w:rtl/>
          <w:lang w:bidi="ur-PK"/>
        </w:rPr>
        <w:t>ے ناواقف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(روم</w:t>
      </w:r>
      <w:r w:rsidR="00D5387C" w:rsidRPr="00E37591">
        <w:rPr>
          <w:rFonts w:hint="cs"/>
          <w:rtl/>
          <w:lang w:bidi="ur-PK"/>
        </w:rPr>
        <w:t>3</w:t>
      </w:r>
      <w:r w:rsidR="000309C5" w:rsidRPr="00E37591">
        <w:rPr>
          <w:rFonts w:hint="cs"/>
          <w:rtl/>
          <w:lang w:bidi="ur-PK"/>
        </w:rPr>
        <w:t>0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آ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چند باتوں پر روشنی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ہے جسے لے کر انسان دنی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آتا</w:t>
      </w:r>
      <w:r w:rsidRPr="00E37591">
        <w:rPr>
          <w:rFonts w:hint="cs"/>
          <w:rtl/>
          <w:lang w:bidi="ur-PK"/>
        </w:rPr>
        <w:t>ہے اور اس خلقت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کا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انسان کو جس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خالص توح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یہی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واقعی</w:t>
      </w:r>
      <w:r w:rsidRPr="00E37591">
        <w:rPr>
          <w:rtl/>
          <w:lang w:bidi="ur-PK"/>
        </w:rPr>
        <w:t xml:space="preserve"> فرائض کو ادا کرسکتا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انسان کو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متحد بناسکتا</w:t>
      </w:r>
      <w:r w:rsidRPr="00E37591">
        <w:rPr>
          <w:rFonts w:hint="cs"/>
          <w:rtl/>
          <w:lang w:bidi="ur-PK"/>
        </w:rPr>
        <w:t>ہے۔اس کے علاوہ ادی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شرک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متفرق خداؤں ک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اس مشکل کو حل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کرن</w:t>
      </w:r>
      <w:r w:rsidRPr="00E37591">
        <w:rPr>
          <w:rFonts w:hint="cs"/>
          <w:rtl/>
          <w:lang w:bidi="ur-PK"/>
        </w:rPr>
        <w:t>ے سے قاصر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کا وجود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 مشکل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جناب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وسف</w:t>
      </w:r>
      <w:r w:rsidRPr="00E37591">
        <w:rPr>
          <w:rtl/>
          <w:lang w:bidi="ur-PK"/>
        </w:rPr>
        <w:t xml:space="preserve"> ـن</w:t>
      </w:r>
      <w:r w:rsidRPr="00E37591">
        <w:rPr>
          <w:rFonts w:hint="cs"/>
          <w:rtl/>
          <w:lang w:bidi="ur-PK"/>
        </w:rPr>
        <w:t>ے فرمای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ھا:</w:t>
      </w:r>
    </w:p>
    <w:p w:rsidR="007731D8" w:rsidRDefault="007731D8" w:rsidP="007F715B">
      <w:pPr>
        <w:pStyle w:val="libAie"/>
        <w:rPr>
          <w:lang w:bidi="ur-PK"/>
        </w:rPr>
      </w:pPr>
      <w:r w:rsidRPr="007731D8">
        <w:rPr>
          <w:rtl/>
          <w:lang w:bidi="ur-PK"/>
        </w:rPr>
        <w:t xml:space="preserve">مَا تَعْبُدُونَ مِن دُونِهِ إِلَّا أَسْمَاءً سَمَّيْتُمُوهَا أَنتُمْ وَآبَاؤُكُم مَّا أَنزَلَ اللَّـهُ بِهَا مِن سُلْطَانٍ ۚ </w:t>
      </w:r>
    </w:p>
    <w:p w:rsidR="00824138" w:rsidRPr="00E37591" w:rsidRDefault="00824138" w:rsidP="007731D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تم</w:t>
      </w:r>
      <w:r w:rsidRPr="00E37591">
        <w:rPr>
          <w:rtl/>
          <w:lang w:bidi="ur-PK"/>
        </w:rPr>
        <w:t xml:space="preserve"> لوگ تو صرف ان ناموں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پرستش کرت</w:t>
      </w:r>
      <w:r w:rsidRPr="00E37591">
        <w:rPr>
          <w:rFonts w:hint="cs"/>
          <w:rtl/>
          <w:lang w:bidi="ur-PK"/>
        </w:rPr>
        <w:t>ے ہو جنہی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تم ن</w:t>
      </w:r>
      <w:r w:rsidRPr="00E37591">
        <w:rPr>
          <w:rFonts w:hint="cs"/>
          <w:rtl/>
          <w:lang w:bidi="ur-PK"/>
        </w:rPr>
        <w:t>ے اور تمہارے آباؤ اجداد نے مل کر مقرر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الل</w:t>
      </w:r>
      <w:r w:rsidRPr="00E37591">
        <w:rPr>
          <w:rFonts w:hint="cs"/>
          <w:rtl/>
          <w:lang w:bidi="ur-PK"/>
        </w:rPr>
        <w:t>ہ نے اس پر کوئی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نازل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</w:r>
      <w:r w:rsidRPr="00E37591">
        <w:rPr>
          <w:rtl/>
          <w:lang w:bidi="ur-PK"/>
        </w:rPr>
        <w:tab/>
        <w:t>(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وسف</w:t>
      </w:r>
      <w:r w:rsidR="00D5387C" w:rsidRPr="00E37591">
        <w:rPr>
          <w:rFonts w:hint="cs"/>
          <w:rtl/>
          <w:lang w:bidi="ur-PK"/>
        </w:rPr>
        <w:t>4</w:t>
      </w:r>
      <w:r w:rsidR="000309C5" w:rsidRPr="00E37591">
        <w:rPr>
          <w:rFonts w:hint="cs"/>
          <w:rtl/>
          <w:lang w:bidi="ur-PK"/>
        </w:rPr>
        <w:t>0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خود نفس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محرکات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</w:t>
      </w:r>
      <w:r w:rsidRPr="00E37591">
        <w:rPr>
          <w:rFonts w:hint="cs"/>
          <w:rtl/>
          <w:lang w:bidi="ur-PK"/>
        </w:rPr>
        <w:t>ہوں نے انسان کو اپنے انفرادی</w:t>
      </w:r>
      <w:r w:rsidRPr="00E37591">
        <w:rPr>
          <w:rtl/>
          <w:lang w:bidi="ur-PK"/>
        </w:rPr>
        <w:t xml:space="preserve"> مصالح ک</w:t>
      </w:r>
      <w:r w:rsidRPr="00E37591">
        <w:rPr>
          <w:rFonts w:hint="cs"/>
          <w:rtl/>
          <w:lang w:bidi="ur-PK"/>
        </w:rPr>
        <w:t>ے لئے ان ادی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شرک کا درس پ</w:t>
      </w:r>
      <w:r w:rsidRPr="00E37591">
        <w:rPr>
          <w:rFonts w:hint="cs"/>
          <w:rtl/>
          <w:lang w:bidi="ur-PK"/>
        </w:rPr>
        <w:t>ڑھای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وہ اس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رجحان کا مقابل</w:t>
      </w:r>
      <w:r w:rsidRPr="00E37591">
        <w:rPr>
          <w:rFonts w:hint="cs"/>
          <w:rtl/>
          <w:lang w:bidi="ur-PK"/>
        </w:rPr>
        <w:t>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انسان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ک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ہاہو۔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جس پر عالم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خاص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محکم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اپن</w:t>
      </w:r>
      <w:r w:rsidRPr="00E37591">
        <w:rPr>
          <w:rFonts w:hint="cs"/>
          <w:rtl/>
          <w:lang w:bidi="ur-PK"/>
        </w:rPr>
        <w:t>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 سکتاہے اس لئے کہ جو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کر سکے وہ اس اجتماعی</w:t>
      </w:r>
      <w:r w:rsidRPr="00E37591">
        <w:rPr>
          <w:rtl/>
          <w:lang w:bidi="ur-PK"/>
        </w:rPr>
        <w:t xml:space="preserve"> مشکل کو حل کرن</w:t>
      </w:r>
      <w:r w:rsidRPr="00E37591">
        <w:rPr>
          <w:rFonts w:hint="cs"/>
          <w:rtl/>
          <w:lang w:bidi="ur-PK"/>
        </w:rPr>
        <w:t>ے سے قاصر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ہمارے ان بی</w:t>
      </w:r>
      <w:r w:rsidRPr="00E37591">
        <w:rPr>
          <w:rFonts w:hint="eastAsia"/>
          <w:rtl/>
          <w:lang w:bidi="ur-PK"/>
        </w:rPr>
        <w:t>انات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مختلف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سامن</w:t>
      </w:r>
      <w:r w:rsidRPr="00E37591">
        <w:rPr>
          <w:rFonts w:hint="cs"/>
          <w:rtl/>
          <w:lang w:bidi="ur-PK"/>
        </w:rPr>
        <w:t>ے آجاتے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 خود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نفس پرستی</w:t>
      </w:r>
      <w:r w:rsidRPr="00E37591">
        <w:rPr>
          <w:rtl/>
          <w:lang w:bidi="ur-PK"/>
        </w:rPr>
        <w:t xml:space="preserve"> اور خودپسند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جذب</w:t>
      </w:r>
      <w:r w:rsidRPr="00E37591">
        <w:rPr>
          <w:rFonts w:hint="cs"/>
          <w:rtl/>
          <w:lang w:bidi="ur-PK"/>
        </w:rPr>
        <w:t>ہ لے کر دنی</w:t>
      </w:r>
      <w:r w:rsidRPr="00E37591">
        <w:rPr>
          <w:rFonts w:hint="eastAsia"/>
          <w:rtl/>
          <w:lang w:bidi="ur-PK"/>
        </w:rPr>
        <w:t>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پھر اس مشکل کا علاج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فطرت س</w:t>
      </w:r>
      <w:r w:rsidRPr="00E37591">
        <w:rPr>
          <w:rFonts w:hint="cs"/>
          <w:rtl/>
          <w:lang w:bidi="ur-PK"/>
        </w:rPr>
        <w:t>ے ہوتاہے اور یہ</w:t>
      </w:r>
      <w:r w:rsidRPr="00E37591">
        <w:rPr>
          <w:rtl/>
          <w:lang w:bidi="ur-PK"/>
        </w:rPr>
        <w:t xml:space="preserve"> علاج صرف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انسان کے ذاتی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مفاد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مطابقت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داکراسکتا</w:t>
      </w:r>
      <w:r w:rsidRPr="00E37591">
        <w:rPr>
          <w:rFonts w:hint="cs"/>
          <w:rtl/>
          <w:lang w:bidi="ur-PK"/>
        </w:rPr>
        <w:t>ہے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محکم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شعبوں کی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سا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ہئے۔یہی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 xml:space="preserve">ے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جملہ امراض کا معالج اور تمام مشکلات کا واحد حل ہے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کا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ضمن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بحث آناچا</w:t>
      </w:r>
      <w:r w:rsidRPr="00E37591">
        <w:rPr>
          <w:rFonts w:hint="cs"/>
          <w:rtl/>
          <w:lang w:bidi="ur-PK"/>
        </w:rPr>
        <w:t>ہئے۔وہی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سرچشم</w:t>
      </w:r>
      <w:r w:rsidRPr="00E37591">
        <w:rPr>
          <w:rFonts w:hint="cs"/>
          <w:rtl/>
          <w:lang w:bidi="ur-PK"/>
        </w:rPr>
        <w:t>ہ ہے۔اقتصاد کا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واقعی</w:t>
      </w:r>
      <w:r w:rsidRPr="00E37591">
        <w:rPr>
          <w:rtl/>
          <w:lang w:bidi="ur-PK"/>
        </w:rPr>
        <w:t xml:space="preserve"> رنگ کو تبا</w:t>
      </w:r>
      <w:r w:rsidRPr="00E37591">
        <w:rPr>
          <w:rFonts w:hint="cs"/>
          <w:rtl/>
          <w:lang w:bidi="ur-PK"/>
        </w:rPr>
        <w:t>ہ کردی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واقع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 س</w:t>
      </w:r>
      <w:r w:rsidRPr="00E37591">
        <w:rPr>
          <w:rFonts w:hint="cs"/>
          <w:rtl/>
          <w:lang w:bidi="ur-PK"/>
        </w:rPr>
        <w:t>ے معزول کر دی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034CD2">
      <w:pPr>
        <w:pStyle w:val="Heading2"/>
        <w:rPr>
          <w:rtl/>
          <w:lang w:bidi="ur-PK"/>
        </w:rPr>
      </w:pPr>
      <w:bookmarkStart w:id="210" w:name="_Toc468966875"/>
      <w:bookmarkStart w:id="211" w:name="_Toc468970796"/>
      <w:r w:rsidRPr="00E37591">
        <w:rPr>
          <w:rFonts w:hint="eastAsia"/>
          <w:rtl/>
          <w:lang w:bidi="ur-PK"/>
        </w:rPr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علم ن</w:t>
      </w:r>
      <w:r w:rsidRPr="0006314C">
        <w:rPr>
          <w:rFonts w:hint="cs"/>
          <w:rtl/>
          <w:lang w:bidi="ur-PK"/>
        </w:rPr>
        <w:t>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06314C">
        <w:rPr>
          <w:rFonts w:hint="cs"/>
          <w:rtl/>
          <w:lang w:bidi="ur-PK"/>
        </w:rPr>
        <w:t>ہے</w:t>
      </w:r>
      <w:bookmarkEnd w:id="210"/>
      <w:bookmarkEnd w:id="21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ھلی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ہے کہ ہر اقتصادی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مکمل نظام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جزء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ہے۔جو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شعبوں پر حاوی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ہوتاہے۔مثال کے طورپر اسلامی</w:t>
      </w:r>
      <w:r w:rsidRPr="00E37591">
        <w:rPr>
          <w:rtl/>
          <w:lang w:bidi="ur-PK"/>
        </w:rPr>
        <w:t xml:space="preserve"> اقتصاد مذ</w:t>
      </w:r>
      <w:r w:rsidRPr="00E37591">
        <w:rPr>
          <w:rFonts w:hint="cs"/>
          <w:rtl/>
          <w:lang w:bidi="ur-PK"/>
        </w:rPr>
        <w:t>ہب اسلام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شعب</w:t>
      </w:r>
      <w:r w:rsidRPr="00E37591">
        <w:rPr>
          <w:rFonts w:hint="cs"/>
          <w:rtl/>
          <w:lang w:bidi="ur-PK"/>
        </w:rPr>
        <w:t>ہ ہے ،سرمایہ</w:t>
      </w:r>
      <w:r w:rsidRPr="00E37591">
        <w:rPr>
          <w:rtl/>
          <w:lang w:bidi="ur-PK"/>
        </w:rPr>
        <w:t xml:space="preserve"> دار اقتصاد،</w:t>
      </w:r>
      <w:r w:rsidRPr="00E37591">
        <w:rPr>
          <w:rFonts w:hint="cs"/>
          <w:rtl/>
          <w:lang w:bidi="ur-PK"/>
        </w:rPr>
        <w:t>ڈی</w:t>
      </w:r>
      <w:r w:rsidRPr="00E37591">
        <w:rPr>
          <w:rFonts w:hint="eastAsia"/>
          <w:rtl/>
          <w:lang w:bidi="ur-PK"/>
        </w:rPr>
        <w:t>موکر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 </w:t>
      </w:r>
      <w:r w:rsidRPr="00E37591">
        <w:rPr>
          <w:rFonts w:hint="cs"/>
          <w:rtl/>
          <w:lang w:bidi="ur-PK"/>
        </w:rPr>
        <w:t>ہے۔اشتراکی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تمام مذا</w:t>
      </w:r>
      <w:r w:rsidRPr="00E37591">
        <w:rPr>
          <w:rFonts w:hint="cs"/>
          <w:rtl/>
          <w:lang w:bidi="ur-PK"/>
        </w:rPr>
        <w:t>ہب اور نظام اپنے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اختلاف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اصولوں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ان کا </w:t>
      </w:r>
      <w:r w:rsidRPr="00E37591">
        <w:rPr>
          <w:rFonts w:hint="cs"/>
          <w:rtl/>
          <w:lang w:bidi="ur-PK"/>
        </w:rPr>
        <w:t>ٹائٹل قائم 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اپن</w:t>
      </w:r>
      <w:r w:rsidRPr="00E37591">
        <w:rPr>
          <w:rFonts w:hint="cs"/>
          <w:rtl/>
          <w:lang w:bidi="ur-PK"/>
        </w:rPr>
        <w:t>ے لئے علمی</w:t>
      </w:r>
      <w:r w:rsidRPr="00E37591">
        <w:rPr>
          <w:rtl/>
          <w:lang w:bidi="ur-PK"/>
        </w:rPr>
        <w:t xml:space="preserve"> رنگ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اس لئے کہ وہ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اقتصاد اپن</w:t>
      </w:r>
      <w:r w:rsidRPr="00E37591">
        <w:rPr>
          <w:rFonts w:hint="cs"/>
          <w:rtl/>
          <w:lang w:bidi="ur-PK"/>
        </w:rPr>
        <w:t>ے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کرکے چند مخصوص افکار واقدار کا نمونہ قرار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اور اسلام ان دونوں س</w:t>
      </w:r>
      <w:r w:rsidRPr="00E37591">
        <w:rPr>
          <w:rFonts w:hint="cs"/>
          <w:rtl/>
          <w:lang w:bidi="ur-PK"/>
        </w:rPr>
        <w:t>ے الگ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راست</w:t>
      </w:r>
      <w:r w:rsidRPr="00E37591">
        <w:rPr>
          <w:rFonts w:hint="cs"/>
          <w:rtl/>
          <w:lang w:bidi="ur-PK"/>
        </w:rPr>
        <w:t>ہ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ہے۔وہ نہ تو اپنے کو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حی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وکائنات ک</w:t>
      </w:r>
      <w:r w:rsidRPr="00E37591">
        <w:rPr>
          <w:rFonts w:hint="cs"/>
          <w:rtl/>
          <w:lang w:bidi="ur-PK"/>
        </w:rPr>
        <w:t>ے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 xml:space="preserve">ے الگ قدروں کا قائل ہے۔ وہ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اپنے اقتصادی</w:t>
      </w:r>
      <w:r w:rsidRPr="00E37591">
        <w:rPr>
          <w:rtl/>
          <w:lang w:bidi="ur-PK"/>
        </w:rPr>
        <w:t xml:space="preserve"> نظام کو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مذ</w:t>
      </w:r>
      <w:r w:rsidRPr="00E37591">
        <w:rPr>
          <w:rFonts w:hint="cs"/>
          <w:rtl/>
          <w:lang w:bidi="ur-PK"/>
        </w:rPr>
        <w:t>ہب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 سمج</w:t>
      </w:r>
      <w:r w:rsidRPr="00E37591">
        <w:rPr>
          <w:rFonts w:hint="cs"/>
          <w:rtl/>
          <w:lang w:bidi="ur-PK"/>
        </w:rPr>
        <w:t>ھتاہے جس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عقائد پر </w:t>
      </w:r>
      <w:r w:rsidRPr="00E37591">
        <w:rPr>
          <w:rFonts w:hint="cs"/>
          <w:rtl/>
          <w:lang w:bidi="ur-PK"/>
        </w:rPr>
        <w:t>ہے اس کے علمی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ہونے کا مطلب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سی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عقائد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شعب</w:t>
      </w:r>
      <w:r w:rsidRPr="00E37591">
        <w:rPr>
          <w:rFonts w:hint="cs"/>
          <w:rtl/>
          <w:lang w:bidi="ur-PK"/>
        </w:rPr>
        <w:t>ہ ہے جس کے تمام شعبے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مرکز پر جمع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مجموعہ کانام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فاسد عناصر کو ختم کرکے صالح معاشرہ کی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اس کا کام عمل ہوتاہے۔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معاشرہ کے حوادث وقائع کی</w:t>
      </w:r>
      <w:r w:rsidRPr="00E37591">
        <w:rPr>
          <w:rtl/>
          <w:lang w:bidi="ur-PK"/>
        </w:rPr>
        <w:t xml:space="preserve"> فن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کرتااور ن</w:t>
      </w:r>
      <w:r w:rsidRPr="00E37591">
        <w:rPr>
          <w:rFonts w:hint="cs"/>
          <w:rtl/>
          <w:lang w:bidi="ur-PK"/>
        </w:rPr>
        <w:t>ہ اسے اس فکری</w:t>
      </w:r>
      <w:r w:rsidRPr="00E37591">
        <w:rPr>
          <w:rtl/>
          <w:lang w:bidi="ur-PK"/>
        </w:rPr>
        <w:t xml:space="preserve"> تگ ودو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دلچسپ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دور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ھتابلکہ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صالح اور مناسب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فراہم کرتاہے اور اس اعتبار سے کسی</w:t>
      </w:r>
      <w:r w:rsidRPr="00E37591">
        <w:rPr>
          <w:rtl/>
          <w:lang w:bidi="ur-PK"/>
        </w:rPr>
        <w:t xml:space="preserve"> حد تک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نظام س</w:t>
      </w:r>
      <w:r w:rsidRPr="00E37591">
        <w:rPr>
          <w:rFonts w:hint="cs"/>
          <w:rtl/>
          <w:lang w:bidi="ur-PK"/>
        </w:rPr>
        <w:t>ے مشابہت رکھتاہے اس لئے کہ وہاں بھی</w:t>
      </w:r>
      <w:r w:rsidRPr="00E37591">
        <w:rPr>
          <w:rtl/>
          <w:lang w:bidi="ur-PK"/>
        </w:rPr>
        <w:t xml:space="preserve"> انقلاب کا کام </w:t>
      </w:r>
      <w:r w:rsidRPr="00E37591">
        <w:rPr>
          <w:rFonts w:hint="cs"/>
          <w:rtl/>
          <w:lang w:bidi="ur-PK"/>
        </w:rPr>
        <w:t>ہوتاہے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</w:t>
      </w:r>
      <w:r w:rsidRPr="00E37591">
        <w:rPr>
          <w:rFonts w:hint="eastAsia"/>
          <w:rtl/>
          <w:lang w:bidi="ur-PK"/>
        </w:rPr>
        <w:t>رت</w:t>
      </w:r>
      <w:r w:rsidRPr="00E37591">
        <w:rPr>
          <w:rtl/>
          <w:lang w:bidi="ur-PK"/>
        </w:rPr>
        <w:t xml:space="preserve"> اور حادثات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تشری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مکمل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معلوم کرک</w:t>
      </w:r>
      <w:r w:rsidRPr="00E37591">
        <w:rPr>
          <w:rFonts w:hint="cs"/>
          <w:rtl/>
          <w:lang w:bidi="ur-PK"/>
        </w:rPr>
        <w:t>ے ان افکار ومفاہی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انداز</w:t>
      </w:r>
      <w:r w:rsidRPr="00E37591">
        <w:rPr>
          <w:rFonts w:hint="cs"/>
          <w:rtl/>
          <w:lang w:bidi="ur-PK"/>
        </w:rPr>
        <w:t>ہ لگائے جو اس تنظی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پشت پر کارفرما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علم کا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واقعات وحوادث کی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ان کے باہمی</w:t>
      </w:r>
      <w:r w:rsidRPr="00E37591">
        <w:rPr>
          <w:rtl/>
          <w:lang w:bidi="ur-PK"/>
        </w:rPr>
        <w:t xml:space="preserve"> ربط کو تلاش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لحاظ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مذہب کے نشانات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بعدعلمی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کاا نکشاف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اسلامی</w:t>
      </w:r>
      <w:r w:rsidRPr="00E37591">
        <w:rPr>
          <w:rtl/>
          <w:lang w:bidi="ur-PK"/>
        </w:rPr>
        <w:t xml:space="preserve"> اقتصاد ک</w:t>
      </w:r>
      <w:r w:rsidRPr="00E37591">
        <w:rPr>
          <w:rFonts w:hint="cs"/>
          <w:rtl/>
          <w:lang w:bidi="ur-PK"/>
        </w:rPr>
        <w:t>ے لئے یہی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بات ممکن </w:t>
      </w:r>
      <w:r w:rsidRPr="00E37591">
        <w:rPr>
          <w:rFonts w:hint="cs"/>
          <w:rtl/>
          <w:lang w:bidi="ur-PK"/>
        </w:rPr>
        <w:t>ہے کہ اسلامی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حالات کو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کر اس لئ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قانون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کام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کب اور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ہوسکتاہے۔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سوال کا جواب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کی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پر اس نظام کو منطبق کرکے اس کے تجربات کو جمع کرلی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واقعات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 امر کا استنتاج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کی</w:t>
      </w:r>
      <w:r w:rsidRPr="00E37591">
        <w:rPr>
          <w:rtl/>
          <w:lang w:bidi="ur-PK"/>
        </w:rPr>
        <w:t xml:space="preserve"> پشت پرکون س</w:t>
      </w:r>
      <w:r w:rsidRPr="00E37591">
        <w:rPr>
          <w:rFonts w:hint="cs"/>
          <w:rtl/>
          <w:lang w:bidi="ur-PK"/>
        </w:rPr>
        <w:t>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کام کرر</w:t>
      </w:r>
      <w:r w:rsidRPr="00E37591">
        <w:rPr>
          <w:rFonts w:hint="cs"/>
          <w:rtl/>
          <w:lang w:bidi="ur-PK"/>
        </w:rPr>
        <w:t>ہے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چند مسلم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فرض کرلئ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پر مرتب </w:t>
      </w:r>
      <w:r w:rsidRPr="00E37591">
        <w:rPr>
          <w:rFonts w:hint="cs"/>
          <w:rtl/>
          <w:lang w:bidi="ur-PK"/>
        </w:rPr>
        <w:t>ہونے والے نتائج کا اندازہ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اس طرح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مکمل علم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پاسک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صور ت حال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توممکن ہے کہ وہ نظام عالم پر منطبق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تجربات بھی</w:t>
      </w:r>
      <w:r w:rsidRPr="00E37591">
        <w:rPr>
          <w:rtl/>
          <w:lang w:bidi="ur-PK"/>
        </w:rPr>
        <w:t xml:space="preserve"> حاصل </w:t>
      </w:r>
      <w:r w:rsidRPr="00E37591">
        <w:rPr>
          <w:rFonts w:hint="cs"/>
          <w:rtl/>
          <w:lang w:bidi="ur-PK"/>
        </w:rPr>
        <w:t>ہوئے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لئے یہ</w:t>
      </w:r>
      <w:r w:rsidRPr="00E37591">
        <w:rPr>
          <w:rtl/>
          <w:lang w:bidi="ur-PK"/>
        </w:rPr>
        <w:t xml:space="preserve"> بات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لئ</w:t>
      </w:r>
      <w:r w:rsidRPr="00E37591">
        <w:rPr>
          <w:rFonts w:hint="cs"/>
          <w:rtl/>
          <w:lang w:bidi="ur-PK"/>
        </w:rPr>
        <w:t>ے کہ اس کا رواج دنی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گوش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واصول ک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حکومت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ے۔معاشرہ کے حالات سے اس کے علمی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تجز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کرنا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البت</w:t>
      </w:r>
      <w:r w:rsidRPr="00E37591">
        <w:rPr>
          <w:rFonts w:hint="cs"/>
          <w:rtl/>
          <w:lang w:bidi="ur-PK"/>
        </w:rPr>
        <w:t>ہ دوسری</w:t>
      </w:r>
      <w:r w:rsidRPr="00E37591">
        <w:rPr>
          <w:rtl/>
          <w:lang w:bidi="ur-PK"/>
        </w:rPr>
        <w:t xml:space="preserve"> صورت ممکن </w:t>
      </w:r>
      <w:r w:rsidRPr="00E37591">
        <w:rPr>
          <w:rFonts w:hint="cs"/>
          <w:rtl/>
          <w:lang w:bidi="ur-PK"/>
        </w:rPr>
        <w:t>ہے اس لئے کہ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تجرب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سے اسلام کو محروم فرض کی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صرف چند مفروضات کی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ہے اور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حوادث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مسلمان نقاد اس بات کا دعویٰ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ے کہ اسلامی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ہل تجارت اوربی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والوں ک</w:t>
      </w:r>
      <w:r w:rsidRPr="00E37591">
        <w:rPr>
          <w:rFonts w:hint="cs"/>
          <w:rtl/>
          <w:lang w:bidi="ur-PK"/>
        </w:rPr>
        <w:t>ے مصالح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وافقت ومطابقت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سودخور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قائم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ہوتابلکہ 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مضارب</w:t>
      </w:r>
      <w:r w:rsidRPr="00E37591">
        <w:rPr>
          <w:rFonts w:hint="cs"/>
          <w:rtl/>
          <w:lang w:bidi="ur-PK"/>
        </w:rPr>
        <w:t>ہ پرہوتی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مضاربہ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منافع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م دونوں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نسبت س</w:t>
      </w:r>
      <w:r w:rsidRPr="00E37591">
        <w:rPr>
          <w:rFonts w:hint="cs"/>
          <w:rtl/>
          <w:lang w:bidi="ur-PK"/>
        </w:rPr>
        <w:t>ے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 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ک</w:t>
      </w:r>
      <w:r w:rsidRPr="00E37591">
        <w:rPr>
          <w:rFonts w:hint="cs"/>
          <w:rtl/>
          <w:lang w:bidi="ur-PK"/>
        </w:rPr>
        <w:t>ے مصالح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اختلاف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 اسلامی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انطباق سے پہلے اس بات کا اندازہ صرف اس امر سے 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سود کو حرام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طرح ک</w:t>
      </w:r>
      <w:r w:rsidRPr="00E37591">
        <w:rPr>
          <w:rFonts w:hint="cs"/>
          <w:rtl/>
          <w:lang w:bidi="ur-PK"/>
        </w:rPr>
        <w:t>ہ اسی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قانون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مصائب ومشکلات 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مبتلا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لئے کہ سودی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شخص دولت جمع کرنے کی</w:t>
      </w:r>
      <w:r w:rsidRPr="00E37591">
        <w:rPr>
          <w:rtl/>
          <w:lang w:bidi="ur-PK"/>
        </w:rPr>
        <w:t xml:space="preserve"> فکر کر</w:t>
      </w:r>
      <w:r w:rsidRPr="00E37591">
        <w:rPr>
          <w:rFonts w:hint="cs"/>
          <w:rtl/>
          <w:lang w:bidi="ur-PK"/>
        </w:rPr>
        <w:t>ے گا تاکہ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سود حاصل کرسک</w:t>
      </w:r>
      <w:r w:rsidRPr="00E37591">
        <w:rPr>
          <w:rFonts w:hint="cs"/>
          <w:rtl/>
          <w:lang w:bidi="ur-PK"/>
        </w:rPr>
        <w:t>ے۔اس طرح نہ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ہوگا اور نہ مال ہی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ہوسکے گا۔معاشرہ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کساد بازار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ہوجائے گا۔لی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اگر سو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کو حرام کرک</w:t>
      </w:r>
      <w:r w:rsidRPr="00E37591">
        <w:rPr>
          <w:rFonts w:hint="cs"/>
          <w:rtl/>
          <w:lang w:bidi="ur-PK"/>
        </w:rPr>
        <w:t>ے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حرام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پر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ٹی</w:t>
      </w:r>
      <w:r w:rsidRPr="00E37591">
        <w:rPr>
          <w:rFonts w:hint="eastAsia"/>
          <w:rtl/>
          <w:lang w:bidi="ur-PK"/>
        </w:rPr>
        <w:t>کس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اس کا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اثر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لوگ دولت کو صرف کری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ان تمام مشکلات سے نجات مل جائے گی</w:t>
      </w:r>
      <w:r w:rsidRPr="00E37591">
        <w:rPr>
          <w:rtl/>
          <w:lang w:bidi="ur-PK"/>
        </w:rPr>
        <w:t xml:space="preserve"> جو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اثر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توممکن </w:t>
      </w:r>
      <w:r w:rsidRPr="00E37591">
        <w:rPr>
          <w:rFonts w:hint="cs"/>
          <w:rtl/>
          <w:lang w:bidi="ur-PK"/>
        </w:rPr>
        <w:t>ہے کہ اسلام کے لئے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فرض کرکے اس کے قوانی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نتائج معلوم کرلئے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ہے کہ اسے علمی</w:t>
      </w:r>
      <w:r w:rsidRPr="00E37591">
        <w:rPr>
          <w:rtl/>
          <w:lang w:bidi="ur-PK"/>
        </w:rPr>
        <w:t xml:space="preserve"> استنتاج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اس لئے کہ فرضی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واقعی</w:t>
      </w:r>
      <w:r w:rsidRPr="00E37591">
        <w:rPr>
          <w:rtl/>
          <w:lang w:bidi="ur-PK"/>
        </w:rPr>
        <w:t xml:space="preserve"> سماج س</w:t>
      </w:r>
      <w:r w:rsidRPr="00E37591">
        <w:rPr>
          <w:rFonts w:hint="cs"/>
          <w:rtl/>
          <w:lang w:bidi="ur-PK"/>
        </w:rPr>
        <w:t>ے مختلف ہواکرتاہے 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   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ن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ہ انہوں نے </w:t>
      </w:r>
      <w:r w:rsidRPr="00E37591">
        <w:rPr>
          <w:rFonts w:hint="eastAsia"/>
          <w:rtl/>
          <w:lang w:bidi="ur-PK"/>
        </w:rPr>
        <w:t>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جو نتائج فرض کئے تھے انطباق کے وقت وہ سب بدل گئے اور اس کے برعکس نتائج برآمد ہوئے۔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بات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کا روحانی</w:t>
      </w:r>
      <w:r w:rsidRPr="00E37591">
        <w:rPr>
          <w:rtl/>
          <w:lang w:bidi="ur-PK"/>
        </w:rPr>
        <w:t xml:space="preserve"> مزاج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حالات پر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حدتک اثرانداز </w:t>
      </w:r>
      <w:r w:rsidRPr="00E37591">
        <w:rPr>
          <w:rFonts w:hint="cs"/>
          <w:rtl/>
          <w:lang w:bidi="ur-PK"/>
        </w:rPr>
        <w:t>ہوتاہے اور چونکہ اس مزاج کا کوئی</w:t>
      </w:r>
      <w:r w:rsidRPr="00E37591">
        <w:rPr>
          <w:rtl/>
          <w:lang w:bidi="ur-PK"/>
        </w:rPr>
        <w:t xml:space="preserve"> درج</w:t>
      </w:r>
      <w:r w:rsidRPr="00E37591">
        <w:rPr>
          <w:rFonts w:hint="cs"/>
          <w:rtl/>
          <w:lang w:bidi="ur-PK"/>
        </w:rPr>
        <w:t>ہ معی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اس کے نتائج بھی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کا علم الاقتصاداس وقت تک مرتب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ہوسکتاجب تک کہ اس نظام کو کسی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پر منطبق کرکے اس کے نتائج اپنی</w:t>
      </w:r>
      <w:r w:rsidRPr="00E37591">
        <w:rPr>
          <w:rtl/>
          <w:lang w:bidi="ur-PK"/>
        </w:rPr>
        <w:t xml:space="preserve"> آنک</w:t>
      </w:r>
      <w:r w:rsidRPr="00E37591">
        <w:rPr>
          <w:rFonts w:hint="cs"/>
          <w:rtl/>
          <w:lang w:bidi="ur-PK"/>
        </w:rPr>
        <w:t>ھوں سے نہ 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34CD2">
      <w:pPr>
        <w:pStyle w:val="Heading2"/>
        <w:rPr>
          <w:rtl/>
          <w:lang w:bidi="ur-PK"/>
        </w:rPr>
      </w:pPr>
      <w:bookmarkStart w:id="212" w:name="_Toc468966876"/>
      <w:bookmarkStart w:id="213" w:name="_Toc468970797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5</w:t>
      </w:r>
      <w:r w:rsidRPr="0006314C">
        <w:rPr>
          <w:rFonts w:hint="cs"/>
          <w:rtl/>
          <w:lang w:bidi="ur-PK"/>
        </w:rPr>
        <w:t>)تقس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06314C">
        <w:rPr>
          <w:rFonts w:hint="cs"/>
          <w:rtl/>
          <w:lang w:bidi="ur-PK"/>
        </w:rPr>
        <w:t>ے الگ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212"/>
      <w:bookmarkEnd w:id="21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دوقسم ک</w:t>
      </w:r>
      <w:r w:rsidRPr="00E37591">
        <w:rPr>
          <w:rFonts w:hint="cs"/>
          <w:rtl/>
          <w:lang w:bidi="ur-PK"/>
        </w:rPr>
        <w:t>ے اعمال انجام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م،و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اپن</w:t>
      </w:r>
      <w:r w:rsidRPr="00E37591">
        <w:rPr>
          <w:rFonts w:hint="cs"/>
          <w:rtl/>
          <w:lang w:bidi="ur-PK"/>
        </w:rPr>
        <w:t>ے معلومات بھرذرائع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مسلح ہوکر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کا مقابل</w:t>
      </w:r>
      <w:r w:rsidRPr="00E37591">
        <w:rPr>
          <w:rFonts w:hint="cs"/>
          <w:rtl/>
          <w:lang w:bidi="ur-PK"/>
        </w:rPr>
        <w:t>ہ کرتاہے اور اس سے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نعمت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حاصل کرتا</w:t>
      </w:r>
      <w:r w:rsidRPr="00E37591">
        <w:rPr>
          <w:rFonts w:hint="cs"/>
          <w:rtl/>
          <w:lang w:bidi="ur-PK"/>
        </w:rPr>
        <w:t>ہے اور دوسری</w:t>
      </w:r>
      <w:r w:rsidRPr="00E37591">
        <w:rPr>
          <w:rtl/>
          <w:lang w:bidi="ur-PK"/>
        </w:rPr>
        <w:t xml:space="preserve"> طرف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تعلقات قائم کرک</w:t>
      </w:r>
      <w:r w:rsidRPr="00E37591">
        <w:rPr>
          <w:rFonts w:hint="cs"/>
          <w:rtl/>
          <w:lang w:bidi="ur-PK"/>
        </w:rPr>
        <w:t>ے مختلف شئون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لحاظ س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روابط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ہے،انہی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تعلقات کا نام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ہرقسم کے اجتماعی</w:t>
      </w:r>
      <w:r w:rsidRPr="00E37591">
        <w:rPr>
          <w:rtl/>
          <w:lang w:bidi="ur-PK"/>
        </w:rPr>
        <w:t xml:space="preserve"> تعلقات مع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داخل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بنی</w:t>
      </w:r>
      <w:r w:rsidRPr="00E37591">
        <w:rPr>
          <w:rtl/>
          <w:lang w:bidi="ur-PK"/>
        </w:rPr>
        <w:t xml:space="preserve"> نوع انسان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مسئلہ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منافع حاصل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نظام اجتماع ک</w:t>
      </w:r>
      <w:r w:rsidRPr="00E37591">
        <w:rPr>
          <w:rFonts w:hint="cs"/>
          <w:rtl/>
          <w:lang w:bidi="ur-PK"/>
        </w:rPr>
        <w:t>ے اعتبار سے ان منافع کو اپنے اجتماعی</w:t>
      </w:r>
      <w:r w:rsidRPr="00E37591">
        <w:rPr>
          <w:rtl/>
          <w:lang w:bidi="ur-PK"/>
        </w:rPr>
        <w:t xml:space="preserve"> تعلقات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کا کام علم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روبہ ارتقاء ہے۔ای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زمان</w:t>
      </w:r>
      <w:r w:rsidRPr="00E37591">
        <w:rPr>
          <w:rFonts w:hint="cs"/>
          <w:rtl/>
          <w:lang w:bidi="ur-PK"/>
        </w:rPr>
        <w:t>ہ تھا جب انسان بی</w:t>
      </w:r>
      <w:r w:rsidRPr="00E37591">
        <w:rPr>
          <w:rFonts w:hint="eastAsia"/>
          <w:rtl/>
          <w:lang w:bidi="ur-PK"/>
        </w:rPr>
        <w:t>لچ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اکرتات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زمان</w:t>
      </w:r>
      <w:r w:rsidRPr="00E37591">
        <w:rPr>
          <w:rFonts w:hint="cs"/>
          <w:rtl/>
          <w:lang w:bidi="ur-PK"/>
        </w:rPr>
        <w:t>ہ ہے کہ جب ایٹم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طاقت س</w:t>
      </w:r>
      <w:r w:rsidRPr="00E37591">
        <w:rPr>
          <w:rFonts w:hint="cs"/>
          <w:rtl/>
          <w:lang w:bidi="ur-PK"/>
        </w:rPr>
        <w:t>ے کام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باہمی</w:t>
      </w:r>
      <w:r w:rsidRPr="00E37591">
        <w:rPr>
          <w:rtl/>
          <w:lang w:bidi="ur-PK"/>
        </w:rPr>
        <w:t xml:space="preserve"> تعلقات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جامدوساکت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حالات ا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ادوار ک</w:t>
      </w:r>
      <w:r w:rsidRPr="00E37591">
        <w:rPr>
          <w:rFonts w:hint="cs"/>
          <w:rtl/>
          <w:lang w:bidi="ur-PK"/>
        </w:rPr>
        <w:t>ے اعتبار سے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ہوتاچلا جارہاہے کل کے تعلقات اور تھے اور آج کے تعلقات اور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ہے کہ اس مقام پر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ہوجاتاہے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دونوں قسم کے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رابط</w:t>
      </w:r>
      <w:r w:rsidRPr="00E37591">
        <w:rPr>
          <w:rFonts w:hint="cs"/>
          <w:rtl/>
          <w:lang w:bidi="ur-PK"/>
        </w:rPr>
        <w:t>ہ 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عمی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ہے جہاں آکر اسلام اور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بدل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اصولوں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ہنے پر مجبور ہے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اجتماعی</w:t>
      </w:r>
      <w:r w:rsidRPr="00E37591">
        <w:rPr>
          <w:rtl/>
          <w:lang w:bidi="ur-PK"/>
        </w:rPr>
        <w:t xml:space="preserve"> تعلقات اور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بدل جانا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ق</w:t>
      </w:r>
      <w:r w:rsidRPr="00E37591">
        <w:rPr>
          <w:rFonts w:hint="cs"/>
          <w:rtl/>
          <w:lang w:bidi="ur-PK"/>
        </w:rPr>
        <w:t>ہری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ہے۔یہ</w:t>
      </w:r>
      <w:r w:rsidRPr="00E37591">
        <w:rPr>
          <w:rtl/>
          <w:lang w:bidi="ur-PK"/>
        </w:rPr>
        <w:t xml:space="preserve"> 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کر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ادوار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کارآمد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ہوسکتااور نہ اس سے کوئی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اٹھای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جاسکتا</w:t>
      </w:r>
      <w:r w:rsidRPr="00E37591">
        <w:rPr>
          <w:rFonts w:hint="cs"/>
          <w:rtl/>
          <w:lang w:bidi="ur-PK"/>
        </w:rPr>
        <w:t>ہے اور اس کا سبب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بدلتی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اب ایٹم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ٹرک</w:t>
      </w:r>
      <w:r w:rsidRPr="00E37591">
        <w:rPr>
          <w:rtl/>
          <w:lang w:bidi="ur-PK"/>
        </w:rPr>
        <w:t xml:space="preserve"> تک نوبت پ</w:t>
      </w:r>
      <w:r w:rsidRPr="00E37591">
        <w:rPr>
          <w:rFonts w:hint="cs"/>
          <w:rtl/>
          <w:lang w:bidi="ur-PK"/>
        </w:rPr>
        <w:t>ہنچ 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آج کے نظام کو دستکاری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نظام سے الگ ہونا چاہئے۔آج کا دستور کل کے دستور سے جداگانہ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حامل </w:t>
      </w:r>
      <w:r w:rsidRPr="00E37591">
        <w:rPr>
          <w:rFonts w:hint="cs"/>
          <w:rtl/>
          <w:lang w:bidi="ur-PK"/>
        </w:rPr>
        <w:t>ہونا چاہئے اور 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دور کا حتمی</w:t>
      </w:r>
      <w:r w:rsidRPr="00E37591">
        <w:rPr>
          <w:rtl/>
          <w:lang w:bidi="ur-PK"/>
        </w:rPr>
        <w:t xml:space="preserve"> نظام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اسلام حتمی</w:t>
      </w:r>
      <w:r w:rsidRPr="00E37591">
        <w:rPr>
          <w:rtl/>
          <w:lang w:bidi="ur-PK"/>
        </w:rPr>
        <w:t xml:space="preserve"> اتحاد کو تسل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۔وہ اپنے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نظام کو مختلف ادوار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پر منطبق کرناچا</w:t>
      </w:r>
      <w:r w:rsidRPr="00E37591">
        <w:rPr>
          <w:rFonts w:hint="cs"/>
          <w:rtl/>
          <w:lang w:bidi="ur-PK"/>
        </w:rPr>
        <w:t>ہتاہے اس کا نظریہ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دو مختلف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کا مقابل</w:t>
      </w:r>
      <w:r w:rsidRPr="00E37591">
        <w:rPr>
          <w:rFonts w:hint="cs"/>
          <w:rtl/>
          <w:lang w:bidi="ur-PK"/>
        </w:rPr>
        <w:t>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مواد س</w:t>
      </w:r>
      <w:r w:rsidRPr="00E37591">
        <w:rPr>
          <w:rFonts w:hint="cs"/>
          <w:rtl/>
          <w:lang w:bidi="ur-PK"/>
        </w:rPr>
        <w:t>ے ہوتاہے اور وہ ان سے استفادہ کرتاہے اور دوسرے کاتعل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افراد نوع س</w:t>
      </w:r>
      <w:r w:rsidRPr="00E37591">
        <w:rPr>
          <w:rFonts w:hint="cs"/>
          <w:rtl/>
          <w:lang w:bidi="ur-PK"/>
        </w:rPr>
        <w:t>ے ہوتاہے اوروہ ان سے اتص</w:t>
      </w:r>
      <w:r w:rsidRPr="00E37591">
        <w:rPr>
          <w:rtl/>
          <w:lang w:bidi="ur-PK"/>
        </w:rPr>
        <w:t>ال وارتباط قائم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قسم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مختلف شکلوں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ظا</w:t>
      </w:r>
      <w:r w:rsidRPr="00E37591">
        <w:rPr>
          <w:rFonts w:hint="cs"/>
          <w:rtl/>
          <w:lang w:bidi="ur-PK"/>
        </w:rPr>
        <w:t>ہر ہوتاہے اور دوسری</w:t>
      </w:r>
      <w:r w:rsidRPr="00E37591">
        <w:rPr>
          <w:rtl/>
          <w:lang w:bidi="ur-PK"/>
        </w:rPr>
        <w:t xml:space="preserve"> قسم کا اثرنظام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مختلف صورتوں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دونوں قسموں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تذکر</w:t>
      </w:r>
      <w:r w:rsidRPr="00E37591">
        <w:rPr>
          <w:rFonts w:hint="cs"/>
          <w:rtl/>
          <w:lang w:bidi="ur-PK"/>
        </w:rPr>
        <w:t>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دونوں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رشت</w:t>
      </w:r>
      <w:r w:rsidRPr="00E37591">
        <w:rPr>
          <w:rFonts w:hint="cs"/>
          <w:rtl/>
          <w:lang w:bidi="ur-PK"/>
        </w:rPr>
        <w:t>ہ تسلی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اس لئے کہ اسلام اپنے اجتماعی</w:t>
      </w:r>
      <w:r w:rsidRPr="00E37591">
        <w:rPr>
          <w:rtl/>
          <w:lang w:bidi="ur-PK"/>
        </w:rPr>
        <w:t xml:space="preserve"> نظام کو ا</w:t>
      </w:r>
      <w:r w:rsidRPr="00E37591">
        <w:rPr>
          <w:rFonts w:hint="cs"/>
          <w:rtl/>
          <w:lang w:bidi="ur-PK"/>
        </w:rPr>
        <w:t>یٹم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صالح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جس طرح وہ دستکاری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اور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اختلاف کی</w:t>
      </w:r>
      <w:r w:rsidRPr="00E37591">
        <w:rPr>
          <w:rtl/>
          <w:lang w:bidi="ur-PK"/>
        </w:rPr>
        <w:t xml:space="preserve"> برگشت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ے نقطہ کی</w:t>
      </w:r>
      <w:r w:rsidRPr="00E37591">
        <w:rPr>
          <w:rtl/>
          <w:lang w:bidi="ur-PK"/>
        </w:rPr>
        <w:t xml:space="preserve"> طرف </w:t>
      </w:r>
      <w:r w:rsidRPr="00E37591">
        <w:rPr>
          <w:rFonts w:hint="cs"/>
          <w:rtl/>
          <w:lang w:bidi="ur-PK"/>
        </w:rPr>
        <w:t>ہے اور وہ ہے اجتماعی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وتعر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ف،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نزدی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ان کے 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اس کا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محرک اور </w:t>
      </w:r>
      <w:r w:rsidRPr="00E37591">
        <w:rPr>
          <w:rFonts w:hint="eastAsia"/>
          <w:rtl/>
          <w:lang w:bidi="ur-PK"/>
        </w:rPr>
        <w:t>قافل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بشر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قائدہی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۔ان کے چشم وابرو کے اشاروں پہ اجتماعی</w:t>
      </w:r>
      <w:r w:rsidRPr="00E37591">
        <w:rPr>
          <w:rtl/>
          <w:lang w:bidi="ur-PK"/>
        </w:rPr>
        <w:t xml:space="preserve"> نظام کا گردش کرنا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ہے۔جس کا مکمل تجزیہ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ہوچکا ہے اور حتمی</w:t>
      </w:r>
      <w:r w:rsidRPr="00E37591">
        <w:rPr>
          <w:rtl/>
          <w:lang w:bidi="ur-PK"/>
        </w:rPr>
        <w:t xml:space="preserve"> اتصال واتحاد ک</w:t>
      </w:r>
      <w:r w:rsidRPr="00E37591">
        <w:rPr>
          <w:rFonts w:hint="cs"/>
          <w:rtl/>
          <w:lang w:bidi="ur-PK"/>
        </w:rPr>
        <w:t>ے تاروپود بکھی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 چک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 xml:space="preserve">ہٰذا اب دوبارہ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بحث کرنا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تابع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خود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تابع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کے نزدی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 محرک اقتصادن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انسان ہے۔وہی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کو حرکت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 قافل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ذات س</w:t>
      </w:r>
      <w:r w:rsidRPr="00E37591">
        <w:rPr>
          <w:rFonts w:hint="cs"/>
          <w:rtl/>
          <w:lang w:bidi="ur-PK"/>
        </w:rPr>
        <w:t>ے محبت داخل ہے۔وہ اس محبت کی</w:t>
      </w:r>
      <w:r w:rsidRPr="00E37591">
        <w:rPr>
          <w:rtl/>
          <w:lang w:bidi="ur-PK"/>
        </w:rPr>
        <w:t xml:space="preserve"> خاطر </w:t>
      </w:r>
      <w:r w:rsidRPr="00E37591">
        <w:rPr>
          <w:rFonts w:hint="cs"/>
          <w:rtl/>
          <w:lang w:bidi="ur-PK"/>
        </w:rPr>
        <w:t>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کو اپنا خادم بناکر اس س</w:t>
      </w:r>
      <w:r w:rsidRPr="00E37591">
        <w:rPr>
          <w:rFonts w:hint="cs"/>
          <w:rtl/>
          <w:lang w:bidi="ur-PK"/>
        </w:rPr>
        <w:t>ے استفادہ کرنا چاہتاہے۔ہر شخص دوسرے شخص سے اپنا کام نکالنا چاہتاہے وہ اپنے اندر اتنی</w:t>
      </w:r>
      <w:r w:rsidRPr="00E37591">
        <w:rPr>
          <w:rtl/>
          <w:lang w:bidi="ur-PK"/>
        </w:rPr>
        <w:t xml:space="preserve"> سکت محسوس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کرتاک</w:t>
      </w:r>
      <w:r w:rsidRPr="00E37591">
        <w:rPr>
          <w:rFonts w:hint="cs"/>
          <w:rtl/>
          <w:lang w:bidi="ur-PK"/>
        </w:rPr>
        <w:t>ہ اپنے جملہ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تن</w:t>
      </w:r>
      <w:r w:rsidRPr="00E37591">
        <w:rPr>
          <w:rFonts w:hint="cs"/>
          <w:rtl/>
          <w:lang w:bidi="ur-PK"/>
        </w:rPr>
        <w:t>ہافراہم کرسکے اور یہی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س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تعلقات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ترقی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تابع </w:t>
      </w:r>
      <w:r w:rsidRPr="00E37591">
        <w:rPr>
          <w:rFonts w:hint="cs"/>
          <w:rtl/>
          <w:lang w:bidi="ur-PK"/>
        </w:rPr>
        <w:t>ہے اور صالح نظام وہی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زندگی</w:t>
      </w:r>
      <w:r w:rsidRPr="00E37591">
        <w:rPr>
          <w:rtl/>
          <w:lang w:bidi="ur-PK"/>
        </w:rPr>
        <w:t xml:space="preserve"> کو ضرورت ک</w:t>
      </w:r>
      <w:r w:rsidRPr="00E37591">
        <w:rPr>
          <w:rFonts w:hint="cs"/>
          <w:rtl/>
          <w:lang w:bidi="ur-PK"/>
        </w:rPr>
        <w:t>ے مطابق منظم کر سکے۔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ہم انسانی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تو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نظرآتا</w:t>
      </w:r>
      <w:r w:rsidRPr="00E37591">
        <w:rPr>
          <w:rFonts w:hint="cs"/>
          <w:rtl/>
          <w:lang w:bidi="ur-PK"/>
        </w:rPr>
        <w:t>ہے کہ اس کے بعض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دور کے اعتبار سے ثابت وجامد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بعض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ادوارک</w:t>
      </w:r>
      <w:r w:rsidRPr="00E37591">
        <w:rPr>
          <w:rFonts w:hint="cs"/>
          <w:rtl/>
          <w:lang w:bidi="ur-PK"/>
        </w:rPr>
        <w:t>ے اختلاف کے ساتھ بدلتے رہتے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جسمان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ب،اس</w:t>
      </w:r>
      <w:r w:rsidRPr="00E37591">
        <w:rPr>
          <w:rtl/>
          <w:lang w:bidi="ur-PK"/>
        </w:rPr>
        <w:t xml:space="preserve"> کا نظام </w:t>
      </w:r>
      <w:r w:rsidRPr="00E37591">
        <w:rPr>
          <w:rFonts w:hint="cs"/>
          <w:rtl/>
          <w:lang w:bidi="ur-PK"/>
        </w:rPr>
        <w:t>ہضم وتولی</w:t>
      </w:r>
      <w:r w:rsidRPr="00E37591">
        <w:rPr>
          <w:rFonts w:hint="eastAsia"/>
          <w:rtl/>
          <w:lang w:bidi="ur-PK"/>
        </w:rPr>
        <w:t>د،</w:t>
      </w:r>
      <w:r w:rsidRPr="00E37591">
        <w:rPr>
          <w:rtl/>
          <w:lang w:bidi="ur-PK"/>
        </w:rPr>
        <w:t xml:space="preserve"> اس کا قانون احساس وادراک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مشترک امر </w:t>
      </w:r>
      <w:r w:rsidRPr="00E37591">
        <w:rPr>
          <w:rFonts w:hint="cs"/>
          <w:rtl/>
          <w:lang w:bidi="ur-PK"/>
        </w:rPr>
        <w:t>ہے جو ہردور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اتحاد کا خوا</w:t>
      </w:r>
      <w:r w:rsidRPr="00E37591">
        <w:rPr>
          <w:rFonts w:hint="cs"/>
          <w:rtl/>
          <w:lang w:bidi="ur-PK"/>
        </w:rPr>
        <w:t>ہاں رہاہے اور 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عمومی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تمام انسان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امت شمار کئ</w:t>
      </w:r>
      <w:r w:rsidRPr="00E37591">
        <w:rPr>
          <w:rFonts w:hint="cs"/>
          <w:rtl/>
          <w:lang w:bidi="ur-PK"/>
        </w:rPr>
        <w:t>ے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۔جی</w:t>
      </w:r>
      <w:r w:rsidRPr="00E37591">
        <w:rPr>
          <w:rFonts w:hint="eastAsia"/>
          <w:rtl/>
          <w:lang w:bidi="ur-PK"/>
        </w:rPr>
        <w:t>ساک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کاا علان </w:t>
      </w:r>
      <w:r w:rsidRPr="00E37591">
        <w:rPr>
          <w:rFonts w:hint="cs"/>
          <w:rtl/>
          <w:lang w:bidi="ur-PK"/>
        </w:rPr>
        <w:t>ہے:</w:t>
      </w:r>
    </w:p>
    <w:p w:rsidR="003E69E7" w:rsidRDefault="003E69E7" w:rsidP="007F715B">
      <w:pPr>
        <w:pStyle w:val="libAie"/>
      </w:pPr>
      <w:r w:rsidRPr="003E69E7">
        <w:rPr>
          <w:rtl/>
        </w:rPr>
        <w:t>إِنَّ هَـٰذِهِ أُمَّتُكُمْ أُمَّةً وَاحِدَةً وَأَنَا رَبُّكُمْ فَاعْبُدُونِ ﴿٩٢﴾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تم</w:t>
      </w:r>
      <w:r w:rsidRPr="00E37591">
        <w:rPr>
          <w:rFonts w:hint="cs"/>
          <w:rtl/>
          <w:lang w:bidi="ur-PK"/>
        </w:rPr>
        <w:t>ہاری</w:t>
      </w:r>
      <w:r w:rsidRPr="00E37591">
        <w:rPr>
          <w:rtl/>
          <w:lang w:bidi="ur-PK"/>
        </w:rPr>
        <w:t xml:space="preserve"> امت سب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کا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رب </w:t>
      </w:r>
      <w:r w:rsidRPr="00E37591">
        <w:rPr>
          <w:rFonts w:hint="cs"/>
          <w:rtl/>
          <w:lang w:bidi="ur-PK"/>
        </w:rPr>
        <w:t xml:space="preserve">ہوں۔لہٰذا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E37591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عبادت کرو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</w:r>
      <w:r w:rsidRPr="00E37591">
        <w:rPr>
          <w:rFonts w:hint="cs"/>
          <w:rtl/>
          <w:lang w:bidi="ur-PK"/>
        </w:rPr>
        <w:tab/>
        <w:t>(انبی</w:t>
      </w:r>
      <w:r w:rsidRPr="00E37591">
        <w:rPr>
          <w:rFonts w:hint="eastAsia"/>
          <w:rtl/>
          <w:lang w:bidi="ur-PK"/>
        </w:rPr>
        <w:t>ائ</w:t>
      </w:r>
      <w:r w:rsidR="000309C5" w:rsidRPr="00E37591">
        <w:rPr>
          <w:rFonts w:hint="cs"/>
          <w:rtl/>
          <w:lang w:bidi="ur-PK"/>
        </w:rPr>
        <w:t>9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مقابلہ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 سے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وقتاً فوقتاً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داخل </w:t>
      </w:r>
      <w:r w:rsidRPr="00E37591">
        <w:rPr>
          <w:rFonts w:hint="cs"/>
          <w:rtl/>
          <w:lang w:bidi="ur-PK"/>
        </w:rPr>
        <w:t>ہوتے جارہے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معلومات اور تجربات کے ساتھ بڑھتے بھی</w:t>
      </w:r>
      <w:r w:rsidRPr="00E37591">
        <w:rPr>
          <w:rtl/>
          <w:lang w:bidi="ur-PK"/>
        </w:rPr>
        <w:t xml:space="preserve"> جار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</w:t>
      </w:r>
      <w:r w:rsidRPr="00E37591">
        <w:rPr>
          <w:rFonts w:hint="cs"/>
          <w:rtl/>
          <w:lang w:bidi="ur-PK"/>
        </w:rPr>
        <w:t>ے لفظوں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ہاجائے کہ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ثابت وجامد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خارج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ومتطور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واضح </w:t>
      </w:r>
      <w:r w:rsidRPr="00E37591">
        <w:rPr>
          <w:rFonts w:hint="cs"/>
          <w:rtl/>
          <w:lang w:bidi="ur-PK"/>
        </w:rPr>
        <w:t>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اجتماعی</w:t>
      </w:r>
      <w:r w:rsidRPr="00E37591">
        <w:rPr>
          <w:rtl/>
          <w:lang w:bidi="ur-PK"/>
        </w:rPr>
        <w:t xml:space="preserve"> نظام ضرورتوں س</w:t>
      </w:r>
      <w:r w:rsidRPr="00E37591">
        <w:rPr>
          <w:rFonts w:hint="cs"/>
          <w:rtl/>
          <w:lang w:bidi="ur-PK"/>
        </w:rPr>
        <w:t>ے تشکی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پاتا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صالح نظام کے لئے تمام اجتماعی</w:t>
      </w:r>
      <w:r w:rsidRPr="00E37591">
        <w:rPr>
          <w:rtl/>
          <w:lang w:bidi="ur-PK"/>
        </w:rPr>
        <w:t xml:space="preserve"> ضرورتوں کا لحاظ رک</w:t>
      </w:r>
      <w:r w:rsidRPr="00E37591">
        <w:rPr>
          <w:rFonts w:hint="cs"/>
          <w:rtl/>
          <w:lang w:bidi="ur-PK"/>
        </w:rPr>
        <w:t>ھنا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تو اب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ہاجاسکتاہے کہ اجتماعی</w:t>
      </w:r>
      <w:r w:rsidRPr="00E37591">
        <w:rPr>
          <w:rtl/>
          <w:lang w:bidi="ur-PK"/>
        </w:rPr>
        <w:t xml:space="preserve"> نظام ن</w:t>
      </w:r>
      <w:r w:rsidRPr="00E37591">
        <w:rPr>
          <w:rFonts w:hint="cs"/>
          <w:rtl/>
          <w:lang w:bidi="ur-PK"/>
        </w:rPr>
        <w:t>ہ ثابت ہوسکتاہے اور نہ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۔اس لئے کہ انسان کی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دونوں قس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نظام صالح ک</w:t>
      </w:r>
      <w:r w:rsidRPr="00E37591">
        <w:rPr>
          <w:rFonts w:hint="cs"/>
          <w:rtl/>
          <w:lang w:bidi="ur-PK"/>
        </w:rPr>
        <w:t>ے لئے لازم ہے کہ اس کے دوپہلو ہوں۔ای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ثابت ہو جولازمی</w:t>
      </w:r>
      <w:r w:rsidRPr="00E37591">
        <w:rPr>
          <w:rtl/>
          <w:lang w:bidi="ur-PK"/>
        </w:rPr>
        <w:t xml:space="preserve"> اور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علاج کر</w:t>
      </w:r>
      <w:r w:rsidRPr="00E37591">
        <w:rPr>
          <w:rFonts w:hint="cs"/>
          <w:rtl/>
          <w:lang w:bidi="ur-PK"/>
        </w:rPr>
        <w:t>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 متغی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ہوجو روز افزوں نوزائی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مشکلات کو حل کر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طرف اپن</w:t>
      </w:r>
      <w:r w:rsidRPr="00E37591">
        <w:rPr>
          <w:rFonts w:hint="cs"/>
          <w:rtl/>
          <w:lang w:bidi="ur-PK"/>
        </w:rPr>
        <w:t>ے قانون کو ثبات کارخ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ے علاج کے لئے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ثروت،نکاح،طلاق، حدود، قصاص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احکام وضع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ںاور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تغ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کا پ</w:t>
      </w:r>
      <w:r w:rsidRPr="00E37591">
        <w:rPr>
          <w:rFonts w:hint="cs"/>
          <w:rtl/>
          <w:lang w:bidi="ur-PK"/>
        </w:rPr>
        <w:t>ہلو بھی</w:t>
      </w:r>
      <w:r w:rsidRPr="00E37591">
        <w:rPr>
          <w:rtl/>
          <w:lang w:bidi="ur-PK"/>
        </w:rPr>
        <w:t xml:space="preserve">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ھاہے اور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کو مصلحت وقت ک</w:t>
      </w:r>
      <w:r w:rsidRPr="00E37591">
        <w:rPr>
          <w:rFonts w:hint="cs"/>
          <w:rtl/>
          <w:lang w:bidi="ur-PK"/>
        </w:rPr>
        <w:t>ے مط</w:t>
      </w:r>
      <w:r w:rsidRPr="00E37591">
        <w:rPr>
          <w:rFonts w:hint="eastAsia"/>
          <w:rtl/>
          <w:lang w:bidi="ur-PK"/>
        </w:rPr>
        <w:t>ابق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 موقع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نے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ٹھکراکر یہ</w:t>
      </w:r>
      <w:r w:rsidRPr="00E37591">
        <w:rPr>
          <w:rtl/>
          <w:lang w:bidi="ur-PK"/>
        </w:rPr>
        <w:t xml:space="preserve"> ثابت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صالح نظام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مختلف ادوار کے لئے کارآمد ہوسکتاہے وہ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روں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جک</w:t>
      </w:r>
      <w:r w:rsidRPr="00E37591">
        <w:rPr>
          <w:rFonts w:hint="cs"/>
          <w:rtl/>
          <w:lang w:bidi="ur-PK"/>
        </w:rPr>
        <w:t>ڑاجاسکتا۔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جتنے بھی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گئے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سب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مختلف 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ان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کوپسند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 xml:space="preserve">ے مطابق ہوں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اور ہر اس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کو مسترد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سے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قدم آگ</w:t>
      </w:r>
      <w:r w:rsidRPr="00E37591">
        <w:rPr>
          <w:rFonts w:hint="cs"/>
          <w:rtl/>
          <w:lang w:bidi="ur-PK"/>
        </w:rPr>
        <w:t>ے بڑھ جائے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اور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سبب </w:t>
      </w:r>
      <w:r w:rsidRPr="00E37591">
        <w:rPr>
          <w:rFonts w:hint="cs"/>
          <w:rtl/>
          <w:lang w:bidi="ur-PK"/>
        </w:rPr>
        <w:t>ہے کہ دستکاری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کے لئے اس نے غلامانہ نظام زندگی</w:t>
      </w:r>
      <w:r w:rsidRPr="00E37591">
        <w:rPr>
          <w:rtl/>
          <w:lang w:bidi="ur-PK"/>
        </w:rPr>
        <w:t xml:space="preserve"> کو ممدوح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توج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اکثر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سروں پر تلوار کا علم کرنا، ان کا کوڑوں سے اذی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ذرائع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مشقت ک</w:t>
      </w:r>
      <w:r w:rsidRPr="00E37591">
        <w:rPr>
          <w:rFonts w:hint="cs"/>
          <w:rtl/>
          <w:lang w:bidi="ur-PK"/>
        </w:rPr>
        <w:t>ے طالب تھے اور لوگ اس کے تحمل کے لئے 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شدت اور ظلم کو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اس عمل ک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کو ''بی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مغز انقلاب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>''انسان ک</w:t>
      </w:r>
      <w:r w:rsidRPr="00E37591">
        <w:rPr>
          <w:rFonts w:hint="cs"/>
          <w:rtl/>
          <w:lang w:bidi="ur-PK"/>
        </w:rPr>
        <w:t>ہاجائے گااور اس کی</w:t>
      </w:r>
      <w:r w:rsidRPr="00E37591">
        <w:rPr>
          <w:rtl/>
          <w:lang w:bidi="ur-PK"/>
        </w:rPr>
        <w:t xml:space="preserve"> مخالفت کرن</w:t>
      </w:r>
      <w:r w:rsidRPr="00E37591">
        <w:rPr>
          <w:rFonts w:hint="cs"/>
          <w:rtl/>
          <w:lang w:bidi="ur-PK"/>
        </w:rPr>
        <w:t>ے والے کو ہر اس لقب سے ی</w:t>
      </w:r>
      <w:r w:rsidRPr="00E37591">
        <w:rPr>
          <w:rFonts w:hint="eastAsia"/>
          <w:rtl/>
          <w:lang w:bidi="ur-PK"/>
        </w:rPr>
        <w:t>ادک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گاجو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اس ک</w:t>
      </w:r>
      <w:r w:rsidRPr="00E37591">
        <w:rPr>
          <w:rFonts w:hint="cs"/>
          <w:rtl/>
          <w:lang w:bidi="ur-PK"/>
        </w:rPr>
        <w:t>ے بالکل برعکس نظام زندگی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کرکے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رک</w:t>
      </w:r>
      <w:r w:rsidRPr="00E37591">
        <w:rPr>
          <w:rFonts w:hint="cs"/>
          <w:rtl/>
          <w:lang w:bidi="ur-PK"/>
        </w:rPr>
        <w:t>ھتاہے اگر وہ نظام انسانی</w:t>
      </w:r>
      <w:r w:rsidRPr="00E37591">
        <w:rPr>
          <w:rtl/>
          <w:lang w:bidi="ur-PK"/>
        </w:rPr>
        <w:t xml:space="preserve"> ضرورتوں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تکم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کرسکتا</w:t>
      </w:r>
      <w:r w:rsidRPr="00E37591">
        <w:rPr>
          <w:rFonts w:hint="cs"/>
          <w:rtl/>
          <w:lang w:bidi="ur-PK"/>
        </w:rPr>
        <w:t>ہے تو صالح ومناسب ہے ورنہ فاسد۔پی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رنگ پر </w:t>
      </w:r>
      <w:r w:rsidRPr="00E37591">
        <w:rPr>
          <w:rFonts w:hint="cs"/>
          <w:rtl/>
          <w:lang w:bidi="ur-PK"/>
        </w:rPr>
        <w:t>ہوی</w:t>
      </w:r>
      <w:r w:rsidRPr="00E37591">
        <w:rPr>
          <w:rFonts w:hint="eastAsia"/>
          <w:rtl/>
          <w:lang w:bidi="ur-PK"/>
        </w:rPr>
        <w:t>امختلف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اس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اتحاد کو فقط نظر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اعتبار س</w:t>
      </w:r>
      <w:r w:rsidRPr="00E37591">
        <w:rPr>
          <w:rFonts w:hint="cs"/>
          <w:rtl/>
          <w:lang w:bidi="ur-PK"/>
        </w:rPr>
        <w:t>ے باطل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پر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شوا</w:t>
      </w:r>
      <w:r w:rsidRPr="00E37591">
        <w:rPr>
          <w:rFonts w:hint="cs"/>
          <w:rtl/>
          <w:lang w:bidi="ur-PK"/>
        </w:rPr>
        <w:t>ہد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 اس نے خود اپنے تجربہ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کامی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اس کی</w:t>
      </w:r>
      <w:r w:rsidRPr="00E37591">
        <w:rPr>
          <w:rtl/>
          <w:lang w:bidi="ur-PK"/>
        </w:rPr>
        <w:t xml:space="preserve"> حقان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اور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بطلان پر برہان ہے۔اس نے اپنے وجود سے یہ</w:t>
      </w:r>
      <w:r w:rsidRPr="00E37591">
        <w:rPr>
          <w:rtl/>
          <w:lang w:bidi="ur-PK"/>
        </w:rPr>
        <w:t xml:space="preserve"> ثابت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ھاکہ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جمودوسکوت کے باوجود اجماعی</w:t>
      </w:r>
      <w:r w:rsidRPr="00E37591">
        <w:rPr>
          <w:rtl/>
          <w:lang w:bidi="ur-PK"/>
        </w:rPr>
        <w:t xml:space="preserve">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انقلاب لا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کو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چنانچ</w:t>
      </w:r>
      <w:r w:rsidRPr="00E37591">
        <w:rPr>
          <w:rFonts w:hint="cs"/>
          <w:rtl/>
          <w:lang w:bidi="ur-PK"/>
        </w:rPr>
        <w:t>ہ اسلام کا وہ خارجی</w:t>
      </w:r>
      <w:r w:rsidRPr="00E37591">
        <w:rPr>
          <w:rtl/>
          <w:lang w:bidi="ur-PK"/>
        </w:rPr>
        <w:t xml:space="preserve"> وجود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مخصوص سماج پر منطبق </w:t>
      </w:r>
      <w:r w:rsidRPr="00E37591">
        <w:rPr>
          <w:rFonts w:hint="cs"/>
          <w:rtl/>
          <w:lang w:bidi="ur-PK"/>
        </w:rPr>
        <w:t>ہواتھا اور 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انقلاب برپاکرد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 xml:space="preserve"> جو آج تک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ثبت </w:t>
      </w:r>
      <w:r w:rsidRPr="00E37591">
        <w:rPr>
          <w:rFonts w:hint="cs"/>
          <w:rtl/>
          <w:lang w:bidi="ur-PK"/>
        </w:rPr>
        <w:t>ہے۔اس نے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نئ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تمدن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ڈال کرتاری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بدل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ثابت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 د</w:t>
      </w:r>
      <w:r w:rsidRPr="00E37591">
        <w:rPr>
          <w:rFonts w:hint="eastAsia"/>
          <w:rtl/>
          <w:lang w:bidi="ur-PK"/>
        </w:rPr>
        <w:t>ور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اتنا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انقلاب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ک</w:t>
      </w:r>
      <w:r w:rsidRPr="00E37591">
        <w:rPr>
          <w:rFonts w:hint="cs"/>
          <w:rtl/>
          <w:lang w:bidi="ur-PK"/>
        </w:rPr>
        <w:t>ے تصورمی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آسکتات</w:t>
      </w:r>
      <w:r w:rsidRPr="00E37591">
        <w:rPr>
          <w:rFonts w:hint="cs"/>
          <w:rtl/>
          <w:lang w:bidi="ur-PK"/>
        </w:rPr>
        <w:t>ھا۔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ے اس مختصر دور نے مارکسی</w:t>
      </w:r>
      <w:r w:rsidRPr="00E37591">
        <w:rPr>
          <w:rtl/>
          <w:lang w:bidi="ur-PK"/>
        </w:rPr>
        <w:t xml:space="preserve"> منطق کو </w:t>
      </w:r>
      <w:r w:rsidRPr="00E37591">
        <w:rPr>
          <w:rFonts w:hint="cs"/>
          <w:rtl/>
          <w:lang w:bidi="ur-PK"/>
        </w:rPr>
        <w:t xml:space="preserve">ہراعتبار سے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چی</w:t>
      </w:r>
      <w:r w:rsidRPr="00E37591">
        <w:rPr>
          <w:rFonts w:hint="eastAsia"/>
          <w:rtl/>
          <w:lang w:bidi="ur-PK"/>
        </w:rPr>
        <w:t>لنج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مساوات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ھاکہ یہ</w:t>
      </w:r>
      <w:r w:rsidRPr="00E37591">
        <w:rPr>
          <w:rtl/>
          <w:lang w:bidi="ur-PK"/>
        </w:rPr>
        <w:t xml:space="preserve"> اس وقت تک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 xml:space="preserve">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جب تک بورژوائ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نہ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اس وقت </w:t>
      </w:r>
      <w:r w:rsidRPr="00E37591">
        <w:rPr>
          <w:rFonts w:hint="cs"/>
          <w:rtl/>
          <w:lang w:bidi="ur-PK"/>
        </w:rPr>
        <w:t>ہوگا جب صنعتی</w:t>
      </w:r>
      <w:r w:rsidRPr="00E37591">
        <w:rPr>
          <w:rtl/>
          <w:lang w:bidi="ur-PK"/>
        </w:rPr>
        <w:t xml:space="preserve"> نظام بر سرکار آجائ</w:t>
      </w:r>
      <w:r w:rsidRPr="00E37591">
        <w:rPr>
          <w:rFonts w:hint="cs"/>
          <w:rtl/>
          <w:lang w:bidi="ur-PK"/>
        </w:rPr>
        <w:t>ے 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اپنے موقف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فکر کو </w:t>
      </w:r>
      <w:r w:rsidRPr="00E37591">
        <w:rPr>
          <w:rFonts w:hint="cs"/>
          <w:rtl/>
          <w:lang w:bidi="ur-PK"/>
        </w:rPr>
        <w:t>ہنسی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ڑادی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نے علم مساوات بلند کی</w:t>
      </w:r>
      <w:r w:rsidRPr="00E37591">
        <w:rPr>
          <w:rFonts w:hint="eastAsia"/>
          <w:rtl/>
          <w:lang w:bidi="ur-PK"/>
        </w:rPr>
        <w:t>ا،</w:t>
      </w:r>
      <w:r w:rsidRPr="00E37591">
        <w:rPr>
          <w:rtl/>
          <w:lang w:bidi="ur-PK"/>
        </w:rPr>
        <w:t xml:space="preserve"> انسان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شعو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وادراک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ا،ا</w:t>
      </w:r>
      <w:r w:rsidRPr="00E37591">
        <w:rPr>
          <w:rtl/>
          <w:lang w:bidi="ur-PK"/>
        </w:rPr>
        <w:t xml:space="preserve"> 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تعلقات کو مساوات ک</w:t>
      </w:r>
      <w:r w:rsidRPr="00E37591">
        <w:rPr>
          <w:rFonts w:hint="cs"/>
          <w:rtl/>
          <w:lang w:bidi="ur-PK"/>
        </w:rPr>
        <w:t>ے سانچہ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ڈھالا اور یہ</w:t>
      </w:r>
      <w:r w:rsidRPr="00E37591">
        <w:rPr>
          <w:rtl/>
          <w:lang w:bidi="ur-PK"/>
        </w:rPr>
        <w:t xml:space="preserve"> سب اس وقت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اجب</w:t>
      </w:r>
      <w:r w:rsidRPr="00E37591">
        <w:rPr>
          <w:rtl/>
          <w:lang w:bidi="ur-PK"/>
        </w:rPr>
        <w:t xml:space="preserve"> بورژوا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خط</w:t>
      </w:r>
      <w:r w:rsidRPr="00E37591">
        <w:rPr>
          <w:rFonts w:hint="cs"/>
          <w:rtl/>
          <w:lang w:bidi="ur-PK"/>
        </w:rPr>
        <w:t>ۂ ارض پر قدم رکھنے کی</w:t>
      </w:r>
      <w:r w:rsidRPr="00E37591">
        <w:rPr>
          <w:rtl/>
          <w:lang w:bidi="ur-PK"/>
        </w:rPr>
        <w:t xml:space="preserve"> اجازت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ملی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دائش</w:t>
      </w:r>
      <w:r w:rsidRPr="00E37591">
        <w:rPr>
          <w:rtl/>
          <w:lang w:bidi="ur-PK"/>
        </w:rPr>
        <w:t xml:space="preserve"> کو </w:t>
      </w:r>
      <w:r w:rsidRPr="00E37591">
        <w:rPr>
          <w:rFonts w:hint="cs"/>
          <w:rtl/>
          <w:lang w:bidi="ur-PK"/>
        </w:rPr>
        <w:t>ہزار سال باقی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ھے۔اسلام کا کھلاہوا اعلان تھا: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تم سب آدم س</w:t>
      </w:r>
      <w:r w:rsidRPr="00E37591">
        <w:rPr>
          <w:rFonts w:hint="cs"/>
          <w:rtl/>
          <w:lang w:bidi="ur-PK"/>
        </w:rPr>
        <w:t>ے ہواور آدم مٹی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لوگ کنگ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دندانوں کے مثل برابر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عرب کو عجم پر تقو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علاوہ کسی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فض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لت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  <w:r w:rsidRPr="00E37591">
        <w:rPr>
          <w:rFonts w:hint="cs"/>
          <w:rtl/>
          <w:lang w:bidi="ur-PK"/>
        </w:rPr>
        <w:tab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الات</w:t>
      </w:r>
      <w:r w:rsidRPr="00E37591">
        <w:rPr>
          <w:rtl/>
          <w:lang w:bidi="ur-PK"/>
        </w:rPr>
        <w:t xml:space="preserve"> ان بورژوائ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حاصل کئے تھے جو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ہزار سال بعد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ہونے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تھے۔ یہ</w:t>
      </w:r>
      <w:r w:rsidRPr="00E37591">
        <w:rPr>
          <w:rtl/>
          <w:lang w:bidi="ur-PK"/>
        </w:rPr>
        <w:t xml:space="preserve"> سب ان ابتدائ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ذرائع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ہورہاتھا جس سے حجازی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گزررہاتھا۔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وقت توعرب تمام عالم س</w:t>
      </w:r>
      <w:r w:rsidRPr="00E37591">
        <w:rPr>
          <w:rFonts w:hint="cs"/>
          <w:rtl/>
          <w:lang w:bidi="ur-PK"/>
        </w:rPr>
        <w:t>ے بدتر حالت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پھر اس مساوات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حجاز ک</w:t>
      </w:r>
      <w:r w:rsidRPr="00E37591">
        <w:rPr>
          <w:rFonts w:hint="cs"/>
          <w:rtl/>
          <w:lang w:bidi="ur-PK"/>
        </w:rPr>
        <w:t>ے پسماندہ خطہ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ی۔ا</w:t>
      </w:r>
      <w:r w:rsidRPr="00E37591">
        <w:rPr>
          <w:rtl/>
          <w:lang w:bidi="ur-PK"/>
        </w:rPr>
        <w:t>س 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ابتداء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من،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اور شام ک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معاشروں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بعد اسلام نے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لنج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ااور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پل</w:t>
      </w:r>
      <w:r w:rsidRPr="00E37591">
        <w:rPr>
          <w:rFonts w:hint="cs"/>
          <w:rtl/>
          <w:lang w:bidi="ur-PK"/>
        </w:rPr>
        <w:t>یٹ</w:t>
      </w:r>
      <w:r w:rsidRPr="00E37591">
        <w:rPr>
          <w:rtl/>
          <w:lang w:bidi="ur-PK"/>
        </w:rPr>
        <w:t xml:space="preserve"> فارم پر جمع کرسکتا</w:t>
      </w:r>
      <w:r w:rsidRPr="00E37591">
        <w:rPr>
          <w:rFonts w:hint="cs"/>
          <w:rtl/>
          <w:lang w:bidi="ur-PK"/>
        </w:rPr>
        <w:t>ہے اور اس نے اس فکر کے لئے 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خط</w:t>
      </w:r>
      <w:r w:rsidRPr="00E37591">
        <w:rPr>
          <w:rFonts w:hint="cs"/>
          <w:rtl/>
          <w:lang w:bidi="ur-PK"/>
        </w:rPr>
        <w:t>ہ کو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Fonts w:hint="cs"/>
          <w:rtl/>
          <w:lang w:bidi="ur-PK"/>
        </w:rPr>
        <w:t>ہاں</w:t>
      </w:r>
      <w:r w:rsidRPr="00E37591">
        <w:rPr>
          <w:rtl/>
          <w:lang w:bidi="ur-PK"/>
        </w:rPr>
        <w:t xml:space="preserve"> قبائل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جنگوں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ھرمارتھی</w:t>
      </w:r>
      <w:r w:rsidRPr="00E37591">
        <w:rPr>
          <w:rtl/>
          <w:lang w:bidi="ur-PK"/>
        </w:rPr>
        <w:t xml:space="preserve"> اور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تصورن</w:t>
      </w:r>
      <w:r w:rsidRPr="00E37591">
        <w:rPr>
          <w:rFonts w:hint="cs"/>
          <w:rtl/>
          <w:lang w:bidi="ur-PK"/>
        </w:rPr>
        <w:t>ہ تھا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ن</w:t>
      </w:r>
      <w:r w:rsidRPr="00E37591">
        <w:rPr>
          <w:rFonts w:hint="cs"/>
          <w:rtl/>
          <w:lang w:bidi="ur-PK"/>
        </w:rPr>
        <w:t xml:space="preserve">ے سب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عظم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منزلت پرلاکر متحد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مسلمانوں کو اس قبائل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فکر س</w:t>
      </w:r>
      <w:r w:rsidRPr="00E37591">
        <w:rPr>
          <w:rFonts w:hint="cs"/>
          <w:rtl/>
          <w:lang w:bidi="ur-PK"/>
        </w:rPr>
        <w:t>ے بلند وبالا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۔جس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خون،قرابت،</w:t>
      </w:r>
      <w:r w:rsidRPr="00E37591">
        <w:rPr>
          <w:rFonts w:hint="cs"/>
          <w:rtl/>
          <w:lang w:bidi="ur-PK"/>
        </w:rPr>
        <w:t>ہمسائی</w:t>
      </w:r>
      <w:r w:rsidRPr="00E37591">
        <w:rPr>
          <w:rFonts w:hint="eastAsia"/>
          <w:rtl/>
          <w:lang w:bidi="ur-PK"/>
        </w:rPr>
        <w:t>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ت</w:t>
      </w:r>
      <w:r w:rsidRPr="00E37591">
        <w:rPr>
          <w:rFonts w:hint="cs"/>
          <w:rtl/>
          <w:lang w:bidi="ur-PK"/>
        </w:rPr>
        <w:t>ھی۔اس نے انسان کو وہاں پہنچادی</w:t>
      </w:r>
      <w:r w:rsidRPr="00E37591">
        <w:rPr>
          <w:rFonts w:hint="eastAsia"/>
          <w:rtl/>
          <w:lang w:bidi="ur-PK"/>
        </w:rPr>
        <w:t>اج</w:t>
      </w:r>
      <w:r w:rsidRPr="00E37591">
        <w:rPr>
          <w:rFonts w:hint="cs"/>
          <w:rtl/>
          <w:lang w:bidi="ur-PK"/>
        </w:rPr>
        <w:t>ہاں</w:t>
      </w:r>
      <w:r w:rsidRPr="00E37591">
        <w:rPr>
          <w:rtl/>
          <w:lang w:bidi="ur-PK"/>
        </w:rPr>
        <w:t xml:space="preserve">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ان عناصر کا وجود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تھا۔بلکہ اسلام کے فکری</w:t>
      </w:r>
      <w:r w:rsidRPr="00E37591">
        <w:rPr>
          <w:rtl/>
          <w:lang w:bidi="ur-PK"/>
        </w:rPr>
        <w:t xml:space="preserve"> قوان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ت</w:t>
      </w:r>
      <w:r w:rsidRPr="00E37591">
        <w:rPr>
          <w:rFonts w:hint="cs"/>
          <w:rtl/>
          <w:lang w:bidi="ur-PK"/>
        </w:rPr>
        <w:t>ھی۔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اب آپ بتائ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جس قوم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عالمی</w:t>
      </w:r>
      <w:r w:rsidRPr="00E37591">
        <w:rPr>
          <w:rtl/>
          <w:lang w:bidi="ur-PK"/>
        </w:rPr>
        <w:t xml:space="preserve"> 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امامت کن ذرائع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سپرد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اس کے بعد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منطق کو 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لنج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 رتقس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ک</w:t>
      </w:r>
      <w:r w:rsidRPr="00E37591">
        <w:rPr>
          <w:rFonts w:hint="cs"/>
          <w:rtl/>
          <w:lang w:bidi="ur-PK"/>
        </w:rPr>
        <w:t>ے وہ اصول وضع کئے جو مارکسی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صنعت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ک</w:t>
      </w:r>
      <w:r w:rsidRPr="00E37591">
        <w:rPr>
          <w:rFonts w:hint="cs"/>
          <w:rtl/>
          <w:lang w:bidi="ur-PK"/>
        </w:rPr>
        <w:t>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ناممکن ت</w:t>
      </w:r>
      <w:r w:rsidRPr="00E37591">
        <w:rPr>
          <w:rFonts w:hint="cs"/>
          <w:rtl/>
          <w:lang w:bidi="ur-PK"/>
        </w:rPr>
        <w:t>ھے۔اس نے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کرک</w:t>
      </w:r>
      <w:r w:rsidRPr="00E37591">
        <w:rPr>
          <w:rFonts w:hint="cs"/>
          <w:rtl/>
          <w:lang w:bidi="ur-PK"/>
        </w:rPr>
        <w:t>ے اس کے مفہوم کو پاکی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کے حدود قائم کرکے فقراء ومساکی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کفالت کا انتظام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عدالت وتوازن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وضع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سب اس دور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اجب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شرائط ک</w:t>
      </w:r>
      <w:r w:rsidRPr="00E37591">
        <w:rPr>
          <w:rFonts w:hint="cs"/>
          <w:rtl/>
          <w:lang w:bidi="ur-PK"/>
        </w:rPr>
        <w:t>ے وجود کے آثار دور دور تک نظر نہ آتے تھے اور اٹھارہوی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ہا جارہاتھاکہ 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سوائ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احمقوں ک</w:t>
      </w:r>
      <w:r w:rsidRPr="00E37591">
        <w:rPr>
          <w:rFonts w:hint="cs"/>
          <w:rtl/>
          <w:lang w:bidi="ur-PK"/>
        </w:rPr>
        <w:t>ے ہر شخص جانتاہے کہ پست طبقہ کو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ہنا چاہئے تاکہ عمل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زحمت ومحنت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  <w:r w:rsidRPr="00E37591">
        <w:rPr>
          <w:rFonts w:hint="cs"/>
          <w:rtl/>
          <w:lang w:bidi="ur-PK"/>
        </w:rPr>
        <w:tab/>
        <w:t>(ارثری</w:t>
      </w:r>
      <w:r w:rsidRPr="00E37591">
        <w:rPr>
          <w:rFonts w:hint="eastAsia"/>
          <w:rtl/>
          <w:lang w:bidi="ur-PK"/>
        </w:rPr>
        <w:t>ونج</w:t>
      </w:r>
      <w:r w:rsidRPr="00E37591">
        <w:rPr>
          <w:rtl/>
          <w:lang w:bidi="ur-PK"/>
        </w:rPr>
        <w:t xml:space="preserve"> کاتب قرن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چد</w:t>
      </w:r>
      <w:r w:rsidRPr="00E37591">
        <w:rPr>
          <w:rFonts w:hint="cs"/>
          <w:rtl/>
          <w:lang w:bidi="ur-PK"/>
        </w:rPr>
        <w:t>ہم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قول ت</w:t>
      </w:r>
      <w:r w:rsidRPr="00E37591">
        <w:rPr>
          <w:rFonts w:hint="cs"/>
          <w:rtl/>
          <w:lang w:bidi="ur-PK"/>
        </w:rPr>
        <w:t>ھاکہ: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جو</w:t>
      </w:r>
      <w:r w:rsidRPr="00E37591">
        <w:rPr>
          <w:rtl/>
          <w:lang w:bidi="ur-PK"/>
        </w:rPr>
        <w:t xml:space="preserve"> شخص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ہوجہاں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ہوچکی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ہواسے وسائل معی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نہ ہونے کی</w:t>
      </w:r>
      <w:r w:rsidRPr="00E37591">
        <w:rPr>
          <w:rtl/>
          <w:lang w:bidi="ur-PK"/>
        </w:rPr>
        <w:t xml:space="preserve"> صورت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</w:t>
      </w:r>
      <w:r w:rsidRPr="00E37591">
        <w:rPr>
          <w:rFonts w:hint="cs"/>
          <w:rtl/>
          <w:lang w:bidi="ur-PK"/>
        </w:rPr>
        <w:t>ہ رہنے کا کوئی</w:t>
      </w:r>
      <w:r w:rsidRPr="00E37591">
        <w:rPr>
          <w:rtl/>
          <w:lang w:bidi="ur-PK"/>
        </w:rPr>
        <w:t xml:space="preserve">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طف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جس کا وجود بالکل 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دسترخوان پر اس کی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جگ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ب</w:t>
      </w:r>
      <w:r w:rsidRPr="00E37591">
        <w:rPr>
          <w:rFonts w:hint="cs"/>
          <w:rtl/>
          <w:lang w:bidi="ur-PK"/>
        </w:rPr>
        <w:t>ھگانا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کے حکم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مناسب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(ماتس کاتب قرن نوزد</w:t>
      </w:r>
      <w:r w:rsidRPr="00E37591">
        <w:rPr>
          <w:rFonts w:hint="cs"/>
          <w:rtl/>
          <w:lang w:bidi="ur-PK"/>
        </w:rPr>
        <w:t xml:space="preserve">ہم، ولادت </w:t>
      </w:r>
      <w:r w:rsidR="00D5387C" w:rsidRPr="00E37591">
        <w:rPr>
          <w:rFonts w:hint="cs"/>
          <w:rtl/>
          <w:lang w:bidi="ur-PK"/>
        </w:rPr>
        <w:t>1766</w:t>
      </w:r>
      <w:r w:rsidRPr="00DC6649">
        <w:rPr>
          <w:rFonts w:hint="cs"/>
          <w:rtl/>
          <w:lang w:bidi="ur-PK"/>
        </w:rPr>
        <w:t xml:space="preserve">ء ،وفات </w:t>
      </w:r>
      <w:r w:rsidR="00D5387C" w:rsidRPr="00E37591">
        <w:rPr>
          <w:rFonts w:hint="cs"/>
          <w:rtl/>
          <w:lang w:bidi="ur-PK"/>
        </w:rPr>
        <w:t>1834</w:t>
      </w:r>
      <w:r w:rsidRPr="00DC6649">
        <w:rPr>
          <w:rFonts w:hint="cs"/>
          <w:rtl/>
          <w:lang w:bidi="ur-PK"/>
        </w:rPr>
        <w:t>ء :مترجم)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آج عالم 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اس ضمانت کی</w:t>
      </w:r>
      <w:r w:rsidRPr="00E37591">
        <w:rPr>
          <w:rtl/>
          <w:lang w:bidi="ur-PK"/>
        </w:rPr>
        <w:t xml:space="preserve"> فکر کرر</w:t>
      </w:r>
      <w:r w:rsidRPr="00E37591">
        <w:rPr>
          <w:rFonts w:hint="cs"/>
          <w:rtl/>
          <w:lang w:bidi="ur-PK"/>
        </w:rPr>
        <w:t>ہاہے جس کا اعلان اسلام نے برسہابرس پہلے کردی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>: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جو</w:t>
      </w:r>
      <w:r w:rsidRPr="00E37591">
        <w:rPr>
          <w:rtl/>
          <w:lang w:bidi="ur-PK"/>
        </w:rPr>
        <w:t xml:space="preserve"> شخص اپن</w:t>
      </w:r>
      <w:r w:rsidRPr="00E37591">
        <w:rPr>
          <w:rFonts w:hint="cs"/>
          <w:rtl/>
          <w:lang w:bidi="ur-PK"/>
        </w:rPr>
        <w:t>ے لاوارث بچے چھوڑدے گا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ذم</w:t>
      </w:r>
      <w:r w:rsidRPr="00E37591">
        <w:rPr>
          <w:rFonts w:hint="cs"/>
          <w:rtl/>
          <w:lang w:bidi="ur-PK"/>
        </w:rPr>
        <w:t xml:space="preserve">ہ دارہوں،جو شخص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مقروض مرے گامی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کا ضامن </w:t>
      </w:r>
      <w:r w:rsidRPr="00E37591">
        <w:rPr>
          <w:rFonts w:hint="cs"/>
          <w:rtl/>
          <w:lang w:bidi="ur-PK"/>
        </w:rPr>
        <w:t>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واضح لفظوں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ںا</w:t>
      </w:r>
      <w:r w:rsidRPr="00E37591">
        <w:rPr>
          <w:rtl/>
          <w:lang w:bidi="ur-PK"/>
        </w:rPr>
        <w:t xml:space="preserve"> س بات کا اعلان کرتا</w:t>
      </w:r>
      <w:r w:rsidRPr="00E37591">
        <w:rPr>
          <w:rFonts w:hint="cs"/>
          <w:rtl/>
          <w:lang w:bidi="ur-PK"/>
        </w:rPr>
        <w:t>ہے کہ فقروفاقہ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بخل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یہ</w:t>
      </w:r>
      <w:r w:rsidRPr="00E37591">
        <w:rPr>
          <w:rtl/>
          <w:lang w:bidi="ur-PK"/>
        </w:rPr>
        <w:t xml:space="preserve"> غلط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صالح نظام س</w:t>
      </w:r>
      <w:r w:rsidRPr="00E37591">
        <w:rPr>
          <w:rFonts w:hint="cs"/>
          <w:rtl/>
          <w:lang w:bidi="ur-PK"/>
        </w:rPr>
        <w:t>ے انحراف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ہے۔جہاں فقی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کو غن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کا قو</w:t>
      </w:r>
      <w:r w:rsidRPr="00E37591">
        <w:rPr>
          <w:rtl/>
          <w:lang w:bidi="ur-PK"/>
        </w:rPr>
        <w:t xml:space="preserve">ل </w:t>
      </w:r>
      <w:r w:rsidRPr="00E37591">
        <w:rPr>
          <w:rFonts w:hint="cs"/>
          <w:rtl/>
          <w:lang w:bidi="ur-PK"/>
        </w:rPr>
        <w:t>ہے کہ: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اس وقت تک ب</w:t>
      </w:r>
      <w:r w:rsidRPr="00E37591">
        <w:rPr>
          <w:rFonts w:hint="cs"/>
          <w:rtl/>
          <w:lang w:bidi="ur-PK"/>
        </w:rPr>
        <w:t>ھوکا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جب تک کہ اس کے پہلو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آسائش پسند ن</w:t>
      </w:r>
      <w:r w:rsidRPr="00E37591">
        <w:rPr>
          <w:rFonts w:hint="cs"/>
          <w:rtl/>
          <w:lang w:bidi="ur-PK"/>
        </w:rPr>
        <w:t>ہ 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اجتماعی</w:t>
      </w:r>
      <w:r w:rsidRPr="00E37591">
        <w:rPr>
          <w:rtl/>
          <w:lang w:bidi="ur-PK"/>
        </w:rPr>
        <w:t xml:space="preserve"> عدالت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پسند اور بلند پا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افکار اور اس دور ک</w:t>
      </w:r>
      <w:r w:rsidRPr="00E37591">
        <w:rPr>
          <w:rFonts w:hint="cs"/>
          <w:rtl/>
          <w:lang w:bidi="ur-PK"/>
        </w:rPr>
        <w:t>ے بی</w:t>
      </w:r>
      <w:r w:rsidRPr="00E37591">
        <w:rPr>
          <w:rFonts w:hint="eastAsia"/>
          <w:rtl/>
          <w:lang w:bidi="ur-PK"/>
        </w:rPr>
        <w:t>لچ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وکدال،کار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دستکار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ہوسکتے۔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ہایہ</w:t>
      </w:r>
      <w:r w:rsidRPr="00E37591">
        <w:rPr>
          <w:rtl/>
          <w:lang w:bidi="ur-PK"/>
        </w:rPr>
        <w:t xml:space="preserve"> جاتا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بلند فکر،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انقلاب اور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جاذب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سب ک</w:t>
      </w:r>
      <w:r w:rsidRPr="00E37591">
        <w:rPr>
          <w:rFonts w:hint="cs"/>
          <w:rtl/>
          <w:lang w:bidi="ur-PK"/>
        </w:rPr>
        <w:t>ے سب مکہ کی</w:t>
      </w:r>
      <w:r w:rsidRPr="00E37591">
        <w:rPr>
          <w:rtl/>
          <w:lang w:bidi="ur-PK"/>
        </w:rPr>
        <w:t xml:space="preserve"> اس ب</w:t>
      </w:r>
      <w:r w:rsidRPr="00E37591">
        <w:rPr>
          <w:rFonts w:hint="cs"/>
          <w:rtl/>
          <w:lang w:bidi="ur-PK"/>
        </w:rPr>
        <w:t>ڑھتی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تجارت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حکومت ک</w:t>
      </w:r>
      <w:r w:rsidRPr="00E37591">
        <w:rPr>
          <w:rFonts w:hint="cs"/>
          <w:rtl/>
          <w:lang w:bidi="ur-PK"/>
        </w:rPr>
        <w:t>ے متقاضی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حکومت جس ک</w:t>
      </w:r>
      <w:r w:rsidRPr="00E37591">
        <w:rPr>
          <w:rFonts w:hint="cs"/>
          <w:rtl/>
          <w:lang w:bidi="ur-PK"/>
        </w:rPr>
        <w:t>ے اجتماعی</w:t>
      </w:r>
      <w:r w:rsidRPr="00E37591">
        <w:rPr>
          <w:rtl/>
          <w:lang w:bidi="ur-PK"/>
        </w:rPr>
        <w:t xml:space="preserve"> احکام اس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تجارت ک</w:t>
      </w:r>
      <w:r w:rsidRPr="00E37591">
        <w:rPr>
          <w:rFonts w:hint="cs"/>
          <w:rtl/>
          <w:lang w:bidi="ur-PK"/>
        </w:rPr>
        <w:t>ے لئے سازگار 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اخوب</w:t>
      </w:r>
      <w:r w:rsidRPr="00E37591">
        <w:rPr>
          <w:rtl/>
          <w:lang w:bidi="ur-PK"/>
        </w:rPr>
        <w:t>!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وبالا </w:t>
      </w:r>
      <w:r w:rsidRPr="00E37591">
        <w:rPr>
          <w:rFonts w:hint="cs"/>
          <w:rtl/>
          <w:lang w:bidi="ur-PK"/>
        </w:rPr>
        <w:t>ہوجانا اس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تجارت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جو جزی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عرب ک</w:t>
      </w:r>
      <w:r w:rsidRPr="00E37591">
        <w:rPr>
          <w:rFonts w:hint="cs"/>
          <w:rtl/>
          <w:lang w:bidi="ur-PK"/>
        </w:rPr>
        <w:t>ے شہروں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معمول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سکتاکہ فقط مکہ کہ تجارت نے اتنا زور کی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دک</w:t>
      </w:r>
      <w:r w:rsidRPr="00E37591">
        <w:rPr>
          <w:rFonts w:hint="cs"/>
          <w:rtl/>
          <w:lang w:bidi="ur-PK"/>
        </w:rPr>
        <w:t>ھای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عرب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رعرب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متمدن ش</w:t>
      </w:r>
      <w:r w:rsidRPr="00E37591">
        <w:rPr>
          <w:rFonts w:hint="cs"/>
          <w:rtl/>
          <w:lang w:bidi="ur-PK"/>
        </w:rPr>
        <w:t>ہر اس کے پی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ھے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 گئے۔آ</w:t>
      </w:r>
      <w:r w:rsidRPr="00E37591">
        <w:rPr>
          <w:rFonts w:hint="eastAsia"/>
          <w:rtl/>
          <w:lang w:bidi="ur-PK"/>
        </w:rPr>
        <w:t>خر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پسند م</w:t>
      </w:r>
      <w:r w:rsidRPr="00E37591">
        <w:rPr>
          <w:rFonts w:hint="cs"/>
          <w:rtl/>
          <w:lang w:bidi="ur-PK"/>
        </w:rPr>
        <w:t>ہذب ممالک کہاں سورہے تھے؟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جدل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منطق کا تقاض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 کہ یہ</w:t>
      </w:r>
      <w:r w:rsidRPr="00E37591">
        <w:rPr>
          <w:rtl/>
          <w:lang w:bidi="ur-PK"/>
        </w:rPr>
        <w:t xml:space="preserve"> انقلاب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ڑے ترقی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افت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 سے اٹھے؟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اس انقلاب کے جراثی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مک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ڑھے جوان تمام شہروں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پست اور فلاکت زد</w:t>
      </w:r>
      <w:r w:rsidRPr="00E37591">
        <w:rPr>
          <w:rFonts w:hint="cs"/>
          <w:rtl/>
          <w:lang w:bidi="ur-PK"/>
        </w:rPr>
        <w:t>ہ تھا؟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اگر مک</w:t>
      </w:r>
      <w:r w:rsidRPr="00E37591">
        <w:rPr>
          <w:rFonts w:hint="cs"/>
          <w:rtl/>
          <w:lang w:bidi="ur-PK"/>
        </w:rPr>
        <w:t>ہ کے تجارتی</w:t>
      </w:r>
      <w:r w:rsidRPr="00E37591">
        <w:rPr>
          <w:rtl/>
          <w:lang w:bidi="ur-PK"/>
        </w:rPr>
        <w:t xml:space="preserve"> حالات فقط شام 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سفر کی</w:t>
      </w:r>
      <w:r w:rsidRPr="00E37591">
        <w:rPr>
          <w:rtl/>
          <w:lang w:bidi="ur-PK"/>
        </w:rPr>
        <w:t xml:space="preserve"> بناپر خوشگوار ت</w:t>
      </w:r>
      <w:r w:rsidRPr="00E37591">
        <w:rPr>
          <w:rFonts w:hint="cs"/>
          <w:rtl/>
          <w:lang w:bidi="ur-PK"/>
        </w:rPr>
        <w:t>ھے تو نبی</w:t>
      </w:r>
      <w:r w:rsidRPr="00E37591">
        <w:rPr>
          <w:rFonts w:hint="eastAsia"/>
          <w:rtl/>
          <w:lang w:bidi="ur-PK"/>
        </w:rPr>
        <w:t>طوں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حالات تو</w:t>
      </w:r>
      <w:r w:rsidRPr="00E37591">
        <w:rPr>
          <w:rtl/>
          <w:lang w:bidi="ur-PK"/>
        </w:rPr>
        <w:t>اور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ہتر رہے ہوں گے اس لئے کہ انہوں نے بطر(بحی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لوط اور بحر احمر ک</w:t>
      </w:r>
      <w:r w:rsidRPr="00E37591">
        <w:rPr>
          <w:rFonts w:hint="cs"/>
          <w:rtl/>
          <w:lang w:bidi="ur-PK"/>
        </w:rPr>
        <w:t xml:space="preserve">ے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نب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طوں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مملکت کا پا</w:t>
      </w:r>
      <w:r w:rsidRPr="00E37591">
        <w:rPr>
          <w:rFonts w:hint="cs"/>
          <w:rtl/>
          <w:lang w:bidi="ur-PK"/>
        </w:rPr>
        <w:t>یۂ</w:t>
      </w:r>
      <w:r w:rsidRPr="00E37591">
        <w:rPr>
          <w:rtl/>
          <w:lang w:bidi="ur-PK"/>
        </w:rPr>
        <w:t xml:space="preserve"> تخت عرب اس کو ملع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۔مترجم) کو تجارتی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ڈہ قرار دے کر وہاں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قائم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تھی۔ان کا نفوذہمسایہ</w:t>
      </w:r>
      <w:r w:rsidRPr="00E37591">
        <w:rPr>
          <w:rtl/>
          <w:lang w:bidi="ur-PK"/>
        </w:rPr>
        <w:t xml:space="preserve"> ممالک تک پ</w:t>
      </w:r>
      <w:r w:rsidRPr="00E37591">
        <w:rPr>
          <w:rFonts w:hint="cs"/>
          <w:rtl/>
          <w:lang w:bidi="ur-PK"/>
        </w:rPr>
        <w:t>ہنچ چکا تھا۔انہوں نے وہاں تجارتی</w:t>
      </w:r>
      <w:r w:rsidRPr="00E37591">
        <w:rPr>
          <w:rtl/>
          <w:lang w:bidi="ur-PK"/>
        </w:rPr>
        <w:t xml:space="preserve"> قافلوں ک</w:t>
      </w:r>
      <w:r w:rsidRPr="00E37591">
        <w:rPr>
          <w:rFonts w:hint="cs"/>
          <w:rtl/>
          <w:lang w:bidi="ur-PK"/>
        </w:rPr>
        <w:t>ے لئے حامی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قائم کرک</w:t>
      </w:r>
      <w:r w:rsidRPr="00E37591">
        <w:rPr>
          <w:rFonts w:hint="cs"/>
          <w:rtl/>
          <w:lang w:bidi="ur-PK"/>
        </w:rPr>
        <w:t>ے کانوں پر قبضہ کرنے کے اڈے جمادی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ھے۔چنانچہ یہ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ۂ درازتک برقرار رہی</w:t>
      </w:r>
      <w:r w:rsidRPr="00E37591">
        <w:rPr>
          <w:rtl/>
          <w:lang w:bidi="ur-PK"/>
        </w:rPr>
        <w:t xml:space="preserve"> اور تجارت روز افزوں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اس کے آثار سلوقیہ،</w:t>
      </w:r>
      <w:r w:rsidRPr="00E37591">
        <w:rPr>
          <w:rtl/>
          <w:lang w:bidi="ur-PK"/>
        </w:rPr>
        <w:t xml:space="preserve"> شام اور اسکندر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پائ</w:t>
      </w:r>
      <w:r w:rsidRPr="00E37591">
        <w:rPr>
          <w:rFonts w:hint="cs"/>
          <w:rtl/>
          <w:lang w:bidi="ur-PK"/>
        </w:rPr>
        <w:t xml:space="preserve">ے جانے </w:t>
      </w:r>
      <w:r w:rsidRPr="00E37591">
        <w:rPr>
          <w:rtl/>
          <w:lang w:bidi="ur-PK"/>
        </w:rPr>
        <w:t>لگ</w:t>
      </w:r>
      <w:r w:rsidRPr="00E37591">
        <w:rPr>
          <w:rFonts w:hint="cs"/>
          <w:rtl/>
          <w:lang w:bidi="ur-PK"/>
        </w:rPr>
        <w:t>ے،یہ</w:t>
      </w:r>
      <w:r w:rsidRPr="00E37591">
        <w:rPr>
          <w:rtl/>
          <w:lang w:bidi="ur-PK"/>
        </w:rPr>
        <w:t xml:space="preserve"> لوگ تجارت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سلسل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افادیہ</w:t>
      </w:r>
      <w:r w:rsidRPr="00E37591">
        <w:rPr>
          <w:rtl/>
          <w:lang w:bidi="ur-PK"/>
        </w:rPr>
        <w:t>(ا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خوشبوکانام </w:t>
      </w:r>
      <w:r w:rsidRPr="00E37591">
        <w:rPr>
          <w:rFonts w:hint="cs"/>
          <w:rtl/>
          <w:lang w:bidi="ur-PK"/>
        </w:rPr>
        <w:t>ہے۔مترجم)،چی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ری</w:t>
      </w:r>
      <w:r w:rsidRPr="00E37591">
        <w:rPr>
          <w:rFonts w:hint="eastAsia"/>
          <w:rtl/>
          <w:lang w:bidi="ur-PK"/>
        </w:rPr>
        <w:t>شم،</w:t>
      </w:r>
      <w:r w:rsidRPr="00E37591">
        <w:rPr>
          <w:rtl/>
          <w:lang w:bidi="ur-PK"/>
        </w:rPr>
        <w:t xml:space="preserve"> عقلان س</w:t>
      </w:r>
      <w:r w:rsidRPr="00E37591">
        <w:rPr>
          <w:rFonts w:hint="cs"/>
          <w:rtl/>
          <w:lang w:bidi="ur-PK"/>
        </w:rPr>
        <w:t>ے حنا،صی</w:t>
      </w:r>
      <w:r w:rsidRPr="00E37591">
        <w:rPr>
          <w:rFonts w:hint="eastAsia"/>
          <w:rtl/>
          <w:lang w:bidi="ur-PK"/>
        </w:rPr>
        <w:t>دادصور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شی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رنگ، 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tl/>
          <w:lang w:bidi="ur-PK"/>
        </w:rPr>
        <w:t xml:space="preserve"> فارس س</w:t>
      </w:r>
      <w:r w:rsidRPr="00E37591">
        <w:rPr>
          <w:rFonts w:hint="cs"/>
          <w:rtl/>
          <w:lang w:bidi="ur-PK"/>
        </w:rPr>
        <w:t>ے موتی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روم س</w:t>
      </w:r>
      <w:r w:rsidRPr="00E37591">
        <w:rPr>
          <w:rFonts w:hint="cs"/>
          <w:rtl/>
          <w:lang w:bidi="ur-PK"/>
        </w:rPr>
        <w:t>ے خرف 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اپنے یہاں</w:t>
      </w:r>
      <w:r w:rsidRPr="00E37591">
        <w:rPr>
          <w:rtl/>
          <w:lang w:bidi="ur-PK"/>
        </w:rPr>
        <w:t xml:space="preserve"> سوناچ</w:t>
      </w:r>
      <w:r w:rsidRPr="00E37591">
        <w:rPr>
          <w:rFonts w:hint="eastAsia"/>
          <w:rtl/>
          <w:lang w:bidi="ur-PK"/>
        </w:rPr>
        <w:t>اند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</w:t>
      </w:r>
      <w:r w:rsidRPr="00E37591">
        <w:rPr>
          <w:rtl/>
          <w:lang w:bidi="ur-PK"/>
        </w:rPr>
        <w:t xml:space="preserve"> تارکول،تل وت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ھے، تعجب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تمام مساوی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باوجود ان کا اجتماعی</w:t>
      </w:r>
      <w:r w:rsidRPr="00E37591">
        <w:rPr>
          <w:rtl/>
          <w:lang w:bidi="ur-PK"/>
        </w:rPr>
        <w:t xml:space="preserve"> نظام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پر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 xml:space="preserve">ھا اور </w:t>
      </w:r>
      <w:r w:rsidRPr="00E37591">
        <w:rPr>
          <w:rStyle w:val="libArabicChar"/>
          <w:rFonts w:hint="cs"/>
          <w:rtl/>
          <w:lang w:bidi="ur-PK"/>
        </w:rPr>
        <w:t>رِحْلَةَ الشِّتَائِ وَالصَّیْ</w:t>
      </w:r>
      <w:r w:rsidRPr="00E37591">
        <w:rPr>
          <w:rStyle w:val="libArabicChar"/>
          <w:rFonts w:hint="eastAsia"/>
          <w:rtl/>
          <w:lang w:bidi="ur-PK"/>
        </w:rPr>
        <w:t>فِ</w:t>
      </w:r>
      <w:r w:rsidR="00E37591">
        <w:rPr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پر</w:t>
      </w:r>
      <w:r w:rsidRPr="00E37591">
        <w:rPr>
          <w:rtl/>
          <w:lang w:bidi="ur-PK"/>
        </w:rPr>
        <w:t xml:space="preserve"> گذر کرن</w:t>
      </w:r>
      <w:r w:rsidRPr="00E37591">
        <w:rPr>
          <w:rFonts w:hint="cs"/>
          <w:rtl/>
          <w:lang w:bidi="ur-PK"/>
        </w:rPr>
        <w:t>ے والی</w:t>
      </w:r>
      <w:r w:rsidRPr="00E37591">
        <w:rPr>
          <w:rtl/>
          <w:lang w:bidi="ur-PK"/>
        </w:rPr>
        <w:t xml:space="preserve"> قوم انقلاب س</w:t>
      </w:r>
      <w:r w:rsidRPr="00E37591">
        <w:rPr>
          <w:rFonts w:hint="cs"/>
          <w:rtl/>
          <w:lang w:bidi="ur-PK"/>
        </w:rPr>
        <w:t>ے کھی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ک</w:t>
      </w:r>
      <w:r w:rsidRPr="00E37591">
        <w:rPr>
          <w:rFonts w:hint="cs"/>
          <w:rtl/>
          <w:lang w:bidi="ur-PK"/>
        </w:rPr>
        <w:t>ے علاوہ مناذرہ(حی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بادشوہوں کا لقب ہے۔مترجم) کے عہد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>( کوف</w:t>
      </w:r>
      <w:r w:rsidRPr="00E37591">
        <w:rPr>
          <w:rFonts w:hint="cs"/>
          <w:rtl/>
          <w:lang w:bidi="ur-PK"/>
        </w:rPr>
        <w:t>ہ کے قری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مقام </w:t>
      </w:r>
      <w:r w:rsidRPr="00E37591">
        <w:rPr>
          <w:rFonts w:hint="cs"/>
          <w:rtl/>
          <w:lang w:bidi="ur-PK"/>
        </w:rPr>
        <w:t>ہے جہاں عہدقدی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آثارخود مترج</w:t>
      </w:r>
      <w:r w:rsidRPr="00E37591">
        <w:rPr>
          <w:rtl/>
          <w:lang w:bidi="ur-PK"/>
        </w:rPr>
        <w:t>م ن</w:t>
      </w:r>
      <w:r w:rsidRPr="00E37591">
        <w:rPr>
          <w:rFonts w:hint="cs"/>
          <w:rtl/>
          <w:lang w:bidi="ur-PK"/>
        </w:rPr>
        <w:t>ے مشاہدہ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۔مترجم) کی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پناہ ترقی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لباس ،اسلحہ، خرف اور مٹی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برتنوں کا زوروشور تھا اور ان کا تجارتی</w:t>
      </w:r>
      <w:r w:rsidRPr="00E37591">
        <w:rPr>
          <w:rtl/>
          <w:lang w:bidi="ur-PK"/>
        </w:rPr>
        <w:t xml:space="preserve"> نفوذ جنوب وغرب جز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عرب تک پ</w:t>
      </w:r>
      <w:r w:rsidRPr="00E37591">
        <w:rPr>
          <w:rFonts w:hint="cs"/>
          <w:rtl/>
          <w:lang w:bidi="ur-PK"/>
        </w:rPr>
        <w:t>ہنچ چکا تھا۔ان کے قافلے ہر بازار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سامان لئ</w:t>
      </w:r>
      <w:r w:rsidRPr="00E37591">
        <w:rPr>
          <w:rFonts w:hint="cs"/>
          <w:rtl/>
          <w:lang w:bidi="ur-PK"/>
        </w:rPr>
        <w:t>ے حاضر رہتے تھے۔اس طرح تدمر(دمشق کے شمال مشرق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 تھا جس کانام</w:t>
      </w:r>
      <w:r>
        <w:t>PALMYRE</w:t>
      </w:r>
      <w:r w:rsidRPr="00E37591">
        <w:rPr>
          <w:rFonts w:hint="cs"/>
          <w:rtl/>
          <w:lang w:bidi="ur-PK"/>
        </w:rPr>
        <w:t>۔مترجم) کی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جو صد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قائم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جس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تجارت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مان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پر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ہی۔چی</w:t>
      </w:r>
      <w:r w:rsidRPr="00E37591">
        <w:rPr>
          <w:rFonts w:hint="eastAsia"/>
          <w:rtl/>
          <w:lang w:bidi="ur-PK"/>
        </w:rPr>
        <w:t>ن،</w:t>
      </w:r>
      <w:r w:rsidRPr="00E37591">
        <w:rPr>
          <w:rFonts w:hint="cs"/>
          <w:rtl/>
          <w:lang w:bidi="ur-PK"/>
        </w:rPr>
        <w:t>ہند،بابل،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نق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(ساحل لبنان ک</w:t>
      </w:r>
      <w:r w:rsidRPr="00E37591">
        <w:rPr>
          <w:rFonts w:hint="cs"/>
          <w:rtl/>
          <w:lang w:bidi="ur-PK"/>
        </w:rPr>
        <w:t>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ہروں کا نام ہے</w:t>
      </w:r>
      <w:r>
        <w:t>PHENICIE</w:t>
      </w:r>
      <w:r w:rsidRPr="00E37591">
        <w:rPr>
          <w:rFonts w:hint="cs"/>
          <w:rtl/>
          <w:lang w:bidi="ur-PK"/>
        </w:rPr>
        <w:t>۔مترجم) اور جزی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ممالک سے تجارت ہوتی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ہی۔خودی</w:t>
      </w:r>
      <w:r w:rsidRPr="00E37591">
        <w:rPr>
          <w:rFonts w:hint="eastAsia"/>
          <w:rtl/>
          <w:lang w:bidi="ur-PK"/>
        </w:rPr>
        <w:t>من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ہرت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کاا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واقعہ ہے۔کی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 تمام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انقلاب س</w:t>
      </w:r>
      <w:r w:rsidRPr="00E37591">
        <w:rPr>
          <w:rFonts w:hint="cs"/>
          <w:rtl/>
          <w:lang w:bidi="ur-PK"/>
        </w:rPr>
        <w:t>ے آشنا ہوتے؟یہ</w:t>
      </w:r>
      <w:r w:rsidRPr="00E37591">
        <w:rPr>
          <w:rtl/>
          <w:lang w:bidi="ur-PK"/>
        </w:rPr>
        <w:t xml:space="preserve"> بات صرف مک</w:t>
      </w:r>
      <w:r w:rsidRPr="00E37591">
        <w:rPr>
          <w:rFonts w:hint="cs"/>
          <w:rtl/>
          <w:lang w:bidi="ur-PK"/>
        </w:rPr>
        <w:t>ہ کے لئے رہ گئی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تجارت بابرکت ثابت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اور اسلام انقلاب عظ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م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برپاکرد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 گوناگوں حالات کے بعداسلام کو یہ</w:t>
      </w:r>
      <w:r w:rsidRPr="00E37591">
        <w:rPr>
          <w:rtl/>
          <w:lang w:bidi="ur-PK"/>
        </w:rPr>
        <w:t xml:space="preserve"> حق پ</w:t>
      </w:r>
      <w:r w:rsidRPr="00E37591">
        <w:rPr>
          <w:rFonts w:hint="cs"/>
          <w:rtl/>
          <w:lang w:bidi="ur-PK"/>
        </w:rPr>
        <w:t>ہنچتاہے کہ وہ پورے وثوق واطمی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تاری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حتمی</w:t>
      </w:r>
      <w:r w:rsidRPr="00E37591">
        <w:rPr>
          <w:rtl/>
          <w:lang w:bidi="ur-PK"/>
        </w:rPr>
        <w:t xml:space="preserve"> 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صلوں</w:t>
      </w:r>
      <w:r w:rsidRPr="00E37591">
        <w:rPr>
          <w:rtl/>
          <w:lang w:bidi="ur-PK"/>
        </w:rPr>
        <w:t xml:space="preserve"> کا انکار کر</w:t>
      </w:r>
      <w:r w:rsidRPr="00E37591">
        <w:rPr>
          <w:rFonts w:hint="cs"/>
          <w:rtl/>
          <w:lang w:bidi="ur-PK"/>
        </w:rPr>
        <w:t>ے اور یہ</w:t>
      </w:r>
      <w:r w:rsidRPr="00E37591">
        <w:rPr>
          <w:rtl/>
          <w:lang w:bidi="ur-PK"/>
        </w:rPr>
        <w:t xml:space="preserve"> اعلان کر د</w:t>
      </w:r>
      <w:r w:rsidRPr="00E37591">
        <w:rPr>
          <w:rFonts w:hint="cs"/>
          <w:rtl/>
          <w:lang w:bidi="ur-PK"/>
        </w:rPr>
        <w:t>ے کہ اجتماعی</w:t>
      </w:r>
      <w:r w:rsidRPr="00E37591">
        <w:rPr>
          <w:rtl/>
          <w:lang w:bidi="ur-PK"/>
        </w:rPr>
        <w:t xml:space="preserve"> تعلقات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ہے۔دونوں کی</w:t>
      </w:r>
      <w:r w:rsidRPr="00E37591">
        <w:rPr>
          <w:rtl/>
          <w:lang w:bidi="ur-PK"/>
        </w:rPr>
        <w:t xml:space="preserve"> رفتارجداگان</w:t>
      </w:r>
      <w:r w:rsidRPr="00E37591">
        <w:rPr>
          <w:rFonts w:hint="cs"/>
          <w:rtl/>
          <w:lang w:bidi="ur-PK"/>
        </w:rPr>
        <w:t>ہ اور دونوں کاراستہ الگ الگ۔لہٰذا یہ</w:t>
      </w:r>
      <w:r w:rsidRPr="00E37591">
        <w:rPr>
          <w:rtl/>
          <w:lang w:bidi="ur-PK"/>
        </w:rPr>
        <w:t xml:space="preserve"> قطع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طورپرممکن </w:t>
      </w:r>
      <w:r w:rsidRPr="00E37591">
        <w:rPr>
          <w:rFonts w:hint="cs"/>
          <w:rtl/>
          <w:lang w:bidi="ur-PK"/>
        </w:rPr>
        <w:t>ہے کہ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جداگانہ سلوب سے ثروت کو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طرح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غلط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برآمد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A78C3">
      <w:pPr>
        <w:pStyle w:val="Heading2"/>
        <w:rPr>
          <w:rtl/>
          <w:lang w:bidi="ur-PK"/>
        </w:rPr>
      </w:pPr>
      <w:bookmarkStart w:id="214" w:name="_Toc468966877"/>
      <w:bookmarkStart w:id="215" w:name="_Toc468970798"/>
      <w:r w:rsidRPr="00E37591">
        <w:rPr>
          <w:rtl/>
          <w:lang w:bidi="ur-PK"/>
        </w:rPr>
        <w:t>(</w:t>
      </w:r>
      <w:r w:rsidR="00D5387C" w:rsidRPr="0006314C">
        <w:rPr>
          <w:rFonts w:hint="cs"/>
          <w:rtl/>
          <w:lang w:bidi="ur-PK"/>
        </w:rPr>
        <w:t>6</w:t>
      </w:r>
      <w:r w:rsidRPr="0006314C">
        <w:rPr>
          <w:rFonts w:hint="cs"/>
          <w:rtl/>
          <w:lang w:bidi="ur-PK"/>
        </w:rPr>
        <w:t>)اقتصاد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اور ان کا حل</w:t>
      </w:r>
      <w:bookmarkEnd w:id="214"/>
      <w:bookmarkEnd w:id="215"/>
    </w:p>
    <w:p w:rsidR="00824138" w:rsidRPr="00E37591" w:rsidRDefault="00824138" w:rsidP="00B31D6F">
      <w:pPr>
        <w:pStyle w:val="libBold2"/>
        <w:rPr>
          <w:rtl/>
          <w:lang w:bidi="ur-PK"/>
        </w:rPr>
      </w:pPr>
      <w:r w:rsidRPr="00E37591">
        <w:rPr>
          <w:rtl/>
          <w:lang w:bidi="ur-PK"/>
        </w:rPr>
        <w:t xml:space="preserve"> </w:t>
      </w:r>
      <w:bookmarkStart w:id="216" w:name="_Toc468966878"/>
      <w:r w:rsidRPr="00E37591">
        <w:rPr>
          <w:rtl/>
          <w:lang w:bidi="ur-PK"/>
        </w:rPr>
        <w:t>مسئل</w:t>
      </w:r>
      <w:r w:rsidRPr="0006314C">
        <w:rPr>
          <w:rFonts w:hint="cs"/>
          <w:rtl/>
          <w:lang w:bidi="ur-PK"/>
        </w:rPr>
        <w:t>ہ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06314C">
        <w:rPr>
          <w:rFonts w:hint="cs"/>
          <w:rtl/>
          <w:lang w:bidi="ur-PK"/>
        </w:rPr>
        <w:t>ہے؟</w:t>
      </w:r>
      <w:bookmarkEnd w:id="216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اس بات پرمتفق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معاشی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بعض ا</w:t>
      </w:r>
      <w:r w:rsidRPr="00E37591">
        <w:rPr>
          <w:rFonts w:hint="cs"/>
          <w:rtl/>
          <w:lang w:bidi="ur-PK"/>
        </w:rPr>
        <w:t>ہم مسائل ومشاکل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اوران کا علاج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اختلاف اس نقط</w:t>
      </w:r>
      <w:r w:rsidRPr="00E37591">
        <w:rPr>
          <w:rFonts w:hint="cs"/>
          <w:rtl/>
          <w:lang w:bidi="ur-PK"/>
        </w:rPr>
        <w:t>ہ پر ہے کہ یہ</w:t>
      </w:r>
      <w:r w:rsidRPr="00E37591">
        <w:rPr>
          <w:rtl/>
          <w:lang w:bidi="ur-PK"/>
        </w:rPr>
        <w:t xml:space="preserve"> مشکلات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ں؟اور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داروں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مشکل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عالم کی</w:t>
      </w:r>
      <w:r w:rsidRPr="00E37591">
        <w:rPr>
          <w:rtl/>
          <w:lang w:bidi="ur-PK"/>
        </w:rPr>
        <w:t xml:space="preserve"> روزافزوں آباد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محدود رقب</w:t>
      </w:r>
      <w:r w:rsidRPr="00E37591">
        <w:rPr>
          <w:rFonts w:hint="cs"/>
          <w:rtl/>
          <w:lang w:bidi="ur-PK"/>
        </w:rPr>
        <w:t>ہ اور خام مواد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قل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مقدار کاف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ہے۔لہٰذااس قلت کی</w:t>
      </w:r>
      <w:r w:rsidRPr="00E37591">
        <w:rPr>
          <w:rtl/>
          <w:lang w:bidi="ur-PK"/>
        </w:rPr>
        <w:t xml:space="preserve"> بناپر عالم اقتصادکو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مشکل سے دوچارہونا پڑتاہے۔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مشکل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تقسم ک</w:t>
      </w:r>
      <w:r w:rsidRPr="00E37591">
        <w:rPr>
          <w:rFonts w:hint="cs"/>
          <w:rtl/>
          <w:lang w:bidi="ur-PK"/>
        </w:rPr>
        <w:t>ے اختلاف کی</w:t>
      </w:r>
      <w:r w:rsidRPr="00E37591">
        <w:rPr>
          <w:rtl/>
          <w:lang w:bidi="ur-PK"/>
        </w:rPr>
        <w:t xml:space="preserve"> بناپر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اگردونوں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اتفاق واتحاد قائم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تو عالم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سکون واطم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نان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ان دونوں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مخالف </w:t>
      </w:r>
      <w:r w:rsidRPr="00E37591">
        <w:rPr>
          <w:rFonts w:hint="cs"/>
          <w:rtl/>
          <w:lang w:bidi="ur-PK"/>
        </w:rPr>
        <w:t>ہے۔وہ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کو جمل</w:t>
      </w:r>
      <w:r w:rsidRPr="00E37591">
        <w:rPr>
          <w:rFonts w:hint="cs"/>
          <w:rtl/>
          <w:lang w:bidi="ur-PK"/>
        </w:rPr>
        <w:t>ہ ضروری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ت کا کف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تصور کرتا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عالم امکان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کا بخل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قصور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ان اقتصادی</w:t>
      </w:r>
      <w:r w:rsidRPr="00E37591">
        <w:rPr>
          <w:rtl/>
          <w:lang w:bidi="ur-PK"/>
        </w:rPr>
        <w:t xml:space="preserve"> مشکلات کو طبقات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یہ</w:t>
      </w:r>
      <w:r w:rsidRPr="00E37591">
        <w:rPr>
          <w:rtl/>
          <w:lang w:bidi="ur-PK"/>
        </w:rPr>
        <w:t xml:space="preserve"> مشکل صرف انسان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9912B3" w:rsidRPr="00E37591" w:rsidRDefault="00824138" w:rsidP="009912B3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قرآن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امر کی</w:t>
      </w:r>
      <w:r w:rsidRPr="00E37591">
        <w:rPr>
          <w:rtl/>
          <w:lang w:bidi="ur-PK"/>
        </w:rPr>
        <w:t xml:space="preserve"> صاف وضاحت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7F715B" w:rsidRDefault="009912B3" w:rsidP="00824138">
      <w:pPr>
        <w:pStyle w:val="libNormal"/>
        <w:rPr>
          <w:rStyle w:val="libAieChar"/>
          <w:rFonts w:hint="cs"/>
          <w:rtl/>
        </w:rPr>
      </w:pPr>
      <w:r w:rsidRPr="007F715B">
        <w:rPr>
          <w:rStyle w:val="libAieChar"/>
          <w:rtl/>
        </w:rPr>
        <w:t>اللَّـهُ الَّذِي خَلَقَ السَّمَاوَاتِ وَالْأَرْضَ وَأَنزَلَ مِنَ السَّمَاءِ مَاءً فَأَخْرَجَ بِهِ مِنَ الثَّمَرَاتِ رِزْقًا لَّكُمْ ۖ وَسَخَّرَ لَكُمُ الْفُلْكَ لِتَجْرِيَ فِي الْبَحْرِ بِأَمْرِهِ ۖ وَسَخَّرَ لَكُمُ الْأَنْهَارَ ﴿٣٢﴾ وَسَخَّرَ لَكُمُ الشَّمْسَ وَالْقَمَرَ دَائِبَيْنِ ۖ وَسَخَّرَ لَكُمُ اللَّيْلَ وَالنَّهَارَ ﴿٣٣﴾وَآتَاكُم مِّن كُلِّ مَا سَأَلْتُمُوهُ ۚ وَإِن تَعُدُّوا نِعْمَتَ اللَّـهِ لَا تُحْصُوهَا ۗ إِنَّ الْإِنسَانَ لَظَلُومٌ كَفَّارٌ ﴿٣٤﴾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الل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تمہارے لئے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وآسمان کو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اپ</w:t>
      </w:r>
      <w:r w:rsidRPr="00E37591">
        <w:rPr>
          <w:rFonts w:hint="cs"/>
          <w:rtl/>
          <w:lang w:bidi="ur-PK"/>
        </w:rPr>
        <w:t>ھر</w:t>
      </w:r>
      <w:r w:rsidRPr="00E37591">
        <w:rPr>
          <w:rtl/>
          <w:lang w:bidi="ur-PK"/>
        </w:rPr>
        <w:t xml:space="preserve"> آسمان س</w:t>
      </w:r>
      <w:r w:rsidRPr="00E37591">
        <w:rPr>
          <w:rFonts w:hint="cs"/>
          <w:rtl/>
          <w:lang w:bidi="ur-PK"/>
        </w:rPr>
        <w:t>ے پانی</w:t>
      </w:r>
      <w:r w:rsidRPr="00E37591">
        <w:rPr>
          <w:rtl/>
          <w:lang w:bidi="ur-PK"/>
        </w:rPr>
        <w:t xml:space="preserve"> برساکر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جو تم</w:t>
      </w:r>
      <w:r w:rsidRPr="00E37591">
        <w:rPr>
          <w:rFonts w:hint="cs"/>
          <w:rtl/>
          <w:lang w:bidi="ur-PK"/>
        </w:rPr>
        <w:t>ہارا رزق ہے،تمہارے لئے کشتی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کو مسخر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حکم الٰ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سمندرمی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۔نہروں کو مسخرکی</w:t>
      </w:r>
      <w:r w:rsidRPr="00E37591">
        <w:rPr>
          <w:rFonts w:hint="eastAsia"/>
          <w:rtl/>
          <w:lang w:bidi="ur-PK"/>
        </w:rPr>
        <w:t>ا،شمس</w:t>
      </w:r>
      <w:r w:rsidRPr="00E37591">
        <w:rPr>
          <w:rtl/>
          <w:lang w:bidi="ur-PK"/>
        </w:rPr>
        <w:t xml:space="preserve"> وقمر ک</w:t>
      </w:r>
      <w:r w:rsidRPr="00E37591">
        <w:rPr>
          <w:rFonts w:hint="cs"/>
          <w:rtl/>
          <w:lang w:bidi="ur-PK"/>
        </w:rPr>
        <w:t>ے حرکات مسخر کئے، لی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ون</w:t>
      </w:r>
      <w:r w:rsidRPr="00E37591">
        <w:rPr>
          <w:rFonts w:hint="cs"/>
          <w:rtl/>
          <w:lang w:bidi="ur-PK"/>
        </w:rPr>
        <w:t>ہارکو مسخرکی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سب کچھ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جس کا ت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سوال کی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ھا۔اب اگر اس کی</w:t>
      </w:r>
      <w:r w:rsidRPr="00E37591">
        <w:rPr>
          <w:rtl/>
          <w:lang w:bidi="ur-PK"/>
        </w:rPr>
        <w:t xml:space="preserve"> نعمتوں کا حساب کرنا چا</w:t>
      </w:r>
      <w:r w:rsidRPr="00E37591">
        <w:rPr>
          <w:rFonts w:hint="cs"/>
          <w:rtl/>
          <w:lang w:bidi="ur-PK"/>
        </w:rPr>
        <w:t>ہوتونہی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</w:t>
      </w:r>
      <w:r w:rsidRPr="00E37591">
        <w:rPr>
          <w:rFonts w:hint="cs"/>
          <w:rtl/>
          <w:lang w:bidi="ur-PK"/>
        </w:rPr>
        <w:t>ے ہو۔(لی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ہ)انسان بڑاظالم وناشکراہے۔(ابراہی</w:t>
      </w:r>
      <w:r w:rsidRPr="00E37591">
        <w:rPr>
          <w:rFonts w:hint="eastAsia"/>
          <w:rtl/>
          <w:lang w:bidi="ur-PK"/>
        </w:rPr>
        <w:t>م</w:t>
      </w:r>
      <w:r w:rsidR="00D5387C" w:rsidRPr="00E37591">
        <w:rPr>
          <w:rFonts w:hint="cs"/>
          <w:rtl/>
          <w:lang w:bidi="ur-PK"/>
        </w:rPr>
        <w:t>32</w:t>
      </w:r>
      <w:r w:rsidRPr="00DC6649">
        <w:rPr>
          <w:rFonts w:hint="cs"/>
          <w:rtl/>
          <w:lang w:bidi="ur-PK"/>
        </w:rPr>
        <w:t>تا</w:t>
      </w:r>
      <w:r w:rsidR="00D5387C" w:rsidRPr="00E37591">
        <w:rPr>
          <w:rFonts w:hint="cs"/>
          <w:rtl/>
          <w:lang w:bidi="ur-PK"/>
        </w:rPr>
        <w:t>34</w:t>
      </w:r>
      <w:r w:rsidRPr="00DC6649">
        <w:rPr>
          <w:rFonts w:hint="cs"/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ان فقرات س</w:t>
      </w:r>
      <w:r w:rsidRPr="00E37591">
        <w:rPr>
          <w:rFonts w:hint="cs"/>
          <w:rtl/>
          <w:lang w:bidi="ur-PK"/>
        </w:rPr>
        <w:t>ے صاف ظاہر ہوتاہے کہ خالق کائنات نے عالم کی</w:t>
      </w:r>
      <w:r w:rsidRPr="00E37591">
        <w:rPr>
          <w:rtl/>
          <w:lang w:bidi="ur-PK"/>
        </w:rPr>
        <w:t xml:space="preserve"> اس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tl/>
          <w:lang w:bidi="ur-PK"/>
        </w:rPr>
        <w:t xml:space="preserve"> فضا کو مصالح ومنافع س</w:t>
      </w:r>
      <w:r w:rsidRPr="00E37591">
        <w:rPr>
          <w:rFonts w:hint="cs"/>
          <w:rtl/>
          <w:lang w:bidi="ur-PK"/>
        </w:rPr>
        <w:t>ے پرکردی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مطابق چی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انسان ن</w:t>
      </w:r>
      <w:r w:rsidRPr="00E37591">
        <w:rPr>
          <w:rFonts w:hint="cs"/>
          <w:rtl/>
          <w:lang w:bidi="ur-PK"/>
        </w:rPr>
        <w:t>ے ان مواقع کو اپنے ہاتھ سے دے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ظالم وم</w:t>
      </w:r>
      <w:r w:rsidRPr="00E37591">
        <w:rPr>
          <w:rtl/>
          <w:lang w:bidi="ur-PK"/>
        </w:rPr>
        <w:t>نکربن 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جس کا مطلب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تمام اقتصادی</w:t>
      </w:r>
      <w:r w:rsidRPr="00E37591">
        <w:rPr>
          <w:rtl/>
          <w:lang w:bidi="ur-PK"/>
        </w:rPr>
        <w:t xml:space="preserve"> مشکلات کا سرچشم</w:t>
      </w:r>
      <w:r w:rsidRPr="00E37591">
        <w:rPr>
          <w:rFonts w:hint="cs"/>
          <w:rtl/>
          <w:lang w:bidi="ur-PK"/>
        </w:rPr>
        <w:t>ہ یہی</w:t>
      </w:r>
      <w:r w:rsidRPr="00E37591">
        <w:rPr>
          <w:rtl/>
          <w:lang w:bidi="ur-PK"/>
        </w:rPr>
        <w:t xml:space="preserve">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ظلم اور نظرح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انکار </w:t>
      </w:r>
      <w:r w:rsidRPr="00E37591">
        <w:rPr>
          <w:rFonts w:hint="cs"/>
          <w:rtl/>
          <w:lang w:bidi="ur-PK"/>
        </w:rPr>
        <w:t>ہے۔اگر ظلم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غلط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اور کفران نعمت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D63B2F" w:rsidRDefault="00D63B2F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اور کا</w:t>
      </w:r>
      <w:r w:rsidRPr="00E37591">
        <w:rPr>
          <w:rFonts w:hint="cs"/>
          <w:rtl/>
          <w:lang w:bidi="ur-PK"/>
        </w:rPr>
        <w:t>ہلی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برتی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تو کوئی</w:t>
      </w:r>
      <w:r w:rsidRPr="00E37591">
        <w:rPr>
          <w:rtl/>
          <w:lang w:bidi="ur-PK"/>
        </w:rPr>
        <w:t xml:space="preserve"> معن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انسان اقتصادی</w:t>
      </w:r>
      <w:r w:rsidRPr="00E37591">
        <w:rPr>
          <w:rtl/>
          <w:lang w:bidi="ur-PK"/>
        </w:rPr>
        <w:t xml:space="preserve"> مشکلات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</w:t>
      </w:r>
      <w:r w:rsidRPr="00E37591">
        <w:rPr>
          <w:rFonts w:hint="cs"/>
          <w:rtl/>
          <w:lang w:bidi="ur-PK"/>
        </w:rPr>
        <w:t>ہو۔ اسلام نے اسی</w:t>
      </w:r>
      <w:r w:rsidRPr="00E37591">
        <w:rPr>
          <w:rtl/>
          <w:lang w:bidi="ur-PK"/>
        </w:rPr>
        <w:t xml:space="preserve"> نقط</w:t>
      </w:r>
      <w:r w:rsidRPr="00E37591">
        <w:rPr>
          <w:rFonts w:hint="cs"/>
          <w:rtl/>
          <w:lang w:bidi="ur-PK"/>
        </w:rPr>
        <w:t>ۂ نظر سے ظلم وجود کے خاتمہ کے لئے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وتبادل</w:t>
      </w:r>
      <w:r w:rsidRPr="00E37591">
        <w:rPr>
          <w:rFonts w:hint="cs"/>
          <w:rtl/>
          <w:lang w:bidi="ur-PK"/>
        </w:rPr>
        <w:t>ہ کے احکا م وضع کئے اور کفران نعمت کے علاج کے لئے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احکام ومفاہی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مقررکئ</w:t>
      </w:r>
      <w:r w:rsidRPr="00E37591">
        <w:rPr>
          <w:rFonts w:hint="cs"/>
          <w:rtl/>
          <w:lang w:bidi="ur-PK"/>
        </w:rPr>
        <w:t>ے۔ہماری</w:t>
      </w:r>
      <w:r w:rsidRPr="00E37591">
        <w:rPr>
          <w:rtl/>
          <w:lang w:bidi="ur-PK"/>
        </w:rPr>
        <w:t xml:space="preserve"> بحث اس مقام پر صرف ظلم س</w:t>
      </w:r>
      <w:r w:rsidRPr="00E37591">
        <w:rPr>
          <w:rFonts w:hint="cs"/>
          <w:rtl/>
          <w:lang w:bidi="ur-PK"/>
        </w:rPr>
        <w:t>ے متعلق ہوگی۔کفران نعمت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ہماری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گفتگو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جلد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B31D6F">
      <w:pPr>
        <w:pStyle w:val="Heading2"/>
        <w:rPr>
          <w:rtl/>
          <w:lang w:bidi="ur-PK"/>
        </w:rPr>
      </w:pPr>
      <w:bookmarkStart w:id="217" w:name="_Toc468966879"/>
      <w:bookmarkStart w:id="218" w:name="_Toc468970799"/>
      <w:r w:rsidRPr="00E37591">
        <w:rPr>
          <w:rFonts w:hint="eastAsia"/>
          <w:rtl/>
          <w:lang w:bidi="ur-PK"/>
        </w:rPr>
        <w:t>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bookmarkEnd w:id="217"/>
      <w:r w:rsidR="00B31D6F">
        <w:rPr>
          <w:rFonts w:hint="cs"/>
          <w:rtl/>
          <w:lang w:bidi="ur-PK"/>
        </w:rPr>
        <w:t>(</w:t>
      </w:r>
      <w:r w:rsidR="00B31D6F" w:rsidRPr="00E37591">
        <w:rPr>
          <w:rFonts w:hint="eastAsia"/>
          <w:rtl/>
          <w:lang w:bidi="ur-PK"/>
        </w:rPr>
        <w:t>تقس</w:t>
      </w:r>
      <w:r w:rsidR="00B31D6F" w:rsidRPr="00E37591">
        <w:rPr>
          <w:rFonts w:hint="cs"/>
          <w:rtl/>
          <w:lang w:bidi="ur-PK"/>
        </w:rPr>
        <w:t>ی</w:t>
      </w:r>
      <w:r w:rsidR="00B31D6F" w:rsidRPr="00E37591">
        <w:rPr>
          <w:rFonts w:hint="eastAsia"/>
          <w:rtl/>
          <w:lang w:bidi="ur-PK"/>
        </w:rPr>
        <w:t>م</w:t>
      </w:r>
      <w:r w:rsidR="00B31D6F" w:rsidRPr="00E37591">
        <w:rPr>
          <w:rtl/>
          <w:lang w:bidi="ur-PK"/>
        </w:rPr>
        <w:t xml:space="preserve"> م</w:t>
      </w:r>
      <w:r w:rsidR="00B31D6F" w:rsidRPr="00E37591">
        <w:rPr>
          <w:rFonts w:hint="cs"/>
          <w:rtl/>
          <w:lang w:bidi="ur-PK"/>
        </w:rPr>
        <w:t>ی</w:t>
      </w:r>
      <w:r w:rsidR="00B31D6F" w:rsidRPr="00E37591">
        <w:rPr>
          <w:rFonts w:hint="eastAsia"/>
          <w:rtl/>
          <w:lang w:bidi="ur-PK"/>
        </w:rPr>
        <w:t>ں</w:t>
      </w:r>
      <w:r w:rsidR="00B31D6F" w:rsidRPr="00E37591">
        <w:rPr>
          <w:rtl/>
          <w:lang w:bidi="ur-PK"/>
        </w:rPr>
        <w:t xml:space="preserve"> عمل کا حص</w:t>
      </w:r>
      <w:r w:rsidR="00B31D6F" w:rsidRPr="0006314C">
        <w:rPr>
          <w:rFonts w:hint="cs"/>
          <w:rtl/>
          <w:lang w:bidi="ur-PK"/>
        </w:rPr>
        <w:t>ہ</w:t>
      </w:r>
      <w:r w:rsidR="00B31D6F">
        <w:rPr>
          <w:rFonts w:hint="cs"/>
          <w:rtl/>
          <w:lang w:bidi="ur-PK"/>
        </w:rPr>
        <w:t>)</w:t>
      </w:r>
      <w:bookmarkEnd w:id="218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ہے۔کبھی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تومعاشر</w:t>
      </w:r>
      <w:r w:rsidRPr="00E37591">
        <w:rPr>
          <w:rFonts w:hint="cs"/>
          <w:rtl/>
          <w:lang w:bidi="ur-PK"/>
        </w:rPr>
        <w:t>ہ پر ظلم ہوا،کبھی</w:t>
      </w:r>
      <w:r w:rsidRPr="00E37591">
        <w:rPr>
          <w:rtl/>
          <w:lang w:bidi="ur-PK"/>
        </w:rPr>
        <w:t xml:space="preserve"> 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تو افراد پر ظلم </w:t>
      </w:r>
      <w:r w:rsidRPr="00E37591">
        <w:rPr>
          <w:rFonts w:hint="cs"/>
          <w:rtl/>
          <w:lang w:bidi="ur-PK"/>
        </w:rPr>
        <w:t>ہوا۔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عادلان</w:t>
      </w:r>
      <w:r w:rsidRPr="00E37591">
        <w:rPr>
          <w:rFonts w:hint="cs"/>
          <w:rtl/>
          <w:lang w:bidi="ur-PK"/>
        </w:rPr>
        <w:t>ہ انداز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فردواجتماع دونوں کے حقوق کی</w:t>
      </w:r>
      <w:r w:rsidRPr="00E37591">
        <w:rPr>
          <w:rtl/>
          <w:lang w:bidi="ur-PK"/>
        </w:rPr>
        <w:t xml:space="preserve"> رعا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ہو۔نہ فرد کے خواہشات کا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حائل </w:t>
      </w:r>
      <w:r w:rsidRPr="00E37591">
        <w:rPr>
          <w:rFonts w:hint="cs"/>
          <w:rtl/>
          <w:lang w:bidi="ur-PK"/>
        </w:rPr>
        <w:t>ہواجائے اور نہ اجتماع کی</w:t>
      </w:r>
      <w:r w:rsidRPr="00E37591">
        <w:rPr>
          <w:rtl/>
          <w:lang w:bidi="ur-PK"/>
        </w:rPr>
        <w:t xml:space="preserve"> کرامت وا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انکار </w:t>
      </w:r>
      <w:r w:rsidRPr="00E37591">
        <w:rPr>
          <w:rFonts w:hint="cs"/>
          <w:rtl/>
          <w:lang w:bidi="ur-PK"/>
        </w:rPr>
        <w:t>ہو اور اس طرح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امتی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ہوجائے۔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اپنے نظام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دواسباب س</w:t>
      </w:r>
      <w:r w:rsidRPr="00E37591">
        <w:rPr>
          <w:rFonts w:hint="cs"/>
          <w:rtl/>
          <w:lang w:bidi="ur-PK"/>
        </w:rPr>
        <w:t>ے مرکب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ہے۔''عمل اور ضرورت''</w:t>
      </w:r>
      <w:r w:rsidRPr="00E37591">
        <w:rPr>
          <w:rtl/>
          <w:lang w:bidi="ur-PK"/>
        </w:rPr>
        <w:t xml:space="preserve"> اور دونوں ک</w:t>
      </w:r>
      <w:r w:rsidRPr="00E37591">
        <w:rPr>
          <w:rFonts w:hint="cs"/>
          <w:rtl/>
          <w:lang w:bidi="ur-PK"/>
        </w:rPr>
        <w:t>ے معاشرہ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مخصوص آثار ونتائج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۔ہمارا موضوع سخن بھی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ان اسباب کو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ادخل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 اور اسلام کے علاوہ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مذا</w:t>
      </w:r>
      <w:r w:rsidRPr="00E37591">
        <w:rPr>
          <w:rFonts w:hint="cs"/>
          <w:rtl/>
          <w:lang w:bidi="ur-PK"/>
        </w:rPr>
        <w:t>ہب نے ان اسباب کو جودرجہ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 xml:space="preserve">ے 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کس قدر اختلاف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B31D6F">
      <w:pPr>
        <w:pStyle w:val="libBold2"/>
        <w:rPr>
          <w:rtl/>
          <w:lang w:bidi="ur-PK"/>
        </w:rPr>
      </w:pPr>
      <w:bookmarkStart w:id="219" w:name="_Toc468966880"/>
      <w:r w:rsidRPr="00E37591">
        <w:rPr>
          <w:rFonts w:hint="eastAsia"/>
          <w:rtl/>
          <w:lang w:bidi="ur-PK"/>
        </w:rPr>
        <w:t>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عمل کا حص</w:t>
      </w:r>
      <w:r w:rsidRPr="0006314C">
        <w:rPr>
          <w:rFonts w:hint="cs"/>
          <w:rtl/>
          <w:lang w:bidi="ur-PK"/>
        </w:rPr>
        <w:t>ہ</w:t>
      </w:r>
      <w:bookmarkEnd w:id="21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سلسل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پہلے اس اجتماعی</w:t>
      </w:r>
      <w:r w:rsidRPr="00E37591">
        <w:rPr>
          <w:rtl/>
          <w:lang w:bidi="ur-PK"/>
        </w:rPr>
        <w:t xml:space="preserve"> تعلق کو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جوعمل اور ثروت کے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قائم </w:t>
      </w:r>
      <w:r w:rsidRPr="00E37591">
        <w:rPr>
          <w:rFonts w:hint="cs"/>
          <w:rtl/>
          <w:lang w:bidi="ur-PK"/>
        </w:rPr>
        <w:t>ہوتا ہے۔یہ</w:t>
      </w:r>
      <w:r w:rsidRPr="00E37591">
        <w:rPr>
          <w:rtl/>
          <w:lang w:bidi="ur-PK"/>
        </w:rPr>
        <w:t xml:space="preserve"> تو معلوم </w:t>
      </w:r>
      <w:r w:rsidRPr="00E37591">
        <w:rPr>
          <w:rFonts w:hint="cs"/>
          <w:rtl/>
          <w:lang w:bidi="ur-PK"/>
        </w:rPr>
        <w:t>ہے کہ عمل مختلف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مواد پر صرف </w:t>
      </w:r>
      <w:r w:rsidRPr="00E37591">
        <w:rPr>
          <w:rFonts w:hint="cs"/>
          <w:rtl/>
          <w:lang w:bidi="ur-PK"/>
        </w:rPr>
        <w:t>ہواکرتاہے۔یہی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معدنی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نکالتا</w:t>
      </w:r>
      <w:r w:rsidRPr="00E37591">
        <w:rPr>
          <w:rFonts w:hint="cs"/>
          <w:rtl/>
          <w:lang w:bidi="ur-PK"/>
        </w:rPr>
        <w:t>ہے،یہی</w:t>
      </w:r>
      <w:r w:rsidRPr="00E37591">
        <w:rPr>
          <w:rtl/>
          <w:lang w:bidi="ur-PK"/>
        </w:rPr>
        <w:t xml:space="preserve"> درخت س</w:t>
      </w:r>
      <w:r w:rsidRPr="00E37591">
        <w:rPr>
          <w:rFonts w:hint="cs"/>
          <w:rtl/>
          <w:lang w:bidi="ur-PK"/>
        </w:rPr>
        <w:t>ے لکڑی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قطع کرتا</w:t>
      </w:r>
      <w:r w:rsidRPr="00E37591">
        <w:rPr>
          <w:rFonts w:hint="cs"/>
          <w:rtl/>
          <w:lang w:bidi="ur-PK"/>
        </w:rPr>
        <w:t>ہے،یہی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موت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کرتا</w:t>
      </w:r>
      <w:r w:rsidRPr="00E37591">
        <w:rPr>
          <w:rFonts w:hint="cs"/>
          <w:rtl/>
          <w:lang w:bidi="ur-PK"/>
        </w:rPr>
        <w:t>ہے،یہی</w:t>
      </w:r>
      <w:r w:rsidRPr="00E37591">
        <w:rPr>
          <w:rtl/>
          <w:lang w:bidi="ur-PK"/>
        </w:rPr>
        <w:t xml:space="preserve"> فضاس</w:t>
      </w:r>
      <w:r w:rsidRPr="00E37591">
        <w:rPr>
          <w:rFonts w:hint="cs"/>
          <w:rtl/>
          <w:lang w:bidi="ur-PK"/>
        </w:rPr>
        <w:t>ے طائر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کا شکار کرتا</w:t>
      </w:r>
      <w:r w:rsidRPr="00E37591">
        <w:rPr>
          <w:rFonts w:hint="cs"/>
          <w:rtl/>
          <w:lang w:bidi="ur-PK"/>
        </w:rPr>
        <w:t>ہے،یہی</w:t>
      </w:r>
      <w:r w:rsidRPr="00E37591">
        <w:rPr>
          <w:rtl/>
          <w:lang w:bidi="ur-PK"/>
        </w:rPr>
        <w:t xml:space="preserve">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جملہ منافع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کرتا</w:t>
      </w:r>
      <w:r w:rsidRPr="00E37591">
        <w:rPr>
          <w:rFonts w:hint="cs"/>
          <w:rtl/>
          <w:lang w:bidi="ur-PK"/>
        </w:rPr>
        <w:t>ہے۔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سوال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سے ان تمام خام مواد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ارنگ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ہوتاہے؟</w:t>
      </w:r>
      <w:r w:rsidRPr="00E37591">
        <w:rPr>
          <w:rtl/>
          <w:lang w:bidi="ur-PK"/>
        </w:rPr>
        <w:t xml:space="preserve"> اورعامل(کارکن) کا اس ثروت س</w:t>
      </w:r>
      <w:r w:rsidRPr="00E37591">
        <w:rPr>
          <w:rFonts w:hint="cs"/>
          <w:rtl/>
          <w:lang w:bidi="ur-PK"/>
        </w:rPr>
        <w:t>ے کی</w:t>
      </w:r>
      <w:r w:rsidRPr="00E37591">
        <w:rPr>
          <w:rFonts w:hint="eastAsia"/>
          <w:rtl/>
          <w:lang w:bidi="ur-PK"/>
        </w:rPr>
        <w:t>ارشت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ہوتاہے جو اس کی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حضرات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اور عامل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ہوتااسے بقدر حاجت ثروت مل سکتی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ہے۔خواہ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مقدار کتن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ہو۔ا س لئے کہ محنت اور مشقت اس کا اجتماعی</w:t>
      </w:r>
      <w:r w:rsidRPr="00E37591">
        <w:rPr>
          <w:rtl/>
          <w:lang w:bidi="ur-PK"/>
        </w:rPr>
        <w:t xml:space="preserve"> فر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اس نے ادا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۔اب اس کے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پورا کرنا معاشر</w:t>
      </w:r>
      <w:r w:rsidRPr="00E37591">
        <w:rPr>
          <w:rFonts w:hint="cs"/>
          <w:rtl/>
          <w:lang w:bidi="ur-PK"/>
        </w:rPr>
        <w:t>ہ کا فرض 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اسے بھی</w:t>
      </w:r>
      <w:r w:rsidRPr="00E37591">
        <w:rPr>
          <w:rtl/>
          <w:lang w:bidi="ur-PK"/>
        </w:rPr>
        <w:t xml:space="preserve"> ادا</w:t>
      </w:r>
      <w:r w:rsidRPr="00E37591">
        <w:rPr>
          <w:rFonts w:hint="cs"/>
          <w:rtl/>
          <w:lang w:bidi="ur-PK"/>
        </w:rPr>
        <w:t>ہونا چاہئے۔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بڑی</w:t>
      </w:r>
      <w:r w:rsidRPr="00E37591">
        <w:rPr>
          <w:rtl/>
          <w:lang w:bidi="ur-PK"/>
        </w:rPr>
        <w:t xml:space="preserve"> حد تک متحد </w:t>
      </w:r>
      <w:r w:rsidRPr="00E37591">
        <w:rPr>
          <w:rFonts w:hint="cs"/>
          <w:rtl/>
          <w:lang w:bidi="ur-PK"/>
        </w:rPr>
        <w:t>ہے اس لئے کہ وہ معاشرہ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مخلوق فرض کرت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ے افراد فنا ہوچکے ہوں اور ان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خاتم</w:t>
      </w:r>
      <w:r w:rsidRPr="00E37591">
        <w:rPr>
          <w:rFonts w:hint="cs"/>
          <w:rtl/>
          <w:lang w:bidi="ur-PK"/>
        </w:rPr>
        <w:t>ہ ہوچکا ہو، یہاں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فرد انسانی</w:t>
      </w:r>
      <w:r w:rsidRPr="00E37591">
        <w:rPr>
          <w:rtl/>
          <w:lang w:bidi="ur-PK"/>
        </w:rPr>
        <w:t xml:space="preserve"> نطف</w:t>
      </w:r>
      <w:r w:rsidRPr="00E37591">
        <w:rPr>
          <w:rFonts w:hint="cs"/>
          <w:rtl/>
          <w:lang w:bidi="ur-PK"/>
        </w:rPr>
        <w:t>ہ کے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یڑے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 جو باہمی</w:t>
      </w:r>
      <w:r w:rsidRPr="00E37591">
        <w:rPr>
          <w:rtl/>
          <w:lang w:bidi="ur-PK"/>
        </w:rPr>
        <w:t xml:space="preserve"> جنگ وجدل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یڑے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آت</w:t>
      </w:r>
      <w:r w:rsidRPr="00E37591">
        <w:rPr>
          <w:rFonts w:hint="cs"/>
          <w:rtl/>
          <w:lang w:bidi="ur-PK"/>
        </w:rPr>
        <w:t>ے ہی</w:t>
      </w:r>
      <w:r w:rsidRPr="00E37591">
        <w:rPr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''کل حکمت''کرک</w:t>
      </w:r>
      <w:r w:rsidRPr="00E37591">
        <w:rPr>
          <w:rFonts w:hint="cs"/>
          <w:rtl/>
          <w:lang w:bidi="ur-PK"/>
        </w:rPr>
        <w:t>ے پگھلادی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س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''انسان اکبر''تشک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پا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جس کا نام </w:t>
      </w:r>
      <w:r w:rsidRPr="00E37591">
        <w:rPr>
          <w:rFonts w:hint="cs"/>
          <w:rtl/>
          <w:lang w:bidi="ur-PK"/>
        </w:rPr>
        <w:t>ہے معاشرہ اور سماج، اب یہی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پوری</w:t>
      </w:r>
      <w:r w:rsidRPr="00E37591">
        <w:rPr>
          <w:rtl/>
          <w:lang w:bidi="ur-PK"/>
        </w:rPr>
        <w:t xml:space="preserve"> ثروت کا مالک </w:t>
      </w:r>
      <w:r w:rsidRPr="00E37591">
        <w:rPr>
          <w:rFonts w:hint="cs"/>
          <w:rtl/>
          <w:lang w:bidi="ur-PK"/>
        </w:rPr>
        <w:t>ہے اور یہی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وزندگان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ذم</w:t>
      </w:r>
      <w:r w:rsidRPr="00E37591">
        <w:rPr>
          <w:rFonts w:hint="cs"/>
          <w:rtl/>
          <w:lang w:bidi="ur-PK"/>
        </w:rPr>
        <w:t>ہ دار، یہ</w:t>
      </w:r>
      <w:r w:rsidRPr="00E37591">
        <w:rPr>
          <w:rtl/>
          <w:lang w:bidi="ur-PK"/>
        </w:rPr>
        <w:t xml:space="preserve"> افراد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کارگا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پرزوں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جس طرح پرز</w:t>
      </w:r>
      <w:r w:rsidRPr="00E37591">
        <w:rPr>
          <w:rFonts w:hint="cs"/>
          <w:rtl/>
          <w:lang w:bidi="ur-PK"/>
        </w:rPr>
        <w:t>ے مالک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بلکہ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بقدر ضرورت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اسی</w:t>
      </w:r>
      <w:r w:rsidRPr="00E37591">
        <w:rPr>
          <w:rtl/>
          <w:lang w:bidi="ur-PK"/>
        </w:rPr>
        <w:t xml:space="preserve"> طرح بن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 انسان کو بقدر حاجت غذام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مالک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فرض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طرزفکر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انسان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فقط ضرورت کا حص</w:t>
      </w:r>
      <w:r w:rsidRPr="00E37591">
        <w:rPr>
          <w:rFonts w:hint="cs"/>
          <w:rtl/>
          <w:lang w:bidi="ur-PK"/>
        </w:rPr>
        <w:t>ہ ہے عمل سے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اقتصاد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وعامل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ڑاعمی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ربط </w:t>
      </w:r>
      <w:r w:rsidRPr="00E37591">
        <w:rPr>
          <w:rFonts w:hint="cs"/>
          <w:rtl/>
          <w:lang w:bidi="ur-PK"/>
        </w:rPr>
        <w:t>ہے۔عامل ہی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عمل سے مواد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۔اسی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خام مواد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جان آت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ہے۔لہٰذا 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ہے کہ اسے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محروم کردی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حاجت وضرورت کو ن</w:t>
      </w:r>
      <w:r w:rsidRPr="00E37591">
        <w:rPr>
          <w:rFonts w:hint="cs"/>
          <w:rtl/>
          <w:lang w:bidi="ur-PK"/>
        </w:rPr>
        <w:t xml:space="preserve">ہ ہونا چاہئے </w:t>
      </w:r>
      <w:r w:rsidRPr="00E37591">
        <w:rPr>
          <w:rFonts w:hint="eastAsia"/>
          <w:rtl/>
          <w:lang w:bidi="ur-PK"/>
        </w:rPr>
        <w:t>بلک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 کا تمام تردارومدار عمل پر </w:t>
      </w:r>
      <w:r w:rsidRPr="00E37591">
        <w:rPr>
          <w:rFonts w:hint="cs"/>
          <w:rtl/>
          <w:lang w:bidi="ur-PK"/>
        </w:rPr>
        <w:t>ہوناچاہئے جو جس قدر عمل کرے اسی</w:t>
      </w:r>
      <w:r w:rsidRPr="00E37591">
        <w:rPr>
          <w:rtl/>
          <w:lang w:bidi="ur-PK"/>
        </w:rPr>
        <w:t xml:space="preserve"> قدر حقدار </w:t>
      </w:r>
      <w:r w:rsidRPr="00E37591">
        <w:rPr>
          <w:rFonts w:hint="cs"/>
          <w:rtl/>
          <w:lang w:bidi="ur-PK"/>
        </w:rPr>
        <w:t>ہو۔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ان دونوں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عقی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کا حامل </w:t>
      </w:r>
      <w:r w:rsidRPr="00E37591">
        <w:rPr>
          <w:rFonts w:hint="cs"/>
          <w:rtl/>
          <w:lang w:bidi="ur-PK"/>
        </w:rPr>
        <w:t>ہے وہ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عامل کو اپن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الگ کرکے معاشرہ کو اس کی</w:t>
      </w:r>
      <w:r w:rsidRPr="00E37591">
        <w:rPr>
          <w:rtl/>
          <w:lang w:bidi="ur-PK"/>
        </w:rPr>
        <w:t xml:space="preserve"> دولت پر قابض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بناناچا</w:t>
      </w:r>
      <w:r w:rsidRPr="00E37591">
        <w:rPr>
          <w:rFonts w:hint="cs"/>
          <w:rtl/>
          <w:lang w:bidi="ur-PK"/>
        </w:rPr>
        <w:t>ہتا۔اس لئے کہ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کسی</w:t>
      </w:r>
      <w:r w:rsidRPr="00E37591">
        <w:rPr>
          <w:rtl/>
          <w:lang w:bidi="ur-PK"/>
        </w:rPr>
        <w:t xml:space="preserve"> مستقل ش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کا نام </w:t>
      </w:r>
      <w:r w:rsidRPr="00E37591">
        <w:rPr>
          <w:rFonts w:hint="cs"/>
          <w:rtl/>
          <w:lang w:bidi="ur-PK"/>
        </w:rPr>
        <w:t>ہے بلکہ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افراد ک</w:t>
      </w:r>
      <w:r w:rsidRPr="00E37591">
        <w:rPr>
          <w:rFonts w:hint="cs"/>
          <w:rtl/>
          <w:lang w:bidi="ur-PK"/>
        </w:rPr>
        <w:t>ے اجتماع کی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تعب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ہے لہٰذا افراد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حی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قرارد</w:t>
      </w:r>
      <w:r w:rsidRPr="00E37591">
        <w:rPr>
          <w:rFonts w:hint="cs"/>
          <w:rtl/>
          <w:lang w:bidi="ur-PK"/>
        </w:rPr>
        <w:t>ے کر معاشرہ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ہمدردی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معنیٰ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ہے۔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مانند عامل کو خلاقِ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تعل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کرتابلک</w:t>
      </w:r>
      <w:r w:rsidRPr="00E37591">
        <w:rPr>
          <w:rFonts w:hint="cs"/>
          <w:rtl/>
          <w:lang w:bidi="ur-PK"/>
        </w:rPr>
        <w:t>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خام مواد کو حقدار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رغبت وم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لان</w:t>
      </w:r>
      <w:r w:rsidRPr="00E37591">
        <w:rPr>
          <w:rtl/>
          <w:lang w:bidi="ur-PK"/>
        </w:rPr>
        <w:t xml:space="preserve"> کو سمج</w:t>
      </w:r>
      <w:r w:rsidRPr="00E37591">
        <w:rPr>
          <w:rFonts w:hint="cs"/>
          <w:rtl/>
          <w:lang w:bidi="ur-PK"/>
        </w:rPr>
        <w:t>ھتا 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عامل کو اپن</w:t>
      </w:r>
      <w:r w:rsidRPr="00E37591">
        <w:rPr>
          <w:rFonts w:hint="cs"/>
          <w:rtl/>
          <w:lang w:bidi="ur-PK"/>
        </w:rPr>
        <w:t>ے عمل کے نتائج سے استفادہ کرنے کا پورا پورا حق ہے۔اس لئے کہ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ہے اور انسان چاہتاہے کہ جس طرح اس نے اپنی</w:t>
      </w:r>
      <w:r w:rsidRPr="00E37591">
        <w:rPr>
          <w:rtl/>
          <w:lang w:bidi="ur-PK"/>
        </w:rPr>
        <w:t xml:space="preserve"> زحمت س</w:t>
      </w:r>
      <w:r w:rsidRPr="00E37591">
        <w:rPr>
          <w:rFonts w:hint="cs"/>
          <w:rtl/>
          <w:lang w:bidi="ur-PK"/>
        </w:rPr>
        <w:t>ے عمل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کے مطابق اس کے نتائج پر تصرف کرے۔وہ اس انفرادی</w:t>
      </w:r>
      <w:r w:rsidRPr="00E37591">
        <w:rPr>
          <w:rtl/>
          <w:lang w:bidi="ur-PK"/>
        </w:rPr>
        <w:t xml:space="preserve"> شعور س</w:t>
      </w:r>
      <w:r w:rsidRPr="00E37591">
        <w:rPr>
          <w:rFonts w:hint="cs"/>
          <w:rtl/>
          <w:lang w:bidi="ur-PK"/>
        </w:rPr>
        <w:t>ے کسی</w:t>
      </w:r>
      <w:r w:rsidRPr="00E37591">
        <w:rPr>
          <w:rtl/>
          <w:lang w:bidi="ur-PK"/>
        </w:rPr>
        <w:t xml:space="preserve"> وقت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الگ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ہوسکتاخواہ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تمام تر مارکس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ماحول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گذری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مارکس ماحول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ابتداس</w:t>
      </w:r>
      <w:r w:rsidRPr="00E37591">
        <w:rPr>
          <w:rFonts w:hint="cs"/>
          <w:rtl/>
          <w:lang w:bidi="ur-PK"/>
        </w:rPr>
        <w:t>ے کام 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لئے کی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تاک</w:t>
      </w:r>
      <w:r w:rsidRPr="00E37591">
        <w:rPr>
          <w:rFonts w:hint="cs"/>
          <w:rtl/>
          <w:lang w:bidi="ur-PK"/>
        </w:rPr>
        <w:t>ہ انفرادی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رگ حم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پھڑکنے پائے ورنہ اگرانسان اپنے نام پرکام کرے گا تو یہ</w:t>
      </w:r>
      <w:r w:rsidRPr="00E37591">
        <w:rPr>
          <w:rtl/>
          <w:lang w:bidi="ur-PK"/>
        </w:rPr>
        <w:t xml:space="preserve"> برادشت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کرسکتاک</w:t>
      </w:r>
      <w:r w:rsidRPr="00E37591">
        <w:rPr>
          <w:rFonts w:hint="cs"/>
          <w:rtl/>
          <w:lang w:bidi="ur-PK"/>
        </w:rPr>
        <w:t>ہ اس کے ثمرات ونتائج دوسرے شخص کے زی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تصرف آجائ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واضح ہوجاتاہے کہ اسلام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بارے می</w:t>
      </w:r>
      <w:r w:rsidRPr="00E37591">
        <w:rPr>
          <w:rFonts w:hint="eastAsia"/>
          <w:rtl/>
          <w:lang w:bidi="ur-PK"/>
        </w:rPr>
        <w:t>ںعمل</w:t>
      </w:r>
      <w:r w:rsidRPr="00E37591">
        <w:rPr>
          <w:rtl/>
          <w:lang w:bidi="ur-PK"/>
        </w:rPr>
        <w:t xml:space="preserve"> کو خاطر خوا</w:t>
      </w:r>
      <w:r w:rsidRPr="00E37591">
        <w:rPr>
          <w:rFonts w:hint="cs"/>
          <w:rtl/>
          <w:lang w:bidi="ur-PK"/>
        </w:rPr>
        <w:t>ہ اہمی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عامل کو اپن</w:t>
      </w:r>
      <w:r w:rsidRPr="00E37591">
        <w:rPr>
          <w:rFonts w:hint="cs"/>
          <w:rtl/>
          <w:lang w:bidi="ur-PK"/>
        </w:rPr>
        <w:t>ے نتائ</w:t>
      </w:r>
      <w:r w:rsidRPr="00E37591">
        <w:rPr>
          <w:rtl/>
          <w:lang w:bidi="ur-PK"/>
        </w:rPr>
        <w:t>ج عمل س</w:t>
      </w:r>
      <w:r w:rsidRPr="00E37591">
        <w:rPr>
          <w:rFonts w:hint="cs"/>
          <w:rtl/>
          <w:lang w:bidi="ur-PK"/>
        </w:rPr>
        <w:t>ے پوراپورا استفادہ کرنے کا موقع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ہے۔وہ انفرادی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شعور کو پامال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کرناچا</w:t>
      </w:r>
      <w:r w:rsidRPr="00E37591">
        <w:rPr>
          <w:rFonts w:hint="cs"/>
          <w:rtl/>
          <w:lang w:bidi="ur-PK"/>
        </w:rPr>
        <w:t>ہتااور نہ اس کا مقصد انسان کی</w:t>
      </w:r>
      <w:r w:rsidRPr="00E37591">
        <w:rPr>
          <w:rtl/>
          <w:lang w:bidi="ur-PK"/>
        </w:rPr>
        <w:t xml:space="preserve"> داخل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نبرد آزمائی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مختصر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مسلک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Style w:val="libArabicChar"/>
          <w:rtl/>
        </w:rPr>
        <w:t>اِش</w:t>
      </w:r>
      <w:r w:rsidRPr="00E37591">
        <w:rPr>
          <w:rStyle w:val="libArabicChar"/>
          <w:rFonts w:hint="cs"/>
          <w:rtl/>
        </w:rPr>
        <w:t>ْتِمَالِیَّ</w:t>
      </w:r>
      <w:r w:rsidRPr="00E37591">
        <w:rPr>
          <w:rStyle w:val="libArabicChar"/>
          <w:rFonts w:hint="eastAsia"/>
          <w:rtl/>
        </w:rPr>
        <w:t>ت</w:t>
      </w:r>
      <w:r w:rsidRPr="00E37591">
        <w:rPr>
          <w:rStyle w:val="libArabicChar"/>
          <w:rFonts w:hint="cs"/>
          <w:rtl/>
        </w:rPr>
        <w:t>ْ</w:t>
      </w:r>
      <w:r w:rsidRPr="00E37591">
        <w:rPr>
          <w:rtl/>
          <w:lang w:bidi="ur-PK"/>
        </w:rPr>
        <w:t xml:space="preserve">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کے نتائج سماج کی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افراد س</w:t>
      </w:r>
      <w:r w:rsidRPr="00E37591">
        <w:rPr>
          <w:rFonts w:hint="cs"/>
          <w:rtl/>
          <w:lang w:bidi="ur-PK"/>
        </w:rPr>
        <w:t>ے ان کا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Style w:val="libArabicChar"/>
          <w:rtl/>
          <w:lang w:bidi="ur-PK"/>
        </w:rPr>
        <w:t>اِش</w:t>
      </w:r>
      <w:r w:rsidRPr="00E37591">
        <w:rPr>
          <w:rStyle w:val="libArabicChar"/>
          <w:rFonts w:hint="cs"/>
          <w:rtl/>
          <w:lang w:bidi="ur-PK"/>
        </w:rPr>
        <w:t>ْتِرَاکِیَّ</w:t>
      </w:r>
      <w:r w:rsidRPr="00E37591">
        <w:rPr>
          <w:rStyle w:val="libArabicChar"/>
          <w:rFonts w:hint="eastAsia"/>
          <w:rtl/>
          <w:lang w:bidi="ur-PK"/>
        </w:rPr>
        <w:t>ت</w:t>
      </w:r>
      <w:r w:rsidRPr="00E37591">
        <w:rPr>
          <w:rStyle w:val="libArabicChar"/>
          <w:rFonts w:hint="cs"/>
          <w:rtl/>
          <w:lang w:bidi="ur-PK"/>
        </w:rPr>
        <w:t>ْ</w:t>
      </w:r>
      <w:r w:rsidRPr="00E37591">
        <w:rPr>
          <w:rtl/>
          <w:lang w:bidi="ur-PK"/>
        </w:rPr>
        <w:t xml:space="preserve"> اس کا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بنی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پوری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عامل کو ملن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Style w:val="libArabicChar"/>
          <w:rtl/>
          <w:lang w:bidi="ur-PK"/>
        </w:rPr>
        <w:t>اِس</w:t>
      </w:r>
      <w:r w:rsidRPr="00E37591">
        <w:rPr>
          <w:rStyle w:val="libArabicChar"/>
          <w:rFonts w:hint="cs"/>
          <w:rtl/>
          <w:lang w:bidi="ur-PK"/>
        </w:rPr>
        <w:t>ْلَام</w:t>
      </w:r>
      <w:r w:rsidRPr="00DC6649">
        <w:rPr>
          <w:rFonts w:hint="cs"/>
          <w:rtl/>
          <w:lang w:bidi="ur-PK"/>
        </w:rPr>
        <w:t xml:space="preserve"> اس کا عق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موجب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خلاق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عناصر س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موت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آب وتاب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طور پر رک</w:t>
      </w:r>
      <w:r w:rsidRPr="00E37591">
        <w:rPr>
          <w:rFonts w:hint="cs"/>
          <w:rtl/>
          <w:lang w:bidi="ur-PK"/>
        </w:rPr>
        <w:t>ھتاہے اور وہ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قدر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ھتاہے۔دری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نکالنے والا اسے یہ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سکتا۔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F01F58">
      <w:pPr>
        <w:pStyle w:val="Heading2"/>
        <w:rPr>
          <w:rtl/>
          <w:lang w:bidi="ur-PK"/>
        </w:rPr>
      </w:pPr>
      <w:bookmarkStart w:id="220" w:name="_Toc468966881"/>
      <w:bookmarkStart w:id="221" w:name="_Toc468970800"/>
      <w:r w:rsidRPr="00E37591">
        <w:rPr>
          <w:rFonts w:hint="eastAsia"/>
          <w:rtl/>
          <w:lang w:bidi="ur-PK"/>
        </w:rPr>
        <w:t>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کا حص</w:t>
      </w:r>
      <w:r w:rsidRPr="0006314C">
        <w:rPr>
          <w:rFonts w:hint="cs"/>
          <w:rtl/>
          <w:lang w:bidi="ur-PK"/>
        </w:rPr>
        <w:t>ہ</w:t>
      </w:r>
      <w:bookmarkEnd w:id="220"/>
      <w:bookmarkEnd w:id="221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نظام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جس طرح عمل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 عنصر ہے۔اسی</w:t>
      </w:r>
      <w:r w:rsidRPr="00E37591">
        <w:rPr>
          <w:rtl/>
          <w:lang w:bidi="ur-PK"/>
        </w:rPr>
        <w:t xml:space="preserve"> طرح ضرورت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ڑا درجہ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ہے۔اسلامی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دونوں عنصر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کار گذار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نظام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تشک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اجتماعی</w:t>
      </w:r>
      <w:r w:rsidRPr="00E37591">
        <w:rPr>
          <w:rtl/>
          <w:lang w:bidi="ur-PK"/>
        </w:rPr>
        <w:t xml:space="preserve"> کار گذار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معاشرہ کو تی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حصوں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کرناپ</w:t>
      </w:r>
      <w:r w:rsidRPr="00E37591">
        <w:rPr>
          <w:rFonts w:hint="cs"/>
          <w:rtl/>
          <w:lang w:bidi="ur-PK"/>
        </w:rPr>
        <w:t>ڑے 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لوگ جو اپنی</w:t>
      </w:r>
      <w:r w:rsidRPr="00E37591">
        <w:rPr>
          <w:rtl/>
          <w:lang w:bidi="ur-PK"/>
        </w:rPr>
        <w:t xml:space="preserve"> فکر اور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مہی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پر پوری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قدرت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لوگ جو صرف ب</w:t>
      </w:r>
      <w:r w:rsidRPr="00E37591">
        <w:rPr>
          <w:rtl/>
          <w:lang w:bidi="ur-PK"/>
        </w:rPr>
        <w:t>قدرشکم 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کرسکت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محنت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اندر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و</w:t>
      </w:r>
      <w:r w:rsidRPr="00E37591">
        <w:rPr>
          <w:rFonts w:hint="cs"/>
          <w:rtl/>
          <w:lang w:bidi="ur-PK"/>
        </w:rPr>
        <w:t>ہ لوگ جو بدنی</w:t>
      </w:r>
      <w:r w:rsidRPr="00E37591">
        <w:rPr>
          <w:rtl/>
          <w:lang w:bidi="ur-PK"/>
        </w:rPr>
        <w:t xml:space="preserve"> کمزور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عقل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مرض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کام ک</w:t>
      </w:r>
      <w:r w:rsidRPr="00E37591">
        <w:rPr>
          <w:rFonts w:hint="cs"/>
          <w:rtl/>
          <w:lang w:bidi="ur-PK"/>
        </w:rPr>
        <w:t>ے کرنے سے عاجزہی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سماج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گردن پر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بار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اقتصادم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ہلا گروہ اپناپوراحصہ اپنے عمل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پر حاصل کر</w:t>
      </w:r>
      <w:r w:rsidRPr="00E37591">
        <w:rPr>
          <w:rFonts w:hint="cs"/>
          <w:rtl/>
          <w:lang w:bidi="ur-PK"/>
        </w:rPr>
        <w:t>ے گا اس لئے کہ اس نے کام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کام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وس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لحاظ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بلکہ اسلامی</w:t>
      </w:r>
      <w:r w:rsidRPr="00E37591">
        <w:rPr>
          <w:rtl/>
          <w:lang w:bidi="ur-PK"/>
        </w:rPr>
        <w:t xml:space="preserve"> حدود ک</w:t>
      </w:r>
      <w:r w:rsidRPr="00E37591">
        <w:rPr>
          <w:rFonts w:hint="cs"/>
          <w:rtl/>
          <w:lang w:bidi="ur-PK"/>
        </w:rPr>
        <w:t>ے اندر پوری</w:t>
      </w:r>
      <w:r w:rsidRPr="00E37591">
        <w:rPr>
          <w:rtl/>
          <w:lang w:bidi="ur-PK"/>
        </w:rPr>
        <w:t xml:space="preserve"> مشقت کا پورا ثمر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دوسرا فرق</w:t>
      </w:r>
      <w:r w:rsidRPr="00E37591">
        <w:rPr>
          <w:rFonts w:hint="cs"/>
          <w:rtl/>
          <w:lang w:bidi="ur-PK"/>
        </w:rPr>
        <w:t>ہ بقدر ضرورت خود ہی</w:t>
      </w:r>
      <w:r w:rsidRPr="00E37591">
        <w:rPr>
          <w:rtl/>
          <w:lang w:bidi="ur-PK"/>
        </w:rPr>
        <w:t xml:space="preserve"> کسب کرسکتا</w:t>
      </w:r>
      <w:r w:rsidRPr="00E37591">
        <w:rPr>
          <w:rFonts w:hint="cs"/>
          <w:rtl/>
          <w:lang w:bidi="ur-PK"/>
        </w:rPr>
        <w:t>ہے لہٰذا اس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دارو مدار عمل پر</w:t>
      </w:r>
      <w:r w:rsidRPr="00E37591">
        <w:rPr>
          <w:rFonts w:hint="cs"/>
          <w:rtl/>
          <w:lang w:bidi="ur-PK"/>
        </w:rPr>
        <w:t>ہوگا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چونک</w:t>
      </w:r>
      <w:r w:rsidRPr="00E37591">
        <w:rPr>
          <w:rFonts w:hint="cs"/>
          <w:rtl/>
          <w:lang w:bidi="ur-PK"/>
        </w:rPr>
        <w:t>ہ دی</w:t>
      </w:r>
      <w:r w:rsidRPr="00E37591">
        <w:rPr>
          <w:rFonts w:hint="eastAsia"/>
          <w:rtl/>
          <w:lang w:bidi="ur-PK"/>
        </w:rPr>
        <w:t>گر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اعتبارسے عاجز ہے لہٰذا اس سلسلے کی</w:t>
      </w:r>
      <w:r w:rsidRPr="00E37591">
        <w:rPr>
          <w:rtl/>
          <w:lang w:bidi="ur-PK"/>
        </w:rPr>
        <w:t xml:space="preserve"> املاک کا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ضرورت کو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</w:t>
      </w:r>
      <w:r w:rsidRPr="00E37591">
        <w:rPr>
          <w:rFonts w:hint="cs"/>
          <w:rtl/>
          <w:lang w:bidi="ur-PK"/>
        </w:rPr>
        <w:t>۔</w:t>
      </w:r>
    </w:p>
    <w:p w:rsidR="00D63B2F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تمام تر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پر ہے وہ کسی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ے کام پر قادر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 اس کی</w:t>
      </w:r>
      <w:r w:rsidRPr="00E37591">
        <w:rPr>
          <w:rtl/>
          <w:lang w:bidi="ur-PK"/>
        </w:rPr>
        <w:t xml:space="preserve"> سار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حاجت وضرورت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ممنون کرم </w:t>
      </w:r>
      <w:r w:rsidRPr="00E37591">
        <w:rPr>
          <w:rFonts w:hint="cs"/>
          <w:rtl/>
          <w:lang w:bidi="ur-PK"/>
        </w:rPr>
        <w:t>ہوگی۔</w:t>
      </w:r>
    </w:p>
    <w:p w:rsidR="00D63B2F" w:rsidRPr="00E37591" w:rsidRDefault="00D63B2F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ہوجائے گاکہ اسلامی</w:t>
      </w:r>
      <w:r w:rsidRPr="00E37591">
        <w:rPr>
          <w:rtl/>
          <w:lang w:bidi="ur-PK"/>
        </w:rPr>
        <w:t xml:space="preserve"> اقتصاد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کا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امرتب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کو نظام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 قدر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حق 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01F58">
      <w:pPr>
        <w:pStyle w:val="Heading2"/>
        <w:rPr>
          <w:rtl/>
          <w:lang w:bidi="ur-PK"/>
        </w:rPr>
      </w:pPr>
      <w:bookmarkStart w:id="222" w:name="_Toc468966882"/>
      <w:bookmarkStart w:id="223" w:name="_Toc468970801"/>
      <w:r w:rsidRPr="00E37591">
        <w:rPr>
          <w:rFonts w:hint="eastAsia"/>
          <w:rtl/>
          <w:lang w:bidi="ur-PK"/>
        </w:rPr>
        <w:t>ضرورت</w:t>
      </w:r>
      <w:r w:rsidRPr="00E37591">
        <w:rPr>
          <w:rtl/>
          <w:lang w:bidi="ur-PK"/>
        </w:rPr>
        <w:t xml:space="preserve">   اسلام واشتمال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222"/>
      <w:bookmarkEnd w:id="22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اشتمال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مخصوص نظریہ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ضرورت کو نظام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شخص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املاک کا استحقاق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خواہ اس کے عمل کی</w:t>
      </w:r>
      <w:r w:rsidRPr="00E37591">
        <w:rPr>
          <w:rtl/>
          <w:lang w:bidi="ur-PK"/>
        </w:rPr>
        <w:t xml:space="preserve"> مقدار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قدر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عمل کو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قائل </w:t>
      </w:r>
      <w:r w:rsidRPr="00E37591">
        <w:rPr>
          <w:rFonts w:hint="cs"/>
          <w:rtl/>
          <w:lang w:bidi="ur-PK"/>
        </w:rPr>
        <w:t>ہے۔اس لئے کہ اس کے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توں</w:t>
      </w:r>
      <w:r w:rsidRPr="00E37591">
        <w:rPr>
          <w:rtl/>
          <w:lang w:bidi="ur-PK"/>
        </w:rPr>
        <w:t xml:space="preserve"> کا اظ</w:t>
      </w:r>
      <w:r w:rsidRPr="00E37591">
        <w:rPr>
          <w:rFonts w:hint="cs"/>
          <w:rtl/>
          <w:lang w:bidi="ur-PK"/>
        </w:rPr>
        <w:t>ہار ہوتاہے۔مقابلہ اور سبقت کے جذبات کام کرتے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۔ہر شخص اپنے پورے امکانات کو صرف کرتاہے اور نظام اشتمالی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اس ک</w:t>
      </w:r>
      <w:r w:rsidRPr="00E37591">
        <w:rPr>
          <w:rFonts w:hint="cs"/>
          <w:rtl/>
          <w:lang w:bidi="ur-PK"/>
        </w:rPr>
        <w:t>ے فطری</w:t>
      </w:r>
      <w:r w:rsidRPr="00E37591">
        <w:rPr>
          <w:rtl/>
          <w:lang w:bidi="ur-PK"/>
        </w:rPr>
        <w:t xml:space="preserve"> محرکات پسپا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ہوتے۔اس کے عملی</w:t>
      </w:r>
      <w:r w:rsidRPr="00E37591">
        <w:rPr>
          <w:rtl/>
          <w:lang w:bidi="ur-PK"/>
        </w:rPr>
        <w:t xml:space="preserve"> جذبات کو فنا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۔ضرورت بھر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پر اکتفا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پابند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لگاکر عمل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قوتوں کومشلول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بنا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جاتااور </w:t>
      </w:r>
      <w:r w:rsidRPr="00E37591">
        <w:rPr>
          <w:rFonts w:hint="cs"/>
          <w:rtl/>
          <w:lang w:bidi="ur-PK"/>
        </w:rPr>
        <w:t>ہمت شکنی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ذری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تبا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01F58">
      <w:pPr>
        <w:pStyle w:val="Heading2"/>
        <w:rPr>
          <w:rtl/>
          <w:lang w:bidi="ur-PK"/>
        </w:rPr>
      </w:pPr>
      <w:bookmarkStart w:id="224" w:name="_Toc468966883"/>
      <w:bookmarkStart w:id="225" w:name="_Toc468970802"/>
      <w:r w:rsidRPr="00E37591">
        <w:rPr>
          <w:rFonts w:hint="eastAsia"/>
          <w:rtl/>
          <w:lang w:bidi="ur-PK"/>
        </w:rPr>
        <w:t>ضرورت</w:t>
      </w:r>
      <w:r w:rsidRPr="00E37591">
        <w:rPr>
          <w:rtl/>
          <w:lang w:bidi="ur-PK"/>
        </w:rPr>
        <w:t xml:space="preserve">   اسلام واشتراک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224"/>
      <w:bookmarkEnd w:id="225"/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مخصوص طرز فکر کی</w:t>
      </w:r>
      <w:r w:rsidRPr="00E37591">
        <w:rPr>
          <w:rtl/>
          <w:lang w:bidi="ur-PK"/>
        </w:rPr>
        <w:t xml:space="preserve"> بناپر عمل کو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ے کر ضرورت کو بالکل مہمل وعبث تصور کرتی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ہے۔اس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اگر عامل ن</w:t>
      </w:r>
      <w:r w:rsidRPr="00E37591">
        <w:rPr>
          <w:rFonts w:hint="cs"/>
          <w:rtl/>
          <w:lang w:bidi="ur-PK"/>
        </w:rPr>
        <w:t>ے اپنی</w:t>
      </w:r>
      <w:r w:rsidRPr="00E37591">
        <w:rPr>
          <w:rtl/>
          <w:lang w:bidi="ur-PK"/>
        </w:rPr>
        <w:t xml:space="preserve"> ضرور ت س</w:t>
      </w:r>
      <w:r w:rsidRPr="00E37591">
        <w:rPr>
          <w:rFonts w:hint="cs"/>
          <w:rtl/>
          <w:lang w:bidi="ur-PK"/>
        </w:rPr>
        <w:t>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ہے اور اگر کم پی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ب</w:t>
      </w:r>
      <w:r w:rsidRPr="00E37591">
        <w:rPr>
          <w:rFonts w:hint="cs"/>
          <w:rtl/>
          <w:lang w:bidi="ur-PK"/>
        </w:rPr>
        <w:t>ھوکا رہنا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حص</w:t>
      </w:r>
      <w:r w:rsidRPr="00E37591">
        <w:rPr>
          <w:rFonts w:hint="cs"/>
          <w:rtl/>
          <w:lang w:bidi="ur-PK"/>
        </w:rPr>
        <w:t>ہ ہے سماج اس کی</w:t>
      </w:r>
      <w:r w:rsidRPr="00E37591">
        <w:rPr>
          <w:rtl/>
          <w:lang w:bidi="ur-PK"/>
        </w:rPr>
        <w:t xml:space="preserve"> ضرورت کا ذم</w:t>
      </w:r>
      <w:r w:rsidRPr="00E37591">
        <w:rPr>
          <w:rFonts w:hint="cs"/>
          <w:rtl/>
          <w:lang w:bidi="ur-PK"/>
        </w:rPr>
        <w:t>ہ دار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اس کی</w:t>
      </w:r>
      <w:r w:rsidRPr="00E37591">
        <w:rPr>
          <w:rtl/>
          <w:lang w:bidi="ur-PK"/>
        </w:rPr>
        <w:t xml:space="preserve"> شد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مخالفت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ہے۔وہ بااستعداد عامل کو اس کے نتائج عمل سے محروم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ساتھ بے اس</w:t>
      </w:r>
      <w:r w:rsidRPr="00E37591">
        <w:rPr>
          <w:rtl/>
          <w:lang w:bidi="ur-PK"/>
        </w:rPr>
        <w:t>تعداد اور عاجز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صرف اپن</w:t>
      </w:r>
      <w:r w:rsidRPr="00E37591">
        <w:rPr>
          <w:rFonts w:hint="cs"/>
          <w:rtl/>
          <w:lang w:bidi="ur-PK"/>
        </w:rPr>
        <w:t>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پر اکتفار کرن</w:t>
      </w:r>
      <w:r w:rsidRPr="00E37591">
        <w:rPr>
          <w:rFonts w:hint="cs"/>
          <w:rtl/>
          <w:lang w:bidi="ur-PK"/>
        </w:rPr>
        <w:t>ے اور بالائی</w:t>
      </w:r>
      <w:r w:rsidRPr="00E37591">
        <w:rPr>
          <w:rtl/>
          <w:lang w:bidi="ur-PK"/>
        </w:rPr>
        <w:t xml:space="preserve"> طبق</w:t>
      </w:r>
      <w:r w:rsidRPr="00E37591">
        <w:rPr>
          <w:rFonts w:hint="cs"/>
          <w:rtl/>
          <w:lang w:bidi="ur-PK"/>
        </w:rPr>
        <w:t>ہ کے امتی</w:t>
      </w:r>
      <w:r w:rsidRPr="00E37591">
        <w:rPr>
          <w:rFonts w:hint="eastAsia"/>
          <w:rtl/>
          <w:lang w:bidi="ur-PK"/>
        </w:rPr>
        <w:t>ازات</w:t>
      </w:r>
      <w:r w:rsidRPr="00E37591">
        <w:rPr>
          <w:rtl/>
          <w:lang w:bidi="ur-PK"/>
        </w:rPr>
        <w:t xml:space="preserve"> پر صبر کرن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دعوت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اسلام عمل کے ساتھ ضرورت کو معی</w:t>
      </w:r>
      <w:r w:rsidRPr="00E37591">
        <w:rPr>
          <w:rFonts w:hint="eastAsia"/>
          <w:rtl/>
          <w:lang w:bidi="ur-PK"/>
        </w:rPr>
        <w:t>ارقرار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اس کی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اسباب مہی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Fonts w:hint="cs"/>
          <w:rtl/>
          <w:lang w:bidi="ur-PK"/>
        </w:rPr>
        <w:t>ہے،اس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نہ تو صاحب استعداد کی</w:t>
      </w:r>
      <w:r w:rsidRPr="00E37591">
        <w:rPr>
          <w:rtl/>
          <w:lang w:bidi="ur-PK"/>
        </w:rPr>
        <w:t xml:space="preserve"> صلاح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ضائع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عاجز ومسکی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</w:t>
      </w:r>
      <w:r w:rsidRPr="00E37591">
        <w:rPr>
          <w:rFonts w:hint="cs"/>
          <w:rtl/>
          <w:lang w:bidi="ur-PK"/>
        </w:rPr>
        <w:t>۔ اسلام واشتراکی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ج</w:t>
      </w:r>
      <w:r w:rsidRPr="00E37591">
        <w:rPr>
          <w:rFonts w:hint="cs"/>
          <w:rtl/>
          <w:lang w:bidi="ur-PK"/>
        </w:rPr>
        <w:t>ہاں دوسرے فرقہ(بقدر ضرورت کام کرنے والا گروہ)کے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اختلاف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ہاں تی</w:t>
      </w:r>
      <w:r w:rsidRPr="00E37591">
        <w:rPr>
          <w:rFonts w:hint="eastAsia"/>
          <w:rtl/>
          <w:lang w:bidi="ur-PK"/>
        </w:rPr>
        <w:t>سرا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ان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محل نزاع بنا</w:t>
      </w:r>
      <w:r w:rsidRPr="00E37591">
        <w:rPr>
          <w:rFonts w:hint="cs"/>
          <w:rtl/>
          <w:lang w:bidi="ur-PK"/>
        </w:rPr>
        <w:t>ہواہے۔می</w:t>
      </w:r>
      <w:r w:rsidRPr="00E37591">
        <w:rPr>
          <w:rFonts w:hint="eastAsia"/>
          <w:rtl/>
          <w:lang w:bidi="ur-PK"/>
        </w:rPr>
        <w:t>را</w:t>
      </w:r>
      <w:r w:rsidRPr="00E37591">
        <w:rPr>
          <w:rtl/>
          <w:lang w:bidi="ur-PK"/>
        </w:rPr>
        <w:t xml:space="preserve"> مقصد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آج ک</w:t>
      </w:r>
      <w:r w:rsidRPr="00E37591">
        <w:rPr>
          <w:rFonts w:hint="cs"/>
          <w:rtl/>
          <w:lang w:bidi="ur-PK"/>
        </w:rPr>
        <w:t>ے اش</w:t>
      </w:r>
      <w:r w:rsidRPr="00E37591">
        <w:rPr>
          <w:rtl/>
          <w:lang w:bidi="ur-PK"/>
        </w:rPr>
        <w:t>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سماج پر تبصر</w:t>
      </w:r>
      <w:r w:rsidRPr="00E37591">
        <w:rPr>
          <w:rFonts w:hint="cs"/>
          <w:rtl/>
          <w:lang w:bidi="ur-PK"/>
        </w:rPr>
        <w:t>ہ کروں اور ان اخبار کو نقل کروں جو مخالفی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د</w:t>
      </w:r>
      <w:r w:rsidRPr="00E37591">
        <w:rPr>
          <w:rFonts w:hint="eastAsia"/>
          <w:rtl/>
          <w:lang w:bidi="ur-PK"/>
        </w:rPr>
        <w:t>رج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 طبق</w:t>
      </w:r>
      <w:r w:rsidRPr="00E37591">
        <w:rPr>
          <w:rFonts w:hint="cs"/>
          <w:rtl/>
          <w:lang w:bidi="ur-PK"/>
        </w:rPr>
        <w:t>ہ کے لئے موت کے حتمی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ہونے کا اظہار کی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لئے کہ می</w:t>
      </w:r>
      <w:r w:rsidRPr="00E37591">
        <w:rPr>
          <w:rFonts w:hint="eastAsia"/>
          <w:rtl/>
          <w:lang w:bidi="ur-PK"/>
        </w:rPr>
        <w:t>راکام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پر تنق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کا ہے۔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مج</w:t>
      </w:r>
      <w:r w:rsidRPr="00E37591">
        <w:rPr>
          <w:rFonts w:hint="cs"/>
          <w:rtl/>
          <w:lang w:bidi="ur-PK"/>
        </w:rPr>
        <w:t>ھے خارجی</w:t>
      </w:r>
      <w:r w:rsidRPr="00E37591">
        <w:rPr>
          <w:rtl/>
          <w:lang w:bidi="ur-PK"/>
        </w:rPr>
        <w:t xml:space="preserve"> ماحول س</w:t>
      </w:r>
      <w:r w:rsidRPr="00E37591">
        <w:rPr>
          <w:rFonts w:hint="cs"/>
          <w:rtl/>
          <w:lang w:bidi="ur-PK"/>
        </w:rPr>
        <w:t>ے کوئی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می</w:t>
      </w:r>
      <w:r w:rsidRPr="00E37591">
        <w:rPr>
          <w:rFonts w:hint="eastAsia"/>
          <w:rtl/>
          <w:lang w:bidi="ur-PK"/>
        </w:rPr>
        <w:t>راک</w:t>
      </w:r>
      <w:r w:rsidRPr="00E37591">
        <w:rPr>
          <w:rFonts w:hint="cs"/>
          <w:rtl/>
          <w:lang w:bidi="ur-PK"/>
        </w:rPr>
        <w:t>ہنا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ے نظری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اس فرق</w:t>
      </w:r>
      <w:r w:rsidRPr="00E37591">
        <w:rPr>
          <w:rFonts w:hint="cs"/>
          <w:rtl/>
          <w:lang w:bidi="ur-PK"/>
        </w:rPr>
        <w:t>ہ کو زندگی</w:t>
      </w:r>
      <w:r w:rsidRPr="00E37591">
        <w:rPr>
          <w:rtl/>
          <w:lang w:bidi="ur-PK"/>
        </w:rPr>
        <w:t xml:space="preserve"> کا حق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سکتی</w:t>
      </w:r>
      <w:r w:rsidRPr="00E37591">
        <w:rPr>
          <w:rFonts w:hint="eastAsia"/>
          <w:rtl/>
          <w:lang w:bidi="ur-PK"/>
        </w:rPr>
        <w:t>،اس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کہ اس کے یہاں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اعتبار سے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ظاہر ہے کہ یہ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اپنی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اقت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ہر قسم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عاجز ہے اور شای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ہے کہ اس نے قدی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معاشروں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غلاموں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موت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نتائج اعمال س</w:t>
      </w:r>
      <w:r w:rsidRPr="00E37591">
        <w:rPr>
          <w:rFonts w:hint="cs"/>
          <w:rtl/>
          <w:lang w:bidi="ur-PK"/>
        </w:rPr>
        <w:t>ے محرومی</w:t>
      </w:r>
      <w:r w:rsidRPr="00E37591">
        <w:rPr>
          <w:rtl/>
          <w:lang w:bidi="ur-PK"/>
        </w:rPr>
        <w:t xml:space="preserve"> کو ممدوح ومستحسن ش</w:t>
      </w:r>
      <w:r w:rsidRPr="00E37591">
        <w:rPr>
          <w:rFonts w:hint="cs"/>
          <w:rtl/>
          <w:lang w:bidi="ur-PK"/>
        </w:rPr>
        <w:t>ے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وہ طبقاتی</w:t>
      </w:r>
      <w:r w:rsidRPr="00E37591">
        <w:rPr>
          <w:rtl/>
          <w:lang w:bidi="ur-PK"/>
        </w:rPr>
        <w:t xml:space="preserve"> نزاع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اور جب طبقات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جان </w:t>
      </w:r>
      <w:r w:rsidRPr="00E37591">
        <w:rPr>
          <w:rFonts w:hint="cs"/>
          <w:rtl/>
          <w:lang w:bidi="ur-PK"/>
        </w:rPr>
        <w:t>ہوں تو یہ</w:t>
      </w:r>
      <w:r w:rsidRPr="00E37591">
        <w:rPr>
          <w:rtl/>
          <w:lang w:bidi="ur-PK"/>
        </w:rPr>
        <w:t xml:space="preserve"> غر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ب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تو کہی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 ن</w:t>
      </w:r>
      <w:r w:rsidRPr="00E37591">
        <w:rPr>
          <w:rFonts w:hint="cs"/>
          <w:rtl/>
          <w:lang w:bidi="ur-PK"/>
        </w:rPr>
        <w:t>ہ رہے گا۔یہ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سرمایہ</w:t>
      </w:r>
      <w:r w:rsidRPr="00E37591">
        <w:rPr>
          <w:rtl/>
          <w:lang w:bidi="ur-PK"/>
        </w:rPr>
        <w:t xml:space="preserve"> دا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ہے جانے کا مستحق ہے اور مزدور۔اسے نہ سرمایہ</w:t>
      </w:r>
      <w:r w:rsidRPr="00E37591">
        <w:rPr>
          <w:rtl/>
          <w:lang w:bidi="ur-PK"/>
        </w:rPr>
        <w:t xml:space="preserve"> مل</w:t>
      </w:r>
      <w:r w:rsidRPr="00E37591">
        <w:rPr>
          <w:rFonts w:hint="cs"/>
          <w:rtl/>
          <w:lang w:bidi="ur-PK"/>
        </w:rPr>
        <w:t>ے گا اور نہ اجرت اور ظاہر 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حالات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موت کا حتم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ولازم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ہونا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امر </w:t>
      </w:r>
      <w:r w:rsidRPr="00E37591">
        <w:rPr>
          <w:rFonts w:hint="cs"/>
          <w:rtl/>
          <w:lang w:bidi="ur-PK"/>
        </w:rPr>
        <w:t>ہے۔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اپنے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کو طبقات س</w:t>
      </w:r>
      <w:r w:rsidRPr="00E37591">
        <w:rPr>
          <w:rFonts w:hint="cs"/>
          <w:rtl/>
          <w:lang w:bidi="ur-PK"/>
        </w:rPr>
        <w:t>ے الگ کرلی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</w:t>
      </w:r>
      <w:r w:rsidRPr="00E37591">
        <w:rPr>
          <w:rFonts w:hint="cs"/>
          <w:rtl/>
          <w:lang w:bidi="ur-PK"/>
        </w:rPr>
        <w:t>ے اپنے اعلیٰ</w:t>
      </w:r>
      <w:r w:rsidRPr="00E37591">
        <w:rPr>
          <w:rtl/>
          <w:lang w:bidi="ur-PK"/>
        </w:rPr>
        <w:t xml:space="preserve"> اقدار ومفا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روشن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مرتب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ے یہاں</w:t>
      </w:r>
      <w:r w:rsidRPr="00E37591">
        <w:rPr>
          <w:rtl/>
          <w:lang w:bidi="ur-PK"/>
        </w:rPr>
        <w:t xml:space="preserve"> قادر وعاجز، بااستعداد و ب</w:t>
      </w:r>
      <w:r w:rsidRPr="00E37591">
        <w:rPr>
          <w:rFonts w:hint="cs"/>
          <w:rtl/>
          <w:lang w:bidi="ur-PK"/>
        </w:rPr>
        <w:t>ے لی</w:t>
      </w:r>
      <w:r w:rsidRPr="00E37591">
        <w:rPr>
          <w:rFonts w:hint="eastAsia"/>
          <w:rtl/>
          <w:lang w:bidi="ur-PK"/>
        </w:rPr>
        <w:t>اقت</w:t>
      </w:r>
      <w:r w:rsidRPr="00E37591">
        <w:rPr>
          <w:rtl/>
          <w:lang w:bidi="ur-PK"/>
        </w:rPr>
        <w:t xml:space="preserve"> سب کو ج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کا حق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سر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تحفظ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 اس لئ</w:t>
      </w:r>
      <w:r w:rsidRPr="00E37591">
        <w:rPr>
          <w:rFonts w:hint="cs"/>
          <w:rtl/>
          <w:lang w:bidi="ur-PK"/>
        </w:rPr>
        <w:t>ے کہ وہ بھی</w:t>
      </w:r>
      <w:r w:rsidRPr="00E37591">
        <w:rPr>
          <w:rtl/>
          <w:lang w:bidi="ur-PK"/>
        </w:rPr>
        <w:t xml:space="preserve"> انسانوں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جز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سماج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اچ</w:t>
      </w:r>
      <w:r w:rsidRPr="00E37591">
        <w:rPr>
          <w:rFonts w:hint="cs"/>
          <w:rtl/>
          <w:lang w:bidi="ur-PK"/>
        </w:rPr>
        <w:t>ھے معاشرہ کا تصور اسی</w:t>
      </w:r>
      <w:r w:rsidRPr="00E37591">
        <w:rPr>
          <w:rtl/>
          <w:lang w:bidi="ur-PK"/>
        </w:rPr>
        <w:t xml:space="preserve"> وقت مکمل </w:t>
      </w:r>
      <w:r w:rsidRPr="00E37591">
        <w:rPr>
          <w:rFonts w:hint="cs"/>
          <w:rtl/>
          <w:lang w:bidi="ur-PK"/>
        </w:rPr>
        <w:t>ہوگاجب اس عاجز ومسکی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فرق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 لی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اموال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سائل اور محروم دونوں کا حق </w:t>
      </w:r>
      <w:r w:rsidRPr="00E37591">
        <w:rPr>
          <w:rFonts w:hint="cs"/>
          <w:rtl/>
          <w:lang w:bidi="ur-PK"/>
        </w:rPr>
        <w:t>ہے۔(قرآن کری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>)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01F58">
      <w:pPr>
        <w:pStyle w:val="Heading2"/>
        <w:rPr>
          <w:rtl/>
          <w:lang w:bidi="ur-PK"/>
        </w:rPr>
      </w:pPr>
      <w:bookmarkStart w:id="226" w:name="_Toc468966884"/>
      <w:bookmarkStart w:id="227" w:name="_Toc468970803"/>
      <w:r w:rsidRPr="00E37591">
        <w:rPr>
          <w:rFonts w:hint="eastAsia"/>
          <w:rtl/>
          <w:lang w:bidi="ur-PK"/>
        </w:rPr>
        <w:t>ضرورت</w:t>
      </w:r>
      <w:r w:rsidRPr="00E37591">
        <w:rPr>
          <w:rtl/>
          <w:lang w:bidi="ur-PK"/>
        </w:rPr>
        <w:t xml:space="preserve">  اسلام وسرما</w:t>
      </w:r>
      <w:r w:rsidRPr="00E37591">
        <w:rPr>
          <w:rFonts w:hint="cs"/>
          <w:rtl/>
          <w:lang w:bidi="ur-PK"/>
        </w:rPr>
        <w:t>ی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bookmarkEnd w:id="226"/>
      <w:bookmarkEnd w:id="227"/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اقتصاد ضرورت ک</w:t>
      </w:r>
      <w:r w:rsidRPr="00E37591">
        <w:rPr>
          <w:rFonts w:hint="cs"/>
          <w:rtl/>
          <w:lang w:bidi="ur-PK"/>
        </w:rPr>
        <w:t>ے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کا بالکل مخالف </w:t>
      </w:r>
      <w:r w:rsidRPr="00E37591">
        <w:rPr>
          <w:rFonts w:hint="cs"/>
          <w:rtl/>
          <w:lang w:bidi="ur-PK"/>
        </w:rPr>
        <w:t>ہے۔وہ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ثروت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کوکوئ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مرتب</w:t>
      </w:r>
      <w:r w:rsidRPr="00E37591">
        <w:rPr>
          <w:rFonts w:hint="cs"/>
          <w:rtl/>
          <w:lang w:bidi="ur-PK"/>
        </w:rPr>
        <w:t>ہ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۔اس کے یہاں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محروم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کاباعث بن جات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اکثر افراد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الگ کردی</w:t>
      </w:r>
      <w:r w:rsidRPr="00E37591">
        <w:rPr>
          <w:rFonts w:hint="eastAsia"/>
          <w:rtl/>
          <w:lang w:bidi="ur-PK"/>
        </w:rPr>
        <w:t>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جات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ہلاکت کے گھاٹ اتر 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اس کا راز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ضروری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سرمایہ</w:t>
      </w:r>
      <w:r w:rsidRPr="00E37591">
        <w:rPr>
          <w:rtl/>
          <w:lang w:bidi="ur-PK"/>
        </w:rPr>
        <w:t xml:space="preserve"> دار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گروں</w:t>
      </w:r>
      <w:r w:rsidRPr="00E37591">
        <w:rPr>
          <w:rtl/>
          <w:lang w:bidi="ur-PK"/>
        </w:rPr>
        <w:t xml:space="preserve"> اور مزدوروں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چونکہ مزدور عام جنس کے بھاؤبکتے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 لئے جنس کی</w:t>
      </w:r>
      <w:r w:rsidRPr="00E37591">
        <w:rPr>
          <w:rtl/>
          <w:lang w:bidi="ur-PK"/>
        </w:rPr>
        <w:t xml:space="preserve">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کم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۔یہاں</w:t>
      </w:r>
      <w:r w:rsidRPr="00E37591">
        <w:rPr>
          <w:rtl/>
          <w:lang w:bidi="ur-PK"/>
        </w:rPr>
        <w:t xml:space="preserve"> تک ک</w:t>
      </w:r>
      <w:r w:rsidRPr="00E37591">
        <w:rPr>
          <w:rFonts w:hint="cs"/>
          <w:rtl/>
          <w:lang w:bidi="ur-PK"/>
        </w:rPr>
        <w:t>ہ جب بازار کوجنس کی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تو اکثر ص</w:t>
      </w:r>
      <w:r w:rsidRPr="00E37591">
        <w:rPr>
          <w:rFonts w:hint="eastAsia"/>
          <w:rtl/>
          <w:lang w:bidi="ur-PK"/>
        </w:rPr>
        <w:t>احبان</w:t>
      </w:r>
      <w:r w:rsidRPr="00E37591">
        <w:rPr>
          <w:rtl/>
          <w:lang w:bidi="ur-PK"/>
        </w:rPr>
        <w:t xml:space="preserve"> ضرورت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ہوجاتے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اب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لوگ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محالات کو ممکن بناکر جئ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ھر موت کی</w:t>
      </w:r>
      <w:r w:rsidRPr="00E37591">
        <w:rPr>
          <w:rtl/>
          <w:lang w:bidi="ur-PK"/>
        </w:rPr>
        <w:t xml:space="preserve"> آغوش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آرام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ے۔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نظام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ضرورت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ہے۔بلکہ اس کا معاشرہ پر غلط اثرپڑتاہے۔ اس کی</w:t>
      </w:r>
      <w:r w:rsidRPr="00E37591">
        <w:rPr>
          <w:rtl/>
          <w:lang w:bidi="ur-PK"/>
        </w:rPr>
        <w:t xml:space="preserve"> وج</w:t>
      </w:r>
      <w:r w:rsidRPr="00E37591">
        <w:rPr>
          <w:rFonts w:hint="cs"/>
          <w:rtl/>
          <w:lang w:bidi="ur-PK"/>
        </w:rPr>
        <w:t>ہ سے اکثر بااستعداد افراد کو بھی</w:t>
      </w:r>
      <w:r w:rsidRPr="00E37591">
        <w:rPr>
          <w:rtl/>
          <w:lang w:bidi="ur-PK"/>
        </w:rPr>
        <w:t xml:space="preserve"> محروم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ہوجاناپڑتاہے اور ان کی</w:t>
      </w:r>
      <w:r w:rsidRPr="00E37591">
        <w:rPr>
          <w:rtl/>
          <w:lang w:bidi="ur-PK"/>
        </w:rPr>
        <w:t xml:space="preserve"> اجرت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واقع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F01F58">
      <w:pPr>
        <w:pStyle w:val="Heading2"/>
        <w:rPr>
          <w:rtl/>
          <w:lang w:bidi="ur-PK"/>
        </w:rPr>
      </w:pPr>
      <w:bookmarkStart w:id="228" w:name="_Toc468966885"/>
      <w:bookmarkStart w:id="229" w:name="_Toc468970804"/>
      <w:r w:rsidRPr="00E37591">
        <w:rPr>
          <w:rFonts w:hint="eastAsia"/>
          <w:rtl/>
          <w:lang w:bidi="ur-PK"/>
        </w:rPr>
        <w:t>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bookmarkEnd w:id="228"/>
      <w:bookmarkEnd w:id="229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جب انسان ک</w:t>
      </w:r>
      <w:r w:rsidRPr="00E37591">
        <w:rPr>
          <w:rFonts w:hint="cs"/>
          <w:rtl/>
          <w:lang w:bidi="ur-PK"/>
        </w:rPr>
        <w:t>ے طبی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رجحان کا لحاظ کرت</w:t>
      </w:r>
      <w:r w:rsidRPr="00E37591">
        <w:rPr>
          <w:rFonts w:hint="cs"/>
          <w:rtl/>
          <w:lang w:bidi="ur-PK"/>
        </w:rPr>
        <w:t>ے ہوئے اسے اس کے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عمل کا حقدار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اس س</w:t>
      </w:r>
      <w:r w:rsidRPr="00E37591">
        <w:rPr>
          <w:rFonts w:hint="cs"/>
          <w:rtl/>
          <w:lang w:bidi="ur-PK"/>
        </w:rPr>
        <w:t>ے دواہم نکات واضح ہوتے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تصور صرف اس بناپر </w:t>
      </w:r>
      <w:r w:rsidRPr="00E37591">
        <w:rPr>
          <w:rFonts w:hint="cs"/>
          <w:rtl/>
          <w:lang w:bidi="ur-PK"/>
        </w:rPr>
        <w:t>ہے کہ انسانی</w:t>
      </w:r>
      <w:r w:rsidRPr="00E37591">
        <w:rPr>
          <w:rtl/>
          <w:lang w:bidi="ur-PK"/>
        </w:rPr>
        <w:t xml:space="preserve"> عمل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باعث </w:t>
      </w:r>
      <w:r w:rsidRPr="00E37591">
        <w:rPr>
          <w:rFonts w:hint="cs"/>
          <w:rtl/>
          <w:lang w:bidi="ur-PK"/>
        </w:rPr>
        <w:t>ہوتاہے اور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ہرشخص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فطر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رجحان </w:t>
      </w:r>
      <w:r w:rsidRPr="00E37591">
        <w:rPr>
          <w:rFonts w:hint="cs"/>
          <w:rtl/>
          <w:lang w:bidi="ur-PK"/>
        </w:rPr>
        <w:t>ہے کہ جس طرح عمل کو اپنی</w:t>
      </w:r>
      <w:r w:rsidRPr="00E37591">
        <w:rPr>
          <w:rtl/>
          <w:lang w:bidi="ur-PK"/>
        </w:rPr>
        <w:t xml:space="preserve"> ذات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محنت ومشقت س</w:t>
      </w:r>
      <w:r w:rsidRPr="00E37591">
        <w:rPr>
          <w:rFonts w:hint="cs"/>
          <w:rtl/>
          <w:lang w:bidi="ur-PK"/>
        </w:rPr>
        <w:t>ے انجام 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اس ک</w:t>
      </w:r>
      <w:r w:rsidRPr="00E37591">
        <w:rPr>
          <w:rFonts w:hint="cs"/>
          <w:rtl/>
          <w:lang w:bidi="ur-PK"/>
        </w:rPr>
        <w:t>ے ثمرات ونتائج سے بھی</w:t>
      </w:r>
      <w:r w:rsidRPr="00E37591">
        <w:rPr>
          <w:rtl/>
          <w:lang w:bidi="ur-PK"/>
        </w:rPr>
        <w:t xml:space="preserve"> خود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کرے۔ اسی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خوا</w:t>
      </w:r>
      <w:r w:rsidRPr="00E37591">
        <w:rPr>
          <w:rFonts w:hint="cs"/>
          <w:rtl/>
          <w:lang w:bidi="ur-PK"/>
        </w:rPr>
        <w:t>ہش ک</w:t>
      </w:r>
      <w:r w:rsidRPr="00E37591">
        <w:rPr>
          <w:rFonts w:hint="eastAsia"/>
          <w:rtl/>
          <w:lang w:bidi="ur-PK"/>
        </w:rPr>
        <w:t>و</w:t>
      </w:r>
      <w:r w:rsidRPr="00E37591">
        <w:rPr>
          <w:rtl/>
          <w:lang w:bidi="ur-PK"/>
        </w:rPr>
        <w:t xml:space="preserve"> علم الاجتماع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اصطلاح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۔اسلام دی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فطرت </w:t>
      </w:r>
      <w:r w:rsidRPr="00E37591">
        <w:rPr>
          <w:rFonts w:hint="cs"/>
          <w:rtl/>
          <w:lang w:bidi="ur-PK"/>
        </w:rPr>
        <w:t>ہونے کے اعتبار سے انسان کے اس جذبہ کا احترام کرتے ہوئے اس کی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اعتراف کرتا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مختلف تصرفات کو علم الاجتماع ک</w:t>
      </w:r>
      <w:r w:rsidRPr="00E37591">
        <w:rPr>
          <w:rFonts w:hint="cs"/>
          <w:rtl/>
          <w:lang w:bidi="ur-PK"/>
        </w:rPr>
        <w:t>ے حوالے کردی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 اس کے حدود وقی</w:t>
      </w:r>
      <w:r w:rsidRPr="00E37591">
        <w:rPr>
          <w:rFonts w:hint="eastAsia"/>
          <w:rtl/>
          <w:lang w:bidi="ur-PK"/>
        </w:rPr>
        <w:t>ود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س</w:t>
      </w:r>
      <w:r w:rsidRPr="00E37591">
        <w:rPr>
          <w:rFonts w:hint="cs"/>
          <w:rtl/>
          <w:lang w:bidi="ur-PK"/>
        </w:rPr>
        <w:t>ے مقرر ہوں گے اس لئے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مطلق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معاشر</w:t>
      </w:r>
      <w:r w:rsidRPr="00E37591">
        <w:rPr>
          <w:rFonts w:hint="cs"/>
          <w:rtl/>
          <w:lang w:bidi="ur-PK"/>
        </w:rPr>
        <w:t>ہ کے حق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انت</w:t>
      </w:r>
      <w:r w:rsidRPr="00E37591">
        <w:rPr>
          <w:rFonts w:hint="cs"/>
          <w:rtl/>
          <w:lang w:bidi="ur-PK"/>
        </w:rPr>
        <w:t>ہائی</w:t>
      </w:r>
      <w:r w:rsidRPr="00E37591">
        <w:rPr>
          <w:rtl/>
          <w:lang w:bidi="ur-PK"/>
        </w:rPr>
        <w:t xml:space="preserve"> مضر </w:t>
      </w:r>
      <w:r w:rsidRPr="00E37591">
        <w:rPr>
          <w:rFonts w:hint="cs"/>
          <w:rtl/>
          <w:lang w:bidi="ur-PK"/>
        </w:rPr>
        <w:t>ہے یہ</w:t>
      </w:r>
      <w:r w:rsidRPr="00E37591">
        <w:rPr>
          <w:rtl/>
          <w:lang w:bidi="ur-PK"/>
        </w:rPr>
        <w:t xml:space="preserve"> مسئل</w:t>
      </w:r>
      <w:r w:rsidRPr="00E37591">
        <w:rPr>
          <w:rFonts w:hint="cs"/>
          <w:rtl/>
          <w:lang w:bidi="ur-PK"/>
        </w:rPr>
        <w:t>ہ اجتماعی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حل ہوگاکہ انسان کو اپنے املاک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مطلق تصرفات کا حق </w:t>
      </w:r>
      <w:r w:rsidRPr="00E37591">
        <w:rPr>
          <w:rFonts w:hint="cs"/>
          <w:rtl/>
          <w:lang w:bidi="ur-PK"/>
        </w:rPr>
        <w:t>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>ے تجارت کرنے کا بھی</w:t>
      </w:r>
      <w:r w:rsidRPr="00E37591">
        <w:rPr>
          <w:rtl/>
          <w:lang w:bidi="ur-PK"/>
        </w:rPr>
        <w:t xml:space="preserve"> حق رک</w:t>
      </w:r>
      <w:r w:rsidRPr="00E37591">
        <w:rPr>
          <w:rFonts w:hint="cs"/>
          <w:rtl/>
          <w:lang w:bidi="ur-PK"/>
        </w:rPr>
        <w:t>ھتاہے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ں؟وغ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خودبھی</w:t>
      </w:r>
      <w:r w:rsidRPr="00E37591">
        <w:rPr>
          <w:rtl/>
          <w:lang w:bidi="ur-PK"/>
        </w:rPr>
        <w:t xml:space="preserve"> ان حدود 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ودکا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ہتمام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ہے۔فرق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کے جملہ حدود،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واقدار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پر اس ک</w:t>
      </w:r>
      <w:r w:rsidRPr="00E37591">
        <w:rPr>
          <w:rFonts w:hint="cs"/>
          <w:rtl/>
          <w:lang w:bidi="ur-PK"/>
        </w:rPr>
        <w:t>ے سارے نظام کی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اسی</w:t>
      </w:r>
      <w:r w:rsidRPr="00E37591">
        <w:rPr>
          <w:rtl/>
          <w:lang w:bidi="ur-PK"/>
        </w:rPr>
        <w:t xml:space="preserve"> لئ</w:t>
      </w:r>
      <w:r w:rsidRPr="00E37591">
        <w:rPr>
          <w:rFonts w:hint="cs"/>
          <w:rtl/>
          <w:lang w:bidi="ur-PK"/>
        </w:rPr>
        <w:t>ے اس نے اسراف کو حرام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مصارف کو جائز رک</w:t>
      </w:r>
      <w:r w:rsidRPr="00E37591">
        <w:rPr>
          <w:rFonts w:hint="cs"/>
          <w:rtl/>
          <w:lang w:bidi="ur-PK"/>
        </w:rPr>
        <w:t>ھاہے،سودی</w:t>
      </w:r>
      <w:r w:rsidRPr="00E37591">
        <w:rPr>
          <w:rtl/>
          <w:lang w:bidi="ur-PK"/>
        </w:rPr>
        <w:t xml:space="preserve"> تجارت کو ممنوع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کو</w:t>
      </w:r>
      <w:r w:rsidRPr="00E37591">
        <w:rPr>
          <w:rtl/>
          <w:lang w:bidi="ur-PK"/>
        </w:rPr>
        <w:t xml:space="preserve"> جائز رک</w:t>
      </w:r>
      <w:r w:rsidRPr="00E37591">
        <w:rPr>
          <w:rFonts w:hint="cs"/>
          <w:rtl/>
          <w:lang w:bidi="ur-PK"/>
        </w:rPr>
        <w:t>ھاہے۔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لہٰذااسے عمل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دائرہ تک محدود رہناچاہئے جہاں انسانی</w:t>
      </w:r>
      <w:r w:rsidRPr="00E37591">
        <w:rPr>
          <w:rtl/>
          <w:lang w:bidi="ur-PK"/>
        </w:rPr>
        <w:t xml:space="preserve"> محنت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دسترس ن</w:t>
      </w:r>
      <w:r w:rsidRPr="00E37591">
        <w:rPr>
          <w:rFonts w:hint="cs"/>
          <w:rtl/>
          <w:lang w:bidi="ur-PK"/>
        </w:rPr>
        <w:t>ہ ہو وہاںاس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سوال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اٹھنا چاہئے ۔گوی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عالم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اموال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۔عمومی</w:t>
      </w:r>
      <w:r w:rsidRPr="00E37591">
        <w:rPr>
          <w:rtl/>
          <w:lang w:bidi="ur-PK"/>
        </w:rPr>
        <w:t xml:space="preserve"> ثروت اور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س</w:t>
      </w:r>
      <w:r w:rsidRPr="00E37591">
        <w:rPr>
          <w:rFonts w:hint="cs"/>
          <w:rtl/>
          <w:lang w:bidi="ur-PK"/>
        </w:rPr>
        <w:t>ے مراد وہ مال ہے جو انسانی</w:t>
      </w:r>
      <w:r w:rsidRPr="00E37591">
        <w:rPr>
          <w:rtl/>
          <w:lang w:bidi="ur-PK"/>
        </w:rPr>
        <w:t xml:space="preserve"> محنت س</w:t>
      </w:r>
      <w:r w:rsidRPr="00E37591">
        <w:rPr>
          <w:rFonts w:hint="cs"/>
          <w:rtl/>
          <w:lang w:bidi="ur-PK"/>
        </w:rPr>
        <w:t>ے تخلی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اصناعت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منزل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ط</w:t>
      </w:r>
      <w:r w:rsidRPr="00E37591">
        <w:rPr>
          <w:rFonts w:hint="cs"/>
          <w:rtl/>
          <w:lang w:bidi="ur-PK"/>
        </w:rPr>
        <w:t>ے کرتاہے 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غل</w:t>
      </w:r>
      <w:r w:rsidRPr="00E37591">
        <w:rPr>
          <w:rFonts w:hint="cs"/>
          <w:rtl/>
          <w:lang w:bidi="ur-PK"/>
        </w:rPr>
        <w:t>ہ،کپڑاوغی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کو اس ک</w:t>
      </w:r>
      <w:r w:rsidRPr="00E37591">
        <w:rPr>
          <w:rFonts w:hint="cs"/>
          <w:rtl/>
          <w:lang w:bidi="ur-PK"/>
        </w:rPr>
        <w:t>ے استخراج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دخل </w:t>
      </w:r>
      <w:r w:rsidRPr="00E37591">
        <w:rPr>
          <w:rFonts w:hint="cs"/>
          <w:rtl/>
          <w:lang w:bidi="ur-PK"/>
        </w:rPr>
        <w:t>ہوتاہے۔جی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ٹرک،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ٹرول کی</w:t>
      </w:r>
      <w:r w:rsidRPr="00E37591">
        <w:rPr>
          <w:rtl/>
          <w:lang w:bidi="ur-PK"/>
        </w:rPr>
        <w:t xml:space="preserve"> برآمد ک</w:t>
      </w:r>
      <w:r w:rsidRPr="00E37591">
        <w:rPr>
          <w:rFonts w:hint="cs"/>
          <w:rtl/>
          <w:lang w:bidi="ur-PK"/>
        </w:rPr>
        <w:t>ہ ان کا وجود انسانی</w:t>
      </w:r>
      <w:r w:rsidRPr="00E37591">
        <w:rPr>
          <w:rtl/>
          <w:lang w:bidi="ur-PK"/>
        </w:rPr>
        <w:t xml:space="preserve"> محنت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نہ انسانی</w:t>
      </w:r>
      <w:r w:rsidRPr="00E37591">
        <w:rPr>
          <w:rtl/>
          <w:lang w:bidi="ur-PK"/>
        </w:rPr>
        <w:t xml:space="preserve"> صنعت ن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خاص شک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ہے۔محنت کاکام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کے قابل بنادے۔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انفراد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بحث ا</w:t>
      </w:r>
      <w:r w:rsidRPr="00E37591">
        <w:rPr>
          <w:rFonts w:hint="cs"/>
          <w:rtl/>
          <w:lang w:bidi="ur-PK"/>
        </w:rPr>
        <w:t>ٹھتی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اوریہی</w:t>
      </w:r>
      <w:r w:rsidRPr="00E37591">
        <w:rPr>
          <w:rFonts w:hint="eastAsia"/>
          <w:rtl/>
          <w:lang w:bidi="ur-PK"/>
        </w:rPr>
        <w:t>ںاسلام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حقوق ک</w:t>
      </w:r>
      <w:r w:rsidRPr="00E37591">
        <w:rPr>
          <w:rFonts w:hint="cs"/>
          <w:rtl/>
          <w:lang w:bidi="ur-PK"/>
        </w:rPr>
        <w:t>ے احکام وضع کئے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عموم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ثروت س</w:t>
      </w:r>
      <w:r w:rsidRPr="00E37591">
        <w:rPr>
          <w:rFonts w:hint="cs"/>
          <w:rtl/>
          <w:lang w:bidi="ur-PK"/>
        </w:rPr>
        <w:t>ے مرادوہ اموال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کوکوئ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 ہوجی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اس کی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اعمال کو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اور </w:t>
      </w:r>
      <w:r w:rsidRPr="00E37591">
        <w:rPr>
          <w:rFonts w:hint="cs"/>
          <w:rtl/>
          <w:lang w:bidi="ur-PK"/>
        </w:rPr>
        <w:t>ہے کہ بعض اوقات یہی</w:t>
      </w:r>
      <w:r w:rsidRPr="00E37591">
        <w:rPr>
          <w:rtl/>
          <w:lang w:bidi="ur-PK"/>
        </w:rPr>
        <w:t xml:space="preserve"> عمل اس س</w:t>
      </w:r>
      <w:r w:rsidRPr="00E37591">
        <w:rPr>
          <w:rFonts w:hint="cs"/>
          <w:rtl/>
          <w:lang w:bidi="ur-PK"/>
        </w:rPr>
        <w:t>ے استفادہ کے لئے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صورت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محدود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قسم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۔عام طور پر ای</w:t>
      </w:r>
      <w:r w:rsidRPr="00E37591">
        <w:rPr>
          <w:rFonts w:hint="eastAsia"/>
          <w:rtl/>
          <w:lang w:bidi="ur-PK"/>
        </w:rPr>
        <w:t>سا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ہوتالہٰذا 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اوقات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حکم معدن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ہوجائے گا جن کی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خالق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 سے 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استفاد</w:t>
      </w:r>
      <w:r w:rsidRPr="00E37591">
        <w:rPr>
          <w:rFonts w:hint="cs"/>
          <w:rtl/>
          <w:lang w:bidi="ur-PK"/>
        </w:rPr>
        <w:t>ہ انسانی</w:t>
      </w:r>
      <w:r w:rsidRPr="00E37591">
        <w:rPr>
          <w:rtl/>
          <w:lang w:bidi="ur-PK"/>
        </w:rPr>
        <w:t xml:space="preserve"> اعمال ک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ہاتھوں۔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ابتدائی</w:t>
      </w:r>
      <w:r w:rsidRPr="00E37591">
        <w:rPr>
          <w:rtl/>
          <w:lang w:bidi="ur-PK"/>
        </w:rPr>
        <w:t xml:space="preserve"> طور پر اس ثروت کو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 xml:space="preserve">ہوناچاہئے۔اس لئے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کہ اس کی</w:t>
      </w:r>
      <w:r w:rsidRPr="00E37591">
        <w:rPr>
          <w:rtl/>
          <w:lang w:bidi="ur-PK"/>
        </w:rPr>
        <w:t xml:space="preserve"> تخل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عمل کو دخل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بلکہ تمام امت کے لئے مباح اور حلال ہونا چاہئے جس طرح کہ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کا حال </w:t>
      </w:r>
      <w:r w:rsidRPr="00E37591">
        <w:rPr>
          <w:rFonts w:hint="cs"/>
          <w:rtl/>
          <w:lang w:bidi="ur-PK"/>
        </w:rPr>
        <w:t>ہے کہ وہ کسی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ہے۔عمل اس کی</w:t>
      </w:r>
      <w:r w:rsidRPr="00E37591">
        <w:rPr>
          <w:rtl/>
          <w:lang w:bidi="ur-PK"/>
        </w:rPr>
        <w:t xml:space="preserve"> اصلاح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بھی</w:t>
      </w:r>
      <w:r w:rsidRPr="00E37591">
        <w:rPr>
          <w:rtl/>
          <w:lang w:bidi="ur-PK"/>
        </w:rPr>
        <w:t xml:space="preserve"> محدود اوقات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ں،ل</w:t>
      </w:r>
      <w:r w:rsidRPr="00E37591">
        <w:rPr>
          <w:rFonts w:hint="cs"/>
          <w:rtl/>
          <w:lang w:bidi="ur-PK"/>
        </w:rPr>
        <w:t>ہٰذا</w:t>
      </w:r>
      <w:r w:rsidRPr="00E37591">
        <w:rPr>
          <w:rtl/>
          <w:lang w:bidi="ur-PK"/>
        </w:rPr>
        <w:t xml:space="preserve"> اس عمل کو موجب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اس سے صرف اتنا فائدہ ہوتاہے عمل کرنے والا اس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کرسکے اور دوسروں کو روکنے کا حق نہ ہو، اس لئے کہ زحمت اسی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ہے،حق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مقدم </w:t>
      </w:r>
      <w:r w:rsidRPr="00E37591">
        <w:rPr>
          <w:rFonts w:hint="cs"/>
          <w:rtl/>
          <w:lang w:bidi="ur-PK"/>
        </w:rPr>
        <w:t>ہونا چاہئے۔یہ</w:t>
      </w:r>
      <w:r w:rsidRPr="00E37591">
        <w:rPr>
          <w:rtl/>
          <w:lang w:bidi="ur-PK"/>
        </w:rPr>
        <w:t xml:space="preserve"> صر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ظلم </w:t>
      </w:r>
      <w:r w:rsidRPr="00E37591">
        <w:rPr>
          <w:rFonts w:hint="cs"/>
          <w:rtl/>
          <w:lang w:bidi="ur-PK"/>
        </w:rPr>
        <w:t>ہے کہ محنت کرنے والے کو بی</w:t>
      </w:r>
      <w:r w:rsidRPr="00E37591">
        <w:rPr>
          <w:rFonts w:hint="eastAsia"/>
          <w:rtl/>
          <w:lang w:bidi="ur-PK"/>
        </w:rPr>
        <w:t>کار</w:t>
      </w:r>
      <w:r w:rsidRPr="00E37591">
        <w:rPr>
          <w:rtl/>
          <w:lang w:bidi="ur-PK"/>
        </w:rPr>
        <w:t xml:space="preserve"> لوگوں ک</w:t>
      </w:r>
      <w:r w:rsidRPr="00E37591">
        <w:rPr>
          <w:rFonts w:hint="cs"/>
          <w:rtl/>
          <w:lang w:bidi="ur-PK"/>
        </w:rPr>
        <w:t>ے برابر بنادی</w:t>
      </w:r>
      <w:r w:rsidRPr="00E37591">
        <w:rPr>
          <w:rFonts w:hint="eastAsia"/>
          <w:rtl/>
          <w:lang w:bidi="ur-PK"/>
        </w:rPr>
        <w:t>اجائ</w:t>
      </w:r>
      <w:r w:rsidRPr="00E37591">
        <w:rPr>
          <w:rFonts w:hint="cs"/>
          <w:rtl/>
          <w:lang w:bidi="ur-PK"/>
        </w:rPr>
        <w:t>ے۔لی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اس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تعلق صرف ان اوقات س</w:t>
      </w:r>
      <w:r w:rsidRPr="00E37591">
        <w:rPr>
          <w:rFonts w:hint="cs"/>
          <w:rtl/>
          <w:lang w:bidi="ur-PK"/>
        </w:rPr>
        <w:t>ے ہے جن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محنت کرن</w:t>
      </w:r>
      <w:r w:rsidRPr="00E37591">
        <w:rPr>
          <w:rFonts w:hint="cs"/>
          <w:rtl/>
          <w:lang w:bidi="ur-PK"/>
        </w:rPr>
        <w:t>ے والا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استفادہ کرتارہے۔ اب اگر اس نے ہاتھ کھی</w:t>
      </w:r>
      <w:r w:rsidRPr="00E37591">
        <w:rPr>
          <w:rFonts w:hint="eastAsia"/>
          <w:rtl/>
          <w:lang w:bidi="ur-PK"/>
        </w:rPr>
        <w:t>نچ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اتو</w:t>
      </w:r>
      <w:r w:rsidRPr="00E37591">
        <w:rPr>
          <w:rtl/>
          <w:lang w:bidi="ur-PK"/>
        </w:rPr>
        <w:t xml:space="preserve"> اس کا حق ختم </w:t>
      </w:r>
      <w:r w:rsidRPr="00E37591">
        <w:rPr>
          <w:rFonts w:hint="cs"/>
          <w:rtl/>
          <w:lang w:bidi="ur-PK"/>
        </w:rPr>
        <w:t>ہوجائے گا اور زمی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پل</w:t>
      </w:r>
      <w:r w:rsidRPr="00E37591">
        <w:rPr>
          <w:rFonts w:hint="cs"/>
          <w:rtl/>
          <w:lang w:bidi="ur-PK"/>
        </w:rPr>
        <w:t>ٹ 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خلاص</w:t>
      </w:r>
      <w:r w:rsidRPr="00E37591">
        <w:rPr>
          <w:rFonts w:hint="cs"/>
          <w:rtl/>
          <w:lang w:bidi="ur-PK"/>
        </w:rPr>
        <w:t>ہ کلام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قانون صرف خصوص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دولتوں س</w:t>
      </w:r>
      <w:r w:rsidRPr="00E37591">
        <w:rPr>
          <w:rFonts w:hint="cs"/>
          <w:rtl/>
          <w:lang w:bidi="ur-PK"/>
        </w:rPr>
        <w:t>ے متعلق ہوتاہے عمومی</w:t>
      </w:r>
      <w:r w:rsidRPr="00E37591">
        <w:rPr>
          <w:rtl/>
          <w:lang w:bidi="ur-PK"/>
        </w:rPr>
        <w:t xml:space="preserve"> ثروت س</w:t>
      </w:r>
      <w:r w:rsidRPr="00E37591">
        <w:rPr>
          <w:rFonts w:hint="cs"/>
          <w:rtl/>
          <w:lang w:bidi="ur-PK"/>
        </w:rPr>
        <w:t>ے اس کا کوئی</w:t>
      </w:r>
      <w:r w:rsidRPr="00E37591">
        <w:rPr>
          <w:rtl/>
          <w:lang w:bidi="ur-PK"/>
        </w:rPr>
        <w:t xml:space="preserve"> ربط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عمل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اس ثروت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قسم کا عمل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ہوتا۔اب اگر اس قانون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استثناء </w:t>
      </w:r>
      <w:r w:rsidRPr="00E37591">
        <w:rPr>
          <w:rFonts w:hint="cs"/>
          <w:rtl/>
          <w:lang w:bidi="ur-PK"/>
        </w:rPr>
        <w:t xml:space="preserve">ہوجائے تو اس کو قانون سے </w:t>
      </w:r>
      <w:r w:rsidRPr="00E37591">
        <w:rPr>
          <w:rFonts w:hint="eastAsia"/>
          <w:rtl/>
          <w:lang w:bidi="ur-PK"/>
        </w:rPr>
        <w:t>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تعلق ن</w:t>
      </w:r>
      <w:r w:rsidRPr="00E37591">
        <w:rPr>
          <w:rFonts w:hint="cs"/>
          <w:rtl/>
          <w:lang w:bidi="ur-PK"/>
        </w:rPr>
        <w:t>ہ ہوگابلکہ اس کوولی</w:t>
      </w:r>
      <w:r w:rsidRPr="00E37591">
        <w:rPr>
          <w:rtl/>
          <w:lang w:bidi="ur-PK"/>
        </w:rPr>
        <w:t xml:space="preserve"> امر ک</w:t>
      </w:r>
      <w:r w:rsidRPr="00E37591">
        <w:rPr>
          <w:rFonts w:hint="cs"/>
          <w:rtl/>
          <w:lang w:bidi="ur-PK"/>
        </w:rPr>
        <w:t>ے مصالح ومفاد کے حوالے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 جس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آئند</w:t>
      </w:r>
      <w:r w:rsidRPr="00E37591">
        <w:rPr>
          <w:rFonts w:hint="cs"/>
          <w:rtl/>
          <w:lang w:bidi="ur-PK"/>
        </w:rPr>
        <w:t>ہ آرہی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06314C" w:rsidRDefault="00824138" w:rsidP="00F01F58">
      <w:pPr>
        <w:pStyle w:val="Heading2"/>
        <w:rPr>
          <w:rtl/>
          <w:lang w:bidi="ur-PK"/>
        </w:rPr>
      </w:pPr>
      <w:bookmarkStart w:id="230" w:name="_Toc468966886"/>
      <w:bookmarkStart w:id="231" w:name="_Toc468970805"/>
      <w:r w:rsidRPr="00E37591">
        <w:rPr>
          <w:rFonts w:hint="eastAsia"/>
          <w:rtl/>
          <w:lang w:bidi="ur-PK"/>
        </w:rPr>
        <w:t>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06314C">
        <w:rPr>
          <w:rFonts w:hint="cs"/>
          <w:rtl/>
          <w:lang w:bidi="ur-PK"/>
        </w:rPr>
        <w:t>ھ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06314C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</w:t>
      </w:r>
      <w:r w:rsidRPr="0006314C">
        <w:rPr>
          <w:rFonts w:hint="cs"/>
          <w:rtl/>
          <w:lang w:bidi="ur-PK"/>
        </w:rPr>
        <w:t>ہے</w:t>
      </w:r>
      <w:bookmarkEnd w:id="230"/>
      <w:bookmarkEnd w:id="231"/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عمل اور ضرورت ک</w:t>
      </w:r>
      <w:r w:rsidRPr="00E37591">
        <w:rPr>
          <w:rFonts w:hint="cs"/>
          <w:rtl/>
          <w:lang w:bidi="ur-PK"/>
        </w:rPr>
        <w:t>ے بعدعالم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کادور آتا</w:t>
      </w:r>
      <w:r w:rsidRPr="00E37591">
        <w:rPr>
          <w:rFonts w:hint="cs"/>
          <w:rtl/>
          <w:lang w:bidi="ur-PK"/>
        </w:rPr>
        <w:t>ہے۔اس لئے کہ اسلام نے انفرادی</w:t>
      </w:r>
      <w:r w:rsidRPr="00E37591">
        <w:rPr>
          <w:rtl/>
          <w:lang w:bidi="ur-PK"/>
        </w:rPr>
        <w:t xml:space="preserve">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کو جائز قرار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بعد مالک کے حقوق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اور 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نظر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اختلاف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ہے۔اس نے نہ توسرمایہ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نظام کی</w:t>
      </w:r>
      <w:r w:rsidRPr="00E37591">
        <w:rPr>
          <w:rtl/>
          <w:lang w:bidi="ur-PK"/>
        </w:rPr>
        <w:t xml:space="preserve"> طرح دولت ب</w:t>
      </w:r>
      <w:r w:rsidRPr="00E37591">
        <w:rPr>
          <w:rFonts w:hint="cs"/>
          <w:rtl/>
          <w:lang w:bidi="ur-PK"/>
        </w:rPr>
        <w:t>ڑھانے کی</w:t>
      </w:r>
      <w:r w:rsidRPr="00E37591">
        <w:rPr>
          <w:rtl/>
          <w:lang w:bidi="ur-PK"/>
        </w:rPr>
        <w:t xml:space="preserve"> مطلق آزاد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دی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اشتراکی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فائد</w:t>
      </w:r>
      <w:r w:rsidRPr="00E37591">
        <w:rPr>
          <w:rFonts w:hint="cs"/>
          <w:rtl/>
          <w:lang w:bidi="ur-PK"/>
        </w:rPr>
        <w:t>ہ کے طری</w:t>
      </w:r>
      <w:r w:rsidRPr="00E37591">
        <w:rPr>
          <w:rFonts w:hint="eastAsia"/>
          <w:rtl/>
          <w:lang w:bidi="ur-PK"/>
        </w:rPr>
        <w:t>قوں</w:t>
      </w:r>
      <w:r w:rsidRPr="00E37591">
        <w:rPr>
          <w:rtl/>
          <w:lang w:bidi="ur-PK"/>
        </w:rPr>
        <w:t xml:space="preserve"> کا گلا گ</w:t>
      </w:r>
      <w:r w:rsidRPr="00E37591">
        <w:rPr>
          <w:rFonts w:hint="cs"/>
          <w:rtl/>
          <w:lang w:bidi="ur-PK"/>
        </w:rPr>
        <w:t>ھونٹ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معتدل موقف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ہے۔تجارتی</w:t>
      </w:r>
      <w:r w:rsidRPr="00E37591">
        <w:rPr>
          <w:rtl/>
          <w:lang w:bidi="ur-PK"/>
        </w:rPr>
        <w:t xml:space="preserve"> قوائد کو حلال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سودخور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حرام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سودخوار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تحر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مقابلہ ہے اور تجارتی</w:t>
      </w:r>
      <w:r w:rsidRPr="00E37591">
        <w:rPr>
          <w:rtl/>
          <w:lang w:bidi="ur-PK"/>
        </w:rPr>
        <w:t xml:space="preserve"> فوائد ک</w:t>
      </w:r>
      <w:r w:rsidRPr="00E37591">
        <w:rPr>
          <w:rFonts w:hint="cs"/>
          <w:rtl/>
          <w:lang w:bidi="ur-PK"/>
        </w:rPr>
        <w:t>ے جواز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جب تجارتی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جائز ہ</w:t>
      </w:r>
      <w:r w:rsidRPr="00E37591">
        <w:rPr>
          <w:rtl/>
          <w:lang w:bidi="ur-PK"/>
        </w:rPr>
        <w:t>وگا اور اس</w:t>
      </w:r>
      <w:r w:rsidRPr="00E37591">
        <w:rPr>
          <w:rFonts w:hint="cs"/>
          <w:rtl/>
          <w:lang w:bidi="ur-PK"/>
        </w:rPr>
        <w:t>ے مارکسی</w:t>
      </w:r>
      <w:r w:rsidRPr="00E37591">
        <w:rPr>
          <w:rtl/>
          <w:lang w:bidi="ur-PK"/>
        </w:rPr>
        <w:t xml:space="preserve"> اصلاح ک</w:t>
      </w:r>
      <w:r w:rsidRPr="00E37591">
        <w:rPr>
          <w:rFonts w:hint="cs"/>
          <w:rtl/>
          <w:lang w:bidi="ur-PK"/>
        </w:rPr>
        <w:t>ے مطابق ''زائد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>''کا درج</w:t>
      </w:r>
      <w:r w:rsidRPr="00E37591">
        <w:rPr>
          <w:rFonts w:hint="cs"/>
          <w:rtl/>
          <w:lang w:bidi="ur-PK"/>
        </w:rPr>
        <w:t>ہ حاصل نہ ہوگا تو انسان کے مال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ہوگا اور جب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فائدہ حاصل ہونے لگے گاتو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دخل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 </w:t>
      </w:r>
      <w:r w:rsidRPr="00E37591">
        <w:rPr>
          <w:rFonts w:hint="cs"/>
          <w:rtl/>
          <w:lang w:bidi="ur-PK"/>
        </w:rPr>
        <w:t>ہوگی۔اس لئے کہ دولت کے لئے اسلام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ع</w:t>
      </w:r>
      <w:r w:rsidRPr="00E37591">
        <w:rPr>
          <w:rFonts w:hint="eastAsia"/>
          <w:rtl/>
          <w:lang w:bidi="ur-PK"/>
        </w:rPr>
        <w:t>دالت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ذم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مقررکرد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۔فرق صرف 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عمل اور ضرورت کا درجہ اولیٰ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 اور ملکی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کا مرتب</w:t>
      </w:r>
      <w:r w:rsidRPr="00E37591">
        <w:rPr>
          <w:rFonts w:hint="cs"/>
          <w:rtl/>
          <w:lang w:bidi="ur-PK"/>
        </w:rPr>
        <w:t>ہ ثانوی۔ان مباحث کی</w:t>
      </w:r>
      <w:r w:rsidRPr="00E37591">
        <w:rPr>
          <w:rtl/>
          <w:lang w:bidi="ur-PK"/>
        </w:rPr>
        <w:t xml:space="preserve">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انشاء الل</w:t>
      </w:r>
      <w:r w:rsidRPr="00E37591">
        <w:rPr>
          <w:rFonts w:hint="cs"/>
          <w:rtl/>
          <w:lang w:bidi="ur-PK"/>
        </w:rPr>
        <w:t>ہ آئندہ آرہی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کامکمل نقش</w:t>
      </w:r>
      <w:r w:rsidRPr="00E37591">
        <w:rPr>
          <w:rFonts w:hint="cs"/>
          <w:rtl/>
          <w:lang w:bidi="ur-PK"/>
        </w:rPr>
        <w:t>ہ مختصر صورت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اجاسکتا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عمل 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کااساس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 xml:space="preserve">ضرورت </w:t>
      </w:r>
      <w:r w:rsidRPr="00E37591">
        <w:rPr>
          <w:rtl/>
          <w:lang w:bidi="ur-PK"/>
        </w:rPr>
        <w:t>وحاجت انسان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حق </w:t>
      </w:r>
      <w:r w:rsidRPr="00E37591">
        <w:rPr>
          <w:rFonts w:hint="cs"/>
          <w:rtl/>
          <w:lang w:bidi="ur-PK"/>
        </w:rPr>
        <w:t>ہونے کی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ںعظ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حص</w:t>
      </w:r>
      <w:r w:rsidRPr="00E37591">
        <w:rPr>
          <w:rFonts w:hint="cs"/>
          <w:rtl/>
          <w:lang w:bidi="ur-PK"/>
        </w:rPr>
        <w:t>ہ رکھتی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ملک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کاا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ثانو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ان تجارتی</w:t>
      </w:r>
      <w:r w:rsidRPr="00E37591">
        <w:rPr>
          <w:rtl/>
          <w:lang w:bidi="ur-PK"/>
        </w:rPr>
        <w:t xml:space="preserve"> منافع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جن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ن</w:t>
      </w:r>
      <w:r w:rsidRPr="00E37591">
        <w:rPr>
          <w:rFonts w:hint="cs"/>
          <w:rtl/>
          <w:lang w:bidi="ur-PK"/>
        </w:rPr>
        <w:t>ے چند خاص قی</w:t>
      </w:r>
      <w:r w:rsidRPr="00E37591">
        <w:rPr>
          <w:rFonts w:hint="eastAsia"/>
          <w:rtl/>
          <w:lang w:bidi="ur-PK"/>
        </w:rPr>
        <w:t>ود</w:t>
      </w:r>
      <w:r w:rsidRPr="00E37591">
        <w:rPr>
          <w:rtl/>
          <w:lang w:bidi="ur-PK"/>
        </w:rPr>
        <w:t xml:space="preserve"> وشرائط ک</w:t>
      </w:r>
      <w:r w:rsidRPr="00E37591">
        <w:rPr>
          <w:rFonts w:hint="cs"/>
          <w:rtl/>
          <w:lang w:bidi="ur-PK"/>
        </w:rPr>
        <w:t>ے تحت جائز قرار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824138">
      <w:pPr>
        <w:pStyle w:val="libNormal"/>
      </w:pPr>
    </w:p>
    <w:p w:rsidR="00824138" w:rsidRPr="00E37591" w:rsidRDefault="00824138" w:rsidP="00F01F58">
      <w:pPr>
        <w:pStyle w:val="Heading2"/>
        <w:rPr>
          <w:rtl/>
          <w:lang w:bidi="ur-PK"/>
        </w:rPr>
      </w:pPr>
      <w:bookmarkStart w:id="232" w:name="_Toc468966887"/>
      <w:bookmarkStart w:id="233" w:name="_Toc468970806"/>
      <w:r w:rsidRPr="00E37591">
        <w:rPr>
          <w:rFonts w:hint="eastAsia"/>
          <w:rtl/>
          <w:lang w:bidi="ur-PK"/>
        </w:rPr>
        <w:t>تبادل</w:t>
      </w:r>
      <w:r w:rsidRPr="0006314C">
        <w:rPr>
          <w:rFonts w:hint="cs"/>
          <w:rtl/>
          <w:lang w:bidi="ur-PK"/>
        </w:rPr>
        <w:t>ہ</w:t>
      </w:r>
      <w:bookmarkEnd w:id="232"/>
      <w:bookmarkEnd w:id="233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عام رکن جو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متاخرہونے کے باوجود اہمی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س</w:t>
      </w:r>
      <w:r w:rsidRPr="00E37591">
        <w:rPr>
          <w:rFonts w:hint="cs"/>
          <w:rtl/>
          <w:lang w:bidi="ur-PK"/>
        </w:rPr>
        <w:t>ے کچھ کم 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ہے''تبادلۂ اجناس''ہے۔ انسان نے جب سے اجتماعی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دان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قدم رک</w:t>
      </w:r>
      <w:r w:rsidRPr="00E37591">
        <w:rPr>
          <w:rFonts w:hint="cs"/>
          <w:rtl/>
          <w:lang w:bidi="ur-PK"/>
        </w:rPr>
        <w:t>ھاہے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مسائل نے بھی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س</w:t>
      </w:r>
      <w:r w:rsidRPr="00E37591">
        <w:rPr>
          <w:rFonts w:hint="cs"/>
          <w:rtl/>
          <w:lang w:bidi="ur-PK"/>
        </w:rPr>
        <w:t>ے جنم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عمل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عمل کے لئے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منافع ک</w:t>
      </w:r>
      <w:r w:rsidRPr="00E37591">
        <w:rPr>
          <w:rFonts w:hint="cs"/>
          <w:rtl/>
          <w:lang w:bidi="ur-PK"/>
        </w:rPr>
        <w:t>ے اصول لازم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گو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اور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مسائل اتنی</w:t>
      </w:r>
      <w:r w:rsidRPr="00E37591">
        <w:rPr>
          <w:rtl/>
          <w:lang w:bidi="ur-PK"/>
        </w:rPr>
        <w:t xml:space="preserve"> بن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ان کے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ہونا محال ہے۔تبادلہ کو یہ</w:t>
      </w:r>
      <w:r w:rsidRPr="00E37591">
        <w:rPr>
          <w:rtl/>
          <w:lang w:bidi="ur-PK"/>
        </w:rPr>
        <w:t xml:space="preserve"> ح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ث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حاصل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لئے کہ ابتدائی</w:t>
      </w:r>
      <w:r w:rsidRPr="00E37591">
        <w:rPr>
          <w:rtl/>
          <w:lang w:bidi="ur-PK"/>
        </w:rPr>
        <w:t xml:space="preserve"> معاشروں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قلت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بناء پر لوگ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داواراور</w:t>
      </w:r>
      <w:r w:rsidRPr="00E37591">
        <w:rPr>
          <w:rtl/>
          <w:lang w:bidi="ur-PK"/>
        </w:rPr>
        <w:t xml:space="preserve"> با</w:t>
      </w:r>
      <w:r w:rsidRPr="00E37591">
        <w:rPr>
          <w:rFonts w:hint="cs"/>
          <w:rtl/>
          <w:lang w:bidi="ur-PK"/>
        </w:rPr>
        <w:t>ہمی</w:t>
      </w:r>
      <w:r w:rsidRPr="00E37591">
        <w:rPr>
          <w:rtl/>
          <w:lang w:bidi="ur-PK"/>
        </w:rPr>
        <w:t xml:space="preserve"> 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 کام چلا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کسی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ضرورت محسوس ن</w:t>
      </w:r>
      <w:r w:rsidRPr="00E37591">
        <w:rPr>
          <w:rFonts w:hint="cs"/>
          <w:rtl/>
          <w:lang w:bidi="ur-PK"/>
        </w:rPr>
        <w:t>ہ ہوتی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جب س</w:t>
      </w:r>
      <w:r w:rsidRPr="00E37591">
        <w:rPr>
          <w:rFonts w:hint="cs"/>
          <w:rtl/>
          <w:lang w:bidi="ur-PK"/>
        </w:rPr>
        <w:t>ے انسانی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ترقی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،اموال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مختلف رنگ اختی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اور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انسان اس بات پر قادر ن</w:t>
      </w:r>
      <w:r w:rsidRPr="00E37591">
        <w:rPr>
          <w:rFonts w:hint="cs"/>
          <w:rtl/>
          <w:lang w:bidi="ur-PK"/>
        </w:rPr>
        <w:t>ہ رہاکہ اپنے تمام ضرو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کا انتظام کر سک</w:t>
      </w:r>
      <w:r w:rsidRPr="00E37591">
        <w:rPr>
          <w:rFonts w:hint="cs"/>
          <w:rtl/>
          <w:lang w:bidi="ur-PK"/>
        </w:rPr>
        <w:t>ے تو اس وقت اس امر کی</w:t>
      </w:r>
      <w:r w:rsidRPr="00E37591">
        <w:rPr>
          <w:rtl/>
          <w:lang w:bidi="ur-PK"/>
        </w:rPr>
        <w:t xml:space="preserve"> ضرورت محسوس 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تمام افراد باہمی</w:t>
      </w:r>
      <w:r w:rsidRPr="00E37591">
        <w:rPr>
          <w:rtl/>
          <w:lang w:bidi="ur-PK"/>
        </w:rPr>
        <w:t xml:space="preserve"> طورپراعمال کوتقس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</w:t>
      </w:r>
      <w:r w:rsidRPr="00E37591">
        <w:rPr>
          <w:rFonts w:hint="cs"/>
          <w:rtl/>
          <w:lang w:bidi="ur-PK"/>
        </w:rPr>
        <w:t>ہر شخص اپنی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ہارت کے اعتبار سے کوئی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کوئی</w:t>
      </w:r>
      <w:r w:rsidRPr="00E37591">
        <w:rPr>
          <w:rtl/>
          <w:lang w:bidi="ur-PK"/>
        </w:rPr>
        <w:t xml:space="preserve"> ش</w:t>
      </w:r>
      <w:r w:rsidRPr="00E37591">
        <w:rPr>
          <w:rFonts w:hint="cs"/>
          <w:rtl/>
          <w:lang w:bidi="ur-PK"/>
        </w:rPr>
        <w:t>ے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اور اس کے بعددی</w:t>
      </w:r>
      <w:r w:rsidRPr="00E37591">
        <w:rPr>
          <w:rFonts w:hint="eastAsia"/>
          <w:rtl/>
          <w:lang w:bidi="ur-PK"/>
        </w:rPr>
        <w:t>گرضرور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اپنی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جنس کا تبادل</w:t>
      </w:r>
      <w:r w:rsidRPr="00E37591">
        <w:rPr>
          <w:rFonts w:hint="cs"/>
          <w:rtl/>
          <w:lang w:bidi="ur-PK"/>
        </w:rPr>
        <w:t>ہ کرے گوی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پی</w:t>
      </w:r>
      <w:r w:rsidRPr="00E37591">
        <w:rPr>
          <w:rFonts w:hint="eastAsia"/>
          <w:rtl/>
          <w:lang w:bidi="ur-PK"/>
        </w:rPr>
        <w:t>دوار</w:t>
      </w:r>
      <w:r w:rsidRPr="00E37591">
        <w:rPr>
          <w:rtl/>
          <w:lang w:bidi="ur-PK"/>
        </w:rPr>
        <w:t xml:space="preserve"> اور خرچ ک</w:t>
      </w:r>
      <w:r w:rsidRPr="00E37591">
        <w:rPr>
          <w:rFonts w:hint="cs"/>
          <w:rtl/>
          <w:lang w:bidi="ur-PK"/>
        </w:rPr>
        <w:t>ے درمی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واسط</w:t>
      </w:r>
      <w:r w:rsidRPr="00E37591">
        <w:rPr>
          <w:rFonts w:hint="cs"/>
          <w:rtl/>
          <w:lang w:bidi="ur-PK"/>
        </w:rPr>
        <w:t>ہ ہے۔ہر ای</w:t>
      </w:r>
      <w:r w:rsidRPr="00E37591">
        <w:rPr>
          <w:rFonts w:hint="eastAsia"/>
          <w:rtl/>
          <w:lang w:bidi="ur-PK"/>
        </w:rPr>
        <w:t>جاد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اپن</w:t>
      </w:r>
      <w:r w:rsidRPr="00E37591">
        <w:rPr>
          <w:rFonts w:hint="cs"/>
          <w:rtl/>
          <w:lang w:bidi="ur-PK"/>
        </w:rPr>
        <w:t>ے مال کو نکالتاہے تاکہ دوسرے اموال کو درآمد کرسکے۔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وہی</w:t>
      </w:r>
      <w:r w:rsidRPr="00E37591">
        <w:rPr>
          <w:rtl/>
          <w:lang w:bidi="ur-PK"/>
        </w:rPr>
        <w:t xml:space="preserve"> ظلم جس ن</w:t>
      </w:r>
      <w:r w:rsidRPr="00E37591">
        <w:rPr>
          <w:rFonts w:hint="cs"/>
          <w:rtl/>
          <w:lang w:bidi="ur-PK"/>
        </w:rPr>
        <w:t>ے قرآنی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مطابق انسان کو عالم طبی</w:t>
      </w:r>
      <w:r w:rsidRPr="00E37591">
        <w:rPr>
          <w:rFonts w:hint="eastAsia"/>
          <w:rtl/>
          <w:lang w:bidi="ur-PK"/>
        </w:rPr>
        <w:t>عت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خی</w:t>
      </w:r>
      <w:r w:rsidRPr="00E37591">
        <w:rPr>
          <w:rFonts w:hint="eastAsia"/>
          <w:rtl/>
          <w:lang w:bidi="ur-PK"/>
        </w:rPr>
        <w:t>روبرکت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محروم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</w:t>
      </w:r>
      <w:r w:rsidRPr="00E37591">
        <w:rPr>
          <w:rFonts w:hint="cs"/>
          <w:rtl/>
          <w:lang w:bidi="ur-PK"/>
        </w:rPr>
        <w:t>ڑے آگی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انسان ن</w:t>
      </w:r>
      <w:r w:rsidRPr="00E37591">
        <w:rPr>
          <w:rFonts w:hint="cs"/>
          <w:rtl/>
          <w:lang w:bidi="ur-PK"/>
        </w:rPr>
        <w:t>ے تبادلہ جنس کے صحی</w:t>
      </w:r>
      <w:r w:rsidRPr="00E37591">
        <w:rPr>
          <w:rFonts w:hint="eastAsia"/>
          <w:rtl/>
          <w:lang w:bidi="ur-PK"/>
        </w:rPr>
        <w:t>ح</w:t>
      </w:r>
      <w:r w:rsidRPr="00E37591">
        <w:rPr>
          <w:rtl/>
          <w:lang w:bidi="ur-PK"/>
        </w:rPr>
        <w:t xml:space="preserve"> مف</w:t>
      </w:r>
      <w:r w:rsidRPr="00E37591">
        <w:rPr>
          <w:rFonts w:hint="cs"/>
          <w:rtl/>
          <w:lang w:bidi="ur-PK"/>
        </w:rPr>
        <w:t>ہوم کوفراموش کرکے اسے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پس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ذر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بنال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سماج ان تمام مشکلات س</w:t>
      </w:r>
      <w:r w:rsidRPr="00E37591">
        <w:rPr>
          <w:rFonts w:hint="cs"/>
          <w:rtl/>
          <w:lang w:bidi="ur-PK"/>
        </w:rPr>
        <w:t>ے دوچار ہ</w:t>
      </w:r>
      <w:r w:rsidRPr="00E37591">
        <w:rPr>
          <w:rFonts w:hint="eastAsia"/>
          <w:rtl/>
          <w:lang w:bidi="ur-PK"/>
        </w:rPr>
        <w:t>ون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لگاجو اشتراک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اصول تقسی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سامنے آرہے تھے۔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تبادل</w:t>
      </w:r>
      <w:r w:rsidRPr="00E37591">
        <w:rPr>
          <w:rFonts w:hint="cs"/>
          <w:rtl/>
          <w:lang w:bidi="ur-PK"/>
        </w:rPr>
        <w:t>ہ کے بارے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اسلام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رائ</w:t>
      </w:r>
      <w:r w:rsidRPr="00E37591">
        <w:rPr>
          <w:rFonts w:hint="cs"/>
          <w:rtl/>
          <w:lang w:bidi="ur-PK"/>
        </w:rPr>
        <w:t>ے معلوم کرنے سے پہلے معلوم کرنا ضروری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اسلام کی</w:t>
      </w:r>
      <w:r w:rsidRPr="00E37591">
        <w:rPr>
          <w:rtl/>
          <w:lang w:bidi="ur-PK"/>
        </w:rPr>
        <w:t xml:space="preserve"> نظرم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کے غلط استعمال کا سبب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غلط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اثرات ونتائج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ں؟تاک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معلوم </w:t>
      </w:r>
      <w:r w:rsidRPr="00E37591">
        <w:rPr>
          <w:rFonts w:hint="cs"/>
          <w:rtl/>
          <w:lang w:bidi="ur-PK"/>
        </w:rPr>
        <w:t>ہوسکے کہ اسلام نے اس مشکل کو کہاں تک حل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اس ن</w:t>
      </w:r>
      <w:r w:rsidRPr="00E37591">
        <w:rPr>
          <w:rFonts w:hint="cs"/>
          <w:rtl/>
          <w:lang w:bidi="ur-PK"/>
        </w:rPr>
        <w:t>ے اپنا عادلانہ نظام کن اصولوں پر قائم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ہے؟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 xml:space="preserve">اس مقام پر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بات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نظرر</w:t>
      </w:r>
      <w:r w:rsidRPr="00E37591">
        <w:rPr>
          <w:rFonts w:hint="cs"/>
          <w:rtl/>
          <w:lang w:bidi="ur-PK"/>
        </w:rPr>
        <w:t>ہنی</w:t>
      </w:r>
      <w:r w:rsidRPr="00E37591">
        <w:rPr>
          <w:rtl/>
          <w:lang w:bidi="ur-PK"/>
        </w:rPr>
        <w:t xml:space="preserve"> چا</w:t>
      </w:r>
      <w:r w:rsidRPr="00E37591">
        <w:rPr>
          <w:rFonts w:hint="cs"/>
          <w:rtl/>
          <w:lang w:bidi="ur-PK"/>
        </w:rPr>
        <w:t>ہئے کہ تبادلۂ اموال کی</w:t>
      </w:r>
      <w:r w:rsidRPr="00E37591">
        <w:rPr>
          <w:rtl/>
          <w:lang w:bidi="ur-PK"/>
        </w:rPr>
        <w:t xml:space="preserve"> دو قسم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تبادلۂ جنس، تبادلۂ نقد۔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62BB0">
      <w:pPr>
        <w:pStyle w:val="libBold2"/>
        <w:rPr>
          <w:rtl/>
          <w:lang w:bidi="ur-PK"/>
        </w:rPr>
      </w:pPr>
      <w:bookmarkStart w:id="234" w:name="_Toc468966888"/>
      <w:r w:rsidRPr="00E37591">
        <w:rPr>
          <w:rFonts w:hint="eastAsia"/>
          <w:rtl/>
          <w:lang w:bidi="ur-PK"/>
        </w:rPr>
        <w:t>تبادل</w:t>
      </w:r>
      <w:r w:rsidRPr="0006314C">
        <w:rPr>
          <w:rFonts w:hint="cs"/>
          <w:rtl/>
          <w:lang w:bidi="ur-PK"/>
        </w:rPr>
        <w:t>ۂ</w:t>
      </w:r>
      <w:r w:rsidRPr="00E37591">
        <w:rPr>
          <w:rtl/>
          <w:lang w:bidi="ur-PK"/>
        </w:rPr>
        <w:t xml:space="preserve"> جنس:</w:t>
      </w:r>
      <w:bookmarkEnd w:id="234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تبادل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شکل ہے جہاں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جنس کو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جنس س</w:t>
      </w:r>
      <w:r w:rsidRPr="00E37591">
        <w:rPr>
          <w:rFonts w:hint="cs"/>
          <w:rtl/>
          <w:lang w:bidi="ur-PK"/>
        </w:rPr>
        <w:t>ے تبدی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اجاتا</w:t>
      </w:r>
      <w:r w:rsidRPr="00E37591">
        <w:rPr>
          <w:rFonts w:hint="cs"/>
          <w:rtl/>
          <w:lang w:bidi="ur-PK"/>
        </w:rPr>
        <w:t>ہے۔ تبادلہ کی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خ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سب س</w:t>
      </w:r>
      <w:r w:rsidRPr="00E37591">
        <w:rPr>
          <w:rFonts w:hint="cs"/>
          <w:rtl/>
          <w:lang w:bidi="ur-PK"/>
        </w:rPr>
        <w:t>ے پہلا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جب انسان اپنی</w:t>
      </w:r>
      <w:r w:rsidRPr="00E37591">
        <w:rPr>
          <w:rtl/>
          <w:lang w:bidi="ur-PK"/>
        </w:rPr>
        <w:t xml:space="preserve"> ضرورت س</w:t>
      </w:r>
      <w:r w:rsidRPr="00E37591">
        <w:rPr>
          <w:rFonts w:hint="cs"/>
          <w:rtl/>
          <w:lang w:bidi="ur-PK"/>
        </w:rPr>
        <w:t>ے زائد جنس کو دے کر دوسرے شخص سے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کو حاصل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اکرتات</w:t>
      </w:r>
      <w:r w:rsidRPr="00E37591">
        <w:rPr>
          <w:rFonts w:hint="cs"/>
          <w:rtl/>
          <w:lang w:bidi="ur-PK"/>
        </w:rPr>
        <w:t>ھا۔اگر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شخص ن</w:t>
      </w:r>
      <w:r w:rsidRPr="00E37591">
        <w:rPr>
          <w:rFonts w:hint="cs"/>
          <w:rtl/>
          <w:lang w:bidi="ur-PK"/>
        </w:rPr>
        <w:t>ے سوکی</w:t>
      </w:r>
      <w:r w:rsidRPr="00E37591">
        <w:rPr>
          <w:rFonts w:hint="eastAsia"/>
          <w:rtl/>
          <w:lang w:bidi="ur-PK"/>
        </w:rPr>
        <w:t>لو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یہوں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تو پچاس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لواپن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لئے محفوظ کرکے باقی</w:t>
      </w:r>
      <w:r w:rsidRPr="00E37591">
        <w:rPr>
          <w:rtl/>
          <w:lang w:bidi="ur-PK"/>
        </w:rPr>
        <w:t xml:space="preserve"> پچاس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لو</w:t>
      </w:r>
      <w:r w:rsidRPr="00E37591">
        <w:rPr>
          <w:rtl/>
          <w:lang w:bidi="ur-PK"/>
        </w:rPr>
        <w:t xml:space="preserve">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مقدار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بدل لی</w:t>
      </w:r>
      <w:r w:rsidRPr="00E37591">
        <w:rPr>
          <w:rFonts w:hint="eastAsia"/>
          <w:rtl/>
          <w:lang w:bidi="ur-PK"/>
        </w:rPr>
        <w:t>اکرتا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صورت حال 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دنوں باق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 سکی۔اس لئے کہ اس طرح انسانی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گوناگوں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مشکلات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گرفتار </w:t>
      </w:r>
      <w:r w:rsidRPr="00E37591">
        <w:rPr>
          <w:rFonts w:hint="cs"/>
          <w:rtl/>
          <w:lang w:bidi="ur-PK"/>
        </w:rPr>
        <w:t>ہوگئی۔اب گیہوں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کو روئی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مل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جب ر</w:t>
      </w:r>
      <w:r w:rsidRPr="00E37591">
        <w:rPr>
          <w:rtl/>
          <w:lang w:bidi="ur-PK"/>
        </w:rPr>
        <w:t>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کو گندم کی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 اور روئی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مالک کو گندم اسی</w:t>
      </w:r>
      <w:r w:rsidRPr="00E37591">
        <w:rPr>
          <w:rtl/>
          <w:lang w:bidi="ur-PK"/>
        </w:rPr>
        <w:t xml:space="preserve"> وقت حاصل </w:t>
      </w:r>
      <w:r w:rsidRPr="00E37591">
        <w:rPr>
          <w:rFonts w:hint="cs"/>
          <w:rtl/>
          <w:lang w:bidi="ur-PK"/>
        </w:rPr>
        <w:t>ہوسکتاتھا جب گندم کے مالک کو روئی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پ</w:t>
      </w:r>
      <w:r w:rsidRPr="00E37591">
        <w:rPr>
          <w:rFonts w:hint="cs"/>
          <w:rtl/>
          <w:lang w:bidi="ur-PK"/>
        </w:rPr>
        <w:t>ھر قی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کاتناسب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مستقل مسئل</w:t>
      </w:r>
      <w:r w:rsidRPr="00E37591">
        <w:rPr>
          <w:rFonts w:hint="cs"/>
          <w:rtl/>
          <w:lang w:bidi="ur-PK"/>
        </w:rPr>
        <w:t>ہ بناہواتھا۔ظاہر ہے کہ گھوڑے کا مالک گھوڑے کو مرغی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کبھی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بدلے گا۔اب نہ وہ گھوڑے کے ٹکڑے کرسکتاہے اور نہ حسب ضرورت مرغی</w:t>
      </w:r>
      <w:r w:rsidRPr="00E37591">
        <w:rPr>
          <w:rtl/>
          <w:lang w:bidi="ur-PK"/>
        </w:rPr>
        <w:t xml:space="preserve"> حاصل کرسکتا</w:t>
      </w:r>
      <w:r w:rsidRPr="00E37591">
        <w:rPr>
          <w:rFonts w:hint="cs"/>
          <w:rtl/>
          <w:lang w:bidi="ur-PK"/>
        </w:rPr>
        <w:t>ہے ۔اس سے بڑی</w:t>
      </w:r>
      <w:r w:rsidRPr="00E37591">
        <w:rPr>
          <w:rtl/>
          <w:lang w:bidi="ur-PK"/>
        </w:rPr>
        <w:t xml:space="preserve"> مشکل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کا تع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جنس ک</w:t>
      </w:r>
      <w:r w:rsidRPr="00E37591">
        <w:rPr>
          <w:rFonts w:hint="cs"/>
          <w:rtl/>
          <w:lang w:bidi="ur-PK"/>
        </w:rPr>
        <w:t>ے مقابلہ سے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ہوتاہے</w:t>
      </w:r>
      <w:r w:rsidRPr="00E37591">
        <w:rPr>
          <w:rtl/>
          <w:lang w:bidi="ur-PK"/>
        </w:rPr>
        <w:t xml:space="preserve"> اور </w:t>
      </w:r>
      <w:r w:rsidRPr="00E37591">
        <w:rPr>
          <w:rFonts w:hint="cs"/>
          <w:rtl/>
          <w:lang w:bidi="ur-PK"/>
        </w:rPr>
        <w:t>یہاں</w:t>
      </w:r>
      <w:r w:rsidRPr="00E37591">
        <w:rPr>
          <w:rtl/>
          <w:lang w:bidi="ur-PK"/>
        </w:rPr>
        <w:t xml:space="preserve"> تبادل</w:t>
      </w:r>
      <w:r w:rsidRPr="00E37591">
        <w:rPr>
          <w:rFonts w:hint="cs"/>
          <w:rtl/>
          <w:lang w:bidi="ur-PK"/>
        </w:rPr>
        <w:t>ہ ہی</w:t>
      </w:r>
      <w:r w:rsidRPr="00E37591">
        <w:rPr>
          <w:rtl/>
          <w:lang w:bidi="ur-PK"/>
        </w:rPr>
        <w:t xml:space="preserve"> محل بحث </w:t>
      </w:r>
      <w:r w:rsidRPr="00E37591">
        <w:rPr>
          <w:rFonts w:hint="cs"/>
          <w:rtl/>
          <w:lang w:bidi="ur-PK"/>
        </w:rPr>
        <w:t>ہواتھا۔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824138" w:rsidRPr="00E37591" w:rsidRDefault="00824138" w:rsidP="00DC745F">
      <w:pPr>
        <w:pStyle w:val="libNormal"/>
        <w:rPr>
          <w:rtl/>
          <w:lang w:bidi="ur-PK"/>
        </w:rPr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</w:t>
      </w:r>
      <w:r w:rsidRPr="00E37591">
        <w:rPr>
          <w:rFonts w:hint="cs"/>
          <w:rtl/>
          <w:lang w:bidi="ur-PK"/>
        </w:rPr>
        <w:t>ہ اسباب تھے جن کی</w:t>
      </w:r>
      <w:r w:rsidRPr="00E37591">
        <w:rPr>
          <w:rtl/>
          <w:lang w:bidi="ur-PK"/>
        </w:rPr>
        <w:t xml:space="preserve"> بناپر </w:t>
      </w:r>
      <w:r w:rsidRPr="00E37591">
        <w:rPr>
          <w:rFonts w:hint="cs"/>
          <w:rtl/>
          <w:lang w:bidi="ur-PK"/>
        </w:rPr>
        <w:t>ہرانسان کو ان مش</w:t>
      </w:r>
      <w:r w:rsidRPr="00E37591">
        <w:rPr>
          <w:rtl/>
          <w:lang w:bidi="ur-PK"/>
        </w:rPr>
        <w:t>کلات ک</w:t>
      </w:r>
      <w:r w:rsidRPr="00E37591">
        <w:rPr>
          <w:rFonts w:hint="cs"/>
          <w:rtl/>
          <w:lang w:bidi="ur-PK"/>
        </w:rPr>
        <w:t>ے حل کرنے کی</w:t>
      </w:r>
      <w:r w:rsidRPr="00E37591">
        <w:rPr>
          <w:rtl/>
          <w:lang w:bidi="ur-PK"/>
        </w:rPr>
        <w:t xml:space="preserve"> فکر</w:t>
      </w:r>
      <w:r w:rsidRPr="00E37591">
        <w:rPr>
          <w:rFonts w:hint="cs"/>
          <w:rtl/>
          <w:lang w:bidi="ur-PK"/>
        </w:rPr>
        <w:t>ہوئی</w:t>
      </w:r>
      <w:r w:rsidRPr="00E37591">
        <w:rPr>
          <w:rtl/>
          <w:lang w:bidi="ur-PK"/>
        </w:rPr>
        <w:t xml:space="preserve"> اور و</w:t>
      </w:r>
      <w:r w:rsidRPr="00E37591">
        <w:rPr>
          <w:rFonts w:hint="cs"/>
          <w:rtl/>
          <w:lang w:bidi="ur-PK"/>
        </w:rPr>
        <w:t>ہ مختلف طری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سوچن</w:t>
      </w:r>
      <w:r w:rsidRPr="00E37591">
        <w:rPr>
          <w:rFonts w:hint="cs"/>
          <w:rtl/>
          <w:lang w:bidi="ur-PK"/>
        </w:rPr>
        <w:t>ے لگا۔آخرکار یہ</w:t>
      </w:r>
      <w:r w:rsidRPr="00E37591">
        <w:rPr>
          <w:rtl/>
          <w:lang w:bidi="ur-PK"/>
        </w:rPr>
        <w:t xml:space="preserve"> بات ذ</w:t>
      </w:r>
      <w:r w:rsidRPr="00E37591">
        <w:rPr>
          <w:rFonts w:hint="cs"/>
          <w:rtl/>
          <w:lang w:bidi="ur-PK"/>
        </w:rPr>
        <w:t>ہن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راسخ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ہ''تبادلہ''جنس کے بجائے نقد سے ہونا چاہئے اور اس طرح تبادلہ کی</w:t>
      </w:r>
      <w:r w:rsidRPr="00E37591">
        <w:rPr>
          <w:rtl/>
          <w:lang w:bidi="ur-PK"/>
        </w:rPr>
        <w:t xml:space="preserve">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وجود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</w:p>
    <w:p w:rsidR="00824138" w:rsidRPr="00E37591" w:rsidRDefault="00824138" w:rsidP="00062BB0">
      <w:pPr>
        <w:pStyle w:val="libBold2"/>
        <w:rPr>
          <w:rtl/>
          <w:lang w:bidi="ur-PK"/>
        </w:rPr>
      </w:pPr>
      <w:bookmarkStart w:id="235" w:name="_Toc468966889"/>
      <w:r w:rsidRPr="00E37591">
        <w:rPr>
          <w:rFonts w:hint="eastAsia"/>
          <w:rtl/>
          <w:lang w:bidi="ur-PK"/>
        </w:rPr>
        <w:t>تبادل</w:t>
      </w:r>
      <w:r w:rsidRPr="0006314C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نقد:</w:t>
      </w:r>
      <w:bookmarkEnd w:id="235"/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اس معاملہ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نقد سک</w:t>
      </w:r>
      <w:r w:rsidRPr="00E37591">
        <w:rPr>
          <w:rFonts w:hint="cs"/>
          <w:rtl/>
          <w:lang w:bidi="ur-PK"/>
        </w:rPr>
        <w:t>ہ نے جنس کی</w:t>
      </w:r>
      <w:r w:rsidRPr="00E37591">
        <w:rPr>
          <w:rtl/>
          <w:lang w:bidi="ur-PK"/>
        </w:rPr>
        <w:t xml:space="preserve"> وکالت کاکام انجام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 اب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کو اس بات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وہ بھی</w:t>
      </w:r>
      <w:r w:rsidRPr="00E37591">
        <w:rPr>
          <w:rtl/>
          <w:lang w:bidi="ur-PK"/>
        </w:rPr>
        <w:t xml:space="preserve"> جنس کو د</w:t>
      </w:r>
      <w:r w:rsidRPr="00E37591">
        <w:rPr>
          <w:rFonts w:hint="cs"/>
          <w:rtl/>
          <w:lang w:bidi="ur-PK"/>
        </w:rPr>
        <w:t>ے بلکہ نقد سکہ بھی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ے کر مال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سکتا</w:t>
      </w:r>
      <w:r w:rsidRPr="00E37591">
        <w:rPr>
          <w:rFonts w:hint="cs"/>
          <w:rtl/>
          <w:lang w:bidi="ur-PK"/>
        </w:rPr>
        <w:t>ہے۔سابق مثال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وں</w:t>
      </w:r>
      <w:r w:rsidRPr="00E37591">
        <w:rPr>
          <w:rtl/>
          <w:lang w:bidi="ur-PK"/>
        </w:rPr>
        <w:t xml:space="preserve"> سمج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جئ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اگر مالک گندم کومی</w:t>
      </w:r>
      <w:r w:rsidRPr="00E37591">
        <w:rPr>
          <w:rFonts w:hint="eastAsia"/>
          <w:rtl/>
          <w:lang w:bidi="ur-PK"/>
        </w:rPr>
        <w:t>ووں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 xml:space="preserve">ہوتو وہ اس امر کا محتاج 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می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فروش کو گندم د</w:t>
      </w:r>
      <w:r w:rsidRPr="00E37591">
        <w:rPr>
          <w:rFonts w:hint="cs"/>
          <w:rtl/>
          <w:lang w:bidi="ur-PK"/>
        </w:rPr>
        <w:t>ے بلکہ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ہوس</w:t>
      </w:r>
      <w:r w:rsidRPr="00E37591">
        <w:rPr>
          <w:rtl/>
          <w:lang w:bidi="ur-PK"/>
        </w:rPr>
        <w:t>کتا</w:t>
      </w:r>
      <w:r w:rsidRPr="00E37591">
        <w:rPr>
          <w:rFonts w:hint="cs"/>
          <w:rtl/>
          <w:lang w:bidi="ur-PK"/>
        </w:rPr>
        <w:t>ہے کہ گندم روئی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کے ہاتھ بی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tl/>
          <w:lang w:bidi="ur-PK"/>
        </w:rPr>
        <w:t xml:space="preserve"> کر نقد مال س</w:t>
      </w:r>
      <w:r w:rsidRPr="00E37591">
        <w:rPr>
          <w:rFonts w:hint="cs"/>
          <w:rtl/>
          <w:lang w:bidi="ur-PK"/>
        </w:rPr>
        <w:t>ے می</w:t>
      </w:r>
      <w:r w:rsidRPr="00E37591">
        <w:rPr>
          <w:rFonts w:hint="eastAsia"/>
          <w:rtl/>
          <w:lang w:bidi="ur-PK"/>
        </w:rPr>
        <w:t>و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سک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یہی</w:t>
      </w:r>
      <w:r w:rsidRPr="00E37591">
        <w:rPr>
          <w:rtl/>
          <w:lang w:bidi="ur-PK"/>
        </w:rPr>
        <w:t xml:space="preserve"> وکالت ت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جس ن</w:t>
      </w:r>
      <w:r w:rsidRPr="00E37591">
        <w:rPr>
          <w:rFonts w:hint="cs"/>
          <w:rtl/>
          <w:lang w:bidi="ur-PK"/>
        </w:rPr>
        <w:t>ے جنس کے تمام مشکلات کو حل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۔اب ہر شخص اپنی</w:t>
      </w:r>
      <w:r w:rsidRPr="00E37591">
        <w:rPr>
          <w:rtl/>
          <w:lang w:bidi="ur-PK"/>
        </w:rPr>
        <w:t xml:space="preserve"> ضرورت ک</w:t>
      </w:r>
      <w:r w:rsidRPr="00E37591">
        <w:rPr>
          <w:rFonts w:hint="cs"/>
          <w:rtl/>
          <w:lang w:bidi="ur-PK"/>
        </w:rPr>
        <w:t>ے مطابق جنس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سکتا</w:t>
      </w:r>
      <w:r w:rsidRPr="00E37591">
        <w:rPr>
          <w:rFonts w:hint="cs"/>
          <w:rtl/>
          <w:lang w:bidi="ur-PK"/>
        </w:rPr>
        <w:t>ہے۔طرف مقابل کو اس کی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ضرورت </w:t>
      </w:r>
      <w:r w:rsidRPr="00E37591">
        <w:rPr>
          <w:rFonts w:hint="cs"/>
          <w:rtl/>
          <w:lang w:bidi="ur-PK"/>
        </w:rPr>
        <w:t>ہو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ہو۔اسی</w:t>
      </w:r>
      <w:r w:rsidRPr="00E37591">
        <w:rPr>
          <w:rtl/>
          <w:lang w:bidi="ur-PK"/>
        </w:rPr>
        <w:t xml:space="preserve"> طرح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تناسب کا مسئلہ بھی</w:t>
      </w:r>
      <w:r w:rsidRPr="00E37591">
        <w:rPr>
          <w:rtl/>
          <w:lang w:bidi="ur-PK"/>
        </w:rPr>
        <w:t xml:space="preserve"> صاف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۔اس لئے کہ ا ب تناسب نقد کے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قائم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اصل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تعی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شکل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آسان </w:t>
      </w:r>
      <w:r w:rsidRPr="00E37591">
        <w:rPr>
          <w:rFonts w:hint="cs"/>
          <w:rtl/>
          <w:lang w:bidi="ur-PK"/>
        </w:rPr>
        <w:t>ہوگئی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ہر شے کو اسی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ہ کے معی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پر پرک</w:t>
      </w:r>
      <w:r w:rsidRPr="00E37591">
        <w:rPr>
          <w:rFonts w:hint="cs"/>
          <w:rtl/>
          <w:lang w:bidi="ur-PK"/>
        </w:rPr>
        <w:t>ھ لی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گا۔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افسوس ک</w:t>
      </w:r>
      <w:r w:rsidRPr="00E37591">
        <w:rPr>
          <w:rFonts w:hint="cs"/>
          <w:rtl/>
          <w:lang w:bidi="ur-PK"/>
        </w:rPr>
        <w:t>ہ سکہ کی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ہلوجہاں اس قدرروشن اور حلال مشکلات تھا وہاں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دوسرا پ</w:t>
      </w:r>
      <w:r w:rsidRPr="00E37591">
        <w:rPr>
          <w:rFonts w:hint="cs"/>
          <w:rtl/>
          <w:lang w:bidi="ur-PK"/>
        </w:rPr>
        <w:t>ہلو انتہائی</w:t>
      </w:r>
      <w:r w:rsidRPr="00E37591">
        <w:rPr>
          <w:rtl/>
          <w:lang w:bidi="ur-PK"/>
        </w:rPr>
        <w:t xml:space="preserve"> تار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اور موجب وحشت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ھااس لئے کہ سکہ نے فقط وکالت ہی</w:t>
      </w:r>
      <w:r w:rsidRPr="00E37591">
        <w:rPr>
          <w:rtl/>
          <w:lang w:bidi="ur-PK"/>
        </w:rPr>
        <w:t xml:space="preserve"> کاکام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انسان کی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کھی</w:t>
      </w:r>
      <w:r w:rsidRPr="00E37591">
        <w:rPr>
          <w:rFonts w:hint="eastAsia"/>
          <w:rtl/>
          <w:lang w:bidi="ur-PK"/>
        </w:rPr>
        <w:t>لنا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شروع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اجس</w:t>
      </w:r>
      <w:r w:rsidRPr="00E37591">
        <w:rPr>
          <w:rtl/>
          <w:lang w:bidi="ur-PK"/>
        </w:rPr>
        <w:t xml:space="preserve">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سکے کے نتائج جنس کے نتائج سے بدتر ہونے لگے۔فرق صرف اتنا رہ 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جنس کہ مشکلات فطری</w:t>
      </w:r>
      <w:r w:rsidRPr="00E37591">
        <w:rPr>
          <w:rtl/>
          <w:lang w:bidi="ur-PK"/>
        </w:rPr>
        <w:t xml:space="preserve"> اور طب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سکے کے مشکلات</w:t>
      </w:r>
      <w:r w:rsidRPr="00E37591">
        <w:rPr>
          <w:rtl/>
          <w:lang w:bidi="ur-PK"/>
        </w:rPr>
        <w:t xml:space="preserve"> انسان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مظالم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دعو</w:t>
      </w:r>
      <w:r w:rsidRPr="00E37591">
        <w:rPr>
          <w:rFonts w:hint="cs"/>
          <w:rtl/>
          <w:lang w:bidi="ur-PK"/>
        </w:rPr>
        <w:t>یٰ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مز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وضاحت ک</w:t>
      </w:r>
      <w:r w:rsidRPr="00E37591">
        <w:rPr>
          <w:rFonts w:hint="cs"/>
          <w:rtl/>
          <w:lang w:bidi="ur-PK"/>
        </w:rPr>
        <w:t>ے لئے تبادلہ کے ان تغی</w:t>
      </w:r>
      <w:r w:rsidRPr="00E37591">
        <w:rPr>
          <w:rFonts w:hint="eastAsia"/>
          <w:rtl/>
          <w:lang w:bidi="ur-PK"/>
        </w:rPr>
        <w:t>رات</w:t>
      </w:r>
      <w:r w:rsidRPr="00E37591">
        <w:rPr>
          <w:rtl/>
          <w:lang w:bidi="ur-PK"/>
        </w:rPr>
        <w:t xml:space="preserve"> کا جائز</w:t>
      </w:r>
      <w:r w:rsidRPr="00E37591">
        <w:rPr>
          <w:rFonts w:hint="cs"/>
          <w:rtl/>
          <w:lang w:bidi="ur-PK"/>
        </w:rPr>
        <w:t>ہ لی</w:t>
      </w:r>
      <w:r w:rsidRPr="00E37591">
        <w:rPr>
          <w:rFonts w:hint="eastAsia"/>
          <w:rtl/>
          <w:lang w:bidi="ur-PK"/>
        </w:rPr>
        <w:t>نا</w:t>
      </w:r>
      <w:r w:rsidRPr="00E37591">
        <w:rPr>
          <w:rtl/>
          <w:lang w:bidi="ur-PK"/>
        </w:rPr>
        <w:t xml:space="preserve"> ضرور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Pr="00C1264A" w:rsidRDefault="00445B9E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ہے جو جنس اور نقدکے مختلف ادوار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جنس ک</w:t>
      </w:r>
      <w:r w:rsidRPr="00E37591">
        <w:rPr>
          <w:rFonts w:hint="cs"/>
          <w:rtl/>
          <w:lang w:bidi="ur-PK"/>
        </w:rPr>
        <w:t>ے تبادلہ کے دور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اور بائع کا 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تھا۔ہر شخص بائع بھی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ھا اور مشتری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ھی۔ای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جنس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دوسر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حاصل کرتات</w:t>
      </w:r>
      <w:r w:rsidRPr="00E37591">
        <w:rPr>
          <w:rFonts w:hint="cs"/>
          <w:rtl/>
          <w:lang w:bidi="ur-PK"/>
        </w:rPr>
        <w:t>ھا اور اس طرح دونوں کی</w:t>
      </w:r>
      <w:r w:rsidRPr="00E37591">
        <w:rPr>
          <w:rtl/>
          <w:lang w:bidi="ur-PK"/>
        </w:rPr>
        <w:t xml:space="preserve"> ضرورت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ہوجاتی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ے کے دورنے یہ</w:t>
      </w:r>
      <w:r w:rsidRPr="00E37591">
        <w:rPr>
          <w:rtl/>
          <w:lang w:bidi="ur-PK"/>
        </w:rPr>
        <w:t xml:space="preserve"> امت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از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داکر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ا،اب</w:t>
      </w:r>
      <w:r w:rsidRPr="00E37591">
        <w:rPr>
          <w:rtl/>
          <w:lang w:bidi="ur-PK"/>
        </w:rPr>
        <w:t xml:space="preserve"> صاحب جنس کو تاجر اور صاحب نقد کو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ہتے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۔اب روئی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طالب کو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معامل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مل 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بلک</w:t>
      </w:r>
      <w:r w:rsidRPr="00E37591">
        <w:rPr>
          <w:rFonts w:hint="cs"/>
          <w:rtl/>
          <w:lang w:bidi="ur-PK"/>
        </w:rPr>
        <w:t>ہ ضرورت ہے کہ پہلے گندم کو نقد سے بی</w:t>
      </w:r>
      <w:r w:rsidRPr="00E37591">
        <w:rPr>
          <w:rFonts w:hint="eastAsia"/>
          <w:rtl/>
          <w:lang w:bidi="ur-PK"/>
        </w:rPr>
        <w:t>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اس نقد سے روئی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اور اس طرح </w:t>
      </w:r>
      <w:r w:rsidRPr="00E37591">
        <w:rPr>
          <w:rFonts w:hint="cs"/>
          <w:rtl/>
          <w:lang w:bidi="ur-PK"/>
        </w:rPr>
        <w:t>ہر معاملہ کے لئے دہرے معاملات وجود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آئ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 تفرق</w:t>
      </w:r>
      <w:r w:rsidRPr="00E37591">
        <w:rPr>
          <w:rFonts w:hint="cs"/>
          <w:rtl/>
          <w:lang w:bidi="ur-PK"/>
        </w:rPr>
        <w:t>ہ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خطرناک پ</w:t>
      </w:r>
      <w:r w:rsidRPr="00E37591">
        <w:rPr>
          <w:rFonts w:hint="cs"/>
          <w:rtl/>
          <w:lang w:bidi="ur-PK"/>
        </w:rPr>
        <w:t>ہلو یہ</w:t>
      </w:r>
      <w:r w:rsidRPr="00E37591">
        <w:rPr>
          <w:rtl/>
          <w:lang w:bidi="ur-PK"/>
        </w:rPr>
        <w:t xml:space="preserve"> نکل آ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کا معامل</w:t>
      </w:r>
      <w:r w:rsidRPr="00E37591">
        <w:rPr>
          <w:rFonts w:hint="cs"/>
          <w:rtl/>
          <w:lang w:bidi="ur-PK"/>
        </w:rPr>
        <w:t>ہ فروخت سے موخر ہونے لگا اب ضرورت اس امر کی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ہر بی</w:t>
      </w:r>
      <w:r w:rsidRPr="00E37591">
        <w:rPr>
          <w:rFonts w:hint="eastAsia"/>
          <w:rtl/>
          <w:lang w:bidi="ur-PK"/>
        </w:rPr>
        <w:t>چن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والا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وقت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بلکہ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ممکن </w:t>
      </w:r>
      <w:r w:rsidRPr="00E37591">
        <w:rPr>
          <w:rFonts w:hint="cs"/>
          <w:rtl/>
          <w:lang w:bidi="ur-PK"/>
        </w:rPr>
        <w:t>ہو گی</w:t>
      </w:r>
      <w:r w:rsidRPr="00E37591">
        <w:rPr>
          <w:rFonts w:hint="eastAsia"/>
          <w:rtl/>
          <w:lang w:bidi="ur-PK"/>
        </w:rPr>
        <w:t>اک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مال کو فروخت کرک</w:t>
      </w:r>
      <w:r w:rsidRPr="00E37591">
        <w:rPr>
          <w:rFonts w:hint="cs"/>
          <w:rtl/>
          <w:lang w:bidi="ur-PK"/>
        </w:rPr>
        <w:t>ے نقد محفوظ کرلے اور دوسرے مال کو پھر کسی</w:t>
      </w:r>
      <w:r w:rsidRPr="00E37591">
        <w:rPr>
          <w:rtl/>
          <w:lang w:bidi="ur-PK"/>
        </w:rPr>
        <w:t xml:space="preserve"> وقت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در 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غن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موقع ن</w:t>
      </w:r>
      <w:r w:rsidRPr="00E37591">
        <w:rPr>
          <w:rFonts w:hint="cs"/>
          <w:rtl/>
          <w:lang w:bidi="ur-PK"/>
        </w:rPr>
        <w:t>ے معاملات کی</w:t>
      </w:r>
      <w:r w:rsidRPr="00E37591">
        <w:rPr>
          <w:rtl/>
          <w:lang w:bidi="ur-PK"/>
        </w:rPr>
        <w:t xml:space="preserve"> نوع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بدل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،پ</w:t>
      </w:r>
      <w:r w:rsidRPr="00E37591">
        <w:rPr>
          <w:rFonts w:hint="cs"/>
          <w:rtl/>
          <w:lang w:bidi="ur-PK"/>
        </w:rPr>
        <w:t>ہلے</w:t>
      </w:r>
      <w:r w:rsidRPr="00E37591">
        <w:rPr>
          <w:rtl/>
          <w:lang w:bidi="ur-PK"/>
        </w:rPr>
        <w:t xml:space="preserve"> تاجر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پر مجبور ت</w:t>
      </w:r>
      <w:r w:rsidRPr="00E37591">
        <w:rPr>
          <w:rFonts w:hint="cs"/>
          <w:rtl/>
          <w:lang w:bidi="ur-PK"/>
        </w:rPr>
        <w:t>ھا اس لئے تجارت کے وقت کی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خری</w:t>
      </w:r>
      <w:r w:rsidRPr="00E37591">
        <w:rPr>
          <w:rFonts w:hint="eastAsia"/>
          <w:rtl/>
          <w:lang w:bidi="ur-PK"/>
        </w:rPr>
        <w:t>دنا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ڑتا تھا</w:t>
      </w:r>
      <w:r w:rsidRPr="00E37591">
        <w:rPr>
          <w:rtl/>
          <w:lang w:bidi="ur-PK"/>
        </w:rPr>
        <w:t xml:space="preserve"> اب و</w:t>
      </w:r>
      <w:r w:rsidRPr="00E37591">
        <w:rPr>
          <w:rFonts w:hint="cs"/>
          <w:rtl/>
          <w:lang w:bidi="ur-PK"/>
        </w:rPr>
        <w:t>ہ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مختار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مناسب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وقت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گاک</w:t>
      </w:r>
      <w:r w:rsidRPr="00E37591">
        <w:rPr>
          <w:rFonts w:hint="cs"/>
          <w:rtl/>
          <w:lang w:bidi="ur-PK"/>
        </w:rPr>
        <w:t>ہ ادھر دولت جمع کی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گی</w:t>
      </w:r>
      <w:r w:rsidRPr="00E37591">
        <w:rPr>
          <w:rtl/>
          <w:lang w:bidi="ur-PK"/>
        </w:rPr>
        <w:t xml:space="preserve"> اور اد</w:t>
      </w:r>
      <w:r w:rsidRPr="00E37591">
        <w:rPr>
          <w:rFonts w:hint="cs"/>
          <w:rtl/>
          <w:lang w:bidi="ur-PK"/>
        </w:rPr>
        <w:t>ھر مال کی</w:t>
      </w:r>
      <w:r w:rsidRPr="00E37591">
        <w:rPr>
          <w:rtl/>
          <w:lang w:bidi="ur-PK"/>
        </w:rPr>
        <w:t xml:space="preserve">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نقد کا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فائد</w:t>
      </w:r>
      <w:r w:rsidRPr="00E37591">
        <w:rPr>
          <w:rFonts w:hint="cs"/>
          <w:rtl/>
          <w:lang w:bidi="ur-PK"/>
        </w:rPr>
        <w:t>ہ یہ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اموال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عرص</w:t>
      </w:r>
      <w:r w:rsidRPr="00E37591">
        <w:rPr>
          <w:rFonts w:hint="cs"/>
          <w:rtl/>
          <w:lang w:bidi="ur-PK"/>
        </w:rPr>
        <w:t>ہ کے بعد اپنی</w:t>
      </w:r>
      <w:r w:rsidRPr="00E37591">
        <w:rPr>
          <w:rtl/>
          <w:lang w:bidi="ur-PK"/>
        </w:rPr>
        <w:t xml:space="preserve"> قدروق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ھوبیٹھتے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ان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حفاظت پرب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کچ</w:t>
      </w:r>
      <w:r w:rsidRPr="00E37591">
        <w:rPr>
          <w:rFonts w:hint="cs"/>
          <w:rtl/>
          <w:lang w:bidi="ur-PK"/>
        </w:rPr>
        <w:t>ھ خرچ کرنا پڑتاہے لی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ہ ان تمام عی</w:t>
      </w:r>
      <w:r w:rsidRPr="00E37591">
        <w:rPr>
          <w:rFonts w:hint="eastAsia"/>
          <w:rtl/>
          <w:lang w:bidi="ur-PK"/>
        </w:rPr>
        <w:t>وب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بری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اس کی</w:t>
      </w:r>
      <w:r w:rsidRPr="00E37591">
        <w:rPr>
          <w:rtl/>
          <w:lang w:bidi="ur-PK"/>
        </w:rPr>
        <w:t xml:space="preserve"> قدرق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دوام وثبات اور اس کا تحفظ کم خرچ </w:t>
      </w:r>
      <w:r w:rsidRPr="00E37591">
        <w:rPr>
          <w:rFonts w:hint="cs"/>
          <w:rtl/>
          <w:lang w:bidi="ur-PK"/>
        </w:rPr>
        <w:t>ہے اس سے ہر شی</w:t>
      </w:r>
      <w:r w:rsidRPr="00E37591">
        <w:rPr>
          <w:rFonts w:hint="eastAsia"/>
          <w:rtl/>
          <w:lang w:bidi="ur-PK"/>
        </w:rPr>
        <w:t>ء</w:t>
      </w:r>
      <w:r w:rsidRPr="00E37591">
        <w:rPr>
          <w:rtl/>
          <w:lang w:bidi="ur-PK"/>
        </w:rPr>
        <w:t xml:space="preserve"> بروقت مل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</w:t>
      </w:r>
      <w:r w:rsidRPr="00E37591">
        <w:rPr>
          <w:rFonts w:hint="eastAsia"/>
          <w:rtl/>
          <w:lang w:bidi="ur-PK"/>
        </w:rPr>
        <w:t>سکت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سماج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رفتار 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ز</w:t>
      </w:r>
      <w:r w:rsidRPr="00E37591">
        <w:rPr>
          <w:rtl/>
          <w:lang w:bidi="ur-PK"/>
        </w:rPr>
        <w:t xml:space="preserve"> تر</w:t>
      </w:r>
      <w:r w:rsidRPr="00E37591">
        <w:rPr>
          <w:rFonts w:hint="cs"/>
          <w:rtl/>
          <w:lang w:bidi="ur-PK"/>
        </w:rPr>
        <w:t>ہرگئی</w:t>
      </w:r>
      <w:r w:rsidRPr="00E37591">
        <w:rPr>
          <w:rtl/>
          <w:lang w:bidi="ur-PK"/>
        </w:rPr>
        <w:t xml:space="preserve"> اور تبادل</w:t>
      </w:r>
      <w:r w:rsidRPr="00E37591">
        <w:rPr>
          <w:rFonts w:hint="cs"/>
          <w:rtl/>
          <w:lang w:bidi="ur-PK"/>
        </w:rPr>
        <w:t>ہ نے اپنا فری</w:t>
      </w:r>
      <w:r w:rsidRPr="00E37591">
        <w:rPr>
          <w:rFonts w:hint="eastAsia"/>
          <w:rtl/>
          <w:lang w:bidi="ur-PK"/>
        </w:rPr>
        <w:t>ض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ترک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۔کل تک خری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وفروخت کاکام برابر س</w:t>
      </w:r>
      <w:r w:rsidRPr="00E37591">
        <w:rPr>
          <w:rFonts w:hint="cs"/>
          <w:rtl/>
          <w:lang w:bidi="ur-PK"/>
        </w:rPr>
        <w:t xml:space="preserve">ے ہورہاتھا اور آج مال فروخت ہوتاہے تو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DC745F">
      <w:pPr>
        <w:pStyle w:val="libNormal"/>
      </w:pPr>
    </w:p>
    <w:p w:rsidR="00824138" w:rsidRPr="00DC6649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سکہ کو داخل خزانہ کرنے کے لئے، غرض وطلب کی</w:t>
      </w:r>
      <w:r w:rsidRPr="00E37591">
        <w:rPr>
          <w:rtl/>
          <w:lang w:bidi="ur-PK"/>
        </w:rPr>
        <w:t xml:space="preserve"> نسبت بدل 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احتکار کے جذبات  کار فرما ہوگئے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۔ہر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اندوزبازار کا سارا مال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دکر</w:t>
      </w:r>
      <w:r w:rsidRPr="00E37591">
        <w:rPr>
          <w:rtl/>
          <w:lang w:bidi="ur-PK"/>
        </w:rPr>
        <w:t xml:space="preserve"> جمع کرل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تا</w:t>
      </w:r>
      <w:r w:rsidRPr="00E37591">
        <w:rPr>
          <w:rFonts w:hint="cs"/>
          <w:rtl/>
          <w:lang w:bidi="ur-PK"/>
        </w:rPr>
        <w:t>ہے۔فروخت کرنے کے لئے؟نہی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کو ب</w:t>
      </w:r>
      <w:r w:rsidRPr="00E37591">
        <w:rPr>
          <w:rFonts w:hint="cs"/>
          <w:rtl/>
          <w:lang w:bidi="ur-PK"/>
        </w:rPr>
        <w:t>ڑھانے کے لئے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اس قدر کم کرد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لئے کہ دوسرے چھوٹے تاجر تباہ حال 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 کو مال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کرن</w:t>
      </w:r>
      <w:r w:rsidRPr="00E37591">
        <w:rPr>
          <w:rFonts w:hint="cs"/>
          <w:rtl/>
          <w:lang w:bidi="ur-PK"/>
        </w:rPr>
        <w:t>ے کے بہتر سے بہتر مواقع مل سکی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 سماج کا پورا سکہ اپنے خزا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جمع </w:t>
      </w:r>
      <w:r w:rsidRPr="00E37591">
        <w:rPr>
          <w:rFonts w:hint="cs"/>
          <w:rtl/>
          <w:lang w:bidi="ur-PK"/>
        </w:rPr>
        <w:t>ہوجائے اور تبادلہ کی</w:t>
      </w:r>
      <w:r w:rsidRPr="00E37591">
        <w:rPr>
          <w:rtl/>
          <w:lang w:bidi="ur-PK"/>
        </w:rPr>
        <w:t xml:space="preserve"> ابتر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اکثری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افلاس وتنگدست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ہوجائے۔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ظا</w:t>
      </w:r>
      <w:r w:rsidRPr="00E37591">
        <w:rPr>
          <w:rFonts w:hint="cs"/>
          <w:rtl/>
          <w:lang w:bidi="ur-PK"/>
        </w:rPr>
        <w:t>ہر ہے کہ اس افلاس سے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متاثر </w:t>
      </w:r>
      <w:r w:rsidRPr="00E37591">
        <w:rPr>
          <w:rFonts w:hint="cs"/>
          <w:rtl/>
          <w:lang w:bidi="ur-PK"/>
        </w:rPr>
        <w:t>ہوئے بغی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 رہ سکے گی</w:t>
      </w:r>
      <w:r w:rsidRPr="00E37591">
        <w:rPr>
          <w:rtl/>
          <w:lang w:bidi="ur-PK"/>
        </w:rPr>
        <w:t xml:space="preserve"> اس لئ</w:t>
      </w:r>
      <w:r w:rsidRPr="00E37591">
        <w:rPr>
          <w:rFonts w:hint="cs"/>
          <w:rtl/>
          <w:lang w:bidi="ur-PK"/>
        </w:rPr>
        <w:t>ے کہ جب خری</w:t>
      </w:r>
      <w:r w:rsidRPr="00E37591">
        <w:rPr>
          <w:rFonts w:hint="eastAsia"/>
          <w:rtl/>
          <w:lang w:bidi="ur-PK"/>
        </w:rPr>
        <w:t>دار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بازار کساد </w:t>
      </w:r>
      <w:r w:rsidRPr="00E37591">
        <w:rPr>
          <w:rFonts w:hint="cs"/>
          <w:rtl/>
          <w:lang w:bidi="ur-PK"/>
        </w:rPr>
        <w:t>ہوجائے گا اور بڑے سرمایہ</w:t>
      </w:r>
      <w:r w:rsidRPr="00E37591">
        <w:rPr>
          <w:rtl/>
          <w:lang w:bidi="ur-PK"/>
        </w:rPr>
        <w:t xml:space="preserve"> دار کم س</w:t>
      </w:r>
      <w:r w:rsidRPr="00E37591">
        <w:rPr>
          <w:rFonts w:hint="cs"/>
          <w:rtl/>
          <w:lang w:bidi="ur-PK"/>
        </w:rPr>
        <w:t>ے کم قی</w:t>
      </w:r>
      <w:r w:rsidRPr="00E37591">
        <w:rPr>
          <w:rFonts w:hint="eastAsia"/>
          <w:rtl/>
          <w:lang w:bidi="ur-PK"/>
        </w:rPr>
        <w:t>مت</w:t>
      </w:r>
      <w:r w:rsidRPr="00E37591">
        <w:rPr>
          <w:rtl/>
          <w:lang w:bidi="ur-PK"/>
        </w:rPr>
        <w:t xml:space="preserve"> پر خر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تو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وال</w:t>
      </w:r>
      <w:r w:rsidRPr="00E37591">
        <w:rPr>
          <w:rFonts w:hint="cs"/>
          <w:rtl/>
          <w:lang w:bidi="ur-PK"/>
        </w:rPr>
        <w:t>ے افراد بھی</w:t>
      </w:r>
      <w:r w:rsidRPr="00E37591">
        <w:rPr>
          <w:rtl/>
          <w:lang w:bidi="ur-PK"/>
        </w:rPr>
        <w:t xml:space="preserve"> سست پ</w:t>
      </w:r>
      <w:r w:rsidRPr="00E37591">
        <w:rPr>
          <w:rFonts w:hint="cs"/>
          <w:rtl/>
          <w:lang w:bidi="ur-PK"/>
        </w:rPr>
        <w:t>ڑجائی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اور پوری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مشکل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ڑ جائے گی۔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ادرک</w:t>
      </w:r>
      <w:r w:rsidRPr="00E37591">
        <w:rPr>
          <w:rFonts w:hint="cs"/>
          <w:rtl/>
          <w:lang w:bidi="ur-PK"/>
        </w:rPr>
        <w:t>ھئے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نقد کے مشکلات اسی</w:t>
      </w:r>
      <w:r w:rsidRPr="00E37591">
        <w:rPr>
          <w:rtl/>
          <w:lang w:bidi="ur-PK"/>
        </w:rPr>
        <w:t xml:space="preserve"> حد پر ختم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ہوتے بلکہ ابھی</w:t>
      </w:r>
      <w:r w:rsidRPr="00E37591">
        <w:rPr>
          <w:rtl/>
          <w:lang w:bidi="ur-PK"/>
        </w:rPr>
        <w:t xml:space="preserve">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منزل اور سامن</w:t>
      </w:r>
      <w:r w:rsidRPr="00E37591">
        <w:rPr>
          <w:rFonts w:hint="cs"/>
          <w:rtl/>
          <w:lang w:bidi="ur-PK"/>
        </w:rPr>
        <w:t>ے آتی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 اب تک یہ</w:t>
      </w:r>
      <w:r w:rsidRPr="00E37591">
        <w:rPr>
          <w:rtl/>
          <w:lang w:bidi="ur-PK"/>
        </w:rPr>
        <w:t xml:space="preserve"> سک</w:t>
      </w:r>
      <w:r w:rsidRPr="00E37591">
        <w:rPr>
          <w:rFonts w:hint="cs"/>
          <w:rtl/>
          <w:lang w:bidi="ur-PK"/>
        </w:rPr>
        <w:t>ے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کاکام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اب قرض دے کر اضافہ کے اسباب بھی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اکر</w:t>
      </w:r>
      <w:r w:rsidRPr="00E37591">
        <w:rPr>
          <w:rtl/>
          <w:lang w:bidi="ur-PK"/>
        </w:rPr>
        <w:t xml:space="preserve"> ر</w:t>
      </w:r>
      <w:r w:rsidRPr="00E37591">
        <w:rPr>
          <w:rFonts w:hint="cs"/>
          <w:rtl/>
          <w:lang w:bidi="ur-PK"/>
        </w:rPr>
        <w:t>ہے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۔سودخوری</w:t>
      </w:r>
      <w:r w:rsidRPr="00E37591">
        <w:rPr>
          <w:rtl/>
          <w:lang w:bidi="ur-PK"/>
        </w:rPr>
        <w:t xml:space="preserve"> کا بازار گرم </w:t>
      </w:r>
      <w:r w:rsidRPr="00E37591">
        <w:rPr>
          <w:rFonts w:hint="cs"/>
          <w:rtl/>
          <w:lang w:bidi="ur-PK"/>
        </w:rPr>
        <w:t>ہورہاہے۔سرمایہ</w:t>
      </w:r>
      <w:r w:rsidRPr="00E37591">
        <w:rPr>
          <w:rtl/>
          <w:lang w:bidi="ur-PK"/>
        </w:rPr>
        <w:t xml:space="preserve"> داروں ک</w:t>
      </w:r>
      <w:r w:rsidRPr="00E37591">
        <w:rPr>
          <w:rFonts w:hint="cs"/>
          <w:rtl/>
          <w:lang w:bidi="ur-PK"/>
        </w:rPr>
        <w:t>ے صندوق اوربی</w:t>
      </w:r>
      <w:r w:rsidRPr="00E37591">
        <w:rPr>
          <w:rFonts w:hint="eastAsia"/>
          <w:rtl/>
          <w:lang w:bidi="ur-PK"/>
        </w:rPr>
        <w:t>نکوں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تجور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اں</w:t>
      </w:r>
      <w:r w:rsidRPr="00E37591">
        <w:rPr>
          <w:rtl/>
          <w:lang w:bidi="ur-PK"/>
        </w:rPr>
        <w:t xml:space="preserve"> پر</w:t>
      </w:r>
      <w:r w:rsidRPr="00E37591">
        <w:rPr>
          <w:rFonts w:hint="cs"/>
          <w:rtl/>
          <w:lang w:bidi="ur-PK"/>
        </w:rPr>
        <w:t>ہو رہی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،کوئ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تاجر کارخان</w:t>
      </w:r>
      <w:r w:rsidRPr="00E37591">
        <w:rPr>
          <w:rFonts w:hint="cs"/>
          <w:rtl/>
          <w:lang w:bidi="ur-PK"/>
        </w:rPr>
        <w:t>ہ کی</w:t>
      </w:r>
      <w:r w:rsidRPr="00E37591">
        <w:rPr>
          <w:rtl/>
          <w:lang w:bidi="ur-PK"/>
        </w:rPr>
        <w:t xml:space="preserve"> طرف ا س وقت تک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جاتا جب تک اس</w:t>
      </w:r>
      <w:r w:rsidRPr="00E37591">
        <w:rPr>
          <w:rFonts w:hint="cs"/>
          <w:rtl/>
          <w:lang w:bidi="ur-PK"/>
        </w:rPr>
        <w:t>ے اس بات کای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 جاتاکہ تجارت کا فائدہ قرض ی</w:t>
      </w:r>
      <w:r w:rsidRPr="00E37591">
        <w:rPr>
          <w:rFonts w:hint="eastAsia"/>
          <w:rtl/>
          <w:lang w:bidi="ur-PK"/>
        </w:rPr>
        <w:t>اب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لنس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سود سے زی</w:t>
      </w:r>
      <w:r w:rsidRPr="00E37591">
        <w:rPr>
          <w:rFonts w:hint="eastAsia"/>
          <w:rtl/>
          <w:lang w:bidi="ur-PK"/>
        </w:rPr>
        <w:t>اد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ہوگا،نتی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ہواکہ ہر شخص نے اپنامال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حوالے کرنا شروع کر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 اس ام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پر ک</w:t>
      </w:r>
      <w:r w:rsidRPr="00E37591">
        <w:rPr>
          <w:rFonts w:hint="cs"/>
          <w:rtl/>
          <w:lang w:bidi="ur-PK"/>
        </w:rPr>
        <w:t>ہ اس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اضاف</w:t>
      </w:r>
      <w:r w:rsidRPr="00E37591">
        <w:rPr>
          <w:rFonts w:hint="cs"/>
          <w:rtl/>
          <w:lang w:bidi="ur-PK"/>
        </w:rPr>
        <w:t>ہ ہوگا اور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بھی</w:t>
      </w:r>
      <w:r w:rsidRPr="00E37591">
        <w:rPr>
          <w:rtl/>
          <w:lang w:bidi="ur-PK"/>
        </w:rPr>
        <w:t xml:space="preserve"> عوام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دولت گ</w:t>
      </w:r>
      <w:r w:rsidRPr="00E37591">
        <w:rPr>
          <w:rFonts w:hint="cs"/>
          <w:rtl/>
          <w:lang w:bidi="ur-PK"/>
        </w:rPr>
        <w:t>ھسیٹنا</w:t>
      </w:r>
      <w:r w:rsidRPr="00E37591">
        <w:rPr>
          <w:rtl/>
          <w:lang w:bidi="ur-PK"/>
        </w:rPr>
        <w:t xml:space="preserve"> شروع کر 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دک</w:t>
      </w:r>
      <w:r w:rsidRPr="00E37591">
        <w:rPr>
          <w:rFonts w:hint="cs"/>
          <w:rtl/>
          <w:lang w:bidi="ur-PK"/>
        </w:rPr>
        <w:t>ھاکر کہ تمہارا مال روز بروز ترقی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ے گا۔اموال پی</w:t>
      </w:r>
      <w:r w:rsidRPr="00E37591">
        <w:rPr>
          <w:rFonts w:hint="eastAsia"/>
          <w:rtl/>
          <w:lang w:bidi="ur-PK"/>
        </w:rPr>
        <w:t>داوار</w:t>
      </w:r>
      <w:r w:rsidRPr="00E37591">
        <w:rPr>
          <w:rtl/>
          <w:lang w:bidi="ur-PK"/>
        </w:rPr>
        <w:t xml:space="preserve"> پر صرف </w:t>
      </w:r>
      <w:r w:rsidRPr="00E37591">
        <w:rPr>
          <w:rFonts w:hint="cs"/>
          <w:rtl/>
          <w:lang w:bidi="ur-PK"/>
        </w:rPr>
        <w:t>ہونے کے بجائے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جمع </w:t>
      </w:r>
      <w:r w:rsidRPr="00E37591">
        <w:rPr>
          <w:rFonts w:hint="cs"/>
          <w:rtl/>
          <w:lang w:bidi="ur-PK"/>
        </w:rPr>
        <w:t>ہونے لگے۔ملک کی</w:t>
      </w:r>
      <w:r w:rsidRPr="00E37591">
        <w:rPr>
          <w:rtl/>
          <w:lang w:bidi="ur-PK"/>
        </w:rPr>
        <w:t xml:space="preserve"> زمام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نکوں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ہاتھ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آگئ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اجتماع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توازن ک</w:t>
      </w:r>
      <w:r w:rsidRPr="00E37591">
        <w:rPr>
          <w:rFonts w:hint="cs"/>
          <w:rtl/>
          <w:lang w:bidi="ur-PK"/>
        </w:rPr>
        <w:t>ے مفاہی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پامال </w:t>
      </w:r>
      <w:r w:rsidRPr="00E37591">
        <w:rPr>
          <w:rFonts w:hint="cs"/>
          <w:rtl/>
          <w:lang w:bidi="ur-PK"/>
        </w:rPr>
        <w:t>ہونے لگے۔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تبادل</w:t>
      </w:r>
      <w:r w:rsidRPr="00E37591">
        <w:rPr>
          <w:rFonts w:hint="cs"/>
          <w:rtl/>
          <w:lang w:bidi="ur-PK"/>
        </w:rPr>
        <w:t>ہ کے ان تمام مشکلات کو نہای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جلد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ذکر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ھ</w:t>
      </w:r>
      <w:r w:rsidRPr="00E37591">
        <w:rPr>
          <w:rtl/>
          <w:lang w:bidi="ur-PK"/>
        </w:rPr>
        <w:t>ر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 س</w:t>
      </w:r>
      <w:r w:rsidRPr="00E37591">
        <w:rPr>
          <w:rFonts w:hint="cs"/>
          <w:rtl/>
          <w:lang w:bidi="ur-PK"/>
        </w:rPr>
        <w:t xml:space="preserve">ے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824138">
      <w:pPr>
        <w:pStyle w:val="libNormal"/>
      </w:pPr>
    </w:p>
    <w:p w:rsidR="00824138" w:rsidRPr="00E37591" w:rsidRDefault="00824138" w:rsidP="00DC745F">
      <w:pPr>
        <w:pStyle w:val="libNormal"/>
        <w:rPr>
          <w:rtl/>
          <w:lang w:bidi="ur-PK"/>
        </w:rPr>
      </w:pP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واضح </w:t>
      </w:r>
      <w:r w:rsidRPr="00E37591">
        <w:rPr>
          <w:rFonts w:hint="cs"/>
          <w:rtl/>
          <w:lang w:bidi="ur-PK"/>
        </w:rPr>
        <w:t>ہوگی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تمام مشکلات نقد مال کے غلط استعمال اور اس کے ذخی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اندوز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پس انداز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 شکار </w:t>
      </w:r>
      <w:r w:rsidRPr="00E37591">
        <w:rPr>
          <w:rFonts w:hint="cs"/>
          <w:rtl/>
          <w:lang w:bidi="ur-PK"/>
        </w:rPr>
        <w:t>ہونے کا نتی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۔شای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طرف رسول اکرم</w:t>
      </w:r>
      <w:r w:rsidRPr="00DC6649">
        <w:rPr>
          <w:rFonts w:hint="cs"/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اشارہ فرمای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Fonts w:hint="cs"/>
          <w:rtl/>
          <w:lang w:bidi="ur-PK"/>
        </w:rPr>
        <w:t>ھا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زردد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نار</w:t>
      </w:r>
      <w:r w:rsidRPr="00E37591">
        <w:rPr>
          <w:rtl/>
          <w:lang w:bidi="ur-PK"/>
        </w:rPr>
        <w:t xml:space="preserve"> اور سف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در</w:t>
      </w:r>
      <w:r w:rsidRPr="00E37591">
        <w:rPr>
          <w:rFonts w:hint="cs"/>
          <w:rtl/>
          <w:lang w:bidi="ur-PK"/>
        </w:rPr>
        <w:t>ہم تمہی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ھی</w:t>
      </w:r>
      <w:r w:rsidRPr="00E37591">
        <w:rPr>
          <w:rtl/>
          <w:lang w:bidi="ur-PK"/>
        </w:rPr>
        <w:t xml:space="preserve"> اس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طرح </w:t>
      </w:r>
      <w:r w:rsidRPr="00E37591">
        <w:rPr>
          <w:rFonts w:hint="cs"/>
          <w:rtl/>
          <w:lang w:bidi="ur-PK"/>
        </w:rPr>
        <w:t>ہلاک کردی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جس طرح تم سے پہلے والوں کو کی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اسلام ن</w:t>
      </w:r>
      <w:r w:rsidRPr="00E37591">
        <w:rPr>
          <w:rFonts w:hint="cs"/>
          <w:rtl/>
          <w:lang w:bidi="ur-PK"/>
        </w:rPr>
        <w:t>ے ان تمام مشکلات کا ای</w:t>
      </w:r>
      <w:r w:rsidRPr="00E37591">
        <w:rPr>
          <w:rFonts w:hint="eastAsia"/>
          <w:rtl/>
          <w:lang w:bidi="ur-PK"/>
        </w:rPr>
        <w:t>ک</w:t>
      </w:r>
      <w:r w:rsidRPr="00E37591">
        <w:rPr>
          <w:rtl/>
          <w:lang w:bidi="ur-PK"/>
        </w:rPr>
        <w:t xml:space="preserve"> مناسب علاج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تبادل</w:t>
      </w:r>
      <w:r w:rsidRPr="00E37591">
        <w:rPr>
          <w:rFonts w:hint="cs"/>
          <w:rtl/>
          <w:lang w:bidi="ur-PK"/>
        </w:rPr>
        <w:t>ہ کو اپنی</w:t>
      </w:r>
      <w:r w:rsidRPr="00E37591">
        <w:rPr>
          <w:rtl/>
          <w:lang w:bidi="ur-PK"/>
        </w:rPr>
        <w:t xml:space="preserve"> اصل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حالت پرلان</w:t>
      </w:r>
      <w:r w:rsidRPr="00E37591">
        <w:rPr>
          <w:rFonts w:hint="cs"/>
          <w:rtl/>
          <w:lang w:bidi="ur-PK"/>
        </w:rPr>
        <w:t>ے کے لئے حسب ذی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اخت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ار</w:t>
      </w:r>
      <w:r w:rsidRPr="00E37591">
        <w:rPr>
          <w:rtl/>
          <w:lang w:bidi="ur-PK"/>
        </w:rPr>
        <w:t xml:space="preserve">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>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1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خزان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مخالفت: اس طرح ک</w:t>
      </w:r>
      <w:r w:rsidRPr="00E37591">
        <w:rPr>
          <w:rFonts w:hint="cs"/>
          <w:rtl/>
          <w:lang w:bidi="ur-PK"/>
        </w:rPr>
        <w:t>ہ جمع شدہ مال پرزکوٰة واجب کردی۔اب اگر مال جمع ہی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 xml:space="preserve">ھاجائے تو </w:t>
      </w:r>
      <w:r w:rsidRPr="00E37591">
        <w:rPr>
          <w:rtl/>
          <w:lang w:bidi="ur-PK"/>
        </w:rPr>
        <w:t>چند سال ک</w:t>
      </w:r>
      <w:r w:rsidRPr="00E37591">
        <w:rPr>
          <w:rFonts w:hint="cs"/>
          <w:rtl/>
          <w:lang w:bidi="ur-PK"/>
        </w:rPr>
        <w:t>ے بعد اس کا خاتمہ ہوجائے گا اور اگر نکالاجائے تو اقتصادی</w:t>
      </w:r>
      <w:r w:rsidRPr="00E37591">
        <w:rPr>
          <w:rFonts w:hint="eastAsia"/>
          <w:rtl/>
          <w:lang w:bidi="ur-PK"/>
        </w:rPr>
        <w:t>ات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ترق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ہوگی</w:t>
      </w:r>
      <w:r w:rsidRPr="00E37591">
        <w:rPr>
          <w:rtl/>
          <w:lang w:bidi="ur-PK"/>
        </w:rPr>
        <w:t xml:space="preserve"> جو ع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tl/>
          <w:lang w:bidi="ur-PK"/>
        </w:rPr>
        <w:t xml:space="preserve"> مقصود </w:t>
      </w:r>
      <w:r w:rsidRPr="00E37591">
        <w:rPr>
          <w:rFonts w:hint="cs"/>
          <w:rtl/>
          <w:lang w:bidi="ur-PK"/>
        </w:rPr>
        <w:t>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خزان</w:t>
      </w:r>
      <w:r w:rsidRPr="00E37591">
        <w:rPr>
          <w:rFonts w:hint="cs"/>
          <w:rtl/>
          <w:lang w:bidi="ur-PK"/>
        </w:rPr>
        <w:t>ہ داری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اسی</w:t>
      </w:r>
      <w:r w:rsidRPr="00E37591">
        <w:rPr>
          <w:rtl/>
          <w:lang w:bidi="ur-PK"/>
        </w:rPr>
        <w:t xml:space="preserve"> پ</w:t>
      </w:r>
      <w:r w:rsidRPr="00E37591">
        <w:rPr>
          <w:rFonts w:hint="cs"/>
          <w:rtl/>
          <w:lang w:bidi="ur-PK"/>
        </w:rPr>
        <w:t>ہلوکو نظرمی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رک</w:t>
      </w:r>
      <w:r w:rsidRPr="00E37591">
        <w:rPr>
          <w:rFonts w:hint="cs"/>
          <w:rtl/>
          <w:lang w:bidi="ur-PK"/>
        </w:rPr>
        <w:t>ھتے ہوئے قرآن کری</w:t>
      </w:r>
      <w:r w:rsidRPr="00E37591">
        <w:rPr>
          <w:rFonts w:hint="eastAsia"/>
          <w:rtl/>
          <w:lang w:bidi="ur-PK"/>
        </w:rPr>
        <w:t>م</w:t>
      </w:r>
      <w:r w:rsidRPr="00E37591">
        <w:rPr>
          <w:rtl/>
          <w:lang w:bidi="ur-PK"/>
        </w:rPr>
        <w:t xml:space="preserve"> ن</w:t>
      </w:r>
      <w:r w:rsidRPr="00E37591">
        <w:rPr>
          <w:rFonts w:hint="cs"/>
          <w:rtl/>
          <w:lang w:bidi="ur-PK"/>
        </w:rPr>
        <w:t>ے اس پر جہنم کی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ہدی</w:t>
      </w:r>
      <w:r w:rsidRPr="00E37591">
        <w:rPr>
          <w:rFonts w:hint="eastAsia"/>
          <w:rtl/>
          <w:lang w:bidi="ur-PK"/>
        </w:rPr>
        <w:t>د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اور یہ</w:t>
      </w:r>
      <w:r w:rsidRPr="00E37591">
        <w:rPr>
          <w:rtl/>
          <w:lang w:bidi="ur-PK"/>
        </w:rPr>
        <w:t xml:space="preserve"> بتا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لوگ عام طور س</w:t>
      </w:r>
      <w:r w:rsidRPr="00E37591">
        <w:rPr>
          <w:rFonts w:hint="cs"/>
          <w:rtl/>
          <w:lang w:bidi="ur-PK"/>
        </w:rPr>
        <w:t>ے حقوق سے کنارہ کشی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ورن</w:t>
      </w:r>
      <w:r w:rsidRPr="00E37591">
        <w:rPr>
          <w:rFonts w:hint="cs"/>
          <w:rtl/>
          <w:lang w:bidi="ur-PK"/>
        </w:rPr>
        <w:t>ہ اتنی</w:t>
      </w:r>
      <w:r w:rsidRPr="00E37591">
        <w:rPr>
          <w:rtl/>
          <w:lang w:bidi="ur-PK"/>
        </w:rPr>
        <w:t xml:space="preserve"> دولت ک</w:t>
      </w:r>
      <w:r w:rsidRPr="00E37591">
        <w:rPr>
          <w:rFonts w:hint="cs"/>
          <w:rtl/>
          <w:lang w:bidi="ur-PK"/>
        </w:rPr>
        <w:t>ے جمع ہوجانے کا سوال ہی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ہے۔ارشاد الٰہی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ہے: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Fonts w:hint="eastAsia"/>
          <w:rtl/>
          <w:lang w:bidi="ur-PK"/>
        </w:rPr>
        <w:t>جو</w:t>
      </w:r>
      <w:r w:rsidRPr="00E37591">
        <w:rPr>
          <w:rtl/>
          <w:lang w:bidi="ur-PK"/>
        </w:rPr>
        <w:t xml:space="preserve"> لوگ سونا اورچاند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ذخ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ر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اور پ</w:t>
      </w:r>
      <w:r w:rsidRPr="00E37591">
        <w:rPr>
          <w:rFonts w:hint="cs"/>
          <w:rtl/>
          <w:lang w:bidi="ur-PK"/>
        </w:rPr>
        <w:t>ھر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خدا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را</w:t>
      </w:r>
      <w:r w:rsidRPr="00E37591">
        <w:rPr>
          <w:rFonts w:hint="cs"/>
          <w:rtl/>
          <w:lang w:bidi="ur-PK"/>
        </w:rPr>
        <w:t>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صرف 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کرت</w:t>
      </w:r>
      <w:r w:rsidRPr="00E37591">
        <w:rPr>
          <w:rFonts w:hint="cs"/>
          <w:rtl/>
          <w:lang w:bidi="ur-PK"/>
        </w:rPr>
        <w:t>ے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دردناک عذاب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بشارت د</w:t>
      </w:r>
      <w:r w:rsidRPr="00E37591">
        <w:rPr>
          <w:rFonts w:hint="cs"/>
          <w:rtl/>
          <w:lang w:bidi="ur-PK"/>
        </w:rPr>
        <w:t>ے دو، جہنم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</w:t>
      </w:r>
      <w:r w:rsidRPr="00E37591">
        <w:rPr>
          <w:rFonts w:hint="cs"/>
          <w:rtl/>
          <w:lang w:bidi="ur-PK"/>
        </w:rPr>
        <w:t>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سکوں کو گرم کرک</w:t>
      </w:r>
      <w:r w:rsidRPr="00E37591">
        <w:rPr>
          <w:rFonts w:hint="cs"/>
          <w:rtl/>
          <w:lang w:bidi="ur-PK"/>
        </w:rPr>
        <w:t>ے ان کے پہلو، پی</w:t>
      </w:r>
      <w:r w:rsidRPr="00E37591">
        <w:rPr>
          <w:rFonts w:hint="eastAsia"/>
          <w:rtl/>
          <w:lang w:bidi="ur-PK"/>
        </w:rPr>
        <w:t>شان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اور پشت کو داغاجائ</w:t>
      </w:r>
      <w:r w:rsidRPr="00E37591">
        <w:rPr>
          <w:rFonts w:hint="cs"/>
          <w:rtl/>
          <w:lang w:bidi="ur-PK"/>
        </w:rPr>
        <w:t>ے گا(ان کو بتادی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جائ</w:t>
      </w:r>
      <w:r w:rsidRPr="00E37591">
        <w:rPr>
          <w:rFonts w:hint="cs"/>
          <w:rtl/>
          <w:lang w:bidi="ur-PK"/>
        </w:rPr>
        <w:t>ے گا)کہ یہ</w:t>
      </w:r>
      <w:r w:rsidRPr="00E37591">
        <w:rPr>
          <w:rtl/>
          <w:lang w:bidi="ur-PK"/>
        </w:rPr>
        <w:t xml:space="preserve"> تم ن</w:t>
      </w:r>
      <w:r w:rsidRPr="00E37591">
        <w:rPr>
          <w:rFonts w:hint="cs"/>
          <w:rtl/>
          <w:lang w:bidi="ur-PK"/>
        </w:rPr>
        <w:t>ے ہی</w:t>
      </w:r>
      <w:r w:rsidRPr="00E37591">
        <w:rPr>
          <w:rtl/>
          <w:lang w:bidi="ur-PK"/>
        </w:rPr>
        <w:t xml:space="preserve"> جمع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ل</w:t>
      </w:r>
      <w:r w:rsidRPr="00E37591">
        <w:rPr>
          <w:rFonts w:hint="cs"/>
          <w:rtl/>
          <w:lang w:bidi="ur-PK"/>
        </w:rPr>
        <w:t>ہٰذا اس کا مزہ چکھو۔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2</w:t>
      </w:r>
      <w:r w:rsidRPr="00DC6649">
        <w:rPr>
          <w:rFonts w:hint="cs"/>
          <w:rtl/>
          <w:lang w:bidi="ur-PK"/>
        </w:rPr>
        <w:t>)</w:t>
      </w:r>
      <w:r w:rsidRPr="00DC6649">
        <w:rPr>
          <w:rFonts w:hint="cs"/>
          <w:rtl/>
          <w:lang w:bidi="ur-PK"/>
        </w:rPr>
        <w:tab/>
        <w:t>سودخور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کو مطلق طر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حرام کردی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اور اس طرح ان تمام مشکلات کا علاج ک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اجو</w:t>
      </w:r>
      <w:r w:rsidRPr="00E37591">
        <w:rPr>
          <w:rtl/>
          <w:lang w:bidi="ur-PK"/>
        </w:rPr>
        <w:t xml:space="preserve"> سود س</w:t>
      </w:r>
      <w:r w:rsidRPr="00E37591">
        <w:rPr>
          <w:rFonts w:hint="cs"/>
          <w:rtl/>
          <w:lang w:bidi="ur-PK"/>
        </w:rPr>
        <w:t>ے پی</w:t>
      </w:r>
      <w:r w:rsidRPr="00E37591">
        <w:rPr>
          <w:rFonts w:hint="eastAsia"/>
          <w:rtl/>
          <w:lang w:bidi="ur-PK"/>
        </w:rPr>
        <w:t>دا</w:t>
      </w:r>
      <w:r w:rsidRPr="00E37591">
        <w:rPr>
          <w:rFonts w:hint="cs"/>
          <w:rtl/>
          <w:lang w:bidi="ur-PK"/>
        </w:rPr>
        <w:t>ہورہے</w:t>
      </w:r>
      <w:r w:rsidRPr="00E37591">
        <w:rPr>
          <w:rtl/>
          <w:lang w:bidi="ur-PK"/>
        </w:rPr>
        <w:t xml:space="preserve"> ت</w:t>
      </w:r>
      <w:r w:rsidRPr="00E37591">
        <w:rPr>
          <w:rFonts w:hint="cs"/>
          <w:rtl/>
          <w:lang w:bidi="ur-PK"/>
        </w:rPr>
        <w:t>ھے اور جن سے اجتماعی</w:t>
      </w:r>
      <w:r w:rsidRPr="00E37591">
        <w:rPr>
          <w:rtl/>
          <w:lang w:bidi="ur-PK"/>
        </w:rPr>
        <w:t xml:space="preserve"> توازن برباد </w:t>
      </w:r>
      <w:r w:rsidRPr="00E37591">
        <w:rPr>
          <w:rFonts w:hint="cs"/>
          <w:rtl/>
          <w:lang w:bidi="ur-PK"/>
        </w:rPr>
        <w:t>ہورہاتھا اب نقد جنس کی</w:t>
      </w:r>
      <w:r w:rsidRPr="00E37591">
        <w:rPr>
          <w:rtl/>
          <w:lang w:bidi="ur-PK"/>
        </w:rPr>
        <w:t xml:space="preserve"> وکالت کا کام کر</w:t>
      </w:r>
      <w:r w:rsidRPr="00E37591">
        <w:rPr>
          <w:rFonts w:hint="cs"/>
          <w:rtl/>
          <w:lang w:bidi="ur-PK"/>
        </w:rPr>
        <w:t>ے گا اور اسے غلط اندازی</w:t>
      </w:r>
      <w:r w:rsidRPr="00E37591">
        <w:rPr>
          <w:rtl/>
          <w:lang w:bidi="ur-PK"/>
        </w:rPr>
        <w:t xml:space="preserve"> کا موقع ن</w:t>
      </w:r>
      <w:r w:rsidRPr="00E37591">
        <w:rPr>
          <w:rFonts w:hint="cs"/>
          <w:rtl/>
          <w:lang w:bidi="ur-PK"/>
        </w:rPr>
        <w:t>ہ مل سکے گا۔</w:t>
      </w:r>
    </w:p>
    <w:p w:rsidR="00445B9E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بعض سرما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داران</w:t>
      </w:r>
      <w:r w:rsidRPr="00E37591">
        <w:rPr>
          <w:rFonts w:hint="cs"/>
          <w:rtl/>
          <w:lang w:bidi="ur-PK"/>
        </w:rPr>
        <w:t>ہ ذہنی</w:t>
      </w:r>
      <w:r w:rsidRPr="00E37591">
        <w:rPr>
          <w:rFonts w:hint="eastAsia"/>
          <w:rtl/>
          <w:lang w:bidi="ur-PK"/>
        </w:rPr>
        <w:t>ت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لوگوں کا خی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کہ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سودپرپابندی</w:t>
      </w:r>
      <w:r w:rsidRPr="00E37591">
        <w:rPr>
          <w:rtl/>
          <w:lang w:bidi="ur-PK"/>
        </w:rPr>
        <w:t xml:space="preserve"> لگاد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</w:t>
      </w:r>
    </w:p>
    <w:p w:rsidR="00445B9E" w:rsidRPr="00E37591" w:rsidRDefault="00445B9E" w:rsidP="00C1264A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br w:type="page"/>
      </w:r>
    </w:p>
    <w:p w:rsidR="00445B9E" w:rsidRDefault="00445B9E" w:rsidP="00824138">
      <w:pPr>
        <w:pStyle w:val="libNormal"/>
      </w:pP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ہوگاکہ تمام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بند</w:t>
      </w:r>
      <w:r w:rsidRPr="00E37591">
        <w:rPr>
          <w:rFonts w:hint="cs"/>
          <w:rtl/>
          <w:lang w:bidi="ur-PK"/>
        </w:rPr>
        <w:t>ہوجائی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حالانکہ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چ</w:t>
      </w:r>
      <w:r w:rsidRPr="00E37591">
        <w:rPr>
          <w:rFonts w:hint="cs"/>
          <w:rtl/>
          <w:lang w:bidi="ur-PK"/>
        </w:rPr>
        <w:t>ہل پہل انہی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ب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نکوں</w:t>
      </w:r>
      <w:r w:rsidRPr="00E37591">
        <w:rPr>
          <w:rtl/>
          <w:lang w:bidi="ur-PK"/>
        </w:rPr>
        <w:t xml:space="preserve"> س</w:t>
      </w:r>
      <w:r w:rsidRPr="00E37591">
        <w:rPr>
          <w:rFonts w:hint="cs"/>
          <w:rtl/>
          <w:lang w:bidi="ur-PK"/>
        </w:rPr>
        <w:t>ے وابستہ ہے۔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  <w:t>ل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کن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یہ</w:t>
      </w:r>
      <w:r w:rsidRPr="00E37591">
        <w:rPr>
          <w:rtl/>
          <w:lang w:bidi="ur-PK"/>
        </w:rPr>
        <w:t xml:space="preserve"> خ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ال</w:t>
      </w:r>
      <w:r w:rsidRPr="00E37591">
        <w:rPr>
          <w:rtl/>
          <w:lang w:bidi="ur-PK"/>
        </w:rPr>
        <w:t xml:space="preserve"> درحق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قت</w:t>
      </w:r>
      <w:r w:rsidRPr="00E37591">
        <w:rPr>
          <w:rtl/>
          <w:lang w:bidi="ur-PK"/>
        </w:rPr>
        <w:t xml:space="preserve"> اس غفلت کا نت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ج</w:t>
      </w:r>
      <w:r w:rsidRPr="00E37591">
        <w:rPr>
          <w:rFonts w:hint="cs"/>
          <w:rtl/>
          <w:lang w:bidi="ur-PK"/>
        </w:rPr>
        <w:t>ہ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ہے جس نے نہ بی</w:t>
      </w:r>
      <w:r w:rsidRPr="00E37591">
        <w:rPr>
          <w:rFonts w:hint="eastAsia"/>
          <w:rtl/>
          <w:lang w:bidi="ur-PK"/>
        </w:rPr>
        <w:t>نک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مشکلات وخطرات کو سمجھنے کا موقع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اور ن</w:t>
      </w:r>
      <w:r w:rsidRPr="00E37591">
        <w:rPr>
          <w:rFonts w:hint="cs"/>
          <w:rtl/>
          <w:lang w:bidi="ur-PK"/>
        </w:rPr>
        <w:t>ہ ان علاجوں پر غورکرنے کا موقع دی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Fonts w:hint="cs"/>
          <w:rtl/>
          <w:lang w:bidi="ur-PK"/>
        </w:rPr>
        <w:t>ہے</w:t>
      </w:r>
      <w:r w:rsidRPr="00E37591">
        <w:rPr>
          <w:rtl/>
          <w:lang w:bidi="ur-PK"/>
        </w:rPr>
        <w:t xml:space="preserve"> جو اسلام ن</w:t>
      </w:r>
      <w:r w:rsidRPr="00E37591">
        <w:rPr>
          <w:rFonts w:hint="cs"/>
          <w:rtl/>
          <w:lang w:bidi="ur-PK"/>
        </w:rPr>
        <w:t>ے اس سلسلہ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مقرر کئ</w:t>
      </w:r>
      <w:r w:rsidRPr="00E37591">
        <w:rPr>
          <w:rFonts w:hint="cs"/>
          <w:rtl/>
          <w:lang w:bidi="ur-PK"/>
        </w:rPr>
        <w:t>ے ہی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Fonts w:hint="cs"/>
          <w:rtl/>
          <w:lang w:bidi="ur-PK"/>
        </w:rPr>
        <w:t>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>(</w:t>
      </w:r>
      <w:r w:rsidR="00D5387C" w:rsidRPr="00E37591">
        <w:rPr>
          <w:rFonts w:hint="cs"/>
          <w:rtl/>
          <w:lang w:bidi="ur-PK"/>
        </w:rPr>
        <w:t>3</w:t>
      </w:r>
      <w:r w:rsidRPr="00E37591">
        <w:rPr>
          <w:rFonts w:hint="cs"/>
          <w:rtl/>
          <w:lang w:bidi="ur-PK"/>
        </w:rPr>
        <w:t>)</w:t>
      </w:r>
      <w:r w:rsidRPr="00E37591">
        <w:rPr>
          <w:rFonts w:hint="cs"/>
          <w:rtl/>
          <w:lang w:bidi="ur-PK"/>
        </w:rPr>
        <w:tab/>
        <w:t>ولی</w:t>
      </w:r>
      <w:r w:rsidRPr="00E37591">
        <w:rPr>
          <w:rtl/>
          <w:lang w:bidi="ur-PK"/>
        </w:rPr>
        <w:t xml:space="preserve"> امر کو ا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صلاحت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د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جن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بناپراس</w:t>
      </w:r>
      <w:r w:rsidRPr="00E37591">
        <w:rPr>
          <w:rFonts w:hint="cs"/>
          <w:rtl/>
          <w:lang w:bidi="ur-PK"/>
        </w:rPr>
        <w:t>ے تبادلہ کی</w:t>
      </w:r>
      <w:r w:rsidRPr="00E37591">
        <w:rPr>
          <w:rtl/>
          <w:lang w:bidi="ur-PK"/>
        </w:rPr>
        <w:t xml:space="preserve"> رفتار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ڑی</w:t>
      </w:r>
      <w:r w:rsidRPr="00E37591">
        <w:rPr>
          <w:rtl/>
          <w:lang w:bidi="ur-PK"/>
        </w:rPr>
        <w:t xml:space="preserve"> نگران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کاحق حاصل </w:t>
      </w:r>
      <w:r w:rsidRPr="00E37591">
        <w:rPr>
          <w:rFonts w:hint="cs"/>
          <w:rtl/>
          <w:lang w:bidi="ur-PK"/>
        </w:rPr>
        <w:t>ہواور وہ ای</w:t>
      </w:r>
      <w:r w:rsidRPr="00E37591">
        <w:rPr>
          <w:rFonts w:hint="eastAsia"/>
          <w:rtl/>
          <w:lang w:bidi="ur-PK"/>
        </w:rPr>
        <w:t>س</w:t>
      </w:r>
      <w:r w:rsidRPr="00E37591">
        <w:rPr>
          <w:rFonts w:hint="cs"/>
          <w:rtl/>
          <w:lang w:bidi="ur-PK"/>
        </w:rPr>
        <w:t>ے</w:t>
      </w:r>
      <w:r w:rsidRPr="00E37591">
        <w:rPr>
          <w:rtl/>
          <w:lang w:bidi="ur-PK"/>
        </w:rPr>
        <w:t xml:space="preserve"> تصرفات کا راست</w:t>
      </w:r>
      <w:r w:rsidRPr="00E37591">
        <w:rPr>
          <w:rFonts w:hint="cs"/>
          <w:rtl/>
          <w:lang w:bidi="ur-PK"/>
        </w:rPr>
        <w:t>ہ روک سکے جو اقتصادی</w:t>
      </w:r>
      <w:r w:rsidRPr="00E37591">
        <w:rPr>
          <w:rtl/>
          <w:lang w:bidi="ur-PK"/>
        </w:rPr>
        <w:t xml:space="preserve"> زندگ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تبا</w:t>
      </w:r>
      <w:r w:rsidRPr="00E37591">
        <w:rPr>
          <w:rFonts w:hint="cs"/>
          <w:rtl/>
          <w:lang w:bidi="ur-PK"/>
        </w:rPr>
        <w:t>ہی</w:t>
      </w:r>
      <w:r w:rsidRPr="00E37591">
        <w:rPr>
          <w:rtl/>
          <w:lang w:bidi="ur-PK"/>
        </w:rPr>
        <w:t xml:space="preserve"> کا باعث </w:t>
      </w:r>
      <w:r w:rsidRPr="00E37591">
        <w:rPr>
          <w:rFonts w:hint="cs"/>
          <w:rtl/>
          <w:lang w:bidi="ur-PK"/>
        </w:rPr>
        <w:t>ہورہے ہوں ی</w:t>
      </w:r>
      <w:r w:rsidRPr="00E37591">
        <w:rPr>
          <w:rFonts w:hint="eastAsia"/>
          <w:rtl/>
          <w:lang w:bidi="ur-PK"/>
        </w:rPr>
        <w:t>ا</w:t>
      </w:r>
      <w:r w:rsidRPr="00E37591">
        <w:rPr>
          <w:rtl/>
          <w:lang w:bidi="ur-PK"/>
        </w:rPr>
        <w:t xml:space="preserve"> بازار م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کس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ناجائز قبض</w:t>
      </w:r>
      <w:r w:rsidRPr="00E37591">
        <w:rPr>
          <w:rFonts w:hint="cs"/>
          <w:rtl/>
          <w:lang w:bidi="ur-PK"/>
        </w:rPr>
        <w:t>ہ کا ارادہ رکھتے ہوں۔</w:t>
      </w:r>
    </w:p>
    <w:p w:rsidR="00824138" w:rsidRPr="00E37591" w:rsidRDefault="00824138" w:rsidP="00824138">
      <w:pPr>
        <w:pStyle w:val="libNormal"/>
        <w:rPr>
          <w:rtl/>
          <w:lang w:bidi="ur-PK"/>
        </w:rPr>
      </w:pPr>
      <w:r w:rsidRPr="00E37591">
        <w:rPr>
          <w:rtl/>
          <w:lang w:bidi="ur-PK"/>
        </w:rPr>
        <w:tab/>
      </w:r>
      <w:r w:rsidRPr="00E37591">
        <w:rPr>
          <w:rFonts w:hint="cs"/>
          <w:rtl/>
          <w:lang w:bidi="ur-PK"/>
        </w:rPr>
        <w:t>ہم انشاء اللہ آئندہ گفتگو می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ان نکات کو تفص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ل</w:t>
      </w:r>
      <w:r w:rsidRPr="00E37591">
        <w:rPr>
          <w:rtl/>
          <w:lang w:bidi="ur-PK"/>
        </w:rPr>
        <w:t xml:space="preserve"> ک</w:t>
      </w:r>
      <w:r w:rsidRPr="00E37591">
        <w:rPr>
          <w:rFonts w:hint="cs"/>
          <w:rtl/>
          <w:lang w:bidi="ur-PK"/>
        </w:rPr>
        <w:t>ے ساتھ پی</w:t>
      </w:r>
      <w:r w:rsidRPr="00E37591">
        <w:rPr>
          <w:rFonts w:hint="eastAsia"/>
          <w:rtl/>
          <w:lang w:bidi="ur-PK"/>
        </w:rPr>
        <w:t>ش</w:t>
      </w:r>
      <w:r w:rsidRPr="00E37591">
        <w:rPr>
          <w:rtl/>
          <w:lang w:bidi="ur-PK"/>
        </w:rPr>
        <w:t xml:space="preserve"> کر</w:t>
      </w:r>
      <w:r w:rsidRPr="00E37591">
        <w:rPr>
          <w:rFonts w:hint="cs"/>
          <w:rtl/>
          <w:lang w:bidi="ur-PK"/>
        </w:rPr>
        <w:t>ی</w:t>
      </w:r>
      <w:r w:rsidRPr="00E37591">
        <w:rPr>
          <w:rFonts w:hint="eastAsia"/>
          <w:rtl/>
          <w:lang w:bidi="ur-PK"/>
        </w:rPr>
        <w:t>ں</w:t>
      </w:r>
      <w:r w:rsidRPr="00E37591">
        <w:rPr>
          <w:rtl/>
          <w:lang w:bidi="ur-PK"/>
        </w:rPr>
        <w:t xml:space="preserve"> گ</w:t>
      </w:r>
      <w:r w:rsidRPr="00E37591">
        <w:rPr>
          <w:rFonts w:hint="cs"/>
          <w:rtl/>
          <w:lang w:bidi="ur-PK"/>
        </w:rPr>
        <w:t>ے اس لئے کہ اس وقت ہمارا موضوع کلام اسلامی</w:t>
      </w:r>
      <w:r w:rsidRPr="00E37591">
        <w:rPr>
          <w:rtl/>
          <w:lang w:bidi="ur-PK"/>
        </w:rPr>
        <w:t xml:space="preserve"> اقتصاد</w:t>
      </w:r>
      <w:r w:rsidRPr="00E37591">
        <w:rPr>
          <w:rFonts w:hint="cs"/>
          <w:rtl/>
          <w:lang w:bidi="ur-PK"/>
        </w:rPr>
        <w:t>ی</w:t>
      </w:r>
      <w:r w:rsidRPr="00E37591">
        <w:rPr>
          <w:rtl/>
          <w:lang w:bidi="ur-PK"/>
        </w:rPr>
        <w:t xml:space="preserve"> </w:t>
      </w:r>
      <w:r w:rsidRPr="00E37591">
        <w:rPr>
          <w:rFonts w:hint="cs"/>
          <w:rtl/>
          <w:lang w:bidi="ur-PK"/>
        </w:rPr>
        <w:t>ہوگا۔</w:t>
      </w:r>
    </w:p>
    <w:p w:rsidR="00824138" w:rsidRPr="00E37591" w:rsidRDefault="00824138" w:rsidP="008404BE">
      <w:pPr>
        <w:pStyle w:val="libCenter"/>
        <w:rPr>
          <w:rtl/>
          <w:lang w:bidi="ur-PK"/>
        </w:rPr>
      </w:pPr>
      <w:r w:rsidRPr="00E37591">
        <w:rPr>
          <w:rtl/>
          <w:lang w:bidi="ur-PK"/>
        </w:rPr>
        <w:t>٭٭٭</w:t>
      </w:r>
    </w:p>
    <w:p w:rsidR="00445B9E" w:rsidRPr="00E37591" w:rsidRDefault="00445B9E" w:rsidP="00887526">
      <w:pPr>
        <w:pStyle w:val="libNormal"/>
        <w:ind w:firstLine="0"/>
        <w:rPr>
          <w:rtl/>
          <w:lang w:bidi="ur-PK"/>
        </w:rPr>
      </w:pPr>
    </w:p>
    <w:sectPr w:rsidR="00445B9E" w:rsidRPr="00E37591" w:rsidSect="00D871D4">
      <w:footerReference w:type="even" r:id="rId8"/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2F8" w:rsidRDefault="00F322F8">
      <w:r>
        <w:separator/>
      </w:r>
    </w:p>
  </w:endnote>
  <w:endnote w:type="continuationSeparator" w:id="0">
    <w:p w:rsidR="00F322F8" w:rsidRDefault="00F3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C38" w:rsidRDefault="00D36C38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C38" w:rsidRDefault="00D36C38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C38" w:rsidRPr="00826B03" w:rsidRDefault="00D36C38" w:rsidP="00826B03">
    <w:pPr>
      <w:ind w:firstLine="0"/>
    </w:pPr>
    <w:r w:rsidRPr="00E37591">
      <w:rPr>
        <w:rtl/>
        <w:lang w:bidi="ur-PK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2F8" w:rsidRDefault="00F322F8">
      <w:r>
        <w:separator/>
      </w:r>
    </w:p>
  </w:footnote>
  <w:footnote w:type="continuationSeparator" w:id="0">
    <w:p w:rsidR="00F322F8" w:rsidRDefault="00F3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0DA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09C5"/>
    <w:rsid w:val="000326C8"/>
    <w:rsid w:val="00033582"/>
    <w:rsid w:val="0003398D"/>
    <w:rsid w:val="00034CD2"/>
    <w:rsid w:val="00034D06"/>
    <w:rsid w:val="000368ED"/>
    <w:rsid w:val="00036ADA"/>
    <w:rsid w:val="000371DE"/>
    <w:rsid w:val="000374A5"/>
    <w:rsid w:val="000400B4"/>
    <w:rsid w:val="00040798"/>
    <w:rsid w:val="00040E03"/>
    <w:rsid w:val="00040FAA"/>
    <w:rsid w:val="0004187C"/>
    <w:rsid w:val="0004243B"/>
    <w:rsid w:val="00043023"/>
    <w:rsid w:val="000445CA"/>
    <w:rsid w:val="00044F50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1F81"/>
    <w:rsid w:val="0006216A"/>
    <w:rsid w:val="00062BB0"/>
    <w:rsid w:val="0006314C"/>
    <w:rsid w:val="0006635F"/>
    <w:rsid w:val="00067616"/>
    <w:rsid w:val="00067F84"/>
    <w:rsid w:val="00071C97"/>
    <w:rsid w:val="00072559"/>
    <w:rsid w:val="0007257F"/>
    <w:rsid w:val="00072862"/>
    <w:rsid w:val="00072B36"/>
    <w:rsid w:val="00073820"/>
    <w:rsid w:val="00074761"/>
    <w:rsid w:val="000756A7"/>
    <w:rsid w:val="000761F7"/>
    <w:rsid w:val="0007628C"/>
    <w:rsid w:val="00076A3A"/>
    <w:rsid w:val="00076E62"/>
    <w:rsid w:val="00081C98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DCB"/>
    <w:rsid w:val="00092F0F"/>
    <w:rsid w:val="000940C2"/>
    <w:rsid w:val="0009424C"/>
    <w:rsid w:val="00095B77"/>
    <w:rsid w:val="00095FD9"/>
    <w:rsid w:val="000967FC"/>
    <w:rsid w:val="00096DC5"/>
    <w:rsid w:val="00097263"/>
    <w:rsid w:val="000A2388"/>
    <w:rsid w:val="000A47EC"/>
    <w:rsid w:val="000A4A0D"/>
    <w:rsid w:val="000A4FD9"/>
    <w:rsid w:val="000A6B53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17A5C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AFB"/>
    <w:rsid w:val="00125C03"/>
    <w:rsid w:val="00126471"/>
    <w:rsid w:val="0012747D"/>
    <w:rsid w:val="00127823"/>
    <w:rsid w:val="00130055"/>
    <w:rsid w:val="001314C1"/>
    <w:rsid w:val="00131A59"/>
    <w:rsid w:val="00131EBE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8C5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949FA"/>
    <w:rsid w:val="001A0DAA"/>
    <w:rsid w:val="001A0DAF"/>
    <w:rsid w:val="001A1408"/>
    <w:rsid w:val="001A1CE1"/>
    <w:rsid w:val="001A2545"/>
    <w:rsid w:val="001A263A"/>
    <w:rsid w:val="001A2F38"/>
    <w:rsid w:val="001A3110"/>
    <w:rsid w:val="001A3DB5"/>
    <w:rsid w:val="001A3F8C"/>
    <w:rsid w:val="001A4C37"/>
    <w:rsid w:val="001A4CEF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2533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44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17570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5D5"/>
    <w:rsid w:val="00235CE3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6E00"/>
    <w:rsid w:val="002478B9"/>
    <w:rsid w:val="00247BD5"/>
    <w:rsid w:val="0025004A"/>
    <w:rsid w:val="0025065A"/>
    <w:rsid w:val="00250E0A"/>
    <w:rsid w:val="00250E0F"/>
    <w:rsid w:val="00251E02"/>
    <w:rsid w:val="002546B3"/>
    <w:rsid w:val="0025504F"/>
    <w:rsid w:val="0025542D"/>
    <w:rsid w:val="00255B40"/>
    <w:rsid w:val="002565D0"/>
    <w:rsid w:val="002568BE"/>
    <w:rsid w:val="002568DF"/>
    <w:rsid w:val="00256A97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66BFF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384"/>
    <w:rsid w:val="00277C49"/>
    <w:rsid w:val="00277F2F"/>
    <w:rsid w:val="002818EF"/>
    <w:rsid w:val="0028271F"/>
    <w:rsid w:val="002827F4"/>
    <w:rsid w:val="002829D5"/>
    <w:rsid w:val="0028403A"/>
    <w:rsid w:val="0028459E"/>
    <w:rsid w:val="00285C52"/>
    <w:rsid w:val="00286BB7"/>
    <w:rsid w:val="00286D77"/>
    <w:rsid w:val="002876A6"/>
    <w:rsid w:val="00291872"/>
    <w:rsid w:val="00292C1A"/>
    <w:rsid w:val="002934C7"/>
    <w:rsid w:val="00294AE5"/>
    <w:rsid w:val="00295A59"/>
    <w:rsid w:val="00296A3E"/>
    <w:rsid w:val="00297CB3"/>
    <w:rsid w:val="00297DFE"/>
    <w:rsid w:val="002A0284"/>
    <w:rsid w:val="002A16B9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667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49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FA3"/>
    <w:rsid w:val="002E19EE"/>
    <w:rsid w:val="002E2ADA"/>
    <w:rsid w:val="002E45AC"/>
    <w:rsid w:val="002E4976"/>
    <w:rsid w:val="002E4A6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503E"/>
    <w:rsid w:val="002F62A1"/>
    <w:rsid w:val="002F6F56"/>
    <w:rsid w:val="002F7071"/>
    <w:rsid w:val="002F7903"/>
    <w:rsid w:val="002F7C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665B"/>
    <w:rsid w:val="003410C8"/>
    <w:rsid w:val="00341B9D"/>
    <w:rsid w:val="0034239A"/>
    <w:rsid w:val="00342BC0"/>
    <w:rsid w:val="00342EAD"/>
    <w:rsid w:val="00343936"/>
    <w:rsid w:val="00343971"/>
    <w:rsid w:val="003452DD"/>
    <w:rsid w:val="00345904"/>
    <w:rsid w:val="00345DFD"/>
    <w:rsid w:val="0034662C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5F"/>
    <w:rsid w:val="003618AA"/>
    <w:rsid w:val="00362690"/>
    <w:rsid w:val="00362F97"/>
    <w:rsid w:val="00363283"/>
    <w:rsid w:val="00363C94"/>
    <w:rsid w:val="00363DC8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4B8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17B1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3FB"/>
    <w:rsid w:val="003B460D"/>
    <w:rsid w:val="003B4E39"/>
    <w:rsid w:val="003B5031"/>
    <w:rsid w:val="003B5D61"/>
    <w:rsid w:val="003B6720"/>
    <w:rsid w:val="003B75C1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56C"/>
    <w:rsid w:val="003C7A9A"/>
    <w:rsid w:val="003C7C08"/>
    <w:rsid w:val="003D0589"/>
    <w:rsid w:val="003D2459"/>
    <w:rsid w:val="003D28ED"/>
    <w:rsid w:val="003D3107"/>
    <w:rsid w:val="003D311A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8D1"/>
    <w:rsid w:val="003E69AE"/>
    <w:rsid w:val="003E69E7"/>
    <w:rsid w:val="003E7585"/>
    <w:rsid w:val="003F263F"/>
    <w:rsid w:val="003F303B"/>
    <w:rsid w:val="003F33DE"/>
    <w:rsid w:val="003F470F"/>
    <w:rsid w:val="003F6271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3F8A"/>
    <w:rsid w:val="00404EB7"/>
    <w:rsid w:val="00405229"/>
    <w:rsid w:val="00406220"/>
    <w:rsid w:val="00407D56"/>
    <w:rsid w:val="00407DAC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2B23"/>
    <w:rsid w:val="00423323"/>
    <w:rsid w:val="0042395D"/>
    <w:rsid w:val="00425138"/>
    <w:rsid w:val="00425407"/>
    <w:rsid w:val="00426508"/>
    <w:rsid w:val="004278AA"/>
    <w:rsid w:val="00430581"/>
    <w:rsid w:val="004315CC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0E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5B9E"/>
    <w:rsid w:val="0044661F"/>
    <w:rsid w:val="00446BBA"/>
    <w:rsid w:val="00446BF4"/>
    <w:rsid w:val="004536B6"/>
    <w:rsid w:val="004538D5"/>
    <w:rsid w:val="00453C50"/>
    <w:rsid w:val="00453DAF"/>
    <w:rsid w:val="004542F9"/>
    <w:rsid w:val="00455A53"/>
    <w:rsid w:val="00455A59"/>
    <w:rsid w:val="004566C7"/>
    <w:rsid w:val="00457A64"/>
    <w:rsid w:val="00457EB2"/>
    <w:rsid w:val="0046068E"/>
    <w:rsid w:val="00460A29"/>
    <w:rsid w:val="0046249C"/>
    <w:rsid w:val="00464FCD"/>
    <w:rsid w:val="00465FCA"/>
    <w:rsid w:val="0046634E"/>
    <w:rsid w:val="00466D40"/>
    <w:rsid w:val="00467072"/>
    <w:rsid w:val="00467E54"/>
    <w:rsid w:val="00470378"/>
    <w:rsid w:val="004708E3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71"/>
    <w:rsid w:val="00482AA4"/>
    <w:rsid w:val="0048463E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4934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3FD"/>
    <w:rsid w:val="004A564A"/>
    <w:rsid w:val="004A6B29"/>
    <w:rsid w:val="004A6E92"/>
    <w:rsid w:val="004B0425"/>
    <w:rsid w:val="004B08DF"/>
    <w:rsid w:val="004B0E59"/>
    <w:rsid w:val="004B0FD5"/>
    <w:rsid w:val="004B17F4"/>
    <w:rsid w:val="004B1C27"/>
    <w:rsid w:val="004B250E"/>
    <w:rsid w:val="004B2522"/>
    <w:rsid w:val="004B25FD"/>
    <w:rsid w:val="004B3308"/>
    <w:rsid w:val="004B3F28"/>
    <w:rsid w:val="004B40CC"/>
    <w:rsid w:val="004B4495"/>
    <w:rsid w:val="004B45E7"/>
    <w:rsid w:val="004B4DF6"/>
    <w:rsid w:val="004B5DE2"/>
    <w:rsid w:val="004B7DEE"/>
    <w:rsid w:val="004C1019"/>
    <w:rsid w:val="004C19A0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E7ECC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0E80"/>
    <w:rsid w:val="00521C4A"/>
    <w:rsid w:val="00521E38"/>
    <w:rsid w:val="00524575"/>
    <w:rsid w:val="00524F6D"/>
    <w:rsid w:val="005254BC"/>
    <w:rsid w:val="00525BA0"/>
    <w:rsid w:val="00526724"/>
    <w:rsid w:val="00527E2E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9A5"/>
    <w:rsid w:val="00571BF1"/>
    <w:rsid w:val="005723B2"/>
    <w:rsid w:val="00572BFE"/>
    <w:rsid w:val="00573B0D"/>
    <w:rsid w:val="00574C66"/>
    <w:rsid w:val="00574C90"/>
    <w:rsid w:val="00575718"/>
    <w:rsid w:val="00575A07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7BF"/>
    <w:rsid w:val="00584801"/>
    <w:rsid w:val="00584ABA"/>
    <w:rsid w:val="0058524A"/>
    <w:rsid w:val="00585AC8"/>
    <w:rsid w:val="00587D82"/>
    <w:rsid w:val="005901D4"/>
    <w:rsid w:val="00590C17"/>
    <w:rsid w:val="00590CE6"/>
    <w:rsid w:val="005923FF"/>
    <w:rsid w:val="005925A4"/>
    <w:rsid w:val="00592B8F"/>
    <w:rsid w:val="00593453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03A5"/>
    <w:rsid w:val="0060104F"/>
    <w:rsid w:val="006013DF"/>
    <w:rsid w:val="006019FA"/>
    <w:rsid w:val="00602B03"/>
    <w:rsid w:val="006036CE"/>
    <w:rsid w:val="00603EE4"/>
    <w:rsid w:val="00604134"/>
    <w:rsid w:val="00604BE6"/>
    <w:rsid w:val="006064E4"/>
    <w:rsid w:val="006065D6"/>
    <w:rsid w:val="00606633"/>
    <w:rsid w:val="00606C47"/>
    <w:rsid w:val="006079ED"/>
    <w:rsid w:val="00612195"/>
    <w:rsid w:val="00613984"/>
    <w:rsid w:val="00614301"/>
    <w:rsid w:val="00614380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8E6"/>
    <w:rsid w:val="00627A7B"/>
    <w:rsid w:val="00630292"/>
    <w:rsid w:val="00630C57"/>
    <w:rsid w:val="00630FFC"/>
    <w:rsid w:val="00631370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0EA0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68E0"/>
    <w:rsid w:val="006676A8"/>
    <w:rsid w:val="00667B3E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03B"/>
    <w:rsid w:val="006777F0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0188"/>
    <w:rsid w:val="00691511"/>
    <w:rsid w:val="0069163F"/>
    <w:rsid w:val="00691DBB"/>
    <w:rsid w:val="0069210A"/>
    <w:rsid w:val="0069333F"/>
    <w:rsid w:val="00695306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3A31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3EC2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8E2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7CA"/>
    <w:rsid w:val="007019A7"/>
    <w:rsid w:val="00703352"/>
    <w:rsid w:val="007037F2"/>
    <w:rsid w:val="00703C14"/>
    <w:rsid w:val="00704A99"/>
    <w:rsid w:val="007051CC"/>
    <w:rsid w:val="0070524C"/>
    <w:rsid w:val="0070764A"/>
    <w:rsid w:val="00710619"/>
    <w:rsid w:val="00710CC1"/>
    <w:rsid w:val="00710F43"/>
    <w:rsid w:val="007138A2"/>
    <w:rsid w:val="00715400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EC0"/>
    <w:rsid w:val="00733571"/>
    <w:rsid w:val="00733E50"/>
    <w:rsid w:val="0073418F"/>
    <w:rsid w:val="007342D2"/>
    <w:rsid w:val="00734559"/>
    <w:rsid w:val="0073523E"/>
    <w:rsid w:val="007369D1"/>
    <w:rsid w:val="00736CAF"/>
    <w:rsid w:val="00737112"/>
    <w:rsid w:val="00740030"/>
    <w:rsid w:val="00740E80"/>
    <w:rsid w:val="007419D4"/>
    <w:rsid w:val="00742AE0"/>
    <w:rsid w:val="00742C49"/>
    <w:rsid w:val="00743852"/>
    <w:rsid w:val="0074439D"/>
    <w:rsid w:val="0074517B"/>
    <w:rsid w:val="00747258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0DCB"/>
    <w:rsid w:val="007710F5"/>
    <w:rsid w:val="00771E51"/>
    <w:rsid w:val="00771FB8"/>
    <w:rsid w:val="00772CAE"/>
    <w:rsid w:val="00773080"/>
    <w:rsid w:val="007731D8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3B0"/>
    <w:rsid w:val="00784DB9"/>
    <w:rsid w:val="0078594A"/>
    <w:rsid w:val="00786DF1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0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6C17"/>
    <w:rsid w:val="007C7DFC"/>
    <w:rsid w:val="007D019B"/>
    <w:rsid w:val="007D1160"/>
    <w:rsid w:val="007D1BDF"/>
    <w:rsid w:val="007D1D2B"/>
    <w:rsid w:val="007D47BA"/>
    <w:rsid w:val="007D5FD1"/>
    <w:rsid w:val="007D7881"/>
    <w:rsid w:val="007E23C7"/>
    <w:rsid w:val="007E24C9"/>
    <w:rsid w:val="007E2EBF"/>
    <w:rsid w:val="007E3654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15B"/>
    <w:rsid w:val="007F7638"/>
    <w:rsid w:val="007F799B"/>
    <w:rsid w:val="00800045"/>
    <w:rsid w:val="00800768"/>
    <w:rsid w:val="00800910"/>
    <w:rsid w:val="00800DE6"/>
    <w:rsid w:val="00801630"/>
    <w:rsid w:val="00801B69"/>
    <w:rsid w:val="008021B9"/>
    <w:rsid w:val="00804147"/>
    <w:rsid w:val="00804FBB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4138"/>
    <w:rsid w:val="0082571C"/>
    <w:rsid w:val="00826516"/>
    <w:rsid w:val="00826B03"/>
    <w:rsid w:val="00826B87"/>
    <w:rsid w:val="00831748"/>
    <w:rsid w:val="00831B8F"/>
    <w:rsid w:val="00832D9E"/>
    <w:rsid w:val="00834D70"/>
    <w:rsid w:val="0083532D"/>
    <w:rsid w:val="00835353"/>
    <w:rsid w:val="00837259"/>
    <w:rsid w:val="008404BE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6AE"/>
    <w:rsid w:val="0084496F"/>
    <w:rsid w:val="00845B31"/>
    <w:rsid w:val="00845BB2"/>
    <w:rsid w:val="0084611F"/>
    <w:rsid w:val="008464C4"/>
    <w:rsid w:val="00846DAF"/>
    <w:rsid w:val="00850983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286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2C55"/>
    <w:rsid w:val="0088304E"/>
    <w:rsid w:val="008830EF"/>
    <w:rsid w:val="00884217"/>
    <w:rsid w:val="0088425C"/>
    <w:rsid w:val="00885077"/>
    <w:rsid w:val="00885308"/>
    <w:rsid w:val="00885590"/>
    <w:rsid w:val="00885BD0"/>
    <w:rsid w:val="00886708"/>
    <w:rsid w:val="00887526"/>
    <w:rsid w:val="008902A2"/>
    <w:rsid w:val="00890980"/>
    <w:rsid w:val="00890AE8"/>
    <w:rsid w:val="008915AF"/>
    <w:rsid w:val="0089194C"/>
    <w:rsid w:val="008929C1"/>
    <w:rsid w:val="00892E54"/>
    <w:rsid w:val="008932AD"/>
    <w:rsid w:val="008933CF"/>
    <w:rsid w:val="00895362"/>
    <w:rsid w:val="00895947"/>
    <w:rsid w:val="00896A7C"/>
    <w:rsid w:val="00896E79"/>
    <w:rsid w:val="00897AE8"/>
    <w:rsid w:val="00897DB0"/>
    <w:rsid w:val="008A0E55"/>
    <w:rsid w:val="008A1DF7"/>
    <w:rsid w:val="008A225D"/>
    <w:rsid w:val="008A2AA7"/>
    <w:rsid w:val="008A3A33"/>
    <w:rsid w:val="008A4043"/>
    <w:rsid w:val="008A4048"/>
    <w:rsid w:val="008A4630"/>
    <w:rsid w:val="008A58AD"/>
    <w:rsid w:val="008B0022"/>
    <w:rsid w:val="008B3F95"/>
    <w:rsid w:val="008B4360"/>
    <w:rsid w:val="008B5AE2"/>
    <w:rsid w:val="008B5B7E"/>
    <w:rsid w:val="008B5FDD"/>
    <w:rsid w:val="008C0DB1"/>
    <w:rsid w:val="008C1020"/>
    <w:rsid w:val="008C1099"/>
    <w:rsid w:val="008C3327"/>
    <w:rsid w:val="008C4830"/>
    <w:rsid w:val="008C4BF7"/>
    <w:rsid w:val="008C510F"/>
    <w:rsid w:val="008C5748"/>
    <w:rsid w:val="008C6CA6"/>
    <w:rsid w:val="008D045B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3F09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0EAE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4710"/>
    <w:rsid w:val="0092529C"/>
    <w:rsid w:val="00925934"/>
    <w:rsid w:val="009277DA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1EF6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12B3"/>
    <w:rsid w:val="00992794"/>
    <w:rsid w:val="009927D3"/>
    <w:rsid w:val="00992E31"/>
    <w:rsid w:val="0099412A"/>
    <w:rsid w:val="0099486D"/>
    <w:rsid w:val="00994FA5"/>
    <w:rsid w:val="0099503E"/>
    <w:rsid w:val="009952AD"/>
    <w:rsid w:val="00995355"/>
    <w:rsid w:val="00996BC1"/>
    <w:rsid w:val="009978F9"/>
    <w:rsid w:val="009A12E7"/>
    <w:rsid w:val="009A39F3"/>
    <w:rsid w:val="009A4292"/>
    <w:rsid w:val="009A53CC"/>
    <w:rsid w:val="009A7001"/>
    <w:rsid w:val="009A7DA5"/>
    <w:rsid w:val="009B01D4"/>
    <w:rsid w:val="009B0C22"/>
    <w:rsid w:val="009B2155"/>
    <w:rsid w:val="009B27FC"/>
    <w:rsid w:val="009B3111"/>
    <w:rsid w:val="009B3C6A"/>
    <w:rsid w:val="009B3CCD"/>
    <w:rsid w:val="009B53ED"/>
    <w:rsid w:val="009B6009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6F27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8F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37D"/>
    <w:rsid w:val="00A209AB"/>
    <w:rsid w:val="00A21090"/>
    <w:rsid w:val="00A21C90"/>
    <w:rsid w:val="00A21D3D"/>
    <w:rsid w:val="00A21DB5"/>
    <w:rsid w:val="00A21F4F"/>
    <w:rsid w:val="00A22363"/>
    <w:rsid w:val="00A2310F"/>
    <w:rsid w:val="00A237D9"/>
    <w:rsid w:val="00A23ABC"/>
    <w:rsid w:val="00A247C1"/>
    <w:rsid w:val="00A2642A"/>
    <w:rsid w:val="00A267AB"/>
    <w:rsid w:val="00A26AD5"/>
    <w:rsid w:val="00A26CAB"/>
    <w:rsid w:val="00A26CC6"/>
    <w:rsid w:val="00A27215"/>
    <w:rsid w:val="00A309F6"/>
    <w:rsid w:val="00A30ACC"/>
    <w:rsid w:val="00A30F05"/>
    <w:rsid w:val="00A337D2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2865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1A2A"/>
    <w:rsid w:val="00A73F3E"/>
    <w:rsid w:val="00A7410F"/>
    <w:rsid w:val="00A745EB"/>
    <w:rsid w:val="00A749A9"/>
    <w:rsid w:val="00A75043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B9C"/>
    <w:rsid w:val="00AA6D0C"/>
    <w:rsid w:val="00AA7211"/>
    <w:rsid w:val="00AA76DF"/>
    <w:rsid w:val="00AA78C8"/>
    <w:rsid w:val="00AB03B0"/>
    <w:rsid w:val="00AB0DD9"/>
    <w:rsid w:val="00AB1005"/>
    <w:rsid w:val="00AB1422"/>
    <w:rsid w:val="00AB1AF5"/>
    <w:rsid w:val="00AB1F96"/>
    <w:rsid w:val="00AB2A22"/>
    <w:rsid w:val="00AB36EC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663E"/>
    <w:rsid w:val="00AC6F6A"/>
    <w:rsid w:val="00AC7451"/>
    <w:rsid w:val="00AC7D37"/>
    <w:rsid w:val="00AD1169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674"/>
    <w:rsid w:val="00AE4C17"/>
    <w:rsid w:val="00AE4D35"/>
    <w:rsid w:val="00AE5048"/>
    <w:rsid w:val="00AE515B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8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095"/>
    <w:rsid w:val="00B064FF"/>
    <w:rsid w:val="00B07F38"/>
    <w:rsid w:val="00B1002E"/>
    <w:rsid w:val="00B1005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2760A"/>
    <w:rsid w:val="00B31D6F"/>
    <w:rsid w:val="00B32F31"/>
    <w:rsid w:val="00B334CA"/>
    <w:rsid w:val="00B35DA8"/>
    <w:rsid w:val="00B37FEA"/>
    <w:rsid w:val="00B4036F"/>
    <w:rsid w:val="00B426ED"/>
    <w:rsid w:val="00B42E0C"/>
    <w:rsid w:val="00B44170"/>
    <w:rsid w:val="00B441BB"/>
    <w:rsid w:val="00B44DD7"/>
    <w:rsid w:val="00B457FA"/>
    <w:rsid w:val="00B46231"/>
    <w:rsid w:val="00B47827"/>
    <w:rsid w:val="00B47BB6"/>
    <w:rsid w:val="00B506FA"/>
    <w:rsid w:val="00B519F5"/>
    <w:rsid w:val="00B51DBA"/>
    <w:rsid w:val="00B52A64"/>
    <w:rsid w:val="00B52F91"/>
    <w:rsid w:val="00B532CE"/>
    <w:rsid w:val="00B534D1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66DC9"/>
    <w:rsid w:val="00B67E71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4130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1F99"/>
    <w:rsid w:val="00BA20DE"/>
    <w:rsid w:val="00BA25B0"/>
    <w:rsid w:val="00BA3E73"/>
    <w:rsid w:val="00BA50A5"/>
    <w:rsid w:val="00BA53B4"/>
    <w:rsid w:val="00BA6C54"/>
    <w:rsid w:val="00BB04A3"/>
    <w:rsid w:val="00BB0B1E"/>
    <w:rsid w:val="00BB1A31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0DE6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10C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6E53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4B3"/>
    <w:rsid w:val="00C10EFA"/>
    <w:rsid w:val="00C10F45"/>
    <w:rsid w:val="00C11179"/>
    <w:rsid w:val="00C11862"/>
    <w:rsid w:val="00C11A6B"/>
    <w:rsid w:val="00C1264A"/>
    <w:rsid w:val="00C12B0A"/>
    <w:rsid w:val="00C12B1F"/>
    <w:rsid w:val="00C13127"/>
    <w:rsid w:val="00C13769"/>
    <w:rsid w:val="00C13FA8"/>
    <w:rsid w:val="00C14460"/>
    <w:rsid w:val="00C14F7C"/>
    <w:rsid w:val="00C1570C"/>
    <w:rsid w:val="00C159FA"/>
    <w:rsid w:val="00C16BB5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52FD"/>
    <w:rsid w:val="00C26D89"/>
    <w:rsid w:val="00C27EB1"/>
    <w:rsid w:val="00C27F49"/>
    <w:rsid w:val="00C30C1F"/>
    <w:rsid w:val="00C310D3"/>
    <w:rsid w:val="00C31833"/>
    <w:rsid w:val="00C33018"/>
    <w:rsid w:val="00C33B4D"/>
    <w:rsid w:val="00C34B7E"/>
    <w:rsid w:val="00C34CA7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4C21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A7AD6"/>
    <w:rsid w:val="00CB0987"/>
    <w:rsid w:val="00CB22FF"/>
    <w:rsid w:val="00CB249F"/>
    <w:rsid w:val="00CB2EA7"/>
    <w:rsid w:val="00CB3815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0DCA"/>
    <w:rsid w:val="00CC12F9"/>
    <w:rsid w:val="00CC156E"/>
    <w:rsid w:val="00CC291F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285"/>
    <w:rsid w:val="00CD3B4E"/>
    <w:rsid w:val="00CD4E1D"/>
    <w:rsid w:val="00CD5C20"/>
    <w:rsid w:val="00CD72D4"/>
    <w:rsid w:val="00CE06B3"/>
    <w:rsid w:val="00CE1509"/>
    <w:rsid w:val="00CE16AD"/>
    <w:rsid w:val="00CE30CD"/>
    <w:rsid w:val="00CE3E62"/>
    <w:rsid w:val="00CE43BA"/>
    <w:rsid w:val="00CE524A"/>
    <w:rsid w:val="00CE60EE"/>
    <w:rsid w:val="00CE65FD"/>
    <w:rsid w:val="00CE6606"/>
    <w:rsid w:val="00CE6A9E"/>
    <w:rsid w:val="00CE7A46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2B3"/>
    <w:rsid w:val="00D01CC6"/>
    <w:rsid w:val="00D02CEA"/>
    <w:rsid w:val="00D02F47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0DA"/>
    <w:rsid w:val="00D35833"/>
    <w:rsid w:val="00D36159"/>
    <w:rsid w:val="00D36C38"/>
    <w:rsid w:val="00D36FFA"/>
    <w:rsid w:val="00D37759"/>
    <w:rsid w:val="00D37990"/>
    <w:rsid w:val="00D400E6"/>
    <w:rsid w:val="00D418C8"/>
    <w:rsid w:val="00D454F2"/>
    <w:rsid w:val="00D468E6"/>
    <w:rsid w:val="00D46959"/>
    <w:rsid w:val="00D46A86"/>
    <w:rsid w:val="00D46C32"/>
    <w:rsid w:val="00D4718A"/>
    <w:rsid w:val="00D47C7F"/>
    <w:rsid w:val="00D508D2"/>
    <w:rsid w:val="00D5249D"/>
    <w:rsid w:val="00D52696"/>
    <w:rsid w:val="00D52BDE"/>
    <w:rsid w:val="00D52EC6"/>
    <w:rsid w:val="00D53245"/>
    <w:rsid w:val="00D537B3"/>
    <w:rsid w:val="00D5387C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3B2F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6A99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0A2"/>
    <w:rsid w:val="00D871D4"/>
    <w:rsid w:val="00D87DBF"/>
    <w:rsid w:val="00D91B67"/>
    <w:rsid w:val="00D91E26"/>
    <w:rsid w:val="00D92A74"/>
    <w:rsid w:val="00D92CDF"/>
    <w:rsid w:val="00D93703"/>
    <w:rsid w:val="00D93F5D"/>
    <w:rsid w:val="00D94DCC"/>
    <w:rsid w:val="00D9553B"/>
    <w:rsid w:val="00D95990"/>
    <w:rsid w:val="00D96CBB"/>
    <w:rsid w:val="00DA1A0C"/>
    <w:rsid w:val="00DA1EF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C6649"/>
    <w:rsid w:val="00DC745F"/>
    <w:rsid w:val="00DD07F1"/>
    <w:rsid w:val="00DD0D22"/>
    <w:rsid w:val="00DD1177"/>
    <w:rsid w:val="00DD1BB4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354"/>
    <w:rsid w:val="00DE4448"/>
    <w:rsid w:val="00DE49C9"/>
    <w:rsid w:val="00DE5464"/>
    <w:rsid w:val="00DE67EE"/>
    <w:rsid w:val="00DF0675"/>
    <w:rsid w:val="00DF124E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28F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2915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67A"/>
    <w:rsid w:val="00E22891"/>
    <w:rsid w:val="00E235E2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591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47EA0"/>
    <w:rsid w:val="00E514F7"/>
    <w:rsid w:val="00E5376E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75A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04D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379"/>
    <w:rsid w:val="00E93E53"/>
    <w:rsid w:val="00E95721"/>
    <w:rsid w:val="00E959D0"/>
    <w:rsid w:val="00E95FCC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ABB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0518"/>
    <w:rsid w:val="00EF135C"/>
    <w:rsid w:val="00EF13B1"/>
    <w:rsid w:val="00EF2267"/>
    <w:rsid w:val="00EF31FC"/>
    <w:rsid w:val="00EF334C"/>
    <w:rsid w:val="00EF3BF2"/>
    <w:rsid w:val="00EF4654"/>
    <w:rsid w:val="00EF52BA"/>
    <w:rsid w:val="00EF6505"/>
    <w:rsid w:val="00EF691C"/>
    <w:rsid w:val="00EF7A6F"/>
    <w:rsid w:val="00F00064"/>
    <w:rsid w:val="00F00190"/>
    <w:rsid w:val="00F0084F"/>
    <w:rsid w:val="00F00D68"/>
    <w:rsid w:val="00F01F5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5F9C"/>
    <w:rsid w:val="00F163A8"/>
    <w:rsid w:val="00F16678"/>
    <w:rsid w:val="00F227C9"/>
    <w:rsid w:val="00F23437"/>
    <w:rsid w:val="00F24C83"/>
    <w:rsid w:val="00F26388"/>
    <w:rsid w:val="00F267BE"/>
    <w:rsid w:val="00F26FA6"/>
    <w:rsid w:val="00F27A26"/>
    <w:rsid w:val="00F30115"/>
    <w:rsid w:val="00F30C0A"/>
    <w:rsid w:val="00F30E09"/>
    <w:rsid w:val="00F311A7"/>
    <w:rsid w:val="00F31589"/>
    <w:rsid w:val="00F31BE3"/>
    <w:rsid w:val="00F322F8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2451"/>
    <w:rsid w:val="00F53014"/>
    <w:rsid w:val="00F5407E"/>
    <w:rsid w:val="00F54849"/>
    <w:rsid w:val="00F54C92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0F5"/>
    <w:rsid w:val="00F77400"/>
    <w:rsid w:val="00F77CD1"/>
    <w:rsid w:val="00F81ADB"/>
    <w:rsid w:val="00F82A57"/>
    <w:rsid w:val="00F82FF9"/>
    <w:rsid w:val="00F83A2C"/>
    <w:rsid w:val="00F83D6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116"/>
    <w:rsid w:val="00F97466"/>
    <w:rsid w:val="00F97A32"/>
    <w:rsid w:val="00FA0185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8C3"/>
    <w:rsid w:val="00FB04FE"/>
    <w:rsid w:val="00FB1E1F"/>
    <w:rsid w:val="00FB316D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FDC"/>
    <w:rsid w:val="00FF08F6"/>
    <w:rsid w:val="00FF0F74"/>
    <w:rsid w:val="00FF21EB"/>
    <w:rsid w:val="00FF255A"/>
    <w:rsid w:val="00FF2654"/>
    <w:rsid w:val="00FF28C9"/>
    <w:rsid w:val="00FF2A1F"/>
    <w:rsid w:val="00FF3193"/>
    <w:rsid w:val="00FF33A4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9A09-F59A-407C-B2E5-253A7A53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7526</TotalTime>
  <Pages>391</Pages>
  <Words>75534</Words>
  <Characters>430548</Characters>
  <Application>Microsoft Office Word</Application>
  <DocSecurity>0</DocSecurity>
  <Lines>3587</Lines>
  <Paragraphs>1010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Abed</cp:lastModifiedBy>
  <cp:revision>24</cp:revision>
  <cp:lastPrinted>2015-12-30T08:49:00Z</cp:lastPrinted>
  <dcterms:created xsi:type="dcterms:W3CDTF">2015-06-13T07:48:00Z</dcterms:created>
  <dcterms:modified xsi:type="dcterms:W3CDTF">2016-12-08T11:05:00Z</dcterms:modified>
</cp:coreProperties>
</file>