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748" w:rsidRPr="007A0ACC" w:rsidRDefault="009C4748" w:rsidP="009C4748">
      <w:pPr>
        <w:pStyle w:val="libNormal0"/>
      </w:pPr>
    </w:p>
    <w:p w:rsidR="009C4748" w:rsidRPr="00620E30" w:rsidRDefault="009C4748" w:rsidP="00620E30">
      <w:pPr>
        <w:pStyle w:val="libCenterBold1"/>
        <w:rPr>
          <w:rtl/>
        </w:rPr>
      </w:pPr>
      <w:r w:rsidRPr="00620E30">
        <w:rPr>
          <w:rtl/>
        </w:rPr>
        <w:t>( م</w:t>
      </w:r>
      <w:r w:rsidRPr="00620E30">
        <w:rPr>
          <w:rFonts w:hint="cs"/>
          <w:rtl/>
        </w:rPr>
        <w:t>ی</w:t>
      </w:r>
      <w:r w:rsidRPr="00620E30">
        <w:rPr>
          <w:rFonts w:hint="eastAsia"/>
          <w:rtl/>
        </w:rPr>
        <w:t>ں</w:t>
      </w:r>
      <w:r w:rsidRPr="00620E30">
        <w:rPr>
          <w:rtl/>
        </w:rPr>
        <w:t xml:space="preserve"> حس</w:t>
      </w:r>
      <w:r w:rsidRPr="00620E30">
        <w:rPr>
          <w:rFonts w:hint="cs"/>
          <w:rtl/>
        </w:rPr>
        <w:t>ی</w:t>
      </w:r>
      <w:r w:rsidRPr="00620E30">
        <w:rPr>
          <w:rFonts w:hint="eastAsia"/>
          <w:rtl/>
        </w:rPr>
        <w:t>ن</w:t>
      </w:r>
      <w:r w:rsidRPr="00620E30">
        <w:rPr>
          <w:rFonts w:hint="cs"/>
          <w:rtl/>
        </w:rPr>
        <w:t>ی</w:t>
      </w:r>
      <w:r w:rsidRPr="00620E30">
        <w:rPr>
          <w:rtl/>
        </w:rPr>
        <w:t xml:space="preserve"> ہوگ</w:t>
      </w:r>
      <w:r w:rsidRPr="00620E30">
        <w:rPr>
          <w:rFonts w:hint="cs"/>
          <w:rtl/>
        </w:rPr>
        <w:t>ی</w:t>
      </w:r>
      <w:r w:rsidRPr="00620E30">
        <w:rPr>
          <w:rFonts w:hint="eastAsia"/>
          <w:rtl/>
        </w:rPr>
        <w:t>ا</w:t>
      </w:r>
      <w:r w:rsidRPr="00620E30">
        <w:rPr>
          <w:rtl/>
        </w:rPr>
        <w:t xml:space="preserve">  )</w:t>
      </w:r>
    </w:p>
    <w:p w:rsidR="009C4748" w:rsidRPr="00620E30" w:rsidRDefault="009C4748" w:rsidP="00620E30">
      <w:pPr>
        <w:pStyle w:val="libCenterBold1"/>
        <w:rPr>
          <w:rtl/>
        </w:rPr>
      </w:pPr>
    </w:p>
    <w:p w:rsidR="009C4748" w:rsidRDefault="009C4748" w:rsidP="00620E30">
      <w:pPr>
        <w:pStyle w:val="libCenterBold1"/>
        <w:rPr>
          <w:rtl/>
        </w:rPr>
      </w:pPr>
    </w:p>
    <w:p w:rsidR="00620E30" w:rsidRDefault="00620E30" w:rsidP="00620E30">
      <w:pPr>
        <w:pStyle w:val="libNormal0"/>
        <w:rPr>
          <w:rtl/>
        </w:rPr>
      </w:pPr>
    </w:p>
    <w:p w:rsidR="00620E30" w:rsidRDefault="00620E30" w:rsidP="00620E30">
      <w:pPr>
        <w:pStyle w:val="libNormal"/>
        <w:rPr>
          <w:rtl/>
        </w:rPr>
      </w:pPr>
    </w:p>
    <w:p w:rsidR="00620E30" w:rsidRDefault="00620E30" w:rsidP="00620E30">
      <w:pPr>
        <w:pStyle w:val="libNormal"/>
        <w:rPr>
          <w:rtl/>
        </w:rPr>
      </w:pPr>
    </w:p>
    <w:p w:rsidR="00620E30" w:rsidRPr="00620E30" w:rsidRDefault="00620E30" w:rsidP="00620E30">
      <w:pPr>
        <w:pStyle w:val="libNormal"/>
        <w:rPr>
          <w:rtl/>
        </w:rPr>
      </w:pPr>
    </w:p>
    <w:p w:rsidR="009C4748" w:rsidRPr="00620E30" w:rsidRDefault="009C4748" w:rsidP="00620E30">
      <w:pPr>
        <w:pStyle w:val="libCenterBold1"/>
        <w:rPr>
          <w:rtl/>
        </w:rPr>
      </w:pPr>
      <w:r w:rsidRPr="00620E30">
        <w:rPr>
          <w:rtl/>
        </w:rPr>
        <w:t>تال</w:t>
      </w:r>
      <w:r w:rsidRPr="00620E30">
        <w:rPr>
          <w:rFonts w:hint="cs"/>
          <w:rtl/>
        </w:rPr>
        <w:t>ی</w:t>
      </w:r>
      <w:r w:rsidRPr="00620E30">
        <w:rPr>
          <w:rFonts w:hint="eastAsia"/>
          <w:rtl/>
        </w:rPr>
        <w:t>ف</w:t>
      </w:r>
      <w:r w:rsidRPr="00620E30">
        <w:rPr>
          <w:rtl/>
        </w:rPr>
        <w:t>:ڈاکٹر اسد وح</w:t>
      </w:r>
      <w:r w:rsidRPr="00620E30">
        <w:rPr>
          <w:rFonts w:hint="cs"/>
          <w:rtl/>
        </w:rPr>
        <w:t>ی</w:t>
      </w:r>
      <w:r w:rsidRPr="00620E30">
        <w:rPr>
          <w:rFonts w:hint="eastAsia"/>
          <w:rtl/>
        </w:rPr>
        <w:t>د</w:t>
      </w:r>
      <w:r w:rsidRPr="00620E30">
        <w:rPr>
          <w:rtl/>
        </w:rPr>
        <w:t xml:space="preserve"> قاسم</w:t>
      </w:r>
    </w:p>
    <w:p w:rsidR="009C4748" w:rsidRPr="00620E30" w:rsidRDefault="009C4748" w:rsidP="00620E30">
      <w:pPr>
        <w:pStyle w:val="libCenterBold1"/>
        <w:rPr>
          <w:rtl/>
        </w:rPr>
      </w:pPr>
      <w:r w:rsidRPr="00620E30">
        <w:rPr>
          <w:rtl/>
        </w:rPr>
        <w:t>مترجم  : ابن حس</w:t>
      </w:r>
      <w:r w:rsidRPr="00620E30">
        <w:rPr>
          <w:rFonts w:hint="cs"/>
          <w:rtl/>
        </w:rPr>
        <w:t>ی</w:t>
      </w:r>
      <w:r w:rsidRPr="00620E30">
        <w:rPr>
          <w:rFonts w:hint="eastAsia"/>
          <w:rtl/>
        </w:rPr>
        <w:t>ن</w:t>
      </w:r>
      <w:r w:rsidRPr="00620E30">
        <w:rPr>
          <w:rtl/>
        </w:rPr>
        <w:t xml:space="preserve"> بن ح</w:t>
      </w:r>
      <w:r w:rsidRPr="00620E30">
        <w:rPr>
          <w:rFonts w:hint="cs"/>
          <w:rtl/>
        </w:rPr>
        <w:t>ی</w:t>
      </w:r>
      <w:r w:rsidRPr="00620E30">
        <w:rPr>
          <w:rFonts w:hint="eastAsia"/>
          <w:rtl/>
        </w:rPr>
        <w:t>در</w:t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A54383" w:rsidRDefault="009C4748" w:rsidP="00A54383">
      <w:pPr>
        <w:pStyle w:val="libNormal"/>
        <w:rPr>
          <w:rtl/>
        </w:rPr>
      </w:pPr>
      <w:r w:rsidRPr="00A54383"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620E30" w:rsidRDefault="009C4748" w:rsidP="00620E30">
      <w:pPr>
        <w:pStyle w:val="Heading2Center"/>
        <w:rPr>
          <w:rtl/>
        </w:rPr>
      </w:pPr>
      <w:bookmarkStart w:id="0" w:name="_Toc447619988"/>
      <w:r w:rsidRPr="00620E30">
        <w:rPr>
          <w:rtl/>
        </w:rPr>
        <w:t>مشخصات</w:t>
      </w:r>
      <w:bookmarkEnd w:id="0"/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Fonts w:hint="eastAsia"/>
          <w:rtl/>
        </w:rPr>
        <w:t>نام</w:t>
      </w:r>
      <w:r w:rsidRPr="007A0ACC">
        <w:rPr>
          <w:rtl/>
        </w:rPr>
        <w:t xml:space="preserve"> کتاب:م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حس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Fonts w:hint="eastAsia"/>
          <w:rtl/>
        </w:rPr>
        <w:t>مولف</w:t>
      </w:r>
      <w:r w:rsidRPr="007A0ACC">
        <w:rPr>
          <w:rtl/>
        </w:rPr>
        <w:t>:ڈاکٹراسد وح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قاسم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Fonts w:hint="eastAsia"/>
          <w:rtl/>
        </w:rPr>
        <w:t>مترجم</w:t>
      </w:r>
      <w:r w:rsidRPr="007A0ACC">
        <w:rPr>
          <w:rtl/>
        </w:rPr>
        <w:t>:  ابن حس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بن 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در</w:t>
      </w:r>
      <w:r w:rsidRPr="007A0ACC">
        <w:rPr>
          <w:rtl/>
        </w:rPr>
        <w:t xml:space="preserve"> (</w:t>
      </w:r>
      <w:r w:rsidRPr="007A0ACC">
        <w:t>safenah14@gmail.com</w:t>
      </w:r>
      <w:r w:rsidRPr="007A0ACC">
        <w:rPr>
          <w:rtl/>
        </w:rPr>
        <w:t>)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ناشر:                  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سال اشاعت:  </w:t>
      </w:r>
    </w:p>
    <w:p w:rsidR="009C4748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تعداد:      </w:t>
      </w:r>
    </w:p>
    <w:p w:rsidR="009C4748" w:rsidRPr="00A54383" w:rsidRDefault="009C4748" w:rsidP="00A54383">
      <w:pPr>
        <w:pStyle w:val="libNormal"/>
        <w:rPr>
          <w:rtl/>
        </w:rPr>
      </w:pPr>
      <w:r w:rsidRPr="00A54383"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9C4748" w:rsidP="00620E30">
      <w:pPr>
        <w:pStyle w:val="Heading2Center"/>
        <w:rPr>
          <w:rtl/>
        </w:rPr>
      </w:pPr>
      <w:r w:rsidRPr="007A0ACC">
        <w:rPr>
          <w:rtl/>
        </w:rPr>
        <w:t xml:space="preserve">     </w:t>
      </w:r>
      <w:bookmarkStart w:id="1" w:name="_Toc447619989"/>
      <w:r w:rsidRPr="007A0ACC">
        <w:rPr>
          <w:rtl/>
        </w:rPr>
        <w:t>عرض مترجم</w:t>
      </w:r>
      <w:bookmarkEnd w:id="1"/>
      <w:r w:rsidRPr="007A0ACC">
        <w:rPr>
          <w:rtl/>
        </w:rPr>
        <w:t xml:space="preserve">     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نظر کتاب 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قت</w:t>
      </w:r>
      <w:r w:rsidRPr="007A0ACC">
        <w:rPr>
          <w:rtl/>
        </w:rPr>
        <w:t xml:space="preserve"> کے متلاش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ڈاکٹر اسد وح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قاسم صاحب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تال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ہے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جنہوںنے حق تک پہنچنے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اس وقت تک جد وجہد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جب تک اللہ نے ان کو صراط مستق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رہنمائ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 فرماد</w:t>
      </w:r>
      <w:r w:rsidRPr="007A0ACC">
        <w:rPr>
          <w:rFonts w:hint="cs"/>
          <w:rtl/>
        </w:rPr>
        <w:t>ی</w:t>
      </w:r>
      <w:r w:rsidRPr="007A0ACC">
        <w:rPr>
          <w:rtl/>
        </w:rPr>
        <w:t>(اور جن لوگوں نے ہمار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راہ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جدوجہد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ہم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اپنے راستوں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ہدا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۔ع</w:t>
      </w:r>
      <w:r w:rsidRPr="007A0ACC">
        <w:rPr>
          <w:rFonts w:hint="eastAsia"/>
          <w:rtl/>
        </w:rPr>
        <w:t>نکبوت</w:t>
      </w:r>
      <w:r w:rsidRPr="007A0ACC">
        <w:rPr>
          <w:rtl/>
        </w:rPr>
        <w:t xml:space="preserve"> </w:t>
      </w:r>
      <w:r w:rsidR="00413EEC" w:rsidRPr="00A54383">
        <w:rPr>
          <w:rFonts w:hint="cs"/>
          <w:rtl/>
        </w:rPr>
        <w:t>69</w:t>
      </w:r>
      <w:r w:rsidRPr="00A54383">
        <w:rPr>
          <w:rFonts w:hint="cs"/>
          <w:rtl/>
        </w:rPr>
        <w:t>)اور ان کے ضم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آواززبان پر ان الفاظ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نمودار ہوئ</w:t>
      </w:r>
      <w:r w:rsidRPr="007A0ACC">
        <w:rPr>
          <w:rFonts w:hint="cs"/>
          <w:rtl/>
        </w:rPr>
        <w:t>ی</w:t>
      </w:r>
      <w:r w:rsidRPr="007A0ACC">
        <w:rPr>
          <w:rtl/>
        </w:rPr>
        <w:t>''م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عق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دے</w:t>
      </w:r>
      <w:r w:rsidRPr="007A0ACC">
        <w:rPr>
          <w:rtl/>
        </w:rPr>
        <w:t xml:space="preserve"> کے مطابق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مذہب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اسلام ہے اور اسلام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مذہب ہے ''۔(المتحولون ،ج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</w:rPr>
        <w:t xml:space="preserve">، ص 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62</w:t>
      </w:r>
      <w:r w:rsidRPr="00A54383">
        <w:rPr>
          <w:rFonts w:hint="cs"/>
          <w:rtl/>
        </w:rPr>
        <w:t xml:space="preserve">)                 </w:t>
      </w:r>
    </w:p>
    <w:p w:rsidR="009C4748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 مولف مقبوضہ فلسط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کے دارالاگوسان نام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گائوں جو در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ائے</w:t>
      </w:r>
      <w:r w:rsidRPr="007A0ACC">
        <w:rPr>
          <w:rtl/>
        </w:rPr>
        <w:t xml:space="preserve"> عمان کے مغرب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کنارے پرواقع ہے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دا</w:t>
      </w:r>
      <w:r w:rsidRPr="007A0ACC">
        <w:rPr>
          <w:rtl/>
        </w:rPr>
        <w:t xml:space="preserve"> ہوئے ،ہائ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سکول پاس کرنے کے بعد وہ ملک عمان چلے گئے جہاں انہوںنے انج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نرنگ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ڈپلوما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ڈگر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حاصل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پھر فلپائن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ںپہلے</w:t>
      </w:r>
      <w:r w:rsidRPr="007A0ACC">
        <w:rPr>
          <w:rtl/>
        </w:rPr>
        <w:t xml:space="preserve"> ڈگر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بعد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ماسٹرس ان کنسٹرکشن من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جمنٹ</w:t>
      </w:r>
      <w:r w:rsidRPr="007A0ACC">
        <w:rPr>
          <w:rtl/>
        </w:rPr>
        <w:t xml:space="preserve">( </w:t>
      </w:r>
      <w:r w:rsidRPr="007A0ACC">
        <w:t>construction management</w:t>
      </w:r>
      <w:r w:rsidRPr="007A0ACC">
        <w:rPr>
          <w:rtl/>
        </w:rPr>
        <w:t>)ک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ڈگر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حاصل ک</w:t>
      </w:r>
      <w:r w:rsidRPr="007A0ACC">
        <w:rPr>
          <w:rFonts w:hint="cs"/>
          <w:rtl/>
        </w:rPr>
        <w:t>ی</w:t>
      </w:r>
      <w:r w:rsidRPr="007A0ACC">
        <w:rPr>
          <w:rtl/>
        </w:rPr>
        <w:t>۔آخر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انہوں نے اسلامک پبلک اڈمنسٹر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شن</w:t>
      </w:r>
      <w:r w:rsidRPr="007A0ACC">
        <w:rPr>
          <w:rtl/>
        </w:rPr>
        <w:t xml:space="preserve"> (</w:t>
      </w:r>
      <w:r w:rsidRPr="007A0ACC">
        <w:t>Ph.D in islamic public administration</w:t>
      </w:r>
      <w:r w:rsidRPr="007A0ACC">
        <w:rPr>
          <w:rtl/>
        </w:rPr>
        <w:t>)م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ڈاکٹر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سند حاصل ک</w:t>
      </w:r>
      <w:r w:rsidRPr="007A0ACC">
        <w:rPr>
          <w:rFonts w:hint="cs"/>
          <w:rtl/>
        </w:rPr>
        <w:t>ی</w:t>
      </w:r>
      <w:r w:rsidRPr="007A0ACC">
        <w:rPr>
          <w:rtl/>
        </w:rPr>
        <w:t>۔ڈاکٹر صاحب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صاحب بص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رت</w:t>
      </w:r>
      <w:r w:rsidRPr="007A0ACC">
        <w:rPr>
          <w:rtl/>
        </w:rPr>
        <w:t xml:space="preserve"> مسلمان تھے جو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اہلسنت گھرانے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دا</w:t>
      </w:r>
      <w:r w:rsidRPr="007A0ACC">
        <w:rPr>
          <w:rtl/>
        </w:rPr>
        <w:t xml:space="preserve"> ہوئے اور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کے خلاف ن</w:t>
      </w:r>
      <w:r w:rsidRPr="007A0ACC">
        <w:rPr>
          <w:rFonts w:hint="eastAsia"/>
          <w:rtl/>
        </w:rPr>
        <w:t>فرت</w:t>
      </w:r>
      <w:r w:rsidRPr="007A0ACC">
        <w:rPr>
          <w:rtl/>
        </w:rPr>
        <w:t xml:space="preserve"> اور تعصب کے پروپگنڈے سے تنگ آکر بعد تحق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 اپنے کچھ دوستوں سم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مذہب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قبول کر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تے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اپنے تحق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سفر کو اس کتاب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اس کتاب کا نام انہوں نے'' 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قت</w:t>
      </w:r>
      <w:r w:rsidRPr="007A0ACC">
        <w:rPr>
          <w:rtl/>
        </w:rPr>
        <w:t xml:space="preserve"> مذہب اثناعشر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>'' رکھاجو عرب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زبان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چھپ چک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۔ اسکے علاوہ  اس دانشور نے دوس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مشہور زمانہ کتاب ''امامت و خلافت اور اسکے جد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آثار'' لکھ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کتاب''اسلام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پر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تحق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>'' لکھ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جو اصل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tl/>
        </w:rPr>
        <w:t>۔ا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چ</w:t>
      </w:r>
      <w:r w:rsidRPr="007A0ACC">
        <w:rPr>
          <w:rtl/>
        </w:rPr>
        <w:t xml:space="preserve"> ۔ڈ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tl/>
        </w:rPr>
        <w:t xml:space="preserve"> ہے۔ پہل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 کا  فارس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ترجمعہ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ران</w:t>
      </w:r>
      <w:r w:rsidRPr="007A0ACC">
        <w:rPr>
          <w:rtl/>
        </w:rPr>
        <w:t xml:space="preserve"> کے استاد جواد مہر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نے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ہے۔ انگر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ترجمہ</w:t>
      </w:r>
      <w:r w:rsidRPr="007A0ACC">
        <w:t>YASIN T al JIBOURI</w:t>
      </w:r>
      <w:r w:rsidRPr="007A0ACC">
        <w:rPr>
          <w:rtl/>
        </w:rPr>
        <w:t xml:space="preserve">   (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جبعور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)نے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او ر اسکا نام (</w:t>
      </w:r>
      <w:r w:rsidRPr="007A0ACC">
        <w:t>search for truth</w:t>
      </w:r>
      <w:r w:rsidRPr="007A0ACC">
        <w:rPr>
          <w:rtl/>
        </w:rPr>
        <w:t>) رکھا۔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اسے مجمع جہان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</w:t>
      </w:r>
      <w:r w:rsidRPr="007A0ACC">
        <w:rPr>
          <w:rtl/>
        </w:rPr>
        <w:t xml:space="preserve"> سائٹ </w:t>
      </w:r>
      <w:r w:rsidRPr="007A0ACC">
        <w:t>www.ahl-ul-bayt.org</w:t>
      </w:r>
      <w:r w:rsidRPr="007A0ACC">
        <w:rPr>
          <w:rtl/>
        </w:rPr>
        <w:t xml:space="preserve">  سے ڈاؤن لوڈ کرکے اردو ترجمہ کرنے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کوشش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اسکا نام ''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حس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'' رکھا اپنے خالق 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اس مشکل کام کے لئے مدد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دعا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جو شا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قبول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ترجمہ آپ کے ہاتھوں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ہے۔</w:t>
      </w:r>
    </w:p>
    <w:p w:rsidR="009C4748" w:rsidRPr="00A54383" w:rsidRDefault="009C4748" w:rsidP="00A54383">
      <w:pPr>
        <w:pStyle w:val="libNormal"/>
        <w:rPr>
          <w:rtl/>
        </w:rPr>
      </w:pPr>
      <w:r w:rsidRPr="00A54383"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lastRenderedPageBreak/>
        <w:t xml:space="preserve"> ترجمہ کرتے ہوئے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کم علم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پورااحساس  ہوا اور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نہ ہوتا چونکہ مصنف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ذہن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روش کو قائم رکھنا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تھا اور کتاب اصل عرب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انگر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زبان کے قالب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ڈھل چک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اب اردو قالب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ڈھلنے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منزل طے کر</w:t>
      </w:r>
      <w:r w:rsidRPr="007A0ACC">
        <w:rPr>
          <w:rFonts w:hint="eastAsia"/>
          <w:rtl/>
        </w:rPr>
        <w:t>تے</w:t>
      </w:r>
      <w:r w:rsidRPr="007A0ACC">
        <w:rPr>
          <w:rtl/>
        </w:rPr>
        <w:t xml:space="preserve"> ہوئے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عقل و دانش پر حاو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اردو زبان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سے اجنب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ہوں۔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اپنے خالق و مالک سے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غلط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اور کوتاہ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سے پنا ہ مانگتا ہوں اور معصوم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عل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ہم</w:t>
      </w:r>
      <w:r w:rsidRPr="007A0ACC">
        <w:rPr>
          <w:rtl/>
        </w:rPr>
        <w:t xml:space="preserve"> السلام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بارگاہ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 ہد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کرتا ہوں،اگر قبول ہوجائے تو ہم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زم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و آسمان و ما 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ہما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نعمتوں سے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بخشش حاصل ہوگ</w:t>
      </w:r>
      <w:r w:rsidRPr="007A0ACC">
        <w:rPr>
          <w:rFonts w:hint="cs"/>
          <w:rtl/>
        </w:rPr>
        <w:t>ی</w:t>
      </w:r>
      <w:r w:rsidRPr="007A0ACC">
        <w:rPr>
          <w:rtl/>
        </w:rPr>
        <w:t>۔ترجمہ کرنا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آسان کام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خاصکر مجھ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نافہم عاص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>۔م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خود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ران</w:t>
      </w:r>
      <w:r w:rsidRPr="007A0ACC">
        <w:rPr>
          <w:rtl/>
        </w:rPr>
        <w:t xml:space="preserve"> ہوں 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کام ہاتھ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تا</w:t>
      </w:r>
      <w:r w:rsidRPr="007A0ACC">
        <w:rPr>
          <w:rtl/>
        </w:rPr>
        <w:t xml:space="preserve"> ہوں جبکہ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واد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نش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</w:t>
      </w:r>
      <w:r w:rsidRPr="007A0ACC">
        <w:rPr>
          <w:rtl/>
        </w:rPr>
        <w:t xml:space="preserve"> و فراز سے بالکل بے بہرہ ہوں۔شا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اسکا راز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مظل</w:t>
      </w:r>
      <w:r w:rsidRPr="007A0ACC">
        <w:rPr>
          <w:rFonts w:hint="eastAsia"/>
          <w:rtl/>
        </w:rPr>
        <w:t>وم</w:t>
      </w:r>
      <w:r w:rsidRPr="007A0ACC">
        <w:rPr>
          <w:rtl/>
        </w:rPr>
        <w:t xml:space="preserve"> تر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قوم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درد بھر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آہوں کا ثمرہ ہے جو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ارد گرد کے ماحول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خبر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کرکے مجھے للکارکر احساس دلا رہا ہے کہ خواب غفلت سے جاگ زرا اوراللہ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بارگاہ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ہونے کے لئے سامان سفر باندھ کے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نوبت کا انتظار کر۔ اس قوم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مظلوم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معمول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مثال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کرتا ہوں''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دوست ہے جس کے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کے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وہ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فرسودہ اور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ہودہ</w:t>
      </w:r>
      <w:r w:rsidRPr="007A0ACC">
        <w:rPr>
          <w:rtl/>
        </w:rPr>
        <w:t xml:space="preserve"> تصورات تھے جو کہ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تعصب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جاہل کے ہوتے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مجھ سے چھوٹے چھوٹے مناظرات کرکے اور تقر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باََ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tl/>
        </w:rPr>
        <w:t xml:space="preserve"> پچ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tl/>
        </w:rPr>
        <w:t xml:space="preserve"> کتاب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پڑھ کر نوے 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صد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کے قر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ہے۔اس نے آج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مئ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413EEC" w:rsidRPr="00A54383">
        <w:rPr>
          <w:rFonts w:hint="cs"/>
          <w:rtl/>
        </w:rPr>
        <w:t>201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 xml:space="preserve">  ء </w:t>
      </w:r>
      <w:r w:rsidRPr="007A0ACC">
        <w:rPr>
          <w:rFonts w:hint="eastAsia"/>
          <w:rtl/>
        </w:rPr>
        <w:t>کو</w:t>
      </w:r>
      <w:r w:rsidRPr="007A0ACC">
        <w:rPr>
          <w:rtl/>
        </w:rPr>
        <w:t xml:space="preserve"> ا 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ظلم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بات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ںکرتے</w:t>
      </w:r>
      <w:r w:rsidRPr="007A0ACC">
        <w:rPr>
          <w:rtl/>
        </w:rPr>
        <w:t xml:space="preserve"> بتا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دفعہ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ہمسا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گا ؤں کے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چار لوگوں نے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دادا کے حقہ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ںکش</w:t>
      </w:r>
      <w:r w:rsidRPr="007A0ACC">
        <w:rPr>
          <w:rtl/>
        </w:rPr>
        <w:t xml:space="preserve"> لگالئے (تمباکو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)اور جب دادا کو ان کے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ہونے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خبر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تو وہ ان سے فحش کلام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آئے اپنا حقہ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توڑ ڈالا اور ان سے اسک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مت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وصول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''۔</w:t>
      </w:r>
    </w:p>
    <w:p w:rsidR="009C4748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اس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بہت 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پاس موجود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 سے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حقان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ثابت ہوت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ان دانشوروں نے روز روشن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ثابت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مذہب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کتب اہلسنت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ںسے</w:t>
      </w:r>
      <w:r w:rsidRPr="007A0ACC">
        <w:rPr>
          <w:rtl/>
        </w:rPr>
        <w:t xml:space="preserve"> اچھ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ثابت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جا سکتا ہے۔اس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مثال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اعل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تحق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کتاب'' 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قت</w:t>
      </w:r>
      <w:r w:rsidRPr="007A0ACC">
        <w:rPr>
          <w:rtl/>
        </w:rPr>
        <w:t xml:space="preserve"> گمشدہ ''تال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معتصم س</w:t>
      </w:r>
      <w:r w:rsidRPr="007A0ACC">
        <w:rPr>
          <w:rFonts w:hint="cs"/>
          <w:rtl/>
        </w:rPr>
        <w:t>ی</w:t>
      </w:r>
      <w:r w:rsidRPr="007A0ACC">
        <w:rPr>
          <w:rtl/>
        </w:rPr>
        <w:t>د احمد سوڈان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سابق اہلسنت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اسطرح درج ہے: جب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معتصم کو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بنام'' عبدالمنعم''( جو کہ کچھ عرصہ پہلے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بن چکا تھا) سے ملاقات ہوت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جو معتصم کے پوچھنے پر کہتا ہے : چار سال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سے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کمرٹوٹ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وہاب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مذہب کو سرزم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سوڈان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داخل ہونے پر اور چھا سمجھ کر اسکا ماخذ ڈھونڈتے ڈھونڈتے مجھے اصل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مذہب مل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جس پر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معتصم نے کہا کہ تم نے جلد باز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غلط 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صلہ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ہے۔</w:t>
      </w:r>
    </w:p>
    <w:p w:rsidR="009C4748" w:rsidRPr="00A54383" w:rsidRDefault="009C4748" w:rsidP="00A54383">
      <w:pPr>
        <w:pStyle w:val="libNormal"/>
        <w:rPr>
          <w:rtl/>
        </w:rPr>
      </w:pPr>
      <w:r w:rsidRPr="00A54383">
        <w:rPr>
          <w:rtl/>
        </w:rPr>
        <w:br w:type="page"/>
      </w:r>
    </w:p>
    <w:p w:rsidR="009C4748" w:rsidRDefault="009C4748" w:rsidP="009C4748">
      <w:pPr>
        <w:pStyle w:val="libNormal0"/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>منعم نے کہا کہ تم خود تحق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کرتے جس پر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معتصم نے کہا کہ مجھے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کہاں سے مل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۔منعم نے </w:t>
      </w:r>
      <w:r w:rsidRPr="007A0ACC">
        <w:rPr>
          <w:rFonts w:hint="eastAsia"/>
          <w:rtl/>
        </w:rPr>
        <w:t>کہا</w:t>
      </w:r>
      <w:r w:rsidRPr="007A0ACC">
        <w:rPr>
          <w:rtl/>
        </w:rPr>
        <w:t xml:space="preserve"> کہ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مذہب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سب سے بڑ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خصوص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اہلسنت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 بوں سے ثابت ہوتا ہے چہ جائ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کہ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کہ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ہزاروں کتا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۔ اور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معتصم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منعم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چار سال بعد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عان</w:t>
      </w:r>
      <w:r w:rsidRPr="007A0ACC">
        <w:rPr>
          <w:rtl/>
        </w:rPr>
        <w:t xml:space="preserve"> آل محمد علہم السلام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شامل ہوگئے۔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 سب دوستوں کا شکر گذار ہوں جنہوں </w:t>
      </w:r>
      <w:r w:rsidRPr="007A0ACC">
        <w:rPr>
          <w:rFonts w:hint="eastAsia"/>
          <w:rtl/>
        </w:rPr>
        <w:t>نے</w:t>
      </w:r>
      <w:r w:rsidRPr="007A0ACC">
        <w:rPr>
          <w:rtl/>
        </w:rPr>
        <w:t xml:space="preserve"> سخنے،قدمے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درہمے اس کار خ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حوصلہ افزائ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</w:t>
      </w:r>
      <w:r w:rsidRPr="007A0ACC">
        <w:rPr>
          <w:rtl/>
        </w:rPr>
        <w:t xml:space="preserve">  اور اللہ سے انکے لئے  بلند درجات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دعاکرتا ہوں تاکہ وہ آئندہ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خدمت خلق خاص کر علم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دان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ذمہ دار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نبھائ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جناب مولانا اظہر عباس صاحب  دہل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نے اردو زبان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جنکا 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حد</w:t>
      </w:r>
      <w:r w:rsidRPr="007A0ACC">
        <w:rPr>
          <w:rtl/>
        </w:rPr>
        <w:t xml:space="preserve"> مشک</w:t>
      </w:r>
      <w:r w:rsidRPr="007A0ACC">
        <w:rPr>
          <w:rFonts w:hint="eastAsia"/>
          <w:rtl/>
        </w:rPr>
        <w:t>ور</w:t>
      </w:r>
      <w:r w:rsidRPr="007A0ACC">
        <w:rPr>
          <w:rtl/>
        </w:rPr>
        <w:t xml:space="preserve"> ہوں ۔ آخر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اپنے اہل خانہ خاص کر اہل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کا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مشکور ہوں جس نے ناسازگار صحت کے باوجود ہمہ وقت اس کام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حوصلہ افزائ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>۔ اللہ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بحق محمد و آلہ محمد  با صحت و سلامت رکھے اور ہم سب کو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اسلام کے احکام پر عمل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</w:t>
      </w:r>
      <w:r w:rsidRPr="007A0ACC">
        <w:rPr>
          <w:rtl/>
        </w:rPr>
        <w:t xml:space="preserve"> ہونے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سے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توف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عطا فرمائے۔ </w:t>
      </w:r>
    </w:p>
    <w:p w:rsidR="009C4748" w:rsidRPr="007A0ACC" w:rsidRDefault="009C4748" w:rsidP="0016798A">
      <w:pPr>
        <w:pStyle w:val="libNormal0"/>
        <w:rPr>
          <w:rtl/>
        </w:rPr>
      </w:pPr>
      <w:r w:rsidRPr="007A0ACC">
        <w:rPr>
          <w:rtl/>
        </w:rPr>
        <w:t xml:space="preserve">                                    آم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ثم آم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رب العالم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                                                                       عاص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 سرا پا گناہگار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                                                                        ابن حس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بن 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در</w:t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A54383" w:rsidRDefault="009C4748" w:rsidP="00A54383">
      <w:pPr>
        <w:pStyle w:val="libNormal"/>
        <w:rPr>
          <w:rtl/>
        </w:rPr>
      </w:pPr>
      <w:r w:rsidRPr="00A54383"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620E30" w:rsidRDefault="009C4748" w:rsidP="00620E30">
      <w:pPr>
        <w:pStyle w:val="Heading2Center"/>
        <w:rPr>
          <w:rtl/>
        </w:rPr>
      </w:pPr>
      <w:r w:rsidRPr="007A0ACC">
        <w:rPr>
          <w:rtl/>
        </w:rPr>
        <w:t xml:space="preserve">    </w:t>
      </w:r>
      <w:bookmarkStart w:id="2" w:name="_Toc447619990"/>
      <w:r w:rsidRPr="00620E30">
        <w:rPr>
          <w:rtl/>
        </w:rPr>
        <w:t>مقدمہ مولف</w:t>
      </w:r>
      <w:bookmarkEnd w:id="2"/>
      <w:r w:rsidRPr="00620E30">
        <w:rPr>
          <w:rtl/>
        </w:rPr>
        <w:t xml:space="preserve">     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      مسلمانوں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موجودہ حالت زار سچ مچ قابل رحم ہے۔ک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سامراج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کے ہاتھوں امت مسلمہ کے درم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مسلک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اختلافات اور بدامن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جس کا نت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جہ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ہوا کہ 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رقوم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مسلمانوں ان پر اسطرح حملہ آور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جسطرح بھوکے لوگ حرص بھر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چاہت کے ساتھ لذ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ذ</w:t>
      </w:r>
      <w:r w:rsidRPr="007A0ACC">
        <w:rPr>
          <w:rtl/>
        </w:rPr>
        <w:t>(وازوان)ڈش پر ٹوٹ پڑتے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۔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  اسلام دشمن عناصر نے مسلمانوں کے درم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خل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</w:t>
      </w:r>
      <w:r w:rsidRPr="007A0ACC">
        <w:rPr>
          <w:rtl/>
        </w:rPr>
        <w:t xml:space="preserve"> کو اتن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وسعت اس لئے 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تاکہ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اپنے منحوس عزائم کو پورا کر سک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ںاور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مسلمانوں کو آپس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لڑوائے بغ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 ہر گز ممکن نہ تھا ۔ دشمنان اسلام کو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کب گوارا ہوسکتا تھا کہ وہ اسلام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بہارِ نو سے مسلمانوں ک</w:t>
      </w:r>
      <w:r w:rsidRPr="007A0ACC">
        <w:rPr>
          <w:rFonts w:hint="eastAsia"/>
          <w:rtl/>
        </w:rPr>
        <w:t>و</w:t>
      </w:r>
      <w:r w:rsidRPr="007A0ACC">
        <w:rPr>
          <w:rtl/>
        </w:rPr>
        <w:t xml:space="preserve"> خوش و خرم اور سرشار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  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     انقلاب اسلام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ران</w:t>
      </w:r>
      <w:r w:rsidRPr="007A0ACC">
        <w:rPr>
          <w:rtl/>
        </w:rPr>
        <w:t xml:space="preserve"> سے مغرب کو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بہت بڑا دھچکا لگا چنانچہ وہ متحد ہوکر انقلاب اسلام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ران</w:t>
      </w:r>
      <w:r w:rsidRPr="007A0ACC">
        <w:rPr>
          <w:rtl/>
        </w:rPr>
        <w:t xml:space="preserve"> کو دبانے اور اس کے اثر ورسوخ کو ختم کرنے کے لئے جہد مسلسل کے عنوان سے بر سر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کار</w:t>
      </w:r>
      <w:r w:rsidRPr="007A0ACC">
        <w:rPr>
          <w:rtl/>
        </w:rPr>
        <w:t xml:space="preserve"> ہوگئے۔</w:t>
      </w:r>
    </w:p>
    <w:p w:rsidR="009C4748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    پچھلے کچھ سالوں سے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لوگ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،سنّ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درم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مسلک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منافرت کو ہوا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نے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ںسر</w:t>
      </w:r>
      <w:r w:rsidRPr="007A0ACC">
        <w:rPr>
          <w:rtl/>
        </w:rPr>
        <w:t xml:space="preserve"> جوڑ کر مصروف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ںاور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کام مسلم ممالک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ںانہوں</w:t>
      </w:r>
      <w:r w:rsidRPr="007A0ACC">
        <w:rPr>
          <w:rtl/>
        </w:rPr>
        <w:t xml:space="preserve"> نے اپنے 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لے</w:t>
      </w:r>
      <w:r w:rsidRPr="007A0ACC">
        <w:rPr>
          <w:rtl/>
        </w:rPr>
        <w:t xml:space="preserve"> چپاٹوں کے سپرد کر رکھا ہے جس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وہ ہر طرح سے پشت پناہ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 رہے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۔خاص طور سے سعود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حکمرانوںکے۔ کہ جن کے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تسلط دو متبرک جگہ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خدّام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بہانے وہ سب کچھ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۔اُن کے مبلغوں کا کام صرف اپنے حکمرانوں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تعر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کرنا ہے وہ اپنے زر خر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ہاتھوں کو ہدا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جار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کئے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وہ صرف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لکھ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شائع کرائ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پرکفر کا الزام ،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ہود</w:t>
      </w:r>
      <w:r w:rsidRPr="007A0ACC">
        <w:rPr>
          <w:rtl/>
        </w:rPr>
        <w:t xml:space="preserve"> و نص</w:t>
      </w:r>
      <w:r w:rsidRPr="007A0ACC">
        <w:rPr>
          <w:rFonts w:hint="eastAsia"/>
          <w:rtl/>
        </w:rPr>
        <w:t>ار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سے مشابہت اور دوسرے خرافات ان سے منسوب ہوں۔اس مکروہ چال کے ذر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عے</w:t>
      </w:r>
      <w:r w:rsidRPr="007A0ACC">
        <w:rPr>
          <w:rtl/>
        </w:rPr>
        <w:t xml:space="preserve"> بدقسمت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بہت سارے 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دھے</w:t>
      </w:r>
      <w:r w:rsidRPr="007A0ACC">
        <w:rPr>
          <w:rtl/>
        </w:rPr>
        <w:t xml:space="preserve"> سادھے لوگ شکار ہوئے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ں،جنہوں</w:t>
      </w:r>
      <w:r w:rsidRPr="007A0ACC">
        <w:rPr>
          <w:rtl/>
        </w:rPr>
        <w:t xml:space="preserve"> نے ان زہر بھر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کتابوں پربلا تحق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و تصد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بھروسہ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لاکھوں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تعداد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تمام اسلام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ممالک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۔ </w:t>
      </w:r>
    </w:p>
    <w:p w:rsidR="009C4748" w:rsidRPr="00A54383" w:rsidRDefault="009C4748" w:rsidP="00A54383">
      <w:pPr>
        <w:pStyle w:val="libNormal"/>
        <w:rPr>
          <w:rtl/>
        </w:rPr>
      </w:pPr>
      <w:r w:rsidRPr="00A54383">
        <w:rPr>
          <w:rtl/>
        </w:rPr>
        <w:br w:type="page"/>
      </w:r>
    </w:p>
    <w:p w:rsidR="009C4748" w:rsidRDefault="009C4748" w:rsidP="009C4748">
      <w:pPr>
        <w:pStyle w:val="libNormal0"/>
        <w:rPr>
          <w:rtl/>
        </w:rPr>
      </w:pPr>
      <w:r w:rsidRPr="007A0ACC">
        <w:rPr>
          <w:rtl/>
        </w:rPr>
        <w:lastRenderedPageBreak/>
        <w:t>چنا</w:t>
      </w:r>
      <w:r w:rsidRPr="007A0ACC">
        <w:rPr>
          <w:rFonts w:hint="eastAsia"/>
          <w:rtl/>
        </w:rPr>
        <w:t>نچہ</w:t>
      </w:r>
      <w:r w:rsidRPr="007A0ACC">
        <w:rPr>
          <w:rtl/>
        </w:rPr>
        <w:t xml:space="preserve"> دوسرے مسلمانوں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مجھ تک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مہم پہنچ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جو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عناصر نے شروع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جنکا دعو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تھا کہ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کافر،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ہود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 نصار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انکا مقصد سن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مسلمانوں کو ان عقائد سے روشناس کرانا اور انکے خطروں سے بچانا تھا۔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پہلے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 تحر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کو رد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ان کا طر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قہ</w:t>
      </w:r>
      <w:r w:rsidRPr="007A0ACC">
        <w:rPr>
          <w:rtl/>
        </w:rPr>
        <w:t xml:space="preserve"> نا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با</w:t>
      </w:r>
      <w:r w:rsidRPr="007A0ACC">
        <w:rPr>
          <w:rtl/>
        </w:rPr>
        <w:t xml:space="preserve"> اور 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رشائستہ</w:t>
      </w:r>
      <w:r w:rsidRPr="007A0ACC">
        <w:rPr>
          <w:rtl/>
        </w:rPr>
        <w:t xml:space="preserve"> ہوتاتھا اور وہ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کے عقائد بڑھا چڑھا کر اور جذبات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انداز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سنسن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tl/>
        </w:rPr>
        <w:t xml:space="preserve"> بنا کر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کرتے تھے۔حالانکہ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فلسط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سُن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گھرانے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دا</w:t>
      </w:r>
      <w:r w:rsidRPr="007A0ACC">
        <w:rPr>
          <w:rtl/>
        </w:rPr>
        <w:t xml:space="preserve"> ہواجہاں اکثر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اہلسنت والجماعت مسلک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اور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اُس وقت کے عق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کے مطابق چونکہ مسل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اہلسنت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برحق تھا،م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سمجھ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پارہا تھا کہ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کس طرح کافر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۔مجھے اتنا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معلوم تھا کہ وہ حضرت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بہت قدر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ںاوروہ</w:t>
      </w:r>
      <w:r w:rsidRPr="007A0ACC">
        <w:rPr>
          <w:rtl/>
        </w:rPr>
        <w:t xml:space="preserve"> ان کو دوسرے صحابہ پر ترج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تے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مجھے اسکا علم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تھا کہ ان(عل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) کامقام اس سے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اور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ہے؟ جس کے اکثر اہلسنت قائل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وہ صرف خلفائے راشد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چوتھے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ں،وہ</w:t>
      </w:r>
      <w:r w:rsidRPr="007A0ACC">
        <w:rPr>
          <w:rtl/>
        </w:rPr>
        <w:t xml:space="preserve"> صرف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صحاب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 کو وہ دوسرے صحابہ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اور عمر وعاص کے برابر مانتے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خ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ال</w:t>
      </w:r>
      <w:r w:rsidRPr="007A0ACC">
        <w:rPr>
          <w:rtl/>
        </w:rPr>
        <w:t xml:space="preserve"> کے مطابق حضرت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کے مقام کو بڑھا چڑھا کر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کرنے پر،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کوملت اسلام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سے خارج کرنے کا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جواز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ہے۔انکے کچھ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دعوے تھے کہ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حضرت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کو ختم رسل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پر ترج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تے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عق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ہے کہ جبرائ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 نے وح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پہنچنانے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غلط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ہے،وہ حضرت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کو خدا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مانتے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 کا قرآن ہمارے قرآن سے مختلف ہے اور 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کے اور بہت سے الزامات۔ل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کن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کبھ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توجہ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وجہ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ہائ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اسکول کے استادکا وہ قول ہے جس کو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بھول سکتا کہ''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اثنا عشر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فرقہ جعفر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مذہب اہلسنت کے بہت قر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</w:t>
      </w:r>
      <w:r w:rsidRPr="007A0ACC">
        <w:rPr>
          <w:rtl/>
        </w:rPr>
        <w:t xml:space="preserve"> ہے اور اس کے ماننے والے مسلمان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''۔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الفاظ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اس شخص سے سنے تھے جسک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قت</w:t>
      </w:r>
      <w:r w:rsidRPr="007A0ACC">
        <w:rPr>
          <w:rtl/>
        </w:rPr>
        <w:t xml:space="preserve"> پسند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،رحم</w:t>
      </w:r>
      <w:r w:rsidRPr="007A0ACC">
        <w:rPr>
          <w:rtl/>
        </w:rPr>
        <w:t xml:space="preserve"> دل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،علم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معلومات، اعتدال پسند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مذہب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گفتگو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خاص انداز کا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شاہد تھا،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الفاظ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کانوں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بہت دنوں اور سالوں سے گھونج رہے تھے۔ان کے علاوہ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اپنے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رشتہ دار سے بہت متاثر ہوا جو دوسروں کو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راہ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دعوت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تا</w:t>
      </w:r>
      <w:r w:rsidRPr="007A0ACC">
        <w:rPr>
          <w:rtl/>
        </w:rPr>
        <w:t xml:space="preserve"> تھا اور مجھے اسکے خلوص ا</w:t>
      </w:r>
      <w:r w:rsidRPr="007A0ACC">
        <w:rPr>
          <w:rFonts w:hint="eastAsia"/>
          <w:rtl/>
        </w:rPr>
        <w:t>ور</w:t>
      </w:r>
      <w:r w:rsidRPr="007A0ACC">
        <w:rPr>
          <w:rtl/>
        </w:rPr>
        <w:t xml:space="preserve"> مسلمانوں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کجہت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اسک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دلچسپ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پر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شک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ہے۔</w:t>
      </w:r>
    </w:p>
    <w:p w:rsidR="009C4748" w:rsidRPr="00A54383" w:rsidRDefault="009C4748" w:rsidP="00A54383">
      <w:pPr>
        <w:pStyle w:val="libNormal"/>
        <w:rPr>
          <w:rtl/>
        </w:rPr>
      </w:pPr>
      <w:r w:rsidRPr="00A54383">
        <w:rPr>
          <w:rtl/>
        </w:rPr>
        <w:br w:type="page"/>
      </w:r>
    </w:p>
    <w:p w:rsidR="009C4748" w:rsidRDefault="009C4748" w:rsidP="009C4748">
      <w:pPr>
        <w:pStyle w:val="libNormal0"/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>اس تصور نے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ذہن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وقت تک پختہ جگہ بنائ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جب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سچ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قت</w:t>
      </w:r>
      <w:r w:rsidRPr="007A0ACC">
        <w:rPr>
          <w:rtl/>
        </w:rPr>
        <w:t xml:space="preserve"> بن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جب مجھے معلوم ہوا کہ  بہت سے اہلسنت دانشور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کو مسلمان مانتے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جو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وحدان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پر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رکھتے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شہ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حسن البنات،شہ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قطب،علامہ مودود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محمد کشک،علامہ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محمد غزال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محمد شلتوت،پروف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سر</w:t>
      </w:r>
      <w:r w:rsidRPr="007A0ACC">
        <w:rPr>
          <w:rtl/>
        </w:rPr>
        <w:t xml:space="preserve"> البہنصاو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</w:t>
      </w:r>
      <w:r w:rsidRPr="007A0ACC">
        <w:rPr>
          <w:rtl/>
        </w:rPr>
        <w:t xml:space="preserve"> التلماصان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،انور</w:t>
      </w:r>
      <w:r w:rsidRPr="007A0ACC">
        <w:rPr>
          <w:rtl/>
        </w:rPr>
        <w:t xml:space="preserve"> الجند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،حسن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وب،سعد</w:t>
      </w:r>
      <w:r w:rsidRPr="007A0ACC">
        <w:rPr>
          <w:rtl/>
        </w:rPr>
        <w:t xml:space="preserve"> حاو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،فتح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کُن،ابو</w:t>
      </w:r>
      <w:r w:rsidRPr="007A0ACC">
        <w:rPr>
          <w:rtl/>
        </w:rPr>
        <w:t xml:space="preserve"> زہرہ،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وسف</w:t>
      </w:r>
      <w:r w:rsidRPr="007A0ACC">
        <w:rPr>
          <w:rtl/>
        </w:rPr>
        <w:t xml:space="preserve"> العزم، پروف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سر</w:t>
      </w:r>
      <w:r w:rsidRPr="007A0ACC">
        <w:rPr>
          <w:rtl/>
        </w:rPr>
        <w:t xml:space="preserve"> راشد الگھنوچ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بہت سارے جن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تصان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پڑھنے کا مجھے موقع ملا ہے جو کہ ا</w:t>
      </w:r>
      <w:r w:rsidRPr="007A0ACC">
        <w:rPr>
          <w:rFonts w:hint="cs"/>
          <w:rtl/>
        </w:rPr>
        <w:t>ی</w:t>
      </w:r>
      <w:r w:rsidRPr="007A0ACC">
        <w:rPr>
          <w:rtl/>
        </w:rPr>
        <w:t>ک نسل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المار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نت</w:t>
      </w:r>
      <w:r w:rsidRPr="007A0ACC">
        <w:rPr>
          <w:rtl/>
        </w:rPr>
        <w:t xml:space="preserve"> بن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جو اسلام کے بہار نو کا مشاہدہ کر رہے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بس بغ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شک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ذہن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داخل ہوا کہ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مسلمان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Fonts w:hint="eastAsia"/>
          <w:rtl/>
        </w:rPr>
        <w:t>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اور سن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فرق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ان کے اختلاف کو نظر اندازکرنے کا 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صلہ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جو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سے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کو مسلمان اور دوسرے کو 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مسلم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بناتے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ںاختلافات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پور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تفص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جانتا تھا اور نہ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 پر سوچنے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کرنے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ار</w:t>
      </w:r>
      <w:r w:rsidRPr="007A0ACC">
        <w:rPr>
          <w:rtl/>
        </w:rPr>
        <w:t xml:space="preserve"> تھا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</w:t>
      </w:r>
      <w:r w:rsidRPr="007A0ACC">
        <w:rPr>
          <w:rtl/>
        </w:rPr>
        <w:t xml:space="preserve"> خ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ال</w:t>
      </w:r>
      <w:r w:rsidRPr="007A0ACC">
        <w:rPr>
          <w:rtl/>
        </w:rPr>
        <w:t xml:space="preserve"> تھا کہ اس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کرنا گو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بھول بھل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ںپھنسنا</w:t>
      </w:r>
      <w:r w:rsidRPr="007A0ACC">
        <w:rPr>
          <w:rtl/>
        </w:rPr>
        <w:t xml:space="preserve"> ہے جس سے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جہ</w:t>
      </w:r>
      <w:r w:rsidRPr="007A0ACC">
        <w:rPr>
          <w:rtl/>
        </w:rPr>
        <w:t xml:space="preserve"> نکلنے والا ہے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۔اس وقت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تھا کہ ان اختلافات پر غور کرنا تفر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</w:t>
      </w:r>
      <w:r w:rsidRPr="007A0ACC">
        <w:rPr>
          <w:rtl/>
        </w:rPr>
        <w:t xml:space="preserve"> ہے جن سے ہر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کو دور رہنا چاہئے خاص کربحث ومباحثہ سے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دون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مسلمان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اور سن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کو 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نقطۂ نظر سے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کھتا</w:t>
      </w:r>
      <w:r w:rsidRPr="007A0ACC">
        <w:rPr>
          <w:rtl/>
        </w:rPr>
        <w:t xml:space="preserve"> تھا جس طرح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اور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کو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کھتا</w:t>
      </w:r>
      <w:r w:rsidRPr="007A0ACC">
        <w:rPr>
          <w:rtl/>
        </w:rPr>
        <w:t xml:space="preserve"> تھا کہ دونوں مسلم تھے اسکے باوجود کہ ان کے درم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</w:t>
      </w:r>
    </w:p>
    <w:p w:rsidR="009C4748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مغرب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ممالک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</w:t>
      </w:r>
      <w:r w:rsidRPr="007A0ACC">
        <w:rPr>
          <w:rtl/>
        </w:rPr>
        <w:t xml:space="preserve"> تعل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سفر  </w:t>
      </w:r>
      <w:r w:rsidR="00413EEC" w:rsidRPr="00A54383">
        <w:rPr>
          <w:rFonts w:hint="cs"/>
          <w:rtl/>
        </w:rPr>
        <w:t>1980</w:t>
      </w:r>
      <w:r w:rsidRPr="00A54383">
        <w:rPr>
          <w:rFonts w:hint="cs"/>
          <w:rtl/>
        </w:rPr>
        <w:t xml:space="preserve"> کے آس پاس تھا جب اس منافرت نے شدت اخت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ر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جب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کودھمکانے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آواز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اٹھائ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 وہ آواز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جو انقلاب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ران</w:t>
      </w:r>
      <w:r w:rsidRPr="007A0ACC">
        <w:rPr>
          <w:rtl/>
        </w:rPr>
        <w:t xml:space="preserve"> کے خلاف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اسکارہنما جو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خ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ال</w:t>
      </w:r>
      <w:r w:rsidRPr="007A0ACC">
        <w:rPr>
          <w:rtl/>
        </w:rPr>
        <w:t xml:space="preserve"> کے مطابق اس پروپگنڈے کا خاص نشانہ تھا۔اکثر اوقا</w:t>
      </w:r>
      <w:r w:rsidRPr="007A0ACC">
        <w:rPr>
          <w:rFonts w:hint="eastAsia"/>
          <w:rtl/>
        </w:rPr>
        <w:t>ت،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 مخالفت کا نشانہ بنا صرف اس وجہ سے 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تھا کہ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کافر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۔جب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اپنے آپ کوا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حملہ سے بچانا چاہا تو اس سے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زوردار دوسرا حملہ مجھ پر ہوتا تھا اور حالات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تک پہنچے کہ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دفعہ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نے مجھ سے کہا کہ مجھے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راستہ اخت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ار</w:t>
      </w:r>
      <w:r w:rsidRPr="007A0ACC">
        <w:rPr>
          <w:rtl/>
        </w:rPr>
        <w:t xml:space="preserve"> کرنا چاہئے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( مجھے اپنا مسلک صاف ظاہر کرنا چاہئے )،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ہوسکتا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وقت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ںسن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رہوں اور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</w:t>
      </w:r>
      <w:r w:rsidRPr="007A0ACC">
        <w:rPr>
          <w:rtl/>
        </w:rPr>
        <w:t xml:space="preserve"> ں کا ہمدرد اور انقلاب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ران</w:t>
      </w:r>
      <w:r w:rsidRPr="007A0ACC">
        <w:rPr>
          <w:rtl/>
        </w:rPr>
        <w:t xml:space="preserve"> کا حمائت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ان کے مطابق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عق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کا معاملہ تھا۔م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قت</w:t>
      </w:r>
      <w:r w:rsidRPr="007A0ACC">
        <w:rPr>
          <w:rtl/>
        </w:rPr>
        <w:t xml:space="preserve"> چھپا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سکتا ہوں کہ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مسلک کے مکمل تفص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لات</w:t>
      </w:r>
      <w:r w:rsidRPr="007A0ACC">
        <w:rPr>
          <w:rtl/>
        </w:rPr>
        <w:t xml:space="preserve"> معلوم نہ ہونے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وجہ سے مجھے سخت اور پر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شان</w:t>
      </w:r>
      <w:r w:rsidRPr="007A0ACC">
        <w:rPr>
          <w:rtl/>
        </w:rPr>
        <w:t xml:space="preserve"> کن حالات کا سامنا کرنا پڑا۔</w:t>
      </w:r>
    </w:p>
    <w:p w:rsidR="009C4748" w:rsidRPr="00A54383" w:rsidRDefault="009C4748" w:rsidP="00A54383">
      <w:pPr>
        <w:pStyle w:val="libNormal"/>
        <w:rPr>
          <w:rtl/>
        </w:rPr>
      </w:pPr>
      <w:r w:rsidRPr="00A54383">
        <w:rPr>
          <w:rtl/>
        </w:rPr>
        <w:br w:type="page"/>
      </w:r>
    </w:p>
    <w:p w:rsidR="009C4748" w:rsidRDefault="009C4748" w:rsidP="009C4748">
      <w:pPr>
        <w:pStyle w:val="libNormal0"/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>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سمجھ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آرہا تھا 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کچھ لوگوں کے ان د عوؤںں کا جواب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دوں جو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کے عقائد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امامت،عصمت،تق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ہ،عق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صحابہ وغ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پر انکو مکمل طور سے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اسلام 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خارج کرد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تے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مجھ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 عقائد کو جاننے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بہت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دلچسپ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بڑھ گئ</w:t>
      </w:r>
      <w:r w:rsidRPr="007A0ACC">
        <w:rPr>
          <w:rFonts w:hint="cs"/>
          <w:rtl/>
        </w:rPr>
        <w:t>ی</w:t>
      </w:r>
      <w:r w:rsidRPr="007A0ACC">
        <w:rPr>
          <w:rtl/>
        </w:rPr>
        <w:t>۔اسطرح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وہ کرنے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آمادہ ہوا جس سے اکثر لوگ فرار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''سچائ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تلاش'' تاکہ مدتوں بھر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شک و 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رانگ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خاتمہ ہوجائے۔</w:t>
      </w:r>
    </w:p>
    <w:p w:rsidR="009C4748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کن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؟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 سن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مصنفوں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کتابوں سے مطمئن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ںتھا</w:t>
      </w:r>
      <w:r w:rsidRPr="007A0ACC">
        <w:rPr>
          <w:rtl/>
        </w:rPr>
        <w:t xml:space="preserve"> جو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کو کافر کہتے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ں؟م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اس وقت تک ان بہت کو پڑھا تھا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کن</w:t>
      </w:r>
      <w:r w:rsidRPr="007A0ACC">
        <w:rPr>
          <w:rtl/>
        </w:rPr>
        <w:t xml:space="preserve"> مطمئن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تھاک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وہ اچھے آداب اور علم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تناظر سے محروم تھے جس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علم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گہرائ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ثبوت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کرناضرور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شرط ہے۔اور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</w:t>
      </w:r>
      <w:r w:rsidRPr="007A0ACC">
        <w:rPr>
          <w:rFonts w:hint="eastAsia"/>
          <w:rtl/>
        </w:rPr>
        <w:t>عتدال</w:t>
      </w:r>
      <w:r w:rsidRPr="007A0ACC">
        <w:rPr>
          <w:rtl/>
        </w:rPr>
        <w:t xml:space="preserve"> پسند اہلسنت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ا لغزال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،البہنصاو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،عز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ابراہ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وغ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آرائوں سے مطمئن ہوجائوں جو ان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عہ،سن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نظر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اختلافات کو خواہ مخواہ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مصنو</w:t>
      </w:r>
      <w:r w:rsidRPr="007A0ACC">
        <w:rPr>
          <w:rFonts w:hint="cs"/>
          <w:rtl/>
        </w:rPr>
        <w:t>یٔ</w:t>
      </w:r>
      <w:r w:rsidRPr="007A0ACC">
        <w:rPr>
          <w:rtl/>
        </w:rPr>
        <w:t xml:space="preserve"> پر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سمجھتے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کن</w:t>
      </w:r>
      <w:r w:rsidRPr="007A0ACC">
        <w:rPr>
          <w:rtl/>
        </w:rPr>
        <w:t xml:space="preserve"> ان نظر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سے مسئلہ حل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ہوتا ہے،بلکہ وہ ا س مسئلہ کو  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جگہ معلق رکھتے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جہ</w:t>
      </w:r>
      <w:r w:rsidRPr="007A0ACC">
        <w:rPr>
          <w:rFonts w:hint="eastAsia"/>
          <w:rtl/>
        </w:rPr>
        <w:t>اں</w:t>
      </w:r>
      <w:r w:rsidRPr="007A0ACC">
        <w:rPr>
          <w:rtl/>
        </w:rPr>
        <w:t xml:space="preserve"> سے وہ شروع ہواہے۔م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لئے اس کے علاوہ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چارہ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رہا 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ںسچائ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ان کتابوں سے تلاش کروں جو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نے خود لکھ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۔مگر پہلے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اس رائے کو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رد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سوچا کہ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اپنے دلائل کا دفاع ان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سے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جو ان کے اپنے مراکز سے ماخو</w:t>
      </w:r>
      <w:r w:rsidRPr="007A0ACC">
        <w:rPr>
          <w:rFonts w:hint="eastAsia"/>
          <w:rtl/>
        </w:rPr>
        <w:t>ذ</w:t>
      </w:r>
      <w:r w:rsidRPr="007A0ACC">
        <w:rPr>
          <w:rtl/>
        </w:rPr>
        <w:t xml:space="preserve"> ہوں جوکہ اہلسنت کو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قابل قبول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ہوں گے۔آخر کار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ہاتھ''المراجعات''نام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 لگ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جو مجھے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دوست نے عار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تاََ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جس سے مجھے جان پہچان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خوش قسمت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وہ دوست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سچائ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متلاش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تھا۔اس کو وہ کتاب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دوست نے پڑھنے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اس وقت 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جب اس نے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 مانگ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جس سے وہ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کے عقائد جان سکے۔ حالانکہ المراجعات کا مصنف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ہے پھر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تعجب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وہ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عقائد کے ثبوت اہلسنت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خاص کتب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 مسلم سے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کرتا ہے۔ واقع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اس کتاب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ںوہ</w:t>
      </w:r>
      <w:r w:rsidRPr="007A0ACC">
        <w:rPr>
          <w:rtl/>
        </w:rPr>
        <w:t xml:space="preserve"> پا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جس نے م</w:t>
      </w:r>
      <w:r w:rsidRPr="007A0ACC">
        <w:rPr>
          <w:rFonts w:hint="eastAsia"/>
          <w:rtl/>
        </w:rPr>
        <w:t>جھے</w:t>
      </w:r>
      <w:r w:rsidRPr="007A0ACC">
        <w:rPr>
          <w:rtl/>
        </w:rPr>
        <w:t xml:space="preserve"> 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تلاش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ہمت افزائ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،وہ</w:t>
      </w:r>
      <w:r w:rsidRPr="007A0ACC">
        <w:rPr>
          <w:rtl/>
        </w:rPr>
        <w:t xml:space="preserve"> 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قت</w:t>
      </w:r>
      <w:r w:rsidRPr="007A0ACC">
        <w:rPr>
          <w:rtl/>
        </w:rPr>
        <w:t xml:space="preserve"> جس سے لوگ 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ران</w:t>
      </w:r>
      <w:r w:rsidRPr="007A0ACC">
        <w:rPr>
          <w:rtl/>
        </w:rPr>
        <w:t xml:space="preserve"> اور متفرق رہے۔م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ںاکثر</w:t>
      </w:r>
      <w:r w:rsidRPr="007A0ACC">
        <w:rPr>
          <w:rtl/>
        </w:rPr>
        <w:t xml:space="preserve"> اس کتاب کے مضام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>(جو عالم اہلسنت علامہ سل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بشر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جامعةالازھرکے اس وقت کے سربراہ اور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عالم علامہ شرف الد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الموسو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لبنان کے درم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خط و کتابت کا مجموعہ ہے) پر بحث و تحق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اپنے دوستوں کو شر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کرتا تھا ۔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مراسلہ خاص مسائل کے گرد گھومتا ہے جنم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سن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اختلافات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</w:t>
      </w:r>
    </w:p>
    <w:p w:rsidR="009C4748" w:rsidRPr="00A54383" w:rsidRDefault="009C4748" w:rsidP="00A54383">
      <w:pPr>
        <w:pStyle w:val="libNormal"/>
        <w:rPr>
          <w:rtl/>
        </w:rPr>
      </w:pPr>
      <w:r w:rsidRPr="00A54383"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قت</w:t>
      </w:r>
      <w:r w:rsidRPr="007A0ACC">
        <w:rPr>
          <w:rtl/>
        </w:rPr>
        <w:t xml:space="preserve"> کو چھپا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سکتا کہ جو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اس کتاب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پڑھا،م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لئے بہت بڑ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رانگ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باعث تھا اور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مبالغہ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زندگ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سب سے بڑا صدمہ تھا۔م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تصور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 تھا کہ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،سن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اختلافات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ہوںجو اس کتاب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کئے گئے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ںاس</w:t>
      </w:r>
      <w:r w:rsidRPr="007A0ACC">
        <w:rPr>
          <w:rtl/>
        </w:rPr>
        <w:t xml:space="preserve"> کے مطالع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کے بعدمجھے ماننا پڑا 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اسلام اور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سے ناواقف ہوں اوروہ ہرکوئ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جو اس مسئلہ سے وابستہ ہے اور جن سے اس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ملاقات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جنم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وہ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جنہوں نے شر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چ</w:t>
      </w:r>
      <w:r w:rsidRPr="007A0ACC">
        <w:rPr>
          <w:rtl/>
        </w:rPr>
        <w:t xml:space="preserve"> 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ڈگر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اں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حاصل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آپ اس تحق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تفص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لات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گے</w:t>
      </w:r>
      <w:r w:rsidRPr="007A0ACC">
        <w:rPr>
          <w:rtl/>
        </w:rPr>
        <w:t>۔کتاب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کئے گئے واقعات سے ہوئے صدمہ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نوع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اور اس کے باوجود کہ مؤلف کے اس دعوے، کہ اس نے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سب دلائل قرآن اور صحاح ستہ ،مسلم و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ثابت کئے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ں،ہم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کچھ نے ان کتابوں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صحت پر اشکال کرنا شروع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تک کہ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دوست نے کہا کہ اگر اس ش</w:t>
      </w:r>
      <w:r w:rsidRPr="007A0ACC">
        <w:rPr>
          <w:rFonts w:hint="cs"/>
          <w:rtl/>
        </w:rPr>
        <w:t>ی</w:t>
      </w:r>
      <w:r w:rsidRPr="007A0ACC">
        <w:rPr>
          <w:rtl/>
        </w:rPr>
        <w:t>عہ مصنف نے جو کہا ہے سچ نکلااو رصح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حقا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موجود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تو آج سے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پر بھروسہ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کروں گا ۔ اصل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اسکا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مطلب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تھا بلکہ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ممکن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کہ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مصنف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ہوسکتا ہے۔ہم سب نے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خواہش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کہ کاش اس کتاب کے م</w:t>
      </w:r>
      <w:r w:rsidRPr="007A0ACC">
        <w:rPr>
          <w:rFonts w:hint="eastAsia"/>
          <w:rtl/>
        </w:rPr>
        <w:t>ضام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ہوتے،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ہمارے لئے بہت کچھ ہوتا تاکہ ہم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سن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اختلافات کے پس پردہ تک پہنچنے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مددگار ثابت ہوتے۔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ضرور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المرا جعات کے مضام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کو ہم بذات خودصح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جانچ پڑتال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۔اللہ نے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شک</w:t>
      </w:r>
      <w:r w:rsidRPr="007A0ACC">
        <w:rPr>
          <w:rtl/>
        </w:rPr>
        <w:t xml:space="preserve"> ہم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عطا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جب ہم نے بڑ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محنت و مشقت سے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مطالعہ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بالکل 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ران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تھا جب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وہ سب حوالے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کھے</w:t>
      </w:r>
      <w:r w:rsidRPr="007A0ACC">
        <w:rPr>
          <w:rtl/>
        </w:rPr>
        <w:t xml:space="preserve"> جو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مصنف نے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کئے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۔کچھ لوگ 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ران</w:t>
      </w:r>
      <w:r w:rsidRPr="007A0ACC">
        <w:rPr>
          <w:rtl/>
        </w:rPr>
        <w:t xml:space="preserve"> ہونگے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پر اتن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تاک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؟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اسلئے ہے کہ جو دلائل وہ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 سے نچوڑتاہے وہ تشر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طلب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۔ اور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کے مختلف معن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ہوتے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جو حالانکہ ہر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تشر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کے 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مطابق ہوتے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قران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'' اس نے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چڑھائ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اندھا آدم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اسکے پاس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''(</w:t>
      </w:r>
      <w:r w:rsidR="00413EEC" w:rsidRPr="00A54383">
        <w:rPr>
          <w:rFonts w:hint="cs"/>
          <w:rtl/>
        </w:rPr>
        <w:t>80</w:t>
      </w:r>
      <w:r w:rsidRPr="00A54383">
        <w:rPr>
          <w:rFonts w:hint="cs"/>
          <w:rtl/>
        </w:rPr>
        <w:t>۔</w:t>
      </w:r>
      <w:r w:rsidR="00413EEC" w:rsidRPr="00A54383">
        <w:rPr>
          <w:rFonts w:hint="cs"/>
          <w:rtl/>
        </w:rPr>
        <w:t>12</w:t>
      </w:r>
      <w:r w:rsidRPr="00A54383">
        <w:rPr>
          <w:rFonts w:hint="cs"/>
          <w:rtl/>
        </w:rPr>
        <w:t>)۔ان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ںاس</w:t>
      </w:r>
      <w:r w:rsidRPr="007A0ACC">
        <w:rPr>
          <w:rtl/>
        </w:rPr>
        <w:t xml:space="preserve"> آدم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نام جس نے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چڑھائ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اندھے کانام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ظاہر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ہے۔اسل</w:t>
      </w:r>
      <w:r w:rsidRPr="007A0ACC">
        <w:rPr>
          <w:rFonts w:hint="eastAsia"/>
          <w:rtl/>
        </w:rPr>
        <w:t>ئے</w:t>
      </w:r>
      <w:r w:rsidRPr="007A0ACC">
        <w:rPr>
          <w:rtl/>
        </w:rPr>
        <w:t xml:space="preserve">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کا کام انہ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باتوں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وضاحت کرنا ہے۔اس وجہ سے اہلسنت کے مطابق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جو اس کے سب مندرجات قبول کرنے کو واجب سمجھتے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 کے بعد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معتبر تر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کتاب کا درجہ حاصل کرگئ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۔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وجہ ہے کہ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ِ قرآن مج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مختلف تشر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حات</w:t>
      </w:r>
      <w:r w:rsidRPr="007A0ACC">
        <w:rPr>
          <w:rtl/>
        </w:rPr>
        <w:t xml:space="preserve"> کو سمج</w:t>
      </w:r>
      <w:r w:rsidRPr="007A0ACC">
        <w:rPr>
          <w:rFonts w:hint="eastAsia"/>
          <w:rtl/>
        </w:rPr>
        <w:t>ھنے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مدد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تے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۔</w:t>
      </w:r>
    </w:p>
    <w:p w:rsidR="009C4748" w:rsidRPr="00A54383" w:rsidRDefault="009C4748" w:rsidP="00A54383">
      <w:pPr>
        <w:pStyle w:val="libNormal"/>
        <w:rPr>
          <w:rtl/>
        </w:rPr>
      </w:pPr>
      <w:r w:rsidRPr="00A54383">
        <w:rPr>
          <w:rtl/>
        </w:rPr>
        <w:br w:type="page"/>
      </w:r>
    </w:p>
    <w:p w:rsidR="009C4748" w:rsidRDefault="009C4748" w:rsidP="009C4748">
      <w:pPr>
        <w:pStyle w:val="libNormal0"/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جب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اس موضوع پر اور کتاب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پڑھ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ں،توسچائ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صاف نظر آنے لگ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آخر کار روز روشن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چمکنے لگ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کہ اس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قسم کے شک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گنجائش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 رہ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کن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سوال جو ہم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شہ</w:t>
      </w:r>
      <w:r w:rsidRPr="007A0ACC">
        <w:rPr>
          <w:rtl/>
        </w:rPr>
        <w:t xml:space="preserve"> سے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لئے باعث تکل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تھا وہ ان ا ہلسنت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معتبر کتابوں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تصد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شدہ تار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حقائق اور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 چھپانے کے وجوہات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ںجو</w:t>
      </w:r>
      <w:r w:rsidRPr="007A0ACC">
        <w:rPr>
          <w:rtl/>
        </w:rPr>
        <w:t xml:space="preserve"> صد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سے چلے آرہے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،ش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عہ،</w:t>
      </w:r>
      <w:r w:rsidRPr="007A0ACC">
        <w:rPr>
          <w:rtl/>
        </w:rPr>
        <w:t xml:space="preserve"> سن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اختلافات کو کم کرنے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کاف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مدد گار ہوسکتے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حقائق کو چھپانے کا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طر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قہ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ان کے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زبردست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آؤٹ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ان کے متعلق غلط فہم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لانا</w:t>
      </w:r>
      <w:r w:rsidRPr="007A0ACC">
        <w:rPr>
          <w:rtl/>
        </w:rPr>
        <w:t xml:space="preserve"> وغ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اخ</w:t>
      </w:r>
      <w:r w:rsidRPr="007A0ACC">
        <w:rPr>
          <w:rFonts w:hint="eastAsia"/>
          <w:rtl/>
        </w:rPr>
        <w:t>تلافات</w:t>
      </w:r>
      <w:r w:rsidRPr="007A0ACC">
        <w:rPr>
          <w:rtl/>
        </w:rPr>
        <w:t xml:space="preserve"> سے بچنے کا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جواز قابل قبول ہوگا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وہ دعو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حقائق چھپانا اور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توڑ مروڑ کے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کرنا تفر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ہے؟</w:t>
      </w:r>
    </w:p>
    <w:p w:rsidR="009C4748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جب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اس حساس مسئلہ پر تحق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شروع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</w:t>
      </w:r>
      <w:r w:rsidRPr="007A0ACC">
        <w:rPr>
          <w:rtl/>
        </w:rPr>
        <w:t xml:space="preserve"> اصل مقصد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ثابت کرنا تھا کہ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مسلمان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مجھے اس پر ذرہ بھر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شک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تھا کہ اہلسنت و الجماعت کا طر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قہ</w:t>
      </w:r>
      <w:r w:rsidRPr="007A0ACC">
        <w:rPr>
          <w:rtl/>
        </w:rPr>
        <w:t xml:space="preserve"> عبادت سب سے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تھا۔مگر بعد تحق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اور سنج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اس مسئلہ پر غور وفکر کرنے سے ج</w:t>
      </w:r>
      <w:r w:rsidRPr="007A0ACC">
        <w:rPr>
          <w:rFonts w:hint="eastAsia"/>
          <w:rtl/>
        </w:rPr>
        <w:t>و</w:t>
      </w:r>
      <w:r w:rsidRPr="007A0ACC">
        <w:rPr>
          <w:rtl/>
        </w:rPr>
        <w:t xml:space="preserve"> نت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جہ</w:t>
      </w:r>
      <w:r w:rsidRPr="007A0ACC">
        <w:rPr>
          <w:rtl/>
        </w:rPr>
        <w:t xml:space="preserve"> مجھے ملا وہ بالکل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مختلف اور 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ران</w:t>
      </w:r>
      <w:r w:rsidRPr="007A0ACC">
        <w:rPr>
          <w:rtl/>
        </w:rPr>
        <w:t xml:space="preserve"> کن تھا،اب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لمحہ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 سچ کوقبول کرنے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تامل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 سکتا جس کو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در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افت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اسکو قبول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 سکتا جب کہ وہ اسکو ان مضبوط شواہد اور دلائل سے ثابت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جو کہ اہلسنت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ثابت شدہ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عقل ودل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سے قبول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۔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سچ ہمارے بہت سے شاگردوں نے قبول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جن سے کچھ تعصب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اور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کے خلاف حکم کفر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نے</w:t>
      </w:r>
      <w:r w:rsidRPr="007A0ACC">
        <w:rPr>
          <w:rtl/>
        </w:rPr>
        <w:t xml:space="preserve"> والوں کو جلن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جو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تک کہتے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کو اس طرح سلام کرنا جائز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اہلسنت کو۔انہوں نے ہمارے خلاف بہت سارے الزام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پھ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لائے</w:t>
      </w:r>
      <w:r w:rsidRPr="007A0ACC">
        <w:rPr>
          <w:rtl/>
        </w:rPr>
        <w:t xml:space="preserve"> جن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ہلکا الزام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تھا کہ جو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بنتا ہے اسکو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سفارت خانہ سے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سو ڈالر انعام ملتا ہے۔جس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ہم ان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دلائل و ثبوت کے طور پر دکھاتے تھے وہ اسکو جعل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مان کر قبول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کرتے تھے اور کہتے تھے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اصل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ہے!ا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طرف سے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تعصب اور جہالت کا سامنا اور دوسر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سے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مظلوم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</w:t>
      </w:r>
      <w:r w:rsidRPr="007A0ACC">
        <w:rPr>
          <w:rtl/>
        </w:rPr>
        <w:t xml:space="preserve"> کر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ارادہ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اپنے تحق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کا خلاصہ لکھوں اور دن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کے ہر سچائ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متلاش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سامنے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کروں تاکہ ہر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اسکا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معائنہ کرے۔</w:t>
      </w:r>
    </w:p>
    <w:p w:rsidR="009C4748" w:rsidRPr="00A54383" w:rsidRDefault="009C4748" w:rsidP="00A54383">
      <w:pPr>
        <w:pStyle w:val="libNormal"/>
        <w:rPr>
          <w:rtl/>
        </w:rPr>
      </w:pPr>
      <w:r w:rsidRPr="00A54383">
        <w:rPr>
          <w:rtl/>
        </w:rPr>
        <w:br w:type="page"/>
      </w:r>
    </w:p>
    <w:p w:rsidR="009C4748" w:rsidRDefault="009C4748" w:rsidP="009C4748">
      <w:pPr>
        <w:pStyle w:val="libNormal0"/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>جہاں تک ان کا تعلق ہے جو دوسرو ں کو گمراہ ک</w:t>
      </w:r>
      <w:r w:rsidRPr="007A0ACC">
        <w:rPr>
          <w:rFonts w:hint="eastAsia"/>
          <w:rtl/>
        </w:rPr>
        <w:t>رنے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کے متعلق جھوٹ بولتے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ں،وہ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لوگ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جو جھوٹ بول کر کہتے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ںکہ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ساکرنا</w:t>
      </w:r>
      <w:r w:rsidRPr="007A0ACC">
        <w:rPr>
          <w:rtl/>
        </w:rPr>
        <w:t xml:space="preserve">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ہے، مگر اس سے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مستحق ہے وہ سچ جو لکھ کے شائع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اجائے</w:t>
      </w:r>
      <w:r w:rsidRPr="007A0ACC">
        <w:rPr>
          <w:rtl/>
        </w:rPr>
        <w:t xml:space="preserve"> اس کے باوجود کہ اس کتاب سے کچھ متعصب لوگوں کو درد اور تکال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ہوں 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،م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 سے پوچھنا چاہتا ہ</w:t>
      </w:r>
      <w:r w:rsidRPr="007A0ACC">
        <w:rPr>
          <w:rFonts w:hint="eastAsia"/>
          <w:rtl/>
        </w:rPr>
        <w:t>وں</w:t>
      </w:r>
      <w:r w:rsidRPr="007A0ACC">
        <w:rPr>
          <w:rtl/>
        </w:rPr>
        <w:t>: ذمہ دار کون ہے ؟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کتاب جو دونوں مکاتب کے نظر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اور خاص اختلاف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مسائل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دوسرے کے دعوؤں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ترد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پر مشتمل ہے اس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سارے دلائل و شواہد اہلسنت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معتبر کتابوں خاص کر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مسلم سے ماخوذ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ں،اسلئے</w:t>
      </w:r>
      <w:r w:rsidRPr="007A0ACC">
        <w:rPr>
          <w:rtl/>
        </w:rPr>
        <w:t xml:space="preserve"> وہ اس جہالت کو الزام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تے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جس نے 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کو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حقائق جاننے سے روک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؟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کہ تعصب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ملائوں نے ان سے جان بوجھ کر حقائق چھپائے ؟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وہ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مسلم اور دوسرے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کے ماہروں کو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لکھنے پر الزام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تے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 سے ان کو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صدمہ پہنچتا ہے ؟!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کن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ممکن ہے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ونکہ اہلسنت نے وہ سب کچھ ماننے کا حلف اٹھا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جو ان دو کتابوں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لکھا ہے؟</w:t>
      </w:r>
    </w:p>
    <w:p w:rsidR="009C4748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مکتب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امام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جس کا ہم اس تحق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تذکرہ کر رہے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ں،وہ</w:t>
      </w:r>
      <w:r w:rsidRPr="007A0ACC">
        <w:rPr>
          <w:rtl/>
        </w:rPr>
        <w:t xml:space="preserve"> ہے جسکے ماننے والے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رحمت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بعد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سم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بارہ ائمہ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امامت کے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رو</w:t>
      </w:r>
      <w:r w:rsidRPr="007A0ACC">
        <w:rPr>
          <w:rtl/>
        </w:rPr>
        <w:t xml:space="preserve"> کار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۔ کچھ دوسرے گروپ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نص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غال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کا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کے ساتھ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تعلق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ہے۔اسلئے کچھ لوگ اس پر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زور دے رہے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وہ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؟ وہ اور انکے ہمنواہ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عام اور بے خبرلوگوں کو گمراہ کرنے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ئے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ہودہ</w:t>
      </w:r>
      <w:r w:rsidRPr="007A0ACC">
        <w:rPr>
          <w:rtl/>
        </w:rPr>
        <w:t xml:space="preserve"> پروپگنڈہ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؟ اور مسلمانوں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اور ان کے برد بار عقائد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جعلساز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؟!    </w:t>
      </w:r>
    </w:p>
    <w:p w:rsidR="009C4748" w:rsidRPr="00A54383" w:rsidRDefault="009C4748" w:rsidP="00A54383">
      <w:pPr>
        <w:pStyle w:val="libNormal"/>
        <w:rPr>
          <w:rtl/>
        </w:rPr>
      </w:pPr>
      <w:r w:rsidRPr="00A54383">
        <w:rPr>
          <w:rtl/>
        </w:rPr>
        <w:br w:type="page"/>
      </w:r>
    </w:p>
    <w:p w:rsidR="00620E30" w:rsidRDefault="00620E30" w:rsidP="00620E30">
      <w:pPr>
        <w:pStyle w:val="Heading2Center"/>
        <w:rPr>
          <w:rtl/>
        </w:rPr>
      </w:pPr>
    </w:p>
    <w:p w:rsidR="009C4748" w:rsidRPr="007A0ACC" w:rsidRDefault="009C4748" w:rsidP="00620E30">
      <w:pPr>
        <w:pStyle w:val="Heading2Center"/>
        <w:rPr>
          <w:rtl/>
        </w:rPr>
      </w:pPr>
      <w:r w:rsidRPr="007A0ACC">
        <w:rPr>
          <w:rtl/>
        </w:rPr>
        <w:t xml:space="preserve">   </w:t>
      </w:r>
      <w:bookmarkStart w:id="3" w:name="_Toc447619991"/>
      <w:r w:rsidRPr="007A0ACC">
        <w:rPr>
          <w:rtl/>
        </w:rPr>
        <w:t>باب امامت</w:t>
      </w:r>
      <w:bookmarkEnd w:id="3"/>
      <w:r w:rsidRPr="007A0ACC">
        <w:rPr>
          <w:rtl/>
        </w:rPr>
        <w:t xml:space="preserve">       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امامت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خلافت کے معن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رہبر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۔اللہ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وصال کے بعد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مسئلہ رہبر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معاملہ بن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جسکا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مسلمان انکار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کرسکتا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رہبر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گروپ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فطر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ضرورت ہے۔ش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اور سن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مسلمانوں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اختلاف ہے کہ امام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خل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کو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چنا جائے اور اسکا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کام ہے۔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ان کا سب سے گہرا اختلاف ہے اور دوسرے اختلافات 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بڑے اختلاف کے فطر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نتائج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اسلئے ہے کہ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نظر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امامت کو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ہوناچاہئے اور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کے بارہ اماموں سے مخصوص ہے۔رسول رحمت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رحلت کے بعد اسلام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تعل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مات</w:t>
      </w:r>
      <w:r w:rsidRPr="007A0ACC">
        <w:rPr>
          <w:rtl/>
        </w:rPr>
        <w:t xml:space="preserve"> ان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ائمہ  سے رجوع کرنے سے حاصل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جاسکت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ان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سے جو ان سے منسوب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۔جب ان کے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انات</w:t>
      </w:r>
      <w:r w:rsidRPr="007A0ACC">
        <w:rPr>
          <w:rtl/>
        </w:rPr>
        <w:t xml:space="preserve"> دوسروں سے اختلاف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ہوں تو اقوال ِ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کو قبول کرنا چاہئے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وہ سنت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قابل اعتماد محافظ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۔امامت کے مسئلہ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اہلسنت کا عق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ہے کہ امام شور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کے ذر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عے</w:t>
      </w:r>
      <w:r w:rsidRPr="007A0ACC">
        <w:rPr>
          <w:rtl/>
        </w:rPr>
        <w:t xml:space="preserve"> منتخب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جاتا ہے مگر اس پر اعتراض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کرتے جب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سبگدوش ہونے والا خل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اپنا جانش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خود مع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کرتاہے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ساحضرت</w:t>
      </w:r>
      <w:r w:rsidRPr="007A0ACC">
        <w:rPr>
          <w:rtl/>
        </w:rPr>
        <w:t xml:space="preserve"> ابوبکر کاحضرت عمر کو اپنا جانش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بنانا۔ان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جائز ہے کہ خلافت زور زبردست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تلوار سے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حاصل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Pr="007A0ACC">
        <w:rPr>
          <w:rFonts w:hint="eastAsia"/>
          <w:rtl/>
        </w:rPr>
        <w:t>اسکت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جسطرح بنوام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،بنو عباس اور سلطنت عثمان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۔اسلام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تعل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مات</w:t>
      </w:r>
      <w:r w:rsidRPr="007A0ACC">
        <w:rPr>
          <w:rtl/>
        </w:rPr>
        <w:t xml:space="preserve"> واحکامات کے متعلق ان کا عق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ہے کہ صحابہ کرام سے بلا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کے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طر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قہ</w:t>
      </w:r>
      <w:r w:rsidRPr="007A0ACC">
        <w:rPr>
          <w:rtl/>
        </w:rPr>
        <w:t xml:space="preserve"> سے حاصل کرنا ۔اسلئے انہوں نے تمام صحابہ کو برابر اور قابل اعتماد(عادل) مان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اچہ</w:t>
      </w:r>
      <w:r w:rsidRPr="007A0ACC">
        <w:rPr>
          <w:rtl/>
        </w:rPr>
        <w:t xml:space="preserve"> جائ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کہ</w:t>
      </w:r>
      <w:r w:rsidRPr="007A0ACC">
        <w:rPr>
          <w:rtl/>
        </w:rPr>
        <w:t xml:space="preserve"> 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اک</w:t>
      </w:r>
      <w:r w:rsidRPr="007A0ACC">
        <w:rPr>
          <w:rFonts w:hint="eastAsia"/>
          <w:rtl/>
        </w:rPr>
        <w:t>ثر</w:t>
      </w:r>
      <w:r w:rsidRPr="007A0ACC">
        <w:rPr>
          <w:rtl/>
        </w:rPr>
        <w:t xml:space="preserve"> جنگ صف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ن،جنگ</w:t>
      </w:r>
      <w:r w:rsidRPr="007A0ACC">
        <w:rPr>
          <w:rtl/>
        </w:rPr>
        <w:t xml:space="preserve"> جمل اور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دوسرے موقعوں پر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دوسرے کو قتل کرنے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لڑ پڑے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معاملہ ہے جس سے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اکثر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عدالت پر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سوال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نشان بن کر اور بہت سے سوالات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دا</w:t>
      </w:r>
      <w:r w:rsidRPr="007A0ACC">
        <w:rPr>
          <w:rtl/>
        </w:rPr>
        <w:t xml:space="preserve"> کرتا ہے۔آپ انشاء اللہ باب صحابہ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عدالت پر تفص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بحث کامطالعہ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گے۔</w:t>
      </w:r>
    </w:p>
    <w:p w:rsidR="009C4748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چونکہ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مسئلہ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ہے کہ جس پر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،سن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اختلاف ہے اور اس سے پہلے کہ اس پر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کو غلط ہونے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طرفدار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کرنے کاکوئ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فتو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صادر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کچھ وقت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مہلت چاہئے تاکہ ہم دونوں 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کے دلائل و ثبوت پر غور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۔ہم نے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تحق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مقصد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منتسب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ہے۔ہم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امامت کے ثبوت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کے دستاو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ذات</w:t>
      </w:r>
      <w:r w:rsidRPr="007A0ACC">
        <w:rPr>
          <w:rtl/>
        </w:rPr>
        <w:t xml:space="preserve"> کا خلاصہ اور اہلسنت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ترد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کرتے ہے :۔</w:t>
      </w:r>
    </w:p>
    <w:p w:rsidR="009C4748" w:rsidRPr="00A54383" w:rsidRDefault="009C4748" w:rsidP="00A54383">
      <w:pPr>
        <w:pStyle w:val="libNormal"/>
        <w:rPr>
          <w:rtl/>
        </w:rPr>
      </w:pPr>
      <w:r w:rsidRPr="00A54383"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620E30" w:rsidRDefault="009C4748" w:rsidP="00620E30">
      <w:pPr>
        <w:pStyle w:val="Heading2Center"/>
        <w:rPr>
          <w:rtl/>
        </w:rPr>
      </w:pPr>
      <w:bookmarkStart w:id="4" w:name="_Toc447619992"/>
      <w:r w:rsidRPr="007A0ACC">
        <w:rPr>
          <w:rFonts w:hint="eastAsia"/>
          <w:rtl/>
        </w:rPr>
        <w:t>امامت</w:t>
      </w:r>
      <w:r w:rsidRPr="007A0ACC">
        <w:rPr>
          <w:rtl/>
        </w:rPr>
        <w:t xml:space="preserve"> کے متعلق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bookmarkEnd w:id="4"/>
      <w:r w:rsidRPr="007A0ACC">
        <w:rPr>
          <w:rtl/>
        </w:rPr>
        <w:t xml:space="preserve"> </w:t>
      </w:r>
    </w:p>
    <w:p w:rsidR="009C4748" w:rsidRPr="007A0ACC" w:rsidRDefault="009C4748" w:rsidP="00620E30">
      <w:pPr>
        <w:pStyle w:val="libNormal0"/>
        <w:rPr>
          <w:rtl/>
        </w:rPr>
      </w:pPr>
      <w:r w:rsidRPr="007A0ACC">
        <w:rPr>
          <w:rtl/>
        </w:rPr>
        <w:t xml:space="preserve"> 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</w:rPr>
        <w:t>: وہ دلائل و قرائن جن سے امامت ِ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ثابت ہوت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ہے: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   اپنے بعد امامت کے متعلق رسول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سے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بہت سار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وارد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ں،ان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کچھ خاص اسطرح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: 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مسلم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بن ارقم  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رسول اللہ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:'' اے لوگو  ! 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انسان ہوں اورمجھے اپنے رب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سے بلاوا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ہے۔م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اللہ کے بلاوے پر 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کہتا ہوں،اور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تمھارے درم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دو گراں قدر 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چھوڑ رہا ہوں:ان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 قر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مج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ہے جو سرا پاہدا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اور نور ہے،اسلئے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 پکڑ لو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اس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ھدا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و نور ہے۔کتاب اللہ کے ساتھ مضبوط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ساتھ وابستہ رہو ۔ اور دوسرے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،م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خاطر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کے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تمہ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وص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کرتا ہوں۔م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خاطر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کے بارے </w:t>
      </w:r>
      <w:r w:rsidRPr="007A0ACC">
        <w:rPr>
          <w:rFonts w:hint="eastAsia"/>
          <w:rtl/>
        </w:rPr>
        <w:t>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وص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کرتا ہوں۔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خاطر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کے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وص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کرتا ہوں(</w:t>
      </w:r>
      <w:r w:rsidR="00413EEC" w:rsidRPr="00A54383">
        <w:rPr>
          <w:rFonts w:hint="cs"/>
          <w:rtl/>
        </w:rPr>
        <w:t>3</w:t>
      </w:r>
      <w:r w:rsidRPr="00A54383">
        <w:rPr>
          <w:rFonts w:hint="cs"/>
          <w:rtl/>
        </w:rPr>
        <w:t xml:space="preserve">بار) '' </w:t>
      </w:r>
      <w:r w:rsidR="0017666E" w:rsidRPr="0016798A">
        <w:rPr>
          <w:rStyle w:val="libFootnotenumChar"/>
          <w:rFonts w:hint="cs"/>
          <w:rtl/>
        </w:rPr>
        <w:t>(</w:t>
      </w:r>
      <w:r w:rsidR="00413EEC" w:rsidRPr="00413EEC">
        <w:rPr>
          <w:rStyle w:val="libFootnotenumChar"/>
          <w:rFonts w:hint="cs"/>
          <w:rtl/>
        </w:rPr>
        <w:t>2</w:t>
      </w:r>
      <w:r w:rsidR="0017666E" w:rsidRPr="0016798A">
        <w:rPr>
          <w:rStyle w:val="libFootnotenumChar"/>
          <w:rFonts w:hint="cs"/>
          <w:rtl/>
        </w:rPr>
        <w:t>)</w:t>
      </w:r>
      <w:r w:rsidRPr="0016798A">
        <w:rPr>
          <w:rStyle w:val="libFootnotenumChar"/>
          <w:rFonts w:hint="cs"/>
          <w:rtl/>
        </w:rPr>
        <w:t xml:space="preserve"> 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ترمذ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جابر بن عبداللہ 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رسول اللہ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دان</w:t>
      </w:r>
      <w:r w:rsidRPr="007A0ACC">
        <w:rPr>
          <w:rtl/>
        </w:rPr>
        <w:t xml:space="preserve"> عرفات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حجتہ الوداع کے موقع پر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فرماتے سنا کہا:''اے لوگو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تمھارے درم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دو 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چھوڑے جارہا ہوں ،جس وقت تک تم ان سے متمسک رہوگے کبھ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گمراہ نہ ہوگے،ان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کتا</w:t>
      </w:r>
      <w:r w:rsidRPr="007A0ACC">
        <w:rPr>
          <w:rFonts w:hint="eastAsia"/>
          <w:rtl/>
        </w:rPr>
        <w:t>ب</w:t>
      </w:r>
      <w:r w:rsidRPr="007A0ACC">
        <w:rPr>
          <w:rtl/>
        </w:rPr>
        <w:t xml:space="preserve"> اللہ اور دوسرے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عترت،م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''۔</w:t>
      </w:r>
      <w:r w:rsidR="0017666E" w:rsidRPr="0016798A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3</w:t>
      </w:r>
      <w:r w:rsidR="0017666E" w:rsidRPr="0016798A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</w:t>
      </w:r>
    </w:p>
    <w:p w:rsidR="009C4748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قرآن اور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سے وابستہ ہ رہنے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کے حق پر ہونے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کاف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ہے۔اس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رسول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کاواضح حکم ہے کہ قرآن کے بعد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سے وابستہ رہنے سے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گمراہ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بدلے نجات پر ہونے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ضمانت (شرط)ہے۔حالانکہ بہت سے اہلسنت کے ماہرِ ا</w:t>
      </w:r>
      <w:r w:rsidRPr="007A0ACC">
        <w:rPr>
          <w:rFonts w:hint="eastAsia"/>
          <w:rtl/>
        </w:rPr>
        <w:t>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نے اس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کو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اور مستند کتابوں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درج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ہے، مگر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پر 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ران</w:t>
      </w:r>
      <w:r w:rsidRPr="007A0ACC">
        <w:rPr>
          <w:rtl/>
        </w:rPr>
        <w:t xml:space="preserve"> ہوں کہ اکثر اہلسنت اس سے ناواقف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</w:t>
      </w:r>
    </w:p>
    <w:p w:rsidR="009C4748" w:rsidRPr="00A54383" w:rsidRDefault="009C4748" w:rsidP="00A54383">
      <w:pPr>
        <w:pStyle w:val="libNormal"/>
        <w:rPr>
          <w:rtl/>
        </w:rPr>
      </w:pPr>
      <w:r w:rsidRPr="00A54383">
        <w:rPr>
          <w:rtl/>
        </w:rPr>
        <w:br w:type="page"/>
      </w:r>
    </w:p>
    <w:p w:rsidR="009C4748" w:rsidRDefault="009C4748" w:rsidP="009C4748">
      <w:pPr>
        <w:pStyle w:val="libNormal0"/>
      </w:pPr>
    </w:p>
    <w:p w:rsidR="009C4748" w:rsidRDefault="009C4748" w:rsidP="009C4748">
      <w:pPr>
        <w:pStyle w:val="libNormal0"/>
        <w:rPr>
          <w:rtl/>
        </w:rPr>
      </w:pPr>
      <w:r w:rsidRPr="007A0ACC">
        <w:rPr>
          <w:rtl/>
        </w:rPr>
        <w:t>وہ جب اس کو سنتے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تو انکار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ہے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کہتے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اس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ِ ابوہر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ہے جس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کہا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کہ الل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:م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تمہارے درم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دو گراں قدر 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،قرآن اور سنت چھوڑے جا رہا ہوں،جو ان کے ساتھ وابستہ رہے گاوہ کبھ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گمراہ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ہوگا۔</w:t>
      </w:r>
      <w:r w:rsidR="0017666E" w:rsidRPr="0016798A">
        <w:rPr>
          <w:rStyle w:val="libFootnotenumChar"/>
          <w:rtl/>
        </w:rPr>
        <w:t>(</w:t>
      </w:r>
      <w:r w:rsidR="00A54383" w:rsidRPr="00A54383">
        <w:rPr>
          <w:rStyle w:val="libFootnotenumChar"/>
          <w:rFonts w:hint="cs"/>
          <w:rtl/>
        </w:rPr>
        <w:t>4</w:t>
      </w:r>
      <w:r w:rsidR="0017666E" w:rsidRPr="0016798A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اس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کے ماخذ پر تحق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کرنے سے پتہ چلا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کتاب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موجود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ہے۔ بخار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،ذہب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</w:t>
      </w:r>
      <w:r w:rsidRPr="007A0ACC">
        <w:rPr>
          <w:rtl/>
        </w:rPr>
        <w:t xml:space="preserve"> نسائ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دوسروںن</w:t>
      </w:r>
      <w:r w:rsidRPr="007A0ACC">
        <w:rPr>
          <w:rFonts w:hint="eastAsia"/>
          <w:rtl/>
        </w:rPr>
        <w:t>ے</w:t>
      </w:r>
      <w:r w:rsidRPr="007A0ACC">
        <w:rPr>
          <w:rtl/>
        </w:rPr>
        <w:t xml:space="preserve"> اسے'' ضع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''گردانا ہے۔</w:t>
      </w:r>
      <w:r w:rsidR="0017666E" w:rsidRPr="0016798A">
        <w:rPr>
          <w:rStyle w:val="libFootnotenumChar"/>
          <w:rtl/>
        </w:rPr>
        <w:t>(</w:t>
      </w:r>
      <w:r w:rsidR="00413EEC" w:rsidRPr="00A54383">
        <w:rPr>
          <w:rStyle w:val="libFootnotenumChar"/>
          <w:rFonts w:hint="cs"/>
          <w:rtl/>
        </w:rPr>
        <w:t>5</w:t>
      </w:r>
      <w:r w:rsidR="0017666E" w:rsidRPr="0016798A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اسکو حاکم نے مستدرک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درج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جس کو علمائے اہلسنت نے باجماع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مسلم سے کم درجہ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جس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کتاب اللہ اور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عترت،م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درج ہے۔اگر ہم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فرض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ان دو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انوں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کچھ فرق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ہے،ہم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تسل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کرنا پڑے گ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جو کلمہ ''م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سنت '' حاکم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کے مطابق کہا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وہ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سنت ہے جو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رسول  سے منسلک ہے نہ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دوسروں سے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مسلم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صاف نظر آرہا ہے۔مسلم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''کتاب اللہ اور عترت و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''  کے مقابلے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حاکم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کتاب اللہ و سنت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وابستہ ر</w:t>
      </w:r>
      <w:r w:rsidRPr="007A0ACC">
        <w:rPr>
          <w:rFonts w:hint="eastAsia"/>
          <w:rtl/>
        </w:rPr>
        <w:t>ہنا</w:t>
      </w:r>
      <w:r w:rsidRPr="007A0ACC">
        <w:rPr>
          <w:rtl/>
        </w:rPr>
        <w:t xml:space="preserve"> اہلسنت کے اکثرمحدثوں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مخالفت کے مترادف ہے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وہ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مسلم کو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حاکم پر کاف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ترج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تے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دل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عقل و منطق کے خلاف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۔لفظ ''سنت ''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حاکم نے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خاص مطلب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بتا رہا ہے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تمام مسالک سنت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پر چلنے کا دع</w:t>
      </w:r>
      <w:r w:rsidRPr="007A0ACC">
        <w:rPr>
          <w:rFonts w:hint="eastAsia"/>
          <w:rtl/>
        </w:rPr>
        <w:t>و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۔اس کے علاوہ ان مسالک کے درم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بہت سارے اختلافات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</w:t>
      </w:r>
      <w:r w:rsidRPr="007A0ACC">
        <w:rPr>
          <w:rtl/>
        </w:rPr>
        <w:t xml:space="preserve"> رسول اللہ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سے مختلف طر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قوں</w:t>
      </w:r>
      <w:r w:rsidRPr="007A0ACC">
        <w:rPr>
          <w:rtl/>
        </w:rPr>
        <w:t xml:space="preserve">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منتقل کرانے کے طر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قہ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فرق،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سنت جس سے قرآن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تفس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و تشر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ہوت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ہے،سنت جسک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صداقت پر تمام مسالک متفق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۔اسلئے منتقل ِحد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اختلا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وجہ سے قرآن کو سمجھنے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اختلاف ہوگ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۔سنت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اب اختلاف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سنت بن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بناپر مسلمان فرقوں اور مسلکوں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بٹ گئے جن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تعداد </w:t>
      </w:r>
      <w:r w:rsidR="00413EEC" w:rsidRPr="00A54383">
        <w:rPr>
          <w:rFonts w:hint="cs"/>
          <w:rtl/>
        </w:rPr>
        <w:t>73</w:t>
      </w:r>
      <w:r w:rsidRPr="00A54383">
        <w:rPr>
          <w:rFonts w:hint="cs"/>
          <w:rtl/>
        </w:rPr>
        <w:t xml:space="preserve"> تک پہنچ گئ</w:t>
      </w:r>
      <w:r w:rsidRPr="007A0ACC">
        <w:rPr>
          <w:rFonts w:hint="cs"/>
          <w:rtl/>
        </w:rPr>
        <w:t>ی</w:t>
      </w:r>
      <w:r w:rsidRPr="007A0ACC">
        <w:rPr>
          <w:rtl/>
        </w:rPr>
        <w:t>۔اب 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کون 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سنت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ہے جس کا اتباع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جائے ؟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سوال ہر شخص کے دماغ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آئے گا جو گہرائ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ا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اختلافات پرنظر ڈال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 xml:space="preserve"> اوپر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اختلافات کا خاتمہ کرنے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نسخہ ٔک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رکھت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تاکہ مسلمان اس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رحمت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رحلت کے بعد اسلام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عقائد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ںپر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شان</w:t>
      </w:r>
      <w:r w:rsidRPr="007A0ACC">
        <w:rPr>
          <w:rtl/>
        </w:rPr>
        <w:t xml:space="preserve"> نہ ہوں جس نے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انکو بتائ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>۔</w:t>
      </w:r>
    </w:p>
    <w:p w:rsidR="009C4748" w:rsidRPr="00A54383" w:rsidRDefault="009C4748" w:rsidP="00A54383">
      <w:pPr>
        <w:pStyle w:val="libNormal"/>
        <w:rPr>
          <w:rtl/>
        </w:rPr>
      </w:pPr>
      <w:r w:rsidRPr="00A54383">
        <w:rPr>
          <w:rtl/>
        </w:rPr>
        <w:br w:type="page"/>
      </w:r>
    </w:p>
    <w:p w:rsidR="009C4748" w:rsidRDefault="009C4748" w:rsidP="009C4748">
      <w:pPr>
        <w:pStyle w:val="libNormal0"/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وجہ ہے کہ رسول رحمت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سے متبرک احکام جا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ہوئے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سنت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سے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حاصل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جاسکت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جنکو قرآن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نے پاک و پاک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زہ</w:t>
      </w:r>
      <w:r w:rsidRPr="007A0ACC">
        <w:rPr>
          <w:rtl/>
        </w:rPr>
        <w:t>(طاہر) بتا کر وہ خصوص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عطا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جس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شک کرنے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گنجائش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اور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وضاحت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صاف ہے جس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جاسکت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ہے۔(اس بحث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معلومات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ڈاکٹر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سماو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 ،کونو مع الصادق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 اور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معتصم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قت</w:t>
      </w:r>
      <w:r w:rsidRPr="007A0ACC">
        <w:rPr>
          <w:rtl/>
        </w:rPr>
        <w:t xml:space="preserve"> گمشدہ سے رجوع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</w:t>
      </w:r>
      <w:r w:rsidRPr="007A0ACC">
        <w:rPr>
          <w:rtl/>
        </w:rPr>
        <w:t xml:space="preserve"> مترجم )ا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ماخذ اور صرف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ماخذ (قران اور ا 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>)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گمراہ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تفر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کے خلاف حفاظت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ضمانت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تاہے</w:t>
      </w:r>
      <w:r w:rsidRPr="007A0ACC">
        <w:rPr>
          <w:rtl/>
        </w:rPr>
        <w:t>۔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دو سوال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دا</w:t>
      </w:r>
      <w:r w:rsidRPr="007A0ACC">
        <w:rPr>
          <w:rtl/>
        </w:rPr>
        <w:t xml:space="preserve"> ہوتے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 کا جواب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ئے</w:t>
      </w:r>
      <w:r w:rsidRPr="007A0ACC">
        <w:rPr>
          <w:rtl/>
        </w:rPr>
        <w:t xml:space="preserve"> بغ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تصو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کبھ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صاف نظر 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آئے گ</w:t>
      </w:r>
      <w:r w:rsidRPr="007A0ACC">
        <w:rPr>
          <w:rFonts w:hint="cs"/>
          <w:rtl/>
        </w:rPr>
        <w:t>ی</w:t>
      </w:r>
      <w:r w:rsidRPr="007A0ACC">
        <w:rPr>
          <w:rtl/>
        </w:rPr>
        <w:t>۔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Fonts w:hint="eastAsia"/>
          <w:rtl/>
        </w:rPr>
        <w:t>اول</w:t>
      </w:r>
      <w:r w:rsidRPr="007A0ACC">
        <w:rPr>
          <w:rtl/>
        </w:rPr>
        <w:t>: 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کون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 کا ذکر مندرجہ بالا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؟ </w:t>
      </w:r>
    </w:p>
    <w:p w:rsidR="009C4748" w:rsidRDefault="009C4748" w:rsidP="009C4748">
      <w:pPr>
        <w:pStyle w:val="libNormal0"/>
      </w:pPr>
      <w:r w:rsidRPr="007A0ACC">
        <w:rPr>
          <w:rFonts w:hint="eastAsia"/>
          <w:rtl/>
        </w:rPr>
        <w:t>دوم</w:t>
      </w:r>
      <w:r w:rsidRPr="007A0ACC">
        <w:rPr>
          <w:rtl/>
        </w:rPr>
        <w:t>:  اس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سے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اسلام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احکام حاصل کرنے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خاص ہدا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نہ کہ تمام اصحاب سے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اہلسنت دعو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؟</w:t>
      </w:r>
    </w:p>
    <w:p w:rsidR="009C4748" w:rsidRPr="007A0ACC" w:rsidRDefault="009C4748" w:rsidP="009C4748">
      <w:pPr>
        <w:pStyle w:val="libNormal"/>
        <w:rPr>
          <w:rtl/>
        </w:rPr>
      </w:pPr>
    </w:p>
    <w:p w:rsidR="009C4748" w:rsidRPr="00620E30" w:rsidRDefault="009C4748" w:rsidP="00620E30">
      <w:pPr>
        <w:pStyle w:val="Heading2Center"/>
        <w:rPr>
          <w:rtl/>
        </w:rPr>
      </w:pPr>
      <w:bookmarkStart w:id="5" w:name="_Toc447619993"/>
      <w:r w:rsidRPr="00620E30">
        <w:rPr>
          <w:rFonts w:hint="eastAsia"/>
          <w:rtl/>
        </w:rPr>
        <w:t>اول</w:t>
      </w:r>
      <w:r w:rsidRPr="00620E30">
        <w:rPr>
          <w:rtl/>
        </w:rPr>
        <w:t xml:space="preserve"> ،اہلب</w:t>
      </w:r>
      <w:r w:rsidRPr="00620E30">
        <w:rPr>
          <w:rFonts w:hint="cs"/>
          <w:rtl/>
        </w:rPr>
        <w:t>ی</w:t>
      </w:r>
      <w:r w:rsidRPr="00620E30">
        <w:rPr>
          <w:rFonts w:hint="eastAsia"/>
          <w:rtl/>
        </w:rPr>
        <w:t>ت</w:t>
      </w:r>
      <w:r w:rsidRPr="00620E30">
        <w:rPr>
          <w:rtl/>
        </w:rPr>
        <w:t xml:space="preserve">  کون ہ</w:t>
      </w:r>
      <w:r w:rsidRPr="00620E30">
        <w:rPr>
          <w:rFonts w:hint="cs"/>
          <w:rtl/>
        </w:rPr>
        <w:t>ی</w:t>
      </w:r>
      <w:r w:rsidRPr="00620E30">
        <w:rPr>
          <w:rFonts w:hint="eastAsia"/>
          <w:rtl/>
        </w:rPr>
        <w:t>ں؟</w:t>
      </w:r>
      <w:bookmarkEnd w:id="5"/>
    </w:p>
    <w:p w:rsidR="009C4748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مسلم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صف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بنت شا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بہ</w:t>
      </w:r>
      <w:r w:rsidRPr="007A0ACC">
        <w:rPr>
          <w:rtl/>
        </w:rPr>
        <w:t xml:space="preserve">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حضرت عائشہ نے کہا:''رسول اللہ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کالا اون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جبہ اوڑھ کے آئے،انہوںنے حسن ابن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،حس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ابن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فاطمہ  اور بعد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کو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کرکے بلا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اس چادر کے اندر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ا،پھر</w:t>
      </w:r>
      <w:r w:rsidRPr="007A0ACC">
        <w:rPr>
          <w:rtl/>
        </w:rPr>
        <w:t xml:space="preserve"> اس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تِ</w:t>
      </w:r>
      <w:r w:rsidRPr="007A0ACC">
        <w:rPr>
          <w:rtl/>
        </w:rPr>
        <w:t xml:space="preserve"> تطہ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تلاوت ک</w:t>
      </w:r>
      <w:r w:rsidRPr="007A0ACC">
        <w:rPr>
          <w:rFonts w:hint="cs"/>
          <w:rtl/>
        </w:rPr>
        <w:t>ی</w:t>
      </w:r>
      <w:r w:rsidRPr="007A0ACC">
        <w:rPr>
          <w:rtl/>
        </w:rPr>
        <w:t>(بس ال</w:t>
      </w:r>
      <w:r w:rsidRPr="007A0ACC">
        <w:rPr>
          <w:rFonts w:hint="eastAsia"/>
          <w:rtl/>
        </w:rPr>
        <w:t>لہ</w:t>
      </w:r>
      <w:r w:rsidRPr="007A0ACC">
        <w:rPr>
          <w:rtl/>
        </w:rPr>
        <w:t xml:space="preserve"> کا ارادہ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ہے اے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کہ تم سے ہر برائ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دور رکھے اور اسطرح پاک رکھے جو پاک و پاک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زہ</w:t>
      </w:r>
      <w:r w:rsidRPr="007A0ACC">
        <w:rPr>
          <w:rtl/>
        </w:rPr>
        <w:t xml:space="preserve"> رکھنے کا حق ہے احزاب۔</w:t>
      </w:r>
      <w:r w:rsidR="00413EEC" w:rsidRPr="00A54383">
        <w:rPr>
          <w:rFonts w:hint="cs"/>
          <w:rtl/>
        </w:rPr>
        <w:t>33</w:t>
      </w:r>
      <w:r w:rsidRPr="00A54383">
        <w:rPr>
          <w:rFonts w:hint="cs"/>
          <w:rtl/>
        </w:rPr>
        <w:t>)۔</w:t>
      </w:r>
      <w:r w:rsidR="0017666E" w:rsidRPr="0016798A">
        <w:rPr>
          <w:rStyle w:val="libFootnotenumChar"/>
          <w:rFonts w:hint="cs"/>
          <w:rtl/>
        </w:rPr>
        <w:t>(</w:t>
      </w:r>
      <w:r w:rsidR="00413EEC" w:rsidRPr="00A54383">
        <w:rPr>
          <w:rStyle w:val="libFootnotenumChar"/>
          <w:rFonts w:hint="cs"/>
          <w:rtl/>
        </w:rPr>
        <w:t>6</w:t>
      </w:r>
      <w:r w:rsidR="0017666E" w:rsidRPr="0016798A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 اسکے علاوہ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مسلم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لکھا ہے کہ جب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مباہلہ نازل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( ۔۔ان سے کہد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جئے</w:t>
      </w:r>
      <w:r w:rsidRPr="007A0ACC">
        <w:rPr>
          <w:rtl/>
        </w:rPr>
        <w:t xml:space="preserve"> کہ آئو ہم اپنے اپنے فرزند،اپن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عورتوں اور </w:t>
      </w:r>
      <w:r w:rsidRPr="007A0ACC">
        <w:rPr>
          <w:rFonts w:hint="eastAsia"/>
          <w:rtl/>
        </w:rPr>
        <w:t>اپنے</w:t>
      </w:r>
      <w:r w:rsidRPr="007A0ACC">
        <w:rPr>
          <w:rtl/>
        </w:rPr>
        <w:t xml:space="preserve"> اپنے نفسوں کو بلائ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پھر خدا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بارگاہ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ںدعا</w:t>
      </w:r>
      <w:r w:rsidRPr="007A0ACC">
        <w:rPr>
          <w:rtl/>
        </w:rPr>
        <w:t xml:space="preserve">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جھوٹوں پر خدا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لعنت قرار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آل عمران۔</w:t>
      </w:r>
      <w:r w:rsidR="00413EEC" w:rsidRPr="00A54383">
        <w:rPr>
          <w:rFonts w:hint="cs"/>
          <w:rtl/>
        </w:rPr>
        <w:t>61</w:t>
      </w:r>
      <w:r w:rsidRPr="00A54383">
        <w:rPr>
          <w:rFonts w:hint="cs"/>
          <w:rtl/>
        </w:rPr>
        <w:t xml:space="preserve">)،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، فاطمہ ،حسن  اور حس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 کو بلا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کہا کہ اے اللہ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</w:t>
      </w:r>
      <w:r w:rsidR="0017666E" w:rsidRPr="0016798A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7</w:t>
      </w:r>
      <w:r w:rsidR="0017666E" w:rsidRPr="0016798A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ان دونوں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سے ثابت ہوتا ہے کہ زمانۂ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سے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،عل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،فاطمہ  اور ان کے دونوں فرزند تھے۔</w:t>
      </w:r>
    </w:p>
    <w:p w:rsidR="009C4748" w:rsidRDefault="009C4748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9C4748" w:rsidP="00620E30">
      <w:pPr>
        <w:pStyle w:val="Heading2Center"/>
        <w:rPr>
          <w:rtl/>
        </w:rPr>
      </w:pPr>
      <w:bookmarkStart w:id="6" w:name="_Toc447619994"/>
      <w:r w:rsidRPr="007A0ACC">
        <w:rPr>
          <w:rFonts w:hint="eastAsia"/>
          <w:rtl/>
        </w:rPr>
        <w:t>ازواج</w:t>
      </w:r>
      <w:r w:rsidRPr="007A0ACC">
        <w:rPr>
          <w:rtl/>
        </w:rPr>
        <w:t xml:space="preserve">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7317F7">
        <w:rPr>
          <w:rFonts w:hint="cs"/>
          <w:rtl/>
        </w:rPr>
        <w:t>(ص)</w:t>
      </w:r>
      <w:r w:rsidRPr="00413EEC">
        <w:rPr>
          <w:rFonts w:hint="cs"/>
          <w:rtl/>
        </w:rPr>
        <w:t xml:space="preserve"> کے متعلق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؟</w:t>
      </w:r>
      <w:bookmarkEnd w:id="6"/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مسلم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بن ارقم  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رسول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: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تمہارے درم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دو گراں قدر 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چھوڑے جارہا ہوں،ا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کتاب اللہ ،دوسرے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عترت جو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ان کے ساتھ متمسک ہوگ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وہ ہدا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پاگ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جس نے ان سے روگردان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وہ گمراہ ہوا۔اس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لو</w:t>
      </w:r>
      <w:r w:rsidRPr="007A0ACC">
        <w:rPr>
          <w:rFonts w:hint="eastAsia"/>
          <w:rtl/>
        </w:rPr>
        <w:t>گوں</w:t>
      </w:r>
      <w:r w:rsidRPr="007A0ACC">
        <w:rPr>
          <w:rtl/>
        </w:rPr>
        <w:t xml:space="preserve"> نے پوچھا کہ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ازواج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ںشامل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ں؟</w:t>
      </w:r>
      <w:r w:rsidRPr="007A0ACC">
        <w:rPr>
          <w:rtl/>
        </w:rPr>
        <w:t xml:space="preserve"> توآنحضرت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: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قسم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!عورت مرد کے ساتھ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خاص مدت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رہت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اورطلاق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صورت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ںوہ</w:t>
      </w:r>
      <w:r w:rsidRPr="007A0ACC">
        <w:rPr>
          <w:rtl/>
        </w:rPr>
        <w:t xml:space="preserve"> اپنے والد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کے پاس چل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ہے۔آنحضرت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ان کے بدن مبارک کے حصے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ں،ان</w:t>
      </w:r>
      <w:r w:rsidRPr="007A0ACC">
        <w:rPr>
          <w:rtl/>
        </w:rPr>
        <w:t xml:space="preserve"> کے قر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</w:t>
      </w:r>
      <w:r w:rsidRPr="007A0ACC">
        <w:rPr>
          <w:rtl/>
        </w:rPr>
        <w:t xml:space="preserve"> تر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قراب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دار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 پر آنحضرت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بعد صدقہ حرام ہے۔</w:t>
      </w:r>
      <w:r w:rsidR="0017666E" w:rsidRPr="009C003C">
        <w:rPr>
          <w:rStyle w:val="libFootnotenumChar"/>
          <w:rFonts w:hint="cs"/>
          <w:rtl/>
        </w:rPr>
        <w:t>(</w:t>
      </w:r>
      <w:r w:rsidR="00413EEC" w:rsidRPr="00413EEC">
        <w:rPr>
          <w:rStyle w:val="libFootnotenumChar"/>
          <w:rFonts w:hint="cs"/>
          <w:rtl/>
        </w:rPr>
        <w:t>8</w:t>
      </w:r>
      <w:r w:rsidR="0017666E" w:rsidRPr="009C003C">
        <w:rPr>
          <w:rStyle w:val="libFootnotenumChar"/>
          <w:rFonts w:hint="cs"/>
          <w:rtl/>
        </w:rPr>
        <w:t>)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ترمذ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پروردۂ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امر ابن ابو سلا مہ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جب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تِ</w:t>
      </w:r>
      <w:r w:rsidRPr="007A0ACC">
        <w:rPr>
          <w:rtl/>
        </w:rPr>
        <w:t xml:space="preserve"> تطہ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انما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اللہ۔۔۔۔۔۔۔ام سلمہ  کے گھر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نازل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 وقت اللہ کے رسول نے حسن،حس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ن،فاطمہ</w:t>
      </w:r>
      <w:r w:rsidRPr="007A0ACC">
        <w:rPr>
          <w:rtl/>
        </w:rPr>
        <w:t xml:space="preserve"> اور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ہم</w:t>
      </w:r>
      <w:r w:rsidRPr="007A0ACC">
        <w:rPr>
          <w:rtl/>
        </w:rPr>
        <w:t xml:space="preserve"> السلام کو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چادر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دعا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کہ اے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پروردگار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۔ان سے ہر رجس کو دور کر اوراعل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درجہ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پاک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عطاکر۔ام سلمہ  نے عرض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اے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اندر آکر ان کے ساتھ شامل ہوجائوں تو جواب ملا کہ تم خ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پر ہو اور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جگہ رہو</w:t>
      </w:r>
      <w:r w:rsidR="0017666E" w:rsidRPr="009C003C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9</w:t>
      </w:r>
      <w:r w:rsidR="0017666E" w:rsidRPr="009C003C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</w:t>
      </w:r>
    </w:p>
    <w:p w:rsidR="009C4748" w:rsidRPr="00A5438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مسند احمد بن حنبل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ام سلمہ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>نے فاطمہ سے کہا:م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پاس اپنے شوہر اور دونوں فرزندوںکو لاؤ،وہ ان کو لے کر آئ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آنحضرت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فدک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چادر اوڑھ 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ان پر اپنا دست مبارک رکھ کر کہا :اے اللہ !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محمد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آل ہے،اللہ کا درود و سلام ہو محمد وآلہ محمدپر،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ناََ</w:t>
      </w:r>
      <w:r w:rsidRPr="007A0ACC">
        <w:rPr>
          <w:rtl/>
        </w:rPr>
        <w:t xml:space="preserve"> تم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حمد و ثنا کے لائق ہو۔م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اندر جانے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وہ چادر اٹھائ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کن</w:t>
      </w:r>
      <w:r w:rsidRPr="007A0ACC">
        <w:rPr>
          <w:rtl/>
        </w:rPr>
        <w:t xml:space="preserve"> آنجناب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ہاتھ سے وہ کھ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نچ</w:t>
      </w:r>
      <w:r w:rsidRPr="007A0ACC">
        <w:rPr>
          <w:rtl/>
        </w:rPr>
        <w:t xml:space="preserve"> 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کہا،تم خ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پر ہو۔</w:t>
      </w:r>
      <w:r w:rsidR="0017666E" w:rsidRPr="009C003C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10</w:t>
      </w:r>
      <w:r w:rsidR="0017666E" w:rsidRPr="009C003C">
        <w:rPr>
          <w:rStyle w:val="libFootnotenumChar"/>
          <w:rFonts w:hint="cs"/>
          <w:rtl/>
        </w:rPr>
        <w:t>)</w:t>
      </w:r>
    </w:p>
    <w:p w:rsidR="009C4748" w:rsidRDefault="009C4748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Fonts w:hint="eastAsia"/>
          <w:rtl/>
        </w:rPr>
        <w:t>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کو پہنچاننے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اوپر دئ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ے</w:t>
      </w:r>
      <w:r w:rsidRPr="007A0ACC">
        <w:rPr>
          <w:rtl/>
        </w:rPr>
        <w:t xml:space="preserve"> گئے ثبوت اور وضاحت کے باوجودکچھ لوگ اس کو سورة احزاب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نمبر </w:t>
      </w:r>
      <w:r w:rsidR="00413EEC" w:rsidRPr="00A54383">
        <w:rPr>
          <w:rFonts w:hint="cs"/>
          <w:rtl/>
        </w:rPr>
        <w:t>28</w:t>
      </w:r>
      <w:r w:rsidRPr="00A54383">
        <w:rPr>
          <w:rFonts w:hint="cs"/>
          <w:rtl/>
        </w:rPr>
        <w:t>۔</w:t>
      </w:r>
      <w:r w:rsidR="00413EEC" w:rsidRPr="00A54383">
        <w:rPr>
          <w:rFonts w:hint="cs"/>
          <w:rtl/>
        </w:rPr>
        <w:t>33</w:t>
      </w:r>
      <w:r w:rsidRPr="00A54383">
        <w:rPr>
          <w:rFonts w:hint="cs"/>
          <w:rtl/>
        </w:rPr>
        <w:t xml:space="preserve"> 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کے ساتھ ازواج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شامل ہونے کا دعو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کرکے جھٹلاتے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ںجس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اللہ تعا 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ٰ فرماتا ہے :</w:t>
      </w:r>
    </w:p>
    <w:p w:rsidR="009C4748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''اے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آپ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سے کہہ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جئے</w:t>
      </w:r>
      <w:r w:rsidRPr="007A0ACC">
        <w:rPr>
          <w:rtl/>
        </w:rPr>
        <w:t xml:space="preserve"> کہ اگر تم زندگان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اسک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طلبگار ہو تو آئو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تمہ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متائے دن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کر</w:t>
      </w:r>
      <w:r w:rsidRPr="007A0ACC">
        <w:rPr>
          <w:rtl/>
        </w:rPr>
        <w:t xml:space="preserve"> خوبصسورت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ساتھ رخصت کردوں۔ اور اگر اللہ اور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اور آخرت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طلبگار ہو تو خدا نے تم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کردار عورتوں کے لئے بہت بڑا اجر فراہم کر رکھا ہے۔ اے زنانِ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جو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کھل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برائ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ارتکاب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اسکا عذاب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دہرا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جائے گا اور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بات خدا کے لئے آسان ہے۔ اور جو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خدا اور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اطاعت کرے اورن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عمل کرے اسے دہرا اجر عطا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اور ہم نے اس کے لئے ب</w:t>
      </w:r>
      <w:r w:rsidRPr="007A0ACC">
        <w:rPr>
          <w:rFonts w:hint="eastAsia"/>
          <w:rtl/>
        </w:rPr>
        <w:t>ہتر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رزق فراہم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ہے۔ اے زنان ِ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تم اگر تقو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اخت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ار</w:t>
      </w:r>
      <w:r w:rsidRPr="007A0ACC">
        <w:rPr>
          <w:rtl/>
        </w:rPr>
        <w:t xml:space="preserve"> کرو تو تمہارا مرتبہ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عام عورت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لہذا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آدم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لگ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لپٹ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بات 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کرنا کہ جس کے دل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 اسے لالچ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دا</w:t>
      </w:r>
      <w:r w:rsidRPr="007A0ACC">
        <w:rPr>
          <w:rtl/>
        </w:rPr>
        <w:t xml:space="preserve"> ہوجائے اور ہم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شہ</w:t>
      </w:r>
      <w:r w:rsidRPr="007A0ACC">
        <w:rPr>
          <w:rtl/>
        </w:rPr>
        <w:t xml:space="preserve"> 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بات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کرو۔ اور اپنے گھروں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رہو اور پہ</w:t>
      </w:r>
      <w:r w:rsidRPr="007A0ACC">
        <w:rPr>
          <w:rFonts w:hint="eastAsia"/>
          <w:rtl/>
        </w:rPr>
        <w:t>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جاہل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 سنگار نہ کرو اور نماز قائم کرو اور زکواة ادا کرو اور اللہ اور اسکے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اطاعت کرو۔پس اللہ کا ارادہ ہے اے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کہ تم سے ہر برائ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دور رکھے اور اس طرح پاک و پاک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زہ</w:t>
      </w:r>
      <w:r w:rsidRPr="007A0ACC">
        <w:rPr>
          <w:rtl/>
        </w:rPr>
        <w:t xml:space="preserve"> رکھے جو پاک و پاک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زہ</w:t>
      </w:r>
      <w:r w:rsidRPr="007A0ACC">
        <w:rPr>
          <w:rtl/>
        </w:rPr>
        <w:t xml:space="preserve"> رکھنے کا حق ہے'' ( سورہ احزاب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</w:t>
      </w:r>
      <w:r w:rsidR="00413EEC" w:rsidRPr="00A54383">
        <w:rPr>
          <w:rFonts w:hint="cs"/>
          <w:rtl/>
        </w:rPr>
        <w:t>28</w:t>
      </w:r>
      <w:r w:rsidRPr="00A54383">
        <w:rPr>
          <w:rFonts w:hint="cs"/>
          <w:rtl/>
        </w:rPr>
        <w:t>۔</w:t>
      </w:r>
      <w:r w:rsidR="00413EEC" w:rsidRPr="00A54383">
        <w:rPr>
          <w:rFonts w:hint="cs"/>
          <w:rtl/>
        </w:rPr>
        <w:t>33</w:t>
      </w:r>
      <w:r w:rsidRPr="00A54383">
        <w:rPr>
          <w:rFonts w:hint="cs"/>
          <w:rtl/>
        </w:rPr>
        <w:t>)۔  ان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کا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جگہ جمع ہونے سے کچھ لوگوں کو مغالطہ ہوا ہے کہ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تطہ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ازواج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شامل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جب اللہ اعلان کر رہا ہے۔۔ اے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اللہ کا ارادہ ہے۔۔۔</w:t>
      </w:r>
    </w:p>
    <w:p w:rsidR="009C4748" w:rsidRDefault="009C4748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9C4748" w:rsidP="00572406">
      <w:pPr>
        <w:pStyle w:val="Heading2Center"/>
        <w:rPr>
          <w:rtl/>
        </w:rPr>
      </w:pPr>
      <w:r w:rsidRPr="007A0ACC">
        <w:rPr>
          <w:rtl/>
        </w:rPr>
        <w:t xml:space="preserve">   </w:t>
      </w:r>
      <w:bookmarkStart w:id="7" w:name="_Toc447619995"/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دعو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کہ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تطہ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ازواج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7317F7">
        <w:rPr>
          <w:rFonts w:hint="cs"/>
          <w:rtl/>
        </w:rPr>
        <w:t>(ص)</w:t>
      </w:r>
      <w:r w:rsidRPr="00413EEC">
        <w:rPr>
          <w:rFonts w:hint="cs"/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شامل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bookmarkEnd w:id="7"/>
      <w:r w:rsidRPr="007A0ACC">
        <w:rPr>
          <w:rtl/>
        </w:rPr>
        <w:t xml:space="preserve"> 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مندرجہ وجوہات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بنا پر غلط ثابت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جا سکتا ہے :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(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</w:rPr>
        <w:t>):قرآن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کے شان نزول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ازواج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 طلاق کے تنب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کے بعد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کو رجس سے پاک کرنے کے حکم سے دونوں بار ازواج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>ہونا ضرور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بہت 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اکٹھے دو مختلف موضوعات کا ذکر ملتا ہے۔ا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دونوں کاہونا شا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اس واقعہ کا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وقت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آنے سے ہوا ہے۔اس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مثال اس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سے نکال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جاسکت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ہے: (تمہارے اوپر حرام کرد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مردار،خون،سور کا گوشت اور جو جانور 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خداکے نام پر ذبحہ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جائے اوممنخنقہ،موقوزہ،مترد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ہ،</w:t>
      </w:r>
      <w:r w:rsidRPr="007A0ACC">
        <w:rPr>
          <w:rtl/>
        </w:rPr>
        <w:t xml:space="preserve">  ر نط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حہ</w:t>
      </w:r>
      <w:r w:rsidRPr="007A0ACC">
        <w:rPr>
          <w:rtl/>
        </w:rPr>
        <w:t xml:space="preserve"> اور جس کو درندہ کھا جائے مگر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کہ تم خود ذبحہ کرو اور جو </w:t>
      </w:r>
      <w:r w:rsidRPr="007A0ACC">
        <w:rPr>
          <w:rFonts w:hint="eastAsia"/>
          <w:rtl/>
        </w:rPr>
        <w:t>نصاب</w:t>
      </w:r>
      <w:r w:rsidRPr="007A0ACC">
        <w:rPr>
          <w:rtl/>
        </w:rPr>
        <w:t xml:space="preserve"> پر ذبحہ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جائے اور جسک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روں</w:t>
      </w:r>
      <w:r w:rsidRPr="007A0ACC">
        <w:rPr>
          <w:rtl/>
        </w:rPr>
        <w:t xml:space="preserve"> کے ذر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قرعہ انداز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کرو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سب فسق ہے اور کفار تمہارے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سے 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وس</w:t>
      </w:r>
      <w:r w:rsidRPr="007A0ACC">
        <w:rPr>
          <w:rtl/>
        </w:rPr>
        <w:t xml:space="preserve"> ہوگئے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۔لہذا تم ان سے نہ ڈرو بلکہ مجھ سے ڈرو،آج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تمہارے لئے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کو کامل کرل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نعمتوں کو تمام کرد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تمہارے لئے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کو پسند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بنا</w:t>
      </w:r>
      <w:r w:rsidRPr="007A0ACC">
        <w:rPr>
          <w:rFonts w:hint="eastAsia"/>
          <w:rtl/>
        </w:rPr>
        <w:t>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ا،لہذا</w:t>
      </w:r>
      <w:r w:rsidRPr="007A0ACC">
        <w:rPr>
          <w:rtl/>
        </w:rPr>
        <w:t xml:space="preserve"> جو شخص بھوک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مجبور ہوجائے اور گناہ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مائل نہ ہو تو خدا بڑابخشنے والا مہربان ہے ۔مائدہ</w:t>
      </w:r>
      <w:r w:rsidR="00413EEC" w:rsidRPr="00A54383">
        <w:rPr>
          <w:rFonts w:hint="cs"/>
          <w:rtl/>
        </w:rPr>
        <w:t>3</w:t>
      </w:r>
      <w:r w:rsidRPr="00A54383">
        <w:rPr>
          <w:rFonts w:hint="cs"/>
          <w:rtl/>
        </w:rPr>
        <w:t>)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Fonts w:hint="eastAsia"/>
          <w:rtl/>
        </w:rPr>
        <w:t>آپ</w:t>
      </w:r>
      <w:r w:rsidRPr="007A0ACC">
        <w:rPr>
          <w:rtl/>
        </w:rPr>
        <w:t xml:space="preserve"> اس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کھتے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امت کے تزک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نفس کا موضوع حرام غذا کے موضوع کے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چ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اہے</w:t>
      </w:r>
      <w:r w:rsidRPr="007A0ACC">
        <w:rPr>
          <w:rtl/>
        </w:rPr>
        <w:t>!</w:t>
      </w:r>
    </w:p>
    <w:p w:rsidR="009C4748" w:rsidRDefault="009C4748" w:rsidP="009C4748">
      <w:pPr>
        <w:pStyle w:val="libNormal0"/>
        <w:rPr>
          <w:rtl/>
        </w:rPr>
      </w:pPr>
      <w:r w:rsidRPr="007A0ACC">
        <w:rPr>
          <w:rtl/>
        </w:rPr>
        <w:t>(</w:t>
      </w:r>
      <w:r w:rsidR="00413EEC" w:rsidRPr="00A54383">
        <w:rPr>
          <w:rFonts w:hint="cs"/>
          <w:rtl/>
        </w:rPr>
        <w:t>2</w:t>
      </w:r>
      <w:r w:rsidRPr="00A54383">
        <w:rPr>
          <w:rFonts w:hint="cs"/>
          <w:rtl/>
        </w:rPr>
        <w:t>): اس قول (کہ ازواج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اس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مذکور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)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نشان دہ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 بات سے ہوت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ازواج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کا ذکر عرب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غہ</w:t>
      </w:r>
      <w:r w:rsidRPr="007A0ACC">
        <w:rPr>
          <w:rtl/>
        </w:rPr>
        <w:t>(مونث)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جو عورتوں کے مجمع سے مخصوص ہے جبکہ موضوع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طہارت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آنے پر 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غہ</w:t>
      </w:r>
      <w:r w:rsidRPr="007A0ACC">
        <w:rPr>
          <w:rtl/>
        </w:rPr>
        <w:t xml:space="preserve"> (مذکر)مردوں کے مجموعہ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بدلتا ہے۔</w:t>
      </w:r>
    </w:p>
    <w:p w:rsidR="009C4748" w:rsidRDefault="009C4748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>(</w:t>
      </w:r>
      <w:r w:rsidR="00413EEC" w:rsidRPr="00A54383">
        <w:rPr>
          <w:rFonts w:hint="cs"/>
          <w:rtl/>
        </w:rPr>
        <w:t>3</w:t>
      </w:r>
      <w:r w:rsidRPr="00A54383">
        <w:rPr>
          <w:rFonts w:hint="cs"/>
          <w:rtl/>
        </w:rPr>
        <w:t>):پچھلے صفحوں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ذکر کئے گئے ،مسلم ،ترمذ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،مسند احمد اور دوسرے ماخذ سے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زبان ہوکر ثابت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ازواج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شامل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۔جب ام سلمہ  نے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سے 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شامل کرنے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خواہش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تو آنحضرت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صاف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تھا کہ تم خ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پر ہو او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جگہ ٹھہرو۔ مسلم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لوگوں کے پوچھے جانے پر کہ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ازواج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شامل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،جواب نف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۔ 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>(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>):مسلم،احمد اور دوسرے راو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نے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ثقل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کے سلسلہ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کہ آنحضرت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:اے لوگو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تمہارے درم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دو گراں قدرچ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،کتاب اللہ اوراپن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عترت،م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اہلبہت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چھوڑے جارہا ہوں ،</w:t>
      </w:r>
      <w:r w:rsidRPr="007A0ACC">
        <w:rPr>
          <w:rtl/>
        </w:rPr>
        <w:t>جنکے ساتھ اگر تم وابستہ رہے تو کبھ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گمراہ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ہوگے،جسکا</w:t>
      </w:r>
      <w:r w:rsidRPr="007A0ACC">
        <w:rPr>
          <w:rtl/>
        </w:rPr>
        <w:t xml:space="preserve"> مطلب ہے کہ تمام معاملوںم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واجب ہے۔اگر ہم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فرض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اس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اہل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سے مراد ازواج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تو وفات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بعد مسلمان ان سے وا بستہ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رہ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ںگے،</w:t>
      </w:r>
      <w:r w:rsidRPr="007A0ACC">
        <w:rPr>
          <w:rtl/>
        </w:rPr>
        <w:t xml:space="preserve"> ذہن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رکھتے ہوئے کہ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گھر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ٹھنے</w:t>
      </w:r>
      <w:r w:rsidRPr="007A0ACC">
        <w:rPr>
          <w:rtl/>
        </w:rPr>
        <w:t xml:space="preserve"> کا حکم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>ہے ؟اس سوال کا ج</w:t>
      </w:r>
      <w:r w:rsidRPr="007A0ACC">
        <w:rPr>
          <w:rFonts w:hint="eastAsia"/>
          <w:rtl/>
        </w:rPr>
        <w:t>واب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دے سکتا ہے کہ وہ صرف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ملک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رہت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؟ اگر ان سے وابستہ رہنے کا مطلب ان سے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کرنا ہے،تو اس کاک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جواب ہے کہ 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کچھ نے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ہے؟</w:t>
      </w:r>
    </w:p>
    <w:p w:rsidR="009C4748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لفظ رجس جو اس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تطہ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......کہ اللہ کا بس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ارادہ ہے کہ آپ سے ہرجسمان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ناپاک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دور رکھے اور آپ کو صاف و پاک رکھے،کا زبان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مطلب ہے گندگ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گناہوں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اشارہ جبکہ طہارت کا مطلب ہے زہد و تقو</w:t>
      </w:r>
      <w:r w:rsidRPr="007A0ACC">
        <w:rPr>
          <w:rFonts w:hint="cs"/>
          <w:rtl/>
        </w:rPr>
        <w:t>یٰ</w:t>
      </w:r>
      <w:r w:rsidRPr="007A0ACC">
        <w:rPr>
          <w:rtl/>
        </w:rPr>
        <w:t>۔ لائق ِحمد و ثنا اللہ جلہ شانہ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اہل</w:t>
      </w:r>
      <w:r w:rsidRPr="007A0ACC">
        <w:rPr>
          <w:rFonts w:hint="eastAsia"/>
          <w:rtl/>
        </w:rPr>
        <w:t>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کو ہر رجس سے پاک رکھنے کے اراد ہ کا مطلب ہے انکو گناہوں اور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حرکات سے دور رکھ نا جو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خام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باعث ہو او رانکا مقام اونچا کرنا ہے ۔اس کامطلب ہے کہ اللہ چاہتا ہے کہ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کو ہر چھوٹے بڑے گناہ کے ارتکاب سے پاک رکھے اور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صرف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پاک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اور</w:t>
      </w:r>
      <w:r w:rsidRPr="007A0ACC">
        <w:rPr>
          <w:rtl/>
        </w:rPr>
        <w:t xml:space="preserve"> معصوم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ہے۔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کہنا کہ اس پاک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مطلب جو کہ اس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کہا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ہے،زہدو تقو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نشان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ہے،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انکا اپنے اللہ کے احکام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نا فرمان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بچنے کے مطابق ہے،اس بناپر رد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جاتا ہے کہ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پاک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سے مخصوص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</w:t>
      </w:r>
    </w:p>
    <w:p w:rsidR="009C4748" w:rsidRDefault="009C4748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Default="009C4748" w:rsidP="009C4748">
      <w:pPr>
        <w:pStyle w:val="libNormal0"/>
      </w:pPr>
    </w:p>
    <w:p w:rsidR="009C4748" w:rsidRDefault="009C4748" w:rsidP="009C4748">
      <w:pPr>
        <w:pStyle w:val="libNormal0"/>
      </w:pPr>
      <w:r w:rsidRPr="007A0ACC">
        <w:rPr>
          <w:rtl/>
        </w:rPr>
        <w:t xml:space="preserve"> بلکہ ہر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مسلمان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۔ </w:t>
      </w:r>
      <w:r w:rsidRPr="007A0ACC">
        <w:rPr>
          <w:rFonts w:hint="eastAsia"/>
          <w:rtl/>
        </w:rPr>
        <w:t>مسلمانوں</w:t>
      </w:r>
      <w:r w:rsidRPr="007A0ACC">
        <w:rPr>
          <w:rtl/>
        </w:rPr>
        <w:t xml:space="preserve"> پر اپنے مذہب کے احکام پر عمل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</w:t>
      </w:r>
      <w:r w:rsidRPr="007A0ACC">
        <w:rPr>
          <w:rtl/>
        </w:rPr>
        <w:t xml:space="preserve"> ہونا واجب ہے :(۔۔۔ اللہ تمہارے لئے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زحمت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چاہتا بلکہ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چاتا ہے کہ تمہ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پاک و پاک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زہ</w:t>
      </w:r>
      <w:r w:rsidRPr="007A0ACC">
        <w:rPr>
          <w:rtl/>
        </w:rPr>
        <w:t xml:space="preserve"> بنا دے اور تم پر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نعمت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تمام کردے شا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تم اسطرح اسکے شکر گذار بندے بن جائو۔مائدہ۔</w:t>
      </w:r>
      <w:r w:rsidR="00413EEC" w:rsidRPr="00A54383">
        <w:rPr>
          <w:rFonts w:hint="cs"/>
          <w:rtl/>
        </w:rPr>
        <w:t>6</w:t>
      </w:r>
      <w:r w:rsidRPr="00A54383">
        <w:rPr>
          <w:rFonts w:hint="cs"/>
          <w:rtl/>
        </w:rPr>
        <w:t xml:space="preserve">) ۔اسلئے اگر ہم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قبول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کہ وہ معصوم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 کے متعلق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اتر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ہے،ہم کو معلوم ہوجائ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 xml:space="preserve"> کہ وہ ازواج نب</w:t>
      </w:r>
      <w:r w:rsidRPr="007A0ACC">
        <w:rPr>
          <w:rFonts w:hint="cs"/>
          <w:rtl/>
        </w:rPr>
        <w:t>ی</w:t>
      </w:r>
      <w:r w:rsidR="007317F7" w:rsidRPr="00A54383">
        <w:rPr>
          <w:rFonts w:hint="cs"/>
          <w:rtl/>
        </w:rPr>
        <w:t>(ص)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وہ معصوم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( بلکہ انکے افعال، اقوال و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نات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بہت تضاد ہے مترجم)۔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قت</w:t>
      </w:r>
      <w:r w:rsidRPr="007A0ACC">
        <w:rPr>
          <w:rtl/>
        </w:rPr>
        <w:t xml:space="preserve"> ہے کہ نہ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پہل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نسل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دعو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اور نہ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بعد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جانتے ہوئے کہ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کچھ ازواج کو طلاق اور دوسرے تنب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دھمک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آپ اگلے باب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گے۔                              </w:t>
      </w:r>
    </w:p>
    <w:p w:rsidR="009C4748" w:rsidRPr="007A0ACC" w:rsidRDefault="009C4748" w:rsidP="009C4748">
      <w:pPr>
        <w:pStyle w:val="libNormal"/>
        <w:rPr>
          <w:rtl/>
        </w:rPr>
      </w:pPr>
    </w:p>
    <w:p w:rsidR="009C4748" w:rsidRPr="007A0ACC" w:rsidRDefault="009C4748" w:rsidP="00572406">
      <w:pPr>
        <w:pStyle w:val="Heading2Center"/>
        <w:rPr>
          <w:rtl/>
        </w:rPr>
      </w:pPr>
      <w:r w:rsidRPr="007A0ACC">
        <w:rPr>
          <w:rtl/>
        </w:rPr>
        <w:t xml:space="preserve"> </w:t>
      </w:r>
      <w:bookmarkStart w:id="8" w:name="_Toc447619996"/>
      <w:r w:rsidRPr="007A0ACC">
        <w:rPr>
          <w:rtl/>
        </w:rPr>
        <w:t>عصمت ِاہلب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کے ثبوت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دلائل:</w:t>
      </w:r>
      <w:bookmarkEnd w:id="8"/>
    </w:p>
    <w:p w:rsidR="009C4748" w:rsidRPr="007A0ACC" w:rsidRDefault="009C4748" w:rsidP="00572406">
      <w:pPr>
        <w:pStyle w:val="Heading2"/>
        <w:rPr>
          <w:rtl/>
        </w:rPr>
      </w:pPr>
      <w:bookmarkStart w:id="9" w:name="_Toc447619997"/>
      <w:r w:rsidRPr="007A0ACC">
        <w:rPr>
          <w:rtl/>
        </w:rPr>
        <w:t>(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</w:rPr>
        <w:t>):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ثقل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:</w:t>
      </w:r>
      <w:bookmarkEnd w:id="9"/>
      <w:r w:rsidRPr="007A0ACC">
        <w:rPr>
          <w:rtl/>
        </w:rPr>
        <w:t xml:space="preserve"> </w:t>
      </w:r>
    </w:p>
    <w:p w:rsidR="009C4748" w:rsidRDefault="009C4748" w:rsidP="009C4748">
      <w:pPr>
        <w:pStyle w:val="libNormal0"/>
      </w:pPr>
      <w:r w:rsidRPr="007A0ACC">
        <w:rPr>
          <w:rtl/>
        </w:rPr>
        <w:t xml:space="preserve">             دو گراں قدر 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وال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کے متن! (اے لوگو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تمہارے درم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دو گراں قدر 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</w:t>
      </w:r>
      <w:r w:rsidRPr="007A0ACC">
        <w:rPr>
          <w:rtl/>
        </w:rPr>
        <w:t xml:space="preserve"> کتاب اللہ اور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عترت ،م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چھوڑے جارہا ہوں جنکا دامن تھامنے سے تم کبھ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گمراہ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ہوؤ گے)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خدا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کا حکم ہے کہ کتاب اللہ اور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و آل ِ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،دونوں سے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ساتھ وابستہ رہناگمراہ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بچنے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شرط ہے۔اس سے ثقل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ثقل اکبر کتاب اللہ جس کے آگے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چھے</w:t>
      </w:r>
      <w:r w:rsidRPr="007A0ACC">
        <w:rPr>
          <w:rtl/>
        </w:rPr>
        <w:t xml:space="preserve"> برائ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سکت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اورثقل اصغر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،دونوں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عصمت ثابت ہوجات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ضلالت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گرنے کے خلاف قرآن کے ساتھ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کا دامن پکڑنے </w:t>
      </w:r>
      <w:r w:rsidRPr="007A0ACC">
        <w:rPr>
          <w:rFonts w:hint="eastAsia"/>
          <w:rtl/>
        </w:rPr>
        <w:t>کا</w:t>
      </w:r>
      <w:r w:rsidRPr="007A0ACC">
        <w:rPr>
          <w:rtl/>
        </w:rPr>
        <w:t xml:space="preserve"> حکم ِ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>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گناہ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غلط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پاک ہونے  پردلالت کرتا ہے۔</w:t>
      </w:r>
    </w:p>
    <w:p w:rsidR="009C4748" w:rsidRDefault="009C4748" w:rsidP="007317F7">
      <w:pPr>
        <w:pStyle w:val="libNormal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"/>
        <w:rPr>
          <w:rtl/>
        </w:rPr>
      </w:pPr>
    </w:p>
    <w:p w:rsidR="009C4748" w:rsidRPr="007A0ACC" w:rsidRDefault="009C4748" w:rsidP="00572406">
      <w:pPr>
        <w:pStyle w:val="Heading2"/>
        <w:rPr>
          <w:rtl/>
        </w:rPr>
      </w:pPr>
      <w:bookmarkStart w:id="10" w:name="_Toc447619998"/>
      <w:r w:rsidRPr="007A0ACC">
        <w:rPr>
          <w:rtl/>
        </w:rPr>
        <w:t>(</w:t>
      </w:r>
      <w:r w:rsidR="00413EEC" w:rsidRPr="00A54383">
        <w:rPr>
          <w:rFonts w:hint="cs"/>
          <w:rtl/>
        </w:rPr>
        <w:t>2</w:t>
      </w:r>
      <w:r w:rsidRPr="00A54383">
        <w:rPr>
          <w:rFonts w:hint="cs"/>
          <w:rtl/>
        </w:rPr>
        <w:t>): قرآن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:</w:t>
      </w:r>
      <w:bookmarkEnd w:id="10"/>
    </w:p>
    <w:p w:rsidR="009C4748" w:rsidRDefault="009C4748" w:rsidP="009C4748">
      <w:pPr>
        <w:pStyle w:val="libNormal0"/>
      </w:pPr>
      <w:r w:rsidRPr="007A0ACC">
        <w:rPr>
          <w:rtl/>
        </w:rPr>
        <w:t xml:space="preserve">              '' اور اس وقت کو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</w:t>
      </w:r>
      <w:r w:rsidRPr="007A0ACC">
        <w:rPr>
          <w:rtl/>
        </w:rPr>
        <w:t xml:space="preserve"> کرو جب خدا نے چند کلمات کے ذر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عے</w:t>
      </w:r>
      <w:r w:rsidRPr="007A0ACC">
        <w:rPr>
          <w:rtl/>
        </w:rPr>
        <w:t xml:space="preserve"> حضرت ابراہ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 کا امتحان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انہوں نے پورا کر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تو اللہ نے کہا کہ ہم تمکو لوگوں کا امام اور قائد بنا رہے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ں،ابراہ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 نے عرض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،ک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ذر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کو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؟ ارشاد ہوا کہ عہدئہ امامت ظالم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تک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پہنچ پائے گا ۔ البقرہ ۔</w:t>
      </w:r>
      <w:r w:rsidR="00413EEC" w:rsidRPr="00A54383">
        <w:rPr>
          <w:rFonts w:hint="cs"/>
          <w:rtl/>
        </w:rPr>
        <w:t>12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 xml:space="preserve"> ''۔ امامت کا اعل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ٰ مقام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کرنے کے ساتھ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اللہ تعال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وعدہ کرتا ہے کہ امامت ظالم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کا حق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ہے۔ گناہ چھوٹا ہو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بڑا،انجام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نے</w:t>
      </w:r>
      <w:r w:rsidRPr="007A0ACC">
        <w:rPr>
          <w:rtl/>
        </w:rPr>
        <w:t xml:space="preserve"> والے کو ظالم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شمار کرواتا ہے۔اس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لئے امام گناہ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برائ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ارتکاب سے خدائ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حفاظت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ہونا چاہئے۔</w:t>
      </w:r>
      <w:r>
        <w:t xml:space="preserve"> </w:t>
      </w:r>
    </w:p>
    <w:p w:rsidR="009C4748" w:rsidRPr="007A0ACC" w:rsidRDefault="009C4748" w:rsidP="009C4748">
      <w:pPr>
        <w:pStyle w:val="libNormal"/>
        <w:rPr>
          <w:rtl/>
        </w:rPr>
      </w:pPr>
    </w:p>
    <w:p w:rsidR="009C4748" w:rsidRPr="007A0ACC" w:rsidRDefault="009C4748" w:rsidP="00572406">
      <w:pPr>
        <w:pStyle w:val="Heading2"/>
        <w:rPr>
          <w:rtl/>
        </w:rPr>
      </w:pPr>
      <w:bookmarkStart w:id="11" w:name="_Toc447619999"/>
      <w:r w:rsidRPr="007A0ACC">
        <w:rPr>
          <w:rtl/>
        </w:rPr>
        <w:t>(</w:t>
      </w:r>
      <w:r w:rsidR="00413EEC" w:rsidRPr="00A54383">
        <w:rPr>
          <w:rFonts w:hint="cs"/>
          <w:rtl/>
        </w:rPr>
        <w:t>3</w:t>
      </w:r>
      <w:r w:rsidRPr="00A54383">
        <w:rPr>
          <w:rFonts w:hint="cs"/>
          <w:rtl/>
        </w:rPr>
        <w:t>):مستدرک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سے گواہ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:</w:t>
      </w:r>
      <w:bookmarkEnd w:id="11"/>
    </w:p>
    <w:p w:rsidR="009C4748" w:rsidRPr="00A5438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    حناش الکنان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اسناد سے امام حاکم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کرتے ہے 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ابو ذر  کو خانہ کعبہ کے دروازہ کو پکڑ کر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کہتے ہوئے سنا !  اے لوگو تم جانتے ہو 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کون ہوں اوراگر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ںجانتا</w:t>
      </w:r>
      <w:r w:rsidRPr="007A0ACC">
        <w:rPr>
          <w:rtl/>
        </w:rPr>
        <w:t xml:space="preserve"> تو وہ جان لے 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 ابوذر ہوں۔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کہتے سنا ہے کہ: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مثال تمہارے درم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سف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نۂ</w:t>
      </w:r>
      <w:r w:rsidRPr="007A0ACC">
        <w:rPr>
          <w:rtl/>
        </w:rPr>
        <w:t xml:space="preserve"> نوح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ہے،جو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سوار ہوا وہ نجات پاگ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جو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چھے</w:t>
      </w:r>
      <w:r w:rsidRPr="007A0ACC">
        <w:rPr>
          <w:rtl/>
        </w:rPr>
        <w:t xml:space="preserve"> رہ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وہ ڈوب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</w:t>
      </w:r>
      <w:r w:rsidR="0017666E" w:rsidRPr="009C003C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11</w:t>
      </w:r>
      <w:r w:rsidR="0017666E" w:rsidRPr="009C003C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حاکم کہتا ہے کہ اس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سند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ہے۔ 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حاکم ابن عباس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سند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ابن عباس  نے کہا کہ </w:t>
      </w:r>
      <w:r w:rsidRPr="007A0ACC">
        <w:rPr>
          <w:rFonts w:hint="eastAsia"/>
          <w:rtl/>
        </w:rPr>
        <w:t>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کہتے ہوئے سنا !ستارے اہل زم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کوڈوبنے سے بچاتے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جبکہ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امت کو اختلافات سے بچانے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جائے امان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۔اگر عرب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مخالفت کرے گا۔تو اس کا شمار ابل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جماعت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ہوگا۔</w:t>
      </w:r>
      <w:r w:rsidR="0017666E" w:rsidRPr="009C003C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12</w:t>
      </w:r>
      <w:r w:rsidR="0017666E" w:rsidRPr="009C003C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</w:t>
      </w:r>
    </w:p>
    <w:p w:rsidR="009C4748" w:rsidRDefault="009C4748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9C4748" w:rsidP="00572406">
      <w:pPr>
        <w:pStyle w:val="Heading2"/>
        <w:rPr>
          <w:rtl/>
        </w:rPr>
      </w:pPr>
      <w:bookmarkStart w:id="12" w:name="_Toc447620000"/>
      <w:r w:rsidRPr="007A0ACC">
        <w:rPr>
          <w:rtl/>
        </w:rPr>
        <w:t>(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>):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:</w:t>
      </w:r>
      <w:bookmarkEnd w:id="12"/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 اہل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کس مقام ومنزلت پر فائز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وضاحت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ہم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کچھ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انکو عل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ہم</w:t>
      </w:r>
      <w:r w:rsidRPr="007A0ACC">
        <w:rPr>
          <w:rtl/>
        </w:rPr>
        <w:t xml:space="preserve"> السلام کے لقب سے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ہے۔اور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کا لقب ہے نہ کہ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صحاب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ازواج کا۔مثال کے طورپر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کہ :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Fonts w:hint="eastAsia"/>
          <w:rtl/>
        </w:rPr>
        <w:t>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السلام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 ،'' مجھے مال غن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مت</w:t>
      </w:r>
      <w:r w:rsidRPr="007A0ACC">
        <w:rPr>
          <w:rtl/>
        </w:rPr>
        <w:t xml:space="preserve"> سے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خاص حصہ ملتا تھا اور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رحمت 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>مجھے خمس کا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خاص حصہ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تے</w:t>
      </w:r>
      <w:r w:rsidRPr="007A0ACC">
        <w:rPr>
          <w:rtl/>
        </w:rPr>
        <w:t xml:space="preserve"> تھے،جبکہ مجھے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فاطمہ سے۔۔۔۔۔۔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13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۔۔۔۔ اور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درِ ع</w:t>
      </w:r>
      <w:r w:rsidRPr="007A0ACC">
        <w:rPr>
          <w:rFonts w:hint="eastAsia"/>
          <w:rtl/>
        </w:rPr>
        <w:t>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 فاطمہ عل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ہم</w:t>
      </w:r>
      <w:r w:rsidRPr="007A0ACC">
        <w:rPr>
          <w:rtl/>
        </w:rPr>
        <w:t xml:space="preserve"> السلام پر رات کو آکے کہتے تھے''  الصلوات''  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</w:t>
      </w:r>
      <w:r w:rsidR="00A54383" w:rsidRPr="00A54383">
        <w:rPr>
          <w:rStyle w:val="libFootnotenumChar"/>
          <w:rFonts w:hint="cs"/>
          <w:rtl/>
        </w:rPr>
        <w:t>4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دوسر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لکھا ہے کہ ۔۔ اس نے کہا 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کھا</w:t>
      </w:r>
      <w:r w:rsidRPr="007A0ACC">
        <w:rPr>
          <w:rtl/>
        </w:rPr>
        <w:t xml:space="preserve"> کہ حسن بن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عل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السلام اپنے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ہوبہو ہے۔۔۔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</w:t>
      </w:r>
      <w:r w:rsidR="00413EEC" w:rsidRPr="00A54383">
        <w:rPr>
          <w:rStyle w:val="libFootnotenumChar"/>
          <w:rFonts w:hint="cs"/>
          <w:rtl/>
        </w:rPr>
        <w:t>5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حوالہ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کہا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!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ابن حس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 عل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السلام سے اس نے کہا ۔۔۔۔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</w:t>
      </w:r>
      <w:r w:rsidR="00413EEC" w:rsidRPr="00A54383">
        <w:rPr>
          <w:rStyle w:val="libFootnotenumChar"/>
          <w:rFonts w:hint="cs"/>
          <w:rtl/>
        </w:rPr>
        <w:t>6</w:t>
      </w:r>
      <w:r w:rsidR="0017666E" w:rsidRPr="00D756D9">
        <w:rPr>
          <w:rStyle w:val="libFootnotenumChar"/>
          <w:rFonts w:hint="cs"/>
          <w:rtl/>
        </w:rPr>
        <w:t>)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 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 xml:space="preserve"> کہ اس سے انک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عظمت ثابت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مگر پھر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سوال ضرور اٹھتا ہے کہ آخر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انہ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ا ن القاب سے نوازا جاتا تھا نہ کہ اور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کو۔ </w:t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9C4748" w:rsidP="00572406">
      <w:pPr>
        <w:pStyle w:val="Heading2"/>
        <w:rPr>
          <w:rtl/>
        </w:rPr>
      </w:pPr>
      <w:bookmarkStart w:id="13" w:name="_Toc447620001"/>
      <w:r w:rsidRPr="007A0ACC">
        <w:rPr>
          <w:rtl/>
        </w:rPr>
        <w:t>(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</w:rPr>
        <w:t>):احاد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سے گواہ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:</w:t>
      </w:r>
      <w:bookmarkEnd w:id="13"/>
    </w:p>
    <w:p w:rsidR="009C4748" w:rsidRPr="00A5438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اللہ کے رسول نے ہر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کو حکم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کہ ان پر درود بھ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جنے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آل کو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شامل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جائے۔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عبد الرحمان ابن اب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انہوں نے کہا ''۔۔کعب ابن اجراہ مجھ سے ملا اور کہا،' مجھے ہد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دو !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ہم کو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کھنے</w:t>
      </w:r>
      <w:r w:rsidRPr="007A0ACC">
        <w:rPr>
          <w:rtl/>
        </w:rPr>
        <w:t xml:space="preserve"> باہر آئے اور ہم نے اسے کہا،' اے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ہم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پہلے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معلوم ہے کہ آپ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 سلام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مگر ہم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بتائ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ے</w:t>
      </w:r>
      <w:r w:rsidRPr="007A0ACC">
        <w:rPr>
          <w:rtl/>
        </w:rPr>
        <w:t xml:space="preserve"> کہ آپ پر درود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؟ انہوںنے کہا کہ اسطرح کہو:اللہم صل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علٰ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محمد و علٰ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آلِ محمد کما صل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ابراہ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و علٰ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آلِ ابراہ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انک حم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المج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>۔</w:t>
      </w:r>
      <w:r w:rsidR="0017666E" w:rsidRPr="0016798A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17</w:t>
      </w:r>
      <w:r w:rsidR="0017666E" w:rsidRPr="0016798A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۔</w:t>
      </w:r>
    </w:p>
    <w:p w:rsidR="009C4748" w:rsidRDefault="009C4748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Default="009C4748" w:rsidP="00A54383">
      <w:pPr>
        <w:pStyle w:val="libNormal0"/>
      </w:pPr>
    </w:p>
    <w:p w:rsidR="009C4748" w:rsidRPr="007A0ACC" w:rsidRDefault="009C4748" w:rsidP="00A54383">
      <w:pPr>
        <w:pStyle w:val="libNormal0"/>
        <w:rPr>
          <w:rtl/>
        </w:rPr>
      </w:pPr>
      <w:r w:rsidRPr="007A0ACC">
        <w:rPr>
          <w:rFonts w:hint="cs"/>
          <w:rtl/>
        </w:rPr>
        <w:t>اس حدی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جہاں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طرف ہمارے آقا حضرت ابراہ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 ـ اور آقاحضرت محمدمصطف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کا ذکر ہے تو دوسر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انکے درم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رشتہ ہے کہ دونوں حضرت ابراہ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 اور حضرت محمد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تھے اور انک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ذر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محافظ شر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>۔مسلمانوں کو وصال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بعد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آل پاک  سے رجوع کرن</w:t>
      </w:r>
      <w:r w:rsidRPr="007A0ACC">
        <w:rPr>
          <w:rFonts w:hint="eastAsia"/>
          <w:rtl/>
        </w:rPr>
        <w:t>ے</w:t>
      </w:r>
      <w:r w:rsidRPr="007A0ACC">
        <w:rPr>
          <w:rtl/>
        </w:rPr>
        <w:t xml:space="preserve"> کا حکم تھا فرق صرف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تھا کہ وہ امام تھے جبکہ آل ابراہ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تھے۔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دوسر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ہمارے آقا حضرت محمد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: اے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تم اس بات سے راض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 کہ تم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لئے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ہو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ہارون  موس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تھے سواے اس کے 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بعد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ہوگا</w:t>
      </w:r>
      <w:r w:rsidRPr="007A0ACC">
        <w:rPr>
          <w:rFonts w:hint="eastAsia"/>
          <w:rtl/>
        </w:rPr>
        <w:t>؟</w:t>
      </w:r>
      <w:r w:rsidRPr="007A0ACC">
        <w:rPr>
          <w:rtl/>
        </w:rPr>
        <w:t>۔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18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اس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پر بعد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بحث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گے۔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  اوپر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کئے گئے واقعات سے صاف نت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جہ</w:t>
      </w:r>
      <w:r w:rsidRPr="007A0ACC">
        <w:rPr>
          <w:rtl/>
        </w:rPr>
        <w:t xml:space="preserve"> نکلتا ہے کہ خدائے بزرگ و برتر نے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 عصمت و پاک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لئے عطا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تاکہ وہ وصال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بعداللہ و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کا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غام</w:t>
      </w:r>
      <w:r w:rsidRPr="007A0ACC">
        <w:rPr>
          <w:rtl/>
        </w:rPr>
        <w:t xml:space="preserve"> اگل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نسلوں تک صاف و شفاف طر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قہ</w:t>
      </w:r>
      <w:r w:rsidRPr="007A0ACC">
        <w:rPr>
          <w:rtl/>
        </w:rPr>
        <w:t xml:space="preserve"> سے پہنچائ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تحر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و شبہات سے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محفوظ ر</w:t>
      </w:r>
      <w:r w:rsidRPr="007A0ACC">
        <w:rPr>
          <w:rFonts w:hint="eastAsia"/>
          <w:rtl/>
        </w:rPr>
        <w:t>ہے</w:t>
      </w:r>
      <w:r w:rsidRPr="007A0ACC">
        <w:rPr>
          <w:rtl/>
        </w:rPr>
        <w:t xml:space="preserve">۔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ذر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عے</w:t>
      </w:r>
      <w:r w:rsidRPr="007A0ACC">
        <w:rPr>
          <w:rtl/>
        </w:rPr>
        <w:t xml:space="preserve"> الٰہ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کا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غام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نے</w:t>
      </w:r>
      <w:r w:rsidRPr="007A0ACC">
        <w:rPr>
          <w:rtl/>
        </w:rPr>
        <w:t xml:space="preserve"> سے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فائدہ ہے اگر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بعدوفات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بھروسے مند افراد کے ہاتھوں محفوظ نہ رہے ؟ اس سوال کا بہتر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جواب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ہے کہ پچھل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امتوں کو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ہوگ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وجہ ہے کہ جعلساز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نے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رنج والم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خدائے حم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و مج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نے کہا ہے ''ک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تمہ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ہے کہ وہ تمہار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مان</w:t>
      </w:r>
      <w:r w:rsidRPr="007A0ACC">
        <w:rPr>
          <w:rtl/>
        </w:rPr>
        <w:t xml:space="preserve"> لائ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جب کہ ان کے اسلاف کا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گروہ کلام خدا کو سن کر تحر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کرد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تا</w:t>
      </w:r>
      <w:r w:rsidRPr="007A0ACC">
        <w:rPr>
          <w:rtl/>
        </w:rPr>
        <w:t xml:space="preserve"> تھا حالانکہ سب سمجھ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جاتے تھے اور جانتے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تھے''؟۔(البقرہ </w:t>
      </w:r>
      <w:r w:rsidR="00413EEC" w:rsidRPr="00A54383">
        <w:rPr>
          <w:rFonts w:hint="cs"/>
          <w:rtl/>
        </w:rPr>
        <w:t>75</w:t>
      </w:r>
      <w:r w:rsidRPr="00A54383">
        <w:rPr>
          <w:rFonts w:hint="cs"/>
          <w:rtl/>
        </w:rPr>
        <w:t>)</w:t>
      </w:r>
    </w:p>
    <w:p w:rsidR="009C4748" w:rsidRDefault="009C4748" w:rsidP="009C4748">
      <w:pPr>
        <w:pStyle w:val="libNormal0"/>
        <w:rPr>
          <w:rtl/>
        </w:rPr>
      </w:pP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کرنے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ضرورت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کہ قرآ ن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کا متن تحر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سے محفوظ رکھنے سے شر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اسلام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تحر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سے از خود حفاظت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ضمانت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۔امامت 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لئے احکام عامہ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نبوت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توس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</w:t>
      </w:r>
      <w:r w:rsidRPr="007A0ACC">
        <w:rPr>
          <w:rtl/>
        </w:rPr>
        <w:t xml:space="preserve"> مان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سوائے وح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الہٰ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متعلق معا ملوں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جو کہ نبوت سے مخصوص ہے۔امامت کو نبوت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توس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</w:t>
      </w:r>
      <w:r w:rsidRPr="007A0ACC">
        <w:rPr>
          <w:rtl/>
        </w:rPr>
        <w:t xml:space="preserve"> ماننے کا مطلب ہے علم و عمل سے شر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حفاظت کرنا۔اس لئے اماموں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عصمت الہٰ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قوان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کے تحت برائے نشر و ترس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ندہ</w:t>
      </w:r>
      <w:r w:rsidRPr="007A0ACC">
        <w:rPr>
          <w:rtl/>
        </w:rPr>
        <w:t xml:space="preserve"> نسل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اشد ضرور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جو کہ صرف خاندان نبوت کے بارہ اماموں کے صاف وپاک مقامات سے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ممکن ہے۔</w:t>
      </w:r>
    </w:p>
    <w:p w:rsidR="009C4748" w:rsidRDefault="009C4748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9C4748" w:rsidP="00572406">
      <w:pPr>
        <w:pStyle w:val="Heading2Center"/>
        <w:rPr>
          <w:rtl/>
        </w:rPr>
      </w:pPr>
      <w:bookmarkStart w:id="14" w:name="_Toc447620002"/>
      <w:r w:rsidRPr="007A0ACC">
        <w:rPr>
          <w:rFonts w:hint="eastAsia"/>
          <w:rtl/>
        </w:rPr>
        <w:t>دوم،اہلب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اماموں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تعداد کے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ثبوت :</w:t>
      </w:r>
      <w:bookmarkEnd w:id="14"/>
      <w:r w:rsidRPr="007A0ACC">
        <w:rPr>
          <w:rtl/>
        </w:rPr>
        <w:t xml:space="preserve">  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اللہ کے منتخب شدہ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کہ انکے بعد خل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امام قر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سے ہونگے اور انک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تعداد بارہ ہوگ</w:t>
      </w:r>
      <w:r w:rsidRPr="007A0ACC">
        <w:rPr>
          <w:rFonts w:hint="cs"/>
          <w:rtl/>
        </w:rPr>
        <w:t>ی</w:t>
      </w:r>
      <w:r w:rsidRPr="007A0ACC">
        <w:rPr>
          <w:rtl/>
        </w:rPr>
        <w:t>۔امام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جابر بن سمرہ 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جابر نے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 فرماتے سنا: ''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بعد بارہ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ہونگے۔۔وہ کہتا ہے کہ جابر نے کہا کہ اس </w:t>
      </w:r>
      <w:r w:rsidRPr="007A0ACC">
        <w:rPr>
          <w:rFonts w:hint="eastAsia"/>
          <w:rtl/>
        </w:rPr>
        <w:t>کے</w:t>
      </w:r>
      <w:r w:rsidRPr="007A0ACC">
        <w:rPr>
          <w:rtl/>
        </w:rPr>
        <w:t xml:space="preserve"> بعد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سنا مگر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باپ نے کہا کہ انہوں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وہ سب قر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سے ہونگے''۔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19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مسلم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اسطرح ہے : ''ا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مان</w:t>
      </w:r>
      <w:r w:rsidRPr="007A0ACC">
        <w:rPr>
          <w:rtl/>
        </w:rPr>
        <w:t xml:space="preserve"> اس وقت تک باق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 xml:space="preserve"> جب تک کہ بارہ خل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حکومت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ںگے</w:t>
      </w:r>
      <w:r w:rsidRPr="007A0ACC">
        <w:rPr>
          <w:rtl/>
        </w:rPr>
        <w:t xml:space="preserve"> جو سب کے سب قر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سے ہونگے'' 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20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 ۔اس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حوالہ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درج ہے :''لوگوں کے معاملات اس وقت تک برقرا رہ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جب تک کہ بارہ خلفاء ہونگے''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21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مسندد احمدابن حنبل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عبداللہ بن مسعود 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انہوں نے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بار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سے ان خلفا کے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پوچھا تو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: ''وہ بارہ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بن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اسرائ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کے قب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لوں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تعداد ہے''۔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22</w:t>
      </w:r>
      <w:r w:rsidR="0017666E" w:rsidRPr="00D756D9">
        <w:rPr>
          <w:rStyle w:val="libFootnotenumChar"/>
          <w:rFonts w:hint="cs"/>
          <w:rtl/>
        </w:rPr>
        <w:t>)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اہل کتاب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تور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مضمون کا مفہوم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ہے: اللہ تبارک و تعال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نے حضرت ابراہ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 کو حضرت اسمعٰ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خوش خبر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کہ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ذر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بہت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پھ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جائے 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اولاد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ںسے</w:t>
      </w:r>
      <w:r w:rsidRPr="007A0ACC">
        <w:rPr>
          <w:rtl/>
        </w:rPr>
        <w:t xml:space="preserve"> بارہ شہزادے اور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عظ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قوم وجود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آئے گ</w:t>
      </w:r>
      <w:r w:rsidRPr="007A0ACC">
        <w:rPr>
          <w:rFonts w:hint="cs"/>
          <w:rtl/>
        </w:rPr>
        <w:t>ی</w:t>
      </w:r>
      <w:r w:rsidRPr="007A0ACC">
        <w:rPr>
          <w:rtl/>
        </w:rPr>
        <w:t>۔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23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عظ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قوم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اشا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ہمارے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امت ہے جن کا سلسلۂ نسب حضرت اسمعٰ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 سے ملتا ہے۔ اور جو بارہ شہزادوں کا ذکر ہے،وہ وہ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بارہ امام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خلفاء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جو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بعدآئے اور انک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نسل پاک سے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وہ،وہ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 کا ذکر اوپر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ہے۔</w:t>
      </w:r>
    </w:p>
    <w:p w:rsidR="009C4748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مسئلہ اہل سنت دانشوروں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بڑاپ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ہے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وہ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کتب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مذکور ان بارہ اماموں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خلفا ء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پہچان کے متعلق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واضح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قابل اطم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نان</w:t>
      </w:r>
      <w:r w:rsidRPr="007A0ACC">
        <w:rPr>
          <w:rtl/>
        </w:rPr>
        <w:t xml:space="preserve"> دل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دے پارہے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تک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مسئلہ ان کے لئے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الجھن بن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ہے۔اس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</w:t>
      </w:r>
      <w:r w:rsidRPr="007A0ACC">
        <w:rPr>
          <w:rFonts w:hint="eastAsia"/>
          <w:rtl/>
        </w:rPr>
        <w:t>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وضاحت متزلزل ہے اوربلا نت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جہ</w:t>
      </w:r>
      <w:r w:rsidRPr="007A0ACC">
        <w:rPr>
          <w:rtl/>
        </w:rPr>
        <w:t xml:space="preserve"> ہے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بارہ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تعداد چار خلفائے راشد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سے شروع کرکے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برابرکر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ں،بنو</w:t>
      </w:r>
      <w:r w:rsidRPr="007A0ACC">
        <w:rPr>
          <w:rtl/>
        </w:rPr>
        <w:t xml:space="preserve">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،بنو عباس اور سلظنت عثمان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سے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انکو ان سب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چن کر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نا</w:t>
      </w:r>
      <w:r w:rsidRPr="007A0ACC">
        <w:rPr>
          <w:rtl/>
        </w:rPr>
        <w:t xml:space="preserve"> ہے ؟</w:t>
      </w:r>
    </w:p>
    <w:p w:rsidR="009C4748" w:rsidRDefault="009C4748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Default="009C4748" w:rsidP="009C4748">
      <w:pPr>
        <w:pStyle w:val="libNormal0"/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اس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کے متعلق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الجھن بھر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وضاحت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مثال ہم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کرنا چاہتے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:۔ جلال الد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وط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کہنا ہے کہ،'' بارہ خلفاء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پہلے چار خلفاء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،پھرحسن ۔معاو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>۔عبداللہ ابن زب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>۔عمرابن عبدالعز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tl/>
        </w:rPr>
        <w:t>۔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آٹھ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ممکن ہے کہ مہد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عباس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شامل ہوسکتا ہے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بنو عباس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 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جو کہ بنو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عمر ابن ع</w:t>
      </w:r>
      <w:r w:rsidRPr="007A0ACC">
        <w:rPr>
          <w:rFonts w:hint="eastAsia"/>
          <w:rtl/>
        </w:rPr>
        <w:t>بدالعز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 اور عباس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>'' طاہر''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برابر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بناپر ہے۔دو باق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جنکا انتظار ہے،ان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مہد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المنتظرہ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وہ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'' 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2</w:t>
      </w:r>
      <w:r w:rsidR="00A54383" w:rsidRPr="00A54383">
        <w:rPr>
          <w:rStyle w:val="libFootnotenumChar"/>
          <w:rFonts w:hint="cs"/>
          <w:rtl/>
        </w:rPr>
        <w:t>4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  </w:t>
      </w:r>
    </w:p>
    <w:p w:rsidR="009C4748" w:rsidRDefault="009C4748" w:rsidP="009C4748">
      <w:pPr>
        <w:pStyle w:val="libNormal0"/>
        <w:rPr>
          <w:rtl/>
        </w:rPr>
      </w:pPr>
      <w:r w:rsidRPr="007A0ACC">
        <w:rPr>
          <w:rFonts w:hint="eastAsia"/>
          <w:rtl/>
        </w:rPr>
        <w:t>جب</w:t>
      </w:r>
      <w:r w:rsidRPr="007A0ACC">
        <w:rPr>
          <w:rtl/>
        </w:rPr>
        <w:t xml:space="preserve"> ہم اس بارہ خلفا وال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الجھن کو حل کرنے وال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انک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بات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،ہمارا مطلب ان کے دانشوروں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ہے۔جہاں تک عام لوگوں کا تعلق ہے ،انہوں نے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جس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خلفاء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تعداد کا ذکرہے ،حد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ثقل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اور دوسر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جن سے عظمت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کتب اہ</w:t>
      </w:r>
      <w:r w:rsidRPr="007A0ACC">
        <w:rPr>
          <w:rFonts w:hint="eastAsia"/>
          <w:rtl/>
        </w:rPr>
        <w:t>لسنت</w:t>
      </w:r>
      <w:r w:rsidRPr="007A0ACC">
        <w:rPr>
          <w:rtl/>
        </w:rPr>
        <w:t xml:space="preserve"> سے ثابت ہے اکثر سن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ہے۔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وقت بہت 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ران</w:t>
      </w:r>
      <w:r w:rsidRPr="007A0ACC">
        <w:rPr>
          <w:rtl/>
        </w:rPr>
        <w:t xml:space="preserve"> ہوا جب جارڑن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ورسٹ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کالج کے پروف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سر</w:t>
      </w:r>
      <w:r w:rsidRPr="007A0ACC">
        <w:rPr>
          <w:rtl/>
        </w:rPr>
        <w:t xml:space="preserve"> ڈاکٹر احمد نوفل نے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ساتھ بحث کرتے ہوئے کہا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بارہ خلفاء وال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اپن</w:t>
      </w:r>
      <w:r w:rsidRPr="007A0ACC">
        <w:rPr>
          <w:rFonts w:hint="cs"/>
          <w:rtl/>
        </w:rPr>
        <w:t>ی</w:t>
      </w:r>
      <w:r w:rsidRPr="007A0ACC">
        <w:rPr>
          <w:rtl/>
        </w:rPr>
        <w:t>(ش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</w:t>
      </w:r>
      <w:r w:rsidRPr="007A0ACC">
        <w:rPr>
          <w:rFonts w:hint="cs"/>
          <w:rtl/>
        </w:rPr>
        <w:t>ی</w:t>
      </w:r>
      <w:r w:rsidRPr="007A0ACC">
        <w:rPr>
          <w:rtl/>
        </w:rPr>
        <w:t>)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جادہے</w:t>
      </w:r>
      <w:r w:rsidRPr="007A0ACC">
        <w:rPr>
          <w:rtl/>
        </w:rPr>
        <w:t xml:space="preserve"> اور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اہلسنت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کتب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موجود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ہے،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کہ</w:t>
      </w:r>
      <w:r w:rsidRPr="007A0ACC">
        <w:rPr>
          <w:rFonts w:hint="eastAsia"/>
          <w:rtl/>
        </w:rPr>
        <w:t>کر</w:t>
      </w:r>
      <w:r w:rsidRPr="007A0ACC">
        <w:rPr>
          <w:rtl/>
        </w:rPr>
        <w:t xml:space="preserve"> وہ فوراََ اٹھ کے چلا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بحث کرنے سے مکرگ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اس کے بعد کا واقعہ ہے جب اس نے من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لا</w:t>
      </w:r>
      <w:r w:rsidRPr="007A0ACC">
        <w:rPr>
          <w:rtl/>
        </w:rPr>
        <w:t>(فلپائن)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کچر</w:t>
      </w:r>
      <w:r w:rsidRPr="007A0ACC">
        <w:rPr>
          <w:rtl/>
        </w:rPr>
        <w:t xml:space="preserve"> پر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کے متعلق پوچھے جانے پر کچھ سوالات کے جوابات دئ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ے</w:t>
      </w:r>
      <w:r w:rsidRPr="007A0ACC">
        <w:rPr>
          <w:rtl/>
        </w:rPr>
        <w:t xml:space="preserve"> تھے۔اسکے جوابات سچ سے بہت دور تھے ،اس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لئے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اس کے جھوٹ کو رد کرنے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اس سے ب</w:t>
      </w:r>
      <w:r w:rsidRPr="007A0ACC">
        <w:rPr>
          <w:rFonts w:hint="eastAsia"/>
          <w:rtl/>
        </w:rPr>
        <w:t>حث</w:t>
      </w:r>
      <w:r w:rsidRPr="007A0ACC">
        <w:rPr>
          <w:rtl/>
        </w:rPr>
        <w:t xml:space="preserve"> کرنے کا ارادہ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تھا۔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بہت 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ںکہ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حضرت محمد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روکار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نہ کہ عبداللہ ابن سبا کے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اس کادعوٰ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تھا ۔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واقعہ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کرکے ہم اس 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پروف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سر</w:t>
      </w:r>
      <w:r w:rsidRPr="007A0ACC">
        <w:rPr>
          <w:rtl/>
        </w:rPr>
        <w:t xml:space="preserve"> کو بدنام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کرنا چاہتے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ں،اللہ</w:t>
      </w:r>
      <w:r w:rsidRPr="007A0ACC">
        <w:rPr>
          <w:rtl/>
        </w:rPr>
        <w:t xml:space="preserve"> اسکو معاف کرے۔ ہم صرف 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متوجہ کرنا چ</w:t>
      </w:r>
      <w:r w:rsidRPr="007A0ACC">
        <w:rPr>
          <w:rFonts w:hint="eastAsia"/>
          <w:rtl/>
        </w:rPr>
        <w:t>اہتے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جو واضح ہون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چاہئے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تعصب کچھ لوگوں کو اس سے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کرنے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اکساتا ہے۔سچ مچ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ران</w:t>
      </w:r>
      <w:r w:rsidRPr="007A0ACC">
        <w:rPr>
          <w:rtl/>
        </w:rPr>
        <w:t xml:space="preserve"> کن ہے کہ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موضوع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</w:t>
      </w:r>
      <w:r w:rsidRPr="007A0ACC">
        <w:rPr>
          <w:rtl/>
        </w:rPr>
        <w:t xml:space="preserve"> نہ جانے بغ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اسکے متعلق سوالات کا جواب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نے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زحمت کر سکتا ہے چہ جائ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کہ</w:t>
      </w:r>
      <w:r w:rsidRPr="007A0ACC">
        <w:rPr>
          <w:rtl/>
        </w:rPr>
        <w:t xml:space="preserve"> اس کا تعلق مذہب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معاملات کے ساتھ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نہ</w:t>
      </w:r>
      <w:r w:rsidRPr="007A0ACC">
        <w:rPr>
          <w:rtl/>
        </w:rPr>
        <w:t xml:space="preserve"> ہو اسکے متعلق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صلہ</w:t>
      </w:r>
      <w:r w:rsidRPr="007A0ACC">
        <w:rPr>
          <w:rtl/>
        </w:rPr>
        <w:t xml:space="preserve"> ہے جو جانے بغ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فتو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تا</w:t>
      </w:r>
      <w:r w:rsidRPr="007A0ACC">
        <w:rPr>
          <w:rtl/>
        </w:rPr>
        <w:t xml:space="preserve"> ہے؟ لاحول ولا قوت الا باللہ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العظ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>۔  اسطرح ہم اہلسنت کو اس بارہ خلفاء وال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الجھن سے پر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شان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کھتے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جبکہ وہ ان کے متعلق رہنمائ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کرنے وال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شدہ ،ستاروں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چمکت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سے ناواقف ہ</w:t>
      </w:r>
      <w:r w:rsidRPr="007A0ACC">
        <w:rPr>
          <w:rFonts w:hint="cs"/>
          <w:rtl/>
        </w:rPr>
        <w:t>ی</w:t>
      </w:r>
      <w:r w:rsidRPr="007A0ACC">
        <w:rPr>
          <w:rtl/>
        </w:rPr>
        <w:t>ں۔</w:t>
      </w:r>
    </w:p>
    <w:p w:rsidR="009C4748" w:rsidRDefault="009C4748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Default="009C4748" w:rsidP="009C4748">
      <w:pPr>
        <w:pStyle w:val="libNormal0"/>
      </w:pPr>
    </w:p>
    <w:p w:rsidR="009C4748" w:rsidRDefault="009C4748" w:rsidP="009C4748">
      <w:pPr>
        <w:pStyle w:val="libNormal0"/>
      </w:pPr>
      <w:r w:rsidRPr="007A0ACC">
        <w:rPr>
          <w:rtl/>
        </w:rPr>
        <w:t>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رو</w:t>
      </w:r>
      <w:r w:rsidRPr="007A0ACC">
        <w:rPr>
          <w:rtl/>
        </w:rPr>
        <w:t xml:space="preserve"> کار،ش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امام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نے پہلے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معاملہ صفائ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کہ جو ان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بارہ خلفاء مذکور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</w:t>
      </w:r>
      <w:r w:rsidRPr="007A0ACC">
        <w:rPr>
          <w:rtl/>
        </w:rPr>
        <w:t xml:space="preserve"> وہ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سے بارہ امام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۔اسکے علاوہ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طاہر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 سے وہ ثبوت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کتب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سے اسطرح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 اماموں کے نا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صاف ظاہر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شک وشبہ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گنجائش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رہت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۔وہ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: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</w:rPr>
        <w:t xml:space="preserve"> ۔ام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المومن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ابن اب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طالب  ،</w:t>
      </w:r>
      <w:r w:rsidR="00413EEC" w:rsidRPr="00A54383">
        <w:rPr>
          <w:rFonts w:hint="cs"/>
          <w:rtl/>
        </w:rPr>
        <w:t>2</w:t>
      </w:r>
      <w:r w:rsidRPr="00A54383">
        <w:rPr>
          <w:rFonts w:hint="cs"/>
          <w:rtl/>
        </w:rPr>
        <w:t>۔امام حسن ابن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،</w:t>
      </w:r>
      <w:r w:rsidR="00413EEC" w:rsidRPr="00A54383">
        <w:rPr>
          <w:rFonts w:hint="cs"/>
          <w:rtl/>
        </w:rPr>
        <w:t>3</w:t>
      </w:r>
      <w:r w:rsidRPr="00A54383">
        <w:rPr>
          <w:rFonts w:hint="cs"/>
          <w:rtl/>
        </w:rPr>
        <w:t>۔امام حس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 ابن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،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>۔امام 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ابن حس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العابد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(سجاد) ،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</w:rPr>
        <w:t>۔امام  محمد ابن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باقر  ،</w:t>
      </w:r>
      <w:r w:rsidR="00413EEC" w:rsidRPr="00A54383">
        <w:rPr>
          <w:rFonts w:hint="cs"/>
          <w:rtl/>
        </w:rPr>
        <w:t>6</w:t>
      </w:r>
      <w:r w:rsidRPr="00A54383">
        <w:rPr>
          <w:rFonts w:hint="cs"/>
          <w:rtl/>
        </w:rPr>
        <w:t xml:space="preserve">۔امام جعفر ابن محمدصادق، </w:t>
      </w:r>
      <w:r w:rsidR="00413EEC" w:rsidRPr="00A54383">
        <w:rPr>
          <w:rFonts w:hint="cs"/>
          <w:rtl/>
        </w:rPr>
        <w:t>7</w:t>
      </w:r>
      <w:r w:rsidRPr="00A54383">
        <w:rPr>
          <w:rFonts w:hint="cs"/>
          <w:rtl/>
        </w:rPr>
        <w:t>۔امام موس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اب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جعفر کاظم  ،</w:t>
      </w:r>
      <w:r w:rsidR="00413EEC" w:rsidRPr="00A54383">
        <w:rPr>
          <w:rFonts w:hint="cs"/>
          <w:rtl/>
        </w:rPr>
        <w:t>8</w:t>
      </w:r>
      <w:r w:rsidRPr="00A54383">
        <w:rPr>
          <w:rFonts w:hint="cs"/>
          <w:rtl/>
        </w:rPr>
        <w:t>۔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ابن موس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رضا  ،</w:t>
      </w:r>
      <w:r w:rsidR="00413EEC" w:rsidRPr="00A54383">
        <w:rPr>
          <w:rFonts w:hint="cs"/>
          <w:rtl/>
        </w:rPr>
        <w:t>9</w:t>
      </w:r>
      <w:r w:rsidRPr="00A54383">
        <w:rPr>
          <w:rFonts w:hint="cs"/>
          <w:rtl/>
        </w:rPr>
        <w:t>۔امام  محمد ابن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جواد ،</w:t>
      </w:r>
      <w:r w:rsidR="00413EEC" w:rsidRPr="00A54383">
        <w:rPr>
          <w:rFonts w:hint="cs"/>
          <w:rtl/>
        </w:rPr>
        <w:t>10</w:t>
      </w:r>
      <w:r w:rsidRPr="00A54383">
        <w:rPr>
          <w:rFonts w:hint="cs"/>
          <w:rtl/>
        </w:rPr>
        <w:t>۔امام 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ابن محمدہاد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،</w:t>
      </w:r>
      <w:r w:rsidR="00413EEC" w:rsidRPr="00A54383">
        <w:rPr>
          <w:rFonts w:hint="cs"/>
          <w:rtl/>
        </w:rPr>
        <w:t>11</w:t>
      </w:r>
      <w:r w:rsidRPr="00A54383">
        <w:rPr>
          <w:rFonts w:hint="cs"/>
          <w:rtl/>
        </w:rPr>
        <w:t>۔امام  حسن ابن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عسکر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،</w:t>
      </w:r>
      <w:r w:rsidR="00413EEC" w:rsidRPr="00A54383">
        <w:rPr>
          <w:rFonts w:hint="cs"/>
          <w:rtl/>
        </w:rPr>
        <w:t>12</w:t>
      </w:r>
      <w:r w:rsidRPr="00A54383">
        <w:rPr>
          <w:rFonts w:hint="cs"/>
          <w:rtl/>
        </w:rPr>
        <w:t>۔امام  محمد ابن حسن مہد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منتظر ۔  ِ   </w:t>
      </w:r>
    </w:p>
    <w:p w:rsidR="009C4748" w:rsidRPr="00A100D3" w:rsidRDefault="009C4748" w:rsidP="009C4748">
      <w:pPr>
        <w:pStyle w:val="libNormal"/>
        <w:rPr>
          <w:rtl/>
        </w:rPr>
      </w:pPr>
    </w:p>
    <w:p w:rsidR="009C4748" w:rsidRPr="007A0ACC" w:rsidRDefault="009C4748" w:rsidP="00572406">
      <w:pPr>
        <w:pStyle w:val="Heading2Center"/>
        <w:rPr>
          <w:rtl/>
        </w:rPr>
      </w:pPr>
      <w:bookmarkStart w:id="15" w:name="_Toc447620003"/>
      <w:r w:rsidRPr="007A0ACC">
        <w:rPr>
          <w:rFonts w:hint="eastAsia"/>
          <w:rtl/>
        </w:rPr>
        <w:t>رسول</w:t>
      </w:r>
      <w:r w:rsidRPr="007A0ACC">
        <w:rPr>
          <w:rtl/>
        </w:rPr>
        <w:t xml:space="preserve"> اکرم  </w:t>
      </w:r>
      <w:r w:rsidR="007317F7" w:rsidRPr="007317F7">
        <w:rPr>
          <w:rFonts w:hint="cs"/>
          <w:rtl/>
        </w:rPr>
        <w:t>(ص)</w:t>
      </w:r>
      <w:r w:rsidRPr="00413EEC">
        <w:rPr>
          <w:rFonts w:hint="cs"/>
          <w:rtl/>
        </w:rPr>
        <w:t>نے اپنا جانش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السلام کو بنا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اس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ثبوت</w:t>
      </w:r>
      <w:bookmarkEnd w:id="15"/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ہم امامت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اور تعداد ائمہ کے ثبوت تفص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سے پہلے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کر چکے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بعد امت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جانش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ہوںگے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ثقل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کے علاوہ حضرت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ابن اب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طالب  کو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آخر زمان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ذر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عے</w:t>
      </w:r>
      <w:r w:rsidRPr="007A0ACC">
        <w:rPr>
          <w:rtl/>
        </w:rPr>
        <w:t xml:space="preserve"> مقرر کرنے کے مندرجہ ذ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ثبوت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: </w:t>
      </w:r>
      <w:r w:rsidRPr="007A0ACC">
        <w:rPr>
          <w:rFonts w:hint="eastAsia"/>
          <w:rtl/>
        </w:rPr>
        <w:t>حضرت</w:t>
      </w:r>
      <w:r w:rsidRPr="007A0ACC">
        <w:rPr>
          <w:rtl/>
        </w:rPr>
        <w:t xml:space="preserve">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خلافت کے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سب سے مشہور ہے رسول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کا   </w:t>
      </w:r>
      <w:r w:rsidR="00413EEC" w:rsidRPr="00A54383">
        <w:rPr>
          <w:rFonts w:hint="cs"/>
          <w:rtl/>
        </w:rPr>
        <w:t>11</w:t>
      </w:r>
      <w:r w:rsidRPr="00A54383">
        <w:rPr>
          <w:rFonts w:hint="cs"/>
          <w:rtl/>
        </w:rPr>
        <w:t>ھ   (</w:t>
      </w:r>
      <w:r w:rsidR="00413EEC" w:rsidRPr="00A54383">
        <w:rPr>
          <w:rFonts w:hint="cs"/>
          <w:rtl/>
        </w:rPr>
        <w:t>632</w:t>
      </w:r>
      <w:r w:rsidRPr="00A54383">
        <w:rPr>
          <w:rFonts w:hint="cs"/>
          <w:rtl/>
        </w:rPr>
        <w:t>ئ)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حجة الوداع کے موقع پر خطبۂ غد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>۔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وہ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موقع ہے جب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>نے آخر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بار کہا: من کنت مولا فھٰذا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مولا 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جس کا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مولا (حاکم) ہوں،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آج سے اس کا مولا ہے۔اس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tl/>
        </w:rPr>
        <w:t>ت ترمذ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نے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بن ارقم  سے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2</w:t>
      </w:r>
      <w:r w:rsidR="00413EEC" w:rsidRPr="00A54383">
        <w:rPr>
          <w:rStyle w:val="libFootnotenumChar"/>
          <w:rFonts w:hint="cs"/>
          <w:rtl/>
        </w:rPr>
        <w:t>5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 ابن ماجہ نے براء ابن عازب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سے اس خطبہ کا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حصہ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اسطرح درج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ہے:</w:t>
      </w:r>
    </w:p>
    <w:p w:rsidR="002D2453" w:rsidRPr="00A5438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براء ابن عازب کہتے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ہم رسول اللہ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اس حج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 کے ہمراہ تھے۔انہوں نے سڑک سے تھوڑ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دور پڑاؤ ڈالا اور باجماعت نماز کا حکم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 پھر انہوں نے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کا ہاتھ پکڑ کر کہا :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مجھے مسلمانوں پر اس سے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حقوق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جتنے کہ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اپنے آپ پر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ں؟</w:t>
      </w:r>
      <w:r w:rsidRPr="007A0ACC">
        <w:rPr>
          <w:rtl/>
        </w:rPr>
        <w:t xml:space="preserve"> سب نے ہاں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جواب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 پھر انہوں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: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مجھے ہر مومن پر اس سے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اخت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ارنہ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جتنا کہ اسکو اپنے او پر ہے۔سب نے کہا: ہاں ۔ پس آپنے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: کہ آج سے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ہر اسکا مول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ہے جسکا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مول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ہوں،اے اللہ ! تو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اسکو دوست رکھ جو اسکو دوست رکھے اور ت</w:t>
      </w:r>
      <w:r w:rsidRPr="007A0ACC">
        <w:rPr>
          <w:rFonts w:hint="eastAsia"/>
          <w:rtl/>
        </w:rPr>
        <w:t>و</w:t>
      </w:r>
      <w:r w:rsidRPr="007A0ACC">
        <w:rPr>
          <w:rtl/>
        </w:rPr>
        <w:t xml:space="preserve"> اسکو دشمن رکھ جو اسکو دشمن رکھے۔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2</w:t>
      </w:r>
      <w:r w:rsidR="00413EEC" w:rsidRPr="00A54383">
        <w:rPr>
          <w:rStyle w:val="libFootnotenumChar"/>
          <w:rFonts w:hint="cs"/>
          <w:rtl/>
        </w:rPr>
        <w:t>6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</w:t>
      </w:r>
    </w:p>
    <w:p w:rsidR="002D2453" w:rsidRDefault="002D2453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2D2453" w:rsidRDefault="002D2453" w:rsidP="00A54383">
      <w:pPr>
        <w:pStyle w:val="libNormal0"/>
      </w:pPr>
    </w:p>
    <w:p w:rsidR="009C4748" w:rsidRPr="007A0ACC" w:rsidRDefault="009C4748" w:rsidP="00A54383">
      <w:pPr>
        <w:pStyle w:val="libNormal0"/>
        <w:rPr>
          <w:rtl/>
        </w:rPr>
      </w:pPr>
      <w:r w:rsidRPr="007A0ACC">
        <w:rPr>
          <w:rFonts w:hint="cs"/>
          <w:rtl/>
        </w:rPr>
        <w:t xml:space="preserve"> مسند احمد بن حنبل می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براء بن عاز ب سے اسطرح موجووہے :براء بن عازب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زبان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'' ہم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ہمراہ سفر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تھے،ہم غد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خم نام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جگہ پر ٹھہرے اور نماز جماعت کا حکم ہوا۔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کچھ پودے </w:t>
      </w:r>
      <w:r w:rsidRPr="007A0ACC">
        <w:rPr>
          <w:rFonts w:hint="eastAsia"/>
          <w:rtl/>
        </w:rPr>
        <w:t>بچھائے</w:t>
      </w:r>
      <w:r w:rsidRPr="007A0ACC">
        <w:rPr>
          <w:rtl/>
        </w:rPr>
        <w:t xml:space="preserve"> گئے، ظہر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نماز ادا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پھر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کا ہاتھ بلند کرکے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: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آپ کو معلوم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کہ مجھے مومن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پر ان سے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اخت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ار</w:t>
      </w:r>
      <w:r w:rsidRPr="007A0ACC">
        <w:rPr>
          <w:rtl/>
        </w:rPr>
        <w:t xml:space="preserve"> ہے ؟ انہوں نے ہاں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جواب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۔تو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برحق نے کہا : من کنت مول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فھٰذا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مولاہ۔ اے اللہ !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کے دوست کو دوست اور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کے دشمن کو دشمن رکھ''۔عمر ابن خطاب ان سے ملنے کے بعد اسطرح مبارک باد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تے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:اے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ابن اب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طالب مبارک ہوتمہ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صبح و شام ہرمومن مرد اور عورت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مولا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مل گئ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27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اس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کو مکہ کے نزد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غد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خم نام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جگہ پر واقع ہونے سے ''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غد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>'' کہتے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قت</w:t>
      </w:r>
      <w:r w:rsidRPr="007A0ACC">
        <w:rPr>
          <w:rtl/>
        </w:rPr>
        <w:t xml:space="preserve"> ہے جسک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صداقت پر شک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گنجائش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رہت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اسکو اہلسنت کے اکثر کتب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ںدرج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تک کہ کچھ محققوں نے اہلسنت سے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(</w:t>
      </w:r>
      <w:r w:rsidR="00413EEC" w:rsidRPr="00A54383">
        <w:rPr>
          <w:rFonts w:hint="cs"/>
          <w:rtl/>
        </w:rPr>
        <w:t>80</w:t>
      </w:r>
      <w:r w:rsidRPr="00A54383">
        <w:rPr>
          <w:rFonts w:hint="cs"/>
          <w:rtl/>
        </w:rPr>
        <w:t>) طر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قوں</w:t>
      </w:r>
      <w:r w:rsidRPr="007A0ACC">
        <w:rPr>
          <w:rtl/>
        </w:rPr>
        <w:t xml:space="preserve"> سے اسکو نقل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ہے۔</w:t>
      </w:r>
    </w:p>
    <w:p w:rsidR="002D245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مذکورہ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سے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صاف ظاہر ہوتا ہے کہ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اس وقت لوگوں سے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حاکم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کا اقرار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جب انہوں نے کہا کہ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مجھے مومن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پر اس سے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اخت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رنہ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جتنا کہ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اپنے آپ پر ہے؟۔۔۔۔ک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آپ کو معلوم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کہ مجھے تم پر تم سے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اخ</w:t>
      </w:r>
      <w:r w:rsidRPr="007A0ACC">
        <w:rPr>
          <w:rFonts w:hint="eastAsia"/>
          <w:rtl/>
        </w:rPr>
        <w:t>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ار</w:t>
      </w:r>
      <w:r w:rsidRPr="007A0ACC">
        <w:rPr>
          <w:rtl/>
        </w:rPr>
        <w:t xml:space="preserve"> ہے ؟ اسکا مطلب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ہے کہ جس کو مومن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پر ان سے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حق اخت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ار</w:t>
      </w:r>
      <w:r w:rsidRPr="007A0ACC">
        <w:rPr>
          <w:rtl/>
        </w:rPr>
        <w:t xml:space="preserve"> ہے وہ انکا 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رہبر و رہنما ہے جسطرح اللہ کا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انکا رہبر ورہنما تھا۔             جب آنجناب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کو اس فرمان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شامل کرد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جس جس کا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مولا ہوں ،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اسکے مولا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ں،انہوں</w:t>
      </w:r>
      <w:r w:rsidRPr="007A0ACC">
        <w:rPr>
          <w:rtl/>
        </w:rPr>
        <w:t xml:space="preserve"> نے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کو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رحلت کے بعد لوگوں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رہبر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عطا ک</w:t>
      </w:r>
      <w:r w:rsidRPr="007A0ACC">
        <w:rPr>
          <w:rFonts w:hint="cs"/>
          <w:rtl/>
        </w:rPr>
        <w:t>ی</w:t>
      </w:r>
      <w:r w:rsidRPr="007A0ACC">
        <w:rPr>
          <w:rtl/>
        </w:rPr>
        <w:t>۔ش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اس موقعہ کو ہر سال 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غد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سے مناتے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۔اہلسنت اس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کا دوسرا مطلب نکال کے دعو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اس سے خلافت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ظاہرنہ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ہے۔وہ لفظ ''مول</w:t>
      </w:r>
      <w:r w:rsidRPr="007A0ACC">
        <w:rPr>
          <w:rFonts w:hint="cs"/>
          <w:rtl/>
        </w:rPr>
        <w:t>یٰ</w:t>
      </w:r>
      <w:r w:rsidRPr="007A0ACC">
        <w:rPr>
          <w:rtl/>
        </w:rPr>
        <w:t>'' کو بح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''دوست ''مانتے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نہ کہ ول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امر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رہبر۔انک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نظر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کا مطلب ہے : کہ جسکا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دوست ہوں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اسکا دوست ہے! سچ تو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کہ لفظ ''مول</w:t>
      </w:r>
      <w:r w:rsidRPr="007A0ACC">
        <w:rPr>
          <w:rFonts w:hint="cs"/>
          <w:rtl/>
        </w:rPr>
        <w:t>یٰ</w:t>
      </w:r>
      <w:r w:rsidRPr="007A0ACC">
        <w:rPr>
          <w:rtl/>
        </w:rPr>
        <w:t>'' کے بہت سے معنٰ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تک کہ سترہ جن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آزاد کردہ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نوکر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</w:t>
      </w:r>
    </w:p>
    <w:p w:rsidR="002D2453" w:rsidRDefault="002D2453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2D2453" w:rsidRDefault="002D2453" w:rsidP="009C4748">
      <w:pPr>
        <w:pStyle w:val="libNormal0"/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>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لفظ مول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سمجھنے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ضرورت ہے،اس کے علاوہ جو کہ بہت س</w:t>
      </w:r>
      <w:r w:rsidRPr="007A0ACC">
        <w:rPr>
          <w:rFonts w:hint="eastAsia"/>
          <w:rtl/>
        </w:rPr>
        <w:t>ے</w:t>
      </w:r>
      <w:r w:rsidRPr="007A0ACC">
        <w:rPr>
          <w:rtl/>
        </w:rPr>
        <w:t xml:space="preserve"> دلائل کے ذر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عے</w:t>
      </w:r>
      <w:r w:rsidRPr="007A0ACC">
        <w:rPr>
          <w:rtl/>
        </w:rPr>
        <w:t xml:space="preserve"> اوپر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کئے گئے ولا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کے ضمن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مفہوم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کہا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ہے،مندرجہ ذ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دلائل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توجہ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نے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ضرورت ہے۔: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(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</w:rPr>
        <w:t>):سورہ مائدہ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نمبر </w:t>
      </w:r>
      <w:r w:rsidR="00413EEC" w:rsidRPr="00A54383">
        <w:rPr>
          <w:rFonts w:hint="cs"/>
          <w:rtl/>
        </w:rPr>
        <w:t>76</w:t>
      </w:r>
      <w:r w:rsidRPr="00A54383">
        <w:rPr>
          <w:rFonts w:hint="cs"/>
          <w:rtl/>
        </w:rPr>
        <w:t xml:space="preserve"> '' اے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آپ لوگوں تک وہ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غام</w:t>
      </w:r>
      <w:r w:rsidRPr="007A0ACC">
        <w:rPr>
          <w:rtl/>
        </w:rPr>
        <w:t xml:space="preserve"> پہنچاد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جس کا تمہ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سے حکم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ہے،اور اگر آپ نے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تو اس کامطلب ہے کہ گو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آپ نے کار رسالت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انجام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اللہ آپ کو دشمنوں سے محفوظ رکھے گا۔'' بہت 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کتب تفاس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خطبہ غد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سے اس کا تھوڑا پہلے نازل ہونا ثابت ہے۔ اس سے ظاہر ہوتا ہے کہ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سے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خاص حکم ہے جس کا پہنچانا ضرور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اس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مبارکہ کے الفاظ اور لہجہ سے معلوم ہوتا ہے کہ بہت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اہم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کا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حکم ہے جو کہ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محبت اور نصرت کے طرف اشارہ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ہوسکتا ہے۔  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(</w:t>
      </w:r>
      <w:r w:rsidR="00413EEC" w:rsidRPr="00A54383">
        <w:rPr>
          <w:rFonts w:hint="cs"/>
          <w:rtl/>
        </w:rPr>
        <w:t>2</w:t>
      </w:r>
      <w:r w:rsidRPr="00A54383">
        <w:rPr>
          <w:rFonts w:hint="cs"/>
          <w:rtl/>
        </w:rPr>
        <w:t>): سورہ مائدہ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نمبر 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>'' آج کے دن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تمھارے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کوکامل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،تم پر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نعمت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پور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تمہارے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اسلام سے راض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ہوا  '' بہت سے مفسر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کے مطابق خطبہ غد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کے بعد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نازل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۔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حضرت محمد 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>کے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غامات</w:t>
      </w:r>
      <w:r w:rsidRPr="007A0ACC">
        <w:rPr>
          <w:rtl/>
        </w:rPr>
        <w:t xml:space="preserve"> کے اختتام ہونے کا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غام</w:t>
      </w:r>
      <w:r w:rsidRPr="007A0ACC">
        <w:rPr>
          <w:rtl/>
        </w:rPr>
        <w:t xml:space="preserve"> ہے ،ا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غام</w:t>
      </w:r>
      <w:r w:rsidRPr="007A0ACC">
        <w:rPr>
          <w:rtl/>
        </w:rPr>
        <w:t xml:space="preserve"> جو کہ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دوسرے اہل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حاکم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کے اعلان کے بغ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رناممکن</w:t>
      </w:r>
      <w:r w:rsidRPr="007A0ACC">
        <w:rPr>
          <w:rtl/>
        </w:rPr>
        <w:t xml:space="preserve"> لگتا ہے۔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بات بع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از عقل ہے کہ احکام نبوت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کا اختتام اس حکم پر ہو کہ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سے محبت و دوست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جائے۔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(</w:t>
      </w:r>
      <w:r w:rsidR="00413EEC" w:rsidRPr="00A54383">
        <w:rPr>
          <w:rFonts w:hint="cs"/>
          <w:rtl/>
        </w:rPr>
        <w:t>3</w:t>
      </w:r>
      <w:r w:rsidRPr="00A54383">
        <w:rPr>
          <w:rFonts w:hint="cs"/>
          <w:rtl/>
        </w:rPr>
        <w:t>):ان حالات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محمد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کا خطبۂ غد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نا</w:t>
      </w:r>
      <w:r w:rsidRPr="007A0ACC">
        <w:rPr>
          <w:rtl/>
        </w:rPr>
        <w:t xml:space="preserve"> جہاں تقر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باََ</w:t>
      </w:r>
      <w:r w:rsidRPr="007A0ACC">
        <w:rPr>
          <w:rtl/>
        </w:rPr>
        <w:t xml:space="preserve"> نوے ہزارلوگ سخت دھوپ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جمع کئے گئے(تار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نے جمع ہونے والوں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تعداد ستّر ہزار سے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لاکھ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tl/>
        </w:rPr>
        <w:t xml:space="preserve"> ہزار تک لکھ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مترجم) تاکہ ان پرعل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حاکم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کا حکم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نے</w:t>
      </w:r>
      <w:r w:rsidRPr="007A0ACC">
        <w:rPr>
          <w:rtl/>
        </w:rPr>
        <w:t xml:space="preserve"> سے پہلے ان سے اللہ اور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حاکم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کا اقرار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جائے،ثابت کرتا ہے کہ مسئلہ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محبت اور دوست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تھا۔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(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>):اوپر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بالخصوص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ثقل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جو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خلافت پر صراحتاً دلالت کرت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جس کے بعد شک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گنجائش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رہ جات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مگر پھر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ذ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ہم کچھ اور دلائل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کر رہے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:</w:t>
      </w:r>
    </w:p>
    <w:p w:rsidR="009C4748" w:rsidRPr="007A0ACC" w:rsidRDefault="009C4748" w:rsidP="009C4748">
      <w:pPr>
        <w:pStyle w:val="libNormal0"/>
        <w:rPr>
          <w:rtl/>
        </w:rPr>
      </w:pPr>
    </w:p>
    <w:p w:rsidR="002D2453" w:rsidRDefault="002D2453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9C4748" w:rsidP="00572406">
      <w:pPr>
        <w:pStyle w:val="Heading2Center"/>
        <w:rPr>
          <w:rtl/>
        </w:rPr>
      </w:pPr>
      <w:bookmarkStart w:id="16" w:name="_Toc447620004"/>
      <w:r w:rsidRPr="007A0ACC">
        <w:rPr>
          <w:rFonts w:hint="eastAsia"/>
          <w:rtl/>
        </w:rPr>
        <w:t>حضرت</w:t>
      </w:r>
      <w:r w:rsidRPr="007A0ACC">
        <w:rPr>
          <w:rtl/>
        </w:rPr>
        <w:t xml:space="preserve">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عل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السلام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وصا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وخلافت پر مز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شواہد :</w:t>
      </w:r>
      <w:bookmarkEnd w:id="16"/>
      <w:r w:rsidRPr="007A0ACC">
        <w:rPr>
          <w:rtl/>
        </w:rPr>
        <w:t xml:space="preserve"> 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ترمذ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عمران بن حص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ابن اب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طالب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سربراہ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مہم روانہ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جو کہ طے ہوئ</w:t>
      </w:r>
      <w:r w:rsidRPr="007A0ACC">
        <w:rPr>
          <w:rFonts w:hint="cs"/>
          <w:rtl/>
        </w:rPr>
        <w:t>ی</w:t>
      </w:r>
      <w:r w:rsidRPr="007A0ACC">
        <w:rPr>
          <w:rtl/>
        </w:rPr>
        <w:t>۔ مالِ غن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کن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tl/>
        </w:rPr>
        <w:t xml:space="preserve"> حضرت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حصّہ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آئ</w:t>
      </w:r>
      <w:r w:rsidRPr="007A0ACC">
        <w:rPr>
          <w:rFonts w:hint="cs"/>
          <w:rtl/>
        </w:rPr>
        <w:t>ی</w:t>
      </w:r>
      <w:r w:rsidRPr="007A0ACC">
        <w:rPr>
          <w:rtl/>
        </w:rPr>
        <w:t>۔کچھ لوگوں نے اس پر اعتراض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۔چار صحاب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پاس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شکا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کر</w:t>
      </w:r>
      <w:r w:rsidRPr="007A0ACC">
        <w:rPr>
          <w:rtl/>
        </w:rPr>
        <w:t xml:space="preserve"> آئے۔اللہ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چہرہ مبارک پر ناراضگ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آثار صاف نمودار ہوئے اور ان سے کہا،'' تم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چاہتے ہو ؟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</w:t>
      </w:r>
      <w:r w:rsidRPr="007A0ACC">
        <w:rPr>
          <w:rtl/>
        </w:rPr>
        <w:t xml:space="preserve"> رکھوعل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مجھ سے ہے اور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سے ہوں،اور وہ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بعد تم سب کا حاکم ہے ۔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28</w:t>
      </w:r>
      <w:r w:rsidR="0017666E" w:rsidRPr="00D756D9">
        <w:rPr>
          <w:rStyle w:val="libFootnotenumChar"/>
          <w:rFonts w:hint="cs"/>
          <w:rtl/>
        </w:rPr>
        <w:t>)</w:t>
      </w:r>
    </w:p>
    <w:p w:rsidR="002D2453" w:rsidRPr="00A5438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اور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سے اس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پر غور کرو ''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شک</w:t>
      </w:r>
      <w:r w:rsidRPr="007A0ACC">
        <w:rPr>
          <w:rtl/>
        </w:rPr>
        <w:t xml:space="preserve"> تمہارا سرپرست اللہ اور اس کارسول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ہے اور وہ صاحب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مان</w:t>
      </w:r>
      <w:r w:rsidRPr="007A0ACC">
        <w:rPr>
          <w:rtl/>
        </w:rPr>
        <w:t xml:space="preserve"> جو نماز قائم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حالت رکوع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زکوٰة ادا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سورہ مائدہ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</w:t>
      </w:r>
      <w:r w:rsidR="00413EEC" w:rsidRPr="00A54383">
        <w:rPr>
          <w:rFonts w:hint="cs"/>
          <w:rtl/>
        </w:rPr>
        <w:t>58</w:t>
      </w:r>
      <w:r w:rsidRPr="00A54383">
        <w:rPr>
          <w:rFonts w:hint="cs"/>
          <w:rtl/>
        </w:rPr>
        <w:t xml:space="preserve"> ''۔اہلسنت کے اکثر مفسر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مانتے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حضرت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</w:t>
      </w:r>
      <w:r w:rsidRPr="007A0ACC">
        <w:rPr>
          <w:rFonts w:hint="eastAsia"/>
          <w:rtl/>
        </w:rPr>
        <w:t>وقت</w:t>
      </w:r>
      <w:r w:rsidRPr="007A0ACC">
        <w:rPr>
          <w:rtl/>
        </w:rPr>
        <w:t xml:space="preserve"> نازل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جب انہوں  نے حالت رکوع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سائل کو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انگل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انگھوٹھ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نکال کر بطور صدقہ د</w:t>
      </w:r>
      <w:r w:rsidRPr="007A0ACC">
        <w:rPr>
          <w:rFonts w:hint="cs"/>
          <w:rtl/>
        </w:rPr>
        <w:t>ی</w:t>
      </w:r>
      <w:r w:rsidRPr="007A0ACC">
        <w:rPr>
          <w:rtl/>
        </w:rPr>
        <w:t>۔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مصعب بن سعد اپنے والد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کے بغ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تبوک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کوچ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 جس پر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نے عرض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رسول اللہ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آپ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مج</w:t>
      </w:r>
      <w:r w:rsidRPr="007A0ACC">
        <w:rPr>
          <w:rFonts w:hint="eastAsia"/>
          <w:rtl/>
        </w:rPr>
        <w:t>ھے</w:t>
      </w:r>
      <w:r w:rsidRPr="007A0ACC">
        <w:rPr>
          <w:rtl/>
        </w:rPr>
        <w:t xml:space="preserve"> بچوں اور عورتوں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چھوڑ رہے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؟ آپ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: کہ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تم اس پر خوش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 کہ تمہ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مجھ سے وہ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نسبت ہے جو حضرت ہارون  کو جناب موس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سے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سوائے اس کے 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بعد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ہوگا ؟ </w:t>
      </w:r>
      <w:r w:rsidR="0017666E" w:rsidRPr="0017666E">
        <w:rPr>
          <w:rtl/>
          <w:lang w:bidi="ur-PK"/>
        </w:rPr>
        <w:t>(</w:t>
      </w:r>
      <w:r w:rsidR="00413EEC" w:rsidRPr="00A54383">
        <w:rPr>
          <w:rFonts w:hint="cs"/>
          <w:rtl/>
        </w:rPr>
        <w:t>28</w:t>
      </w:r>
      <w:r w:rsidR="0017666E" w:rsidRPr="00A54383">
        <w:rPr>
          <w:rFonts w:hint="cs"/>
          <w:rtl/>
        </w:rPr>
        <w:t>)</w:t>
      </w:r>
      <w:r w:rsidRPr="00A54383">
        <w:rPr>
          <w:rFonts w:hint="cs"/>
          <w:rtl/>
        </w:rPr>
        <w:t xml:space="preserve"> اس سے ثابت ہوتا ہے کہ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کو اس امت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وہ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حاصل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جو جناب ہارون  کو قوم بن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اسرائ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سوائے نبوت کے جو کہ قادر مطلق اللہ جلہ و شانہ نے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اسطرح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:''۔۔۔اور مقرر کردے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لئے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وز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کنبے سے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ہارون  کو جو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</w:t>
      </w:r>
      <w:r w:rsidRPr="007A0ACC">
        <w:rPr>
          <w:rtl/>
        </w:rPr>
        <w:t xml:space="preserve"> بھائ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اور مضبوط کردے تو اس کے ذر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عے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پشت کو اور شر</w:t>
      </w:r>
      <w:r w:rsidRPr="007A0ACC">
        <w:rPr>
          <w:rFonts w:hint="cs"/>
          <w:rtl/>
        </w:rPr>
        <w:t>ی</w:t>
      </w:r>
      <w:r w:rsidRPr="007A0ACC">
        <w:rPr>
          <w:rtl/>
        </w:rPr>
        <w:t>ک کردے تو اسکو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کام (نبوت)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....طہٰ ''آ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</w:t>
      </w:r>
      <w:r w:rsidR="00413EEC" w:rsidRPr="00A54383">
        <w:rPr>
          <w:rFonts w:hint="cs"/>
          <w:rtl/>
        </w:rPr>
        <w:t>25</w:t>
      </w:r>
      <w:r w:rsidRPr="00A54383">
        <w:rPr>
          <w:rFonts w:hint="cs"/>
          <w:rtl/>
        </w:rPr>
        <w:t>۔</w:t>
      </w:r>
      <w:r w:rsidR="00413EEC" w:rsidRPr="00A54383">
        <w:rPr>
          <w:rFonts w:hint="cs"/>
          <w:rtl/>
        </w:rPr>
        <w:t>32</w:t>
      </w:r>
      <w:r w:rsidRPr="00A54383">
        <w:rPr>
          <w:rFonts w:hint="cs"/>
          <w:rtl/>
        </w:rPr>
        <w:t xml:space="preserve"> ۔۔۔۔۔ اور اللہ نے موس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ٰ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دعاقبول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: اے موسٰ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تمہار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دعا قبول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(طٰہ </w:t>
      </w:r>
      <w:r w:rsidR="00413EEC" w:rsidRPr="00A54383">
        <w:rPr>
          <w:rFonts w:hint="cs"/>
          <w:rtl/>
        </w:rPr>
        <w:t>36</w:t>
      </w:r>
      <w:r w:rsidRPr="00A54383">
        <w:rPr>
          <w:rFonts w:hint="cs"/>
          <w:rtl/>
        </w:rPr>
        <w:t>) اور ہم نے موسٰ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کو کتاب عطا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ہم نے ان کے ساتھ ان کے بھائ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ہارون  کو ان کا وز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بنا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( فرقان </w:t>
      </w:r>
      <w:r w:rsidR="00413EEC" w:rsidRPr="00A54383">
        <w:rPr>
          <w:rFonts w:hint="cs"/>
          <w:rtl/>
        </w:rPr>
        <w:t>35</w:t>
      </w:r>
      <w:r w:rsidRPr="00A54383">
        <w:rPr>
          <w:rFonts w:hint="cs"/>
          <w:rtl/>
        </w:rPr>
        <w:t>)</w:t>
      </w:r>
    </w:p>
    <w:p w:rsidR="002D2453" w:rsidRDefault="002D2453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2D2453" w:rsidRDefault="002D2453" w:rsidP="00A54383">
      <w:pPr>
        <w:pStyle w:val="libNormal0"/>
      </w:pPr>
    </w:p>
    <w:p w:rsidR="009C4748" w:rsidRPr="007A0ACC" w:rsidRDefault="009C4748" w:rsidP="00A54383">
      <w:pPr>
        <w:pStyle w:val="libNormal0"/>
        <w:rPr>
          <w:rtl/>
        </w:rPr>
      </w:pPr>
      <w:r w:rsidRPr="007A0ACC">
        <w:rPr>
          <w:rFonts w:hint="cs"/>
          <w:rtl/>
        </w:rPr>
        <w:t>حضرت ع</w:t>
      </w:r>
      <w:r w:rsidRPr="007A0ACC">
        <w:rPr>
          <w:rFonts w:hint="eastAsia"/>
          <w:rtl/>
        </w:rPr>
        <w:t>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عہد ہ ٔ خلافت کے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حقدار تھے چونکہ بقو ل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وہ تمام صحابہ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سب سے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علم والے تھے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ابن عباس 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عمر ابن خطاب نے کہا : قرآن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تلاوت سب سے بہتر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باپ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ہم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سب سے بہتر 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صلہ</w:t>
      </w:r>
      <w:r w:rsidRPr="007A0ACC">
        <w:rPr>
          <w:rtl/>
        </w:rPr>
        <w:t xml:space="preserve"> کرنے والے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30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جو ا</w:t>
      </w:r>
      <w:r w:rsidRPr="007A0ACC">
        <w:rPr>
          <w:rFonts w:hint="eastAsia"/>
          <w:rtl/>
        </w:rPr>
        <w:t>حکام</w:t>
      </w:r>
      <w:r w:rsidRPr="007A0ACC">
        <w:rPr>
          <w:rtl/>
        </w:rPr>
        <w:t xml:space="preserve"> اور قوان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سب سے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جاننے والا ہو وہ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سب سے بہتر قاض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ہوتا ہے۔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ثبوت کاف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کہ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تمام صحابہ سے اعلم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سب سے اچھ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عقل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ہے کہ وہ 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شہر علم کے دروازہ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۔مستدرک عل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ابن عباس 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</w:t>
      </w:r>
      <w:r w:rsidRPr="007A0ACC">
        <w:rPr>
          <w:rFonts w:hint="eastAsia"/>
          <w:rtl/>
        </w:rPr>
        <w:t>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: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علم کا شہر ہوں اور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اسکا دروازہ ہے،جس کو علم حاصل کرنا ہے وہ دروازہ سے داخل ہو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31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ترمذ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حکمت کا شہر ہوں اور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اس کا دروازہ ہے 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32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۔مستدرک عل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اللہ کے رس</w:t>
      </w:r>
      <w:r w:rsidRPr="007A0ACC">
        <w:rPr>
          <w:rFonts w:hint="eastAsia"/>
          <w:rtl/>
        </w:rPr>
        <w:t>ول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: اے عل</w:t>
      </w:r>
      <w:r w:rsidRPr="007A0ACC">
        <w:rPr>
          <w:rFonts w:hint="cs"/>
          <w:rtl/>
        </w:rPr>
        <w:t>ی</w:t>
      </w:r>
      <w:r w:rsidRPr="007A0ACC">
        <w:rPr>
          <w:rtl/>
        </w:rPr>
        <w:t>!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بعد امت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 امور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ںاختلاف</w:t>
      </w:r>
      <w:r w:rsidRPr="007A0ACC">
        <w:rPr>
          <w:rtl/>
        </w:rPr>
        <w:t xml:space="preserve"> ہوگا،تم انکو صاف صاف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کروگے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33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۔اللہ کے رسول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سے نفرت کرنے کو منافق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نشان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قرار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مسلم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! اس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قسم جس نے دانہ کو شگافتہ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جس نے ٹھنڈ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ہوا</w:t>
      </w:r>
      <w:r w:rsidRPr="007A0ACC">
        <w:rPr>
          <w:rtl/>
        </w:rPr>
        <w:t xml:space="preserve"> چلائ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</w:t>
      </w:r>
      <w:r w:rsidRPr="007A0ACC">
        <w:rPr>
          <w:rtl/>
        </w:rPr>
        <w:t xml:space="preserve">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قسم کھا کر مجھ سے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: اے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منافق کے سوا تجھ سے دشمن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کرے گا اور مومن کے سوا تجھ سے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محبت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کرے گا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3</w:t>
      </w:r>
      <w:r w:rsidR="00A54383" w:rsidRPr="00A54383">
        <w:rPr>
          <w:rStyle w:val="libFootnotenumChar"/>
          <w:rFonts w:hint="cs"/>
          <w:rtl/>
        </w:rPr>
        <w:t>4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۔ </w:t>
      </w:r>
    </w:p>
    <w:p w:rsidR="002D2453" w:rsidRDefault="009C4748" w:rsidP="001F1C96">
      <w:pPr>
        <w:pStyle w:val="libNormal0"/>
        <w:rPr>
          <w:rtl/>
        </w:rPr>
      </w:pPr>
      <w:r w:rsidRPr="007A0ACC">
        <w:rPr>
          <w:rtl/>
        </w:rPr>
        <w:t xml:space="preserve">    اگر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اپنے بعد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جانش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مقرر و نامزد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تو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امت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فرض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تھا کہ وہ سب سے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علم والے اور سب سے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اعل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صفات والے شخص کو اپنا  رہبر چنتے؟ ہم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پہلے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ثابت کرچکے کہ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تمام صحابہ کرام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اعلم تھے۔ جب </w:t>
      </w:r>
      <w:r w:rsidRPr="007A0ACC">
        <w:rPr>
          <w:rFonts w:hint="eastAsia"/>
          <w:rtl/>
        </w:rPr>
        <w:t>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ان کو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مسئلہ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آتا تھا تو وہ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رجوع کرتے تھے۔سنن ابن داوئود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ابن عباس 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عمر ابن خطاب نے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ذہن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مرض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="001F1C96">
        <w:rPr>
          <w:rFonts w:hint="cs"/>
          <w:rtl/>
        </w:rPr>
        <w:t xml:space="preserve"> </w:t>
      </w:r>
      <w:r w:rsidRPr="007A0ACC">
        <w:rPr>
          <w:rFonts w:hint="eastAsia"/>
          <w:rtl/>
        </w:rPr>
        <w:t>مب</w:t>
      </w:r>
      <w:r w:rsidR="001F1C96">
        <w:rPr>
          <w:rFonts w:hint="cs"/>
          <w:rtl/>
        </w:rPr>
        <w:t>ت</w:t>
      </w:r>
      <w:r w:rsidRPr="007A0ACC">
        <w:rPr>
          <w:rFonts w:hint="eastAsia"/>
          <w:rtl/>
        </w:rPr>
        <w:t>لا</w:t>
      </w:r>
      <w:r w:rsidRPr="007A0ACC">
        <w:rPr>
          <w:rtl/>
        </w:rPr>
        <w:t xml:space="preserve"> عورت کو جس نے بدکار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سنگسار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حکم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۔ </w:t>
      </w:r>
    </w:p>
    <w:p w:rsidR="002D2453" w:rsidRDefault="002D2453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2D2453" w:rsidRDefault="002D2453" w:rsidP="009C4748">
      <w:pPr>
        <w:pStyle w:val="libNormal0"/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>حضرت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ابن اب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طالب  کوجب اس کا علم ہوا کے توآپ اس کو اپنے ساتھ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کر</w:t>
      </w:r>
      <w:r w:rsidRPr="007A0ACC">
        <w:rPr>
          <w:rtl/>
        </w:rPr>
        <w:t xml:space="preserve"> عمر ابن خطاب کے پاس پہنچے اور ان سے کہا: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تمہ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معلوم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کہ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طبقے سزا سے بر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ں،پاگل</w:t>
      </w:r>
      <w:r w:rsidRPr="007A0ACC">
        <w:rPr>
          <w:rtl/>
        </w:rPr>
        <w:t xml:space="preserve"> جب تک کہ وہ ٹھ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نہ ہوجائے،سو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ہوا جب تک کہ وہ 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ند</w:t>
      </w:r>
      <w:r w:rsidRPr="007A0ACC">
        <w:rPr>
          <w:rtl/>
        </w:rPr>
        <w:t xml:space="preserve"> سے اٹھ نہ جائے اور چھوٹا بچہ جب تک کہ وہ عقل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طور سے بالغ نہ ہوجائے ؟ انہوںنے ک</w:t>
      </w:r>
      <w:r w:rsidRPr="007A0ACC">
        <w:rPr>
          <w:rFonts w:hint="eastAsia"/>
          <w:rtl/>
        </w:rPr>
        <w:t>ہا</w:t>
      </w:r>
      <w:r w:rsidRPr="007A0ACC">
        <w:rPr>
          <w:rtl/>
        </w:rPr>
        <w:t xml:space="preserve"> ،ہاں۔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نے کہا پھر اس عورت کو سنگسار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حکم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؟ عمر ابن خطاب خاموش ہوگئے۔عورت چھوڑد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عمر تکب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پڑھتے رہے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3</w:t>
      </w:r>
      <w:r w:rsidR="00413EEC" w:rsidRPr="00A54383">
        <w:rPr>
          <w:rStyle w:val="libFootnotenumChar"/>
          <w:rFonts w:hint="cs"/>
          <w:rtl/>
        </w:rPr>
        <w:t>5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۔بخار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 واقعہ کا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حصہ درج ہے۔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3</w:t>
      </w:r>
      <w:r w:rsidR="00413EEC" w:rsidRPr="00A54383">
        <w:rPr>
          <w:rStyle w:val="libFootnotenumChar"/>
          <w:rFonts w:hint="cs"/>
          <w:rtl/>
        </w:rPr>
        <w:t>6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اس کے علاوہ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زاہدوں کے امام ہونے کے 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سے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مشہور تھے اور وہ بلندحوصلہ اور مد مقابل کو للکارنے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بہت مشہور تھے،ہر اسلام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معرکہ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سے لڑتے لڑتے انہوں نے 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صلہ</w:t>
      </w:r>
      <w:r w:rsidRPr="007A0ACC">
        <w:rPr>
          <w:rtl/>
        </w:rPr>
        <w:t xml:space="preserve"> کن رول ادا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ہے،جنگ بدر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انہوں نے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ذوالفقار سے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tl/>
        </w:rPr>
        <w:t xml:space="preserve"> قر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بہادروں کو تہہ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</w:t>
      </w:r>
      <w:r w:rsidRPr="007A0ACC">
        <w:rPr>
          <w:rtl/>
        </w:rPr>
        <w:t xml:space="preserve"> احد اور حن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جنگوں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انہوں نے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حفاظت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خاطر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جان ہتھ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پر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کرتار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اقدام کئے جب کہ بہت سے صحاب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دان</w:t>
      </w:r>
      <w:r w:rsidRPr="007A0ACC">
        <w:rPr>
          <w:rtl/>
        </w:rPr>
        <w:t xml:space="preserve"> جنگ سے راہ ِفرار اخت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ار</w:t>
      </w:r>
      <w:r w:rsidRPr="007A0ACC">
        <w:rPr>
          <w:rtl/>
        </w:rPr>
        <w:t xml:space="preserve"> کر گئے تھے ! جنگ خندق (موتہ)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ںانہوں</w:t>
      </w:r>
      <w:r w:rsidRPr="007A0ACC">
        <w:rPr>
          <w:rtl/>
        </w:rPr>
        <w:t xml:space="preserve"> نے مشرکوں کے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</w:t>
      </w:r>
      <w:r w:rsidRPr="007A0ACC">
        <w:rPr>
          <w:rtl/>
        </w:rPr>
        <w:t xml:space="preserve"> قامت س</w:t>
      </w:r>
      <w:r w:rsidRPr="007A0ACC">
        <w:rPr>
          <w:rFonts w:hint="eastAsia"/>
          <w:rtl/>
        </w:rPr>
        <w:t>ردار</w:t>
      </w:r>
      <w:r w:rsidRPr="007A0ACC">
        <w:rPr>
          <w:rtl/>
        </w:rPr>
        <w:t xml:space="preserve"> عمر ابن عبدود کو للکار کر اس وقت واصل نار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جب کہ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بار پکارنے پر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صحاب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ہمت کرکے اسکا مقابلہ نہ کر سکا، حالانکہ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اس وقت 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سب سے چھوٹے تھے، جنگ خ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بر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اللہ نے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کے ہاتھوں کام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عطا کرکے درِ خ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بر</w:t>
      </w:r>
      <w:r w:rsidRPr="007A0ACC">
        <w:rPr>
          <w:rtl/>
        </w:rPr>
        <w:t xml:space="preserve"> کو مسلمانوں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کھول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جب کہ بہت سے صحابہ اکٹھے مل کر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اسکو کھول نہ سکے۔ </w:t>
      </w:r>
    </w:p>
    <w:p w:rsidR="002D245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صحابہ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ںجو</w:t>
      </w:r>
      <w:r w:rsidRPr="007A0ACC">
        <w:rPr>
          <w:rtl/>
        </w:rPr>
        <w:t xml:space="preserve"> منزلت ومقام حضرت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کا ہے وہ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، زمانۂ جاہل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آپ نے بتوں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پرستش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۔ آپ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خاص ترب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انسان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کے سب سے اعل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معلم محمد عرب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ہاتھوں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،جن کے وجود ِمقدس سے وہ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لمحہ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الگ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رہے۔جب آنحضرت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رحلت فرمائ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خدمت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تھے۔عل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ہم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شہ</w:t>
      </w:r>
      <w:r w:rsidRPr="007A0ACC">
        <w:rPr>
          <w:rtl/>
        </w:rPr>
        <w:t xml:space="preserve"> آنجناب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سے علم و دانش حاصل کرتے رہے۔ اسلئے وہ آنجن</w:t>
      </w:r>
      <w:r w:rsidRPr="007A0ACC">
        <w:rPr>
          <w:rtl/>
        </w:rPr>
        <w:t xml:space="preserve">اب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علم و حکمت کے دروازہ کے حقدار اور ان کے بھائ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</w:t>
      </w:r>
    </w:p>
    <w:p w:rsidR="002D2453" w:rsidRDefault="002D2453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Default="009C4748" w:rsidP="00D756D9">
      <w:pPr>
        <w:pStyle w:val="libNormal0"/>
        <w:rPr>
          <w:rtl/>
        </w:rPr>
      </w:pPr>
      <w:r w:rsidRPr="007A0ACC">
        <w:rPr>
          <w:rFonts w:hint="eastAsia"/>
          <w:rtl/>
        </w:rPr>
        <w:t>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 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عبدللہ ابن عمر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جب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صحابہ کے درم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بھائ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چارہ قائم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آنسوں بھر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آنکھوں کے ساتھ آئے اور کہا! اے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آپ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اپنے صحابہ کرام کے درم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بھائ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چارہ قائم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مجھے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بھائ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بنا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۔اللہ </w:t>
      </w:r>
      <w:r w:rsidRPr="007A0ACC">
        <w:rPr>
          <w:rFonts w:hint="eastAsia"/>
          <w:rtl/>
        </w:rPr>
        <w:t>کے</w:t>
      </w:r>
      <w:r w:rsidRPr="007A0ACC">
        <w:rPr>
          <w:rtl/>
        </w:rPr>
        <w:t xml:space="preserve">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: اے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تم دن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آخرت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بھائ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37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کہ اللہ کے رسول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: اے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تم مجھ سے ہو اور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تم سے ہوں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38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کو بہت 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خوب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بنا پر صحابہ پر فوق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مستدرک عل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حاکم نے احمدبن حنب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ہے:''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صحابہ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ابن اب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طالب ٭جتن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فض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لتوں</w:t>
      </w:r>
      <w:r w:rsidRPr="007A0ACC">
        <w:rPr>
          <w:rtl/>
        </w:rPr>
        <w:t xml:space="preserve"> کے حامل تھے،اتنا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تھا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39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ترمذ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:،'' اللہ نے مجھ سے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:کہ فاطمہ  کا نکاح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سے انجام دو</w:t>
      </w:r>
      <w:r w:rsidR="0017666E" w:rsidRPr="00D756D9">
        <w:rPr>
          <w:rStyle w:val="libFootnotenumChar"/>
          <w:rtl/>
        </w:rPr>
        <w:t>(</w:t>
      </w:r>
      <w:r w:rsidR="00A54383" w:rsidRPr="00A54383">
        <w:rPr>
          <w:rStyle w:val="libFootnotenumChar"/>
          <w:rFonts w:hint="cs"/>
          <w:rtl/>
        </w:rPr>
        <w:t>4</w:t>
      </w:r>
      <w:r w:rsidR="00413EEC" w:rsidRPr="00413EEC">
        <w:rPr>
          <w:rStyle w:val="libFootnotenumChar"/>
          <w:rFonts w:hint="cs"/>
          <w:rtl/>
        </w:rPr>
        <w:t>0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۔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اسکے بعد ہوا ج</w:t>
      </w:r>
      <w:r w:rsidRPr="007A0ACC">
        <w:rPr>
          <w:rFonts w:hint="eastAsia"/>
          <w:rtl/>
        </w:rPr>
        <w:t>ب</w:t>
      </w:r>
      <w:r w:rsidRPr="007A0ACC">
        <w:rPr>
          <w:rtl/>
        </w:rPr>
        <w:t xml:space="preserve"> رسول اللہ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بہت سے صحابہ کا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غام</w:t>
      </w:r>
      <w:r w:rsidRPr="007A0ACC">
        <w:rPr>
          <w:rtl/>
        </w:rPr>
        <w:t xml:space="preserve"> ِ نکاح رد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جنہوں نے انکا ہاتھ مانگا تھا تاکہ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ںاس</w:t>
      </w:r>
      <w:r w:rsidRPr="007A0ACC">
        <w:rPr>
          <w:rtl/>
        </w:rPr>
        <w:t xml:space="preserve"> خاتونِ پاک سے نکاح کرنے کا شرف حاصل ہو جائے جو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کا حصہ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ں،مومن</w:t>
      </w:r>
      <w:r w:rsidRPr="007A0ACC">
        <w:rPr>
          <w:rtl/>
        </w:rPr>
        <w:t xml:space="preserve"> عورتوں اور اہل جنت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سردار اور وہ خاتون جس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ناراضگ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اللہ ناراض ہوتا ہے۔اسلئے سچ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کہا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کہ ،'' اگر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دا</w:t>
      </w:r>
      <w:r w:rsidRPr="007A0ACC">
        <w:rPr>
          <w:rtl/>
        </w:rPr>
        <w:t xml:space="preserve"> نہ ہوتے،فاطمہ  کا کفو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 ہوتا</w:t>
      </w:r>
      <w:r w:rsidR="0017666E" w:rsidRPr="00D756D9">
        <w:rPr>
          <w:rStyle w:val="libFootnotenumChar"/>
          <w:rtl/>
        </w:rPr>
        <w:t>(</w:t>
      </w:r>
      <w:r w:rsidR="00A54383" w:rsidRPr="00A54383">
        <w:rPr>
          <w:rStyle w:val="libFootnotenumChar"/>
          <w:rFonts w:hint="cs"/>
          <w:rtl/>
        </w:rPr>
        <w:t>4</w:t>
      </w:r>
      <w:r w:rsidR="00413EEC" w:rsidRPr="00413EEC">
        <w:rPr>
          <w:rStyle w:val="libFootnotenumChar"/>
          <w:rFonts w:hint="cs"/>
          <w:rtl/>
        </w:rPr>
        <w:t>1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''۔ اوپر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کئے گئے واقعات سے صاف ظاہر ہوتا ہے کہ اگر خلافت کا چنائو 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قتاً</w:t>
      </w:r>
      <w:r w:rsidRPr="007A0ACC">
        <w:rPr>
          <w:rtl/>
        </w:rPr>
        <w:t xml:space="preserve"> لوگوں کے ہاتھوں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ہوتا، توعل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تمام صحابہ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سر فہرست ہوتے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وہ خلافت کے سب سے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حقدار تھے۔</w:t>
      </w:r>
    </w:p>
    <w:p w:rsidR="00646088" w:rsidRPr="00646088" w:rsidRDefault="00646088" w:rsidP="00646088">
      <w:pPr>
        <w:pStyle w:val="libNormal"/>
        <w:rPr>
          <w:rtl/>
        </w:rPr>
      </w:pPr>
    </w:p>
    <w:p w:rsidR="009C4748" w:rsidRPr="007A0ACC" w:rsidRDefault="009C4748" w:rsidP="00572406">
      <w:pPr>
        <w:pStyle w:val="Heading2Center"/>
        <w:rPr>
          <w:rtl/>
        </w:rPr>
      </w:pPr>
      <w:r w:rsidRPr="007A0ACC">
        <w:rPr>
          <w:rtl/>
        </w:rPr>
        <w:t xml:space="preserve">   </w:t>
      </w:r>
      <w:bookmarkStart w:id="17" w:name="_Toc447620005"/>
      <w:r w:rsidRPr="007A0ACC">
        <w:rPr>
          <w:rtl/>
        </w:rPr>
        <w:t>مسلمانوں</w:t>
      </w:r>
      <w:r w:rsidR="00572406">
        <w:rPr>
          <w:rFonts w:hint="cs"/>
          <w:rtl/>
        </w:rPr>
        <w:t xml:space="preserve"> </w:t>
      </w:r>
      <w:r w:rsidRPr="007A0ACC">
        <w:rPr>
          <w:rtl/>
        </w:rPr>
        <w:t>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اکثر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نے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کے متعلق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مخالفت ک</w:t>
      </w:r>
      <w:r w:rsidRPr="007A0ACC">
        <w:rPr>
          <w:rFonts w:hint="cs"/>
          <w:rtl/>
        </w:rPr>
        <w:t>ی</w:t>
      </w:r>
      <w:bookmarkEnd w:id="17"/>
    </w:p>
    <w:p w:rsidR="002D245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  ہم نے پہلے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وہ دلائل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کئے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 سے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کا حق ِولا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ثابت ہوتا ہے جنم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بارہ اماموں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امامت خصوص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طور پرواضح وآشکار ہے ہے جو کہ وصال ِ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بعد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سے شروع ہوت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صلہ</w:t>
      </w:r>
      <w:r w:rsidRPr="007A0ACC">
        <w:rPr>
          <w:rtl/>
        </w:rPr>
        <w:t xml:space="preserve"> کن سوال کا جواب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نا</w:t>
      </w:r>
      <w:r w:rsidRPr="007A0ACC">
        <w:rPr>
          <w:rtl/>
        </w:rPr>
        <w:t xml:space="preserve"> باق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تاکہ صد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سے جار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عہ،سن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اختلاف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</w:t>
      </w:r>
      <w:r w:rsidRPr="007A0ACC">
        <w:rPr>
          <w:rtl/>
        </w:rPr>
        <w:t xml:space="preserve"> کا ازالہ ہوسکے ۔سوال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ہے :'' اگر قد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سے اہل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امامت صر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طور پر ثابت ہے، توک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اور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خلافت دوسروں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حصے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آگئ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؟ک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صحابہ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ہر اس فرمان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تعم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کرتے تھے جس کاوہ ان کوحکم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تے</w:t>
      </w:r>
      <w:r w:rsidRPr="007A0ACC">
        <w:rPr>
          <w:rtl/>
        </w:rPr>
        <w:t xml:space="preserve"> تھے؟</w:t>
      </w:r>
    </w:p>
    <w:p w:rsidR="002D2453" w:rsidRDefault="002D2453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 اس سوال کا جواب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نے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ہم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ِ اسلام کے ابتدائ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دور کے کچھ واقعات سامنے لانے ہونگے جنہوں نے تار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اسلام کا رخ موڑنے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بہت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اہم رول ادا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تاکہ قار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آخر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خود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اپنا 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صلہ</w:t>
      </w:r>
      <w:r w:rsidRPr="007A0ACC">
        <w:rPr>
          <w:rtl/>
        </w:rPr>
        <w:t xml:space="preserve"> سنائے۔ 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آئے کچھ اہم واقعات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:</w:t>
      </w:r>
    </w:p>
    <w:p w:rsidR="00572406" w:rsidRPr="00572406" w:rsidRDefault="00572406" w:rsidP="00572406">
      <w:pPr>
        <w:pStyle w:val="libNormal"/>
        <w:rPr>
          <w:rtl/>
        </w:rPr>
      </w:pPr>
    </w:p>
    <w:p w:rsidR="009C4748" w:rsidRPr="00572406" w:rsidRDefault="009C4748" w:rsidP="00572406">
      <w:pPr>
        <w:pStyle w:val="Heading2Center"/>
        <w:rPr>
          <w:rtl/>
        </w:rPr>
      </w:pPr>
      <w:r w:rsidRPr="00572406">
        <w:rPr>
          <w:rtl/>
        </w:rPr>
        <w:t xml:space="preserve"> </w:t>
      </w:r>
      <w:bookmarkStart w:id="18" w:name="_Toc447620006"/>
      <w:r w:rsidRPr="00572406">
        <w:rPr>
          <w:rtl/>
        </w:rPr>
        <w:t>(</w:t>
      </w:r>
      <w:r w:rsidR="00413EEC" w:rsidRPr="00413EEC">
        <w:rPr>
          <w:rFonts w:hint="cs"/>
          <w:rtl/>
          <w:lang w:bidi="ur-PK"/>
        </w:rPr>
        <w:t>1</w:t>
      </w:r>
      <w:r w:rsidRPr="00572406">
        <w:rPr>
          <w:rFonts w:hint="cs"/>
          <w:rtl/>
        </w:rPr>
        <w:t xml:space="preserve">)کچھ صحابہ نے اللہ کے رسول </w:t>
      </w:r>
      <w:r w:rsidR="007317F7" w:rsidRPr="007317F7">
        <w:rPr>
          <w:rFonts w:hint="cs"/>
          <w:rtl/>
        </w:rPr>
        <w:t>(ص)</w:t>
      </w:r>
      <w:r w:rsidRPr="00572406">
        <w:rPr>
          <w:rFonts w:hint="cs"/>
          <w:rtl/>
        </w:rPr>
        <w:t xml:space="preserve"> کو وصی</w:t>
      </w:r>
      <w:r w:rsidRPr="00572406">
        <w:rPr>
          <w:rFonts w:hint="eastAsia"/>
          <w:rtl/>
        </w:rPr>
        <w:t>ت</w:t>
      </w:r>
      <w:r w:rsidRPr="00572406">
        <w:rPr>
          <w:rtl/>
        </w:rPr>
        <w:t xml:space="preserve"> لکھنے سے روکا:۔</w:t>
      </w:r>
      <w:bookmarkEnd w:id="18"/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حادثہ کے متعلق چھ (6 )ب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موجود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ںجو</w:t>
      </w:r>
      <w:r w:rsidRPr="007A0ACC">
        <w:rPr>
          <w:rtl/>
        </w:rPr>
        <w:t xml:space="preserve"> وصال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چار دن پہلے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آئے۔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ابن عباس 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کہ انہوں نے کہا:پنجشنبہ کا دن ! ہائے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د ن تھا! رسول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درد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اضافہ ہوا،تو انہوں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،''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پاس کچھ لائو تاکہ تمہارے لئے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نوشتہ لکھ دوں جو تمہ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کے بعدکبھ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گمراہ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ہونے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>۔''انہوں نے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سامنے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دوسرے سے تنازعہ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ا،اور</w:t>
      </w:r>
      <w:r w:rsidRPr="007A0ACC">
        <w:rPr>
          <w:rtl/>
        </w:rPr>
        <w:t xml:space="preserve">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سامنے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تنازعہ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کرنا چاہئے۔انہوں نے کہا ،' ان کو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ہوگ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؟!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ان کو ہذ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ہوا ہے؟ (استغفر اللہ ) جس پر رسول اکرم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:مجھے اک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لا</w:t>
      </w:r>
      <w:r w:rsidRPr="007A0ACC">
        <w:rPr>
          <w:rtl/>
        </w:rPr>
        <w:t xml:space="preserve"> چھوڑدو ،جو درد مجھے ہورہا ہے وہ اس سے بہتر ہے جس </w:t>
      </w:r>
      <w:r w:rsidRPr="007A0ACC">
        <w:rPr>
          <w:rFonts w:hint="eastAsia"/>
          <w:rtl/>
        </w:rPr>
        <w:t>کا</w:t>
      </w:r>
      <w:r w:rsidRPr="007A0ACC">
        <w:rPr>
          <w:rtl/>
        </w:rPr>
        <w:t xml:space="preserve"> تم مجھے الزام دے رہے ہو'' </w:t>
      </w:r>
      <w:r w:rsidR="0017666E" w:rsidRPr="00D756D9">
        <w:rPr>
          <w:rStyle w:val="libFootnotenumChar"/>
          <w:rtl/>
        </w:rPr>
        <w:t>(</w:t>
      </w:r>
      <w:r w:rsidR="00A54383" w:rsidRPr="00A54383">
        <w:rPr>
          <w:rStyle w:val="libFootnotenumChar"/>
          <w:rFonts w:hint="cs"/>
          <w:rtl/>
        </w:rPr>
        <w:t>4</w:t>
      </w:r>
      <w:r w:rsidR="00413EEC" w:rsidRPr="00413EEC">
        <w:rPr>
          <w:rStyle w:val="libFootnotenumChar"/>
          <w:rFonts w:hint="cs"/>
          <w:rtl/>
        </w:rPr>
        <w:t>2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</w:t>
      </w:r>
    </w:p>
    <w:p w:rsidR="002D2453" w:rsidRPr="00A5438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دوسرے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ابن عباس  سے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انہوں نے کہا: جب رسول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کا وقت رحلت قر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</w:t>
      </w:r>
      <w:r w:rsidRPr="007A0ACC">
        <w:rPr>
          <w:rtl/>
        </w:rPr>
        <w:t xml:space="preserve"> پہنچا،وہاں کچھ لوگ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تھے تو آنجناب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،'چلو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تمہارے لئے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نوشتہ لکھ دوں جس سے تم کبھ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گمراہ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ہوگے،ان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کچھ نے کہا کہ رسول خد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 درد کا غلبہ ہوگ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اہے،</w:t>
      </w:r>
      <w:r w:rsidRPr="007A0ACC">
        <w:rPr>
          <w:rtl/>
        </w:rPr>
        <w:t xml:space="preserve"> اور تمہارے پاس قرآن ہے۔ہمارے لئے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 کاف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ہے۔رسول کے پاس جمع لوگوں نے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دوسرے سے اختلاف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تنا زعہ اٹھ کھڑا ہو۔ان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کچھ نے کہا کہ اللہ کا رسول جو لکھنا چاہتا ہے اسے لکھنے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جائے ،جبکہ باق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دُہرا رہے تھ</w:t>
      </w:r>
      <w:r w:rsidRPr="007A0ACC">
        <w:rPr>
          <w:rFonts w:hint="eastAsia"/>
          <w:rtl/>
        </w:rPr>
        <w:t>ے</w:t>
      </w:r>
      <w:r w:rsidRPr="007A0ACC">
        <w:rPr>
          <w:rtl/>
        </w:rPr>
        <w:t xml:space="preserve"> جو حضرت عمر نے کہا تھا۔جب ان کاشور اور اختلاف بہت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بڑھ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ا،تواللہ</w:t>
      </w:r>
      <w:r w:rsidRPr="007A0ACC">
        <w:rPr>
          <w:rtl/>
        </w:rPr>
        <w:t xml:space="preserve">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کہا،'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سے چلے جائو! '' ۔عب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اللہ نے کہا،'' ابن عباس  کہا کرتے تھے،عظ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مص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بت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وہ،کہ جب لوگوں کے اختلاف اور جھگڑے نے اللہ کے رسول کو وص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لکھنے سے روک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''</w:t>
      </w:r>
      <w:r w:rsidR="0017666E" w:rsidRPr="00D756D9">
        <w:rPr>
          <w:rStyle w:val="libFootnotenumChar"/>
          <w:rtl/>
        </w:rPr>
        <w:t>(</w:t>
      </w:r>
      <w:r w:rsidR="00A54383" w:rsidRPr="00A54383">
        <w:rPr>
          <w:rStyle w:val="libFootnotenumChar"/>
          <w:rFonts w:hint="cs"/>
          <w:rtl/>
        </w:rPr>
        <w:t>4</w:t>
      </w:r>
      <w:r w:rsidR="00413EEC" w:rsidRPr="00413EEC">
        <w:rPr>
          <w:rStyle w:val="libFootnotenumChar"/>
          <w:rFonts w:hint="cs"/>
          <w:rtl/>
        </w:rPr>
        <w:t>3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۔</w:t>
      </w:r>
    </w:p>
    <w:p w:rsidR="002D2453" w:rsidRDefault="002D2453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سرے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ابن عباس 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جب رسول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کا وقت وصال نزد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تو وہاں کچھ لوگ تھے جنم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عمر ابن خطاب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تھے۔اللہ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</w:t>
      </w:r>
      <w:r w:rsidRPr="007A0ACC">
        <w:rPr>
          <w:rtl/>
        </w:rPr>
        <w:t>' چلو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تمہارے لئے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نوشتہ لکھ دوں جس سے تم کبھ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گمراہ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ہو۔ عمر ابن خطاب نے کہا ،' ر</w:t>
      </w:r>
      <w:r w:rsidRPr="007A0ACC">
        <w:rPr>
          <w:rFonts w:hint="eastAsia"/>
          <w:rtl/>
        </w:rPr>
        <w:t>سول</w:t>
      </w:r>
      <w:r w:rsidRPr="007A0ACC">
        <w:rPr>
          <w:rtl/>
        </w:rPr>
        <w:t xml:space="preserve">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 درد کا غلبہ ہوا ہے ا س وجہ سے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رہے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ہمارے لئے قرآن کاف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،وہاں جمع لوگوں کے درم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اختلاف اور نزاع ہوگ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۔کچھ لوگ کہہ رہے تھے کہ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حکم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تعم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کرنا ضرور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تاکہ رسول اکرم جو کچھ چاہ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وہ تحر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فرماد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،باق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عمر ابن خطاب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بات دہرا رہے تھے۔جب انکا اختلاف اور جھگڑا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سامنے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tl/>
        </w:rPr>
        <w:t xml:space="preserve"> ہوا تو انہوں نے کہا !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پاس سے چلے جائو ! 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ابن عبا س ہم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شہ</w:t>
      </w:r>
      <w:r w:rsidRPr="007A0ACC">
        <w:rPr>
          <w:rtl/>
        </w:rPr>
        <w:t xml:space="preserve"> کہتے رہے کہ ہائے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بت،سب</w:t>
      </w:r>
      <w:r w:rsidRPr="007A0ACC">
        <w:rPr>
          <w:rtl/>
        </w:rPr>
        <w:t xml:space="preserve"> 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بڑ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بت</w:t>
      </w:r>
      <w:r w:rsidRPr="007A0ACC">
        <w:rPr>
          <w:rtl/>
        </w:rPr>
        <w:t xml:space="preserve"> جب لوگ اختلاف اور جھگڑے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وجہ سے رسول اور وص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کے درم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اں</w:t>
      </w:r>
      <w:r w:rsidRPr="007A0ACC">
        <w:rPr>
          <w:rtl/>
        </w:rPr>
        <w:t xml:space="preserve"> حائل ہوئے۔(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آپس کو وص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نہ لکھنے 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)   </w:t>
      </w:r>
      <w:r w:rsidR="0017666E" w:rsidRPr="00D756D9">
        <w:rPr>
          <w:rStyle w:val="libFootnotenumChar"/>
          <w:rtl/>
        </w:rPr>
        <w:t>(</w:t>
      </w:r>
      <w:r w:rsidR="00A54383" w:rsidRPr="00A54383">
        <w:rPr>
          <w:rStyle w:val="libFootnotenumChar"/>
          <w:rFonts w:hint="cs"/>
          <w:rtl/>
        </w:rPr>
        <w:t>44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۔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مسلم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درج ہے کہ انہوں نے کہا۔۔۔۔ کہ ا للہ کا رسول ہذ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بک رہا ہے</w:t>
      </w:r>
      <w:r w:rsidR="0017666E" w:rsidRPr="00D756D9">
        <w:rPr>
          <w:rStyle w:val="libFootnotenumChar"/>
          <w:rtl/>
        </w:rPr>
        <w:t>(</w:t>
      </w:r>
      <w:r w:rsidR="00A54383" w:rsidRPr="00A54383">
        <w:rPr>
          <w:rStyle w:val="libFootnotenumChar"/>
          <w:rFonts w:hint="cs"/>
          <w:rtl/>
        </w:rPr>
        <w:t>4</w:t>
      </w:r>
      <w:r w:rsidR="00413EEC" w:rsidRPr="00A54383">
        <w:rPr>
          <w:rStyle w:val="libFootnotenumChar"/>
          <w:rFonts w:hint="cs"/>
          <w:rtl/>
        </w:rPr>
        <w:t>5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 ۔(</w:t>
      </w:r>
      <w:r w:rsidRPr="007A0ACC">
        <w:rPr>
          <w:rFonts w:hint="eastAsia"/>
          <w:rtl/>
        </w:rPr>
        <w:t>استغفر</w:t>
      </w:r>
      <w:r w:rsidRPr="007A0ACC">
        <w:rPr>
          <w:rtl/>
        </w:rPr>
        <w:t xml:space="preserve"> اللہ ،مترجم)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Fonts w:hint="eastAsia"/>
          <w:rtl/>
        </w:rPr>
        <w:t>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اسطرح درج ہے: ۔۔۔۔۔۔۔عمر ابن خطاب نے کہا کہ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 درد کا غلبہ ہوا ہے،ہمارے لئے قرآن ہے،اللہ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 کاف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</w:t>
      </w:r>
      <w:r w:rsidR="0017666E" w:rsidRPr="00D756D9">
        <w:rPr>
          <w:rStyle w:val="libFootnotenumChar"/>
          <w:rtl/>
        </w:rPr>
        <w:t>(</w:t>
      </w:r>
      <w:r w:rsidR="00A54383" w:rsidRPr="00A54383">
        <w:rPr>
          <w:rStyle w:val="libFootnotenumChar"/>
          <w:rFonts w:hint="cs"/>
          <w:rtl/>
        </w:rPr>
        <w:t>4</w:t>
      </w:r>
      <w:r w:rsidR="00413EEC" w:rsidRPr="00A54383">
        <w:rPr>
          <w:rStyle w:val="libFootnotenumChar"/>
          <w:rFonts w:hint="cs"/>
          <w:rtl/>
        </w:rPr>
        <w:t>6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آپ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کھتے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اس آخر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لفظ ''ہذ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'' درد کے غلبہ سے بدل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ہے۔ اوپر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کئے گئے واقعات پر غو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و فکر کرنے سے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ثابت ہوتا ہے کہ وہ عمر ابن خطاب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تھے جنہوں نے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ساتھ لفظ 'ہذ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>' منسوب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ان کا ساتھ وہاں موجود کچھ صحابہ نے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جس سے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بہت ناراض ہوئے اور انکو ''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 پاس سے چلے جائو''  کہکرکر وہاںسے نکال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</w:t>
      </w:r>
    </w:p>
    <w:p w:rsidR="002D245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قت</w:t>
      </w:r>
      <w:r w:rsidRPr="007A0ACC">
        <w:rPr>
          <w:rtl/>
        </w:rPr>
        <w:t xml:space="preserve"> تو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ہے کہ اس حادثہ سے بلا شک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تاثر ملتا ہے کہ عظمت والے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شان کو ٹھ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tl/>
        </w:rPr>
        <w:t xml:space="preserve"> پہنچ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ہے۔جب مجھے اسکا پتہ چلا تو بہت صدمہ ہوا ،اور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سے کہہ سکتا ہوں کہ اہلسنت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اکثر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اس حادثہ کے اثرات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تباہ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باوجود اس سے بے خبر ہے۔</w:t>
      </w:r>
    </w:p>
    <w:p w:rsidR="002D2453" w:rsidRDefault="002D2453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2D2453" w:rsidRDefault="002D2453" w:rsidP="009C4748">
      <w:pPr>
        <w:pStyle w:val="libNormal0"/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کچھ حضرات جن کوم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اس کے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آاگاہ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نے تو انہوں نے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 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نے خدا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قسم کھا کر کہا کہ اگر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واقعہ کا تھوڑا سا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ثبوت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ملا،تو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پر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کروں گا۔کچھ نے اس واقعہ پر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مگر جب انکو پتہ چلا کہ رسول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پر سب سے پہلے ہذ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کا الزام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نے</w:t>
      </w:r>
      <w:r w:rsidRPr="007A0ACC">
        <w:rPr>
          <w:rtl/>
        </w:rPr>
        <w:t xml:space="preserve"> والے عمر ابن خطاب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تو انہوں نے اسے ماننے سے انکار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 وہ اس حد تک گئے کہ وہ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 پر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جس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واقعات درج ہوں جن سے ان کے مطابق ن</w:t>
      </w:r>
      <w:r w:rsidRPr="007A0ACC">
        <w:rPr>
          <w:rFonts w:hint="cs"/>
          <w:rtl/>
        </w:rPr>
        <w:t>ی</w:t>
      </w:r>
      <w:r w:rsidRPr="007A0ACC">
        <w:rPr>
          <w:rtl/>
        </w:rPr>
        <w:t>ک اجداد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صورت مشکوک ہوجات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ہے۔اس حادثہ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رانگ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چھے</w:t>
      </w:r>
      <w:r w:rsidRPr="007A0ACC">
        <w:rPr>
          <w:rtl/>
        </w:rPr>
        <w:t xml:space="preserve"> راز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ہے کہ جو صحابہ وہاں موجود تھے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بلا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تاخ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اس کو ترج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چاہئے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جسکا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حکم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تھا تاکہ آنجناب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ان کے لئے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آخر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لکھ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تے</w:t>
      </w:r>
      <w:r w:rsidRPr="007A0ACC">
        <w:rPr>
          <w:rtl/>
        </w:rPr>
        <w:t xml:space="preserve"> جس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تقد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کا معا</w:t>
      </w:r>
      <w:r w:rsidRPr="007A0ACC">
        <w:rPr>
          <w:rFonts w:hint="eastAsia"/>
          <w:rtl/>
        </w:rPr>
        <w:t>ملہ</w:t>
      </w:r>
      <w:r w:rsidRPr="007A0ACC">
        <w:rPr>
          <w:rtl/>
        </w:rPr>
        <w:t xml:space="preserve"> تھا اور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صورت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گمراہ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بچنے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ضمانت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سے صاف ظاہر ہے۔ اہلسنت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کون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گمان کرسکتا ہے کہ رسول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صحابہ سے آخر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نشست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ناراضگ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باعث بن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انہوں نے آنجناب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تکل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دہ جملہ کہہ کر وداع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</w:t>
      </w:r>
      <w:r w:rsidRPr="007A0ACC">
        <w:rPr>
          <w:rFonts w:hint="eastAsia"/>
          <w:rtl/>
        </w:rPr>
        <w:t>س</w:t>
      </w:r>
      <w:r w:rsidRPr="007A0ACC">
        <w:rPr>
          <w:rtl/>
        </w:rPr>
        <w:t xml:space="preserve"> کاصرف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معن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ہوسکتا ہے؟ جس کو النوائ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نے شرح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مسلم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درج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جہاں اس کا صرف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مطلب ہے''ہذ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بکنا ''  ہم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ناراضگ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پناہ مانگتے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۔</w:t>
      </w:r>
    </w:p>
    <w:p w:rsidR="002D245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ا مام شرف الد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>(مولف ِ المراجعات) کے مطابق اگر آپ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اس فرمان،'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پاس کچھ لائو تاکہ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تمہارے لئے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نوشتہ لکھ دوں جس سے تم کبھ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گمراہ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ہوں گے اور آنجناب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کا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ِ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ثقل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جس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آپ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فرماتے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،'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تمہارے درم</w:t>
      </w:r>
      <w:r w:rsidRPr="007A0ACC">
        <w:rPr>
          <w:rFonts w:hint="cs"/>
          <w:rtl/>
        </w:rPr>
        <w:t>ی</w:t>
      </w:r>
      <w:r w:rsidRPr="007A0ACC">
        <w:rPr>
          <w:rtl/>
        </w:rPr>
        <w:t>ان دوگراں قدر 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چھوڑے جارہا ہوں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قرآن اور دوسر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عترت ،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جن سے اگر تم متمسک رہے تو کبھ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گمراہ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 گے'' پر غور و خوض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تو تمہ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ہوجائ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 xml:space="preserve"> کہ دونوں کا مدعاء و مقصد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علالت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ثقل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واجب تکم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اور تفص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کرنے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خواہش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کن</w:t>
      </w:r>
      <w:r w:rsidRPr="007A0ACC">
        <w:rPr>
          <w:rtl/>
        </w:rPr>
        <w:t xml:space="preserve"> آنجناب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ان کے ذر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عے</w:t>
      </w:r>
      <w:r w:rsidRPr="007A0ACC">
        <w:rPr>
          <w:rtl/>
        </w:rPr>
        <w:t xml:space="preserve"> 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ران</w:t>
      </w:r>
      <w:r w:rsidRPr="007A0ACC">
        <w:rPr>
          <w:rtl/>
        </w:rPr>
        <w:t xml:space="preserve"> کرنے والے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سے ارادہ بدل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آنحضرت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وہ نہ لکھنے پر مجبور ہوئے ورنہ کچھ لوگ نبوت پر شک کرنے کا درازہ کھولنے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اب</w:t>
      </w:r>
      <w:r w:rsidRPr="007A0ACC">
        <w:rPr>
          <w:rtl/>
        </w:rPr>
        <w:t xml:space="preserve"> ہوجائ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ںگے</w:t>
      </w:r>
      <w:r w:rsidRPr="007A0ACC">
        <w:rPr>
          <w:rtl/>
        </w:rPr>
        <w:t xml:space="preserve"> ۔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اس لئے ہے کہ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دستاو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tl/>
        </w:rPr>
        <w:t xml:space="preserve"> لکھنے کا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مقصد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 رہا صرف آنحضرت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بعداختلاف کہ انہوں نے جو لکھا ،ہذ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ہے کہ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لوگوں نے حضور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سامنے اختلاف،جھگڑا اور شور و غل کر ڈالا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مذکور بالا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سے صاف واضح ہے،ہم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پناہ چاہتے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</w:t>
      </w:r>
    </w:p>
    <w:p w:rsidR="002D2453" w:rsidRDefault="002D2453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2D2453" w:rsidRDefault="002D2453" w:rsidP="009C4748">
      <w:pPr>
        <w:pStyle w:val="libNormal0"/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>انہوں نے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حالت ِ علالت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 کے حکم </w:t>
      </w:r>
      <w:r w:rsidRPr="007A0ACC">
        <w:rPr>
          <w:rFonts w:hint="eastAsia"/>
          <w:rtl/>
        </w:rPr>
        <w:t>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روگردان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جواز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اپنے آپ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وہ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سمجھا جو قرآن مج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ہے۔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ہے کہ شا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وہ بھول گئے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اللہ رب العزت نے اپنے عظ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>کے متعلق اعلان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،''۔۔۔  نہ بھٹکا ہے تمہارا رف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اور نہ بہکا ہے ۔نہ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ہ کلام مگر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وح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،جو</w:t>
      </w:r>
      <w:r w:rsidRPr="007A0ACC">
        <w:rPr>
          <w:rtl/>
        </w:rPr>
        <w:t xml:space="preserve"> نازل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Pr="007A0ACC">
        <w:rPr>
          <w:rFonts w:hint="eastAsia"/>
          <w:rtl/>
        </w:rPr>
        <w:t>ارہ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ہے۔تعل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اسے زبردست قوت والے نے اور بڑا صاحب حکمت ہے۔( سورہ نجم </w:t>
      </w:r>
      <w:r w:rsidR="00413EEC" w:rsidRPr="00A54383">
        <w:rPr>
          <w:rFonts w:hint="cs"/>
          <w:rtl/>
        </w:rPr>
        <w:t>2</w:t>
      </w:r>
      <w:r w:rsidRPr="00A54383">
        <w:rPr>
          <w:rFonts w:hint="cs"/>
          <w:rtl/>
        </w:rPr>
        <w:t>۔</w:t>
      </w:r>
      <w:r w:rsidR="00413EEC" w:rsidRPr="00A54383">
        <w:rPr>
          <w:rFonts w:hint="cs"/>
          <w:rtl/>
        </w:rPr>
        <w:t>6</w:t>
      </w:r>
      <w:r w:rsidRPr="00A54383">
        <w:rPr>
          <w:rFonts w:hint="cs"/>
          <w:rtl/>
        </w:rPr>
        <w:t xml:space="preserve">) اور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قران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:اور جو کچھ دے تمہ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سو اسے لے لو اور جس سے روک دے تمہ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>،پس رک جائو اس سے اور ڈرو اللہ سے،بلا شبہ اللہ بہت سخت ہے سزا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نے</w:t>
      </w:r>
      <w:r w:rsidRPr="007A0ACC">
        <w:rPr>
          <w:rtl/>
        </w:rPr>
        <w:t xml:space="preserve"> والا۔( سورہ حشر </w:t>
      </w:r>
      <w:r w:rsidR="00413EEC" w:rsidRPr="00A54383">
        <w:rPr>
          <w:rFonts w:hint="cs"/>
          <w:rtl/>
        </w:rPr>
        <w:t>7</w:t>
      </w:r>
      <w:r w:rsidRPr="00A54383">
        <w:rPr>
          <w:rFonts w:hint="cs"/>
          <w:rtl/>
        </w:rPr>
        <w:t>)۔ او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اس قران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''۔۔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شک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(کلام)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غام</w:t>
      </w:r>
      <w:r w:rsidRPr="007A0ACC">
        <w:rPr>
          <w:rtl/>
        </w:rPr>
        <w:t xml:space="preserve"> ہے زبان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فرشتئہ عال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مقام کے جو صاحب قوت ہے،مالک عرش کے ہاں،اونچے مرتبہ والا ہے۔اسک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بات مان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وہاں اور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اور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اے لوگو تمہارا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ساتھ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(نب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>)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وانہ</w:t>
      </w:r>
      <w:r w:rsidRPr="007A0ACC">
        <w:rPr>
          <w:rtl/>
        </w:rPr>
        <w:t>۔(سورہ تکو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</w:t>
      </w:r>
      <w:r w:rsidR="00413EEC" w:rsidRPr="00A54383">
        <w:rPr>
          <w:rFonts w:hint="cs"/>
          <w:rtl/>
        </w:rPr>
        <w:t>19</w:t>
      </w:r>
      <w:r w:rsidRPr="00A54383">
        <w:rPr>
          <w:rFonts w:hint="cs"/>
          <w:rtl/>
        </w:rPr>
        <w:t>۔</w:t>
      </w:r>
      <w:r w:rsidR="00413EEC" w:rsidRPr="00A54383">
        <w:rPr>
          <w:rFonts w:hint="cs"/>
          <w:rtl/>
        </w:rPr>
        <w:t>22</w:t>
      </w:r>
      <w:r w:rsidRPr="00A54383">
        <w:rPr>
          <w:rFonts w:hint="cs"/>
          <w:rtl/>
        </w:rPr>
        <w:t xml:space="preserve">)  </w:t>
      </w:r>
      <w:r w:rsidR="0017666E" w:rsidRPr="00D756D9">
        <w:rPr>
          <w:rStyle w:val="libFootnotenumChar"/>
          <w:rFonts w:hint="cs"/>
          <w:rtl/>
        </w:rPr>
        <w:t>(</w:t>
      </w:r>
      <w:r w:rsidR="00A54383" w:rsidRPr="00A54383">
        <w:rPr>
          <w:rStyle w:val="libFootnotenumChar"/>
          <w:rFonts w:hint="cs"/>
          <w:rtl/>
        </w:rPr>
        <w:t>4</w:t>
      </w:r>
      <w:r w:rsidR="00413EEC" w:rsidRPr="00413EEC">
        <w:rPr>
          <w:rStyle w:val="libFootnotenumChar"/>
          <w:rFonts w:hint="cs"/>
          <w:rtl/>
        </w:rPr>
        <w:t>7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</w:t>
      </w:r>
    </w:p>
    <w:p w:rsidR="002D245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ابن عباس  نے ان آخر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حالات کو اچھ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جب آپ نے کہا : مص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بت</w:t>
      </w:r>
      <w:r w:rsidRPr="007A0ACC">
        <w:rPr>
          <w:rtl/>
        </w:rPr>
        <w:t xml:space="preserve"> ،کتن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بڑ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بت</w:t>
      </w:r>
      <w:r w:rsidRPr="007A0ACC">
        <w:rPr>
          <w:rtl/>
        </w:rPr>
        <w:t xml:space="preserve"> ہے کہ جب انہوں اختلاف اور جھگڑے سے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 وہ نوشتہ لکھنے سے روکا ۔ اس سب کے باوجود اور جو ابن عباس کا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درج ہے کہ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کہنے</w:t>
      </w:r>
      <w:r w:rsidRPr="007A0ACC">
        <w:rPr>
          <w:rtl/>
        </w:rPr>
        <w:t xml:space="preserve"> سے پہلے فوت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ہوئے،''۔۔مجھے اک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لا</w:t>
      </w:r>
      <w:r w:rsidRPr="007A0ACC">
        <w:rPr>
          <w:rtl/>
        </w:rPr>
        <w:t xml:space="preserve"> چھوڑو،م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درد اس سے کم ہے جوتم مجھ سے منسوب کرتے ہو۔پھر آنحضرت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حکم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زوں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تعم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کرو : جز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رۂ</w:t>
      </w:r>
      <w:r w:rsidRPr="007A0ACC">
        <w:rPr>
          <w:rtl/>
        </w:rPr>
        <w:t xml:space="preserve"> عرب سے مشرکوں کو نکال باہر کرو۔ دوسرے ممالک کے سف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رو</w:t>
      </w:r>
      <w:r w:rsidRPr="007A0ACC">
        <w:rPr>
          <w:rtl/>
        </w:rPr>
        <w:t xml:space="preserve"> ں کے ساتھ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اچھے طر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قے</w:t>
      </w:r>
      <w:r w:rsidRPr="007A0ACC">
        <w:rPr>
          <w:rtl/>
        </w:rPr>
        <w:t xml:space="preserve"> سے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آؤ۔</w:t>
      </w:r>
      <w:r w:rsidRPr="007A0ACC">
        <w:rPr>
          <w:rFonts w:hint="eastAsia"/>
          <w:rtl/>
        </w:rPr>
        <w:t>اور</w:t>
      </w:r>
      <w:r w:rsidRPr="007A0ACC">
        <w:rPr>
          <w:rtl/>
        </w:rPr>
        <w:t xml:space="preserve">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سرا</w:t>
      </w:r>
      <w:r w:rsidRPr="007A0ACC">
        <w:rPr>
          <w:rtl/>
        </w:rPr>
        <w:t xml:space="preserve"> حکم کہنے سے وہ رک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کہا 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بھول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!</w:t>
      </w:r>
      <w:r w:rsidR="0017666E" w:rsidRPr="00D756D9">
        <w:rPr>
          <w:rStyle w:val="libFootnotenumChar"/>
          <w:rtl/>
        </w:rPr>
        <w:t>(</w:t>
      </w:r>
      <w:r w:rsidR="00A54383" w:rsidRPr="00A54383">
        <w:rPr>
          <w:rStyle w:val="libFootnotenumChar"/>
          <w:rFonts w:hint="cs"/>
          <w:rtl/>
        </w:rPr>
        <w:t>4</w:t>
      </w:r>
      <w:r w:rsidR="00413EEC" w:rsidRPr="00413EEC">
        <w:rPr>
          <w:rStyle w:val="libFootnotenumChar"/>
          <w:rFonts w:hint="cs"/>
          <w:rtl/>
        </w:rPr>
        <w:t>8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۔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ہے کہ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سفارشات اپنے اہل خانہ اور کچھ رشتہ دار مع  اپنے چچا زاد بھائ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ابن عباس کے سامنے انہ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ام</w:t>
      </w:r>
      <w:r w:rsidRPr="007A0ACC">
        <w:rPr>
          <w:rtl/>
        </w:rPr>
        <w:t xml:space="preserve"> ِ الم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جمعرات کے دوران صادر کئے تھے۔ل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کن</w:t>
      </w:r>
      <w:r w:rsidRPr="007A0ACC">
        <w:rPr>
          <w:rtl/>
        </w:rPr>
        <w:t xml:space="preserve"> 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رانگ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کہ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eastAsia"/>
          <w:rtl/>
        </w:rPr>
        <w:t>ے</w:t>
      </w:r>
      <w:r w:rsidRPr="007A0ACC">
        <w:rPr>
          <w:rtl/>
        </w:rPr>
        <w:t xml:space="preserve"> مطابق ابن عبا س نے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سفارش ظاہر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وہ افشاکرنے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آمادہ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تھے۔بہر حال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نے اہل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کے مطابق ثابت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کہ''بھولا ہوا ''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'' خاموش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پردہ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لپٹا ہوا'' مسئلہ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کا اعلان خلافت ہے۔</w:t>
      </w:r>
    </w:p>
    <w:p w:rsidR="002D2453" w:rsidRDefault="002D2453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9C4748" w:rsidP="00572406">
      <w:pPr>
        <w:pStyle w:val="Heading2Center"/>
        <w:rPr>
          <w:rtl/>
        </w:rPr>
      </w:pPr>
      <w:r w:rsidRPr="007A0ACC">
        <w:rPr>
          <w:rtl/>
        </w:rPr>
        <w:t xml:space="preserve"> </w:t>
      </w:r>
      <w:bookmarkStart w:id="19" w:name="_Toc447620007"/>
      <w:r w:rsidRPr="007A0ACC">
        <w:rPr>
          <w:rtl/>
        </w:rPr>
        <w:t>(</w:t>
      </w:r>
      <w:r w:rsidR="00413EEC" w:rsidRPr="00413EEC">
        <w:rPr>
          <w:rtl/>
          <w:lang w:bidi="ur-PK"/>
        </w:rPr>
        <w:t>2</w:t>
      </w:r>
      <w:r w:rsidRPr="00413EEC">
        <w:rPr>
          <w:rFonts w:hint="cs"/>
          <w:rtl/>
        </w:rPr>
        <w:t>): کچھ صحابہ کا لشکر اسا</w:t>
      </w:r>
      <w:r w:rsidRPr="007A0ACC">
        <w:rPr>
          <w:rtl/>
        </w:rPr>
        <w:t>مہ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جانے سے پس و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اور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سردار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پراعتراض</w:t>
      </w:r>
      <w:bookmarkEnd w:id="19"/>
      <w:r w:rsidRPr="007A0ACC">
        <w:rPr>
          <w:rtl/>
        </w:rPr>
        <w:t xml:space="preserve"> 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   تمام مسلمان جانتے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سترہ سالہ اسامہ بن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سردار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ملک روم پر فوج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مہم بھ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جنے</w:t>
      </w:r>
      <w:r w:rsidRPr="007A0ACC">
        <w:rPr>
          <w:rtl/>
        </w:rPr>
        <w:t xml:space="preserve"> کا 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صلہ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آخر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فوج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مہم تھ</w:t>
      </w:r>
      <w:r w:rsidRPr="007A0ACC">
        <w:rPr>
          <w:rFonts w:hint="cs"/>
          <w:rtl/>
        </w:rPr>
        <w:t>ی</w:t>
      </w:r>
      <w:r w:rsidRPr="007A0ACC">
        <w:rPr>
          <w:rtl/>
        </w:rPr>
        <w:t>۔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بڑے انصار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مہاجر صحاب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بشمول حضرت ابوبکر،حضرت عمر،ابوعب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دہ،سعد</w:t>
      </w:r>
      <w:r w:rsidRPr="007A0ACC">
        <w:rPr>
          <w:rtl/>
        </w:rPr>
        <w:t xml:space="preserve"> وغ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کو اس </w:t>
      </w:r>
      <w:r w:rsidRPr="007A0ACC">
        <w:rPr>
          <w:rFonts w:hint="eastAsia"/>
          <w:rtl/>
        </w:rPr>
        <w:t>مہم</w:t>
      </w:r>
      <w:r w:rsidRPr="007A0ACC">
        <w:rPr>
          <w:rtl/>
        </w:rPr>
        <w:t xml:space="preserve"> سے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مستثن</w:t>
      </w:r>
      <w:r w:rsidRPr="007A0ACC">
        <w:rPr>
          <w:rFonts w:hint="cs"/>
          <w:rtl/>
        </w:rPr>
        <w:t>یٰ</w:t>
      </w:r>
      <w:r w:rsidRPr="007A0ACC">
        <w:rPr>
          <w:rtl/>
        </w:rPr>
        <w:t>(باہر)نہ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رکھا</w:t>
      </w:r>
      <w:r w:rsidR="0017666E" w:rsidRPr="00D756D9">
        <w:rPr>
          <w:rStyle w:val="libFootnotenumChar"/>
          <w:rtl/>
        </w:rPr>
        <w:t>(</w:t>
      </w:r>
      <w:r w:rsidR="00A54383" w:rsidRPr="00A54383">
        <w:rPr>
          <w:rStyle w:val="libFootnotenumChar"/>
          <w:rFonts w:hint="cs"/>
          <w:rtl/>
        </w:rPr>
        <w:t>4</w:t>
      </w:r>
      <w:r w:rsidR="00413EEC" w:rsidRPr="00413EEC">
        <w:rPr>
          <w:rStyle w:val="libFootnotenumChar"/>
          <w:rFonts w:hint="cs"/>
          <w:rtl/>
        </w:rPr>
        <w:t>9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۔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قت</w:t>
      </w:r>
      <w:r w:rsidRPr="007A0ACC">
        <w:rPr>
          <w:rtl/>
        </w:rPr>
        <w:t xml:space="preserve"> تمام 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رت</w:t>
      </w:r>
      <w:r w:rsidRPr="007A0ACC">
        <w:rPr>
          <w:rtl/>
        </w:rPr>
        <w:t xml:space="preserve"> نگاروں اور تار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دانوں نے بہ اتفاق رائے قبول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تسل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شدہ 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قت</w:t>
      </w:r>
      <w:r w:rsidRPr="007A0ACC">
        <w:rPr>
          <w:rtl/>
        </w:rPr>
        <w:t xml:space="preserve"> ہے۔پ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اسامہ کو کوچ کرنے کا حکم صادر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،مگر انہوں نے اپنے قدم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چھے</w:t>
      </w:r>
      <w:r w:rsidRPr="007A0ACC">
        <w:rPr>
          <w:rtl/>
        </w:rPr>
        <w:t xml:space="preserve"> کھ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نچے</w:t>
      </w:r>
      <w:r w:rsidRPr="007A0ACC">
        <w:rPr>
          <w:rtl/>
        </w:rPr>
        <w:t xml:space="preserve"> اور کچھ نے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سردار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پر شکوک </w:t>
      </w:r>
      <w:r w:rsidRPr="007A0ACC">
        <w:rPr>
          <w:rFonts w:hint="eastAsia"/>
          <w:rtl/>
        </w:rPr>
        <w:t>ظاہر</w:t>
      </w:r>
      <w:r w:rsidRPr="007A0ACC">
        <w:rPr>
          <w:rtl/>
        </w:rPr>
        <w:t xml:space="preserve"> کئے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ہان</w:t>
      </w:r>
      <w:r w:rsidRPr="007A0ACC">
        <w:rPr>
          <w:rtl/>
        </w:rPr>
        <w:t xml:space="preserve"> تک کہ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منبر پر تشر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لے گئے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علامہ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نے ابن عمر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ہے۔ابن عمر کہتے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،''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اسامہ کو لوگوں کا سردار مقرر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 انہوں نے اس تقرر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پراعتراض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جس پر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: ،تم اس کے باپ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سردار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پر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معترض</w:t>
      </w:r>
      <w:r w:rsidRPr="007A0ACC">
        <w:rPr>
          <w:rtl/>
        </w:rPr>
        <w:t xml:space="preserve"> تھے ۔اللہ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قسم اسکا باپ اس منصب کے قابل تھا اور وہ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قر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</w:t>
      </w:r>
      <w:r w:rsidRPr="007A0ACC">
        <w:rPr>
          <w:rtl/>
        </w:rPr>
        <w:t xml:space="preserve"> تر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محبوں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تھا اور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اس کا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ٹا</w:t>
      </w:r>
      <w:r w:rsidRPr="007A0ACC">
        <w:rPr>
          <w:rtl/>
        </w:rPr>
        <w:t xml:space="preserve"> ہے جس کو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کے باپ کے بعد بہت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عز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tl/>
        </w:rPr>
        <w:t xml:space="preserve"> ر کھتاہوں</w:t>
      </w:r>
      <w:r w:rsidR="0017666E" w:rsidRPr="00D756D9">
        <w:rPr>
          <w:rStyle w:val="libFootnotenumChar"/>
          <w:rtl/>
        </w:rPr>
        <w:t>(</w:t>
      </w:r>
      <w:r w:rsidR="00413EEC" w:rsidRPr="00A54383">
        <w:rPr>
          <w:rStyle w:val="libFootnotenumChar"/>
          <w:rFonts w:hint="cs"/>
          <w:rtl/>
        </w:rPr>
        <w:t>5</w:t>
      </w:r>
      <w:r w:rsidR="00413EEC" w:rsidRPr="00413EEC">
        <w:rPr>
          <w:rStyle w:val="libFootnotenumChar"/>
          <w:rFonts w:hint="cs"/>
          <w:rtl/>
        </w:rPr>
        <w:t>0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۔ پھر آنجناب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ان</w:t>
      </w:r>
      <w:r w:rsidRPr="007A0ACC">
        <w:rPr>
          <w:rtl/>
        </w:rPr>
        <w:t>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جلد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نکلنے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بار پھرتاک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فرمائ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،مگر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کے تاک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حکم کے با وجود وہ اسامہ کے ساتھ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گئے۔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اس دن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سے رخصت ہوئے ۔(انا لا للہ و انا ال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راجعون،مترجم)۔اس واقعہ سے ہم مندرجہ ذ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نت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جہ</w:t>
      </w:r>
      <w:r w:rsidRPr="007A0ACC">
        <w:rPr>
          <w:rtl/>
        </w:rPr>
        <w:t xml:space="preserve"> حاصل کر سکتے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:</w:t>
      </w:r>
    </w:p>
    <w:p w:rsidR="002D245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(ا): کچھ صحابہ نے فرمان ِ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مخالفت کرکے اپنے ذات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اجتہاد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>۔ اسامہ کے کم سن ہونے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بنا پر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سپہ سالار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پر اعتراض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حالانکہ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اپنے دست مبارک سے پرچم اسلام ان کے سپرد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تھا۔اگر ہم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سب سمجھ جائ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ں،تو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سمج</w:t>
      </w:r>
      <w:r w:rsidRPr="007A0ACC">
        <w:rPr>
          <w:rFonts w:hint="eastAsia"/>
          <w:rtl/>
        </w:rPr>
        <w:t>ھنا</w:t>
      </w:r>
      <w:r w:rsidRPr="007A0ACC">
        <w:rPr>
          <w:rtl/>
        </w:rPr>
        <w:t xml:space="preserve"> مشکل ہوگا کہ انہوں نے خلافت ِ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اور ان کے امام ہونے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بڑے مسئلہ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اپنے ذات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اجتہا د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اور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>۔</w:t>
      </w:r>
    </w:p>
    <w:p w:rsidR="002D2453" w:rsidRDefault="002D2453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(ب):پ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ہاتھوں اسامہ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ان کے سردارِلشکر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تعا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نات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صحابہ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اپنے سے کم عمر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سردار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قبول کرنے کے معاملے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عمل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سبق تھا،خاص کر کہ جب آنحضرت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مبارک پر ناراضگ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آثار صاف نمودار ہوئے جب انہوں نے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جوان آدم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</w:t>
      </w:r>
      <w:r w:rsidRPr="007A0ACC">
        <w:rPr>
          <w:rFonts w:hint="eastAsia"/>
          <w:rtl/>
        </w:rPr>
        <w:t>سردار</w:t>
      </w:r>
      <w:r w:rsidRPr="007A0ACC">
        <w:rPr>
          <w:rtl/>
        </w:rPr>
        <w:t xml:space="preserve"> لشکر مقرر کرنے کے آنحضرت کے منصوبہ پر شکوک ظاہر کئے۔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(ت):جس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اسامہ کو لشکرک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سربراہ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سونپ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،اسکو</w:t>
      </w:r>
      <w:r w:rsidRPr="007A0ACC">
        <w:rPr>
          <w:rtl/>
        </w:rPr>
        <w:t xml:space="preserve"> معلوم تھا کہ وہ سب سے مکرم صحاب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الودا ع کرنے جارہا ہے،اور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شک</w:t>
      </w:r>
      <w:r w:rsidRPr="007A0ACC">
        <w:rPr>
          <w:rtl/>
        </w:rPr>
        <w:t xml:space="preserve"> وہ خلافت پر اٹھنے والے تنازعہ پر غور و فکر فرما رہے تھے جس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بنا پر انہوں نے اعل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دانشمند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ثبوت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کر</w:t>
      </w:r>
      <w:r w:rsidRPr="007A0ACC">
        <w:rPr>
          <w:rtl/>
        </w:rPr>
        <w:t xml:space="preserve"> بڑے بڑے انص</w:t>
      </w:r>
      <w:r w:rsidRPr="007A0ACC">
        <w:rPr>
          <w:rFonts w:hint="eastAsia"/>
          <w:rtl/>
        </w:rPr>
        <w:t>ار</w:t>
      </w:r>
      <w:r w:rsidRPr="007A0ACC">
        <w:rPr>
          <w:rtl/>
        </w:rPr>
        <w:t xml:space="preserve"> و مہاجر صحابہ کو اس مہم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شامل کرنے کا 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صلہ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جس کو آنجناب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اپنے وصال کے کچھ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دن پہلے روانہ ہونے کا حکم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تھا تاکہ رہبر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پر تنازعہ کرنے کا موقعہ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نہ ملے۔ </w:t>
      </w:r>
    </w:p>
    <w:p w:rsidR="002D245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،پ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حالات ِ علالت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پورے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ام</w:t>
      </w:r>
      <w:r w:rsidRPr="007A0ACC">
        <w:rPr>
          <w:rtl/>
        </w:rPr>
        <w:t xml:space="preserve"> ان کے ساتھ رہے۔آنجناب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رحلت کے بعد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انکے تجہ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tl/>
        </w:rPr>
        <w:t xml:space="preserve"> و تکف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مشغول رہے جبکہ انصار و مہاجر سق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بن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سعد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چلے گئے جہاں انہوں نے رہبر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کے معاملے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دوسرے سے ہنگامہ آرائ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جبکہ انہوں نے ل</w:t>
      </w:r>
      <w:r w:rsidRPr="007A0ACC">
        <w:rPr>
          <w:rFonts w:hint="eastAsia"/>
          <w:rtl/>
        </w:rPr>
        <w:t>شکر</w:t>
      </w:r>
      <w:r w:rsidRPr="007A0ACC">
        <w:rPr>
          <w:rtl/>
        </w:rPr>
        <w:t xml:space="preserve"> اسامہ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چھے</w:t>
      </w:r>
      <w:r w:rsidRPr="007A0ACC">
        <w:rPr>
          <w:rtl/>
        </w:rPr>
        <w:t xml:space="preserve"> کھ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نچ</w:t>
      </w:r>
      <w:r w:rsidRPr="007A0ACC">
        <w:rPr>
          <w:rtl/>
        </w:rPr>
        <w:t xml:space="preserve"> کے جانے سے انکار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جسم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شامل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تھا۔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انہوں نے اپنے اس ذات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اجتہاد اور فکر سے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انک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موجودگ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وفات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بعد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ہوجائے گا ! اس لئے صحابہ کے ذر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عے</w:t>
      </w:r>
      <w:r w:rsidRPr="007A0ACC">
        <w:rPr>
          <w:rtl/>
        </w:rPr>
        <w:t xml:space="preserve">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ابن اب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طالب  کو امام تسل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کرنے سے </w:t>
      </w:r>
      <w:r w:rsidRPr="007A0ACC">
        <w:rPr>
          <w:rFonts w:hint="eastAsia"/>
          <w:rtl/>
        </w:rPr>
        <w:t>انکار</w:t>
      </w:r>
      <w:r w:rsidRPr="007A0ACC">
        <w:rPr>
          <w:rtl/>
        </w:rPr>
        <w:t xml:space="preserve"> کرنا قبول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ہضم کرنا مشکل ہے ورنہ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گروہ کے ذر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عے</w:t>
      </w:r>
      <w:r w:rsidRPr="007A0ACC">
        <w:rPr>
          <w:rtl/>
        </w:rPr>
        <w:t xml:space="preserve"> اسامہ کو اپنا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ڈر</w:t>
      </w:r>
      <w:r w:rsidRPr="007A0ACC">
        <w:rPr>
          <w:rtl/>
        </w:rPr>
        <w:t xml:space="preserve"> ماننے  سے انکار کرنے اور اس پر شک کرنے کاک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مطلب نکال سکتا ہے حالانکہ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رسول خدا 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>نے حکم صادر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تھا ؟ چونکہ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دونوں واقعات ،'' الم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جمعرات ''  اور '' اسامہ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سرد</w:t>
      </w:r>
      <w:r w:rsidRPr="007A0ACC">
        <w:rPr>
          <w:rFonts w:hint="eastAsia"/>
          <w:rtl/>
        </w:rPr>
        <w:t>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شک کرنا ''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ِ مبارکہ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ان کے سامنے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آئے،ان واقعات کے مضر اثرات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تباہ کار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کو ذہن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رکھتے  ہوئے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توقع کرسکتا ہے کہ آنحضرت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بعد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ہونے والا ہے ؟!</w:t>
      </w:r>
    </w:p>
    <w:p w:rsidR="002D2453" w:rsidRDefault="002D2453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9C4748" w:rsidP="00572406">
      <w:pPr>
        <w:pStyle w:val="Heading2Center"/>
        <w:rPr>
          <w:rtl/>
        </w:rPr>
      </w:pPr>
      <w:bookmarkStart w:id="20" w:name="_Toc447620008"/>
      <w:r w:rsidRPr="007A0ACC">
        <w:rPr>
          <w:rtl/>
        </w:rPr>
        <w:t>حالات ِ سق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اور حضرت ابوبکر بعنوان خل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>:</w:t>
      </w:r>
      <w:bookmarkEnd w:id="20"/>
      <w:r w:rsidRPr="007A0ACC">
        <w:rPr>
          <w:rtl/>
        </w:rPr>
        <w:t xml:space="preserve">   </w:t>
      </w:r>
    </w:p>
    <w:p w:rsidR="002D2453" w:rsidRPr="00A5438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جب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اور ان کے ساتھ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رشتہ دار وصال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بعد ان کے تجہ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tl/>
        </w:rPr>
        <w:t xml:space="preserve"> و تکف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ںمشغول</w:t>
      </w:r>
      <w:r w:rsidRPr="007A0ACC">
        <w:rPr>
          <w:rtl/>
        </w:rPr>
        <w:t xml:space="preserve"> تھے،عمر ابن خطاب نے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وفات ہونے کے تصور کو ماننے سے انکار کرنے کا اعلان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ہر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قتل کرنے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دھمک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جو اسکے خلاف کہے۔ ان کو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وفات کر گئے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جب تک کہ حضرت ابوبکر مد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نہ</w:t>
      </w:r>
      <w:r w:rsidRPr="007A0ACC">
        <w:rPr>
          <w:rtl/>
        </w:rPr>
        <w:t xml:space="preserve"> سے باہر 'سخ' نام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جگہ سے واپس نہ آئے۔ج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ںحضرت</w:t>
      </w:r>
      <w:r w:rsidRPr="007A0ACC">
        <w:rPr>
          <w:rtl/>
        </w:rPr>
        <w:t xml:space="preserve"> عائشہ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: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جب رحلت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</w:t>
      </w:r>
      <w:r w:rsidRPr="007A0ACC">
        <w:rPr>
          <w:rtl/>
        </w:rPr>
        <w:t xml:space="preserve"> حضرت ابوبکر سخ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تھے،اسمعٰ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کہتا ہے کہ ان کا مطلب ہے پہاڑ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علاقہ۔عمر کہتے رہے،''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قسم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مر ے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! حضرت عائشہ کا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فرمانا ہے کہ،'' عمر نے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کہا :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قسم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کبھ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 کے علاوہ کچھ پسند نہ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اللہ ان کو واپس بھ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جے</w:t>
      </w:r>
      <w:r w:rsidRPr="007A0ACC">
        <w:rPr>
          <w:rtl/>
        </w:rPr>
        <w:t xml:space="preserve"> گا اور وہ لوگوں کے ہاتھ و پائوں کاٹے گا '' حضرت ابو بکر آئے،رسول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چہرے سے پردہ اٹھا</w:t>
      </w:r>
      <w:r w:rsidRPr="007A0ACC">
        <w:rPr>
          <w:rFonts w:hint="cs"/>
          <w:rtl/>
        </w:rPr>
        <w:t>ی</w:t>
      </w:r>
      <w:r w:rsidRPr="007A0ACC">
        <w:rPr>
          <w:rtl/>
        </w:rPr>
        <w:t>ا اور اس کا بوسہ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۔پھر انہوں نے کہا،''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ماں باپ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قسم آپ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اچھے زندہ اور مردہ ہو!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قسم جس کے ہاتھ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روح ہے اللہ آپ کو دو دفعہ موت کا مزہ چکھنے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 xml:space="preserve"> ''پھر وہ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کہتے چلے گئے ،'' اے قسم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کھانے والے (عمر)! اب خاموش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ہوجائو ! </w:t>
      </w:r>
      <w:r w:rsidR="0017666E" w:rsidRPr="00D756D9">
        <w:rPr>
          <w:rStyle w:val="libFootnotenumChar"/>
          <w:rtl/>
        </w:rPr>
        <w:t>(</w:t>
      </w:r>
      <w:r w:rsidR="00413EEC" w:rsidRPr="00A54383">
        <w:rPr>
          <w:rStyle w:val="libFootnotenumChar"/>
          <w:rFonts w:hint="cs"/>
          <w:rtl/>
        </w:rPr>
        <w:t>5</w:t>
      </w:r>
      <w:r w:rsidR="00413EEC" w:rsidRPr="00413EEC">
        <w:rPr>
          <w:rStyle w:val="libFootnotenumChar"/>
          <w:rFonts w:hint="cs"/>
          <w:rtl/>
        </w:rPr>
        <w:t>1</w:t>
      </w:r>
      <w:r w:rsidR="0017666E" w:rsidRPr="00D756D9">
        <w:rPr>
          <w:rStyle w:val="libFootnotenumChar"/>
          <w:rFonts w:hint="cs"/>
          <w:rtl/>
        </w:rPr>
        <w:t>)</w:t>
      </w:r>
      <w:r w:rsidRPr="007A0ACC">
        <w:rPr>
          <w:rtl/>
        </w:rPr>
        <w:t xml:space="preserve"> انصار جو تھے سق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بن سعدم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جمع ہوئے اور سعد بن عبادہ کو بح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کا جانش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نامزد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۔جب بزرگ مہاجر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>( حضرت ابوبکر،حضرت عمر،ابو عب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) کو اسکے متعلق معلوم ہوا،وہ فوراََ وہاں پہنچ گئے اور اعلان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وہ خود اس کے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حقدار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۔انصار و مہاجر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کے </w:t>
      </w:r>
      <w:r w:rsidRPr="007A0ACC">
        <w:rPr>
          <w:rFonts w:hint="eastAsia"/>
          <w:rtl/>
        </w:rPr>
        <w:t>درم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تکرار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تنازعہ اٹھا۔ انصار کا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ڈر</w:t>
      </w:r>
      <w:r w:rsidRPr="007A0ACC">
        <w:rPr>
          <w:rtl/>
        </w:rPr>
        <w:t xml:space="preserve"> سعد بن عبادہ کھڑا ہوا اور کہا ،' ہم اسلام کے مدد گار اور اس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کمک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جبکہ تم اے مہاجر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اسکے رشتہ دار ہو ۔آپ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ڈھول بجانے والے نے اپناڈھول بجاڈالا،اسلئے وہ ہم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</w:t>
      </w:r>
      <w:r w:rsidRPr="007A0ACC">
        <w:rPr>
          <w:rtl/>
        </w:rPr>
        <w:t xml:space="preserve"> سے محروم کرنا اور ہم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</w:t>
      </w:r>
      <w:r w:rsidRPr="007A0ACC">
        <w:rPr>
          <w:rFonts w:hint="eastAsia"/>
          <w:rtl/>
        </w:rPr>
        <w:t>س</w:t>
      </w:r>
      <w:r w:rsidRPr="007A0ACC">
        <w:rPr>
          <w:rtl/>
        </w:rPr>
        <w:t xml:space="preserve"> مسئلہ سے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چھے</w:t>
      </w:r>
      <w:r w:rsidRPr="007A0ACC">
        <w:rPr>
          <w:rtl/>
        </w:rPr>
        <w:t xml:space="preserve"> دھک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لنا</w:t>
      </w:r>
      <w:r w:rsidRPr="007A0ACC">
        <w:rPr>
          <w:rtl/>
        </w:rPr>
        <w:t xml:space="preserve"> چاہتے ہو </w:t>
      </w:r>
      <w:r w:rsidR="0017666E" w:rsidRPr="00D756D9">
        <w:rPr>
          <w:rStyle w:val="libFootnotenumChar"/>
          <w:rtl/>
        </w:rPr>
        <w:t>(</w:t>
      </w:r>
      <w:r w:rsidR="00413EEC" w:rsidRPr="00A54383">
        <w:rPr>
          <w:rStyle w:val="libFootnotenumChar"/>
          <w:rFonts w:hint="cs"/>
          <w:rtl/>
        </w:rPr>
        <w:t>5</w:t>
      </w:r>
      <w:r w:rsidR="00413EEC" w:rsidRPr="00413EEC">
        <w:rPr>
          <w:rStyle w:val="libFootnotenumChar"/>
          <w:rFonts w:hint="cs"/>
          <w:rtl/>
        </w:rPr>
        <w:t>2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</w:t>
      </w:r>
    </w:p>
    <w:p w:rsidR="002D2453" w:rsidRDefault="002D2453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2D2453" w:rsidRDefault="002D2453" w:rsidP="00A54383">
      <w:pPr>
        <w:pStyle w:val="libNormal0"/>
      </w:pPr>
    </w:p>
    <w:p w:rsidR="009C4748" w:rsidRPr="007A0ACC" w:rsidRDefault="009C4748" w:rsidP="00A54383">
      <w:pPr>
        <w:pStyle w:val="libNormal0"/>
        <w:rPr>
          <w:rtl/>
        </w:rPr>
      </w:pPr>
      <w:r w:rsidRPr="007A0ACC">
        <w:rPr>
          <w:rFonts w:hint="cs"/>
          <w:rtl/>
        </w:rPr>
        <w:t xml:space="preserve"> حضرت ابوبکر کھڑے ہوگئے اور مہاجری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کے فضائل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کرتے ہوئے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خطبہ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ا،اپنے</w:t>
      </w:r>
      <w:r w:rsidRPr="007A0ACC">
        <w:rPr>
          <w:rtl/>
        </w:rPr>
        <w:t xml:space="preserve"> دلائل کو نسب ِ قر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سے مشرف ہونے کو خلافت کا حقدار ثابت کرنے لگے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درج ہے، ''۔۔۔۔پھرحضرت ابو بکر،حضرت عمر اور ابو عُب</w:t>
      </w:r>
      <w:r w:rsidRPr="007A0ACC">
        <w:rPr>
          <w:rFonts w:hint="cs"/>
          <w:rtl/>
        </w:rPr>
        <w:t>ی</w:t>
      </w:r>
      <w:r w:rsidRPr="007A0ACC">
        <w:rPr>
          <w:rtl/>
        </w:rPr>
        <w:t>دہ ابن جراح ان کے پاس گئے۔ عمر ابن خطاب نے کہنا شروع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مگر حضرت ابوبکر نے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خاموش کرد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</w:t>
      </w:r>
      <w:r w:rsidR="0017666E" w:rsidRPr="00D756D9">
        <w:rPr>
          <w:rStyle w:val="libFootnotenumChar"/>
          <w:rtl/>
        </w:rPr>
        <w:t>(</w:t>
      </w:r>
      <w:r w:rsidR="00413EEC" w:rsidRPr="00A54383">
        <w:rPr>
          <w:rStyle w:val="libFootnotenumChar"/>
          <w:rFonts w:hint="cs"/>
          <w:rtl/>
        </w:rPr>
        <w:t>5</w:t>
      </w:r>
      <w:r w:rsidR="00413EEC" w:rsidRPr="00413EEC">
        <w:rPr>
          <w:rStyle w:val="libFootnotenumChar"/>
          <w:rFonts w:hint="cs"/>
          <w:rtl/>
        </w:rPr>
        <w:t>3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ابوبکر نے کہا ،''۔۔۔نہ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ں؛</w:t>
      </w:r>
      <w:r w:rsidRPr="007A0ACC">
        <w:rPr>
          <w:rtl/>
        </w:rPr>
        <w:t xml:space="preserve">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کن</w:t>
      </w:r>
      <w:r w:rsidRPr="007A0ACC">
        <w:rPr>
          <w:rtl/>
        </w:rPr>
        <w:t xml:space="preserve"> ہم شہزادے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تم وز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۔ اور وہ عرب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سب سے اچھے خاندان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مرتبہ والے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="0017666E" w:rsidRPr="00D756D9">
        <w:rPr>
          <w:rStyle w:val="libFootnotenumChar"/>
          <w:rtl/>
        </w:rPr>
        <w:t>(</w:t>
      </w:r>
      <w:r w:rsidR="00413EEC" w:rsidRPr="00A54383">
        <w:rPr>
          <w:rStyle w:val="libFootnotenumChar"/>
          <w:rFonts w:hint="cs"/>
          <w:rtl/>
        </w:rPr>
        <w:t>5</w:t>
      </w:r>
      <w:r w:rsidR="00A54383" w:rsidRPr="00A54383">
        <w:rPr>
          <w:rStyle w:val="libFootnotenumChar"/>
          <w:rFonts w:hint="cs"/>
          <w:rtl/>
        </w:rPr>
        <w:t>4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۔۔  اور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تمہارے لئے ان دو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</w:t>
      </w:r>
      <w:r w:rsidR="0017666E" w:rsidRPr="00D756D9">
        <w:rPr>
          <w:rStyle w:val="libFootnotenumChar"/>
          <w:rtl/>
        </w:rPr>
        <w:t>(</w:t>
      </w:r>
      <w:r w:rsidR="00413EEC" w:rsidRPr="00A54383">
        <w:rPr>
          <w:rStyle w:val="libFootnotenumChar"/>
          <w:rFonts w:hint="cs"/>
          <w:rtl/>
        </w:rPr>
        <w:t>55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۔ اسطرح انہوں نے عمر ابن خطاب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عب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ابن جراح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17666E" w:rsidRPr="00D756D9">
        <w:rPr>
          <w:rStyle w:val="libFootnotenumChar"/>
          <w:rtl/>
        </w:rPr>
        <w:t>(</w:t>
      </w:r>
      <w:r w:rsidR="00413EEC" w:rsidRPr="00A54383">
        <w:rPr>
          <w:rStyle w:val="libFootnotenumChar"/>
          <w:rFonts w:hint="cs"/>
          <w:rtl/>
        </w:rPr>
        <w:t>56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الحباب ابن المنضر نام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ممتاز انصار نے انکا جواب اسطرح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: ''نہ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قسم ہم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! ہم سے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ہوگا اور تم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ہوگا ''</w:t>
      </w:r>
      <w:r w:rsidR="0017666E" w:rsidRPr="0017666E">
        <w:rPr>
          <w:rtl/>
          <w:lang w:bidi="ur-PK"/>
        </w:rPr>
        <w:t>(</w:t>
      </w:r>
      <w:r w:rsidR="00413EEC" w:rsidRPr="00A54383">
        <w:rPr>
          <w:rStyle w:val="libFootnotenumChar"/>
          <w:rFonts w:hint="cs"/>
          <w:rtl/>
        </w:rPr>
        <w:t>5</w:t>
      </w:r>
      <w:r w:rsidR="00413EEC" w:rsidRPr="00413EEC">
        <w:rPr>
          <w:rStyle w:val="libFootnotenumChar"/>
          <w:rFonts w:hint="cs"/>
          <w:rtl/>
        </w:rPr>
        <w:t>7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 </w:t>
      </w:r>
    </w:p>
    <w:p w:rsidR="002D245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دوسرے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انصار نے اسطرح جواب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ا،انصار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آدم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کھڑا ہوا اور تقر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کرنا شروع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،'' ہم اسکا اگا ہوا تنہ ا ورمتوقع شدہ گچھاہ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اے قر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کے لوگو !ہم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چننا ہوگا اور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تم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بھ</w:t>
      </w:r>
      <w:r w:rsidRPr="007A0ACC">
        <w:rPr>
          <w:rFonts w:hint="cs"/>
          <w:rtl/>
        </w:rPr>
        <w:t>ی</w:t>
      </w:r>
      <w:r w:rsidRPr="007A0ACC">
        <w:rPr>
          <w:rtl/>
        </w:rPr>
        <w:t>۔مختلف آواز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زور و شور سے اٹھنے لگ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ا</w:t>
      </w:r>
      <w:r w:rsidRPr="007A0ACC">
        <w:rPr>
          <w:rFonts w:hint="eastAsia"/>
          <w:rtl/>
        </w:rPr>
        <w:t>فرا</w:t>
      </w:r>
      <w:r w:rsidRPr="007A0ACC">
        <w:rPr>
          <w:rtl/>
        </w:rPr>
        <w:t xml:space="preserve"> تفر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مچ گئ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تک کہ اختلاف کا خوف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دہوا</w:t>
      </w:r>
      <w:r w:rsidR="0017666E" w:rsidRPr="00D756D9">
        <w:rPr>
          <w:rStyle w:val="libFootnotenumChar"/>
          <w:rtl/>
        </w:rPr>
        <w:t>(</w:t>
      </w:r>
      <w:r w:rsidR="00413EEC" w:rsidRPr="00A54383">
        <w:rPr>
          <w:rStyle w:val="libFootnotenumChar"/>
          <w:rFonts w:hint="cs"/>
          <w:rtl/>
        </w:rPr>
        <w:t>5</w:t>
      </w:r>
      <w:r w:rsidR="00413EEC" w:rsidRPr="00413EEC">
        <w:rPr>
          <w:rStyle w:val="libFootnotenumChar"/>
          <w:rFonts w:hint="cs"/>
          <w:rtl/>
        </w:rPr>
        <w:t>8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 جب حالات اس درجہ پر پہنچ گئے،عمر ابن خطاب کا کردا رنمودار ہوا۔ انہوں نے کہا کہ ''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ام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دو تلوار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آسکت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!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قسم عرب تم کو کبھ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رقبول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انکا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تم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</w:t>
      </w:r>
      <w:r w:rsidRPr="007A0ACC">
        <w:rPr>
          <w:rFonts w:hint="eastAsia"/>
          <w:rtl/>
        </w:rPr>
        <w:t>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ہے۔ ہمارے پاس اس کے حق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دل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ہے چہ جائ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کہ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مخالفت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کرے۔''الحباب نام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ممتاز انصار کھڑا ہوا اور کہا ،'' اے گروہ ِ انصار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رائے پر متفق ہوجاؤ،اس آدم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باتوں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نہ آؤ اور نہ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 کے ہم نوائوں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تم اس مسئلہ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 سے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حقدار </w:t>
      </w:r>
      <w:r w:rsidRPr="007A0ACC">
        <w:rPr>
          <w:rFonts w:hint="eastAsia"/>
          <w:rtl/>
        </w:rPr>
        <w:t>ہو</w:t>
      </w:r>
      <w:r w:rsidRPr="007A0ACC">
        <w:rPr>
          <w:rtl/>
        </w:rPr>
        <w:t>۔''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کن</w:t>
      </w:r>
      <w:r w:rsidRPr="007A0ACC">
        <w:rPr>
          <w:rtl/>
        </w:rPr>
        <w:t xml:space="preserve"> 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دوران انصار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آپس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اختلاف ہوگ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 قب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لہ</w:t>
      </w:r>
      <w:r w:rsidRPr="007A0ACC">
        <w:rPr>
          <w:rtl/>
        </w:rPr>
        <w:t xml:space="preserve"> عوص کا سردارس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ابن حز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نے قب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لہ</w:t>
      </w:r>
      <w:r w:rsidRPr="007A0ACC">
        <w:rPr>
          <w:rtl/>
        </w:rPr>
        <w:t xml:space="preserve"> خضرج کے سردار سعد ابن عبادہ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مخالفت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مہاجر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جاکر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کا اعلان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کرنے کا عہد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۔</w:t>
      </w:r>
    </w:p>
    <w:p w:rsidR="002D2453" w:rsidRDefault="002D2453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2D2453" w:rsidRDefault="002D2453" w:rsidP="009C4748">
      <w:pPr>
        <w:pStyle w:val="libNormal0"/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اس وقت عمر ابن خطاب کھڑے ہوئے اور حضرت ابوبکر 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کہا : '' اپنا ہاتھ بڑھائو تاکہ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تمہار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کروں۔'' حضرت عمر نے اور ان کے بعد کچھ مہاجر اور انصار نے حضرت ابوبکر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>۔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حضرت عائشہ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،'' حضرت عمر نے ڈرا دھمکا کر لوگوں سے ابوبکر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ل</w:t>
      </w:r>
      <w:r w:rsidRPr="007A0ACC">
        <w:rPr>
          <w:rFonts w:hint="cs"/>
          <w:rtl/>
        </w:rPr>
        <w:t>ی</w:t>
      </w:r>
      <w:r w:rsidRPr="007A0ACC">
        <w:rPr>
          <w:rtl/>
        </w:rPr>
        <w:t>۔ن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tl/>
        </w:rPr>
        <w:t xml:space="preserve"> حضرت عائشہ کہت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: ''اللہ </w:t>
      </w:r>
      <w:r w:rsidRPr="007A0ACC">
        <w:rPr>
          <w:rFonts w:hint="eastAsia"/>
          <w:rtl/>
        </w:rPr>
        <w:t>نے</w:t>
      </w:r>
      <w:r w:rsidRPr="007A0ACC">
        <w:rPr>
          <w:rtl/>
        </w:rPr>
        <w:t xml:space="preserve"> انکا خطاب فا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بخش بناد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: عمر نے لوگوں کو خوفزدہ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منافقت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،تو</w:t>
      </w:r>
      <w:r w:rsidRPr="007A0ACC">
        <w:rPr>
          <w:rtl/>
        </w:rPr>
        <w:t xml:space="preserve"> اللہ نے اسکا سد باب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'' </w:t>
      </w:r>
      <w:r w:rsidR="0017666E" w:rsidRPr="00D756D9">
        <w:rPr>
          <w:rStyle w:val="libFootnotenumChar"/>
          <w:rtl/>
        </w:rPr>
        <w:t>(</w:t>
      </w:r>
      <w:r w:rsidR="00413EEC" w:rsidRPr="00A54383">
        <w:rPr>
          <w:rStyle w:val="libFootnotenumChar"/>
          <w:rFonts w:hint="cs"/>
          <w:rtl/>
        </w:rPr>
        <w:t>5</w:t>
      </w:r>
      <w:r w:rsidR="00413EEC" w:rsidRPr="00413EEC">
        <w:rPr>
          <w:rStyle w:val="libFootnotenumChar"/>
          <w:rFonts w:hint="cs"/>
          <w:rtl/>
        </w:rPr>
        <w:t>9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سعد ابن عبادہ (جو بہت بو ڑھا تھا)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سے انکار کے متعلق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لکھا ہے کہ جب اسکو کچھ دنوں کے بعد  مشکوک حالت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ںمردہ</w:t>
      </w:r>
      <w:r w:rsidRPr="007A0ACC">
        <w:rPr>
          <w:rtl/>
        </w:rPr>
        <w:t xml:space="preserve"> پا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اس وقت عمر ابن خطاب نے کہا،'' شا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اس کو اللہ نے ما را ہے</w:t>
      </w:r>
      <w:r w:rsidR="0017666E" w:rsidRPr="00D756D9">
        <w:rPr>
          <w:rStyle w:val="libFootnotenumChar"/>
          <w:rtl/>
        </w:rPr>
        <w:t>(</w:t>
      </w:r>
      <w:r w:rsidR="00413EEC" w:rsidRPr="00A54383">
        <w:rPr>
          <w:rStyle w:val="libFootnotenumChar"/>
          <w:rFonts w:hint="cs"/>
          <w:rtl/>
        </w:rPr>
        <w:t>6</w:t>
      </w:r>
      <w:r w:rsidR="00413EEC" w:rsidRPr="00413EEC">
        <w:rPr>
          <w:rStyle w:val="libFootnotenumChar"/>
          <w:rFonts w:hint="cs"/>
          <w:rtl/>
        </w:rPr>
        <w:t>0</w:t>
      </w:r>
      <w:r w:rsidRPr="00D756D9">
        <w:rPr>
          <w:rStyle w:val="libFootnotenumChar"/>
          <w:rFonts w:hint="cs"/>
          <w:rtl/>
        </w:rPr>
        <w:t xml:space="preserve"> </w:t>
      </w:r>
      <w:r w:rsidR="0017666E" w:rsidRPr="00D756D9">
        <w:rPr>
          <w:rStyle w:val="libFootnotenumChar"/>
          <w:rFonts w:hint="cs"/>
          <w:rtl/>
        </w:rPr>
        <w:t>)</w:t>
      </w:r>
      <w:r w:rsidRPr="00D756D9">
        <w:rPr>
          <w:rStyle w:val="libFootnotenumChar"/>
          <w:rFonts w:hint="cs"/>
          <w:rtl/>
        </w:rPr>
        <w:t xml:space="preserve"> </w:t>
      </w:r>
    </w:p>
    <w:p w:rsidR="002D2453" w:rsidRPr="00A54383" w:rsidRDefault="009C4748" w:rsidP="00A54383">
      <w:pPr>
        <w:pStyle w:val="libNormal0"/>
        <w:rPr>
          <w:rtl/>
        </w:rPr>
      </w:pPr>
      <w:r w:rsidRPr="007A0ACC">
        <w:rPr>
          <w:rtl/>
        </w:rPr>
        <w:t xml:space="preserve">        سق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کے حالات پر سے پردہ اٹُھانے کے لئے اتنا کاف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جن کا اختتام انصار و مہاجر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کے درم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محاذ آرائ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بعدحضرت ابو بکر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تعا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نات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پر ہوتا ہے اس محاذآرائ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پر جاہل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کے اثرات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چھاپ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دونوں 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کے طرزب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انات</w:t>
      </w:r>
      <w:r w:rsidRPr="007A0ACC">
        <w:rPr>
          <w:rtl/>
        </w:rPr>
        <w:t xml:space="preserve"> اور لب ولہجہ سے صاف ظاہر ہ</w:t>
      </w:r>
      <w:r w:rsidRPr="007A0ACC">
        <w:rPr>
          <w:rFonts w:hint="eastAsia"/>
          <w:rtl/>
        </w:rPr>
        <w:t>وتا</w:t>
      </w:r>
      <w:r w:rsidRPr="007A0ACC">
        <w:rPr>
          <w:rtl/>
        </w:rPr>
        <w:t xml:space="preserve"> ہے جو انہوں نے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دوسرے کے مقابلے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استعمال کئے۔ خل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عمر ابن خطاب نے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زندگ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آخر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ام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بذاتِ خود اس بات کا اعتراف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حضرت ابو بکر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کرنا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غلط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مگر اللہ نے ان کے شر سے ہم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ںمحفوظ</w:t>
      </w:r>
      <w:r w:rsidRPr="007A0ACC">
        <w:rPr>
          <w:rtl/>
        </w:rPr>
        <w:t xml:space="preserve"> رکھا</w:t>
      </w:r>
      <w:r w:rsidR="0017666E" w:rsidRPr="00D756D9">
        <w:rPr>
          <w:rStyle w:val="libFootnotenumChar"/>
          <w:rtl/>
        </w:rPr>
        <w:t>(</w:t>
      </w:r>
      <w:r w:rsidR="00413EEC" w:rsidRPr="00A54383">
        <w:rPr>
          <w:rStyle w:val="libFootnotenumChar"/>
          <w:rFonts w:hint="cs"/>
          <w:rtl/>
        </w:rPr>
        <w:t>6</w:t>
      </w:r>
      <w:r w:rsidR="00413EEC" w:rsidRPr="00413EEC">
        <w:rPr>
          <w:rStyle w:val="libFootnotenumChar"/>
          <w:rFonts w:hint="cs"/>
          <w:rtl/>
        </w:rPr>
        <w:t>1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ہر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جانتا ہے کہ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اور ا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کے حما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جو بن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ہاشم اور دوسرے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سلمان،مقداد،ابوزر، خذ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مہ</w:t>
      </w:r>
      <w:r w:rsidRPr="007A0ACC">
        <w:rPr>
          <w:rtl/>
        </w:rPr>
        <w:t xml:space="preserve"> بن ثابت،خالد بن سع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د،اب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ابن کعب، زب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ر،طلحہ</w:t>
      </w:r>
      <w:r w:rsidRPr="007A0ACC">
        <w:rPr>
          <w:rtl/>
        </w:rPr>
        <w:t xml:space="preserve"> ،ابو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وب</w:t>
      </w:r>
      <w:r w:rsidRPr="007A0ACC">
        <w:rPr>
          <w:rtl/>
        </w:rPr>
        <w:t xml:space="preserve"> انصار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دوسرے اس حلف بردار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شامل ٔنہ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تھے اور نہ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وہ اس دن سق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داخل ہوئے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وہ سب وصال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عظ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سانحہ اور اپنے مح</w:t>
      </w:r>
      <w:r w:rsidRPr="007A0ACC">
        <w:rPr>
          <w:rFonts w:hint="eastAsia"/>
          <w:rtl/>
        </w:rPr>
        <w:t>بوب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کفن و دفن کے فرائض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مصروف تھے۔ اہل سق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نے حضرت ابو بکر کے ساتھ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معاملہ طے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وجہ سے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اور ان کے حام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کو اس کے بغ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چارہ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تھا کہ وہ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ناراضگ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اظہار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کرنے سے انکار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عمر ابن خطاب کے اس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سے صاف ظاہر ہے: ''۔۔۔ ہم پور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حالات سے باخبر تھے جب اللہ نے اپنے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روح </w:t>
      </w:r>
      <w:r w:rsidRPr="00A54383">
        <w:rPr>
          <w:rFonts w:hint="cs"/>
          <w:rtl/>
        </w:rPr>
        <w:t>قبض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،مگر</w:t>
      </w:r>
      <w:r w:rsidRPr="007A0ACC">
        <w:rPr>
          <w:rtl/>
        </w:rPr>
        <w:t xml:space="preserve"> انصار نے ہم سے اختلاف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وہ اکٹھے سق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بن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سعد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جمع ہوگئے۔ اختلاف کرنے والوں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، زب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اور ان کے حام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تھے '' </w:t>
      </w:r>
      <w:r w:rsidR="0017666E" w:rsidRPr="00D756D9">
        <w:rPr>
          <w:rStyle w:val="libFootnotenumChar"/>
          <w:rtl/>
        </w:rPr>
        <w:t>(</w:t>
      </w:r>
      <w:r w:rsidR="00413EEC" w:rsidRPr="00A54383">
        <w:rPr>
          <w:rStyle w:val="libFootnotenumChar"/>
          <w:rFonts w:hint="cs"/>
          <w:rtl/>
        </w:rPr>
        <w:t>6</w:t>
      </w:r>
      <w:r w:rsidR="00413EEC" w:rsidRPr="00413EEC">
        <w:rPr>
          <w:rStyle w:val="libFootnotenumChar"/>
          <w:rFonts w:hint="cs"/>
          <w:rtl/>
        </w:rPr>
        <w:t>2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۔               </w:t>
      </w:r>
    </w:p>
    <w:p w:rsidR="002D2453" w:rsidRDefault="002D2453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ابن اب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طالب نے ان کے خلاف احتجاج کرنے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جہ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کھا</w:t>
      </w:r>
      <w:r w:rsidRPr="007A0ACC">
        <w:rPr>
          <w:rtl/>
        </w:rPr>
        <w:t xml:space="preserve"> سوائے افراتفر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کے۔ انہوں نے اپنے حقوق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پامال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ان اٹھنے والے فتنوں پر قربان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اسلام کوچاروں طرف خطرات نے گھ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تھا۔ اسلام کومد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نہ</w:t>
      </w:r>
      <w:r w:rsidRPr="007A0ACC">
        <w:rPr>
          <w:rtl/>
        </w:rPr>
        <w:t xml:space="preserve"> کے مشرکوں اور ارد گرد ک</w:t>
      </w:r>
      <w:r w:rsidRPr="007A0ACC">
        <w:rPr>
          <w:rFonts w:hint="eastAsia"/>
          <w:rtl/>
        </w:rPr>
        <w:t>ے</w:t>
      </w:r>
      <w:r w:rsidRPr="007A0ACC">
        <w:rPr>
          <w:rtl/>
        </w:rPr>
        <w:t xml:space="preserve"> بدوئوں کا خطرہ تھا جن کا حوصلہ وصال ِ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بعد بڑھ چکا تھا۔ اسکے علاوہ مس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لمہ</w:t>
      </w:r>
      <w:r w:rsidRPr="007A0ACC">
        <w:rPr>
          <w:rtl/>
        </w:rPr>
        <w:t xml:space="preserve"> کذاب،شر انگ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طل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حہ،</w:t>
      </w:r>
      <w:r w:rsidRPr="007A0ACC">
        <w:rPr>
          <w:rtl/>
        </w:rPr>
        <w:t xml:space="preserve"> سجاح کے علاوہ 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صر</w:t>
      </w:r>
      <w:r w:rsidRPr="007A0ACC">
        <w:rPr>
          <w:rtl/>
        </w:rPr>
        <w:t xml:space="preserve"> و کسر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اور دوسرے دشمن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تھے جو مسلمانوں کے خلاف تاک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ٹھے</w:t>
      </w:r>
      <w:r w:rsidRPr="007A0ACC">
        <w:rPr>
          <w:rtl/>
        </w:rPr>
        <w:t xml:space="preserve"> تھے۔ اور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بہت دشمن تھے جو بقاء اسلام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خطرہ تھے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تو فطر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تقاضہ</w:t>
      </w:r>
      <w:r w:rsidRPr="007A0ACC">
        <w:rPr>
          <w:rtl/>
        </w:rPr>
        <w:t xml:space="preserve"> ہے کہ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اپنے حقوق کو قربان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اس بحث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نہ الجھ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رسول اللہ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پہلے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نا مزد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ہے۔ انہوں نے اپنے حق خلافت اور اپنے طر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قہ</w:t>
      </w:r>
      <w:r w:rsidRPr="007A0ACC">
        <w:rPr>
          <w:rtl/>
        </w:rPr>
        <w:t xml:space="preserve"> سے سوچنے والوں کے مقابلہ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اپنے قوت ِدلائل کو محفوظ اور زندہ رکھا۔ انہوں نے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سب اسلئے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تاکہ اسلام کے دشمن اس اختلاف کے موقعہ سے فائدہ نہ اٹھانے پائ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۔وہ اس لئے گھر پر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ٹھے</w:t>
      </w:r>
      <w:r w:rsidRPr="007A0ACC">
        <w:rPr>
          <w:rtl/>
        </w:rPr>
        <w:t xml:space="preserve"> اور حلف بردار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حصہ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جو باق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ان کے ساتھ تھے انہوں نے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برابر چھ مہ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نے</w:t>
      </w:r>
      <w:r w:rsidRPr="007A0ACC">
        <w:rPr>
          <w:rtl/>
        </w:rPr>
        <w:t xml:space="preserve"> تک برقرار رہا</w:t>
      </w:r>
      <w:r w:rsidR="0017666E" w:rsidRPr="00D756D9">
        <w:rPr>
          <w:rStyle w:val="libFootnotenumChar"/>
          <w:rtl/>
        </w:rPr>
        <w:t>(</w:t>
      </w:r>
      <w:r w:rsidR="00413EEC" w:rsidRPr="00A54383">
        <w:rPr>
          <w:rStyle w:val="libFootnotenumChar"/>
          <w:rFonts w:hint="cs"/>
          <w:rtl/>
        </w:rPr>
        <w:t>6</w:t>
      </w:r>
      <w:r w:rsidR="00413EEC" w:rsidRPr="00413EEC">
        <w:rPr>
          <w:rStyle w:val="libFootnotenumChar"/>
          <w:rFonts w:hint="cs"/>
          <w:rtl/>
        </w:rPr>
        <w:t>3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۔ </w:t>
      </w:r>
    </w:p>
    <w:p w:rsidR="002D2453" w:rsidRPr="00A5438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اور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درج ہے جس سے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ثابت ہوتا ہے کہ اگر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کے پاس اپنا حق حا صل کرنے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فوج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طاقت ،اور اختلافات کا خطرہ نہ ہوتا تو وہ ضرور وہ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کرتے۔حضرت عائشہ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انہوں نے کہا ،'' حضرت فاطمہ  صرف چھ مہ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نے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</w:t>
      </w:r>
      <w:r w:rsidRPr="007A0ACC">
        <w:rPr>
          <w:rFonts w:hint="eastAsia"/>
          <w:rtl/>
        </w:rPr>
        <w:t>بعد</w:t>
      </w:r>
      <w:r w:rsidRPr="007A0ACC">
        <w:rPr>
          <w:rtl/>
        </w:rPr>
        <w:t xml:space="preserve"> زندہ رہ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۔جب وہ وفات کر گئ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تو ان کے شوہر   نے رات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دفن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 حضرت ابوبکر نے نہ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ان کے لئے اعلان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نہ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ان کے نماز جنازہ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شرکت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۔ بعد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وفات فاطمہ  تک لوگوں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کا احترام باق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تھا۔جب وہ رحلت کر گئ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، تولوگوں ن</w:t>
      </w:r>
      <w:r w:rsidRPr="007A0ACC">
        <w:rPr>
          <w:rFonts w:hint="eastAsia"/>
          <w:rtl/>
        </w:rPr>
        <w:t>ے</w:t>
      </w:r>
      <w:r w:rsidRPr="007A0ACC">
        <w:rPr>
          <w:rtl/>
        </w:rPr>
        <w:t xml:space="preserve"> ان سے منہ موڑ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ا،تب</w:t>
      </w:r>
      <w:r w:rsidRPr="007A0ACC">
        <w:rPr>
          <w:rtl/>
        </w:rPr>
        <w:t xml:space="preserve"> انہوں نے حضرت ابو بکر کے ساتھ صلح کرنے اور انک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کا ارادہ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 اس سے پہلے وہ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کرنے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ار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تھے۔انہوں نے حضرت ابوبکر کو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غام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جا</w:t>
      </w:r>
      <w:r w:rsidRPr="007A0ACC">
        <w:rPr>
          <w:rtl/>
        </w:rPr>
        <w:t xml:space="preserve"> جس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</w:t>
      </w:r>
      <w:r w:rsidRPr="007A0ACC">
        <w:rPr>
          <w:rtl/>
        </w:rPr>
        <w:t>'' تم مجھ سے اس شرط پر ملنے آسکتے ہو کہ تمہارے ساتھ اور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دوسرا نہ ہو</w:t>
      </w:r>
      <w:r w:rsidRPr="007A0ACC">
        <w:rPr>
          <w:rFonts w:hint="eastAsia"/>
          <w:rtl/>
        </w:rPr>
        <w:t>،</w:t>
      </w:r>
      <w:r w:rsidRPr="007A0ACC">
        <w:rPr>
          <w:rtl/>
        </w:rPr>
        <w:t xml:space="preserve"> (دوسرے سے مراد شا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حضرت عمر رہے ہوں )حضرت عمر جو وہاں موجود تھے انہوں نے کہا،'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،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قسم تمہ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 کے گھر اک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لا</w:t>
      </w:r>
      <w:r w:rsidRPr="007A0ACC">
        <w:rPr>
          <w:rtl/>
        </w:rPr>
        <w:t xml:space="preserve"> نہ جانا چاہ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ئے</w:t>
      </w:r>
      <w:r w:rsidRPr="007A0ACC">
        <w:rPr>
          <w:rtl/>
        </w:rPr>
        <w:t xml:space="preserve"> ۔ حضرت ابوبکر نے کہا،'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؟ تم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اسمجھتے</w:t>
      </w:r>
      <w:r w:rsidRPr="007A0ACC">
        <w:rPr>
          <w:rtl/>
        </w:rPr>
        <w:t xml:space="preserve"> ہو کہ وہ مجھے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نقصان پہنچائ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؟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قسم !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ضرور ان سے مل</w:t>
      </w:r>
      <w:r w:rsidRPr="007A0ACC">
        <w:rPr>
          <w:rFonts w:hint="eastAsia"/>
          <w:rtl/>
        </w:rPr>
        <w:t>نے</w:t>
      </w:r>
      <w:r w:rsidRPr="007A0ACC">
        <w:rPr>
          <w:rtl/>
        </w:rPr>
        <w:t xml:space="preserve"> جائوں گا ''</w:t>
      </w:r>
      <w:r w:rsidR="0017666E" w:rsidRPr="00D756D9">
        <w:rPr>
          <w:rStyle w:val="libFootnotenumChar"/>
          <w:rtl/>
        </w:rPr>
        <w:t>(</w:t>
      </w:r>
      <w:r w:rsidR="00413EEC" w:rsidRPr="00A54383">
        <w:rPr>
          <w:rStyle w:val="libFootnotenumChar"/>
          <w:rFonts w:hint="cs"/>
          <w:rtl/>
        </w:rPr>
        <w:t>6</w:t>
      </w:r>
      <w:r w:rsidR="00A54383" w:rsidRPr="00A54383">
        <w:rPr>
          <w:rStyle w:val="libFootnotenumChar"/>
          <w:rFonts w:hint="cs"/>
          <w:rtl/>
        </w:rPr>
        <w:t>4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 ۔</w:t>
      </w:r>
    </w:p>
    <w:p w:rsidR="002D2453" w:rsidRDefault="002D2453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2D2453" w:rsidRDefault="002D2453" w:rsidP="00A54383">
      <w:pPr>
        <w:pStyle w:val="libNormal0"/>
      </w:pPr>
    </w:p>
    <w:p w:rsidR="009C4748" w:rsidRDefault="009C4748" w:rsidP="00A54383">
      <w:pPr>
        <w:pStyle w:val="libNormal0"/>
      </w:pPr>
      <w:r w:rsidRPr="007A0ACC">
        <w:rPr>
          <w:rFonts w:hint="cs"/>
          <w:rtl/>
        </w:rPr>
        <w:t xml:space="preserve"> امام شرف الدی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موسو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نے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کے اس رو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>(اقدام)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تشر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اسطرح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ہے،''اگر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نے ا سوقت جلد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،وہ</w:t>
      </w:r>
      <w:r w:rsidRPr="007A0ACC">
        <w:rPr>
          <w:rtl/>
        </w:rPr>
        <w:t xml:space="preserve"> اپنا قض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گھر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لے جاتے اور نہ ان کے ساتھ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کرتے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کن</w:t>
      </w:r>
      <w:r w:rsidRPr="007A0ACC">
        <w:rPr>
          <w:rtl/>
        </w:rPr>
        <w:t xml:space="preserve"> انہوں نے اپنے طر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قہ</w:t>
      </w:r>
      <w:r w:rsidRPr="007A0ACC">
        <w:rPr>
          <w:rtl/>
        </w:rPr>
        <w:t xml:space="preserve"> کارسے امت کو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بچا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اور</w:t>
      </w:r>
      <w:r w:rsidRPr="007A0ACC">
        <w:rPr>
          <w:rtl/>
        </w:rPr>
        <w:t xml:space="preserve"> اپنا حق خلافت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محفوظ رکھا اس وقت کے حالات تلوار سے دفاع کرنے اور اس مسئلہ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دوسرے سے بحث کرنے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اجازت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تے</w:t>
      </w:r>
      <w:r w:rsidRPr="007A0ACC">
        <w:rPr>
          <w:rtl/>
        </w:rPr>
        <w:t xml:space="preserve"> تھے </w:t>
      </w:r>
      <w:r w:rsidR="0017666E" w:rsidRPr="00D756D9">
        <w:rPr>
          <w:rStyle w:val="libFootnotenumChar"/>
          <w:rtl/>
        </w:rPr>
        <w:t>(</w:t>
      </w:r>
      <w:r w:rsidR="00413EEC" w:rsidRPr="00A54383">
        <w:rPr>
          <w:rStyle w:val="libFootnotenumChar"/>
          <w:rFonts w:hint="cs"/>
          <w:rtl/>
        </w:rPr>
        <w:t>65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۔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قت</w:t>
      </w:r>
      <w:r w:rsidRPr="007A0ACC">
        <w:rPr>
          <w:rtl/>
        </w:rPr>
        <w:t xml:space="preserve"> اس وقت سامنے آت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جب ابو سف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نے کئ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دفعہ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کے سامنے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تجو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tl/>
        </w:rPr>
        <w:t xml:space="preserve"> رکھ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کہ آپ اپنا حق خلافت حاصل کرنے کے 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اٹھ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' تو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 سے مقابلہ کرنے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زم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دل</w:t>
      </w:r>
      <w:r w:rsidRPr="007A0ACC">
        <w:rPr>
          <w:rtl/>
        </w:rPr>
        <w:t xml:space="preserve"> فوج اور شہسواروں سے بھر دوں گا اور ان کے فرار کے تمام راستے 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وقت مسدود کردونگا''</w:t>
      </w:r>
      <w:r w:rsidR="0017666E" w:rsidRPr="00D756D9">
        <w:rPr>
          <w:rStyle w:val="libFootnotenumChar"/>
          <w:rtl/>
        </w:rPr>
        <w:t>(</w:t>
      </w:r>
      <w:r w:rsidR="00413EEC" w:rsidRPr="00A54383">
        <w:rPr>
          <w:rStyle w:val="libFootnotenumChar"/>
          <w:rFonts w:hint="cs"/>
          <w:rtl/>
        </w:rPr>
        <w:t>66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کن</w:t>
      </w:r>
      <w:r w:rsidRPr="007A0ACC">
        <w:rPr>
          <w:rtl/>
        </w:rPr>
        <w:t xml:space="preserve">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نے اس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کش کو ہر بار ٹھکراد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آپ اس کے ارادہ سے بخوب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واقف تھے ۔وہ چاہتا تھا کہ اختلافا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آگ بھڑکے اور جنگ چھڑ جائے تاکہ اسلام کبھ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اپنے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روں</w:t>
      </w:r>
      <w:r w:rsidRPr="007A0ACC">
        <w:rPr>
          <w:rtl/>
        </w:rPr>
        <w:t xml:space="preserve"> پر کھڑا نہ ہوسکے۔</w:t>
      </w:r>
    </w:p>
    <w:p w:rsidR="002D2453" w:rsidRPr="002D2453" w:rsidRDefault="002D2453" w:rsidP="002D2453">
      <w:pPr>
        <w:pStyle w:val="libNormal"/>
        <w:rPr>
          <w:rtl/>
        </w:rPr>
      </w:pPr>
    </w:p>
    <w:p w:rsidR="00572406" w:rsidRDefault="009C4748" w:rsidP="00572406">
      <w:pPr>
        <w:pStyle w:val="Heading2Center"/>
        <w:rPr>
          <w:rtl/>
        </w:rPr>
      </w:pPr>
      <w:bookmarkStart w:id="21" w:name="_Toc447620009"/>
      <w:r w:rsidRPr="007A0ACC">
        <w:rPr>
          <w:rtl/>
        </w:rPr>
        <w:t>حضرت فاطمہ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ناراضگ</w:t>
      </w:r>
      <w:r w:rsidRPr="007A0ACC">
        <w:rPr>
          <w:rFonts w:hint="cs"/>
          <w:rtl/>
        </w:rPr>
        <w:t>ی</w:t>
      </w:r>
      <w:bookmarkEnd w:id="21"/>
    </w:p>
    <w:p w:rsidR="002D2453" w:rsidRPr="00A54383" w:rsidRDefault="009C4748" w:rsidP="00572406">
      <w:pPr>
        <w:pStyle w:val="libNormal0"/>
        <w:rPr>
          <w:rtl/>
        </w:rPr>
      </w:pPr>
      <w:r w:rsidRPr="007A0ACC">
        <w:rPr>
          <w:rtl/>
        </w:rPr>
        <w:t xml:space="preserve">              حضرت فاطمہ  نے اس حالت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سے رحلت فرمائ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کہ آپ حضرت ابوبکر سے ناراض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انہوںنے شہزاد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اس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راث</w:t>
      </w:r>
      <w:r w:rsidRPr="007A0ACC">
        <w:rPr>
          <w:rtl/>
        </w:rPr>
        <w:t xml:space="preserve"> سے محروم کرد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تھا جو کہ آپ کے بابا جان ،پ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>نے آپ کے لئے چھوڑ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>۔صح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حضرت عائشہ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ہے،''۔۔۔کہ حضرت فا</w:t>
      </w:r>
      <w:r w:rsidRPr="007A0ACC">
        <w:rPr>
          <w:rFonts w:hint="eastAsia"/>
          <w:rtl/>
        </w:rPr>
        <w:t>طمہ</w:t>
      </w:r>
      <w:r w:rsidRPr="007A0ACC">
        <w:rPr>
          <w:rtl/>
        </w:rPr>
        <w:t xml:space="preserve">  بنت سول اللہ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 وہ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راث</w:t>
      </w:r>
      <w:r w:rsidRPr="007A0ACC">
        <w:rPr>
          <w:rtl/>
        </w:rPr>
        <w:t xml:space="preserve"> حاصل کرنا تھا جو انکے لئے فے ( امن کے معا ہدہ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ملنے والا حصہ)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رکھا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تھا جو اللہ نے اپنے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کوعنا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تھا۔حضرت ابوبکر نے ان (فاطمہ) سے کہا ، ''اللہ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کہ ہم انب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راث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چھوڑتے،جو </w:t>
      </w:r>
      <w:r w:rsidRPr="007A0ACC">
        <w:rPr>
          <w:rFonts w:hint="eastAsia"/>
          <w:rtl/>
        </w:rPr>
        <w:t>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ہم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چھے</w:t>
      </w:r>
      <w:r w:rsidRPr="007A0ACC">
        <w:rPr>
          <w:rtl/>
        </w:rPr>
        <w:t xml:space="preserve"> چھوڑتے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وہ صدقہ ہوتا ہے جس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بنا پرفاطمہ  بنت رسول اللہ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ابوبکر سے ناراض ہوئ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۔ وہ وصالِ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بعد صرف چھ مہ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نے</w:t>
      </w:r>
      <w:r w:rsidRPr="007A0ACC">
        <w:rPr>
          <w:rtl/>
        </w:rPr>
        <w:t xml:space="preserve"> زندہ رہ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''۔ حضرت عائشہ سے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ہے،'' حضرت فاطمہ  نے حضرت ابوبکر سے اس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راثِ</w:t>
      </w:r>
      <w:r w:rsidRPr="007A0ACC">
        <w:rPr>
          <w:rtl/>
        </w:rPr>
        <w:t xml:space="preserve">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>کا دعو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وہ حقدار تھ</w:t>
      </w:r>
      <w:r w:rsidRPr="007A0ACC">
        <w:rPr>
          <w:rFonts w:hint="cs"/>
          <w:rtl/>
        </w:rPr>
        <w:t>ی</w:t>
      </w:r>
      <w:r w:rsidRPr="007A0ACC">
        <w:rPr>
          <w:rtl/>
        </w:rPr>
        <w:t>ں جو کہ علاقہ خ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بر</w:t>
      </w:r>
      <w:r w:rsidRPr="007A0ACC">
        <w:rPr>
          <w:rtl/>
        </w:rPr>
        <w:t xml:space="preserve"> سے فدک نام کا ہے اور خ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رات</w:t>
      </w:r>
      <w:r w:rsidRPr="007A0ACC">
        <w:rPr>
          <w:rtl/>
        </w:rPr>
        <w:t xml:space="preserve"> ِمد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نہ</w:t>
      </w:r>
      <w:r w:rsidRPr="007A0ACC">
        <w:rPr>
          <w:rtl/>
        </w:rPr>
        <w:t xml:space="preserve"> کا حصہ مگر حضرت ابوبکر نے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کہکر انکار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وہ کچھ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چھوڑوں گا جو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کرتے تھے''</w:t>
      </w:r>
      <w:r w:rsidR="0017666E" w:rsidRPr="00D756D9">
        <w:rPr>
          <w:rStyle w:val="libFootnotenumChar"/>
          <w:rtl/>
        </w:rPr>
        <w:t>(</w:t>
      </w:r>
      <w:r w:rsidR="00413EEC" w:rsidRPr="00A54383">
        <w:rPr>
          <w:rStyle w:val="libFootnotenumChar"/>
          <w:rFonts w:hint="cs"/>
          <w:rtl/>
        </w:rPr>
        <w:t>6</w:t>
      </w:r>
      <w:r w:rsidR="00413EEC" w:rsidRPr="00413EEC">
        <w:rPr>
          <w:rStyle w:val="libFootnotenumChar"/>
          <w:rFonts w:hint="cs"/>
          <w:rtl/>
        </w:rPr>
        <w:t>7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</w:t>
      </w:r>
    </w:p>
    <w:p w:rsidR="002D2453" w:rsidRDefault="002D2453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2D2453" w:rsidRDefault="002D2453" w:rsidP="00A54383">
      <w:pPr>
        <w:pStyle w:val="libNormal0"/>
      </w:pPr>
    </w:p>
    <w:p w:rsidR="009C4748" w:rsidRPr="007A0ACC" w:rsidRDefault="009C4748" w:rsidP="00A54383">
      <w:pPr>
        <w:pStyle w:val="libNormal0"/>
        <w:rPr>
          <w:rtl/>
        </w:rPr>
      </w:pPr>
      <w:r w:rsidRPr="007A0ACC">
        <w:rPr>
          <w:rFonts w:hint="cs"/>
          <w:rtl/>
        </w:rPr>
        <w:t xml:space="preserve">  وہ حضرت ابوبکر سے اتنی</w:t>
      </w:r>
      <w:r w:rsidRPr="007A0ACC">
        <w:rPr>
          <w:rtl/>
        </w:rPr>
        <w:t xml:space="preserve"> ناراض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انہون نے حضرت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سے وص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کہ حضرت ابوبکر اس کے مرن</w:t>
      </w:r>
      <w:r w:rsidRPr="007A0ACC">
        <w:rPr>
          <w:rFonts w:hint="eastAsia"/>
          <w:rtl/>
        </w:rPr>
        <w:t>ے</w:t>
      </w:r>
      <w:r w:rsidRPr="007A0ACC">
        <w:rPr>
          <w:rtl/>
        </w:rPr>
        <w:t xml:space="preserve"> پر اسکے نماز جنازہ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نہ ہوں اور نہ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وہ ان کے جنازے کے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چھے</w:t>
      </w:r>
      <w:r w:rsidRPr="007A0ACC">
        <w:rPr>
          <w:rtl/>
        </w:rPr>
        <w:t xml:space="preserve"> چلے۔امام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نے ان کے جسد مبارک کو رات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خاموش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دفنا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حضرت عائشہ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انہوں نے کہا،''۔۔ حضرت ابوبکر نے انکار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فاطمہ  کو کچھ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</w:t>
      </w:r>
      <w:r w:rsidRPr="007A0ACC">
        <w:rPr>
          <w:rFonts w:hint="eastAsia"/>
          <w:rtl/>
        </w:rPr>
        <w:t>ائے</w:t>
      </w:r>
      <w:r w:rsidRPr="007A0ACC">
        <w:rPr>
          <w:rtl/>
        </w:rPr>
        <w:t>۔حضرت فاطمہ 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لئے اس سے حد سے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ناراض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تک کہ اس نے ان سے عل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حدگ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اخت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ار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اپنے وفات تک اس سے بات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>۔وہ وصال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بعد صرف چھ مہ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نے</w:t>
      </w:r>
      <w:r w:rsidRPr="007A0ACC">
        <w:rPr>
          <w:rtl/>
        </w:rPr>
        <w:t xml:space="preserve"> زندہ رہ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۔جب وہ وفات پاگئ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تو انکے شوہر نے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رات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دفن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۔ابوبکر نے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وفات کا اعلا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نہ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ان کے نماز جنازہ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ہوئے''</w:t>
      </w:r>
      <w:r w:rsidR="0017666E" w:rsidRPr="00D756D9">
        <w:rPr>
          <w:rStyle w:val="libFootnotenumChar"/>
          <w:rtl/>
        </w:rPr>
        <w:t>(</w:t>
      </w:r>
      <w:r w:rsidR="00413EEC" w:rsidRPr="00A54383">
        <w:rPr>
          <w:rStyle w:val="libFootnotenumChar"/>
          <w:rFonts w:hint="cs"/>
          <w:rtl/>
        </w:rPr>
        <w:t>6</w:t>
      </w:r>
      <w:r w:rsidR="00413EEC" w:rsidRPr="00413EEC">
        <w:rPr>
          <w:rStyle w:val="libFootnotenumChar"/>
          <w:rFonts w:hint="cs"/>
          <w:rtl/>
        </w:rPr>
        <w:t>8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 فدک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زم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جس کا حضرت فاطمہ  نے مطالبہ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ا،حجاز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گائوں ہے جسم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کچھ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ہود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آباد تھے۔جب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خ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بر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کوچ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ا،اللہ</w:t>
      </w:r>
      <w:r w:rsidRPr="007A0ACC">
        <w:rPr>
          <w:rtl/>
        </w:rPr>
        <w:t xml:space="preserve"> نے ان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ہود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کے دلوں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خوف طار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جس کہ وجہ سے انہ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نے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سے فدک کے بدلے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معاہدہ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۔ اس لئے فدک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ملک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بن گئ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اس کو فتح کرنے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نہ تو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فوج استعمال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نہ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ساز و سامان۔پھر آنحضرت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وہ او ر اپنے خمس و عط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کا حصہ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حضرت فاطمہ  کے نام ہبہ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سب کچھ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ذات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جائداد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جس پر ان کے علاوہ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حق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بنتا۔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خ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ال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حضرت فاطمہ  اس 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tl/>
        </w:rPr>
        <w:t xml:space="preserve"> کا دعو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کر رہ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وہ حقدار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اس نظر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کے مطابق حضرت فاطمہ  صرف دو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افعال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مرتکب ہو رہ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جب کہ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سرے</w:t>
      </w:r>
      <w:r w:rsidRPr="007A0ACC">
        <w:rPr>
          <w:rtl/>
        </w:rPr>
        <w:t xml:space="preserve"> کا امکان </w:t>
      </w:r>
      <w:r w:rsidRPr="007A0ACC">
        <w:rPr>
          <w:rFonts w:hint="eastAsia"/>
          <w:rtl/>
        </w:rPr>
        <w:t>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ہے: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>(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</w:rPr>
        <w:t>)   وہ لا علم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ان کو وراثت ِ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کا قانون معلوم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تھا جبکہ حضرت ابوبکرکو معلوم تھا۔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>(</w:t>
      </w:r>
      <w:r w:rsidR="00413EEC" w:rsidRPr="00A54383">
        <w:rPr>
          <w:rFonts w:hint="cs"/>
          <w:rtl/>
        </w:rPr>
        <w:t>2</w:t>
      </w:r>
      <w:r w:rsidRPr="00A54383">
        <w:rPr>
          <w:rFonts w:hint="cs"/>
          <w:rtl/>
        </w:rPr>
        <w:t>)  وہ جھوٹ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(نعوذ باللہ) اورجس کا وہ لالچ کر رہ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وہ اس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حقدار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</w:t>
      </w:r>
    </w:p>
    <w:p w:rsidR="002D245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(ع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اذاًباللہ</w:t>
      </w:r>
      <w:r w:rsidRPr="007A0ACC">
        <w:rPr>
          <w:rtl/>
        </w:rPr>
        <w:t xml:space="preserve"> ) حضرت فاطمہ زہرا  سے متعلق اس طرح کا تصور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جاسکتا۔فاطمہ وہ با عظمت 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ناراضگ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اللہ ناراض ہوتا ہے،مومن عورتوں اور اہل جنت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سردار اور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خاتون جس سے اللہ نے ہر گناہ و رجس کو دور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پہلے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ہوا ہے۔</w:t>
      </w:r>
    </w:p>
    <w:p w:rsidR="002D2453" w:rsidRDefault="002D2453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2D2453" w:rsidRDefault="002D2453" w:rsidP="009C4748">
      <w:pPr>
        <w:pStyle w:val="libNormal0"/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>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درج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کے مطابق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</w:t>
      </w:r>
      <w:r w:rsidRPr="007A0ACC">
        <w:rPr>
          <w:rtl/>
        </w:rPr>
        <w:t>'' اے فاطمہ 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تم اس سے خوش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 کہ تم مومن عورتوں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ااس</w:t>
      </w:r>
      <w:r w:rsidRPr="007A0ACC">
        <w:rPr>
          <w:rtl/>
        </w:rPr>
        <w:t xml:space="preserve"> قوم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عورتوں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سردار ہو''؟</w:t>
      </w:r>
      <w:r w:rsidR="0017666E" w:rsidRPr="00D756D9">
        <w:rPr>
          <w:rStyle w:val="libFootnotenumChar"/>
          <w:rtl/>
        </w:rPr>
        <w:t>(</w:t>
      </w:r>
      <w:r w:rsidR="00413EEC" w:rsidRPr="00A54383">
        <w:rPr>
          <w:rStyle w:val="libFootnotenumChar"/>
          <w:rFonts w:hint="cs"/>
          <w:rtl/>
        </w:rPr>
        <w:t>6</w:t>
      </w:r>
      <w:r w:rsidR="00413EEC" w:rsidRPr="00413EEC">
        <w:rPr>
          <w:rStyle w:val="libFootnotenumChar"/>
          <w:rFonts w:hint="cs"/>
          <w:rtl/>
        </w:rPr>
        <w:t>9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فاطمہ 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حصہ ہے، جس نے اس کو ناراض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اس نے مجھے ناراض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70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۔ فاطمہ خوات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نِ</w:t>
      </w:r>
      <w:r w:rsidRPr="007A0ACC">
        <w:rPr>
          <w:rtl/>
        </w:rPr>
        <w:t xml:space="preserve"> جنت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سردار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 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71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اگر ہم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مان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فاطمہ  دوسر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عورتوں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خصوص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کہ حامل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اوپر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ہوا ہے،توان کا دخترِ معلمِ انسان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اور زوجہ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رالمومن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ہونا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فض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لت</w:t>
      </w:r>
      <w:r w:rsidRPr="007A0ACC">
        <w:rPr>
          <w:rtl/>
        </w:rPr>
        <w:t xml:space="preserve"> کے لئے کاف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</w:t>
      </w:r>
    </w:p>
    <w:p w:rsidR="009C4748" w:rsidRDefault="009C4748" w:rsidP="009C4748">
      <w:pPr>
        <w:pStyle w:val="libNormal0"/>
      </w:pPr>
    </w:p>
    <w:p w:rsidR="002D2453" w:rsidRPr="002D2453" w:rsidRDefault="002D2453" w:rsidP="002D2453">
      <w:pPr>
        <w:pStyle w:val="libNormal"/>
        <w:rPr>
          <w:rtl/>
        </w:rPr>
      </w:pPr>
    </w:p>
    <w:p w:rsidR="009C4748" w:rsidRPr="00572406" w:rsidRDefault="009C4748" w:rsidP="00572406">
      <w:pPr>
        <w:pStyle w:val="Heading2Center"/>
        <w:rPr>
          <w:rtl/>
        </w:rPr>
      </w:pPr>
      <w:r w:rsidRPr="00572406">
        <w:rPr>
          <w:rtl/>
        </w:rPr>
        <w:t xml:space="preserve">  </w:t>
      </w:r>
      <w:bookmarkStart w:id="22" w:name="_Toc447620010"/>
      <w:r w:rsidRPr="00572406">
        <w:rPr>
          <w:rtl/>
        </w:rPr>
        <w:t>ک</w:t>
      </w:r>
      <w:r w:rsidRPr="00572406">
        <w:rPr>
          <w:rFonts w:hint="cs"/>
          <w:rtl/>
        </w:rPr>
        <w:t>ی</w:t>
      </w:r>
      <w:r w:rsidRPr="00572406">
        <w:rPr>
          <w:rFonts w:hint="eastAsia"/>
          <w:rtl/>
        </w:rPr>
        <w:t>ا</w:t>
      </w:r>
      <w:r w:rsidRPr="00572406">
        <w:rPr>
          <w:rtl/>
        </w:rPr>
        <w:t xml:space="preserve"> حضرت فاطمہ صلواة اللہ عل</w:t>
      </w:r>
      <w:r w:rsidRPr="00572406">
        <w:rPr>
          <w:rFonts w:hint="cs"/>
          <w:rtl/>
        </w:rPr>
        <w:t>ی</w:t>
      </w:r>
      <w:r w:rsidRPr="00572406">
        <w:rPr>
          <w:rFonts w:hint="eastAsia"/>
          <w:rtl/>
        </w:rPr>
        <w:t>ہ</w:t>
      </w:r>
      <w:r w:rsidRPr="00572406">
        <w:rPr>
          <w:rtl/>
        </w:rPr>
        <w:t xml:space="preserve"> ک</w:t>
      </w:r>
      <w:r w:rsidRPr="00572406">
        <w:rPr>
          <w:rFonts w:hint="cs"/>
          <w:rtl/>
        </w:rPr>
        <w:t>ی</w:t>
      </w:r>
      <w:r w:rsidRPr="00572406">
        <w:rPr>
          <w:rtl/>
        </w:rPr>
        <w:t xml:space="preserve"> موت جاہل</w:t>
      </w:r>
      <w:r w:rsidRPr="00572406">
        <w:rPr>
          <w:rFonts w:hint="cs"/>
          <w:rtl/>
        </w:rPr>
        <w:t>ی</w:t>
      </w:r>
      <w:r w:rsidRPr="00572406">
        <w:rPr>
          <w:rFonts w:hint="eastAsia"/>
          <w:rtl/>
        </w:rPr>
        <w:t>ت</w:t>
      </w:r>
      <w:r w:rsidRPr="00572406">
        <w:rPr>
          <w:rtl/>
        </w:rPr>
        <w:t xml:space="preserve"> ک</w:t>
      </w:r>
      <w:r w:rsidRPr="00572406">
        <w:rPr>
          <w:rFonts w:hint="cs"/>
          <w:rtl/>
        </w:rPr>
        <w:t>ی</w:t>
      </w:r>
      <w:r w:rsidRPr="00572406">
        <w:rPr>
          <w:rtl/>
        </w:rPr>
        <w:t xml:space="preserve"> موت ہوئ</w:t>
      </w:r>
      <w:r w:rsidRPr="00572406">
        <w:rPr>
          <w:rFonts w:hint="cs"/>
          <w:rtl/>
        </w:rPr>
        <w:t>ی</w:t>
      </w:r>
      <w:r w:rsidRPr="00572406">
        <w:rPr>
          <w:rFonts w:hint="eastAsia"/>
          <w:rtl/>
        </w:rPr>
        <w:t>؟</w:t>
      </w:r>
      <w:bookmarkEnd w:id="22"/>
      <w:r w:rsidRPr="00572406">
        <w:rPr>
          <w:rtl/>
        </w:rPr>
        <w:t xml:space="preserve">   </w:t>
      </w:r>
    </w:p>
    <w:p w:rsidR="002D245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عبداللہ ابن عباس 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:،'' جو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اپنے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قابل اعتراض فعل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کھے،اسکو</w:t>
      </w:r>
      <w:r w:rsidRPr="007A0ACC">
        <w:rPr>
          <w:rtl/>
        </w:rPr>
        <w:t xml:space="preserve"> صبر کرنا چاہئے اور جو اسکے حکم سے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بالشت کا انحراف کرے وہ زمانہ جاہل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موت مرتا ہے'' 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73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اور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مسلم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،''جو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ذمہ دار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بغ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مرتا ہے،وہ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زمانہ جاہل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موت مرتا ہے ''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7</w:t>
      </w:r>
      <w:r w:rsidR="00A54383" w:rsidRPr="00A54383">
        <w:rPr>
          <w:rStyle w:val="libFootnotenumChar"/>
          <w:rFonts w:hint="cs"/>
          <w:rtl/>
        </w:rPr>
        <w:t>4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مسند احمد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رسول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سے منسوب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کہ،'' جو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امام کے فوت ہوا ،وہ جاہل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موت مرا''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7</w:t>
      </w:r>
      <w:r w:rsidR="00413EEC" w:rsidRPr="00A54383">
        <w:rPr>
          <w:rStyle w:val="libFootnotenumChar"/>
          <w:rFonts w:hint="cs"/>
          <w:rtl/>
        </w:rPr>
        <w:t>5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۔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صلہ</w:t>
      </w:r>
      <w:r w:rsidRPr="007A0ACC">
        <w:rPr>
          <w:rtl/>
        </w:rPr>
        <w:t xml:space="preserve"> کن طر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قہ</w:t>
      </w:r>
      <w:r w:rsidRPr="007A0ACC">
        <w:rPr>
          <w:rtl/>
        </w:rPr>
        <w:t xml:space="preserve"> سے ثابت کرت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جو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اپنے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امام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کئے بغ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مرجائے،وہ جاہل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موت مرا ۔ اس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شک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جو کہا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اس کامطلب امام ہے جس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اطاعت شر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الٰہ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مطابق واجب ہے نہ کہ او ر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۔ فاطمہ زہرا  حضرت ابو </w:t>
      </w:r>
      <w:r w:rsidRPr="007A0ACC">
        <w:rPr>
          <w:rFonts w:hint="eastAsia"/>
          <w:rtl/>
        </w:rPr>
        <w:t>بکر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کئے بغ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 دن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سے رحلت کر گئ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۔اور وہ ان سے ناراضگ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حالت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ںاس</w:t>
      </w:r>
      <w:r w:rsidRPr="007A0ACC">
        <w:rPr>
          <w:rtl/>
        </w:rPr>
        <w:t xml:space="preserve"> دن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سے رخصت ہوئ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وص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کے ساتھ کہ وہ ان کے جنازہ کے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چھے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 نکلے اور نہ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نماز جنازہ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شرکت کرے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حضرت عائشہ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حضرت ابو بکر نے </w:t>
      </w:r>
      <w:r w:rsidRPr="007A0ACC">
        <w:rPr>
          <w:rFonts w:hint="eastAsia"/>
          <w:rtl/>
        </w:rPr>
        <w:t>فاظمہ</w:t>
      </w:r>
      <w:r w:rsidRPr="007A0ACC">
        <w:rPr>
          <w:rtl/>
        </w:rPr>
        <w:t xml:space="preserve">  کو باپ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راث</w:t>
      </w:r>
      <w:r w:rsidRPr="007A0ACC">
        <w:rPr>
          <w:rtl/>
        </w:rPr>
        <w:t xml:space="preserve"> سے محروم رکھا جس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بنا  پر وہ اس سے تا 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ناراض رہ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مرنے تک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 سے بات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>۔</w:t>
      </w:r>
    </w:p>
    <w:p w:rsidR="002D2453" w:rsidRDefault="002D2453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2D2453" w:rsidRDefault="002D2453" w:rsidP="009C4748">
      <w:pPr>
        <w:pStyle w:val="libNormal0"/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وہ رسول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بعد صرف چھ مہ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نے</w:t>
      </w:r>
      <w:r w:rsidRPr="007A0ACC">
        <w:rPr>
          <w:rtl/>
        </w:rPr>
        <w:t xml:space="preserve"> زندہ رہ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جب انتقال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تو ان کے شوہر نے رات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دفن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۔حضرت ابوبکر نے نہ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ان کے مرنے کا اعل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نہ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ان کے نماز جنازہ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شرکت ک</w:t>
      </w:r>
      <w:r w:rsidRPr="007A0ACC">
        <w:rPr>
          <w:rFonts w:hint="cs"/>
          <w:rtl/>
        </w:rPr>
        <w:t>ی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7</w:t>
      </w:r>
      <w:r w:rsidR="00413EEC" w:rsidRPr="00A54383">
        <w:rPr>
          <w:rStyle w:val="libFootnotenumChar"/>
          <w:rFonts w:hint="cs"/>
          <w:rtl/>
        </w:rPr>
        <w:t>6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کہہ سکتا ہے کہ فاطمہ زہرا  نے اوپر ذکر شدہ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روشن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حکم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تعم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؟</w:t>
      </w:r>
      <w:r w:rsidRPr="007A0ACC">
        <w:rPr>
          <w:rtl/>
        </w:rPr>
        <w:t xml:space="preserve"> جبکہ انہوں نے آنکھوں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کھے</w:t>
      </w:r>
      <w:r w:rsidRPr="007A0ACC">
        <w:rPr>
          <w:rtl/>
        </w:rPr>
        <w:t xml:space="preserve"> حالات پر صبر کا ثبوت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ااور</w:t>
      </w:r>
      <w:r w:rsidRPr="007A0ACC">
        <w:rPr>
          <w:rtl/>
        </w:rPr>
        <w:t xml:space="preserve"> فعل ابوبکرپر متنفر ہوئ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۔انہوں اطاعت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،ان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خلافت پر اعتراض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ا،ان</w:t>
      </w:r>
      <w:r w:rsidRPr="007A0ACC">
        <w:rPr>
          <w:rtl/>
        </w:rPr>
        <w:t xml:space="preserve"> سے ناراض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ںاور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وص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کہ وہ نماز جنازہ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شرکت نہ کرے اور نہ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جنازہ کے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چھے</w:t>
      </w:r>
      <w:r w:rsidRPr="007A0ACC">
        <w:rPr>
          <w:rtl/>
        </w:rPr>
        <w:t xml:space="preserve"> نکلے۔اس سے صاف ظاہر ہوتاہے کہ وہ حضرت فاطمہ ، ابوبکر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حاکم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سے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بالشت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بلکہ بہت دور رہ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!پھر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کہا جاسکتا ہے کہ فاطمہ  جاہل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موت مر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ں؟جبکہ</w:t>
      </w:r>
      <w:r w:rsidRPr="007A0ACC">
        <w:rPr>
          <w:rtl/>
        </w:rPr>
        <w:t xml:space="preserve"> تمام مسالک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رائے کے مطابق و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مومن عورتوں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سرداراور زنانانِ جنت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سردار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: '' اے فاطمہ !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تم اس سے خوش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 کہ تم مومن عورتوں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سردار اور امت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عورتوں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سردار ہو '' ؟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77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 ۔اسکے علاوہ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اس وقت ناراض ہوتے تھے جب فاطمہ  ناراض ہوت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۔اس کا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شک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مطلب ہے کہ ا للہ اس وقت ناراض ہو جائے گا جب فاطمہ  ناراض ہوگ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کے متن سے ظاہر ہے جس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ںاللہ</w:t>
      </w:r>
      <w:r w:rsidRPr="007A0ACC">
        <w:rPr>
          <w:rtl/>
        </w:rPr>
        <w:t xml:space="preserve">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نے فرما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،'' فاطمہ 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جگر کا ٹکڑا ہے،جس نے اسے ناراض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،اس نے مجھے ناراض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''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78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۔ اس سے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نت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جہ</w:t>
      </w:r>
      <w:r w:rsidRPr="007A0ACC">
        <w:rPr>
          <w:rtl/>
        </w:rPr>
        <w:t xml:space="preserve"> سامنے آتا ہے کہ امام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جس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اطاعت واجب ہے اور جو اسک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گا،جاہل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موت مر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گا،وہ</w:t>
      </w:r>
      <w:r w:rsidRPr="007A0ACC">
        <w:rPr>
          <w:rtl/>
        </w:rPr>
        <w:t xml:space="preserve"> حضرت ابو بکر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قاتل و فاجرمعاو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( خلافت و ملوک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مولانا مودود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نامہ خواجہ حسن نظام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،مولا</w:t>
      </w:r>
      <w:r w:rsidRPr="007A0ACC">
        <w:rPr>
          <w:rtl/>
        </w:rPr>
        <w:t xml:space="preserve"> اور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حاج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بابا خل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چست</w:t>
      </w:r>
      <w:r w:rsidRPr="007A0ACC">
        <w:rPr>
          <w:rFonts w:hint="cs"/>
          <w:rtl/>
        </w:rPr>
        <w:t>ی</w:t>
      </w:r>
      <w:r w:rsidRPr="007A0ACC">
        <w:rPr>
          <w:rtl/>
        </w:rPr>
        <w:t>) ا ور نہ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لوگ ہو سکتے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</w:t>
      </w:r>
    </w:p>
    <w:p w:rsidR="009C4748" w:rsidRPr="007A0ACC" w:rsidRDefault="009C4748" w:rsidP="00572406">
      <w:pPr>
        <w:pStyle w:val="Heading2Center"/>
        <w:rPr>
          <w:rtl/>
        </w:rPr>
      </w:pPr>
      <w:r w:rsidRPr="007A0ACC">
        <w:rPr>
          <w:rtl/>
        </w:rPr>
        <w:t xml:space="preserve">  </w:t>
      </w:r>
      <w:bookmarkStart w:id="23" w:name="_Toc447620011"/>
      <w:r w:rsidRPr="007A0ACC">
        <w:rPr>
          <w:rtl/>
        </w:rPr>
        <w:t>خلافت عمرابن خطاب</w:t>
      </w:r>
      <w:bookmarkEnd w:id="23"/>
    </w:p>
    <w:p w:rsidR="002D245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جب حضرت ابوبکر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مار</w:t>
      </w:r>
      <w:r w:rsidRPr="007A0ACC">
        <w:rPr>
          <w:rtl/>
        </w:rPr>
        <w:t xml:space="preserve"> ہوئے تو انہوں نے عثمان بن عفان کو اپنے پاس بلوا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کہا،'' لکھو: بسم اللہ الرحمان الرح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۔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ابوبکر بن قحافہ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سے مسلمانوں کو وص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ہے۔'' ابھ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اتنا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لکھوا پائے تھے کہ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ہوش</w:t>
      </w:r>
      <w:r w:rsidRPr="007A0ACC">
        <w:rPr>
          <w:rtl/>
        </w:rPr>
        <w:t xml:space="preserve"> ہوگئے ۔حضرت عثمان نے از خود باق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اس طرح لک</w:t>
      </w:r>
      <w:r w:rsidRPr="007A0ACC">
        <w:rPr>
          <w:rFonts w:hint="eastAsia"/>
          <w:rtl/>
        </w:rPr>
        <w:t>ھ</w:t>
      </w:r>
      <w:r w:rsidRPr="007A0ACC">
        <w:rPr>
          <w:rtl/>
        </w:rPr>
        <w:t xml:space="preserve"> کر مکمل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: ''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تمہارے لئے عمر ابن خطاب کو اپنا جانش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مقرر کرتا ہوں اور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اس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تمہار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بھلائ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پورا خ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ال</w:t>
      </w:r>
      <w:r w:rsidRPr="007A0ACC">
        <w:rPr>
          <w:rtl/>
        </w:rPr>
        <w:t xml:space="preserve"> رکھا۔''</w:t>
      </w:r>
    </w:p>
    <w:p w:rsidR="002D2453" w:rsidRDefault="002D2453" w:rsidP="00E855FE">
      <w:pPr>
        <w:pStyle w:val="libPoemTini"/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lastRenderedPageBreak/>
        <w:t xml:space="preserve"> اس دوران حضرت ابو بکر کو ہوش آگ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عثمان سے کہا،''  پڑھو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کھوں</w:t>
      </w:r>
      <w:r w:rsidRPr="007A0ACC">
        <w:rPr>
          <w:rtl/>
        </w:rPr>
        <w:t xml:space="preserve"> تم 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لکھا ہے عثمان نے جو لکھا تھا پڑھ کر سنا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،جسے سن کر حضرت ابوبکر نے تکب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کہ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بولے کہ تم ڈرے 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بے ہوش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حالت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سے نہ چلا جائوں اور لوگوں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خلافت کے سلسلے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اختلاف ہو عثمان نے کہا ہاں ۔ حضرت ابو بکر نے کہاجو تم نے لکھا ہے وہ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ہے ،'' اللہ تم کواسلام اور اہل اسلام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سے خ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و برکت عطا کرے۔''  اور تحر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پر دستخط کردئ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ے</w:t>
      </w:r>
      <w:r w:rsidRPr="007A0ACC">
        <w:rPr>
          <w:rtl/>
        </w:rPr>
        <w:t xml:space="preserve"> 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79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۔  </w:t>
      </w:r>
    </w:p>
    <w:p w:rsidR="002D2453" w:rsidRDefault="009C4748" w:rsidP="00E855FE">
      <w:pPr>
        <w:pStyle w:val="libNormal0"/>
        <w:rPr>
          <w:rtl/>
        </w:rPr>
      </w:pPr>
      <w:r w:rsidRPr="007A0ACC">
        <w:rPr>
          <w:rtl/>
        </w:rPr>
        <w:t xml:space="preserve">      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کہ عمر ابن خطاب ہاتھ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وہ کاغذ لئے ہوئے تھے جس پر سق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کے دن حضرت ابو بکر نے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اپنا جانش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نامزد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تھا جس وقت انہوں نے لوگوں کو ڈرادھمکا کر ابو بکر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پہلے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ہوا ہے، انصار 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پھوٹ پڑنے کا فائدہ اٹھا کر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موجودگ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جو ہاتھوں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خلافت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جائزدعوے دار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حق لئے ہوئے تھے اور جو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تجہ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tl/>
        </w:rPr>
        <w:t xml:space="preserve"> و تکف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مشغول تھے۔حضرت ابو بکر نے حضرت عمر کو خل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نامزد کرنے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وہ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کردار ادا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جو حضرت عمر نے ان کے لئے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تھا۔ اس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کچ</w:t>
      </w:r>
      <w:r w:rsidRPr="007A0ACC">
        <w:rPr>
          <w:rFonts w:hint="eastAsia"/>
          <w:rtl/>
        </w:rPr>
        <w:t>ھ</w:t>
      </w:r>
      <w:r w:rsidRPr="007A0ACC">
        <w:rPr>
          <w:rtl/>
        </w:rPr>
        <w:t xml:space="preserve"> خرچ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ہوا سوائے تھوڑ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کے۔ حضرت ابو بکر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لکھنے کے دوران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بہت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درد و تکل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اور بوجہ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ہوش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باوجود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نے انکے تحر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لکھنے پر ''ہذ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'' کہنے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تہمت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لگائ</w:t>
      </w:r>
      <w:r w:rsidRPr="007A0ACC">
        <w:rPr>
          <w:rFonts w:hint="cs"/>
          <w:rtl/>
        </w:rPr>
        <w:t>ی</w:t>
      </w:r>
      <w:r w:rsidRPr="007A0ACC">
        <w:rPr>
          <w:rtl/>
        </w:rPr>
        <w:t>۔اسکے برخلاف حضرت عمر اور ان کے ہمنوائ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نے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دکھ ب</w:t>
      </w:r>
      <w:r w:rsidRPr="007A0ACC">
        <w:rPr>
          <w:rFonts w:hint="eastAsia"/>
          <w:rtl/>
        </w:rPr>
        <w:t>ھرے</w:t>
      </w:r>
      <w:r w:rsidRPr="007A0ACC">
        <w:rPr>
          <w:rtl/>
        </w:rPr>
        <w:t xml:space="preserve"> لفظ ''ہذ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'' سے نوازا جب انہوں نے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قلم و دوات لانے کو کہا تھا تاکہ وہ ان کو گمراہ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بچنے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وص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لکھ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۔ حضرت ابو بکر نے دعو 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انہوں نے اپنے بعد حضرت عمر کو اسلئے نامزد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تاکہ ان کے بعد اختلاف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دا</w:t>
      </w:r>
      <w:r w:rsidRPr="007A0ACC">
        <w:rPr>
          <w:rtl/>
        </w:rPr>
        <w:t xml:space="preserve"> نہ ہو۔ اسطرح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اہلسنت اسک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عذر قبول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انہوں نے شور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کے اصول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خلاف ورز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جو کہ ان کے مطابق مسلمانوں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خل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چننے کا بن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اصول ہے۔ آپ بعد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کہ انہوں نے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اور اس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موت کے بعد اس کے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ٹے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خلافت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قبول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جبکہ وہ جبر و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اور</w:t>
      </w:r>
      <w:r w:rsidRPr="007A0ACC">
        <w:rPr>
          <w:rtl/>
        </w:rPr>
        <w:t xml:space="preserve"> تلوار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طاقت سے اقتدار پر قابض ہوئے،جس دوران بہت سے مسلمانوں کا خون بہا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خاصکر ذر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ِ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ِ طاہر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عل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ہم</w:t>
      </w:r>
      <w:r w:rsidRPr="007A0ACC">
        <w:rPr>
          <w:rtl/>
        </w:rPr>
        <w:t xml:space="preserve"> السلام۔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کن</w:t>
      </w:r>
      <w:r w:rsidRPr="007A0ACC">
        <w:rPr>
          <w:rtl/>
        </w:rPr>
        <w:t xml:space="preserve"> جو سوال ہم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رکھنا چاہتے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وہ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ہے کہ،'' اہلسنت حضرات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نظر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قبول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رسول اللہ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بلاشک اپنے بعد ہون</w:t>
      </w:r>
      <w:r w:rsidRPr="007A0ACC">
        <w:rPr>
          <w:rFonts w:hint="eastAsia"/>
          <w:rtl/>
        </w:rPr>
        <w:t>ے</w:t>
      </w:r>
      <w:r w:rsidRPr="007A0ACC">
        <w:rPr>
          <w:rtl/>
        </w:rPr>
        <w:t xml:space="preserve"> والے خل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کو نامزد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جبکہ وہ حضرت ابوبکر کے ذر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کرنے کو تسل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کرچکے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</w:p>
    <w:p w:rsidR="002D2453" w:rsidRDefault="002D2453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E855FE" w:rsidP="009C4748">
      <w:pPr>
        <w:pStyle w:val="libNormal0"/>
        <w:rPr>
          <w:rtl/>
        </w:rPr>
      </w:pPr>
      <w:r w:rsidRPr="007A0ACC">
        <w:rPr>
          <w:rtl/>
        </w:rPr>
        <w:lastRenderedPageBreak/>
        <w:t>خاص کر اس تناظر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وصال رسول </w:t>
      </w:r>
      <w:r w:rsidRPr="00A54383">
        <w:rPr>
          <w:rFonts w:hint="cs"/>
          <w:rtl/>
        </w:rPr>
        <w:t>(ص) پر خلافت پر اختلافات اٹھنے کا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اند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شہ</w:t>
      </w:r>
      <w:r w:rsidRPr="007A0ACC">
        <w:rPr>
          <w:rtl/>
        </w:rPr>
        <w:t xml:space="preserve"> تھا بنسبتِ انتقال ابو بکر کے موقعہ پر،اس کے علاوہ وصال رسول </w:t>
      </w:r>
      <w:r w:rsidRPr="00A54383">
        <w:rPr>
          <w:rFonts w:hint="cs"/>
          <w:rtl/>
        </w:rPr>
        <w:t>(ص) کے بعد امت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اختلافات ہونے </w:t>
      </w:r>
      <w:r w:rsidRPr="007A0ACC">
        <w:rPr>
          <w:rFonts w:hint="eastAsia"/>
          <w:rtl/>
        </w:rPr>
        <w:t>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صورت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اہل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رسول </w:t>
      </w:r>
      <w:r w:rsidRPr="00A54383">
        <w:rPr>
          <w:rFonts w:hint="cs"/>
          <w:rtl/>
        </w:rPr>
        <w:t>(ص) سے وابستہ رہنے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اہم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کے معاملے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صاف و شفاف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؟ اور خلافتِ حضرت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السلام ؟</w:t>
      </w:r>
    </w:p>
    <w:p w:rsidR="009C4748" w:rsidRPr="007A0ACC" w:rsidRDefault="009C4748" w:rsidP="00572406">
      <w:pPr>
        <w:pStyle w:val="Heading2Center"/>
        <w:rPr>
          <w:rtl/>
        </w:rPr>
      </w:pPr>
      <w:bookmarkStart w:id="24" w:name="_Toc447620012"/>
      <w:r w:rsidRPr="007A0ACC">
        <w:rPr>
          <w:rtl/>
        </w:rPr>
        <w:t>خلافتِ عثمان بن عفان :</w:t>
      </w:r>
      <w:bookmarkEnd w:id="24"/>
      <w:r w:rsidRPr="007A0ACC">
        <w:rPr>
          <w:rtl/>
        </w:rPr>
        <w:t xml:space="preserve"> </w:t>
      </w:r>
    </w:p>
    <w:p w:rsidR="002D2453" w:rsidRDefault="009C4748" w:rsidP="009C4748">
      <w:pPr>
        <w:pStyle w:val="libNormal0"/>
        <w:rPr>
          <w:rtl/>
        </w:rPr>
      </w:pPr>
      <w:r w:rsidRPr="007A0ACC">
        <w:rPr>
          <w:rtl/>
        </w:rPr>
        <w:t>جب حضرت عمر جا ن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واحملے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زخم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ہوئے تو ان کو بتا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ان کا جانش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پہلے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نامزد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جس پر انہوں نے کہا ،'' کاش ابو عُب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ابن جراح زندہ ہوتے ،م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 کو اپنا جانش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مقرر کرتا اور کاش سالم،غلامِ ابو ہدب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زندہ ہوتا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کو اپنا جان</w:t>
      </w:r>
      <w:r w:rsidRPr="007A0ACC">
        <w:rPr>
          <w:rFonts w:hint="eastAsia"/>
          <w:rtl/>
        </w:rPr>
        <w:t>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نامزد کرتا۔''پھر انہوںنے کہا،'' کچھ لوگ کہتے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ابوبکر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غلط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،جس کے شر سے اللہ نے ہم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محفوظ رکھا اور عمر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مشاورت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خام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،اور</w:t>
      </w:r>
      <w:r w:rsidRPr="007A0ACC">
        <w:rPr>
          <w:rtl/>
        </w:rPr>
        <w:t xml:space="preserve"> اب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بعد مسئلہ کو شور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ذر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عے</w:t>
      </w:r>
      <w:r w:rsidRPr="007A0ACC">
        <w:rPr>
          <w:rtl/>
        </w:rPr>
        <w:t xml:space="preserve"> حل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جائے گا ''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80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انہوںنے کہا ،''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صلہ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ہے</w:t>
      </w:r>
      <w:r w:rsidRPr="007A0ACC">
        <w:rPr>
          <w:rtl/>
        </w:rPr>
        <w:t xml:space="preserve"> کہ تمہارے لئے معاملہ کچھ بزرگ مہاجر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طے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جنکے نام انہوں نے اسطرح بتائے،''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پاس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،عثمان ،طلحہ،زب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ر،</w:t>
      </w:r>
      <w:r w:rsidRPr="007A0ACC">
        <w:rPr>
          <w:rtl/>
        </w:rPr>
        <w:t xml:space="preserve">  عبد الرحمان بن عوف اور سعد ابن وقاص کو بلائو۔ اگر 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چار افراد نے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کو خل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چننے پر اتفاق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توباق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دو کو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قبول کرنا ہوگا اور اگر رائے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>۔ت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بٹ گئ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،تم</w:t>
      </w:r>
      <w:r w:rsidRPr="007A0ACC">
        <w:rPr>
          <w:rtl/>
        </w:rPr>
        <w:t xml:space="preserve"> کو عبد الرحمان بن عوف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رائے ماننا پڑے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،اسلئے</w:t>
      </w:r>
      <w:r w:rsidRPr="007A0ACC">
        <w:rPr>
          <w:rtl/>
        </w:rPr>
        <w:t xml:space="preserve"> اسکا 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صلہ</w:t>
      </w:r>
      <w:r w:rsidRPr="007A0ACC">
        <w:rPr>
          <w:rtl/>
        </w:rPr>
        <w:t xml:space="preserve"> مانو اور اسک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اطاعت کرو۔۔'' 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81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( اور اس طرح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ملتا ہے اگر 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پانچ آدم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کو منتخب کرل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کن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اس 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صلے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مخالفت کرے تو اسے قتل کر</w:t>
      </w:r>
      <w:r w:rsidRPr="007A0ACC">
        <w:rPr>
          <w:rFonts w:hint="eastAsia"/>
          <w:rtl/>
        </w:rPr>
        <w:t>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نا</w:t>
      </w:r>
      <w:r w:rsidRPr="007A0ACC">
        <w:rPr>
          <w:rtl/>
        </w:rPr>
        <w:t>۔ اور اگر چار نفرکس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کو چن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دو اس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مخالفت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</w:t>
      </w:r>
      <w:r w:rsidRPr="007A0ACC">
        <w:rPr>
          <w:rtl/>
        </w:rPr>
        <w:t xml:space="preserve"> تو ان دونوں کو قتل کرد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نا</w:t>
      </w:r>
      <w:r w:rsidRPr="007A0ACC">
        <w:rPr>
          <w:rtl/>
        </w:rPr>
        <w:t xml:space="preserve"> ۔ اور اگر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انتخاب کرل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تو اس صورت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عبداللہ کو حاکم اور قاض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قرار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نا</w:t>
      </w:r>
      <w:r w:rsidRPr="007A0ACC">
        <w:rPr>
          <w:rtl/>
        </w:rPr>
        <w:t xml:space="preserve"> اور اگر عبداللہ کے 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صلے</w:t>
      </w:r>
      <w:r w:rsidRPr="007A0ACC">
        <w:rPr>
          <w:rtl/>
        </w:rPr>
        <w:t xml:space="preserve"> پر راض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 ہوں ۔تو تم اس کے ساتھ ہوجانا جن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عبدالرحمن بن عوف ہو اور باق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قتل کرد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نا</w:t>
      </w:r>
      <w:r w:rsidRPr="007A0ACC">
        <w:rPr>
          <w:rtl/>
        </w:rPr>
        <w:t>۔۔ مترجم) اوپر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سے صاف ظاہر ہوتاہے کہ حضرت عمر نے عبدالرحمان بن عوف کے ذر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عے</w:t>
      </w:r>
      <w:r w:rsidRPr="007A0ACC">
        <w:rPr>
          <w:rtl/>
        </w:rPr>
        <w:t xml:space="preserve"> جانش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چننے کا بندو بست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۔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شور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کات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سرا</w:t>
      </w:r>
      <w:r w:rsidRPr="007A0ACC">
        <w:rPr>
          <w:rtl/>
        </w:rPr>
        <w:t xml:space="preserve"> نمونہ ہے جس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اہلسنت وکالت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۔۔  خل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عمر نے عبد الرحمان بن عوف کو جانش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>(ام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دوار</w:t>
      </w:r>
      <w:r w:rsidRPr="007A0ACC">
        <w:rPr>
          <w:rtl/>
        </w:rPr>
        <w:t>)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کرنے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شرط طے کرنے کا حکم صادر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۔شرط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ہے کہ اسکو قرآن اور سنت ِ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علاوہ سنت ِ ابوبکر اور سنتِ عمر پر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عمل کرنا ہوگا۔حسب توقع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چھ افرا دو گروہ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بٹ گئے،ت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بندے اور دو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دوار</w:t>
      </w:r>
      <w:r w:rsidRPr="007A0ACC">
        <w:rPr>
          <w:rtl/>
        </w:rPr>
        <w:t>۔پہلے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عل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،طلحہ</w:t>
      </w:r>
      <w:r w:rsidRPr="007A0ACC">
        <w:rPr>
          <w:rtl/>
        </w:rPr>
        <w:t xml:space="preserve"> اور زب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تھے اور ان کے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دوا</w:t>
      </w:r>
      <w:r w:rsidRPr="007A0ACC">
        <w:rPr>
          <w:rtl/>
        </w:rPr>
        <w:t xml:space="preserve"> رحضرت </w:t>
      </w:r>
      <w:r w:rsidRPr="007A0ACC">
        <w:rPr>
          <w:rFonts w:hint="eastAsia"/>
          <w:rtl/>
        </w:rPr>
        <w:t>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تھے۔</w:t>
      </w:r>
    </w:p>
    <w:p w:rsidR="002D2453" w:rsidRDefault="002D2453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2D2453" w:rsidRDefault="002D2453" w:rsidP="009C4748">
      <w:pPr>
        <w:pStyle w:val="libNormal0"/>
      </w:pPr>
    </w:p>
    <w:p w:rsidR="002D245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دوسرا گروہ ،عثمان،عبدالرحمٰن ابن عوف اورسعد ابن وقاص تھے جن کے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دوار</w:t>
      </w:r>
      <w:r w:rsidRPr="007A0ACC">
        <w:rPr>
          <w:rtl/>
        </w:rPr>
        <w:t xml:space="preserve"> عثمان تھے۔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نے حضرت ابوبکر و حضرت عمر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سنت پر عمل کرنے کے شرط کو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کہہ کر ٹھکراد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کہ،''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کتاب، سنت ِ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اور اپنے اجتہاد پر عمل کروں گا ''</w:t>
      </w:r>
      <w:r w:rsidR="0017666E" w:rsidRPr="00D756D9">
        <w:rPr>
          <w:rStyle w:val="libFootnotenumChar"/>
          <w:rFonts w:hint="cs"/>
          <w:rtl/>
        </w:rPr>
        <w:t>(</w:t>
      </w:r>
      <w:r w:rsidR="00413EEC" w:rsidRPr="00413EEC">
        <w:rPr>
          <w:rStyle w:val="libFootnotenumChar"/>
          <w:rFonts w:hint="cs"/>
          <w:rtl/>
        </w:rPr>
        <w:t>82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جبکہ حضرت عثمان نے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شرط قبول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اس کے ساتھ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بن گئے۔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قصہ کا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حصہ اسطرح موجود ہے: حص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ابن مخارمہ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،''نصف شب کے قر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بات ہے ۔دق الباب ہونے پر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دروازہ کھولا تو سامنے عبدالرحمان بن عوف کو پا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 اس سے پہلے ک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کچھ پوچھتا وہ بولا،''شا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تم سوئے ہوئے تھے۔اللہ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قسم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آج بہت کم سو پا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ہوں ۔تم زب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و سعدکو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گھر بلا لاؤ۔م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 کو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کر</w:t>
      </w:r>
      <w:r w:rsidRPr="007A0ACC">
        <w:rPr>
          <w:rtl/>
        </w:rPr>
        <w:t xml:space="preserve">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اس نے انکے ساتھ مشورہ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۔پھر وہ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پاس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کہا،''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پاس بلائو۔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ان کو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بلا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انہوں نے تاد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گفت و شن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>۔ پھر حضرت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ان سے با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نکل کر چلے گئے۔اس نے مجھے پھر حضرت عثمان کو بلانے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جا</w:t>
      </w:r>
      <w:r w:rsidRPr="007A0ACC">
        <w:rPr>
          <w:rtl/>
        </w:rPr>
        <w:t>۔انہوں نے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مخف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طور پر صبح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اذان تک گفتگو ک</w:t>
      </w:r>
      <w:r w:rsidRPr="007A0ACC">
        <w:rPr>
          <w:rFonts w:hint="cs"/>
          <w:rtl/>
        </w:rPr>
        <w:t>ی</w:t>
      </w:r>
      <w:r w:rsidRPr="007A0ACC">
        <w:rPr>
          <w:rtl/>
        </w:rPr>
        <w:t>۔ صبح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نماز کے بعد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سب لوگ منبر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نزد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جمع ہوئے، تواس نے حاضرانصار و مہاجر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کو اپن</w:t>
      </w:r>
      <w:r w:rsidRPr="007A0ACC">
        <w:rPr>
          <w:rFonts w:hint="eastAsia"/>
          <w:rtl/>
        </w:rPr>
        <w:t>ے</w:t>
      </w:r>
      <w:r w:rsidRPr="007A0ACC">
        <w:rPr>
          <w:rtl/>
        </w:rPr>
        <w:t xml:space="preserve"> پاس بلا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سردارانِ لشکر کو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جمع ہونے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قاصد بھ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جے،</w:t>
      </w:r>
      <w:r w:rsidRPr="007A0ACC">
        <w:rPr>
          <w:rtl/>
        </w:rPr>
        <w:t xml:space="preserve"> اور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سب حضرت عمر کے وفادار تھے۔ جب سب لوگ جمع ہوئے تو عبد الرحمان بن عوف نے کلمہ شہادت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تلاوت کرنے کے بعد کہا ،'' اے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!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لوگوں کے حالات کا جائزہ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عثمان کے مقابلہ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انکا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مثال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شخص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ملا،اسلئے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جان خطرے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مت ڈالو '' اور حضرت عثمان سے کہا،''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قرآن،سنتِ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،سنتِ ابوبکر اور سنتِ عمر کے مطابق تمہار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کرتا ہوں۔اسطرح عبد الرحمان نے حضرت عثمان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لوگوں نے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''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83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۔ اب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صاف ظاہر ہوتا ہے کہ خل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عمر نے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کرنے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 قرآن اورسنت ِ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علاوہ سنت ِ ابو بکر اور سنت عمر ِ پر عمل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</w:t>
      </w:r>
      <w:r w:rsidRPr="007A0ACC">
        <w:rPr>
          <w:rtl/>
        </w:rPr>
        <w:t xml:space="preserve"> ہونے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شرط عائد ک</w:t>
      </w:r>
      <w:r w:rsidRPr="007A0ACC">
        <w:rPr>
          <w:rFonts w:hint="cs"/>
          <w:rtl/>
        </w:rPr>
        <w:t>ی</w:t>
      </w:r>
      <w:r w:rsidRPr="007A0ACC">
        <w:rPr>
          <w:rtl/>
        </w:rPr>
        <w:t>۔اسطرح انہوں نے پہلے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خلا فت ِ حضرت عثمان کا تہ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تھا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وہ اس مسئلہ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کے رو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سے با خبر تھے اور اس واقف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کہ طلحہ وزب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انہوں نے حالات سق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ہے۔اوپر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کئے گئے واقعات کے علاوہ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قت</w:t>
      </w:r>
      <w:r w:rsidRPr="007A0ACC">
        <w:rPr>
          <w:rtl/>
        </w:rPr>
        <w:t xml:space="preserve"> کہ حضرت عمر نے پہلے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عبد الرحمان بن عوف کو حق اخت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ار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ترج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ثابت ہوتا ہے کہ وہ کس قسم کے شور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کا دعو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</w:p>
    <w:p w:rsidR="002D2453" w:rsidRDefault="002D2453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AF2CD7" w:rsidRDefault="009C4748" w:rsidP="00AF2CD7">
      <w:pPr>
        <w:pStyle w:val="Heading2Center"/>
        <w:rPr>
          <w:rtl/>
        </w:rPr>
      </w:pPr>
      <w:bookmarkStart w:id="25" w:name="_Toc447620013"/>
      <w:r w:rsidRPr="00AF2CD7">
        <w:rPr>
          <w:rtl/>
        </w:rPr>
        <w:t>:حضرت عثمان کا قتل</w:t>
      </w:r>
      <w:bookmarkEnd w:id="25"/>
      <w:r w:rsidRPr="00AF2CD7">
        <w:rPr>
          <w:rtl/>
        </w:rPr>
        <w:t xml:space="preserve">   </w:t>
      </w:r>
    </w:p>
    <w:p w:rsidR="002D245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حضرت عثمان کے قتل کے متعلق کاف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کچھ کہا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ہے۔اس معاملے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ںبہت</w:t>
      </w:r>
      <w:r w:rsidRPr="007A0ACC">
        <w:rPr>
          <w:rtl/>
        </w:rPr>
        <w:t xml:space="preserve"> سے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انات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دوسرے سے متضاد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ںخاصکر</w:t>
      </w:r>
      <w:r w:rsidRPr="007A0ACC">
        <w:rPr>
          <w:rtl/>
        </w:rPr>
        <w:t xml:space="preserve"> ان گروہوں کے متعلق جو دوسروں کو ان کے قتل کرنے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اکساتے تھے،وہ وجوہات جن سے وہ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کرنے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آمادہ ہوئے اور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واقعات جو حضرت عثمان کے قتل </w:t>
      </w:r>
      <w:r w:rsidRPr="007A0ACC">
        <w:rPr>
          <w:rFonts w:hint="eastAsia"/>
          <w:rtl/>
        </w:rPr>
        <w:t>پر</w:t>
      </w:r>
      <w:r w:rsidRPr="007A0ACC">
        <w:rPr>
          <w:rtl/>
        </w:rPr>
        <w:t xml:space="preserve"> اپنے عروج کوپہنچے۔سب سے معقول توج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ہات</w:t>
      </w:r>
      <w:r w:rsidRPr="007A0ACC">
        <w:rPr>
          <w:rtl/>
        </w:rPr>
        <w:t xml:space="preserve"> سرکار کے طرزِ حکومت کے احاطے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ں،صوبہ</w:t>
      </w:r>
      <w:r w:rsidRPr="007A0ACC">
        <w:rPr>
          <w:rtl/>
        </w:rPr>
        <w:t xml:space="preserve"> داروں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تائنات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جو حضرت عثمان کے رشتہ دار تھے اور وہ مال جو انکو سرکار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خزانہ سے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جاتا تھا۔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سب کچھ مخالفوں اور باغ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کو حضرت عثمان کے خلاف اٹھنے کا باعث بنا۔ مشہور نق</w:t>
      </w:r>
      <w:r w:rsidRPr="007A0ACC">
        <w:rPr>
          <w:rFonts w:hint="eastAsia"/>
          <w:rtl/>
        </w:rPr>
        <w:t>اد</w:t>
      </w:r>
      <w:r w:rsidRPr="007A0ACC">
        <w:rPr>
          <w:rtl/>
        </w:rPr>
        <w:t xml:space="preserve"> خالد محمد خالد لکھتا ہے ،'' اس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شک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حضرت عثمان جانتے تھے کہ لوگوں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اکثر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جنہوں نے انکو حضرت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کرم اللہ وجہہ کے مقابلہ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خل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بننے پر خوش آمد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کہا تھا،وہ جس آزاد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خواہاں تھے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سر</w:t>
      </w:r>
      <w:r w:rsidRPr="007A0ACC">
        <w:rPr>
          <w:rtl/>
        </w:rPr>
        <w:t xml:space="preserve"> نہ ہوت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اگرحکومت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باگ ڈور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کے ہاتھ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آج</w:t>
      </w:r>
      <w:r w:rsidRPr="007A0ACC">
        <w:rPr>
          <w:rFonts w:hint="eastAsia"/>
          <w:rtl/>
        </w:rPr>
        <w:t>ات</w:t>
      </w:r>
      <w:r w:rsidRPr="007A0ACC">
        <w:rPr>
          <w:rFonts w:hint="cs"/>
          <w:rtl/>
        </w:rPr>
        <w:t>ی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8</w:t>
      </w:r>
      <w:r w:rsidR="00A54383" w:rsidRPr="00A54383">
        <w:rPr>
          <w:rStyle w:val="libFootnotenumChar"/>
          <w:rFonts w:hint="cs"/>
          <w:rtl/>
        </w:rPr>
        <w:t>4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بن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حضرت عثمان کے رشتہ داروں کے ذر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عے</w:t>
      </w:r>
      <w:r w:rsidRPr="007A0ACC">
        <w:rPr>
          <w:rtl/>
        </w:rPr>
        <w:t xml:space="preserve"> سرکار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خزانہ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تباہ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مچ گئ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ہانںتک</w:t>
      </w:r>
      <w:r w:rsidRPr="007A0ACC">
        <w:rPr>
          <w:rtl/>
        </w:rPr>
        <w:t xml:space="preserve"> کہ کچھ لوگ سوچتے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بن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نے ا 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وقت سے حکومت کرنا شروع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جب انہوں نے حضرت عثمان کو خل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چنا اور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>۔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ابوسف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اس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کرتا ہے اس نے حض</w:t>
      </w:r>
      <w:r w:rsidRPr="007A0ACC">
        <w:rPr>
          <w:rFonts w:hint="eastAsia"/>
          <w:rtl/>
        </w:rPr>
        <w:t>رت</w:t>
      </w:r>
      <w:r w:rsidRPr="007A0ACC">
        <w:rPr>
          <w:rtl/>
        </w:rPr>
        <w:t xml:space="preserve"> عثمان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کرنے کے بعد کہا ،'' اسکو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ند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پکڑو،اس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جس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قسم ابوسف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کھاکر کہتا ہے کہ مجھے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ہے کہ تم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اسکو حاصل کرو گے اور تمہار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اولاد کو وراثت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ملے 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'' 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8</w:t>
      </w:r>
      <w:r w:rsidR="00413EEC" w:rsidRPr="00A54383">
        <w:rPr>
          <w:rStyle w:val="libFootnotenumChar"/>
          <w:rFonts w:hint="cs"/>
          <w:rtl/>
        </w:rPr>
        <w:t>5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متعلق دوسرے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کہ ابوسف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نے کہا ،'' اسکو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ند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پکڑو،ک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نہ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جنت ہے اور نہ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جہنم''۔۔۔ 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8</w:t>
      </w:r>
      <w:r w:rsidR="00413EEC" w:rsidRPr="00A54383">
        <w:rPr>
          <w:rStyle w:val="libFootnotenumChar"/>
          <w:rFonts w:hint="cs"/>
          <w:rtl/>
        </w:rPr>
        <w:t>6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۔جنہوں نے حضرت عثمان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مخالفت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کچھ بزرگ صحابہ کرام تھے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ابوذر،عبداللہ ابن مسعود اورعمار بن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اسر</w:t>
      </w:r>
      <w:r w:rsidRPr="007A0ACC">
        <w:rPr>
          <w:rtl/>
        </w:rPr>
        <w:t>۔ خل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نے ان کے خلاف جوش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لا</w:t>
      </w:r>
      <w:r w:rsidRPr="007A0ACC">
        <w:rPr>
          <w:rtl/>
        </w:rPr>
        <w:t xml:space="preserve"> رو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قائم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سخت سزا 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۔ جناب ابو ذر </w:t>
      </w:r>
      <w:r w:rsidRPr="007A0ACC">
        <w:rPr>
          <w:rFonts w:hint="eastAsia"/>
          <w:rtl/>
        </w:rPr>
        <w:t>نے</w:t>
      </w:r>
      <w:r w:rsidRPr="007A0ACC">
        <w:rPr>
          <w:rtl/>
        </w:rPr>
        <w:t xml:space="preserve"> علاقہ ربذہ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جلاوطن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حالت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جان 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،ک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انہوں نے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کو شام کا گورنربنائے جانے پر مخالفت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۔ ابوذر نے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کے ہاتھوں مسلمانوں کے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المال سے سونا اور دولت لوٹنے پر اعتراض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تھا۔ز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ابن وہاب نے کہا ہے ،''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علاقہ ربذہ سے گذر رہا </w:t>
      </w:r>
      <w:r w:rsidRPr="007A0ACC">
        <w:rPr>
          <w:rFonts w:hint="eastAsia"/>
          <w:rtl/>
        </w:rPr>
        <w:t>تھا</w:t>
      </w:r>
      <w:r w:rsidRPr="007A0ACC">
        <w:rPr>
          <w:rtl/>
        </w:rPr>
        <w:t xml:space="preserve"> 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وہا ںابوزر کو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کھا</w:t>
      </w:r>
      <w:r w:rsidRPr="007A0ACC">
        <w:rPr>
          <w:rtl/>
        </w:rPr>
        <w:t xml:space="preserve"> اور ان سے پوچھا،'' تم کو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کون 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آفت لائ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ہے،تو انہوں نے کہا ،''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شام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تھا ار مجھے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سے اس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پر اختلاف تھا  ،''۔</w:t>
      </w:r>
    </w:p>
    <w:p w:rsidR="002D2453" w:rsidRDefault="002D2453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2D2453" w:rsidRDefault="002D2453" w:rsidP="009C4748">
      <w:pPr>
        <w:pStyle w:val="libNormal0"/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>۔ اور وہ لوگ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جو سونا،چاند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جمع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راہ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خرچ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کرتے'' (توبہ۔</w:t>
      </w:r>
      <w:r w:rsidR="00413EEC" w:rsidRPr="00A54383">
        <w:rPr>
          <w:rFonts w:hint="cs"/>
          <w:rtl/>
        </w:rPr>
        <w:t>3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>)۔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نے کہا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اہل کتاب کے باے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نازل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جبکہ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کہا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ان کے اور ہمارے متعلق نازل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اور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اور اس کے درم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اختلاف کا باعث بنا۔اس نے حضرت عثمان کو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شکا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لکھ</w:t>
      </w:r>
      <w:r w:rsidRPr="007A0ACC">
        <w:rPr>
          <w:rFonts w:hint="cs"/>
          <w:rtl/>
        </w:rPr>
        <w:t>ی</w:t>
      </w:r>
      <w:r w:rsidRPr="007A0ACC">
        <w:rPr>
          <w:rtl/>
        </w:rPr>
        <w:t>۔حضرت عثمان نے مجھے مد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نہ</w:t>
      </w:r>
      <w:r w:rsidRPr="007A0ACC">
        <w:rPr>
          <w:rtl/>
        </w:rPr>
        <w:t xml:space="preserve"> آنے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لکھا،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وہاں</w:t>
      </w:r>
      <w:r w:rsidRPr="007A0ACC">
        <w:rPr>
          <w:rtl/>
        </w:rPr>
        <w:t xml:space="preserve">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حضرت عثمان کو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قصہ سنا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جبکہ وہاں اور لوگ تھے جو مجھے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کھنے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آئے تھے۔حضرت عثمان نے کہا ،'' اگرتم چاہو تو کہ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نزد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 سکتے ہو جس سے آج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حالت ہے۔اگر انہوں نے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اتھوپ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ائ</w:t>
      </w:r>
      <w:r w:rsidRPr="007A0ACC">
        <w:rPr>
          <w:rFonts w:hint="cs"/>
          <w:rtl/>
        </w:rPr>
        <w:t>ی</w:t>
      </w:r>
      <w:r w:rsidRPr="007A0ACC">
        <w:rPr>
          <w:rtl/>
        </w:rPr>
        <w:t>(</w:t>
      </w:r>
      <w:r w:rsidRPr="007A0ACC">
        <w:t>Ethopian</w:t>
      </w:r>
      <w:r w:rsidRPr="007A0ACC">
        <w:rPr>
          <w:rtl/>
        </w:rPr>
        <w:t>) کو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بنا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ہوتا،م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بات سن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ہوت</w:t>
      </w:r>
      <w:r w:rsidRPr="007A0ACC">
        <w:rPr>
          <w:rFonts w:hint="cs"/>
          <w:rtl/>
        </w:rPr>
        <w:t>ی</w:t>
      </w:r>
      <w:r w:rsidRPr="007A0ACC">
        <w:rPr>
          <w:rtl/>
        </w:rPr>
        <w:t>''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87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 جہاں تک عبداللہ ابن مسعود،کوفہ کے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المال کے ذمہ دار کا تعلق ہے،اس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پسل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اں</w:t>
      </w:r>
      <w:r w:rsidRPr="007A0ACC">
        <w:rPr>
          <w:rtl/>
        </w:rPr>
        <w:t xml:space="preserve"> حضرت عثمان کے غلام نے اس وجہ سے توڑ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اس نے خل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عثمان کے سوت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لے</w:t>
      </w:r>
      <w:r w:rsidRPr="007A0ACC">
        <w:rPr>
          <w:rtl/>
        </w:rPr>
        <w:t xml:space="preserve"> بھائ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بن مُع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کے رو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پر اعتراض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جو سعد ابن وقاص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معزول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وال</w:t>
      </w:r>
      <w:r w:rsidRPr="007A0ACC">
        <w:rPr>
          <w:rFonts w:hint="cs"/>
          <w:rtl/>
        </w:rPr>
        <w:t>یٔ</w:t>
      </w:r>
      <w:r w:rsidRPr="007A0ACC">
        <w:rPr>
          <w:rtl/>
        </w:rPr>
        <w:t xml:space="preserve"> کوفہ بنا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تھا۔اس خالد بن مُع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نے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المال سے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سہ</w:t>
      </w:r>
      <w:r w:rsidRPr="007A0ACC">
        <w:rPr>
          <w:rtl/>
        </w:rPr>
        <w:t xml:space="preserve">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کبھ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واپس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88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۔ جہاں تک عمار بن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اسر</w:t>
      </w:r>
      <w:r w:rsidRPr="007A0ACC">
        <w:rPr>
          <w:rtl/>
        </w:rPr>
        <w:t xml:space="preserve"> کا تعلق ہے ان کوحضرت عثمان کے غلام نے اتنا مارا کہ ان کو ہرن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(</w:t>
      </w:r>
      <w:r w:rsidRPr="007A0ACC">
        <w:t>Hernia</w:t>
      </w:r>
      <w:r w:rsidRPr="007A0ACC">
        <w:rPr>
          <w:rtl/>
        </w:rPr>
        <w:t>)ہوگ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انہوںنے خل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اجازت کے بغ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ابن مسعود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نماز جناز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پڑھاد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>۔ دراصل حضرت عمار نے ابن مسعود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بناپر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تھا جونہ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چاہتے تھے کہ خل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نماز جنازہ پڑھائے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89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۔ </w:t>
      </w:r>
    </w:p>
    <w:p w:rsidR="002D245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اور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بہت لوگ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جنہوں نے حضرت عثمان کے رشتہ داروں کے ہاتھوں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المال کے ناجائز استعمال پر اعتراض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۔مروان ابن حکم نے مثلاََ خراج ِ افر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قہ</w:t>
      </w:r>
      <w:r w:rsidRPr="007A0ACC">
        <w:rPr>
          <w:rtl/>
        </w:rPr>
        <w:t xml:space="preserve"> کا پانچواں حصہ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۔اس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تفص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مولانا مودود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 خلافت و ملوک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اور 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رت</w:t>
      </w:r>
      <w:r w:rsidRPr="007A0ACC">
        <w:rPr>
          <w:rtl/>
        </w:rPr>
        <w:t xml:space="preserve"> حلب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ج </w:t>
      </w:r>
      <w:r w:rsidR="00413EEC" w:rsidRPr="00A54383">
        <w:rPr>
          <w:rFonts w:hint="cs"/>
          <w:rtl/>
        </w:rPr>
        <w:t>6</w:t>
      </w:r>
      <w:r w:rsidRPr="00A54383">
        <w:rPr>
          <w:rFonts w:hint="cs"/>
          <w:rtl/>
        </w:rPr>
        <w:t>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کھئے</w:t>
      </w:r>
      <w:r w:rsidRPr="007A0ACC">
        <w:rPr>
          <w:rtl/>
        </w:rPr>
        <w:t>۔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گ</w:t>
      </w:r>
      <w:r w:rsidRPr="007A0ACC">
        <w:rPr>
          <w:rFonts w:hint="eastAsia"/>
          <w:rtl/>
        </w:rPr>
        <w:t>ہرا</w:t>
      </w:r>
      <w:r w:rsidRPr="007A0ACC">
        <w:rPr>
          <w:rtl/>
        </w:rPr>
        <w:t xml:space="preserve"> اثر ام المومن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حضرت عائشہ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ناراضگ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اعتراض سے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دا</w:t>
      </w:r>
      <w:r w:rsidRPr="007A0ACC">
        <w:rPr>
          <w:rtl/>
        </w:rPr>
        <w:t xml:space="preserve"> ہوا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تک کہ انہوں نے لوگوں کو اکسا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اس کو قتل کرو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انہوں نے کہا ،''  نعثل کو قتل کرو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وہ کافر ہوگ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ہے'' 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90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۔اور کہا ک</w:t>
      </w:r>
      <w:r w:rsidRPr="007A0ACC">
        <w:rPr>
          <w:rtl/>
        </w:rPr>
        <w:t>ہ اس(عثمان ) نے سنت ِ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>کو بدل ڈالا ہے۔اس سے ان کے خل</w:t>
      </w:r>
      <w:r w:rsidRPr="007A0ACC">
        <w:rPr>
          <w:rFonts w:hint="eastAsia"/>
          <w:rtl/>
        </w:rPr>
        <w:t>اف</w:t>
      </w:r>
      <w:r w:rsidRPr="007A0ACC">
        <w:rPr>
          <w:rtl/>
        </w:rPr>
        <w:t xml:space="preserve"> ہنگامہ بڑھ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 مصر،شام،کو فہ اور مد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نہ</w:t>
      </w:r>
      <w:r w:rsidRPr="007A0ACC">
        <w:rPr>
          <w:rtl/>
        </w:rPr>
        <w:t xml:space="preserve"> کے کچھ لوگ جمع ہوئے اور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قتل کر ڈالا۔</w:t>
      </w:r>
    </w:p>
    <w:p w:rsidR="002D2453" w:rsidRDefault="002D2453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9C4748" w:rsidP="00E64BEF">
      <w:pPr>
        <w:pStyle w:val="Heading2Center"/>
        <w:rPr>
          <w:rtl/>
        </w:rPr>
      </w:pPr>
      <w:bookmarkStart w:id="26" w:name="_Toc447620014"/>
      <w:r w:rsidRPr="007A0ACC">
        <w:rPr>
          <w:rtl/>
        </w:rPr>
        <w:t>خلافت ِ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:</w:t>
      </w:r>
      <w:bookmarkEnd w:id="26"/>
      <w:r w:rsidRPr="007A0ACC">
        <w:rPr>
          <w:rtl/>
        </w:rPr>
        <w:t xml:space="preserve">  </w:t>
      </w:r>
    </w:p>
    <w:p w:rsidR="009C4748" w:rsidRDefault="009C4748" w:rsidP="009C4748">
      <w:pPr>
        <w:pStyle w:val="libNormal0"/>
      </w:pPr>
      <w:r w:rsidRPr="007A0ACC">
        <w:rPr>
          <w:rtl/>
        </w:rPr>
        <w:t xml:space="preserve">          حضرت عثمان کے قتل کے بعد لوگ جوق در جوق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کے پاس بح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خل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کرنے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غرض سے گئے۔انہوں نے آنجناب  سے کہا ،'' حضرت عثمان مارے گئے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لوگوں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امام ہونا چاہئے۔ان دنوں اس عہدہ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 اور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موزوں شخص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موجود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ہے۔''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ل</w:t>
      </w:r>
      <w:r w:rsidRPr="007A0ACC">
        <w:rPr>
          <w:rFonts w:hint="cs"/>
          <w:rtl/>
        </w:rPr>
        <w:t>ی</w:t>
      </w:r>
      <w:r w:rsidRPr="007A0ACC">
        <w:rPr>
          <w:rtl/>
        </w:rPr>
        <w:t>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رسم مکمل ہوئ</w:t>
      </w:r>
      <w:r w:rsidRPr="007A0ACC">
        <w:rPr>
          <w:rFonts w:hint="cs"/>
          <w:rtl/>
        </w:rPr>
        <w:t>ی</w:t>
      </w:r>
      <w:r w:rsidRPr="007A0ACC">
        <w:rPr>
          <w:rtl/>
        </w:rPr>
        <w:t>۔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لوگوں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عدل وانصاف لاگو کرنا چاہتے تھے اور کمزور اور زور آوروں کے درم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برابرر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قائم کرنا چاہتے تھے۔ وہ کتاب ِ اللہ کا قانون نافذکرنا چاہتے تھے۔کچھ لوگوں نے اعتراض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۔انہوں نے اختلافات کا سہارا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فوج جمع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،کھلے</w:t>
      </w:r>
      <w:r w:rsidRPr="007A0ACC">
        <w:rPr>
          <w:rtl/>
        </w:rPr>
        <w:t xml:space="preserve"> ع</w:t>
      </w:r>
      <w:r w:rsidRPr="007A0ACC">
        <w:rPr>
          <w:rFonts w:hint="eastAsia"/>
          <w:rtl/>
        </w:rPr>
        <w:t>ام</w:t>
      </w:r>
      <w:r w:rsidRPr="007A0ACC">
        <w:rPr>
          <w:rtl/>
        </w:rPr>
        <w:t xml:space="preserve">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کے خلاف بغاوت اور غدار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اعلان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وجہ سے بہت 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لڑائ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اں</w:t>
      </w:r>
      <w:r w:rsidRPr="007A0ACC">
        <w:rPr>
          <w:rtl/>
        </w:rPr>
        <w:t xml:space="preserve"> وجود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آئ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خاصکر جنگ جمل اور جمگ صف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۔  </w:t>
      </w:r>
    </w:p>
    <w:p w:rsidR="000B44E9" w:rsidRPr="000B44E9" w:rsidRDefault="000B44E9" w:rsidP="000B44E9">
      <w:pPr>
        <w:pStyle w:val="libNormal"/>
        <w:rPr>
          <w:rtl/>
        </w:rPr>
      </w:pPr>
    </w:p>
    <w:p w:rsidR="009C4748" w:rsidRPr="007A0ACC" w:rsidRDefault="009C4748" w:rsidP="00E64BEF">
      <w:pPr>
        <w:pStyle w:val="Heading2Center"/>
        <w:rPr>
          <w:rtl/>
        </w:rPr>
      </w:pPr>
      <w:bookmarkStart w:id="27" w:name="_Toc447620015"/>
      <w:r w:rsidRPr="007A0ACC">
        <w:rPr>
          <w:rtl/>
        </w:rPr>
        <w:t>جنگِ جمل : ام المومن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سے جنگ لڑنے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نکلت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bookmarkEnd w:id="27"/>
      <w:r w:rsidRPr="007A0ACC">
        <w:rPr>
          <w:rtl/>
        </w:rPr>
        <w:t xml:space="preserve"> 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جب بذر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عب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بن اب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سلمہ ام المومن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حضرت عائشہ کو قتل حضرت عثمان اور حضرت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کے خل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ہونے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خبر مل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کہ لوگوں نے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کرل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تو آپ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زبان سے نکلا : کہ اگر مسئلہ ٔ خلا فت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حق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ہوا (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وہ خل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بن گئے)تو سزاوار ہے کہ آسم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زم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پر گر پڑے ۔  </w:t>
      </w:r>
    </w:p>
    <w:p w:rsidR="00E64BEF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اوربول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: اے عب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وائے ہو تم پر! ہوش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تو ہو ، تم کہہ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رہے ہو!'' عب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اللہ نے کہا،'' اے ام المومن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!سچ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جو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اہے</w:t>
      </w:r>
      <w:r w:rsidRPr="007A0ACC">
        <w:rPr>
          <w:rtl/>
        </w:rPr>
        <w:t>۔ '' اس 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سے سے وہ بہت ناراحت ہو 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،جس پر عب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نے ان سے کہا ،''اے ام المومن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! آپ کو اتن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فکر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لاحق ہے ۔اگ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لوگوں نے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کرل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تو اس پر آپ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رنج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آپ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خلافت کو پسند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۔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قسم :وہ مقام خلافت کے لئے سب سے بہتر اور اس عہدہ کے سب سے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سزاوار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، ؟ام المومن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نے چلا کر کہا :'' مجھے واپس لے چلو ! مجھے واپس لے چلو !'' و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مکہ لوٹ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زبان پر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الفاظ تھے ،''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قسم عثمان بے قصور مارے گئے۔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قسم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خون کا بدلہ لوں 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!'' عب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نے کہا ،''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قسم ان کے خون بہانے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ذمہ دار پہل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تم خودہو ! کل تک تم کہا کرت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</w:t>
      </w:r>
      <w:r w:rsidRPr="007A0ACC">
        <w:rPr>
          <w:rtl/>
        </w:rPr>
        <w:t>'' نعثل کو قتل کر ڈالو ،وہ کافر ہو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ہے۔</w:t>
      </w:r>
    </w:p>
    <w:p w:rsidR="00E64BEF" w:rsidRDefault="00E64BEF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646088" w:rsidRPr="00A54383" w:rsidRDefault="009C4748" w:rsidP="009C4748">
      <w:pPr>
        <w:pStyle w:val="libNormal0"/>
        <w:rPr>
          <w:rtl/>
        </w:rPr>
      </w:pPr>
      <w:r w:rsidRPr="007A0ACC">
        <w:rPr>
          <w:rtl/>
        </w:rPr>
        <w:lastRenderedPageBreak/>
        <w:t>'' عائشہ نے کہا ،''کہ لوگوں نے عثمان سے توبہ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۔اور پھر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قتل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۔اور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قول کہ قتل کرو نعثل کو صرف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تھا بلکہ اوروں کا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تھا ،مگر اب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</w:t>
      </w:r>
      <w:r w:rsidRPr="007A0ACC">
        <w:rPr>
          <w:rtl/>
        </w:rPr>
        <w:t xml:space="preserve"> آخر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پہلے سے بہتر ہے۔وہ مکہ چل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درِ مسجد سے چپک گئ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جہاں بہت سے لوگ اسکے گرد جم</w:t>
      </w:r>
      <w:r w:rsidRPr="007A0ACC">
        <w:rPr>
          <w:rFonts w:hint="eastAsia"/>
          <w:rtl/>
        </w:rPr>
        <w:t>ع</w:t>
      </w:r>
      <w:r w:rsidRPr="007A0ACC">
        <w:rPr>
          <w:rtl/>
        </w:rPr>
        <w:t xml:space="preserve"> ہوئے جن سے اس نے خطاب کر تے کہا ،'' اے لوگو ! عثمان نا حق مارا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ہے۔اللہ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قسم !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کے خون کا انتقام ضرور لوں گ</w:t>
      </w:r>
      <w:r w:rsidRPr="007A0ACC">
        <w:rPr>
          <w:rFonts w:hint="cs"/>
          <w:rtl/>
        </w:rPr>
        <w:t>ی</w:t>
      </w:r>
      <w:r w:rsidRPr="007A0ACC">
        <w:rPr>
          <w:rtl/>
        </w:rPr>
        <w:t>''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91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ام المومن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عائشہ کا غصہ طلحہ اور زب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ناراضگ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کے ہاتھوں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من</w:t>
      </w:r>
      <w:r w:rsidRPr="007A0ACC">
        <w:rPr>
          <w:rtl/>
        </w:rPr>
        <w:t xml:space="preserve"> اور مصر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گورنر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برطرف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بعد ہم آہنگ ہ</w:t>
      </w:r>
      <w:r w:rsidRPr="007A0ACC">
        <w:rPr>
          <w:rFonts w:hint="eastAsia"/>
          <w:rtl/>
        </w:rPr>
        <w:t>وا؛جسک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وجہ سے ان دونوں نے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سے کنارہ کش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مکہ چل کر ام المومن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سے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کے خلاف لڑنے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عہد کہا۔ وہ ام المومن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سربراہ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بہت بڑا لشکر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کر</w:t>
      </w:r>
      <w:r w:rsidRPr="007A0ACC">
        <w:rPr>
          <w:rtl/>
        </w:rPr>
        <w:t xml:space="preserve"> بصرہ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نکل پڑے جہاں جنگ ِ جمل نام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تباہ و برباد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جنگ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آئ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، طلحہ </w:t>
      </w:r>
      <w:r w:rsidRPr="007A0ACC">
        <w:rPr>
          <w:rFonts w:hint="eastAsia"/>
          <w:rtl/>
        </w:rPr>
        <w:t>و</w:t>
      </w:r>
      <w:r w:rsidRPr="007A0ACC">
        <w:rPr>
          <w:rtl/>
        </w:rPr>
        <w:t xml:space="preserve"> زب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سم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ہزار مسلمان مارے گئے اور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کے فوج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ہوئ</w:t>
      </w:r>
      <w:r w:rsidRPr="007A0ACC">
        <w:rPr>
          <w:rFonts w:hint="cs"/>
          <w:rtl/>
        </w:rPr>
        <w:t>ی</w:t>
      </w:r>
      <w:r w:rsidRPr="007A0ACC">
        <w:rPr>
          <w:rtl/>
        </w:rPr>
        <w:t>۔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سب ام ا لمومن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کے اعلانِ انتقام ِ خونِ حضرت عثمان کے شکار ہوئے۔ان کا دعو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تھا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قاتل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لشکر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گھس گئے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صورت حال کچھ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 ؛ک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ان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جائز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تھا کہ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معاملہ ول</w:t>
      </w:r>
      <w:r w:rsidRPr="007A0ACC">
        <w:rPr>
          <w:rFonts w:hint="cs"/>
          <w:rtl/>
        </w:rPr>
        <w:t>یٔ</w:t>
      </w:r>
      <w:r w:rsidRPr="007A0ACC">
        <w:rPr>
          <w:rtl/>
        </w:rPr>
        <w:t xml:space="preserve"> امر کے 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صلہ</w:t>
      </w:r>
      <w:r w:rsidRPr="007A0ACC">
        <w:rPr>
          <w:rtl/>
        </w:rPr>
        <w:t xml:space="preserve"> پر چھوڑد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خاصکر کہ جب اللہ نے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حکم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تھا کہ ِ'' ۔ ۔تم گھر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ٹھہرو ''  احزاب </w:t>
      </w:r>
      <w:r w:rsidR="00413EEC" w:rsidRPr="00A54383">
        <w:rPr>
          <w:rFonts w:hint="cs"/>
          <w:rtl/>
        </w:rPr>
        <w:t>33</w:t>
      </w:r>
      <w:r w:rsidRPr="00A54383">
        <w:rPr>
          <w:rFonts w:hint="cs"/>
          <w:rtl/>
        </w:rPr>
        <w:t xml:space="preserve"> )؟ اور انکا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واقعہ کے ساتھ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ونکرکوئ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تعلق ہونا چاہئے جبکہ حضرت عثمان بن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تھے اور وہ بن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مہ</w:t>
      </w:r>
      <w:r w:rsidRPr="007A0ACC">
        <w:rPr>
          <w:rtl/>
        </w:rPr>
        <w:t xml:space="preserve"> سے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 کے باہر نکلنے ک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مقصد ہے؟حالانکہ اس واقعہ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قت</w:t>
      </w:r>
      <w:r w:rsidRPr="007A0ACC">
        <w:rPr>
          <w:rtl/>
        </w:rPr>
        <w:t xml:space="preserve"> اس سوال کا آسان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جواب مہ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کرت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ہے،اس کے علاوہ ان اختلافات اور ان کے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چھے</w:t>
      </w:r>
      <w:r w:rsidRPr="007A0ACC">
        <w:rPr>
          <w:rtl/>
        </w:rPr>
        <w:t xml:space="preserve"> لوگوں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اشارہ کرکے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گوئ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خدا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پہلے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>۔مثلاََ عبداللہ ابن عباس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ہے،''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خطبہ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نے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کھڑ </w:t>
      </w:r>
      <w:r w:rsidRPr="007A0ACC">
        <w:rPr>
          <w:rFonts w:hint="eastAsia"/>
          <w:rtl/>
        </w:rPr>
        <w:t>ے</w:t>
      </w:r>
      <w:r w:rsidRPr="007A0ACC">
        <w:rPr>
          <w:rtl/>
        </w:rPr>
        <w:t xml:space="preserve"> ہوئے ،انہوں نے حضرت عائشہ کے گھر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اشارہ کرکے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،''اختلاف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سے شروع ہوگا،اپنے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کو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بار دہرا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۔ وہ جناب فرماتے گئے،''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سے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طان</w:t>
      </w:r>
      <w:r w:rsidRPr="007A0ACC">
        <w:rPr>
          <w:rtl/>
        </w:rPr>
        <w:t xml:space="preserve"> کے 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نگ</w:t>
      </w:r>
      <w:r w:rsidRPr="007A0ACC">
        <w:rPr>
          <w:rtl/>
        </w:rPr>
        <w:t xml:space="preserve"> نکل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گے'' 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92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۔  عمار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اسر</w:t>
      </w:r>
      <w:r w:rsidRPr="007A0ACC">
        <w:rPr>
          <w:rtl/>
        </w:rPr>
        <w:t xml:space="preserve"> نے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حالات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حضرت عائشہ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اللہ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العظ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eastAsia"/>
          <w:rtl/>
        </w:rPr>
        <w:t>ے</w:t>
      </w:r>
      <w:r w:rsidRPr="007A0ACC">
        <w:rPr>
          <w:rtl/>
        </w:rPr>
        <w:t xml:space="preserve"> بالمقابل قرار د</w:t>
      </w:r>
      <w:r w:rsidRPr="007A0ACC">
        <w:rPr>
          <w:rFonts w:hint="cs"/>
          <w:rtl/>
        </w:rPr>
        <w:t>ی</w:t>
      </w:r>
      <w:r w:rsidRPr="007A0ACC">
        <w:rPr>
          <w:rtl/>
        </w:rPr>
        <w:t>۔ ابن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الاسد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نے کہا ہے ،''۔۔۔۔ تو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عمار کو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کہتے سنا،''عا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شہ</w:t>
      </w:r>
      <w:r w:rsidRPr="007A0ACC">
        <w:rPr>
          <w:rtl/>
        </w:rPr>
        <w:t xml:space="preserve"> بصرہ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کوچ کر گئ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قسم وہ اس دن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آخرت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تمہارے رسول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زوجہ ہے مگر خدائے حم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و مج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نے تمہارا امتحان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کہ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تم اس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(اللہ) اطاعت کرتے ہو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حضرت عائشہ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'' </w:t>
      </w:r>
      <w:r w:rsidR="0017666E" w:rsidRPr="00D756D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93</w:t>
      </w:r>
      <w:r w:rsidR="0017666E" w:rsidRPr="00D756D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</w:t>
      </w:r>
    </w:p>
    <w:p w:rsidR="00646088" w:rsidRDefault="00646088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646088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اس واقعہ سے بہت پہلے حضرت عائشہ حضرت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سے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نہ</w:t>
      </w:r>
      <w:r w:rsidRPr="007A0ACC">
        <w:rPr>
          <w:rtl/>
        </w:rPr>
        <w:t xml:space="preserve"> برتنے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مشہور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۔وہ ان کا نام تک زبان پر لانا گوارا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عبد اللہ ابن عتبہ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حضرت عا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شہ</w:t>
      </w:r>
      <w:r w:rsidRPr="007A0ACC">
        <w:rPr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،''جب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>کو تھکاوٹ کا غلبہ ہوا اور درد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اضافہ ہوا،انہ</w:t>
      </w:r>
      <w:r w:rsidRPr="007A0ACC">
        <w:rPr>
          <w:rFonts w:hint="eastAsia"/>
          <w:rtl/>
        </w:rPr>
        <w:t>وںنے</w:t>
      </w:r>
      <w:r w:rsidRPr="007A0ACC">
        <w:rPr>
          <w:rtl/>
        </w:rPr>
        <w:t xml:space="preserve">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ازواج سے اجازت چاہ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گھر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آرام کرنے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خواہش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تو انہوں نے اجازت د</w:t>
      </w:r>
      <w:r w:rsidRPr="007A0ACC">
        <w:rPr>
          <w:rFonts w:hint="cs"/>
          <w:rtl/>
        </w:rPr>
        <w:t>ی</w:t>
      </w:r>
      <w:r w:rsidRPr="007A0ACC">
        <w:rPr>
          <w:rtl/>
        </w:rPr>
        <w:t>۔پ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دو آدم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کے سہارے اس عالم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وہاں سے تشر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لائے کہ آپ کے پاؤں زم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پر خط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تے</w:t>
      </w:r>
      <w:r w:rsidRPr="007A0ACC">
        <w:rPr>
          <w:rtl/>
        </w:rPr>
        <w:t xml:space="preserve"> جارہے تھے ۔ وہ عباس اور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دوسرے آدم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درم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تھے۔عب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اللہ کا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ہے</w:t>
      </w:r>
      <w:r w:rsidRPr="007A0ACC">
        <w:rPr>
          <w:rFonts w:hint="eastAsia"/>
          <w:rtl/>
        </w:rPr>
        <w:t>،</w:t>
      </w:r>
      <w:r w:rsidRPr="007A0ACC">
        <w:rPr>
          <w:rtl/>
        </w:rPr>
        <w:t>''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بات عبداللہ ابن عباس سے کہ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جس پر انہوں نے مجھ سے پوچھا ،''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تمہ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خبر ہے کہ وہ دوسرا آدم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کون تھا ؟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کہا،نہ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۔کہا،وہ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تھے ''</w:t>
      </w:r>
      <w:r w:rsidR="0017666E" w:rsidRPr="003445B2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9</w:t>
      </w:r>
      <w:r w:rsidR="00A54383" w:rsidRPr="00A54383">
        <w:rPr>
          <w:rStyle w:val="libFootnotenumChar"/>
          <w:rFonts w:hint="cs"/>
          <w:rtl/>
        </w:rPr>
        <w:t>4</w:t>
      </w:r>
      <w:r w:rsidR="0017666E" w:rsidRPr="003445B2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۔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شا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اس وجہ سے تھا کہ حضرت عائشہ نے اپنے او پر الزام لگنے پرحضرت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کو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خدا سے کچھ کہت</w:t>
      </w:r>
      <w:r w:rsidRPr="007A0ACC">
        <w:rPr>
          <w:rFonts w:hint="eastAsia"/>
          <w:rtl/>
        </w:rPr>
        <w:t>ے</w:t>
      </w:r>
      <w:r w:rsidRPr="007A0ACC">
        <w:rPr>
          <w:rtl/>
        </w:rPr>
        <w:t xml:space="preserve"> سنا تھا۔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اس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نہ</w:t>
      </w:r>
      <w:r w:rsidRPr="007A0ACC">
        <w:rPr>
          <w:rtl/>
        </w:rPr>
        <w:t xml:space="preserve"> اور نفرت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وجہ تھ</w:t>
      </w:r>
      <w:r w:rsidRPr="007A0ACC">
        <w:rPr>
          <w:rFonts w:hint="cs"/>
          <w:rtl/>
        </w:rPr>
        <w:t>ی</w:t>
      </w:r>
      <w:r w:rsidRPr="007A0ACC">
        <w:rPr>
          <w:rtl/>
        </w:rPr>
        <w:t>۔ عب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اللہ ابن مسعود کا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ہے کہ ،''۔۔۔۔جہاں تک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ابن اب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طالب  کا تعلق ہے،انہوں نے کہا،' اے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خدا،اللہ نے آپ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پر </w:t>
      </w:r>
      <w:r w:rsidRPr="007A0ACC">
        <w:rPr>
          <w:rtl/>
        </w:rPr>
        <w:t>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دبائو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ڈالا ہے،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شک</w:t>
      </w:r>
      <w:r w:rsidRPr="007A0ACC">
        <w:rPr>
          <w:rtl/>
        </w:rPr>
        <w:t xml:space="preserve"> اس کے علاوہ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بہت 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عورت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''</w:t>
      </w:r>
      <w:r w:rsidR="0017666E" w:rsidRPr="003445B2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9</w:t>
      </w:r>
      <w:r w:rsidR="00413EEC" w:rsidRPr="00A54383">
        <w:rPr>
          <w:rStyle w:val="libFootnotenumChar"/>
          <w:rFonts w:hint="cs"/>
          <w:rtl/>
        </w:rPr>
        <w:t>5</w:t>
      </w:r>
      <w:r w:rsidR="0017666E" w:rsidRPr="003445B2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شاعروں کے بادشاہ ،'' احمد شعوق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نے حضرت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کے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حضرت عائشہ کا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نہ</w:t>
      </w:r>
      <w:r w:rsidRPr="007A0ACC">
        <w:rPr>
          <w:rtl/>
        </w:rPr>
        <w:t xml:space="preserve"> اپنے شعروں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جسم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وہ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سے اسطرح مخاطب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،''  اے پہاڑ! جو بار تم اٹھا ئے ہوئے ہو ،دوسرے پہاڑوں نے قبول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ہے۔ اونٹ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مالکہ نے آپ پر کتنا بار ڈالا ہے ؟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حضرت عثما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کا اثر تھا جس سے وہ دکھ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؟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وہ غم تھا جو کبھ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ظاہر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ہوا ؟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دشمن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نے کبھ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>۔ عورتوں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چال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پہاڑوں کو گرا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ام المومن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عورت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پاک اور پاک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زہ</w:t>
      </w:r>
      <w:r w:rsidRPr="007A0ACC">
        <w:rPr>
          <w:rtl/>
        </w:rPr>
        <w:t xml:space="preserve"> عورت کو کس 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tl/>
        </w:rPr>
        <w:t xml:space="preserve"> نے اپنے آش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انہ</w:t>
      </w:r>
      <w:r w:rsidRPr="007A0ACC">
        <w:rPr>
          <w:rtl/>
        </w:rPr>
        <w:t xml:space="preserve"> او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سنت سے باہر نکالا وہ وہ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نہ</w:t>
      </w:r>
      <w:r w:rsidRPr="007A0ACC">
        <w:rPr>
          <w:rtl/>
        </w:rPr>
        <w:t xml:space="preserve"> تھا جو ہم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شہ</w:t>
      </w:r>
      <w:r w:rsidRPr="007A0ACC">
        <w:rPr>
          <w:rtl/>
        </w:rPr>
        <w:t xml:space="preserve"> رہتا ہے۔''</w:t>
      </w:r>
    </w:p>
    <w:p w:rsidR="00646088" w:rsidRDefault="00646088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E64BEF" w:rsidRDefault="009C4748" w:rsidP="00E64BEF">
      <w:pPr>
        <w:pStyle w:val="Heading2Center"/>
        <w:rPr>
          <w:rtl/>
        </w:rPr>
      </w:pPr>
      <w:bookmarkStart w:id="28" w:name="_Toc447620016"/>
      <w:r w:rsidRPr="007A0ACC">
        <w:rPr>
          <w:rFonts w:hint="cs"/>
          <w:rtl/>
        </w:rPr>
        <w:t>افسانہ عبد اللہ ابن سباء :</w:t>
      </w:r>
      <w:bookmarkEnd w:id="28"/>
      <w:r w:rsidRPr="007A0ACC">
        <w:rPr>
          <w:rFonts w:hint="cs"/>
          <w:rtl/>
        </w:rPr>
        <w:t xml:space="preserve"> </w:t>
      </w:r>
    </w:p>
    <w:p w:rsidR="009C4748" w:rsidRPr="007A0ACC" w:rsidRDefault="009C4748" w:rsidP="00E64BEF">
      <w:pPr>
        <w:pStyle w:val="libNormal0"/>
        <w:rPr>
          <w:rtl/>
        </w:rPr>
      </w:pPr>
      <w:r w:rsidRPr="007A0ACC">
        <w:rPr>
          <w:rtl/>
        </w:rPr>
        <w:t xml:space="preserve">  اس افسانہ کا خلاصہ اسطرح ہے؛'' 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ہود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آدم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بنام ِ عبد اللہ بن سبا جو ملک ِ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من</w:t>
      </w:r>
      <w:r w:rsidRPr="007A0ACC">
        <w:rPr>
          <w:rtl/>
        </w:rPr>
        <w:t xml:space="preserve"> سے تھا اس نے حضرت عثمان کے دورِ خلافت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مسلمان ہونے  ڈھونگ رچا ،تاکہ دھوکہ وفر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</w:t>
      </w:r>
      <w:r w:rsidRPr="007A0ACC">
        <w:rPr>
          <w:rtl/>
        </w:rPr>
        <w:t xml:space="preserve"> سے مسلمانوں کو ورغلا سکے ۔وہ خاص اسلام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شہروں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مصر،شام،بصرہ اور کوفہ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گھوم</w:t>
      </w:r>
      <w:r w:rsidRPr="007A0ACC">
        <w:rPr>
          <w:rtl/>
        </w:rPr>
        <w:t xml:space="preserve"> کر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خوش خبر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لاتا</w:t>
      </w:r>
      <w:r w:rsidRPr="007A0ACC">
        <w:rPr>
          <w:rtl/>
        </w:rPr>
        <w:t xml:space="preserve"> رہا کہ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دوبارہ زندہ ہونگے،عل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ان کے وص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ہونگے اور حضرت عثمان نے ان کے وص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حق غصب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۔</w:t>
      </w:r>
    </w:p>
    <w:p w:rsidR="00E64BEF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بزرگ صحابہ اور تابع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عمار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اسر،ابوذر</w:t>
      </w:r>
      <w:r w:rsidRPr="007A0ACC">
        <w:rPr>
          <w:rtl/>
        </w:rPr>
        <w:t xml:space="preserve"> غفار</w:t>
      </w:r>
      <w:r w:rsidRPr="007A0ACC">
        <w:rPr>
          <w:rFonts w:hint="cs"/>
          <w:rtl/>
        </w:rPr>
        <w:t>ی</w:t>
      </w:r>
      <w:r w:rsidRPr="007A0ACC">
        <w:rPr>
          <w:rtl/>
        </w:rPr>
        <w:t>۔حذ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بن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محمد بن حنف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وغ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ان کے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روبنے</w:t>
      </w:r>
      <w:r w:rsidRPr="007A0ACC">
        <w:rPr>
          <w:rtl/>
        </w:rPr>
        <w:t xml:space="preserve"> جس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بنا پر وہ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بہت بڑا لشکر جمع کرکے عثمان کو ان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گھر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قتل کرنے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اب</w:t>
      </w:r>
      <w:r w:rsidRPr="007A0ACC">
        <w:rPr>
          <w:rtl/>
        </w:rPr>
        <w:t xml:space="preserve"> ہوئے۔اسطرح اس خ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افسانہ کے قصے چلتے رہے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تک کہ جن</w:t>
      </w:r>
      <w:r w:rsidRPr="007A0ACC">
        <w:rPr>
          <w:rFonts w:hint="eastAsia"/>
          <w:rtl/>
        </w:rPr>
        <w:t>گِ</w:t>
      </w:r>
      <w:r w:rsidRPr="007A0ACC">
        <w:rPr>
          <w:rtl/>
        </w:rPr>
        <w:t xml:space="preserve"> جمل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عبداللہ بن سباء اپنے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روکاروں</w:t>
      </w:r>
      <w:r w:rsidRPr="007A0ACC">
        <w:rPr>
          <w:rtl/>
        </w:rPr>
        <w:t xml:space="preserve"> کو حضرت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اور حضرت عائشہ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فوجوں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گھسنے کا حکم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تا</w:t>
      </w:r>
      <w:r w:rsidRPr="007A0ACC">
        <w:rPr>
          <w:rtl/>
        </w:rPr>
        <w:t xml:space="preserve"> ہے تاکہ جنگ چھڑ جائے اور اسطرح ' جنگِ جمل 'پ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آت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ہے''</w:t>
      </w:r>
      <w:r w:rsidR="0017666E" w:rsidRPr="003445B2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9</w:t>
      </w:r>
      <w:r w:rsidR="00413EEC" w:rsidRPr="00A54383">
        <w:rPr>
          <w:rStyle w:val="libFootnotenumChar"/>
          <w:rFonts w:hint="cs"/>
          <w:rtl/>
        </w:rPr>
        <w:t>6</w:t>
      </w:r>
      <w:r w:rsidR="0017666E" w:rsidRPr="003445B2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مرتض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عسکر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جنہوں نے اس منحوس خ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افسانہ کو بے پردہ کرنے کا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ڑہ</w:t>
      </w:r>
      <w:r w:rsidRPr="007A0ACC">
        <w:rPr>
          <w:rtl/>
        </w:rPr>
        <w:t xml:space="preserve"> اٹھا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کا کہنا ہے،'' ا</w:t>
      </w:r>
      <w:r w:rsidRPr="007A0ACC">
        <w:rPr>
          <w:rFonts w:hint="eastAsia"/>
          <w:rtl/>
        </w:rPr>
        <w:t>س</w:t>
      </w:r>
      <w:r w:rsidRPr="007A0ACC">
        <w:rPr>
          <w:rtl/>
        </w:rPr>
        <w:t xml:space="preserve"> خ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عبداللہ ابن سباء کا موجد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شاطر بنامِ' 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ابن عمر تم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برجم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جو  </w:t>
      </w:r>
      <w:r w:rsidR="00413EEC" w:rsidRPr="00A54383">
        <w:rPr>
          <w:rFonts w:hint="cs"/>
          <w:rtl/>
        </w:rPr>
        <w:t>170</w:t>
      </w:r>
      <w:r w:rsidRPr="00A54383">
        <w:rPr>
          <w:rFonts w:hint="cs"/>
          <w:rtl/>
        </w:rPr>
        <w:t xml:space="preserve">ھ بمطابق  </w:t>
      </w:r>
      <w:r w:rsidR="00413EEC" w:rsidRPr="00A54383">
        <w:rPr>
          <w:rFonts w:hint="cs"/>
          <w:rtl/>
        </w:rPr>
        <w:t>786</w:t>
      </w:r>
      <w:r w:rsidRPr="00A54383">
        <w:rPr>
          <w:rFonts w:hint="cs"/>
          <w:rtl/>
        </w:rPr>
        <w:t xml:space="preserve"> ئ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فوت ہوا اور 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تمام مورخ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نے اس جعل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افسانہ کو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ہے۔اس وضعئ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قصہ نے اتن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شہرت حاصل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تمام کتب ِ توار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صد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سے پھ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لتا</w:t>
      </w:r>
      <w:r w:rsidRPr="007A0ACC">
        <w:rPr>
          <w:rtl/>
        </w:rPr>
        <w:t xml:space="preserve"> رہا اور آج تک موجود ہے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تک کہ اس نے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قت</w:t>
      </w:r>
      <w:r w:rsidRPr="007A0ACC">
        <w:rPr>
          <w:rtl/>
        </w:rPr>
        <w:t xml:space="preserve"> کا روپ اخت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ار</w:t>
      </w:r>
      <w:r w:rsidRPr="007A0ACC">
        <w:rPr>
          <w:rtl/>
        </w:rPr>
        <w:t xml:space="preserve"> کر رکھا ہے اور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شک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 پاتا ہے۔مشرق کے اکثر قلم کار اور تار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دان اس 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قت</w:t>
      </w:r>
      <w:r w:rsidRPr="007A0ACC">
        <w:rPr>
          <w:rtl/>
        </w:rPr>
        <w:t xml:space="preserve"> سے نا آشنا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افسانہ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منفرد راو</w:t>
      </w:r>
      <w:r w:rsidRPr="007A0ACC">
        <w:rPr>
          <w:rFonts w:hint="cs"/>
          <w:rtl/>
        </w:rPr>
        <w:t>ی</w:t>
      </w:r>
      <w:r w:rsidRPr="007A0ACC">
        <w:rPr>
          <w:rtl/>
        </w:rPr>
        <w:t>'س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ابن عمر'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ذہن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داوارہے</w:t>
      </w:r>
      <w:r w:rsidRPr="007A0ACC">
        <w:rPr>
          <w:rtl/>
        </w:rPr>
        <w:t xml:space="preserve"> جس نے خود اپنے طور اپنے ذہن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جنم د</w:t>
      </w:r>
      <w:r w:rsidRPr="007A0ACC">
        <w:rPr>
          <w:rFonts w:hint="cs"/>
          <w:rtl/>
        </w:rPr>
        <w:t>ی</w:t>
      </w:r>
      <w:r w:rsidRPr="007A0ACC">
        <w:rPr>
          <w:rtl/>
        </w:rPr>
        <w:t>کر اسکو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راو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ابن عمر قد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محدثوں کے مطابق جعلساز ہے اور اس پر کافر ہونے کا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الزام ہے </w:t>
      </w:r>
      <w:r w:rsidR="0017666E" w:rsidRPr="003445B2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97</w:t>
      </w:r>
      <w:r w:rsidR="0017666E" w:rsidRPr="003445B2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۔ابن دائود اس کے متعلق کہتا ہے ،'' وہ کچھ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صرف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جھو ٹا ہے''۔ ابن عبد البر کہتا ہے،'' 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مردود ہے۔ہم نے اس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صرف اسلئے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تاکہ آپ کو اسکے متعلق باخبر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''۔ امام نسائ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اسکے متعلق کہتے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</w:t>
      </w:r>
      <w:r w:rsidRPr="007A0ACC">
        <w:rPr>
          <w:rtl/>
        </w:rPr>
        <w:t>'' اسک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ضع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ں،وہ</w:t>
      </w:r>
      <w:r w:rsidRPr="007A0ACC">
        <w:rPr>
          <w:rtl/>
        </w:rPr>
        <w:t xml:space="preserve"> قابل اعتماد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اور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اس پر بھروسہ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ہے''۔</w:t>
      </w:r>
    </w:p>
    <w:p w:rsidR="00E64BEF" w:rsidRDefault="00E64BEF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lastRenderedPageBreak/>
        <w:t xml:space="preserve"> اس کے باوجود اس جھوٹے راو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کے حوالے ' طبر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،ابن</w:t>
      </w:r>
      <w:r w:rsidRPr="007A0ACC">
        <w:rPr>
          <w:rtl/>
        </w:rPr>
        <w:t xml:space="preserve"> عساکر ،ابو بکر وغ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نے دئ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ے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طبر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حوالہ آج تک مورخوں نے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ہے۔اور آج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تے</w:t>
      </w:r>
      <w:r w:rsidRPr="007A0ACC">
        <w:rPr>
          <w:rtl/>
        </w:rPr>
        <w:t xml:space="preserve"> رہتے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="0017666E" w:rsidRPr="003445B2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98</w:t>
      </w:r>
      <w:r w:rsidR="0017666E" w:rsidRPr="003445B2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تار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کا سب سے عظ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مسخراپن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ہے کہ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کو اس جعل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عبد اللہ ابن سباء کے ساتھ منسوب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جاتا ہے اس دعو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کے ساتھ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وہ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جس نے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کا وص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ہونے کا تصور پھ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اس کے باوجود کہ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مستنند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روشن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شہ</w:t>
      </w:r>
      <w:r w:rsidRPr="007A0ACC">
        <w:rPr>
          <w:rtl/>
        </w:rPr>
        <w:t xml:space="preserve"> سے صرف اور صرف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م</w:t>
      </w:r>
      <w:r w:rsidRPr="007A0ACC">
        <w:rPr>
          <w:rFonts w:hint="eastAsia"/>
          <w:rtl/>
        </w:rPr>
        <w:t>حمد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>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مذکورہ باب ِ امامت کے صفحات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کھئے</w:t>
      </w:r>
      <w:r w:rsidRPr="007A0ACC">
        <w:rPr>
          <w:rtl/>
        </w:rPr>
        <w:t xml:space="preserve"> کہ ابن سباء کا ذکر کہاں ہے اور وہ کس فہرست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؟ک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ابن سباء وہ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جس نے کہا :(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</w:rPr>
        <w:t>)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تمہارے درم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قرآن اور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عترت، اپنے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چھوڑے جا رہا ہوں ،ان سے تمسک رکھوگے تو ک</w:t>
      </w:r>
      <w:r w:rsidRPr="007A0ACC">
        <w:rPr>
          <w:rFonts w:hint="eastAsia"/>
          <w:rtl/>
        </w:rPr>
        <w:t>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گمراہ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ہوگے''؟(</w:t>
      </w:r>
      <w:r w:rsidR="00413EEC" w:rsidRPr="00A54383">
        <w:rPr>
          <w:rFonts w:hint="cs"/>
          <w:rtl/>
        </w:rPr>
        <w:t>2</w:t>
      </w:r>
      <w:r w:rsidRPr="00A54383">
        <w:rPr>
          <w:rFonts w:hint="cs"/>
          <w:rtl/>
        </w:rPr>
        <w:t xml:space="preserve">)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وہ ہے جس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،'' جسکا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مولا ہوں ،آج سے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اسکے مولا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'' ؟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وہ ہے جس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،''(</w:t>
      </w:r>
      <w:r w:rsidR="00413EEC" w:rsidRPr="00A54383">
        <w:rPr>
          <w:rFonts w:hint="cs"/>
          <w:rtl/>
        </w:rPr>
        <w:t>3</w:t>
      </w:r>
      <w:r w:rsidRPr="00A54383">
        <w:rPr>
          <w:rFonts w:hint="cs"/>
          <w:rtl/>
        </w:rPr>
        <w:t>) 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سے مہد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تک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بعد امام بارہ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(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>)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حق کے ساتھ ہے اور حق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کے ساتھ ہے(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</w:rPr>
        <w:t>) 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مجھ سے ہے اور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س</w:t>
      </w:r>
      <w:r w:rsidRPr="007A0ACC">
        <w:rPr>
          <w:rFonts w:hint="eastAsia"/>
          <w:rtl/>
        </w:rPr>
        <w:t>ے</w:t>
      </w:r>
      <w:r w:rsidRPr="007A0ACC">
        <w:rPr>
          <w:rtl/>
        </w:rPr>
        <w:t xml:space="preserve"> ہوں اور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بعد تمام صاحبان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مان</w:t>
      </w:r>
      <w:r w:rsidRPr="007A0ACC">
        <w:rPr>
          <w:rtl/>
        </w:rPr>
        <w:t xml:space="preserve"> کا ول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حاکم ہے (</w:t>
      </w:r>
      <w:r w:rsidR="00413EEC" w:rsidRPr="00A54383">
        <w:rPr>
          <w:rFonts w:hint="cs"/>
          <w:rtl/>
        </w:rPr>
        <w:t>6</w:t>
      </w:r>
      <w:r w:rsidRPr="00A54383">
        <w:rPr>
          <w:rFonts w:hint="cs"/>
          <w:rtl/>
        </w:rPr>
        <w:t>) جو شخص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نا</w:t>
      </w:r>
      <w:r w:rsidRPr="007A0ACC">
        <w:rPr>
          <w:rtl/>
        </w:rPr>
        <w:t xml:space="preserve"> اور مرنا چاہتا ہے،اسکو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بعد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کو اپنا حاکم بنانا چاہئے(</w:t>
      </w:r>
      <w:r w:rsidR="00413EEC" w:rsidRPr="00A54383">
        <w:rPr>
          <w:rFonts w:hint="cs"/>
          <w:rtl/>
        </w:rPr>
        <w:t>7</w:t>
      </w:r>
      <w:r w:rsidRPr="00A54383">
        <w:rPr>
          <w:rFonts w:hint="cs"/>
          <w:rtl/>
        </w:rPr>
        <w:t>)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علم کا شہر ہوں اور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اسکا دروازہ ہے(</w:t>
      </w:r>
      <w:r w:rsidR="00413EEC" w:rsidRPr="00A54383">
        <w:rPr>
          <w:rFonts w:hint="cs"/>
          <w:rtl/>
        </w:rPr>
        <w:t>8</w:t>
      </w:r>
      <w:r w:rsidRPr="00A54383">
        <w:rPr>
          <w:rFonts w:hint="cs"/>
          <w:rtl/>
        </w:rPr>
        <w:t>)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محبت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مان</w:t>
      </w:r>
      <w:r w:rsidRPr="007A0ACC">
        <w:rPr>
          <w:rtl/>
        </w:rPr>
        <w:t xml:space="preserve"> ہے اور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بغض نفاق ہے (</w:t>
      </w:r>
      <w:r w:rsidR="00413EEC" w:rsidRPr="00A54383">
        <w:rPr>
          <w:rFonts w:hint="cs"/>
          <w:rtl/>
        </w:rPr>
        <w:t>9</w:t>
      </w:r>
      <w:r w:rsidRPr="00A54383">
        <w:rPr>
          <w:rFonts w:hint="cs"/>
          <w:rtl/>
        </w:rPr>
        <w:t>)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باب حطہ ہ</w:t>
      </w:r>
      <w:r w:rsidRPr="007A0ACC">
        <w:rPr>
          <w:rFonts w:hint="cs"/>
          <w:rtl/>
        </w:rPr>
        <w:t>ی</w:t>
      </w:r>
      <w:r w:rsidRPr="007A0ACC">
        <w:rPr>
          <w:rtl/>
        </w:rPr>
        <w:t>ں جو اس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داخل ہوا وہ مومن ہے اور جو نکل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وہ کافر ہے (</w:t>
      </w:r>
      <w:r w:rsidR="00413EEC" w:rsidRPr="00A54383">
        <w:rPr>
          <w:rFonts w:hint="cs"/>
          <w:rtl/>
        </w:rPr>
        <w:t>10</w:t>
      </w:r>
      <w:r w:rsidRPr="00A54383">
        <w:rPr>
          <w:rFonts w:hint="cs"/>
          <w:rtl/>
        </w:rPr>
        <w:t>)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مومنوں کے سردار،پرہ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زگاروں</w:t>
      </w:r>
      <w:r w:rsidRPr="007A0ACC">
        <w:rPr>
          <w:rtl/>
        </w:rPr>
        <w:t xml:space="preserve"> کے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شوا</w:t>
      </w:r>
      <w:r w:rsidRPr="007A0ACC">
        <w:rPr>
          <w:rtl/>
        </w:rPr>
        <w:t xml:space="preserve"> اور 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امت</w:t>
      </w:r>
      <w:r w:rsidRPr="007A0ACC">
        <w:rPr>
          <w:rtl/>
        </w:rPr>
        <w:t xml:space="preserve"> کے دن سرخ رو لوگوں کے سردار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(</w:t>
      </w:r>
      <w:r w:rsidR="00413EEC" w:rsidRPr="00A54383">
        <w:rPr>
          <w:rFonts w:hint="cs"/>
          <w:rtl/>
        </w:rPr>
        <w:t>11</w:t>
      </w:r>
      <w:r w:rsidRPr="00A54383">
        <w:rPr>
          <w:rFonts w:hint="cs"/>
          <w:rtl/>
        </w:rPr>
        <w:t>)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نسبت مجھ سے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سر کو بدن سے ہوت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ہے(</w:t>
      </w:r>
      <w:r w:rsidR="00413EEC" w:rsidRPr="00A54383">
        <w:rPr>
          <w:rFonts w:hint="cs"/>
          <w:rtl/>
        </w:rPr>
        <w:t>12</w:t>
      </w:r>
      <w:r w:rsidRPr="00A54383">
        <w:rPr>
          <w:rFonts w:hint="cs"/>
          <w:rtl/>
        </w:rPr>
        <w:t>)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امت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سب سے بہتر 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صلہ</w:t>
      </w:r>
      <w:r w:rsidRPr="007A0ACC">
        <w:rPr>
          <w:rtl/>
        </w:rPr>
        <w:t xml:space="preserve"> کرنے والے قاض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(</w:t>
      </w:r>
      <w:r w:rsidR="00413EEC" w:rsidRPr="00A54383">
        <w:rPr>
          <w:rFonts w:hint="cs"/>
          <w:rtl/>
        </w:rPr>
        <w:t>13</w:t>
      </w:r>
      <w:r w:rsidRPr="00A54383">
        <w:rPr>
          <w:rFonts w:hint="cs"/>
          <w:rtl/>
        </w:rPr>
        <w:t>) جس نے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کو خ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البشر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کہا اس نے کفر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(</w:t>
      </w:r>
      <w:r w:rsidR="00413EEC" w:rsidRPr="00A54383">
        <w:rPr>
          <w:rFonts w:hint="cs"/>
          <w:rtl/>
        </w:rPr>
        <w:t>1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>)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مثال کشت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نوح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ہے،جو اس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سوار ہوا نجات پاگ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جس نے ان سے روگردان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وہ ہلا ک ہوگ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۔۔۔۔</w:t>
      </w:r>
    </w:p>
    <w:p w:rsidR="00646088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  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</w:rPr>
        <w:t>فسوس!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منحوس کہان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کہ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ہود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من</w:t>
      </w:r>
      <w:r w:rsidRPr="007A0ACC">
        <w:rPr>
          <w:rtl/>
        </w:rPr>
        <w:t xml:space="preserve"> سے آکر منافقانہ طر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قہ</w:t>
      </w:r>
      <w:r w:rsidRPr="007A0ACC">
        <w:rPr>
          <w:rtl/>
        </w:rPr>
        <w:t xml:space="preserve"> سے اسلام قبول کرل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تا</w:t>
      </w:r>
      <w:r w:rsidRPr="007A0ACC">
        <w:rPr>
          <w:rtl/>
        </w:rPr>
        <w:t xml:space="preserve"> ہے اور پھر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ہودہ</w:t>
      </w:r>
      <w:r w:rsidRPr="007A0ACC">
        <w:rPr>
          <w:rtl/>
        </w:rPr>
        <w:t xml:space="preserve"> 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رت</w:t>
      </w:r>
      <w:r w:rsidRPr="007A0ACC">
        <w:rPr>
          <w:rtl/>
        </w:rPr>
        <w:t xml:space="preserve"> انگ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tl/>
        </w:rPr>
        <w:t xml:space="preserve"> حرکت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انجام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تا</w:t>
      </w:r>
      <w:r w:rsidRPr="007A0ACC">
        <w:rPr>
          <w:rtl/>
        </w:rPr>
        <w:t xml:space="preserve"> ہے جس سے مسلم فوج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آپس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خون 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اسک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لت</w:t>
      </w:r>
      <w:r w:rsidRPr="007A0ACC">
        <w:rPr>
          <w:rtl/>
        </w:rPr>
        <w:t xml:space="preserve"> پر شک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ہوتا ہے ؟۔ک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قابل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ہے کہ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جس کے متعلق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مبر</w:t>
      </w:r>
      <w:r w:rsidRPr="007A0ACC">
        <w:rPr>
          <w:rtl/>
        </w:rPr>
        <w:t xml:space="preserve">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</w:t>
      </w:r>
      <w:r w:rsidRPr="007A0ACC">
        <w:rPr>
          <w:rtl/>
        </w:rPr>
        <w:t>'م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علم کا شہر ہوں اور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اس کا دروازہ ہے'  اس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ہود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چال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پھنس گئے ؟ 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قتاََ</w:t>
      </w:r>
      <w:r w:rsidRPr="007A0ACC">
        <w:rPr>
          <w:rtl/>
        </w:rPr>
        <w:t xml:space="preserve"> جو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کہتا ہے بہت گمراہ ہوچکا ہے،اور راہِ نجات سے کوسوں دور ۔</w:t>
      </w:r>
    </w:p>
    <w:p w:rsidR="00646088" w:rsidRDefault="00646088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9C4748" w:rsidP="00E64BEF">
      <w:pPr>
        <w:pStyle w:val="Heading2Center"/>
        <w:rPr>
          <w:rtl/>
        </w:rPr>
      </w:pPr>
      <w:bookmarkStart w:id="29" w:name="_Toc447620017"/>
      <w:r w:rsidRPr="007A0ACC">
        <w:rPr>
          <w:rtl/>
        </w:rPr>
        <w:t>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بغاوت اور جنگِ صف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>:</w:t>
      </w:r>
      <w:bookmarkEnd w:id="29"/>
      <w:r w:rsidRPr="007A0ACC">
        <w:rPr>
          <w:rtl/>
        </w:rPr>
        <w:t xml:space="preserve"> </w:t>
      </w:r>
    </w:p>
    <w:p w:rsidR="00646088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جنگِ جمل کے بعد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نے شام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ابن ابوسف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بغاوت کو کچلنے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فوج پر توجہ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نا</w:t>
      </w:r>
      <w:r w:rsidRPr="007A0ACC">
        <w:rPr>
          <w:rtl/>
        </w:rPr>
        <w:t xml:space="preserve"> شروع ک</w:t>
      </w:r>
      <w:r w:rsidRPr="007A0ACC">
        <w:rPr>
          <w:rFonts w:hint="cs"/>
          <w:rtl/>
        </w:rPr>
        <w:t>ی</w:t>
      </w:r>
      <w:r w:rsidRPr="007A0ACC">
        <w:rPr>
          <w:rtl/>
        </w:rPr>
        <w:t>۔ در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ائے</w:t>
      </w:r>
      <w:r w:rsidRPr="007A0ACC">
        <w:rPr>
          <w:rtl/>
        </w:rPr>
        <w:t xml:space="preserve"> فرات پر دونوں فوج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آمنے سامنے ہوئ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اما 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نے حالات کو قابو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رکھنے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امن کا سہارا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مگر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کے بھ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جے</w:t>
      </w:r>
      <w:r w:rsidRPr="007A0ACC">
        <w:rPr>
          <w:rtl/>
        </w:rPr>
        <w:t xml:space="preserve"> ہوئے </w:t>
      </w:r>
      <w:r w:rsidRPr="007A0ACC">
        <w:rPr>
          <w:rFonts w:hint="eastAsia"/>
          <w:rtl/>
        </w:rPr>
        <w:t>وفد</w:t>
      </w:r>
      <w:r w:rsidRPr="007A0ACC">
        <w:rPr>
          <w:rtl/>
        </w:rPr>
        <w:t xml:space="preserve"> کو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نے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جواب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،''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پاس سے چلے جائو، تمہارے لئے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پاس کچھ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،سوائے تلوار کے'' </w:t>
      </w:r>
      <w:r w:rsidR="0017666E" w:rsidRPr="003445B2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99</w:t>
      </w:r>
      <w:r w:rsidR="0017666E" w:rsidRPr="003445B2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اسطرح دونوں طرف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فوج جنگ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الجھ گئ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جب فتح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کے حق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نمودار ہونے لگ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،تو</w:t>
      </w:r>
      <w:r w:rsidRPr="007A0ACC">
        <w:rPr>
          <w:rtl/>
        </w:rPr>
        <w:t xml:space="preserve">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نے قرآن استعمال کرنے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مکار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>۔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نے اپنے فوج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کو قرآن 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زوں</w:t>
      </w:r>
      <w:r w:rsidRPr="007A0ACC">
        <w:rPr>
          <w:rtl/>
        </w:rPr>
        <w:t xml:space="preserve"> اور تلواروںپر بلند کرن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کا</w:t>
      </w:r>
      <w:r w:rsidRPr="007A0ACC">
        <w:rPr>
          <w:rtl/>
        </w:rPr>
        <w:t xml:space="preserve"> حکم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 حالانکہ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نے اس فتح کو تخر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</w:t>
      </w:r>
      <w:r w:rsidRPr="007A0ACC">
        <w:rPr>
          <w:rtl/>
        </w:rPr>
        <w:t xml:space="preserve"> کار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ورغلانے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کوشش کو دبانے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ٹھان 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مگر فوج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داخل جو عناصرجنگ ختم کرنے کا مطالبہ کررہے تھے ،انہوںنے امام  کے لگاتار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غام</w:t>
      </w:r>
      <w:r w:rsidRPr="007A0ACC">
        <w:rPr>
          <w:rtl/>
        </w:rPr>
        <w:t xml:space="preserve"> پر کان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دھرا اور ام</w:t>
      </w:r>
      <w:r w:rsidRPr="007A0ACC">
        <w:rPr>
          <w:rFonts w:hint="eastAsia"/>
          <w:rtl/>
        </w:rPr>
        <w:t>ام</w:t>
      </w:r>
      <w:r w:rsidRPr="007A0ACC">
        <w:rPr>
          <w:rtl/>
        </w:rPr>
        <w:t xml:space="preserve">  کو تحک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ماننے پر مجبور ہوناپڑا۔امام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نے ابو موس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عشر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کم عقل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اورناتواں خ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الات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بنا پر اس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فوج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ندہ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حث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سے بطور ثالث ہونے پر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بہت احتجاج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ہے،''م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نظر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تم ابو موس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کو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اہم کام سونپ رہے ہو جس کا وہ اہل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وہ عمر وعاص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</w:t>
      </w:r>
      <w:r w:rsidRPr="007A0ACC">
        <w:rPr>
          <w:rtl/>
        </w:rPr>
        <w:t xml:space="preserve"> کار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مقابلہ کرنے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بہت کمزور </w:t>
      </w:r>
      <w:r w:rsidR="0017666E" w:rsidRPr="003445B2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100</w:t>
      </w:r>
      <w:r w:rsidR="0017666E" w:rsidRPr="003445B2">
        <w:rPr>
          <w:rStyle w:val="libFootnotenumChar"/>
          <w:rFonts w:hint="cs"/>
          <w:rtl/>
        </w:rPr>
        <w:t>)</w:t>
      </w:r>
      <w:r w:rsidRPr="003445B2">
        <w:rPr>
          <w:rStyle w:val="libFootnotenumChar"/>
          <w:rFonts w:hint="cs"/>
          <w:rtl/>
        </w:rPr>
        <w:t xml:space="preserve"> </w:t>
      </w:r>
      <w:r w:rsidRPr="00A54383">
        <w:rPr>
          <w:rFonts w:hint="cs"/>
          <w:rtl/>
        </w:rPr>
        <w:t xml:space="preserve">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نے ابو موس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عشر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پہلے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کوفہ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گورنر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برطرف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تھا۔ قرآن کو 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زوں</w:t>
      </w:r>
      <w:r w:rsidRPr="007A0ACC">
        <w:rPr>
          <w:rtl/>
        </w:rPr>
        <w:t xml:space="preserve"> پر چڑھانے کا منصوبہ پہلے سے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رچا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تھا تاکہ امام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فوج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گھس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تحر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کو</w:t>
      </w:r>
      <w:r w:rsidRPr="007A0ACC">
        <w:rPr>
          <w:rtl/>
        </w:rPr>
        <w:t xml:space="preserve"> استحکام مل جائے جس سے تحک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قبول کرنے اور ابو موس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تِ</w:t>
      </w:r>
      <w:r w:rsidRPr="007A0ACC">
        <w:rPr>
          <w:rtl/>
        </w:rPr>
        <w:t xml:space="preserve"> ثالث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سازش نے زور پکڑل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۔تحک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کا 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صلہ</w:t>
      </w:r>
      <w:r w:rsidRPr="007A0ACC">
        <w:rPr>
          <w:rtl/>
        </w:rPr>
        <w:t xml:space="preserve">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کا اند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شہ</w:t>
      </w:r>
      <w:r w:rsidRPr="007A0ACC">
        <w:rPr>
          <w:rtl/>
        </w:rPr>
        <w:t xml:space="preserve"> تھا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کے حق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 اس بغاوت اور خل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مسلم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اطاعت نہ کرنے سے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حالات سازگار ہونے لگے اور اس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</w:t>
      </w:r>
      <w:r w:rsidRPr="007A0ACC">
        <w:rPr>
          <w:rFonts w:hint="eastAsia"/>
          <w:rtl/>
        </w:rPr>
        <w:t>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دار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قو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ہوگئ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 کا وہ ہم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شہ</w:t>
      </w:r>
      <w:r w:rsidRPr="007A0ACC">
        <w:rPr>
          <w:rtl/>
        </w:rPr>
        <w:t xml:space="preserve"> سے خواب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کھتا</w:t>
      </w:r>
      <w:r w:rsidRPr="007A0ACC">
        <w:rPr>
          <w:rtl/>
        </w:rPr>
        <w:t xml:space="preserve"> تھا۔</w:t>
      </w:r>
    </w:p>
    <w:p w:rsidR="00646088" w:rsidRDefault="00646088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ما ض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واقعہ پر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ران</w:t>
      </w:r>
      <w:r w:rsidRPr="007A0ACC">
        <w:rPr>
          <w:rtl/>
        </w:rPr>
        <w:t xml:space="preserve"> رہتا تھا جسم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طرف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سے نوے ہزار(</w:t>
      </w:r>
      <w:r w:rsidR="00413EEC" w:rsidRPr="00A54383">
        <w:rPr>
          <w:rFonts w:hint="cs"/>
          <w:rtl/>
        </w:rPr>
        <w:t>90000</w:t>
      </w:r>
      <w:r w:rsidRPr="00A54383">
        <w:rPr>
          <w:rFonts w:hint="cs"/>
          <w:rtl/>
        </w:rPr>
        <w:t>) مسلمان مارے گئے(صحابہ و تابع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>)۔جب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اپنے اہلسنت دوستوں سے اس کے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پوچھا تو بہت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معقول جواب ملا، کہ'' 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دو بڑے صحابہ کے درم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صرف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اختلاف ہے۔دونوں نے اپنے اجتہاد پر عمل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۔جسکا اجتہاد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نکلا ،اسکو دوہرا ثواب ملے گا اور جسکا اجتہاد غلط نکلا،اسکو اکہرا ثواب مل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>۔کس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اس پر سوچنا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چاہئے۔وہ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امت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،جو گذر گئ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؛</w:t>
      </w:r>
      <w:r w:rsidRPr="007A0ACC">
        <w:rPr>
          <w:rtl/>
        </w:rPr>
        <w:t xml:space="preserve"> انکے اپنے اعمال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جنکا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صلہ مل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 xml:space="preserve"> اور تم کو تمہارے اعمال کا صلہ مل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>۔'' ان کے پاس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جوابات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اختلافات پرسے پردہ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اٹھنے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تے</w:t>
      </w:r>
      <w:r w:rsidRPr="007A0ACC">
        <w:rPr>
          <w:rtl/>
        </w:rPr>
        <w:t xml:space="preserve"> ،''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وہ کہتے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اسطرح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اہلسنت کے مطابق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مسئلہ حل کئے بغ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پراسرار الجھن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معلق رہتا ہے۔اس نے مغرب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سکالروں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ہمارے مذہب کے متعلق رائے زن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کرنے کا درواز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پور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سے کھولد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اہے،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تک کہ کچھ نے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دعو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اسلام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ںتضادہے</w:t>
      </w:r>
      <w:r w:rsidRPr="007A0ACC">
        <w:rPr>
          <w:rtl/>
        </w:rPr>
        <w:t xml:space="preserve"> جب وہ اس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>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اشارہ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آنحضرت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،''اگر دو مسلمان ہاتھوں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تلوار لئے ہوئے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دوسرے کا مقابلہ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ں،تو</w:t>
      </w:r>
      <w:r w:rsidRPr="007A0ACC">
        <w:rPr>
          <w:rtl/>
        </w:rPr>
        <w:t xml:space="preserve"> دونوں قاتل و مقتول جہنم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گے''۔اس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سے اہلسنت کے اس دعو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ترد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ہوت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کہ جنگ صف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دونوں جماعت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مسلمان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انکے رہنما صحابہ کبار تھے! تو غلط اور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پر غور نہ کرنے پر اتن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تاک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ہے؟ سچ کوآشکار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جاتا؟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قت</w:t>
      </w:r>
      <w:r w:rsidRPr="007A0ACC">
        <w:rPr>
          <w:rtl/>
        </w:rPr>
        <w:t xml:space="preserve"> مشکوک ہے؟ بہرحال جس </w:t>
      </w:r>
      <w:r w:rsidRPr="007A0ACC">
        <w:rPr>
          <w:rFonts w:hint="eastAsia"/>
          <w:rtl/>
        </w:rPr>
        <w:t>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کے متعلق سچائ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الجھائو ہے اس کو 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چے</w:t>
      </w:r>
      <w:r w:rsidRPr="007A0ACC">
        <w:rPr>
          <w:rtl/>
        </w:rPr>
        <w:t xml:space="preserve"> دئ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ے</w:t>
      </w:r>
      <w:r w:rsidRPr="007A0ACC">
        <w:rPr>
          <w:rtl/>
        </w:rPr>
        <w:t xml:space="preserve"> گئے حقائق پر سنج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غور و فکر کرکے اپنے لئے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صلہ</w:t>
      </w:r>
      <w:r w:rsidRPr="007A0ACC">
        <w:rPr>
          <w:rtl/>
        </w:rPr>
        <w:t xml:space="preserve"> کرنا چاہئے :</w:t>
      </w:r>
    </w:p>
    <w:p w:rsidR="00646088" w:rsidRPr="00A5438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مسلم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،''م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قسم کھا کر کہتا ہوں جس نے دانہ کو شگافتہ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جس نے صبح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ٹھنڈ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ہوا چلائ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کہ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مجھے ضمانت 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کہ اے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سوائے مومن کے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تم سے دوست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کرے گا اور سوائے منافق کے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</w:t>
      </w:r>
      <w:r w:rsidRPr="007A0ACC">
        <w:rPr>
          <w:rFonts w:hint="eastAsia"/>
          <w:rtl/>
        </w:rPr>
        <w:t>پ</w:t>
      </w:r>
      <w:r w:rsidRPr="007A0ACC">
        <w:rPr>
          <w:rtl/>
        </w:rPr>
        <w:t xml:space="preserve"> سے نفرت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 xml:space="preserve">'' </w:t>
      </w:r>
      <w:r w:rsidR="0017666E" w:rsidRPr="003445B2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101</w:t>
      </w:r>
      <w:r w:rsidR="0017666E" w:rsidRPr="003445B2">
        <w:rPr>
          <w:rStyle w:val="libFootnotenumChar"/>
          <w:rFonts w:hint="cs"/>
          <w:rtl/>
        </w:rPr>
        <w:t>)</w:t>
      </w:r>
    </w:p>
    <w:p w:rsidR="00646088" w:rsidRDefault="00646088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646088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تو تم اسکے متعلق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کہوگے جس نے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کے خلاف لڑنے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فوج اکٹھا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؟</w:t>
      </w:r>
      <w:r w:rsidRPr="007A0ACC">
        <w:rPr>
          <w:rtl/>
        </w:rPr>
        <w:t>! اور اہلسنت کا 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صلہ</w:t>
      </w:r>
      <w:r w:rsidRPr="007A0ACC">
        <w:rPr>
          <w:rtl/>
        </w:rPr>
        <w:t xml:space="preserve"> اسکے متعلق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جو امام ِ مسلم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اطاعت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 xml:space="preserve"> ،جسک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اطاعت واجب ہے ؟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کے مظالم کے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حوالہ جات موجود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ابوسع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خدر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کہ،''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دفعہ ہم مسجد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کرکے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جارہے</w:t>
      </w:r>
      <w:r w:rsidRPr="007A0ACC">
        <w:rPr>
          <w:rtl/>
        </w:rPr>
        <w:t xml:space="preserve"> تھے جبکہ عمار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اسر</w:t>
      </w:r>
      <w:r w:rsidRPr="007A0ACC">
        <w:rPr>
          <w:rtl/>
        </w:rPr>
        <w:t xml:space="preserve"> دو،دو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جاتے</w:t>
      </w:r>
      <w:r w:rsidRPr="007A0ACC">
        <w:rPr>
          <w:rtl/>
        </w:rPr>
        <w:t xml:space="preserve"> تھے۔پ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خدا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 کے نزد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گئے،ان کے سر سے دھول ہٹائ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،'' اللہ عمار پر رحم کرے! عمار کو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ظالم گروہ قتل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 xml:space="preserve"> ؛عمار ان کو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دعو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 xml:space="preserve"> جبکہ وہ اسکو آگ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دعوت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گے''</w:t>
      </w:r>
      <w:r w:rsidR="0017666E" w:rsidRPr="003F32EC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102</w:t>
      </w:r>
      <w:r w:rsidR="0017666E" w:rsidRPr="003F32EC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خدا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گوئ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اسوقت ثابت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جب عمار جنگِ صف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کے جھنڈے تلے لڑتے لڑتے شہ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ہوگئے۔ مستدرک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خالد العرب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انہوں نے کہا ،''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ابو سع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خدر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،حذ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بن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مان</w:t>
      </w:r>
      <w:r w:rsidRPr="007A0ACC">
        <w:rPr>
          <w:rtl/>
        </w:rPr>
        <w:t xml:space="preserve"> سے ملے اور ان سے کہا،'' اے ابو عبد اللہ! ہم سے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جئے</w:t>
      </w:r>
      <w:r w:rsidRPr="007A0ACC">
        <w:rPr>
          <w:rtl/>
        </w:rPr>
        <w:t xml:space="preserve"> کہ آپ نے اختلاف کے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فرماتے سنا ہے۔ حذ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نے کہا ،' 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: 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کتاب،قرآن سے وابستہ رہو،اسکے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چھے</w:t>
      </w:r>
      <w:r w:rsidRPr="007A0ACC">
        <w:rPr>
          <w:rtl/>
        </w:rPr>
        <w:t xml:space="preserve"> چلو۔ ہم نے عرض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اگر لوگوں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ںاختلاف</w:t>
      </w:r>
      <w:r w:rsidRPr="007A0ACC">
        <w:rPr>
          <w:rtl/>
        </w:rPr>
        <w:t xml:space="preserve"> ہ</w:t>
      </w:r>
      <w:r w:rsidRPr="007A0ACC">
        <w:rPr>
          <w:rFonts w:hint="eastAsia"/>
          <w:rtl/>
        </w:rPr>
        <w:t>وا</w:t>
      </w:r>
      <w:r w:rsidRPr="007A0ACC">
        <w:rPr>
          <w:rtl/>
        </w:rPr>
        <w:t xml:space="preserve"> تو ہم کس کے ساتھ رہ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ں؟</w:t>
      </w:r>
      <w:r w:rsidRPr="007A0ACC">
        <w:rPr>
          <w:rtl/>
        </w:rPr>
        <w:t xml:space="preserve"> تو آنحضرت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</w:t>
      </w:r>
      <w:r w:rsidRPr="007A0ACC">
        <w:rPr>
          <w:rtl/>
        </w:rPr>
        <w:t>' اس گروہ کو تلاش کرو جس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'سم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>' کا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ٹا</w:t>
      </w:r>
      <w:r w:rsidRPr="007A0ACC">
        <w:rPr>
          <w:rtl/>
        </w:rPr>
        <w:t xml:space="preserve"> (عمار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اسر</w:t>
      </w:r>
      <w:r w:rsidRPr="007A0ACC">
        <w:rPr>
          <w:rtl/>
        </w:rPr>
        <w:t>) ہو اور 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ساتھ رہو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وہ 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جاتا ہے جہاں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 جارہ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 عمار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اسر</w:t>
      </w:r>
      <w:r w:rsidRPr="007A0ACC">
        <w:rPr>
          <w:rtl/>
        </w:rPr>
        <w:t xml:space="preserve"> سے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کہتے سنا،'' اے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کذان</w:t>
      </w:r>
      <w:r w:rsidRPr="007A0ACC">
        <w:rPr>
          <w:rtl/>
        </w:rPr>
        <w:t xml:space="preserve"> کے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ٹے</w:t>
      </w:r>
      <w:r w:rsidRPr="007A0ACC">
        <w:rPr>
          <w:rtl/>
        </w:rPr>
        <w:t>! تم اس و</w:t>
      </w:r>
      <w:r w:rsidRPr="007A0ACC">
        <w:rPr>
          <w:rFonts w:hint="eastAsia"/>
          <w:rtl/>
        </w:rPr>
        <w:t>قت</w:t>
      </w:r>
      <w:r w:rsidRPr="007A0ACC">
        <w:rPr>
          <w:rtl/>
        </w:rPr>
        <w:t xml:space="preserve"> تک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مرو گے جب تک کہ تاک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ٹھاا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ظالم گروہ آپ کو قتل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 xml:space="preserve">'' </w:t>
      </w:r>
      <w:r w:rsidR="0017666E" w:rsidRPr="003F32EC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103</w:t>
      </w:r>
      <w:r w:rsidR="0017666E" w:rsidRPr="003F32EC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بغاوت اور اس کے مظالم سب متوقع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تھے۔ چونکہ وہ حضرت عمر کے زمانے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وال</w:t>
      </w:r>
      <w:r w:rsidRPr="007A0ACC">
        <w:rPr>
          <w:rFonts w:hint="cs"/>
          <w:rtl/>
        </w:rPr>
        <w:t>یٔ</w:t>
      </w:r>
      <w:r w:rsidRPr="007A0ACC">
        <w:rPr>
          <w:rtl/>
        </w:rPr>
        <w:t xml:space="preserve"> شام بنا،دولت،اقتدار اور محل خانے جو اس نے اپنے لئے بنائے تھے جار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رہے اور اس نے حضرت ع</w:t>
      </w:r>
      <w:r w:rsidRPr="007A0ACC">
        <w:rPr>
          <w:rFonts w:hint="eastAsia"/>
          <w:rtl/>
        </w:rPr>
        <w:t>ثمان</w:t>
      </w:r>
      <w:r w:rsidRPr="007A0ACC">
        <w:rPr>
          <w:rtl/>
        </w:rPr>
        <w:t xml:space="preserve"> کے دور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عمارت بہت وس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اس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انسان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سب کچھ چھوڑنا آسان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تھا۔اسکو اسکا مکمل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تھا کہ اگر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نے اسکو اپنے عہدے سے برطرف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تو وہ اسکو اس سب سے محروم کرد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جو اس نے مسلم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المال سے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اور اس کو دو</w:t>
      </w:r>
      <w:r w:rsidRPr="007A0ACC">
        <w:rPr>
          <w:rFonts w:hint="eastAsia"/>
          <w:rtl/>
        </w:rPr>
        <w:t>سرے</w:t>
      </w:r>
      <w:r w:rsidRPr="007A0ACC">
        <w:rPr>
          <w:rtl/>
        </w:rPr>
        <w:t xml:space="preserve"> مسلمانوں کے برابر 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پر لے آئ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گے۔</w:t>
      </w:r>
    </w:p>
    <w:p w:rsidR="00646088" w:rsidRDefault="00646088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646088" w:rsidRDefault="00646088" w:rsidP="009C4748">
      <w:pPr>
        <w:pStyle w:val="libNormal0"/>
        <w:rPr>
          <w:rtl/>
        </w:rPr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>دور ِعثمان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بزرگ صحاب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،ابوذر غفار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کے درم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اس سے ثابت ہوتا ہے کہ وہ دن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حشمتوں کے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چھے،ع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پرست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قوم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کے لوٹ کھسوٹ کے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چھے</w:t>
      </w:r>
      <w:r w:rsidRPr="007A0ACC">
        <w:rPr>
          <w:rtl/>
        </w:rPr>
        <w:t xml:space="preserve"> پڑاتھا۔معاو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کے رو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پر اعتراض کرنے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وجہ سے حض</w:t>
      </w:r>
      <w:r w:rsidRPr="007A0ACC">
        <w:rPr>
          <w:rFonts w:hint="eastAsia"/>
          <w:rtl/>
        </w:rPr>
        <w:t>رت</w:t>
      </w:r>
      <w:r w:rsidRPr="007A0ACC">
        <w:rPr>
          <w:rtl/>
        </w:rPr>
        <w:t xml:space="preserve"> عثمان نے ابوذر کو مد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نہ</w:t>
      </w:r>
      <w:r w:rsidRPr="007A0ACC">
        <w:rPr>
          <w:rtl/>
        </w:rPr>
        <w:t xml:space="preserve"> بلانے کے بعد 'ربذہ' نام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علاقہ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جلاء وطن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ابن وہب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انہوں نے کہا،''م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ربذہ سے گذرتے ہوئے ابوذر سے ملا، اورپوچھا تم کو کون 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tl/>
        </w:rPr>
        <w:t xml:space="preserve"> اس 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ران</w:t>
      </w:r>
      <w:r w:rsidRPr="007A0ACC">
        <w:rPr>
          <w:rtl/>
        </w:rPr>
        <w:t xml:space="preserve"> علاقہ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لے آئ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ہے؟ تو انہوں نے کہا ،' ہم شام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تھے۔ ''اور جو لو</w:t>
      </w:r>
      <w:r w:rsidRPr="007A0ACC">
        <w:rPr>
          <w:rFonts w:hint="eastAsia"/>
          <w:rtl/>
        </w:rPr>
        <w:t>گ</w:t>
      </w:r>
      <w:r w:rsidRPr="007A0ACC">
        <w:rPr>
          <w:rtl/>
        </w:rPr>
        <w:t xml:space="preserve"> سونا،چاند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ذخ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اسے راہ خدا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خرچ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آپ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دردناک عذاب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بشارت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(سورۂ توبہ </w:t>
      </w:r>
      <w:r w:rsidR="00413EEC" w:rsidRPr="00A54383">
        <w:rPr>
          <w:rFonts w:hint="cs"/>
          <w:rtl/>
        </w:rPr>
        <w:t>3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>) کے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نے کہا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مسلمانوں کے متعلق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اتر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بلکہ اہل کتاب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>۔م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کہا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ہمارے متعلق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نازل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اور ان  کے متعلق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'' </w:t>
      </w:r>
      <w:r w:rsidR="0017666E" w:rsidRPr="003F32EC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10</w:t>
      </w:r>
      <w:r w:rsidR="00A54383" w:rsidRPr="00A54383">
        <w:rPr>
          <w:rStyle w:val="libFootnotenumChar"/>
          <w:rFonts w:hint="cs"/>
          <w:rtl/>
        </w:rPr>
        <w:t>4</w:t>
      </w:r>
      <w:r w:rsidR="0017666E" w:rsidRPr="003F32EC">
        <w:rPr>
          <w:rStyle w:val="libFootnotenumChar"/>
          <w:rFonts w:hint="cs"/>
          <w:rtl/>
        </w:rPr>
        <w:t>)</w:t>
      </w:r>
    </w:p>
    <w:p w:rsidR="00646088" w:rsidRDefault="009C4748" w:rsidP="009C4748">
      <w:pPr>
        <w:pStyle w:val="libNormal0"/>
        <w:rPr>
          <w:rtl/>
        </w:rPr>
      </w:pPr>
      <w:r w:rsidRPr="007A0ACC">
        <w:rPr>
          <w:rFonts w:hint="eastAsia"/>
          <w:rtl/>
        </w:rPr>
        <w:t>اسطرح</w:t>
      </w:r>
      <w:r w:rsidRPr="007A0ACC">
        <w:rPr>
          <w:rtl/>
        </w:rPr>
        <w:t xml:space="preserve"> ابوذر غفار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جلاوطن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سزا 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حالانکہ رسولخدا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اس کے سچا ہونے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ضمانت 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ہے،'' نہ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شجر نے ابوذر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سچے انسان کا سا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اور نہ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صحراء نے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سچا آدم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کھا</w:t>
      </w:r>
      <w:r w:rsidRPr="007A0ACC">
        <w:rPr>
          <w:rtl/>
        </w:rPr>
        <w:t xml:space="preserve"> ہے'' </w:t>
      </w:r>
      <w:r w:rsidR="0017666E" w:rsidRPr="003F32EC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10</w:t>
      </w:r>
      <w:r w:rsidR="00413EEC" w:rsidRPr="00A54383">
        <w:rPr>
          <w:rStyle w:val="libFootnotenumChar"/>
          <w:rFonts w:hint="cs"/>
          <w:rtl/>
        </w:rPr>
        <w:t>5</w:t>
      </w:r>
      <w:r w:rsidR="0017666E" w:rsidRPr="003F32EC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۔ اس معاملہ سے صاف ظاہر </w:t>
      </w:r>
      <w:r w:rsidRPr="007A0ACC">
        <w:rPr>
          <w:rFonts w:hint="eastAsia"/>
          <w:rtl/>
        </w:rPr>
        <w:t>ہوتا</w:t>
      </w:r>
      <w:r w:rsidRPr="007A0ACC">
        <w:rPr>
          <w:rtl/>
        </w:rPr>
        <w:t xml:space="preserve"> ہے کہ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نے کسطرح قران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غلط تاو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کرکے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المال کے اپنے لوٹ کھسوٹ پر پردہ ڈالنے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کوشش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جس کو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اش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لئے اسطرح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باک</w:t>
      </w:r>
      <w:r w:rsidRPr="007A0ACC">
        <w:rPr>
          <w:rtl/>
        </w:rPr>
        <w:t xml:space="preserve"> خرچ کرنے کا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اخت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ار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تھا۔مسئلہ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ہے کہ امام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نے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کسطرح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فق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ہ</w:t>
      </w:r>
      <w:r w:rsidRPr="007A0ACC">
        <w:rPr>
          <w:rFonts w:hint="eastAsia"/>
          <w:rtl/>
        </w:rPr>
        <w:t>وسکتا</w:t>
      </w:r>
      <w:r w:rsidRPr="007A0ACC">
        <w:rPr>
          <w:rtl/>
        </w:rPr>
        <w:t xml:space="preserve"> ہے ! ابو ما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کا</w:t>
      </w:r>
      <w:r w:rsidRPr="007A0ACC">
        <w:rPr>
          <w:rtl/>
        </w:rPr>
        <w:t xml:space="preserve"> نے کا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ہے ،''معاو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نے نماز مغرب کے بعد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رکعت نماز وتر پڑھ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اس کے ساتھ ابن عباس کا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غلام تھا۔ابن عباس آئے اور اپنے غلام سے کہا؛اسکوچھوڑو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وہ رسول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کا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صحاب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ہے!</w:t>
      </w:r>
      <w:r w:rsidR="0017666E" w:rsidRPr="003F32EC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10</w:t>
      </w:r>
      <w:r w:rsidR="00413EEC" w:rsidRPr="00A54383">
        <w:rPr>
          <w:rStyle w:val="libFootnotenumChar"/>
          <w:rFonts w:hint="cs"/>
          <w:rtl/>
        </w:rPr>
        <w:t>6</w:t>
      </w:r>
      <w:r w:rsidR="0017666E" w:rsidRPr="003F32EC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 اس واقعہ کو دوسرے طر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قہ</w:t>
      </w:r>
      <w:r w:rsidRPr="007A0ACC">
        <w:rPr>
          <w:rtl/>
        </w:rPr>
        <w:t xml:space="preserve"> سے اسطرح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کہ،'' ابن عباس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کہ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'فق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>' تھا!</w:t>
      </w:r>
      <w:r w:rsidR="0017666E" w:rsidRPr="003F32EC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107</w:t>
      </w:r>
      <w:r w:rsidR="0017666E" w:rsidRPr="003F32EC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 ۔جب تم کو معلوم ہوجائے گا کہ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نے پچ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tl/>
        </w:rPr>
        <w:t xml:space="preserve"> سال بح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خل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مسلم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کے گذارے جس سے پہلے وہ وال</w:t>
      </w:r>
      <w:r w:rsidRPr="007A0ACC">
        <w:rPr>
          <w:rFonts w:hint="cs"/>
          <w:rtl/>
        </w:rPr>
        <w:t>یٔ</w:t>
      </w:r>
      <w:r w:rsidRPr="007A0ACC">
        <w:rPr>
          <w:rtl/>
        </w:rPr>
        <w:t xml:space="preserve"> شام تھا،قار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خودسمجھ سکتا ہے کہ اس نے جعل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لکھوانے،پھ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لانے</w:t>
      </w:r>
      <w:r w:rsidRPr="007A0ACC">
        <w:rPr>
          <w:rtl/>
        </w:rPr>
        <w:t xml:space="preserve"> اور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سے من</w:t>
      </w:r>
      <w:r w:rsidRPr="007A0ACC">
        <w:rPr>
          <w:rFonts w:hint="eastAsia"/>
          <w:rtl/>
        </w:rPr>
        <w:t>سوب</w:t>
      </w:r>
      <w:r w:rsidRPr="007A0ACC">
        <w:rPr>
          <w:rtl/>
        </w:rPr>
        <w:t xml:space="preserve"> کرکے اپنے کرتوت کا جواز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دا</w:t>
      </w:r>
      <w:r w:rsidRPr="007A0ACC">
        <w:rPr>
          <w:rtl/>
        </w:rPr>
        <w:t xml:space="preserve"> کرنے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اپنے اثر و رسوخ کا ناجائز استعمال کس حد تک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ہے۔</w:t>
      </w:r>
    </w:p>
    <w:p w:rsidR="00646088" w:rsidRDefault="00646088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646088" w:rsidRDefault="00646088" w:rsidP="009C4748">
      <w:pPr>
        <w:pStyle w:val="libNormal0"/>
        <w:rPr>
          <w:rtl/>
        </w:rPr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ان تمام ذرائع کے باوجود جو اسنے اپنے کرتوت چھپانے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ا،وہ</w:t>
      </w:r>
      <w:r w:rsidRPr="007A0ACC">
        <w:rPr>
          <w:rtl/>
        </w:rPr>
        <w:t xml:space="preserve">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اور تار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اسطرح صاف درج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 سے اس نام نہاد خل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مسلم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کے متعلق حقائق کے </w:t>
      </w:r>
      <w:r w:rsidRPr="007A0ACC">
        <w:rPr>
          <w:rFonts w:hint="eastAsia"/>
          <w:rtl/>
        </w:rPr>
        <w:t>معلومات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مغالطہ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گنجائش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رہجات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جسکو اہلسنت'ام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المومن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'کا لقب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تے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''! حاکم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اور اقتدار کے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کے برتائو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جڑ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خاندان سے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وست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۔اس کے باپ ابوسف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نے حضرت عثمان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کرنے کے بعد کہا ِ،' اسکو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ند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پکڑتے رہو، اس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جسک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قسم کھا کر ابوسف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کہتا ہے،م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پُر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ہوں کہ تم (بنو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>) کو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ملے 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تمہار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نسل کوبھ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وراثت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</w:t>
      </w:r>
      <w:r w:rsidRPr="007A0ACC">
        <w:rPr>
          <w:rFonts w:hint="cs"/>
          <w:rtl/>
        </w:rPr>
        <w:t>ی</w:t>
      </w:r>
      <w:r w:rsidRPr="007A0ACC">
        <w:rPr>
          <w:rtl/>
        </w:rPr>
        <w:t>''</w:t>
      </w:r>
      <w:r w:rsidR="0017666E" w:rsidRPr="003F32EC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108</w:t>
      </w:r>
      <w:r w:rsidR="0017666E" w:rsidRPr="003F32EC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دوسرے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'' اس کو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ند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پکڑو،ک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نہ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جنت ہے اور نہ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جہنم'' اسطرح وہ فتحہ مکہ کے بعد جہاں سب مکہ والوں نے اسلام قبول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تھا اسلام قبول کرنے کے بہانہ کے  اصل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راز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اشارہ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۔اور اس آگے والے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شدہ واقعہ سے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کھو</w:t>
      </w:r>
      <w:r w:rsidRPr="007A0ACC">
        <w:rPr>
          <w:rtl/>
        </w:rPr>
        <w:t xml:space="preserve"> کہ انہوں نے کونسا اسلام  کراہتاََ قبول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تھا:</w:t>
      </w:r>
    </w:p>
    <w:p w:rsidR="009C4748" w:rsidRDefault="009C4748" w:rsidP="009C4748">
      <w:pPr>
        <w:pStyle w:val="libNormal0"/>
        <w:rPr>
          <w:rtl/>
        </w:rPr>
      </w:pPr>
      <w:r w:rsidRPr="007A0ACC">
        <w:rPr>
          <w:rFonts w:hint="eastAsia"/>
          <w:rtl/>
        </w:rPr>
        <w:t>عبداللہ</w:t>
      </w:r>
      <w:r w:rsidRPr="007A0ACC">
        <w:rPr>
          <w:rtl/>
        </w:rPr>
        <w:t xml:space="preserve"> بن عباس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ہے،'' ابوسف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نے کہا،'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قسم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کے ساتھ اس خوف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رہا کہ 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خدا کا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غام</w:t>
      </w:r>
      <w:r w:rsidRPr="007A0ACC">
        <w:rPr>
          <w:rtl/>
        </w:rPr>
        <w:t xml:space="preserve"> حاو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ہوکے رہے گا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تک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اللہ نے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خواہش کے بر خلاف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دل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اسلام داخل کر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</w:t>
      </w:r>
      <w:r w:rsidR="0017666E" w:rsidRPr="003F32EC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109</w:t>
      </w:r>
      <w:r w:rsidR="0017666E" w:rsidRPr="003F32EC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۔زبانِ ابوسف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اقرار سے خ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ال</w:t>
      </w:r>
      <w:r w:rsidRPr="007A0ACC">
        <w:rPr>
          <w:rtl/>
        </w:rPr>
        <w:t xml:space="preserve"> کرو کہ اگر اس</w:t>
      </w:r>
      <w:r w:rsidRPr="007A0ACC">
        <w:rPr>
          <w:rFonts w:hint="eastAsia"/>
          <w:rtl/>
        </w:rPr>
        <w:t>کے</w:t>
      </w:r>
      <w:r w:rsidRPr="007A0ACC">
        <w:rPr>
          <w:rtl/>
        </w:rPr>
        <w:t xml:space="preserve"> دل کو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کرنے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اجازت 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تو وہ کہتا کہ اس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ہے!</w:t>
      </w:r>
    </w:p>
    <w:p w:rsidR="00646088" w:rsidRPr="00646088" w:rsidRDefault="00646088" w:rsidP="00646088">
      <w:pPr>
        <w:pStyle w:val="libNormal"/>
        <w:rPr>
          <w:rtl/>
        </w:rPr>
      </w:pPr>
    </w:p>
    <w:p w:rsidR="00FD13FD" w:rsidRPr="00FD13FD" w:rsidRDefault="009C4748" w:rsidP="00FD13FD">
      <w:pPr>
        <w:pStyle w:val="Heading2Center"/>
        <w:rPr>
          <w:rtl/>
        </w:rPr>
      </w:pPr>
      <w:r w:rsidRPr="007A0ACC">
        <w:rPr>
          <w:rtl/>
        </w:rPr>
        <w:t xml:space="preserve">  </w:t>
      </w:r>
      <w:bookmarkStart w:id="30" w:name="_Toc447620018"/>
      <w:r w:rsidRPr="00FD13FD">
        <w:rPr>
          <w:rtl/>
        </w:rPr>
        <w:t>پ</w:t>
      </w:r>
      <w:r w:rsidRPr="00FD13FD">
        <w:rPr>
          <w:rFonts w:hint="cs"/>
          <w:rtl/>
        </w:rPr>
        <w:t>ی</w:t>
      </w:r>
      <w:r w:rsidRPr="00FD13FD">
        <w:rPr>
          <w:rFonts w:hint="eastAsia"/>
          <w:rtl/>
        </w:rPr>
        <w:t>غمبر</w:t>
      </w:r>
      <w:r w:rsidRPr="00FD13FD">
        <w:rPr>
          <w:rtl/>
        </w:rPr>
        <w:t xml:space="preserve"> خدا </w:t>
      </w:r>
      <w:r w:rsidR="007317F7" w:rsidRPr="007317F7">
        <w:rPr>
          <w:rFonts w:hint="cs"/>
          <w:rtl/>
        </w:rPr>
        <w:t>(ص)</w:t>
      </w:r>
      <w:r w:rsidRPr="00FD13FD">
        <w:rPr>
          <w:rFonts w:hint="cs"/>
          <w:rtl/>
        </w:rPr>
        <w:t xml:space="preserve"> نے معاوی</w:t>
      </w:r>
      <w:r w:rsidRPr="00FD13FD">
        <w:rPr>
          <w:rFonts w:hint="eastAsia"/>
          <w:rtl/>
        </w:rPr>
        <w:t>ہ</w:t>
      </w:r>
      <w:r w:rsidRPr="00FD13FD">
        <w:rPr>
          <w:rtl/>
        </w:rPr>
        <w:t xml:space="preserve"> کے متعلق ک</w:t>
      </w:r>
      <w:r w:rsidRPr="00FD13FD">
        <w:rPr>
          <w:rFonts w:hint="cs"/>
          <w:rtl/>
        </w:rPr>
        <w:t>ی</w:t>
      </w:r>
      <w:r w:rsidRPr="00FD13FD">
        <w:rPr>
          <w:rFonts w:hint="eastAsia"/>
          <w:rtl/>
        </w:rPr>
        <w:t>ا</w:t>
      </w:r>
      <w:r w:rsidRPr="00FD13FD">
        <w:rPr>
          <w:rtl/>
        </w:rPr>
        <w:t xml:space="preserve"> فرما</w:t>
      </w:r>
      <w:r w:rsidRPr="00FD13FD">
        <w:rPr>
          <w:rFonts w:hint="cs"/>
          <w:rtl/>
        </w:rPr>
        <w:t>ی</w:t>
      </w:r>
      <w:r w:rsidRPr="00FD13FD">
        <w:rPr>
          <w:rFonts w:hint="eastAsia"/>
          <w:rtl/>
        </w:rPr>
        <w:t>ا</w:t>
      </w:r>
      <w:bookmarkEnd w:id="30"/>
    </w:p>
    <w:p w:rsidR="00646088" w:rsidRPr="00A54383" w:rsidRDefault="009C4748" w:rsidP="00FD13FD">
      <w:pPr>
        <w:pStyle w:val="libNormal0"/>
        <w:rPr>
          <w:rtl/>
        </w:rPr>
      </w:pPr>
      <w:r w:rsidRPr="007A0ACC">
        <w:rPr>
          <w:rtl/>
        </w:rPr>
        <w:t xml:space="preserve">            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مسلم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درج ہے۔''پ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خدا نے کچھ لکھنے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دن عبداللہ ابن عباس کو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کو بلانے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جا</w:t>
      </w:r>
      <w:r w:rsidRPr="007A0ACC">
        <w:rPr>
          <w:rtl/>
        </w:rPr>
        <w:t xml:space="preserve"> ۔ابن عباس نے اس کو کھانا کھاتے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کھاتو</w:t>
      </w:r>
      <w:r w:rsidRPr="007A0ACC">
        <w:rPr>
          <w:rtl/>
        </w:rPr>
        <w:t xml:space="preserve"> واپس آگئے کچھ وقفہ کے بعدا بن عباس پھر گئے 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مرتبہ ابن عباس اس کو بلانے گئے مگ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اسے کھانا کھانے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مصروف پا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 ،ت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مرتبہ جب ابن عباس نے آکربتا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تو اللہ کے رسول نے کہا،' اللہ کبھ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 (معاو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>) کا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</w:t>
      </w:r>
      <w:r w:rsidRPr="007A0ACC">
        <w:rPr>
          <w:rtl/>
        </w:rPr>
        <w:t xml:space="preserve"> 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نہ کرے''</w:t>
      </w:r>
      <w:r w:rsidR="0017666E" w:rsidRPr="003F32EC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110</w:t>
      </w:r>
      <w:r w:rsidR="0017666E" w:rsidRPr="003F32EC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</w:t>
      </w:r>
    </w:p>
    <w:p w:rsidR="00646088" w:rsidRDefault="00646088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646088" w:rsidRDefault="00646088" w:rsidP="00A54383">
      <w:pPr>
        <w:pStyle w:val="libNormal0"/>
        <w:rPr>
          <w:rtl/>
        </w:rPr>
      </w:pPr>
    </w:p>
    <w:p w:rsidR="009C4748" w:rsidRPr="007A0ACC" w:rsidRDefault="009C4748" w:rsidP="00A54383">
      <w:pPr>
        <w:pStyle w:val="libNormal0"/>
        <w:rPr>
          <w:rtl/>
        </w:rPr>
      </w:pPr>
      <w:r w:rsidRPr="007A0ACC">
        <w:rPr>
          <w:rFonts w:hint="cs"/>
          <w:rtl/>
        </w:rPr>
        <w:t>صحی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مسلم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درج ہے:''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: ۔۔جہاں تک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کا تعلق ہے،وہ کنگال اور بے روح </w:t>
      </w:r>
      <w:r w:rsidRPr="007A0ACC">
        <w:rPr>
          <w:rFonts w:hint="eastAsia"/>
          <w:rtl/>
        </w:rPr>
        <w:t>انسان</w:t>
      </w:r>
      <w:r w:rsidRPr="007A0ACC">
        <w:rPr>
          <w:rtl/>
        </w:rPr>
        <w:t xml:space="preserve"> ہے''</w:t>
      </w:r>
      <w:r w:rsidR="0017666E" w:rsidRPr="003F32EC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111</w:t>
      </w:r>
      <w:r w:rsidR="0017666E" w:rsidRPr="003F32EC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مسندا حمد بن حنبل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اور عمروعاص کے متعلق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:''اے اللہ ! ان کو جلد اختلاف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مبتلا کر اور انکو جہنم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جگہ دے''۔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جگرخور کے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ٹے</w:t>
      </w:r>
      <w:r w:rsidRPr="007A0ACC">
        <w:rPr>
          <w:rtl/>
        </w:rPr>
        <w:t xml:space="preserve">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کے ہاتھوں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زندگ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اپنے شراب خور ،ع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اش</w:t>
      </w:r>
      <w:r w:rsidRPr="007A0ACC">
        <w:rPr>
          <w:rtl/>
        </w:rPr>
        <w:t xml:space="preserve"> اوربدکار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tl/>
        </w:rPr>
        <w:t xml:space="preserve"> سالہ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ٹے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کو اپنے بعد مسلمانوں کا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المومن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بنانے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راہ ہموار کرنا انکے متعلق حقائق کا پردہ اٹھانے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کاف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نے امام حسن  کے ساتھ ہوئے صل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نامہ کو توڑکر احکام الہٰ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فرمان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مخالفت کے ساتھ ساتھ سنتِ خلفائے راشد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اور اہلسنت کے تسل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شدہ دوسر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دھج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اں</w:t>
      </w:r>
      <w:r w:rsidRPr="007A0ACC">
        <w:rPr>
          <w:rtl/>
        </w:rPr>
        <w:t xml:space="preserve"> اڑائ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''۔</w:t>
      </w:r>
    </w:p>
    <w:p w:rsidR="00FD13FD" w:rsidRDefault="009C4748" w:rsidP="00FD13FD">
      <w:pPr>
        <w:pStyle w:val="Heading2Center"/>
        <w:rPr>
          <w:rtl/>
        </w:rPr>
      </w:pPr>
      <w:bookmarkStart w:id="31" w:name="_Toc447620019"/>
      <w:r w:rsidRPr="007A0ACC">
        <w:rPr>
          <w:rtl/>
        </w:rPr>
        <w:t>شہادتِ امام عل</w:t>
      </w:r>
      <w:r w:rsidRPr="007A0ACC">
        <w:rPr>
          <w:rFonts w:hint="cs"/>
          <w:rtl/>
        </w:rPr>
        <w:t>ی</w:t>
      </w:r>
      <w:bookmarkEnd w:id="31"/>
      <w:r w:rsidRPr="007A0ACC">
        <w:rPr>
          <w:rtl/>
        </w:rPr>
        <w:t xml:space="preserve"> </w:t>
      </w:r>
    </w:p>
    <w:p w:rsidR="00646088" w:rsidRDefault="009C4748" w:rsidP="00FD13FD">
      <w:pPr>
        <w:pStyle w:val="libNormal0"/>
        <w:rPr>
          <w:rtl/>
        </w:rPr>
      </w:pPr>
      <w:r w:rsidRPr="007A0ACC">
        <w:rPr>
          <w:rtl/>
        </w:rPr>
        <w:t xml:space="preserve">       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کے ہاتھوں لڑ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آخر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جنگ ''جنگِ نہروان'' ہے۔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جنگ آنجناب  نے ان لوگوں سے لڑ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جنہوں نے آپ کو صف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تحک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ماننے پر مجبور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مگر کچھ دنوں بعد مکر گئے،عہدنامہ کو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توڑا اور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سے دغا باز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>۔بعد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وہ 'خوارج'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'مارق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>' کے نام سے موسوم ہوگئے۔ان کو دبانے کے بعد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نے کوششِ صلح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ناکام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بعد شام کے باغ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سرکش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روکنے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اقدام کرنے شروع کئے مگر امام 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خارج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بنام ابن ملجم لعنت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ہاتھوں شہ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کئے جاتے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جب وہ نامراد امام کو دورانَ نماز صبح سجدے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حالت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ںزہر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لے</w:t>
      </w:r>
      <w:r w:rsidRPr="007A0ACC">
        <w:rPr>
          <w:rtl/>
        </w:rPr>
        <w:t xml:space="preserve"> خنجر سے زخم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کرتا ہے۔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واقعہ مسند خلافت سنبھالنے کے پانچ سال بعد مسجدِ کوفہ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 </w:t>
      </w:r>
      <w:r w:rsidR="00413EEC" w:rsidRPr="00A54383">
        <w:rPr>
          <w:rFonts w:hint="cs"/>
          <w:rtl/>
        </w:rPr>
        <w:t>19</w:t>
      </w:r>
      <w:r w:rsidRPr="00A54383">
        <w:rPr>
          <w:rFonts w:hint="cs"/>
          <w:rtl/>
        </w:rPr>
        <w:t xml:space="preserve"> ماہِ رمضان  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0</w:t>
      </w:r>
      <w:r w:rsidRPr="00A54383">
        <w:rPr>
          <w:rFonts w:hint="cs"/>
          <w:rtl/>
        </w:rPr>
        <w:t xml:space="preserve">ھ بمطابق </w:t>
      </w:r>
      <w:r w:rsidR="00413EEC" w:rsidRPr="00A54383">
        <w:rPr>
          <w:rFonts w:hint="cs"/>
          <w:rtl/>
        </w:rPr>
        <w:t>26</w:t>
      </w:r>
      <w:r w:rsidRPr="00A54383">
        <w:rPr>
          <w:rFonts w:hint="cs"/>
          <w:rtl/>
        </w:rPr>
        <w:t xml:space="preserve"> جنور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413EEC" w:rsidRPr="00A54383">
        <w:rPr>
          <w:rFonts w:hint="cs"/>
          <w:rtl/>
        </w:rPr>
        <w:t>661</w:t>
      </w:r>
      <w:r w:rsidRPr="00A54383">
        <w:rPr>
          <w:rFonts w:hint="cs"/>
          <w:rtl/>
        </w:rPr>
        <w:t>ء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۔انا لا اللہ و انا ال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راجعون۔امام  اس زخم کار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بعد صرف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دن زندہ رہے جن کے دوران انہوں نے اپنے بڑے فرزند اور  پ</w:t>
      </w:r>
      <w:r w:rsidRPr="007A0ACC">
        <w:rPr>
          <w:rFonts w:hint="eastAsia"/>
          <w:rtl/>
        </w:rPr>
        <w:t>ہلے</w:t>
      </w:r>
      <w:r w:rsidRPr="007A0ACC">
        <w:rPr>
          <w:rtl/>
        </w:rPr>
        <w:t xml:space="preserve"> نواسئہ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>، امام حسن  کو منصب امامت حوالہ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اتاکہ</w:t>
      </w:r>
      <w:r w:rsidRPr="007A0ACC">
        <w:rPr>
          <w:rtl/>
        </w:rPr>
        <w:t xml:space="preserve"> وہ امت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رہبر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فرائض سنبھال سک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منصب خلافت امام حسن  کو سپرد کرنے کا جواز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کا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ٹے</w:t>
      </w:r>
      <w:r w:rsidRPr="007A0ACC">
        <w:rPr>
          <w:rtl/>
        </w:rPr>
        <w:t xml:space="preserve">   ہونے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نسبت سے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تھا بلکہ اللہ کے حکم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تعم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بناپر بارہ جانش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نِ</w:t>
      </w:r>
      <w:r w:rsidRPr="007A0ACC">
        <w:rPr>
          <w:rtl/>
        </w:rPr>
        <w:t xml:space="preserve">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>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فہرست کے مطابق وہ سلسلۂ امامت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دوسر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کڑ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۔           </w:t>
      </w:r>
    </w:p>
    <w:p w:rsidR="00646088" w:rsidRDefault="00646088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9C4748" w:rsidP="00FD13FD">
      <w:pPr>
        <w:pStyle w:val="Heading2Center"/>
        <w:rPr>
          <w:rtl/>
        </w:rPr>
      </w:pPr>
      <w:r w:rsidRPr="007A0ACC">
        <w:rPr>
          <w:rtl/>
        </w:rPr>
        <w:t xml:space="preserve">  </w:t>
      </w:r>
      <w:bookmarkStart w:id="32" w:name="_Toc447620020"/>
      <w:r w:rsidRPr="007A0ACC">
        <w:rPr>
          <w:rtl/>
        </w:rPr>
        <w:t>صلح نامہ اور شہادتِ امام حسن :</w:t>
      </w:r>
      <w:bookmarkEnd w:id="32"/>
      <w:r w:rsidRPr="007A0ACC">
        <w:rPr>
          <w:rtl/>
        </w:rPr>
        <w:t xml:space="preserve">   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شہادت کے بعد اہلِ کوفہ نے امام حسن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تِ</w:t>
      </w:r>
      <w:r w:rsidRPr="007A0ACC">
        <w:rPr>
          <w:rtl/>
        </w:rPr>
        <w:t xml:space="preserve"> جانش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رسول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اور امامِ امت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>۔مگراس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مدت چھ مہ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نے</w:t>
      </w:r>
      <w:r w:rsidRPr="007A0ACC">
        <w:rPr>
          <w:rtl/>
        </w:rPr>
        <w:t xml:space="preserve"> سے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نہ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۔جب شام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خبر پہنچ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شہ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کئے گئے تو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نے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بڑ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فوج جمع کرکے کوفہ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کوچ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تاکہ اما م ح</w:t>
      </w:r>
      <w:r w:rsidRPr="007A0ACC">
        <w:rPr>
          <w:rFonts w:hint="eastAsia"/>
          <w:rtl/>
        </w:rPr>
        <w:t>سن</w:t>
      </w:r>
      <w:r w:rsidRPr="007A0ACC">
        <w:rPr>
          <w:rtl/>
        </w:rPr>
        <w:t xml:space="preserve">  ابن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دستبر دار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پر مجبور کرنے کے بعد خود مسلمانوں کا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بنے امام حسن  کے سامنے اس کے علاوہ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چارہ نہ تھا کہ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کے ساتھ صلح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۔ جن وجوہات کے تحت آپ صلح کے لئے آمادہ ہوئے وہ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تھے:فوج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پھوٹ، عراق کے اندرون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رون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خراب حالات اور </w:t>
      </w:r>
      <w:r w:rsidRPr="007A0ACC">
        <w:rPr>
          <w:rFonts w:hint="eastAsia"/>
          <w:rtl/>
        </w:rPr>
        <w:t>ملکِ</w:t>
      </w:r>
      <w:r w:rsidRPr="007A0ACC">
        <w:rPr>
          <w:rtl/>
        </w:rPr>
        <w:t xml:space="preserve"> روم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اہل اسلام پر حملہ کرنے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سازش جو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بہت بڑ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فوج کے ساتھ حملہ آور ہونے کے تاک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تھا۔ان حالات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امام حسن  اور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کے درم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جنگ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صورت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روم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 کہ امام حسن 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>۔اسطرح امام حسن  کے ذر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عے</w:t>
      </w:r>
      <w:r w:rsidRPr="007A0ACC">
        <w:rPr>
          <w:rtl/>
        </w:rPr>
        <w:t xml:space="preserve"> صلح کرنے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وجہ سے اسلام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بڑے خطرہ سے محفوظ ہوا۔صلح نامہ کے شرائط مندرجہ ذ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تھے :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>(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</w:rPr>
        <w:t>): امام حسن  کو اقتدار و نظم ونسق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کے سپرد کرنا تھااس شرط کے ساتھ کہ مذکور الآخر(معاو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) قرآن اور سنت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کا اتباع کرے۔        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(</w:t>
      </w:r>
      <w:r w:rsidR="00413EEC" w:rsidRPr="00A54383">
        <w:rPr>
          <w:rFonts w:hint="cs"/>
          <w:rtl/>
        </w:rPr>
        <w:t>2</w:t>
      </w:r>
      <w:r w:rsidRPr="00A54383">
        <w:rPr>
          <w:rFonts w:hint="cs"/>
          <w:rtl/>
        </w:rPr>
        <w:t>):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کے مرنے کے بعد خلافت امام حسن  کا خصوص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حق ہوگا۔اگر ان کو کچھ ہوگ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ا،تو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حق ان کے بھائ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امام حس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 کو مل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 xml:space="preserve">۔        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>(</w:t>
      </w:r>
      <w:r w:rsidR="00413EEC" w:rsidRPr="00A54383">
        <w:rPr>
          <w:rFonts w:hint="cs"/>
          <w:rtl/>
        </w:rPr>
        <w:t>3</w:t>
      </w:r>
      <w:r w:rsidRPr="00A54383">
        <w:rPr>
          <w:rFonts w:hint="cs"/>
          <w:rtl/>
        </w:rPr>
        <w:t>):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تمام گستاخ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اں</w:t>
      </w:r>
      <w:r w:rsidRPr="007A0ACC">
        <w:rPr>
          <w:rtl/>
        </w:rPr>
        <w:t xml:space="preserve"> اور لعن و طعن پرپابند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لگن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چاہئے،چاہے وہ بر سرمنبرہو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کہ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پر۔              </w:t>
      </w:r>
    </w:p>
    <w:p w:rsidR="00646088" w:rsidRDefault="009C4748" w:rsidP="009C4748">
      <w:pPr>
        <w:pStyle w:val="libNormal0"/>
        <w:rPr>
          <w:rtl/>
        </w:rPr>
      </w:pPr>
      <w:r w:rsidRPr="007A0ACC">
        <w:rPr>
          <w:rtl/>
        </w:rPr>
        <w:t>(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>):کوفہ کے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المال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جمع پچاس لاکھ درہم اما م حسن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نگران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گے۔اور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کو سالانہ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لاکھ درہم خراج (ٹ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کس</w:t>
      </w:r>
      <w:r w:rsidRPr="007A0ACC">
        <w:rPr>
          <w:rtl/>
        </w:rPr>
        <w:t>) امام حسن  کے سپرد کرنا تھا جو کہ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جنگِ صف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اور جمل کے مقتول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کے اہل و 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ال</w:t>
      </w:r>
      <w:r w:rsidRPr="007A0ACC">
        <w:rPr>
          <w:rtl/>
        </w:rPr>
        <w:t xml:space="preserve"> کے لئے تھا۔</w:t>
      </w:r>
    </w:p>
    <w:p w:rsidR="00646088" w:rsidRDefault="00646088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646088" w:rsidRDefault="00646088" w:rsidP="009C4748">
      <w:pPr>
        <w:pStyle w:val="libNormal0"/>
        <w:rPr>
          <w:rtl/>
        </w:rPr>
      </w:pPr>
    </w:p>
    <w:p w:rsidR="009C4748" w:rsidRPr="007A0ACC" w:rsidRDefault="00FD13FD" w:rsidP="009C4748">
      <w:pPr>
        <w:pStyle w:val="libNormal0"/>
        <w:rPr>
          <w:rtl/>
        </w:rPr>
      </w:pPr>
      <w:r w:rsidRPr="007A0ACC">
        <w:rPr>
          <w:rtl/>
        </w:rPr>
        <w:t xml:space="preserve"> </w:t>
      </w:r>
      <w:r w:rsidR="009C4748" w:rsidRPr="007A0ACC">
        <w:rPr>
          <w:rtl/>
        </w:rPr>
        <w:t>(</w:t>
      </w:r>
      <w:r w:rsidR="00413EEC" w:rsidRPr="00A54383">
        <w:rPr>
          <w:rFonts w:hint="cs"/>
          <w:rtl/>
        </w:rPr>
        <w:t>5</w:t>
      </w:r>
      <w:r w:rsidR="009C4748" w:rsidRPr="00A54383">
        <w:rPr>
          <w:rFonts w:hint="cs"/>
          <w:rtl/>
        </w:rPr>
        <w:t>): معاو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ہ</w:t>
      </w:r>
      <w:r w:rsidR="009C4748" w:rsidRPr="007A0ACC">
        <w:rPr>
          <w:rtl/>
        </w:rPr>
        <w:t xml:space="preserve"> کو ضمانت 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تھ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کہ وہ تمام لوگوں کوبلا لحاظ نسل اور ذات چھوڑنا ہے اور انکا تعقب نہ کرنا اور نہ ہ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انہ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ں</w:t>
      </w:r>
      <w:r w:rsidR="009C4748" w:rsidRPr="007A0ACC">
        <w:rPr>
          <w:rtl/>
        </w:rPr>
        <w:t xml:space="preserve"> نقصان پہنچانا۔اور اسکو اس عہد نامہ صلح کے شرائط ک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مکمل پاسدار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و بجا آور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پر عمل کرنا تھا اور عوام کو اس ک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لئے</w:t>
      </w:r>
      <w:r w:rsidR="009C4748" w:rsidRPr="007A0ACC">
        <w:rPr>
          <w:rtl/>
        </w:rPr>
        <w:t xml:space="preserve"> گواہ مقرر کرنا تھا۔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مگر امام حسن   </w:t>
      </w:r>
      <w:r w:rsidR="00413EEC" w:rsidRPr="00A54383">
        <w:rPr>
          <w:rFonts w:hint="cs"/>
          <w:rtl/>
        </w:rPr>
        <w:t>50</w:t>
      </w:r>
      <w:r w:rsidRPr="00A54383">
        <w:rPr>
          <w:rFonts w:hint="cs"/>
          <w:rtl/>
        </w:rPr>
        <w:t xml:space="preserve"> ھ بمطابق </w:t>
      </w:r>
      <w:r w:rsidR="00413EEC" w:rsidRPr="00A54383">
        <w:rPr>
          <w:rFonts w:hint="cs"/>
          <w:rtl/>
        </w:rPr>
        <w:t>670</w:t>
      </w:r>
      <w:r w:rsidRPr="00A54383">
        <w:rPr>
          <w:rFonts w:hint="cs"/>
          <w:rtl/>
        </w:rPr>
        <w:t xml:space="preserve">  ء 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زوجہ جعدہ بنت اشعت ابن 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tl/>
        </w:rPr>
        <w:t xml:space="preserve"> کے ہاتھوں زہر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نے</w:t>
      </w:r>
      <w:r w:rsidRPr="007A0ACC">
        <w:rPr>
          <w:rtl/>
        </w:rPr>
        <w:t xml:space="preserve"> سے شہ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ہوئے۔ اس عورت کا تعلق اس خاندان سے تھا جو ہم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شہ</w:t>
      </w:r>
      <w:r w:rsidRPr="007A0ACC">
        <w:rPr>
          <w:rtl/>
        </w:rPr>
        <w:t xml:space="preserve"> ذر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تِ</w:t>
      </w:r>
      <w:r w:rsidRPr="007A0ACC">
        <w:rPr>
          <w:rtl/>
        </w:rPr>
        <w:t xml:space="preserve">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کا دشمن تھا۔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نے اس کو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سنگ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جرم کرنے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لاکھ درہم دئ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ے</w:t>
      </w:r>
      <w:r w:rsidRPr="007A0ACC">
        <w:rPr>
          <w:rtl/>
        </w:rPr>
        <w:t xml:space="preserve"> تھے اور و</w:t>
      </w:r>
      <w:r w:rsidRPr="007A0ACC">
        <w:rPr>
          <w:rFonts w:hint="eastAsia"/>
          <w:rtl/>
        </w:rPr>
        <w:t>عدہ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تھا کہ اگر اس نے امام حسن  کو زہر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تو وہ اس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شاد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اپنے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ٹے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سے کرد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>۔معاو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امام حسن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خبر ِ شہادت سن کر بہت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خو ش ہوا ، اس نے اس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اپنے کرتوت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بجا آور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سب سے بڑ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رکاوٹ سے چھٹکارا پال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تھا اور اسطرح اس نے سلطنت ِ بن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</w:t>
      </w:r>
      <w:r w:rsidRPr="007A0ACC">
        <w:rPr>
          <w:rtl/>
        </w:rPr>
        <w:t xml:space="preserve"> ڈال</w:t>
      </w:r>
      <w:r w:rsidRPr="007A0ACC">
        <w:rPr>
          <w:rFonts w:hint="cs"/>
          <w:rtl/>
        </w:rPr>
        <w:t>ی</w:t>
      </w:r>
      <w:r w:rsidRPr="007A0ACC">
        <w:rPr>
          <w:rtl/>
        </w:rPr>
        <w:t>۔اس کے بعد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کو وہ سب کچھ حاصل ہو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جس کے وہ خواب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</w:t>
      </w:r>
      <w:r w:rsidRPr="007A0ACC">
        <w:rPr>
          <w:rtl/>
        </w:rPr>
        <w:t xml:space="preserve"> رہا تھااس نے اپنے 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اش</w:t>
      </w:r>
      <w:r w:rsidRPr="007A0ACC">
        <w:rPr>
          <w:rtl/>
        </w:rPr>
        <w:t xml:space="preserve"> و فحاش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ٹے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کو امت پر زبردست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حکمران مع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کرد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۔تو اہلسنت کے عق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کے مطابق'' کہ خل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اجماع سے منتخب ہوتا ہے''؟ اس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آپ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۔</w:t>
      </w:r>
    </w:p>
    <w:p w:rsidR="009C4748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 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وہ ان ثبوتوں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مخالفت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ِ اہل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کے اماموں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خلافت کا حکم تھا ؟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انک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نظر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ںوہ</w:t>
      </w:r>
      <w:r w:rsidRPr="007A0ACC">
        <w:rPr>
          <w:rtl/>
        </w:rPr>
        <w:t xml:space="preserve"> خلافت جائز ہے جو مشورہ اور اجماع سے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ہے؟ آخر وہ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و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خلافت برحق سمجھتے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ں؟</w:t>
      </w:r>
      <w:r w:rsidRPr="007A0ACC">
        <w:rPr>
          <w:rtl/>
        </w:rPr>
        <w:t xml:space="preserve"> اور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وہ ان کو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المومن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</w:t>
      </w:r>
      <w:r w:rsidRPr="007A0ACC">
        <w:rPr>
          <w:rFonts w:hint="eastAsia"/>
          <w:rtl/>
        </w:rPr>
        <w:t>ے</w:t>
      </w:r>
      <w:r w:rsidRPr="007A0ACC">
        <w:rPr>
          <w:rtl/>
        </w:rPr>
        <w:t xml:space="preserve"> ا لقاب سے نوازتے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!؟ اسلام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کے تار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صفحات الٹ کر ان دونوں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رالمومن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ابن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اورمعاو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ابن ابوسف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کے کا لے کرتوت ملاحظہ فرمائ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ںجن</w:t>
      </w:r>
      <w:r w:rsidRPr="007A0ACC">
        <w:rPr>
          <w:rtl/>
        </w:rPr>
        <w:t xml:space="preserve"> کا ہم ذکر کرنے جارہے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</w:t>
      </w:r>
    </w:p>
    <w:p w:rsidR="00646088" w:rsidRDefault="00646088" w:rsidP="007317F7">
      <w:pPr>
        <w:pStyle w:val="libNormal"/>
        <w:rPr>
          <w:rtl/>
        </w:rPr>
      </w:pPr>
      <w:r>
        <w:rPr>
          <w:rtl/>
        </w:rPr>
        <w:br w:type="page"/>
      </w:r>
    </w:p>
    <w:p w:rsidR="00646088" w:rsidRPr="00646088" w:rsidRDefault="00646088" w:rsidP="00646088">
      <w:pPr>
        <w:pStyle w:val="libNormal"/>
        <w:rPr>
          <w:rtl/>
        </w:rPr>
      </w:pPr>
    </w:p>
    <w:p w:rsidR="009C4748" w:rsidRPr="00FD13FD" w:rsidRDefault="009C4748" w:rsidP="00FD13FD">
      <w:pPr>
        <w:pStyle w:val="Heading2Center"/>
        <w:rPr>
          <w:rtl/>
        </w:rPr>
      </w:pPr>
      <w:bookmarkStart w:id="33" w:name="_Toc447620021"/>
      <w:r w:rsidRPr="00FD13FD">
        <w:rPr>
          <w:rtl/>
        </w:rPr>
        <w:t>انقلابِ کربلا اور شہادتِ امام حس</w:t>
      </w:r>
      <w:r w:rsidRPr="00FD13FD">
        <w:rPr>
          <w:rFonts w:hint="cs"/>
          <w:rtl/>
        </w:rPr>
        <w:t>ی</w:t>
      </w:r>
      <w:r w:rsidRPr="00FD13FD">
        <w:rPr>
          <w:rFonts w:hint="eastAsia"/>
          <w:rtl/>
        </w:rPr>
        <w:t>ن</w:t>
      </w:r>
      <w:r w:rsidRPr="00FD13FD">
        <w:rPr>
          <w:rtl/>
        </w:rPr>
        <w:t xml:space="preserve"> عل</w:t>
      </w:r>
      <w:r w:rsidRPr="00FD13FD">
        <w:rPr>
          <w:rFonts w:hint="cs"/>
          <w:rtl/>
        </w:rPr>
        <w:t>ی</w:t>
      </w:r>
      <w:r w:rsidRPr="00FD13FD">
        <w:rPr>
          <w:rFonts w:hint="eastAsia"/>
          <w:rtl/>
        </w:rPr>
        <w:t>ہ</w:t>
      </w:r>
      <w:r w:rsidRPr="00FD13FD">
        <w:rPr>
          <w:rtl/>
        </w:rPr>
        <w:t xml:space="preserve"> السلام:</w:t>
      </w:r>
      <w:bookmarkEnd w:id="33"/>
      <w:r w:rsidRPr="00FD13FD">
        <w:rPr>
          <w:rtl/>
        </w:rPr>
        <w:t xml:space="preserve">  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 امام حسن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شہادت کے بعد  </w:t>
      </w:r>
      <w:r w:rsidR="00413EEC" w:rsidRPr="00A54383">
        <w:rPr>
          <w:rFonts w:hint="cs"/>
          <w:rtl/>
        </w:rPr>
        <w:t>50</w:t>
      </w:r>
      <w:r w:rsidRPr="00A54383">
        <w:rPr>
          <w:rFonts w:hint="cs"/>
          <w:rtl/>
        </w:rPr>
        <w:t xml:space="preserve">ھ بمطابق </w:t>
      </w:r>
      <w:r w:rsidR="00413EEC" w:rsidRPr="00A54383">
        <w:rPr>
          <w:rFonts w:hint="cs"/>
          <w:rtl/>
        </w:rPr>
        <w:t>670</w:t>
      </w:r>
      <w:r w:rsidRPr="00A54383">
        <w:rPr>
          <w:rFonts w:hint="cs"/>
          <w:rtl/>
        </w:rPr>
        <w:t xml:space="preserve"> ء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انِ</w:t>
      </w:r>
      <w:r w:rsidRPr="007A0ACC">
        <w:rPr>
          <w:rtl/>
        </w:rPr>
        <w:t xml:space="preserve"> عراق نے امام حس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 کو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عرضداشت لکھنے شروع کئے کہ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کو خود ساختہ حاکمِ مسلمان کے عہدہ سے برطرف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کن</w:t>
      </w:r>
      <w:r w:rsidRPr="007A0ACC">
        <w:rPr>
          <w:rtl/>
        </w:rPr>
        <w:t xml:space="preserve"> امام حس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 نے جواب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کے ساتھ ہمارا معاہدہ ہے جسکو ہم توڑ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سکت</w:t>
      </w:r>
      <w:r w:rsidRPr="007A0ACC">
        <w:rPr>
          <w:rFonts w:hint="eastAsia"/>
          <w:rtl/>
        </w:rPr>
        <w:t>ے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جہاں تک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کا تعلق ہے،اس نے اپنے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tl/>
        </w:rPr>
        <w:t xml:space="preserve"> سالہ اقتدار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اپنے 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اش</w:t>
      </w:r>
      <w:r w:rsidRPr="007A0ACC">
        <w:rPr>
          <w:rtl/>
        </w:rPr>
        <w:t xml:space="preserve"> و فحاش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ٹے</w:t>
      </w:r>
      <w:r w:rsidRPr="007A0ACC">
        <w:rPr>
          <w:rtl/>
        </w:rPr>
        <w:t xml:space="preserve"> ''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>''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سلطنت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راہ ہموار کرنے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کسر باق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چھوڑ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صلح نامہ کے شرائط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پرواہ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جن پر عمل کرنا اس نے قبول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تھا( 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شرعاََ اس پر واجب تھا)اور اہلسنت کے اس عق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کے ۔خل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'شور</w:t>
      </w:r>
      <w:r w:rsidRPr="007A0ACC">
        <w:rPr>
          <w:rFonts w:hint="cs"/>
          <w:rtl/>
        </w:rPr>
        <w:t>یٰ</w:t>
      </w:r>
      <w:r w:rsidRPr="007A0ACC">
        <w:rPr>
          <w:rtl/>
        </w:rPr>
        <w:t>'  کے ذر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عے</w:t>
      </w:r>
      <w:r w:rsidRPr="007A0ACC">
        <w:rPr>
          <w:rtl/>
        </w:rPr>
        <w:t xml:space="preserve"> اس شرط پر منتخب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جانا چاہئے کہ وہ سب سے'' 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،د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ندار</w:t>
      </w:r>
      <w:r w:rsidRPr="007A0ACC">
        <w:rPr>
          <w:rtl/>
        </w:rPr>
        <w:t xml:space="preserve"> ،خداترس اورمتق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ہو'' کو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پائوں تلے روند ڈالا۔اگر آپ ان سب پر غور و فکر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،تو اسلام اور مسلمانوں کے خلاف کئے گئے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کے جرائم کا اند</w:t>
      </w:r>
      <w:r w:rsidRPr="007A0ACC">
        <w:rPr>
          <w:rFonts w:hint="eastAsia"/>
          <w:rtl/>
        </w:rPr>
        <w:t>ازہ</w:t>
      </w:r>
      <w:r w:rsidRPr="007A0ACC">
        <w:rPr>
          <w:rtl/>
        </w:rPr>
        <w:t xml:space="preserve"> ہوگا۔ اسک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روش باق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خلفائے بنو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ہ،بنو</w:t>
      </w:r>
      <w:r w:rsidRPr="007A0ACC">
        <w:rPr>
          <w:rtl/>
        </w:rPr>
        <w:t xml:space="preserve"> عباس اور سلطنت عثمان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کے حکمرانوں نے جار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رکھ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آج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بعض 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اش</w:t>
      </w:r>
      <w:r w:rsidRPr="007A0ACC">
        <w:rPr>
          <w:rtl/>
        </w:rPr>
        <w:t xml:space="preserve"> وفحاش اور رشوت خور مسلمان حکمراںاس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روش پر عمل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وفات کے بعد </w:t>
      </w:r>
      <w:r w:rsidR="00413EEC" w:rsidRPr="00A54383">
        <w:rPr>
          <w:rFonts w:hint="cs"/>
          <w:rtl/>
        </w:rPr>
        <w:t>60</w:t>
      </w:r>
      <w:r w:rsidRPr="00A54383">
        <w:rPr>
          <w:rFonts w:hint="cs"/>
          <w:rtl/>
        </w:rPr>
        <w:t xml:space="preserve">ھ  بمطابق </w:t>
      </w:r>
      <w:r w:rsidR="00413EEC" w:rsidRPr="00A54383">
        <w:rPr>
          <w:rFonts w:hint="cs"/>
          <w:rtl/>
        </w:rPr>
        <w:t>680</w:t>
      </w:r>
      <w:r w:rsidRPr="00A54383">
        <w:rPr>
          <w:rFonts w:hint="cs"/>
          <w:rtl/>
        </w:rPr>
        <w:t xml:space="preserve"> ئ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خل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وقت بن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ٹھا</w:t>
      </w:r>
      <w:r w:rsidRPr="007A0ACC">
        <w:rPr>
          <w:rtl/>
        </w:rPr>
        <w:t xml:space="preserve">۔ اس کا محل خانہ رشوت اور گناہوں کا مرکز تھا۔اکثر مسلم گروہوں کے مطابق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شام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انہ</w:t>
      </w:r>
      <w:r w:rsidRPr="007A0ACC">
        <w:rPr>
          <w:rtl/>
        </w:rPr>
        <w:t xml:space="preserve"> (راتوں)محفلوں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کھلے عام شراب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تا</w:t>
      </w:r>
      <w:r w:rsidRPr="007A0ACC">
        <w:rPr>
          <w:rtl/>
        </w:rPr>
        <w:t xml:space="preserve"> تھا۔اسک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تصد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شدہ عاشقانہ مزاج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تصو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اس کے ان مخصوص </w:t>
      </w:r>
      <w:r w:rsidRPr="007A0ACC">
        <w:rPr>
          <w:rFonts w:hint="eastAsia"/>
          <w:rtl/>
        </w:rPr>
        <w:t>اشعار</w:t>
      </w:r>
      <w:r w:rsidRPr="007A0ACC">
        <w:rPr>
          <w:rtl/>
        </w:rPr>
        <w:t xml:space="preserve"> سے 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اں</w:t>
      </w:r>
      <w:r w:rsidRPr="007A0ACC">
        <w:rPr>
          <w:rtl/>
        </w:rPr>
        <w:t xml:space="preserve"> ہوت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ہے:۔ 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'' اے حر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فانِ</w:t>
      </w:r>
      <w:r w:rsidRPr="007A0ACC">
        <w:rPr>
          <w:rtl/>
        </w:rPr>
        <w:t xml:space="preserve"> شراب،اُٹھو اور گانوں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صدا سنو، ساغر شراب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</w:t>
      </w:r>
      <w:r w:rsidRPr="007A0ACC">
        <w:rPr>
          <w:rtl/>
        </w:rPr>
        <w:t xml:space="preserve"> اور دوسر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باتوں کا ذکر چھوڑدو۔مجھے ستارہ اور سارنگ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نغمہ سے اذان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آواز سننے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فرصت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حوروں کے بدلے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پسند کرل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''</w:t>
      </w:r>
    </w:p>
    <w:p w:rsidR="00646088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 ''اگر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نِ</w:t>
      </w:r>
      <w:r w:rsidRPr="007A0ACC">
        <w:rPr>
          <w:rtl/>
        </w:rPr>
        <w:t xml:space="preserve"> احمد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شراب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نے</w:t>
      </w:r>
      <w:r w:rsidRPr="007A0ACC">
        <w:rPr>
          <w:rtl/>
        </w:rPr>
        <w:t xml:space="preserve"> کو حرام سمجھا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ہے،تو خ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نِ</w:t>
      </w:r>
      <w:r w:rsidRPr="007A0ACC">
        <w:rPr>
          <w:rtl/>
        </w:rPr>
        <w:t xml:space="preserve"> مس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پر ہو کر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لو '' ''خدا نے شراب خوروں کو عذاب سے ڈرانے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''و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لِلشارب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>''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کہا بلکہ قرآن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نماز گزاروں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''و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لِلمصل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>'' کہا ہے ''</w:t>
      </w:r>
    </w:p>
    <w:p w:rsidR="00646088" w:rsidRDefault="00646088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اس سے ہم کو 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پرورش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نصران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 تار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دانوں نے اسے آوارہ ،بے 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ا،تنگ</w:t>
      </w:r>
      <w:r w:rsidRPr="007A0ACC">
        <w:rPr>
          <w:rtl/>
        </w:rPr>
        <w:t xml:space="preserve"> نظر ، خود پسند اور اوباش گردانا ہے جو ہم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شہ</w:t>
      </w:r>
      <w:r w:rsidRPr="007A0ACC">
        <w:rPr>
          <w:rtl/>
        </w:rPr>
        <w:t xml:space="preserve"> 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اش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و عشرت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بے خود رہتا تھا۔اسکے متعلق جمعہ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نماز بدھ وار کو پڑھنے اور صبح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نماز دو کے بدلے چار رکعت پڑھنے کے واقعات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کئے گئے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وہ اکثر شراب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مست ہوتا تھا۔ اسکے متعلق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واقعات درج ہوئے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جنکا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کرنا ہمارا مقصد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ہے۔ ہم نے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خلاف ورز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اشارہ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تاکہ ان حالات پر روشن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ڈال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اما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حس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 نے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کھا</w:t>
      </w:r>
      <w:r w:rsidRPr="007A0ACC">
        <w:rPr>
          <w:rtl/>
        </w:rPr>
        <w:t xml:space="preserve"> کہ انقلاب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ضرورت ہے تاکہ اسلام اور سنت کو زندہ کرکے حفاظت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جاسکے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تحر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کا شکار ہوکے ناپ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ہونے کا خطرہ لاحق تھا۔اس انقلاب کے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چھے</w:t>
      </w:r>
      <w:r w:rsidRPr="007A0ACC">
        <w:rPr>
          <w:rtl/>
        </w:rPr>
        <w:t xml:space="preserve"> امام حس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 کا اقتدار جمانے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خلافت پر قابض ہونے کا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مدعاء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تھا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انکو معلوم ت</w:t>
      </w:r>
      <w:r w:rsidRPr="007A0ACC">
        <w:rPr>
          <w:rFonts w:hint="eastAsia"/>
          <w:rtl/>
        </w:rPr>
        <w:t>ھا</w:t>
      </w:r>
      <w:r w:rsidRPr="007A0ACC">
        <w:rPr>
          <w:rtl/>
        </w:rPr>
        <w:t xml:space="preserve"> کہ بن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اس پر قابض ہونے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پور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سے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ار</w:t>
      </w:r>
      <w:r w:rsidRPr="007A0ACC">
        <w:rPr>
          <w:rtl/>
        </w:rPr>
        <w:t xml:space="preserve"> تھے خاص کر جب اہل عراق بن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کے خوف سے دستبردار ہوچکے تھے۔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کربلا کے نزد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امام حس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 اپنے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خطبہ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انقلاب کے مقاصد اسطرح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،  </w:t>
      </w:r>
    </w:p>
    <w:p w:rsidR="00646088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'' اے لوگو! جو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ظالم رہنما کو اس حالت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کھتا</w:t>
      </w:r>
      <w:r w:rsidRPr="007A0ACC">
        <w:rPr>
          <w:rtl/>
        </w:rPr>
        <w:t xml:space="preserve"> ہے کہ وہ اللہ کے منع کئے گئے احکام پر عمل کرنے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اجازت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تا</w:t>
      </w:r>
      <w:r w:rsidRPr="007A0ACC">
        <w:rPr>
          <w:rtl/>
        </w:rPr>
        <w:t xml:space="preserve"> ہے،اللہ کے احکام جاننے کے بعد انک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خلاف ورز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کرتا ہے،اپنے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سنت کے برخلاف کرتا ہے، گناہوں اور ظلم کے ساتھ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رعا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پر ح</w:t>
      </w:r>
      <w:r w:rsidRPr="007A0ACC">
        <w:rPr>
          <w:rFonts w:hint="eastAsia"/>
          <w:rtl/>
        </w:rPr>
        <w:t>کومت</w:t>
      </w:r>
      <w:r w:rsidRPr="007A0ACC">
        <w:rPr>
          <w:rtl/>
        </w:rPr>
        <w:t xml:space="preserve"> کرتا ہے تو اللہ اس انسان کو 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حاکم کے ساتھ نارِ جہنم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نکے</w:t>
      </w:r>
      <w:r w:rsidRPr="007A0ACC">
        <w:rPr>
          <w:rtl/>
        </w:rPr>
        <w:t xml:space="preserve"> گا ''۔دوسرے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انہوں نے اسطرح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،'' اے لوگو! انہوں نے (امو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>) نے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طان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ہے،سب سے اچھے رحم دل (محمد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>)ک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مخالفت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،زم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رشوت قائم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،سنتِ</w:t>
      </w:r>
      <w:r w:rsidRPr="007A0ACC">
        <w:rPr>
          <w:rtl/>
        </w:rPr>
        <w:t xml:space="preserve">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بجا آور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کو</w:t>
      </w:r>
      <w:r w:rsidRPr="007A0ACC">
        <w:rPr>
          <w:rtl/>
        </w:rPr>
        <w:t xml:space="preserve"> معطل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ا،مسلمانوں</w:t>
      </w:r>
      <w:r w:rsidRPr="007A0ACC">
        <w:rPr>
          <w:rtl/>
        </w:rPr>
        <w:t xml:space="preserve"> کے حقوق اپنے لئے حلال کئے،اللہ کے ممنوع کو جائز قرار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ا،اللہ</w:t>
      </w:r>
      <w:r w:rsidRPr="007A0ACC">
        <w:rPr>
          <w:rtl/>
        </w:rPr>
        <w:t xml:space="preserve"> کے اجازت شدہ کو ممنوع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ا،اور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(حس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) سب سے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اسکا حقدار ہوں کہ انک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مخالفت کروں''۔ </w:t>
      </w:r>
    </w:p>
    <w:p w:rsidR="00646088" w:rsidRDefault="00646088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9C4748" w:rsidP="003F32EC">
      <w:pPr>
        <w:pStyle w:val="libNormal0"/>
        <w:rPr>
          <w:rtl/>
        </w:rPr>
      </w:pPr>
      <w:r w:rsidRPr="007A0ACC">
        <w:rPr>
          <w:rtl/>
        </w:rPr>
        <w:t xml:space="preserve">         جب امام حس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 کو ان کے ساتھ ہوئے عہد نامے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کوفہ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غدار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خلاف ورز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متعلق خبر ہوئ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،انہوںنے</w:t>
      </w:r>
      <w:r w:rsidRPr="007A0ACC">
        <w:rPr>
          <w:rtl/>
        </w:rPr>
        <w:t xml:space="preserve"> اپنے اہل وع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ال</w:t>
      </w:r>
      <w:r w:rsidRPr="007A0ACC">
        <w:rPr>
          <w:rtl/>
        </w:rPr>
        <w:t xml:space="preserve"> اور اصحاب کو جمع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جو پہلے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ان کے ساتھ تھے اور بلا جھجک ان سے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:''  لوگوں نے ہم سے بے وفائ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ہے۔جو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ہم سے الگ ہوناچاہ</w:t>
      </w:r>
      <w:r w:rsidRPr="007A0ACC">
        <w:rPr>
          <w:rFonts w:hint="eastAsia"/>
          <w:rtl/>
        </w:rPr>
        <w:t>تا</w:t>
      </w:r>
      <w:r w:rsidRPr="007A0ACC">
        <w:rPr>
          <w:rtl/>
        </w:rPr>
        <w:t xml:space="preserve"> ہے، وہ ہوسکتا ہے جن کو جانا تھا وہ چلے گئے ان کے ساتھ صرف وہ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رہے جو مکہ و مد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نہ</w:t>
      </w:r>
      <w:r w:rsidRPr="007A0ACC">
        <w:rPr>
          <w:rtl/>
        </w:rPr>
        <w:t xml:space="preserve"> سے ان کے ساتھ آئے تھے۔مگر امام حس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 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جذبہ اور ارادے کے ساتھ آگے بڑھتے رہے جس سے وہ مکہ مکرمہ سے نکلے تھے۔کس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شاعر نے انکے حالات کا خاکہ اسطرح کھنچا ہے:'' اگر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نِ</w:t>
      </w:r>
      <w:r w:rsidRPr="007A0ACC">
        <w:rPr>
          <w:rtl/>
        </w:rPr>
        <w:t xml:space="preserve"> محمد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قتل کے بناس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راہ پر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رہ سکتا ہے، 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حاضر ہوںاے خنجر! </w:t>
      </w:r>
    </w:p>
    <w:p w:rsidR="00646088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وہ فوجِ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کے کمانڈر عمر ابن سعد سے ملے جو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tl/>
        </w:rPr>
        <w:t xml:space="preserve"> ہزار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لشکرل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کر</w:t>
      </w:r>
      <w:r w:rsidRPr="007A0ACC">
        <w:rPr>
          <w:rtl/>
        </w:rPr>
        <w:t xml:space="preserve"> قتلِ امام حس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 پر مامور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تھا۔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ابن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شہ</w:t>
      </w:r>
      <w:r w:rsidRPr="007A0ACC">
        <w:rPr>
          <w:rtl/>
        </w:rPr>
        <w:t xml:space="preserve"> ور فوج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امام حس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چھوٹ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جماعت کو شہ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کرنا بہت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آسان تھا۔اس دن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کا سانحہ عملا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ا،انکے</w:t>
      </w:r>
      <w:r w:rsidRPr="007A0ACC">
        <w:rPr>
          <w:rtl/>
        </w:rPr>
        <w:t xml:space="preserve"> ساتھ دن دھاڑے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۔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ابن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اس قتلِ عام سے وہ اجر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کر رہا تھا جو رسول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ان سے اسطرح قرآن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آواز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مانگا تھا: ''م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تم سے اپنے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محبت کے سوا کچھ اجرنہ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مانگتا ہوں(شور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2</w:t>
      </w:r>
      <w:r w:rsidRPr="00A54383">
        <w:rPr>
          <w:rFonts w:hint="cs"/>
          <w:rtl/>
        </w:rPr>
        <w:t>)۔ تار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دلخراش واقعات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اصل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کر</w:t>
      </w:r>
      <w:r w:rsidRPr="007A0ACC">
        <w:rPr>
          <w:rFonts w:hint="eastAsia"/>
          <w:rtl/>
        </w:rPr>
        <w:t>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جنکو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کرنا ہر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بس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ہے۔ 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امام حس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 کے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خوار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ٹے</w:t>
      </w:r>
      <w:r w:rsidRPr="007A0ACC">
        <w:rPr>
          <w:rtl/>
        </w:rPr>
        <w:t xml:space="preserve"> کا جگر سوز قتل جس کو امام  دشمنوں کے سامنے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دانِ</w:t>
      </w:r>
      <w:r w:rsidRPr="007A0ACC">
        <w:rPr>
          <w:rtl/>
        </w:rPr>
        <w:t xml:space="preserve"> جنگ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اسلئے لائے تھا کہ اسکو پان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پلا سک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ظالموںنے در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ائے</w:t>
      </w:r>
      <w:r w:rsidRPr="007A0ACC">
        <w:rPr>
          <w:rtl/>
        </w:rPr>
        <w:t xml:space="preserve"> فرات پر پہرہ بٹھاکر پان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تک رسائ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محروم کر رکھا تھا۔ شدت تشنگ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بچے بلک رہے تھے۔امام  نے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خوار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ٹے</w:t>
      </w:r>
      <w:r w:rsidRPr="007A0ACC">
        <w:rPr>
          <w:rtl/>
        </w:rPr>
        <w:t xml:space="preserve"> کو اس غرض سے ہاتھوں پر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تاکہ اس کے لئے کچھ پان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ملے اور ان کے ضم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اور انسان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ہمدرد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دار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جائے۔مگر انہوں نے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بھار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سے حملہ کرکے اس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رخوار</w:t>
      </w:r>
      <w:r w:rsidRPr="007A0ACC">
        <w:rPr>
          <w:rtl/>
        </w:rPr>
        <w:t xml:space="preserve"> کو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باپ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باہوں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کرڈالا۔(انا </w:t>
      </w:r>
      <w:r w:rsidRPr="007A0ACC">
        <w:rPr>
          <w:rFonts w:hint="eastAsia"/>
          <w:rtl/>
        </w:rPr>
        <w:t>للّٰہ</w:t>
      </w:r>
      <w:r w:rsidRPr="007A0ACC">
        <w:rPr>
          <w:rtl/>
        </w:rPr>
        <w:t xml:space="preserve"> و انا ال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راجعون)۔امام حس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 کے جانباز اور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رف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کرکے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دانِ</w:t>
      </w:r>
      <w:r w:rsidRPr="007A0ACC">
        <w:rPr>
          <w:rtl/>
        </w:rPr>
        <w:t xml:space="preserve"> کارزار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ہوئے۔اس 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صلہ</w:t>
      </w:r>
      <w:r w:rsidRPr="007A0ACC">
        <w:rPr>
          <w:rtl/>
        </w:rPr>
        <w:t xml:space="preserve"> کن لڑائ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آخر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امام حس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 تھے ۔وہ سردارِ جوانانِ جنت کو شہ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کرنے سے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اس</w:t>
      </w:r>
      <w:r w:rsidRPr="007A0ACC">
        <w:rPr>
          <w:rtl/>
        </w:rPr>
        <w:t xml:space="preserve"> بجھا نہ سکے،ان کے بدنِ مبارک سے سرِاطہر کو ق</w:t>
      </w:r>
      <w:r w:rsidRPr="007A0ACC">
        <w:rPr>
          <w:rFonts w:hint="eastAsia"/>
          <w:rtl/>
        </w:rPr>
        <w:t>لم</w:t>
      </w:r>
      <w:r w:rsidRPr="007A0ACC">
        <w:rPr>
          <w:rtl/>
        </w:rPr>
        <w:t xml:space="preserve"> کرکے دوسرے سرہائے شہدا کے ساتھ 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زوں</w:t>
      </w:r>
      <w:r w:rsidRPr="007A0ACC">
        <w:rPr>
          <w:rtl/>
        </w:rPr>
        <w:t xml:space="preserve"> پر سوار کرکے اصل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قاتل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ابن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کو شام کے محل خانہ پرتحفہ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جے</w:t>
      </w:r>
      <w:r w:rsidRPr="007A0ACC">
        <w:rPr>
          <w:rtl/>
        </w:rPr>
        <w:t>۔</w:t>
      </w:r>
    </w:p>
    <w:p w:rsidR="00646088" w:rsidRDefault="00646088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646088" w:rsidRDefault="00646088" w:rsidP="009C4748">
      <w:pPr>
        <w:pStyle w:val="libNormal0"/>
        <w:rPr>
          <w:rtl/>
        </w:rPr>
      </w:pPr>
    </w:p>
    <w:p w:rsidR="00646088" w:rsidRDefault="009C4748" w:rsidP="009C4748">
      <w:pPr>
        <w:pStyle w:val="libNormal0"/>
        <w:rPr>
          <w:rtl/>
        </w:rPr>
      </w:pPr>
      <w:r w:rsidRPr="007A0ACC">
        <w:rPr>
          <w:rtl/>
        </w:rPr>
        <w:t>( امام حس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 کے بدن مبارک سے لباس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لوٹا، بے سر بدنوں پر گھوڑے دوڑائے،خ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موں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لوٹمارکرکے آگ لگائ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،آل</w:t>
      </w:r>
      <w:r w:rsidRPr="007A0ACC">
        <w:rPr>
          <w:rtl/>
        </w:rPr>
        <w:t xml:space="preserve">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موں</w:t>
      </w:r>
      <w:r w:rsidRPr="007A0ACC">
        <w:rPr>
          <w:rtl/>
        </w:rPr>
        <w:t xml:space="preserve"> مع مخدرات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رس</w:t>
      </w:r>
      <w:r w:rsidRPr="007A0ACC">
        <w:rPr>
          <w:rFonts w:hint="eastAsia"/>
          <w:rtl/>
        </w:rPr>
        <w:t>ول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 زندہ جلانے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وحشتناک اور درندہ صفت کوشش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،شہدائے</w:t>
      </w:r>
      <w:r w:rsidRPr="007A0ACC">
        <w:rPr>
          <w:rtl/>
        </w:rPr>
        <w:t xml:space="preserve"> بن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ہاشم اورد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گر</w:t>
      </w:r>
      <w:r w:rsidRPr="007A0ACC">
        <w:rPr>
          <w:rtl/>
        </w:rPr>
        <w:t xml:space="preserve"> اصحاب حس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بے سر نعشوں کو بے گور و کفن اس 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ران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درندوں کے رحم وکرم پر اسلام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اصولوں کے خلاف چھوڑا،اس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ران</w:t>
      </w:r>
      <w:r w:rsidRPr="007A0ACC">
        <w:rPr>
          <w:rtl/>
        </w:rPr>
        <w:t xml:space="preserve"> کربلا جن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خوار بچے اور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نواس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اں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کورس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بان</w:t>
      </w:r>
      <w:r w:rsidRPr="007A0ACC">
        <w:rPr>
          <w:rFonts w:hint="eastAsia"/>
          <w:rtl/>
        </w:rPr>
        <w:t>دھ</w:t>
      </w:r>
      <w:r w:rsidRPr="007A0ACC">
        <w:rPr>
          <w:rtl/>
        </w:rPr>
        <w:t xml:space="preserve"> کر شہر،شہر تشہ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کرکے دربارِ ابن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</w:t>
      </w:r>
      <w:r w:rsidRPr="007A0ACC">
        <w:rPr>
          <w:rtl/>
        </w:rPr>
        <w:t xml:space="preserve"> اور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دِملعون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کھڑا رکھکر کر طعنے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ئے</w:t>
      </w:r>
      <w:r w:rsidRPr="007A0ACC">
        <w:rPr>
          <w:rtl/>
        </w:rPr>
        <w:t xml:space="preserve"> گئے۔ مترجم)۔ اور کچھ مسلمان 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کو''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المومن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''کہنے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بہت زور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تے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۔۔ لاحول ولا قوة الا بااللہ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العظ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>۔۔!  ان واقعات کو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کرنے سے جن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ںاقدام</w:t>
      </w:r>
      <w:r w:rsidRPr="007A0ACC">
        <w:rPr>
          <w:rtl/>
        </w:rPr>
        <w:t xml:space="preserve"> ِ امام حس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کے عظ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مقاصد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نشان دہ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ہے،ا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انقلاب ہے جسکو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بہت بڑے اسلام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دانشور ڈاکٹر امر عبد الرحمان نے اس طرح خراج عق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دت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:'' امام حس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عل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السلام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شہادت ان کے زندہ رہنے سے ہزار گنا عظ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ہے ''۔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کن</w:t>
      </w:r>
      <w:r w:rsidRPr="007A0ACC">
        <w:rPr>
          <w:rtl/>
        </w:rPr>
        <w:t xml:space="preserve"> کچھ لوگ بن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کے گمراہ کن پرو</w:t>
      </w:r>
      <w:r w:rsidRPr="007A0ACC">
        <w:rPr>
          <w:rFonts w:hint="eastAsia"/>
          <w:rtl/>
        </w:rPr>
        <w:t>پگنڈہ</w:t>
      </w:r>
      <w:r w:rsidRPr="007A0ACC">
        <w:rPr>
          <w:rtl/>
        </w:rPr>
        <w:t xml:space="preserve"> کا شکار ہوکے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عظمت کو گٹھانا چاہتے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پروپگنڈہ نے تار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کو مسخ کرنے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سخت کوشش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 اور وہ مجرمانہ مسلک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تعصب کے شکار ہوئے۔ 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لئے وہ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شرمناک تحر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حقائق قبول کرنے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مجبور کئے جاتے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نام نہاد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الا اسلام ابن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کے</w:t>
      </w:r>
      <w:r w:rsidRPr="007A0ACC">
        <w:rPr>
          <w:rtl/>
        </w:rPr>
        <w:t xml:space="preserve"> اس خ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ال</w:t>
      </w:r>
      <w:r w:rsidRPr="007A0ACC">
        <w:rPr>
          <w:rtl/>
        </w:rPr>
        <w:t xml:space="preserve"> سے: '' امام حس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 نے اپنے اقدام سے امت اسلام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انتشار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دا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انہوں نے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مسلم حکمران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نافرمان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>''۔۔۔!!!  اگر ہم اس نام نہاد ''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الاسلام ''سے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کے متعلق پوچھ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،جس نے اس وقت کے خل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فۂ</w:t>
      </w:r>
      <w:r w:rsidRPr="007A0ACC">
        <w:rPr>
          <w:rtl/>
        </w:rPr>
        <w:t xml:space="preserve"> مسلم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بغاوت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،وہ</w:t>
      </w:r>
      <w:r w:rsidRPr="007A0ACC">
        <w:rPr>
          <w:rtl/>
        </w:rPr>
        <w:t xml:space="preserve"> اس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ام</w:t>
      </w:r>
      <w:r w:rsidRPr="007A0ACC">
        <w:rPr>
          <w:rFonts w:hint="eastAsia"/>
          <w:rtl/>
        </w:rPr>
        <w:t>تشار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پائے گا اور اسم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اسکو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کا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گناہ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نظر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ںآئ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>۔ حضرت عائشہ کا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حال ہے جنہوںنے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بغاوت ک</w:t>
      </w:r>
      <w:r w:rsidRPr="007A0ACC">
        <w:rPr>
          <w:rFonts w:hint="cs"/>
          <w:rtl/>
        </w:rPr>
        <w:t>ی</w:t>
      </w:r>
      <w:r w:rsidRPr="007A0ACC">
        <w:rPr>
          <w:rtl/>
        </w:rPr>
        <w:t>۔۔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کچھ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،صر ف ہما 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خِ</w:t>
      </w:r>
      <w:r w:rsidRPr="007A0ACC">
        <w:rPr>
          <w:rtl/>
        </w:rPr>
        <w:t xml:space="preserve"> اسلام کو کھلے عام جھٹلانے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کوشش ہے؛ورنہ ہم اس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وضاحت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کر پائ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کہ اکثر اہل</w:t>
      </w:r>
      <w:r w:rsidRPr="007A0ACC">
        <w:rPr>
          <w:rFonts w:hint="eastAsia"/>
          <w:rtl/>
        </w:rPr>
        <w:t>سنت</w:t>
      </w:r>
      <w:r w:rsidRPr="007A0ACC">
        <w:rPr>
          <w:rtl/>
        </w:rPr>
        <w:t xml:space="preserve"> حضرات اس عظ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تار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سانحہ کو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بھلا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تے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رسول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ذر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کو بڑ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بے رحم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سفاکانہ طر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قہ</w:t>
      </w:r>
      <w:r w:rsidRPr="007A0ACC">
        <w:rPr>
          <w:rtl/>
        </w:rPr>
        <w:t xml:space="preserve"> سے ماراگ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ا؟</w:t>
      </w:r>
    </w:p>
    <w:p w:rsidR="00646088" w:rsidRDefault="00646088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646088" w:rsidRDefault="00646088" w:rsidP="009C4748">
      <w:pPr>
        <w:pStyle w:val="libNormal0"/>
        <w:rPr>
          <w:rtl/>
        </w:rPr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Fonts w:hint="eastAsia"/>
          <w:rtl/>
        </w:rPr>
        <w:t>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ذر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اور اس کے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ٹے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نے بن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اور بن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عباس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نقش قدم پر پور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عمل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اانہوں</w:t>
      </w:r>
      <w:r w:rsidRPr="007A0ACC">
        <w:rPr>
          <w:rtl/>
        </w:rPr>
        <w:t xml:space="preserve"> نے اپنے خلاف ہر کوشش کو پور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کچل ڈالا خاص کر اس وقت جب خانۂ نبوت کے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فرد نے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کوشش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="00646088">
        <w:rPr>
          <w:rFonts w:hint="cs"/>
          <w:rtl/>
        </w:rPr>
        <w:t xml:space="preserve"> </w:t>
      </w:r>
      <w:r w:rsidRPr="007A0ACC">
        <w:rPr>
          <w:rFonts w:hint="eastAsia"/>
          <w:rtl/>
        </w:rPr>
        <w:t>قتل،غارت</w:t>
      </w:r>
      <w:r w:rsidRPr="007A0ACC">
        <w:rPr>
          <w:rtl/>
        </w:rPr>
        <w:t xml:space="preserve"> گر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</w:t>
      </w:r>
      <w:r w:rsidRPr="007A0ACC">
        <w:rPr>
          <w:rtl/>
        </w:rPr>
        <w:t xml:space="preserve"> جلاوطن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ظلم و بربر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سزا سے دبا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ظلم و تشدد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تک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محدود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رہا بلکہ بن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کے مظالم کے شکار دوسرے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ہوئے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عبداللہ ابن زب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روغ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>۔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تار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نے مکہ مکرم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ہونے والے اس وحشتناک واقعہ کو درج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جس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ابن زب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کو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درد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ذبحہ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اسک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کھال اتار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گئ</w:t>
      </w:r>
      <w:r w:rsidRPr="007A0ACC">
        <w:rPr>
          <w:rFonts w:hint="cs"/>
          <w:rtl/>
        </w:rPr>
        <w:t>ی</w:t>
      </w:r>
      <w:r w:rsidRPr="007A0ACC">
        <w:rPr>
          <w:rtl/>
        </w:rPr>
        <w:t>۔اس جگہ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پاکدامن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دورِ جاہل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محفوظ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اس کے احاطہ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جانور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مارنے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اجازت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چہ جائ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کہ</w:t>
      </w:r>
      <w:r w:rsidRPr="007A0ACC">
        <w:rPr>
          <w:rtl/>
        </w:rPr>
        <w:t xml:space="preserve"> انسان۔اور متبرک کعبہ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اسکو بن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درندگ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بچا نہ سکا جب اس نے اس کے پردوںسے اپنے آپ کو چمٹا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اتھا</w:t>
      </w:r>
      <w:r w:rsidRPr="007A0ACC">
        <w:rPr>
          <w:rtl/>
        </w:rPr>
        <w:t>۔اس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کعبہ پرنوک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لے</w:t>
      </w:r>
      <w:r w:rsidRPr="007A0ACC">
        <w:rPr>
          <w:rtl/>
        </w:rPr>
        <w:t xml:space="preserve"> پتھروں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بمبار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جب عبد الملک بن مروان نے اپنے بدنامِ زمانہ کمانڈر حجاج کو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گناہوں</w:t>
      </w:r>
      <w:r w:rsidRPr="007A0ACC">
        <w:rPr>
          <w:rtl/>
        </w:rPr>
        <w:t xml:space="preserve"> کے خون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لنے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پور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آز</w:t>
      </w:r>
      <w:r w:rsidRPr="007A0ACC">
        <w:rPr>
          <w:rFonts w:hint="eastAsia"/>
          <w:rtl/>
        </w:rPr>
        <w:t>اد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tl/>
        </w:rPr>
        <w:t>۔ان دونوں کے متعلق حسن البصر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کہنا ہے کہ،'' اگر عبد الملک نے حجاج کو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کرنے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صرف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بار اجازت 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،وہ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تباہ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کاف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تھا۔''عمر ابن عبد العز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tl/>
        </w:rPr>
        <w:t xml:space="preserve"> کا کہنا ہے،'' اگر ہر قوم اپنا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ظالم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کرے اور ہم امو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سے صرف حجاج کو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کرد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ںتو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سب پر سبقت لے جائے گا ''۔</w:t>
      </w:r>
    </w:p>
    <w:p w:rsidR="00A651E7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تو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کرتوت بجا لانے والا اپنے آپ کو مسلمان کہلانے کا حقدار ہے،صرف اس بات پر کہ وہ خل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المومن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ہے''؟؟ !  ہم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کا دوبارہ مطالعہ کرنا چاہئے</w:t>
      </w:r>
      <w:r w:rsidR="0017666E" w:rsidRPr="003F32EC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112</w:t>
      </w:r>
      <w:r w:rsidR="0017666E" w:rsidRPr="003F32EC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اس کے کچھ واقعات کا ادراک کرکے ان تمام مسالک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جڑوں تک پہنچ کر ان کا خلاصہ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کر</w:t>
      </w:r>
      <w:r w:rsidRPr="007A0ACC">
        <w:rPr>
          <w:rFonts w:hint="eastAsia"/>
          <w:rtl/>
        </w:rPr>
        <w:t>نا</w:t>
      </w:r>
      <w:r w:rsidRPr="007A0ACC">
        <w:rPr>
          <w:rtl/>
        </w:rPr>
        <w:t xml:space="preserve"> چاہئے جن سے آج کے مسلمان وابستہ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وہ واقعات درج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جو 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قتاََ</w:t>
      </w:r>
      <w:r w:rsidRPr="007A0ACC">
        <w:rPr>
          <w:rtl/>
        </w:rPr>
        <w:t xml:space="preserve"> ہم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فرقہ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نشان دہ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کرنے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معاون ومددگار ثابت ہونگے جو ظلم اور نا انصاف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مبرّاہے۔ان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واقعات کے ذر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عے</w:t>
      </w:r>
      <w:r w:rsidRPr="007A0ACC">
        <w:rPr>
          <w:rtl/>
        </w:rPr>
        <w:t xml:space="preserve"> مسلمان محمدمصطف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>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راہِ نجات سے بہک گئے،مختلف فرقوں اور مسل</w:t>
      </w:r>
      <w:r w:rsidRPr="007A0ACC">
        <w:rPr>
          <w:rFonts w:hint="eastAsia"/>
          <w:rtl/>
        </w:rPr>
        <w:t>کوں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بٹ گئے اور ہر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فرقہ نجات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افتہ</w:t>
      </w:r>
      <w:r w:rsidRPr="007A0ACC">
        <w:rPr>
          <w:rtl/>
        </w:rPr>
        <w:t xml:space="preserve"> ہونے کا دعو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کرتا ہے۔</w:t>
      </w:r>
    </w:p>
    <w:p w:rsidR="00A651E7" w:rsidRDefault="00A651E7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A651E7" w:rsidRDefault="00A651E7" w:rsidP="009C4748">
      <w:pPr>
        <w:pStyle w:val="libNormal0"/>
        <w:rPr>
          <w:rtl/>
        </w:rPr>
      </w:pPr>
    </w:p>
    <w:p w:rsidR="009C4748" w:rsidRPr="00A54383" w:rsidRDefault="009C4748" w:rsidP="009C4748">
      <w:pPr>
        <w:pStyle w:val="libNormal0"/>
        <w:rPr>
          <w:rtl/>
        </w:rPr>
      </w:pPr>
      <w:r w:rsidRPr="007A0ACC">
        <w:rPr>
          <w:rtl/>
        </w:rPr>
        <w:t>ہم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''الہٰ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وح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'' کا انتظار کرنے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ضرورت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جو ہم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فرقہ کا نام بتائے گ</w:t>
      </w:r>
      <w:r w:rsidRPr="007A0ACC">
        <w:rPr>
          <w:rFonts w:hint="cs"/>
          <w:rtl/>
        </w:rPr>
        <w:t>ی</w:t>
      </w:r>
      <w:r w:rsidRPr="007A0ACC">
        <w:rPr>
          <w:rtl/>
        </w:rPr>
        <w:t>۔ اللہ سبحانہ و تعال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نے ہم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اور غلط کا ادراک کرنے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عقل و دانش سے نوازا ہے جو اس نے بطور دل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اپنے بندوں کو عطا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تاکہ وہ آنکھ بند کرکے دوسروں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نقل کرنے سے  باز رہ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۔اور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،''۔۔ک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چاہے ان کے باپ دادا جاہل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رہے ہوں اور ہدا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افتہ</w:t>
      </w:r>
      <w:r w:rsidRPr="007A0ACC">
        <w:rPr>
          <w:rtl/>
        </w:rPr>
        <w:t xml:space="preserve"> نہ رہے ہوں؟!(بقرہ </w:t>
      </w:r>
      <w:r w:rsidR="00413EEC" w:rsidRPr="00A54383">
        <w:rPr>
          <w:rFonts w:hint="cs"/>
          <w:rtl/>
        </w:rPr>
        <w:t>170</w:t>
      </w:r>
      <w:r w:rsidRPr="00A54383">
        <w:rPr>
          <w:rFonts w:hint="cs"/>
          <w:rtl/>
        </w:rPr>
        <w:t xml:space="preserve">)۔اللہ نے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</w:t>
      </w:r>
      <w:r w:rsidRPr="007A0ACC">
        <w:rPr>
          <w:rtl/>
        </w:rPr>
        <w:t>''۔۔جب کہ وہ انکے پاس حق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کر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اور انک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اکثر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حق کو ناپسند کرت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(مومنون </w:t>
      </w:r>
      <w:r w:rsidR="00413EEC" w:rsidRPr="00A54383">
        <w:rPr>
          <w:rFonts w:hint="cs"/>
          <w:rtl/>
        </w:rPr>
        <w:t>71</w:t>
      </w:r>
      <w:r w:rsidRPr="00A54383">
        <w:rPr>
          <w:rFonts w:hint="cs"/>
          <w:rtl/>
        </w:rPr>
        <w:t>)اللہ نے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بر بھروسہ اور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کرنے سے پہلے ہم پر تحق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اور غور وفکر کرنے کا حکم صادر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اور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،''اے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مان</w:t>
      </w:r>
      <w:r w:rsidRPr="007A0ACC">
        <w:rPr>
          <w:rtl/>
        </w:rPr>
        <w:t xml:space="preserve"> والو اگر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فاسق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خبر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کر</w:t>
      </w:r>
      <w:r w:rsidRPr="007A0ACC">
        <w:rPr>
          <w:rtl/>
        </w:rPr>
        <w:t xml:space="preserve"> تمہارے  پاس آئے،تو اس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کرو،ا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نہ ہو </w:t>
      </w:r>
      <w:r w:rsidRPr="007A0ACC">
        <w:rPr>
          <w:rFonts w:hint="eastAsia"/>
          <w:rtl/>
        </w:rPr>
        <w:t>کہ</w:t>
      </w:r>
      <w:r w:rsidRPr="007A0ACC">
        <w:rPr>
          <w:rtl/>
        </w:rPr>
        <w:t xml:space="preserve">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قوم کو تم تکل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دو اور پھر اپنے کئے ہوئے پر نادم ہونا پڑ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 xml:space="preserve">(حجرات </w:t>
      </w:r>
      <w:r w:rsidR="00413EEC" w:rsidRPr="00A54383">
        <w:rPr>
          <w:rFonts w:hint="cs"/>
          <w:rtl/>
        </w:rPr>
        <w:t>6</w:t>
      </w:r>
      <w:r w:rsidRPr="00A54383">
        <w:rPr>
          <w:rFonts w:hint="cs"/>
          <w:rtl/>
        </w:rPr>
        <w:t>)۔</w:t>
      </w:r>
    </w:p>
    <w:p w:rsidR="00A651E7" w:rsidRPr="00A651E7" w:rsidRDefault="00A651E7" w:rsidP="00A651E7">
      <w:pPr>
        <w:pStyle w:val="libNormal"/>
        <w:rPr>
          <w:rtl/>
        </w:rPr>
      </w:pPr>
    </w:p>
    <w:p w:rsidR="00FD13FD" w:rsidRPr="00413EEC" w:rsidRDefault="009C4748" w:rsidP="00FD13FD">
      <w:pPr>
        <w:pStyle w:val="Heading2Center"/>
        <w:rPr>
          <w:rtl/>
        </w:rPr>
      </w:pPr>
      <w:bookmarkStart w:id="34" w:name="_Toc447620022"/>
      <w:r w:rsidRPr="007A0ACC">
        <w:rPr>
          <w:rtl/>
        </w:rPr>
        <w:t>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سب اصحابِ رسول </w:t>
      </w:r>
      <w:r w:rsidR="007317F7" w:rsidRPr="007317F7">
        <w:rPr>
          <w:rFonts w:hint="cs"/>
          <w:rtl/>
        </w:rPr>
        <w:t>(ص)</w:t>
      </w:r>
      <w:r w:rsidRPr="00413EEC">
        <w:rPr>
          <w:rFonts w:hint="cs"/>
          <w:rtl/>
        </w:rPr>
        <w:t xml:space="preserve"> عادل تھے</w:t>
      </w:r>
      <w:bookmarkEnd w:id="34"/>
      <w:r w:rsidRPr="00413EEC">
        <w:rPr>
          <w:rFonts w:hint="cs"/>
          <w:rtl/>
        </w:rPr>
        <w:t xml:space="preserve"> </w:t>
      </w:r>
    </w:p>
    <w:p w:rsidR="00A651E7" w:rsidRDefault="009C4748" w:rsidP="00FD13FD">
      <w:pPr>
        <w:pStyle w:val="libNormal0"/>
        <w:rPr>
          <w:rtl/>
        </w:rPr>
      </w:pPr>
      <w:r w:rsidRPr="007A0ACC">
        <w:rPr>
          <w:rtl/>
        </w:rPr>
        <w:t xml:space="preserve">           اصحاب کا مسئلہ اور انک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عدالت کا درجہ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معاملہ ہے جو سب سے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مقابلہ آرائ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حامل اور حساس ہے۔ اہلسنت کاعق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ہے کہ تمام صحابہ عادل اور مساو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ان سے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غلط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امکان کا تصور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جاسکتا ۔احاد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رائے کے متعلق ان پر نقطہ 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رائے زن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جاسکت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اور نہ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شک۔ اسطرح اہلسنت وہ سب قبول کرل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تے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جس کے راو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صحابہ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۔اہلسنت کے مطابق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النواو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نے شرح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مسلم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کہا ہے کہ جس مسلمان نے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>کو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لمحہ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کھا،وہ</w:t>
      </w:r>
      <w:r w:rsidRPr="007A0ACC">
        <w:rPr>
          <w:rtl/>
        </w:rPr>
        <w:t xml:space="preserve"> ''صحاب</w:t>
      </w:r>
      <w:r w:rsidRPr="007A0ACC">
        <w:rPr>
          <w:rFonts w:hint="cs"/>
          <w:rtl/>
        </w:rPr>
        <w:t>ی</w:t>
      </w:r>
      <w:r w:rsidRPr="007A0ACC">
        <w:rPr>
          <w:rtl/>
        </w:rPr>
        <w:t>'' ہے ۔امام احمد بن حنبل ، امام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دوسرے محدثوں کے مطابق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ہے</w:t>
      </w:r>
      <w:r w:rsidR="0017666E" w:rsidRPr="003F32EC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113</w:t>
      </w:r>
      <w:r w:rsidR="0017666E" w:rsidRPr="003F32EC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عق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کے مطابق تمام صحابہ عدل و انصاف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مساو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 رقرآن و سنت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روشن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 پر تنق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جاسکت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ہے۔جہاں تک اس جھوٹ کا تعلق ہے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تمام صحابہ کو گال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گلوچ کرنے کے علاوہ کافر کہتے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انتہائ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شرمناک بہتان کے علاوہ کچھ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ہے۔</w:t>
      </w:r>
    </w:p>
    <w:p w:rsidR="00A651E7" w:rsidRDefault="00A651E7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A651E7" w:rsidRDefault="00A651E7" w:rsidP="009C4748">
      <w:pPr>
        <w:pStyle w:val="libNormal0"/>
        <w:rPr>
          <w:rtl/>
        </w:rPr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صحابہ پر تنق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کرنے کا ہر گز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مطلب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کہ انکو کافر کہا جائے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کچھ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وقوف</w:t>
      </w:r>
      <w:r w:rsidRPr="007A0ACC">
        <w:rPr>
          <w:rtl/>
        </w:rPr>
        <w:t xml:space="preserve"> پروپگنڈہ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اگر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تنق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دلائل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ادپر</w:t>
      </w:r>
      <w:r w:rsidRPr="007A0ACC">
        <w:rPr>
          <w:rtl/>
        </w:rPr>
        <w:t xml:space="preserve"> مشتمل ہے تو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ناراض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ہوتا ہے اور خوامخواہ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مول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تا</w:t>
      </w:r>
      <w:r w:rsidRPr="007A0ACC">
        <w:rPr>
          <w:rtl/>
        </w:rPr>
        <w:t xml:space="preserve"> ہے؟ صحابہ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مومن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تعر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قرآن پاک اسطرح کررہا ہے:''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ناََ</w:t>
      </w:r>
      <w:r w:rsidRPr="007A0ACC">
        <w:rPr>
          <w:rtl/>
        </w:rPr>
        <w:t xml:space="preserve"> اللہ صاحبان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مان</w:t>
      </w:r>
      <w:r w:rsidRPr="007A0ACC">
        <w:rPr>
          <w:rtl/>
        </w:rPr>
        <w:t xml:space="preserve"> سے اس وقت راض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جب وہ درخت کے 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چے</w:t>
      </w:r>
      <w:r w:rsidRPr="007A0ACC">
        <w:rPr>
          <w:rtl/>
        </w:rPr>
        <w:t xml:space="preserve"> آپ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کر رہے تھے،پھر اس نے وہ سب کچھ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</w:t>
      </w:r>
      <w:r w:rsidRPr="007A0ACC">
        <w:rPr>
          <w:rtl/>
        </w:rPr>
        <w:t xml:space="preserve">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جو ان کے دلوں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تھا تو ان پر سکون </w:t>
      </w:r>
      <w:r w:rsidRPr="007A0ACC">
        <w:rPr>
          <w:rFonts w:hint="eastAsia"/>
          <w:rtl/>
        </w:rPr>
        <w:t>نازل</w:t>
      </w:r>
      <w:r w:rsidRPr="007A0ACC">
        <w:rPr>
          <w:rtl/>
        </w:rPr>
        <w:t xml:space="preserve"> کرد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اسکے عوض قر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فتح نص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''(فتحہ </w:t>
      </w:r>
      <w:r w:rsidR="00413EEC" w:rsidRPr="00A54383">
        <w:rPr>
          <w:rFonts w:hint="cs"/>
          <w:rtl/>
        </w:rPr>
        <w:t>18</w:t>
      </w:r>
      <w:r w:rsidRPr="00A54383">
        <w:rPr>
          <w:rFonts w:hint="cs"/>
          <w:rtl/>
        </w:rPr>
        <w:t xml:space="preserve">) </w:t>
      </w:r>
    </w:p>
    <w:p w:rsidR="00A651E7" w:rsidRPr="00A5438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 علامہ لطف اللہ صاف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تفس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فرماتے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اللہ درخت کے 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چے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رضوان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شامل لوگوں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 خاص بندوں کا ذکر کررہا ہے جو باا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مان</w:t>
      </w:r>
      <w:r w:rsidRPr="007A0ACC">
        <w:rPr>
          <w:rtl/>
        </w:rPr>
        <w:t xml:space="preserve"> تھے اور اللہ ان منافق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سے راض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ہوسکتا ہے جو وہاں موجود تھے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عبداللہ بن اب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عوص بن خول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</w:t>
      </w:r>
      <w:r w:rsidRPr="007A0ACC">
        <w:rPr>
          <w:rFonts w:hint="eastAsia"/>
          <w:rtl/>
        </w:rPr>
        <w:t>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>۔ اس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ثبوت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سارے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کرنے والوں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مدح خوان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نازل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اور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ان تمام با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مان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کرنے والوں کے اچھے افعال و اعمال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ضمانت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اس مطلب کے سوا کچھ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بتا رہ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کہ اللہ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>کے ہاتھ پر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کرن</w:t>
      </w:r>
      <w:r w:rsidRPr="007A0ACC">
        <w:rPr>
          <w:rFonts w:hint="eastAsia"/>
          <w:rtl/>
        </w:rPr>
        <w:t>ے</w:t>
      </w:r>
      <w:r w:rsidRPr="007A0ACC">
        <w:rPr>
          <w:rtl/>
        </w:rPr>
        <w:t xml:space="preserve"> پر ان سے راض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اللہ نے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قبول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ان سے راض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ہوتا ہے۔ ان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کرنے والوں سے اللہ کے راض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ہونے سے انکے آخرت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راض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ہونا لازم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ہے۔اس کے ثبوت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وہ ہے جو اللہ نے اسطرح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</w:t>
      </w:r>
      <w:r w:rsidRPr="007A0ACC">
        <w:rPr>
          <w:rtl/>
        </w:rPr>
        <w:t>''ب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شک</w:t>
      </w:r>
      <w:r w:rsidRPr="007A0ACC">
        <w:rPr>
          <w:rtl/>
        </w:rPr>
        <w:t xml:space="preserve"> جو لوگ آپ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وہ در 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قت</w:t>
      </w:r>
      <w:r w:rsidRPr="007A0ACC">
        <w:rPr>
          <w:rtl/>
        </w:rPr>
        <w:t xml:space="preserve"> الل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ان کے ہاتھوں کے اوپر اللہ کا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ہاتھ ہے اب اس کے بعد جو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کو توڑ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تا</w:t>
      </w:r>
      <w:r w:rsidRPr="007A0ACC">
        <w:rPr>
          <w:rtl/>
        </w:rPr>
        <w:t xml:space="preserve"> ہے وہ اپنے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خلاف اقدام کر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تا</w:t>
      </w:r>
      <w:r w:rsidRPr="007A0ACC">
        <w:rPr>
          <w:rtl/>
        </w:rPr>
        <w:t xml:space="preserve"> ہے اور جو عہد الہٰ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پورا کرتا ہے خدا 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عنقر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</w:t>
      </w:r>
      <w:r w:rsidRPr="007A0ACC">
        <w:rPr>
          <w:rtl/>
        </w:rPr>
        <w:t xml:space="preserve"> اجر عظ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عطا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گا،</w:t>
      </w:r>
      <w:r w:rsidRPr="007A0ACC">
        <w:rPr>
          <w:rtl/>
        </w:rPr>
        <w:t>( فتحہ</w:t>
      </w:r>
      <w:r w:rsidR="00413EEC" w:rsidRPr="00A54383">
        <w:rPr>
          <w:rFonts w:hint="cs"/>
          <w:rtl/>
        </w:rPr>
        <w:t>10</w:t>
      </w:r>
      <w:r w:rsidRPr="00A54383">
        <w:rPr>
          <w:rFonts w:hint="cs"/>
          <w:rtl/>
        </w:rPr>
        <w:t>)۔ اگر ان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کرنے والوں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کچھ نے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توڑ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بغاوت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مرض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ان کے ساتھ ہم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شہ</w:t>
      </w:r>
      <w:r w:rsidRPr="007A0ACC">
        <w:rPr>
          <w:rtl/>
        </w:rPr>
        <w:t xml:space="preserve"> رہت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،تو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سے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نازل کرنے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وجہ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:''۔۔۔ اور جو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سے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چھے</w:t>
      </w:r>
      <w:r w:rsidRPr="007A0ACC">
        <w:rPr>
          <w:rtl/>
        </w:rPr>
        <w:t xml:space="preserve"> ہٹے گا،وہ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آخرت برباد کرنے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کرے گا (  فتحہ </w:t>
      </w:r>
      <w:r w:rsidR="00413EEC" w:rsidRPr="00A54383">
        <w:rPr>
          <w:rFonts w:hint="cs"/>
          <w:rtl/>
        </w:rPr>
        <w:t>10</w:t>
      </w:r>
      <w:r w:rsidRPr="00A54383">
        <w:rPr>
          <w:rFonts w:hint="cs"/>
          <w:rtl/>
        </w:rPr>
        <w:t>)۔</w:t>
      </w:r>
    </w:p>
    <w:p w:rsidR="00A651E7" w:rsidRDefault="00A651E7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A651E7" w:rsidRDefault="00A651E7" w:rsidP="00A54383">
      <w:pPr>
        <w:pStyle w:val="libNormal0"/>
        <w:rPr>
          <w:rtl/>
        </w:rPr>
      </w:pPr>
    </w:p>
    <w:p w:rsidR="009C4748" w:rsidRPr="007A0ACC" w:rsidRDefault="009C4748" w:rsidP="00A54383">
      <w:pPr>
        <w:pStyle w:val="libNormal0"/>
        <w:rPr>
          <w:rtl/>
        </w:rPr>
      </w:pPr>
      <w:r w:rsidRPr="007A0ACC">
        <w:rPr>
          <w:rFonts w:hint="cs"/>
          <w:rtl/>
        </w:rPr>
        <w:t xml:space="preserve"> صحابہ می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وہ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شامل ت</w:t>
      </w:r>
      <w:r w:rsidRPr="007A0ACC">
        <w:rPr>
          <w:rFonts w:hint="eastAsia"/>
          <w:rtl/>
        </w:rPr>
        <w:t>ھے</w:t>
      </w:r>
      <w:r w:rsidRPr="007A0ACC">
        <w:rPr>
          <w:rtl/>
        </w:rPr>
        <w:t xml:space="preserve"> جن کے متعلق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گوئ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کہ وہ آنجناب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رحلت کے بعدالٹے پائوں اپنے پرانے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پر پلٹ جائ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او ر روز 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امت</w:t>
      </w:r>
      <w:r w:rsidRPr="007A0ACC">
        <w:rPr>
          <w:rtl/>
        </w:rPr>
        <w:t xml:space="preserve"> نابودہوجائ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گے۔ اس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تصد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درج سہل ابن سعد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سند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شدہ اس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سے ہوت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جس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سعد کہتا ہے ک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 فرماتے سنا ،''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تم سے پہلے حوض کوثر پر پہنچوں گا۔جو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وہاں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پاس پہنچے گا وہ آب کوثر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ئے</w:t>
      </w:r>
      <w:r w:rsidRPr="007A0ACC">
        <w:rPr>
          <w:rtl/>
        </w:rPr>
        <w:t xml:space="preserve"> گا اور کبھ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اس</w:t>
      </w:r>
      <w:r w:rsidRPr="007A0ACC">
        <w:rPr>
          <w:rtl/>
        </w:rPr>
        <w:t xml:space="preserve"> محسوس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>۔وہ لوگ جو مجھے جانتے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ان کو جانتا ہوں ،جب وہاں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پاس آئ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تو ہمارے اور ا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کے درم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پردہ حائل ہوجائے گا۔اللہ کا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فرمائ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گا،</w:t>
      </w:r>
      <w:r w:rsidRPr="007A0ACC">
        <w:rPr>
          <w:rtl/>
        </w:rPr>
        <w:t xml:space="preserve">''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اصحاب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!'' تو اللہ کا جواب آئ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گا،</w:t>
      </w:r>
      <w:r w:rsidRPr="007A0ACC">
        <w:rPr>
          <w:rtl/>
        </w:rPr>
        <w:t>'' آپ کو معلوم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آپ کے بعد انہوں 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بدعت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''۔ 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فرمائ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گے،'' ان کے لئے تباہ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،جس</w:t>
      </w:r>
      <w:r w:rsidRPr="007A0ACC">
        <w:rPr>
          <w:rtl/>
        </w:rPr>
        <w:t xml:space="preserve"> نے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بعد بدعات پھ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لائے،</w:t>
      </w:r>
      <w:r w:rsidRPr="007A0ACC">
        <w:rPr>
          <w:rtl/>
        </w:rPr>
        <w:t xml:space="preserve">  اسکے لئے تباہ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'' </w:t>
      </w:r>
      <w:r w:rsidR="0017666E" w:rsidRPr="003F32EC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11</w:t>
      </w:r>
      <w:r w:rsidR="00A54383" w:rsidRPr="00A54383">
        <w:rPr>
          <w:rStyle w:val="libFootnotenumChar"/>
          <w:rFonts w:hint="cs"/>
          <w:rtl/>
        </w:rPr>
        <w:t>4</w:t>
      </w:r>
      <w:r w:rsidR="0017666E" w:rsidRPr="003F32EC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۔عبد اللہ بن عباس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کچھ صحابہ سے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:''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تم سے پہلے حوض کوثر پر پہنچو نگا۔ تم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کچھ لوگ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پاس آئ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گے۔جب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 کو آب کوثر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نے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کوشش کروں گا تو وہ مجھ تک پہنچ نہ پائ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گے۔م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کہوں گا،'' اللہ!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اصحاب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! تو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آواز آئے گ</w:t>
      </w:r>
      <w:r w:rsidRPr="007A0ACC">
        <w:rPr>
          <w:rFonts w:hint="cs"/>
          <w:rtl/>
        </w:rPr>
        <w:t>ی</w:t>
      </w:r>
      <w:r w:rsidRPr="007A0ACC">
        <w:rPr>
          <w:rtl/>
        </w:rPr>
        <w:t>'' آپ کو پتہ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انہوں نے آپ کے بعد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بدعت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''</w:t>
      </w:r>
      <w:r w:rsidR="0017666E" w:rsidRPr="003F32EC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11</w:t>
      </w:r>
      <w:r w:rsidR="00413EEC" w:rsidRPr="00A54383">
        <w:rPr>
          <w:rStyle w:val="libFootnotenumChar"/>
          <w:rFonts w:hint="cs"/>
          <w:rtl/>
        </w:rPr>
        <w:t>5</w:t>
      </w:r>
      <w:r w:rsidR="0017666E" w:rsidRPr="003F32EC">
        <w:rPr>
          <w:rStyle w:val="libFootnotenumChar"/>
          <w:rFonts w:hint="cs"/>
          <w:rtl/>
        </w:rPr>
        <w:t>)</w:t>
      </w:r>
    </w:p>
    <w:p w:rsidR="00A651E7" w:rsidRPr="00A5438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    اوپرب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دونوں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امت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بدعات رائج کرنے کا اشارہ ہے جس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تصد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کرتے ہوئے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اپنے کچھ اصحاب کا موازنہ قومِ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ہود</w:t>
      </w:r>
      <w:r w:rsidRPr="007A0ACC">
        <w:rPr>
          <w:rtl/>
        </w:rPr>
        <w:t xml:space="preserve"> و نصار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سے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جنہوں نے ِ اللہ کے کلام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تحر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کرکے 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راہ سے منھ موڑل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۔ابوسع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خدر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</w:t>
      </w:r>
      <w:r w:rsidRPr="007A0ACC">
        <w:rPr>
          <w:rFonts w:hint="eastAsia"/>
          <w:rtl/>
        </w:rPr>
        <w:t>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</w:t>
      </w:r>
      <w:r w:rsidRPr="007A0ACC">
        <w:rPr>
          <w:rtl/>
        </w:rPr>
        <w:t>'' تم پچھل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امتوں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بالشت ببالشت اور قدم بقدم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کرو گے اور اگر وہ سوسمار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بِل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گھس جائ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گے،تم انک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کرتے کرتے وہاں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گھس جائو گے'' ہم(صحابہ) نے پوچھا ،''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ہود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نصران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؟! آنحضرت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</w:t>
      </w:r>
      <w:r w:rsidRPr="007A0ACC">
        <w:rPr>
          <w:rtl/>
        </w:rPr>
        <w:t>''پھر کو</w:t>
      </w:r>
      <w:r w:rsidRPr="007A0ACC">
        <w:rPr>
          <w:rFonts w:hint="eastAsia"/>
          <w:rtl/>
        </w:rPr>
        <w:t>ن؟</w:t>
      </w:r>
      <w:r w:rsidRPr="007A0ACC">
        <w:rPr>
          <w:rtl/>
        </w:rPr>
        <w:t xml:space="preserve">! </w:t>
      </w:r>
      <w:r w:rsidR="0017666E" w:rsidRPr="003F32EC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11</w:t>
      </w:r>
      <w:r w:rsidR="00413EEC" w:rsidRPr="00A54383">
        <w:rPr>
          <w:rStyle w:val="libFootnotenumChar"/>
          <w:rFonts w:hint="cs"/>
          <w:rtl/>
        </w:rPr>
        <w:t>6</w:t>
      </w:r>
      <w:r w:rsidR="0017666E" w:rsidRPr="003F32EC">
        <w:rPr>
          <w:rStyle w:val="libFootnotenumChar"/>
          <w:rFonts w:hint="cs"/>
          <w:rtl/>
        </w:rPr>
        <w:t>)</w:t>
      </w:r>
    </w:p>
    <w:p w:rsidR="00A651E7" w:rsidRDefault="00A651E7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A651E7" w:rsidRDefault="00A651E7" w:rsidP="00A54383">
      <w:pPr>
        <w:pStyle w:val="libNormal0"/>
        <w:rPr>
          <w:rtl/>
        </w:rPr>
      </w:pPr>
    </w:p>
    <w:p w:rsidR="00A651E7" w:rsidRDefault="009C4748" w:rsidP="00A54383">
      <w:pPr>
        <w:pStyle w:val="libNormal0"/>
        <w:rPr>
          <w:rtl/>
        </w:rPr>
      </w:pPr>
      <w:r w:rsidRPr="007A0ACC">
        <w:rPr>
          <w:rFonts w:hint="cs"/>
          <w:rtl/>
        </w:rPr>
        <w:t xml:space="preserve"> اور صحابہ می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وہ لوگ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شامل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 کے متعلق اللہ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اسطرح مخاطب ہے،'' جب وہ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کاروبار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لالچ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کھتے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تو اے بن</w:t>
      </w:r>
      <w:r w:rsidRPr="007A0ACC">
        <w:rPr>
          <w:rFonts w:hint="cs"/>
          <w:rtl/>
        </w:rPr>
        <w:t>ی</w:t>
      </w:r>
      <w:r w:rsidR="007317F7" w:rsidRPr="00A54383">
        <w:rPr>
          <w:rFonts w:hint="cs"/>
          <w:rtl/>
        </w:rPr>
        <w:t>(ص)</w:t>
      </w:r>
      <w:r w:rsidRPr="007A0ACC">
        <w:rPr>
          <w:rtl/>
        </w:rPr>
        <w:t xml:space="preserve"> تم کوچھوڑد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تے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کھڑا۔۔( جمعہ </w:t>
      </w:r>
      <w:r w:rsidR="00413EEC" w:rsidRPr="00A54383">
        <w:rPr>
          <w:rFonts w:hint="cs"/>
          <w:rtl/>
        </w:rPr>
        <w:t>11</w:t>
      </w:r>
      <w:r w:rsidRPr="00A54383">
        <w:rPr>
          <w:rFonts w:hint="cs"/>
          <w:rtl/>
        </w:rPr>
        <w:t xml:space="preserve">)۔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ان صحابہ کے متعلق نازل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جنہوں نے رسولخدا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 جمعہ کے خطبہ ک</w:t>
      </w:r>
      <w:r w:rsidRPr="007A0ACC">
        <w:rPr>
          <w:rFonts w:hint="eastAsia"/>
          <w:rtl/>
        </w:rPr>
        <w:t>ے</w:t>
      </w:r>
      <w:r w:rsidRPr="007A0ACC">
        <w:rPr>
          <w:rtl/>
        </w:rPr>
        <w:t xml:space="preserve"> دوران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چھوڑا جب انہوں نے شام سے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تجارت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قافلہ کو آتے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کھا</w:t>
      </w:r>
      <w:r w:rsidRPr="007A0ACC">
        <w:rPr>
          <w:rtl/>
        </w:rPr>
        <w:t xml:space="preserve">  اور آنحضرت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ہزاروں صحابہ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صرف بارہ افراد وہاں ٹھہرے۔ اس واقعہ کو بہت سے طر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قوں</w:t>
      </w:r>
      <w:r w:rsidRPr="007A0ACC">
        <w:rPr>
          <w:rtl/>
        </w:rPr>
        <w:t xml:space="preserve"> سے نقل اور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اور اتن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صحابہ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تعداد </w:t>
      </w:r>
      <w:r w:rsidR="00413EEC" w:rsidRPr="00A54383">
        <w:rPr>
          <w:rFonts w:hint="cs"/>
          <w:rtl/>
        </w:rPr>
        <w:t>12</w:t>
      </w:r>
      <w:r w:rsidRPr="00A54383">
        <w:rPr>
          <w:rFonts w:hint="cs"/>
          <w:rtl/>
        </w:rPr>
        <w:t>نے جنگ احد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کا ساتھ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ا،باق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سب فرار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ہوگئے جسک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وجہ سے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ان کے اس فعل سے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زار</w:t>
      </w:r>
      <w:r w:rsidRPr="007A0ACC">
        <w:rPr>
          <w:rtl/>
        </w:rPr>
        <w:t xml:space="preserve"> ہوئے۔برا ء بن عازب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ہے،''م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</w:t>
      </w:r>
      <w:r w:rsidRPr="007A0ACC">
        <w:rPr>
          <w:rtl/>
        </w:rPr>
        <w:t xml:space="preserve"> چچا انس ابن نضرجنگ احد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حاضر تھا اور 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لئے اس نے کہا ،'' اے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>!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پہلے دن 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حاضر تھا جب آپ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مشرکوں سے جنگ ک</w:t>
      </w:r>
      <w:r w:rsidRPr="007A0ACC">
        <w:rPr>
          <w:rFonts w:hint="cs"/>
          <w:rtl/>
        </w:rPr>
        <w:t>ی</w:t>
      </w:r>
      <w:r w:rsidRPr="007A0ACC">
        <w:rPr>
          <w:rtl/>
        </w:rPr>
        <w:t>۔اگر اللہ نے چاہ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مشرکوں کے ساتھ جنگ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شامل ہوجائوں،تو اللہ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کھے</w:t>
      </w:r>
      <w:r w:rsidRPr="007A0ACC">
        <w:rPr>
          <w:rtl/>
        </w:rPr>
        <w:t xml:space="preserve"> گا 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کروں گا۔ جب جنگ احد کا وقت نزد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مسلمان فرار ہوگئے،تو رسولخدا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''اے اللہ !  ہزاروں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تعداد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صحابہ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اشارہ کرتے ہوئے کہا،م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انکے اس فعل سے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پناہ چا</w:t>
      </w:r>
      <w:r w:rsidRPr="007A0ACC">
        <w:rPr>
          <w:rFonts w:hint="eastAsia"/>
          <w:rtl/>
        </w:rPr>
        <w:t>ہتا</w:t>
      </w:r>
      <w:r w:rsidRPr="007A0ACC">
        <w:rPr>
          <w:rtl/>
        </w:rPr>
        <w:t xml:space="preserve"> ہوں ،''</w:t>
      </w:r>
      <w:r w:rsidR="0017666E" w:rsidRPr="003F32EC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117</w:t>
      </w:r>
      <w:r w:rsidR="0017666E" w:rsidRPr="003F32EC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اس کے علاوہ جنگ حن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آئے واقعات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نظر رکھئے جہاں صحابہ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خراب حالت نے بہت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بدمزگ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مثال قائم ک</w:t>
      </w:r>
      <w:r w:rsidRPr="007A0ACC">
        <w:rPr>
          <w:rFonts w:hint="cs"/>
          <w:rtl/>
        </w:rPr>
        <w:t>ی</w:t>
      </w:r>
      <w:r w:rsidRPr="007A0ACC">
        <w:rPr>
          <w:rtl/>
        </w:rPr>
        <w:t>۔ قرآن مقدس نے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نفرت انگ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tl/>
        </w:rPr>
        <w:t xml:space="preserve"> افعال انجام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نے</w:t>
      </w:r>
      <w:r w:rsidRPr="007A0ACC">
        <w:rPr>
          <w:rtl/>
        </w:rPr>
        <w:t xml:space="preserve"> پر اسطرح سرزنش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:''ب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شک</w:t>
      </w:r>
      <w:r w:rsidRPr="007A0ACC">
        <w:rPr>
          <w:rtl/>
        </w:rPr>
        <w:t xml:space="preserve"> اللہ نے کث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مقامات پر تمہار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مدد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اور حن</w:t>
      </w:r>
      <w:r w:rsidRPr="007A0ACC">
        <w:rPr>
          <w:rFonts w:hint="cs"/>
          <w:rtl/>
        </w:rPr>
        <w:t>ی</w:t>
      </w:r>
      <w:r w:rsidRPr="007A0ACC">
        <w:rPr>
          <w:rtl/>
        </w:rPr>
        <w:t>ن کے دن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جب تمہ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کثرت پر ناز تھا اور اس نے تمہ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فائدہ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پہنچا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تمہارے لئے زم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وسعتوں سم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تنگ ہوگئ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اسکے بعد تم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ٹھ</w:t>
      </w:r>
      <w:r w:rsidRPr="007A0ACC">
        <w:rPr>
          <w:rtl/>
        </w:rPr>
        <w:t xml:space="preserve"> پھ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کر بھاگ نکلے۔پھر اسکے بعد خدا نے اپنے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اور صاحبان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مان</w:t>
      </w:r>
      <w:r w:rsidRPr="007A0ACC">
        <w:rPr>
          <w:rtl/>
        </w:rPr>
        <w:t xml:space="preserve"> پر سکون نازل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وہ لشکر بھ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جے</w:t>
      </w:r>
      <w:r w:rsidRPr="007A0ACC">
        <w:rPr>
          <w:rtl/>
        </w:rPr>
        <w:t xml:space="preserve"> جنہ</w:t>
      </w:r>
      <w:r w:rsidRPr="007A0ACC">
        <w:rPr>
          <w:rFonts w:hint="cs"/>
          <w:rtl/>
        </w:rPr>
        <w:t>ی</w:t>
      </w:r>
      <w:r w:rsidRPr="007A0ACC">
        <w:rPr>
          <w:rtl/>
        </w:rPr>
        <w:t>ں تم نے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کھا</w:t>
      </w:r>
      <w:r w:rsidRPr="007A0ACC">
        <w:rPr>
          <w:rtl/>
        </w:rPr>
        <w:t xml:space="preserve"> اور کفر اخت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ار</w:t>
      </w:r>
      <w:r w:rsidRPr="007A0ACC">
        <w:rPr>
          <w:rtl/>
        </w:rPr>
        <w:t xml:space="preserve"> کرنے والوں پر عذاب نازل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جزا اور انکا انجام ہے '' </w:t>
      </w:r>
      <w:r w:rsidR="0017666E" w:rsidRPr="0017666E">
        <w:rPr>
          <w:rtl/>
          <w:lang w:bidi="ur-PK"/>
        </w:rPr>
        <w:t>(</w:t>
      </w:r>
      <w:r w:rsidRPr="007A0ACC">
        <w:rPr>
          <w:rtl/>
        </w:rPr>
        <w:t xml:space="preserve"> توبہ </w:t>
      </w:r>
      <w:r w:rsidR="00413EEC" w:rsidRPr="00A54383">
        <w:rPr>
          <w:rFonts w:hint="cs"/>
          <w:rtl/>
        </w:rPr>
        <w:t>25</w:t>
      </w:r>
      <w:r w:rsidRPr="00A54383">
        <w:rPr>
          <w:rFonts w:hint="cs"/>
          <w:rtl/>
        </w:rPr>
        <w:t>۔</w:t>
      </w:r>
      <w:r w:rsidR="00413EEC" w:rsidRPr="00A54383">
        <w:rPr>
          <w:rFonts w:hint="cs"/>
          <w:rtl/>
        </w:rPr>
        <w:t>26</w:t>
      </w:r>
      <w:r w:rsidR="0017666E" w:rsidRPr="00A54383">
        <w:rPr>
          <w:rFonts w:hint="cs"/>
          <w:rtl/>
        </w:rPr>
        <w:t>)</w:t>
      </w:r>
      <w:r w:rsidRPr="00A54383">
        <w:rPr>
          <w:rFonts w:hint="cs"/>
          <w:rtl/>
        </w:rPr>
        <w:t>۔ اور صحابہ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وہ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شامل تھے جنکے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اللہ جلہ شانہ اعلان کررہا ہے ،''کس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حق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کہ وہ 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بنا کر رکھے جبتک زم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جہاد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سخت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کا سامنا نہ کرے۔</w:t>
      </w:r>
    </w:p>
    <w:p w:rsidR="00A651E7" w:rsidRDefault="00A651E7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A651E7" w:rsidRDefault="00A651E7" w:rsidP="009C4748">
      <w:pPr>
        <w:pStyle w:val="libNormal0"/>
        <w:rPr>
          <w:rtl/>
        </w:rPr>
      </w:pPr>
    </w:p>
    <w:p w:rsidR="00A651E7" w:rsidRPr="00A54383" w:rsidRDefault="009C4748" w:rsidP="009C4748">
      <w:pPr>
        <w:pStyle w:val="libNormal0"/>
        <w:rPr>
          <w:rtl/>
        </w:rPr>
      </w:pPr>
      <w:r w:rsidRPr="007A0ACC">
        <w:rPr>
          <w:rtl/>
        </w:rPr>
        <w:t>تم لوگ تو صرف مال دن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چاہتے ہو جبکہ اللہ آخرت چاہتا ہے اور وہ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صاحب عزت و حکمت ہے۔اگر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سے پہلے 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صلہ</w:t>
      </w:r>
      <w:r w:rsidRPr="007A0ACC">
        <w:rPr>
          <w:rtl/>
        </w:rPr>
        <w:t xml:space="preserve"> نہ ہوچکا ہوتا تو تم لوگوں نے جو فد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تھا اس پر عذاب عظ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نازل ہوجاتا'' </w:t>
      </w:r>
      <w:r w:rsidR="0017666E" w:rsidRPr="0017666E">
        <w:rPr>
          <w:rtl/>
          <w:lang w:bidi="ur-PK"/>
        </w:rPr>
        <w:t>(</w:t>
      </w:r>
      <w:r w:rsidRPr="007A0ACC">
        <w:rPr>
          <w:rtl/>
        </w:rPr>
        <w:t xml:space="preserve">انفال </w:t>
      </w:r>
      <w:r w:rsidR="00413EEC" w:rsidRPr="00A54383">
        <w:rPr>
          <w:rFonts w:hint="cs"/>
          <w:rtl/>
        </w:rPr>
        <w:t>67</w:t>
      </w:r>
      <w:r w:rsidRPr="00A54383">
        <w:rPr>
          <w:rFonts w:hint="cs"/>
          <w:rtl/>
        </w:rPr>
        <w:t>۔</w:t>
      </w:r>
      <w:r w:rsidR="00413EEC" w:rsidRPr="00A54383">
        <w:rPr>
          <w:rFonts w:hint="cs"/>
          <w:rtl/>
        </w:rPr>
        <w:t>68</w:t>
      </w:r>
      <w:r w:rsidR="0017666E" w:rsidRPr="00A54383">
        <w:rPr>
          <w:rFonts w:hint="cs"/>
          <w:rtl/>
        </w:rPr>
        <w:t>)</w:t>
      </w:r>
      <w:r w:rsidRPr="00A54383">
        <w:rPr>
          <w:rFonts w:hint="cs"/>
          <w:rtl/>
        </w:rPr>
        <w:t xml:space="preserve">۔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صحابہ کے اس گر</w:t>
      </w:r>
      <w:r w:rsidRPr="007A0ACC">
        <w:rPr>
          <w:rFonts w:hint="eastAsia"/>
          <w:rtl/>
        </w:rPr>
        <w:t>وہ</w:t>
      </w:r>
      <w:r w:rsidRPr="007A0ACC">
        <w:rPr>
          <w:rtl/>
        </w:rPr>
        <w:t xml:space="preserve"> کے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نازل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جن کا منشا اس کاروان پر قبضہ کرنے کا تھا اور جو ابو سف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کا کاروان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جا</w:t>
      </w:r>
      <w:r w:rsidRPr="007A0ACC">
        <w:rPr>
          <w:rtl/>
        </w:rPr>
        <w:t xml:space="preserve"> رہا تھا، اوراس کو جنگ پر ترج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جب اللہ کا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ان سے جنگ بدر کے متعلق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آمادگ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جانچنے کے سلسلے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 سے بات 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کر رہا تھا۔ صحابہ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و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شامل تھے جنہ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آنحضرت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جاہل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اورقب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لہ</w:t>
      </w:r>
      <w:r w:rsidRPr="007A0ACC">
        <w:rPr>
          <w:rtl/>
        </w:rPr>
        <w:t xml:space="preserve"> دار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طور طر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قے</w:t>
      </w:r>
      <w:r w:rsidRPr="007A0ACC">
        <w:rPr>
          <w:rtl/>
        </w:rPr>
        <w:t xml:space="preserve"> اپنانے پرڈانٹ پلائ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>۔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اس واقعہ سے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صاف ظاہر ہے جو جابر بن عبداللہ  سے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ہوا ہے کہ:''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دفعہ ہم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مہم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شامل تھے۔مہاجر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شخص نے انصار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فرد پر حملہ کرد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 اس پر انصار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فرد نے پکار کر کہا کہ کون انصار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مدد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گا؟</w:t>
      </w:r>
      <w:r w:rsidRPr="007A0ACC">
        <w:rPr>
          <w:rtl/>
        </w:rPr>
        <w:t xml:space="preserve"> ادہر مہاجربھ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خا</w:t>
      </w:r>
      <w:r w:rsidRPr="007A0ACC">
        <w:rPr>
          <w:rtl/>
        </w:rPr>
        <w:t xml:space="preserve"> کہ مہاجر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مدد کون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 xml:space="preserve"> ؟ جب اللہ کے رسول نے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سنا تو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،''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کس جاہل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دعوت ہے ''؟ </w:t>
      </w:r>
      <w:r w:rsidR="0017666E" w:rsidRPr="003F32EC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118</w:t>
      </w:r>
      <w:r w:rsidR="0017666E" w:rsidRPr="003F32EC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 اس جاہل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آواز سے قب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لہ</w:t>
      </w:r>
      <w:r w:rsidRPr="007A0ACC">
        <w:rPr>
          <w:rtl/>
        </w:rPr>
        <w:t xml:space="preserve"> عوص اور قب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لہ</w:t>
      </w:r>
      <w:r w:rsidRPr="007A0ACC">
        <w:rPr>
          <w:rtl/>
        </w:rPr>
        <w:t xml:space="preserve"> خزرج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جنگ کا ماحول بن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جو کہ </w:t>
      </w:r>
      <w:r w:rsidRPr="007A0ACC">
        <w:rPr>
          <w:rFonts w:hint="eastAsia"/>
          <w:rtl/>
        </w:rPr>
        <w:t>دونوں</w:t>
      </w:r>
      <w:r w:rsidRPr="007A0ACC">
        <w:rPr>
          <w:rtl/>
        </w:rPr>
        <w:t xml:space="preserve"> انصار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اکثر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تھے۔ حضرت عائشہ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جس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وہ کہت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،''۔۔۔پھر سعد بن معاث کھڑے ہوئے اور کہا،' اے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>!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سے نپٹنے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آپ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پر چھوڑتا ہوں! اگر وہ قب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لہ</w:t>
      </w:r>
      <w:r w:rsidRPr="007A0ACC">
        <w:rPr>
          <w:rtl/>
        </w:rPr>
        <w:t xml:space="preserve"> عوص سے ہے ،تو ہم اس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گردن ابھ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اور اگر وہ خزرج بھائ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ہے توآپ ہم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حکم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ہم اس پر عمل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گے۔ خزرج کا سربراہ سعد ابن عبادہ جو اس سے پہلے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اچھا آدم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تھا کو شا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قبائل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پن نے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اس نے کہا : تم نے جھوٹ کہا ہے،اللہ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قسم ! ہم اسے قتل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تم منافق ہو اور منافقوں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طرفدار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</w:t>
      </w:r>
      <w:r w:rsidRPr="007A0ACC">
        <w:rPr>
          <w:rFonts w:hint="eastAsia"/>
          <w:rtl/>
        </w:rPr>
        <w:t>شش</w:t>
      </w:r>
      <w:r w:rsidRPr="007A0ACC">
        <w:rPr>
          <w:rtl/>
        </w:rPr>
        <w:t xml:space="preserve"> کرتے ہو۔ عوص اور خزرج کے درم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بحث و تکرار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tl/>
        </w:rPr>
        <w:t xml:space="preserve">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اس وقت رسولخدا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منبر پر تشر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فرما تھے۔وہ جناب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>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چے</w:t>
      </w:r>
      <w:r w:rsidRPr="007A0ACC">
        <w:rPr>
          <w:rtl/>
        </w:rPr>
        <w:t xml:space="preserve"> آئے اور اور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شرارت کو شانت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جب تک وہ خاموش ہوگئے اور خود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شانت ہوگئے'' </w:t>
      </w:r>
      <w:r w:rsidR="0017666E" w:rsidRPr="003F32EC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119</w:t>
      </w:r>
      <w:r w:rsidR="0017666E" w:rsidRPr="003F32EC">
        <w:rPr>
          <w:rStyle w:val="libFootnotenumChar"/>
          <w:rFonts w:hint="cs"/>
          <w:rtl/>
        </w:rPr>
        <w:t>)</w:t>
      </w:r>
    </w:p>
    <w:p w:rsidR="00A651E7" w:rsidRDefault="00A651E7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    صحابہ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ںوہ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شامل تھے جو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سے نفرت کرتے تھے،جن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نفرت منافقت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نشان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ہم نے پہلے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ہے۔ ابو بر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جس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وہ کہتے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:''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خالدبن ول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کو مال خمس جمع کرنے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روانہ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ع</w:t>
      </w:r>
      <w:r w:rsidRPr="007A0ACC">
        <w:rPr>
          <w:rFonts w:hint="eastAsia"/>
          <w:rtl/>
        </w:rPr>
        <w:t>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سے نفرت کرتا تھا جس نے 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وقت غسل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تھا جس پر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خالد سے کہا،'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تم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</w:t>
      </w:r>
      <w:r w:rsidRPr="007A0ACC">
        <w:rPr>
          <w:rtl/>
        </w:rPr>
        <w:t xml:space="preserve"> رہے ہو؟! جب ہم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پاس گئے ،تو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اسے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سب کچھ بتا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۔انہوں(رسول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>) نے مجھ سے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</w:t>
      </w:r>
      <w:r w:rsidRPr="007A0ACC">
        <w:rPr>
          <w:rtl/>
        </w:rPr>
        <w:t>' اے بر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>!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سے نفرت کرتے ہو؟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کہا ،ہاں۔انہوں نے ک</w:t>
      </w:r>
      <w:r w:rsidRPr="007A0ACC">
        <w:rPr>
          <w:rFonts w:hint="eastAsia"/>
          <w:rtl/>
        </w:rPr>
        <w:t>ہا،</w:t>
      </w:r>
      <w:r w:rsidRPr="007A0ACC">
        <w:rPr>
          <w:rtl/>
        </w:rPr>
        <w:t>'' اس سے نفرت مت کرو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خمس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کاحصہ اس سے بہت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ہے'' ''</w:t>
      </w:r>
      <w:r w:rsidR="0017666E" w:rsidRPr="003F32EC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120</w:t>
      </w:r>
      <w:r w:rsidR="0017666E" w:rsidRPr="003F32EC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۔ 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  صحابہ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وہ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تھے جنہوں نے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دانشمندانہ 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صلوں</w:t>
      </w:r>
      <w:r w:rsidRPr="007A0ACC">
        <w:rPr>
          <w:rtl/>
        </w:rPr>
        <w:t xml:space="preserve"> پر اعتراض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اسوقت نما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اں</w:t>
      </w:r>
      <w:r w:rsidRPr="007A0ACC">
        <w:rPr>
          <w:rtl/>
        </w:rPr>
        <w:t xml:space="preserve"> ہوا جب انہوں نے اسامہ کو لشکر کا کمانڈر مقرر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اصحاب نے اعتراض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کچھ نے اس قائد کومقرر کرنے پر شک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۔ اس پر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</w:t>
      </w:r>
      <w:r w:rsidRPr="007A0ACC">
        <w:rPr>
          <w:rtl/>
        </w:rPr>
        <w:t xml:space="preserve">'' </w:t>
      </w:r>
      <w:r w:rsidRPr="007A0ACC">
        <w:rPr>
          <w:rFonts w:hint="eastAsia"/>
          <w:rtl/>
        </w:rPr>
        <w:t>اس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سربراہ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پر اعتراض مت کرو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تم نے اس سے پہلے اسکے والد (ز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>)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سردار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پر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اعتراض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تھا ''</w:t>
      </w:r>
      <w:r w:rsidR="0017666E" w:rsidRPr="003F32EC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121</w:t>
      </w:r>
      <w:r w:rsidR="0017666E" w:rsidRPr="003F32EC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</w:t>
      </w:r>
    </w:p>
    <w:p w:rsidR="00A651E7" w:rsidRPr="00A5438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صحابہ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وہ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تھے جنہ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اپنے پاس سے بھگا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تھا جب انہوں نے آنجناب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 وقتِ آخر وص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لکھنے پر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اعتراض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ہذ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کہنے کا الزام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 سعد ابن زب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عبد اللہ ابن عباس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جس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ابن عباس کہتے تھے ،'' پنج شنبہ کا دن! ہ</w:t>
      </w:r>
      <w:r w:rsidRPr="007A0ACC">
        <w:rPr>
          <w:rFonts w:hint="eastAsia"/>
          <w:rtl/>
        </w:rPr>
        <w:t>ائے</w:t>
      </w:r>
      <w:r w:rsidRPr="007A0ACC">
        <w:rPr>
          <w:rtl/>
        </w:rPr>
        <w:t xml:space="preserve"> وہ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دن تھا پنج شنبہ کا!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کہہ کروہ اتنا روئے کہ آنسوئوں سے سنگر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زے</w:t>
      </w:r>
      <w:r w:rsidRPr="007A0ACC">
        <w:rPr>
          <w:rtl/>
        </w:rPr>
        <w:t xml:space="preserve"> تر ہوگئے۔پھر کہا، 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پنج شنبہ کے دن رسول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تکل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بہت بڑھ 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آنحضرت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:''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لئے کاغذ اور قلم لائو،م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تمہارے لئے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  نوشتہ لکھدوں تاکہ تم پھرکبھ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گمراہ نہ ہوس</w:t>
      </w:r>
      <w:r w:rsidRPr="007A0ACC">
        <w:rPr>
          <w:rFonts w:hint="eastAsia"/>
          <w:rtl/>
        </w:rPr>
        <w:t>کو</w:t>
      </w:r>
      <w:r w:rsidRPr="007A0ACC">
        <w:rPr>
          <w:rtl/>
        </w:rPr>
        <w:t>'' اس پر لوگ جھگڑنے لگے حالانکہ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>کے پاس جھگڑنا مناسب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لوگوں نے کہا: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ہودہ</w:t>
      </w:r>
      <w:r w:rsidRPr="007A0ACC">
        <w:rPr>
          <w:rtl/>
        </w:rPr>
        <w:t xml:space="preserve"> بک رہے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(نعوذباللہ)  اس پر آنحضرت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:مجھے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حال پر چھوڑدو اور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پاس سے چلے جائو۔م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جس حال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ہوں وہ اس سے بہتر ہے جس کا تم مجھے الزام دے رہے ہ</w:t>
      </w:r>
      <w:r w:rsidRPr="007A0ACC">
        <w:rPr>
          <w:rFonts w:hint="eastAsia"/>
          <w:rtl/>
        </w:rPr>
        <w:t>و</w:t>
      </w:r>
      <w:r w:rsidRPr="007A0ACC">
        <w:rPr>
          <w:rtl/>
        </w:rPr>
        <w:t xml:space="preserve"> ''</w:t>
      </w:r>
      <w:r w:rsidR="0017666E" w:rsidRPr="003F32EC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122</w:t>
      </w:r>
      <w:r w:rsidR="0017666E" w:rsidRPr="003F32EC">
        <w:rPr>
          <w:rStyle w:val="libFootnotenumChar"/>
          <w:rFonts w:hint="cs"/>
          <w:rtl/>
        </w:rPr>
        <w:t>)</w:t>
      </w:r>
    </w:p>
    <w:p w:rsidR="00A651E7" w:rsidRDefault="00A651E7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صحابہ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وہ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شامل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جنہوں نے وصال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بعد اقتدار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جھگڑا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تک کہ کچھ نے کہا کہ ہم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دو حکمران ہونے چاہ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محاجر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اور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انصار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سے۔ اس سے ثابت ہوتا ہے کہ انہوں نے دورِ جاہل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کا قبائل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نظر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اور سوچ ترک ن</w:t>
      </w:r>
      <w:r w:rsidRPr="007A0ACC">
        <w:rPr>
          <w:rFonts w:hint="eastAsia"/>
          <w:rtl/>
        </w:rPr>
        <w:t>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تھا جو 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اسلام قبول کرنے کے بعد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رہا جو حالاتِ سق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ہوا ہے۔ </w:t>
      </w:r>
    </w:p>
    <w:p w:rsidR="00A651E7" w:rsidRPr="00A5438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صحابہ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اور ابوہر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 کے متعلق اس تحق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الگ سے بحث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ہے۔شا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اہلسنت کے ذر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عے</w:t>
      </w:r>
      <w:r w:rsidRPr="007A0ACC">
        <w:rPr>
          <w:rtl/>
        </w:rPr>
        <w:t xml:space="preserve"> صحابہ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شان بڑھانے کے مغالطہ نے صحابہ کا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ساتھ چلنے سے جنم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مگر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اس احترام سے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جو ان کے ذر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عے</w:t>
      </w:r>
      <w:r w:rsidRPr="007A0ACC">
        <w:rPr>
          <w:rtl/>
        </w:rPr>
        <w:t xml:space="preserve"> انک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سے نکا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کرنے سے ملتا ہے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اللہ نے ازواج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ہے:''اے ازواج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جو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کھل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برائ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ارتکاب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،اسکا</w:t>
      </w:r>
      <w:r w:rsidRPr="007A0ACC">
        <w:rPr>
          <w:rtl/>
        </w:rPr>
        <w:t xml:space="preserve"> عذاب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دوہرا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جائے گا اور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بات اللہ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بہت آسان ہے۔ اور جو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خد ا اور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اطاعت اور 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اعمال</w:t>
      </w:r>
      <w:r w:rsidRPr="007A0ACC">
        <w:rPr>
          <w:rtl/>
        </w:rPr>
        <w:t xml:space="preserve">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 xml:space="preserve"> اسے ہم دوہرا اجر عطا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''(احزاب </w:t>
      </w:r>
      <w:r w:rsidR="00413EEC" w:rsidRPr="00A54383">
        <w:rPr>
          <w:rFonts w:hint="cs"/>
          <w:rtl/>
        </w:rPr>
        <w:t>30</w:t>
      </w:r>
      <w:r w:rsidRPr="00A54383">
        <w:rPr>
          <w:rFonts w:hint="cs"/>
          <w:rtl/>
        </w:rPr>
        <w:t>،</w:t>
      </w:r>
      <w:r w:rsidR="00413EEC" w:rsidRPr="00A54383">
        <w:rPr>
          <w:rFonts w:hint="cs"/>
          <w:rtl/>
        </w:rPr>
        <w:t>31</w:t>
      </w:r>
      <w:r w:rsidRPr="00A54383">
        <w:rPr>
          <w:rFonts w:hint="cs"/>
          <w:rtl/>
        </w:rPr>
        <w:t xml:space="preserve">)َ۔ اور اس نے ازواج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(حضرت عائشہ و حفصہ)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نا فرمان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متعلق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ہے:'' اب تم دونوں توبہ کرو کہ تمہارے دلوں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کج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دا</w:t>
      </w:r>
      <w:r w:rsidRPr="007A0ACC">
        <w:rPr>
          <w:rtl/>
        </w:rPr>
        <w:t xml:space="preserve"> ہوگئ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ورنہ اگر اس کے خلاف اتفاق کروگ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تو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</w:t>
      </w:r>
      <w:r w:rsidRPr="007A0ACC">
        <w:rPr>
          <w:rtl/>
        </w:rPr>
        <w:t xml:space="preserve"> رکھو کہ اللہ اس کا سرپ</w:t>
      </w:r>
      <w:r w:rsidRPr="007A0ACC">
        <w:rPr>
          <w:rFonts w:hint="eastAsia"/>
          <w:rtl/>
        </w:rPr>
        <w:t>رست</w:t>
      </w:r>
      <w:r w:rsidRPr="007A0ACC">
        <w:rPr>
          <w:rtl/>
        </w:rPr>
        <w:t xml:space="preserve"> ہے اور جبرائ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اور 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مومن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اور ملائکہ سب اس کے مددگار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۔وہ اگر تمہ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 طلاق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دے</w:t>
      </w:r>
      <w:r w:rsidRPr="007A0ACC">
        <w:rPr>
          <w:rtl/>
        </w:rPr>
        <w:t xml:space="preserve"> تو خدا تمہارے بدلے اسے تم سے بہتر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اں</w:t>
      </w:r>
      <w:r w:rsidRPr="007A0ACC">
        <w:rPr>
          <w:rtl/>
        </w:rPr>
        <w:t xml:space="preserve"> عطا کرد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 xml:space="preserve"> مسلمہ،مومنہ،فرمانبردار،توبہ کرنے وال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،عبادت</w:t>
      </w:r>
      <w:r w:rsidRPr="007A0ACC">
        <w:rPr>
          <w:rtl/>
        </w:rPr>
        <w:t xml:space="preserve"> گذار۔روزہ رکھنے وال</w:t>
      </w:r>
      <w:r w:rsidRPr="007A0ACC">
        <w:rPr>
          <w:rFonts w:hint="cs"/>
          <w:rtl/>
        </w:rPr>
        <w:t>ی</w:t>
      </w:r>
      <w:r w:rsidRPr="007A0ACC">
        <w:rPr>
          <w:rtl/>
        </w:rPr>
        <w:t>۔کنوار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کنوار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سب۔۔۔۔۔۔ خدا نے کفر اخت</w:t>
      </w:r>
      <w:r w:rsidRPr="007A0ACC">
        <w:rPr>
          <w:rFonts w:hint="cs"/>
          <w:rtl/>
        </w:rPr>
        <w:t>ی</w:t>
      </w:r>
      <w:r w:rsidRPr="007A0ACC">
        <w:rPr>
          <w:rtl/>
        </w:rPr>
        <w:t>ار کرنے والوں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زوجۂ نوح اور زوجۂ لوط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مثال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دونوں خدا کے 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بندوں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زوج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کن</w:t>
      </w:r>
      <w:r w:rsidRPr="007A0ACC">
        <w:rPr>
          <w:rtl/>
        </w:rPr>
        <w:t xml:space="preserve"> ان سے خ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تو اس زوج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نے خدا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بارگاہ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فائدہ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پہنچا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ان سے کہہ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تم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تمام جہنم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داخل ہونے والوں کے سات</w:t>
      </w:r>
      <w:r w:rsidRPr="007A0ACC">
        <w:rPr>
          <w:rFonts w:hint="eastAsia"/>
          <w:rtl/>
        </w:rPr>
        <w:t>ھ</w:t>
      </w:r>
      <w:r w:rsidRPr="007A0ACC">
        <w:rPr>
          <w:rtl/>
        </w:rPr>
        <w:t xml:space="preserve"> داخل ہوجاو'' ( تحر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>۔</w:t>
      </w:r>
      <w:r w:rsidR="00413EEC" w:rsidRPr="00A54383">
        <w:rPr>
          <w:rFonts w:hint="cs"/>
          <w:rtl/>
        </w:rPr>
        <w:t>10</w:t>
      </w:r>
      <w:r w:rsidRPr="00A54383">
        <w:rPr>
          <w:rFonts w:hint="cs"/>
          <w:rtl/>
        </w:rPr>
        <w:t xml:space="preserve">)۔ ہم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کہنا چاہتے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ساتھ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وقت گذارنابلند</w:t>
      </w:r>
      <w:r w:rsidRPr="007A0ACC">
        <w:rPr>
          <w:rFonts w:hint="cs"/>
          <w:rtl/>
        </w:rPr>
        <w:t>یٔ</w:t>
      </w:r>
      <w:r w:rsidRPr="007A0ACC">
        <w:rPr>
          <w:rtl/>
        </w:rPr>
        <w:t xml:space="preserve"> درجات کا باعث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اوپر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ہوئ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قرآن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اور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سے اصحاب اور ازواج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متعلق نظر آرہا ہے۔</w:t>
      </w:r>
    </w:p>
    <w:p w:rsidR="00A651E7" w:rsidRDefault="00A651E7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A651E7" w:rsidRDefault="00A651E7" w:rsidP="00A54383">
      <w:pPr>
        <w:pStyle w:val="libNormal0"/>
        <w:rPr>
          <w:rtl/>
        </w:rPr>
      </w:pPr>
    </w:p>
    <w:p w:rsidR="009C4748" w:rsidRPr="007A0ACC" w:rsidRDefault="009C4748" w:rsidP="00A54383">
      <w:pPr>
        <w:pStyle w:val="libNormal0"/>
        <w:rPr>
          <w:rtl/>
        </w:rPr>
      </w:pPr>
      <w:r w:rsidRPr="007A0ACC">
        <w:rPr>
          <w:rFonts w:hint="cs"/>
          <w:rtl/>
        </w:rPr>
        <w:t xml:space="preserve"> ابن عباس سے روای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،''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سال حضرت عمر 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ان ازواج کے متعلق در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افت</w:t>
      </w:r>
      <w:r w:rsidRPr="007A0ACC">
        <w:rPr>
          <w:rtl/>
        </w:rPr>
        <w:t xml:space="preserve"> کرنا چاہتا تھا جنہو ں نے آنحضرت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نافرمان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مگر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 سے ڈرتا تھا۔آخر وہ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دن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مکان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داخل ہوئے اور جب باہر آئے تو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ہمت کرکے پوچھ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۔تو انہوں نے کہا،' وہ عا ئشہ اور حفصہ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۔پھر بولے دور جاہل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ہم عورتوں کو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کار</w:t>
      </w:r>
      <w:r w:rsidRPr="007A0ACC">
        <w:rPr>
          <w:rtl/>
        </w:rPr>
        <w:t xml:space="preserve"> شَ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مانتے تھے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کن</w:t>
      </w:r>
      <w:r w:rsidRPr="007A0ACC">
        <w:rPr>
          <w:rtl/>
        </w:rPr>
        <w:t xml:space="preserve"> جب اسلام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اللہ نے انکا ذکر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ہم کو احساس ہوا کہ زور زبر دست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بجائے اب ان کے تئ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ہمار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کچھ ذمہ دار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اں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۔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ساتھ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مرتبہ تکرار ہوئ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پر بہت ناراض ہوا اور کہا کہ تم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 تو اس نے پلٹ کر جواب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تم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کہتے ہو جبکہ تمہار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 اذ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ہے؟ اسلئے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حفصہ کے پاس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اس سے کہا،''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تمہ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اللہ اور اس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نافرمان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کرنے سے تنب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کرتا ہوں ''!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123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حضرت عائشہ کہت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</w:t>
      </w:r>
      <w:r w:rsidRPr="007A0ACC">
        <w:rPr>
          <w:rtl/>
        </w:rPr>
        <w:t xml:space="preserve">''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>نے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مرتبہ (اپن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</w:t>
      </w:r>
      <w:r w:rsidRPr="007A0ACC">
        <w:rPr>
          <w:rFonts w:hint="cs"/>
          <w:rtl/>
        </w:rPr>
        <w:t>ی</w:t>
      </w:r>
      <w:r w:rsidRPr="007A0ACC">
        <w:rPr>
          <w:rtl/>
        </w:rPr>
        <w:t>)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نب</w:t>
      </w:r>
      <w:r w:rsidRPr="007A0ACC">
        <w:rPr>
          <w:rtl/>
        </w:rPr>
        <w:t xml:space="preserve"> بنت جحش کے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شہد تناول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تھا ۔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اور حفصہ نے سازش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کہ جب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ہم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پاس آئ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تو ہم ان سے کہ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کہ آپ سے مغاف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بو آرہ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اور جب آنجناب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سے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کہا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تو انہوں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نب</w:t>
      </w:r>
      <w:r w:rsidRPr="007A0ACC">
        <w:rPr>
          <w:rtl/>
        </w:rPr>
        <w:t xml:space="preserve"> کے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شہد تناول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اور اب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کروں گا۔ تم قسم کھا ؤ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بات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بتائو گ</w:t>
      </w:r>
      <w:r w:rsidRPr="007A0ACC">
        <w:rPr>
          <w:rFonts w:hint="cs"/>
          <w:rtl/>
        </w:rPr>
        <w:t>ی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12</w:t>
      </w:r>
      <w:r w:rsidR="00A54383" w:rsidRPr="00A54383">
        <w:rPr>
          <w:rStyle w:val="libFootnotenumChar"/>
          <w:rFonts w:hint="cs"/>
          <w:rtl/>
        </w:rPr>
        <w:t>4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حضرت عا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شہ</w:t>
      </w:r>
      <w:r w:rsidRPr="007A0ACC">
        <w:rPr>
          <w:rtl/>
        </w:rPr>
        <w:t xml:space="preserve"> نے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کہا ہے،'' ہم ازواج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دو گروہ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تقس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،مَ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(عا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شہ</w:t>
      </w:r>
      <w:r w:rsidRPr="007A0ACC">
        <w:rPr>
          <w:rtl/>
        </w:rPr>
        <w:t xml:space="preserve">) ،حفصہ، </w:t>
      </w:r>
      <w:r w:rsidRPr="007A0ACC">
        <w:rPr>
          <w:rFonts w:hint="eastAsia"/>
          <w:rtl/>
        </w:rPr>
        <w:t>صف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اور سوداء اور دوسرے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ام سلم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اور باق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'' 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12</w:t>
      </w:r>
      <w:r w:rsidR="00413EEC" w:rsidRPr="00A54383">
        <w:rPr>
          <w:rStyle w:val="libFootnotenumChar"/>
          <w:rFonts w:hint="cs"/>
          <w:rtl/>
        </w:rPr>
        <w:t>5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۔ </w:t>
      </w:r>
    </w:p>
    <w:p w:rsidR="00A651E7" w:rsidRPr="00A5438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حضرت عائشہ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ہے،''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 عورتوں سے حسد کرت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جو اپنا نفس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حوالہ کرت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کہت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سچ مچ عورت حضو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>ر کوپ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ہوت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؟</w:t>
      </w:r>
      <w:r w:rsidRPr="007A0ACC">
        <w:rPr>
          <w:rtl/>
        </w:rPr>
        <w:t xml:space="preserve">! جب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قران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نازل ہوئ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</w:t>
      </w:r>
      <w:r w:rsidRPr="007A0ACC">
        <w:rPr>
          <w:rtl/>
        </w:rPr>
        <w:t>''تمہارے لئے نکاح کے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غام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شکش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دل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دل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پوش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ارادہ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eastAsia"/>
          <w:rtl/>
        </w:rPr>
        <w:t>رادہ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ںہے</w:t>
      </w:r>
      <w:r w:rsidRPr="007A0ACC">
        <w:rPr>
          <w:rtl/>
        </w:rPr>
        <w:t>۔خدا کو معلوم ہے کہ تم بعد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 سے تذکرہ کروگے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کن</w:t>
      </w:r>
      <w:r w:rsidRPr="007A0ACC">
        <w:rPr>
          <w:rtl/>
        </w:rPr>
        <w:t xml:space="preserve"> 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الحال خف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وعدہ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 لو صرف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بات کہہ دو تو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حرج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اور جب تک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مقرر ہ مدت پور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 ہوجائے عقد نکاح کا ارادہ نہ کرنا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</w:t>
      </w:r>
      <w:r w:rsidRPr="007A0ACC">
        <w:rPr>
          <w:rtl/>
        </w:rPr>
        <w:t xml:space="preserve"> رکھو کہ خدا تمہارے دل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بات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خوب جانتا ہے </w:t>
      </w:r>
      <w:r w:rsidRPr="007A0ACC">
        <w:rPr>
          <w:rFonts w:hint="eastAsia"/>
          <w:rtl/>
        </w:rPr>
        <w:t>لہذا</w:t>
      </w:r>
      <w:r w:rsidRPr="007A0ACC">
        <w:rPr>
          <w:rtl/>
        </w:rPr>
        <w:t xml:space="preserve"> اس سے ڈرتے رہو اور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جان لو کہ وہ غفور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اور حل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و بردبار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(بقرہ </w:t>
      </w:r>
      <w:r w:rsidR="00413EEC" w:rsidRPr="00A54383">
        <w:rPr>
          <w:rFonts w:hint="cs"/>
          <w:rtl/>
        </w:rPr>
        <w:t>235</w:t>
      </w:r>
      <w:r w:rsidRPr="00A54383">
        <w:rPr>
          <w:rFonts w:hint="cs"/>
          <w:rtl/>
        </w:rPr>
        <w:t>)  تو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(عا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شہ</w:t>
      </w:r>
      <w:r w:rsidRPr="007A0ACC">
        <w:rPr>
          <w:rtl/>
        </w:rPr>
        <w:t xml:space="preserve">) نے ان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سے کہا ،''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سمجھت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ہوں کہ تمہارا اللہ تمہارے دل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خواہشات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جلد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پور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کرتا ہے''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12</w:t>
      </w:r>
      <w:r w:rsidR="00413EEC" w:rsidRPr="00A54383">
        <w:rPr>
          <w:rStyle w:val="libFootnotenumChar"/>
          <w:rFonts w:hint="cs"/>
          <w:rtl/>
        </w:rPr>
        <w:t>6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۔ </w:t>
      </w:r>
    </w:p>
    <w:p w:rsidR="00A651E7" w:rsidRDefault="00A651E7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A651E7" w:rsidRDefault="00A651E7" w:rsidP="00A54383">
      <w:pPr>
        <w:pStyle w:val="libNormal0"/>
        <w:rPr>
          <w:rtl/>
        </w:rPr>
      </w:pPr>
    </w:p>
    <w:p w:rsidR="009C4748" w:rsidRPr="007A0ACC" w:rsidRDefault="009C4748" w:rsidP="00A54383">
      <w:pPr>
        <w:pStyle w:val="libNormal0"/>
        <w:rPr>
          <w:rtl/>
        </w:rPr>
      </w:pPr>
      <w:r w:rsidRPr="007A0ACC">
        <w:rPr>
          <w:rFonts w:hint="cs"/>
          <w:rtl/>
        </w:rPr>
        <w:t>حضرت عائشہ کا ہی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 ہے ' کہ خد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بہن حالہ بنت خو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لد</w:t>
      </w:r>
      <w:r w:rsidRPr="007A0ACC">
        <w:rPr>
          <w:rtl/>
        </w:rPr>
        <w:t xml:space="preserve"> نے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دفعہ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سے ملاقات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اجازت چاہ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چونکہ وہ خد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جہ</w:t>
      </w:r>
      <w:r w:rsidRPr="007A0ACC">
        <w:rPr>
          <w:rtl/>
        </w:rPr>
        <w:t xml:space="preserve"> کے طر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قۂ</w:t>
      </w:r>
      <w:r w:rsidRPr="007A0ACC">
        <w:rPr>
          <w:rtl/>
        </w:rPr>
        <w:t xml:space="preserve"> دخول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سے باخبر تھے انہوںنے 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ران</w:t>
      </w:r>
      <w:r w:rsidRPr="007A0ACC">
        <w:rPr>
          <w:rtl/>
        </w:rPr>
        <w:t xml:space="preserve"> ہوکر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،''اللہ! مجھے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ہے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حالہ ہے!۔مجھے حسد ہوا جس پر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کہا،'' آپ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اب تک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بوڑھ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سرخ آنکھوں وال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عورت کونہ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بھولے ج</w:t>
      </w:r>
      <w:r w:rsidRPr="007A0ACC">
        <w:rPr>
          <w:rFonts w:hint="eastAsia"/>
          <w:rtl/>
        </w:rPr>
        <w:t>و</w:t>
      </w:r>
      <w:r w:rsidRPr="007A0ACC">
        <w:rPr>
          <w:rtl/>
        </w:rPr>
        <w:t xml:space="preserve"> کب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مر چک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اور اللہ نے آپ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 اُ س سے بہترعطا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ہے(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خودعائشہ )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127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حضرت عائشہ نے حضرت خد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جہ</w:t>
      </w:r>
      <w:r w:rsidRPr="007A0ACC">
        <w:rPr>
          <w:rtl/>
        </w:rPr>
        <w:t xml:space="preserve"> سے حسد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ان سے حسد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جو دوسر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تمام ازواج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منفرد مقام رکھت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۔وہ آنحضرت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پر اس وقت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مان</w:t>
      </w:r>
      <w:r w:rsidRPr="007A0ACC">
        <w:rPr>
          <w:rtl/>
        </w:rPr>
        <w:t xml:space="preserve"> لائ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ںجب</w:t>
      </w:r>
      <w:r w:rsidRPr="007A0ACC">
        <w:rPr>
          <w:rtl/>
        </w:rPr>
        <w:t xml:space="preserve"> لوگ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(ع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اذاً</w:t>
      </w:r>
      <w:r w:rsidRPr="007A0ACC">
        <w:rPr>
          <w:rtl/>
        </w:rPr>
        <w:t xml:space="preserve"> باللہ) جھوٹا کہتے تھے۔ انہوںنے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دولت آنجناب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پر اس وقت نچھاور کرد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جب لوگوں نے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محروم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تھا اور اللہ نے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>کو ان کے ذر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صاحب اولاد بنا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۔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سب کچھ بتا رہا ہے کہ حضرت عا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شہ</w:t>
      </w:r>
      <w:r w:rsidRPr="007A0ACC">
        <w:rPr>
          <w:rtl/>
        </w:rPr>
        <w:t xml:space="preserve"> جناب خد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جہ</w:t>
      </w:r>
      <w:r w:rsidRPr="007A0ACC">
        <w:rPr>
          <w:rtl/>
        </w:rPr>
        <w:t xml:space="preserve"> سے حسد 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لئے کرت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اس کے احسانات کا ذکر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ان کے وفات کے بعد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کرتے تھے اور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حضرت عائشہ کے اس دعو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ترد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کرتا ہے کہ اللہ نے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 خد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جہ</w:t>
      </w:r>
      <w:r w:rsidRPr="007A0ACC">
        <w:rPr>
          <w:rtl/>
        </w:rPr>
        <w:t xml:space="preserve"> سے بہتر عورت عطا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۔حضرت عائشہ کا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کہنا ہے 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ازواج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خد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جہ</w:t>
      </w:r>
      <w:r w:rsidRPr="007A0ACC">
        <w:rPr>
          <w:rtl/>
        </w:rPr>
        <w:t xml:space="preserve"> سے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حسد نہ کرت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>۔ حالانکہ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کھا</w:t>
      </w:r>
      <w:r w:rsidRPr="007A0ACC">
        <w:rPr>
          <w:rtl/>
        </w:rPr>
        <w:t xml:space="preserve"> ہے </w:t>
      </w:r>
      <w:r w:rsidRPr="007A0ACC">
        <w:rPr>
          <w:rFonts w:hint="eastAsia"/>
          <w:rtl/>
        </w:rPr>
        <w:t>مگر</w:t>
      </w:r>
      <w:r w:rsidRPr="007A0ACC">
        <w:rPr>
          <w:rtl/>
        </w:rPr>
        <w:t xml:space="preserve">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ان کا ذکر ہم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شہ</w:t>
      </w:r>
      <w:r w:rsidRPr="007A0ACC">
        <w:rPr>
          <w:rtl/>
        </w:rPr>
        <w:t xml:space="preserve"> کرتے تھے۔اللہ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اونٹ ذبحہ کرکے ٹکڑوں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بانٹ کے حضرت خد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جہ</w:t>
      </w:r>
      <w:r w:rsidRPr="007A0ACC">
        <w:rPr>
          <w:rtl/>
        </w:rPr>
        <w:t xml:space="preserve"> کے دوستوں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تقس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کرتے تھے۔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آنجناب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</w:t>
      </w:r>
      <w:r w:rsidRPr="007A0ACC">
        <w:rPr>
          <w:rtl/>
        </w:rPr>
        <w:t xml:space="preserve"> کہت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کہ شا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دن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خد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جہ</w:t>
      </w:r>
      <w:r w:rsidRPr="007A0ACC">
        <w:rPr>
          <w:rtl/>
        </w:rPr>
        <w:t xml:space="preserve">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عورت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ہے؟ ،تو وہ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فرماتے تھے کہ وہ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اللہ نے مجھے ان سے صاحب اولاد بنا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'' 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128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</w:t>
      </w:r>
    </w:p>
    <w:p w:rsidR="00A651E7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جو لوگ تمام صحابہ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عدالت کے معتقد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</w:t>
      </w:r>
      <w:r w:rsidRPr="007A0ACC">
        <w:rPr>
          <w:rtl/>
        </w:rPr>
        <w:t xml:space="preserve"> وہ اپنے عق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ادپر</w:t>
      </w:r>
      <w:r w:rsidRPr="007A0ACC">
        <w:rPr>
          <w:rtl/>
        </w:rPr>
        <w:t xml:space="preserve"> دعو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ہے،''م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اصحاب ستاروں کے مانند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: جس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تم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کرو گے ،تمہ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ہدا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ملے گ</w:t>
      </w:r>
      <w:r w:rsidRPr="007A0ACC">
        <w:rPr>
          <w:rFonts w:hint="cs"/>
          <w:rtl/>
        </w:rPr>
        <w:t>ی</w:t>
      </w:r>
      <w:r w:rsidRPr="007A0ACC">
        <w:rPr>
          <w:rtl/>
        </w:rPr>
        <w:t>۔'' حالانکہ اہلسنت کھلے عام صحابہ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عصمت کے قائل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ں،پھر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جو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کے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ہونے کا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کرتا ہے،اس کو تمام صحابہ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عصمت ضرور قبول کرنا پڑ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</w:t>
      </w:r>
      <w:r w:rsidRPr="007A0ACC">
        <w:rPr>
          <w:rFonts w:hint="cs"/>
          <w:rtl/>
        </w:rPr>
        <w:t>ی</w:t>
      </w:r>
      <w:r w:rsidRPr="007A0ACC">
        <w:rPr>
          <w:rtl/>
        </w:rPr>
        <w:t>۔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اس لئے ہے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ممکن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کہ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 بغ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شر ط وشروط کے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اپنے نافرما 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مکمل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حکم صادر کرے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اس فرض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دعو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>ا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ہے۔ اسلئے مذکورہ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اصحاب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عدالت پر دوبارہ غور وخوض سے جائزہ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نے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دعوت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</w:t>
      </w:r>
    </w:p>
    <w:p w:rsidR="00A651E7" w:rsidRDefault="00A651E7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A651E7" w:rsidRDefault="00A651E7" w:rsidP="009C4748">
      <w:pPr>
        <w:pStyle w:val="libNormal0"/>
        <w:rPr>
          <w:rtl/>
        </w:rPr>
      </w:pPr>
    </w:p>
    <w:p w:rsidR="00A651E7" w:rsidRDefault="009C4748" w:rsidP="009C4748">
      <w:pPr>
        <w:pStyle w:val="libNormal0"/>
        <w:rPr>
          <w:rtl/>
        </w:rPr>
      </w:pPr>
      <w:r w:rsidRPr="007A0ACC">
        <w:rPr>
          <w:rtl/>
        </w:rPr>
        <w:t>بالخصوص ان اصحاب کے متعلق جنہوں نے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</w:t>
      </w:r>
      <w:r w:rsidRPr="007A0ACC">
        <w:rPr>
          <w:rtl/>
        </w:rPr>
        <w:t xml:space="preserve"> ہ وقت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ساتھ گذارا۔تو پھر آپ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عدالت کے متعلق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جنہ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کاصرف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بار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دار</w:t>
      </w:r>
      <w:r w:rsidRPr="007A0ACC">
        <w:rPr>
          <w:rtl/>
        </w:rPr>
        <w:t xml:space="preserve"> کرنے </w:t>
      </w:r>
      <w:r w:rsidRPr="007A0ACC">
        <w:rPr>
          <w:rFonts w:hint="cs"/>
          <w:rtl/>
        </w:rPr>
        <w:t>ی</w:t>
      </w:r>
      <w:r w:rsidRPr="007A0ACC">
        <w:rPr>
          <w:rtl/>
        </w:rPr>
        <w:t>ا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لمحہ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کھنے</w:t>
      </w:r>
      <w:r w:rsidRPr="007A0ACC">
        <w:rPr>
          <w:rtl/>
        </w:rPr>
        <w:t xml:space="preserve"> پر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''صحابہ'' کے اعزاز سے نوازا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ا؟</w:t>
      </w:r>
      <w:r w:rsidRPr="007A0ACC">
        <w:rPr>
          <w:rtl/>
        </w:rPr>
        <w:t xml:space="preserve"> اور اس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اتن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مبالغہ آرائ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؟!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''عدالت'' اور'' تقو</w:t>
      </w:r>
      <w:r w:rsidRPr="007A0ACC">
        <w:rPr>
          <w:rFonts w:hint="cs"/>
          <w:rtl/>
        </w:rPr>
        <w:t>یٰ</w:t>
      </w:r>
      <w:r w:rsidRPr="007A0ACC">
        <w:rPr>
          <w:rtl/>
        </w:rPr>
        <w:t>'' صرف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روئے نازن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پر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نظر کرنے سے حاصل کر سکتا ہے؟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اخلاص اور 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ارادوں پر استوارمکمل طر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قہ</w:t>
      </w:r>
      <w:r w:rsidRPr="007A0ACC">
        <w:rPr>
          <w:rtl/>
        </w:rPr>
        <w:t xml:space="preserve"> سے آنحضرت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اتباع سے حاصل ہوسکتا ہے؟ا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تضاد جو مضبوط دل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اور انسان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روش سے رد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جاتا ہے اس وقت روشن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صاف ظاہر ہوتا ہے جب کچھ اہلسنت دانشور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ابن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بن ابو سف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کو 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خل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عمر بن عبد العز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tl/>
        </w:rPr>
        <w:t xml:space="preserve"> پر اس وجہ سے ترج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تا</w:t>
      </w:r>
      <w:r w:rsidRPr="007A0ACC">
        <w:rPr>
          <w:rtl/>
        </w:rPr>
        <w:t xml:space="preserve"> ہے کہ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صحاب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تھا اور عمربن عبدالعز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زتابع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تھا اسکے باوجود کہ عمر۔۔ مشہورن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اور عادل تھا جبکہ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مسلمانوں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مشہور فساد برپا کرن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والا</w:t>
      </w:r>
      <w:r w:rsidRPr="007A0ACC">
        <w:rPr>
          <w:rtl/>
        </w:rPr>
        <w:t xml:space="preserve"> اور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بغاوت کرکے جنگ صف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 </w:t>
      </w:r>
      <w:r w:rsidR="00413EEC" w:rsidRPr="00A54383">
        <w:rPr>
          <w:rFonts w:hint="cs"/>
          <w:rtl/>
        </w:rPr>
        <w:t>000</w:t>
      </w:r>
      <w:r w:rsidRPr="00A54383">
        <w:rPr>
          <w:rFonts w:hint="cs"/>
          <w:rtl/>
        </w:rPr>
        <w:t>،</w:t>
      </w:r>
      <w:r w:rsidR="00413EEC" w:rsidRPr="00A54383">
        <w:rPr>
          <w:rFonts w:hint="cs"/>
          <w:rtl/>
        </w:rPr>
        <w:t>75</w:t>
      </w:r>
      <w:r w:rsidRPr="00A54383">
        <w:rPr>
          <w:rFonts w:hint="cs"/>
          <w:rtl/>
        </w:rPr>
        <w:t xml:space="preserve"> ہزار اصحاب و تابع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قتل کرانے کا ذمہ دار ہے۔ اسکے علاوہ اہلس</w:t>
      </w:r>
      <w:r w:rsidRPr="007A0ACC">
        <w:rPr>
          <w:rFonts w:hint="eastAsia"/>
          <w:rtl/>
        </w:rPr>
        <w:t>نت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شہرت کہ عمر ابن عبدالعز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tl/>
        </w:rPr>
        <w:t xml:space="preserve"> پانچواں خل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راشد ہے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کے خل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برحق ہونے کا دعو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پور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سے مسترد ہوتا ہے۔ 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لئے صرف صحاب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ہونے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بنا پر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انسان عادل ،راشد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برحق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بن سکتا ہے ۔اس معاملے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پوچھنے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اصل بات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ہے: اونچا م</w:t>
      </w:r>
      <w:r w:rsidRPr="007A0ACC">
        <w:rPr>
          <w:rFonts w:hint="eastAsia"/>
          <w:rtl/>
        </w:rPr>
        <w:t>قام</w:t>
      </w:r>
      <w:r w:rsidRPr="007A0ACC">
        <w:rPr>
          <w:rtl/>
        </w:rPr>
        <w:t xml:space="preserve"> اس کا ہے کہ جس نے اپنے آنکھوں سے رسول خدا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</w:t>
      </w:r>
      <w:r w:rsidRPr="007A0ACC">
        <w:rPr>
          <w:rtl/>
        </w:rPr>
        <w:t xml:space="preserve"> ہاتھوں واقع ہوئے معجزات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</w:t>
      </w:r>
      <w:r w:rsidRPr="007A0ACC">
        <w:rPr>
          <w:rtl/>
        </w:rPr>
        <w:t xml:space="preserve"> کر اسلام قبول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جس نے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کھے</w:t>
      </w:r>
      <w:r w:rsidRPr="007A0ACC">
        <w:rPr>
          <w:rtl/>
        </w:rPr>
        <w:t xml:space="preserve"> بغ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دل سے اسلام قبول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؟! 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قت</w:t>
      </w:r>
      <w:r w:rsidRPr="007A0ACC">
        <w:rPr>
          <w:rtl/>
        </w:rPr>
        <w:t xml:space="preserve"> تو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ہے 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صحابہ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عدالت اور تقو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پر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مغالطہ آرائ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جواب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پاتا ہوں جس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</w:t>
      </w:r>
      <w:r w:rsidRPr="007A0ACC">
        <w:rPr>
          <w:rFonts w:hint="eastAsia"/>
          <w:rtl/>
        </w:rPr>
        <w:t>ہا</w:t>
      </w:r>
      <w:r w:rsidRPr="007A0ACC">
        <w:rPr>
          <w:rtl/>
        </w:rPr>
        <w:t xml:space="preserve"> جاتا ہے کہ وہ سب ''صح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'' تھے صرف ا س دروازہ پر تالا چڑھانا ہے جہاں پر ان صحابہ پر تنق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جنہوں نے زور و شور سے خلافت کو اصل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حقداروں سے باہر دھک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 اسطرح کچھ اہلسنت ان سارے ناقابل ترد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ثبوت کو فراموش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ِ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مسلما</w:t>
      </w:r>
      <w:r w:rsidRPr="007A0ACC">
        <w:rPr>
          <w:rFonts w:hint="eastAsia"/>
          <w:rtl/>
        </w:rPr>
        <w:t>نوں</w:t>
      </w:r>
      <w:r w:rsidRPr="007A0ACC">
        <w:rPr>
          <w:rtl/>
        </w:rPr>
        <w:t xml:space="preserve"> کے امام بننے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ہر طرح سے موزوں تھے صرف اس وجہ سے کہ وہ تمام اصحاب کو عادل سمجھتے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وہ 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لئے اس سب کو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مانتے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جو ان صحابہ نے انجام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</w:t>
      </w:r>
    </w:p>
    <w:p w:rsidR="00A651E7" w:rsidRDefault="00A651E7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A651E7" w:rsidRDefault="00A651E7" w:rsidP="009C4748">
      <w:pPr>
        <w:pStyle w:val="libNormal0"/>
        <w:rPr>
          <w:rtl/>
        </w:rPr>
      </w:pPr>
    </w:p>
    <w:p w:rsidR="009C4748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جہاں تک انکا تعلق ہے جنہوں نے اس غلط نظر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کو عام کرنے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سخت محنت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،انہوں</w:t>
      </w:r>
      <w:r w:rsidRPr="007A0ACC">
        <w:rPr>
          <w:rtl/>
        </w:rPr>
        <w:t xml:space="preserve"> نے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اسلئے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وہ </w:t>
      </w:r>
      <w:r w:rsidRPr="007A0ACC">
        <w:rPr>
          <w:rFonts w:hint="eastAsia"/>
          <w:rtl/>
        </w:rPr>
        <w:t>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تِ</w:t>
      </w:r>
      <w:r w:rsidRPr="007A0ACC">
        <w:rPr>
          <w:rtl/>
        </w:rPr>
        <w:t xml:space="preserve">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اماموں کو اپنے اقتدار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خطرہ سمجھتے تھے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معلوم تھا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امام  اپنے دعوئوں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حق بجانب تھے۔ اس لئے ان قرآن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اور مستنند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ثِ</w:t>
      </w:r>
      <w:r w:rsidRPr="007A0ACC">
        <w:rPr>
          <w:rtl/>
        </w:rPr>
        <w:t xml:space="preserve">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پردہ ڈالنے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اشدضرورت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جن سے ان اماموں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فض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لت</w:t>
      </w:r>
      <w:r w:rsidRPr="007A0ACC">
        <w:rPr>
          <w:rtl/>
        </w:rPr>
        <w:t xml:space="preserve"> 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اں</w:t>
      </w:r>
      <w:r w:rsidRPr="007A0ACC">
        <w:rPr>
          <w:rtl/>
        </w:rPr>
        <w:t xml:space="preserve"> ہوت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تاکہ تمام صحابہ </w:t>
      </w:r>
      <w:r w:rsidRPr="007A0ACC">
        <w:rPr>
          <w:rFonts w:hint="eastAsia"/>
          <w:rtl/>
        </w:rPr>
        <w:t>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فض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لت</w:t>
      </w:r>
      <w:r w:rsidRPr="007A0ACC">
        <w:rPr>
          <w:rtl/>
        </w:rPr>
        <w:t xml:space="preserve"> کو بڑھا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جائے جس سے فض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لتِ</w:t>
      </w:r>
      <w:r w:rsidRPr="007A0ACC">
        <w:rPr>
          <w:rtl/>
        </w:rPr>
        <w:t xml:space="preserve">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کو مدھم (کم)ک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جاسکے جس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وجہ سے وہ  امت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رہبر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اللہ اور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پسند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تھے اور رحلت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بعدامتِ مسلمہ کے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۔اوپرب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کے متن اور مطلب ،جو کہتا ہے کہ''تمام صحابہ ستارے ''ہ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اس</w:t>
      </w:r>
      <w:r w:rsidRPr="007A0ACC">
        <w:rPr>
          <w:rtl/>
        </w:rPr>
        <w:t xml:space="preserve">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ِ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>کے بالمقابل وضع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جسم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کہ ،'' ستارے اہل زم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کو ڈوبنے سے امان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تے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جبکہ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لوگوں کو  مذہب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فتنوں و فسادوں سے امان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تے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ں،اب</w:t>
      </w:r>
      <w:r w:rsidRPr="007A0ACC">
        <w:rPr>
          <w:rtl/>
        </w:rPr>
        <w:t xml:space="preserve"> اگر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عرب قب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لہ</w:t>
      </w:r>
      <w:r w:rsidRPr="007A0ACC">
        <w:rPr>
          <w:rtl/>
        </w:rPr>
        <w:t xml:space="preserve">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مخالفت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 xml:space="preserve"> ،توہ اختلاف کا شکار ہوجائ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 xml:space="preserve"> اور ابل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جماعت بنے گا ''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129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 تمام صحابہ کو عادل ماننے کا سب سے منف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اثر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ہوا کہ کتب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''غلط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انات</w:t>
      </w:r>
      <w:r w:rsidRPr="007A0ACC">
        <w:rPr>
          <w:rtl/>
        </w:rPr>
        <w:t>'' سے بھر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پڑ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وہ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جڑ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ہود</w:t>
      </w:r>
      <w:r w:rsidRPr="007A0ACC">
        <w:rPr>
          <w:rtl/>
        </w:rPr>
        <w:t xml:space="preserve"> اور نصار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سے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وست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دوسرے توہمات (افسانات) جن سے ملتِ اسلام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چھب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مشکوک بنا کے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Pr="007A0ACC">
        <w:rPr>
          <w:rFonts w:hint="eastAsia"/>
          <w:rtl/>
        </w:rPr>
        <w:t>ات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(ب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انات</w:t>
      </w:r>
      <w:r w:rsidRPr="007A0ACC">
        <w:rPr>
          <w:rtl/>
        </w:rPr>
        <w:t>) 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بنا پر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مان کرقبول کئے گئے کہ وہ صحابہ سے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ہوئے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کے باوجود کہ ان کے افعال قابل تنق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پہلے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بہت سے واقعات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ہوا ہے۔</w:t>
      </w:r>
    </w:p>
    <w:p w:rsidR="00A651E7" w:rsidRPr="00A651E7" w:rsidRDefault="00A651E7" w:rsidP="00A651E7">
      <w:pPr>
        <w:pStyle w:val="libNormal"/>
        <w:rPr>
          <w:rtl/>
        </w:rPr>
      </w:pPr>
    </w:p>
    <w:p w:rsidR="009C4748" w:rsidRPr="007A0ACC" w:rsidRDefault="009C4748" w:rsidP="00FD13FD">
      <w:pPr>
        <w:pStyle w:val="Heading2Center"/>
        <w:rPr>
          <w:rtl/>
        </w:rPr>
      </w:pPr>
      <w:r w:rsidRPr="007A0ACC">
        <w:rPr>
          <w:rtl/>
        </w:rPr>
        <w:t xml:space="preserve">   </w:t>
      </w:r>
      <w:bookmarkStart w:id="35" w:name="_Toc447620023"/>
      <w:r w:rsidRPr="007A0ACC">
        <w:rPr>
          <w:rtl/>
        </w:rPr>
        <w:t>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اور قرآن مج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>:</w:t>
      </w:r>
      <w:bookmarkEnd w:id="35"/>
      <w:r w:rsidRPr="007A0ACC">
        <w:rPr>
          <w:rtl/>
        </w:rPr>
        <w:t xml:space="preserve">  </w:t>
      </w:r>
    </w:p>
    <w:p w:rsidR="00A651E7" w:rsidRPr="00A5438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کا عق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ہے کہ قرآن وح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الہٰ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جو اللہ تعال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سے اس کے برگز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نب</w:t>
      </w:r>
      <w:r w:rsidRPr="007A0ACC">
        <w:rPr>
          <w:rFonts w:hint="cs"/>
          <w:rtl/>
        </w:rPr>
        <w:t>ی</w:t>
      </w:r>
      <w:r w:rsidR="007317F7" w:rsidRPr="00A54383">
        <w:rPr>
          <w:rFonts w:hint="cs"/>
          <w:rtl/>
        </w:rPr>
        <w:t>(ص)</w:t>
      </w:r>
      <w:r w:rsidRPr="007A0ACC">
        <w:rPr>
          <w:rtl/>
        </w:rPr>
        <w:t xml:space="preserve"> پر نازل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جس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ہر شئے کا صاف صاف تذکرہ ہے۔ قرآن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کا دائم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معجزہ ہے جس کا مقابلہ کرنے سے بشر عاجز ہے،بلاغت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ں،فصاحت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ان مضام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 پر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ق</w:t>
      </w:r>
      <w:r w:rsidRPr="007A0ACC">
        <w:rPr>
          <w:rFonts w:hint="eastAsia"/>
          <w:rtl/>
        </w:rPr>
        <w:t>رآن</w:t>
      </w:r>
      <w:r w:rsidRPr="007A0ACC">
        <w:rPr>
          <w:rtl/>
        </w:rPr>
        <w:t xml:space="preserve"> حاو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حقائق و معارف عال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باتوں سے قرآن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تبد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،تغ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و تحر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ہوسکت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قرآن جو ہمارے سامنے ہے بع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نہ</w:t>
      </w:r>
      <w:r w:rsidRPr="007A0ACC">
        <w:rPr>
          <w:rtl/>
        </w:rPr>
        <w:t xml:space="preserve"> وہ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قرآن ہے جو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پر نازل ہوا ہے۔</w:t>
      </w:r>
    </w:p>
    <w:p w:rsidR="00A651E7" w:rsidRDefault="00A651E7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A651E7" w:rsidRDefault="00A651E7" w:rsidP="00A54383">
      <w:pPr>
        <w:pStyle w:val="libNormal0"/>
        <w:rPr>
          <w:rtl/>
        </w:rPr>
      </w:pPr>
    </w:p>
    <w:p w:rsidR="009C4748" w:rsidRPr="007A0ACC" w:rsidRDefault="009C4748" w:rsidP="00A54383">
      <w:pPr>
        <w:pStyle w:val="libNormal0"/>
        <w:rPr>
          <w:rtl/>
        </w:rPr>
      </w:pPr>
      <w:r w:rsidRPr="007A0ACC">
        <w:rPr>
          <w:rFonts w:hint="cs"/>
          <w:rtl/>
        </w:rPr>
        <w:t xml:space="preserve">جو اسکے </w:t>
      </w:r>
      <w:r w:rsidRPr="007A0ACC">
        <w:rPr>
          <w:rtl/>
        </w:rPr>
        <w:t>خلاف دعو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گا،وہ</w:t>
      </w:r>
      <w:r w:rsidRPr="007A0ACC">
        <w:rPr>
          <w:rtl/>
        </w:rPr>
        <w:t xml:space="preserve"> اجماع کے خلاف چل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گا،بڑ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غلط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مرتکب ہوگا ۔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اسکو اشتباہ ہوگا اور اس </w:t>
      </w:r>
      <w:r w:rsidRPr="007A0ACC">
        <w:rPr>
          <w:rFonts w:hint="eastAsia"/>
          <w:rtl/>
        </w:rPr>
        <w:t>قسم</w:t>
      </w:r>
      <w:r w:rsidRPr="007A0ACC">
        <w:rPr>
          <w:rtl/>
        </w:rPr>
        <w:t xml:space="preserve"> کے لوگ گمراہ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پر ہونگے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اللہ کا کلام ہے جس کے پاس باطل 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tl/>
        </w:rPr>
        <w:t xml:space="preserve"> آہ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سکت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،آگے</w:t>
      </w:r>
      <w:r w:rsidRPr="007A0ACC">
        <w:rPr>
          <w:rtl/>
        </w:rPr>
        <w:t xml:space="preserve"> سے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چھے</w:t>
      </w:r>
      <w:r w:rsidRPr="007A0ACC">
        <w:rPr>
          <w:rtl/>
        </w:rPr>
        <w:t xml:space="preserve"> سے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130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عظ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محدث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صدوق   فرماتے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:'' ہمارا عق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ہے کہ وہ قرآن جو اللہ نے اپنے آخر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پر نازل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وہ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قرآن آج تمام لوگوںکے ہ</w:t>
      </w:r>
      <w:r w:rsidRPr="007A0ACC">
        <w:rPr>
          <w:rFonts w:hint="eastAsia"/>
          <w:rtl/>
        </w:rPr>
        <w:t>اتھوںم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ںہے</w:t>
      </w:r>
      <w:r w:rsidRPr="007A0ACC">
        <w:rPr>
          <w:rtl/>
        </w:rPr>
        <w:t xml:space="preserve"> ،اس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ہے۔جو شخص ہمار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تحر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نسبت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تا</w:t>
      </w:r>
      <w:r w:rsidRPr="007A0ACC">
        <w:rPr>
          <w:rtl/>
        </w:rPr>
        <w:t xml:space="preserve"> ہے وہ جھوٹا ہے،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131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اوپر دئ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ے</w:t>
      </w:r>
      <w:r w:rsidRPr="007A0ACC">
        <w:rPr>
          <w:rtl/>
        </w:rPr>
        <w:t xml:space="preserve"> گئے حوالات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تصد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کرتے ہوئے اخوان المسلمون( (</w:t>
      </w:r>
      <w:r w:rsidRPr="007A0ACC">
        <w:t>Muslim Brotherhood</w:t>
      </w:r>
      <w:r w:rsidRPr="007A0ACC">
        <w:rPr>
          <w:rtl/>
        </w:rPr>
        <w:t>کے مشہور دانشور پروف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سر</w:t>
      </w:r>
      <w:r w:rsidRPr="007A0ACC">
        <w:rPr>
          <w:rtl/>
        </w:rPr>
        <w:t xml:space="preserve"> بہنصاو</w:t>
      </w:r>
      <w:r w:rsidRPr="007A0ACC">
        <w:rPr>
          <w:rFonts w:hint="cs"/>
          <w:rtl/>
        </w:rPr>
        <w:t>ی</w:t>
      </w:r>
      <w:r w:rsidRPr="007A0ACC">
        <w:rPr>
          <w:rtl/>
        </w:rPr>
        <w:t>((</w:t>
      </w:r>
      <w:r w:rsidRPr="007A0ACC">
        <w:t>Bahinsawi</w:t>
      </w:r>
      <w:r w:rsidRPr="007A0ACC">
        <w:rPr>
          <w:rtl/>
        </w:rPr>
        <w:t>کہتے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:''ش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جعفر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،اثنا عش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عق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ہے کہ جو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 امت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طلوعِ اسلام سے رائج قرآن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تحر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کا قائل ہے،وہ کذاب ہے۔۔۔اہلسنت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رائج قرآن وہ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جو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کے گھروں اور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مساجد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ہوتا ہے''۔ظہ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اورخط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</w:t>
      </w:r>
      <w:r w:rsidRPr="007A0ACC">
        <w:rPr>
          <w:rtl/>
        </w:rPr>
        <w:t>(ش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مخالف)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ترد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کرتے ہوئے وہ کہتے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کہ''جہاں تک امت مسلمہ کے معلو</w:t>
      </w:r>
      <w:r w:rsidRPr="007A0ACC">
        <w:rPr>
          <w:rFonts w:hint="eastAsia"/>
          <w:rtl/>
        </w:rPr>
        <w:t>مات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،قرآن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تحر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اور جو ہمارے پاس ہے،وہ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قرآن ہے جو اللہ نے اپنے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پر نازل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ہے۔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132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محمد الغزال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 '' دفاء عن العق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الشر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و متاعن المستشرق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>(</w:t>
      </w:r>
      <w:r w:rsidRPr="007A0ACC">
        <w:t>a defense of faith and the islamic legislative system against the charges of the orientalists</w:t>
      </w:r>
      <w:r w:rsidRPr="007A0ACC">
        <w:rPr>
          <w:rtl/>
        </w:rPr>
        <w:t xml:space="preserve">)     </w:t>
      </w:r>
    </w:p>
    <w:p w:rsidR="00FD13FD" w:rsidRPr="00A54383" w:rsidRDefault="009C4748" w:rsidP="009C4748">
      <w:pPr>
        <w:pStyle w:val="libNormal0"/>
        <w:rPr>
          <w:rtl/>
        </w:rPr>
      </w:pPr>
      <w:r w:rsidRPr="007A0ACC">
        <w:rPr>
          <w:rFonts w:hint="eastAsia"/>
          <w:rtl/>
        </w:rPr>
        <w:t>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لکھتا ہے:''دانشوروں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محفل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،م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کہتے سنا کہ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کے پاس اور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قرآن ہے جو عام قرآن سے تھوڑا مختلف ہے۔م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اسے 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وقت کہا؛''وہ قرآن کہاں ہے؟اور آج تک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انسان حت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کہ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جن نے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اتن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لمب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کے دوران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کھا</w:t>
      </w:r>
      <w:r w:rsidRPr="007A0ACC">
        <w:rPr>
          <w:rtl/>
        </w:rPr>
        <w:t xml:space="preserve"> ہے؟ اور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الزام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تراشا جاتا ہے؟اور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لوگوں اور وح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متعلق اتنے جھوٹ؟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133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جہاں تک جھو</w:t>
      </w:r>
      <w:r w:rsidRPr="007A0ACC">
        <w:rPr>
          <w:rtl/>
        </w:rPr>
        <w:t>ٹ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کا تعلق ہے جن پر کچھ لوگ بھروسہ کرکے کہتے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قرآن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ںتحر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جو کہ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کتب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درج ہے،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الزامات سراسر رد کئے جاتے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بہت سار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اہلسنت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معتبر کتابوں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موجود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۔علامہ نے حضرت عا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شہ</w:t>
      </w:r>
      <w:r w:rsidRPr="007A0ACC">
        <w:rPr>
          <w:rtl/>
        </w:rPr>
        <w:t xml:space="preserve"> سے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کہ:''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رات کے وقت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آدم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قرآن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سورہ تلاوت کرتے سنا اور اس سے کہا ،'' اللہ اس پر رحم کرے ! اس نے مجھے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</w:t>
      </w:r>
      <w:r w:rsidRPr="007A0ACC">
        <w:rPr>
          <w:rtl/>
        </w:rPr>
        <w:t xml:space="preserve"> دلائ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۔۔۔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13</w:t>
      </w:r>
      <w:r w:rsidR="00A54383" w:rsidRPr="00A54383">
        <w:rPr>
          <w:rStyle w:val="libFootnotenumChar"/>
          <w:rFonts w:hint="cs"/>
          <w:rtl/>
        </w:rPr>
        <w:t>4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</w:t>
      </w:r>
    </w:p>
    <w:p w:rsidR="00FD13FD" w:rsidRDefault="00FD13FD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A651E7" w:rsidRPr="00A54383" w:rsidRDefault="009C4748" w:rsidP="009C4748">
      <w:pPr>
        <w:pStyle w:val="libNormal0"/>
        <w:rPr>
          <w:rtl/>
        </w:rPr>
      </w:pPr>
      <w:r w:rsidRPr="00A54383">
        <w:rPr>
          <w:rFonts w:hint="cs"/>
          <w:rtl/>
        </w:rPr>
        <w:lastRenderedPageBreak/>
        <w:t>اس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پر کون بھروسہ کرسکتا ہے جو اشارہ کرتا ہے کہ رسول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 سارا قرآن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تھا اور وہ قرآن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کچھ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بھول جاتے 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۔۔!علامہ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نے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ہے: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بن ثابت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،''جب ہم نے تخت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>(قران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نسخوں)کو جمع کرنا شروع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سورہ احزاب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کو کم پا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جو 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اللہ کے رسول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سے بارہا سن چکا تھا اور اسکو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صرف خذ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مہ</w:t>
      </w:r>
      <w:r w:rsidRPr="007A0ACC">
        <w:rPr>
          <w:rtl/>
        </w:rPr>
        <w:t xml:space="preserve"> الانصار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پاس پا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جس کو اللہ کے رسول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ذوالشہادت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کے لقب سے نوازا ہے جسک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شہادت دو مومنوں کے برابر ہے۔۔۔جو اللہ کے ساتھ اپنے وعدہ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سچے نکلے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13</w:t>
      </w:r>
      <w:r w:rsidR="00413EEC" w:rsidRPr="00A54383">
        <w:rPr>
          <w:rStyle w:val="libFootnotenumChar"/>
          <w:rFonts w:hint="cs"/>
          <w:rtl/>
        </w:rPr>
        <w:t>5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بن ثابت سے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درج ہے''۔۔۔اسطرح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قرآن کاغذ کے اوراق،سبز پتوں اور حافظوں سے جمع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تک 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سورہ ٔبرأت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کچھ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صرف خذ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مہ</w:t>
      </w:r>
      <w:r w:rsidRPr="007A0ACC">
        <w:rPr>
          <w:rtl/>
        </w:rPr>
        <w:t xml:space="preserve"> الانصار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بغ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پاس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پاسکا 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13</w:t>
      </w:r>
      <w:r w:rsidR="00413EEC" w:rsidRPr="00A54383">
        <w:rPr>
          <w:rStyle w:val="libFootnotenumChar"/>
          <w:rFonts w:hint="cs"/>
          <w:rtl/>
        </w:rPr>
        <w:t>6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تو اس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کو اس 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قت</w:t>
      </w:r>
      <w:r w:rsidRPr="007A0ACC">
        <w:rPr>
          <w:rtl/>
        </w:rPr>
        <w:t xml:space="preserve"> سے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ہوسکت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جسم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قران کا تواتر کے ساتھ ہم تک پہنچنا ثابت ہے ؟! اور بہت 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جو کہ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اہلسنت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دوسر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کتابوں اور مسندوں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۔ صاف تحر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قرآن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اشارہ ملتا ہے جس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عبداللہ بن عباس ،عمر ابن خطاب کے متعلق اسطرح منس</w:t>
      </w:r>
      <w:r w:rsidRPr="007A0ACC">
        <w:rPr>
          <w:rFonts w:hint="eastAsia"/>
          <w:rtl/>
        </w:rPr>
        <w:t>وب</w:t>
      </w:r>
      <w:r w:rsidRPr="007A0ACC">
        <w:rPr>
          <w:rtl/>
        </w:rPr>
        <w:t xml:space="preserve">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،''  عمر ابن خطاب باہر گئے۔م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آتے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کھا</w:t>
      </w:r>
      <w:r w:rsidRPr="007A0ACC">
        <w:rPr>
          <w:rtl/>
        </w:rPr>
        <w:t xml:space="preserve"> اور سعد ابن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ابن امر ابن نف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سے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کہا،' آج رات وہ(عمر)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بات بتائے گے جو انہوںنے خل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بننے کے بعد سے آج تک کبھ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بتائ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ہے۔اس نے مجھ پر بھروسہ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کہا کہ وہ آج کون 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بات بتائے گے جو انہوں نے آج تک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ہے؟ جب موذن نے اذان تمام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توعمر ابن خطاب منبر پر گئے اور خطبہ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نا</w:t>
      </w:r>
      <w:r w:rsidRPr="007A0ACC">
        <w:rPr>
          <w:rtl/>
        </w:rPr>
        <w:t xml:space="preserve"> شروع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: 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تعر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کرکے کہا،'' جو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کہا ہے سو کہا ہے،سنو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آج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خاص اعلان کرنے جارہا ہوں جو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</w:t>
      </w:r>
      <w:r w:rsidRPr="007A0ACC">
        <w:rPr>
          <w:rtl/>
        </w:rPr>
        <w:t xml:space="preserve"> فرض ہے۔م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 جانتا ہوں ک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شا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ںمرنے</w:t>
      </w:r>
      <w:r w:rsidRPr="007A0ACC">
        <w:rPr>
          <w:rtl/>
        </w:rPr>
        <w:t xml:space="preserve"> سے پہلے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بتاتا ہوں۔جو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اسکو سمجھتا ہے اور اسک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اہم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سے واقف ہے،وہ اسکو اپنے علاقے تک نشر کرتا جائے اور اگر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ڈرتا ہو،اسکو درک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کرسکتا اور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ںاسے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جھوٹ بولنے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اجازت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تا</w:t>
      </w:r>
      <w:r w:rsidRPr="007A0ACC">
        <w:rPr>
          <w:rtl/>
        </w:rPr>
        <w:t xml:space="preserve"> ہوں۔اللہ نے محمد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 حق کے ساتھ مع</w:t>
      </w:r>
      <w:r w:rsidRPr="007A0ACC">
        <w:rPr>
          <w:rFonts w:hint="eastAsia"/>
          <w:rtl/>
        </w:rPr>
        <w:t>بوث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اس پر کتاب نازل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آ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رجم (سنگسار)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جسکو ہم نے تلاوت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</w:t>
      </w:r>
      <w:r w:rsidRPr="007A0ACC">
        <w:rPr>
          <w:rtl/>
        </w:rPr>
        <w:t xml:space="preserve"> سمجھ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اس پر عمل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۔اللہ کے رسول نے رجم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ان کے بعدہم نے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۔مجھے ڈر ہے کہ اگر بہت عرصہ گذر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لوگ کہ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کہ ہم اس قران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رجم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پاتے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وہ اسطرح  اللہ کافرمان چھوڑنے اور اس پر عمل نہ کرنے کہ وجہ سے گمراہ ہوجائ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گے۔اللہ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رجم(سنگسار</w:t>
      </w:r>
      <w:r w:rsidRPr="007A0ACC">
        <w:rPr>
          <w:rFonts w:hint="cs"/>
          <w:rtl/>
        </w:rPr>
        <w:t>ی</w:t>
      </w:r>
      <w:r w:rsidRPr="007A0ACC">
        <w:rPr>
          <w:rtl/>
        </w:rPr>
        <w:t>)سچ ہے ان شاد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شدہ مرد اور عورتوں کے لئے جن پر بدکار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کرناثابت ہوجائے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حمل آشکار ہوجائے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جو اس فعل کا  اقرار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''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137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۔ </w:t>
      </w:r>
    </w:p>
    <w:p w:rsidR="00A651E7" w:rsidRDefault="00A651E7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A651E7" w:rsidRDefault="00A651E7" w:rsidP="00A54383">
      <w:pPr>
        <w:pStyle w:val="libNormal0"/>
        <w:rPr>
          <w:rtl/>
        </w:rPr>
      </w:pPr>
    </w:p>
    <w:p w:rsidR="009C4748" w:rsidRPr="007A0ACC" w:rsidRDefault="009C4748" w:rsidP="00A54383">
      <w:pPr>
        <w:pStyle w:val="libNormal0"/>
        <w:rPr>
          <w:rtl/>
        </w:rPr>
      </w:pPr>
      <w:r w:rsidRPr="007A0ACC">
        <w:rPr>
          <w:rFonts w:hint="cs"/>
          <w:rtl/>
        </w:rPr>
        <w:t>بخاری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درج ہے </w:t>
      </w:r>
      <w:r w:rsidRPr="007A0ACC">
        <w:rPr>
          <w:rFonts w:hint="eastAsia"/>
          <w:rtl/>
        </w:rPr>
        <w:t>کہ</w:t>
      </w:r>
      <w:r w:rsidRPr="007A0ACC">
        <w:rPr>
          <w:rtl/>
        </w:rPr>
        <w:t xml:space="preserve"> عمر ابن خطاب نے اس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کو موجودہ قرآن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شامل کرنا چاہا جو اس نے خود اس خوف سے حذف کرد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کہ لوگ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گے:''عمر نے کہا،'  اگر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ممکن نہ ہوتا کہ لوگ کہ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کہ عمر نے قرآن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اضافہ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تو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خود اپنے ہاتھ سے اس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تِ</w:t>
      </w:r>
      <w:r w:rsidRPr="007A0ACC">
        <w:rPr>
          <w:rtl/>
        </w:rPr>
        <w:t xml:space="preserve"> رجم کو قرآن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لکھ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تا</w:t>
      </w:r>
      <w:r w:rsidRPr="007A0ACC">
        <w:rPr>
          <w:rtl/>
        </w:rPr>
        <w:t xml:space="preserve"> اور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اس حکم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کرتا جسم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چار شواہد ملنے پر بدکا رانسان کوسنگسار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حکم ملتا تھا 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138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۔جہاں تک ان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اتِ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نات</w:t>
      </w:r>
      <w:r w:rsidRPr="007A0ACC">
        <w:rPr>
          <w:rtl/>
        </w:rPr>
        <w:t xml:space="preserve"> کا تعلق ہے،تو اس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کہا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ہے،'' جہاں تک بزرگ مرد اور عورت کا بدکار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شا مل ہونا ثابت ہو جائے تو انکو پور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سے سنگسار کر</w:t>
      </w:r>
      <w:r w:rsidRPr="007A0ACC">
        <w:rPr>
          <w:rFonts w:hint="eastAsia"/>
          <w:rtl/>
        </w:rPr>
        <w:t>نا</w:t>
      </w:r>
      <w:r w:rsidRPr="007A0ACC">
        <w:rPr>
          <w:rtl/>
        </w:rPr>
        <w:t xml:space="preserve"> چاہئے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139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سنن ابن ماجہ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لکھا ہے۔</w:t>
      </w:r>
    </w:p>
    <w:p w:rsidR="00A651E7" w:rsidRPr="00A5438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چونکہ ہم سب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زبان ہوکر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عق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رکھتے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جو قرآن ہمارے ہاتھوں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ہے،وہ تحر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سے پاک ہے تو عمر ابن خطاب کو مغالطہ ہوا ہوگا اور اس الجھن کا ماخذ اس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ِ رجم کا قرآن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نہ ہونا بلکہ اس کا کتابِ '' تورات''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ہونے سے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دا</w:t>
      </w:r>
      <w:r w:rsidRPr="007A0ACC">
        <w:rPr>
          <w:rtl/>
        </w:rPr>
        <w:t xml:space="preserve"> ہوا ہوگا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ابن ع</w:t>
      </w:r>
      <w:r w:rsidRPr="007A0ACC">
        <w:rPr>
          <w:rFonts w:hint="eastAsia"/>
          <w:rtl/>
        </w:rPr>
        <w:t>مر</w:t>
      </w:r>
      <w:r w:rsidRPr="007A0ACC">
        <w:rPr>
          <w:rtl/>
        </w:rPr>
        <w:t xml:space="preserve"> کے اس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سے صاف ظاہر ہوتا ہے ، ''ا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ہود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ہودن</w:t>
      </w:r>
      <w:r w:rsidRPr="007A0ACC">
        <w:rPr>
          <w:rtl/>
        </w:rPr>
        <w:t xml:space="preserve"> جنہوں نے بدکار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پاس لائے گئے۔آنحضرت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ہود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سے پوچھا کہ تم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(بدکاروں)سے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سلوک کرتے ہو؟ انہوں نے کہا کہ ہم ان کا چہرہ کالا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بے شرم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پر انکوملامت کرت</w:t>
      </w:r>
      <w:r w:rsidRPr="007A0ACC">
        <w:rPr>
          <w:rFonts w:hint="eastAsia"/>
          <w:rtl/>
        </w:rPr>
        <w:t>ے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۔اللہ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تور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لاکر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سامنے تلاوت کرو اگر تم سچے ہو۔انہوں نے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کانے(</w:t>
      </w:r>
      <w:r w:rsidRPr="007A0ACC">
        <w:t>one eyed</w:t>
      </w:r>
      <w:r w:rsidRPr="007A0ACC">
        <w:rPr>
          <w:rtl/>
        </w:rPr>
        <w:t>) آدم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مرض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بلا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اسکو تلاوت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کہا۔ جب وہ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پر پہنچا تو اس پر ہاتھ رکھ کر ٹھہرا۔پ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اس سے کہا کہ ہاتھ ہٹا،تو جب اس نے ہاتھ ہٹا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رجم صاف نظر آئ</w:t>
      </w:r>
      <w:r w:rsidRPr="007A0ACC">
        <w:rPr>
          <w:rFonts w:hint="cs"/>
          <w:rtl/>
        </w:rPr>
        <w:t>ی</w:t>
      </w:r>
      <w:r w:rsidRPr="007A0ACC">
        <w:rPr>
          <w:rtl/>
        </w:rPr>
        <w:t>۔اس آدم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نے کہا،' اے محمد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!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سنگسار کرنا ہے جبکہ ہم خود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اسے چھپاتے آئے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سنگسار کرنے کا حکم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''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</w:t>
      </w:r>
      <w:r w:rsidR="00A54383" w:rsidRPr="00A54383">
        <w:rPr>
          <w:rStyle w:val="libFootnotenumChar"/>
          <w:rFonts w:hint="cs"/>
          <w:rtl/>
        </w:rPr>
        <w:t>4</w:t>
      </w:r>
      <w:r w:rsidR="00413EEC" w:rsidRPr="00413EEC">
        <w:rPr>
          <w:rStyle w:val="libFootnotenumChar"/>
          <w:rFonts w:hint="cs"/>
          <w:rtl/>
        </w:rPr>
        <w:t>0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اس کاامکان ہے کہ عمر ابن خطاب کو اہل کتاب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تور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اور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مقدس کتاب(قرآن)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مغال</w:t>
      </w:r>
      <w:r w:rsidRPr="007A0ACC">
        <w:rPr>
          <w:rFonts w:hint="eastAsia"/>
          <w:rtl/>
        </w:rPr>
        <w:t>طہ</w:t>
      </w:r>
      <w:r w:rsidRPr="007A0ACC">
        <w:rPr>
          <w:rtl/>
        </w:rPr>
        <w:t xml:space="preserve"> ہوا ہے کو'' الجزر</w:t>
      </w:r>
      <w:r w:rsidRPr="007A0ACC">
        <w:rPr>
          <w:rFonts w:hint="cs"/>
          <w:rtl/>
        </w:rPr>
        <w:t>ی</w:t>
      </w:r>
      <w:r w:rsidRPr="007A0ACC">
        <w:rPr>
          <w:rtl/>
        </w:rPr>
        <w:t>''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 جسکا نام ہے'ہر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حت</w:t>
      </w:r>
      <w:r w:rsidRPr="007A0ACC">
        <w:rPr>
          <w:rtl/>
        </w:rPr>
        <w:t xml:space="preserve"> ہے ''(</w:t>
      </w:r>
      <w:r w:rsidRPr="007A0ACC">
        <w:t>This is my advice to every shia</w:t>
      </w:r>
      <w:r w:rsidRPr="007A0ACC">
        <w:rPr>
          <w:rtl/>
        </w:rPr>
        <w:t xml:space="preserve"> )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درج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سے تقو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ملت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 اس کتاب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الجزر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کہتاہے۔۔''ا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تحر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شدہ کتابوں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تلاوت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ہوسکت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جب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تور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کا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ورق</w:t>
      </w:r>
      <w:r w:rsidRPr="007A0ACC">
        <w:rPr>
          <w:rtl/>
        </w:rPr>
        <w:t xml:space="preserve"> ہاتھ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لہرا کے عمر ابن خطاب کو ڈانٹ پلائ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کہا تھا ،''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تمہ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صاف و شفاف اسلام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ہے؟!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منظور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عمر تور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ورق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نظر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>''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</w:t>
      </w:r>
      <w:r w:rsidR="00A54383" w:rsidRPr="00A54383">
        <w:rPr>
          <w:rStyle w:val="libFootnotenumChar"/>
          <w:rFonts w:hint="cs"/>
          <w:rtl/>
        </w:rPr>
        <w:t>4</w:t>
      </w:r>
      <w:r w:rsidR="00413EEC" w:rsidRPr="00413EEC">
        <w:rPr>
          <w:rStyle w:val="libFootnotenumChar"/>
          <w:rFonts w:hint="cs"/>
          <w:rtl/>
        </w:rPr>
        <w:t>1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</w:t>
      </w:r>
    </w:p>
    <w:p w:rsidR="00A651E7" w:rsidRDefault="00A651E7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A651E7" w:rsidRPr="00A5438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درج ہے کہ عمر ابن خطاب نے کہا ِ''ہم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پڑھتے تھے:''اگر تم اپنے والد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سے منہ موڑو گے،تو تم کافر ہو ''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کفر ہے کہ اگر تم والد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سے منہ موڑو گے''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</w:t>
      </w:r>
      <w:r w:rsidR="00A54383" w:rsidRPr="00A54383">
        <w:rPr>
          <w:rStyle w:val="libFootnotenumChar"/>
          <w:rFonts w:hint="cs"/>
          <w:rtl/>
        </w:rPr>
        <w:t>4</w:t>
      </w:r>
      <w:r w:rsidR="00413EEC" w:rsidRPr="00413EEC">
        <w:rPr>
          <w:rStyle w:val="libFootnotenumChar"/>
          <w:rFonts w:hint="cs"/>
          <w:rtl/>
        </w:rPr>
        <w:t>2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رازدار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کہ ان دونوں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کا قرآن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وجود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ہے۔عبداللہ ابن مسعود کے متعلق کہا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کہ وہ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دونوں الفاظ '' ذکر(</w:t>
      </w:r>
      <w:r w:rsidRPr="007A0ACC">
        <w:t>male</w:t>
      </w:r>
      <w:r w:rsidRPr="007A0ACC">
        <w:rPr>
          <w:rtl/>
        </w:rPr>
        <w:t xml:space="preserve"> )اور انث</w:t>
      </w:r>
      <w:r w:rsidRPr="007A0ACC">
        <w:rPr>
          <w:rFonts w:hint="cs"/>
          <w:rtl/>
        </w:rPr>
        <w:t>یٰ</w:t>
      </w:r>
      <w:r w:rsidRPr="007A0ACC">
        <w:rPr>
          <w:rtl/>
        </w:rPr>
        <w:t>(</w:t>
      </w:r>
      <w:r w:rsidRPr="007A0ACC">
        <w:t>female</w:t>
      </w:r>
      <w:r w:rsidRPr="007A0ACC">
        <w:rPr>
          <w:rtl/>
        </w:rPr>
        <w:t>) اس متبرک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شامل کرتا تھا:وَالَ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لِ</w:t>
      </w:r>
      <w:r w:rsidRPr="007A0ACC">
        <w:rPr>
          <w:rtl/>
        </w:rPr>
        <w:t xml:space="preserve"> اِذَا ےَغش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 </w:t>
      </w:r>
      <w:r w:rsidR="00413EEC" w:rsidRPr="00A54383">
        <w:rPr>
          <w:rFonts w:hint="cs"/>
          <w:rtl/>
        </w:rPr>
        <w:t>92</w:t>
      </w:r>
      <w:r w:rsidRPr="00A54383">
        <w:rPr>
          <w:rFonts w:hint="cs"/>
          <w:rtl/>
        </w:rPr>
        <w:t>: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</w:rPr>
        <w:t xml:space="preserve">  القمہ نے کہا ہے،''۔۔۔عبداللہ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پڑھتا ہے وَالَ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لِ</w:t>
      </w:r>
      <w:r w:rsidRPr="007A0ACC">
        <w:rPr>
          <w:rtl/>
        </w:rPr>
        <w:t xml:space="preserve"> اِذَا ےَغش</w:t>
      </w:r>
      <w:r w:rsidRPr="007A0ACC">
        <w:rPr>
          <w:rFonts w:hint="cs"/>
          <w:rtl/>
        </w:rPr>
        <w:t>یٰ</w:t>
      </w:r>
      <w:r w:rsidRPr="007A0ACC">
        <w:rPr>
          <w:rFonts w:hint="eastAsia"/>
          <w:rtl/>
        </w:rPr>
        <w:t>؟</w:t>
      </w:r>
      <w:r w:rsidRPr="007A0ACC">
        <w:rPr>
          <w:rtl/>
        </w:rPr>
        <w:t xml:space="preserve"> 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اسکو اسطرح  سنا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:وَالَ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لِ</w:t>
      </w:r>
      <w:r w:rsidRPr="007A0ACC">
        <w:rPr>
          <w:rtl/>
        </w:rPr>
        <w:t xml:space="preserve"> اِذَا ےَغش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وَ النَھَارِ اِذَاتَجَل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وَمَاخَلَقَ الذَکَرَوَالاُنث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۔۔۔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قسم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مجھے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زبان مبارک سے 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تلاوت ک</w:t>
      </w:r>
      <w:r w:rsidRPr="007A0ACC">
        <w:rPr>
          <w:rFonts w:hint="cs"/>
          <w:rtl/>
        </w:rPr>
        <w:t>ی</w:t>
      </w:r>
      <w:r w:rsidRPr="007A0ACC">
        <w:rPr>
          <w:rtl/>
        </w:rPr>
        <w:t>''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</w:t>
      </w:r>
      <w:r w:rsidR="00A54383" w:rsidRPr="00A54383">
        <w:rPr>
          <w:rStyle w:val="libFootnotenumChar"/>
          <w:rFonts w:hint="cs"/>
          <w:rtl/>
        </w:rPr>
        <w:t>4</w:t>
      </w:r>
      <w:r w:rsidR="00413EEC" w:rsidRPr="00413EEC">
        <w:rPr>
          <w:rStyle w:val="libFootnotenumChar"/>
          <w:rFonts w:hint="cs"/>
          <w:rtl/>
        </w:rPr>
        <w:t>3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اور واقعہ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درج کرکے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اور اختلاف کو جنم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جب وہ اللہ کے ر</w:t>
      </w:r>
      <w:r w:rsidRPr="007A0ACC">
        <w:rPr>
          <w:rFonts w:hint="eastAsia"/>
          <w:rtl/>
        </w:rPr>
        <w:t>سول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سے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منسوب کرتا ہے کہ آنحضرت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تلاوت قرآن چار آدم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سے 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کھو</w:t>
      </w:r>
      <w:r w:rsidRPr="007A0ACC">
        <w:rPr>
          <w:rtl/>
        </w:rPr>
        <w:t>:عبداللہ ابن مسعود، سالم غلامِ ابو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ہ،اب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ابن کعب اور معاذ بن جبل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</w:t>
      </w:r>
      <w:r w:rsidR="00A54383" w:rsidRPr="00A54383">
        <w:rPr>
          <w:rStyle w:val="libFootnotenumChar"/>
          <w:rFonts w:hint="cs"/>
          <w:rtl/>
        </w:rPr>
        <w:t>44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۔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ممکن ہے کہ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 ہم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 اشخاص سے تلاوت قرآن 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کھنے</w:t>
      </w:r>
      <w:r w:rsidRPr="007A0ACC">
        <w:rPr>
          <w:rtl/>
        </w:rPr>
        <w:t xml:space="preserve"> کا حکم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جوخودبھ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اسے پور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طرح</w:t>
      </w:r>
      <w:r w:rsidRPr="007A0ACC">
        <w:rPr>
          <w:rtl/>
        </w:rPr>
        <w:t xml:space="preserve"> سے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 پائے؟! ہم اس سوال کا جواب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پر چھوڑد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تے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ان پر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جو اس کے نقش قدم پر ٹہل رہے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اسک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پر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مسلم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حالت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ہے،'' عائشہ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قرآن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جو کچھ نازل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اس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>ں 'دس مشہور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رخوار</w:t>
      </w:r>
      <w:r w:rsidRPr="007A0ACC">
        <w:rPr>
          <w:rtl/>
        </w:rPr>
        <w:t xml:space="preserve"> ''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وصال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وہ پھر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قران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تلاوت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</w:t>
      </w:r>
      <w:r w:rsidR="00A54383" w:rsidRPr="00A54383">
        <w:rPr>
          <w:rStyle w:val="libFootnotenumChar"/>
          <w:rFonts w:hint="cs"/>
          <w:rtl/>
        </w:rPr>
        <w:t>4</w:t>
      </w:r>
      <w:r w:rsidR="00413EEC" w:rsidRPr="00A54383">
        <w:rPr>
          <w:rStyle w:val="libFootnotenumChar"/>
          <w:rFonts w:hint="cs"/>
          <w:rtl/>
        </w:rPr>
        <w:t>5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۔حضرت عا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شہ</w:t>
      </w:r>
      <w:r w:rsidRPr="007A0ACC">
        <w:rPr>
          <w:rtl/>
        </w:rPr>
        <w:t xml:space="preserve"> کے اس دعو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 لوگوں کو کڑا جواب ملاہے جو پروپگنڈہ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قرآن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تحر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ورنہ اس کا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مطلب ہے جب وہ کہت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ان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تل</w:t>
      </w:r>
      <w:r w:rsidRPr="007A0ACC">
        <w:rPr>
          <w:rFonts w:hint="eastAsia"/>
          <w:rtl/>
        </w:rPr>
        <w:t>اوت</w:t>
      </w:r>
      <w:r w:rsidRPr="007A0ACC">
        <w:rPr>
          <w:rtl/>
        </w:rPr>
        <w:t xml:space="preserve"> آنحضرت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وصال کے بعد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؟</w:t>
      </w:r>
      <w:r w:rsidRPr="007A0ACC">
        <w:rPr>
          <w:rtl/>
        </w:rPr>
        <w:t>! ابو اسود اپنے والد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کرتا ہے،'' ابو موس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عشر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نے بصرہ کے ان لوگوں کو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غام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جا</w:t>
      </w:r>
      <w:r w:rsidRPr="007A0ACC">
        <w:rPr>
          <w:rtl/>
        </w:rPr>
        <w:t xml:space="preserve"> جو قرآن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تلاوت جانتے تھے اور وہ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سو نفر تھے۔ اس نے ا ن سے کہا:'' ہم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سورہ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تلاوت کرتے تھے جو کہ تقر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باََ</w:t>
      </w:r>
      <w:r w:rsidRPr="007A0ACC">
        <w:rPr>
          <w:rtl/>
        </w:rPr>
        <w:t xml:space="preserve"> سورہ ٔبرٔ</w:t>
      </w:r>
      <w:r w:rsidRPr="007A0ACC">
        <w:rPr>
          <w:rFonts w:hint="eastAsia"/>
          <w:rtl/>
        </w:rPr>
        <w:t>ات</w:t>
      </w:r>
      <w:r w:rsidRPr="007A0ACC">
        <w:rPr>
          <w:rtl/>
        </w:rPr>
        <w:t>(توبہ)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بڑا تھا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کن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سے صرف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</w:t>
      </w:r>
      <w:r w:rsidRPr="007A0ACC">
        <w:rPr>
          <w:rtl/>
        </w:rPr>
        <w:t xml:space="preserve"> رکھ پا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ہوں:اگر ابن آدم کو دو دولت بھر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اں</w:t>
      </w:r>
      <w:r w:rsidRPr="007A0ACC">
        <w:rPr>
          <w:rtl/>
        </w:rPr>
        <w:t xml:space="preserve"> مہ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ہوت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ں،وہ</w:t>
      </w:r>
      <w:r w:rsidRPr="007A0ACC">
        <w:rPr>
          <w:rtl/>
        </w:rPr>
        <w:t xml:space="preserve">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تمنا کرتا اور ابن آدم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</w:t>
      </w:r>
      <w:r w:rsidRPr="007A0ACC">
        <w:rPr>
          <w:rtl/>
        </w:rPr>
        <w:t xml:space="preserve"> کو سوائے خاک کے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tl/>
        </w:rPr>
        <w:t xml:space="preserve"> سے تسل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ہے'' 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</w:t>
      </w:r>
      <w:r w:rsidR="00A54383" w:rsidRPr="00A54383">
        <w:rPr>
          <w:rStyle w:val="libFootnotenumChar"/>
          <w:rFonts w:hint="cs"/>
          <w:rtl/>
        </w:rPr>
        <w:t>4</w:t>
      </w:r>
      <w:r w:rsidR="00413EEC" w:rsidRPr="00A54383">
        <w:rPr>
          <w:rStyle w:val="libFootnotenumChar"/>
          <w:rFonts w:hint="cs"/>
          <w:rtl/>
        </w:rPr>
        <w:t>6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</w:t>
      </w:r>
    </w:p>
    <w:p w:rsidR="00A651E7" w:rsidRDefault="00A651E7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A651E7" w:rsidRDefault="00A651E7" w:rsidP="00A54383">
      <w:pPr>
        <w:pStyle w:val="libNormal0"/>
        <w:rPr>
          <w:rtl/>
        </w:rPr>
      </w:pPr>
    </w:p>
    <w:p w:rsidR="009C4748" w:rsidRPr="007A0ACC" w:rsidRDefault="009C4748" w:rsidP="00A54383">
      <w:pPr>
        <w:pStyle w:val="libNormal0"/>
        <w:rPr>
          <w:rtl/>
        </w:rPr>
      </w:pPr>
      <w:r w:rsidRPr="007A0ACC">
        <w:rPr>
          <w:rFonts w:hint="cs"/>
          <w:rtl/>
        </w:rPr>
        <w:t xml:space="preserve"> علامہ جلال الدی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وط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 'اِتقان 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العلوم الق</w:t>
      </w:r>
      <w:r w:rsidRPr="007A0ACC">
        <w:rPr>
          <w:rFonts w:hint="eastAsia"/>
          <w:rtl/>
        </w:rPr>
        <w:t>ران</w:t>
      </w:r>
      <w:r w:rsidRPr="007A0ACC">
        <w:rPr>
          <w:rtl/>
        </w:rPr>
        <w:t xml:space="preserve"> '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رقمطراز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کچھ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قرآن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صرف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سو بارہ </w:t>
      </w:r>
      <w:r w:rsidR="00413EEC" w:rsidRPr="00A54383">
        <w:rPr>
          <w:rFonts w:hint="cs"/>
          <w:rtl/>
        </w:rPr>
        <w:t>112</w:t>
      </w:r>
      <w:r w:rsidRPr="00A54383">
        <w:rPr>
          <w:rFonts w:hint="cs"/>
          <w:rtl/>
        </w:rPr>
        <w:t xml:space="preserve"> سوروں کا ذکر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کچھ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کسو</w:t>
      </w:r>
      <w:r w:rsidRPr="007A0ACC">
        <w:rPr>
          <w:rtl/>
        </w:rPr>
        <w:t xml:space="preserve"> چودہ </w:t>
      </w:r>
      <w:r w:rsidR="00413EEC" w:rsidRPr="00A54383">
        <w:rPr>
          <w:rFonts w:hint="cs"/>
          <w:rtl/>
        </w:rPr>
        <w:t>11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 xml:space="preserve"> کے علاوہ اور دو سوروں حفد اورخل (</w:t>
      </w:r>
      <w:r w:rsidRPr="007A0ACC">
        <w:t>Hafd and Khal</w:t>
      </w:r>
      <w:r w:rsidRPr="007A0ACC">
        <w:rPr>
          <w:rtl/>
        </w:rPr>
        <w:t>)کا ذکر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</w:t>
      </w:r>
      <w:r w:rsidR="00A54383" w:rsidRPr="00A54383">
        <w:rPr>
          <w:rStyle w:val="libFootnotenumChar"/>
          <w:rFonts w:hint="cs"/>
          <w:rtl/>
        </w:rPr>
        <w:t>4</w:t>
      </w:r>
      <w:r w:rsidR="00413EEC" w:rsidRPr="00413EEC">
        <w:rPr>
          <w:rStyle w:val="libFootnotenumChar"/>
          <w:rFonts w:hint="cs"/>
          <w:rtl/>
        </w:rPr>
        <w:t>7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اوپر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کئے گئے واقعات سے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اہلسنت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تحر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قرآن کے قائل ہونے کا الزام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تا</w:t>
      </w:r>
      <w:r w:rsidRPr="007A0ACC">
        <w:rPr>
          <w:rtl/>
        </w:rPr>
        <w:t xml:space="preserve"> ہے۔ہرگز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حالانکہ اہلسنت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صحاح ستہ خاص کر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مسلم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درج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جنکو وہ ماننے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واجب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اقرار کر چکے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۔اس سب کا ما حصل صرف دو ممکنات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سرا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: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>(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</w:rPr>
        <w:t>):ا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مگر 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کو مغالطہ ہوا ہے جنہوں نے انک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رجم(سنگسار</w:t>
      </w:r>
      <w:r w:rsidRPr="007A0ACC">
        <w:rPr>
          <w:rFonts w:hint="cs"/>
          <w:rtl/>
        </w:rPr>
        <w:t>ی</w:t>
      </w:r>
      <w:r w:rsidRPr="007A0ACC">
        <w:rPr>
          <w:rtl/>
        </w:rPr>
        <w:t>) کے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>(</w:t>
      </w:r>
      <w:r w:rsidR="00413EEC" w:rsidRPr="00A54383">
        <w:rPr>
          <w:rFonts w:hint="cs"/>
          <w:rtl/>
        </w:rPr>
        <w:t>2</w:t>
      </w:r>
      <w:r w:rsidRPr="00A54383">
        <w:rPr>
          <w:rFonts w:hint="cs"/>
          <w:rtl/>
        </w:rPr>
        <w:t>):ا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اوپر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کئے گئے دوسرے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سے صاف ظاہر ہے۔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اس طرح اس کے بغ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چارہ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رہتا ہے کہ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مسلم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کتابوں پر ''صح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'' ہونے پر نظر ثان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جائے۔</w:t>
      </w:r>
    </w:p>
    <w:p w:rsidR="00A651E7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پھرہم اس زہر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لے</w:t>
      </w:r>
      <w:r w:rsidRPr="007A0ACC">
        <w:rPr>
          <w:rtl/>
        </w:rPr>
        <w:t xml:space="preserve"> پروپگنڈے کو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کر پائ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جو کچھ قلم کاروں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ظہ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ر،الخط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</w:t>
      </w:r>
      <w:r w:rsidRPr="007A0ACC">
        <w:rPr>
          <w:rtl/>
        </w:rPr>
        <w:t xml:space="preserve"> اور ان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سوں</w:t>
      </w:r>
      <w:r w:rsidRPr="007A0ACC">
        <w:rPr>
          <w:rtl/>
        </w:rPr>
        <w:t xml:space="preserve"> نے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کے خلاف برپا کر رکھا ہے ،اس بن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</w:t>
      </w:r>
      <w:r w:rsidRPr="007A0ACC">
        <w:rPr>
          <w:rtl/>
        </w:rPr>
        <w:t xml:space="preserve"> پر کہ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کچھ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ضع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پائ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نے کب کا رد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اس کے باجود کہ اہلس</w:t>
      </w:r>
      <w:r w:rsidRPr="007A0ACC">
        <w:rPr>
          <w:rFonts w:hint="eastAsia"/>
          <w:rtl/>
        </w:rPr>
        <w:t>نت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ان کتابوں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سے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موجود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کا درجہ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ہے؟! کانچ سے نبے مکانوں کے مک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نوں</w:t>
      </w:r>
      <w:r w:rsidRPr="007A0ACC">
        <w:rPr>
          <w:rtl/>
        </w:rPr>
        <w:t xml:space="preserve"> کو پختہ مکانوں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رہنے والوں پر پتھر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برسانے چاہ</w:t>
      </w:r>
      <w:r w:rsidRPr="007A0ACC">
        <w:rPr>
          <w:rFonts w:hint="cs"/>
          <w:rtl/>
        </w:rPr>
        <w:t>یٔی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</w:t>
      </w:r>
    </w:p>
    <w:p w:rsidR="00A651E7" w:rsidRDefault="00A651E7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9C4748" w:rsidP="00FD13FD">
      <w:pPr>
        <w:pStyle w:val="Heading2Center"/>
        <w:rPr>
          <w:rtl/>
        </w:rPr>
      </w:pPr>
      <w:bookmarkStart w:id="36" w:name="_Toc447620024"/>
      <w:r w:rsidRPr="007A0ACC">
        <w:rPr>
          <w:rtl/>
        </w:rPr>
        <w:t>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اور سنت ِنب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7317F7">
        <w:rPr>
          <w:rFonts w:hint="cs"/>
          <w:rtl/>
        </w:rPr>
        <w:t>(ص)</w:t>
      </w:r>
      <w:r w:rsidRPr="00413EEC">
        <w:rPr>
          <w:rFonts w:hint="cs"/>
          <w:rtl/>
        </w:rPr>
        <w:t>:</w:t>
      </w:r>
      <w:bookmarkEnd w:id="36"/>
      <w:r w:rsidRPr="00413EEC">
        <w:rPr>
          <w:rFonts w:hint="cs"/>
          <w:rtl/>
        </w:rPr>
        <w:t xml:space="preserve"> 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    کچھ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وقوفوں</w:t>
      </w:r>
      <w:r w:rsidRPr="007A0ACC">
        <w:rPr>
          <w:rtl/>
        </w:rPr>
        <w:t xml:space="preserve"> کے ذر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عے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کے متعلق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جھوٹ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جاتا ہے کہ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رسول خدا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سنت کو رد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ںجو</w:t>
      </w:r>
      <w:r w:rsidRPr="007A0ACC">
        <w:rPr>
          <w:rtl/>
        </w:rPr>
        <w:t xml:space="preserve"> کہ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ہودہ</w:t>
      </w:r>
      <w:r w:rsidRPr="007A0ACC">
        <w:rPr>
          <w:rtl/>
        </w:rPr>
        <w:t xml:space="preserve"> تہمت ہے جسک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مثال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ملت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 ہم آگے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کا سنت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متعلق عق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کے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ںکچھ</w:t>
      </w:r>
      <w:r w:rsidRPr="007A0ACC">
        <w:rPr>
          <w:rtl/>
        </w:rPr>
        <w:t xml:space="preserve"> سن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دانشوروں کے خ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الات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گے۔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 '' امام جعفر صادق  ''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ابو زہرہ کہتے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''تواتر کے ساتھ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شدہ سنت ان کے لئے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گواہ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جس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معقول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کے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اختلاف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اور علم تواتر ان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گہرے علم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</w:t>
      </w:r>
      <w:r w:rsidRPr="007A0ACC">
        <w:rPr>
          <w:rtl/>
        </w:rPr>
        <w:t xml:space="preserve"> پر منحصر ہے۔۔۔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سے تواتر سے ثابت شد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سنت کا انکار کفر ہے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لائے ہوئے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غام</w:t>
      </w:r>
      <w:r w:rsidRPr="007A0ACC">
        <w:rPr>
          <w:rtl/>
        </w:rPr>
        <w:t xml:space="preserve"> کا انکار ہے۔ جہاں تک اماموں  کے اقوال کا انکار ہے، تو وہ گمراہ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نہ کہ کفر''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</w:t>
      </w:r>
      <w:r w:rsidR="00A54383" w:rsidRPr="00A54383">
        <w:rPr>
          <w:rStyle w:val="libFootnotenumChar"/>
          <w:rFonts w:hint="cs"/>
          <w:rtl/>
        </w:rPr>
        <w:t>4</w:t>
      </w:r>
      <w:r w:rsidR="00413EEC" w:rsidRPr="00413EEC">
        <w:rPr>
          <w:rStyle w:val="libFootnotenumChar"/>
          <w:rFonts w:hint="cs"/>
          <w:rtl/>
        </w:rPr>
        <w:t>8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۔ 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محمد الغزال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 '' دفاع عن العق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و الشر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المتاع ال مستشرق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(</w:t>
      </w:r>
      <w:r w:rsidRPr="007A0ACC">
        <w:t>a defence of doctrine and shariah against the charges of orientalists</w:t>
      </w:r>
      <w:r w:rsidRPr="007A0ACC">
        <w:rPr>
          <w:rtl/>
        </w:rPr>
        <w:t>) 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''ان جھوٹوں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لوگ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جو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بکتے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حضرت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رو</w:t>
      </w:r>
      <w:r w:rsidRPr="007A0ACC">
        <w:rPr>
          <w:rtl/>
        </w:rPr>
        <w:t xml:space="preserve"> کار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سن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حضرت محمد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اور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کا عق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ہے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حضرت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وح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حقدار تھے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کہ وح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غلط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اوروں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چ</w:t>
      </w:r>
      <w:r w:rsidRPr="007A0ACC">
        <w:rPr>
          <w:rFonts w:hint="eastAsia"/>
          <w:rtl/>
        </w:rPr>
        <w:t>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قابل مذمت اور حد سے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ہودہ</w:t>
      </w:r>
      <w:r w:rsidRPr="007A0ACC">
        <w:rPr>
          <w:rtl/>
        </w:rPr>
        <w:t xml:space="preserve"> تہمت ہے۔ش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غام</w:t>
      </w:r>
      <w:r w:rsidRPr="007A0ACC">
        <w:rPr>
          <w:rtl/>
        </w:rPr>
        <w:t xml:space="preserve"> محمد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پر پورا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مان</w:t>
      </w:r>
      <w:r w:rsidRPr="007A0ACC">
        <w:rPr>
          <w:rtl/>
        </w:rPr>
        <w:t xml:space="preserve"> رکھتے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حضرت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کا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ساتھ رشتے اور سنت کے ساتھ وابستہ رہنے کا حق ادا کر ہے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دوسرے مسلمانوں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وہ اگل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پچھل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امتوں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فرد کو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</w:t>
      </w:r>
      <w:r w:rsidRPr="007A0ACC">
        <w:rPr>
          <w:rFonts w:hint="eastAsia"/>
          <w:rtl/>
        </w:rPr>
        <w:t>کے</w:t>
      </w:r>
      <w:r w:rsidRPr="007A0ACC">
        <w:rPr>
          <w:rtl/>
        </w:rPr>
        <w:t xml:space="preserve"> برابر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مانتے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الزام ان کے ساتھ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منسوب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جا سکتا ہے'' ؟!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</w:t>
      </w:r>
      <w:r w:rsidR="00A54383" w:rsidRPr="00A54383">
        <w:rPr>
          <w:rStyle w:val="libFootnotenumChar"/>
          <w:rFonts w:hint="cs"/>
          <w:rtl/>
        </w:rPr>
        <w:t>4</w:t>
      </w:r>
      <w:r w:rsidR="00413EEC" w:rsidRPr="00413EEC">
        <w:rPr>
          <w:rStyle w:val="libFootnotenumChar"/>
          <w:rFonts w:hint="cs"/>
          <w:rtl/>
        </w:rPr>
        <w:t>9</w:t>
      </w:r>
      <w:r w:rsidR="0017666E" w:rsidRPr="00124CED">
        <w:rPr>
          <w:rStyle w:val="libFootnotenumChar"/>
          <w:rFonts w:hint="cs"/>
          <w:rtl/>
        </w:rPr>
        <w:t>)</w:t>
      </w:r>
    </w:p>
    <w:p w:rsidR="00A651E7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اور سن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کے درم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مرتبئہ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سنت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متعلق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اختلاف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اور اس پر عمل ہونا چاہئے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کن</w:t>
      </w:r>
      <w:r w:rsidRPr="007A0ACC">
        <w:rPr>
          <w:rtl/>
        </w:rPr>
        <w:t xml:space="preserve">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سے اس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اختلاف ہے کہ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اور کس طر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قے</w:t>
      </w:r>
      <w:r w:rsidRPr="007A0ACC">
        <w:rPr>
          <w:rtl/>
        </w:rPr>
        <w:t xml:space="preserve"> سے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سنت زمانہ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نسل سے اگل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نسل تک پہنچائ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جائے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اسکو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پرکھا جائے۔</w:t>
      </w:r>
    </w:p>
    <w:p w:rsidR="00A651E7" w:rsidRDefault="00A651E7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A651E7" w:rsidRDefault="00A651E7" w:rsidP="009C4748">
      <w:pPr>
        <w:pStyle w:val="libNormal0"/>
        <w:rPr>
          <w:rtl/>
        </w:rPr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سن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سند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صحاب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عدالت پر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ہے سے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کرنے کو کاف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سمجھتے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انکے ہاں سب صحابہ عادل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۔ان کے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جو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مسلم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اس پر کبھ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شک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جا سکتا ہے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تک کہ ان دو کتابوں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قرآن کے برابر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ہوگئ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جہا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تک انکے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ہونے کا مطلب ہے ورنہ اس کا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جواز ہے کہ اکثر سن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ان کتابوں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درج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انات</w:t>
      </w:r>
      <w:r w:rsidRPr="007A0ACC">
        <w:rPr>
          <w:rtl/>
        </w:rPr>
        <w:t xml:space="preserve"> کو سر آنکھوں پر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تے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ں؟</w:t>
      </w:r>
      <w:r w:rsidRPr="007A0ACC">
        <w:rPr>
          <w:rtl/>
        </w:rPr>
        <w:t>!  اس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توث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ہم شارح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مسلم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ابو امر ابن صلاح کا ذکر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جو مقدمہ نواع شرح مسلم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لکھتے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:'' جو سب امام مسلم نے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مسلم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مانا ہے وہ بالکل مستند ہے۔ 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نے جو کچھ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جانا ہے بالکل مستند ہے۔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اسلئے ہے کہ قوم نے اسکو قبول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سوائے ان کے کہ جن کو اجماع کے ذر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عے</w:t>
      </w:r>
      <w:r w:rsidRPr="007A0ACC">
        <w:rPr>
          <w:rtl/>
        </w:rPr>
        <w:t xml:space="preserve"> بے توجہ سمجھا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اہے</w:t>
      </w:r>
      <w:r w:rsidRPr="007A0ACC">
        <w:rPr>
          <w:rtl/>
        </w:rPr>
        <w:t>۔'' وہ پھر کہتا ہے،''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معصوم شخص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رائے کو نہ چھو</w:t>
      </w:r>
      <w:r w:rsidRPr="007A0ACC">
        <w:rPr>
          <w:rFonts w:hint="eastAsia"/>
          <w:rtl/>
        </w:rPr>
        <w:t>ٹنے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بنا پر قوم اپنے اجماع کے ذر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عے</w:t>
      </w:r>
      <w:r w:rsidRPr="007A0ACC">
        <w:rPr>
          <w:rtl/>
        </w:rPr>
        <w:t xml:space="preserve"> غلط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کرنے سے محفوظ ہے۔'' 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</w:t>
      </w:r>
      <w:r w:rsidR="00413EEC" w:rsidRPr="00A54383">
        <w:rPr>
          <w:rStyle w:val="libFootnotenumChar"/>
          <w:rFonts w:hint="cs"/>
          <w:rtl/>
        </w:rPr>
        <w:t>5</w:t>
      </w:r>
      <w:r w:rsidR="00413EEC" w:rsidRPr="00413EEC">
        <w:rPr>
          <w:rStyle w:val="libFootnotenumChar"/>
          <w:rFonts w:hint="cs"/>
          <w:rtl/>
        </w:rPr>
        <w:t>0</w:t>
      </w:r>
      <w:r w:rsidR="0017666E" w:rsidRPr="00124CED">
        <w:rPr>
          <w:rStyle w:val="libFootnotenumChar"/>
          <w:rFonts w:hint="cs"/>
          <w:rtl/>
        </w:rPr>
        <w:t>)</w:t>
      </w:r>
    </w:p>
    <w:p w:rsidR="00A651E7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سب سے پہل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شرط سنت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سند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تِ</w:t>
      </w:r>
      <w:r w:rsidRPr="007A0ACC">
        <w:rPr>
          <w:rtl/>
        </w:rPr>
        <w:t xml:space="preserve">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اماموں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امام سے منسوب ہونا ضرور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جس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</w:t>
      </w:r>
      <w:r w:rsidRPr="007A0ACC">
        <w:rPr>
          <w:rtl/>
        </w:rPr>
        <w:t xml:space="preserve"> رسول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اس فرمان سے وابستہ ہے:'' 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تمہارے درم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دو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چھوڑے جارہا ہوں کہ اگر تم ان سے متمسک رہو گے ،تو تم کبھ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گمراہ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ہوگے،ا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قرآن مج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اور دوسرے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ت،م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عترت''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</w:t>
      </w:r>
      <w:r w:rsidR="00413EEC" w:rsidRPr="00A54383">
        <w:rPr>
          <w:rStyle w:val="libFootnotenumChar"/>
          <w:rFonts w:hint="cs"/>
          <w:rtl/>
        </w:rPr>
        <w:t>5</w:t>
      </w:r>
      <w:r w:rsidR="00413EEC" w:rsidRPr="00413EEC">
        <w:rPr>
          <w:rStyle w:val="libFootnotenumChar"/>
          <w:rFonts w:hint="cs"/>
          <w:rtl/>
        </w:rPr>
        <w:t>1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اور اس قرآن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</w:t>
      </w:r>
      <w:r w:rsidRPr="007A0ACC">
        <w:rPr>
          <w:rtl/>
        </w:rPr>
        <w:t xml:space="preserve"> پر '' بس اللہ کا ارادہ ہے کہ اے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رسول تم سے ہر رجس کو دور رکھے ''( احزاب </w:t>
      </w:r>
      <w:r w:rsidR="00413EEC" w:rsidRPr="00A54383">
        <w:rPr>
          <w:rFonts w:hint="cs"/>
          <w:rtl/>
        </w:rPr>
        <w:t>33</w:t>
      </w:r>
      <w:r w:rsidRPr="00A54383">
        <w:rPr>
          <w:rFonts w:hint="cs"/>
          <w:rtl/>
        </w:rPr>
        <w:t>)۔دوسر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بڑ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شرط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ہے کہ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کو قران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سے پرکھو کہ کہ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قرآن کے مخالف </w:t>
      </w:r>
      <w:r w:rsidRPr="007A0ACC">
        <w:rPr>
          <w:rFonts w:hint="eastAsia"/>
          <w:rtl/>
        </w:rPr>
        <w:t>نہ</w:t>
      </w:r>
      <w:r w:rsidRPr="007A0ACC">
        <w:rPr>
          <w:rtl/>
        </w:rPr>
        <w:t xml:space="preserve"> ہو اور پھر متنِ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ث،</w:t>
      </w:r>
      <w:r w:rsidRPr="007A0ACC">
        <w:rPr>
          <w:rtl/>
        </w:rPr>
        <w:t xml:space="preserve"> سندِ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اور تواترِ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اور آخر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عقل و منطق سے موازنہ کرنا۔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شرط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وجہ سے کاف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غور و فکر کے بعد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قابل توجہ سمجھا جائے گا۔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چار بڑ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</w:t>
      </w:r>
      <w:r w:rsidRPr="007A0ACC">
        <w:rPr>
          <w:rtl/>
        </w:rPr>
        <w:t xml:space="preserve"> اصول کاف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</w:t>
      </w:r>
      <w:r w:rsidRPr="007A0ACC">
        <w:rPr>
          <w:rtl/>
        </w:rPr>
        <w:t xml:space="preserve"> من لا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حضرہ</w:t>
      </w:r>
      <w:r w:rsidRPr="007A0ACC">
        <w:rPr>
          <w:rtl/>
        </w:rPr>
        <w:t xml:space="preserve"> الفق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ہ،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تہذ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</w:t>
      </w:r>
      <w:r w:rsidRPr="007A0ACC">
        <w:rPr>
          <w:rtl/>
        </w:rPr>
        <w:t xml:space="preserve"> اور استبصار۔ اور ان کتابوں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تمام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قابل تحق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کے بجائے کہ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آنکھ بند کرکے قبول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جائے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برادران اہلسنت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</w:t>
      </w:r>
    </w:p>
    <w:p w:rsidR="00A651E7" w:rsidRDefault="00A651E7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A651E7" w:rsidRDefault="00A651E7" w:rsidP="009C4748">
      <w:pPr>
        <w:pStyle w:val="libNormal0"/>
        <w:rPr>
          <w:rtl/>
        </w:rPr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>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ا ن کتابوں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درج سب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کو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مانتے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کے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 کو قرآن کے ہم پلہ کا </w:t>
      </w:r>
      <w:r w:rsidRPr="007A0ACC">
        <w:rPr>
          <w:rFonts w:hint="eastAsia"/>
          <w:rtl/>
        </w:rPr>
        <w:t>درجہ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اہلسنت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مسلم کے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۔مثلاََکتاب '' مصادر الحد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عند الش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و الامام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 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>(</w:t>
      </w:r>
      <w:r w:rsidRPr="007A0ACC">
        <w:t>sources of hadith according to shia imamia</w:t>
      </w:r>
      <w:r w:rsidRPr="007A0ACC">
        <w:rPr>
          <w:rtl/>
        </w:rPr>
        <w:t xml:space="preserve"> (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محمد حس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الجلال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اصول کاف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درج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تقس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اس طرح کرتا ہے : کل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  16,121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>5073=،حسن,302=قو</w:t>
      </w:r>
      <w:r w:rsidRPr="007A0ACC">
        <w:rPr>
          <w:rFonts w:hint="cs"/>
          <w:rtl/>
        </w:rPr>
        <w:t>ی</w:t>
      </w:r>
      <w:r w:rsidRPr="007A0ACC">
        <w:rPr>
          <w:rtl/>
        </w:rPr>
        <w:t>,144=موثق1118=،اور ضع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=9475=</w:t>
      </w:r>
    </w:p>
    <w:p w:rsidR="009C4748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شفاف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سے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دانشور کاف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ہزاروں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پرغور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۔پھر وہ 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قت</w:t>
      </w:r>
      <w:r w:rsidRPr="007A0ACC">
        <w:rPr>
          <w:rtl/>
        </w:rPr>
        <w:t xml:space="preserve"> کہاں ہے جو کچھ جھوٹے بکتے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احسان ظہ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اور خط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</w:t>
      </w:r>
      <w:r w:rsidRPr="007A0ACC">
        <w:rPr>
          <w:rtl/>
        </w:rPr>
        <w:t xml:space="preserve"> اور دعو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اصول کاف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وہ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درجہ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تے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جو اہلسنت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تے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۔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دل ہلاد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نے</w:t>
      </w:r>
      <w:r w:rsidRPr="007A0ACC">
        <w:rPr>
          <w:rtl/>
        </w:rPr>
        <w:t xml:space="preserve"> والا جھوٹ ہے جو وہ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زہر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لکھتے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تاکہ کاف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دوسر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درج ضع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بح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کے ساتھ منسوب کرکے قار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گمراہ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کو بدنام ۔۔</w:t>
      </w:r>
    </w:p>
    <w:p w:rsidR="00A651E7" w:rsidRPr="00A651E7" w:rsidRDefault="00A651E7" w:rsidP="00A651E7">
      <w:pPr>
        <w:pStyle w:val="libNormal"/>
        <w:rPr>
          <w:rtl/>
        </w:rPr>
      </w:pPr>
    </w:p>
    <w:p w:rsidR="009C4748" w:rsidRPr="007A0ACC" w:rsidRDefault="009C4748" w:rsidP="00FD13FD">
      <w:pPr>
        <w:pStyle w:val="Heading2Center"/>
        <w:rPr>
          <w:rtl/>
        </w:rPr>
      </w:pPr>
      <w:bookmarkStart w:id="37" w:name="_Toc447620025"/>
      <w:r w:rsidRPr="007A0ACC">
        <w:rPr>
          <w:rtl/>
        </w:rPr>
        <w:t>عصمت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</w:t>
      </w:r>
      <w:r w:rsidR="007317F7" w:rsidRPr="007317F7">
        <w:rPr>
          <w:rFonts w:hint="cs"/>
          <w:rtl/>
        </w:rPr>
        <w:t>(ص)</w:t>
      </w:r>
      <w:r w:rsidRPr="00413EEC">
        <w:rPr>
          <w:rFonts w:hint="cs"/>
          <w:rtl/>
        </w:rPr>
        <w:t>دونوں مکاتب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روشن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:</w:t>
      </w:r>
      <w:bookmarkEnd w:id="37"/>
      <w:r w:rsidRPr="007A0ACC">
        <w:rPr>
          <w:rtl/>
        </w:rPr>
        <w:t xml:space="preserve">   </w:t>
      </w:r>
    </w:p>
    <w:p w:rsidR="00A651E7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بہت سے جھوٹوں کے علاوہ کچھ مفادِ خصوص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رکھنے والے لوگ بے بن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</w:t>
      </w:r>
      <w:r w:rsidRPr="007A0ACC">
        <w:rPr>
          <w:rtl/>
        </w:rPr>
        <w:t xml:space="preserve"> افواہ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لاتے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اپنے اماموں کو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پر ترج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تے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۔م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سے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پا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پاک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تقدس کے اتنے معتقد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جو کہ اہلسنت عق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دے</w:t>
      </w:r>
      <w:r w:rsidRPr="007A0ACC">
        <w:rPr>
          <w:rtl/>
        </w:rPr>
        <w:t xml:space="preserve"> سے کاف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بہتر ہے۔</w:t>
      </w:r>
      <w:r w:rsidRPr="007A0ACC">
        <w:rPr>
          <w:rFonts w:hint="eastAsia"/>
          <w:rtl/>
        </w:rPr>
        <w:t>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پاک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سنت کے پورے پابند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انکا عق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ہے کہ جوبھ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سنت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کا انکار کرے وہ کافر ہے۔وہ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پاک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 پچھل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اگل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امتوں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سب سے اعل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شخص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تصور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وہ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تِ</w:t>
      </w:r>
      <w:r w:rsidRPr="007A0ACC">
        <w:rPr>
          <w:rtl/>
        </w:rPr>
        <w:t xml:space="preserve">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بارہ اماموں سے اس لئے وابستہ رہتے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وہ سنت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</w:t>
      </w:r>
      <w:r w:rsidRPr="007A0ACC">
        <w:rPr>
          <w:rFonts w:hint="eastAsia"/>
          <w:rtl/>
        </w:rPr>
        <w:t>حاصل</w:t>
      </w:r>
      <w:r w:rsidRPr="007A0ACC">
        <w:rPr>
          <w:rtl/>
        </w:rPr>
        <w:t xml:space="preserve"> کرنے کا سب سے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ذر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۔وہ عصمت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متعلق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شک و شبہ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رکھتے۔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نظر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آنحضرت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زندگ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ہر لمحہ اور ہر معاملہ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معصوم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ں،اعلان</w:t>
      </w:r>
      <w:r w:rsidRPr="007A0ACC">
        <w:rPr>
          <w:rtl/>
        </w:rPr>
        <w:t xml:space="preserve"> نبوت سے پہلے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اس کے بعد بھ</w:t>
      </w:r>
      <w:r w:rsidRPr="007A0ACC">
        <w:rPr>
          <w:rFonts w:hint="cs"/>
          <w:rtl/>
        </w:rPr>
        <w:t>ی</w:t>
      </w:r>
      <w:r w:rsidRPr="007A0ACC">
        <w:rPr>
          <w:rtl/>
        </w:rPr>
        <w:t>۔</w:t>
      </w:r>
    </w:p>
    <w:p w:rsidR="00A651E7" w:rsidRDefault="00A651E7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A651E7" w:rsidRDefault="00A651E7" w:rsidP="009C4748">
      <w:pPr>
        <w:pStyle w:val="libNormal0"/>
        <w:rPr>
          <w:rtl/>
        </w:rPr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اہلسنت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پاک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 پچھل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اگل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امتوں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سب سے اعل</w:t>
      </w:r>
      <w:r w:rsidRPr="007A0ACC">
        <w:rPr>
          <w:rFonts w:hint="cs"/>
          <w:rtl/>
        </w:rPr>
        <w:t>ی</w:t>
      </w:r>
      <w:r w:rsidRPr="007A0ACC">
        <w:rPr>
          <w:rtl/>
        </w:rPr>
        <w:t>ٰ مانتے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مگر وہ آنجناب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 صرف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معاملوں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معصوم مانتے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اللہ کا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غام</w:t>
      </w:r>
      <w:r w:rsidRPr="007A0ACC">
        <w:rPr>
          <w:rtl/>
        </w:rPr>
        <w:t xml:space="preserve"> پہنچانا ہوتا ہے اور اس کے علاوہ کچھ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دوسرے معاملوں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آنحضرت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دوسرے عام لوگوں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ہے جہاں وہ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اور غلط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ہوسکتے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۔آئ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ے</w:t>
      </w:r>
      <w:r w:rsidRPr="007A0ACC">
        <w:rPr>
          <w:rtl/>
        </w:rPr>
        <w:t xml:space="preserve"> ہم آپ کو اہلسنت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کتابوں جن کو </w:t>
      </w:r>
      <w:r w:rsidRPr="007A0ACC">
        <w:rPr>
          <w:rFonts w:hint="eastAsia"/>
          <w:rtl/>
        </w:rPr>
        <w:t>انہوں</w:t>
      </w:r>
      <w:r w:rsidRPr="007A0ACC">
        <w:rPr>
          <w:rtl/>
        </w:rPr>
        <w:t xml:space="preserve"> نے قرآن کے بعد سب سے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ہونے کا درجہ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 سے درج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انات</w:t>
      </w:r>
      <w:r w:rsidRPr="007A0ACC">
        <w:rPr>
          <w:rtl/>
        </w:rPr>
        <w:t xml:space="preserve"> سے دکھا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ئں</w:t>
      </w:r>
      <w:r w:rsidRPr="007A0ACC">
        <w:rPr>
          <w:rtl/>
        </w:rPr>
        <w:t xml:space="preserve"> گے کہ انکے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پاک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کس طرح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</w:t>
      </w:r>
    </w:p>
    <w:p w:rsidR="00A651E7" w:rsidRPr="00A5438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حضرت عائشہ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سب سے پہل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وح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جو رسول اللہ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پر شروع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وہ اچھے خواب تھے۔۔۔۔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تک کہ آپ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پاس وح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آگئ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آپ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غار حرا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تھے۔فرشتہ آپ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پاس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کہا کہ پڑھو۔آپ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پڑھا ہوا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ہوں۔فرشتے نے مجھے پکڑ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زور س</w:t>
      </w:r>
      <w:r w:rsidRPr="007A0ACC">
        <w:rPr>
          <w:rFonts w:hint="eastAsia"/>
          <w:rtl/>
        </w:rPr>
        <w:t>ے</w:t>
      </w:r>
      <w:r w:rsidRPr="007A0ACC">
        <w:rPr>
          <w:rtl/>
        </w:rPr>
        <w:t xml:space="preserve"> دباد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تک کہ مجھے تکل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ہوئ</w:t>
      </w:r>
      <w:r w:rsidRPr="007A0ACC">
        <w:rPr>
          <w:rFonts w:hint="cs"/>
          <w:rtl/>
        </w:rPr>
        <w:t>ی</w:t>
      </w:r>
      <w:r w:rsidRPr="007A0ACC">
        <w:rPr>
          <w:rtl/>
        </w:rPr>
        <w:t>۔پھر مجھے چھوڑ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کہا پڑھو تو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کہا 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پڑھا ہوا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ہوں،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پھر فرشتے نے مجھے پکڑ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کہا پڑھو تو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کہا 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پڑھا ہوا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ہوں۔ آپ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فرماتے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فرشتے نے مجھے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بار پ</w:t>
      </w:r>
      <w:r w:rsidRPr="007A0ACC">
        <w:rPr>
          <w:rFonts w:hint="eastAsia"/>
          <w:rtl/>
        </w:rPr>
        <w:t>کڑ</w:t>
      </w:r>
      <w:r w:rsidRPr="007A0ACC">
        <w:rPr>
          <w:rtl/>
        </w:rPr>
        <w:t xml:space="preserve"> کر زور سے دبا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کہا کہ پڑھو۔وہ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کانپتے کانپتے واپس آئے اور حجرہ خد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جہ</w:t>
      </w:r>
      <w:r w:rsidRPr="007A0ACC">
        <w:rPr>
          <w:rtl/>
        </w:rPr>
        <w:t xml:space="preserve"> 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داخل ہوئے اور کہا مجھے کمبل اڑھادو۔ان پر کمبل ڈالا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تک کہ آپ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دل سے خوف جاتا رہا تو آپ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خد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جہ</w:t>
      </w:r>
      <w:r w:rsidRPr="007A0ACC">
        <w:rPr>
          <w:rtl/>
        </w:rPr>
        <w:t xml:space="preserve">  سے کہاکہ مجھے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ہوگ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؟خد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جہ</w:t>
      </w:r>
      <w:r w:rsidRPr="007A0ACC">
        <w:rPr>
          <w:rtl/>
        </w:rPr>
        <w:t xml:space="preserve"> آپ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کر</w:t>
      </w:r>
      <w:r w:rsidRPr="007A0ACC">
        <w:rPr>
          <w:rtl/>
        </w:rPr>
        <w:t xml:space="preserve"> اپنے نصران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چچ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بھائ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ورقہ بن نوفل بن اسد بن عضٰ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 قص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جو کہ عرب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زبان سے واقف تھا کے پاس لے گئ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ںجو</w:t>
      </w:r>
      <w:r w:rsidRPr="007A0ACC">
        <w:rPr>
          <w:rtl/>
        </w:rPr>
        <w:t xml:space="preserve"> انج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مقدس کو عرب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زبان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لکھتا تھا جس قدر اللہ کو منظور ہوتا تھا۔وہ بہت بوڑھا آدم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تھا اور اس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 چک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>۔اس سے خد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جہ</w:t>
      </w:r>
      <w:r w:rsidRPr="007A0ACC">
        <w:rPr>
          <w:rtl/>
        </w:rPr>
        <w:t xml:space="preserve"> نے کہا،اے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چچا کے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ٹے</w:t>
      </w:r>
      <w:r w:rsidRPr="007A0ACC">
        <w:rPr>
          <w:rtl/>
        </w:rPr>
        <w:t xml:space="preserve"> اپنے بھت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جے</w:t>
      </w:r>
      <w:r w:rsidRPr="007A0ACC">
        <w:rPr>
          <w:rtl/>
        </w:rPr>
        <w:t>(محمد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>) سے ان کا حال سنو۔ورقہ نے کہا،اے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بھت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جے</w:t>
      </w:r>
      <w:r w:rsidRPr="007A0ACC">
        <w:rPr>
          <w:rtl/>
        </w:rPr>
        <w:t xml:space="preserve"> تم 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کھا؟رسول</w:t>
      </w:r>
      <w:r w:rsidRPr="007A0ACC">
        <w:rPr>
          <w:rtl/>
        </w:rPr>
        <w:t xml:space="preserve">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جو کچھ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کھا</w:t>
      </w:r>
      <w:r w:rsidRPr="007A0ACC">
        <w:rPr>
          <w:rtl/>
        </w:rPr>
        <w:t xml:space="preserve"> تھا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کرد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۔تو ورقہ نے آپ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سے کہا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فرشتہ ہے جسے اللہ نے موس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پر نازل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۔اے کاش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وقت اس زمانہ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(جب آپ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ہونگے) زندہ ہوتا جب آپ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قوم آپ کو(مکہ سے ) نکالے 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۔اللہ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سن کر تعجب سے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:ک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وہ لوگ مجھے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شک</w:t>
      </w:r>
      <w:r w:rsidRPr="007A0ACC">
        <w:rPr>
          <w:rtl/>
        </w:rPr>
        <w:t xml:space="preserve"> نکال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گے؟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</w:t>
      </w:r>
      <w:r w:rsidR="00413EEC" w:rsidRPr="00A54383">
        <w:rPr>
          <w:rStyle w:val="libFootnotenumChar"/>
          <w:rFonts w:hint="cs"/>
          <w:rtl/>
        </w:rPr>
        <w:t>5</w:t>
      </w:r>
      <w:r w:rsidR="00413EEC" w:rsidRPr="00413EEC">
        <w:rPr>
          <w:rStyle w:val="libFootnotenumChar"/>
          <w:rFonts w:hint="cs"/>
          <w:rtl/>
        </w:rPr>
        <w:t>2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</w:t>
      </w:r>
    </w:p>
    <w:p w:rsidR="00A651E7" w:rsidRDefault="00A651E7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اس کو عقل قبول کرسکت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کہ رسول اللہ کو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معلوم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تھا کہ جو ان پر نازل ہوا وہ نبوت کا منصب تھا اور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کہ نصران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ورقہ بن نوفل آنحضرت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سے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صاحب علم تھا اور 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نے آپ کو باخبر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؟؟!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حضرت عائشہ آگے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کرت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جو کہ اس سے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افسوس ناک ہے جس سے بدن کانپتاہے۔۔۔۔۔''ورقہ مرگ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وح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آنا بند ہوگئ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تک کہ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>اللہ کو کاف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صدمہ ہوا۔ہم نے محسوس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اس صدمہ نے آنحضرت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 اس حد تک گھ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اکثر وہ حضرت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>پہاڑ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چوٹ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جاکر اپنے آپ کو گراناچاہتے تھے(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خود کش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کرنا چاہتے تھے ،استغفراللہ۔۔مترجم)جبرائ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 ان کے پا س آتے اور کہتے،'' اے محمد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آپ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شک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!آنجناب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 کچھ راحت ملت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آپ واپس آجاتے  تھے۔ اگر وح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آنے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لگت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تووہ جناب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وہ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دہراتے تھے ،پہا</w:t>
      </w:r>
      <w:r w:rsidRPr="007A0ACC">
        <w:rPr>
          <w:rFonts w:hint="eastAsia"/>
          <w:rtl/>
        </w:rPr>
        <w:t>ڑ</w:t>
      </w:r>
      <w:r w:rsidRPr="007A0ACC">
        <w:rPr>
          <w:rtl/>
        </w:rPr>
        <w:t xml:space="preserve"> پر جاتے۔۔جبرائ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 آکر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بات پھر دہراتے''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</w:t>
      </w:r>
      <w:r w:rsidR="00413EEC" w:rsidRPr="00A54383">
        <w:rPr>
          <w:rStyle w:val="libFootnotenumChar"/>
          <w:rFonts w:hint="cs"/>
          <w:rtl/>
        </w:rPr>
        <w:t>5</w:t>
      </w:r>
      <w:r w:rsidR="00413EEC" w:rsidRPr="00413EEC">
        <w:rPr>
          <w:rStyle w:val="libFootnotenumChar"/>
          <w:rFonts w:hint="cs"/>
          <w:rtl/>
        </w:rPr>
        <w:t>3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</w:t>
      </w:r>
    </w:p>
    <w:p w:rsidR="00A651E7" w:rsidRPr="00A5438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اور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مسلمان باور کرسکتا ہے کہ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ساراقرآن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رکھ پا رہے تھے؟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حضرت عائشہ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ہے:کہ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مسجد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آدم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قرآن پاک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سورة تلاوت کرتے سنا اور کہا ،'' اللہ اس پر رحم کرے! اس نے مجھے فلاں ،فلاں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</w:t>
      </w:r>
      <w:r w:rsidRPr="007A0ACC">
        <w:rPr>
          <w:rtl/>
        </w:rPr>
        <w:t xml:space="preserve"> دلائ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فلاں،فلاں سورة سے چھوڑد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>!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</w:t>
      </w:r>
      <w:r w:rsidR="00413EEC" w:rsidRPr="00A54383">
        <w:rPr>
          <w:rStyle w:val="libFootnotenumChar"/>
          <w:rFonts w:hint="cs"/>
          <w:rtl/>
        </w:rPr>
        <w:t>5</w:t>
      </w:r>
      <w:r w:rsidR="00A54383" w:rsidRPr="00A54383">
        <w:rPr>
          <w:rStyle w:val="libFootnotenumChar"/>
          <w:rFonts w:hint="cs"/>
          <w:rtl/>
        </w:rPr>
        <w:t>4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اہلسنت کا عق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ہے کہ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بھول جاتے تھے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جابر بن عبداللہ انصار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جنگ خندق کے موقعہ پر عمر بن خطاب آنحضرت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پاس گئے اور کہا ،'' اے اللہ کے رسول </w:t>
      </w:r>
      <w:r w:rsidR="007317F7" w:rsidRPr="00A54383">
        <w:rPr>
          <w:rFonts w:hint="cs"/>
          <w:rtl/>
        </w:rPr>
        <w:t>(ص)(ص)</w:t>
      </w:r>
      <w:r w:rsidRPr="00A54383">
        <w:rPr>
          <w:rFonts w:hint="cs"/>
          <w:rtl/>
        </w:rPr>
        <w:t xml:space="preserve"> ،''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نماز پڑھنے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</w:t>
      </w:r>
      <w:r w:rsidRPr="007A0ACC">
        <w:rPr>
          <w:rFonts w:hint="cs"/>
          <w:rtl/>
        </w:rPr>
        <w:t>ی</w:t>
      </w:r>
      <w:r w:rsidRPr="007A0ACC">
        <w:rPr>
          <w:rtl/>
        </w:rPr>
        <w:t>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تھا جب سورج غروب ہونے والا تھا جس کے بعد روزہ دار افطار کرنے والے تھے۔''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</w:t>
      </w:r>
      <w:r w:rsidRPr="007A0ACC">
        <w:rPr>
          <w:rtl/>
        </w:rPr>
        <w:t>''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قسم تم نے پھر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پڑھ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ہے۔عمرابن خطاب کہتے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ساتھ 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چے</w:t>
      </w:r>
      <w:r w:rsidRPr="007A0ACC">
        <w:rPr>
          <w:rtl/>
        </w:rPr>
        <w:t xml:space="preserve"> واد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گئے۔ّآنجناب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>نے وضو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ااور</w:t>
      </w:r>
      <w:r w:rsidRPr="007A0ACC">
        <w:rPr>
          <w:rtl/>
        </w:rPr>
        <w:t xml:space="preserve"> نماز عصراداک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جب کہ سورج پہ</w:t>
      </w:r>
      <w:r w:rsidRPr="007A0ACC">
        <w:rPr>
          <w:rFonts w:hint="eastAsia"/>
          <w:rtl/>
        </w:rPr>
        <w:t>لے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غروب ہوچکا تھا اس کے بعد آنجناب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نماز مغرب ادا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''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</w:t>
      </w:r>
      <w:r w:rsidR="00413EEC" w:rsidRPr="00A54383">
        <w:rPr>
          <w:rStyle w:val="libFootnotenumChar"/>
          <w:rFonts w:hint="cs"/>
          <w:rtl/>
        </w:rPr>
        <w:t>55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</w:t>
      </w:r>
    </w:p>
    <w:p w:rsidR="00A651E7" w:rsidRDefault="00A651E7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ابو 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کہ،''نماز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اذان 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،صف</w:t>
      </w:r>
      <w:r w:rsidRPr="007A0ACC">
        <w:rPr>
          <w:rtl/>
        </w:rPr>
        <w:t xml:space="preserve"> باندھ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اللہ کے رسول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ہمارے سامنے آئے۔جب آنحضرت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امامت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کھڑے ہوگئے،تو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وہ مجنب(بے غسل)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ہم سے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تم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ٹھہرو تاکہ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پہلے غسل کرکے آوئں۔وہ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 غسل کرکے آئے اور ان کے سرمبارک سے پان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ٹپک رہا تھا۔انہوں نے تکب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کہ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ہم نے انکے ساتھ نماز پڑھ</w:t>
      </w:r>
      <w:r w:rsidRPr="007A0ACC">
        <w:rPr>
          <w:rFonts w:hint="cs"/>
          <w:rtl/>
        </w:rPr>
        <w:t>ی</w:t>
      </w:r>
      <w:r w:rsidRPr="007A0ACC">
        <w:rPr>
          <w:rtl/>
        </w:rPr>
        <w:t>''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</w:t>
      </w:r>
      <w:r w:rsidR="00413EEC" w:rsidRPr="00A54383">
        <w:rPr>
          <w:rStyle w:val="libFootnotenumChar"/>
          <w:rFonts w:hint="cs"/>
          <w:rtl/>
        </w:rPr>
        <w:t>56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۔ابوہر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سے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ہم کو نماز عصر صرف دو رکعات پڑھائ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مسجد سے باہر آکر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لکڑ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تخت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پر اپنا ہاتھ رکھا۔ حضرت ابوبکر اور حضرت عمر ن</w:t>
      </w:r>
      <w:r w:rsidRPr="007A0ACC">
        <w:rPr>
          <w:rFonts w:hint="eastAsia"/>
          <w:rtl/>
        </w:rPr>
        <w:t>ے</w:t>
      </w:r>
      <w:r w:rsidRPr="007A0ACC">
        <w:rPr>
          <w:rtl/>
        </w:rPr>
        <w:t xml:space="preserve"> بربنائے شرم ان سے اس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پوچھا۔لوگ جلد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باہر آئے اور آنحضرت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سے پوچھا: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نماز آدھ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پڑھائ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؟</w:t>
      </w:r>
      <w:r w:rsidRPr="007A0ACC">
        <w:rPr>
          <w:rtl/>
        </w:rPr>
        <w:t xml:space="preserve"> 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شخص ذُ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تھا جس نے کہا: اے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آپ نے نماز ادھو</w:t>
      </w:r>
      <w:r w:rsidRPr="007A0ACC">
        <w:rPr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پڑھائ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؟</w:t>
      </w:r>
      <w:r w:rsidRPr="007A0ACC">
        <w:rPr>
          <w:rtl/>
        </w:rPr>
        <w:t>!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اکرم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: نہ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بھولا اور نہ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ادھور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نماز </w:t>
      </w:r>
      <w:r w:rsidRPr="007A0ACC">
        <w:rPr>
          <w:rFonts w:hint="eastAsia"/>
          <w:rtl/>
        </w:rPr>
        <w:t>پڑھائ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۔لوگوں نے کہا اے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شک</w:t>
      </w:r>
      <w:r w:rsidRPr="007A0ACC">
        <w:rPr>
          <w:rtl/>
        </w:rPr>
        <w:t xml:space="preserve"> آپ بھول گئے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! اس پر رسول اکرم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</w:t>
      </w:r>
      <w:r w:rsidRPr="007A0ACC">
        <w:rPr>
          <w:rtl/>
        </w:rPr>
        <w:t>'' ذُل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نے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کہا ہے''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</w:t>
      </w:r>
      <w:r w:rsidR="00413EEC" w:rsidRPr="00A54383">
        <w:rPr>
          <w:rStyle w:val="libFootnotenumChar"/>
          <w:rFonts w:hint="cs"/>
          <w:rtl/>
        </w:rPr>
        <w:t>5</w:t>
      </w:r>
      <w:r w:rsidR="00413EEC" w:rsidRPr="00413EEC">
        <w:rPr>
          <w:rStyle w:val="libFootnotenumChar"/>
          <w:rFonts w:hint="cs"/>
          <w:rtl/>
        </w:rPr>
        <w:t>7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۔</w:t>
      </w:r>
    </w:p>
    <w:p w:rsidR="00A651E7" w:rsidRPr="00A5438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تعجب ہے! اہلسنت کا عق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ہے کہ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ہود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 جادو سے قابو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وجہ سے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کا م انجام دے چکنے کا خ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ال</w:t>
      </w:r>
      <w:r w:rsidRPr="007A0ACC">
        <w:rPr>
          <w:rtl/>
        </w:rPr>
        <w:t xml:space="preserve"> آتا تھا جو کہ آنجناب نے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کئے تھے! اور ان کو حضرت عائشہ سے پوچھنا پڑتاکہ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ان پر وح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نازل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!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وہ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زوجہ کے پاس گئے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۔۔(افسوس صد افسوس   مترجم) حضرت عائشہ سے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ہے،''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بہت عرصہ تک اس خ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ال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رہے کہ انہوں نے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زوجہ سے صحبت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جب کہ 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قاََ</w:t>
      </w:r>
      <w:r w:rsidRPr="007A0ACC">
        <w:rPr>
          <w:rtl/>
        </w:rPr>
        <w:t xml:space="preserve"> انہوں نے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تھا۔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دفعہ آنجناب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عائشہ نے مجھ سے کہا: اللہ نے </w:t>
      </w:r>
      <w:r w:rsidRPr="007A0ACC">
        <w:rPr>
          <w:rFonts w:hint="eastAsia"/>
          <w:rtl/>
        </w:rPr>
        <w:t>مجھ</w:t>
      </w:r>
      <w:r w:rsidRPr="007A0ACC">
        <w:rPr>
          <w:rtl/>
        </w:rPr>
        <w:t xml:space="preserve"> پر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صلہ</w:t>
      </w:r>
      <w:r w:rsidRPr="007A0ACC">
        <w:rPr>
          <w:rtl/>
        </w:rPr>
        <w:t xml:space="preserve"> نازل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جس کے متعلق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درخواست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>۔دواشخاص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پاس آئے،ا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سرہانے اور دوسرا پائ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ٹھا</w:t>
      </w:r>
      <w:r w:rsidRPr="007A0ACC">
        <w:rPr>
          <w:rtl/>
        </w:rPr>
        <w:t>۔ پائ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ٹھنے</w:t>
      </w:r>
      <w:r w:rsidRPr="007A0ACC">
        <w:rPr>
          <w:rtl/>
        </w:rPr>
        <w:t xml:space="preserve"> والے نے سرہانے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ٹھنے</w:t>
      </w:r>
      <w:r w:rsidRPr="007A0ACC">
        <w:rPr>
          <w:rtl/>
        </w:rPr>
        <w:t xml:space="preserve"> والے شخص سے پوچھا،'' اس شخص ( محمد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>) کو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ہوگ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ہے؟ اس نے کہا،'' اس پر جاد</w:t>
      </w:r>
      <w:r w:rsidRPr="007A0ACC">
        <w:rPr>
          <w:rFonts w:hint="eastAsia"/>
          <w:rtl/>
        </w:rPr>
        <w:t>و</w:t>
      </w:r>
      <w:r w:rsidRPr="007A0ACC">
        <w:rPr>
          <w:rtl/>
        </w:rPr>
        <w:t xml:space="preserve"> ہوگ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ہے۔دوسرے نے پوچھا،'' اس پر جادو کس 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ا؟</w:t>
      </w:r>
      <w:r w:rsidRPr="007A0ACC">
        <w:rPr>
          <w:rtl/>
        </w:rPr>
        <w:t xml:space="preserve"> اس نے جواب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: 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ابن عصام''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</w:t>
      </w:r>
      <w:r w:rsidR="00413EEC" w:rsidRPr="00A54383">
        <w:rPr>
          <w:rStyle w:val="libFootnotenumChar"/>
          <w:rFonts w:hint="cs"/>
          <w:rtl/>
        </w:rPr>
        <w:t>5</w:t>
      </w:r>
      <w:r w:rsidR="00413EEC" w:rsidRPr="00413EEC">
        <w:rPr>
          <w:rStyle w:val="libFootnotenumChar"/>
          <w:rFonts w:hint="cs"/>
          <w:rtl/>
        </w:rPr>
        <w:t>8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</w:t>
      </w:r>
    </w:p>
    <w:p w:rsidR="00A651E7" w:rsidRDefault="00A651E7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A651E7" w:rsidRDefault="00A651E7" w:rsidP="00A54383">
      <w:pPr>
        <w:pStyle w:val="libNormal0"/>
        <w:rPr>
          <w:rtl/>
        </w:rPr>
      </w:pPr>
    </w:p>
    <w:p w:rsidR="009C4748" w:rsidRPr="007A0ACC" w:rsidRDefault="009C4748" w:rsidP="00A54383">
      <w:pPr>
        <w:pStyle w:val="libNormal0"/>
        <w:rPr>
          <w:rtl/>
        </w:rPr>
      </w:pPr>
      <w:r w:rsidRPr="007A0ACC">
        <w:rPr>
          <w:rFonts w:hint="cs"/>
          <w:rtl/>
        </w:rPr>
        <w:t>حضرت عائشہ سے بھی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آ ّنحضرت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پرسحر ہوچکا ہے جس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وجہ سے وہ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حرکت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کرنے کا گمان کرتے تھے جو کہ انہوں نے اس وقت تک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،جب وہ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دن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سات</w:t>
      </w:r>
      <w:r w:rsidRPr="007A0ACC">
        <w:rPr>
          <w:rFonts w:hint="eastAsia"/>
          <w:rtl/>
        </w:rPr>
        <w:t>ھ</w:t>
      </w:r>
      <w:r w:rsidRPr="007A0ACC">
        <w:rPr>
          <w:rtl/>
        </w:rPr>
        <w:t xml:space="preserve"> تھے ،وہ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عبادت کرتے رہے اور پھر کہا،''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تم نے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کھا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اللہ نے مجھ پر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صلہ</w:t>
      </w:r>
      <w:r w:rsidRPr="007A0ACC">
        <w:rPr>
          <w:rtl/>
        </w:rPr>
        <w:t xml:space="preserve"> نازل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جسکا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سوال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ا؟</w:t>
      </w:r>
      <w:r w:rsidRPr="007A0ACC">
        <w:rPr>
          <w:rtl/>
        </w:rPr>
        <w:t>''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</w:t>
      </w:r>
      <w:r w:rsidR="00413EEC" w:rsidRPr="00A54383">
        <w:rPr>
          <w:rStyle w:val="libFootnotenumChar"/>
          <w:rFonts w:hint="cs"/>
          <w:rtl/>
        </w:rPr>
        <w:t>5</w:t>
      </w:r>
      <w:r w:rsidR="00413EEC" w:rsidRPr="00413EEC">
        <w:rPr>
          <w:rStyle w:val="libFootnotenumChar"/>
          <w:rFonts w:hint="cs"/>
          <w:rtl/>
        </w:rPr>
        <w:t>9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</w:t>
      </w:r>
    </w:p>
    <w:p w:rsidR="00A651E7" w:rsidRPr="00A5438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مشہور اہلسنت دانشور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محمد عبدہ ان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کو مسترد کرتا ہے جن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کہا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کہ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جادوگر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شکار ہوئے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اس قرآن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کے مخالف ہے ،'' بدذات لوگ کہتے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تم صرف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وانے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کرتے ہو( سورة۔۔۔۔)۔ جہاں تک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رحمت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کا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نفسا</w:t>
      </w:r>
      <w:r w:rsidRPr="007A0ACC">
        <w:rPr>
          <w:rFonts w:hint="eastAsia"/>
          <w:rtl/>
        </w:rPr>
        <w:t>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خواہشات پر قابو رکھنے کا سوال ہے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نے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ابو ہشام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کہ ،'' جب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رحمت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مار</w:t>
      </w:r>
      <w:r w:rsidRPr="007A0ACC">
        <w:rPr>
          <w:rtl/>
        </w:rPr>
        <w:t xml:space="preserve"> تھے وہ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کے گرد گھوم گھوم کر عائشہ کے خاطرکہتے رہے: کل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کہاں ہونگا؟ کل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کہاں ہونگا؟ ۔ حضرت عائشہ نے کہا جب آنحضرت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مجھ سے صحبت کرنے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تسل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ہوئ</w:t>
      </w:r>
      <w:r w:rsidRPr="007A0ACC">
        <w:rPr>
          <w:rFonts w:hint="cs"/>
          <w:rtl/>
        </w:rPr>
        <w:t>ی</w:t>
      </w:r>
      <w:r w:rsidRPr="007A0ACC">
        <w:rPr>
          <w:rtl/>
        </w:rPr>
        <w:t>''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</w:t>
      </w:r>
      <w:r w:rsidR="00413EEC" w:rsidRPr="00A54383">
        <w:rPr>
          <w:rStyle w:val="libFootnotenumChar"/>
          <w:rFonts w:hint="cs"/>
          <w:rtl/>
        </w:rPr>
        <w:t>6</w:t>
      </w:r>
      <w:r w:rsidR="00413EEC" w:rsidRPr="00413EEC">
        <w:rPr>
          <w:rStyle w:val="libFootnotenumChar"/>
          <w:rFonts w:hint="cs"/>
          <w:rtl/>
        </w:rPr>
        <w:t>0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حضرت عائشہ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جب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کے پاس جانا ہوتا تھا تو وہ قرعہ انداز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سہارا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تے</w:t>
      </w:r>
      <w:r w:rsidRPr="007A0ACC">
        <w:rPr>
          <w:rtl/>
        </w:rPr>
        <w:t xml:space="preserve"> تھے اور جس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نام نکلتا تھا وہ اسکے ساتھ جاتے تھے۔ ہر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دن اور رات ملتا تھا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کن</w:t>
      </w:r>
      <w:r w:rsidRPr="007A0ACC">
        <w:rPr>
          <w:rtl/>
        </w:rPr>
        <w:t xml:space="preserve"> سود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بنت زماہ نے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حضرت عائشہ کو د</w:t>
      </w:r>
      <w:r w:rsidRPr="007A0ACC">
        <w:rPr>
          <w:rFonts w:hint="cs"/>
          <w:rtl/>
        </w:rPr>
        <w:t>ی</w:t>
      </w:r>
      <w:r w:rsidRPr="007A0ACC">
        <w:rPr>
          <w:rtl/>
        </w:rPr>
        <w:t>۔ انس بن مالک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ہے،''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خدا رات دن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گھنٹہ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ارہ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کے پاس جاتے تھے'' انس سے پوچھا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وہ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کرنے کے قابل تھے؟! انس نے کہا ،'' ہاںہم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بات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کرتے کرتے کہتے تھے کہ آنحضرت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tl/>
        </w:rPr>
        <w:t>(</w:t>
      </w:r>
      <w:r w:rsidR="00413EEC" w:rsidRPr="00A54383">
        <w:rPr>
          <w:rFonts w:hint="cs"/>
          <w:rtl/>
        </w:rPr>
        <w:t>30</w:t>
      </w:r>
      <w:r w:rsidRPr="00A54383">
        <w:rPr>
          <w:rFonts w:hint="cs"/>
          <w:rtl/>
        </w:rPr>
        <w:t>) مردوں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طاقت تھ</w:t>
      </w:r>
      <w:r w:rsidRPr="007A0ACC">
        <w:rPr>
          <w:rFonts w:hint="cs"/>
          <w:rtl/>
        </w:rPr>
        <w:t>ی</w:t>
      </w:r>
      <w:r w:rsidRPr="007A0ACC">
        <w:rPr>
          <w:rtl/>
        </w:rPr>
        <w:t>''!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</w:t>
      </w:r>
      <w:r w:rsidR="00413EEC" w:rsidRPr="00A54383">
        <w:rPr>
          <w:rStyle w:val="libFootnotenumChar"/>
          <w:rFonts w:hint="cs"/>
          <w:rtl/>
        </w:rPr>
        <w:t>6</w:t>
      </w:r>
      <w:r w:rsidR="00413EEC" w:rsidRPr="00413EEC">
        <w:rPr>
          <w:rStyle w:val="libFootnotenumChar"/>
          <w:rFonts w:hint="cs"/>
          <w:rtl/>
        </w:rPr>
        <w:t>1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</w:t>
      </w:r>
    </w:p>
    <w:p w:rsidR="00A651E7" w:rsidRDefault="00A651E7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</w:t>
      </w:r>
      <w:r w:rsidR="00413EEC" w:rsidRPr="00A54383">
        <w:rPr>
          <w:rFonts w:hint="cs"/>
          <w:rtl/>
        </w:rPr>
        <w:t>13</w:t>
      </w:r>
      <w:r w:rsidRPr="00A54383">
        <w:rPr>
          <w:rFonts w:hint="cs"/>
          <w:rtl/>
        </w:rPr>
        <w:t xml:space="preserve"> اپر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</w:t>
      </w:r>
      <w:r w:rsidR="00413EEC" w:rsidRPr="00A54383">
        <w:rPr>
          <w:rFonts w:hint="cs"/>
          <w:rtl/>
        </w:rPr>
        <w:t>201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 xml:space="preserve"> بروز اتوار مرکز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جامعہ مسجد (حنف</w:t>
      </w:r>
      <w:r w:rsidRPr="007A0ACC">
        <w:rPr>
          <w:rFonts w:hint="cs"/>
          <w:rtl/>
        </w:rPr>
        <w:t>ی</w:t>
      </w:r>
      <w:r w:rsidRPr="007A0ACC">
        <w:rPr>
          <w:rtl/>
        </w:rPr>
        <w:t>)پلوامہ کشم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رت</w:t>
      </w:r>
      <w:r w:rsidRPr="007A0ACC">
        <w:rPr>
          <w:rtl/>
        </w:rPr>
        <w:t xml:space="preserve">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پر بولتے ہوئے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وبند</w:t>
      </w:r>
      <w:r w:rsidRPr="007A0ACC">
        <w:rPr>
          <w:rtl/>
        </w:rPr>
        <w:t xml:space="preserve"> عالم مولانا مفت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نظ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احمد قاسم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جو دارالعلوم بانڈ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پورہ کشم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کے سربراہ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مکتب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وبند</w:t>
      </w:r>
      <w:r w:rsidRPr="007A0ACC">
        <w:rPr>
          <w:rtl/>
        </w:rPr>
        <w:t xml:space="preserve"> کشم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کے قاض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القضاة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حوالہ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تے</w:t>
      </w:r>
      <w:r w:rsidRPr="007A0ACC">
        <w:rPr>
          <w:rtl/>
        </w:rPr>
        <w:t xml:space="preserve"> ہوئے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: (س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نقل شدہ)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جنگ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کھڑے ہوکر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شاب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۔ ، </w:t>
      </w:r>
      <w:r w:rsidR="00413EEC" w:rsidRPr="00A54383">
        <w:rPr>
          <w:rFonts w:hint="cs"/>
          <w:rtl/>
        </w:rPr>
        <w:t>2</w:t>
      </w:r>
      <w:r w:rsidRPr="00A54383">
        <w:rPr>
          <w:rFonts w:hint="cs"/>
          <w:rtl/>
        </w:rPr>
        <w:t>: ۔نب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اپنے کمرہ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شاب</w:t>
      </w:r>
      <w:r w:rsidRPr="007A0ACC">
        <w:rPr>
          <w:rtl/>
        </w:rPr>
        <w:t xml:space="preserve"> کرنے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برتن رکھا ہواتھا تاکہ ضرورت پڑنے پرخاص کر رات کے وقت کام آسکے۔</w:t>
      </w:r>
      <w:r w:rsidR="00413EEC" w:rsidRPr="00A54383">
        <w:rPr>
          <w:rFonts w:hint="cs"/>
          <w:rtl/>
        </w:rPr>
        <w:t>3</w:t>
      </w:r>
      <w:r w:rsidRPr="00A54383">
        <w:rPr>
          <w:rFonts w:hint="cs"/>
          <w:rtl/>
        </w:rPr>
        <w:t>: ۔نب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قوت مردانگ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سو جنت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افراد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جو کہ اس دن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کے ہز</w:t>
      </w:r>
      <w:r w:rsidRPr="007A0ACC">
        <w:rPr>
          <w:rFonts w:hint="eastAsia"/>
          <w:rtl/>
        </w:rPr>
        <w:t>ار</w:t>
      </w:r>
      <w:r w:rsidRPr="007A0ACC">
        <w:rPr>
          <w:rtl/>
        </w:rPr>
        <w:t xml:space="preserve"> افراد کے برابر ہے۔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سلمان رشد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لعنت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نے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طان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تحر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کرکے رسول محترم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ذات مقدس کو مجروح کرنے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کوشش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مترجم )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 اہلسنت دعو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چے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ناب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نا</w:t>
      </w:r>
      <w:r w:rsidRPr="007A0ACC">
        <w:rPr>
          <w:rtl/>
        </w:rPr>
        <w:t xml:space="preserve"> عبداللہ بن مکتوم پر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چڑھانے پر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کہ مذمت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نازل ہوئ</w:t>
      </w:r>
      <w:r w:rsidRPr="007A0ACC">
        <w:rPr>
          <w:rFonts w:hint="cs"/>
          <w:rtl/>
        </w:rPr>
        <w:t>ی</w:t>
      </w:r>
      <w:r w:rsidRPr="007A0ACC">
        <w:rPr>
          <w:rtl/>
        </w:rPr>
        <w:t>۔ کہاجا تا ہے کہ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عتبہ بن راب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ہ،ابوجہل</w:t>
      </w:r>
      <w:r w:rsidRPr="007A0ACC">
        <w:rPr>
          <w:rtl/>
        </w:rPr>
        <w:t xml:space="preserve"> ابن ہشام اور عباس ابن عبدالمطلب کے ساتھ گفتگو کر رہے تھے جس دوران عبداللہ بن مک</w:t>
      </w:r>
      <w:r w:rsidRPr="007A0ACC">
        <w:rPr>
          <w:rFonts w:hint="eastAsia"/>
          <w:rtl/>
        </w:rPr>
        <w:t>توم</w:t>
      </w:r>
      <w:r w:rsidRPr="007A0ACC">
        <w:rPr>
          <w:rtl/>
        </w:rPr>
        <w:t xml:space="preserve"> آئے اور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رحمت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سے الہٰ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تعل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کے خاطر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قرآن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سنانے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کہا جس پر آنجناب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کوغصہ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انک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بات 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خلل پڑ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اس نے اپنے آپ سے کہا ،''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خاص لوگ کہ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کہ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رحمت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کا اتباع صرف غلام اور ناب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نا</w:t>
      </w:r>
      <w:r w:rsidRPr="007A0ACC">
        <w:rPr>
          <w:rtl/>
        </w:rPr>
        <w:t xml:space="preserve"> لوگ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''۔اسلئے اللہ کے رسول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اس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سے مڑ کر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متوجہ ہوئے جن کے ساتھ ہم کلام تھے۔آ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:''وہ ترش رو ہوا اور منہ پھ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ناب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نا</w:t>
      </w:r>
      <w:r w:rsidRPr="007A0ACC">
        <w:rPr>
          <w:rtl/>
        </w:rPr>
        <w:t xml:space="preserve"> کے آنے پر۔اور آپ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جانتے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وہ پاک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اخت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ار</w:t>
      </w:r>
      <w:r w:rsidRPr="007A0ACC">
        <w:rPr>
          <w:rtl/>
        </w:rPr>
        <w:t xml:space="preserve"> کرتا ؟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وعظ و نص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حت</w:t>
      </w:r>
      <w:r w:rsidRPr="007A0ACC">
        <w:rPr>
          <w:rtl/>
        </w:rPr>
        <w:t xml:space="preserve"> اُسے فائدہ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،اور</w:t>
      </w:r>
      <w:r w:rsidRPr="007A0ACC">
        <w:rPr>
          <w:rtl/>
        </w:rPr>
        <w:t xml:space="preserve"> جو اپنے آپ کو بے 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از</w:t>
      </w:r>
      <w:r w:rsidRPr="007A0ACC">
        <w:rPr>
          <w:rtl/>
        </w:rPr>
        <w:t xml:space="preserve"> سمجھتا ہے''(سورہ عبس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</w:rPr>
        <w:t>۔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>)۔</w:t>
      </w:r>
    </w:p>
    <w:p w:rsidR="00A651E7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اس کہان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پور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سے مسترد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دعو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کے ساتھ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بنو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شخص کے متعلق نازل ہوئ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جس نے ناب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نا</w:t>
      </w:r>
      <w:r w:rsidRPr="007A0ACC">
        <w:rPr>
          <w:rtl/>
        </w:rPr>
        <w:t xml:space="preserve"> سے منہ موڑ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تھانہ کہ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رحمت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۔علامہ 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دمحمد</w:t>
      </w:r>
      <w:r w:rsidRPr="007A0ACC">
        <w:rPr>
          <w:rtl/>
        </w:rPr>
        <w:t xml:space="preserve"> حس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طبا طبائ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مشہور زمانہ تفس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قران''الم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زان</w:t>
      </w:r>
      <w:r w:rsidRPr="007A0ACC">
        <w:rPr>
          <w:rtl/>
        </w:rPr>
        <w:t xml:space="preserve"> ''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فرماتے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: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قطعاً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ثابت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سے مخاطب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بلکہ اور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شخص کو مخاطب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ماتھے پرت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چڑھانا نب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صفت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حالانکہ اپنے دشمنوں کے لئے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چہ جائ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کہ</w:t>
      </w:r>
      <w:r w:rsidRPr="007A0ACC">
        <w:rPr>
          <w:rtl/>
        </w:rPr>
        <w:t xml:space="preserve"> ان مومنوں کے لئے جو کہ ہدا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آتے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</w:t>
      </w:r>
    </w:p>
    <w:p w:rsidR="00A651E7" w:rsidRDefault="00A651E7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A651E7" w:rsidRDefault="00A651E7" w:rsidP="009C4748">
      <w:pPr>
        <w:pStyle w:val="libNormal0"/>
        <w:rPr>
          <w:rtl/>
        </w:rPr>
      </w:pPr>
    </w:p>
    <w:p w:rsidR="00A651E7" w:rsidRPr="00A5438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اس کے </w:t>
      </w:r>
      <w:r w:rsidRPr="007A0ACC">
        <w:rPr>
          <w:rFonts w:hint="eastAsia"/>
          <w:rtl/>
        </w:rPr>
        <w:t>علاوہ</w:t>
      </w:r>
      <w:r w:rsidRPr="007A0ACC">
        <w:rPr>
          <w:rtl/>
        </w:rPr>
        <w:t xml:space="preserve"> اس شخص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مذمت غر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</w:t>
      </w:r>
      <w:r w:rsidRPr="007A0ACC">
        <w:rPr>
          <w:rtl/>
        </w:rPr>
        <w:t xml:space="preserve"> سے منہ موڑکر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روں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متوجہ رہنے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پاداش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جو کہ آداب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شا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شان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ہے۔اور اللہ ااخلاق ِنب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تعر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اس طرح کر رہا ہے،'' اے ہمارے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ناََآپ</w:t>
      </w:r>
      <w:r w:rsidRPr="007A0ACC">
        <w:rPr>
          <w:rtl/>
        </w:rPr>
        <w:t xml:space="preserve"> اخلاق کے عظ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تر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درجہ پر فائز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(سورہ قلم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 xml:space="preserve">)''۔اب </w:t>
      </w:r>
      <w:r w:rsidRPr="007A0ACC">
        <w:rPr>
          <w:rFonts w:hint="eastAsia"/>
          <w:rtl/>
        </w:rPr>
        <w:t>کون</w:t>
      </w:r>
      <w:r w:rsidRPr="007A0ACC">
        <w:rPr>
          <w:rtl/>
        </w:rPr>
        <w:t xml:space="preserve"> اس پر اعتبار کرسکتا ہے کہ اعلان نبوت کے ساتھ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اللہ اپنے حب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خلق عظ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ضمانت دے اور بعد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مومن ناب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نا</w:t>
      </w:r>
      <w:r w:rsidRPr="007A0ACC">
        <w:rPr>
          <w:rtl/>
        </w:rPr>
        <w:t xml:space="preserve"> جوکہ نص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حت</w:t>
      </w:r>
      <w:r w:rsidRPr="007A0ACC">
        <w:rPr>
          <w:rtl/>
        </w:rPr>
        <w:t xml:space="preserve">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نے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تھا سے منہ موڑکر کافرام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روں</w:t>
      </w:r>
      <w:r w:rsidRPr="007A0ACC">
        <w:rPr>
          <w:rtl/>
        </w:rPr>
        <w:t xml:space="preserve"> سے متوجہ رہنے پر مذمت کرے''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</w:t>
      </w:r>
      <w:r w:rsidR="00413EEC" w:rsidRPr="00A54383">
        <w:rPr>
          <w:rStyle w:val="libFootnotenumChar"/>
          <w:rFonts w:hint="cs"/>
          <w:rtl/>
        </w:rPr>
        <w:t>6</w:t>
      </w:r>
      <w:r w:rsidR="00413EEC" w:rsidRPr="00413EEC">
        <w:rPr>
          <w:rStyle w:val="libFootnotenumChar"/>
          <w:rFonts w:hint="cs"/>
          <w:rtl/>
        </w:rPr>
        <w:t>2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ان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کرنے سے اہلسنت نے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عق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اپنا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ن</w:t>
      </w:r>
      <w:r w:rsidRPr="007A0ACC">
        <w:rPr>
          <w:rFonts w:hint="eastAsia"/>
          <w:rtl/>
        </w:rPr>
        <w:t>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عصمت صرف وح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کے معاملات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ہے۔مگر اللہ نے ہم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متعلقاََ (</w:t>
      </w:r>
      <w:r w:rsidRPr="007A0ACC">
        <w:t>absolutely</w:t>
      </w:r>
      <w:r w:rsidRPr="007A0ACC">
        <w:rPr>
          <w:rtl/>
        </w:rPr>
        <w:t>) اور بلا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شرط کے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قبول کرنے کا حکم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ہے۔اور وہ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خواہش سے کلام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بلکہ وہ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فرماتے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جو انکو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سے وح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ہے( سورہ نجم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</w:t>
      </w:r>
      <w:r w:rsidR="00413EEC" w:rsidRPr="00A54383">
        <w:rPr>
          <w:rFonts w:hint="cs"/>
          <w:rtl/>
        </w:rPr>
        <w:t>3</w:t>
      </w:r>
      <w:r w:rsidRPr="00A54383">
        <w:rPr>
          <w:rFonts w:hint="cs"/>
          <w:rtl/>
        </w:rPr>
        <w:t>۔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>)۔ اور ال</w:t>
      </w:r>
      <w:r w:rsidRPr="007A0ACC">
        <w:rPr>
          <w:rFonts w:hint="eastAsia"/>
          <w:rtl/>
        </w:rPr>
        <w:t>لہ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فرماتا ہے کہ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جسکا حکم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وہ لے لو اور جسکومنع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سے رک جائو( القران)۔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ثابت کرت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عصمت متعلق ہے نہ کہ محدود۔ اگر نب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کو غلط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اجازت ہوت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تو امت کو پھر ان غلط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کا اتباع کرنے کا حکم ہوتا۔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منطق ہ</w:t>
      </w:r>
      <w:r w:rsidRPr="007A0ACC">
        <w:rPr>
          <w:rFonts w:hint="eastAsia"/>
          <w:rtl/>
        </w:rPr>
        <w:t>ے</w:t>
      </w:r>
      <w:r w:rsidRPr="007A0ACC">
        <w:rPr>
          <w:rtl/>
        </w:rPr>
        <w:t xml:space="preserve"> جسکے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سے ہم اللہ کے غضب سے پناہ مانگتے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ان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نشر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جن سے عصمت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مجروح ہوت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ہے،ان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جعلسازوں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کارستان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عمل دخل ہے تاکہ اس منصوبہ سے امت اسلام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چھب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مشکوک ہوجائے۔اس جعلساز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اور وجہ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ہوسکت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کہ ان اصحاب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پردہ پوش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جاسکے جنہوں نے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کوزندگ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آخر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ام</w:t>
      </w:r>
      <w:r w:rsidRPr="007A0ACC">
        <w:rPr>
          <w:rtl/>
        </w:rPr>
        <w:t xml:space="preserve"> جن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وہ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مار</w:t>
      </w:r>
      <w:r w:rsidRPr="007A0ACC">
        <w:rPr>
          <w:rtl/>
        </w:rPr>
        <w:t xml:space="preserve"> تھے اور کاغذ و قلم مانگا تھا تاکہ امت کو گمراہ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بچنے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نوشتہ لکھ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کو ہذ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بکنے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تہمت د</w:t>
      </w:r>
      <w:r w:rsidRPr="007A0ACC">
        <w:rPr>
          <w:rFonts w:hint="cs"/>
          <w:rtl/>
        </w:rPr>
        <w:t>ی</w:t>
      </w:r>
      <w:r w:rsidRPr="007A0ACC">
        <w:rPr>
          <w:rtl/>
        </w:rPr>
        <w:t>۔تو اس کے بعد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کھنے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اجنب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جنم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صحاب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ا</w:t>
      </w:r>
      <w:r w:rsidRPr="007A0ACC">
        <w:rPr>
          <w:rFonts w:hint="eastAsia"/>
          <w:rtl/>
        </w:rPr>
        <w:t>ور</w:t>
      </w:r>
      <w:r w:rsidRPr="007A0ACC">
        <w:rPr>
          <w:rtl/>
        </w:rPr>
        <w:t xml:space="preserve">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کو(معازاللہ) غلط کہا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ہے۔ 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نزول حجاب (پردہ) سے منصوب ہے جس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عمر ابن خطاب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ازواج پر پردہ کرنے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کہتا ہے! انس بن مالک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،'' عمر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،'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کہا،'' اے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! آپ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ہاں 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اور برے لوگ آتے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،لہذا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عورتوں کو پردہ کرنے کا حکم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۔عائشہ کہت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توجہ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بنا پر اللہ نے اس کے لئے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نازل ک</w:t>
      </w:r>
      <w:r w:rsidRPr="007A0ACC">
        <w:rPr>
          <w:rFonts w:hint="cs"/>
          <w:rtl/>
        </w:rPr>
        <w:t>ی</w:t>
      </w:r>
      <w:r w:rsidRPr="007A0ACC">
        <w:rPr>
          <w:rtl/>
        </w:rPr>
        <w:t>''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</w:t>
      </w:r>
      <w:r w:rsidR="00413EEC" w:rsidRPr="00A54383">
        <w:rPr>
          <w:rStyle w:val="libFootnotenumChar"/>
          <w:rFonts w:hint="cs"/>
          <w:rtl/>
        </w:rPr>
        <w:t>6</w:t>
      </w:r>
      <w:r w:rsidR="00413EEC" w:rsidRPr="00413EEC">
        <w:rPr>
          <w:rStyle w:val="libFootnotenumChar"/>
          <w:rFonts w:hint="cs"/>
          <w:rtl/>
        </w:rPr>
        <w:t>3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</w:t>
      </w:r>
    </w:p>
    <w:p w:rsidR="00A651E7" w:rsidRDefault="00A651E7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2E7CF5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اہلسنت کا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ہے کہ منافق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کے نماز جنازہ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ممانعت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عمر بن خطاب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رائے پر نازل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کہتے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منافق عبداللہ بن اُب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نماز جنازہ کے لئے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اسرار کے خلاف عمر بن خطاب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نازل ہوئ</w:t>
      </w:r>
      <w:r w:rsidRPr="007A0ACC">
        <w:rPr>
          <w:rFonts w:hint="cs"/>
          <w:rtl/>
        </w:rPr>
        <w:t>ی</w:t>
      </w:r>
      <w:r w:rsidRPr="007A0ACC">
        <w:rPr>
          <w:rtl/>
        </w:rPr>
        <w:t>۔عبداللہ بن عمر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</w:t>
      </w:r>
      <w:r w:rsidRPr="007A0ACC">
        <w:rPr>
          <w:rFonts w:hint="eastAsia"/>
          <w:rtl/>
        </w:rPr>
        <w:t>ے</w:t>
      </w:r>
      <w:r w:rsidRPr="007A0ACC">
        <w:rPr>
          <w:rtl/>
        </w:rPr>
        <w:t xml:space="preserve"> ،'' جب عبداللہ بن اب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فوت ہواتو اسکا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ٹا</w:t>
      </w:r>
      <w:r w:rsidRPr="007A0ACC">
        <w:rPr>
          <w:rtl/>
        </w:rPr>
        <w:t xml:space="preserve"> رسول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پاس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عرض ک</w:t>
      </w:r>
      <w:r w:rsidRPr="007A0ACC">
        <w:rPr>
          <w:rFonts w:hint="cs"/>
          <w:rtl/>
        </w:rPr>
        <w:t>ی</w:t>
      </w:r>
      <w:r w:rsidRPr="007A0ACC">
        <w:rPr>
          <w:rtl/>
        </w:rPr>
        <w:t>: اے اللہ کے رسول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مجھے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ص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جئے</w:t>
      </w:r>
      <w:r w:rsidRPr="007A0ACC">
        <w:rPr>
          <w:rtl/>
        </w:rPr>
        <w:t xml:space="preserve"> تاکہ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اپنے باپ کے لئے اسے کفن بناوں اور آپ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اسک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نماز جنازہ پڑھائ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دعائے مغفرت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آنحضرت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</w:t>
      </w:r>
      <w:r w:rsidRPr="007A0ACC">
        <w:rPr>
          <w:rtl/>
        </w:rPr>
        <w:t xml:space="preserve"> اسے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ص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کہا ،''جب تم کفن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کر</w:t>
      </w:r>
      <w:r w:rsidRPr="007A0ACC">
        <w:rPr>
          <w:rtl/>
        </w:rPr>
        <w:t xml:space="preserve"> فارغ ہوجائو تو اذان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نا</w:t>
      </w:r>
      <w:r w:rsidRPr="007A0ACC">
        <w:rPr>
          <w:rtl/>
        </w:rPr>
        <w:t>۔ اور جب اذان 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اسک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نماز جنازہ پڑھانے آئے جس پر عمر ابن خطاب نے آنحضرت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طرف کھ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نچا</w:t>
      </w:r>
      <w:r w:rsidRPr="007A0ACC">
        <w:rPr>
          <w:rtl/>
        </w:rPr>
        <w:t xml:space="preserve"> اور کہا ،''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اللہ نے آپ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 منافق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کا نماز جنازہ پڑھانے سے منع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ہے؟ اور کہا آپ اس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مغفرت چ</w:t>
      </w:r>
      <w:r w:rsidRPr="007A0ACC">
        <w:rPr>
          <w:rFonts w:hint="eastAsia"/>
          <w:rtl/>
        </w:rPr>
        <w:t>اہ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نہ چاہ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اگر آپ دعاء مغفرت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تو اللہ ان کو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بخشے گا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انہوں نے اللہ اور اس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کا انکار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اور اللہ ہرگز باغ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ہدا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کرتا ہے اس پر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نازل ہوئ</w:t>
      </w:r>
      <w:r w:rsidRPr="007A0ACC">
        <w:rPr>
          <w:rFonts w:hint="cs"/>
          <w:rtl/>
        </w:rPr>
        <w:t>ی</w:t>
      </w:r>
      <w:r w:rsidRPr="007A0ACC">
        <w:rPr>
          <w:rtl/>
        </w:rPr>
        <w:t>: اور اے نب</w:t>
      </w:r>
      <w:r w:rsidRPr="007A0ACC">
        <w:rPr>
          <w:rFonts w:hint="cs"/>
          <w:rtl/>
        </w:rPr>
        <w:t>ی</w:t>
      </w:r>
      <w:r w:rsidR="007317F7" w:rsidRPr="00A54383">
        <w:rPr>
          <w:rFonts w:hint="cs"/>
          <w:rtl/>
        </w:rPr>
        <w:t>(ص)</w:t>
      </w:r>
      <w:r w:rsidRPr="007A0ACC">
        <w:rPr>
          <w:rtl/>
        </w:rPr>
        <w:t xml:space="preserve"> تم کبھ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ان پر نماز جنازہ نہ پڑھانا جو مر </w:t>
      </w:r>
      <w:r w:rsidRPr="007A0ACC">
        <w:rPr>
          <w:rFonts w:hint="eastAsia"/>
          <w:rtl/>
        </w:rPr>
        <w:t>جائے</w:t>
      </w:r>
      <w:r w:rsidRPr="007A0ACC">
        <w:rPr>
          <w:rtl/>
        </w:rPr>
        <w:t xml:space="preserve"> اور نہ اس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قبر پر دعائے مغفرت کے لئے کھڑے ہوناک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انہوں نے اللہ اور اسکے رسول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کا انکار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وہ مرے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سرکش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حالت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(توبہ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</w:t>
      </w:r>
      <w:r w:rsidR="00413EEC" w:rsidRPr="00A54383">
        <w:rPr>
          <w:rFonts w:hint="cs"/>
          <w:rtl/>
        </w:rPr>
        <w:t>8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>)َ۔ خود عمر ابن خطاب سے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اور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جس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انہوں نے کہا،''۔۔م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مقابل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جرأت پر بہت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ران</w:t>
      </w:r>
      <w:r w:rsidRPr="007A0ACC">
        <w:rPr>
          <w:rtl/>
        </w:rPr>
        <w:t xml:space="preserve"> تھا''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</w:t>
      </w:r>
      <w:r w:rsidR="00413EEC" w:rsidRPr="00A54383">
        <w:rPr>
          <w:rStyle w:val="libFootnotenumChar"/>
          <w:rFonts w:hint="cs"/>
          <w:rtl/>
        </w:rPr>
        <w:t>65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۔اس واقعہ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اصل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قت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ہے کہ رسول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 منافق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کا نماز جنازہ پڑھنے اور مغفرت مانگنے کا  حقِ اخت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ار</w:t>
      </w:r>
      <w:r w:rsidRPr="007A0ACC">
        <w:rPr>
          <w:rtl/>
        </w:rPr>
        <w:t xml:space="preserve">  اس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شر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کے پس منظر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تھا،'' ان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مغفرت مانگو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مت مانگو اور اگر بہت بار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مانگو اللہ انکو بخشنے والا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ہے</w:t>
      </w:r>
      <w:r w:rsidRPr="007A0ACC">
        <w:rPr>
          <w:rtl/>
        </w:rPr>
        <w:t>(سورہ توبہ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</w:t>
      </w:r>
      <w:r w:rsidR="00413EEC" w:rsidRPr="00A54383">
        <w:rPr>
          <w:rFonts w:hint="cs"/>
          <w:rtl/>
        </w:rPr>
        <w:t>80</w:t>
      </w:r>
      <w:r w:rsidRPr="00A54383">
        <w:rPr>
          <w:rFonts w:hint="cs"/>
          <w:rtl/>
        </w:rPr>
        <w:t>)۔پ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اس خاص منافق پر نمازجنازہ پڑھنے کا 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صلہ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بڑے فائدہ کے لئے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تاکہ اسکے قب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لہ</w:t>
      </w:r>
      <w:r w:rsidRPr="007A0ACC">
        <w:rPr>
          <w:rtl/>
        </w:rPr>
        <w:t xml:space="preserve"> بن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خز رج کا دل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سک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ہزار افراد نے اسلام قبول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نماز جنازہ ممانعت سے بہت پہلے پڑھ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گئ</w:t>
      </w:r>
      <w:r w:rsidRPr="007A0ACC">
        <w:rPr>
          <w:rFonts w:hint="cs"/>
          <w:rtl/>
        </w:rPr>
        <w:t>ی</w:t>
      </w:r>
      <w:r w:rsidRPr="007A0ACC">
        <w:rPr>
          <w:rtl/>
        </w:rPr>
        <w:t>۔</w:t>
      </w:r>
    </w:p>
    <w:p w:rsidR="002E7CF5" w:rsidRDefault="002E7CF5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2E7CF5" w:rsidRDefault="002E7CF5" w:rsidP="009C4748">
      <w:pPr>
        <w:pStyle w:val="libNormal0"/>
        <w:rPr>
          <w:rtl/>
        </w:rPr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مذکورہ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تم مغفرت ما</w:t>
      </w:r>
      <w:r w:rsidRPr="007A0ACC">
        <w:rPr>
          <w:rFonts w:hint="eastAsia"/>
          <w:rtl/>
        </w:rPr>
        <w:t>نگو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نہ مانگو۔۔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ممانعت کا حکم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حضرت عمر نے سمجھا  اور جس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بنا پر انہوں نے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پر اعتراض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غلط سمجھا۔ منافقوں پر نماز جنازہ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ممانعت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نازل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صورت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ثابت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کہ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اذاًباللہ</w:t>
      </w:r>
      <w:r w:rsidRPr="007A0ACC">
        <w:rPr>
          <w:rtl/>
        </w:rPr>
        <w:t xml:space="preserve"> عبداللہ ب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اب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نماز پڑھانے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غلط تھے۔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اس وقت غلط ہوسکتا ہے اگر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فعل ممانعت نازل ہونے کے بعد انجام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ہو نہ کہ اس سے پہلے ۔</w:t>
      </w:r>
    </w:p>
    <w:p w:rsidR="00E720D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اس واقعہ کا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مقصد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سوائے اس اظہار کے کہ عمر ابن خطاب کتنے غلط تھے اور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کہ وہ کس زوور شور سے رسول خدا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پراعتراض کرتے تھے۔ انہوں نے اس بات کا خود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اعتراف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اور کہا،'' مجھ سے اسلام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غلط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و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اس وقت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جب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رحمت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نماز جنازہ پڑھنے کا ارادہ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۔۔۔۔وغ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>''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</w:t>
      </w:r>
      <w:r w:rsidR="00413EEC" w:rsidRPr="00A54383">
        <w:rPr>
          <w:rStyle w:val="libFootnotenumChar"/>
          <w:rFonts w:hint="cs"/>
          <w:rtl/>
        </w:rPr>
        <w:t>66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واقعہ ہے جنگ بدر کے 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سے جز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>(</w:t>
      </w:r>
      <w:r w:rsidRPr="007A0ACC">
        <w:t>blood money</w:t>
      </w:r>
      <w:r w:rsidRPr="007A0ACC">
        <w:rPr>
          <w:rtl/>
        </w:rPr>
        <w:t>)   وصول کرنے کا ۔۔۔۔ بقولِ اہلسنت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 ان 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کو اس وقت قتل کرنے کے بجائے جز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نے</w:t>
      </w:r>
      <w:r w:rsidRPr="007A0ACC">
        <w:rPr>
          <w:rtl/>
        </w:rPr>
        <w:t xml:space="preserve"> پر اللہ نے ڈانٹ پلائ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جب عمر ابن خطاب نے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قتل کرنا چاہا،جس پر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عمر ابن خطاب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نازل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۔ اہلسنت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رسول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حضرت ابوبکر کے ساتھ روتے تھے انہوں نے کہا،'' عمر ابن خطاب سے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اختلاف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وجہ سے ہم پر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عذابِ عظ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نازل ہونے والا تھا اور ا</w:t>
      </w:r>
      <w:r w:rsidRPr="007A0ACC">
        <w:rPr>
          <w:rFonts w:hint="eastAsia"/>
          <w:rtl/>
        </w:rPr>
        <w:t>گر</w:t>
      </w:r>
      <w:r w:rsidRPr="007A0ACC">
        <w:rPr>
          <w:rtl/>
        </w:rPr>
        <w:t xml:space="preserve"> وہ عذاب نازل ہوتا تو اس سے صرف عمر ابن خطاب بچ پاتے''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</w:t>
      </w:r>
      <w:r w:rsidR="00413EEC" w:rsidRPr="00A54383">
        <w:rPr>
          <w:rStyle w:val="libFootnotenumChar"/>
          <w:rFonts w:hint="cs"/>
          <w:rtl/>
        </w:rPr>
        <w:t>6</w:t>
      </w:r>
      <w:r w:rsidR="00413EEC" w:rsidRPr="00413EEC">
        <w:rPr>
          <w:rStyle w:val="libFootnotenumChar"/>
          <w:rFonts w:hint="cs"/>
          <w:rtl/>
        </w:rPr>
        <w:t>7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ا س واقعہ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قت</w:t>
      </w:r>
      <w:r w:rsidRPr="007A0ACC">
        <w:rPr>
          <w:rtl/>
        </w:rPr>
        <w:t xml:space="preserve"> اس طرح ہے: پچھل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صحابہ کو ڈانٹ پلات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جنگ بدر سے پہلے نازل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جنہوں نے ابو سف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کے تجارت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کاروان کو ترج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جب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رسول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منافق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سے جنگ کرنے کے سلسلے م</w:t>
      </w:r>
      <w:r w:rsidRPr="007A0ACC">
        <w:rPr>
          <w:rFonts w:hint="cs"/>
          <w:rtl/>
        </w:rPr>
        <w:t>ی</w:t>
      </w:r>
      <w:r w:rsidRPr="007A0ACC">
        <w:rPr>
          <w:rtl/>
        </w:rPr>
        <w:t>ں ہونے وال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اور آمادگ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مشورہ کے لئے طلب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تھا۔ اس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ذر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عے</w:t>
      </w:r>
      <w:r w:rsidRPr="007A0ACC">
        <w:rPr>
          <w:rtl/>
        </w:rPr>
        <w:t xml:space="preserve"> جنگ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بنانے کے لئے ممانعت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بلکہ منافق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سے لڑنے سے پہلے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بنانے پر ممانعت ہے جو کہ کچھ صحابہ کا منشا تھا جن سے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منافق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سے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تو کارو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ضبط کرنے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بھر جنگ کرنے کے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مشاورت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۔  اس پر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کرناک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مناسب ہوسکتا ہے کہ جو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ان کو ڈرانے کے لئے نازل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جو لڑنا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چاہتے تھے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 ڈانٹنے کے لئے نازل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جس نے پہل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منافق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کو قتل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تھا؟!۔ قر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ستر(</w:t>
      </w:r>
      <w:r w:rsidR="00413EEC" w:rsidRPr="00A54383">
        <w:rPr>
          <w:rFonts w:hint="cs"/>
          <w:rtl/>
        </w:rPr>
        <w:t>70</w:t>
      </w:r>
      <w:r w:rsidRPr="00A54383">
        <w:rPr>
          <w:rFonts w:hint="cs"/>
          <w:rtl/>
        </w:rPr>
        <w:t>) جا</w:t>
      </w:r>
      <w:r w:rsidRPr="007A0ACC">
        <w:rPr>
          <w:rFonts w:hint="eastAsia"/>
          <w:rtl/>
        </w:rPr>
        <w:t>نباز</w:t>
      </w:r>
      <w:r w:rsidRPr="007A0ACC">
        <w:rPr>
          <w:rtl/>
        </w:rPr>
        <w:t xml:space="preserve"> اس جنگ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مارے گئے۔  </w:t>
      </w:r>
    </w:p>
    <w:p w:rsidR="00E720DC" w:rsidRDefault="00E720DC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9C4748" w:rsidP="00B57DA1">
      <w:pPr>
        <w:pStyle w:val="Heading2Center"/>
        <w:rPr>
          <w:rtl/>
        </w:rPr>
      </w:pPr>
      <w:bookmarkStart w:id="38" w:name="_Toc447620026"/>
      <w:r w:rsidRPr="007A0ACC">
        <w:rPr>
          <w:rtl/>
        </w:rPr>
        <w:t>ابوہر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اور کثرتِ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>:</w:t>
      </w:r>
      <w:bookmarkEnd w:id="38"/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  ابوہر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کے ذر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عے</w:t>
      </w:r>
      <w:r w:rsidRPr="007A0ACC">
        <w:rPr>
          <w:rtl/>
        </w:rPr>
        <w:t xml:space="preserve"> بہت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</w:t>
      </w:r>
      <w:r w:rsidRPr="007A0ACC">
        <w:rPr>
          <w:rtl/>
        </w:rPr>
        <w:t xml:space="preserve"> ہ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مرو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بنا پر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زندگ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کچھ جائزہ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نے</w:t>
      </w:r>
      <w:r w:rsidRPr="007A0ACC">
        <w:rPr>
          <w:rtl/>
        </w:rPr>
        <w:t xml:space="preserve"> کا 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صلہ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 محدثوں نے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رائے ہوکے قبول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کہ ابوہر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نے رسول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متعلق سب سے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حالانکہ انہوں نے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ساتھ صرف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سال اور نو مہ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نے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سے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سال گذارے کتب اہلسنت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413EEC" w:rsidRPr="00A54383">
        <w:rPr>
          <w:rFonts w:hint="cs"/>
          <w:rtl/>
        </w:rPr>
        <w:t>537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>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درج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 </w:t>
      </w:r>
      <w:r w:rsidR="00A54383" w:rsidRPr="00A54383">
        <w:rPr>
          <w:rFonts w:hint="cs"/>
          <w:rtl/>
          <w:lang w:bidi="ur-PK"/>
        </w:rPr>
        <w:t>44</w:t>
      </w:r>
      <w:r w:rsidR="00413EEC" w:rsidRPr="00A54383">
        <w:rPr>
          <w:rFonts w:hint="cs"/>
          <w:rtl/>
        </w:rPr>
        <w:t>6</w:t>
      </w:r>
      <w:r w:rsidRPr="00A54383">
        <w:rPr>
          <w:rFonts w:hint="cs"/>
          <w:rtl/>
        </w:rPr>
        <w:t xml:space="preserve"> 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ابوہر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نے خود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اعتراف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کہ ،''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صحاب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اتن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جتنا 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سوائے عبداللہ ب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عمر کے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وہ لکھ،پڑھ سکتے تھے(اور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)''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</w:t>
      </w:r>
      <w:r w:rsidR="00413EEC" w:rsidRPr="00A54383">
        <w:rPr>
          <w:rStyle w:val="libFootnotenumChar"/>
          <w:rFonts w:hint="cs"/>
          <w:rtl/>
        </w:rPr>
        <w:t>6</w:t>
      </w:r>
      <w:r w:rsidR="00413EEC" w:rsidRPr="00413EEC">
        <w:rPr>
          <w:rStyle w:val="libFootnotenumChar"/>
          <w:rFonts w:hint="cs"/>
          <w:rtl/>
        </w:rPr>
        <w:t>8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کن</w:t>
      </w:r>
      <w:r w:rsidRPr="007A0ACC">
        <w:rPr>
          <w:rtl/>
        </w:rPr>
        <w:t xml:space="preserve"> عبداللہ بن عمر نے کل</w:t>
      </w:r>
      <w:r w:rsidR="00413EEC" w:rsidRPr="00A54383">
        <w:rPr>
          <w:rFonts w:hint="cs"/>
          <w:rtl/>
        </w:rPr>
        <w:t>722</w:t>
      </w:r>
      <w:r w:rsidRPr="00A54383">
        <w:rPr>
          <w:rFonts w:hint="cs"/>
          <w:rtl/>
        </w:rPr>
        <w:t xml:space="preserve">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نے صرف سات اور مسلم نے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tl/>
        </w:rPr>
        <w:t xml:space="preserve"> درج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ابوہر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اپنے سے مرو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شدہ کثرت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وجہ خود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ان الفاظ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کر رہا ہے: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مہاجر اور ا</w:t>
      </w:r>
      <w:r w:rsidRPr="007A0ACC">
        <w:rPr>
          <w:rFonts w:hint="eastAsia"/>
          <w:rtl/>
        </w:rPr>
        <w:t>نصار</w:t>
      </w:r>
      <w:r w:rsidRPr="007A0ACC">
        <w:rPr>
          <w:rtl/>
        </w:rPr>
        <w:t xml:space="preserve"> بھائ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تر تجارت اور کار و بار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مشغول رہتے تھے ۔م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چونکہ مفلس تھا،اس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ے</w:t>
      </w:r>
      <w:r w:rsidRPr="007A0ACC">
        <w:rPr>
          <w:rtl/>
        </w:rPr>
        <w:t xml:space="preserve"> رسول خدا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بارگاہ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اکثر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ٹھا</w:t>
      </w:r>
      <w:r w:rsidRPr="007A0ACC">
        <w:rPr>
          <w:rtl/>
        </w:rPr>
        <w:t xml:space="preserve"> رہتا تھا تاکہ اپنا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</w:t>
      </w:r>
      <w:r w:rsidRPr="007A0ACC">
        <w:rPr>
          <w:rtl/>
        </w:rPr>
        <w:t xml:space="preserve"> بھر سکوں اور وہ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حلال رزق سے۔اسطرح جب وہ غائب تھے،توم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حاضر تھا اور جب وہ بھول گئے،م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</w:t>
      </w:r>
      <w:r w:rsidRPr="007A0ACC">
        <w:rPr>
          <w:rtl/>
        </w:rPr>
        <w:t xml:space="preserve"> کر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ٹھا،</w:t>
      </w:r>
      <w:r w:rsidRPr="007A0ACC">
        <w:rPr>
          <w:rtl/>
        </w:rPr>
        <w:t>''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</w:t>
      </w:r>
      <w:r w:rsidR="00413EEC" w:rsidRPr="00A54383">
        <w:rPr>
          <w:rStyle w:val="libFootnotenumChar"/>
          <w:rFonts w:hint="cs"/>
          <w:rtl/>
        </w:rPr>
        <w:t>6</w:t>
      </w:r>
      <w:r w:rsidR="00413EEC" w:rsidRPr="00413EEC">
        <w:rPr>
          <w:rStyle w:val="libFootnotenumChar"/>
          <w:rFonts w:hint="cs"/>
          <w:rtl/>
        </w:rPr>
        <w:t>9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۔ وہ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کہتا ہے،'' کہ بھوک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شدت سے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</w:t>
      </w:r>
      <w:r w:rsidRPr="007A0ACC">
        <w:rPr>
          <w:rtl/>
        </w:rPr>
        <w:t xml:space="preserve"> پر پتھر باندھتا تھا اور اپنے ساتھ قرآن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تلاوت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کرتا تھا تاکہ آنجناب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کچھ کھلائ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۔مسک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نوں</w:t>
      </w:r>
      <w:r w:rsidRPr="007A0ACC">
        <w:rPr>
          <w:rtl/>
        </w:rPr>
        <w:t xml:space="preserve"> پر سب سے رحم دل جعفر بن ابو طالب تھے۔ وہ ہم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اپنے گھر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جا</w:t>
      </w:r>
      <w:r w:rsidRPr="007A0ACC">
        <w:rPr>
          <w:rtl/>
        </w:rPr>
        <w:t xml:space="preserve"> کرکھلاتے تھے جو کچھ وہاں موجود ہوتا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تک کہ </w:t>
      </w:r>
      <w:r w:rsidRPr="007A0ACC">
        <w:rPr>
          <w:rFonts w:hint="eastAsia"/>
          <w:rtl/>
        </w:rPr>
        <w:t>وہ</w:t>
      </w:r>
      <w:r w:rsidRPr="007A0ACC">
        <w:rPr>
          <w:rtl/>
        </w:rPr>
        <w:t xml:space="preserve"> خوردن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سامان کے خال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ڈبے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لاتے تھے جس کو ہم کاٹ کر چاٹتے تھا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170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</w:t>
      </w:r>
    </w:p>
    <w:p w:rsidR="00E720DC" w:rsidRPr="00A54383" w:rsidRDefault="009C4748" w:rsidP="00124CED">
      <w:pPr>
        <w:pStyle w:val="libNormal0"/>
        <w:rPr>
          <w:rtl/>
        </w:rPr>
      </w:pPr>
      <w:r w:rsidRPr="007A0ACC">
        <w:rPr>
          <w:rtl/>
        </w:rPr>
        <w:t xml:space="preserve">         ابو 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نے جعفر ابن ابوطالب کے کھانا کھلوانے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تعر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اسطرح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:  بعد از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>جس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نے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چپل ُپہن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گھوڑے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سوار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زم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پر قدم رکھا جعفر ابن اب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طالب سے بہتر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تھا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171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تو ابوہر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نے جعفر بن ابو طالب کو دوسرے صحابہ پر ترج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نے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کونسا مع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ار</w:t>
      </w:r>
      <w:r w:rsidRPr="007A0ACC">
        <w:rPr>
          <w:rtl/>
        </w:rPr>
        <w:t xml:space="preserve"> لاگوک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ا؟</w:t>
      </w:r>
      <w:r w:rsidRPr="007A0ACC">
        <w:rPr>
          <w:rtl/>
        </w:rPr>
        <w:t>!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مسلم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درج ہے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عمر ابن خطاب نے ابوہر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پٹائ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جب انہوںنے اسکو نب</w:t>
      </w:r>
      <w:r w:rsidRPr="007A0ACC">
        <w:rPr>
          <w:rFonts w:hint="cs"/>
          <w:rtl/>
        </w:rPr>
        <w:t>ی</w:t>
      </w:r>
      <w:r w:rsidR="007317F7" w:rsidRPr="00A54383">
        <w:rPr>
          <w:rFonts w:hint="cs"/>
          <w:rtl/>
        </w:rPr>
        <w:t>(ص)</w:t>
      </w:r>
      <w:r w:rsidRPr="007A0ACC">
        <w:rPr>
          <w:rtl/>
        </w:rPr>
        <w:t xml:space="preserve"> سے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منسوب کرتے سنا،'' جس نے زبان سے لا الاہ الا اللہ کہا،وہ جنت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داخل ہوگا '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172</w:t>
      </w:r>
      <w:r w:rsidR="00124CED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 </w:t>
      </w:r>
    </w:p>
    <w:p w:rsidR="00E720DC" w:rsidRDefault="00E720DC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E720DC" w:rsidRPr="00A5438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ابن عبد البر نے ابو 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کہ اس نے کہا ۔''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آپ سے وہ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 کو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اگر حضرت عمر کے زمانے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کرتا،وہ مجھے دُرے لگاتے''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173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فقہ کے راو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رضا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ہے،'' اگر حضرت عمر اور زندہ رہتے (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ابوہر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کے زند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رہنے تک 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رہتے) تو اتن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ہم تک نہ پہنچ پات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''۔مصطفٰ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صادق الراف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لئے کہتاہے،''وہ ابوہر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پہلا راو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تھا جس پر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وضع کرنے کا الزام ہے''۔ جب جنگ صف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ہوئ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،ابوہر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نے معاو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کا ساتھ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اسکو بن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کرنے اور ان کے </w:t>
      </w:r>
      <w:r w:rsidRPr="007A0ACC">
        <w:rPr>
          <w:rFonts w:hint="eastAsia"/>
          <w:rtl/>
        </w:rPr>
        <w:t>حق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وضع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پھ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لانے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عوض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بہت سا روپ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،پ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سہ</w:t>
      </w:r>
      <w:r w:rsidRPr="007A0ACC">
        <w:rPr>
          <w:rtl/>
        </w:rPr>
        <w:t xml:space="preserve"> مل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 مروان بن حکم نے اس کو 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لئے  اپنا ڈپٹ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شہر کا وال</w:t>
      </w:r>
      <w:r w:rsidRPr="007A0ACC">
        <w:rPr>
          <w:rFonts w:hint="cs"/>
          <w:rtl/>
        </w:rPr>
        <w:t>ی</w:t>
      </w:r>
      <w:r w:rsidRPr="007A0ACC">
        <w:rPr>
          <w:rtl/>
        </w:rPr>
        <w:t>(گورنر) بنا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۔اسطرح اس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مال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حالت بہت بہتر ہوگئ</w:t>
      </w:r>
      <w:r w:rsidRPr="007A0ACC">
        <w:rPr>
          <w:rFonts w:hint="cs"/>
          <w:rtl/>
        </w:rPr>
        <w:t>ی</w:t>
      </w:r>
      <w:r w:rsidRPr="007A0ACC">
        <w:rPr>
          <w:rtl/>
        </w:rPr>
        <w:t>۔ا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وب</w:t>
      </w:r>
      <w:r w:rsidRPr="007A0ACC">
        <w:rPr>
          <w:rtl/>
        </w:rPr>
        <w:t xml:space="preserve"> بن محمد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اس نے کہا،'' ہم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دفعہ ابوہر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کے ساتھ تھے اور وہ دو </w:t>
      </w:r>
      <w:r w:rsidRPr="007A0ACC">
        <w:rPr>
          <w:rFonts w:hint="eastAsia"/>
          <w:rtl/>
        </w:rPr>
        <w:t>خوبصو</w:t>
      </w:r>
      <w:r w:rsidRPr="007A0ACC">
        <w:rPr>
          <w:rtl/>
        </w:rPr>
        <w:t xml:space="preserve"> ت سوت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کپڑے پہنے ہوئے تھا۔ اس نے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ناک صاف کرد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کہا،''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ہوسکتا ہے؟! ابوہر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سوت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کپڑے پہن کر ناک صاف کرسکتا ہے؟! مجھے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</w:t>
      </w:r>
      <w:r w:rsidRPr="007A0ACC">
        <w:rPr>
          <w:rtl/>
        </w:rPr>
        <w:t xml:space="preserve"> ہے 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منبررسول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اور حجرہ ٔحضرت عائشہ کے نزد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تر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ٹھنے</w:t>
      </w:r>
      <w:r w:rsidRPr="007A0ACC">
        <w:rPr>
          <w:rtl/>
        </w:rPr>
        <w:t xml:space="preserve"> والا شخص ہوں جہاں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ہوش و حواس کھو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ٹھتا</w:t>
      </w:r>
      <w:r w:rsidRPr="007A0ACC">
        <w:rPr>
          <w:rtl/>
        </w:rPr>
        <w:t xml:space="preserve"> تھا۔کو</w:t>
      </w:r>
      <w:r w:rsidRPr="007A0ACC">
        <w:rPr>
          <w:rFonts w:hint="eastAsia"/>
          <w:rtl/>
        </w:rPr>
        <w:t>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مجھے پاگل سمجھ آکے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گردن پر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رکھتا تھا ،م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پاگل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بلکہ بھوکا ہوتاتھا 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17</w:t>
      </w:r>
      <w:r w:rsidR="00A54383" w:rsidRPr="00A54383">
        <w:rPr>
          <w:rStyle w:val="libFootnotenumChar"/>
          <w:rFonts w:hint="cs"/>
          <w:rtl/>
        </w:rPr>
        <w:t>4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 بن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غرض سے اسنے جان بوجھ کر کچھ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کا ذکر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کرنے سے اسک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مال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معاونت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بلکہ اسک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جان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خطرہ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پڑ سکت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>۔ ابوہر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اسکا اعتراف ان الفاظ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کرتا ہے،''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دو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جمع کر چکا تھا۔ا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اگر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دوسر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کرتا،م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گردن کب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کٹ چک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ہوت</w:t>
      </w:r>
      <w:r w:rsidRPr="007A0ACC">
        <w:rPr>
          <w:rFonts w:hint="cs"/>
          <w:rtl/>
        </w:rPr>
        <w:t>ی</w:t>
      </w:r>
      <w:r w:rsidRPr="007A0ACC">
        <w:rPr>
          <w:rtl/>
        </w:rPr>
        <w:t>''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17</w:t>
      </w:r>
      <w:r w:rsidR="00413EEC" w:rsidRPr="00A54383">
        <w:rPr>
          <w:rStyle w:val="libFootnotenumChar"/>
          <w:rFonts w:hint="cs"/>
          <w:rtl/>
        </w:rPr>
        <w:t>5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۔</w:t>
      </w:r>
    </w:p>
    <w:p w:rsidR="00E720DC" w:rsidRDefault="00E720DC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E720DC" w:rsidRDefault="00E720DC" w:rsidP="00A54383">
      <w:pPr>
        <w:pStyle w:val="libNormal0"/>
        <w:rPr>
          <w:rtl/>
        </w:rPr>
      </w:pPr>
    </w:p>
    <w:p w:rsidR="009C4748" w:rsidRPr="007A0ACC" w:rsidRDefault="009C4748" w:rsidP="00A54383">
      <w:pPr>
        <w:pStyle w:val="libNormal0"/>
        <w:rPr>
          <w:rtl/>
        </w:rPr>
      </w:pPr>
      <w:r w:rsidRPr="007A0ACC">
        <w:rPr>
          <w:rFonts w:hint="cs"/>
          <w:rtl/>
        </w:rPr>
        <w:t>اس بی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کا ابو 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کے دئ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ے</w:t>
      </w:r>
      <w:r w:rsidRPr="007A0ACC">
        <w:rPr>
          <w:rtl/>
        </w:rPr>
        <w:t xml:space="preserve"> ہوئے اس دوسرے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</w:t>
      </w:r>
      <w:r w:rsidRPr="007A0ACC">
        <w:rPr>
          <w:rFonts w:hint="eastAsia"/>
          <w:rtl/>
        </w:rPr>
        <w:t>ے</w:t>
      </w:r>
      <w:r w:rsidRPr="007A0ACC">
        <w:rPr>
          <w:rtl/>
        </w:rPr>
        <w:t xml:space="preserve"> مقابلے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اعتبار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جاسکتا ہے جس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وہ خود کہتا ہے،''لوگ کہتے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ابوہر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نے بہت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۔اگر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دو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نہ ہوت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،م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کرتا،''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ناََ</w:t>
      </w:r>
      <w:r w:rsidRPr="007A0ACC">
        <w:rPr>
          <w:rtl/>
        </w:rPr>
        <w:t xml:space="preserve"> وہ لوگ ہمارے نازل کردہ واضح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انات</w:t>
      </w:r>
      <w:r w:rsidRPr="007A0ACC">
        <w:rPr>
          <w:rtl/>
        </w:rPr>
        <w:t xml:space="preserve"> اور ہدا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کو </w:t>
      </w:r>
      <w:r w:rsidRPr="007A0ACC">
        <w:rPr>
          <w:rFonts w:hint="eastAsia"/>
          <w:rtl/>
        </w:rPr>
        <w:t>چھپاتے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جسے ہم لوگوں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کتاب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کر چکے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۔ان لوگوں پر اللہ لعنت کرتا ہے اور تمام لعنت کرنے والے لعنت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۔سوائے ان لوگوں کے جو توبہ کرل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اصلاح کر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جس کو چھپا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اسکو واضح کرد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تو ان لوگوں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توبہ قبول کر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تا</w:t>
      </w:r>
      <w:r w:rsidRPr="007A0ACC">
        <w:rPr>
          <w:rtl/>
        </w:rPr>
        <w:t xml:space="preserve"> ہوں اور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توبہ قبول کرنے والا مہربان ہوں ''(بقرہ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</w:t>
      </w:r>
      <w:r w:rsidR="00413EEC" w:rsidRPr="00A54383">
        <w:rPr>
          <w:rFonts w:hint="cs"/>
          <w:rtl/>
        </w:rPr>
        <w:t>159</w:t>
      </w:r>
      <w:r w:rsidRPr="00A54383">
        <w:rPr>
          <w:rFonts w:hint="cs"/>
          <w:rtl/>
        </w:rPr>
        <w:t>۔</w:t>
      </w:r>
      <w:r w:rsidR="00413EEC" w:rsidRPr="00A54383">
        <w:rPr>
          <w:rFonts w:hint="cs"/>
          <w:rtl/>
        </w:rPr>
        <w:t>160</w:t>
      </w:r>
      <w:r w:rsidRPr="00A54383">
        <w:rPr>
          <w:rFonts w:hint="cs"/>
          <w:rtl/>
        </w:rPr>
        <w:t>)</w:t>
      </w:r>
      <w:r w:rsidR="0017666E" w:rsidRPr="00124CED">
        <w:rPr>
          <w:rStyle w:val="libFootnotenumChar"/>
          <w:rFonts w:hint="cs"/>
          <w:rtl/>
        </w:rPr>
        <w:t>(</w:t>
      </w:r>
      <w:r w:rsidR="00413EEC" w:rsidRPr="00413EEC">
        <w:rPr>
          <w:rStyle w:val="libFootnotenumChar"/>
          <w:rFonts w:hint="cs"/>
          <w:rtl/>
        </w:rPr>
        <w:t>17</w:t>
      </w:r>
      <w:r w:rsidR="00413EEC" w:rsidRPr="00A54383">
        <w:rPr>
          <w:rStyle w:val="libFootnotenumChar"/>
          <w:rFonts w:hint="cs"/>
          <w:rtl/>
        </w:rPr>
        <w:t>6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۔      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ان ناقابل ترد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ثبوتوں سے ابوہر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' اصل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اور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انتدار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راو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بے نقاب ہوجات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اور اسکا ہمارے زمانے کے' سرکار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مبلغ '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ساہونا</w:t>
      </w:r>
      <w:r w:rsidRPr="007A0ACC">
        <w:rPr>
          <w:rtl/>
        </w:rPr>
        <w:t xml:space="preserve"> ثابت ہوتا ہے                    </w:t>
      </w:r>
    </w:p>
    <w:p w:rsidR="00E720D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ابوہر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نے حضرت رسول خدا سے نقل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،'' جب ملک الموت کواللہ نے حضرت موس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روح قبض کرنے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جا،تو</w:t>
      </w:r>
      <w:r w:rsidRPr="007A0ACC">
        <w:rPr>
          <w:rtl/>
        </w:rPr>
        <w:t xml:space="preserve"> وہ ملک الموت سے جھگڑنے لگے اور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طمانچہ مارا جس سے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آنکھ باہر نکل آئ</w:t>
      </w:r>
      <w:r w:rsidRPr="007A0ACC">
        <w:rPr>
          <w:rFonts w:hint="cs"/>
          <w:rtl/>
        </w:rPr>
        <w:t>ی</w:t>
      </w:r>
      <w:r w:rsidRPr="007A0ACC">
        <w:rPr>
          <w:rtl/>
        </w:rPr>
        <w:t>۔ ملک الموت وہ آنکھ ہاتھ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لئے ہوئے اللہ کے پاس واپس پہنچ</w:t>
      </w:r>
      <w:r w:rsidRPr="007A0ACC">
        <w:rPr>
          <w:rFonts w:hint="eastAsia"/>
          <w:rtl/>
        </w:rPr>
        <w:t>ے</w:t>
      </w:r>
      <w:r w:rsidRPr="007A0ACC">
        <w:rPr>
          <w:rtl/>
        </w:rPr>
        <w:t xml:space="preserve"> اور شکا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کہ آپ نے مجھے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شخص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روح قبض کرنے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جا</w:t>
      </w:r>
      <w:r w:rsidRPr="007A0ACC">
        <w:rPr>
          <w:rtl/>
        </w:rPr>
        <w:t xml:space="preserve"> جو مرنا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چاہتا۔ اللہ نے جواب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واپس جاکر موس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 سے کہو کہ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پر ہاتھ رکھدو۔ اور ہاتھ کے 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چے</w:t>
      </w:r>
      <w:r w:rsidRPr="007A0ACC">
        <w:rPr>
          <w:rtl/>
        </w:rPr>
        <w:t xml:space="preserve"> جتنے بال آجائ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ںہر</w:t>
      </w:r>
      <w:r w:rsidRPr="007A0ACC">
        <w:rPr>
          <w:rtl/>
        </w:rPr>
        <w:t xml:space="preserve"> بال کے بدلے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سال عمر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اضافہ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جائے گا۔چنانچہ ملک ا</w:t>
      </w:r>
      <w:r w:rsidRPr="007A0ACC">
        <w:rPr>
          <w:rFonts w:hint="eastAsia"/>
          <w:rtl/>
        </w:rPr>
        <w:t>لموت</w:t>
      </w:r>
      <w:r w:rsidRPr="007A0ACC">
        <w:rPr>
          <w:rtl/>
        </w:rPr>
        <w:t xml:space="preserve"> پھر حضرت موس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کے پاس تشر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لائے اور سار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گفتگو کہہ سنائ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 پر حضرت موس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نے اللہ سے پوچھاپالنے والے اس کے بعد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ہوگا؟ کہا موت: اس پر جناب موس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بولے جب آخر موت ہے! تو آج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روح قبض کرلے اور اے اللہ مجھے ارض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المقدس کے قر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</w:t>
      </w:r>
      <w:r w:rsidRPr="007A0ACC">
        <w:rPr>
          <w:rtl/>
        </w:rPr>
        <w:t xml:space="preserve"> پہنچادے تاکہ روح وہ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قبض ہو ''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179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(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موت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دے</w:t>
      </w:r>
      <w:r w:rsidRPr="007A0ACC">
        <w:rPr>
          <w:rtl/>
        </w:rPr>
        <w:t xml:space="preserve">) </w:t>
      </w:r>
    </w:p>
    <w:p w:rsidR="00E720DC" w:rsidRDefault="00E720DC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 ابوہر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ہے،'' جب جہنم سے پوچھا جائے گا کہ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</w:t>
      </w:r>
      <w:r w:rsidRPr="007A0ACC">
        <w:rPr>
          <w:rtl/>
        </w:rPr>
        <w:t xml:space="preserve"> بھر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؟تو وہ کہے گا کہ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کچھ اور ہے؟ اس وقت اللہ ذوالجلال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ٹانگ جہنم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ڈال دے گا جس پر وہ پکار اٹھے گا؛ بس،بس!!'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180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۔ابوہر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سے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</w:t>
      </w:r>
      <w:r w:rsidRPr="007A0ACC">
        <w:rPr>
          <w:rFonts w:hint="eastAsia"/>
          <w:rtl/>
        </w:rPr>
        <w:t>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</w:t>
      </w:r>
      <w:r w:rsidRPr="007A0ACC">
        <w:rPr>
          <w:rtl/>
        </w:rPr>
        <w:t>''اللہ تبارک و تعال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ہر رات کے آخر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پہر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عرش سے 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چے</w:t>
      </w:r>
      <w:r w:rsidRPr="007A0ACC">
        <w:rPr>
          <w:rtl/>
        </w:rPr>
        <w:t xml:space="preserve"> آکراعلان کرتاہے: کون ہے جو مجھ سے مانگے،تو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اسے عطا کروں؟ کون ہے جو مجھ سے معاف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مانگے ،تو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بخش دوں؟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181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آخر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اہلسنت کے اس عق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سے پور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متضاد ہے کہ اللہ عرش پر مستقل تشر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فر</w:t>
      </w:r>
      <w:r w:rsidRPr="007A0ACC">
        <w:rPr>
          <w:rFonts w:hint="eastAsia"/>
          <w:rtl/>
        </w:rPr>
        <w:t>ما</w:t>
      </w:r>
      <w:r w:rsidRPr="007A0ACC">
        <w:rPr>
          <w:rtl/>
        </w:rPr>
        <w:t xml:space="preserve"> ہے  ۔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ابو 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سے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مرو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کہ،'' بن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اسرائ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عر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ہوکر نہاتے تھے اور ہر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دوسرے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کھتا</w:t>
      </w:r>
      <w:r w:rsidRPr="007A0ACC">
        <w:rPr>
          <w:rtl/>
        </w:rPr>
        <w:t xml:space="preserve"> تھامگر حضرت موس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 تنہائ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نہاتے تھے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وہ کہتے تھے: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قسم موس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 کو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tl/>
        </w:rPr>
        <w:t xml:space="preserve"> ہم سے الگ نہانے کے لئے مانع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سوائے اسکے کہ ان </w:t>
      </w:r>
      <w:r w:rsidRPr="007A0ACC">
        <w:rPr>
          <w:rFonts w:hint="eastAsia"/>
          <w:rtl/>
        </w:rPr>
        <w:t>کے</w:t>
      </w:r>
      <w:r w:rsidRPr="007A0ACC">
        <w:rPr>
          <w:rtl/>
        </w:rPr>
        <w:t xml:space="preserve"> آلۂ تناسل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۔ا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دفعہ موس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 نہانے گئے اور اپنے کپڑے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چٹان پر رکھدئ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ے</w:t>
      </w:r>
      <w:r w:rsidRPr="007A0ACC">
        <w:rPr>
          <w:rtl/>
        </w:rPr>
        <w:t>۔چٹان کھسک کر موس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کے کپڑوں سم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دور چلت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موس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اسکے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چھے</w:t>
      </w:r>
      <w:r w:rsidRPr="007A0ACC">
        <w:rPr>
          <w:rtl/>
        </w:rPr>
        <w:t xml:space="preserve"> چلاتے دوڑے،م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کپڑے واپس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دو</w:t>
      </w:r>
      <w:r w:rsidRPr="007A0ACC">
        <w:rPr>
          <w:rtl/>
        </w:rPr>
        <w:t>۔م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کپڑے واپس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دو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تک کہ بن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اسرائ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نے موس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ٰ  کو(عر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)د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</w:t>
      </w:r>
      <w:r w:rsidRPr="007A0ACC">
        <w:rPr>
          <w:rtl/>
        </w:rPr>
        <w:t xml:space="preserve">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کہا،''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قسم !موس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ٰ  کے بدن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نقص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ہے۔ انہوںنے چٹان سے اپنے کپڑے لئے اور ان سے اس چٹان کو مارنے لگے تاکہ اسے سبق سکھائ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!  ابوہر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کہتا ہے کہ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قسم! انہوں نے اور چھ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سات چٹانوں سے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کہا کہ اس چٹان کو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ٹنے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 کا ساتھ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۔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182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        </w:t>
      </w:r>
    </w:p>
    <w:p w:rsidR="00E720DC" w:rsidRPr="00A5438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ابوہر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سے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کہ،'' جب نماز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اذان 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طان</w:t>
      </w:r>
      <w:r w:rsidRPr="007A0ACC">
        <w:rPr>
          <w:rtl/>
        </w:rPr>
        <w:t xml:space="preserve"> بھاگ جاتا ہے۔وہ مقعد(</w:t>
      </w:r>
      <w:r w:rsidRPr="007A0ACC">
        <w:t>anus</w:t>
      </w:r>
      <w:r w:rsidRPr="007A0ACC">
        <w:rPr>
          <w:rtl/>
        </w:rPr>
        <w:t>) سے آواز دار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tl/>
        </w:rPr>
        <w:t>(ر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>) خارج کرتا رہتا ہے تاکہ اذان نہ سن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جائے۔جب اذان مکمل ہوت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وہ پھر آتا ہے نماز شروع ہونے کے ساتھ ہ</w:t>
      </w:r>
      <w:r w:rsidRPr="007A0ACC">
        <w:rPr>
          <w:rFonts w:hint="cs"/>
          <w:rtl/>
        </w:rPr>
        <w:t>ی</w:t>
      </w:r>
      <w:r w:rsidRPr="007A0ACC">
        <w:rPr>
          <w:rtl/>
        </w:rPr>
        <w:t>۔ اس کے بعد وہ پھر بھاگ جاتا ہے ا</w:t>
      </w:r>
      <w:r w:rsidRPr="007A0ACC">
        <w:rPr>
          <w:rFonts w:hint="eastAsia"/>
          <w:rtl/>
        </w:rPr>
        <w:t>ور</w:t>
      </w:r>
      <w:r w:rsidRPr="007A0ACC">
        <w:rPr>
          <w:rtl/>
        </w:rPr>
        <w:t xml:space="preserve"> جب نماز تمام ہوت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وہ پھر آجاتا ہے۔ انسان اپنے آپ سے مختلف 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زوں</w:t>
      </w:r>
      <w:r w:rsidRPr="007A0ACC">
        <w:rPr>
          <w:rtl/>
        </w:rPr>
        <w:t xml:space="preserve"> اور معاملات کے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بات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کرنا شروع کرتا ہے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تک کہ اس کوپتہ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رہتا ہے کہ اس نے نماز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پڑھ</w:t>
      </w:r>
      <w:r w:rsidRPr="007A0ACC">
        <w:rPr>
          <w:rFonts w:hint="cs"/>
          <w:rtl/>
        </w:rPr>
        <w:t>ی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183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</w:t>
      </w:r>
    </w:p>
    <w:p w:rsidR="00E720DC" w:rsidRDefault="00E720DC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E720DC" w:rsidRDefault="00E720DC" w:rsidP="00A54383">
      <w:pPr>
        <w:pStyle w:val="libNormal0"/>
        <w:rPr>
          <w:rtl/>
        </w:rPr>
      </w:pPr>
    </w:p>
    <w:p w:rsidR="009C4748" w:rsidRPr="007A0ACC" w:rsidRDefault="009C4748" w:rsidP="00A54383">
      <w:pPr>
        <w:pStyle w:val="libNormal0"/>
        <w:rPr>
          <w:rtl/>
        </w:rPr>
      </w:pPr>
      <w:r w:rsidRPr="007A0ACC">
        <w:rPr>
          <w:rFonts w:hint="cs"/>
          <w:rtl/>
        </w:rPr>
        <w:t xml:space="preserve"> حقی</w:t>
      </w:r>
      <w:r w:rsidRPr="007A0ACC">
        <w:rPr>
          <w:rFonts w:hint="eastAsia"/>
          <w:rtl/>
        </w:rPr>
        <w:t>قت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بن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اسرائ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موجود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جو ابو 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اکث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کرتا ہے۔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اس لئے ہے کہ وہ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ہود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کعب الاکبار کے ساتھ اٹھتا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ٹھتا</w:t>
      </w:r>
      <w:r w:rsidRPr="007A0ACC">
        <w:rPr>
          <w:rtl/>
        </w:rPr>
        <w:t xml:space="preserve"> تھا جس نے بہانہ(منافق) کا اسلام قبول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تھا۔    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جنت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داخل ہونے کے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ابوہر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 فرماتے سنا،''م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امت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گروہ جنت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جائے گا جن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تعداد ستر ہزار ہے،ان کے چہرے چاند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چمکتے ہونگے۔آقاشاہ بن مسلم الاسعد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کھڑا ہوا اور کہا،'' اے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لئے دعاء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جئے</w:t>
      </w:r>
      <w:r w:rsidRPr="007A0ACC">
        <w:rPr>
          <w:rtl/>
        </w:rPr>
        <w:t xml:space="preserve"> 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شامل ہوجائوں! آنحضرت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دعاء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</w:t>
      </w:r>
      <w:r w:rsidRPr="007A0ACC">
        <w:rPr>
          <w:rtl/>
        </w:rPr>
        <w:t>'' اے مالک! اس کو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شامل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جئے</w:t>
      </w:r>
      <w:r w:rsidRPr="007A0ACC">
        <w:rPr>
          <w:rtl/>
        </w:rPr>
        <w:t>! پھر انصار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شخص اٹھا اور کہا:اے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>!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لئے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دعاء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جئے</w:t>
      </w:r>
      <w:r w:rsidRPr="007A0ACC">
        <w:rPr>
          <w:rtl/>
        </w:rPr>
        <w:t xml:space="preserve"> تاکہ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شامل ہوجائوں!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''آق</w:t>
      </w:r>
      <w:r w:rsidRPr="007A0ACC">
        <w:rPr>
          <w:rFonts w:hint="eastAsia"/>
          <w:rtl/>
        </w:rPr>
        <w:t>اشاہ</w:t>
      </w:r>
      <w:r w:rsidRPr="007A0ACC">
        <w:rPr>
          <w:rtl/>
        </w:rPr>
        <w:t xml:space="preserve"> نے پہلے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تم پر اس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باز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ہے''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18</w:t>
      </w:r>
      <w:r w:rsidR="00A54383" w:rsidRPr="00A54383">
        <w:rPr>
          <w:rStyle w:val="libFootnotenumChar"/>
          <w:rFonts w:hint="cs"/>
          <w:rtl/>
        </w:rPr>
        <w:t>4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 </w:t>
      </w:r>
    </w:p>
    <w:p w:rsidR="00E720DC" w:rsidRPr="00A5438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ابوہر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سے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ہے،'' ہم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</w:t>
      </w:r>
      <w:r w:rsidRPr="007A0ACC">
        <w:rPr>
          <w:rtl/>
        </w:rPr>
        <w:t xml:space="preserve"> ہمراہ تھے،م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تھا اور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خواب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اپنے کو جنت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کھا</w:t>
      </w:r>
      <w:r w:rsidRPr="007A0ACC">
        <w:rPr>
          <w:rtl/>
        </w:rPr>
        <w:t>۔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محل کے پاس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عورت کو غسل کرتے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کھا</w:t>
      </w:r>
      <w:r w:rsidRPr="007A0ACC">
        <w:rPr>
          <w:rtl/>
        </w:rPr>
        <w:t>۔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اس سے پوچھا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محل کس کا ہے؟ انہوں نے کہا عمر ابن خطاب۔ مجھے اس وقت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وہ کتنا حاسد ہے،اسلئے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بھاگ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۔عمر نے رو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کہا،'' اے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صرف آپ کے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حاسد ہوں''!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18</w:t>
      </w:r>
      <w:r w:rsidR="00413EEC" w:rsidRPr="00A54383">
        <w:rPr>
          <w:rStyle w:val="libFootnotenumChar"/>
          <w:rFonts w:hint="cs"/>
          <w:rtl/>
        </w:rPr>
        <w:t>5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ابوہر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اپنا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فتو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رسول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سے منسوب کرکے اسطرح صادر کرتا ہے،'' اگر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بغ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اجازت تمہارے گھر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جھانکے اور تم پتھر مار کر اس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آنکھ پھوڑ ڈالو، تو تم پر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الزام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ہے''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18</w:t>
      </w:r>
      <w:r w:rsidR="00413EEC" w:rsidRPr="00A54383">
        <w:rPr>
          <w:rStyle w:val="libFootnotenumChar"/>
          <w:rFonts w:hint="cs"/>
          <w:rtl/>
        </w:rPr>
        <w:t>6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دوسرے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فتو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سے منسوب کرکے کہتا ہے،'' تم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صرف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چپل پہن کر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چلے گا،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تم دونوں پہن کے چلو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دونوں کو اتار کے چلو''</w:t>
      </w:r>
      <w:r w:rsidR="0017666E" w:rsidRPr="00124CED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187</w:t>
      </w:r>
      <w:r w:rsidR="0017666E" w:rsidRPr="00124CED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۔     </w:t>
      </w:r>
    </w:p>
    <w:p w:rsidR="00E720DC" w:rsidRDefault="00E720DC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B57DA1">
      <w:pPr>
        <w:pStyle w:val="Heading2Center"/>
        <w:rPr>
          <w:rtl/>
        </w:rPr>
      </w:pPr>
      <w:bookmarkStart w:id="39" w:name="_Toc447620027"/>
      <w:r w:rsidRPr="007A0ACC">
        <w:rPr>
          <w:rtl/>
        </w:rPr>
        <w:lastRenderedPageBreak/>
        <w:t>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عقل و دانش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ترازو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:</w:t>
      </w:r>
      <w:bookmarkEnd w:id="39"/>
      <w:r w:rsidRPr="007A0ACC">
        <w:rPr>
          <w:rtl/>
        </w:rPr>
        <w:t xml:space="preserve"> </w:t>
      </w:r>
    </w:p>
    <w:p w:rsidR="00E720D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بہت ضرور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کہ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طائرانہ نظر ڈال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</w:t>
      </w:r>
      <w:r w:rsidRPr="007A0ACC">
        <w:rPr>
          <w:rtl/>
        </w:rPr>
        <w:t xml:space="preserve"> نکہ اہلسنت کے نزد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کتب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ںجو</w:t>
      </w:r>
      <w:r w:rsidRPr="007A0ACC">
        <w:rPr>
          <w:rtl/>
        </w:rPr>
        <w:t xml:space="preserve"> مقام ومرتبہ کتاب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وہ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دوسر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اس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ںدرج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کو بالکل مستند مان کر کاف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معتبرسمجھاجاتا ہے ۔اس کے برعکس اس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ابوہر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اور دوس</w:t>
      </w:r>
      <w:r w:rsidRPr="007A0ACC">
        <w:rPr>
          <w:rFonts w:hint="eastAsia"/>
          <w:rtl/>
        </w:rPr>
        <w:t>روں</w:t>
      </w:r>
      <w:r w:rsidRPr="007A0ACC">
        <w:rPr>
          <w:rtl/>
        </w:rPr>
        <w:t xml:space="preserve">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شدہ بہت سارے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واقعات درج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عصمت نب</w:t>
      </w:r>
      <w:r w:rsidRPr="007A0ACC">
        <w:rPr>
          <w:rFonts w:hint="cs"/>
          <w:rtl/>
        </w:rPr>
        <w:t>ی</w:t>
      </w:r>
      <w:r w:rsidR="007317F7" w:rsidRPr="00A54383">
        <w:rPr>
          <w:rFonts w:hint="cs"/>
          <w:rtl/>
        </w:rPr>
        <w:t>(ص)</w:t>
      </w:r>
      <w:r w:rsidRPr="007A0ACC">
        <w:rPr>
          <w:rtl/>
        </w:rPr>
        <w:t xml:space="preserve"> اور کچھ دوسرے معاملات مشکوک ہوجاتے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۔امام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کہنا ہے کہ'' انہوںنے وہ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ںجمع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جو چھ لاکھ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آگے لکھتے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ںکہ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اس کتاب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صرف وہ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جو مستند ہے اورجو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</w:t>
      </w:r>
      <w:r w:rsidRPr="007A0ACC">
        <w:rPr>
          <w:rFonts w:hint="eastAsia"/>
          <w:rtl/>
        </w:rPr>
        <w:t>ے</w:t>
      </w:r>
      <w:r w:rsidRPr="007A0ACC">
        <w:rPr>
          <w:rtl/>
        </w:rPr>
        <w:t xml:space="preserve"> اُن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 کتاب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ںدرج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ہے، وہ اس سے کاف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ہے'' ۔ 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پر ہمارا پہلا اعتراض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ہے کہ انہوں نے صرف عدالتِ راو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پر اعتماد کو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درج کرنے کا مع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ار</w:t>
      </w:r>
      <w:r w:rsidRPr="007A0ACC">
        <w:rPr>
          <w:rtl/>
        </w:rPr>
        <w:t xml:space="preserve"> قرار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نہ کہ متنِ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اور اس کے معن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 مطلب پر ۔ </w:t>
      </w:r>
      <w:r w:rsidRPr="007A0ACC">
        <w:rPr>
          <w:rFonts w:hint="eastAsia"/>
          <w:rtl/>
        </w:rPr>
        <w:t>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وجہ سے اس کتاب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متزلزل،غلط اور متضاد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شامل ہو گئ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۔حالانکہ اگر راو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عادل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ہو، تو اس کا عادل ہونا سن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کا کچھ حصہ بھول جانے سے تو اسے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روک سکتا،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احتمال ہے کہ وہ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کو اپنے معن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کرے نہ کہ ان الفاظ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اس </w:t>
      </w:r>
      <w:r w:rsidRPr="007A0ACC">
        <w:rPr>
          <w:rFonts w:hint="eastAsia"/>
          <w:rtl/>
        </w:rPr>
        <w:t>نے</w:t>
      </w:r>
      <w:r w:rsidRPr="007A0ACC">
        <w:rPr>
          <w:rtl/>
        </w:rPr>
        <w:t xml:space="preserve"> سنا تھا۔ اس وجہ سے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کے کچھ اصل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الفاظ چھوٹ سکتے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جنکا کچھ اور معن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ہوسکتا ہے جس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راو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متوجہ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تھا خاصکر جب راو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تعداد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ہو ، کبھ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سات سے آٹھ تک۔اگر ہم راو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عدالت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تصد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کے مشکلات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ذہن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رکھ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،خاص کر وہ منافق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جن کے اندرون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راز صرف مالک دو جہاں جانتا ہے تو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قبول کرنے کے طر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قہ</w:t>
      </w:r>
      <w:r w:rsidRPr="007A0ACC">
        <w:rPr>
          <w:rtl/>
        </w:rPr>
        <w:t xml:space="preserve"> کار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بہت بڑ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خراب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صاف نظر آت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ہے۔اس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نوٹس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تے</w:t>
      </w:r>
      <w:r w:rsidRPr="007A0ACC">
        <w:rPr>
          <w:rtl/>
        </w:rPr>
        <w:t xml:space="preserve"> ہوئے احمد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کا ماننا ہے،'' کچھ راو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جن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انہوںنے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درج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قابل بھروسہ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''۔ حفاظ کا  خ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ال</w:t>
      </w:r>
      <w:r w:rsidRPr="007A0ACC">
        <w:rPr>
          <w:rtl/>
        </w:rPr>
        <w:t xml:space="preserve"> ہے ک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ہر دس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آٹھ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ںضع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="0017666E" w:rsidRPr="0066168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188</w:t>
      </w:r>
      <w:r w:rsidR="0017666E" w:rsidRPr="0066168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نے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مندرجہ ذ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کو مستند مان کر درج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اور وقت گذرنے کے ساتھ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اہلسنت نے ان کے متن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حام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بھر 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ہے:  </w:t>
      </w:r>
    </w:p>
    <w:p w:rsidR="00E720DC" w:rsidRDefault="00E720DC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ابو سع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خدر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منسوب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روز 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امت</w:t>
      </w:r>
      <w:r w:rsidRPr="007A0ACC">
        <w:rPr>
          <w:rtl/>
        </w:rPr>
        <w:t xml:space="preserve"> کے متعلق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،''۔۔۔۔۔۔ وہ جہنم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گرتے رہ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تک کہ صرف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بندگ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کرنے والے 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گناہ گار بچ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جن سے کہا جائے گا،'' تم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بچ گئے جب کہ باق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لوگ جہنم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جا چکے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وہ جواب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:ہم ان کے ساتھ وابستہ رہے جن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وابستگ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آج کے لئے بہت ضرور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۔اور ہم نے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ندا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نے</w:t>
      </w:r>
      <w:r w:rsidRPr="007A0ACC">
        <w:rPr>
          <w:rtl/>
        </w:rPr>
        <w:t xml:space="preserve"> والے کو سنا جو اعلان کر رہا تھا کہ تمام لوگ ان کے ساتھ جمع ہوجائ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وہ عبادت کر تے تھے، اس لئے ہم اپنے خدا کا انتظار کر رہے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۔اللہ ذوا لجلال ا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کے پاس اس صورت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آئے گا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انہوں نے اسے پہل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بار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کھا</w:t>
      </w:r>
      <w:r w:rsidRPr="007A0ACC">
        <w:rPr>
          <w:rtl/>
        </w:rPr>
        <w:t xml:space="preserve"> تھا اور وہ کہے گا!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تمہارا خدا ہوں؟،'' وہ کہ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گے،'' ہاںتو ہماراخدا ہے''۔صرف انب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ء اس سے بات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اور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ان سے ہوچھے گا،''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تمہ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پہچان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علامت ہے؟ وہ کہ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گے،'' اس</w:t>
      </w:r>
      <w:r w:rsidRPr="007A0ACC">
        <w:rPr>
          <w:rFonts w:hint="eastAsia"/>
          <w:rtl/>
        </w:rPr>
        <w:t>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پنڈل</w:t>
      </w:r>
      <w:r w:rsidRPr="007A0ACC">
        <w:rPr>
          <w:rFonts w:hint="cs"/>
          <w:rtl/>
        </w:rPr>
        <w:t>ی</w:t>
      </w:r>
      <w:r w:rsidRPr="007A0ACC">
        <w:rPr>
          <w:rtl/>
        </w:rPr>
        <w:t>(ٹانگ)،تو وہ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پنڈل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کھولے گا اور ہر مومن اس کے سامنے سجدہ 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tl/>
        </w:rPr>
        <w:t xml:space="preserve"> ہوگا۔۔''</w:t>
      </w:r>
      <w:r w:rsidR="0017666E" w:rsidRPr="0066168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189</w:t>
      </w:r>
      <w:r w:rsidR="0017666E" w:rsidRPr="0066168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۔ </w:t>
      </w:r>
    </w:p>
    <w:p w:rsidR="00E720DC" w:rsidRPr="00A5438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جابر بن عبداللہ سے منسوب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کہ،''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رات ہم نب</w:t>
      </w:r>
      <w:r w:rsidRPr="007A0ACC">
        <w:rPr>
          <w:rFonts w:hint="cs"/>
          <w:rtl/>
        </w:rPr>
        <w:t>ی</w:t>
      </w:r>
      <w:r w:rsidR="007317F7" w:rsidRPr="00A54383">
        <w:rPr>
          <w:rFonts w:hint="cs"/>
          <w:rtl/>
        </w:rPr>
        <w:t>(ص)</w:t>
      </w:r>
      <w:r w:rsidRPr="007A0ACC">
        <w:rPr>
          <w:rtl/>
        </w:rPr>
        <w:t xml:space="preserve"> کے ساتھ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ٹھے</w:t>
      </w:r>
      <w:r w:rsidRPr="007A0ACC">
        <w:rPr>
          <w:rtl/>
        </w:rPr>
        <w:t xml:space="preserve"> تھے۔انہوںنے چاند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کھا</w:t>
      </w:r>
      <w:r w:rsidRPr="007A0ACC">
        <w:rPr>
          <w:rtl/>
        </w:rPr>
        <w:t xml:space="preserve"> جو کہ چودھو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رات کاتھا اور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</w:t>
      </w:r>
      <w:r w:rsidRPr="007A0ACC">
        <w:rPr>
          <w:rtl/>
        </w:rPr>
        <w:t>' تم 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چاند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اپنے رب کود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کھو</w:t>
      </w:r>
      <w:r w:rsidRPr="007A0ACC">
        <w:rPr>
          <w:rtl/>
        </w:rPr>
        <w:t xml:space="preserve"> گے، اور تمہ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کا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دار</w:t>
      </w:r>
      <w:r w:rsidRPr="007A0ACC">
        <w:rPr>
          <w:rtl/>
        </w:rPr>
        <w:t xml:space="preserve"> کرنے سے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روکا جائے گا</w:t>
      </w:r>
      <w:r w:rsidR="0017666E" w:rsidRPr="0066168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190</w:t>
      </w:r>
      <w:r w:rsidR="0017666E" w:rsidRPr="0066168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ان دوحد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ثوںکو</w:t>
      </w:r>
      <w:r w:rsidRPr="007A0ACC">
        <w:rPr>
          <w:rtl/>
        </w:rPr>
        <w:t xml:space="preserve"> مس</w:t>
      </w:r>
      <w:r w:rsidRPr="007A0ACC">
        <w:rPr>
          <w:rFonts w:hint="eastAsia"/>
          <w:rtl/>
        </w:rPr>
        <w:t>ترد</w:t>
      </w:r>
      <w:r w:rsidRPr="007A0ACC">
        <w:rPr>
          <w:rtl/>
        </w:rPr>
        <w:t xml:space="preserve"> کرنے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مشروق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کہ،''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ام المومن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حضرت عائشہ سے پوچھا!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کبھ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اپنے خدا کو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کھا؟</w:t>
      </w:r>
      <w:r w:rsidRPr="007A0ACC">
        <w:rPr>
          <w:rtl/>
        </w:rPr>
        <w:t xml:space="preserve"> تو انہوں نے کہا،' آپ کا سوال سن کر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رونگٹے کھڑے ہوگئے ۔جس نے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تم سے کہا کہ محمد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اپنے خدا کو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کھا،وہ</w:t>
      </w:r>
      <w:r w:rsidRPr="007A0ACC">
        <w:rPr>
          <w:rtl/>
        </w:rPr>
        <w:t xml:space="preserve"> کذاب (جھوٹا) ہے۔پھر انہوں نے قرآن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تلاوت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</w:t>
      </w:r>
      <w:r w:rsidRPr="007A0ACC">
        <w:rPr>
          <w:rtl/>
        </w:rPr>
        <w:t>''نگاہ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اسے پانہ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سکت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وہ نگاہوں کا برابر ادراک رکھتا ہے کہ وہ لط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اور خب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ہے(سورہ انعام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</w:t>
      </w:r>
      <w:r w:rsidR="00413EEC" w:rsidRPr="00A54383">
        <w:rPr>
          <w:rFonts w:hint="cs"/>
          <w:rtl/>
        </w:rPr>
        <w:t>6</w:t>
      </w:r>
      <w:r w:rsidRPr="00A54383">
        <w:rPr>
          <w:rFonts w:hint="cs"/>
          <w:rtl/>
        </w:rPr>
        <w:t>)۔''کس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انسان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مناسب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کہ اللہ اس سے کلام کرے مگر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کہ وح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کردے،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پس پر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سے بات کرے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نمائندہ فرشتہ بھ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</w:t>
      </w:r>
      <w:r w:rsidRPr="007A0ACC">
        <w:rPr>
          <w:rtl/>
        </w:rPr>
        <w:t xml:space="preserve"> دے اور پھر وہ اس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اجازت سے جو وہ چاہتا ہے وہ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غام</w:t>
      </w:r>
      <w:r w:rsidRPr="007A0ACC">
        <w:rPr>
          <w:rtl/>
        </w:rPr>
        <w:t xml:space="preserve"> پہنچادے کہ وہ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نا</w:t>
      </w:r>
      <w:r w:rsidRPr="007A0ACC">
        <w:rPr>
          <w:rtl/>
        </w:rPr>
        <w:t xml:space="preserve"> َ بلند و بالا اور صاحب حکمت ہے (سورہ شور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</w:t>
      </w:r>
      <w:r w:rsidR="00413EEC" w:rsidRPr="00A54383">
        <w:rPr>
          <w:rFonts w:hint="cs"/>
          <w:rtl/>
        </w:rPr>
        <w:t>51</w:t>
      </w:r>
      <w:r w:rsidRPr="00A54383">
        <w:rPr>
          <w:rFonts w:hint="cs"/>
          <w:rtl/>
        </w:rPr>
        <w:t>)''</w:t>
      </w:r>
      <w:r w:rsidR="0017666E" w:rsidRPr="00661689">
        <w:rPr>
          <w:rStyle w:val="libFootnotenumChar"/>
          <w:rFonts w:hint="cs"/>
          <w:rtl/>
        </w:rPr>
        <w:t>(</w:t>
      </w:r>
      <w:r w:rsidRPr="00661689">
        <w:rPr>
          <w:rStyle w:val="libFootnotenumChar"/>
          <w:rFonts w:hint="cs"/>
          <w:rtl/>
        </w:rPr>
        <w:t xml:space="preserve"> </w:t>
      </w:r>
      <w:r w:rsidR="00413EEC" w:rsidRPr="00413EEC">
        <w:rPr>
          <w:rStyle w:val="libFootnotenumChar"/>
          <w:rFonts w:hint="cs"/>
          <w:rtl/>
        </w:rPr>
        <w:t>191</w:t>
      </w:r>
      <w:r w:rsidR="0017666E" w:rsidRPr="00661689">
        <w:rPr>
          <w:rStyle w:val="libFootnotenumChar"/>
          <w:rFonts w:hint="cs"/>
          <w:rtl/>
        </w:rPr>
        <w:t>)</w:t>
      </w:r>
      <w:r w:rsidRPr="00661689">
        <w:rPr>
          <w:rStyle w:val="libFootnotenumChar"/>
          <w:rFonts w:hint="cs"/>
          <w:rtl/>
        </w:rPr>
        <w:t>۔</w:t>
      </w:r>
    </w:p>
    <w:p w:rsidR="00E720DC" w:rsidRDefault="00E720DC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E720DC" w:rsidRDefault="00E720DC" w:rsidP="00A54383">
      <w:pPr>
        <w:pStyle w:val="libNormal0"/>
        <w:rPr>
          <w:rtl/>
        </w:rPr>
      </w:pPr>
    </w:p>
    <w:p w:rsidR="009C4748" w:rsidRPr="007A0ACC" w:rsidRDefault="009C4748" w:rsidP="00A54383">
      <w:pPr>
        <w:pStyle w:val="libNormal0"/>
        <w:rPr>
          <w:rtl/>
        </w:rPr>
      </w:pPr>
      <w:r w:rsidRPr="007A0ACC">
        <w:rPr>
          <w:rFonts w:hint="cs"/>
          <w:rtl/>
        </w:rPr>
        <w:t>علامہ مرتضیٰ</w:t>
      </w:r>
      <w:r w:rsidRPr="007A0ACC">
        <w:rPr>
          <w:rtl/>
        </w:rPr>
        <w:t xml:space="preserve"> عسکر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مطابق اس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>' اس دن بعض چہرے شاداب ہونگے ( سورہ 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امت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</w:rPr>
        <w:t xml:space="preserve">) </w:t>
      </w:r>
      <w:r w:rsidRPr="007A0ACC">
        <w:rPr>
          <w:rFonts w:hint="eastAsia"/>
          <w:rtl/>
        </w:rPr>
        <w:t>کا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مطلب ہے کہ مومن جنت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داخل ہونے کے لئے اپنے رب کے حکم کے منتظر ہونگے ۔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اِ س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کے معن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ٰ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جس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حضرت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عقوب</w:t>
      </w:r>
      <w:r w:rsidRPr="007A0ACC">
        <w:rPr>
          <w:rtl/>
        </w:rPr>
        <w:t xml:space="preserve">  سے انکے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ٹے</w:t>
      </w:r>
      <w:r w:rsidRPr="007A0ACC">
        <w:rPr>
          <w:rtl/>
        </w:rPr>
        <w:t xml:space="preserve"> کہتے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</w:t>
      </w:r>
      <w:r w:rsidRPr="007A0ACC">
        <w:rPr>
          <w:rtl/>
        </w:rPr>
        <w:t xml:space="preserve"> 'آپ اس بست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پوچھئے(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وسف</w:t>
      </w:r>
      <w:r w:rsidRPr="007A0ACC">
        <w:rPr>
          <w:rtl/>
        </w:rPr>
        <w:t xml:space="preserve"> </w:t>
      </w:r>
      <w:r w:rsidR="00413EEC" w:rsidRPr="00A54383">
        <w:rPr>
          <w:rFonts w:hint="cs"/>
          <w:rtl/>
        </w:rPr>
        <w:t>82</w:t>
      </w:r>
      <w:r w:rsidRPr="00A54383">
        <w:rPr>
          <w:rFonts w:hint="cs"/>
          <w:rtl/>
        </w:rPr>
        <w:t xml:space="preserve">)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بست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بسنے والوں سے پوچھ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جئے</w:t>
      </w:r>
      <w:r w:rsidRPr="007A0ACC">
        <w:rPr>
          <w:rtl/>
        </w:rPr>
        <w:t>۔ اسطرح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کے ظاہر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معن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کرنے 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اللہ تبارک و تعال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کے مجسم ہونے کا  ابہام ہوتا ہے</w:t>
      </w:r>
      <w:r w:rsidR="0017666E" w:rsidRPr="0066168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192</w:t>
      </w:r>
      <w:r w:rsidR="0017666E" w:rsidRPr="0066168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۔              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درج اسرائ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نظر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اور مثال عبداللہ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سندسے درج ہے جس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کہا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،''ا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اعراب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رسول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پاس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کہا،' اے محمد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>! ہم نے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کھا</w:t>
      </w:r>
      <w:r w:rsidRPr="007A0ACC">
        <w:rPr>
          <w:rtl/>
        </w:rPr>
        <w:t xml:space="preserve"> ہے کہ اللہ جنت کو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انگل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پر،پ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ڑ</w:t>
      </w:r>
      <w:r w:rsidRPr="007A0ACC">
        <w:rPr>
          <w:rtl/>
        </w:rPr>
        <w:t xml:space="preserve"> پودوں کودوسر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انگل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پر،زم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کو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انگل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پر،پان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چوتھ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انگل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پر، اور باق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ذُر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کو پانچو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انگل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پر اٹھاکر کہے گا،''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بادشاہ ہوں'' 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خدا اعراب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باتوں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تصد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کرتے ہوئے اتنا ہنسے کہ ان کے آخر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دانت نمودار ہوگئے۔پھر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اس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تلاوت ک</w:t>
      </w:r>
      <w:r w:rsidRPr="007A0ACC">
        <w:rPr>
          <w:rFonts w:hint="cs"/>
          <w:rtl/>
        </w:rPr>
        <w:t>ی</w:t>
      </w:r>
      <w:r w:rsidRPr="007A0ACC">
        <w:rPr>
          <w:rtl/>
        </w:rPr>
        <w:t>:اور ان لوگوں نے واقع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</w:t>
      </w:r>
      <w:r w:rsidRPr="007A0ACC">
        <w:rPr>
          <w:rFonts w:hint="eastAsia"/>
          <w:rtl/>
        </w:rPr>
        <w:t>دا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قدر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۔۔(انعام  </w:t>
      </w:r>
      <w:r w:rsidR="00413EEC" w:rsidRPr="00A54383">
        <w:rPr>
          <w:rFonts w:hint="cs"/>
          <w:rtl/>
        </w:rPr>
        <w:t>91</w:t>
      </w:r>
      <w:r w:rsidRPr="00A54383">
        <w:rPr>
          <w:rFonts w:hint="cs"/>
          <w:rtl/>
        </w:rPr>
        <w:t>)۔</w:t>
      </w:r>
      <w:r w:rsidR="0017666E" w:rsidRPr="00661689">
        <w:rPr>
          <w:rStyle w:val="libFootnotenumChar"/>
          <w:rFonts w:hint="cs"/>
          <w:rtl/>
        </w:rPr>
        <w:t>(</w:t>
      </w:r>
      <w:r w:rsidR="00413EEC" w:rsidRPr="00413EEC">
        <w:rPr>
          <w:rStyle w:val="libFootnotenumChar"/>
          <w:rFonts w:hint="cs"/>
          <w:rtl/>
        </w:rPr>
        <w:t>193</w:t>
      </w:r>
      <w:r w:rsidR="0017666E" w:rsidRPr="0066168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 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عبداللہ بن عمر سے منسوب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کہ،''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</w:t>
      </w:r>
      <w:r w:rsidRPr="007A0ACC">
        <w:rPr>
          <w:rtl/>
        </w:rPr>
        <w:t xml:space="preserve">'جب سورج چڑھنے لگے ،نماز پڑھنا موخر کردو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تک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سورج پور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سے طلوع ہوجائے۔اور جب سورج ڈوبنے لگے پھر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نماز موخر کرد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تک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پور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سے غروب ہوجائے ؛سورج طلوع اور غروب </w:t>
      </w:r>
      <w:r w:rsidRPr="007A0ACC">
        <w:rPr>
          <w:rFonts w:hint="eastAsia"/>
          <w:rtl/>
        </w:rPr>
        <w:t>ہوتے</w:t>
      </w:r>
      <w:r w:rsidRPr="007A0ACC">
        <w:rPr>
          <w:rtl/>
        </w:rPr>
        <w:t xml:space="preserve"> وقت نماز مت پڑھو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طان</w:t>
      </w:r>
      <w:r w:rsidRPr="007A0ACC">
        <w:rPr>
          <w:rtl/>
        </w:rPr>
        <w:t xml:space="preserve"> کے دو 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نگوں</w:t>
      </w:r>
      <w:r w:rsidRPr="007A0ACC">
        <w:rPr>
          <w:rtl/>
        </w:rPr>
        <w:t xml:space="preserve"> کے درم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سے چڑھتا ہے</w:t>
      </w:r>
      <w:r w:rsidR="0017666E" w:rsidRPr="0066168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19</w:t>
      </w:r>
      <w:r w:rsidR="00A54383" w:rsidRPr="00A54383">
        <w:rPr>
          <w:rStyle w:val="libFootnotenumChar"/>
          <w:rFonts w:hint="cs"/>
          <w:rtl/>
        </w:rPr>
        <w:t>4</w:t>
      </w:r>
      <w:r w:rsidR="0017666E" w:rsidRPr="0066168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</w:t>
      </w:r>
    </w:p>
    <w:p w:rsidR="00E720D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مجھے سمجھ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آتا ہے کہ لوگ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اوہام پرست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بھروسہ کرسکتے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!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ابوذرغفار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منسوب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اور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کہ،''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کہا، اے ابوذر تمہ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پتہ ہے کہ سورج غروب ہوکر کہاں چلا جاتا ہے؟ ابوذر نے کہا،' اللہ اور اس کا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بہتر </w:t>
      </w:r>
      <w:r w:rsidRPr="007A0ACC">
        <w:rPr>
          <w:rFonts w:hint="eastAsia"/>
          <w:rtl/>
        </w:rPr>
        <w:t>جانتا</w:t>
      </w:r>
      <w:r w:rsidRPr="007A0ACC">
        <w:rPr>
          <w:rtl/>
        </w:rPr>
        <w:t xml:space="preserve"> ہے۔</w:t>
      </w:r>
    </w:p>
    <w:p w:rsidR="00E720DC" w:rsidRDefault="00E720DC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E720DC" w:rsidRDefault="00E720DC" w:rsidP="009C4748">
      <w:pPr>
        <w:pStyle w:val="libNormal0"/>
        <w:rPr>
          <w:rtl/>
        </w:rPr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آنحضرت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: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عرش کے نزد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جاکر سجدہ 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tl/>
        </w:rPr>
        <w:t xml:space="preserve"> ہوتا ہے اور اجازت مانگتا ہے جو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ملت</w:t>
      </w:r>
      <w:r w:rsidRPr="007A0ACC">
        <w:rPr>
          <w:rFonts w:hint="cs"/>
          <w:rtl/>
        </w:rPr>
        <w:t>ی</w:t>
      </w:r>
      <w:r w:rsidRPr="007A0ACC">
        <w:rPr>
          <w:rtl/>
        </w:rPr>
        <w:t>۔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پھر سجدہ 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tl/>
        </w:rPr>
        <w:t xml:space="preserve"> ہوکر اجازت مانگتا ہے مگر وہ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منظور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اسے حکم ملتا ہے کہ جہاں سے آئے ہو،وہاں واپس چلے جائو،تو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طلوع ہوتا ہے مکان غروب سے۔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اس</w:t>
      </w:r>
      <w:r w:rsidRPr="007A0ACC">
        <w:rPr>
          <w:rtl/>
        </w:rPr>
        <w:t xml:space="preserve"> قرآن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کے حوالہ سے ہے،'' اور آفتاب اپنے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مرکز پردوڑ رہا ہے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خدائے عظ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و عل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حرکت ہے(سورہ </w:t>
      </w:r>
      <w:r w:rsidRPr="007A0ACC">
        <w:rPr>
          <w:rFonts w:hint="cs"/>
          <w:rtl/>
        </w:rPr>
        <w:t>یٰ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</w:t>
      </w:r>
      <w:r w:rsidR="00413EEC" w:rsidRPr="00A54383">
        <w:rPr>
          <w:rFonts w:hint="cs"/>
          <w:rtl/>
        </w:rPr>
        <w:t>38</w:t>
      </w:r>
      <w:r w:rsidRPr="00A54383">
        <w:rPr>
          <w:rFonts w:hint="cs"/>
          <w:rtl/>
        </w:rPr>
        <w:t>)َ ۔ اس قرآن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: 'اور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بوجھ اٹھانے والا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ہے' (سورہ اسراء </w:t>
      </w:r>
      <w:r w:rsidR="00413EEC" w:rsidRPr="00A54383">
        <w:rPr>
          <w:rFonts w:hint="cs"/>
          <w:rtl/>
        </w:rPr>
        <w:t>15</w:t>
      </w:r>
      <w:r w:rsidRPr="00A54383">
        <w:rPr>
          <w:rFonts w:hint="cs"/>
          <w:rtl/>
        </w:rPr>
        <w:t>)کے باوجود عمر بن خطاب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ہے،''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آپ ن</w:t>
      </w:r>
      <w:r w:rsidRPr="007A0ACC">
        <w:rPr>
          <w:rFonts w:hint="eastAsia"/>
          <w:rtl/>
        </w:rPr>
        <w:t>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جانتے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مردہ پر رونے سے عذاب نازل ہوتا ہے؟''  عبداللہ سے منسوب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کہ،''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سامنے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آدم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متعلق کہا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وہ صبح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تک بغ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نماز پڑھے سوتا رہتا ہے اس پر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: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طان</w:t>
      </w:r>
      <w:r w:rsidRPr="007A0ACC">
        <w:rPr>
          <w:rtl/>
        </w:rPr>
        <w:t xml:space="preserve"> نے اس کے کانوں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شاب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</w:t>
      </w:r>
      <w:r w:rsidR="0017666E" w:rsidRPr="0066168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19</w:t>
      </w:r>
      <w:r w:rsidR="00413EEC" w:rsidRPr="00A54383">
        <w:rPr>
          <w:rStyle w:val="libFootnotenumChar"/>
          <w:rFonts w:hint="cs"/>
          <w:rtl/>
        </w:rPr>
        <w:t>5</w:t>
      </w:r>
      <w:r w:rsidR="0017666E" w:rsidRPr="0066168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جابر بن عبداللہ سے منسوب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کہ،'' رات کے وقت پان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برتنوں کو ڈھک دو،دروازے بند کرکے رکھو اور بچوں کو گھروں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بند رکھو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جن آ کے لوٹ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تے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سونے سے پہلے چراغ بجھا دو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چراغ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بتّ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جل کر مکان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آگ لگا سکت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</w:t>
      </w:r>
      <w:r w:rsidR="0017666E" w:rsidRPr="0066168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19</w:t>
      </w:r>
      <w:r w:rsidR="00413EEC" w:rsidRPr="00A54383">
        <w:rPr>
          <w:rStyle w:val="libFootnotenumChar"/>
          <w:rFonts w:hint="cs"/>
          <w:rtl/>
        </w:rPr>
        <w:t>6</w:t>
      </w:r>
      <w:r w:rsidR="0017666E" w:rsidRPr="0066168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۔                    </w:t>
      </w:r>
    </w:p>
    <w:p w:rsidR="00E720D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اس سے صاف ثابت ہوا کہ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دوسر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کتب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جن کے متعلق برادران اہلسنت کا دعو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ہے کہ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اور مستند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،م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بہت سار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مشکوک اور اسرائ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بھر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اللہ کا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دار</w:t>
      </w:r>
      <w:r w:rsidRPr="007A0ACC">
        <w:rPr>
          <w:rtl/>
        </w:rPr>
        <w:t xml:space="preserve"> کرنا، جہنم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ٹانگ ڈالنا، اللہ کا پنڈل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کھولنا ،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قرآ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بھول جانا،نماز ادھور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پڑھنا، بے غسل نماز کے لئے کھڑے ہوجانا (الع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اذاً</w:t>
      </w:r>
      <w:r w:rsidRPr="007A0ACC">
        <w:rPr>
          <w:rtl/>
        </w:rPr>
        <w:t xml:space="preserve"> باللہ)، شہوان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خواہشات کا اظہار کرنا، عمر کے ذر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عے</w:t>
      </w:r>
      <w:r w:rsidRPr="007A0ACC">
        <w:rPr>
          <w:rtl/>
        </w:rPr>
        <w:t xml:space="preserve"> اصلاح کر پانا، حضرت موس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کا ملک الموت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آنکھ پھوڑنااور عر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غسل کرنا اور اس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بہت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اور ناز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با</w:t>
      </w:r>
      <w:r w:rsidRPr="007A0ACC">
        <w:rPr>
          <w:rtl/>
        </w:rPr>
        <w:t xml:space="preserve"> تہمت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جو کہ عصمت انب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 ک</w:t>
      </w:r>
      <w:r w:rsidRPr="007A0ACC">
        <w:rPr>
          <w:rFonts w:hint="eastAsia"/>
          <w:rtl/>
        </w:rPr>
        <w:t>و</w:t>
      </w:r>
      <w:r w:rsidRPr="007A0ACC">
        <w:rPr>
          <w:rtl/>
        </w:rPr>
        <w:t xml:space="preserve"> مجروح کرت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۔۔ وغ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</w:t>
      </w:r>
    </w:p>
    <w:p w:rsidR="00E720DC" w:rsidRDefault="00E720DC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E720DC" w:rsidRDefault="00E720DC" w:rsidP="009C4748">
      <w:pPr>
        <w:pStyle w:val="libNormal0"/>
        <w:rPr>
          <w:rtl/>
        </w:rPr>
      </w:pPr>
    </w:p>
    <w:p w:rsidR="009C4748" w:rsidRDefault="009C4748" w:rsidP="009C4748">
      <w:pPr>
        <w:pStyle w:val="libNormal0"/>
        <w:rPr>
          <w:rtl/>
        </w:rPr>
      </w:pPr>
      <w:r w:rsidRPr="007A0ACC">
        <w:rPr>
          <w:rtl/>
        </w:rPr>
        <w:t>(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وہ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جسکا اہلسنت کے گھرانوں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ہونا آگ سے بچنے کا تعو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tl/>
        </w:rPr>
        <w:t xml:space="preserve"> ہے اور جس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علوم ِ نبوت کے وارث امام محمد باقر ، صادق آل محمد امام جعفر صادق   اور 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حان</w:t>
      </w:r>
      <w:r w:rsidRPr="007A0ACC">
        <w:rPr>
          <w:rtl/>
        </w:rPr>
        <w:t xml:space="preserve"> رسول ،سردار جوانان جنت ،شہسوار دوش رسول ،جگر گوش زہرا بتول،  فرزند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خدا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المومن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حضرت امام حس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شہدا عل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السلام  (بنائے لا الاہ الا اللہ )ک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درج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جن کے متعلق آقائے دو جہان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'' حس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ُ مِن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 اَ نا مِن حُس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''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 مجھ سے ہے اور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حس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 سے ہوں!  اس بغض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 آل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کے لئے </w:t>
      </w:r>
      <w:r w:rsidRPr="007A0ACC">
        <w:rPr>
          <w:rFonts w:hint="eastAsia"/>
          <w:rtl/>
        </w:rPr>
        <w:t>سرکار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مبلغوں ،مصنفوں اور مفت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کو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بارگاہ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حساب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نا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پڑے گا۔مترجم) اسلئے ہم پر لازم ہے کہ ہم اسلام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</w:t>
      </w:r>
      <w:r w:rsidRPr="007A0ACC">
        <w:rPr>
          <w:rtl/>
        </w:rPr>
        <w:t xml:space="preserve"> پر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دوسرے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پر دوبارہ غور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تاکہ ان وجوہات کا محاسبہ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وجہ سے منافق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نے اختلافات اور فرقہ بند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وہ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</w:t>
      </w:r>
      <w:r w:rsidRPr="007A0ACC">
        <w:rPr>
          <w:rtl/>
        </w:rPr>
        <w:t xml:space="preserve"> بوئے جن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داوار</w:t>
      </w:r>
      <w:r w:rsidRPr="007A0ACC">
        <w:rPr>
          <w:rtl/>
        </w:rPr>
        <w:t xml:space="preserve"> کا خم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ازہ</w:t>
      </w:r>
      <w:r w:rsidRPr="007A0ACC">
        <w:rPr>
          <w:rtl/>
        </w:rPr>
        <w:t xml:space="preserve"> سار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امت کو آج تک اٹھانا پڑ رہا ہے ۔ </w:t>
      </w:r>
    </w:p>
    <w:p w:rsidR="00E720DC" w:rsidRPr="00E720DC" w:rsidRDefault="00E720DC" w:rsidP="00E720DC">
      <w:pPr>
        <w:pStyle w:val="libNormal"/>
        <w:rPr>
          <w:rtl/>
        </w:rPr>
      </w:pPr>
    </w:p>
    <w:p w:rsidR="009C4748" w:rsidRPr="007A0ACC" w:rsidRDefault="009C4748" w:rsidP="00B57DA1">
      <w:pPr>
        <w:pStyle w:val="Heading2Center"/>
        <w:rPr>
          <w:rtl/>
        </w:rPr>
      </w:pPr>
      <w:bookmarkStart w:id="40" w:name="_Toc447620028"/>
      <w:r w:rsidRPr="007A0ACC">
        <w:rPr>
          <w:rtl/>
        </w:rPr>
        <w:t>نکاح متعہ</w:t>
      </w:r>
      <w:bookmarkEnd w:id="40"/>
    </w:p>
    <w:p w:rsidR="00E720DC" w:rsidRPr="00A5438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عورت اور مرد کا کچھ وقت کے لئے نکاح ہے جس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وہ تمام شرع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شرائط و تحفظات ہوتے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جو کہ نکاح دائم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جب مرد اور عورت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معاہدہ نکاح متعہ مخصوص اجرت اور مدت کے لئے طے ہوتا ہے تو عورت مرد سے اسطرح 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غہ</w:t>
      </w:r>
      <w:r w:rsidRPr="007A0ACC">
        <w:rPr>
          <w:rtl/>
        </w:rPr>
        <w:t xml:space="preserve"> پڑھت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ہے،'' مجھے تم سے ات</w:t>
      </w:r>
      <w:r w:rsidRPr="007A0ACC">
        <w:rPr>
          <w:rFonts w:hint="eastAsia"/>
          <w:rtl/>
        </w:rPr>
        <w:t>نے</w:t>
      </w:r>
      <w:r w:rsidRPr="007A0ACC">
        <w:rPr>
          <w:rtl/>
        </w:rPr>
        <w:t xml:space="preserve"> وقت اور اتنے مہر (اجرت) پر نکاح کرنا قبول ہے،پھر مرد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کہتا ہے کہ مجھے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شرائط قبول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''۔ ان شرائط کے ساتھ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مع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نہ</w:t>
      </w:r>
      <w:r w:rsidRPr="007A0ACC">
        <w:rPr>
          <w:rtl/>
        </w:rPr>
        <w:t xml:space="preserve"> وقت تک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دونوں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دوسرے کے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اں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اگر وہ چاہ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تو اس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مدت بڑھا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سکتے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نکاحِ دائم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بدل سکتے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۔ مدت خ</w:t>
      </w:r>
      <w:r w:rsidRPr="007A0ACC">
        <w:rPr>
          <w:rFonts w:hint="eastAsia"/>
          <w:rtl/>
        </w:rPr>
        <w:t>تم</w:t>
      </w:r>
      <w:r w:rsidRPr="007A0ACC">
        <w:rPr>
          <w:rtl/>
        </w:rPr>
        <w:t xml:space="preserve"> ہونے پر عورت کو ''عدت'' کا وقت گذارنا پڑتا ہے۔ ماہانہ عادت سے گذرنے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صورت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عدت دو مہ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نے</w:t>
      </w:r>
      <w:r w:rsidRPr="007A0ACC">
        <w:rPr>
          <w:rtl/>
        </w:rPr>
        <w:t xml:space="preserve"> ہوگ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بصورت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گر</w:t>
      </w:r>
      <w:r w:rsidRPr="007A0ACC">
        <w:rPr>
          <w:rtl/>
        </w:rPr>
        <w:t xml:space="preserve"> صرف چال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tl/>
        </w:rPr>
        <w:t xml:space="preserve"> دن۔ متعہ نکاح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دا</w:t>
      </w:r>
      <w:r w:rsidRPr="007A0ACC">
        <w:rPr>
          <w:rtl/>
        </w:rPr>
        <w:t xml:space="preserve"> ہونے والا بچہ،لڑکا ہو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لڑک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باپ کے پاس رہ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</w:t>
      </w:r>
      <w:r w:rsidR="0017666E" w:rsidRPr="0066168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197</w:t>
      </w:r>
      <w:r w:rsidR="0017666E" w:rsidRPr="0066168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</w:t>
      </w:r>
    </w:p>
    <w:p w:rsidR="00E720DC" w:rsidRDefault="00E720DC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نکاح متعہ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کو بدنام کرنے کے لئے بہت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استعمال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جاتا ہے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وہ اس کے جائز ہونے کے معتقد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۔ مگر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سوال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دا</w:t>
      </w:r>
      <w:r w:rsidRPr="007A0ACC">
        <w:rPr>
          <w:rtl/>
        </w:rPr>
        <w:t xml:space="preserve"> ہوتے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:ش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نے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طر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قہ</w:t>
      </w:r>
      <w:r w:rsidRPr="007A0ACC">
        <w:rPr>
          <w:rtl/>
        </w:rPr>
        <w:t xml:space="preserve"> نکاح کہاں سے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ہے؟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اس کا جائز ہونا (حرام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حلال)مجتہد کے فتو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کا محتاج ہے؟ 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قرآن اور سنت پاک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کے جائز ہونے کے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ثبوت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ں؟</w:t>
      </w:r>
      <w:r w:rsidRPr="007A0ACC">
        <w:rPr>
          <w:rtl/>
        </w:rPr>
        <w:t xml:space="preserve">    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ان سوالات کا جواب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نے</w:t>
      </w:r>
      <w:r w:rsidRPr="007A0ACC">
        <w:rPr>
          <w:rtl/>
        </w:rPr>
        <w:t xml:space="preserve"> کے لئے ہم کہتے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امت مسلمہ کے تمام فرقوں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بات پر اتفاق ہے کہ اسلام کے شروع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نکاح متعہ حلال تھا۔صح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ابن عباس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کہ،''ہم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فوج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مہم پہ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ساتھ تھے اور ہمارے ساتھ ازواج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ں،اس</w:t>
      </w:r>
      <w:r w:rsidRPr="007A0ACC">
        <w:rPr>
          <w:rtl/>
        </w:rPr>
        <w:t xml:space="preserve"> ل</w:t>
      </w:r>
      <w:r w:rsidRPr="007A0ACC">
        <w:rPr>
          <w:rFonts w:hint="eastAsia"/>
          <w:rtl/>
        </w:rPr>
        <w:t>ئے</w:t>
      </w:r>
      <w:r w:rsidRPr="007A0ACC">
        <w:rPr>
          <w:rtl/>
        </w:rPr>
        <w:t xml:space="preserve"> ہم نے آنحضرت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سے کہا ،'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ہم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جڑوں</w:t>
      </w:r>
      <w:r w:rsidRPr="007A0ACC">
        <w:rPr>
          <w:rtl/>
        </w:rPr>
        <w:t xml:space="preserve"> کو اپنا سکتے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ں؟ل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کن</w:t>
      </w:r>
      <w:r w:rsidRPr="007A0ACC">
        <w:rPr>
          <w:rtl/>
        </w:rPr>
        <w:t xml:space="preserve"> انہوں نے اس سے منع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بعد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عورتوں سے تھوڑے کپڑوں کے عوض نکاح کرنے کا حکم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اس قرآن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تلاوت ک</w:t>
      </w:r>
      <w:r w:rsidRPr="007A0ACC">
        <w:rPr>
          <w:rFonts w:hint="cs"/>
          <w:rtl/>
        </w:rPr>
        <w:t>ی</w:t>
      </w:r>
      <w:r w:rsidRPr="007A0ACC">
        <w:rPr>
          <w:rtl/>
        </w:rPr>
        <w:t>:اے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مان</w:t>
      </w:r>
      <w:r w:rsidRPr="007A0ACC">
        <w:rPr>
          <w:rtl/>
        </w:rPr>
        <w:t xml:space="preserve"> والو!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سے حلال شدہ 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زوں</w:t>
      </w:r>
      <w:r w:rsidRPr="007A0ACC">
        <w:rPr>
          <w:rtl/>
        </w:rPr>
        <w:t xml:space="preserve"> کو حرام مت کرو۔ اور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ت،</w:t>
      </w:r>
      <w:r w:rsidRPr="007A0ACC">
        <w:rPr>
          <w:rtl/>
        </w:rPr>
        <w:t>'' ۔۔ پس جن عورتوں سے تم نے متعہ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اجرت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بطور 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ضہ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دو</w:t>
      </w:r>
      <w:r w:rsidRPr="007A0ACC">
        <w:rPr>
          <w:rtl/>
        </w:rPr>
        <w:t xml:space="preserve">(نساء </w:t>
      </w:r>
      <w:r w:rsidR="00413EEC" w:rsidRPr="00A54383">
        <w:rPr>
          <w:rFonts w:hint="cs"/>
          <w:rtl/>
        </w:rPr>
        <w:t>2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>) اس طرح کے نکاح کے لئے پہلے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نازل ہوچک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ہے۔اکثر مفسر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اہلسنت نے اس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''تمتع' 'فائدہ اٹھانے کو نکاح متعہ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مانا ہے۔مگر ابن عباس،اب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ابن کعب اور سعد ابن زب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اس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کو حالانکہ اسطرح پڑھتے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،'' جن عورتوں سے تم فائدہ اٹھاتے ہو،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اجرت ضرور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دو</w:t>
      </w:r>
      <w:r w:rsidRPr="007A0ACC">
        <w:rPr>
          <w:rtl/>
        </w:rPr>
        <w:t>''</w:t>
      </w:r>
      <w:r w:rsidR="0017666E" w:rsidRPr="0066168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199</w:t>
      </w:r>
      <w:r w:rsidR="0017666E" w:rsidRPr="0066168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</w:t>
      </w:r>
    </w:p>
    <w:p w:rsidR="00E720DC" w:rsidRPr="00A5438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ابن کث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تفس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کے متعلق لکھتے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: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بہت دور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بات ہے کہ ہم تحر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قرآن پر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ں؛</w:t>
      </w:r>
      <w:r w:rsidRPr="007A0ACC">
        <w:rPr>
          <w:rtl/>
        </w:rPr>
        <w:t xml:space="preserve"> اسلئے اسکا مقصد تشر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کرنا ہے نہ کہ تلاوت</w:t>
      </w:r>
      <w:r w:rsidR="0017666E" w:rsidRPr="0066168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200</w:t>
      </w:r>
      <w:r w:rsidR="0017666E" w:rsidRPr="0066168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کن</w:t>
      </w:r>
      <w:r w:rsidRPr="007A0ACC">
        <w:rPr>
          <w:rtl/>
        </w:rPr>
        <w:t xml:space="preserve"> اسلام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فرقوں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بات پر اختلاف ہے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کہاں تک رائج رہا،کب ممنوع ہوگ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ممنوع ہوا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۔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شک و شبہ کے بغ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ثابت کرت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کہ نب</w:t>
      </w:r>
      <w:r w:rsidRPr="007A0ACC">
        <w:rPr>
          <w:rFonts w:hint="cs"/>
          <w:rtl/>
        </w:rPr>
        <w:t>ی</w:t>
      </w:r>
      <w:r w:rsidR="007317F7" w:rsidRPr="00A54383">
        <w:rPr>
          <w:rFonts w:hint="cs"/>
          <w:rtl/>
        </w:rPr>
        <w:t>(ص)</w:t>
      </w:r>
      <w:r w:rsidRPr="007A0ACC">
        <w:rPr>
          <w:rtl/>
        </w:rPr>
        <w:t xml:space="preserve"> نکاح متعہ کو ممنوع کئے بغ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وفات کر گئے: عمران سے منسوب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کہ،''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متعہ قرآن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نازل ہوئ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،اس</w:t>
      </w:r>
      <w:r w:rsidRPr="007A0ACC">
        <w:rPr>
          <w:rtl/>
        </w:rPr>
        <w:t xml:space="preserve"> لئے ہم نے اس پر عمل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اسکو منسوخ کرنے وال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نازل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نہ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آنحضرت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اس</w:t>
      </w:r>
      <w:r w:rsidRPr="007A0ACC">
        <w:rPr>
          <w:rFonts w:hint="eastAsia"/>
          <w:rtl/>
        </w:rPr>
        <w:t>کو</w:t>
      </w:r>
      <w:r w:rsidRPr="007A0ACC">
        <w:rPr>
          <w:rtl/>
        </w:rPr>
        <w:t xml:space="preserve">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عمر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تا وفات حرام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آدم</w:t>
      </w:r>
      <w:r w:rsidRPr="007A0ACC">
        <w:rPr>
          <w:rFonts w:hint="cs"/>
          <w:rtl/>
        </w:rPr>
        <w:t>ی</w:t>
      </w:r>
      <w:r w:rsidRPr="007A0ACC">
        <w:rPr>
          <w:rtl/>
        </w:rPr>
        <w:t>(شا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عمر ابن خطاب) نے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رائے سے جو کچھ چاہا،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="0017666E" w:rsidRPr="0066168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201</w:t>
      </w:r>
      <w:r w:rsidR="0017666E" w:rsidRPr="00661689">
        <w:rPr>
          <w:rStyle w:val="libFootnotenumChar"/>
          <w:rFonts w:hint="cs"/>
          <w:rtl/>
        </w:rPr>
        <w:t>)</w:t>
      </w:r>
    </w:p>
    <w:p w:rsidR="00E720DC" w:rsidRDefault="00E720DC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E720DC" w:rsidRDefault="00E720DC" w:rsidP="00A54383">
      <w:pPr>
        <w:pStyle w:val="libNormal0"/>
        <w:rPr>
          <w:rtl/>
        </w:rPr>
      </w:pPr>
    </w:p>
    <w:p w:rsidR="009C4748" w:rsidRPr="007A0ACC" w:rsidRDefault="009C4748" w:rsidP="00A54383">
      <w:pPr>
        <w:pStyle w:val="libNormal0"/>
        <w:rPr>
          <w:rtl/>
        </w:rPr>
      </w:pPr>
      <w:r w:rsidRPr="007A0ACC">
        <w:rPr>
          <w:rFonts w:hint="cs"/>
          <w:rtl/>
        </w:rPr>
        <w:t xml:space="preserve"> '' ۔شرح الباری</w:t>
      </w:r>
      <w:r w:rsidRPr="007A0ACC">
        <w:rPr>
          <w:rtl/>
        </w:rPr>
        <w:t xml:space="preserve"> عل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کہا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کہ جس شخص کے متعلق اوپر وال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اشارہ ہے،وہ عمر ابن خطاب ہے</w:t>
      </w:r>
      <w:r w:rsidR="0017666E" w:rsidRPr="0066168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202</w:t>
      </w:r>
      <w:r w:rsidR="0017666E" w:rsidRPr="0066168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مسلم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درج ابو نظرہ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سے اس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تصد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اس طرح ہوت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ہے،''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جابر بن عبداللہ انصار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پاس تھا جب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ان سے پوچھا: ابن عباس اور ابن زب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متعہ(متعہ نساء و متعہ حج)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اختلاف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جس پرجابر نے کہا،' ہم نے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ساتھ ان دونوں پر عمل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ا،پھر</w:t>
      </w:r>
      <w:r w:rsidRPr="007A0ACC">
        <w:rPr>
          <w:rtl/>
        </w:rPr>
        <w:t xml:space="preserve"> حضرت عمر نے ہم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 پر عمل کرنے سے منع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</w:t>
      </w:r>
      <w:r w:rsidRPr="007A0ACC">
        <w:rPr>
          <w:rtl/>
        </w:rPr>
        <w:t xml:space="preserve"> تو ہم نے ان پر اب عمل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' </w:t>
      </w:r>
      <w:r w:rsidR="0017666E" w:rsidRPr="0066168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203</w:t>
      </w:r>
      <w:r w:rsidR="0017666E" w:rsidRPr="0066168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مسلم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عطا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ہے،'جابر عمرہ کرنے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ا،ہم</w:t>
      </w:r>
      <w:r w:rsidRPr="007A0ACC">
        <w:rPr>
          <w:rtl/>
        </w:rPr>
        <w:t xml:space="preserve"> اس کے گھر گئے اور لوگوں نے اور سوالوں کے علاوہ متعہ کے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پوچھا۔جابر نے کہا، ہاں ہم نے زمانہ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،زمانہ ابوبکر اور زمانہ عمر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پر عمل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'</w:t>
      </w:r>
      <w:r w:rsidR="0017666E" w:rsidRPr="0066168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20</w:t>
      </w:r>
      <w:r w:rsidR="00A54383" w:rsidRPr="00A54383">
        <w:rPr>
          <w:rStyle w:val="libFootnotenumChar"/>
          <w:rFonts w:hint="cs"/>
          <w:rtl/>
        </w:rPr>
        <w:t>4</w:t>
      </w:r>
      <w:r w:rsidR="0017666E" w:rsidRPr="0066168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۔ 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مسلم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جابر بن عبداللہ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ہے،'' ہم کچھ عدد کھجور اور کچھ آٹے کے عوض رسول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 اور حضرت ابوبکرکے زمانے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متعہ پر عمل کرتے تھے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تک کہ عمر ابن خطاب نے اس کوعمرو بن حر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کے مسئلہ پر حرام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۔۔</w:t>
      </w:r>
      <w:r w:rsidR="0017666E" w:rsidRPr="0066168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20</w:t>
      </w:r>
      <w:r w:rsidR="00413EEC" w:rsidRPr="00A54383">
        <w:rPr>
          <w:rStyle w:val="libFootnotenumChar"/>
          <w:rFonts w:hint="cs"/>
          <w:rtl/>
        </w:rPr>
        <w:t>5</w:t>
      </w:r>
      <w:r w:rsidR="0017666E" w:rsidRPr="0066168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۔    </w:t>
      </w:r>
    </w:p>
    <w:p w:rsidR="00E720DC" w:rsidRPr="00A5438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عمرو بن حر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کا قصہ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ہے کہ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دفعہ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غر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</w:t>
      </w:r>
      <w:r w:rsidRPr="007A0ACC">
        <w:rPr>
          <w:rtl/>
        </w:rPr>
        <w:t xml:space="preserve"> عورت اس کے پاس حاجت کے لئے آئ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تاکہ وہ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بھوک مٹائے مگر اس شخص نے اسے کچھ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نے</w:t>
      </w:r>
      <w:r w:rsidRPr="007A0ACC">
        <w:rPr>
          <w:rtl/>
        </w:rPr>
        <w:t xml:space="preserve"> سے انکار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جب تک کہ وہ اسے راض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(شہوان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ضرورت)نہ کرے اس بہانے کے ساتھ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نکاح متعہ تھا۔اس عورت نے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شرط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eastAsia"/>
          <w:rtl/>
        </w:rPr>
        <w:t>رض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خلاف مجبور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قبول ک</w:t>
      </w:r>
      <w:r w:rsidRPr="007A0ACC">
        <w:rPr>
          <w:rFonts w:hint="cs"/>
          <w:rtl/>
        </w:rPr>
        <w:t>ی</w:t>
      </w:r>
      <w:r w:rsidRPr="007A0ACC">
        <w:rPr>
          <w:rtl/>
        </w:rPr>
        <w:t>۔ خل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عمر بن خطاب کو جب اس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خبر مل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تو غضبناک ہوئے جس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بنا پر اس کو ممنوع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 انہوں نے اس کے بعد متعہ نکاح پر عمل کرنے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سزاہ سنگسار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رکھ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،ج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مسلم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ابونظرہ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ہے،' ابن عباس متعہ پر عمل کرتے تھے اور </w:t>
      </w:r>
      <w:r w:rsidRPr="007A0ACC">
        <w:rPr>
          <w:rFonts w:hint="eastAsia"/>
          <w:rtl/>
        </w:rPr>
        <w:t>ابن</w:t>
      </w:r>
      <w:r w:rsidRPr="007A0ACC">
        <w:rPr>
          <w:rtl/>
        </w:rPr>
        <w:t xml:space="preserve"> زب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منع کرتے تھے جس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بنا پر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جابر بن عبداللہ انصار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پوچھا اور اس نے کہا : ہم رسول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ساتھ اس پر عمل کرتے تھے اور جب عمر خل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بنے،انہوں نے کہا کہ اللہ جو چاہے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پر حلال کرتا ہے ۔ اسلئے متعہ حج اور متعہ نساء پر عمل کرنے کرنے سے باز رہو۔اگر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مرد کو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پاس اس حالت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لا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اس نے نکاح (متعہ)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ہے،تو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اسے سنگسار کروں گا'</w:t>
      </w:r>
      <w:r w:rsidR="0017666E" w:rsidRPr="0066168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20</w:t>
      </w:r>
      <w:r w:rsidR="00413EEC" w:rsidRPr="00A54383">
        <w:rPr>
          <w:rStyle w:val="libFootnotenumChar"/>
          <w:rFonts w:hint="cs"/>
          <w:rtl/>
        </w:rPr>
        <w:t>6</w:t>
      </w:r>
      <w:r w:rsidR="0017666E" w:rsidRPr="0066168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</w:t>
      </w:r>
    </w:p>
    <w:p w:rsidR="00E720DC" w:rsidRDefault="00E720DC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ترمذ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عبداللہ بن عمر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جس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شام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نے پوچھا کہ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متعہ حلال ہے تو ابن عمر نے جواب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ا،ہاں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حلال ہے اس شخص نے کہا کہ تمہارے باپ عمر بن خطاب نے اسے منع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جس پر ابن عمر نے کہا،''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تمہارا مطلب ہے کہ ہم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سن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چھوڑ کر اپنے باپ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سنت پر عمل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ں؟</w:t>
      </w:r>
      <w:r w:rsidRPr="007A0ACC">
        <w:rPr>
          <w:rtl/>
        </w:rPr>
        <w:t xml:space="preserve"> </w:t>
      </w:r>
      <w:r w:rsidR="0017666E" w:rsidRPr="0066168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207</w:t>
      </w:r>
      <w:r w:rsidR="0017666E" w:rsidRPr="00661689">
        <w:rPr>
          <w:rStyle w:val="libFootnotenumChar"/>
          <w:rFonts w:hint="cs"/>
          <w:rtl/>
        </w:rPr>
        <w:t>)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امت کے دانشور ابن عباس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متعہ کے منسوخ نہ ہونے کے اعتقاد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مشہور تھے۔ زمخشر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تفس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کشاف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ابن عباس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پراس بات کے معتقد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متعہ منسوخ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 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گواہ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موجود ہے۔ابو جمراح کا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ہے،''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</w:t>
      </w:r>
      <w:r w:rsidRPr="007A0ACC">
        <w:rPr>
          <w:rFonts w:hint="eastAsia"/>
          <w:rtl/>
        </w:rPr>
        <w:t>ے</w:t>
      </w:r>
      <w:r w:rsidRPr="007A0ACC">
        <w:rPr>
          <w:rtl/>
        </w:rPr>
        <w:t xml:space="preserve"> ابن عباس کو متعہ نساء کے متعلق فرماتے ہوئے سنا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حلال ہے ۔مول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نے اسے کہا،اس پر حالت مجبور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عمل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جاتا ہے ،جب عورتوں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کچھ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جس پرابن عباس نے کہا،''ہاں''</w:t>
      </w:r>
      <w:r w:rsidR="0017666E" w:rsidRPr="0066168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208</w:t>
      </w:r>
      <w:r w:rsidR="0017666E" w:rsidRPr="0066168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طبران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ثعلب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،دونوں</w:t>
      </w:r>
      <w:r w:rsidRPr="007A0ACC">
        <w:rPr>
          <w:rtl/>
        </w:rPr>
        <w:t xml:space="preserve"> اپنے تفاس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حضرت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کرتے </w:t>
      </w:r>
      <w:r w:rsidRPr="007A0ACC">
        <w:rPr>
          <w:rFonts w:hint="eastAsia"/>
          <w:rtl/>
        </w:rPr>
        <w:t>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</w:t>
      </w:r>
      <w:r w:rsidRPr="007A0ACC">
        <w:rPr>
          <w:rtl/>
        </w:rPr>
        <w:t>'' اگر عمر متعہ کو ممنوع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کرتے،توبدبخت کے سوا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زنا کا مرتکب نہ ہوتا''</w:t>
      </w:r>
      <w:r w:rsidR="0017666E" w:rsidRPr="0066168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209</w:t>
      </w:r>
      <w:r w:rsidR="0017666E" w:rsidRPr="0066168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</w:t>
      </w:r>
    </w:p>
    <w:p w:rsidR="00E720D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 نکاح متعہ کے حلال ہونے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واضح دل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لوں</w:t>
      </w:r>
      <w:r w:rsidRPr="007A0ACC">
        <w:rPr>
          <w:rtl/>
        </w:rPr>
        <w:t xml:space="preserve"> سے ثابت ہونے کے باوجود آج کل کے اکثر اہلسنت اسکے مخالف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،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کہہ کر کہ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متعہ منسوخ ہوچک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اختلاف ہے کہ کب اور کس نے منسوخ ک</w:t>
      </w:r>
      <w:r w:rsidRPr="007A0ACC">
        <w:rPr>
          <w:rFonts w:hint="cs"/>
          <w:rtl/>
        </w:rPr>
        <w:t>ی</w:t>
      </w:r>
      <w:r w:rsidRPr="007A0ACC">
        <w:rPr>
          <w:rtl/>
        </w:rPr>
        <w:t>۔ کچھ کہتے ہے کہ قرآن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سے منسوخ ہوئ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،تو</w:t>
      </w:r>
      <w:r w:rsidRPr="007A0ACC">
        <w:rPr>
          <w:rtl/>
        </w:rPr>
        <w:t xml:space="preserve"> کچھ کہتے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</w:t>
      </w:r>
      <w:r w:rsidRPr="007A0ACC">
        <w:rPr>
          <w:rFonts w:hint="eastAsia"/>
          <w:rtl/>
        </w:rPr>
        <w:t>نت</w:t>
      </w:r>
      <w:r w:rsidRPr="007A0ACC">
        <w:rPr>
          <w:rtl/>
        </w:rPr>
        <w:t xml:space="preserve"> سے۔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دونوں خ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ال</w:t>
      </w:r>
      <w:r w:rsidRPr="007A0ACC">
        <w:rPr>
          <w:rtl/>
        </w:rPr>
        <w:t xml:space="preserve"> بے بن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اوپر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شدہ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سے ثابت ہے۔کچھ کہتے ہے کہ نکاح متعہ قرآن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ت،</w:t>
      </w:r>
      <w:r w:rsidRPr="007A0ACC">
        <w:rPr>
          <w:rtl/>
        </w:rPr>
        <w:t>''۔۔اور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شرمگاہوں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حفاظت کرنے والے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علاوہ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اور اپنے ہاتھوں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ملک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زوں</w:t>
      </w:r>
      <w:r w:rsidRPr="007A0ACC">
        <w:rPr>
          <w:rtl/>
        </w:rPr>
        <w:t xml:space="preserve"> کے کہ ان کے معاملہ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 پر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الزام آنے والا نہ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ں ہے( مومنون  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</w:rPr>
        <w:t>۔</w:t>
      </w:r>
      <w:r w:rsidR="00413EEC" w:rsidRPr="00A54383">
        <w:rPr>
          <w:rFonts w:hint="cs"/>
          <w:rtl/>
        </w:rPr>
        <w:t>6</w:t>
      </w:r>
      <w:r w:rsidRPr="00A54383">
        <w:rPr>
          <w:rFonts w:hint="cs"/>
          <w:rtl/>
        </w:rPr>
        <w:t>) اس سے منسوخ ہوگئ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جبکہ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اور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متعہ مدن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ہے۔اور جو سنت سے منسوخ ہونا کہتے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اختلاف ہے۔ا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کہتا ہے خ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بر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،دوسرا موتہ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،ت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سرا</w:t>
      </w:r>
      <w:r w:rsidRPr="007A0ACC">
        <w:rPr>
          <w:rtl/>
        </w:rPr>
        <w:t xml:space="preserve"> فتح مکہ کے موقعہ پر،چوتھا تبوک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،پانچواں عمرہ قضاء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چھٹا حجتہ </w:t>
      </w:r>
      <w:r w:rsidRPr="007A0ACC">
        <w:rPr>
          <w:rFonts w:hint="eastAsia"/>
          <w:rtl/>
        </w:rPr>
        <w:t>الوداع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۔۔۔! ان 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متواتر اور متضاد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انات</w:t>
      </w:r>
      <w:r w:rsidRPr="007A0ACC">
        <w:rPr>
          <w:rtl/>
        </w:rPr>
        <w:t xml:space="preserve"> سے اس کا ضعف  ہوناثابت ہوتا ہے۔</w:t>
      </w:r>
    </w:p>
    <w:p w:rsidR="00E720DC" w:rsidRDefault="00E720DC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E720DC" w:rsidRDefault="00E720DC" w:rsidP="009C4748">
      <w:pPr>
        <w:pStyle w:val="libNormal0"/>
        <w:rPr>
          <w:rtl/>
        </w:rPr>
      </w:pPr>
    </w:p>
    <w:p w:rsidR="00E720DC" w:rsidRPr="00A54383" w:rsidRDefault="009C4748" w:rsidP="009C4748">
      <w:pPr>
        <w:pStyle w:val="libNormal0"/>
        <w:rPr>
          <w:rtl/>
        </w:rPr>
      </w:pPr>
      <w:r w:rsidRPr="007A0ACC">
        <w:rPr>
          <w:rtl/>
        </w:rPr>
        <w:t>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روشن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خبر واحد پرانحصار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جا سکتا ہے اور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قرآن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 کے منسوخ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دلالت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،ج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اکہ</w:t>
      </w:r>
      <w:r w:rsidRPr="007A0ACC">
        <w:rPr>
          <w:rtl/>
        </w:rPr>
        <w:t xml:space="preserve"> اللہ خود اعلان کر رہا ہے،''۔۔۔ہم جب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کو منس</w:t>
      </w:r>
      <w:r w:rsidRPr="007A0ACC">
        <w:rPr>
          <w:rFonts w:hint="eastAsia"/>
          <w:rtl/>
        </w:rPr>
        <w:t>وخ</w:t>
      </w:r>
      <w:r w:rsidRPr="007A0ACC">
        <w:rPr>
          <w:rtl/>
        </w:rPr>
        <w:t xml:space="preserve">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دلوں سے محو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تو اس سے بہتر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اس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ضرور لے آتے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'' (بقرہ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</w:t>
      </w:r>
      <w:r w:rsidR="00413EEC" w:rsidRPr="00A54383">
        <w:rPr>
          <w:rFonts w:hint="cs"/>
          <w:rtl/>
        </w:rPr>
        <w:t>106</w:t>
      </w:r>
      <w:r w:rsidRPr="00A54383">
        <w:rPr>
          <w:rFonts w:hint="cs"/>
          <w:rtl/>
        </w:rPr>
        <w:t>)۔نکاح متعہ کے حلال ہونے کے ثبوت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اتن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ہونے اور رسول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ذر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عے</w:t>
      </w:r>
      <w:r w:rsidRPr="007A0ACC">
        <w:rPr>
          <w:rtl/>
        </w:rPr>
        <w:t xml:space="preserve"> کبھ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حرام نہ کرنے کے باوجود عمر بن خطاب نے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مرض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اسے عمران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وجوہات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بنا پر نہ کہ شرع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</w:t>
      </w:r>
      <w:r w:rsidRPr="007A0ACC">
        <w:rPr>
          <w:rtl/>
        </w:rPr>
        <w:t xml:space="preserve"> پر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خلافت کے اواخر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ممنوع قرار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۔عمر بن خطاب کو اسلام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اصولوں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دخل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نے</w:t>
      </w:r>
      <w:r w:rsidRPr="007A0ACC">
        <w:rPr>
          <w:rtl/>
        </w:rPr>
        <w:t xml:space="preserve"> کاکوئ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حق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وہ جانتا ہے،' حلال محمد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امت</w:t>
      </w:r>
      <w:r w:rsidRPr="007A0ACC">
        <w:rPr>
          <w:rtl/>
        </w:rPr>
        <w:t xml:space="preserve"> تک حلال ہے اور حرام محمد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امت</w:t>
      </w:r>
      <w:r w:rsidRPr="007A0ACC">
        <w:rPr>
          <w:rtl/>
        </w:rPr>
        <w:t xml:space="preserve"> تک حرام ہے '' اور ''جو نب</w:t>
      </w:r>
      <w:r w:rsidRPr="007A0ACC">
        <w:rPr>
          <w:rFonts w:hint="cs"/>
          <w:rtl/>
        </w:rPr>
        <w:t>ی</w:t>
      </w:r>
      <w:r w:rsidR="007317F7" w:rsidRPr="00A54383">
        <w:rPr>
          <w:rFonts w:hint="cs"/>
          <w:rtl/>
        </w:rPr>
        <w:t>(ص)</w:t>
      </w:r>
      <w:r w:rsidRPr="007A0ACC">
        <w:rPr>
          <w:rtl/>
        </w:rPr>
        <w:t xml:space="preserve"> تمہ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دے</w:t>
      </w:r>
      <w:r w:rsidRPr="007A0ACC">
        <w:rPr>
          <w:rtl/>
        </w:rPr>
        <w:t xml:space="preserve"> اسے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لو</w:t>
      </w:r>
      <w:r w:rsidRPr="007A0ACC">
        <w:rPr>
          <w:rtl/>
        </w:rPr>
        <w:t xml:space="preserve"> اور جس 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منع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سے دور رہو(القران)''۔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فقط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مسئلہ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جس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حضرت عمر نے دخل انداز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بلکہ بارہا انہوں نے اپنے ذات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اجتہاد سے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معاملات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</w:t>
      </w:r>
      <w:r w:rsidR="0017666E" w:rsidRPr="0066168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210</w:t>
      </w:r>
      <w:r w:rsidR="0017666E" w:rsidRPr="0066168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مثال ہے نماز تراو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کا جماعت قائم کرنا جبکہ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اور حضرت ابوبکر نے ا</w:t>
      </w:r>
      <w:r w:rsidRPr="007A0ACC">
        <w:rPr>
          <w:rFonts w:hint="eastAsia"/>
          <w:rtl/>
        </w:rPr>
        <w:t>نفراد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طور رمضان کے نفل نماز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پڑھ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ابن شہاب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ہے،'' ماہ رمضان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نوافل زمانہ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>،زمانۂ حضرت ابوبکراور زمانۂ حضرت عمر کے اوائل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فرادا ادا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شب کو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حضرت عمر کے ساتھ مسجدگ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ہر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کو الگ الگ نماز پڑھت</w:t>
      </w:r>
      <w:r w:rsidRPr="007A0ACC">
        <w:rPr>
          <w:rFonts w:hint="eastAsia"/>
          <w:rtl/>
        </w:rPr>
        <w:t>ے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کھا</w:t>
      </w:r>
      <w:r w:rsidRPr="007A0ACC">
        <w:rPr>
          <w:rtl/>
        </w:rPr>
        <w:t>۔ حضرت عمرنے کہا 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رائے ہے کہ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جمع کرکے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قار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چھے</w:t>
      </w:r>
      <w:r w:rsidRPr="007A0ACC">
        <w:rPr>
          <w:rtl/>
        </w:rPr>
        <w:t xml:space="preserve"> اکٹھے نماز پڑھ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جائے ۔انہوں نے ان سب کو جمع کرکے اب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ابن کعب کے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چھے</w:t>
      </w:r>
      <w:r w:rsidRPr="007A0ACC">
        <w:rPr>
          <w:rtl/>
        </w:rPr>
        <w:t xml:space="preserve"> نماز پڑھوائ</w:t>
      </w:r>
      <w:r w:rsidRPr="007A0ACC">
        <w:rPr>
          <w:rFonts w:hint="cs"/>
          <w:rtl/>
        </w:rPr>
        <w:t>ی</w:t>
      </w:r>
      <w:r w:rsidRPr="007A0ACC">
        <w:rPr>
          <w:rtl/>
        </w:rPr>
        <w:t>۔ا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دوسر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شب کو ہم پھر اکٹھے گئے اور سبھ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اب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ابن کعب کے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چھے</w:t>
      </w:r>
      <w:r w:rsidRPr="007A0ACC">
        <w:rPr>
          <w:rtl/>
        </w:rPr>
        <w:t xml:space="preserve"> نماز پڑھتے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کھا</w:t>
      </w:r>
      <w:r w:rsidRPr="007A0ACC">
        <w:rPr>
          <w:rtl/>
        </w:rPr>
        <w:t>۔ حضرت عمرنے کہ</w:t>
      </w:r>
      <w:r w:rsidRPr="007A0ACC">
        <w:rPr>
          <w:rFonts w:hint="eastAsia"/>
          <w:rtl/>
        </w:rPr>
        <w:t>ا،</w:t>
      </w:r>
      <w:r w:rsidRPr="007A0ACC">
        <w:rPr>
          <w:rtl/>
        </w:rPr>
        <w:t>'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اچھ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بدعت ہے'!  اور جو نماز سونے کے بعد(آخر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شب) پڑھ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جائے،سونے سے پہل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وال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(عشاء کے ساتھ ہ</w:t>
      </w:r>
      <w:r w:rsidRPr="007A0ACC">
        <w:rPr>
          <w:rFonts w:hint="cs"/>
          <w:rtl/>
        </w:rPr>
        <w:t>ی</w:t>
      </w:r>
      <w:r w:rsidRPr="007A0ACC">
        <w:rPr>
          <w:rtl/>
        </w:rPr>
        <w:t>) سے بہتر ہے</w:t>
      </w:r>
      <w:r w:rsidR="0017666E" w:rsidRPr="0066168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211</w:t>
      </w:r>
      <w:r w:rsidR="0017666E" w:rsidRPr="0066168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اس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حضرت عمر بن خطاب نے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اور اجتہاد کرکے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tl/>
        </w:rPr>
        <w:t xml:space="preserve"> رکعات بنا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جبکہ حضرت عائشہ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کبھ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ارہ</w:t>
      </w:r>
      <w:r w:rsidRPr="007A0ACC">
        <w:rPr>
          <w:rtl/>
        </w:rPr>
        <w:t xml:space="preserve"> رکعات سے ز</w:t>
      </w:r>
      <w:r w:rsidRPr="007A0ACC">
        <w:rPr>
          <w:rFonts w:hint="cs"/>
          <w:rtl/>
        </w:rPr>
        <w:t>ی</w:t>
      </w:r>
      <w:r w:rsidRPr="007A0ACC">
        <w:rPr>
          <w:rtl/>
        </w:rPr>
        <w:t>ادہ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پڑھ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چاہے ماہ رمضان رہا ہو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نہ</w:t>
      </w:r>
      <w:r w:rsidR="0017666E" w:rsidRPr="0066168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212</w:t>
      </w:r>
      <w:r w:rsidR="0017666E" w:rsidRPr="0066168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</w:t>
      </w:r>
    </w:p>
    <w:p w:rsidR="00E720DC" w:rsidRDefault="00E720DC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E720DC" w:rsidRDefault="00E720DC" w:rsidP="00A54383">
      <w:pPr>
        <w:pStyle w:val="libNormal0"/>
        <w:rPr>
          <w:rtl/>
        </w:rPr>
      </w:pPr>
    </w:p>
    <w:p w:rsidR="009C4748" w:rsidRPr="007A0ACC" w:rsidRDefault="009C4748" w:rsidP="00A54383">
      <w:pPr>
        <w:pStyle w:val="libNormal0"/>
        <w:rPr>
          <w:rtl/>
        </w:rPr>
      </w:pPr>
      <w:r w:rsidRPr="007A0ACC">
        <w:rPr>
          <w:rFonts w:hint="cs"/>
          <w:rtl/>
        </w:rPr>
        <w:t>اس سے بڑی</w:t>
      </w:r>
      <w:r w:rsidRPr="007A0ACC">
        <w:rPr>
          <w:rtl/>
        </w:rPr>
        <w:t xml:space="preserve"> بدنص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ہے کہ اہلسنت وضع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ساتھ</w:t>
      </w:r>
      <w:r w:rsidRPr="007A0ACC">
        <w:rPr>
          <w:rtl/>
        </w:rPr>
        <w:t xml:space="preserve"> منسوب کرکے متضاد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سے استدلال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درج ہے،''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نے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سے کہا کہ ابن عباس متعہ کو حلال سمجھتا ہے جس پر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نے کہا :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اس کوجنگ خ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بر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ممنوع قرار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پالتو گدھوں کا گوشت بھ</w:t>
      </w:r>
      <w:r w:rsidRPr="007A0ACC">
        <w:rPr>
          <w:rFonts w:hint="cs"/>
          <w:rtl/>
        </w:rPr>
        <w:t>ی</w:t>
      </w:r>
      <w:r w:rsidRPr="007A0ACC">
        <w:rPr>
          <w:rtl/>
        </w:rPr>
        <w:t>۔ کچھ نے کہا،' اگر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متعہ پر عمل کرنے کے لئے چال چلے،تواسکا نکاح باطل ہے،کچھ اور کہتے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</w:t>
      </w:r>
      <w:r w:rsidRPr="007A0ACC">
        <w:rPr>
          <w:rtl/>
        </w:rPr>
        <w:t>' نکاح جائز ہے مگر شرائط کے بغ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>''</w:t>
      </w:r>
      <w:r w:rsidR="0017666E" w:rsidRPr="0066168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213</w:t>
      </w:r>
      <w:r w:rsidR="0017666E" w:rsidRPr="0066168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اگر ان لوگوں نے سمجھا ہوتا کہ خل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حضرت عمر نے متعہ کو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ممنوع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اتھا</w:t>
      </w:r>
      <w:r w:rsidRPr="007A0ACC">
        <w:rPr>
          <w:rtl/>
        </w:rPr>
        <w:t xml:space="preserve"> تو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حماقت نہ اٹھان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پڑت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نہ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اتنا تضاد ہوتا۔متعہ کے شرع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تار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پس منظر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جانے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ضرورت ہے۔اخلاق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سماج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نقطۂ نظر سے اس قانون کا لاگو ہونا انسان کے لئے رحمت بن کے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اور کچھ کے ل</w:t>
      </w:r>
      <w:r w:rsidRPr="007A0ACC">
        <w:rPr>
          <w:rFonts w:hint="eastAsia"/>
          <w:rtl/>
        </w:rPr>
        <w:t>ئے</w:t>
      </w:r>
      <w:r w:rsidRPr="007A0ACC">
        <w:rPr>
          <w:rtl/>
        </w:rPr>
        <w:t xml:space="preserve"> آسان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خاطر خاصکر ان کے لئے جو تعل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سفر پر ہوتے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ں،کاروبار،جہاد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جنگ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حالات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جہاں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ساتھ رکھنا ممکن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ہے۔ ان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لوگوں کے بہت سے مشکلات ہوتے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۔جنس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خواہش پر قابو پانے کے لئے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جہاد نفس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ملوث ہونا پڑے گا جو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سب کے لئئے ناممکن </w:t>
      </w:r>
      <w:r w:rsidRPr="007A0ACC">
        <w:rPr>
          <w:rFonts w:hint="eastAsia"/>
          <w:rtl/>
        </w:rPr>
        <w:t>ہے</w:t>
      </w:r>
      <w:r w:rsidRPr="007A0ACC">
        <w:rPr>
          <w:rtl/>
        </w:rPr>
        <w:t xml:space="preserve"> اور ذہن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دباؤ (</w:t>
      </w:r>
      <w:r w:rsidRPr="007A0ACC">
        <w:t>depression</w:t>
      </w:r>
      <w:r w:rsidRPr="007A0ACC">
        <w:rPr>
          <w:rtl/>
        </w:rPr>
        <w:t xml:space="preserve">) کے شکار ہوجانے کا خطرہ رہتا ہے۔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ابدکار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شکار ہوجانے کا خطرہ ہے جس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آج دن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جس نے اب فساد اور جرائم کو جنم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ہے۔</w:t>
      </w:r>
    </w:p>
    <w:p w:rsidR="00E720D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وہ وجوہات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جس نے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عرب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مولو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احمد القتان کو فلپائن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تعل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طالب علموں کے لئے '' نکاح  بن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طلاق'' فتو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نے</w:t>
      </w:r>
      <w:r w:rsidRPr="007A0ACC">
        <w:rPr>
          <w:rtl/>
        </w:rPr>
        <w:t xml:space="preserve"> پر مجبور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۔اس نکاح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شرط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ہے کہ خاوند اس 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سے شاد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کرے کہ 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وقت (اپن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حاجت پور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کرکے )طلاق دے اور خاوند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سے نکا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ادھورا ہے جبکہ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سے دائم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 خاوند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اس وقت طلاق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تا</w:t>
      </w:r>
      <w:r w:rsidRPr="007A0ACC">
        <w:rPr>
          <w:rtl/>
        </w:rPr>
        <w:t xml:space="preserve"> ہے جو اس کے ذہن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پہلے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تھا۔جنہوں نے اس نئے نکاح کو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جاد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،انہ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پتہ ہے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جھوٹ اور دھوکہ ہے اور قرآن و سنت سے اسکا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واسطہ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۔پھر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مفت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کہتے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کہ</w:t>
      </w:r>
      <w:r w:rsidRPr="007A0ACC">
        <w:rPr>
          <w:rtl/>
        </w:rPr>
        <w:t xml:space="preserve"> ہر صورت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کے برے اثرات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مگر اتنے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جتنے کہ بدکار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! اس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نے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فتو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اس وقت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جب اسے نکاح متعہ کے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پوچھا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ابن عباس اسکو جائز سمجھتے ہے۔</w:t>
      </w:r>
    </w:p>
    <w:p w:rsidR="00E720DC" w:rsidRDefault="00E720DC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E720DC" w:rsidRDefault="00E720DC" w:rsidP="009C4748">
      <w:pPr>
        <w:pStyle w:val="libNormal0"/>
        <w:rPr>
          <w:rtl/>
        </w:rPr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>اس نے جواب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حرام ہے اور ابن عباس نے اس کے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غلط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 اس نے اسطرح کا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،'' اگر ہم نے دانشوروں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غلط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 اتباع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ہوتا تو ہم کافر بن گئے ہوتے''!۔اسطرح' نکاح  بِن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طلاق' کا بدعت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قتان کے مطابق نکاح متعہ کا متبادل بن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جو کہ قرآن و سنت سے ثابت ہے ۔ قرآن مج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نے ان جان بوجھ کر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دا</w:t>
      </w:r>
      <w:r w:rsidRPr="007A0ACC">
        <w:rPr>
          <w:rtl/>
        </w:rPr>
        <w:t xml:space="preserve"> کئے ہوئے بدعات کے خلاف اسطرح خبر دار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''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ابہتر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نعمتوں کے بدلے تم معمول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نعمت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نا</w:t>
      </w:r>
      <w:r w:rsidRPr="007A0ACC">
        <w:rPr>
          <w:rtl/>
        </w:rPr>
        <w:t xml:space="preserve"> چاہتے ہو؟!(بقرہ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</w:t>
      </w:r>
      <w:r w:rsidR="00413EEC" w:rsidRPr="00A54383">
        <w:rPr>
          <w:rFonts w:hint="cs"/>
          <w:rtl/>
        </w:rPr>
        <w:t>61</w:t>
      </w:r>
      <w:r w:rsidRPr="00A54383">
        <w:rPr>
          <w:rFonts w:hint="cs"/>
          <w:rtl/>
        </w:rPr>
        <w:t>)۔ لا حول و لا قوة الا با اللہ العل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العظ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 </w:t>
      </w:r>
    </w:p>
    <w:p w:rsidR="009C4748" w:rsidRPr="007A0ACC" w:rsidRDefault="009C4748" w:rsidP="00335727">
      <w:pPr>
        <w:pStyle w:val="Heading2Center"/>
        <w:rPr>
          <w:rtl/>
        </w:rPr>
      </w:pPr>
      <w:r w:rsidRPr="007A0ACC">
        <w:rPr>
          <w:rtl/>
        </w:rPr>
        <w:t xml:space="preserve">  </w:t>
      </w:r>
      <w:bookmarkStart w:id="41" w:name="_Toc447620029"/>
      <w:r w:rsidRPr="007A0ACC">
        <w:rPr>
          <w:rtl/>
        </w:rPr>
        <w:t>متعہ حج</w:t>
      </w:r>
      <w:bookmarkEnd w:id="41"/>
      <w:r w:rsidRPr="007A0ACC">
        <w:rPr>
          <w:rtl/>
        </w:rPr>
        <w:t xml:space="preserve">   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 متعہ حج پر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اس قرآن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کے پس منظر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عمل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</w:t>
      </w:r>
      <w:r w:rsidRPr="007A0ACC">
        <w:rPr>
          <w:rtl/>
        </w:rPr>
        <w:t>''اور حج و عمرہ کو اللہ کے لئے پورا کرو۔پس اگر تم محصور کر لئے جاؤ تو جو قربان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ممکن ہو وہ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دو</w:t>
      </w:r>
      <w:r w:rsidRPr="007A0ACC">
        <w:rPr>
          <w:rtl/>
        </w:rPr>
        <w:t xml:space="preserve"> اور اس وقت تک سر نہ منڈواؤ جب تک قربان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منزل تک نہ پہنچ جائے۔جو تم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مر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</w:t>
      </w:r>
      <w:r w:rsidRPr="007A0ACC">
        <w:rPr>
          <w:rtl/>
        </w:rPr>
        <w:t xml:space="preserve"> ہو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اس کے سر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تکل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ہو تو وہ روزہ رکھے، صدقہ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قربان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دے،پھر جب اطم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نان</w:t>
      </w:r>
      <w:r w:rsidRPr="007A0ACC">
        <w:rPr>
          <w:rtl/>
        </w:rPr>
        <w:t xml:space="preserve"> ہوجائے تو جس نے عمرہ سے تمتع کا ارادہ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وہ ممکنہ قربان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دے</w:t>
      </w:r>
      <w:r w:rsidRPr="007A0ACC">
        <w:rPr>
          <w:rtl/>
        </w:rPr>
        <w:t xml:space="preserve"> اور جس کو قربان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سر</w:t>
      </w:r>
      <w:r w:rsidRPr="007A0ACC">
        <w:rPr>
          <w:rtl/>
        </w:rPr>
        <w:t xml:space="preserve"> نہ ہو تو وہ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روزے حج کے دوران اور سات روزے واپس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پر رکھے اس طرح پورے دس ہوجائ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</w:t>
      </w:r>
      <w:r w:rsidRPr="007A0ACC">
        <w:rPr>
          <w:rFonts w:hint="cs"/>
          <w:rtl/>
        </w:rPr>
        <w:t>ی</w:t>
      </w:r>
      <w:r w:rsidRPr="007A0ACC">
        <w:rPr>
          <w:rtl/>
        </w:rPr>
        <w:t>ہ حج تمتع اور قربان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ان کے لئے ہے جن کے گھرمسجد الحرام کے حاضر شمار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ہوتے۔۔(بقرہ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</w:t>
      </w:r>
      <w:r w:rsidR="00413EEC" w:rsidRPr="00A54383">
        <w:rPr>
          <w:rFonts w:hint="cs"/>
          <w:rtl/>
        </w:rPr>
        <w:t>96</w:t>
      </w:r>
      <w:r w:rsidRPr="00A54383">
        <w:rPr>
          <w:rFonts w:hint="cs"/>
          <w:rtl/>
        </w:rPr>
        <w:t>)۔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ام</w:t>
      </w:r>
      <w:r w:rsidRPr="007A0ACC">
        <w:rPr>
          <w:rtl/>
        </w:rPr>
        <w:t xml:space="preserve"> حج و عمرہ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ںدوران</w:t>
      </w:r>
      <w:r w:rsidRPr="007A0ACC">
        <w:rPr>
          <w:rtl/>
        </w:rPr>
        <w:t xml:space="preserve"> احرام ممنوع شدہ افعال سے استفادہ کرنے کے جواز  کے لئے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قسم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چھوٹ ہے</w:t>
      </w:r>
      <w:r w:rsidR="0017666E" w:rsidRPr="0066168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21</w:t>
      </w:r>
      <w:r w:rsidR="00A54383" w:rsidRPr="00A54383">
        <w:rPr>
          <w:rStyle w:val="libFootnotenumChar"/>
          <w:rFonts w:hint="cs"/>
          <w:rtl/>
        </w:rPr>
        <w:t>4</w:t>
      </w:r>
      <w:r w:rsidR="0017666E" w:rsidRPr="0066168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اور اس کو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عمر بن خطاب نے ممنوع قرار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،اس کے باوجود کہ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وفات تک اس کو ممنوع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</w:t>
      </w:r>
    </w:p>
    <w:p w:rsidR="00E720D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سعد بن مصع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</w:t>
      </w:r>
      <w:r w:rsidRPr="007A0ACC">
        <w:rPr>
          <w:rtl/>
        </w:rPr>
        <w:t xml:space="preserve">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ہے،'' حضرت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عثمان نے اس پر اختلاف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: تم اس 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tl/>
        </w:rPr>
        <w:t xml:space="preserve"> سے منع کرنا چاہتے ہو جسکو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خود انجام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ہے۔عل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نے دونوں (حج و عمرہ )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اجازت د</w:t>
      </w:r>
      <w:r w:rsidRPr="007A0ACC">
        <w:rPr>
          <w:rFonts w:hint="cs"/>
          <w:rtl/>
        </w:rPr>
        <w:t>ی</w:t>
      </w:r>
      <w:r w:rsidR="0017666E" w:rsidRPr="0066168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21</w:t>
      </w:r>
      <w:r w:rsidR="00413EEC" w:rsidRPr="00A54383">
        <w:rPr>
          <w:rStyle w:val="libFootnotenumChar"/>
          <w:rFonts w:hint="cs"/>
          <w:rtl/>
        </w:rPr>
        <w:t>5</w:t>
      </w:r>
      <w:r w:rsidR="0017666E" w:rsidRPr="0066168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چے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سے صاف ظاہر </w:t>
      </w:r>
      <w:r w:rsidRPr="007A0ACC">
        <w:rPr>
          <w:rFonts w:hint="eastAsia"/>
          <w:rtl/>
        </w:rPr>
        <w:t>ہوتا</w:t>
      </w:r>
      <w:r w:rsidRPr="007A0ACC">
        <w:rPr>
          <w:rtl/>
        </w:rPr>
        <w:t xml:space="preserve"> ہے کہ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لوگ تھے جو رسول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ارشادات کے مقابلے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اپنے اجتہاد پر چلتے تھے۔ حاکم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دونوں ،حضرت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 عثمان کو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کھا</w:t>
      </w:r>
      <w:r w:rsidRPr="007A0ACC">
        <w:rPr>
          <w:rtl/>
        </w:rPr>
        <w:t>۔عثمان نے متعہ حج کو ممنوع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دونوں کو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کجا</w:t>
      </w:r>
      <w:r w:rsidRPr="007A0ACC">
        <w:rPr>
          <w:rtl/>
        </w:rPr>
        <w:t xml:space="preserve"> کرنے پر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پر پابند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لگائ</w:t>
      </w:r>
      <w:r w:rsidRPr="007A0ACC">
        <w:rPr>
          <w:rFonts w:hint="cs"/>
          <w:rtl/>
        </w:rPr>
        <w:t>ی</w:t>
      </w:r>
      <w:r w:rsidRPr="007A0ACC">
        <w:rPr>
          <w:rtl/>
        </w:rPr>
        <w:t>۔</w:t>
      </w:r>
    </w:p>
    <w:p w:rsidR="00E720DC" w:rsidRDefault="00E720DC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E720DC" w:rsidRDefault="00E720DC" w:rsidP="009C4748">
      <w:pPr>
        <w:pStyle w:val="libNormal0"/>
        <w:rPr>
          <w:rtl/>
        </w:rPr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>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نے دونوں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اجازت 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حج اور عمرہ دونوں کے لئے 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کہتے ہوئے اور کہا 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(عمر بن خطاب )کے کہنے پرسنت رسول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ممانعت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کروں گا</w:t>
      </w:r>
      <w:r w:rsidR="0017666E" w:rsidRPr="0066168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21</w:t>
      </w:r>
      <w:r w:rsidR="00413EEC" w:rsidRPr="00A54383">
        <w:rPr>
          <w:rStyle w:val="libFootnotenumChar"/>
          <w:rFonts w:hint="cs"/>
          <w:rtl/>
        </w:rPr>
        <w:t>6</w:t>
      </w:r>
      <w:r w:rsidR="0017666E" w:rsidRPr="0066168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حضرت عثمان متعہ کو حرام قرار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نے</w:t>
      </w:r>
      <w:r w:rsidRPr="007A0ACC">
        <w:rPr>
          <w:rtl/>
        </w:rPr>
        <w:t xml:space="preserve"> کے لئے مجبور تھے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خلافت قبول کرنے سے پہلے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 کوعبدالرحمان بن عوف نے افعال ابو بکر و عمر عمل کرنے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شرط رکھ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جو کہ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پور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سے رد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 اعلان کے ساتھ 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صرف قانون الٰہ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سنتِ </w:t>
      </w:r>
      <w:r w:rsidRPr="007A0ACC">
        <w:rPr>
          <w:rFonts w:hint="eastAsia"/>
          <w:rtl/>
        </w:rPr>
        <w:t>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کا پابند رہونگا۔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تواتر سے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کہ عمر ابن خطاب نے ببانگ دہل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،'' دو قسم کے متعہ( متعہ نساء و متعہ حج) زمانۂ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رائج تھے،م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دونوں کو اب حرام قرار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تا</w:t>
      </w:r>
      <w:r w:rsidRPr="007A0ACC">
        <w:rPr>
          <w:rtl/>
        </w:rPr>
        <w:t xml:space="preserve"> ہوں''</w:t>
      </w:r>
      <w:r w:rsidR="0017666E" w:rsidRPr="0066168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217</w:t>
      </w:r>
      <w:r w:rsidR="0017666E" w:rsidRPr="0066168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۔  حضرت عمر کا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فرمان بتاتا ہے کہ اپنے 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صلوں</w:t>
      </w:r>
      <w:r w:rsidRPr="007A0ACC">
        <w:rPr>
          <w:rtl/>
        </w:rPr>
        <w:t xml:space="preserve"> پر عمل </w:t>
      </w:r>
      <w:r w:rsidRPr="007A0ACC">
        <w:rPr>
          <w:rFonts w:hint="eastAsia"/>
          <w:rtl/>
        </w:rPr>
        <w:t>کرنا</w:t>
      </w:r>
      <w:r w:rsidRPr="007A0ACC">
        <w:rPr>
          <w:rtl/>
        </w:rPr>
        <w:t xml:space="preserve"> اور کرانا صرف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کا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وہ</w:t>
      </w:r>
      <w:r w:rsidRPr="007A0ACC">
        <w:rPr>
          <w:rtl/>
        </w:rPr>
        <w:t xml:space="preserve"> رہا ہے اور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۔وہ فخر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انداز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دونوں متعہ زمانہ رسول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حلال تھے اور اب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دونوں کو حرام قرار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تا</w:t>
      </w:r>
      <w:r w:rsidRPr="007A0ACC">
        <w:rPr>
          <w:rtl/>
        </w:rPr>
        <w:t xml:space="preserve"> ہو ںجبکہ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اسے کبھ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حرام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کہا۔ اہلسنت اس کاک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جواز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جب قرآن کہت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ہے،'جو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دے</w:t>
      </w:r>
      <w:r w:rsidRPr="007A0ACC">
        <w:rPr>
          <w:rtl/>
        </w:rPr>
        <w:t xml:space="preserve"> اسے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لو</w:t>
      </w:r>
      <w:r w:rsidRPr="007A0ACC">
        <w:rPr>
          <w:rtl/>
        </w:rPr>
        <w:t xml:space="preserve"> اور جس سے منع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سے دور رہو'۔ 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قت</w:t>
      </w:r>
      <w:r w:rsidRPr="007A0ACC">
        <w:rPr>
          <w:rtl/>
        </w:rPr>
        <w:t xml:space="preserve"> تو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ہے کہ اگر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اسلام کا  بغ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تعصب کے علم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جائزہ لے تو اسکو محکم فرمان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باوجود بہت سے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احکام(خاصکر عمر بن خطاب) کے اجتہاد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صلے</w:t>
      </w:r>
      <w:r w:rsidRPr="007A0ACC">
        <w:rPr>
          <w:rtl/>
        </w:rPr>
        <w:t xml:space="preserve"> نظر آئ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جو احکام رسول کے بالکل مخالف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۔مگر برادران اہلسنت انک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لاعلم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وجہ سے سنت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>مانتے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الزامات سنتِ نبو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پر 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عمل کرنے والے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گناہ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عوںپرلگاتے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</w:p>
    <w:p w:rsidR="009C4748" w:rsidRPr="007A0ACC" w:rsidRDefault="009C4748" w:rsidP="00335727">
      <w:pPr>
        <w:pStyle w:val="Heading2Center"/>
        <w:rPr>
          <w:rtl/>
        </w:rPr>
      </w:pPr>
      <w:bookmarkStart w:id="42" w:name="_Toc447620030"/>
      <w:r w:rsidRPr="007A0ACC">
        <w:rPr>
          <w:rtl/>
        </w:rPr>
        <w:t>امام مہد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منتظر عجل اللہ تعا ل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فرجہ الشر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</w:t>
      </w:r>
      <w:r w:rsidRPr="007A0ACC">
        <w:rPr>
          <w:rtl/>
        </w:rPr>
        <w:t xml:space="preserve"> اور اختلافات</w:t>
      </w:r>
      <w:bookmarkEnd w:id="42"/>
      <w:r w:rsidRPr="007A0ACC">
        <w:rPr>
          <w:rtl/>
        </w:rPr>
        <w:t xml:space="preserve">  </w:t>
      </w:r>
    </w:p>
    <w:p w:rsidR="00E720DC" w:rsidRPr="00A5438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تمام اسلام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فرقوں کا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انسان پر اتفاق ہے جو کہ آخر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وقت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ظہور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 xml:space="preserve"> تاکہ زم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کو عدل و انصاف سے بھر دے اور کرۂ ارض پر منصفانہ حکومت 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قائم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 xml:space="preserve"> جس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اس قرآن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سے ہوت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ہے؛ ،''اور ہم نے ذکر کے بعد زبور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لکھ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کہ ہمار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زم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کے وارث ہمارے 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بندے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ہوں گے( انب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</w:t>
      </w:r>
      <w:r w:rsidR="00413EEC" w:rsidRPr="00A54383">
        <w:rPr>
          <w:rFonts w:hint="cs"/>
          <w:rtl/>
        </w:rPr>
        <w:t>105</w:t>
      </w:r>
      <w:r w:rsidRPr="00A54383">
        <w:rPr>
          <w:rFonts w:hint="cs"/>
          <w:rtl/>
        </w:rPr>
        <w:t>) '' اور '' ہم چاہتے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جن لوگوںکو زم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پر کمزور بنا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ان پراحسان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لوگوں کا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شوا</w:t>
      </w:r>
      <w:r w:rsidRPr="007A0ACC">
        <w:rPr>
          <w:rtl/>
        </w:rPr>
        <w:t xml:space="preserve"> بنا 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زم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کا وارث قرار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( قصص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</w:rPr>
        <w:t>)''</w:t>
      </w:r>
    </w:p>
    <w:p w:rsidR="00E720DC" w:rsidRDefault="00E720DC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E720DC" w:rsidRDefault="00E720DC" w:rsidP="00A54383">
      <w:pPr>
        <w:pStyle w:val="libNormal0"/>
        <w:rPr>
          <w:rtl/>
        </w:rPr>
      </w:pPr>
    </w:p>
    <w:p w:rsidR="009C4748" w:rsidRPr="007A0ACC" w:rsidRDefault="009C4748" w:rsidP="00A54383">
      <w:pPr>
        <w:pStyle w:val="libNormal0"/>
        <w:rPr>
          <w:rtl/>
        </w:rPr>
      </w:pPr>
      <w:r w:rsidRPr="007A0ACC">
        <w:rPr>
          <w:rFonts w:hint="cs"/>
          <w:rtl/>
        </w:rPr>
        <w:t xml:space="preserve"> اور'' 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لوگ چاہتے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نور خدا کو اپنے منھ سے </w:t>
      </w:r>
      <w:r w:rsidRPr="007A0ACC">
        <w:rPr>
          <w:rFonts w:hint="eastAsia"/>
          <w:rtl/>
        </w:rPr>
        <w:t>پھونک</w:t>
      </w:r>
      <w:r w:rsidRPr="007A0ACC">
        <w:rPr>
          <w:rtl/>
        </w:rPr>
        <w:t xml:space="preserve"> مار کر بجھا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حالانکہ خدا اس کے علاوہ کچھ ماننے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ار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کہ وہ اپنے نور کو تمام کردے چاہے کافروں کو کتنا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برا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نہ لگے۔ خدا تو وہ ہے جس نے اپنے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کو ہدا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اور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حق کے ساتھ بھ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جا</w:t>
      </w:r>
      <w:r w:rsidRPr="007A0ACC">
        <w:rPr>
          <w:rtl/>
        </w:rPr>
        <w:t xml:space="preserve"> تاکہ اپنے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کو تمام 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پر غالب بنائے چاہے م</w:t>
      </w:r>
      <w:r w:rsidRPr="007A0ACC">
        <w:rPr>
          <w:rFonts w:hint="eastAsia"/>
          <w:rtl/>
        </w:rPr>
        <w:t>شرکوں</w:t>
      </w:r>
      <w:r w:rsidRPr="007A0ACC">
        <w:rPr>
          <w:rtl/>
        </w:rPr>
        <w:t xml:space="preserve"> کوکتنا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ناگوار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نہ ہو''( توبہ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</w:t>
      </w:r>
      <w:r w:rsidR="00413EEC" w:rsidRPr="00A54383">
        <w:rPr>
          <w:rFonts w:hint="cs"/>
          <w:rtl/>
        </w:rPr>
        <w:t>32</w:t>
      </w:r>
      <w:r w:rsidRPr="00A54383">
        <w:rPr>
          <w:rFonts w:hint="cs"/>
          <w:rtl/>
        </w:rPr>
        <w:t>۔</w:t>
      </w:r>
      <w:r w:rsidR="00413EEC" w:rsidRPr="00A54383">
        <w:rPr>
          <w:rFonts w:hint="cs"/>
          <w:rtl/>
        </w:rPr>
        <w:t>33</w:t>
      </w:r>
      <w:r w:rsidRPr="00A54383">
        <w:rPr>
          <w:rFonts w:hint="cs"/>
          <w:rtl/>
        </w:rPr>
        <w:t xml:space="preserve">  ) ۔اللہ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صاف الفاظ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 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نشاندہ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کہ منتظر شخص ان کے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ہے ۔ اور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</w:t>
      </w:r>
      <w:r w:rsidRPr="007A0ACC">
        <w:rPr>
          <w:rtl/>
        </w:rPr>
        <w:t xml:space="preserve">''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دن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اس وقت تک فنا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جب تک کہ عرب پر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</w:t>
      </w:r>
      <w:r w:rsidRPr="007A0ACC">
        <w:rPr>
          <w:rtl/>
        </w:rPr>
        <w:t xml:space="preserve"> ہم نام ان پر حکومت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>۔۔''</w:t>
      </w:r>
      <w:r w:rsidR="0017666E" w:rsidRPr="0066168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218</w:t>
      </w:r>
      <w:r w:rsidR="0017666E" w:rsidRPr="0066168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 ۔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ابو سع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خدر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</w:t>
      </w:r>
      <w:r w:rsidRPr="007A0ACC">
        <w:rPr>
          <w:rtl/>
        </w:rPr>
        <w:t>''  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امت</w:t>
      </w:r>
      <w:r w:rsidRPr="007A0ACC">
        <w:rPr>
          <w:rtl/>
        </w:rPr>
        <w:t xml:space="preserve"> اس وقت تک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آئے 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جب تک کہ زم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ظلم ،جور اور نا انصاف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پُر نہ ہوجائے، پھر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شخص آئے گا اور ظلم و جور سے بھر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زم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کو عدل و انصاف سے پر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>''</w:t>
      </w:r>
      <w:r w:rsidR="0017666E" w:rsidRPr="0066168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219</w:t>
      </w:r>
      <w:r w:rsidR="0017666E" w:rsidRPr="0066168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ابو 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،'' اگر دن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زندگ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صرف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دن باق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رہے اللہ تبارک و تعال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اس دن کو اتنا لمبا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تک کہ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شخص لوگوں پر حکومت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 xml:space="preserve"> ''</w:t>
      </w:r>
      <w:r w:rsidR="0017666E" w:rsidRPr="0066168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220</w:t>
      </w:r>
      <w:r w:rsidR="0017666E" w:rsidRPr="0066168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</w:t>
      </w:r>
    </w:p>
    <w:p w:rsidR="00E720D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ام سلمہ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،'' مہد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فاطمہ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ذر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سے''۔اللہ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حضرت 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 کا آخر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وقت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ظہور ہوگا اور مہد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چھے</w:t>
      </w:r>
      <w:r w:rsidRPr="007A0ACC">
        <w:rPr>
          <w:rtl/>
        </w:rPr>
        <w:t xml:space="preserve"> نماز پڑھے گا۔ ابو 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</w:t>
      </w:r>
      <w:r w:rsidRPr="007A0ACC">
        <w:rPr>
          <w:rtl/>
        </w:rPr>
        <w:t>'' آپ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حالت اس وقت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ہوگ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جب 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ابن مر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 آئ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 xml:space="preserve"> اور تمہارا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امام تمہارا حاکم ہوگا''؟!</w:t>
      </w:r>
      <w:r w:rsidR="0017666E" w:rsidRPr="0066168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221</w:t>
      </w:r>
      <w:r w:rsidR="0017666E" w:rsidRPr="0066168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حافظ نے شرح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کہا ہے ،''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تواتر کے ساتھ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کہ مہد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اس قوم سے ہوگا اور 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ابن مر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  اس کے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چھے</w:t>
      </w:r>
      <w:r w:rsidRPr="007A0ACC">
        <w:rPr>
          <w:rtl/>
        </w:rPr>
        <w:t xml:space="preserve"> نماز پڑھے گا''</w:t>
      </w:r>
      <w:r w:rsidR="0017666E" w:rsidRPr="0066168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222</w:t>
      </w:r>
      <w:r w:rsidR="0017666E" w:rsidRPr="0066168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رباتت العالم ال</w:t>
      </w:r>
      <w:r w:rsidRPr="007A0ACC">
        <w:rPr>
          <w:rFonts w:hint="eastAsia"/>
          <w:rtl/>
        </w:rPr>
        <w:t>اسلام</w:t>
      </w:r>
      <w:r w:rsidRPr="007A0ACC">
        <w:rPr>
          <w:rtl/>
        </w:rPr>
        <w:t>(</w:t>
      </w:r>
      <w:r w:rsidRPr="007A0ACC">
        <w:t>The Fiqh Assembly of the Muslim World League</w:t>
      </w:r>
      <w:r w:rsidRPr="007A0ACC">
        <w:rPr>
          <w:rtl/>
        </w:rPr>
        <w:t xml:space="preserve">)   نے </w:t>
      </w:r>
      <w:r w:rsidR="00413EEC" w:rsidRPr="00A54383">
        <w:rPr>
          <w:rFonts w:hint="cs"/>
          <w:rtl/>
        </w:rPr>
        <w:t>31</w:t>
      </w:r>
      <w:r w:rsidRPr="00A54383">
        <w:rPr>
          <w:rFonts w:hint="cs"/>
          <w:rtl/>
        </w:rPr>
        <w:t xml:space="preserve"> مئ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413EEC" w:rsidRPr="00A54383">
        <w:rPr>
          <w:rFonts w:hint="cs"/>
          <w:rtl/>
        </w:rPr>
        <w:t>1976</w:t>
      </w:r>
      <w:r w:rsidRPr="00A54383">
        <w:rPr>
          <w:rFonts w:hint="cs"/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ںامام</w:t>
      </w:r>
      <w:r w:rsidRPr="007A0ACC">
        <w:rPr>
          <w:rtl/>
        </w:rPr>
        <w:t xml:space="preserve"> مہد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کے متعلق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فتو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صادر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:'' امام مہد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،محمد ابن عبداللہ الحسن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العلو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الفاطم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المہد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منتظر ہے۔اس کا ظہور آخر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وقت ہوگا اور وہ حجاز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گا،مکہ</w:t>
      </w:r>
      <w:r w:rsidRPr="007A0ACC">
        <w:rPr>
          <w:rtl/>
        </w:rPr>
        <w:t xml:space="preserve"> مکرمہ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رکن اور مقام ابراہ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کے درم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ان،خانہ</w:t>
      </w:r>
      <w:r w:rsidRPr="007A0ACC">
        <w:rPr>
          <w:rtl/>
        </w:rPr>
        <w:t xml:space="preserve"> کعبہ اور حجرہ ٔاسود کے درم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۔ </w:t>
      </w:r>
    </w:p>
    <w:p w:rsidR="00E720DC" w:rsidRDefault="00E720DC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E720DC" w:rsidRDefault="00E720DC" w:rsidP="009C4748">
      <w:pPr>
        <w:pStyle w:val="libNormal0"/>
        <w:rPr>
          <w:rtl/>
        </w:rPr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>وہ اس وقت ظہور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 xml:space="preserve"> جب رشوت خور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عام ہوگ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،بے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جائے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</w:t>
      </w:r>
      <w:r w:rsidRPr="007A0ACC">
        <w:rPr>
          <w:rtl/>
        </w:rPr>
        <w:t xml:space="preserve"> اور ظلم عام ہوگا۔ اور وہ عدل و انصاف سے زم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کو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پر کرے گا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ظلم و جور سے بھر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ہوگ</w:t>
      </w:r>
      <w:r w:rsidRPr="007A0ACC">
        <w:rPr>
          <w:rFonts w:hint="cs"/>
          <w:rtl/>
        </w:rPr>
        <w:t>ی</w:t>
      </w:r>
      <w:r w:rsidRPr="007A0ACC">
        <w:rPr>
          <w:rtl/>
        </w:rPr>
        <w:t>۔وہ تمام دن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پر حکومت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 xml:space="preserve"> اور ہر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اطاعت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بار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اور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بار جنگ سے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>۔ وہ زم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پر سات سا ل حکومت کرے گا اور پھر 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آسمان سے اتر کر دجال کو قتل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نگے</w:t>
      </w:r>
      <w:r w:rsidRPr="007A0ACC">
        <w:rPr>
          <w:rtl/>
        </w:rPr>
        <w:t>۔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اس کے ساتھ آئ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 xml:space="preserve"> اور وہ باب لود فلسط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قتلِ دجال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مہد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مدد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 xml:space="preserve">۔اور وہ رسول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بتائے ہوئے سچے بارہ خل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فوں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آخر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ہوگا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صحاح ستہ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درج ہے۔ ظہور مہد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پر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مان</w:t>
      </w:r>
      <w:r w:rsidRPr="007A0ACC">
        <w:rPr>
          <w:rtl/>
        </w:rPr>
        <w:t xml:space="preserve"> رکھنا واجب ہے اور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اتباع سنت و اجماع کے بن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اصولوں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ہے۔ اور اس کاانکار سنت سے بے خبر اور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بدعت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علاوہ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کرسکتا ہے۔''</w:t>
      </w:r>
      <w:r w:rsidR="0017666E" w:rsidRPr="0066168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223</w:t>
      </w:r>
      <w:r w:rsidR="0017666E" w:rsidRPr="0066168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اسطرح برادران اہلسنت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سے اس پر متفق ہ</w:t>
      </w:r>
      <w:r w:rsidRPr="007A0ACC">
        <w:rPr>
          <w:rFonts w:hint="cs"/>
          <w:rtl/>
        </w:rPr>
        <w:t>ی</w:t>
      </w:r>
      <w:r w:rsidRPr="007A0ACC">
        <w:rPr>
          <w:rtl/>
        </w:rPr>
        <w:t>ں کہ امام مہد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ان بارہ خلفا ء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آخر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جن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خوش خبر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اور دونوں 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مہد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منتظر  کے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اکثر نقاط پر متفق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سوائے: 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(اول):     اکثر سن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کا عق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ہے کہ امام مہد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آخر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زمانے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جنم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نگے</w:t>
      </w:r>
      <w:r w:rsidRPr="007A0ACC">
        <w:rPr>
          <w:rtl/>
        </w:rPr>
        <w:t xml:space="preserve"> جبکہ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کا عق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ہے کہ وہ جناب  </w:t>
      </w:r>
      <w:r w:rsidR="00413EEC" w:rsidRPr="00A54383">
        <w:rPr>
          <w:rFonts w:hint="cs"/>
          <w:rtl/>
        </w:rPr>
        <w:t>255</w:t>
      </w:r>
      <w:r w:rsidRPr="00A54383">
        <w:rPr>
          <w:rFonts w:hint="cs"/>
          <w:rtl/>
        </w:rPr>
        <w:t xml:space="preserve">  ھ (</w:t>
      </w:r>
      <w:r w:rsidR="00413EEC" w:rsidRPr="00A54383">
        <w:rPr>
          <w:rFonts w:hint="cs"/>
          <w:rtl/>
        </w:rPr>
        <w:t>869</w:t>
      </w:r>
      <w:r w:rsidRPr="00A54383">
        <w:rPr>
          <w:rFonts w:hint="cs"/>
          <w:rtl/>
        </w:rPr>
        <w:t xml:space="preserve"> ئ)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امام حسن عسکر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ـ کے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تولد ہوئے۔ل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کن</w:t>
      </w:r>
      <w:r w:rsidRPr="007A0ACC">
        <w:rPr>
          <w:rtl/>
        </w:rPr>
        <w:t xml:space="preserve"> اللہ تبارک و تعال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نے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حکمت اور قدرت اسے پردہ 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ا،وہ</w:t>
      </w:r>
      <w:r w:rsidRPr="007A0ACC">
        <w:rPr>
          <w:rtl/>
        </w:rPr>
        <w:t xml:space="preserve"> زندہ ہے اور آخر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وقت </w:t>
      </w:r>
      <w:r w:rsidRPr="007A0ACC">
        <w:rPr>
          <w:rFonts w:hint="eastAsia"/>
          <w:rtl/>
        </w:rPr>
        <w:t>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ظہور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نگے</w:t>
      </w:r>
      <w:r w:rsidRPr="007A0ACC">
        <w:rPr>
          <w:rtl/>
        </w:rPr>
        <w:t xml:space="preserve">       </w:t>
      </w:r>
    </w:p>
    <w:p w:rsidR="00E720D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(دوئم):     سن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کا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بنا پر عق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ہے کہ مہد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،حسن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نسل سے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ان کے باپ کا نام عبداللہ ہے ،رسول خدا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سے منسوب اس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</w:t>
      </w:r>
      <w:r w:rsidRPr="007A0ACC">
        <w:rPr>
          <w:rtl/>
        </w:rPr>
        <w:t xml:space="preserve"> پر کہ اس کا نام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نام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ہے اور اسکے باپ کا نام ،م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باپ کے نام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>۔ جبکہ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کا عق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ہے کہ وہ </w:t>
      </w:r>
      <w:r w:rsidRPr="007A0ACC">
        <w:rPr>
          <w:rFonts w:hint="eastAsia"/>
          <w:rtl/>
        </w:rPr>
        <w:t>امام</w:t>
      </w:r>
      <w:r w:rsidRPr="007A0ACC">
        <w:rPr>
          <w:rtl/>
        </w:rPr>
        <w:t xml:space="preserve"> حس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نسل سے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اپنے باپ امام حسن العسکر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سے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دا</w:t>
      </w:r>
      <w:r w:rsidRPr="007A0ACC">
        <w:rPr>
          <w:rtl/>
        </w:rPr>
        <w:t xml:space="preserve"> ہوئے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۔۔۔اسکا نام مجھ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ہوگا اور اسکے باپ کا نام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فرزند کا نام ہوگا،(امام حسن عسکر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اشارہ) ۔ کچھ سن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دانشوروں نے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کے ان عقائد پر تنق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کرنا چاہا اس بنا پر کہ امام مہد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دا</w:t>
      </w:r>
      <w:r w:rsidRPr="007A0ACC">
        <w:rPr>
          <w:rtl/>
        </w:rPr>
        <w:t xml:space="preserve"> ہوئے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انہوں نے پانچ سال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عمر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عہدہ امامت سنبھا لا ہے۔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تنق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صرف انکے اپنائے ہوئے تعصب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وجہ سے ہے جو کہ انک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عادت ہے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ورثہ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ملا ہے۔وہ بلا سوچے سمجھے دوسروں کے دلائل سننے کے بغ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انک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ترد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۔  اسکے متعلق ہمارا جواب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ہے:  </w:t>
      </w:r>
    </w:p>
    <w:p w:rsidR="00E720DC" w:rsidRDefault="00E720DC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>(ا):      کچھ سن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دانشور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جو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مانتے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کہ مہد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منتظر  ،امام مہد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ابن حسن عسکر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ں،وہ</w:t>
      </w:r>
      <w:r w:rsidRPr="007A0ACC">
        <w:rPr>
          <w:rtl/>
        </w:rPr>
        <w:t xml:space="preserve"> زندہ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ں،اور</w:t>
      </w:r>
      <w:r w:rsidRPr="007A0ACC">
        <w:rPr>
          <w:rtl/>
        </w:rPr>
        <w:t xml:space="preserve"> اس وقت تک پردہ ٔغ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جب تک اللہ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ظہور کرنے کا حکم نہ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 xml:space="preserve"> ۔اسطرح انکا وہ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ہے جو کہ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اثنا عشر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کا ہے۔ وہ دانشور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:</w:t>
      </w:r>
    </w:p>
    <w:p w:rsidR="009C4748" w:rsidRPr="007A0ACC" w:rsidRDefault="00413EEC" w:rsidP="009C4748">
      <w:pPr>
        <w:pStyle w:val="libNormal0"/>
        <w:rPr>
          <w:rtl/>
        </w:rPr>
      </w:pPr>
      <w:r w:rsidRPr="00A54383">
        <w:rPr>
          <w:rFonts w:hint="cs"/>
          <w:rtl/>
        </w:rPr>
        <w:t>1</w:t>
      </w:r>
      <w:r w:rsidR="009C4748" w:rsidRPr="00A54383">
        <w:rPr>
          <w:rFonts w:hint="cs"/>
          <w:rtl/>
        </w:rPr>
        <w:t>:۔   مح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الد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ابن عرب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کتاب فتوحات مک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ہ</w:t>
      </w:r>
      <w:r w:rsidR="009C4748" w:rsidRPr="007A0ACC">
        <w:rPr>
          <w:rtl/>
        </w:rPr>
        <w:t xml:space="preserve"> 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ں</w:t>
      </w:r>
      <w:r w:rsidR="009C4748" w:rsidRPr="007A0ACC">
        <w:rPr>
          <w:rtl/>
        </w:rPr>
        <w:t xml:space="preserve"> ؛ </w:t>
      </w:r>
      <w:r w:rsidRPr="00A54383">
        <w:rPr>
          <w:rFonts w:hint="cs"/>
          <w:rtl/>
        </w:rPr>
        <w:t>2</w:t>
      </w:r>
      <w:r w:rsidR="009C4748" w:rsidRPr="00A54383">
        <w:rPr>
          <w:rFonts w:hint="cs"/>
          <w:rtl/>
        </w:rPr>
        <w:t>:۔ سبط ابن جووز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تذکرة الخواص 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ں</w:t>
      </w:r>
      <w:r w:rsidR="009C4748" w:rsidRPr="007A0ACC">
        <w:rPr>
          <w:rtl/>
        </w:rPr>
        <w:t xml:space="preserve"> ؛ </w:t>
      </w:r>
      <w:r w:rsidRPr="00A54383">
        <w:rPr>
          <w:rFonts w:hint="cs"/>
          <w:rtl/>
        </w:rPr>
        <w:t>3</w:t>
      </w:r>
      <w:r w:rsidR="009C4748" w:rsidRPr="00A54383">
        <w:rPr>
          <w:rFonts w:hint="cs"/>
          <w:rtl/>
        </w:rPr>
        <w:t>:۔ عبد الوحاب الشعران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عقائد الاکابر 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ں</w:t>
      </w:r>
      <w:r w:rsidR="009C4748" w:rsidRPr="007A0ACC">
        <w:rPr>
          <w:rtl/>
        </w:rPr>
        <w:t xml:space="preserve"> </w:t>
      </w:r>
    </w:p>
    <w:p w:rsidR="009C4748" w:rsidRPr="007A0ACC" w:rsidRDefault="00A54383" w:rsidP="009C4748">
      <w:pPr>
        <w:pStyle w:val="libNormal0"/>
        <w:rPr>
          <w:rtl/>
        </w:rPr>
      </w:pPr>
      <w:r w:rsidRPr="00A54383">
        <w:rPr>
          <w:rFonts w:hint="cs"/>
          <w:rtl/>
          <w:lang w:bidi="ur-PK"/>
        </w:rPr>
        <w:t>4</w:t>
      </w:r>
      <w:r w:rsidR="009C4748" w:rsidRPr="00A54383">
        <w:rPr>
          <w:rFonts w:hint="cs"/>
          <w:rtl/>
        </w:rPr>
        <w:t>:   ابن خشاب توار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موال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9C4748" w:rsidRPr="007A0ACC">
        <w:rPr>
          <w:rtl/>
        </w:rPr>
        <w:t xml:space="preserve"> الائمہ و وفِ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اتھم</w:t>
      </w:r>
      <w:r w:rsidR="009C4748" w:rsidRPr="007A0ACC">
        <w:rPr>
          <w:rtl/>
        </w:rPr>
        <w:t xml:space="preserve"> 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ں</w:t>
      </w:r>
      <w:r w:rsidR="009C4748" w:rsidRPr="007A0ACC">
        <w:rPr>
          <w:rtl/>
        </w:rPr>
        <w:t xml:space="preserve">  ؛ </w:t>
      </w:r>
      <w:r w:rsidR="00413EEC" w:rsidRPr="00A54383">
        <w:rPr>
          <w:rFonts w:hint="cs"/>
          <w:rtl/>
        </w:rPr>
        <w:t>5</w:t>
      </w:r>
      <w:r w:rsidR="009C4748" w:rsidRPr="00A54383">
        <w:rPr>
          <w:rFonts w:hint="cs"/>
          <w:rtl/>
        </w:rPr>
        <w:t>:۔ محمد بخار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حنف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فصل خطاب 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ں</w:t>
      </w:r>
      <w:r w:rsidR="009C4748" w:rsidRPr="007A0ACC">
        <w:rPr>
          <w:rtl/>
        </w:rPr>
        <w:t xml:space="preserve">  ؛ </w:t>
      </w:r>
      <w:r w:rsidR="00413EEC" w:rsidRPr="00A54383">
        <w:rPr>
          <w:rFonts w:hint="cs"/>
          <w:rtl/>
        </w:rPr>
        <w:t>6</w:t>
      </w:r>
      <w:r w:rsidR="009C4748" w:rsidRPr="00A54383">
        <w:rPr>
          <w:rFonts w:hint="cs"/>
          <w:rtl/>
        </w:rPr>
        <w:t>:۔ بلاذر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الحد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ث</w:t>
      </w:r>
      <w:r w:rsidR="009C4748" w:rsidRPr="007A0ACC">
        <w:rPr>
          <w:rtl/>
        </w:rPr>
        <w:t xml:space="preserve"> متسلسل 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ں</w:t>
      </w:r>
      <w:r w:rsidR="009C4748" w:rsidRPr="007A0ACC">
        <w:rPr>
          <w:rtl/>
        </w:rPr>
        <w:t xml:space="preserve">  ؛</w:t>
      </w:r>
    </w:p>
    <w:p w:rsidR="009C4748" w:rsidRPr="007A0ACC" w:rsidRDefault="00413EEC" w:rsidP="009C4748">
      <w:pPr>
        <w:pStyle w:val="libNormal0"/>
        <w:rPr>
          <w:rtl/>
        </w:rPr>
      </w:pPr>
      <w:r w:rsidRPr="00A54383">
        <w:rPr>
          <w:rFonts w:hint="cs"/>
          <w:rtl/>
        </w:rPr>
        <w:t>7</w:t>
      </w:r>
      <w:r w:rsidR="009C4748" w:rsidRPr="00A54383">
        <w:rPr>
          <w:rFonts w:hint="cs"/>
          <w:rtl/>
        </w:rPr>
        <w:t>:  ابن سباغ مالک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فصول مہمہ 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ں</w:t>
      </w:r>
      <w:r w:rsidR="009C4748" w:rsidRPr="007A0ACC">
        <w:rPr>
          <w:rtl/>
        </w:rPr>
        <w:t xml:space="preserve"> ؛</w:t>
      </w:r>
      <w:r w:rsidRPr="00A54383">
        <w:rPr>
          <w:rFonts w:hint="cs"/>
          <w:rtl/>
        </w:rPr>
        <w:t>8</w:t>
      </w:r>
      <w:r w:rsidR="009C4748" w:rsidRPr="00A54383">
        <w:rPr>
          <w:rFonts w:hint="cs"/>
          <w:rtl/>
        </w:rPr>
        <w:t>:۔العارف عبدالرحمان مرات الاسرار 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ں</w:t>
      </w:r>
      <w:r w:rsidR="009C4748" w:rsidRPr="007A0ACC">
        <w:rPr>
          <w:rtl/>
        </w:rPr>
        <w:t xml:space="preserve">  ؛ </w:t>
      </w:r>
      <w:r w:rsidRPr="00A54383">
        <w:rPr>
          <w:rFonts w:hint="cs"/>
          <w:rtl/>
        </w:rPr>
        <w:t>9</w:t>
      </w:r>
      <w:r w:rsidR="009C4748" w:rsidRPr="00A54383">
        <w:rPr>
          <w:rFonts w:hint="cs"/>
          <w:rtl/>
        </w:rPr>
        <w:t>:۔ کمال 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ابن طلہ مطالب سؤل ف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مناقب آل رسول</w:t>
      </w:r>
      <w:r w:rsidR="007317F7" w:rsidRPr="00A54383">
        <w:rPr>
          <w:rFonts w:hint="cs"/>
          <w:rtl/>
        </w:rPr>
        <w:t>(ص)</w:t>
      </w:r>
      <w:r w:rsidR="009C4748" w:rsidRPr="00A54383">
        <w:rPr>
          <w:rFonts w:hint="cs"/>
          <w:rtl/>
        </w:rPr>
        <w:t xml:space="preserve"> 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ں؛</w:t>
      </w:r>
      <w:r w:rsidRPr="00A54383">
        <w:rPr>
          <w:rFonts w:hint="cs"/>
          <w:rtl/>
        </w:rPr>
        <w:t>9</w:t>
      </w:r>
      <w:r w:rsidR="009C4748" w:rsidRPr="00A54383">
        <w:rPr>
          <w:rFonts w:hint="cs"/>
          <w:rtl/>
        </w:rPr>
        <w:t>:۔  القندوز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حنف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 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ناب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ع</w:t>
      </w:r>
      <w:r w:rsidR="009C4748" w:rsidRPr="007A0ACC">
        <w:rPr>
          <w:rtl/>
        </w:rPr>
        <w:t xml:space="preserve"> المودة 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ں،</w:t>
      </w:r>
      <w:r w:rsidRPr="00A54383">
        <w:rPr>
          <w:rFonts w:hint="cs"/>
          <w:rtl/>
        </w:rPr>
        <w:t>10</w:t>
      </w:r>
      <w:r w:rsidR="009C4748" w:rsidRPr="00A54383">
        <w:rPr>
          <w:rFonts w:hint="cs"/>
          <w:rtl/>
        </w:rPr>
        <w:t>:۔؛ جلال الد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روم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حالات ا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مہ</w:t>
      </w:r>
      <w:r w:rsidR="009C4748" w:rsidRPr="007A0ACC">
        <w:rPr>
          <w:rtl/>
        </w:rPr>
        <w:t xml:space="preserve"> اثنا عشر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ہ</w:t>
      </w:r>
      <w:r w:rsidR="009C4748" w:rsidRPr="007A0ACC">
        <w:rPr>
          <w:rtl/>
        </w:rPr>
        <w:t xml:space="preserve"> 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ں</w:t>
      </w:r>
      <w:r w:rsidR="009C4748" w:rsidRPr="007A0ACC">
        <w:rPr>
          <w:rtl/>
        </w:rPr>
        <w:t xml:space="preserve"> ؛</w:t>
      </w:r>
      <w:r w:rsidRPr="00A54383">
        <w:rPr>
          <w:rFonts w:hint="cs"/>
          <w:rtl/>
        </w:rPr>
        <w:t>11</w:t>
      </w:r>
      <w:r w:rsidR="009C4748" w:rsidRPr="00A54383">
        <w:rPr>
          <w:rFonts w:hint="cs"/>
          <w:rtl/>
        </w:rPr>
        <w:t>:۔ شاہ عبدالعز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ز</w:t>
      </w:r>
      <w:r w:rsidR="009C4748" w:rsidRPr="007A0ACC">
        <w:rPr>
          <w:rtl/>
        </w:rPr>
        <w:t xml:space="preserve"> محدث دہلو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احوال ا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مہ</w:t>
      </w:r>
      <w:r w:rsidR="009C4748" w:rsidRPr="007A0ACC">
        <w:rPr>
          <w:rtl/>
        </w:rPr>
        <w:t xml:space="preserve"> </w:t>
      </w:r>
      <w:r w:rsidR="009C4748" w:rsidRPr="007A0ACC">
        <w:rPr>
          <w:rFonts w:hint="eastAsia"/>
          <w:rtl/>
        </w:rPr>
        <w:t>اثنا</w:t>
      </w:r>
      <w:r w:rsidR="009C4748" w:rsidRPr="007A0ACC">
        <w:rPr>
          <w:rtl/>
        </w:rPr>
        <w:t xml:space="preserve"> عشر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ہ</w:t>
      </w:r>
      <w:r w:rsidR="009C4748" w:rsidRPr="007A0ACC">
        <w:rPr>
          <w:rtl/>
        </w:rPr>
        <w:t xml:space="preserve"> 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ں؛</w:t>
      </w:r>
      <w:r w:rsidRPr="00A54383">
        <w:rPr>
          <w:rFonts w:hint="cs"/>
          <w:rtl/>
        </w:rPr>
        <w:t>12</w:t>
      </w:r>
      <w:r w:rsidR="009C4748" w:rsidRPr="00A54383">
        <w:rPr>
          <w:rFonts w:hint="cs"/>
          <w:rtl/>
        </w:rPr>
        <w:t>:۔پروف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سر</w:t>
      </w:r>
      <w:r w:rsidR="009C4748" w:rsidRPr="007A0ACC">
        <w:rPr>
          <w:rtl/>
        </w:rPr>
        <w:t xml:space="preserve"> خسرو قاسم اپن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کتاب امام حسن عسکر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 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ں</w:t>
      </w:r>
      <w:r w:rsidR="009C4748" w:rsidRPr="007A0ACC">
        <w:rPr>
          <w:rtl/>
        </w:rPr>
        <w:t>۔۔۔۔ اسکے علاوہ اور بھ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ہ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ں</w:t>
      </w:r>
      <w:r w:rsidR="009C4748" w:rsidRPr="007A0ACC">
        <w:rPr>
          <w:rtl/>
        </w:rPr>
        <w:t xml:space="preserve"> </w:t>
      </w:r>
      <w:r w:rsidR="0017666E" w:rsidRPr="00661689">
        <w:rPr>
          <w:rStyle w:val="libFootnotenumChar"/>
          <w:rtl/>
        </w:rPr>
        <w:t>(</w:t>
      </w:r>
      <w:r w:rsidRPr="00413EEC">
        <w:rPr>
          <w:rStyle w:val="libFootnotenumChar"/>
          <w:rFonts w:hint="cs"/>
          <w:rtl/>
        </w:rPr>
        <w:t>22</w:t>
      </w:r>
      <w:r w:rsidR="00A54383" w:rsidRPr="00A54383">
        <w:rPr>
          <w:rStyle w:val="libFootnotenumChar"/>
          <w:rFonts w:hint="cs"/>
          <w:rtl/>
        </w:rPr>
        <w:t>4</w:t>
      </w:r>
      <w:r w:rsidR="0017666E" w:rsidRPr="00661689">
        <w:rPr>
          <w:rStyle w:val="libFootnotenumChar"/>
          <w:rFonts w:hint="cs"/>
          <w:rtl/>
        </w:rPr>
        <w:t>)</w:t>
      </w:r>
      <w:r w:rsidR="009C4748" w:rsidRPr="00A54383">
        <w:rPr>
          <w:rFonts w:hint="cs"/>
          <w:rtl/>
        </w:rPr>
        <w:t>۔</w:t>
      </w:r>
    </w:p>
    <w:p w:rsidR="00E720DC" w:rsidRDefault="009C4748" w:rsidP="009C4748">
      <w:pPr>
        <w:pStyle w:val="libNormal0"/>
        <w:rPr>
          <w:rtl/>
        </w:rPr>
      </w:pPr>
      <w:r w:rsidRPr="007A0ACC">
        <w:rPr>
          <w:rtl/>
        </w:rPr>
        <w:t>(ب)  :  اس کے خلاف شر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ثبوت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ہے۔ امام مہد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کے 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بت</w:t>
      </w:r>
      <w:r w:rsidRPr="007A0ACC">
        <w:rPr>
          <w:rtl/>
        </w:rPr>
        <w:t xml:space="preserve">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معجزات قرآن مج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موجود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نوح  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قوم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="00413EEC" w:rsidRPr="00A54383">
        <w:rPr>
          <w:rFonts w:hint="cs"/>
          <w:rtl/>
        </w:rPr>
        <w:t>950</w:t>
      </w:r>
      <w:r w:rsidRPr="00A54383">
        <w:rPr>
          <w:rFonts w:hint="cs"/>
          <w:rtl/>
        </w:rPr>
        <w:t xml:space="preserve"> سال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دعوت حق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تے</w:t>
      </w:r>
      <w:r w:rsidRPr="007A0ACC">
        <w:rPr>
          <w:rtl/>
        </w:rPr>
        <w:t xml:space="preserve"> رہے: ''۔۔ اور وہ انم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پچاس کم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ہزار سال رہے( عنکبوت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</w:t>
      </w:r>
      <w:r w:rsidR="00413EEC" w:rsidRPr="00A54383">
        <w:rPr>
          <w:rFonts w:hint="cs"/>
          <w:rtl/>
        </w:rPr>
        <w:t>1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>)۔وہ حالانکہ اس سے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وقت تک رہے۔ اصحاب ک</w:t>
      </w:r>
      <w:r w:rsidRPr="007A0ACC">
        <w:rPr>
          <w:rFonts w:hint="eastAsia"/>
          <w:rtl/>
        </w:rPr>
        <w:t>ہف</w:t>
      </w:r>
      <w:r w:rsidRPr="007A0ACC">
        <w:rPr>
          <w:rtl/>
        </w:rPr>
        <w:t xml:space="preserve"> </w:t>
      </w:r>
      <w:r w:rsidR="00413EEC" w:rsidRPr="00A54383">
        <w:rPr>
          <w:rFonts w:hint="cs"/>
          <w:rtl/>
        </w:rPr>
        <w:t>309</w:t>
      </w:r>
      <w:r w:rsidRPr="00A54383">
        <w:rPr>
          <w:rFonts w:hint="cs"/>
          <w:rtl/>
        </w:rPr>
        <w:t xml:space="preserve"> سال سوتے رہے۔ اللہ نے 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 کو آسمان پر چڑھا کر ظالموں سے بچا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آخر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زمانہ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واپس اس زم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پر بھ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جے</w:t>
      </w:r>
      <w:r w:rsidRPr="007A0ACC">
        <w:rPr>
          <w:rtl/>
        </w:rPr>
        <w:t xml:space="preserve"> گا۔ حضرت خضر 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پردہ ٔغ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زندہ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جہاں تک امام مہد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اپنے والد ،اہلب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ںسے</w:t>
      </w:r>
      <w:r w:rsidRPr="007A0ACC">
        <w:rPr>
          <w:rtl/>
        </w:rPr>
        <w:t xml:space="preserve">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ارہو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امام حسن عسکر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وفات پر چھوٹ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عمر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منصب </w:t>
      </w:r>
      <w:r w:rsidRPr="007A0ACC">
        <w:rPr>
          <w:rFonts w:hint="eastAsia"/>
          <w:rtl/>
        </w:rPr>
        <w:t>امامت</w:t>
      </w:r>
      <w:r w:rsidRPr="007A0ACC">
        <w:rPr>
          <w:rtl/>
        </w:rPr>
        <w:t xml:space="preserve"> حاصل کرنے کا معاملہ ہے، اس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اس سے بڑے بہت سے معجزات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حضرت 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ابن مر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نے گہوارے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نبوت کا اعلان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''۔۔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اللہ کا بندہ ہوں،اس نے مجھے کتاب 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مجھے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(مر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</w:t>
      </w:r>
      <w:r w:rsidR="00413EEC" w:rsidRPr="00A54383">
        <w:rPr>
          <w:rFonts w:hint="cs"/>
          <w:rtl/>
        </w:rPr>
        <w:t>29</w:t>
      </w:r>
      <w:r w:rsidRPr="00A54383">
        <w:rPr>
          <w:rFonts w:hint="cs"/>
          <w:rtl/>
        </w:rPr>
        <w:t xml:space="preserve">)۔اور ''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Fonts w:hint="cs"/>
          <w:rtl/>
        </w:rPr>
        <w:t>ییٰ</w:t>
      </w:r>
      <w:r w:rsidRPr="007A0ACC">
        <w:rPr>
          <w:rtl/>
        </w:rPr>
        <w:t xml:space="preserve"> ! کتاب کو مضبوت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پکڑلو اور ہم نے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بچپ</w:t>
      </w:r>
      <w:r w:rsidRPr="007A0ACC">
        <w:rPr>
          <w:rFonts w:hint="eastAsia"/>
          <w:rtl/>
        </w:rPr>
        <w:t>نے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نبوت عطا ک</w:t>
      </w:r>
      <w:r w:rsidRPr="007A0ACC">
        <w:rPr>
          <w:rFonts w:hint="cs"/>
          <w:rtl/>
        </w:rPr>
        <w:t>ی</w:t>
      </w:r>
      <w:r w:rsidRPr="007A0ACC">
        <w:rPr>
          <w:rtl/>
        </w:rPr>
        <w:t>(مر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</w:t>
      </w:r>
      <w:r w:rsidR="00413EEC" w:rsidRPr="00A54383">
        <w:rPr>
          <w:rFonts w:hint="cs"/>
          <w:rtl/>
        </w:rPr>
        <w:t>12</w:t>
      </w:r>
      <w:r w:rsidRPr="00A54383">
        <w:rPr>
          <w:rFonts w:hint="cs"/>
          <w:rtl/>
        </w:rPr>
        <w:t>)''۔ اگر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کہے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معجزات نب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تھے،تو ہم کہ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کہ شر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کا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ثبوت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کہ رسول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وفات کے بعد بند ہوگئے۔</w:t>
      </w:r>
    </w:p>
    <w:p w:rsidR="00E720DC" w:rsidRDefault="00E720DC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E720DC" w:rsidRDefault="00E720DC" w:rsidP="009C4748">
      <w:pPr>
        <w:pStyle w:val="libNormal0"/>
        <w:rPr>
          <w:rtl/>
        </w:rPr>
      </w:pPr>
    </w:p>
    <w:p w:rsidR="00E720D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اصحاب کہف اور مر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بنت عمران  مادر حضرت 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تو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تھے۔ حالانکہ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طانوں</w:t>
      </w:r>
      <w:r w:rsidRPr="007A0ACC">
        <w:rPr>
          <w:rtl/>
        </w:rPr>
        <w:t xml:space="preserve"> کے سربراہ ابل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tl/>
        </w:rPr>
        <w:t xml:space="preserve"> کو اللہ نے وقت معلوم تک زندگ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عطا ک</w:t>
      </w:r>
      <w:r w:rsidRPr="007A0ACC">
        <w:rPr>
          <w:rFonts w:hint="cs"/>
          <w:rtl/>
        </w:rPr>
        <w:t>ی</w:t>
      </w:r>
      <w:r w:rsidRPr="007A0ACC">
        <w:rPr>
          <w:rtl/>
        </w:rPr>
        <w:t>۔ اس کے برعکس جو مہد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برحق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بت</w:t>
      </w:r>
      <w:r w:rsidRPr="007A0ACC">
        <w:rPr>
          <w:rtl/>
        </w:rPr>
        <w:t xml:space="preserve"> پر اعتراض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جہالت اور اس عظمت مہد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لاعلم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بنا پر ہے جسکو اللہ تعال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نے اس 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کا امام بنا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جو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رخوار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حالت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بنا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ہے۔اگر اہلس</w:t>
      </w:r>
      <w:r w:rsidRPr="007A0ACC">
        <w:rPr>
          <w:rFonts w:hint="eastAsia"/>
          <w:rtl/>
        </w:rPr>
        <w:t>نت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جانتے اور اعتراف کرتے کہ اللہ وہ ہے جس نے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بارہ اماموں کو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غمبر</w:t>
      </w:r>
      <w:r w:rsidRPr="007A0ACC">
        <w:rPr>
          <w:rtl/>
        </w:rPr>
        <w:t xml:space="preserve">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جانش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اور محافظ شر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منتخب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اتو</w:t>
      </w:r>
      <w:r w:rsidRPr="007A0ACC">
        <w:rPr>
          <w:rtl/>
        </w:rPr>
        <w:t xml:space="preserve">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رانگ</w:t>
      </w:r>
      <w:r w:rsidRPr="007A0ACC">
        <w:rPr>
          <w:rFonts w:hint="cs"/>
          <w:rtl/>
        </w:rPr>
        <w:t>ی</w:t>
      </w:r>
      <w:r w:rsidRPr="007A0ACC">
        <w:rPr>
          <w:rtl/>
        </w:rPr>
        <w:t>( بمناسبت اللہ کے ذر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عے</w:t>
      </w:r>
      <w:r w:rsidRPr="007A0ACC">
        <w:rPr>
          <w:rtl/>
        </w:rPr>
        <w:t xml:space="preserve"> ختم امامت کا احاطہ اور اس کے ذر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عے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اسلام کا تمام امتوں پر غالب آنا) ختم ہوجائے 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بہانہ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ملے گا۔ اکثر سن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کو اس پر تعجب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ہوتا ہے کہ انہوں نے اپنے طر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قوں</w:t>
      </w:r>
      <w:r w:rsidRPr="007A0ACC">
        <w:rPr>
          <w:rtl/>
        </w:rPr>
        <w:t xml:space="preserve"> سے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قبول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بہت سے 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جو ان کے مسلک نے اخت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ر کئے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کے بجائے وہ اسکو قبول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اورسر آنکھوں پر تسل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چاہے وہ قرآن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شدہ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معجزات ہوں جنکے متعلق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شک کرنے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سوچ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سکتا ہے بلکہ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 مسلم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درج شدہ وہ قابل تنق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جنہوں نے روح اسلام کو مجروح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۔ مثلاََ اللہ رات کے آخر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حصہ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چے</w:t>
      </w:r>
      <w:r w:rsidRPr="007A0ACC">
        <w:rPr>
          <w:rtl/>
        </w:rPr>
        <w:t xml:space="preserve"> آتا ہے، وہ روز 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امت</w:t>
      </w:r>
      <w:r w:rsidRPr="007A0ACC">
        <w:rPr>
          <w:rtl/>
        </w:rPr>
        <w:t xml:space="preserve"> اپنا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جہنم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ڈالے گا، (ا ن عقا</w:t>
      </w:r>
      <w:r w:rsidRPr="007A0ACC">
        <w:rPr>
          <w:rFonts w:hint="eastAsia"/>
          <w:rtl/>
        </w:rPr>
        <w:t>ئد</w:t>
      </w:r>
      <w:r w:rsidRPr="007A0ACC">
        <w:rPr>
          <w:rtl/>
        </w:rPr>
        <w:t xml:space="preserve"> کے متعلق ہم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پناہ چاہتے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)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کا قرآن بھول جانا،ادھور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نماز پڑھنا، جادو کے ذر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قابو ہونا،موس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کا ملک الموت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آنکھ پھوڑنا،حضرت ابوبکر کا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مان</w:t>
      </w:r>
      <w:r w:rsidRPr="007A0ACC">
        <w:rPr>
          <w:rtl/>
        </w:rPr>
        <w:t xml:space="preserve"> سار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امت کے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مان</w:t>
      </w:r>
      <w:r w:rsidRPr="007A0ACC">
        <w:rPr>
          <w:rtl/>
        </w:rPr>
        <w:t xml:space="preserve"> سے بھار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ہونا، حضرت عمر کا واقعہ سار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ہزاروں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لوں</w:t>
      </w:r>
      <w:r w:rsidRPr="007A0ACC">
        <w:rPr>
          <w:rtl/>
        </w:rPr>
        <w:t xml:space="preserve"> تک نظر کرنا،اگر مح</w:t>
      </w:r>
      <w:r w:rsidRPr="007A0ACC">
        <w:rPr>
          <w:rFonts w:hint="eastAsia"/>
          <w:rtl/>
        </w:rPr>
        <w:t>مد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بعد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ہوتا و وہ عمر بن خطاب ہوتا، اذان کا طر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قہ</w:t>
      </w:r>
      <w:r w:rsidRPr="007A0ACC">
        <w:rPr>
          <w:rtl/>
        </w:rPr>
        <w:t xml:space="preserve"> حضرت عمر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رائے پر لاگو ہونا،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طان</w:t>
      </w:r>
      <w:r w:rsidRPr="007A0ACC">
        <w:rPr>
          <w:rtl/>
        </w:rPr>
        <w:t xml:space="preserve"> کا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راستے سے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بلکہ عمر کے راستے سے بھاگ جانا، ملائکہ کاحضرت عثمان سے شرمانا وغ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اور ان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بہت 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کہان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اں</w:t>
      </w:r>
      <w:r w:rsidRPr="007A0ACC">
        <w:rPr>
          <w:rtl/>
        </w:rPr>
        <w:t xml:space="preserve"> جن کو اہلسنت خراب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سے آلودہ ہونے </w:t>
      </w:r>
      <w:r w:rsidRPr="007A0ACC">
        <w:rPr>
          <w:rFonts w:hint="eastAsia"/>
          <w:rtl/>
        </w:rPr>
        <w:t>کے</w:t>
      </w:r>
      <w:r w:rsidRPr="007A0ACC">
        <w:rPr>
          <w:rtl/>
        </w:rPr>
        <w:t xml:space="preserve"> باوجود قبول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۔اور جو دوسروں کے عقائد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 کو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کے بغ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مسترد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۔ </w:t>
      </w:r>
    </w:p>
    <w:p w:rsidR="00E720DC" w:rsidRDefault="00E720DC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مجھے پورا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ہے کہ اگر 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بتِ</w:t>
      </w:r>
      <w:r w:rsidRPr="007A0ACC">
        <w:rPr>
          <w:rtl/>
        </w:rPr>
        <w:t xml:space="preserve"> امام مہد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عق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سن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مذہب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ںشامل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ہوتا،تو نہ وہ اس کے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شک و شبہ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مبتلا ہوتے اور نہ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وہ اس پر اعتراض کرتے! مجھے وہ دلچسپ واقعات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</w:t>
      </w:r>
      <w:r w:rsidRPr="007A0ACC">
        <w:rPr>
          <w:rtl/>
        </w:rPr>
        <w:t xml:space="preserve"> آتے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جو مجھے اپنے سن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سے بحث کرتے ہوئے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آئے۔ 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جس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نے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سے جائز قرار دئ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ے</w:t>
      </w:r>
      <w:r w:rsidRPr="007A0ACC">
        <w:rPr>
          <w:rtl/>
        </w:rPr>
        <w:t xml:space="preserve"> ہوئے نکاح متعہ کا انکار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ا،اسکو</w:t>
      </w:r>
      <w:r w:rsidRPr="007A0ACC">
        <w:rPr>
          <w:rtl/>
        </w:rPr>
        <w:t xml:space="preserve"> پتہ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تھا کہ اسلام نے غلام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حرام قرار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ہے۔اس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لئے وہ غلام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مخالفت کر رہا تھا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اسک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ذہن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کے موافق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>۔ اور جب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اسے سمجھا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 کو حر</w:t>
      </w:r>
      <w:r w:rsidRPr="007A0ACC">
        <w:rPr>
          <w:rFonts w:hint="eastAsia"/>
          <w:rtl/>
        </w:rPr>
        <w:t>ام</w:t>
      </w:r>
      <w:r w:rsidRPr="007A0ACC">
        <w:rPr>
          <w:rtl/>
        </w:rPr>
        <w:t xml:space="preserve"> سمجھتے ہے،اس نے فوراََ ہاں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ہاں کرکے انکے ساتھ اتفاق ظاہر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 نکاح متعہ جس کے متعلق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ممانعت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شہاد ت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مگر پھر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علامہ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جائز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مانتے صرف اس بناپر کہ سارے سن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اسے حرام سمجھتے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! اس سے مضحکہ خ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tl/>
        </w:rPr>
        <w:t xml:space="preserve"> اور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ہوسکتا ہے۔ </w:t>
      </w:r>
    </w:p>
    <w:p w:rsidR="00E720D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ہدا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افتگ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دوران اپنے دفاع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دوسروں سے ( بہانے کے طور پر) کہتا تھا کہ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کا عق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ہے کہ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قرآن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کچھ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بھول گئے تھے،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ہود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نے 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جادو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پھنسا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حضرت موس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نے ملک الموت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آنکھ پھوڑد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تو وہ اسکو فوراََ مس</w:t>
      </w:r>
      <w:r w:rsidRPr="007A0ACC">
        <w:rPr>
          <w:rFonts w:hint="eastAsia"/>
          <w:rtl/>
        </w:rPr>
        <w:t>ترد</w:t>
      </w:r>
      <w:r w:rsidRPr="007A0ACC">
        <w:rPr>
          <w:rtl/>
        </w:rPr>
        <w:t xml:space="preserve"> کرکے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عقائد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مذمت کرتے تھے! اور جب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ثابت کرتا تھا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وہ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اہلسنت کے عقائد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 پر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انک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تنق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اہلسنت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معتبر کتابوں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مسلم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موجود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تو 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اکثر انکا دفاع کرکے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وکالت کرنے آتے تھے۔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اس کے سوا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ہے؟ صرف اندھا مسلک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تعصب ۔اسک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مخالفت سے کچھ حاصل ہونے والا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اور انکو سچائ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سامنا کرنا پڑے گا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آنکھ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ںبند</w:t>
      </w:r>
      <w:r w:rsidRPr="007A0ACC">
        <w:rPr>
          <w:rtl/>
        </w:rPr>
        <w:t xml:space="preserve"> کرنے سے حق کے وجودکا انکار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جا سکتا ہے۔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لوگوں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مثال اس شتر مرغ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ہے۔(جو شکار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</w:t>
      </w:r>
      <w:r w:rsidRPr="007A0ACC">
        <w:rPr>
          <w:rtl/>
        </w:rPr>
        <w:t xml:space="preserve"> کر 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سر چ</w:t>
      </w:r>
      <w:r w:rsidRPr="007A0ACC">
        <w:rPr>
          <w:rFonts w:hint="eastAsia"/>
          <w:rtl/>
        </w:rPr>
        <w:t>ھپاتا</w:t>
      </w:r>
      <w:r w:rsidRPr="007A0ACC">
        <w:rPr>
          <w:rtl/>
        </w:rPr>
        <w:t xml:space="preserve"> ہے اور اسطرح اپنے کو ناقابل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دھوکہ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تا</w:t>
      </w:r>
      <w:r w:rsidRPr="007A0ACC">
        <w:rPr>
          <w:rtl/>
        </w:rPr>
        <w:t xml:space="preserve"> ہے جب شکار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آکے آسان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اسکا شکار کرتا ہے)۔کچھ لوگوں کے خ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ال</w:t>
      </w:r>
      <w:r w:rsidRPr="007A0ACC">
        <w:rPr>
          <w:rtl/>
        </w:rPr>
        <w:t xml:space="preserve"> کے برخلاف تمام اسلام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فرقوں کے امام مہد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کے آخر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وقت ظہور ہونے کے عق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دے</w:t>
      </w:r>
      <w:r w:rsidRPr="007A0ACC">
        <w:rPr>
          <w:rtl/>
        </w:rPr>
        <w:t xml:space="preserve"> کے باوجود وہ اسکے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وقت ِ ظہور اختلاف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اور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مسلمانوں کا سب سے بڑا امتحان ہوگا  حالانکہ اہل کتاب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ہود</w:t>
      </w:r>
      <w:r w:rsidRPr="007A0ACC">
        <w:rPr>
          <w:rtl/>
        </w:rPr>
        <w:t xml:space="preserve"> اور نصارا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معتقد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کہ آخر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وقت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نجات دہندہ آئے گا جو دن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اصلاح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 xml:space="preserve">۔ </w:t>
      </w:r>
    </w:p>
    <w:p w:rsidR="00E720DC" w:rsidRDefault="00E720DC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E720DC" w:rsidRDefault="00E720DC" w:rsidP="009C4748">
      <w:pPr>
        <w:pStyle w:val="libNormal0"/>
        <w:rPr>
          <w:rtl/>
        </w:rPr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>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کہ مسلمانوں کا دجال کے خلاف مہد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سے لڑنے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سخت امتحان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جائے گا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بہت سے لوگ دجال </w:t>
      </w:r>
      <w:r w:rsidRPr="007A0ACC">
        <w:rPr>
          <w:rFonts w:hint="eastAsia"/>
          <w:rtl/>
        </w:rPr>
        <w:t>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فوج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شامل ہونگے۔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خ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ال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سچائ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 سے بہت دور ہے جسکا اہلسنت اس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ںعق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رکھتے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کہ دجال کے ماتھے پر لفظ ''کافر '' لکھا ہوگا۔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کاف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ناممکن ہے کہ مسلمان 'کافر لفظ 'پڑھ سکنے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صورت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آزما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جائے گا جو اسکے متعلق سچائ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بتا</w:t>
      </w:r>
      <w:r w:rsidRPr="007A0ACC">
        <w:rPr>
          <w:rFonts w:hint="eastAsia"/>
          <w:rtl/>
        </w:rPr>
        <w:t>ئے</w:t>
      </w:r>
      <w:r w:rsidRPr="007A0ACC">
        <w:rPr>
          <w:rtl/>
        </w:rPr>
        <w:t xml:space="preserve"> گا۔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انکا دعو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ہے کہ صرف مومن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 لفظ کو دجال کے ماتھے پرپڑھ پائ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 xml:space="preserve"> ۔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دعو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ناقابل قبول ہے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اسکا نت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جہ</w:t>
      </w:r>
      <w:r w:rsidRPr="007A0ACC">
        <w:rPr>
          <w:rtl/>
        </w:rPr>
        <w:t xml:space="preserve"> پھر دجال کو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کھنے</w:t>
      </w:r>
      <w:r w:rsidRPr="007A0ACC">
        <w:rPr>
          <w:rtl/>
        </w:rPr>
        <w:t xml:space="preserve"> سے پہلے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سے معلوم ہونا چاہئے تھا۔ جس اختلاف( لفظ کا فر پڑھنے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نہ پڑھنے)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نے اشارہ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کا کو</w:t>
      </w:r>
      <w:r w:rsidRPr="007A0ACC">
        <w:rPr>
          <w:rFonts w:hint="eastAsia"/>
          <w:rtl/>
        </w:rPr>
        <w:t>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معن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 مطلب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ہے۔ 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پہلے اس پرتعجب کرتا تھا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مانتے ہوئے کہ اللہ اس کو فتح نص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</w:t>
      </w:r>
      <w:r w:rsidRPr="007A0ACC">
        <w:rPr>
          <w:rtl/>
        </w:rPr>
        <w:t xml:space="preserve"> فرمائے گا،مسلمان امام مہد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کے ظہور کرنے پر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ان کانتظار کرنے کے باوجودوہ ان کے ساتھ مقابلہ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؟؟!!   </w:t>
      </w:r>
    </w:p>
    <w:p w:rsidR="00E720DC" w:rsidRDefault="009C4748" w:rsidP="00E720DC">
      <w:pPr>
        <w:pStyle w:val="libNormal0"/>
        <w:rPr>
          <w:rtl/>
        </w:rPr>
      </w:pPr>
      <w:r w:rsidRPr="007A0ACC">
        <w:rPr>
          <w:rtl/>
        </w:rPr>
        <w:t xml:space="preserve">     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کن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اور سن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اختلافات پر تحق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کرنے سے مجھے معلوم ہوا کہ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اس شخص (مہد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) سے اپنا بارہواں امام ماننے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بنا پر حد سے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جڑے ہوئے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۔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اختلاف پہلے سے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صاف ظاہر ہوتا ہے۔ جب امام منتظر 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کے عق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کے مطابق ظہور فرمائ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گے،وہ فوراَ</w:t>
      </w:r>
      <w:r w:rsidRPr="007A0ACC">
        <w:rPr>
          <w:rFonts w:hint="eastAsia"/>
          <w:rtl/>
        </w:rPr>
        <w:t>َ</w:t>
      </w:r>
      <w:r w:rsidRPr="007A0ACC">
        <w:rPr>
          <w:rtl/>
        </w:rPr>
        <w:t xml:space="preserve"> بغ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پس و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کے خوش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خوش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جب کہ تعصب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کا امام مہد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ہے اور جس کا ہم انتظار کر رہے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وہ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اور وہ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شک</w:t>
      </w:r>
      <w:r w:rsidRPr="007A0ACC">
        <w:rPr>
          <w:rtl/>
        </w:rPr>
        <w:t xml:space="preserve"> سن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ہونا چاہئے!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ہمارے زمانے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سچ ثابت ہوا جب متعصب سن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حضرات نے اسلام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انقلاب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ران</w:t>
      </w:r>
      <w:r w:rsidRPr="007A0ACC">
        <w:rPr>
          <w:rtl/>
        </w:rPr>
        <w:t xml:space="preserve"> خاص ک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اس کے رہنما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اللہ خم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 کے خلاف نکتہ 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الزامات کے ذر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عے</w:t>
      </w:r>
      <w:r w:rsidRPr="007A0ACC">
        <w:rPr>
          <w:rtl/>
        </w:rPr>
        <w:t xml:space="preserve"> مخالفت کا بازار گرم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  انہوں نے اس عظ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رہنما پر صرف اسلئے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چڑ</w:t>
      </w:r>
      <w:r w:rsidRPr="007A0ACC">
        <w:rPr>
          <w:rtl/>
        </w:rPr>
        <w:t xml:space="preserve"> اچھالا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وہ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ہے! انہوں نے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ان لوگوں کو پہچاننے کے بغ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جو اس سازش کے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چھے</w:t>
      </w:r>
      <w:r w:rsidRPr="007A0ACC">
        <w:rPr>
          <w:rtl/>
        </w:rPr>
        <w:t xml:space="preserve"> تھے اور جو ا سلام نماہوک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اسلام دشمنوں کے لئے مجرمانہ مقاصد پورا کرنے کے لئے استعمال کئے گئے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</w:t>
      </w:r>
    </w:p>
    <w:p w:rsidR="00E720DC" w:rsidRDefault="00E720DC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E720DC" w:rsidRDefault="00E720DC" w:rsidP="00E720DC">
      <w:pPr>
        <w:pStyle w:val="libNormal0"/>
        <w:rPr>
          <w:rtl/>
        </w:rPr>
      </w:pPr>
    </w:p>
    <w:p w:rsidR="009C4748" w:rsidRPr="007A0ACC" w:rsidRDefault="009C4748" w:rsidP="00E720DC">
      <w:pPr>
        <w:pStyle w:val="libNormal0"/>
        <w:rPr>
          <w:rtl/>
        </w:rPr>
      </w:pP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(مخالفت ِانقلاب اسلام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ران</w:t>
      </w:r>
      <w:r w:rsidRPr="007A0ACC">
        <w:rPr>
          <w:rtl/>
        </w:rPr>
        <w:t>)  اس 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قت</w:t>
      </w:r>
      <w:r w:rsidRPr="007A0ACC">
        <w:rPr>
          <w:rtl/>
        </w:rPr>
        <w:t xml:space="preserve"> کے باوجود ہے کہ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اسلام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 متبرک اح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اء</w:t>
      </w:r>
      <w:r w:rsidRPr="007A0ACC">
        <w:rPr>
          <w:rtl/>
        </w:rPr>
        <w:t xml:space="preserve"> نو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خوشخبر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پہلے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جس کا ذکر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ان الفاظ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رقم ہے: ابو 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کہ،'' جب سورۂ جمعہ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، ' ۔ اور 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ان لوگوں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جو ابھ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ان سے ملحق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ہوئے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وہ صاحب عزت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اور صاحب حکمت بھ</w:t>
      </w:r>
      <w:r w:rsidRPr="007A0ACC">
        <w:rPr>
          <w:rFonts w:hint="cs"/>
          <w:rtl/>
        </w:rPr>
        <w:t>ی</w:t>
      </w:r>
      <w:r w:rsidRPr="007A0ACC">
        <w:rPr>
          <w:rtl/>
        </w:rPr>
        <w:t>'  (آ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نمبر </w:t>
      </w:r>
      <w:r w:rsidR="00413EEC" w:rsidRPr="00A54383">
        <w:rPr>
          <w:rFonts w:hint="cs"/>
          <w:rtl/>
        </w:rPr>
        <w:t>3</w:t>
      </w:r>
      <w:r w:rsidRPr="00A54383">
        <w:rPr>
          <w:rFonts w:hint="cs"/>
          <w:rtl/>
        </w:rPr>
        <w:t xml:space="preserve">)تو ہم </w:t>
      </w:r>
      <w:r w:rsidRPr="007A0ACC">
        <w:rPr>
          <w:rtl/>
        </w:rPr>
        <w:t xml:space="preserve">نے رسول خدا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سے پوچھا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کون لوگ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ں؟</w:t>
      </w:r>
      <w:r w:rsidRPr="007A0ACC">
        <w:rPr>
          <w:rtl/>
        </w:rPr>
        <w:t xml:space="preserve"> انہوں نے جواب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تک کہ </w:t>
      </w:r>
      <w:r w:rsidRPr="007A0ACC">
        <w:rPr>
          <w:rFonts w:hint="eastAsia"/>
          <w:rtl/>
        </w:rPr>
        <w:t>ہم</w:t>
      </w:r>
      <w:r w:rsidRPr="007A0ACC">
        <w:rPr>
          <w:rtl/>
        </w:rPr>
        <w:t xml:space="preserve"> نے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بار پوچھا اور سلمان فارس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ہمارے ساتھ تھا۔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سلمان فارس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پر ہاتھ رکھ کر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</w:t>
      </w:r>
      <w:r w:rsidRPr="007A0ACC">
        <w:rPr>
          <w:rtl/>
        </w:rPr>
        <w:t>'' اگر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مان</w:t>
      </w:r>
      <w:r w:rsidRPr="007A0ACC">
        <w:rPr>
          <w:rtl/>
        </w:rPr>
        <w:t xml:space="preserve"> کے ذرائع ستارہ زہرہ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مل جاتے،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ان(فارس</w:t>
      </w:r>
      <w:r w:rsidRPr="007A0ACC">
        <w:rPr>
          <w:rFonts w:hint="cs"/>
          <w:rtl/>
        </w:rPr>
        <w:t>ی</w:t>
      </w:r>
      <w:r w:rsidRPr="007A0ACC">
        <w:rPr>
          <w:rtl/>
        </w:rPr>
        <w:t>)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کے آدم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حاصل کرتے''</w:t>
      </w:r>
      <w:r w:rsidR="0017666E" w:rsidRPr="0066168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225</w:t>
      </w:r>
      <w:r w:rsidR="0017666E" w:rsidRPr="0066168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اللہ صبحانہ و تعال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نے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مقدس کتاب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 لوگوں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اشارہ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ہے،'' ہاں ہاں تم وہ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لوگ ہو جنہ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راہ خدا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خرچ کرنے کے لئے بلا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جاتا ہے تو تم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بعض لوگ کنجوس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کرنے لگتے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جو کنجوس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ں،وہ</w:t>
      </w:r>
      <w:r w:rsidRPr="007A0ACC">
        <w:rPr>
          <w:rtl/>
        </w:rPr>
        <w:t xml:space="preserve"> اپنے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حق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کنجوس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خدا سب سے بے 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از</w:t>
      </w:r>
      <w:r w:rsidRPr="007A0ACC">
        <w:rPr>
          <w:rtl/>
        </w:rPr>
        <w:t xml:space="preserve"> ہے،تم سب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اسکے محتاج اور فق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ہو اور اگ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تم منھ پھ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لوگے تو وہ تمہارے بدلے دوسر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قوم کو لے آئے گا جو اس کے بعد تم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 نہ ہونگے'' (سورہ محمد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</w:t>
      </w:r>
      <w:r w:rsidR="00413EEC" w:rsidRPr="00A54383">
        <w:rPr>
          <w:rFonts w:hint="cs"/>
          <w:rtl/>
        </w:rPr>
        <w:t>38</w:t>
      </w:r>
      <w:r w:rsidRPr="00A54383">
        <w:rPr>
          <w:rFonts w:hint="cs"/>
          <w:rtl/>
        </w:rPr>
        <w:t>)۔</w:t>
      </w:r>
    </w:p>
    <w:p w:rsidR="00A221FF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ابو 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 کہ جب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نازل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تو آنحضرت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سے پوچھا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وہ کون لوگ ہونگے کہ جب ہم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ذمہ دار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سے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چھے</w:t>
      </w:r>
      <w:r w:rsidRPr="007A0ACC">
        <w:rPr>
          <w:rtl/>
        </w:rPr>
        <w:t xml:space="preserve"> ہٹ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تو وہ ہمار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جگہ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اور ہم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ہونگے؟ اس پر آنحضور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سلمان کو تھپتھپاتے ہوئے کہا،''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شخص اور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</w:t>
      </w:r>
      <w:r w:rsidRPr="007A0ACC">
        <w:rPr>
          <w:rFonts w:hint="eastAsia"/>
          <w:rtl/>
        </w:rPr>
        <w:t>وم</w:t>
      </w:r>
      <w:r w:rsidRPr="007A0ACC">
        <w:rPr>
          <w:rtl/>
        </w:rPr>
        <w:t>۔ اگر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مان</w:t>
      </w:r>
      <w:r w:rsidRPr="007A0ACC">
        <w:rPr>
          <w:rtl/>
        </w:rPr>
        <w:t xml:space="preserve"> ستارہ زہرہ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ہوتا ،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لوگ اسکو حاصل کر پاتے''</w:t>
      </w:r>
      <w:r w:rsidR="0017666E" w:rsidRPr="00661689">
        <w:rPr>
          <w:rStyle w:val="libFootnotenumChar"/>
          <w:rtl/>
        </w:rPr>
        <w:t>(</w:t>
      </w:r>
      <w:r w:rsidRPr="00661689">
        <w:rPr>
          <w:rStyle w:val="libFootnotenumChar"/>
          <w:rtl/>
        </w:rPr>
        <w:t xml:space="preserve"> </w:t>
      </w:r>
      <w:r w:rsidR="00413EEC" w:rsidRPr="00413EEC">
        <w:rPr>
          <w:rStyle w:val="libFootnotenumChar"/>
          <w:rFonts w:hint="cs"/>
          <w:rtl/>
        </w:rPr>
        <w:t>226</w:t>
      </w:r>
      <w:r w:rsidR="0017666E" w:rsidRPr="0066168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۔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اسک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متوجہ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کہ ہمارے زمانے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طبقہ اپنے طور سے مسلمانوں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ںفتنہ</w:t>
      </w:r>
      <w:r w:rsidRPr="007A0ACC">
        <w:rPr>
          <w:rtl/>
        </w:rPr>
        <w:t xml:space="preserve"> اور تفرق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دا</w:t>
      </w:r>
      <w:r w:rsidRPr="007A0ACC">
        <w:rPr>
          <w:rtl/>
        </w:rPr>
        <w:t xml:space="preserve">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>۔ ابن عمر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ہے،''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دفعہ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! اے </w:t>
      </w:r>
      <w:r w:rsidRPr="007A0ACC">
        <w:rPr>
          <w:rFonts w:hint="eastAsia"/>
          <w:rtl/>
        </w:rPr>
        <w:t>اللہ</w:t>
      </w:r>
      <w:r w:rsidRPr="007A0ACC">
        <w:rPr>
          <w:rtl/>
        </w:rPr>
        <w:t xml:space="preserve"> ہمارے 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پر رحمت نازل کر! اے اللہ ہمارے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من</w:t>
      </w:r>
      <w:r w:rsidRPr="007A0ACC">
        <w:rPr>
          <w:rtl/>
        </w:rPr>
        <w:t xml:space="preserve"> پر رحمت نازل کر!'' اسے پوچھا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</w:t>
      </w:r>
      <w:r w:rsidRPr="007A0ACC">
        <w:rPr>
          <w:rtl/>
        </w:rPr>
        <w:t xml:space="preserve"> ہمارے نجد کے متعلق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ہے؟</w:t>
      </w:r>
    </w:p>
    <w:p w:rsidR="00A221FF" w:rsidRDefault="00A221FF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A221FF" w:rsidRDefault="00A221FF" w:rsidP="009C4748">
      <w:pPr>
        <w:pStyle w:val="libNormal0"/>
        <w:rPr>
          <w:rtl/>
        </w:rPr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آنحضور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! اے للہ ہمارے 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 پر رحمت نازل کر،اے اللہ ہمارے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من</w:t>
      </w:r>
      <w:r w:rsidRPr="007A0ACC">
        <w:rPr>
          <w:rtl/>
        </w:rPr>
        <w:t xml:space="preserve"> پر رحمت نازل کر! انہوں نے پھر اسے پوچھا،اے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ہمارے نجد کے </w:t>
      </w:r>
      <w:r w:rsidRPr="007A0ACC">
        <w:rPr>
          <w:rFonts w:hint="eastAsia"/>
          <w:rtl/>
        </w:rPr>
        <w:t>متعلق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توا نہوں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</w:t>
      </w:r>
      <w:r w:rsidRPr="007A0ACC">
        <w:rPr>
          <w:rtl/>
        </w:rPr>
        <w:t>'' وہاں زلزلے اور اختلافات ہونگے اور وہاں سے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طان</w:t>
      </w:r>
      <w:r w:rsidRPr="007A0ACC">
        <w:rPr>
          <w:rtl/>
        </w:rPr>
        <w:t xml:space="preserve"> کے 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نگ</w:t>
      </w:r>
      <w:r w:rsidRPr="007A0ACC">
        <w:rPr>
          <w:rtl/>
        </w:rPr>
        <w:t xml:space="preserve"> نکل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گے''</w:t>
      </w:r>
      <w:r w:rsidR="0017666E" w:rsidRPr="0066168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227</w:t>
      </w:r>
      <w:r w:rsidR="0017666E" w:rsidRPr="0066168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</w:t>
      </w:r>
    </w:p>
    <w:p w:rsidR="00A221FF" w:rsidRPr="00A54383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کئے گئے اس فتنہ کو سوائے وہاب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کے بان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عبدالوہاب کے علاوہ کچھ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مراد لے سکتا ہوں جو کہ نجد کے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گا وں ، اُ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انا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دا</w:t>
      </w:r>
      <w:r w:rsidRPr="007A0ACC">
        <w:rPr>
          <w:rtl/>
        </w:rPr>
        <w:t xml:space="preserve"> ہوا۔ اس ٹولہ نے توح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کا زرق و برق جعل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نقاب چہرے پر ڈال کر اپنے برے مقاصد حاصل کرنے کے لئے اکثر مسالک خا</w:t>
      </w:r>
      <w:r w:rsidRPr="007A0ACC">
        <w:rPr>
          <w:rFonts w:hint="eastAsia"/>
          <w:rtl/>
        </w:rPr>
        <w:t>ص</w:t>
      </w:r>
      <w:r w:rsidRPr="007A0ACC">
        <w:rPr>
          <w:rtl/>
        </w:rPr>
        <w:t xml:space="preserve"> کر مذہب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کو شرک اور کفر کے الزامات سے مجروح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 مثلاََ وہ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بارگاہ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اء</w:t>
      </w:r>
      <w:r w:rsidRPr="007A0ACC">
        <w:rPr>
          <w:rtl/>
        </w:rPr>
        <w:t xml:space="preserve"> اور مومن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سے توسل کرنے کو شرک عظ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قرار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تے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</w:t>
      </w:r>
      <w:r w:rsidRPr="007A0ACC">
        <w:rPr>
          <w:rtl/>
        </w:rPr>
        <w:t xml:space="preserve"> برعکس اُسکے جو کہ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موجود ہے اور جو کچھ عمر بن خطاب نے عملا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 انس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ہے،' عمر بن خطاب عباس بن عبد</w:t>
      </w:r>
      <w:r w:rsidRPr="007A0ACC">
        <w:rPr>
          <w:rFonts w:hint="eastAsia"/>
          <w:rtl/>
        </w:rPr>
        <w:t>المطلب</w:t>
      </w:r>
      <w:r w:rsidRPr="007A0ACC">
        <w:rPr>
          <w:rtl/>
        </w:rPr>
        <w:t xml:space="preserve"> سے طلب بارش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مدد مانگتے تھے۔اس نے کہا،'' اے اللہ ہم آپ کو اپنے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توسل سے مانگتے تھے اور آپ بارش نازل کرتے تھے اور اب ہم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چچا کے توسل سے مانگتے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تاکہ ہم پر بارش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نعمت عطا ہوجائے اور انکو بارش عطا ہوت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'' </w:t>
      </w:r>
      <w:r w:rsidR="0017666E" w:rsidRPr="0066168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228</w:t>
      </w:r>
      <w:r w:rsidR="0017666E" w:rsidRPr="0066168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وجہ ہے کہ وہاب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نے اس مسئلہ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اتن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شدت سے توجہ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اس لئے ہے کہ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کا اتباع کرنے والے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کا تقدس اور عظمت بر قرار رکھنے والے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اسکے بعد اپنے  ائمہ معصوم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کا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وہ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بارگاہ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انکے درجہ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کو سمجھتے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 ان ہست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کے بغ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انسان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کو اللہ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کردہ صراط مستق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تک رسائ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نا ممکن تھ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انکے بغ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وہ ابھ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گمراہ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ذلالت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ڈوب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ہوت</w:t>
      </w:r>
      <w:r w:rsidRPr="007A0ACC">
        <w:rPr>
          <w:rFonts w:hint="cs"/>
          <w:rtl/>
        </w:rPr>
        <w:t>ی</w:t>
      </w:r>
      <w:r w:rsidRPr="007A0ACC">
        <w:rPr>
          <w:rtl/>
        </w:rPr>
        <w:t>۔ وہاب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اور انکے بان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لئے وہ جواب کاف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جو انکے متعلق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درج ہے جس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</w:t>
      </w:r>
      <w:r w:rsidRPr="007A0ACC">
        <w:rPr>
          <w:rtl/>
        </w:rPr>
        <w:t xml:space="preserve">'' مشرق سے کچھ لوگ </w:t>
      </w:r>
      <w:r w:rsidRPr="007A0ACC">
        <w:rPr>
          <w:rFonts w:hint="eastAsia"/>
          <w:rtl/>
        </w:rPr>
        <w:t>اٹھ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اور قرآن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تلاوت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جو کہ ان کے گلے سے 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چے</w:t>
      </w:r>
      <w:r w:rsidRPr="007A0ACC">
        <w:rPr>
          <w:rtl/>
        </w:rPr>
        <w:t xml:space="preserve">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اترے گا۔وہ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سے اسطرح خارج ہوں گے جسطرح کمان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ر،</w:t>
      </w:r>
      <w:r w:rsidRPr="007A0ACC">
        <w:rPr>
          <w:rtl/>
        </w:rPr>
        <w:t xml:space="preserve"> اور وہ اس وقت تک واپس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آئ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جب تک کہ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کمان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واپس نہ آئے''۔ آنحضرت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 سے پوچھا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انک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پہچان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ہے؟ جواب ملا، '   </w:t>
      </w:r>
      <w:r w:rsidRPr="007A0ACC">
        <w:t>al-tasbeed</w:t>
      </w:r>
      <w:r w:rsidRPr="007A0ACC">
        <w:rPr>
          <w:rtl/>
        </w:rPr>
        <w:t>تسب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'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منڈوانا</w:t>
      </w:r>
      <w:r w:rsidR="0017666E" w:rsidRPr="0066168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229</w:t>
      </w:r>
      <w:r w:rsidR="0017666E" w:rsidRPr="0066168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</w:t>
      </w:r>
    </w:p>
    <w:p w:rsidR="00A221FF" w:rsidRDefault="00A221FF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A221FF" w:rsidRDefault="00A221FF" w:rsidP="00A54383">
      <w:pPr>
        <w:pStyle w:val="libNormal0"/>
        <w:rPr>
          <w:rtl/>
        </w:rPr>
      </w:pPr>
    </w:p>
    <w:p w:rsidR="009C4748" w:rsidRPr="007A0ACC" w:rsidRDefault="009C4748" w:rsidP="00A54383">
      <w:pPr>
        <w:pStyle w:val="libNormal0"/>
        <w:rPr>
          <w:rtl/>
        </w:rPr>
      </w:pPr>
      <w:r w:rsidRPr="007A0ACC">
        <w:rPr>
          <w:rFonts w:hint="cs"/>
          <w:rtl/>
        </w:rPr>
        <w:t xml:space="preserve">  تسبی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کے وہ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معن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جو کہ اس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پاک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ہوا ہے۔'' ابن عباس آئے اور انکا سر مسباد تھا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منڈا ہوا'' </w:t>
      </w:r>
      <w:r w:rsidR="0017666E" w:rsidRPr="0066168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230</w:t>
      </w:r>
      <w:r w:rsidR="0017666E" w:rsidRPr="0066168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 ۔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وہاب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کا</w:t>
      </w:r>
      <w:r w:rsidRPr="007A0ACC">
        <w:t>trade mark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مارکہ ( خاص نشان</w:t>
      </w:r>
      <w:r w:rsidRPr="007A0ACC">
        <w:rPr>
          <w:rFonts w:hint="cs"/>
          <w:rtl/>
        </w:rPr>
        <w:t>ی</w:t>
      </w:r>
      <w:r w:rsidRPr="007A0ACC">
        <w:rPr>
          <w:rtl/>
        </w:rPr>
        <w:t>)  بن چک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تصد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شدہ ہے۔   </w:t>
      </w:r>
    </w:p>
    <w:p w:rsidR="00A221FF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امام مہد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ظالم حکمرانوں کے خلاف زم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پر مظلوموں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نجات کے لئے آئ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گے،تو ان کے دشمنوں سے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توقعات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ں؟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وہ مسلم صفوں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منافق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حکمراں سرکار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ملاّئوں اور گمراہ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اماموں کو ان کے خلاف لڑنے کے لئے استعمال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گے؟( ضرور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ج</w:t>
      </w:r>
      <w:r w:rsidRPr="007A0ACC">
        <w:rPr>
          <w:rFonts w:hint="eastAsia"/>
          <w:rtl/>
        </w:rPr>
        <w:t>نگ</w:t>
      </w:r>
      <w:r w:rsidRPr="007A0ACC">
        <w:rPr>
          <w:rtl/>
        </w:rPr>
        <w:t xml:space="preserve"> صف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و جمل اور سانحہ کربلا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انہوں نے اس کا نہ مٹنے والا ثبوت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ہے۔مترجم)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آپ نے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کھا</w:t>
      </w:r>
      <w:r w:rsidRPr="007A0ACC">
        <w:rPr>
          <w:rtl/>
        </w:rPr>
        <w:t xml:space="preserve"> کہ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ہمارے زمانے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گناہوں اور کفر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مشہورعراق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حکمران نے لاکھوںلوگوں کو دھوکہ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نے</w:t>
      </w:r>
      <w:r w:rsidRPr="007A0ACC">
        <w:rPr>
          <w:rtl/>
        </w:rPr>
        <w:t xml:space="preserve"> کے لئے باا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مان</w:t>
      </w:r>
      <w:r w:rsidRPr="007A0ACC">
        <w:rPr>
          <w:rtl/>
        </w:rPr>
        <w:t xml:space="preserve"> ہونے کا بہانہ بناکر اللہ کو ماننے کاڈھونگ رچا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</w:t>
      </w:r>
      <w:r w:rsidRPr="007A0ACC">
        <w:rPr>
          <w:rFonts w:hint="eastAsia"/>
          <w:rtl/>
        </w:rPr>
        <w:t>ور</w:t>
      </w:r>
      <w:r w:rsidRPr="007A0ACC">
        <w:rPr>
          <w:rtl/>
        </w:rPr>
        <w:t xml:space="preserve"> لوگ اسکے حق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نعرہ باز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کرتے سڑکوں پر نکل پڑے جب اس نے مشرکوں اور کافروں سے لڑنے کا اعلان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تک کہ سادہ لوگوں نے سمجھا کہ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دجال 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قت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مسلمانوں کا امام بن 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ا؟</w:t>
      </w:r>
      <w:r w:rsidRPr="007A0ACC">
        <w:rPr>
          <w:rtl/>
        </w:rPr>
        <w:t>!  بڑ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آزمائش (ظہور مہد</w:t>
      </w:r>
      <w:r w:rsidRPr="007A0ACC">
        <w:rPr>
          <w:rFonts w:hint="cs"/>
          <w:rtl/>
        </w:rPr>
        <w:t>ی</w:t>
      </w:r>
      <w:r w:rsidRPr="007A0ACC">
        <w:rPr>
          <w:rtl/>
        </w:rPr>
        <w:t>)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ڈالے جانے کے وقت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حالات کا برپا لوگ کالے جھنڈے </w:t>
      </w:r>
      <w:r w:rsidRPr="007A0ACC">
        <w:rPr>
          <w:rFonts w:hint="eastAsia"/>
          <w:rtl/>
        </w:rPr>
        <w:t>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کر</w:t>
      </w:r>
      <w:r w:rsidRPr="007A0ACC">
        <w:rPr>
          <w:rtl/>
        </w:rPr>
        <w:t xml:space="preserve"> آئ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اور وہ حق ہونے کے لئے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اشارہ کاف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وفات کے بعد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حالات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راہ ہدا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پر رہنے اور گمراہ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دلدل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ڈوب نہ جانے کے لئے امت کو خاص ہدا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اس طرح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</w:t>
      </w:r>
      <w:r w:rsidRPr="007A0ACC">
        <w:rPr>
          <w:rtl/>
        </w:rPr>
        <w:t>''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تمہارے درم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دو گراں قدر 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چھوڑے جا رہا ہوں جن کا دامن تھامنے سے تم کبھ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گمراہ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ہوؤگے، قرآن اور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عترت،م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>'' (حد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ثقل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>)۔حذ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بن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مان</w:t>
      </w:r>
      <w:r w:rsidRPr="007A0ACC">
        <w:rPr>
          <w:rtl/>
        </w:rPr>
        <w:t xml:space="preserve"> سے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ہے،'' لوگ آنحضرت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سے 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متعلق پوچھتے تھے اور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ڈر سے برائ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متعلق پوچھتا تھا کہ کہ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ںکبھ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پھنس نہ جاوں۔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کہا،اے اللہ </w:t>
      </w:r>
      <w:r w:rsidRPr="007A0ACC">
        <w:rPr>
          <w:rFonts w:hint="eastAsia"/>
          <w:rtl/>
        </w:rPr>
        <w:t>کے</w:t>
      </w:r>
      <w:r w:rsidRPr="007A0ACC">
        <w:rPr>
          <w:rtl/>
        </w:rPr>
        <w:t xml:space="preserve">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>! ہم جاہل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اور برائ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تھے ،تب اللہ نے ہم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ہدا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tl/>
        </w:rPr>
        <w:t>۔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اس 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بعد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برائ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ہوسکت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ہے؟ انہوں نے کہا،'ہاں۔م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پوچھا کہ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اس برائ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بعد 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ہوسکت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ہے؟ انہوں نے کہا،'ہاں مگر اس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ملاوٹ ہوگ</w:t>
      </w:r>
      <w:r w:rsidRPr="007A0ACC">
        <w:rPr>
          <w:rFonts w:hint="cs"/>
          <w:rtl/>
        </w:rPr>
        <w:t>ی</w:t>
      </w:r>
      <w:r w:rsidRPr="007A0ACC">
        <w:rPr>
          <w:rtl/>
        </w:rPr>
        <w:t>۔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پوچھا،ملاوٹ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؟</w:t>
      </w:r>
      <w:r w:rsidRPr="007A0ACC">
        <w:rPr>
          <w:rtl/>
        </w:rPr>
        <w:t xml:space="preserve"> تو انہ</w:t>
      </w:r>
      <w:r w:rsidRPr="007A0ACC">
        <w:rPr>
          <w:rFonts w:hint="eastAsia"/>
          <w:rtl/>
        </w:rPr>
        <w:t>وںنے</w:t>
      </w:r>
      <w:r w:rsidRPr="007A0ACC">
        <w:rPr>
          <w:rtl/>
        </w:rPr>
        <w:t xml:space="preserve"> کہا،' لوگ خود پور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سے ہدا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افتہ</w:t>
      </w:r>
      <w:r w:rsidRPr="007A0ACC">
        <w:rPr>
          <w:rtl/>
        </w:rPr>
        <w:t xml:space="preserve"> نہ ہونے کے باوجود دوسروں کے ہاد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گے۔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پوچھا ،ک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اس 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بعد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برائ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؟</w:t>
      </w:r>
      <w:r w:rsidRPr="007A0ACC">
        <w:rPr>
          <w:rtl/>
        </w:rPr>
        <w:t xml:space="preserve"> انہوں نے کہا،'ہاں جہنم کے دروازے پر بلانے والوں پرجو کان دھر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گے،وہ انکو جہنم رس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گے۔</w:t>
      </w:r>
    </w:p>
    <w:p w:rsidR="00A221FF" w:rsidRDefault="00A221FF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A221FF" w:rsidRDefault="00A221FF" w:rsidP="009C4748">
      <w:pPr>
        <w:pStyle w:val="libNormal0"/>
        <w:rPr>
          <w:rtl/>
        </w:rPr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پوچھا،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 ہم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انکے</w:t>
      </w:r>
      <w:r w:rsidRPr="007A0ACC">
        <w:rPr>
          <w:rtl/>
        </w:rPr>
        <w:t xml:space="preserve"> متعلق ( نشان</w:t>
      </w:r>
      <w:r w:rsidRPr="007A0ACC">
        <w:rPr>
          <w:rFonts w:hint="cs"/>
          <w:rtl/>
        </w:rPr>
        <w:t>ی</w:t>
      </w:r>
      <w:r w:rsidRPr="007A0ACC">
        <w:rPr>
          <w:rtl/>
        </w:rPr>
        <w:t>)بتائ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ے</w:t>
      </w:r>
      <w:r w:rsidRPr="007A0ACC">
        <w:rPr>
          <w:rtl/>
        </w:rPr>
        <w:t>۔ انہوں نے کہا،' وہ ہمار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امت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وہ عرب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زبان بولتے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کہا کہ اگر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وہ حالات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کھے</w:t>
      </w:r>
      <w:r w:rsidRPr="007A0ACC">
        <w:rPr>
          <w:rtl/>
        </w:rPr>
        <w:t xml:space="preserve"> تو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لئے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حکم ہے؟ انہوں نے کہا،'' مسلم عوام اور امام کے ساتھ رہو''۔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نے کہا کہ اگر نہ عوام ملے اور نہ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امام تو </w:t>
      </w:r>
      <w:r w:rsidRPr="007A0ACC">
        <w:rPr>
          <w:rFonts w:hint="eastAsia"/>
          <w:rtl/>
        </w:rPr>
        <w:t>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کروں؟  تو انہوں نے کہا ،'ان سب گروہوں سے عل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حدہ</w:t>
      </w:r>
      <w:r w:rsidRPr="007A0ACC">
        <w:rPr>
          <w:rtl/>
        </w:rPr>
        <w:t xml:space="preserve"> رہنا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تک کہ آپ کو درختوں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جڑ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ںتک</w:t>
      </w:r>
      <w:r w:rsidRPr="007A0ACC">
        <w:rPr>
          <w:rtl/>
        </w:rPr>
        <w:t xml:space="preserve"> کھانا پڑ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آپ کو موت اپنے گہوارے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</w:t>
      </w:r>
      <w:r w:rsidRPr="007A0ACC">
        <w:rPr>
          <w:rFonts w:hint="cs"/>
          <w:rtl/>
        </w:rPr>
        <w:t>ی</w:t>
      </w:r>
      <w:r w:rsidR="0017666E" w:rsidRPr="0066168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231</w:t>
      </w:r>
      <w:r w:rsidR="0017666E" w:rsidRPr="0066168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 xml:space="preserve">۔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ہم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عوام اور امام کے ساتھ واجب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طور سے رہنے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تاک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کرت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خاص کر جب اختلاف ہوگا اور ہم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سچائ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کہ خبر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ہوگ</w:t>
      </w:r>
      <w:r w:rsidRPr="007A0ACC">
        <w:rPr>
          <w:rFonts w:hint="cs"/>
          <w:rtl/>
        </w:rPr>
        <w:t>ی</w:t>
      </w:r>
      <w:r w:rsidRPr="007A0ACC">
        <w:rPr>
          <w:rtl/>
        </w:rPr>
        <w:t>۔ اس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کہ جو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درِ جہنم پر 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متوجہ ہوگا،وہ اسے جہنم رس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اور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کہ وہ 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عرب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ہونگے جو انکے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جاد</w:t>
      </w:r>
      <w:r w:rsidRPr="007A0ACC">
        <w:rPr>
          <w:rtl/>
        </w:rPr>
        <w:t xml:space="preserve"> کردہ بدعات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نشان دہ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 سچ تو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ہے کہ آج کے فتنوں اور سازشو ں جن کے ہم شکار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کے خلاف ال</w:t>
      </w:r>
      <w:r w:rsidRPr="007A0ACC">
        <w:rPr>
          <w:rFonts w:hint="eastAsia"/>
          <w:rtl/>
        </w:rPr>
        <w:t>لہ</w:t>
      </w:r>
      <w:r w:rsidRPr="007A0ACC">
        <w:rPr>
          <w:rtl/>
        </w:rPr>
        <w:t xml:space="preserve">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ہم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خبر دار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 جس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بنا پر ہم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راہ نجات پر قائم رہنے کے لئے کاف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محتاط رہنا پڑے گا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روا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r w:rsidRPr="007A0ACC">
        <w:rPr>
          <w:rtl/>
        </w:rPr>
        <w:t xml:space="preserve"> کے مطابق بہتر(</w:t>
      </w:r>
      <w:r w:rsidR="00413EEC" w:rsidRPr="00A54383">
        <w:rPr>
          <w:rFonts w:hint="cs"/>
          <w:rtl/>
        </w:rPr>
        <w:t>72</w:t>
      </w:r>
      <w:r w:rsidRPr="00A54383">
        <w:rPr>
          <w:rFonts w:hint="cs"/>
          <w:rtl/>
        </w:rPr>
        <w:t>) مختلف راہ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ار</w:t>
      </w:r>
      <w:r w:rsidRPr="007A0ACC">
        <w:rPr>
          <w:rtl/>
        </w:rPr>
        <w:t xml:space="preserve"> ہوگئ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صرف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نجات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افتہ</w:t>
      </w:r>
      <w:r w:rsidRPr="007A0ACC">
        <w:rPr>
          <w:rtl/>
        </w:rPr>
        <w:t xml:space="preserve"> ہے۔</w:t>
      </w:r>
    </w:p>
    <w:p w:rsidR="00A221FF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اللہ نے نجات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افتہ</w:t>
      </w:r>
      <w:r w:rsidRPr="007A0ACC">
        <w:rPr>
          <w:rtl/>
        </w:rPr>
        <w:t xml:space="preserve"> لوگوں سے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مدد کا وعدہ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ہے۔اللہ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فرما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</w:t>
      </w:r>
      <w:r w:rsidRPr="007A0ACC">
        <w:rPr>
          <w:rtl/>
        </w:rPr>
        <w:t>''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امت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گروہ 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راہ پر گامزن رہ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گا؛انہ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اپنے مخالف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نقصان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پہنچا سکتے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جب تک کہ نہ اللہ کا حکم آئے گا۔آج کا مسلمان اپنے ارد وگرد فتنہ و فسا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اور تفرقہ باز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ماحول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اجنب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 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ران</w:t>
      </w:r>
      <w:r w:rsidRPr="007A0ACC">
        <w:rPr>
          <w:rtl/>
        </w:rPr>
        <w:t xml:space="preserve"> ہے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تک کہ وہ اپنے مذہب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پھر سے غور کرے اور تار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اسلام کے کچھ دلخراش واقعات اس قول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تصد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کر 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،' اسلام پرد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اوراس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طرح پرد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رخصت ہوا۔۔''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شک</w:t>
      </w:r>
      <w:r w:rsidRPr="007A0ACC">
        <w:rPr>
          <w:rtl/>
        </w:rPr>
        <w:t xml:space="preserve"> اگر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صاحب بص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رت</w:t>
      </w:r>
      <w:r w:rsidRPr="007A0ACC">
        <w:rPr>
          <w:rtl/>
        </w:rPr>
        <w:t xml:space="preserve"> تار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اسلا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اور ہمار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حالت زارپرپھر سے غور و فکر کرے اور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کھے</w:t>
      </w:r>
      <w:r w:rsidRPr="007A0ACC">
        <w:rPr>
          <w:rtl/>
        </w:rPr>
        <w:t xml:space="preserve"> کہ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خاص کر اماموںپر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ان پر کتنا ظلم و جبر ہوا اور 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خانوں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انکے ساتھ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سلوک ہوا تو اسے معلوم ہوجائ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 xml:space="preserve"> کہ اہلسنت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غائب ہے۔۔۔۔، اور اسکو اسلام کا پرد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Pr="007A0ACC">
        <w:rPr>
          <w:rFonts w:hint="cs"/>
          <w:rtl/>
        </w:rPr>
        <w:t>ی</w:t>
      </w:r>
      <w:r w:rsidRPr="007A0ACC">
        <w:rPr>
          <w:rtl/>
        </w:rPr>
        <w:t>سا واپس جانے کا مطلب سمجھ آئے گا۔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لگتا ہے کہ پچھلے کچھ سالوں سے وہ واپس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tl/>
        </w:rPr>
        <w:t xml:space="preserve"> ہونے لگ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</w:t>
      </w:r>
    </w:p>
    <w:p w:rsidR="00A221FF" w:rsidRDefault="00A221FF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A221FF" w:rsidRDefault="00A221FF" w:rsidP="009C4748">
      <w:pPr>
        <w:pStyle w:val="libNormal0"/>
        <w:rPr>
          <w:rtl/>
        </w:rPr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ظالموں کے ہاتھوں صد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سے اس تباہ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پھ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لانے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سوچ کے خلاف ہمارے آقا محمد رسول اللہ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پہلے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گوئ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فرمائ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ہے،'' ہمارے خاندان والوں کے لئے الل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نے دن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کے بدلے آخرت کوچن 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ہے''۔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بعد تعصب،سخت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جلاوطن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شکار ہونگے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ہاں</w:t>
      </w:r>
      <w:r w:rsidRPr="007A0ACC">
        <w:rPr>
          <w:rtl/>
        </w:rPr>
        <w:t xml:space="preserve"> تک کہ مشرق سے کچھکا مطالبہ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جو انکو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جائے گا ،وہ جنگ کرکے فتح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اب</w:t>
      </w:r>
      <w:r w:rsidRPr="007A0ACC">
        <w:rPr>
          <w:rtl/>
        </w:rPr>
        <w:t xml:space="preserve"> ہونگے؛ انکو اپنا حق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جائے گا جو وہ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سے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شخص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طرف لوٹا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گے جو کہ زم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کو عدل وانصاف اس طرح پُر 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گا</w:t>
      </w:r>
      <w:r w:rsidRPr="007A0ACC">
        <w:rPr>
          <w:rtl/>
        </w:rPr>
        <w:t xml:space="preserve"> جسطرح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ظلم و جور سے بھر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ہوگ</w:t>
      </w:r>
      <w:r w:rsidRPr="007A0ACC">
        <w:rPr>
          <w:rFonts w:hint="cs"/>
          <w:rtl/>
        </w:rPr>
        <w:t>ی</w:t>
      </w:r>
      <w:r w:rsidRPr="007A0ACC">
        <w:rPr>
          <w:rtl/>
        </w:rPr>
        <w:t>۔جو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 وقت زندہ ہوگا اسکو انکا ساتھ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نا</w:t>
      </w:r>
      <w:r w:rsidRPr="007A0ACC">
        <w:rPr>
          <w:rtl/>
        </w:rPr>
        <w:t xml:space="preserve"> چاہئے اگرچہ اس کو برف پر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</w:t>
      </w:r>
      <w:r w:rsidRPr="007A0ACC">
        <w:rPr>
          <w:rtl/>
        </w:rPr>
        <w:t xml:space="preserve"> کے بھل چلنا پڑے''</w:t>
      </w:r>
      <w:r w:rsidR="0017666E" w:rsidRPr="00661689">
        <w:rPr>
          <w:rStyle w:val="libFootnotenumChar"/>
          <w:rtl/>
        </w:rPr>
        <w:t>(</w:t>
      </w:r>
      <w:r w:rsidR="00413EEC" w:rsidRPr="00413EEC">
        <w:rPr>
          <w:rStyle w:val="libFootnotenumChar"/>
          <w:rFonts w:hint="cs"/>
          <w:rtl/>
        </w:rPr>
        <w:t>232</w:t>
      </w:r>
      <w:r w:rsidR="0017666E" w:rsidRPr="00661689">
        <w:rPr>
          <w:rStyle w:val="libFootnotenumChar"/>
          <w:rFonts w:hint="cs"/>
          <w:rtl/>
        </w:rPr>
        <w:t>)</w:t>
      </w:r>
      <w:r w:rsidRPr="00A54383">
        <w:rPr>
          <w:rFonts w:hint="cs"/>
          <w:rtl/>
        </w:rPr>
        <w:t>۔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اے اللہ !  امام مہد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کے ظہور کو نزد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کر اور ہم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ان کے پرچم کے 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چے</w:t>
      </w:r>
      <w:r w:rsidRPr="007A0ACC">
        <w:rPr>
          <w:rtl/>
        </w:rPr>
        <w:t xml:space="preserve"> آنے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توف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tl/>
        </w:rPr>
        <w:t xml:space="preserve"> عطا کر اور ان کے اعوان و انصار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ہماراشمار فرما۔ آم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  وآخر دعواناعن الحمدللّٰہ رب العالم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و صل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اللہ عل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محمدِِ و آلہ الط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الطاہر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ترجمہ 3 1رجب1435 ھ بمطابق13 مئ</w:t>
      </w:r>
      <w:r w:rsidRPr="007A0ACC">
        <w:rPr>
          <w:rFonts w:hint="cs"/>
          <w:rtl/>
        </w:rPr>
        <w:t>ی</w:t>
      </w:r>
      <w:r w:rsidRPr="007A0ACC">
        <w:rPr>
          <w:rtl/>
        </w:rPr>
        <w:t>2014 ء  بروز ولادت با سعادت امام اول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ابن اب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طالب عل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السلام مکمل ہوا۔</w:t>
      </w:r>
    </w:p>
    <w:p w:rsidR="00A221FF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                                                                                              والسلام عل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کم</w:t>
      </w:r>
      <w:r w:rsidRPr="007A0ACC">
        <w:rPr>
          <w:rtl/>
        </w:rPr>
        <w:t xml:space="preserve"> و رحمتہ اللہ و برکاتہ </w:t>
      </w:r>
    </w:p>
    <w:p w:rsidR="00A221FF" w:rsidRDefault="00A221FF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9C4748" w:rsidP="00335727">
      <w:pPr>
        <w:pStyle w:val="Heading2Center"/>
        <w:rPr>
          <w:rtl/>
        </w:rPr>
      </w:pPr>
      <w:bookmarkStart w:id="43" w:name="_Toc447620031"/>
      <w:r w:rsidRPr="007A0ACC">
        <w:rPr>
          <w:rFonts w:hint="eastAsia"/>
          <w:rtl/>
        </w:rPr>
        <w:t>کتاب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ات</w:t>
      </w:r>
      <w:bookmarkEnd w:id="43"/>
      <w:r w:rsidRPr="007A0ACC">
        <w:rPr>
          <w:rtl/>
        </w:rPr>
        <w:t xml:space="preserve">   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(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</w:rPr>
        <w:t>)  المراجعات،ش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سن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مباحثہ پر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منفرد اور بے نظ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کتاب جس کا ترجمہ دن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اہم تر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زبانوں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ہوچکا ہے اور قار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کو راہ حق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نشان دہ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ہے،</w:t>
      </w:r>
    </w:p>
    <w:p w:rsidR="009C4748" w:rsidRPr="007A0ACC" w:rsidRDefault="009C4748" w:rsidP="009C4748">
      <w:pPr>
        <w:pStyle w:val="libNormal0"/>
      </w:pPr>
      <w:r w:rsidRPr="007A0ACC">
        <w:rPr>
          <w:rtl/>
        </w:rPr>
        <w:t>(</w:t>
      </w:r>
      <w:r w:rsidR="00413EEC" w:rsidRPr="00A54383">
        <w:rPr>
          <w:rFonts w:hint="cs"/>
          <w:rtl/>
        </w:rPr>
        <w:t>2</w:t>
      </w:r>
      <w:r w:rsidRPr="00A54383">
        <w:rPr>
          <w:rFonts w:hint="cs"/>
          <w:rtl/>
        </w:rPr>
        <w:t>) 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مسلم باب فضائل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ج  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</w:rPr>
        <w:t xml:space="preserve">  ص</w:t>
      </w:r>
      <w:r w:rsidR="00413EEC" w:rsidRPr="00A54383">
        <w:rPr>
          <w:rFonts w:hint="cs"/>
          <w:rtl/>
        </w:rPr>
        <w:t>272</w:t>
      </w:r>
      <w:r w:rsidRPr="00A54383">
        <w:rPr>
          <w:rFonts w:hint="cs"/>
          <w:rtl/>
        </w:rPr>
        <w:t xml:space="preserve"> (</w:t>
      </w:r>
      <w:r w:rsidR="00413EEC" w:rsidRPr="00A54383">
        <w:rPr>
          <w:rFonts w:hint="cs"/>
          <w:rtl/>
        </w:rPr>
        <w:t>3</w:t>
      </w:r>
      <w:r w:rsidRPr="00A54383">
        <w:rPr>
          <w:rFonts w:hint="cs"/>
          <w:rtl/>
        </w:rPr>
        <w:t xml:space="preserve"> )صح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ترمذ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ج  </w:t>
      </w:r>
      <w:r w:rsidR="00413EEC" w:rsidRPr="00A54383">
        <w:rPr>
          <w:rFonts w:hint="cs"/>
          <w:rtl/>
        </w:rPr>
        <w:t>2</w:t>
      </w:r>
      <w:r w:rsidRPr="00A54383">
        <w:rPr>
          <w:rFonts w:hint="cs"/>
          <w:rtl/>
        </w:rPr>
        <w:t xml:space="preserve">  ص </w:t>
      </w:r>
      <w:r w:rsidR="00413EEC" w:rsidRPr="00A54383">
        <w:rPr>
          <w:rFonts w:hint="cs"/>
          <w:rtl/>
        </w:rPr>
        <w:t>308</w:t>
      </w:r>
      <w:r w:rsidRPr="00A54383">
        <w:rPr>
          <w:rFonts w:hint="cs"/>
          <w:rtl/>
        </w:rPr>
        <w:t>؛(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 xml:space="preserve">)مستدرک الحاکم ج  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</w:rPr>
        <w:t xml:space="preserve">  ص </w:t>
      </w:r>
      <w:r w:rsidR="00413EEC" w:rsidRPr="00A54383">
        <w:rPr>
          <w:rFonts w:hint="cs"/>
          <w:rtl/>
        </w:rPr>
        <w:t>93</w:t>
      </w:r>
      <w:r w:rsidRPr="00A54383">
        <w:rPr>
          <w:rFonts w:hint="cs"/>
          <w:rtl/>
        </w:rPr>
        <w:t>(</w:t>
      </w:r>
      <w:r w:rsidR="00413EEC" w:rsidRPr="00A54383">
        <w:rPr>
          <w:rFonts w:hint="cs"/>
          <w:rtl/>
        </w:rPr>
        <w:t>5</w:t>
      </w:r>
      <w:r w:rsidRPr="007A0ACC">
        <w:rPr>
          <w:rtl/>
        </w:rPr>
        <w:t>)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(</w:t>
      </w:r>
      <w:r w:rsidR="00413EEC" w:rsidRPr="00A54383">
        <w:rPr>
          <w:rFonts w:hint="cs"/>
          <w:rtl/>
        </w:rPr>
        <w:t>6</w:t>
      </w:r>
      <w:r w:rsidRPr="00A54383">
        <w:rPr>
          <w:rFonts w:hint="cs"/>
          <w:rtl/>
        </w:rPr>
        <w:t>)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مسلم ج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</w:rPr>
        <w:t xml:space="preserve">  ص  </w:t>
      </w:r>
      <w:r w:rsidR="00413EEC" w:rsidRPr="00A54383">
        <w:rPr>
          <w:rFonts w:hint="cs"/>
          <w:rtl/>
        </w:rPr>
        <w:t>287</w:t>
      </w:r>
      <w:r w:rsidRPr="00A54383">
        <w:rPr>
          <w:rFonts w:hint="cs"/>
          <w:rtl/>
        </w:rPr>
        <w:t xml:space="preserve">  باب فضائل حسن و حس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(</w:t>
      </w:r>
      <w:r w:rsidR="00413EEC" w:rsidRPr="00A54383">
        <w:rPr>
          <w:rFonts w:hint="cs"/>
          <w:rtl/>
        </w:rPr>
        <w:t>7</w:t>
      </w:r>
      <w:r w:rsidRPr="00A54383">
        <w:rPr>
          <w:rFonts w:hint="cs"/>
          <w:rtl/>
        </w:rPr>
        <w:t>)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</w:rPr>
        <w:t xml:space="preserve"> ص </w:t>
      </w:r>
      <w:r w:rsidR="00413EEC" w:rsidRPr="00A54383">
        <w:rPr>
          <w:rFonts w:hint="cs"/>
          <w:rtl/>
        </w:rPr>
        <w:t>268</w:t>
      </w:r>
      <w:r w:rsidRPr="00A54383">
        <w:rPr>
          <w:rFonts w:hint="cs"/>
          <w:rtl/>
        </w:rPr>
        <w:t xml:space="preserve"> باب فضائل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(</w:t>
      </w:r>
      <w:r w:rsidR="00413EEC" w:rsidRPr="00A54383">
        <w:rPr>
          <w:rFonts w:hint="cs"/>
          <w:rtl/>
        </w:rPr>
        <w:t>8</w:t>
      </w:r>
      <w:r w:rsidRPr="00A54383">
        <w:rPr>
          <w:rFonts w:hint="cs"/>
          <w:rtl/>
        </w:rPr>
        <w:t>)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</w:rPr>
        <w:t xml:space="preserve"> ص </w:t>
      </w:r>
      <w:r w:rsidR="00413EEC" w:rsidRPr="00A54383">
        <w:rPr>
          <w:rFonts w:hint="cs"/>
          <w:rtl/>
        </w:rPr>
        <w:t>27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>(</w:t>
      </w:r>
      <w:r w:rsidR="00413EEC" w:rsidRPr="00A54383">
        <w:rPr>
          <w:rFonts w:hint="cs"/>
          <w:rtl/>
        </w:rPr>
        <w:t>9</w:t>
      </w:r>
      <w:r w:rsidRPr="00A54383">
        <w:rPr>
          <w:rFonts w:hint="cs"/>
          <w:rtl/>
        </w:rPr>
        <w:t>)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ترمذ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2</w:t>
      </w:r>
      <w:r w:rsidRPr="00A54383">
        <w:rPr>
          <w:rFonts w:hint="cs"/>
          <w:rtl/>
        </w:rPr>
        <w:t xml:space="preserve"> ص </w:t>
      </w:r>
      <w:r w:rsidR="00413EEC" w:rsidRPr="00A54383">
        <w:rPr>
          <w:rFonts w:hint="cs"/>
          <w:rtl/>
        </w:rPr>
        <w:t>209</w:t>
      </w:r>
      <w:r w:rsidRPr="00A54383">
        <w:rPr>
          <w:rFonts w:hint="cs"/>
          <w:rtl/>
        </w:rPr>
        <w:t>(</w:t>
      </w:r>
      <w:r w:rsidR="00413EEC" w:rsidRPr="00A54383">
        <w:rPr>
          <w:rFonts w:hint="cs"/>
          <w:rtl/>
        </w:rPr>
        <w:t>10</w:t>
      </w:r>
      <w:r w:rsidRPr="00A54383">
        <w:rPr>
          <w:rFonts w:hint="cs"/>
          <w:rtl/>
        </w:rPr>
        <w:t>) مسند احمد ج</w:t>
      </w:r>
      <w:r w:rsidR="00413EEC" w:rsidRPr="00A54383">
        <w:rPr>
          <w:rFonts w:hint="cs"/>
          <w:rtl/>
        </w:rPr>
        <w:t>6</w:t>
      </w:r>
      <w:r w:rsidRPr="00A54383">
        <w:rPr>
          <w:rFonts w:hint="cs"/>
          <w:rtl/>
        </w:rPr>
        <w:t xml:space="preserve"> ص </w:t>
      </w:r>
      <w:r w:rsidR="00413EEC" w:rsidRPr="00A54383">
        <w:rPr>
          <w:rFonts w:hint="cs"/>
          <w:rtl/>
        </w:rPr>
        <w:t>306</w:t>
      </w:r>
      <w:r w:rsidRPr="00A54383">
        <w:rPr>
          <w:rFonts w:hint="cs"/>
          <w:rtl/>
        </w:rPr>
        <w:t>(</w:t>
      </w:r>
      <w:r w:rsidR="00413EEC" w:rsidRPr="00A54383">
        <w:rPr>
          <w:rFonts w:hint="cs"/>
          <w:rtl/>
        </w:rPr>
        <w:t>11</w:t>
      </w:r>
      <w:r w:rsidRPr="00A54383">
        <w:rPr>
          <w:rFonts w:hint="cs"/>
          <w:rtl/>
        </w:rPr>
        <w:t>) مستدرک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الحاکم ج</w:t>
      </w:r>
      <w:r w:rsidR="00413EEC" w:rsidRPr="00A54383">
        <w:rPr>
          <w:rFonts w:hint="cs"/>
          <w:rtl/>
        </w:rPr>
        <w:t>2</w:t>
      </w:r>
      <w:r w:rsidRPr="00A54383">
        <w:rPr>
          <w:rFonts w:hint="cs"/>
          <w:rtl/>
        </w:rPr>
        <w:t xml:space="preserve"> ص </w:t>
      </w:r>
      <w:r w:rsidR="00413EEC" w:rsidRPr="00A54383">
        <w:rPr>
          <w:rFonts w:hint="cs"/>
          <w:rtl/>
        </w:rPr>
        <w:t>3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3</w:t>
      </w:r>
      <w:r w:rsidRPr="00A54383">
        <w:rPr>
          <w:rFonts w:hint="cs"/>
          <w:rtl/>
        </w:rPr>
        <w:t>(</w:t>
      </w:r>
      <w:r w:rsidR="00413EEC" w:rsidRPr="00A54383">
        <w:rPr>
          <w:rFonts w:hint="cs"/>
          <w:rtl/>
        </w:rPr>
        <w:t>12</w:t>
      </w:r>
      <w:r w:rsidRPr="00A54383">
        <w:rPr>
          <w:rFonts w:hint="cs"/>
          <w:rtl/>
        </w:rPr>
        <w:t>)ا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</w:t>
      </w:r>
      <w:r w:rsidRPr="007A0ACC">
        <w:rPr>
          <w:rtl/>
        </w:rPr>
        <w:t xml:space="preserve"> َ ج</w:t>
      </w:r>
      <w:r w:rsidR="00413EEC" w:rsidRPr="00A54383">
        <w:rPr>
          <w:rFonts w:hint="cs"/>
          <w:rtl/>
        </w:rPr>
        <w:t>3</w:t>
      </w:r>
      <w:r w:rsidRPr="00A54383">
        <w:rPr>
          <w:rFonts w:hint="cs"/>
          <w:rtl/>
        </w:rPr>
        <w:t xml:space="preserve"> ص </w:t>
      </w:r>
      <w:r w:rsidR="00413EEC" w:rsidRPr="00A54383">
        <w:rPr>
          <w:rFonts w:hint="cs"/>
          <w:rtl/>
        </w:rPr>
        <w:t>1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9</w:t>
      </w:r>
      <w:r w:rsidRPr="00A54383">
        <w:rPr>
          <w:rFonts w:hint="cs"/>
          <w:rtl/>
        </w:rPr>
        <w:t>(</w:t>
      </w:r>
      <w:r w:rsidR="00413EEC" w:rsidRPr="00A54383">
        <w:rPr>
          <w:rFonts w:hint="cs"/>
          <w:rtl/>
        </w:rPr>
        <w:t>13</w:t>
      </w:r>
      <w:r w:rsidRPr="00A54383">
        <w:rPr>
          <w:rFonts w:hint="cs"/>
          <w:rtl/>
        </w:rPr>
        <w:t>)بخار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3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171</w:t>
      </w:r>
      <w:r w:rsidRPr="00A54383">
        <w:rPr>
          <w:rFonts w:hint="cs"/>
          <w:rtl/>
        </w:rPr>
        <w:t>(</w:t>
      </w:r>
      <w:r w:rsidR="00413EEC" w:rsidRPr="00A54383">
        <w:rPr>
          <w:rFonts w:hint="cs"/>
          <w:rtl/>
        </w:rPr>
        <w:t>1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>)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2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126</w:t>
      </w:r>
      <w:r w:rsidRPr="00A54383">
        <w:rPr>
          <w:rFonts w:hint="cs"/>
          <w:rtl/>
        </w:rPr>
        <w:t>(</w:t>
      </w:r>
      <w:r w:rsidR="00413EEC" w:rsidRPr="00A54383">
        <w:rPr>
          <w:rFonts w:hint="cs"/>
          <w:rtl/>
        </w:rPr>
        <w:t>15</w:t>
      </w:r>
      <w:r w:rsidRPr="00A54383">
        <w:rPr>
          <w:rFonts w:hint="cs"/>
          <w:rtl/>
        </w:rPr>
        <w:t>)ا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</w:t>
      </w:r>
      <w:r w:rsidRPr="007A0ACC">
        <w:rPr>
          <w:rtl/>
        </w:rPr>
        <w:t xml:space="preserve"> ج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 xml:space="preserve"> ص 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86</w:t>
      </w:r>
      <w:r w:rsidRPr="00A54383">
        <w:rPr>
          <w:rFonts w:hint="cs"/>
          <w:rtl/>
        </w:rPr>
        <w:t xml:space="preserve">( </w:t>
      </w:r>
      <w:r w:rsidR="00413EEC" w:rsidRPr="00A54383">
        <w:rPr>
          <w:rFonts w:hint="cs"/>
          <w:rtl/>
        </w:rPr>
        <w:t>16</w:t>
      </w:r>
      <w:r w:rsidRPr="00A54383">
        <w:rPr>
          <w:rFonts w:hint="cs"/>
          <w:rtl/>
        </w:rPr>
        <w:t>)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9</w:t>
      </w:r>
      <w:r w:rsidRPr="00A54383">
        <w:rPr>
          <w:rFonts w:hint="cs"/>
          <w:rtl/>
        </w:rPr>
        <w:t xml:space="preserve"> ص 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18</w:t>
      </w:r>
      <w:r w:rsidRPr="00A54383">
        <w:rPr>
          <w:rFonts w:hint="cs"/>
          <w:rtl/>
        </w:rPr>
        <w:t>(</w:t>
      </w:r>
      <w:r w:rsidR="00413EEC" w:rsidRPr="00A54383">
        <w:rPr>
          <w:rFonts w:hint="cs"/>
          <w:rtl/>
        </w:rPr>
        <w:t>17</w:t>
      </w:r>
      <w:r w:rsidRPr="00A54383">
        <w:rPr>
          <w:rFonts w:hint="cs"/>
          <w:rtl/>
        </w:rPr>
        <w:t>)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8</w:t>
      </w:r>
      <w:r w:rsidRPr="00A54383">
        <w:rPr>
          <w:rFonts w:hint="cs"/>
          <w:rtl/>
        </w:rPr>
        <w:t xml:space="preserve"> ص </w:t>
      </w:r>
      <w:r w:rsidR="00413EEC" w:rsidRPr="00A54383">
        <w:rPr>
          <w:rFonts w:hint="cs"/>
          <w:rtl/>
        </w:rPr>
        <w:t>2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</w:rPr>
        <w:t>؛(</w:t>
      </w:r>
      <w:r w:rsidR="00413EEC" w:rsidRPr="00A54383">
        <w:rPr>
          <w:rFonts w:hint="cs"/>
          <w:rtl/>
        </w:rPr>
        <w:t>18</w:t>
      </w:r>
      <w:r w:rsidRPr="00A54383">
        <w:rPr>
          <w:rFonts w:hint="cs"/>
          <w:rtl/>
        </w:rPr>
        <w:t>)ا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</w:rPr>
        <w:t xml:space="preserve"> ص 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92</w:t>
      </w:r>
      <w:r w:rsidRPr="00A54383">
        <w:rPr>
          <w:rFonts w:hint="cs"/>
          <w:rtl/>
        </w:rPr>
        <w:t>(</w:t>
      </w:r>
      <w:r w:rsidR="00413EEC" w:rsidRPr="00A54383">
        <w:rPr>
          <w:rFonts w:hint="cs"/>
          <w:rtl/>
        </w:rPr>
        <w:t>19</w:t>
      </w:r>
      <w:r w:rsidRPr="00A54383">
        <w:rPr>
          <w:rFonts w:hint="cs"/>
          <w:rtl/>
        </w:rPr>
        <w:t>)ا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9</w:t>
      </w:r>
      <w:r w:rsidRPr="00A54383">
        <w:rPr>
          <w:rFonts w:hint="cs"/>
          <w:rtl/>
        </w:rPr>
        <w:t xml:space="preserve"> ص </w:t>
      </w:r>
      <w:r w:rsidR="00413EEC" w:rsidRPr="00A54383">
        <w:rPr>
          <w:rFonts w:hint="cs"/>
          <w:rtl/>
        </w:rPr>
        <w:t>250</w:t>
      </w:r>
      <w:r w:rsidRPr="00A54383">
        <w:rPr>
          <w:rFonts w:hint="cs"/>
          <w:rtl/>
        </w:rPr>
        <w:t>(</w:t>
      </w:r>
      <w:r w:rsidR="00413EEC" w:rsidRPr="00A54383">
        <w:rPr>
          <w:rFonts w:hint="cs"/>
          <w:rtl/>
        </w:rPr>
        <w:t>20</w:t>
      </w:r>
      <w:r w:rsidRPr="00A54383">
        <w:rPr>
          <w:rFonts w:hint="cs"/>
          <w:rtl/>
        </w:rPr>
        <w:t>)مسلم ج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 xml:space="preserve"> ص 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82</w:t>
      </w:r>
      <w:r w:rsidRPr="00A54383">
        <w:rPr>
          <w:rFonts w:hint="cs"/>
          <w:rtl/>
        </w:rPr>
        <w:t>(</w:t>
      </w:r>
      <w:r w:rsidR="00413EEC" w:rsidRPr="00A54383">
        <w:rPr>
          <w:rFonts w:hint="cs"/>
          <w:rtl/>
        </w:rPr>
        <w:t>21</w:t>
      </w:r>
      <w:r w:rsidRPr="00A54383">
        <w:rPr>
          <w:rFonts w:hint="cs"/>
          <w:rtl/>
        </w:rPr>
        <w:t>) 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</w:t>
      </w:r>
      <w:r w:rsidRPr="007A0ACC">
        <w:rPr>
          <w:rtl/>
        </w:rPr>
        <w:t xml:space="preserve"> (</w:t>
      </w:r>
      <w:r w:rsidR="00413EEC" w:rsidRPr="00A54383">
        <w:rPr>
          <w:rFonts w:hint="cs"/>
          <w:rtl/>
        </w:rPr>
        <w:t>22</w:t>
      </w:r>
      <w:r w:rsidRPr="00A54383">
        <w:rPr>
          <w:rFonts w:hint="cs"/>
          <w:rtl/>
        </w:rPr>
        <w:t>)مسند احمد ج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389</w:t>
      </w:r>
      <w:r w:rsidRPr="00A54383">
        <w:rPr>
          <w:rFonts w:hint="cs"/>
          <w:rtl/>
        </w:rPr>
        <w:t>(</w:t>
      </w:r>
      <w:r w:rsidR="00413EEC" w:rsidRPr="00A54383">
        <w:rPr>
          <w:rFonts w:hint="cs"/>
          <w:rtl/>
        </w:rPr>
        <w:t>23</w:t>
      </w:r>
      <w:r w:rsidRPr="00A54383">
        <w:rPr>
          <w:rFonts w:hint="cs"/>
          <w:rtl/>
        </w:rPr>
        <w:t>) تورات</w:t>
      </w:r>
      <w:r w:rsidRPr="007A0ACC">
        <w:t>old testmemt, genesis</w:t>
      </w:r>
      <w:r w:rsidRPr="007A0ACC">
        <w:rPr>
          <w:rtl/>
        </w:rPr>
        <w:t xml:space="preserve">. 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>(</w:t>
      </w:r>
      <w:r w:rsidR="00413EEC" w:rsidRPr="00A54383">
        <w:rPr>
          <w:rFonts w:hint="cs"/>
          <w:rtl/>
        </w:rPr>
        <w:t>2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>)تار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وط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</w:t>
      </w:r>
      <w:r w:rsidR="00413EEC" w:rsidRPr="00A54383">
        <w:rPr>
          <w:rFonts w:hint="cs"/>
          <w:rtl/>
        </w:rPr>
        <w:t>12</w:t>
      </w:r>
      <w:r w:rsidRPr="00A54383">
        <w:rPr>
          <w:rFonts w:hint="cs"/>
          <w:rtl/>
        </w:rPr>
        <w:t xml:space="preserve">( </w:t>
      </w:r>
      <w:r w:rsidR="00413EEC" w:rsidRPr="00A54383">
        <w:rPr>
          <w:rFonts w:hint="cs"/>
          <w:rtl/>
        </w:rPr>
        <w:t>25</w:t>
      </w:r>
      <w:r w:rsidRPr="00A54383">
        <w:rPr>
          <w:rFonts w:hint="cs"/>
          <w:rtl/>
        </w:rPr>
        <w:t>)  ترمذ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2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298</w:t>
      </w:r>
      <w:r w:rsidRPr="00A54383">
        <w:rPr>
          <w:rFonts w:hint="cs"/>
          <w:rtl/>
        </w:rPr>
        <w:t>(</w:t>
      </w:r>
      <w:r w:rsidR="00413EEC" w:rsidRPr="00A54383">
        <w:rPr>
          <w:rFonts w:hint="cs"/>
          <w:rtl/>
        </w:rPr>
        <w:t>26</w:t>
      </w:r>
      <w:r w:rsidRPr="00A54383">
        <w:rPr>
          <w:rFonts w:hint="cs"/>
          <w:rtl/>
        </w:rPr>
        <w:t>)سنن ابن ماجہ ج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</w:rPr>
        <w:t xml:space="preserve"> ص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3</w:t>
      </w:r>
      <w:r w:rsidRPr="00A54383">
        <w:rPr>
          <w:rFonts w:hint="cs"/>
          <w:rtl/>
        </w:rPr>
        <w:t>(</w:t>
      </w:r>
      <w:r w:rsidR="00413EEC" w:rsidRPr="00A54383">
        <w:rPr>
          <w:rFonts w:hint="cs"/>
          <w:rtl/>
        </w:rPr>
        <w:t>27</w:t>
      </w:r>
      <w:r w:rsidRPr="00A54383">
        <w:rPr>
          <w:rFonts w:hint="cs"/>
          <w:rtl/>
        </w:rPr>
        <w:t>) مند احمد ج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281</w:t>
      </w:r>
      <w:r w:rsidRPr="00A54383">
        <w:rPr>
          <w:rFonts w:hint="cs"/>
          <w:rtl/>
        </w:rPr>
        <w:t>(</w:t>
      </w:r>
      <w:r w:rsidR="00413EEC" w:rsidRPr="00A54383">
        <w:rPr>
          <w:rFonts w:hint="cs"/>
          <w:rtl/>
        </w:rPr>
        <w:t>28</w:t>
      </w:r>
      <w:r w:rsidRPr="00A54383">
        <w:rPr>
          <w:rFonts w:hint="cs"/>
          <w:rtl/>
        </w:rPr>
        <w:t>)</w:t>
      </w:r>
      <w:r w:rsidRPr="007A0ACC">
        <w:rPr>
          <w:rtl/>
        </w:rPr>
        <w:t xml:space="preserve"> ترمذ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2</w:t>
      </w:r>
      <w:r w:rsidRPr="00A54383">
        <w:rPr>
          <w:rFonts w:hint="cs"/>
          <w:rtl/>
        </w:rPr>
        <w:t xml:space="preserve"> ص </w:t>
      </w:r>
      <w:r w:rsidR="00413EEC" w:rsidRPr="00A54383">
        <w:rPr>
          <w:rFonts w:hint="cs"/>
          <w:rtl/>
        </w:rPr>
        <w:t>297</w:t>
      </w:r>
      <w:r w:rsidRPr="00A54383">
        <w:rPr>
          <w:rFonts w:hint="cs"/>
          <w:rtl/>
        </w:rPr>
        <w:t>(</w:t>
      </w:r>
      <w:r w:rsidR="00413EEC" w:rsidRPr="00A54383">
        <w:rPr>
          <w:rFonts w:hint="cs"/>
          <w:rtl/>
        </w:rPr>
        <w:t>29</w:t>
      </w:r>
      <w:r w:rsidRPr="00A54383">
        <w:rPr>
          <w:rFonts w:hint="cs"/>
          <w:rtl/>
        </w:rPr>
        <w:t>):بخار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</w:rPr>
        <w:t xml:space="preserve"> ص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92</w:t>
      </w:r>
      <w:r w:rsidRPr="00A54383">
        <w:rPr>
          <w:rFonts w:hint="cs"/>
          <w:rtl/>
        </w:rPr>
        <w:t xml:space="preserve">؛ </w:t>
      </w:r>
      <w:r w:rsidR="00413EEC" w:rsidRPr="00A54383">
        <w:rPr>
          <w:rFonts w:hint="cs"/>
          <w:rtl/>
        </w:rPr>
        <w:t>30</w:t>
      </w:r>
      <w:r w:rsidRPr="00A54383">
        <w:rPr>
          <w:rFonts w:hint="cs"/>
          <w:rtl/>
        </w:rPr>
        <w:t>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6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10</w:t>
      </w:r>
      <w:r w:rsidRPr="00A54383">
        <w:rPr>
          <w:rFonts w:hint="cs"/>
          <w:rtl/>
        </w:rPr>
        <w:t xml:space="preserve"> (</w:t>
      </w:r>
      <w:r w:rsidR="00413EEC" w:rsidRPr="00A54383">
        <w:rPr>
          <w:rFonts w:hint="cs"/>
          <w:rtl/>
        </w:rPr>
        <w:t>31</w:t>
      </w:r>
      <w:r w:rsidRPr="00A54383">
        <w:rPr>
          <w:rFonts w:hint="cs"/>
          <w:rtl/>
        </w:rPr>
        <w:t>):مستدرک۔۔ حاکم ج</w:t>
      </w:r>
      <w:r w:rsidR="00413EEC" w:rsidRPr="00A54383">
        <w:rPr>
          <w:rFonts w:hint="cs"/>
          <w:rtl/>
        </w:rPr>
        <w:t>3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126</w:t>
      </w:r>
      <w:r w:rsidRPr="00A54383">
        <w:rPr>
          <w:rFonts w:hint="cs"/>
          <w:rtl/>
        </w:rPr>
        <w:t>؛</w:t>
      </w:r>
      <w:r w:rsidR="00413EEC" w:rsidRPr="00A54383">
        <w:rPr>
          <w:rFonts w:hint="cs"/>
          <w:rtl/>
        </w:rPr>
        <w:t>32</w:t>
      </w:r>
      <w:r w:rsidRPr="00A54383">
        <w:rPr>
          <w:rFonts w:hint="cs"/>
          <w:rtl/>
        </w:rPr>
        <w:t>: ترمذ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2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299</w:t>
      </w:r>
      <w:r w:rsidRPr="00A54383">
        <w:rPr>
          <w:rFonts w:hint="cs"/>
          <w:rtl/>
        </w:rPr>
        <w:t>؛</w:t>
      </w:r>
      <w:r w:rsidR="00413EEC" w:rsidRPr="00A54383">
        <w:rPr>
          <w:rFonts w:hint="cs"/>
          <w:rtl/>
        </w:rPr>
        <w:t>33</w:t>
      </w:r>
      <w:r w:rsidRPr="00A54383">
        <w:rPr>
          <w:rFonts w:hint="cs"/>
          <w:rtl/>
        </w:rPr>
        <w:t xml:space="preserve">: مستدرک حاکم ج </w:t>
      </w:r>
      <w:r w:rsidR="00413EEC" w:rsidRPr="00A54383">
        <w:rPr>
          <w:rFonts w:hint="cs"/>
          <w:rtl/>
        </w:rPr>
        <w:t>3</w:t>
      </w:r>
      <w:r w:rsidRPr="00A54383">
        <w:rPr>
          <w:rFonts w:hint="cs"/>
          <w:rtl/>
        </w:rPr>
        <w:t xml:space="preserve"> ص </w:t>
      </w:r>
      <w:r w:rsidR="00413EEC" w:rsidRPr="00A54383">
        <w:rPr>
          <w:rFonts w:hint="cs"/>
          <w:rtl/>
        </w:rPr>
        <w:t>122</w:t>
      </w:r>
      <w:r w:rsidRPr="00A54383">
        <w:rPr>
          <w:rFonts w:hint="cs"/>
          <w:rtl/>
        </w:rPr>
        <w:t xml:space="preserve"> ؛ </w:t>
      </w:r>
      <w:r w:rsidR="00413EEC" w:rsidRPr="00A54383">
        <w:rPr>
          <w:rFonts w:hint="cs"/>
          <w:rtl/>
        </w:rPr>
        <w:t>3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>:مسلم ج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</w:rPr>
        <w:t xml:space="preserve"> ص </w:t>
      </w:r>
      <w:r w:rsidR="00413EEC" w:rsidRPr="00A54383">
        <w:rPr>
          <w:rFonts w:hint="cs"/>
          <w:rtl/>
        </w:rPr>
        <w:t>262</w:t>
      </w:r>
      <w:r w:rsidRPr="00A54383">
        <w:rPr>
          <w:rFonts w:hint="cs"/>
          <w:rtl/>
        </w:rPr>
        <w:t>؛</w:t>
      </w:r>
      <w:r w:rsidR="00413EEC" w:rsidRPr="00A54383">
        <w:rPr>
          <w:rFonts w:hint="cs"/>
          <w:rtl/>
        </w:rPr>
        <w:t>35</w:t>
      </w:r>
      <w:r w:rsidRPr="00A54383">
        <w:rPr>
          <w:rFonts w:hint="cs"/>
          <w:rtl/>
        </w:rPr>
        <w:t xml:space="preserve">:سنن ابن داود باب پاگل چور </w:t>
      </w:r>
      <w:r w:rsidRPr="007A0ACC">
        <w:rPr>
          <w:rFonts w:hint="eastAsia"/>
          <w:rtl/>
        </w:rPr>
        <w:t>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سزا؛</w:t>
      </w:r>
      <w:r w:rsidR="00413EEC" w:rsidRPr="00A54383">
        <w:rPr>
          <w:rFonts w:hint="cs"/>
          <w:rtl/>
        </w:rPr>
        <w:t>36</w:t>
      </w:r>
      <w:r w:rsidRPr="00A54383">
        <w:rPr>
          <w:rFonts w:hint="cs"/>
          <w:rtl/>
        </w:rPr>
        <w:t>: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باب پاگل مرد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عورت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سنگسار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؛</w:t>
      </w:r>
      <w:r w:rsidR="00413EEC" w:rsidRPr="00A54383">
        <w:rPr>
          <w:rFonts w:hint="cs"/>
          <w:rtl/>
        </w:rPr>
        <w:t>37</w:t>
      </w:r>
      <w:r w:rsidRPr="00A54383">
        <w:rPr>
          <w:rFonts w:hint="cs"/>
          <w:rtl/>
        </w:rPr>
        <w:t>: ترمذ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2</w:t>
      </w:r>
      <w:r w:rsidRPr="00A54383">
        <w:rPr>
          <w:rFonts w:hint="cs"/>
          <w:rtl/>
        </w:rPr>
        <w:t xml:space="preserve"> ص </w:t>
      </w:r>
      <w:r w:rsidR="00413EEC" w:rsidRPr="00A54383">
        <w:rPr>
          <w:rFonts w:hint="cs"/>
          <w:rtl/>
        </w:rPr>
        <w:t>299</w:t>
      </w:r>
      <w:r w:rsidRPr="00A54383">
        <w:rPr>
          <w:rFonts w:hint="cs"/>
          <w:rtl/>
        </w:rPr>
        <w:t>،</w:t>
      </w:r>
    </w:p>
    <w:p w:rsidR="00A221FF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؛</w:t>
      </w:r>
      <w:r w:rsidR="00413EEC" w:rsidRPr="00A54383">
        <w:rPr>
          <w:rFonts w:hint="cs"/>
          <w:rtl/>
        </w:rPr>
        <w:t>38</w:t>
      </w:r>
      <w:r w:rsidRPr="00A54383">
        <w:rPr>
          <w:rFonts w:hint="cs"/>
          <w:rtl/>
        </w:rPr>
        <w:t>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</w:rPr>
        <w:t xml:space="preserve"> ص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3</w:t>
      </w:r>
      <w:r w:rsidRPr="00A54383">
        <w:rPr>
          <w:rFonts w:hint="cs"/>
          <w:rtl/>
        </w:rPr>
        <w:t>؛</w:t>
      </w:r>
      <w:r w:rsidR="00413EEC" w:rsidRPr="00A54383">
        <w:rPr>
          <w:rFonts w:hint="cs"/>
          <w:rtl/>
        </w:rPr>
        <w:t>39</w:t>
      </w:r>
      <w:r w:rsidRPr="00A54383">
        <w:rPr>
          <w:rFonts w:hint="cs"/>
          <w:rtl/>
        </w:rPr>
        <w:t xml:space="preserve">:مستدرک حاکم ج </w:t>
      </w:r>
      <w:r w:rsidR="00413EEC" w:rsidRPr="00A54383">
        <w:rPr>
          <w:rFonts w:hint="cs"/>
          <w:rtl/>
        </w:rPr>
        <w:t>3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107</w:t>
      </w:r>
      <w:r w:rsidRPr="00A54383">
        <w:rPr>
          <w:rFonts w:hint="cs"/>
          <w:rtl/>
        </w:rPr>
        <w:t xml:space="preserve">؛ 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0</w:t>
      </w:r>
      <w:r w:rsidRPr="00A54383">
        <w:rPr>
          <w:rFonts w:hint="cs"/>
          <w:rtl/>
        </w:rPr>
        <w:t>:کنزالعمال ج</w:t>
      </w:r>
      <w:r w:rsidR="00413EEC" w:rsidRPr="00A54383">
        <w:rPr>
          <w:rFonts w:hint="cs"/>
          <w:rtl/>
        </w:rPr>
        <w:t>13</w:t>
      </w:r>
      <w:r w:rsidRPr="00A54383">
        <w:rPr>
          <w:rFonts w:hint="cs"/>
          <w:rtl/>
        </w:rPr>
        <w:t xml:space="preserve"> 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 نمبر</w:t>
      </w:r>
      <w:r w:rsidR="00413EEC" w:rsidRPr="00A54383">
        <w:rPr>
          <w:rFonts w:hint="cs"/>
          <w:rtl/>
        </w:rPr>
        <w:t>7753</w:t>
      </w:r>
      <w:r w:rsidRPr="00A54383">
        <w:rPr>
          <w:rFonts w:hint="cs"/>
          <w:rtl/>
        </w:rPr>
        <w:t>؛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</w:rPr>
        <w:t>: کنز الحقائق المناو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</w:t>
      </w:r>
      <w:r w:rsidRPr="007A0ACC">
        <w:rPr>
          <w:rtl/>
        </w:rPr>
        <w:t xml:space="preserve">    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2</w:t>
      </w:r>
      <w:r w:rsidRPr="00A54383">
        <w:rPr>
          <w:rFonts w:hint="cs"/>
          <w:rtl/>
        </w:rPr>
        <w:t>:بخار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</w:rPr>
        <w:t xml:space="preserve"> ص </w:t>
      </w:r>
      <w:r w:rsidR="00413EEC" w:rsidRPr="00A54383">
        <w:rPr>
          <w:rFonts w:hint="cs"/>
          <w:rtl/>
        </w:rPr>
        <w:t>511</w:t>
      </w:r>
      <w:r w:rsidRPr="00A54383">
        <w:rPr>
          <w:rFonts w:hint="cs"/>
          <w:rtl/>
        </w:rPr>
        <w:t>،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3</w:t>
      </w:r>
      <w:r w:rsidRPr="00A54383">
        <w:rPr>
          <w:rFonts w:hint="cs"/>
          <w:rtl/>
        </w:rPr>
        <w:t>:ا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512</w:t>
      </w:r>
      <w:r w:rsidRPr="00A54383">
        <w:rPr>
          <w:rFonts w:hint="cs"/>
          <w:rtl/>
        </w:rPr>
        <w:t>؛</w:t>
      </w:r>
      <w:r w:rsidR="00A54383" w:rsidRPr="00A54383">
        <w:rPr>
          <w:rFonts w:hint="cs"/>
          <w:rtl/>
          <w:lang w:bidi="ur-PK"/>
        </w:rPr>
        <w:t>44</w:t>
      </w:r>
      <w:r w:rsidRPr="00A54383">
        <w:rPr>
          <w:rFonts w:hint="cs"/>
          <w:rtl/>
        </w:rPr>
        <w:t>:ا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7</w:t>
      </w:r>
      <w:r w:rsidRPr="00A54383">
        <w:rPr>
          <w:rFonts w:hint="cs"/>
          <w:rtl/>
        </w:rPr>
        <w:t xml:space="preserve"> ص </w:t>
      </w:r>
      <w:r w:rsidR="00413EEC" w:rsidRPr="00A54383">
        <w:rPr>
          <w:rFonts w:hint="cs"/>
          <w:rtl/>
        </w:rPr>
        <w:t>389</w:t>
      </w:r>
      <w:r w:rsidRPr="00A54383">
        <w:rPr>
          <w:rFonts w:hint="cs"/>
          <w:rtl/>
        </w:rPr>
        <w:t>؛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</w:rPr>
        <w:t xml:space="preserve">:مسلم ج 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 xml:space="preserve"> ص </w:t>
      </w:r>
      <w:r w:rsidR="00413EEC" w:rsidRPr="00A54383">
        <w:rPr>
          <w:rFonts w:hint="cs"/>
          <w:rtl/>
        </w:rPr>
        <w:t>175</w:t>
      </w:r>
      <w:r w:rsidRPr="00A54383">
        <w:rPr>
          <w:rFonts w:hint="cs"/>
          <w:rtl/>
        </w:rPr>
        <w:t>؛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6</w:t>
      </w:r>
      <w:r w:rsidRPr="00A54383">
        <w:rPr>
          <w:rFonts w:hint="cs"/>
          <w:rtl/>
        </w:rPr>
        <w:t>:سق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فہ</w:t>
      </w:r>
      <w:r w:rsidRPr="007A0ACC">
        <w:rPr>
          <w:rtl/>
        </w:rPr>
        <w:t xml:space="preserve"> ابو بکر جوہر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؛</w:t>
      </w:r>
    </w:p>
    <w:p w:rsidR="00A221FF" w:rsidRDefault="00A221FF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A54383" w:rsidP="009C4748">
      <w:pPr>
        <w:pStyle w:val="libNormal0"/>
        <w:rPr>
          <w:rtl/>
        </w:rPr>
      </w:pPr>
      <w:r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7</w:t>
      </w:r>
      <w:r w:rsidR="009C4748" w:rsidRPr="00A54383">
        <w:rPr>
          <w:rFonts w:hint="cs"/>
          <w:rtl/>
        </w:rPr>
        <w:t xml:space="preserve">: المراجعات؛ </w:t>
      </w:r>
      <w:r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8</w:t>
      </w:r>
      <w:r w:rsidR="009C4748" w:rsidRPr="00A54383">
        <w:rPr>
          <w:rFonts w:hint="cs"/>
          <w:rtl/>
        </w:rPr>
        <w:t>:بخار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5</w:t>
      </w:r>
      <w:r w:rsidR="009C4748"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511</w:t>
      </w:r>
      <w:r w:rsidR="009C4748" w:rsidRPr="00A54383">
        <w:rPr>
          <w:rFonts w:hint="cs"/>
          <w:rtl/>
        </w:rPr>
        <w:t>؛</w:t>
      </w:r>
      <w:r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9</w:t>
      </w:r>
      <w:r w:rsidR="009C4748" w:rsidRPr="00A54383">
        <w:rPr>
          <w:rFonts w:hint="cs"/>
          <w:rtl/>
        </w:rPr>
        <w:t>: خالد محمود خالد نب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="009C4748" w:rsidRPr="00A54383">
        <w:rPr>
          <w:rFonts w:hint="cs"/>
          <w:rtl/>
        </w:rPr>
        <w:t xml:space="preserve"> کے صحاب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ص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8</w:t>
      </w:r>
      <w:r w:rsidR="009C4748" w:rsidRPr="00A54383">
        <w:rPr>
          <w:rFonts w:hint="cs"/>
          <w:rtl/>
        </w:rPr>
        <w:t>؛</w:t>
      </w:r>
      <w:r w:rsidR="00413EEC" w:rsidRPr="00A54383">
        <w:rPr>
          <w:rFonts w:hint="cs"/>
          <w:rtl/>
        </w:rPr>
        <w:t>50</w:t>
      </w:r>
      <w:r w:rsidR="009C4748" w:rsidRPr="00A54383">
        <w:rPr>
          <w:rFonts w:hint="cs"/>
          <w:rtl/>
        </w:rPr>
        <w:t>:بخار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5</w:t>
      </w:r>
      <w:r w:rsidR="009C4748"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387</w:t>
      </w:r>
      <w:r w:rsidR="009C4748" w:rsidRPr="00A54383">
        <w:rPr>
          <w:rFonts w:hint="cs"/>
          <w:rtl/>
        </w:rPr>
        <w:t>؛</w:t>
      </w:r>
      <w:r w:rsidR="00413EEC" w:rsidRPr="00A54383">
        <w:rPr>
          <w:rFonts w:hint="cs"/>
          <w:rtl/>
        </w:rPr>
        <w:t>51</w:t>
      </w:r>
      <w:r w:rsidR="009C4748" w:rsidRPr="00A54383">
        <w:rPr>
          <w:rFonts w:hint="cs"/>
          <w:rtl/>
        </w:rPr>
        <w:t>:بخار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5</w:t>
      </w:r>
      <w:r w:rsidR="009C4748"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3</w:t>
      </w:r>
      <w:r w:rsidR="009C4748" w:rsidRPr="00A54383">
        <w:rPr>
          <w:rFonts w:hint="cs"/>
          <w:rtl/>
        </w:rPr>
        <w:t xml:space="preserve">  </w:t>
      </w:r>
      <w:r w:rsidR="00413EEC" w:rsidRPr="00A54383">
        <w:rPr>
          <w:rFonts w:hint="cs"/>
          <w:rtl/>
        </w:rPr>
        <w:t>52</w:t>
      </w:r>
      <w:r w:rsidR="009C4748" w:rsidRPr="00A54383">
        <w:rPr>
          <w:rFonts w:hint="cs"/>
          <w:rtl/>
        </w:rPr>
        <w:t>: بخار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8</w:t>
      </w:r>
      <w:r w:rsidR="009C4748"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1</w:t>
      </w:r>
      <w:r w:rsidR="009C4748" w:rsidRPr="00A54383">
        <w:rPr>
          <w:rFonts w:hint="cs"/>
          <w:rtl/>
        </w:rPr>
        <w:t>؛53: بخار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5</w:t>
      </w:r>
      <w:r w:rsidR="009C4748"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  <w:lang w:bidi="ur-PK"/>
        </w:rPr>
        <w:t>4</w:t>
      </w:r>
      <w:r w:rsidR="009C4748" w:rsidRPr="00A54383">
        <w:rPr>
          <w:rFonts w:hint="cs"/>
          <w:rtl/>
        </w:rPr>
        <w:t>؛54:ا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ضاََ</w:t>
      </w:r>
      <w:r w:rsidR="009C4748"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5</w:t>
      </w:r>
      <w:r w:rsidR="009C4748" w:rsidRPr="00A54383">
        <w:rPr>
          <w:rFonts w:hint="cs"/>
          <w:rtl/>
        </w:rPr>
        <w:t xml:space="preserve"> ص 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  <w:lang w:bidi="ur-PK"/>
        </w:rPr>
        <w:t>4</w:t>
      </w:r>
      <w:r w:rsidR="009C4748" w:rsidRPr="00A54383">
        <w:rPr>
          <w:rFonts w:hint="cs"/>
          <w:rtl/>
        </w:rPr>
        <w:t>؛ 55:بخار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8</w:t>
      </w:r>
      <w:r w:rsidR="009C4748"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2</w:t>
      </w:r>
      <w:r w:rsidR="009C4748" w:rsidRPr="00A54383">
        <w:rPr>
          <w:rFonts w:hint="cs"/>
          <w:rtl/>
        </w:rPr>
        <w:t>؛56:ا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ضاََ</w:t>
      </w:r>
      <w:r w:rsidR="009C4748"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5</w:t>
      </w:r>
      <w:r w:rsidR="009C4748"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  <w:lang w:bidi="ur-PK"/>
        </w:rPr>
        <w:t>4</w:t>
      </w:r>
      <w:r w:rsidR="009C4748" w:rsidRPr="00A54383">
        <w:rPr>
          <w:rFonts w:hint="cs"/>
          <w:rtl/>
        </w:rPr>
        <w:t>؛ 57: ا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ضاََ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58: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8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5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2</w:t>
      </w:r>
      <w:r w:rsidRPr="00A54383">
        <w:rPr>
          <w:rFonts w:hint="cs"/>
          <w:rtl/>
        </w:rPr>
        <w:t>؛59:بخار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15</w:t>
      </w:r>
      <w:r w:rsidRPr="00A54383">
        <w:rPr>
          <w:rFonts w:hint="cs"/>
          <w:rtl/>
        </w:rPr>
        <w:t>؛60:ا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8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5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2</w:t>
      </w:r>
      <w:r w:rsidRPr="00A54383">
        <w:rPr>
          <w:rFonts w:hint="cs"/>
          <w:rtl/>
        </w:rPr>
        <w:t>،ج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1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>؛61: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8</w:t>
      </w:r>
      <w:r w:rsidRPr="00A54383">
        <w:rPr>
          <w:rFonts w:hint="cs"/>
          <w:rtl/>
        </w:rPr>
        <w:t xml:space="preserve"> ص </w:t>
      </w:r>
      <w:r w:rsidR="00413EEC" w:rsidRPr="00A54383">
        <w:rPr>
          <w:rFonts w:hint="cs"/>
          <w:rtl/>
        </w:rPr>
        <w:t>5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0</w:t>
      </w:r>
      <w:r w:rsidRPr="00A54383">
        <w:rPr>
          <w:rFonts w:hint="cs"/>
          <w:rtl/>
        </w:rPr>
        <w:t>؛62:ا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؛ 63: المراجعات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>64: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382</w:t>
      </w:r>
      <w:r w:rsidRPr="00A54383">
        <w:rPr>
          <w:rFonts w:hint="cs"/>
          <w:rtl/>
        </w:rPr>
        <w:t xml:space="preserve">؛65: المراجعات؛66: خالد محمودخالد خلفائے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ص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18</w:t>
      </w:r>
      <w:r w:rsidRPr="00A54383">
        <w:rPr>
          <w:rFonts w:hint="cs"/>
          <w:rtl/>
        </w:rPr>
        <w:t>؛67:بخار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208</w:t>
      </w:r>
      <w:r w:rsidRPr="00A54383">
        <w:rPr>
          <w:rFonts w:hint="cs"/>
          <w:rtl/>
        </w:rPr>
        <w:t>؛68:بخار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382</w:t>
      </w:r>
      <w:r w:rsidRPr="00A54383">
        <w:rPr>
          <w:rFonts w:hint="cs"/>
          <w:rtl/>
        </w:rPr>
        <w:t>؛69:ا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8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202</w:t>
      </w:r>
      <w:r w:rsidRPr="00A54383">
        <w:rPr>
          <w:rFonts w:hint="cs"/>
          <w:rtl/>
        </w:rPr>
        <w:t>؛ 70:ا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75</w:t>
      </w:r>
      <w:r w:rsidRPr="00A54383">
        <w:rPr>
          <w:rFonts w:hint="cs"/>
          <w:rtl/>
        </w:rPr>
        <w:t>؛71:ا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ضاََج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7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>؛72:ابن اث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منال الطالب 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شرح التوال الغرائب ص</w:t>
      </w:r>
      <w:r w:rsidR="00413EEC" w:rsidRPr="00A54383">
        <w:rPr>
          <w:rFonts w:hint="cs"/>
          <w:rtl/>
        </w:rPr>
        <w:t>105</w:t>
      </w:r>
      <w:r w:rsidRPr="00A54383">
        <w:rPr>
          <w:rFonts w:hint="cs"/>
          <w:rtl/>
        </w:rPr>
        <w:t>؛73:بخار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9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1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</w:rPr>
        <w:t>؛74:صح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مسلم ج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517</w:t>
      </w:r>
      <w:r w:rsidRPr="00A54383">
        <w:rPr>
          <w:rFonts w:hint="cs"/>
          <w:rtl/>
        </w:rPr>
        <w:t>؛75:مسند احم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3</w:t>
      </w:r>
      <w:r w:rsidRPr="00A54383">
        <w:rPr>
          <w:rFonts w:hint="cs"/>
          <w:rtl/>
        </w:rPr>
        <w:t xml:space="preserve"> ص</w:t>
      </w:r>
      <w:r w:rsidR="00A54383" w:rsidRPr="00A54383">
        <w:rPr>
          <w:rFonts w:hint="cs"/>
          <w:rtl/>
          <w:lang w:bidi="ur-PK"/>
        </w:rPr>
        <w:t>44</w:t>
      </w:r>
      <w:r w:rsidR="00413EEC" w:rsidRPr="00A54383">
        <w:rPr>
          <w:rFonts w:hint="cs"/>
          <w:rtl/>
        </w:rPr>
        <w:t>6</w:t>
      </w:r>
      <w:r w:rsidRPr="00A54383">
        <w:rPr>
          <w:rFonts w:hint="cs"/>
          <w:rtl/>
        </w:rPr>
        <w:t>؛7</w:t>
      </w:r>
      <w:r w:rsidRPr="007A0ACC">
        <w:rPr>
          <w:rtl/>
        </w:rPr>
        <w:t>6:بخار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382</w:t>
      </w:r>
      <w:r w:rsidRPr="00A54383">
        <w:rPr>
          <w:rFonts w:hint="cs"/>
          <w:rtl/>
        </w:rPr>
        <w:t>؛77:ا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</w:rPr>
        <w:t xml:space="preserve"> ص </w:t>
      </w:r>
      <w:r w:rsidR="00413EEC" w:rsidRPr="00A54383">
        <w:rPr>
          <w:rFonts w:hint="cs"/>
          <w:rtl/>
        </w:rPr>
        <w:t>7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>؛78:ا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ضاََج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75</w:t>
      </w:r>
      <w:r w:rsidRPr="00A54383">
        <w:rPr>
          <w:rFonts w:hint="cs"/>
          <w:rtl/>
        </w:rPr>
        <w:t>؛79:تار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طبر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،ابن</w:t>
      </w:r>
      <w:r w:rsidRPr="007A0ACC">
        <w:rPr>
          <w:rtl/>
        </w:rPr>
        <w:t xml:space="preserve"> عساکر،تار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دمشق؛80:ا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ضاََ؛</w:t>
      </w:r>
      <w:r w:rsidRPr="007A0ACC">
        <w:rPr>
          <w:rtl/>
        </w:rPr>
        <w:t>81:ا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ضاََ؛</w:t>
      </w:r>
      <w:r w:rsidRPr="007A0ACC">
        <w:rPr>
          <w:rtl/>
        </w:rPr>
        <w:t xml:space="preserve">82: خالد محمود خالد خلفائے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272</w:t>
      </w:r>
      <w:r w:rsidRPr="00A54383">
        <w:rPr>
          <w:rFonts w:hint="cs"/>
          <w:rtl/>
        </w:rPr>
        <w:t>؛83:بخار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</w:t>
      </w:r>
      <w:r w:rsidR="00413EEC" w:rsidRPr="00A54383">
        <w:rPr>
          <w:rFonts w:hint="cs"/>
          <w:rtl/>
        </w:rPr>
        <w:t>9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239</w:t>
      </w:r>
      <w:r w:rsidRPr="00A54383">
        <w:rPr>
          <w:rFonts w:hint="cs"/>
          <w:rtl/>
        </w:rPr>
        <w:t>؛84: خالدمحمود خلفائے رسول  ص</w:t>
      </w:r>
      <w:r w:rsidR="00413EEC" w:rsidRPr="00A54383">
        <w:rPr>
          <w:rFonts w:hint="cs"/>
          <w:rtl/>
        </w:rPr>
        <w:t>276</w:t>
      </w:r>
      <w:r w:rsidRPr="00A54383">
        <w:rPr>
          <w:rFonts w:hint="cs"/>
          <w:rtl/>
        </w:rPr>
        <w:t>؛85:تار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طبر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،تار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مسعود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،ابن</w:t>
      </w:r>
      <w:r w:rsidRPr="007A0ACC">
        <w:rPr>
          <w:rtl/>
        </w:rPr>
        <w:t xml:space="preserve"> اث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ر،استع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اب؛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>86:ابن اث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ر،مسعود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،تار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طبر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؛</w:t>
      </w:r>
      <w:r w:rsidRPr="007A0ACC">
        <w:rPr>
          <w:rtl/>
        </w:rPr>
        <w:t>87:بخار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2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278</w:t>
      </w:r>
      <w:r w:rsidRPr="00A54383">
        <w:rPr>
          <w:rFonts w:hint="cs"/>
          <w:rtl/>
        </w:rPr>
        <w:t>؛ 88: انصاب الاشراف بلازر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</w:t>
      </w:r>
      <w:r w:rsidRPr="007A0ACC">
        <w:rPr>
          <w:rtl/>
        </w:rPr>
        <w:t xml:space="preserve">  واقد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</w:t>
      </w:r>
      <w:r w:rsidRPr="007A0ACC">
        <w:rPr>
          <w:rtl/>
        </w:rPr>
        <w:t xml:space="preserve"> تار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عقوب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؛</w:t>
      </w:r>
      <w:r w:rsidRPr="007A0ACC">
        <w:rPr>
          <w:rtl/>
        </w:rPr>
        <w:t>89:ابن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شرح نہج البلاغہ؛90:تار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طبر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277</w:t>
      </w:r>
      <w:r w:rsidRPr="00A54383">
        <w:rPr>
          <w:rFonts w:hint="cs"/>
          <w:rtl/>
        </w:rPr>
        <w:t>؛</w:t>
      </w:r>
    </w:p>
    <w:p w:rsidR="00A221FF" w:rsidRDefault="009C4748" w:rsidP="009C4748">
      <w:pPr>
        <w:pStyle w:val="libNormal0"/>
        <w:rPr>
          <w:rtl/>
        </w:rPr>
      </w:pPr>
      <w:r w:rsidRPr="007A0ACC">
        <w:rPr>
          <w:rtl/>
        </w:rPr>
        <w:t>91: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ضاََج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172</w:t>
      </w:r>
      <w:r w:rsidRPr="00A54383">
        <w:rPr>
          <w:rFonts w:hint="cs"/>
          <w:rtl/>
        </w:rPr>
        <w:t>؛92:بخار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217</w:t>
      </w:r>
      <w:r w:rsidRPr="00A54383">
        <w:rPr>
          <w:rFonts w:hint="cs"/>
          <w:rtl/>
        </w:rPr>
        <w:t>؛93:ا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9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171</w:t>
      </w:r>
      <w:r w:rsidRPr="00A54383">
        <w:rPr>
          <w:rFonts w:hint="cs"/>
          <w:rtl/>
        </w:rPr>
        <w:t>؛94:ا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133</w:t>
      </w:r>
      <w:r w:rsidRPr="00A54383">
        <w:rPr>
          <w:rFonts w:hint="cs"/>
          <w:rtl/>
        </w:rPr>
        <w:t>؛95:ا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ضاََج</w:t>
      </w:r>
      <w:r w:rsidR="00413EEC" w:rsidRPr="00A54383">
        <w:rPr>
          <w:rFonts w:hint="cs"/>
          <w:rtl/>
        </w:rPr>
        <w:t>6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252</w:t>
      </w:r>
      <w:r w:rsidRPr="00A54383">
        <w:rPr>
          <w:rFonts w:hint="cs"/>
          <w:rtl/>
        </w:rPr>
        <w:t>؛96:علامہ عسکر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ام  المومن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ص</w:t>
      </w:r>
      <w:r w:rsidR="00413EEC" w:rsidRPr="00A54383">
        <w:rPr>
          <w:rFonts w:hint="cs"/>
          <w:rtl/>
        </w:rPr>
        <w:t>272</w:t>
      </w:r>
      <w:r w:rsidRPr="00A54383">
        <w:rPr>
          <w:rFonts w:hint="cs"/>
          <w:rtl/>
        </w:rPr>
        <w:t>؛</w:t>
      </w:r>
      <w:r w:rsidRPr="007A0ACC">
        <w:rPr>
          <w:rtl/>
        </w:rPr>
        <w:t>97:طٰہ حس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فتنتہ الکبر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</w:rPr>
        <w:t>،ڈاکٹر کمال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ان</w:t>
      </w:r>
      <w:r w:rsidRPr="007A0ACC">
        <w:rPr>
          <w:rtl/>
        </w:rPr>
        <w:t xml:space="preserve"> تصوف؛98:افسانہ عبداللہ بن سباء مرتظ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عسکر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؛</w:t>
      </w:r>
    </w:p>
    <w:p w:rsidR="00A221FF" w:rsidRDefault="00A221FF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>99:ابن سباغ مالک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فسئول مہمہ ص</w:t>
      </w:r>
      <w:r w:rsidR="00413EEC" w:rsidRPr="00A54383">
        <w:rPr>
          <w:rFonts w:hint="cs"/>
          <w:rtl/>
        </w:rPr>
        <w:t>83</w:t>
      </w:r>
      <w:r w:rsidRPr="00A54383">
        <w:rPr>
          <w:rFonts w:hint="cs"/>
          <w:rtl/>
        </w:rPr>
        <w:t>؛100: تذکرةالخاص سبط ابن جوز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</w:t>
      </w:r>
      <w:r w:rsidR="00413EEC" w:rsidRPr="00A54383">
        <w:rPr>
          <w:rFonts w:hint="cs"/>
          <w:rtl/>
        </w:rPr>
        <w:t>79</w:t>
      </w:r>
      <w:r w:rsidRPr="00A54383">
        <w:rPr>
          <w:rFonts w:hint="cs"/>
          <w:rtl/>
        </w:rPr>
        <w:t>؛101:مسلم ج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</w:rPr>
        <w:t>ص</w:t>
      </w:r>
      <w:r w:rsidR="00413EEC" w:rsidRPr="00A54383">
        <w:rPr>
          <w:rFonts w:hint="cs"/>
          <w:rtl/>
        </w:rPr>
        <w:t>262</w:t>
      </w:r>
      <w:r w:rsidRPr="00A54383">
        <w:rPr>
          <w:rFonts w:hint="cs"/>
          <w:rtl/>
        </w:rPr>
        <w:t>؛102:بخار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52</w:t>
      </w:r>
      <w:r w:rsidRPr="00A54383">
        <w:rPr>
          <w:rFonts w:hint="cs"/>
          <w:rtl/>
        </w:rPr>
        <w:t>؛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>103:مستدرک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ج </w:t>
      </w:r>
      <w:r w:rsidR="00413EEC" w:rsidRPr="00A54383">
        <w:rPr>
          <w:rFonts w:hint="cs"/>
          <w:rtl/>
        </w:rPr>
        <w:t>2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1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8</w:t>
      </w:r>
      <w:r w:rsidRPr="00A54383">
        <w:rPr>
          <w:rFonts w:hint="cs"/>
          <w:rtl/>
        </w:rPr>
        <w:t>؛104:بخار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6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1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6</w:t>
      </w:r>
      <w:r w:rsidRPr="00A54383">
        <w:rPr>
          <w:rFonts w:hint="cs"/>
          <w:rtl/>
        </w:rPr>
        <w:t>؛105:ترمذ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13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210</w:t>
      </w:r>
      <w:r w:rsidRPr="00A54383">
        <w:rPr>
          <w:rFonts w:hint="cs"/>
          <w:rtl/>
        </w:rPr>
        <w:t>؛106: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73</w:t>
      </w:r>
      <w:r w:rsidRPr="00A54383">
        <w:rPr>
          <w:rFonts w:hint="cs"/>
          <w:rtl/>
        </w:rPr>
        <w:t>؛107:بخار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 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</w:rPr>
        <w:t xml:space="preserve"> ص </w:t>
      </w:r>
      <w:r w:rsidR="00413EEC" w:rsidRPr="00A54383">
        <w:rPr>
          <w:rFonts w:hint="cs"/>
          <w:rtl/>
        </w:rPr>
        <w:t>7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>؛ 108: تار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طبر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؛</w:t>
      </w:r>
      <w:r w:rsidRPr="007A0ACC">
        <w:rPr>
          <w:rtl/>
        </w:rPr>
        <w:t xml:space="preserve"> 109: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122</w:t>
      </w:r>
      <w:r w:rsidRPr="00A54383">
        <w:rPr>
          <w:rFonts w:hint="cs"/>
          <w:rtl/>
        </w:rPr>
        <w:t>؛110:مسلم ج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</w:rPr>
        <w:t xml:space="preserve"> ص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62</w:t>
      </w:r>
      <w:r w:rsidRPr="00A54383">
        <w:rPr>
          <w:rFonts w:hint="cs"/>
          <w:rtl/>
        </w:rPr>
        <w:t>؛111: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3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693</w:t>
      </w:r>
      <w:r w:rsidRPr="00A54383">
        <w:rPr>
          <w:rFonts w:hint="cs"/>
          <w:rtl/>
        </w:rPr>
        <w:t>؛112:  کتاب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المومن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کا ٹائٹل کور؛113:شرح مسلم النوائ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 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28</w:t>
      </w:r>
      <w:r w:rsidRPr="00A54383">
        <w:rPr>
          <w:rFonts w:hint="cs"/>
          <w:rtl/>
        </w:rPr>
        <w:t>؛114: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9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1</w:t>
      </w:r>
      <w:r w:rsidR="00A54383" w:rsidRPr="00A54383">
        <w:rPr>
          <w:rFonts w:hint="cs"/>
          <w:rtl/>
          <w:lang w:bidi="ur-PK"/>
        </w:rPr>
        <w:t>44</w:t>
      </w:r>
      <w:r w:rsidRPr="00A54383">
        <w:rPr>
          <w:rFonts w:hint="cs"/>
          <w:rtl/>
        </w:rPr>
        <w:t>؛115: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؛116: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9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315</w:t>
      </w:r>
      <w:r w:rsidRPr="00A54383">
        <w:rPr>
          <w:rFonts w:hint="cs"/>
          <w:rtl/>
        </w:rPr>
        <w:t>؛117: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 xml:space="preserve"> ص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7</w:t>
      </w:r>
      <w:r w:rsidRPr="00A54383">
        <w:rPr>
          <w:rFonts w:hint="cs"/>
          <w:rtl/>
        </w:rPr>
        <w:t>؛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>118؛بخار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6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397</w:t>
      </w:r>
      <w:r w:rsidRPr="00A54383">
        <w:rPr>
          <w:rFonts w:hint="cs"/>
          <w:rtl/>
        </w:rPr>
        <w:t>؛119: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3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508</w:t>
      </w:r>
      <w:r w:rsidRPr="00A54383">
        <w:rPr>
          <w:rFonts w:hint="cs"/>
          <w:rtl/>
        </w:rPr>
        <w:t>؛ 120: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</w:rPr>
        <w:t xml:space="preserve"> ص</w:t>
      </w:r>
      <w:r w:rsidR="00A54383" w:rsidRPr="00A54383">
        <w:rPr>
          <w:rFonts w:hint="cs"/>
          <w:rtl/>
          <w:lang w:bidi="ur-PK"/>
        </w:rPr>
        <w:t>44</w:t>
      </w:r>
      <w:r w:rsidR="00413EEC" w:rsidRPr="00A54383">
        <w:rPr>
          <w:rFonts w:hint="cs"/>
          <w:rtl/>
        </w:rPr>
        <w:t>7</w:t>
      </w:r>
      <w:r w:rsidRPr="00A54383">
        <w:rPr>
          <w:rFonts w:hint="cs"/>
          <w:rtl/>
        </w:rPr>
        <w:t>؛121: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57</w:t>
      </w:r>
      <w:r w:rsidRPr="00A54383">
        <w:rPr>
          <w:rFonts w:hint="cs"/>
          <w:rtl/>
        </w:rPr>
        <w:t>؛ 122: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ضاََج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260</w:t>
      </w:r>
      <w:r w:rsidRPr="00A54383">
        <w:rPr>
          <w:rFonts w:hint="cs"/>
          <w:rtl/>
        </w:rPr>
        <w:t>؛123: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ضاََج</w:t>
      </w:r>
      <w:r w:rsidRPr="007A0ACC">
        <w:rPr>
          <w:rtl/>
        </w:rPr>
        <w:t xml:space="preserve"> </w:t>
      </w:r>
      <w:r w:rsidR="00413EEC" w:rsidRPr="00A54383">
        <w:rPr>
          <w:rFonts w:hint="cs"/>
          <w:rtl/>
        </w:rPr>
        <w:t>7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72</w:t>
      </w:r>
      <w:r w:rsidRPr="00A54383">
        <w:rPr>
          <w:rFonts w:hint="cs"/>
          <w:rtl/>
        </w:rPr>
        <w:t>،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0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>؛124: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6</w:t>
      </w:r>
      <w:r w:rsidRPr="00A54383">
        <w:rPr>
          <w:rFonts w:hint="cs"/>
          <w:rtl/>
        </w:rPr>
        <w:t xml:space="preserve"> ص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0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>؛125:ا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3</w:t>
      </w:r>
      <w:r w:rsidRPr="00A54383">
        <w:rPr>
          <w:rFonts w:hint="cs"/>
          <w:rtl/>
        </w:rPr>
        <w:t xml:space="preserve"> ص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5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>؛ 126:ا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6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295</w:t>
      </w:r>
      <w:r w:rsidRPr="00A54383">
        <w:rPr>
          <w:rFonts w:hint="cs"/>
          <w:rtl/>
        </w:rPr>
        <w:t>؛ 127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</w:rPr>
        <w:t>:ا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105</w:t>
      </w:r>
      <w:r w:rsidRPr="00A54383">
        <w:rPr>
          <w:rFonts w:hint="cs"/>
          <w:rtl/>
        </w:rPr>
        <w:t>؛128:ا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</w:rPr>
        <w:t xml:space="preserve"> ص </w:t>
      </w:r>
      <w:r w:rsidR="00413EEC" w:rsidRPr="00A54383">
        <w:rPr>
          <w:rFonts w:hint="cs"/>
          <w:rtl/>
        </w:rPr>
        <w:t>10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>؛ 129:مستدرک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ن؛</w:t>
      </w:r>
      <w:r w:rsidRPr="007A0ACC">
        <w:rPr>
          <w:rtl/>
        </w:rPr>
        <w:t>130: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رضا مظف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عقائد امام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ص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</w:rPr>
        <w:t>؛131: اعتقادات صدوق؛ 132:سنن المفتارا عل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ص</w:t>
      </w:r>
      <w:r w:rsidR="00413EEC" w:rsidRPr="00A54383">
        <w:rPr>
          <w:rFonts w:hint="cs"/>
          <w:rtl/>
        </w:rPr>
        <w:t>60</w:t>
      </w:r>
      <w:r w:rsidRPr="00A54383">
        <w:rPr>
          <w:rFonts w:hint="cs"/>
          <w:rtl/>
        </w:rPr>
        <w:t>؛</w:t>
      </w:r>
    </w:p>
    <w:p w:rsidR="00A221FF" w:rsidRPr="00A54383" w:rsidRDefault="009C4748" w:rsidP="009C4748">
      <w:pPr>
        <w:pStyle w:val="libNormal0"/>
        <w:rPr>
          <w:rtl/>
        </w:rPr>
      </w:pPr>
      <w:r w:rsidRPr="007A0ACC">
        <w:rPr>
          <w:rtl/>
        </w:rPr>
        <w:t>133: دفاع عن عقائد وا لشر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>۔۔؛134:بخار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6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508</w:t>
      </w:r>
      <w:r w:rsidRPr="00A54383">
        <w:rPr>
          <w:rFonts w:hint="cs"/>
          <w:rtl/>
        </w:rPr>
        <w:t>؛ 135: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6</w:t>
      </w:r>
      <w:r w:rsidRPr="00A54383">
        <w:rPr>
          <w:rFonts w:hint="cs"/>
          <w:rtl/>
        </w:rPr>
        <w:t>ص</w:t>
      </w:r>
      <w:r w:rsidR="00413EEC" w:rsidRPr="00A54383">
        <w:rPr>
          <w:rFonts w:hint="cs"/>
          <w:rtl/>
        </w:rPr>
        <w:t>291</w:t>
      </w:r>
      <w:r w:rsidRPr="00A54383">
        <w:rPr>
          <w:rFonts w:hint="cs"/>
          <w:rtl/>
        </w:rPr>
        <w:t>؛136:ا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6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162</w:t>
      </w:r>
      <w:r w:rsidRPr="00A54383">
        <w:rPr>
          <w:rFonts w:hint="cs"/>
          <w:rtl/>
        </w:rPr>
        <w:t>؛137:ا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8</w:t>
      </w:r>
      <w:r w:rsidRPr="00A54383">
        <w:rPr>
          <w:rFonts w:hint="cs"/>
          <w:rtl/>
        </w:rPr>
        <w:t xml:space="preserve"> ص </w:t>
      </w:r>
      <w:r w:rsidR="00413EEC" w:rsidRPr="00A54383">
        <w:rPr>
          <w:rFonts w:hint="cs"/>
          <w:rtl/>
        </w:rPr>
        <w:t>539</w:t>
      </w:r>
      <w:r w:rsidRPr="00A54383">
        <w:rPr>
          <w:rFonts w:hint="cs"/>
          <w:rtl/>
        </w:rPr>
        <w:t>؛ 138: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9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212</w:t>
      </w:r>
      <w:r w:rsidRPr="00A54383">
        <w:rPr>
          <w:rFonts w:hint="cs"/>
          <w:rtl/>
        </w:rPr>
        <w:t>؛139: سنن ابن داود؛ 140: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 </w:t>
      </w:r>
      <w:r w:rsidR="00413EEC" w:rsidRPr="00A54383">
        <w:rPr>
          <w:rFonts w:hint="cs"/>
          <w:rtl/>
        </w:rPr>
        <w:t>9</w:t>
      </w:r>
      <w:r w:rsidRPr="00A54383">
        <w:rPr>
          <w:rFonts w:hint="cs"/>
          <w:rtl/>
        </w:rPr>
        <w:t xml:space="preserve"> ص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76</w:t>
      </w:r>
      <w:r w:rsidRPr="00A54383">
        <w:rPr>
          <w:rFonts w:hint="cs"/>
          <w:rtl/>
        </w:rPr>
        <w:t>؛141: ابوبکر جزر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کو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نص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حت</w:t>
      </w:r>
      <w:r w:rsidRPr="007A0ACC">
        <w:rPr>
          <w:rtl/>
        </w:rPr>
        <w:t xml:space="preserve"> ؛ 142:بخار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 </w:t>
      </w:r>
      <w:r w:rsidR="00413EEC" w:rsidRPr="00A54383">
        <w:rPr>
          <w:rFonts w:hint="cs"/>
          <w:rtl/>
        </w:rPr>
        <w:t>8</w:t>
      </w:r>
      <w:r w:rsidRPr="00A54383">
        <w:rPr>
          <w:rFonts w:hint="cs"/>
          <w:rtl/>
        </w:rPr>
        <w:t xml:space="preserve"> ص </w:t>
      </w:r>
      <w:r w:rsidR="00413EEC" w:rsidRPr="00A54383">
        <w:rPr>
          <w:rFonts w:hint="cs"/>
          <w:rtl/>
        </w:rPr>
        <w:t>5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0</w:t>
      </w:r>
      <w:r w:rsidRPr="00A54383">
        <w:rPr>
          <w:rFonts w:hint="cs"/>
          <w:rtl/>
        </w:rPr>
        <w:t>؛143:ا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71</w:t>
      </w:r>
      <w:r w:rsidRPr="00A54383">
        <w:rPr>
          <w:rFonts w:hint="cs"/>
          <w:rtl/>
        </w:rPr>
        <w:t>؛ 144:ا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</w:t>
      </w:r>
      <w:r w:rsidRPr="007A0ACC">
        <w:rPr>
          <w:rtl/>
        </w:rPr>
        <w:t xml:space="preserve"> َ </w:t>
      </w:r>
      <w:r w:rsidRPr="007A0ACC">
        <w:rPr>
          <w:rFonts w:hint="eastAsia"/>
          <w:rtl/>
        </w:rPr>
        <w:t>ج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71</w:t>
      </w:r>
      <w:r w:rsidRPr="00A54383">
        <w:rPr>
          <w:rFonts w:hint="cs"/>
          <w:rtl/>
        </w:rPr>
        <w:t>؛ 145: مسلم ج</w:t>
      </w:r>
      <w:r w:rsidR="00413EEC" w:rsidRPr="00A54383">
        <w:rPr>
          <w:rFonts w:hint="cs"/>
          <w:rtl/>
        </w:rPr>
        <w:t>2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1075</w:t>
      </w:r>
      <w:r w:rsidRPr="00A54383">
        <w:rPr>
          <w:rFonts w:hint="cs"/>
          <w:rtl/>
        </w:rPr>
        <w:t>؛ 146: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2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726</w:t>
      </w:r>
      <w:r w:rsidRPr="00A54383">
        <w:rPr>
          <w:rFonts w:hint="cs"/>
          <w:rtl/>
        </w:rPr>
        <w:t>؛ 147: اتقان 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علوم قران جلال الد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وط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</w:t>
      </w:r>
      <w:r w:rsidR="00413EEC" w:rsidRPr="00A54383">
        <w:rPr>
          <w:rFonts w:hint="cs"/>
          <w:rtl/>
        </w:rPr>
        <w:t>65</w:t>
      </w:r>
      <w:r w:rsidRPr="00A54383">
        <w:rPr>
          <w:rFonts w:hint="cs"/>
          <w:rtl/>
        </w:rPr>
        <w:t>؛ 148: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ابو زہرہ امام جعفر صادق   ؛149: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محمد غزال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دفاع عن عقائد  الشر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۔۔۔؛150:مسلم ج 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</w:rPr>
        <w:t xml:space="preserve"> ص </w:t>
      </w:r>
      <w:r w:rsidR="00413EEC" w:rsidRPr="00A54383">
        <w:rPr>
          <w:rFonts w:hint="cs"/>
          <w:rtl/>
        </w:rPr>
        <w:t>1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 xml:space="preserve">؛ </w:t>
      </w:r>
    </w:p>
    <w:p w:rsidR="00A221FF" w:rsidRDefault="00A221FF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>151:ترمذ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13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201</w:t>
      </w:r>
      <w:r w:rsidRPr="00A54383">
        <w:rPr>
          <w:rFonts w:hint="cs"/>
          <w:rtl/>
        </w:rPr>
        <w:t>؛152:بخار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9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92</w:t>
      </w:r>
      <w:r w:rsidRPr="00A54383">
        <w:rPr>
          <w:rFonts w:hint="cs"/>
          <w:rtl/>
        </w:rPr>
        <w:t>؛153: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9</w:t>
      </w:r>
      <w:r w:rsidRPr="00A54383">
        <w:rPr>
          <w:rFonts w:hint="cs"/>
          <w:rtl/>
        </w:rPr>
        <w:t xml:space="preserve"> ص </w:t>
      </w:r>
      <w:r w:rsidR="00413EEC" w:rsidRPr="00A54383">
        <w:rPr>
          <w:rFonts w:hint="cs"/>
          <w:rtl/>
        </w:rPr>
        <w:t>932</w:t>
      </w:r>
      <w:r w:rsidRPr="00A54383">
        <w:rPr>
          <w:rFonts w:hint="cs"/>
          <w:rtl/>
        </w:rPr>
        <w:t>؛154:ا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9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93</w:t>
      </w:r>
      <w:r w:rsidRPr="00A54383">
        <w:rPr>
          <w:rFonts w:hint="cs"/>
          <w:rtl/>
        </w:rPr>
        <w:t>؛155:ج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3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9</w:t>
      </w:r>
      <w:r w:rsidRPr="00A54383">
        <w:rPr>
          <w:rFonts w:hint="cs"/>
          <w:rtl/>
        </w:rPr>
        <w:t>؛156: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168</w:t>
      </w:r>
      <w:r w:rsidRPr="00A54383">
        <w:rPr>
          <w:rFonts w:hint="cs"/>
          <w:rtl/>
        </w:rPr>
        <w:t>؛157:ا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8</w:t>
      </w:r>
      <w:r w:rsidRPr="00A54383">
        <w:rPr>
          <w:rFonts w:hint="cs"/>
          <w:rtl/>
        </w:rPr>
        <w:t xml:space="preserve"> ص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8</w:t>
      </w:r>
      <w:r w:rsidRPr="00A54383">
        <w:rPr>
          <w:rFonts w:hint="cs"/>
          <w:rtl/>
        </w:rPr>
        <w:t>؛158:ا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8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57</w:t>
      </w:r>
      <w:r w:rsidRPr="00A54383">
        <w:rPr>
          <w:rFonts w:hint="cs"/>
          <w:rtl/>
        </w:rPr>
        <w:t>؛159:ا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7</w:t>
      </w:r>
      <w:r w:rsidRPr="00A54383">
        <w:rPr>
          <w:rFonts w:hint="cs"/>
          <w:rtl/>
        </w:rPr>
        <w:t xml:space="preserve"> ص</w:t>
      </w:r>
      <w:r w:rsidR="00A54383" w:rsidRPr="00A54383">
        <w:rPr>
          <w:rFonts w:hint="cs"/>
          <w:rtl/>
          <w:lang w:bidi="ur-PK"/>
        </w:rPr>
        <w:t>444</w:t>
      </w:r>
      <w:r w:rsidRPr="00A54383">
        <w:rPr>
          <w:rFonts w:hint="cs"/>
          <w:rtl/>
        </w:rPr>
        <w:t>؛160:ا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77</w:t>
      </w:r>
      <w:r w:rsidRPr="00A54383">
        <w:rPr>
          <w:rFonts w:hint="cs"/>
          <w:rtl/>
        </w:rPr>
        <w:t>؛161: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165</w:t>
      </w:r>
      <w:r w:rsidRPr="00A54383">
        <w:rPr>
          <w:rFonts w:hint="cs"/>
          <w:rtl/>
        </w:rPr>
        <w:t>؛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>162: تفس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زان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اللہ 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محمد طبا طبائ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20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203</w:t>
      </w:r>
      <w:r w:rsidRPr="00A54383">
        <w:rPr>
          <w:rFonts w:hint="cs"/>
          <w:rtl/>
        </w:rPr>
        <w:t>؛ 163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</w:rPr>
        <w:t>: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6</w:t>
      </w:r>
      <w:r w:rsidRPr="00A54383">
        <w:rPr>
          <w:rFonts w:hint="cs"/>
          <w:rtl/>
        </w:rPr>
        <w:t xml:space="preserve"> ص </w:t>
      </w:r>
      <w:r w:rsidR="00413EEC" w:rsidRPr="00A54383">
        <w:rPr>
          <w:rFonts w:hint="cs"/>
          <w:rtl/>
        </w:rPr>
        <w:t>296</w:t>
      </w:r>
      <w:r w:rsidRPr="00A54383">
        <w:rPr>
          <w:rFonts w:hint="cs"/>
          <w:rtl/>
        </w:rPr>
        <w:t>؛ 164: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ضاََج</w:t>
      </w:r>
      <w:r w:rsidR="00413EEC" w:rsidRPr="00A54383">
        <w:rPr>
          <w:rFonts w:hint="cs"/>
          <w:rtl/>
        </w:rPr>
        <w:t>7</w:t>
      </w:r>
      <w:r w:rsidRPr="00A54383">
        <w:rPr>
          <w:rFonts w:hint="cs"/>
          <w:rtl/>
        </w:rPr>
        <w:t xml:space="preserve"> ص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62</w:t>
      </w:r>
      <w:r w:rsidRPr="00A54383">
        <w:rPr>
          <w:rFonts w:hint="cs"/>
          <w:rtl/>
        </w:rPr>
        <w:t>؛ 165: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2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252</w:t>
      </w:r>
      <w:r w:rsidRPr="00A54383">
        <w:rPr>
          <w:rFonts w:hint="cs"/>
          <w:rtl/>
        </w:rPr>
        <w:t>؛ 166: کنزالعمال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نمبر </w:t>
      </w:r>
      <w:r w:rsidR="00A54383" w:rsidRPr="00A54383">
        <w:rPr>
          <w:rFonts w:hint="cs"/>
          <w:rtl/>
          <w:lang w:bidi="ur-PK"/>
        </w:rPr>
        <w:t>44</w:t>
      </w:r>
      <w:r w:rsidR="00413EEC" w:rsidRPr="00A54383">
        <w:rPr>
          <w:rFonts w:hint="cs"/>
          <w:rtl/>
        </w:rPr>
        <w:t>0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>؛ 167:ا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ab/>
        <w:t>؛168: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86</w:t>
      </w:r>
      <w:r w:rsidRPr="00A54383">
        <w:rPr>
          <w:rFonts w:hint="cs"/>
          <w:rtl/>
        </w:rPr>
        <w:t>؛169:ا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3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313</w:t>
      </w:r>
      <w:r w:rsidRPr="00A54383">
        <w:rPr>
          <w:rFonts w:hint="cs"/>
          <w:rtl/>
        </w:rPr>
        <w:t>؛ 170:ا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 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</w:rPr>
        <w:t xml:space="preserve"> ص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7</w:t>
      </w:r>
      <w:r w:rsidRPr="00A54383">
        <w:rPr>
          <w:rFonts w:hint="cs"/>
          <w:rtl/>
        </w:rPr>
        <w:t>؛ 171: ترمذ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 </w:t>
      </w:r>
      <w:r w:rsidR="00413EEC" w:rsidRPr="00A54383">
        <w:rPr>
          <w:rFonts w:hint="cs"/>
          <w:rtl/>
        </w:rPr>
        <w:t>13</w:t>
      </w:r>
      <w:r w:rsidRPr="00A54383">
        <w:rPr>
          <w:rFonts w:hint="cs"/>
          <w:rtl/>
        </w:rPr>
        <w:t xml:space="preserve"> ص </w:t>
      </w:r>
      <w:r w:rsidR="00413EEC" w:rsidRPr="00A54383">
        <w:rPr>
          <w:rFonts w:hint="cs"/>
          <w:rtl/>
        </w:rPr>
        <w:t>189</w:t>
      </w:r>
      <w:r w:rsidRPr="00A54383">
        <w:rPr>
          <w:rFonts w:hint="cs"/>
          <w:rtl/>
        </w:rPr>
        <w:t>؛ 172: مسلم ج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201</w:t>
      </w:r>
      <w:r w:rsidRPr="00A54383">
        <w:rPr>
          <w:rFonts w:hint="cs"/>
          <w:rtl/>
        </w:rPr>
        <w:t>؛ 173: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محمد غزال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فقہ الس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رت</w:t>
      </w:r>
      <w:r w:rsidRPr="007A0ACC">
        <w:rPr>
          <w:rtl/>
        </w:rPr>
        <w:t xml:space="preserve"> ص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</w:rPr>
        <w:t>؛174:</w:t>
      </w:r>
      <w:r w:rsidRPr="007A0ACC">
        <w:rPr>
          <w:rtl/>
        </w:rPr>
        <w:t>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9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137</w:t>
      </w:r>
      <w:r w:rsidRPr="00A54383">
        <w:rPr>
          <w:rFonts w:hint="cs"/>
          <w:rtl/>
        </w:rPr>
        <w:t>؛175: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89</w:t>
      </w:r>
      <w:r w:rsidRPr="00A54383">
        <w:rPr>
          <w:rFonts w:hint="cs"/>
          <w:rtl/>
        </w:rPr>
        <w:t>؛</w:t>
      </w:r>
    </w:p>
    <w:p w:rsidR="00A221FF" w:rsidRPr="00A54383" w:rsidRDefault="009C4748" w:rsidP="009C4748">
      <w:pPr>
        <w:pStyle w:val="libNormal0"/>
        <w:rPr>
          <w:rtl/>
        </w:rPr>
      </w:pPr>
      <w:r w:rsidRPr="007A0ACC">
        <w:rPr>
          <w:rtl/>
        </w:rPr>
        <w:t>176:ا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ضاََج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88</w:t>
      </w:r>
      <w:r w:rsidRPr="00A54383">
        <w:rPr>
          <w:rFonts w:hint="cs"/>
          <w:rtl/>
        </w:rPr>
        <w:t>؛177: اختصارِ علوم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ص</w:t>
      </w:r>
      <w:r w:rsidR="00413EEC" w:rsidRPr="00A54383">
        <w:rPr>
          <w:rFonts w:hint="cs"/>
          <w:rtl/>
        </w:rPr>
        <w:t>111</w:t>
      </w:r>
      <w:r w:rsidRPr="00A54383">
        <w:rPr>
          <w:rFonts w:hint="cs"/>
          <w:rtl/>
        </w:rPr>
        <w:t>؛178:تقر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ب،النوائ</w:t>
      </w:r>
      <w:r w:rsidRPr="007A0ACC">
        <w:rPr>
          <w:rFonts w:hint="cs"/>
          <w:rtl/>
        </w:rPr>
        <w:t>ی</w:t>
      </w:r>
      <w:r w:rsidRPr="007A0ACC">
        <w:rPr>
          <w:rtl/>
        </w:rPr>
        <w:t>: ص</w:t>
      </w:r>
      <w:r w:rsidR="00413EEC" w:rsidRPr="00A54383">
        <w:rPr>
          <w:rFonts w:hint="cs"/>
          <w:rtl/>
        </w:rPr>
        <w:t>1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>؛ 179: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2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236</w:t>
      </w:r>
      <w:r w:rsidRPr="00A54383">
        <w:rPr>
          <w:rFonts w:hint="cs"/>
          <w:rtl/>
        </w:rPr>
        <w:t>؛ 180: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6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353</w:t>
      </w:r>
      <w:r w:rsidRPr="00A54383">
        <w:rPr>
          <w:rFonts w:hint="cs"/>
          <w:rtl/>
        </w:rPr>
        <w:t>؛ 181: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2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136</w:t>
      </w:r>
      <w:r w:rsidRPr="00A54383">
        <w:rPr>
          <w:rFonts w:hint="cs"/>
          <w:rtl/>
        </w:rPr>
        <w:t>؛182:ا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</w:rPr>
        <w:t xml:space="preserve"> ص </w:t>
      </w:r>
      <w:r w:rsidR="00413EEC" w:rsidRPr="00A54383">
        <w:rPr>
          <w:rFonts w:hint="cs"/>
          <w:rtl/>
        </w:rPr>
        <w:t>169</w:t>
      </w:r>
      <w:r w:rsidRPr="00A54383">
        <w:rPr>
          <w:rFonts w:hint="cs"/>
          <w:rtl/>
        </w:rPr>
        <w:t>؛183: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</w:rPr>
        <w:t>ص</w:t>
      </w:r>
      <w:r w:rsidR="00413EEC" w:rsidRPr="00A54383">
        <w:rPr>
          <w:rFonts w:hint="cs"/>
          <w:rtl/>
        </w:rPr>
        <w:t>336</w:t>
      </w:r>
      <w:r w:rsidRPr="00A54383">
        <w:rPr>
          <w:rFonts w:hint="cs"/>
          <w:rtl/>
        </w:rPr>
        <w:t>؛ 184: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7</w:t>
      </w:r>
      <w:r w:rsidRPr="00A54383">
        <w:rPr>
          <w:rFonts w:hint="cs"/>
          <w:rtl/>
        </w:rPr>
        <w:t xml:space="preserve"> ص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73</w:t>
      </w:r>
      <w:r w:rsidRPr="00A54383">
        <w:rPr>
          <w:rFonts w:hint="cs"/>
          <w:rtl/>
        </w:rPr>
        <w:t>؛185: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 xml:space="preserve"> ص </w:t>
      </w:r>
      <w:r w:rsidR="00413EEC" w:rsidRPr="00A54383">
        <w:rPr>
          <w:rFonts w:hint="cs"/>
          <w:rtl/>
        </w:rPr>
        <w:t>306</w:t>
      </w:r>
      <w:r w:rsidRPr="00A54383">
        <w:rPr>
          <w:rFonts w:hint="cs"/>
          <w:rtl/>
        </w:rPr>
        <w:t xml:space="preserve"> ؛ 186: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 </w:t>
      </w:r>
      <w:r w:rsidR="00413EEC" w:rsidRPr="00A54383">
        <w:rPr>
          <w:rFonts w:hint="cs"/>
          <w:rtl/>
        </w:rPr>
        <w:t>9</w:t>
      </w:r>
      <w:r w:rsidRPr="00A54383">
        <w:rPr>
          <w:rFonts w:hint="cs"/>
          <w:rtl/>
        </w:rPr>
        <w:t xml:space="preserve"> ص </w:t>
      </w:r>
      <w:r w:rsidR="00413EEC" w:rsidRPr="00A54383">
        <w:rPr>
          <w:rFonts w:hint="cs"/>
          <w:rtl/>
        </w:rPr>
        <w:t>18</w:t>
      </w:r>
      <w:r w:rsidRPr="00A54383">
        <w:rPr>
          <w:rFonts w:hint="cs"/>
          <w:rtl/>
        </w:rPr>
        <w:t>؛ 187: ج</w:t>
      </w:r>
      <w:r w:rsidR="00413EEC" w:rsidRPr="00A54383">
        <w:rPr>
          <w:rFonts w:hint="cs"/>
          <w:rtl/>
        </w:rPr>
        <w:t>7</w:t>
      </w:r>
      <w:r w:rsidRPr="00A54383">
        <w:rPr>
          <w:rFonts w:hint="cs"/>
          <w:rtl/>
        </w:rPr>
        <w:t xml:space="preserve"> ص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96</w:t>
      </w:r>
      <w:r w:rsidRPr="00A54383">
        <w:rPr>
          <w:rFonts w:hint="cs"/>
          <w:rtl/>
        </w:rPr>
        <w:t>؛ 188: ظٰ</w:t>
      </w:r>
      <w:r w:rsidRPr="007A0ACC">
        <w:rPr>
          <w:rFonts w:hint="eastAsia"/>
          <w:rtl/>
        </w:rPr>
        <w:t>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اسلام احمد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2</w:t>
      </w:r>
      <w:r w:rsidRPr="00A54383">
        <w:rPr>
          <w:rFonts w:hint="cs"/>
          <w:rtl/>
        </w:rPr>
        <w:t xml:space="preserve"> ص </w:t>
      </w:r>
      <w:r w:rsidR="00413EEC" w:rsidRPr="00A54383">
        <w:rPr>
          <w:rFonts w:hint="cs"/>
          <w:rtl/>
        </w:rPr>
        <w:t>117</w:t>
      </w:r>
      <w:r w:rsidRPr="00A54383">
        <w:rPr>
          <w:rFonts w:hint="cs"/>
          <w:rtl/>
        </w:rPr>
        <w:t>۔</w:t>
      </w:r>
      <w:r w:rsidR="00413EEC" w:rsidRPr="00A54383">
        <w:rPr>
          <w:rFonts w:hint="cs"/>
          <w:rtl/>
        </w:rPr>
        <w:t>118</w:t>
      </w:r>
      <w:r w:rsidRPr="00A54383">
        <w:rPr>
          <w:rFonts w:hint="cs"/>
          <w:rtl/>
        </w:rPr>
        <w:t>؛189: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 </w:t>
      </w:r>
      <w:r w:rsidR="00413EEC" w:rsidRPr="00A54383">
        <w:rPr>
          <w:rFonts w:hint="cs"/>
          <w:rtl/>
        </w:rPr>
        <w:t>9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396</w:t>
      </w:r>
      <w:r w:rsidRPr="00A54383">
        <w:rPr>
          <w:rFonts w:hint="cs"/>
          <w:rtl/>
        </w:rPr>
        <w:t>؛ 190: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6</w:t>
      </w:r>
      <w:r w:rsidRPr="00A54383">
        <w:rPr>
          <w:rFonts w:hint="cs"/>
          <w:rtl/>
        </w:rPr>
        <w:t xml:space="preserve"> ص </w:t>
      </w:r>
      <w:r w:rsidR="00413EEC" w:rsidRPr="00A54383">
        <w:rPr>
          <w:rFonts w:hint="cs"/>
          <w:rtl/>
        </w:rPr>
        <w:t>355</w:t>
      </w:r>
      <w:r w:rsidRPr="00A54383">
        <w:rPr>
          <w:rFonts w:hint="cs"/>
          <w:rtl/>
        </w:rPr>
        <w:t>؛191: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6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359</w:t>
      </w:r>
      <w:r w:rsidRPr="00A54383">
        <w:rPr>
          <w:rFonts w:hint="cs"/>
          <w:rtl/>
        </w:rPr>
        <w:t>؛192: معالم المدرست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علامہ مرتظ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عسکر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31</w:t>
      </w:r>
      <w:r w:rsidRPr="00A54383">
        <w:rPr>
          <w:rFonts w:hint="cs"/>
          <w:rtl/>
        </w:rPr>
        <w:t>؛ 193: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 </w:t>
      </w:r>
      <w:r w:rsidR="00413EEC" w:rsidRPr="00A54383">
        <w:rPr>
          <w:rFonts w:hint="cs"/>
          <w:rtl/>
        </w:rPr>
        <w:t>6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317</w:t>
      </w:r>
      <w:r w:rsidRPr="00A54383">
        <w:rPr>
          <w:rFonts w:hint="cs"/>
          <w:rtl/>
        </w:rPr>
        <w:t>؛194: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 xml:space="preserve"> ص </w:t>
      </w:r>
      <w:r w:rsidR="00413EEC" w:rsidRPr="00A54383">
        <w:rPr>
          <w:rFonts w:hint="cs"/>
          <w:rtl/>
        </w:rPr>
        <w:t>319</w:t>
      </w:r>
      <w:r w:rsidRPr="00A54383">
        <w:rPr>
          <w:rFonts w:hint="cs"/>
          <w:rtl/>
        </w:rPr>
        <w:t>؛  195: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2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135</w:t>
      </w:r>
      <w:r w:rsidRPr="00A54383">
        <w:rPr>
          <w:rFonts w:hint="cs"/>
          <w:rtl/>
        </w:rPr>
        <w:t>؛196: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336</w:t>
      </w:r>
      <w:r w:rsidRPr="00A54383">
        <w:rPr>
          <w:rFonts w:hint="cs"/>
          <w:rtl/>
        </w:rPr>
        <w:t>؛197: فصول مہمہ شرف الد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موسو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؛</w:t>
      </w:r>
      <w:r w:rsidRPr="007A0ACC">
        <w:rPr>
          <w:rtl/>
        </w:rPr>
        <w:t>198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</w:rPr>
        <w:t>: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 </w:t>
      </w:r>
      <w:r w:rsidR="00413EEC" w:rsidRPr="00A54383">
        <w:rPr>
          <w:rFonts w:hint="cs"/>
          <w:rtl/>
        </w:rPr>
        <w:t>6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110</w:t>
      </w:r>
      <w:r w:rsidRPr="00A54383">
        <w:rPr>
          <w:rFonts w:hint="cs"/>
          <w:rtl/>
        </w:rPr>
        <w:t>؛199  تفس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ابن کث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ر،</w:t>
      </w:r>
      <w:r w:rsidRPr="007A0ACC">
        <w:rPr>
          <w:rtl/>
        </w:rPr>
        <w:t xml:space="preserve">  شرح مسلم  النوائ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 </w:t>
      </w:r>
      <w:r w:rsidR="00413EEC" w:rsidRPr="00A54383">
        <w:rPr>
          <w:rFonts w:hint="cs"/>
          <w:rtl/>
        </w:rPr>
        <w:t>3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552</w:t>
      </w:r>
      <w:r w:rsidRPr="00A54383">
        <w:rPr>
          <w:rFonts w:hint="cs"/>
          <w:rtl/>
        </w:rPr>
        <w:t>؛200: تفس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ابن کث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ر؛</w:t>
      </w:r>
      <w:r w:rsidRPr="007A0ACC">
        <w:rPr>
          <w:rtl/>
        </w:rPr>
        <w:t>201: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 </w:t>
      </w:r>
      <w:r w:rsidR="00413EEC" w:rsidRPr="00A54383">
        <w:rPr>
          <w:rFonts w:hint="cs"/>
          <w:rtl/>
        </w:rPr>
        <w:t>2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375</w:t>
      </w:r>
      <w:r w:rsidRPr="00A54383">
        <w:rPr>
          <w:rFonts w:hint="cs"/>
          <w:rtl/>
        </w:rPr>
        <w:t>؛ 202: شرح البار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177</w:t>
      </w:r>
      <w:r w:rsidRPr="00A54383">
        <w:rPr>
          <w:rFonts w:hint="cs"/>
          <w:rtl/>
        </w:rPr>
        <w:t>،شرح النوائ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 </w:t>
      </w:r>
      <w:r w:rsidR="00413EEC" w:rsidRPr="00A54383">
        <w:rPr>
          <w:rFonts w:hint="cs"/>
          <w:rtl/>
        </w:rPr>
        <w:t>3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36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>؛203:  شرح مسلم النوائ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: ج</w:t>
      </w:r>
      <w:r w:rsidR="00413EEC" w:rsidRPr="00A54383">
        <w:rPr>
          <w:rFonts w:hint="cs"/>
          <w:rtl/>
        </w:rPr>
        <w:t>3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556</w:t>
      </w:r>
      <w:r w:rsidRPr="00A54383">
        <w:rPr>
          <w:rFonts w:hint="cs"/>
          <w:rtl/>
        </w:rPr>
        <w:t>؛ 204: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3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555</w:t>
      </w:r>
      <w:r w:rsidRPr="00A54383">
        <w:rPr>
          <w:rFonts w:hint="cs"/>
          <w:rtl/>
        </w:rPr>
        <w:t>؛205: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3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556</w:t>
      </w:r>
      <w:r w:rsidRPr="00A54383">
        <w:rPr>
          <w:rFonts w:hint="cs"/>
          <w:rtl/>
        </w:rPr>
        <w:t>؛</w:t>
      </w:r>
    </w:p>
    <w:p w:rsidR="00A221FF" w:rsidRDefault="00A221FF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A221FF" w:rsidRDefault="00A221FF" w:rsidP="00A54383">
      <w:pPr>
        <w:pStyle w:val="libNormal0"/>
        <w:rPr>
          <w:rtl/>
        </w:rPr>
      </w:pPr>
    </w:p>
    <w:p w:rsidR="009C4748" w:rsidRPr="007A0ACC" w:rsidRDefault="009C4748" w:rsidP="00A54383">
      <w:pPr>
        <w:pStyle w:val="libNormal0"/>
        <w:rPr>
          <w:rtl/>
        </w:rPr>
      </w:pPr>
      <w:r w:rsidRPr="007A0ACC">
        <w:rPr>
          <w:rFonts w:hint="cs"/>
          <w:rtl/>
        </w:rPr>
        <w:t xml:space="preserve"> 206: ای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ج</w:t>
      </w:r>
      <w:r w:rsidRPr="007A0ACC">
        <w:rPr>
          <w:rtl/>
        </w:rPr>
        <w:t xml:space="preserve"> </w:t>
      </w:r>
      <w:r w:rsidR="00413EEC" w:rsidRPr="00A54383">
        <w:rPr>
          <w:rFonts w:hint="cs"/>
          <w:rtl/>
        </w:rPr>
        <w:t>3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331</w:t>
      </w:r>
      <w:r w:rsidRPr="00A54383">
        <w:rPr>
          <w:rFonts w:hint="cs"/>
          <w:rtl/>
        </w:rPr>
        <w:t>:207</w:t>
      </w:r>
      <w:r w:rsidR="00413EEC" w:rsidRPr="00A54383">
        <w:rPr>
          <w:rFonts w:hint="cs"/>
          <w:rtl/>
        </w:rPr>
        <w:t>2</w:t>
      </w:r>
      <w:r w:rsidRPr="00A54383">
        <w:rPr>
          <w:rFonts w:hint="cs"/>
          <w:rtl/>
        </w:rPr>
        <w:t>: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ترمذ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؛</w:t>
      </w:r>
      <w:r w:rsidRPr="007A0ACC">
        <w:rPr>
          <w:rtl/>
        </w:rPr>
        <w:t>208: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7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36</w:t>
      </w:r>
      <w:r w:rsidRPr="00A54383">
        <w:rPr>
          <w:rFonts w:hint="cs"/>
          <w:rtl/>
        </w:rPr>
        <w:t>؛ 209: طبران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،تفس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ثعلب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؛</w:t>
      </w:r>
      <w:r w:rsidRPr="007A0ACC">
        <w:rPr>
          <w:rtl/>
        </w:rPr>
        <w:t>210: اصل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واصولہا کاشف الغطا؛211: ببخار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3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126</w:t>
      </w:r>
      <w:r w:rsidRPr="00A54383">
        <w:rPr>
          <w:rFonts w:hint="cs"/>
          <w:rtl/>
        </w:rPr>
        <w:t>؛212</w:t>
      </w:r>
      <w:r w:rsidR="00413EEC" w:rsidRPr="00A54383">
        <w:rPr>
          <w:rFonts w:hint="cs"/>
          <w:rtl/>
        </w:rPr>
        <w:t>21</w:t>
      </w:r>
      <w:r w:rsidRPr="00A54383">
        <w:rPr>
          <w:rFonts w:hint="cs"/>
          <w:rtl/>
        </w:rPr>
        <w:t>: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2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137</w:t>
      </w:r>
      <w:r w:rsidRPr="00A54383">
        <w:rPr>
          <w:rFonts w:hint="cs"/>
          <w:rtl/>
        </w:rPr>
        <w:t>؛213: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9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76</w:t>
      </w:r>
      <w:r w:rsidRPr="00A54383">
        <w:rPr>
          <w:rFonts w:hint="cs"/>
          <w:rtl/>
        </w:rPr>
        <w:t>؛ 214: فصول مہمہ شرف الد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موسو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؛</w:t>
      </w:r>
      <w:r w:rsidRPr="007A0ACC">
        <w:rPr>
          <w:rtl/>
        </w:rPr>
        <w:t>215: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2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37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>؛ 216: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 </w:t>
      </w:r>
      <w:r w:rsidR="00413EEC" w:rsidRPr="00A54383">
        <w:rPr>
          <w:rFonts w:hint="cs"/>
          <w:rtl/>
        </w:rPr>
        <w:t>2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371</w:t>
      </w:r>
      <w:r w:rsidRPr="00A54383">
        <w:rPr>
          <w:rFonts w:hint="cs"/>
          <w:rtl/>
        </w:rPr>
        <w:t>؛217 :تفس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کب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فخرا</w:t>
      </w:r>
      <w:r w:rsidRPr="007A0ACC">
        <w:rPr>
          <w:rFonts w:hint="eastAsia"/>
          <w:rtl/>
        </w:rPr>
        <w:t>لد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راز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153</w:t>
      </w:r>
      <w:r w:rsidRPr="00A54383">
        <w:rPr>
          <w:rFonts w:hint="cs"/>
          <w:rtl/>
        </w:rPr>
        <w:t>: 218: ترمذ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9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7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>،ابو داود ج</w:t>
      </w:r>
      <w:r w:rsidR="00413EEC" w:rsidRPr="00A54383">
        <w:rPr>
          <w:rFonts w:hint="cs"/>
          <w:rtl/>
        </w:rPr>
        <w:t>2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7</w:t>
      </w:r>
      <w:r w:rsidRPr="00A54383">
        <w:rPr>
          <w:rFonts w:hint="cs"/>
          <w:rtl/>
        </w:rPr>
        <w:t>، مسند احمد ج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</w:rPr>
        <w:t xml:space="preserve"> ص </w:t>
      </w:r>
      <w:r w:rsidR="00413EEC" w:rsidRPr="00A54383">
        <w:rPr>
          <w:rFonts w:hint="cs"/>
          <w:rtl/>
        </w:rPr>
        <w:t>376</w:t>
      </w:r>
      <w:r w:rsidRPr="00A54383">
        <w:rPr>
          <w:rFonts w:hint="cs"/>
          <w:rtl/>
        </w:rPr>
        <w:t xml:space="preserve">؛ 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>219: مستدرک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ج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 xml:space="preserve"> ص </w:t>
      </w:r>
      <w:r w:rsidR="00413EEC" w:rsidRPr="00A54383">
        <w:rPr>
          <w:rFonts w:hint="cs"/>
          <w:rtl/>
        </w:rPr>
        <w:t>557</w:t>
      </w:r>
      <w:r w:rsidRPr="00A54383">
        <w:rPr>
          <w:rFonts w:hint="cs"/>
          <w:rtl/>
        </w:rPr>
        <w:t xml:space="preserve">؛220: سنن ابن ماجہ باب اجتہاد؛221: مسلم ج </w:t>
      </w:r>
      <w:r w:rsidR="00413EEC" w:rsidRPr="00A54383">
        <w:rPr>
          <w:rFonts w:hint="cs"/>
          <w:rtl/>
        </w:rPr>
        <w:t>1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373</w:t>
      </w:r>
      <w:r w:rsidRPr="00A54383">
        <w:rPr>
          <w:rFonts w:hint="cs"/>
          <w:rtl/>
        </w:rPr>
        <w:t>؛ 222: فتح البار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5</w:t>
      </w:r>
      <w:r w:rsidRPr="00A54383">
        <w:rPr>
          <w:rFonts w:hint="cs"/>
          <w:rtl/>
        </w:rPr>
        <w:t xml:space="preserve"> ص </w:t>
      </w:r>
      <w:r w:rsidR="00413EEC" w:rsidRPr="00A54383">
        <w:rPr>
          <w:rFonts w:hint="cs"/>
          <w:rtl/>
        </w:rPr>
        <w:t>362</w:t>
      </w:r>
      <w:r w:rsidRPr="00A54383">
        <w:rPr>
          <w:rFonts w:hint="cs"/>
          <w:rtl/>
        </w:rPr>
        <w:t>؛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>223: معامرات الامتاجر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بد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ص</w:t>
      </w:r>
      <w:r w:rsidR="00413EEC" w:rsidRPr="00A54383">
        <w:rPr>
          <w:rFonts w:hint="cs"/>
          <w:rtl/>
        </w:rPr>
        <w:t>29</w:t>
      </w:r>
      <w:r w:rsidRPr="00A54383">
        <w:rPr>
          <w:rFonts w:hint="cs"/>
          <w:rtl/>
        </w:rPr>
        <w:t>؛ 224: لا اکون مع صادق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ڈاکٹر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سماو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ص</w:t>
      </w:r>
      <w:r w:rsidR="00413EEC" w:rsidRPr="00A54383">
        <w:rPr>
          <w:rFonts w:hint="cs"/>
          <w:rtl/>
        </w:rPr>
        <w:t>196</w:t>
      </w:r>
      <w:r w:rsidRPr="00A54383">
        <w:rPr>
          <w:rFonts w:hint="cs"/>
          <w:rtl/>
        </w:rPr>
        <w:t>؛225: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6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390</w:t>
      </w:r>
      <w:r w:rsidRPr="00A54383">
        <w:rPr>
          <w:rFonts w:hint="cs"/>
          <w:rtl/>
        </w:rPr>
        <w:t>؛226: تفس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ابن کث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ر،القرطب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</w:t>
      </w:r>
      <w:r w:rsidRPr="007A0ACC">
        <w:rPr>
          <w:rtl/>
        </w:rPr>
        <w:t xml:space="preserve"> در المنثور؛227: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9</w:t>
      </w:r>
      <w:r w:rsidRPr="00A54383">
        <w:rPr>
          <w:rFonts w:hint="cs"/>
          <w:rtl/>
        </w:rPr>
        <w:t xml:space="preserve"> ص</w:t>
      </w:r>
      <w:r w:rsidR="00413EEC" w:rsidRPr="00A54383">
        <w:rPr>
          <w:rFonts w:hint="cs"/>
          <w:rtl/>
        </w:rPr>
        <w:t>166</w:t>
      </w:r>
      <w:r w:rsidRPr="00A54383">
        <w:rPr>
          <w:rFonts w:hint="cs"/>
          <w:rtl/>
        </w:rPr>
        <w:t>؛ 228: ج</w:t>
      </w:r>
      <w:r w:rsidR="00413EEC" w:rsidRPr="00A54383">
        <w:rPr>
          <w:rFonts w:hint="cs"/>
          <w:rtl/>
        </w:rPr>
        <w:t>2</w:t>
      </w:r>
      <w:r w:rsidRPr="00A54383">
        <w:rPr>
          <w:rFonts w:hint="cs"/>
          <w:rtl/>
        </w:rPr>
        <w:t xml:space="preserve"> ص </w:t>
      </w:r>
      <w:r w:rsidR="00413EEC" w:rsidRPr="00A54383">
        <w:rPr>
          <w:rFonts w:hint="cs"/>
          <w:rtl/>
        </w:rPr>
        <w:t>66</w:t>
      </w:r>
      <w:r w:rsidRPr="00A54383">
        <w:rPr>
          <w:rFonts w:hint="cs"/>
          <w:rtl/>
        </w:rPr>
        <w:t>؛229: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ضاََ</w:t>
      </w:r>
      <w:r w:rsidRPr="007A0ACC">
        <w:rPr>
          <w:rtl/>
        </w:rPr>
        <w:t xml:space="preserve"> ج</w:t>
      </w:r>
      <w:r w:rsidR="00413EEC" w:rsidRPr="00A54383">
        <w:rPr>
          <w:rFonts w:hint="cs"/>
          <w:rtl/>
        </w:rPr>
        <w:t>9</w:t>
      </w:r>
      <w:r w:rsidRPr="00A54383">
        <w:rPr>
          <w:rFonts w:hint="cs"/>
          <w:rtl/>
        </w:rPr>
        <w:t xml:space="preserve"> ص 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89</w:t>
      </w:r>
      <w:r w:rsidRPr="00A54383">
        <w:rPr>
          <w:rFonts w:hint="cs"/>
          <w:rtl/>
        </w:rPr>
        <w:t>؛ 230: ابوبکر راز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مختار الا صحاح ص </w:t>
      </w:r>
      <w:r w:rsidR="00413EEC" w:rsidRPr="00A54383">
        <w:rPr>
          <w:rFonts w:hint="cs"/>
          <w:rtl/>
        </w:rPr>
        <w:t>282</w:t>
      </w:r>
      <w:r w:rsidRPr="00A54383">
        <w:rPr>
          <w:rFonts w:hint="cs"/>
          <w:rtl/>
        </w:rPr>
        <w:t>؛231: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 </w:t>
      </w:r>
      <w:r w:rsidR="00413EEC" w:rsidRPr="00A54383">
        <w:rPr>
          <w:rFonts w:hint="cs"/>
          <w:rtl/>
        </w:rPr>
        <w:t>9</w:t>
      </w:r>
      <w:r w:rsidRPr="00A54383">
        <w:rPr>
          <w:rFonts w:hint="cs"/>
          <w:rtl/>
        </w:rPr>
        <w:t xml:space="preserve"> ص </w:t>
      </w:r>
      <w:r w:rsidR="00413EEC" w:rsidRPr="00A54383">
        <w:rPr>
          <w:rFonts w:hint="cs"/>
          <w:rtl/>
        </w:rPr>
        <w:t>159</w:t>
      </w:r>
      <w:r w:rsidRPr="00A54383">
        <w:rPr>
          <w:rFonts w:hint="cs"/>
          <w:rtl/>
        </w:rPr>
        <w:t xml:space="preserve">؛ 232: سنن ابن ماجہ ج </w:t>
      </w:r>
      <w:r w:rsidR="00413EEC" w:rsidRPr="00A54383">
        <w:rPr>
          <w:rFonts w:hint="cs"/>
          <w:rtl/>
        </w:rPr>
        <w:t>2</w:t>
      </w:r>
      <w:r w:rsidRPr="00A54383">
        <w:rPr>
          <w:rFonts w:hint="cs"/>
          <w:rtl/>
        </w:rPr>
        <w:t xml:space="preserve"> 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نمبر 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082</w:t>
      </w:r>
      <w:r w:rsidRPr="00A54383">
        <w:rPr>
          <w:rFonts w:hint="cs"/>
          <w:rtl/>
        </w:rPr>
        <w:t xml:space="preserve">، </w:t>
      </w:r>
      <w:r w:rsidR="00A54383"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087</w:t>
      </w:r>
      <w:r w:rsidRPr="00A54383">
        <w:rPr>
          <w:rFonts w:hint="cs"/>
          <w:rtl/>
        </w:rPr>
        <w:t>، تار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طبر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۔ </w:t>
      </w:r>
      <w:r w:rsidRPr="007A0ACC">
        <w:rPr>
          <w:rtl/>
        </w:rPr>
        <w:tab/>
      </w:r>
    </w:p>
    <w:p w:rsidR="00A221FF" w:rsidRDefault="00A221FF" w:rsidP="007317F7">
      <w:pPr>
        <w:pStyle w:val="libNormal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9C4748" w:rsidP="00335727">
      <w:pPr>
        <w:pStyle w:val="Heading2Center"/>
        <w:rPr>
          <w:rtl/>
        </w:rPr>
      </w:pPr>
      <w:bookmarkStart w:id="44" w:name="_Toc447620032"/>
      <w:r w:rsidRPr="007A0ACC">
        <w:rPr>
          <w:rFonts w:hint="eastAsia"/>
          <w:rtl/>
        </w:rPr>
        <w:t>ضم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مہ</w:t>
      </w:r>
      <w:r w:rsidRPr="007A0ACC">
        <w:rPr>
          <w:rtl/>
        </w:rPr>
        <w:t xml:space="preserve"> مترجم</w:t>
      </w:r>
      <w:bookmarkEnd w:id="44"/>
    </w:p>
    <w:p w:rsidR="00A221FF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  چونکہ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،د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اسلام کا جوہر ہے تو جن دانشوروں نے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وجہ سے اسکا مطالعہ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کہ اس کتاب کے مصنف ڈاکٹر اسد وح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قاسم فلسط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تو انہوں نے گہرے مطالعہ سے 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قت</w:t>
      </w:r>
      <w:r w:rsidRPr="007A0ACC">
        <w:rPr>
          <w:rtl/>
        </w:rPr>
        <w:t xml:space="preserve"> تک رسائ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اعلان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کہ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اصل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اسلام ہے اور اسلام کا نام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ہے ۔م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ڈاکٹر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ٹ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سند رکھنے والے دوست نے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مجھ سے مباحثہ کے بعد تار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اسلام اور 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کے عقائد و اعمال کا کاف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مطالعہ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دو سال کے بعد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رائے کا اظہار ان الفاظ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</w:t>
      </w:r>
      <w:r w:rsidRPr="007A0ACC">
        <w:rPr>
          <w:rtl/>
        </w:rPr>
        <w:t>''  اگر ہم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اسلام کا نام اہل حد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رکھ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ں،اہلسنت</w:t>
      </w:r>
      <w:r w:rsidRPr="007A0ACC">
        <w:rPr>
          <w:rtl/>
        </w:rPr>
        <w:t xml:space="preserve"> رکھ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اور کچھ ،مگر 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قت</w:t>
      </w:r>
      <w:r w:rsidRPr="007A0ACC">
        <w:rPr>
          <w:rtl/>
        </w:rPr>
        <w:t xml:space="preserve"> تو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ہے کہ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سب کچھ ہے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کہ قرآن، احاد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ث</w:t>
      </w:r>
      <w:r w:rsidRPr="007A0ACC">
        <w:rPr>
          <w:rtl/>
        </w:rPr>
        <w:t xml:space="preserve"> اور سنت نبو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کے 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روکار</w:t>
      </w:r>
      <w:r w:rsidRPr="007A0ACC">
        <w:rPr>
          <w:rtl/>
        </w:rPr>
        <w:t xml:space="preserve"> صرف اور صرف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''۔اسطرح وہ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عان</w:t>
      </w:r>
      <w:r w:rsidRPr="007A0ACC">
        <w:rPr>
          <w:rtl/>
        </w:rPr>
        <w:t xml:space="preserve"> اہلب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شامل ہوگ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>۔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سا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نہ ہو؟ !اس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خوش خبر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اللہ کے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نے ان الفاظ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ہے،'' اے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تم اور تمہارے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کام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اب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''۔دن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کا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علاقہ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 جہاں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نے اپنے وجود کا اظہار اور مثبت دلائل سے اکثر قار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کو اپن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خوشبو سے معطر نہ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ہو۔جرمن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1985ء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پندرہ سو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تھے اور آج ساڑے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لاکھ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وگنڈا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اُس وقت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تھا اور آج دو ہزار سے 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ادہ</w:t>
      </w:r>
      <w:r w:rsidRPr="007A0ACC">
        <w:rPr>
          <w:rtl/>
        </w:rPr>
        <w:t>۔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سلسلہ اب رکنے والا نہ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ہے۔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ونکہ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کے دشمنوں کے چہروںسے منافقت کا نقاب بوس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دہ</w:t>
      </w:r>
      <w:r w:rsidRPr="007A0ACC">
        <w:rPr>
          <w:rtl/>
        </w:rPr>
        <w:t xml:space="preserve"> ہوکر تار تار ہوگ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ہے۔ انقلاب اسلام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ران</w:t>
      </w:r>
      <w:r w:rsidRPr="007A0ACC">
        <w:rPr>
          <w:rtl/>
        </w:rPr>
        <w:t xml:space="preserve"> کے رہنما عارف باللہ رہبر کب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رامام</w:t>
      </w:r>
      <w:r w:rsidRPr="007A0ACC">
        <w:rPr>
          <w:rtl/>
        </w:rPr>
        <w:t xml:space="preserve"> خم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اسلام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اصولوں پر مبن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قاعدانہ صلاح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اور عرفان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ادت</w:t>
      </w:r>
      <w:r w:rsidRPr="007A0ACC">
        <w:rPr>
          <w:rtl/>
        </w:rPr>
        <w:t xml:space="preserve"> نے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کو دن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کے سامنے م</w:t>
      </w:r>
      <w:r w:rsidRPr="007A0ACC">
        <w:rPr>
          <w:rFonts w:hint="eastAsia"/>
          <w:rtl/>
        </w:rPr>
        <w:t>نفرد</w:t>
      </w:r>
      <w:r w:rsidRPr="007A0ACC">
        <w:rPr>
          <w:rtl/>
        </w:rPr>
        <w:t xml:space="preserve"> انداز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ش</w:t>
      </w:r>
      <w:r w:rsidRPr="007A0ACC">
        <w:rPr>
          <w:rtl/>
        </w:rPr>
        <w:t xml:space="preserve"> کرکے  منتشر اذہان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لئے مشعل راہ روشن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جس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وجہ سے تقر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باََ</w:t>
      </w:r>
      <w:r w:rsidRPr="007A0ACC">
        <w:rPr>
          <w:rtl/>
        </w:rPr>
        <w:t xml:space="preserve"> پچاس لاکھ لوگوں نے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انقلاب سے آج تک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قبول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اور کر رہے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ان لوگوں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کے خلاف کتاب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لکھنے والا  اور 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اض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ورسٹ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سعود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عرب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اٹھارہ سال  تک تعل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حا</w:t>
      </w:r>
      <w:r w:rsidRPr="007A0ACC">
        <w:rPr>
          <w:rFonts w:hint="eastAsia"/>
          <w:rtl/>
        </w:rPr>
        <w:t>صل</w:t>
      </w:r>
      <w:r w:rsidRPr="007A0ACC">
        <w:rPr>
          <w:rtl/>
        </w:rPr>
        <w:t xml:space="preserve"> کرنے والاکٹر وہاب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ڈاکٹر عصام العماد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، سعود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حکمران شاہ فہد کا ذات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ڈاکٹر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</w:t>
      </w:r>
      <w:r w:rsidRPr="007A0ACC">
        <w:rPr>
          <w:rtl/>
        </w:rPr>
        <w:t xml:space="preserve"> سعود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سرکار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ہوم منسٹر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کے مش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چانسلر دمرداش ذک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عکال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کے وہاب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عالم و مبلغ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عبداللہ ناصر،</w:t>
      </w:r>
    </w:p>
    <w:p w:rsidR="00A221FF" w:rsidRDefault="00A221FF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A221FF" w:rsidRDefault="00A221FF" w:rsidP="009C4748">
      <w:pPr>
        <w:pStyle w:val="libNormal0"/>
        <w:rPr>
          <w:rtl/>
        </w:rPr>
      </w:pP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مفت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اعظم فرانس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سنکوہ محمد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</w:t>
      </w:r>
      <w:r w:rsidRPr="007A0ACC">
        <w:rPr>
          <w:rtl/>
        </w:rPr>
        <w:t xml:space="preserve">  برصغ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کے مشہور 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</w:t>
      </w:r>
      <w:r w:rsidRPr="007A0ACC">
        <w:rPr>
          <w:rFonts w:hint="eastAsia"/>
          <w:rtl/>
        </w:rPr>
        <w:t>مقلد</w:t>
      </w:r>
      <w:r w:rsidRPr="007A0ACC">
        <w:rPr>
          <w:rtl/>
        </w:rPr>
        <w:t xml:space="preserve"> عالم و شارح صح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ح</w:t>
      </w:r>
      <w:r w:rsidRPr="007A0ACC">
        <w:rPr>
          <w:rtl/>
        </w:rPr>
        <w:t xml:space="preserve"> بخار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علامہ وح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زمان 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در</w:t>
      </w:r>
      <w:r w:rsidRPr="007A0ACC">
        <w:rPr>
          <w:rtl/>
        </w:rPr>
        <w:t xml:space="preserve"> آباد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</w:t>
      </w:r>
      <w:r w:rsidRPr="007A0ACC">
        <w:rPr>
          <w:rtl/>
        </w:rPr>
        <w:t xml:space="preserve"> پاکستان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دشمن سپاہ صحابہ کے کمانڈر مولانا زاہد راشد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</w:t>
      </w:r>
      <w:r w:rsidRPr="007A0ACC">
        <w:rPr>
          <w:rtl/>
        </w:rPr>
        <w:t xml:space="preserve"> مولانا عمران اور دوسرے تمام مسالک کے  ان گنت دانشور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سے</w:t>
      </w:r>
      <w:r w:rsidRPr="007A0ACC">
        <w:rPr>
          <w:rtl/>
        </w:rPr>
        <w:t xml:space="preserve"> خوش قسمت افراد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ک</w:t>
      </w:r>
      <w:r w:rsidRPr="007A0ACC">
        <w:rPr>
          <w:rtl/>
        </w:rPr>
        <w:t xml:space="preserve"> معمول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فہرست اور انکے ہاتھوں مذہب حق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ترجمان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کرنے و</w:t>
      </w:r>
      <w:r w:rsidRPr="007A0ACC">
        <w:rPr>
          <w:rFonts w:hint="eastAsia"/>
          <w:rtl/>
        </w:rPr>
        <w:t>ال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انک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کتاب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حاضر خدمت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</w:t>
      </w:r>
    </w:p>
    <w:p w:rsidR="00A221FF" w:rsidRDefault="00A221FF" w:rsidP="009C4748">
      <w:pPr>
        <w:pStyle w:val="libNormal0"/>
        <w:rPr>
          <w:rtl/>
        </w:rPr>
      </w:pPr>
    </w:p>
    <w:p w:rsidR="009C4748" w:rsidRPr="007A0ACC" w:rsidRDefault="00413EEC" w:rsidP="00806E13">
      <w:pPr>
        <w:pStyle w:val="libNormal0"/>
        <w:rPr>
          <w:rtl/>
        </w:rPr>
      </w:pPr>
      <w:r w:rsidRPr="00A54383">
        <w:rPr>
          <w:rFonts w:hint="cs"/>
          <w:rtl/>
        </w:rPr>
        <w:t>1</w:t>
      </w:r>
      <w:r w:rsidR="009C4748" w:rsidRPr="007A0ACC">
        <w:rPr>
          <w:rFonts w:hint="eastAsia"/>
          <w:rtl/>
        </w:rPr>
        <w:t>نام</w:t>
      </w:r>
      <w:r w:rsidR="009C4748" w:rsidRPr="007A0ACC">
        <w:rPr>
          <w:rtl/>
        </w:rPr>
        <w:t xml:space="preserve"> مؤلف،مصنف،دانشور</w:t>
      </w:r>
      <w:r w:rsidR="00A221FF">
        <w:rPr>
          <w:rFonts w:hint="cs"/>
          <w:rtl/>
        </w:rPr>
        <w:t>---------</w:t>
      </w:r>
      <w:r w:rsidR="009C4748" w:rsidRPr="007A0ACC">
        <w:rPr>
          <w:rFonts w:hint="eastAsia"/>
          <w:rtl/>
        </w:rPr>
        <w:t>ملک</w:t>
      </w:r>
      <w:r w:rsidR="00A221FF">
        <w:rPr>
          <w:rFonts w:hint="cs"/>
          <w:rtl/>
        </w:rPr>
        <w:t>--------------------</w:t>
      </w:r>
      <w:r w:rsidR="009C4748" w:rsidRPr="007A0ACC">
        <w:rPr>
          <w:rFonts w:hint="eastAsia"/>
          <w:rtl/>
        </w:rPr>
        <w:t>نام</w:t>
      </w:r>
      <w:r w:rsidR="009C4748" w:rsidRPr="007A0ACC">
        <w:rPr>
          <w:rtl/>
        </w:rPr>
        <w:t xml:space="preserve"> تصن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فات</w:t>
      </w:r>
      <w:r w:rsidR="009C4748" w:rsidRPr="007A0ACC">
        <w:rPr>
          <w:rtl/>
        </w:rPr>
        <w:t xml:space="preserve"> وتال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فات</w:t>
      </w:r>
    </w:p>
    <w:p w:rsidR="009C4748" w:rsidRPr="007A0ACC" w:rsidRDefault="00413EEC" w:rsidP="00806E13">
      <w:pPr>
        <w:pStyle w:val="libNormal0"/>
        <w:rPr>
          <w:rtl/>
        </w:rPr>
      </w:pPr>
      <w:r w:rsidRPr="00A54383">
        <w:rPr>
          <w:rFonts w:hint="cs"/>
          <w:rtl/>
        </w:rPr>
        <w:t>2</w:t>
      </w:r>
      <w:r w:rsidR="009C4748" w:rsidRPr="007A0ACC">
        <w:rPr>
          <w:rFonts w:hint="eastAsia"/>
          <w:rtl/>
        </w:rPr>
        <w:t>محدث</w:t>
      </w:r>
      <w:r w:rsidR="009C4748" w:rsidRPr="007A0ACC">
        <w:rPr>
          <w:rtl/>
        </w:rPr>
        <w:t xml:space="preserve"> محمد بن مسعود بن ع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اش</w:t>
      </w:r>
      <w:r w:rsidR="00A221FF">
        <w:rPr>
          <w:rFonts w:hint="cs"/>
          <w:rtl/>
        </w:rPr>
        <w:t>------</w:t>
      </w:r>
      <w:r w:rsidR="009C4748" w:rsidRPr="007A0ACC">
        <w:rPr>
          <w:rtl/>
        </w:rPr>
        <w:t xml:space="preserve"> بغداد</w:t>
      </w:r>
      <w:r w:rsidR="00C72995">
        <w:rPr>
          <w:rFonts w:hint="cs"/>
          <w:rtl/>
        </w:rPr>
        <w:t>-----------</w:t>
      </w:r>
      <w:r w:rsidR="009C4748" w:rsidRPr="007A0ACC">
        <w:rPr>
          <w:rFonts w:hint="eastAsia"/>
          <w:rtl/>
        </w:rPr>
        <w:t>تفس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</w:t>
      </w:r>
      <w:r w:rsidR="009C4748" w:rsidRPr="007A0ACC">
        <w:rPr>
          <w:rtl/>
        </w:rPr>
        <w:t xml:space="preserve"> ع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اش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</w:t>
      </w:r>
    </w:p>
    <w:p w:rsidR="009C4748" w:rsidRPr="007A0ACC" w:rsidRDefault="00413EEC" w:rsidP="00806E13">
      <w:pPr>
        <w:pStyle w:val="libNormal0"/>
        <w:rPr>
          <w:rtl/>
        </w:rPr>
      </w:pPr>
      <w:r w:rsidRPr="00A54383">
        <w:rPr>
          <w:rFonts w:hint="cs"/>
          <w:rtl/>
        </w:rPr>
        <w:t>3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محمد ابور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ہ</w:t>
      </w:r>
      <w:r w:rsidR="00806E13">
        <w:rPr>
          <w:rFonts w:hint="cs"/>
          <w:rtl/>
        </w:rPr>
        <w:t>-----------</w:t>
      </w:r>
      <w:r w:rsidR="009C4748" w:rsidRPr="007A0ACC">
        <w:rPr>
          <w:rFonts w:hint="eastAsia"/>
          <w:rtl/>
        </w:rPr>
        <w:t>مصر</w:t>
      </w:r>
      <w:r w:rsidR="00806E13">
        <w:rPr>
          <w:rFonts w:hint="cs"/>
          <w:rtl/>
        </w:rPr>
        <w:t>--------------</w:t>
      </w:r>
      <w:r w:rsidR="009C4748" w:rsidRPr="007A0ACC">
        <w:rPr>
          <w:rtl/>
        </w:rPr>
        <w:t xml:space="preserve"> ابوہر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رہ</w:t>
      </w:r>
      <w:r w:rsidR="009C4748" w:rsidRPr="007A0ACC">
        <w:rPr>
          <w:rtl/>
        </w:rPr>
        <w:t xml:space="preserve"> 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المض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رہ</w:t>
      </w:r>
      <w:r w:rsidR="009C4748" w:rsidRPr="007A0ACC">
        <w:rPr>
          <w:rtl/>
        </w:rPr>
        <w:t xml:space="preserve"> </w:t>
      </w:r>
    </w:p>
    <w:p w:rsidR="009C4748" w:rsidRPr="007A0ACC" w:rsidRDefault="00A54383" w:rsidP="00806E13">
      <w:pPr>
        <w:pStyle w:val="libNormal0"/>
        <w:rPr>
          <w:rtl/>
        </w:rPr>
      </w:pPr>
      <w:r w:rsidRPr="00A54383">
        <w:rPr>
          <w:rFonts w:hint="cs"/>
          <w:rtl/>
          <w:lang w:bidi="ur-PK"/>
        </w:rPr>
        <w:t>4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محمد مرع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الا نطاک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>۔عالم 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806E13">
        <w:rPr>
          <w:rFonts w:hint="cs"/>
          <w:rtl/>
        </w:rPr>
        <w:t>-----------</w:t>
      </w:r>
      <w:r w:rsidR="009C4748" w:rsidRPr="007A0ACC">
        <w:rPr>
          <w:rFonts w:hint="eastAsia"/>
          <w:rtl/>
        </w:rPr>
        <w:t>مصر</w:t>
      </w:r>
      <w:r w:rsidR="00806E13">
        <w:rPr>
          <w:rFonts w:hint="cs"/>
          <w:rtl/>
        </w:rPr>
        <w:t>------------</w:t>
      </w:r>
      <w:r w:rsidR="009C4748" w:rsidRPr="007A0ACC">
        <w:rPr>
          <w:rFonts w:hint="eastAsia"/>
          <w:rtl/>
        </w:rPr>
        <w:t>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ں</w:t>
      </w:r>
      <w:r w:rsidR="009C4748" w:rsidRPr="007A0ACC">
        <w:rPr>
          <w:rtl/>
        </w:rPr>
        <w:t xml:space="preserve"> نے مذہب اہلب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ت</w:t>
      </w:r>
      <w:r w:rsidR="009C4748" w:rsidRPr="007A0ACC">
        <w:rPr>
          <w:rtl/>
        </w:rPr>
        <w:t xml:space="preserve"> ک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وں</w:t>
      </w:r>
      <w:r w:rsidR="009C4748" w:rsidRPr="007A0ACC">
        <w:rPr>
          <w:rtl/>
        </w:rPr>
        <w:t xml:space="preserve"> قبول ک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</w:t>
      </w:r>
    </w:p>
    <w:p w:rsidR="009C4748" w:rsidRPr="007A0ACC" w:rsidRDefault="00413EEC" w:rsidP="00806E13">
      <w:pPr>
        <w:pStyle w:val="libNormal0"/>
        <w:rPr>
          <w:rtl/>
        </w:rPr>
      </w:pPr>
      <w:r w:rsidRPr="00A54383">
        <w:rPr>
          <w:rFonts w:hint="cs"/>
          <w:rtl/>
        </w:rPr>
        <w:t>5</w:t>
      </w:r>
      <w:r w:rsidR="00806E13">
        <w:rPr>
          <w:rFonts w:hint="cs"/>
          <w:rtl/>
        </w:rPr>
        <w:t>-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احمد ام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الا نطا ک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>۔پروف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سر</w:t>
      </w:r>
      <w:r w:rsidR="00806E13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مصر</w:t>
      </w:r>
      <w:r w:rsidR="00806E13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ں</w:t>
      </w:r>
      <w:r w:rsidR="009C4748" w:rsidRPr="007A0ACC">
        <w:rPr>
          <w:rtl/>
        </w:rPr>
        <w:t xml:space="preserve"> ک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وں</w:t>
      </w:r>
      <w:r w:rsidR="009C4748" w:rsidRPr="007A0ACC">
        <w:rPr>
          <w:rtl/>
        </w:rPr>
        <w:t xml:space="preserve"> 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عہ</w:t>
      </w:r>
      <w:r w:rsidR="009C4748" w:rsidRPr="007A0ACC">
        <w:rPr>
          <w:rtl/>
        </w:rPr>
        <w:t xml:space="preserve"> ہوا</w:t>
      </w:r>
    </w:p>
    <w:p w:rsidR="009C4748" w:rsidRPr="007A0ACC" w:rsidRDefault="00413EEC" w:rsidP="00806E13">
      <w:pPr>
        <w:pStyle w:val="libNormal0"/>
        <w:rPr>
          <w:rtl/>
        </w:rPr>
      </w:pPr>
      <w:r w:rsidRPr="00A54383">
        <w:rPr>
          <w:rFonts w:hint="cs"/>
          <w:rtl/>
        </w:rPr>
        <w:t>6</w:t>
      </w:r>
      <w:r w:rsidR="009C4748" w:rsidRPr="007A0ACC">
        <w:rPr>
          <w:rtl/>
        </w:rPr>
        <w:t xml:space="preserve"> الش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سع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9C4748" w:rsidRPr="007A0ACC">
        <w:rPr>
          <w:rtl/>
        </w:rPr>
        <w:t xml:space="preserve"> ا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وب</w:t>
      </w:r>
      <w:r w:rsidR="009C4748" w:rsidRPr="007A0ACC">
        <w:rPr>
          <w:rtl/>
        </w:rPr>
        <w:t>۔عالم 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806E13">
        <w:rPr>
          <w:rFonts w:hint="cs"/>
          <w:rtl/>
        </w:rPr>
        <w:t>----------------</w:t>
      </w:r>
      <w:r w:rsidR="009C4748" w:rsidRPr="007A0ACC">
        <w:rPr>
          <w:rFonts w:hint="eastAsia"/>
          <w:rtl/>
        </w:rPr>
        <w:t>مصر</w:t>
      </w:r>
      <w:r w:rsidR="00806E13">
        <w:rPr>
          <w:rFonts w:hint="cs"/>
          <w:rtl/>
        </w:rPr>
        <w:t>-------------</w:t>
      </w:r>
      <w:r w:rsidR="009C4748" w:rsidRPr="007A0ACC">
        <w:rPr>
          <w:rtl/>
        </w:rPr>
        <w:t xml:space="preserve"> معالم  الفتن </w:t>
      </w:r>
      <w:r w:rsidRPr="00A54383">
        <w:rPr>
          <w:rFonts w:hint="cs"/>
          <w:rtl/>
        </w:rPr>
        <w:t>2</w:t>
      </w:r>
      <w:r w:rsidR="009C4748" w:rsidRPr="00A54383">
        <w:rPr>
          <w:rFonts w:hint="cs"/>
          <w:rtl/>
        </w:rPr>
        <w:t xml:space="preserve"> جلد</w:t>
      </w:r>
    </w:p>
    <w:p w:rsidR="009C4748" w:rsidRPr="007A0ACC" w:rsidRDefault="00413EEC" w:rsidP="00806E13">
      <w:pPr>
        <w:pStyle w:val="libNormal0"/>
        <w:rPr>
          <w:rtl/>
        </w:rPr>
      </w:pPr>
      <w:r w:rsidRPr="00A54383">
        <w:rPr>
          <w:rFonts w:hint="cs"/>
          <w:rtl/>
        </w:rPr>
        <w:t>7</w:t>
      </w:r>
      <w:r w:rsidR="009C4748" w:rsidRPr="007A0ACC">
        <w:rPr>
          <w:rFonts w:hint="eastAsia"/>
          <w:rtl/>
        </w:rPr>
        <w:t>ڈاکٹرمحمد</w:t>
      </w:r>
      <w:r w:rsidR="009C4748" w:rsidRPr="007A0ACC">
        <w:rPr>
          <w:rtl/>
        </w:rPr>
        <w:t xml:space="preserve"> ب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وم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مہران۔پروف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سر</w:t>
      </w:r>
      <w:r w:rsidR="00806E13">
        <w:rPr>
          <w:rFonts w:hint="cs"/>
          <w:rtl/>
        </w:rPr>
        <w:t>---------------</w:t>
      </w:r>
      <w:r w:rsidR="009C4748" w:rsidRPr="007A0ACC">
        <w:rPr>
          <w:rFonts w:hint="eastAsia"/>
          <w:rtl/>
        </w:rPr>
        <w:t>مصر</w:t>
      </w:r>
      <w:r w:rsidR="00806E13">
        <w:rPr>
          <w:rFonts w:hint="cs"/>
          <w:rtl/>
        </w:rPr>
        <w:t>------------------</w:t>
      </w:r>
      <w:r w:rsidRPr="00A54383">
        <w:rPr>
          <w:rFonts w:hint="cs"/>
          <w:rtl/>
        </w:rPr>
        <w:t>60</w:t>
      </w:r>
      <w:r w:rsidR="009C4748" w:rsidRPr="00A54383">
        <w:rPr>
          <w:rFonts w:hint="cs"/>
          <w:rtl/>
        </w:rPr>
        <w:t xml:space="preserve"> تصان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ف</w:t>
      </w:r>
      <w:r w:rsidR="009C4748" w:rsidRPr="007A0ACC">
        <w:rPr>
          <w:rtl/>
        </w:rPr>
        <w:t>(</w:t>
      </w:r>
      <w:r w:rsidRPr="00A54383">
        <w:rPr>
          <w:rFonts w:hint="cs"/>
          <w:rtl/>
        </w:rPr>
        <w:t>1</w:t>
      </w:r>
      <w:r w:rsidR="009C4748" w:rsidRPr="00A54383">
        <w:rPr>
          <w:rFonts w:hint="cs"/>
          <w:rtl/>
        </w:rPr>
        <w:t>)امامت اور اہلب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ت</w:t>
      </w:r>
      <w:r w:rsidR="009C4748" w:rsidRPr="007A0ACC">
        <w:rPr>
          <w:rtl/>
        </w:rPr>
        <w:t xml:space="preserve"> </w:t>
      </w:r>
    </w:p>
    <w:p w:rsidR="009C4748" w:rsidRPr="007A0ACC" w:rsidRDefault="00413EEC" w:rsidP="00806E13">
      <w:pPr>
        <w:pStyle w:val="libNormal0"/>
        <w:rPr>
          <w:rtl/>
        </w:rPr>
      </w:pPr>
      <w:r w:rsidRPr="00A54383">
        <w:rPr>
          <w:rFonts w:hint="cs"/>
          <w:rtl/>
        </w:rPr>
        <w:t>8</w:t>
      </w:r>
      <w:r w:rsidR="009C4748" w:rsidRPr="007A0ACC">
        <w:rPr>
          <w:rFonts w:hint="eastAsia"/>
          <w:rtl/>
        </w:rPr>
        <w:t>الکاتب</w:t>
      </w:r>
      <w:r w:rsidR="009C4748" w:rsidRPr="007A0ACC">
        <w:rPr>
          <w:rtl/>
        </w:rPr>
        <w:t xml:space="preserve"> محمدعبدلحف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ظ</w:t>
      </w:r>
      <w:r w:rsidR="00806E13">
        <w:rPr>
          <w:rFonts w:hint="cs"/>
          <w:rtl/>
        </w:rPr>
        <w:t>----------------------</w:t>
      </w:r>
      <w:r w:rsidR="009C4748" w:rsidRPr="007A0ACC">
        <w:rPr>
          <w:rFonts w:hint="eastAsia"/>
          <w:rtl/>
        </w:rPr>
        <w:t>مصر</w:t>
      </w:r>
      <w:r w:rsidR="00806E13">
        <w:rPr>
          <w:rFonts w:hint="cs"/>
          <w:rtl/>
        </w:rPr>
        <w:t>---------------</w:t>
      </w:r>
      <w:r w:rsidR="009C4748" w:rsidRPr="007A0ACC">
        <w:rPr>
          <w:rFonts w:hint="eastAsia"/>
          <w:rtl/>
        </w:rPr>
        <w:t>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ںجعفر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 ک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وں</w:t>
      </w:r>
      <w:r w:rsidR="009C4748" w:rsidRPr="007A0ACC">
        <w:rPr>
          <w:rtl/>
        </w:rPr>
        <w:t xml:space="preserve"> ہوا</w:t>
      </w:r>
    </w:p>
    <w:p w:rsidR="009C4748" w:rsidRPr="007A0ACC" w:rsidRDefault="00413EEC" w:rsidP="00806E13">
      <w:pPr>
        <w:pStyle w:val="libNormal0"/>
        <w:rPr>
          <w:rtl/>
        </w:rPr>
      </w:pPr>
      <w:r w:rsidRPr="00A54383">
        <w:rPr>
          <w:rFonts w:hint="cs"/>
          <w:rtl/>
        </w:rPr>
        <w:t>9</w:t>
      </w:r>
      <w:r w:rsidR="009C4748" w:rsidRPr="007A0ACC">
        <w:rPr>
          <w:rtl/>
        </w:rPr>
        <w:t xml:space="preserve"> ڈاکٹر احمد راسم النف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س</w:t>
      </w:r>
      <w:r w:rsidR="009C4748" w:rsidRPr="007A0ACC">
        <w:rPr>
          <w:rtl/>
        </w:rPr>
        <w:t xml:space="preserve"> ۔پروف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سر</w:t>
      </w:r>
      <w:r w:rsidR="00806E13">
        <w:rPr>
          <w:rFonts w:hint="cs"/>
          <w:rtl/>
        </w:rPr>
        <w:t>---------</w:t>
      </w:r>
      <w:r w:rsidR="009C4748" w:rsidRPr="007A0ACC">
        <w:rPr>
          <w:rFonts w:hint="eastAsia"/>
          <w:rtl/>
        </w:rPr>
        <w:t>مصر</w:t>
      </w:r>
      <w:r w:rsidR="00806E13">
        <w:rPr>
          <w:rFonts w:hint="cs"/>
          <w:rtl/>
        </w:rPr>
        <w:t>----------------</w:t>
      </w:r>
      <w:r w:rsidR="009C4748" w:rsidRPr="007A0ACC">
        <w:rPr>
          <w:rFonts w:hint="eastAsia"/>
          <w:rtl/>
        </w:rPr>
        <w:t>طر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ق</w:t>
      </w:r>
      <w:r w:rsidR="009C4748" w:rsidRPr="007A0ACC">
        <w:rPr>
          <w:rtl/>
        </w:rPr>
        <w:t xml:space="preserve"> مذہب اہلب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ت</w:t>
      </w:r>
    </w:p>
    <w:p w:rsidR="009C4748" w:rsidRPr="007A0ACC" w:rsidRDefault="00413EEC" w:rsidP="00806E13">
      <w:pPr>
        <w:pStyle w:val="libNormal0"/>
        <w:rPr>
          <w:rtl/>
        </w:rPr>
      </w:pPr>
      <w:r w:rsidRPr="00A54383">
        <w:rPr>
          <w:rFonts w:hint="cs"/>
          <w:rtl/>
        </w:rPr>
        <w:t>10</w:t>
      </w:r>
      <w:r w:rsidR="009C4748" w:rsidRPr="007A0ACC">
        <w:rPr>
          <w:rFonts w:hint="eastAsia"/>
          <w:rtl/>
        </w:rPr>
        <w:t>الاستاد</w:t>
      </w:r>
      <w:r w:rsidR="009C4748" w:rsidRPr="007A0ACC">
        <w:rPr>
          <w:rtl/>
        </w:rPr>
        <w:t xml:space="preserve"> محمد الکث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۔پروف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سر</w:t>
      </w:r>
      <w:r w:rsidR="00806E13">
        <w:rPr>
          <w:rFonts w:hint="cs"/>
          <w:rtl/>
        </w:rPr>
        <w:t>---------------</w:t>
      </w:r>
      <w:r w:rsidR="009C4748" w:rsidRPr="007A0ACC">
        <w:rPr>
          <w:rFonts w:hint="eastAsia"/>
          <w:rtl/>
        </w:rPr>
        <w:t>مصر</w:t>
      </w:r>
      <w:r w:rsidR="00806E13">
        <w:rPr>
          <w:rFonts w:hint="cs"/>
          <w:rtl/>
        </w:rPr>
        <w:t>------------</w:t>
      </w:r>
      <w:r w:rsidR="009C4748" w:rsidRPr="007A0ACC">
        <w:rPr>
          <w:rtl/>
        </w:rPr>
        <w:t xml:space="preserve"> اہلسنت اور امام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ہ</w:t>
      </w:r>
      <w:r w:rsidR="009C4748" w:rsidRPr="007A0ACC">
        <w:rPr>
          <w:rtl/>
        </w:rPr>
        <w:t xml:space="preserve"> 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ں</w:t>
      </w:r>
      <w:r w:rsidR="009C4748" w:rsidRPr="007A0ACC">
        <w:rPr>
          <w:rtl/>
        </w:rPr>
        <w:t xml:space="preserve"> فرق</w:t>
      </w:r>
    </w:p>
    <w:p w:rsidR="009C4748" w:rsidRPr="007A0ACC" w:rsidRDefault="00413EEC" w:rsidP="00806E13">
      <w:pPr>
        <w:pStyle w:val="libNormal0"/>
        <w:rPr>
          <w:rtl/>
        </w:rPr>
      </w:pPr>
      <w:r w:rsidRPr="00A54383">
        <w:rPr>
          <w:rFonts w:hint="cs"/>
          <w:rtl/>
        </w:rPr>
        <w:t>11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سل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م</w:t>
      </w:r>
      <w:r w:rsidR="009C4748" w:rsidRPr="007A0ACC">
        <w:rPr>
          <w:rtl/>
        </w:rPr>
        <w:t xml:space="preserve"> البشر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استاد  اور انچارج جامعتہ الازہر</w:t>
      </w:r>
      <w:r w:rsidR="00806E13">
        <w:rPr>
          <w:rFonts w:hint="cs"/>
          <w:rtl/>
        </w:rPr>
        <w:t>------------</w:t>
      </w:r>
      <w:r w:rsidR="009C4748" w:rsidRPr="007A0ACC">
        <w:rPr>
          <w:rFonts w:hint="eastAsia"/>
          <w:rtl/>
        </w:rPr>
        <w:t>مصر</w:t>
      </w:r>
      <w:r w:rsidR="00806E13">
        <w:rPr>
          <w:rFonts w:hint="cs"/>
          <w:rtl/>
        </w:rPr>
        <w:t>------------</w:t>
      </w:r>
      <w:r w:rsidR="009C4748" w:rsidRPr="007A0ACC">
        <w:rPr>
          <w:rFonts w:hint="eastAsia"/>
          <w:rtl/>
        </w:rPr>
        <w:t>مکتوب</w:t>
      </w:r>
      <w:r w:rsidR="009C4748" w:rsidRPr="007A0ACC">
        <w:rPr>
          <w:rtl/>
        </w:rPr>
        <w:t xml:space="preserve"> نمبر</w:t>
      </w:r>
      <w:r w:rsidRPr="00A54383">
        <w:rPr>
          <w:rFonts w:hint="cs"/>
          <w:rtl/>
        </w:rPr>
        <w:t>56</w:t>
      </w:r>
      <w:r w:rsidR="009C4748" w:rsidRPr="00A54383">
        <w:rPr>
          <w:rFonts w:hint="cs"/>
          <w:rtl/>
        </w:rPr>
        <w:t xml:space="preserve"> در کتاب 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حق  ص</w:t>
      </w:r>
      <w:r w:rsidRPr="00A54383">
        <w:rPr>
          <w:rFonts w:hint="cs"/>
          <w:rtl/>
        </w:rPr>
        <w:t>636</w:t>
      </w:r>
    </w:p>
    <w:p w:rsidR="009C4748" w:rsidRPr="007A0ACC" w:rsidRDefault="00413EEC" w:rsidP="00806E13">
      <w:pPr>
        <w:pStyle w:val="libNormal0"/>
        <w:rPr>
          <w:rtl/>
        </w:rPr>
      </w:pPr>
      <w:r w:rsidRPr="00A54383">
        <w:rPr>
          <w:rFonts w:hint="cs"/>
          <w:rtl/>
        </w:rPr>
        <w:t>12</w:t>
      </w:r>
      <w:r w:rsidR="009C4748" w:rsidRPr="007A0ACC">
        <w:rPr>
          <w:rFonts w:hint="eastAsia"/>
          <w:rtl/>
        </w:rPr>
        <w:t>استاد</w:t>
      </w:r>
      <w:r w:rsidR="009C4748" w:rsidRPr="007A0ACC">
        <w:rPr>
          <w:rtl/>
        </w:rPr>
        <w:t xml:space="preserve"> عثمان جاسم</w:t>
      </w:r>
      <w:r w:rsidR="00806E13">
        <w:rPr>
          <w:rFonts w:hint="cs"/>
          <w:rtl/>
        </w:rPr>
        <w:t>---------------</w:t>
      </w:r>
      <w:r w:rsidR="009C4748" w:rsidRPr="007A0ACC">
        <w:rPr>
          <w:rFonts w:hint="eastAsia"/>
          <w:rtl/>
        </w:rPr>
        <w:t>القطوز</w:t>
      </w:r>
      <w:r w:rsidR="009C4748" w:rsidRPr="007A0ACC">
        <w:rPr>
          <w:rtl/>
        </w:rPr>
        <w:t xml:space="preserve"> الدان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تہ</w:t>
      </w:r>
      <w:r w:rsidR="009C4748" w:rsidRPr="007A0ACC">
        <w:rPr>
          <w:rtl/>
        </w:rPr>
        <w:t xml:space="preserve"> المسائل الثمان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ہ</w:t>
      </w:r>
    </w:p>
    <w:p w:rsidR="009C4748" w:rsidRPr="007A0ACC" w:rsidRDefault="00413EEC" w:rsidP="00806E13">
      <w:pPr>
        <w:pStyle w:val="libNormal0"/>
        <w:rPr>
          <w:rtl/>
        </w:rPr>
      </w:pPr>
      <w:r w:rsidRPr="00A54383">
        <w:rPr>
          <w:rFonts w:hint="cs"/>
          <w:rtl/>
        </w:rPr>
        <w:t>13</w:t>
      </w:r>
      <w:r w:rsidR="009C4748" w:rsidRPr="007A0ACC">
        <w:rPr>
          <w:rFonts w:hint="eastAsia"/>
          <w:rtl/>
        </w:rPr>
        <w:t>استاد</w:t>
      </w:r>
      <w:r w:rsidR="009C4748" w:rsidRPr="007A0ACC">
        <w:rPr>
          <w:rtl/>
        </w:rPr>
        <w:t xml:space="preserve"> موس</w:t>
      </w:r>
      <w:r w:rsidR="009C4748" w:rsidRPr="007A0ACC">
        <w:rPr>
          <w:rFonts w:hint="cs"/>
          <w:rtl/>
        </w:rPr>
        <w:t>یٰ</w:t>
      </w:r>
      <w:r w:rsidR="009C4748" w:rsidRPr="007A0ACC">
        <w:rPr>
          <w:rtl/>
        </w:rPr>
        <w:t xml:space="preserve"> صالح</w:t>
      </w:r>
      <w:r w:rsidR="00806E13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فواطر</w:t>
      </w:r>
      <w:r w:rsidR="009C4748" w:rsidRPr="007A0ACC">
        <w:rPr>
          <w:rtl/>
        </w:rPr>
        <w:t xml:space="preserve"> ومشاہدات ح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ہ</w:t>
      </w:r>
    </w:p>
    <w:p w:rsidR="00806E13" w:rsidRDefault="00806E13" w:rsidP="007317F7">
      <w:pPr>
        <w:pStyle w:val="libNormal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413EEC" w:rsidP="00806E13">
      <w:pPr>
        <w:pStyle w:val="libNormal0"/>
        <w:rPr>
          <w:rtl/>
        </w:rPr>
      </w:pPr>
      <w:r w:rsidRPr="00A54383">
        <w:rPr>
          <w:rFonts w:hint="cs"/>
          <w:rtl/>
        </w:rPr>
        <w:t>1</w:t>
      </w:r>
      <w:r w:rsidR="00A54383" w:rsidRPr="00A54383">
        <w:rPr>
          <w:rFonts w:hint="cs"/>
          <w:rtl/>
          <w:lang w:bidi="ur-PK"/>
        </w:rPr>
        <w:t>4</w:t>
      </w:r>
      <w:r w:rsidR="009C4748" w:rsidRPr="007A0ACC">
        <w:rPr>
          <w:rFonts w:hint="eastAsia"/>
          <w:rtl/>
        </w:rPr>
        <w:t>ڈاکٹر</w:t>
      </w:r>
      <w:r w:rsidR="009C4748" w:rsidRPr="007A0ACC">
        <w:rPr>
          <w:rtl/>
        </w:rPr>
        <w:t xml:space="preserve"> قد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</w:t>
      </w:r>
      <w:r w:rsidR="009C4748" w:rsidRPr="007A0ACC">
        <w:rPr>
          <w:rtl/>
        </w:rPr>
        <w:t xml:space="preserve"> فہم</w:t>
      </w:r>
      <w:r w:rsidR="009C4748" w:rsidRPr="007A0ACC">
        <w:rPr>
          <w:rFonts w:hint="cs"/>
          <w:rtl/>
        </w:rPr>
        <w:t>ی</w:t>
      </w:r>
      <w:r w:rsidR="00806E13">
        <w:rPr>
          <w:rFonts w:hint="cs"/>
          <w:rtl/>
        </w:rPr>
        <w:t>------------------</w:t>
      </w:r>
      <w:r w:rsidR="009C4748" w:rsidRPr="007A0ACC">
        <w:rPr>
          <w:rFonts w:hint="eastAsia"/>
          <w:rtl/>
        </w:rPr>
        <w:t>ا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ران</w:t>
      </w:r>
      <w:r w:rsidR="009C4748" w:rsidRPr="007A0ACC">
        <w:rPr>
          <w:rtl/>
        </w:rPr>
        <w:t xml:space="preserve"> </w:t>
      </w:r>
      <w:r w:rsidR="00806E13">
        <w:rPr>
          <w:rFonts w:hint="cs"/>
          <w:rtl/>
        </w:rPr>
        <w:t>-----------------</w:t>
      </w:r>
      <w:r w:rsidR="009C4748" w:rsidRPr="007A0ACC">
        <w:rPr>
          <w:rtl/>
        </w:rPr>
        <w:t>من دخل</w:t>
      </w:r>
    </w:p>
    <w:p w:rsidR="009C4748" w:rsidRPr="007A0ACC" w:rsidRDefault="00413EEC" w:rsidP="00806E13">
      <w:pPr>
        <w:pStyle w:val="libNormal0"/>
        <w:rPr>
          <w:rtl/>
        </w:rPr>
      </w:pPr>
      <w:r w:rsidRPr="00A54383">
        <w:rPr>
          <w:rFonts w:hint="cs"/>
          <w:rtl/>
        </w:rPr>
        <w:t>15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محمد عصمت بکر</w:t>
      </w:r>
      <w:r w:rsidR="00806E13">
        <w:rPr>
          <w:rFonts w:hint="cs"/>
          <w:rtl/>
        </w:rPr>
        <w:t>---------------</w:t>
      </w:r>
      <w:r w:rsidR="009C4748" w:rsidRPr="007A0ACC">
        <w:rPr>
          <w:rFonts w:hint="eastAsia"/>
          <w:rtl/>
        </w:rPr>
        <w:t>عبداللہ</w:t>
      </w:r>
      <w:r w:rsidR="009C4748" w:rsidRPr="007A0ACC">
        <w:rPr>
          <w:rtl/>
        </w:rPr>
        <w:t xml:space="preserve"> بن عمر ب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است</w:t>
      </w:r>
      <w:r w:rsidR="009C4748" w:rsidRPr="007A0ACC">
        <w:rPr>
          <w:rtl/>
        </w:rPr>
        <w:t xml:space="preserve"> و 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</w:p>
    <w:p w:rsidR="009C4748" w:rsidRPr="007A0ACC" w:rsidRDefault="00413EEC" w:rsidP="00806E13">
      <w:pPr>
        <w:pStyle w:val="libNormal0"/>
        <w:rPr>
          <w:rtl/>
        </w:rPr>
      </w:pPr>
      <w:r w:rsidRPr="00A54383">
        <w:rPr>
          <w:rFonts w:hint="cs"/>
          <w:rtl/>
        </w:rPr>
        <w:t>16</w:t>
      </w:r>
      <w:r w:rsidR="009C4748" w:rsidRPr="007A0ACC">
        <w:rPr>
          <w:rtl/>
        </w:rPr>
        <w:t xml:space="preserve"> ڈاکٹر محمد ت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جان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سماو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>۔عالم 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806E13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ت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ونس</w:t>
      </w:r>
      <w:r w:rsidR="00806E13">
        <w:rPr>
          <w:rFonts w:hint="cs"/>
          <w:rtl/>
        </w:rPr>
        <w:t>---------------</w:t>
      </w:r>
      <w:r w:rsidR="009C4748" w:rsidRPr="007A0ACC">
        <w:rPr>
          <w:rFonts w:hint="eastAsia"/>
          <w:rtl/>
        </w:rPr>
        <w:t>مجھے</w:t>
      </w:r>
      <w:r w:rsidR="009C4748" w:rsidRPr="007A0ACC">
        <w:rPr>
          <w:rtl/>
        </w:rPr>
        <w:t xml:space="preserve"> راستہ مل 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ا،</w:t>
      </w:r>
      <w:r w:rsidR="009C4748" w:rsidRPr="007A0ACC">
        <w:rPr>
          <w:rtl/>
        </w:rPr>
        <w:t xml:space="preserve"> کونوا مع الصادق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وغ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رہ</w:t>
      </w:r>
    </w:p>
    <w:p w:rsidR="009C4748" w:rsidRPr="007A0ACC" w:rsidRDefault="00413EEC" w:rsidP="00806E13">
      <w:pPr>
        <w:pStyle w:val="libNormal0"/>
        <w:rPr>
          <w:rtl/>
        </w:rPr>
      </w:pPr>
      <w:r w:rsidRPr="00A54383">
        <w:rPr>
          <w:rFonts w:hint="cs"/>
          <w:rtl/>
        </w:rPr>
        <w:t>17</w:t>
      </w:r>
      <w:r w:rsidR="009C4748" w:rsidRPr="007A0ACC">
        <w:rPr>
          <w:rFonts w:hint="eastAsia"/>
          <w:rtl/>
        </w:rPr>
        <w:t>ھاشم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عل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دانشور</w:t>
      </w:r>
      <w:r w:rsidR="00806E13">
        <w:rPr>
          <w:rFonts w:hint="cs"/>
          <w:rtl/>
        </w:rPr>
        <w:t>-----------</w:t>
      </w:r>
      <w:r w:rsidR="009C4748" w:rsidRPr="007A0ACC">
        <w:rPr>
          <w:rFonts w:hint="eastAsia"/>
          <w:rtl/>
        </w:rPr>
        <w:t>ت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ونس</w:t>
      </w:r>
      <w:r w:rsidR="00806E13">
        <w:rPr>
          <w:rFonts w:hint="cs"/>
          <w:rtl/>
        </w:rPr>
        <w:t>----------------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عہ</w:t>
      </w:r>
      <w:r w:rsidR="009C4748" w:rsidRPr="007A0ACC">
        <w:rPr>
          <w:rtl/>
        </w:rPr>
        <w:t xml:space="preserve"> دوست سے گفتگو </w:t>
      </w:r>
    </w:p>
    <w:p w:rsidR="009C4748" w:rsidRPr="007A0ACC" w:rsidRDefault="00413EEC" w:rsidP="00806E13">
      <w:pPr>
        <w:pStyle w:val="libNormal0"/>
        <w:rPr>
          <w:rtl/>
        </w:rPr>
      </w:pPr>
      <w:r w:rsidRPr="00A54383">
        <w:rPr>
          <w:rFonts w:hint="cs"/>
          <w:rtl/>
        </w:rPr>
        <w:t>18</w:t>
      </w:r>
      <w:r w:rsidR="009C4748" w:rsidRPr="007A0ACC">
        <w:rPr>
          <w:rFonts w:hint="eastAsia"/>
          <w:rtl/>
        </w:rPr>
        <w:t>سع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9C4748" w:rsidRPr="007A0ACC">
        <w:rPr>
          <w:rtl/>
        </w:rPr>
        <w:t xml:space="preserve"> بن عل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عالم 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806E13">
        <w:rPr>
          <w:rFonts w:hint="cs"/>
          <w:rtl/>
        </w:rPr>
        <w:t>---------------------</w:t>
      </w:r>
      <w:r w:rsidR="009C4748" w:rsidRPr="007A0ACC">
        <w:rPr>
          <w:rFonts w:hint="eastAsia"/>
          <w:rtl/>
        </w:rPr>
        <w:t>ت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ونس</w:t>
      </w:r>
      <w:r w:rsidR="00806E13">
        <w:rPr>
          <w:rFonts w:hint="cs"/>
          <w:rtl/>
        </w:rPr>
        <w:t>-----------------</w:t>
      </w:r>
      <w:r w:rsidR="009C4748" w:rsidRPr="007A0ACC">
        <w:rPr>
          <w:rFonts w:hint="eastAsia"/>
          <w:rtl/>
        </w:rPr>
        <w:t>درس</w:t>
      </w:r>
      <w:r w:rsidR="009C4748" w:rsidRPr="007A0ACC">
        <w:rPr>
          <w:rtl/>
        </w:rPr>
        <w:t xml:space="preserve"> عقائد</w:t>
      </w:r>
    </w:p>
    <w:p w:rsidR="009C4748" w:rsidRPr="007A0ACC" w:rsidRDefault="00413EEC" w:rsidP="00806E13">
      <w:pPr>
        <w:pStyle w:val="libNormal0"/>
        <w:rPr>
          <w:rtl/>
        </w:rPr>
      </w:pPr>
      <w:r w:rsidRPr="00A54383">
        <w:rPr>
          <w:rFonts w:hint="cs"/>
          <w:rtl/>
        </w:rPr>
        <w:t>19</w:t>
      </w:r>
      <w:r w:rsidR="009C4748" w:rsidRPr="007A0ACC">
        <w:rPr>
          <w:rFonts w:hint="eastAsia"/>
          <w:rtl/>
        </w:rPr>
        <w:t>پروف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سر</w:t>
      </w:r>
      <w:r w:rsidR="009C4748" w:rsidRPr="007A0ACC">
        <w:rPr>
          <w:rtl/>
        </w:rPr>
        <w:t xml:space="preserve"> عبد المج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9C4748" w:rsidRPr="007A0ACC">
        <w:rPr>
          <w:rtl/>
        </w:rPr>
        <w:t xml:space="preserve"> تراب</w:t>
      </w:r>
      <w:r w:rsidR="00806E13">
        <w:rPr>
          <w:rFonts w:hint="cs"/>
          <w:rtl/>
        </w:rPr>
        <w:t>-----------------</w:t>
      </w:r>
      <w:r w:rsidR="009C4748" w:rsidRPr="007A0ACC">
        <w:rPr>
          <w:rFonts w:hint="eastAsia"/>
          <w:rtl/>
        </w:rPr>
        <w:t>ت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ونس</w:t>
      </w:r>
      <w:r w:rsidR="00806E13">
        <w:rPr>
          <w:rFonts w:hint="cs"/>
          <w:rtl/>
        </w:rPr>
        <w:t>-------------------</w:t>
      </w:r>
      <w:r w:rsidR="009C4748" w:rsidRPr="007A0ACC">
        <w:rPr>
          <w:rFonts w:hint="eastAsia"/>
          <w:rtl/>
        </w:rPr>
        <w:t>اسلام</w:t>
      </w:r>
      <w:r w:rsidR="009C4748" w:rsidRPr="007A0ACC">
        <w:rPr>
          <w:rtl/>
        </w:rPr>
        <w:t xml:space="preserve"> و فوق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ات</w:t>
      </w:r>
    </w:p>
    <w:p w:rsidR="009C4748" w:rsidRPr="007A0ACC" w:rsidRDefault="00413EEC" w:rsidP="00806E13">
      <w:pPr>
        <w:pStyle w:val="libNormal0"/>
        <w:rPr>
          <w:rtl/>
        </w:rPr>
      </w:pPr>
      <w:r w:rsidRPr="00A54383">
        <w:rPr>
          <w:rFonts w:hint="cs"/>
          <w:rtl/>
        </w:rPr>
        <w:t>20</w:t>
      </w:r>
      <w:r w:rsidR="009C4748" w:rsidRPr="007A0ACC">
        <w:rPr>
          <w:rFonts w:hint="eastAsia"/>
          <w:rtl/>
        </w:rPr>
        <w:t>احمد</w:t>
      </w:r>
      <w:r w:rsidR="009C4748" w:rsidRPr="007A0ACC">
        <w:rPr>
          <w:rtl/>
        </w:rPr>
        <w:t xml:space="preserve"> حس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عقوب</w:t>
      </w:r>
      <w:r w:rsidR="009C4748" w:rsidRPr="007A0ACC">
        <w:rPr>
          <w:rtl/>
        </w:rPr>
        <w:t>۔پروف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سر</w:t>
      </w:r>
      <w:r w:rsidR="00806E13">
        <w:rPr>
          <w:rFonts w:hint="cs"/>
          <w:rtl/>
        </w:rPr>
        <w:t>-------------------------</w:t>
      </w:r>
      <w:r w:rsidR="009C4748" w:rsidRPr="007A0ACC">
        <w:rPr>
          <w:rFonts w:hint="eastAsia"/>
          <w:rtl/>
        </w:rPr>
        <w:t>اردن</w:t>
      </w:r>
      <w:r w:rsidR="00806E13">
        <w:rPr>
          <w:rFonts w:hint="cs"/>
          <w:rtl/>
        </w:rPr>
        <w:t>----------------</w:t>
      </w:r>
      <w:r w:rsidR="009C4748" w:rsidRPr="007A0ACC">
        <w:rPr>
          <w:rtl/>
        </w:rPr>
        <w:t xml:space="preserve"> نظر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ہ</w:t>
      </w:r>
      <w:r w:rsidR="009C4748" w:rsidRPr="007A0ACC">
        <w:rPr>
          <w:rtl/>
        </w:rPr>
        <w:t xml:space="preserve"> عدالت صحابہ</w:t>
      </w:r>
    </w:p>
    <w:p w:rsidR="009C4748" w:rsidRPr="007A0ACC" w:rsidRDefault="00413EEC" w:rsidP="00031635">
      <w:pPr>
        <w:pStyle w:val="libNormal0"/>
        <w:rPr>
          <w:rtl/>
        </w:rPr>
      </w:pPr>
      <w:r w:rsidRPr="00A54383">
        <w:rPr>
          <w:rFonts w:hint="cs"/>
          <w:rtl/>
        </w:rPr>
        <w:t>21</w:t>
      </w:r>
      <w:r w:rsidR="009C4748" w:rsidRPr="007A0ACC">
        <w:rPr>
          <w:rFonts w:hint="eastAsia"/>
          <w:rtl/>
        </w:rPr>
        <w:t>الاستاد</w:t>
      </w:r>
      <w:r w:rsidR="009C4748" w:rsidRPr="007A0ACC">
        <w:rPr>
          <w:rtl/>
        </w:rPr>
        <w:t xml:space="preserve"> صائب عبدل حم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9C4748" w:rsidRPr="007A0ACC">
        <w:rPr>
          <w:rtl/>
        </w:rPr>
        <w:t>۔پروف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سر</w:t>
      </w:r>
      <w:r w:rsidR="00806E13">
        <w:rPr>
          <w:rFonts w:hint="cs"/>
          <w:rtl/>
        </w:rPr>
        <w:t>---------------------</w:t>
      </w:r>
      <w:r w:rsidR="009C4748" w:rsidRPr="007A0ACC">
        <w:rPr>
          <w:rFonts w:hint="eastAsia"/>
          <w:rtl/>
        </w:rPr>
        <w:t>اردن</w:t>
      </w:r>
      <w:r w:rsidR="00806E13">
        <w:rPr>
          <w:rFonts w:hint="cs"/>
          <w:rtl/>
        </w:rPr>
        <w:t>--------------------</w:t>
      </w:r>
      <w:r w:rsidR="009C4748" w:rsidRPr="007A0ACC">
        <w:rPr>
          <w:rFonts w:hint="eastAsia"/>
          <w:rtl/>
        </w:rPr>
        <w:t>عقا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9C4748" w:rsidRPr="007A0ACC">
        <w:rPr>
          <w:rtl/>
        </w:rPr>
        <w:t xml:space="preserve"> 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عہ</w:t>
      </w:r>
      <w:r w:rsidR="009C4748" w:rsidRPr="007A0ACC">
        <w:rPr>
          <w:rtl/>
        </w:rPr>
        <w:t xml:space="preserve"> و اہلب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ت</w:t>
      </w:r>
      <w:r w:rsidR="009C4748" w:rsidRPr="007A0ACC">
        <w:rPr>
          <w:rtl/>
        </w:rPr>
        <w:t xml:space="preserve"> </w:t>
      </w:r>
    </w:p>
    <w:p w:rsidR="009C4748" w:rsidRPr="007A0ACC" w:rsidRDefault="00413EEC" w:rsidP="00031635">
      <w:pPr>
        <w:pStyle w:val="libNormal0"/>
        <w:rPr>
          <w:rtl/>
        </w:rPr>
      </w:pPr>
      <w:r w:rsidRPr="00A54383">
        <w:rPr>
          <w:rFonts w:hint="cs"/>
          <w:rtl/>
        </w:rPr>
        <w:t>22</w:t>
      </w:r>
      <w:r w:rsidR="009C4748" w:rsidRPr="007A0ACC">
        <w:rPr>
          <w:rFonts w:hint="eastAsia"/>
          <w:rtl/>
        </w:rPr>
        <w:t>صالح</w:t>
      </w:r>
      <w:r w:rsidR="009C4748" w:rsidRPr="007A0ACC">
        <w:rPr>
          <w:rtl/>
        </w:rPr>
        <w:t xml:space="preserve"> الوردان</w:t>
      </w:r>
      <w:r w:rsidR="009C4748" w:rsidRPr="007A0ACC">
        <w:rPr>
          <w:rFonts w:hint="cs"/>
          <w:rtl/>
        </w:rPr>
        <w:t>ی</w:t>
      </w:r>
      <w:r w:rsidR="00806E13">
        <w:rPr>
          <w:rFonts w:hint="cs"/>
          <w:rtl/>
        </w:rPr>
        <w:t>----------------</w:t>
      </w:r>
      <w:r w:rsidR="009C4748" w:rsidRPr="007A0ACC">
        <w:rPr>
          <w:rFonts w:hint="eastAsia"/>
          <w:rtl/>
        </w:rPr>
        <w:t>مصر</w:t>
      </w:r>
      <w:r w:rsidR="00806E13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فر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ب</w:t>
      </w:r>
      <w:r w:rsidR="009C4748" w:rsidRPr="007A0ACC">
        <w:rPr>
          <w:rtl/>
        </w:rPr>
        <w:t xml:space="preserve"> </w:t>
      </w:r>
    </w:p>
    <w:p w:rsidR="009C4748" w:rsidRPr="007A0ACC" w:rsidRDefault="00413EEC" w:rsidP="00031635">
      <w:pPr>
        <w:pStyle w:val="libNormal0"/>
        <w:rPr>
          <w:rtl/>
        </w:rPr>
      </w:pPr>
      <w:r w:rsidRPr="00A54383">
        <w:rPr>
          <w:rFonts w:hint="cs"/>
          <w:rtl/>
        </w:rPr>
        <w:t>23</w:t>
      </w:r>
      <w:r w:rsidR="009C4748" w:rsidRPr="007A0ACC">
        <w:rPr>
          <w:rFonts w:hint="eastAsia"/>
          <w:rtl/>
        </w:rPr>
        <w:t>مروان</w:t>
      </w:r>
      <w:r w:rsidR="009C4748" w:rsidRPr="007A0ACC">
        <w:rPr>
          <w:rtl/>
        </w:rPr>
        <w:t xml:space="preserve"> خل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فات</w:t>
      </w:r>
      <w:r w:rsidR="00031635">
        <w:rPr>
          <w:rFonts w:hint="cs"/>
          <w:rtl/>
        </w:rPr>
        <w:t>----------------</w:t>
      </w:r>
      <w:r w:rsidR="009C4748" w:rsidRPr="007A0ACC">
        <w:rPr>
          <w:rFonts w:hint="eastAsia"/>
          <w:rtl/>
        </w:rPr>
        <w:t>اردن</w:t>
      </w:r>
      <w:r w:rsidR="00031635">
        <w:rPr>
          <w:rFonts w:hint="cs"/>
          <w:rtl/>
        </w:rPr>
        <w:t>---------------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عہ</w:t>
      </w:r>
      <w:r w:rsidR="009C4748" w:rsidRPr="007A0ACC">
        <w:rPr>
          <w:rtl/>
        </w:rPr>
        <w:t xml:space="preserve"> ہ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ک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وںنہ</w:t>
      </w:r>
      <w:r w:rsidR="009C4748" w:rsidRPr="007A0ACC">
        <w:rPr>
          <w:rtl/>
        </w:rPr>
        <w:t xml:space="preserve"> ہو جائوں</w:t>
      </w:r>
    </w:p>
    <w:p w:rsidR="009C4748" w:rsidRPr="007A0ACC" w:rsidRDefault="00413EEC" w:rsidP="00031635">
      <w:pPr>
        <w:pStyle w:val="libNormal0"/>
        <w:rPr>
          <w:rtl/>
        </w:rPr>
      </w:pPr>
      <w:r w:rsidRPr="00A54383">
        <w:rPr>
          <w:rFonts w:hint="cs"/>
          <w:rtl/>
        </w:rPr>
        <w:t>2</w:t>
      </w:r>
      <w:r w:rsidR="00A54383" w:rsidRPr="00A54383">
        <w:rPr>
          <w:rFonts w:hint="cs"/>
          <w:rtl/>
          <w:lang w:bidi="ur-PK"/>
        </w:rPr>
        <w:t>4</w:t>
      </w:r>
      <w:r w:rsidR="009C4748" w:rsidRPr="007A0ACC">
        <w:rPr>
          <w:rFonts w:hint="eastAsia"/>
          <w:rtl/>
        </w:rPr>
        <w:t>الاستاد</w:t>
      </w:r>
      <w:r w:rsidR="009C4748" w:rsidRPr="007A0ACC">
        <w:rPr>
          <w:rtl/>
        </w:rPr>
        <w:t xml:space="preserve"> عبدالمنعم محمد الحسن۔پروف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سر</w:t>
      </w:r>
      <w:r w:rsidR="00031635">
        <w:rPr>
          <w:rFonts w:hint="cs"/>
          <w:rtl/>
        </w:rPr>
        <w:t>------------</w:t>
      </w:r>
      <w:r w:rsidR="009C4748" w:rsidRPr="007A0ACC">
        <w:rPr>
          <w:rFonts w:hint="eastAsia"/>
          <w:rtl/>
        </w:rPr>
        <w:t>سوڈان</w:t>
      </w:r>
      <w:r w:rsidR="00031635">
        <w:rPr>
          <w:rFonts w:hint="cs"/>
          <w:rtl/>
        </w:rPr>
        <w:t>----------------</w:t>
      </w:r>
      <w:r w:rsidR="009C4748" w:rsidRPr="007A0ACC">
        <w:rPr>
          <w:rFonts w:hint="eastAsia"/>
          <w:rtl/>
        </w:rPr>
        <w:t>مجھے</w:t>
      </w:r>
      <w:r w:rsidR="009C4748" w:rsidRPr="007A0ACC">
        <w:rPr>
          <w:rtl/>
        </w:rPr>
        <w:t xml:space="preserve"> نورِ فاطمہ  سے ہدا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ت</w:t>
      </w:r>
      <w:r w:rsidR="009C4748" w:rsidRPr="007A0ACC">
        <w:rPr>
          <w:rtl/>
        </w:rPr>
        <w:t xml:space="preserve"> مل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</w:t>
      </w:r>
    </w:p>
    <w:p w:rsidR="009C4748" w:rsidRPr="007A0ACC" w:rsidRDefault="00413EEC" w:rsidP="00031635">
      <w:pPr>
        <w:pStyle w:val="libNormal0"/>
        <w:rPr>
          <w:rtl/>
        </w:rPr>
      </w:pPr>
      <w:r w:rsidRPr="00A54383">
        <w:rPr>
          <w:rFonts w:hint="cs"/>
          <w:rtl/>
        </w:rPr>
        <w:t>25</w:t>
      </w:r>
      <w:r w:rsidR="009C4748" w:rsidRPr="007A0ACC">
        <w:rPr>
          <w:rFonts w:hint="eastAsia"/>
          <w:rtl/>
        </w:rPr>
        <w:t>الاستاذ</w:t>
      </w:r>
      <w:r w:rsidR="009C4748" w:rsidRPr="007A0ACC">
        <w:rPr>
          <w:rtl/>
        </w:rPr>
        <w:t xml:space="preserve"> متوکل محمد عل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۔پروف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سر</w:t>
      </w:r>
      <w:r w:rsidR="009C4748" w:rsidRPr="007A0ACC">
        <w:rPr>
          <w:rtl/>
        </w:rPr>
        <w:t xml:space="preserve"> </w:t>
      </w:r>
      <w:r w:rsidR="00031635">
        <w:rPr>
          <w:rFonts w:hint="cs"/>
          <w:rtl/>
        </w:rPr>
        <w:t>----------------</w:t>
      </w:r>
      <w:r w:rsidR="009C4748" w:rsidRPr="007A0ACC">
        <w:rPr>
          <w:rFonts w:hint="eastAsia"/>
          <w:rtl/>
        </w:rPr>
        <w:t>سوڈان</w:t>
      </w:r>
      <w:r w:rsidR="00031635">
        <w:rPr>
          <w:rFonts w:hint="cs"/>
          <w:rtl/>
        </w:rPr>
        <w:t>----------------</w:t>
      </w:r>
      <w:r w:rsidR="009C4748" w:rsidRPr="007A0ACC">
        <w:rPr>
          <w:rtl/>
        </w:rPr>
        <w:t xml:space="preserve">  و  دخلنا الش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عة</w:t>
      </w:r>
      <w:r w:rsidR="009C4748" w:rsidRPr="007A0ACC">
        <w:rPr>
          <w:rtl/>
        </w:rPr>
        <w:t xml:space="preserve"> سجدا  </w:t>
      </w:r>
    </w:p>
    <w:p w:rsidR="009C4748" w:rsidRPr="007A0ACC" w:rsidRDefault="00413EEC" w:rsidP="00031635">
      <w:pPr>
        <w:pStyle w:val="libNormal0"/>
        <w:rPr>
          <w:rtl/>
        </w:rPr>
      </w:pPr>
      <w:r w:rsidRPr="00A54383">
        <w:rPr>
          <w:rFonts w:hint="cs"/>
          <w:rtl/>
        </w:rPr>
        <w:t>26</w:t>
      </w:r>
      <w:r w:rsidR="009C4748" w:rsidRPr="007A0ACC">
        <w:rPr>
          <w:rFonts w:hint="eastAsia"/>
          <w:rtl/>
        </w:rPr>
        <w:t>الش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معتصم 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9C4748" w:rsidRPr="007A0ACC">
        <w:rPr>
          <w:rtl/>
        </w:rPr>
        <w:t xml:space="preserve"> احمد۔عالم 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031635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سوڈان</w:t>
      </w:r>
      <w:r w:rsidR="00031635">
        <w:rPr>
          <w:rFonts w:hint="cs"/>
          <w:rtl/>
        </w:rPr>
        <w:t>-----------------</w:t>
      </w:r>
      <w:r w:rsidR="009C4748" w:rsidRPr="007A0ACC">
        <w:rPr>
          <w:rFonts w:hint="eastAsia"/>
          <w:rtl/>
        </w:rPr>
        <w:t>حق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قت</w:t>
      </w:r>
      <w:r w:rsidR="009C4748" w:rsidRPr="007A0ACC">
        <w:rPr>
          <w:rtl/>
        </w:rPr>
        <w:t xml:space="preserve"> گمشدہ،د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حق ک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ما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ہ</w:t>
      </w:r>
      <w:r w:rsidR="009C4748" w:rsidRPr="007A0ACC">
        <w:rPr>
          <w:rtl/>
        </w:rPr>
        <w:t xml:space="preserve"> ناز کتاب</w:t>
      </w:r>
    </w:p>
    <w:p w:rsidR="009C4748" w:rsidRPr="007A0ACC" w:rsidRDefault="00413EEC" w:rsidP="00B139CC">
      <w:pPr>
        <w:pStyle w:val="libNormal0"/>
        <w:rPr>
          <w:rtl/>
        </w:rPr>
      </w:pPr>
      <w:r w:rsidRPr="00A54383">
        <w:rPr>
          <w:rFonts w:hint="cs"/>
          <w:rtl/>
        </w:rPr>
        <w:t>27</w:t>
      </w:r>
      <w:r w:rsidR="009C4748" w:rsidRPr="007A0ACC">
        <w:rPr>
          <w:rFonts w:hint="eastAsia"/>
          <w:rtl/>
        </w:rPr>
        <w:t>ڈاکٹر</w:t>
      </w:r>
      <w:r w:rsidR="009C4748" w:rsidRPr="007A0ACC">
        <w:rPr>
          <w:rtl/>
        </w:rPr>
        <w:t xml:space="preserve"> محمد مغل</w:t>
      </w:r>
      <w:r w:rsidR="009C4748" w:rsidRPr="007A0ACC">
        <w:rPr>
          <w:rFonts w:hint="cs"/>
          <w:rtl/>
        </w:rPr>
        <w:t>ی</w:t>
      </w:r>
      <w:r w:rsidR="00031635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الجزائر</w:t>
      </w:r>
      <w:r w:rsidR="00031635">
        <w:rPr>
          <w:rFonts w:hint="cs"/>
          <w:rtl/>
        </w:rPr>
        <w:t>-------------------</w:t>
      </w:r>
      <w:r w:rsidR="009C4748" w:rsidRPr="007A0ACC">
        <w:rPr>
          <w:rFonts w:hint="eastAsia"/>
          <w:rtl/>
        </w:rPr>
        <w:t>مذہب</w:t>
      </w:r>
      <w:r w:rsidR="009C4748" w:rsidRPr="007A0ACC">
        <w:rPr>
          <w:rtl/>
        </w:rPr>
        <w:t xml:space="preserve"> 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عہ</w:t>
      </w:r>
      <w:r w:rsidR="009C4748" w:rsidRPr="007A0ACC">
        <w:rPr>
          <w:rtl/>
        </w:rPr>
        <w:t xml:space="preserve"> امام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ہ</w:t>
      </w:r>
    </w:p>
    <w:p w:rsidR="009C4748" w:rsidRPr="007A0ACC" w:rsidRDefault="00413EEC" w:rsidP="00B139CC">
      <w:pPr>
        <w:pStyle w:val="libNormal0"/>
        <w:rPr>
          <w:rtl/>
        </w:rPr>
      </w:pPr>
      <w:r w:rsidRPr="00A54383">
        <w:rPr>
          <w:rFonts w:hint="cs"/>
          <w:rtl/>
        </w:rPr>
        <w:t>28</w:t>
      </w:r>
      <w:r w:rsidR="009C4748" w:rsidRPr="007A0ACC">
        <w:rPr>
          <w:rtl/>
        </w:rPr>
        <w:t xml:space="preserve"> قنبر اسد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عالم 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031635">
        <w:rPr>
          <w:rFonts w:hint="cs"/>
          <w:rtl/>
        </w:rPr>
        <w:t>---------------</w:t>
      </w:r>
      <w:r w:rsidR="009C4748" w:rsidRPr="007A0ACC">
        <w:rPr>
          <w:rFonts w:hint="eastAsia"/>
          <w:rtl/>
        </w:rPr>
        <w:t>لبنان</w:t>
      </w:r>
      <w:r w:rsidR="00031635">
        <w:rPr>
          <w:rFonts w:hint="cs"/>
          <w:rtl/>
        </w:rPr>
        <w:t>-----------------</w:t>
      </w:r>
      <w:r w:rsidR="009C4748" w:rsidRPr="007A0ACC">
        <w:rPr>
          <w:rFonts w:hint="eastAsia"/>
          <w:rtl/>
        </w:rPr>
        <w:t>حق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قت</w:t>
      </w:r>
      <w:r w:rsidR="009C4748" w:rsidRPr="007A0ACC">
        <w:rPr>
          <w:rtl/>
        </w:rPr>
        <w:t xml:space="preserve"> کا متلاش</w:t>
      </w:r>
      <w:r w:rsidR="009C4748" w:rsidRPr="007A0ACC">
        <w:rPr>
          <w:rFonts w:hint="cs"/>
          <w:rtl/>
        </w:rPr>
        <w:t>ی</w:t>
      </w:r>
    </w:p>
    <w:p w:rsidR="009C4748" w:rsidRPr="007A0ACC" w:rsidRDefault="00413EEC" w:rsidP="00B139CC">
      <w:pPr>
        <w:pStyle w:val="libNormal0"/>
        <w:rPr>
          <w:rtl/>
        </w:rPr>
      </w:pPr>
      <w:r w:rsidRPr="00A54383">
        <w:rPr>
          <w:rFonts w:hint="cs"/>
          <w:rtl/>
        </w:rPr>
        <w:t>29</w:t>
      </w:r>
      <w:r w:rsidR="009C4748" w:rsidRPr="007A0ACC">
        <w:rPr>
          <w:rFonts w:hint="eastAsia"/>
          <w:rtl/>
        </w:rPr>
        <w:t>الس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9C4748" w:rsidRPr="007A0ACC">
        <w:rPr>
          <w:rtl/>
        </w:rPr>
        <w:t xml:space="preserve"> 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 المع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وب</w:t>
      </w:r>
      <w:r w:rsidR="009C4748" w:rsidRPr="007A0ACC">
        <w:rPr>
          <w:rtl/>
        </w:rPr>
        <w:t xml:space="preserve"> البدران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</w:t>
      </w:r>
      <w:r w:rsidR="00031635">
        <w:rPr>
          <w:rFonts w:hint="cs"/>
          <w:rtl/>
        </w:rPr>
        <w:t>----------------</w:t>
      </w:r>
      <w:r w:rsidR="009C4748" w:rsidRPr="007A0ACC">
        <w:rPr>
          <w:rFonts w:hint="eastAsia"/>
          <w:rtl/>
        </w:rPr>
        <w:t>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</w:t>
      </w:r>
      <w:r w:rsidR="00031635">
        <w:rPr>
          <w:rFonts w:hint="cs"/>
          <w:rtl/>
        </w:rPr>
        <w:t>-----------------</w:t>
      </w:r>
      <w:r w:rsidR="009C4748" w:rsidRPr="007A0ACC">
        <w:rPr>
          <w:rFonts w:hint="eastAsia"/>
          <w:rtl/>
        </w:rPr>
        <w:t>کاش</w:t>
      </w:r>
      <w:r w:rsidR="009C4748" w:rsidRPr="007A0ACC">
        <w:rPr>
          <w:rtl/>
        </w:rPr>
        <w:t xml:space="preserve"> 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قوم جان ل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ت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</w:t>
      </w:r>
    </w:p>
    <w:p w:rsidR="009C4748" w:rsidRPr="007A0ACC" w:rsidRDefault="00413EEC" w:rsidP="00B139CC">
      <w:pPr>
        <w:pStyle w:val="libNormal0"/>
        <w:rPr>
          <w:rtl/>
        </w:rPr>
      </w:pPr>
      <w:r w:rsidRPr="00A54383">
        <w:rPr>
          <w:rFonts w:hint="cs"/>
          <w:rtl/>
        </w:rPr>
        <w:t>30</w:t>
      </w:r>
      <w:r w:rsidR="009C4748" w:rsidRPr="007A0ACC">
        <w:rPr>
          <w:rFonts w:hint="eastAsia"/>
          <w:rtl/>
        </w:rPr>
        <w:t>الس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9C4748" w:rsidRPr="007A0ACC">
        <w:rPr>
          <w:rtl/>
        </w:rPr>
        <w:t xml:space="preserve"> حس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الرجا</w:t>
      </w:r>
      <w:r w:rsidR="00031635">
        <w:rPr>
          <w:rFonts w:hint="cs"/>
          <w:rtl/>
        </w:rPr>
        <w:t>--------------------</w:t>
      </w:r>
      <w:r w:rsidR="009C4748" w:rsidRPr="007A0ACC">
        <w:rPr>
          <w:rFonts w:hint="eastAsia"/>
          <w:rtl/>
        </w:rPr>
        <w:t>دمشق</w:t>
      </w:r>
      <w:r w:rsidR="00031635">
        <w:rPr>
          <w:rFonts w:hint="cs"/>
          <w:rtl/>
        </w:rPr>
        <w:t>------------------</w:t>
      </w:r>
      <w:r w:rsidR="009C4748" w:rsidRPr="007A0ACC">
        <w:rPr>
          <w:rFonts w:hint="eastAsia"/>
          <w:rtl/>
        </w:rPr>
        <w:t>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ں</w:t>
      </w:r>
      <w:r w:rsidR="009C4748" w:rsidRPr="007A0ACC">
        <w:rPr>
          <w:rtl/>
        </w:rPr>
        <w:t xml:space="preserve"> نے ھدا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ت</w:t>
      </w:r>
      <w:r w:rsidR="009C4748" w:rsidRPr="007A0ACC">
        <w:rPr>
          <w:rtl/>
        </w:rPr>
        <w:t xml:space="preserve"> ک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آواز سن</w:t>
      </w:r>
      <w:r w:rsidR="009C4748" w:rsidRPr="007A0ACC">
        <w:rPr>
          <w:rFonts w:hint="cs"/>
          <w:rtl/>
        </w:rPr>
        <w:t>ی</w:t>
      </w:r>
    </w:p>
    <w:p w:rsidR="009C4748" w:rsidRPr="007A0ACC" w:rsidRDefault="00413EEC" w:rsidP="00B139CC">
      <w:pPr>
        <w:pStyle w:val="libNormal0"/>
        <w:rPr>
          <w:rtl/>
        </w:rPr>
      </w:pPr>
      <w:r w:rsidRPr="00A54383">
        <w:rPr>
          <w:rFonts w:hint="cs"/>
          <w:rtl/>
        </w:rPr>
        <w:t>31</w:t>
      </w:r>
      <w:r w:rsidR="009C4748" w:rsidRPr="007A0ACC">
        <w:rPr>
          <w:rFonts w:hint="eastAsia"/>
          <w:rtl/>
        </w:rPr>
        <w:t>علامہ</w:t>
      </w:r>
      <w:r w:rsidR="009C4748" w:rsidRPr="007A0ACC">
        <w:rPr>
          <w:rtl/>
        </w:rPr>
        <w:t xml:space="preserve"> 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محمد ناج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غفر</w:t>
      </w:r>
      <w:r w:rsidR="009C4748" w:rsidRPr="007A0ACC">
        <w:rPr>
          <w:rFonts w:hint="cs"/>
          <w:rtl/>
        </w:rPr>
        <w:t>ی</w:t>
      </w:r>
      <w:r w:rsidR="00031635">
        <w:rPr>
          <w:rFonts w:hint="cs"/>
          <w:rtl/>
        </w:rPr>
        <w:t>-----------------</w:t>
      </w:r>
      <w:r w:rsidR="009C4748" w:rsidRPr="007A0ACC">
        <w:rPr>
          <w:rFonts w:hint="eastAsia"/>
          <w:rtl/>
        </w:rPr>
        <w:t>حلب،س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</w:t>
      </w:r>
      <w:r w:rsidR="00031635">
        <w:rPr>
          <w:rFonts w:hint="cs"/>
          <w:rtl/>
        </w:rPr>
        <w:t>------------------</w:t>
      </w:r>
      <w:r w:rsidR="009C4748" w:rsidRPr="007A0ACC">
        <w:rPr>
          <w:rtl/>
        </w:rPr>
        <w:t xml:space="preserve"> تحر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 دستاو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ز</w:t>
      </w:r>
      <w:r w:rsidR="009C4748" w:rsidRPr="007A0ACC">
        <w:rPr>
          <w:rtl/>
        </w:rPr>
        <w:t xml:space="preserve"> در کتاب 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حق ص</w:t>
      </w:r>
      <w:r w:rsidRPr="00A54383">
        <w:rPr>
          <w:rFonts w:hint="cs"/>
          <w:rtl/>
        </w:rPr>
        <w:t>30</w:t>
      </w:r>
    </w:p>
    <w:p w:rsidR="00B139CC" w:rsidRDefault="00B139CC" w:rsidP="007317F7">
      <w:pPr>
        <w:pStyle w:val="libNormal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413EEC" w:rsidP="00B139CC">
      <w:pPr>
        <w:pStyle w:val="libNormal0"/>
        <w:rPr>
          <w:rtl/>
        </w:rPr>
      </w:pPr>
      <w:r w:rsidRPr="00A54383">
        <w:rPr>
          <w:rFonts w:hint="cs"/>
          <w:rtl/>
        </w:rPr>
        <w:t>32</w:t>
      </w:r>
      <w:r w:rsidR="009C4748" w:rsidRPr="007A0ACC">
        <w:rPr>
          <w:rFonts w:hint="eastAsia"/>
          <w:rtl/>
        </w:rPr>
        <w:t>محترم</w:t>
      </w:r>
      <w:r w:rsidR="009C4748" w:rsidRPr="007A0ACC">
        <w:rPr>
          <w:rtl/>
        </w:rPr>
        <w:t xml:space="preserve"> طالب ب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گ</w:t>
      </w:r>
      <w:r w:rsidR="00031635">
        <w:rPr>
          <w:rFonts w:hint="cs"/>
          <w:rtl/>
        </w:rPr>
        <w:t>------------</w:t>
      </w:r>
      <w:r w:rsidR="009C4748" w:rsidRPr="007A0ACC">
        <w:rPr>
          <w:rFonts w:hint="eastAsia"/>
          <w:rtl/>
        </w:rPr>
        <w:t>حلب</w:t>
      </w:r>
      <w:r w:rsidR="009C4748" w:rsidRPr="007A0ACC">
        <w:rPr>
          <w:rtl/>
        </w:rPr>
        <w:t xml:space="preserve"> ،س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</w:t>
      </w:r>
      <w:r w:rsidR="00031635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ں</w:t>
      </w:r>
      <w:r w:rsidR="009C4748" w:rsidRPr="007A0ACC">
        <w:rPr>
          <w:rtl/>
        </w:rPr>
        <w:t xml:space="preserve"> ک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وں</w:t>
      </w:r>
      <w:r w:rsidR="009C4748" w:rsidRPr="007A0ACC">
        <w:rPr>
          <w:rtl/>
        </w:rPr>
        <w:t xml:space="preserve"> 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عہ</w:t>
      </w:r>
      <w:r w:rsidR="009C4748" w:rsidRPr="007A0ACC">
        <w:rPr>
          <w:rtl/>
        </w:rPr>
        <w:t xml:space="preserve"> ہوا  ص</w:t>
      </w:r>
      <w:r w:rsidRPr="00A54383">
        <w:rPr>
          <w:rFonts w:hint="cs"/>
          <w:rtl/>
        </w:rPr>
        <w:t>123</w:t>
      </w:r>
      <w:r w:rsidR="009C4748" w:rsidRPr="00A54383">
        <w:rPr>
          <w:rFonts w:hint="cs"/>
          <w:rtl/>
        </w:rPr>
        <w:t xml:space="preserve"> </w:t>
      </w:r>
    </w:p>
    <w:p w:rsidR="009C4748" w:rsidRPr="007A0ACC" w:rsidRDefault="00413EEC" w:rsidP="00B139CC">
      <w:pPr>
        <w:pStyle w:val="libNormal0"/>
        <w:rPr>
          <w:rtl/>
        </w:rPr>
      </w:pPr>
      <w:r w:rsidRPr="00A54383">
        <w:rPr>
          <w:rFonts w:hint="cs"/>
          <w:rtl/>
        </w:rPr>
        <w:t>33</w:t>
      </w:r>
      <w:r w:rsidR="009C4748" w:rsidRPr="007A0ACC">
        <w:rPr>
          <w:rtl/>
        </w:rPr>
        <w:t xml:space="preserve"> مفت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محمد بلنکو </w:t>
      </w:r>
      <w:r w:rsidR="00031635">
        <w:rPr>
          <w:rFonts w:hint="cs"/>
          <w:rtl/>
        </w:rPr>
        <w:t>-----------------</w:t>
      </w:r>
      <w:r w:rsidR="009C4748" w:rsidRPr="007A0ACC">
        <w:rPr>
          <w:rFonts w:hint="eastAsia"/>
          <w:rtl/>
        </w:rPr>
        <w:t>حلب</w:t>
      </w:r>
      <w:r w:rsidR="009C4748" w:rsidRPr="007A0ACC">
        <w:rPr>
          <w:rtl/>
        </w:rPr>
        <w:t xml:space="preserve"> ،س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</w:t>
      </w:r>
      <w:r w:rsidR="00031635">
        <w:rPr>
          <w:rFonts w:hint="cs"/>
          <w:rtl/>
        </w:rPr>
        <w:t>---------------</w:t>
      </w:r>
      <w:r w:rsidR="009C4748" w:rsidRPr="007A0ACC">
        <w:rPr>
          <w:rtl/>
        </w:rPr>
        <w:t xml:space="preserve"> 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ں</w:t>
      </w:r>
      <w:r w:rsidR="009C4748" w:rsidRPr="007A0ACC">
        <w:rPr>
          <w:rtl/>
        </w:rPr>
        <w:t xml:space="preserve"> ک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وں</w:t>
      </w:r>
      <w:r w:rsidR="009C4748" w:rsidRPr="007A0ACC">
        <w:rPr>
          <w:rtl/>
        </w:rPr>
        <w:t xml:space="preserve"> 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عہ</w:t>
      </w:r>
      <w:r w:rsidR="009C4748" w:rsidRPr="007A0ACC">
        <w:rPr>
          <w:rtl/>
        </w:rPr>
        <w:t xml:space="preserve"> ہوا ص</w:t>
      </w:r>
      <w:r w:rsidRPr="00A54383">
        <w:rPr>
          <w:rFonts w:hint="cs"/>
          <w:rtl/>
        </w:rPr>
        <w:t>91</w:t>
      </w:r>
      <w:r w:rsidR="009C4748" w:rsidRPr="00A54383">
        <w:rPr>
          <w:rFonts w:hint="cs"/>
          <w:rtl/>
        </w:rPr>
        <w:t>۔</w:t>
      </w:r>
      <w:r w:rsidRPr="00A54383">
        <w:rPr>
          <w:rFonts w:hint="cs"/>
          <w:rtl/>
        </w:rPr>
        <w:t>95</w:t>
      </w:r>
    </w:p>
    <w:p w:rsidR="009C4748" w:rsidRPr="007A0ACC" w:rsidRDefault="00413EEC" w:rsidP="00B139CC">
      <w:pPr>
        <w:pStyle w:val="libNormal0"/>
        <w:rPr>
          <w:rtl/>
        </w:rPr>
      </w:pPr>
      <w:r w:rsidRPr="00A54383">
        <w:rPr>
          <w:rFonts w:hint="cs"/>
          <w:rtl/>
        </w:rPr>
        <w:t>3</w:t>
      </w:r>
      <w:r w:rsidR="00A54383" w:rsidRPr="00A54383">
        <w:rPr>
          <w:rFonts w:hint="cs"/>
          <w:rtl/>
          <w:lang w:bidi="ur-PK"/>
        </w:rPr>
        <w:t>4</w:t>
      </w:r>
      <w:r w:rsidR="009C4748" w:rsidRPr="007A0ACC">
        <w:rPr>
          <w:rFonts w:hint="eastAsia"/>
          <w:rtl/>
        </w:rPr>
        <w:t>ڈاکٹر</w:t>
      </w:r>
      <w:r w:rsidR="009C4748" w:rsidRPr="007A0ACC">
        <w:rPr>
          <w:rtl/>
        </w:rPr>
        <w:t xml:space="preserve"> تاج الد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پروف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سر</w:t>
      </w:r>
      <w:r w:rsidR="009C4748" w:rsidRPr="007A0ACC">
        <w:rPr>
          <w:rtl/>
        </w:rPr>
        <w:t xml:space="preserve"> 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ڈسن</w:t>
      </w:r>
      <w:r w:rsidR="009C4748" w:rsidRPr="007A0ACC">
        <w:rPr>
          <w:rtl/>
        </w:rPr>
        <w:t xml:space="preserve"> </w:t>
      </w:r>
      <w:r w:rsidR="00031635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جورڈن</w:t>
      </w:r>
      <w:r w:rsidR="00031635">
        <w:rPr>
          <w:rFonts w:hint="cs"/>
          <w:rtl/>
        </w:rPr>
        <w:t>-----------------</w:t>
      </w:r>
      <w:r w:rsidR="009C4748" w:rsidRPr="007A0ACC">
        <w:rPr>
          <w:rFonts w:hint="eastAsia"/>
          <w:rtl/>
        </w:rPr>
        <w:t>وجود</w:t>
      </w:r>
      <w:r w:rsidR="009C4748" w:rsidRPr="007A0ACC">
        <w:rPr>
          <w:rtl/>
        </w:rPr>
        <w:t xml:space="preserve"> انسان طب اور قران ک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روشن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ں</w:t>
      </w:r>
    </w:p>
    <w:p w:rsidR="009C4748" w:rsidRPr="007A0ACC" w:rsidRDefault="00413EEC" w:rsidP="00B139CC">
      <w:pPr>
        <w:pStyle w:val="libNormal0"/>
        <w:rPr>
          <w:rtl/>
        </w:rPr>
      </w:pPr>
      <w:r w:rsidRPr="00A54383">
        <w:rPr>
          <w:rFonts w:hint="cs"/>
          <w:rtl/>
        </w:rPr>
        <w:t>36</w:t>
      </w:r>
      <w:r w:rsidR="009C4748" w:rsidRPr="007A0ACC">
        <w:rPr>
          <w:rFonts w:hint="eastAsia"/>
          <w:rtl/>
        </w:rPr>
        <w:t>شہ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9C4748" w:rsidRPr="007A0ACC">
        <w:rPr>
          <w:rtl/>
        </w:rPr>
        <w:t xml:space="preserve"> فتح عبدالعز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ز</w:t>
      </w:r>
      <w:r w:rsidR="00031635">
        <w:rPr>
          <w:rFonts w:hint="cs"/>
          <w:rtl/>
        </w:rPr>
        <w:t>------------------</w:t>
      </w:r>
      <w:r w:rsidR="009C4748" w:rsidRPr="007A0ACC">
        <w:rPr>
          <w:rtl/>
        </w:rPr>
        <w:t xml:space="preserve"> فلسط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031635">
        <w:rPr>
          <w:rFonts w:hint="cs"/>
          <w:rtl/>
        </w:rPr>
        <w:t>----------------</w:t>
      </w:r>
      <w:r w:rsidR="009C4748" w:rsidRPr="007A0ACC">
        <w:rPr>
          <w:rFonts w:hint="eastAsia"/>
          <w:rtl/>
        </w:rPr>
        <w:t>المختار</w:t>
      </w:r>
      <w:r w:rsidR="009C4748" w:rsidRPr="007A0ACC">
        <w:rPr>
          <w:rtl/>
        </w:rPr>
        <w:t xml:space="preserve"> اسلام</w:t>
      </w:r>
      <w:r w:rsidR="009C4748" w:rsidRPr="007A0ACC">
        <w:rPr>
          <w:rFonts w:hint="cs"/>
          <w:rtl/>
        </w:rPr>
        <w:t>ی</w:t>
      </w:r>
    </w:p>
    <w:p w:rsidR="009C4748" w:rsidRPr="007A0ACC" w:rsidRDefault="00413EEC" w:rsidP="00B139CC">
      <w:pPr>
        <w:pStyle w:val="libNormal0"/>
        <w:rPr>
          <w:rtl/>
        </w:rPr>
      </w:pPr>
      <w:r w:rsidRPr="00A54383">
        <w:rPr>
          <w:rFonts w:hint="cs"/>
          <w:rtl/>
        </w:rPr>
        <w:t>37</w:t>
      </w:r>
      <w:r w:rsidR="009C4748" w:rsidRPr="007A0ACC">
        <w:rPr>
          <w:rFonts w:hint="eastAsia"/>
          <w:rtl/>
        </w:rPr>
        <w:t>ڈاکٹر</w:t>
      </w:r>
      <w:r w:rsidR="009C4748" w:rsidRPr="007A0ACC">
        <w:rPr>
          <w:rtl/>
        </w:rPr>
        <w:t xml:space="preserve"> ظہ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</w:t>
      </w:r>
      <w:r w:rsidR="009C4748" w:rsidRPr="007A0ACC">
        <w:rPr>
          <w:rtl/>
        </w:rPr>
        <w:t xml:space="preserve"> غزاو</w:t>
      </w:r>
      <w:r w:rsidR="009C4748" w:rsidRPr="007A0ACC">
        <w:rPr>
          <w:rFonts w:hint="cs"/>
          <w:rtl/>
        </w:rPr>
        <w:t>ی</w:t>
      </w:r>
      <w:r w:rsidR="00031635">
        <w:rPr>
          <w:rFonts w:hint="cs"/>
          <w:rtl/>
        </w:rPr>
        <w:t>-----------------</w:t>
      </w:r>
      <w:r w:rsidR="009C4748" w:rsidRPr="007A0ACC">
        <w:rPr>
          <w:rtl/>
        </w:rPr>
        <w:t xml:space="preserve"> فلسط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031635">
        <w:rPr>
          <w:rFonts w:hint="cs"/>
          <w:rtl/>
        </w:rPr>
        <w:t>-----------------</w:t>
      </w:r>
      <w:r w:rsidR="009C4748" w:rsidRPr="007A0ACC">
        <w:rPr>
          <w:rFonts w:hint="eastAsia"/>
          <w:rtl/>
        </w:rPr>
        <w:t>موسسات</w:t>
      </w:r>
      <w:r w:rsidR="009C4748" w:rsidRPr="007A0ACC">
        <w:rPr>
          <w:rtl/>
        </w:rPr>
        <w:t xml:space="preserve"> 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ہ</w:t>
      </w:r>
    </w:p>
    <w:p w:rsidR="009C4748" w:rsidRPr="007A0ACC" w:rsidRDefault="00413EEC" w:rsidP="00B139CC">
      <w:pPr>
        <w:pStyle w:val="libNormal0"/>
        <w:rPr>
          <w:rtl/>
        </w:rPr>
      </w:pPr>
      <w:r w:rsidRPr="00A54383">
        <w:rPr>
          <w:rFonts w:hint="cs"/>
          <w:rtl/>
        </w:rPr>
        <w:t>38</w:t>
      </w:r>
      <w:r w:rsidR="009C4748" w:rsidRPr="007A0ACC">
        <w:rPr>
          <w:rtl/>
        </w:rPr>
        <w:t xml:space="preserve"> ڈاکٹر عل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شع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ب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 (مش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</w:t>
      </w:r>
      <w:r w:rsidR="009C4748" w:rsidRPr="007A0ACC">
        <w:rPr>
          <w:rtl/>
        </w:rPr>
        <w:t xml:space="preserve"> شاہ فہد)</w:t>
      </w:r>
      <w:r w:rsidR="00031635">
        <w:rPr>
          <w:rFonts w:hint="cs"/>
          <w:rtl/>
        </w:rPr>
        <w:t>------------------</w:t>
      </w:r>
      <w:r w:rsidR="009C4748" w:rsidRPr="007A0ACC">
        <w:rPr>
          <w:rFonts w:hint="eastAsia"/>
          <w:rtl/>
        </w:rPr>
        <w:t>سعود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عرب</w:t>
      </w:r>
      <w:r w:rsidR="00031635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اسلام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افکار حالات حاضرہ کے مطابق</w:t>
      </w:r>
    </w:p>
    <w:p w:rsidR="009C4748" w:rsidRPr="007A0ACC" w:rsidRDefault="00413EEC" w:rsidP="00B139CC">
      <w:pPr>
        <w:pStyle w:val="libNormal0"/>
        <w:rPr>
          <w:rtl/>
        </w:rPr>
      </w:pPr>
      <w:r w:rsidRPr="00A54383">
        <w:rPr>
          <w:rFonts w:hint="cs"/>
          <w:rtl/>
        </w:rPr>
        <w:t>39</w:t>
      </w:r>
      <w:r w:rsidR="009C4748" w:rsidRPr="007A0ACC">
        <w:rPr>
          <w:rtl/>
        </w:rPr>
        <w:t xml:space="preserve"> دمر داش بن ذک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عقال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مصر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،</w:t>
      </w:r>
      <w:r w:rsidR="009C4748" w:rsidRPr="007A0ACC">
        <w:rPr>
          <w:rtl/>
        </w:rPr>
        <w:t xml:space="preserve"> سعود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ہوم منسٹر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کا مش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</w:t>
      </w:r>
      <w:r w:rsidR="00031635">
        <w:rPr>
          <w:rFonts w:hint="cs"/>
          <w:rtl/>
        </w:rPr>
        <w:t>------</w:t>
      </w:r>
      <w:r w:rsidR="009C4748" w:rsidRPr="007A0ACC">
        <w:rPr>
          <w:rFonts w:hint="eastAsia"/>
          <w:rtl/>
        </w:rPr>
        <w:t>سعود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عرب</w:t>
      </w:r>
      <w:r w:rsidR="00031635">
        <w:rPr>
          <w:rFonts w:hint="cs"/>
          <w:rtl/>
        </w:rPr>
        <w:t>-----</w:t>
      </w:r>
    </w:p>
    <w:p w:rsidR="009C4748" w:rsidRPr="007A0ACC" w:rsidRDefault="009C4748" w:rsidP="00B139CC">
      <w:pPr>
        <w:pStyle w:val="libNormal0"/>
        <w:rPr>
          <w:rtl/>
        </w:rPr>
      </w:pPr>
      <w:r w:rsidRPr="007A0ACC">
        <w:rPr>
          <w:rFonts w:hint="eastAsia"/>
          <w:rtl/>
        </w:rPr>
        <w:t>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پورٹ پر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حجاج سے کتاب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ضبط کرکے مطالعہ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اور مذہب امام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قبول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۔ </w:t>
      </w:r>
    </w:p>
    <w:p w:rsidR="009C4748" w:rsidRPr="007A0ACC" w:rsidRDefault="00A54383" w:rsidP="00B139CC">
      <w:pPr>
        <w:pStyle w:val="libNormal0"/>
        <w:rPr>
          <w:rtl/>
        </w:rPr>
      </w:pPr>
      <w:r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0</w:t>
      </w:r>
      <w:r w:rsidR="009C4748" w:rsidRPr="007A0ACC">
        <w:rPr>
          <w:rFonts w:hint="eastAsia"/>
          <w:rtl/>
        </w:rPr>
        <w:t>ڈاکٹر</w:t>
      </w:r>
      <w:r w:rsidR="009C4748" w:rsidRPr="007A0ACC">
        <w:rPr>
          <w:rtl/>
        </w:rPr>
        <w:t xml:space="preserve"> عصام العماد امام جمعہ مرکز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جامع مسجدصنعائ(سابق سلف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>)</w:t>
      </w:r>
      <w:r w:rsidR="00031635">
        <w:rPr>
          <w:rFonts w:hint="cs"/>
          <w:rtl/>
        </w:rPr>
        <w:t>-----------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من</w:t>
      </w:r>
      <w:r w:rsidR="00031635">
        <w:rPr>
          <w:rFonts w:hint="cs"/>
          <w:rtl/>
        </w:rPr>
        <w:t>---------</w:t>
      </w:r>
      <w:r w:rsidR="009C4748" w:rsidRPr="007A0ACC">
        <w:rPr>
          <w:rFonts w:hint="eastAsia"/>
          <w:rtl/>
        </w:rPr>
        <w:t>وہاب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ت</w:t>
      </w:r>
      <w:r w:rsidR="009C4748" w:rsidRPr="007A0ACC">
        <w:rPr>
          <w:rtl/>
        </w:rPr>
        <w:t xml:space="preserve"> سے 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عت</w:t>
      </w:r>
      <w:r w:rsidR="009C4748" w:rsidRPr="007A0ACC">
        <w:rPr>
          <w:rtl/>
        </w:rPr>
        <w:t xml:space="preserve"> ک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طرف 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را</w:t>
      </w:r>
      <w:r w:rsidR="009C4748" w:rsidRPr="007A0ACC">
        <w:rPr>
          <w:rtl/>
        </w:rPr>
        <w:t xml:space="preserve"> سفر</w:t>
      </w:r>
    </w:p>
    <w:p w:rsidR="009C4748" w:rsidRPr="007A0ACC" w:rsidRDefault="00A54383" w:rsidP="00B139CC">
      <w:pPr>
        <w:pStyle w:val="libNormal0"/>
        <w:rPr>
          <w:rtl/>
        </w:rPr>
      </w:pPr>
      <w:r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1</w:t>
      </w:r>
      <w:r w:rsidR="009C4748" w:rsidRPr="007A0ACC">
        <w:rPr>
          <w:rFonts w:hint="eastAsia"/>
          <w:rtl/>
        </w:rPr>
        <w:t>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9C4748" w:rsidRPr="007A0ACC">
        <w:rPr>
          <w:rtl/>
        </w:rPr>
        <w:t xml:space="preserve"> ادر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س</w:t>
      </w:r>
      <w:r w:rsidR="009C4748" w:rsidRPr="007A0ACC">
        <w:rPr>
          <w:rtl/>
        </w:rPr>
        <w:t xml:space="preserve"> الحس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دانشور و صحاف</w:t>
      </w:r>
      <w:r w:rsidR="009C4748" w:rsidRPr="007A0ACC">
        <w:rPr>
          <w:rFonts w:hint="cs"/>
          <w:rtl/>
        </w:rPr>
        <w:t>ی</w:t>
      </w:r>
      <w:r w:rsidR="00031635">
        <w:rPr>
          <w:rFonts w:hint="cs"/>
          <w:rtl/>
        </w:rPr>
        <w:t>----------</w:t>
      </w:r>
      <w:r w:rsidR="009C4748" w:rsidRPr="007A0ACC">
        <w:rPr>
          <w:rFonts w:hint="eastAsia"/>
          <w:rtl/>
        </w:rPr>
        <w:t>مراکش</w:t>
      </w:r>
      <w:r w:rsidR="00031635">
        <w:rPr>
          <w:rFonts w:hint="cs"/>
          <w:rtl/>
        </w:rPr>
        <w:t>-----------</w:t>
      </w:r>
      <w:r w:rsidR="009C4748" w:rsidRPr="007A0ACC">
        <w:rPr>
          <w:rFonts w:hint="eastAsia"/>
          <w:rtl/>
        </w:rPr>
        <w:t>حس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 نے مجھے  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عہ</w:t>
      </w:r>
      <w:r w:rsidR="009C4748" w:rsidRPr="007A0ACC">
        <w:rPr>
          <w:rtl/>
        </w:rPr>
        <w:t xml:space="preserve"> بناد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</w:t>
      </w:r>
    </w:p>
    <w:p w:rsidR="009C4748" w:rsidRPr="007A0ACC" w:rsidRDefault="00A54383" w:rsidP="00B139CC">
      <w:pPr>
        <w:pStyle w:val="libNormal0"/>
        <w:rPr>
          <w:rtl/>
        </w:rPr>
      </w:pPr>
      <w:r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2</w:t>
      </w:r>
      <w:r w:rsidR="009C4748" w:rsidRPr="007A0ACC">
        <w:rPr>
          <w:rFonts w:hint="eastAsia"/>
          <w:rtl/>
        </w:rPr>
        <w:t>ڈاکٹر</w:t>
      </w:r>
      <w:r w:rsidR="009C4748" w:rsidRPr="007A0ACC">
        <w:rPr>
          <w:rtl/>
        </w:rPr>
        <w:t xml:space="preserve"> 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9C4748" w:rsidRPr="007A0ACC">
        <w:rPr>
          <w:rtl/>
        </w:rPr>
        <w:t xml:space="preserve"> سامرائ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عالم 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031635">
        <w:rPr>
          <w:rFonts w:hint="cs"/>
          <w:rtl/>
        </w:rPr>
        <w:t>----------</w:t>
      </w:r>
      <w:r w:rsidR="009C4748" w:rsidRPr="007A0ACC">
        <w:rPr>
          <w:rFonts w:hint="eastAsia"/>
          <w:rtl/>
        </w:rPr>
        <w:t>سامرہ</w:t>
      </w:r>
      <w:r w:rsidR="009C4748" w:rsidRPr="007A0ACC">
        <w:rPr>
          <w:rtl/>
        </w:rPr>
        <w:t xml:space="preserve"> عراق</w:t>
      </w:r>
      <w:r w:rsidR="00031635">
        <w:rPr>
          <w:rFonts w:hint="cs"/>
          <w:rtl/>
        </w:rPr>
        <w:t>------------</w:t>
      </w:r>
      <w:r w:rsidR="009C4748" w:rsidRPr="007A0ACC">
        <w:rPr>
          <w:rFonts w:hint="eastAsia"/>
          <w:rtl/>
        </w:rPr>
        <w:t>المختار</w:t>
      </w:r>
      <w:r w:rsidR="009C4748" w:rsidRPr="007A0ACC">
        <w:rPr>
          <w:rtl/>
        </w:rPr>
        <w:t xml:space="preserve"> من نہج البلاغہ</w:t>
      </w:r>
    </w:p>
    <w:p w:rsidR="009C4748" w:rsidRPr="007A0ACC" w:rsidRDefault="00A54383" w:rsidP="00B139CC">
      <w:pPr>
        <w:pStyle w:val="libNormal0"/>
        <w:rPr>
          <w:rtl/>
        </w:rPr>
      </w:pPr>
      <w:r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3</w:t>
      </w:r>
      <w:r w:rsidR="009C4748" w:rsidRPr="007A0ACC">
        <w:rPr>
          <w:rFonts w:hint="eastAsia"/>
          <w:rtl/>
        </w:rPr>
        <w:t>ادر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س</w:t>
      </w:r>
      <w:r w:rsidR="009C4748" w:rsidRPr="007A0ACC">
        <w:rPr>
          <w:rtl/>
        </w:rPr>
        <w:t xml:space="preserve"> حام ت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جان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عالم 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</w:t>
      </w:r>
      <w:r w:rsidR="00031635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نا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ج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</w:t>
      </w:r>
      <w:r w:rsidR="009C4748" w:rsidRPr="007A0ACC">
        <w:rPr>
          <w:rtl/>
        </w:rPr>
        <w:t xml:space="preserve">   </w:t>
      </w:r>
      <w:r w:rsidR="00031635">
        <w:rPr>
          <w:rFonts w:hint="cs"/>
          <w:rtl/>
        </w:rPr>
        <w:t>------------</w:t>
      </w:r>
      <w:r w:rsidR="009C4748" w:rsidRPr="007A0ACC">
        <w:rPr>
          <w:rFonts w:hint="eastAsia"/>
          <w:rtl/>
        </w:rPr>
        <w:t>راہ</w:t>
      </w:r>
      <w:r w:rsidR="009C4748" w:rsidRPr="007A0ACC">
        <w:rPr>
          <w:rtl/>
        </w:rPr>
        <w:t xml:space="preserve"> اہلب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ت</w:t>
      </w:r>
      <w:r w:rsidR="009C4748" w:rsidRPr="007A0ACC">
        <w:rPr>
          <w:rtl/>
        </w:rPr>
        <w:t xml:space="preserve">  </w:t>
      </w:r>
    </w:p>
    <w:p w:rsidR="009C4748" w:rsidRPr="007A0ACC" w:rsidRDefault="00A54383" w:rsidP="00B139CC">
      <w:pPr>
        <w:pStyle w:val="libNormal0"/>
        <w:rPr>
          <w:rtl/>
        </w:rPr>
      </w:pPr>
      <w:r w:rsidRPr="00A54383">
        <w:rPr>
          <w:rFonts w:hint="cs"/>
          <w:rtl/>
          <w:lang w:bidi="ur-PK"/>
        </w:rPr>
        <w:t>44</w:t>
      </w:r>
      <w:r w:rsidR="009C4748" w:rsidRPr="007A0ACC">
        <w:rPr>
          <w:rFonts w:hint="eastAsia"/>
          <w:rtl/>
        </w:rPr>
        <w:t>ڈاکٹر</w:t>
      </w:r>
      <w:r w:rsidR="009C4748" w:rsidRPr="007A0ACC">
        <w:rPr>
          <w:rtl/>
        </w:rPr>
        <w:t xml:space="preserve"> محمد ت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جان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 عالم 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031635">
        <w:rPr>
          <w:rFonts w:hint="cs"/>
          <w:rtl/>
        </w:rPr>
        <w:t>----------</w:t>
      </w:r>
      <w:r w:rsidR="009C4748" w:rsidRPr="007A0ACC">
        <w:rPr>
          <w:rFonts w:hint="eastAsia"/>
          <w:rtl/>
        </w:rPr>
        <w:t>فرانس</w:t>
      </w:r>
      <w:r w:rsidR="00031635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کربلا</w:t>
      </w:r>
      <w:r w:rsidR="009C4748" w:rsidRPr="007A0ACC">
        <w:rPr>
          <w:rtl/>
        </w:rPr>
        <w:t xml:space="preserve"> کا سفر</w:t>
      </w:r>
    </w:p>
    <w:p w:rsidR="009C4748" w:rsidRPr="007A0ACC" w:rsidRDefault="00A54383" w:rsidP="00B139CC">
      <w:pPr>
        <w:pStyle w:val="libNormal0"/>
        <w:rPr>
          <w:rtl/>
        </w:rPr>
      </w:pPr>
      <w:r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5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سنکوہ محمد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مفت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اعظم</w:t>
      </w:r>
      <w:r w:rsidR="00031635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فرانس</w:t>
      </w:r>
      <w:r w:rsidR="00031635">
        <w:rPr>
          <w:rFonts w:hint="cs"/>
          <w:rtl/>
        </w:rPr>
        <w:t>------------</w:t>
      </w:r>
      <w:r w:rsidR="009C4748" w:rsidRPr="007A0ACC">
        <w:rPr>
          <w:rFonts w:hint="eastAsia"/>
          <w:rtl/>
        </w:rPr>
        <w:t>ز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ارت</w:t>
      </w:r>
      <w:r w:rsidR="009C4748" w:rsidRPr="007A0ACC">
        <w:rPr>
          <w:rtl/>
        </w:rPr>
        <w:t xml:space="preserve">  امام حس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 کے موقعہ پر   </w:t>
      </w:r>
    </w:p>
    <w:p w:rsidR="009C4748" w:rsidRPr="007A0ACC" w:rsidRDefault="00A54383" w:rsidP="00B139CC">
      <w:pPr>
        <w:pStyle w:val="libNormal0"/>
        <w:rPr>
          <w:rtl/>
        </w:rPr>
      </w:pPr>
      <w:r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6</w:t>
      </w:r>
      <w:r w:rsidR="009C4748" w:rsidRPr="007A0ACC">
        <w:rPr>
          <w:rFonts w:hint="eastAsia"/>
          <w:rtl/>
        </w:rPr>
        <w:t>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9C4748" w:rsidRPr="007A0ACC">
        <w:rPr>
          <w:rtl/>
        </w:rPr>
        <w:t xml:space="preserve"> عل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بدر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 عالم 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031635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</w:t>
      </w:r>
      <w:r w:rsidR="009C4748" w:rsidRPr="007A0ACC">
        <w:rPr>
          <w:rtl/>
        </w:rPr>
        <w:t xml:space="preserve"> </w:t>
      </w:r>
      <w:r w:rsidR="00031635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حسن</w:t>
      </w:r>
      <w:r w:rsidR="009C4748" w:rsidRPr="007A0ACC">
        <w:rPr>
          <w:rtl/>
        </w:rPr>
        <w:t xml:space="preserve"> المواھب ف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حقائق المذاھب</w:t>
      </w:r>
    </w:p>
    <w:p w:rsidR="009C4748" w:rsidRPr="007A0ACC" w:rsidRDefault="00A54383" w:rsidP="00B139CC">
      <w:pPr>
        <w:pStyle w:val="libNormal0"/>
        <w:rPr>
          <w:rtl/>
        </w:rPr>
      </w:pPr>
      <w:r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7</w:t>
      </w:r>
      <w:r w:rsidR="009C4748" w:rsidRPr="007A0ACC">
        <w:rPr>
          <w:rtl/>
        </w:rPr>
        <w:t xml:space="preserve"> جُما عمر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ونگا</w:t>
      </w:r>
      <w:r w:rsidR="009C4748" w:rsidRPr="007A0ACC">
        <w:rPr>
          <w:rtl/>
        </w:rPr>
        <w:t xml:space="preserve"> معتصب وہاب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</w:t>
      </w:r>
      <w:r w:rsidR="00031635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افر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قہ</w:t>
      </w:r>
      <w:r w:rsidR="00031635">
        <w:rPr>
          <w:rFonts w:hint="cs"/>
          <w:rtl/>
        </w:rPr>
        <w:t>----------------</w:t>
      </w:r>
      <w:r w:rsidR="009C4748" w:rsidRPr="007A0ACC">
        <w:rPr>
          <w:rFonts w:hint="eastAsia"/>
          <w:rtl/>
        </w:rPr>
        <w:t>تفس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</w:t>
      </w:r>
      <w:r w:rsidR="009C4748" w:rsidRPr="007A0ACC">
        <w:rPr>
          <w:rtl/>
        </w:rPr>
        <w:t xml:space="preserve"> قران</w:t>
      </w:r>
    </w:p>
    <w:p w:rsidR="009C4748" w:rsidRPr="007A0ACC" w:rsidRDefault="00A54383" w:rsidP="00B139CC">
      <w:pPr>
        <w:pStyle w:val="libNormal0"/>
        <w:rPr>
          <w:rtl/>
        </w:rPr>
      </w:pPr>
      <w:r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8</w:t>
      </w:r>
      <w:r w:rsidR="009C4748" w:rsidRPr="007A0ACC">
        <w:rPr>
          <w:rFonts w:hint="eastAsia"/>
          <w:rtl/>
        </w:rPr>
        <w:t>ڈاکٹر</w:t>
      </w:r>
      <w:r w:rsidR="009C4748" w:rsidRPr="007A0ACC">
        <w:rPr>
          <w:rtl/>
        </w:rPr>
        <w:t xml:space="preserve"> حم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9C4748" w:rsidRPr="007A0ACC">
        <w:rPr>
          <w:rtl/>
        </w:rPr>
        <w:t xml:space="preserve"> الغر</w:t>
      </w:r>
      <w:r w:rsidR="00031635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امر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کہ</w:t>
      </w:r>
      <w:r w:rsidR="00031635">
        <w:rPr>
          <w:rFonts w:hint="cs"/>
          <w:rtl/>
        </w:rPr>
        <w:t>-----------</w:t>
      </w:r>
    </w:p>
    <w:p w:rsidR="00B139CC" w:rsidRDefault="00B139CC" w:rsidP="007317F7">
      <w:pPr>
        <w:pStyle w:val="libNormal"/>
        <w:rPr>
          <w:rtl/>
        </w:rPr>
      </w:pPr>
      <w:r>
        <w:rPr>
          <w:rtl/>
        </w:rPr>
        <w:br w:type="page"/>
      </w:r>
    </w:p>
    <w:p w:rsidR="009C4748" w:rsidRPr="007A0ACC" w:rsidRDefault="00A54383" w:rsidP="0082305A">
      <w:pPr>
        <w:pStyle w:val="libNormal0"/>
        <w:rPr>
          <w:rtl/>
        </w:rPr>
      </w:pPr>
      <w:r w:rsidRPr="00A54383">
        <w:rPr>
          <w:rFonts w:hint="cs"/>
          <w:rtl/>
          <w:lang w:bidi="ur-PK"/>
        </w:rPr>
        <w:lastRenderedPageBreak/>
        <w:t>4</w:t>
      </w:r>
      <w:r w:rsidR="00413EEC" w:rsidRPr="00A54383">
        <w:rPr>
          <w:rFonts w:hint="cs"/>
          <w:rtl/>
        </w:rPr>
        <w:t>9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عبداللہ ناصر نامور وہاب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عالم </w:t>
      </w:r>
      <w:r w:rsidR="00031635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ک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</w:t>
      </w:r>
      <w:r w:rsidR="00031635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عہ</w:t>
      </w:r>
      <w:r w:rsidR="009C4748" w:rsidRPr="007A0ACC">
        <w:rPr>
          <w:rtl/>
        </w:rPr>
        <w:t xml:space="preserve"> اور قران۔ش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عہ</w:t>
      </w:r>
      <w:r w:rsidR="009C4748" w:rsidRPr="007A0ACC">
        <w:rPr>
          <w:rtl/>
        </w:rPr>
        <w:t xml:space="preserve"> اورحد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ث،ش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عہ</w:t>
      </w:r>
      <w:r w:rsidR="009C4748" w:rsidRPr="007A0ACC">
        <w:rPr>
          <w:rtl/>
        </w:rPr>
        <w:t xml:space="preserve"> اور صحابہ،ش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عہ</w:t>
      </w:r>
      <w:r w:rsidR="009C4748" w:rsidRPr="007A0ACC">
        <w:rPr>
          <w:rtl/>
        </w:rPr>
        <w:t xml:space="preserve"> اور امامت،ش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عہ</w:t>
      </w:r>
      <w:r w:rsidR="009C4748" w:rsidRPr="007A0ACC">
        <w:rPr>
          <w:rtl/>
        </w:rPr>
        <w:t xml:space="preserve"> اور تق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ہ</w:t>
      </w:r>
    </w:p>
    <w:p w:rsidR="009C4748" w:rsidRPr="007A0ACC" w:rsidRDefault="00413EEC" w:rsidP="0082305A">
      <w:pPr>
        <w:pStyle w:val="libNormal0"/>
        <w:rPr>
          <w:rtl/>
        </w:rPr>
      </w:pPr>
      <w:r w:rsidRPr="00A54383">
        <w:rPr>
          <w:rFonts w:hint="cs"/>
          <w:rtl/>
        </w:rPr>
        <w:t>50</w:t>
      </w:r>
      <w:r w:rsidR="009C4748" w:rsidRPr="007A0ACC">
        <w:rPr>
          <w:rtl/>
        </w:rPr>
        <w:t xml:space="preserve">  مولانا 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9C4748" w:rsidRPr="007A0ACC">
        <w:rPr>
          <w:rtl/>
        </w:rPr>
        <w:t xml:space="preserve"> مقبول دہلو</w:t>
      </w:r>
      <w:r w:rsidR="009C4748" w:rsidRPr="007A0ACC">
        <w:rPr>
          <w:rFonts w:hint="cs"/>
          <w:rtl/>
        </w:rPr>
        <w:t>ی</w:t>
      </w:r>
      <w:r w:rsidR="00031635">
        <w:rPr>
          <w:rFonts w:hint="cs"/>
          <w:rtl/>
        </w:rPr>
        <w:t>-----------------</w:t>
      </w:r>
      <w:r w:rsidR="009C4748" w:rsidRPr="007A0ACC">
        <w:rPr>
          <w:rtl/>
        </w:rPr>
        <w:t>(ہند)</w:t>
      </w:r>
      <w:r w:rsidR="00031635">
        <w:rPr>
          <w:rFonts w:hint="cs"/>
          <w:rtl/>
        </w:rPr>
        <w:t>----------------</w:t>
      </w:r>
      <w:r w:rsidR="009C4748" w:rsidRPr="007A0ACC">
        <w:rPr>
          <w:rFonts w:hint="eastAsia"/>
          <w:rtl/>
        </w:rPr>
        <w:t>ترجمہ</w:t>
      </w:r>
      <w:r w:rsidR="009C4748" w:rsidRPr="007A0ACC">
        <w:rPr>
          <w:rtl/>
        </w:rPr>
        <w:t xml:space="preserve"> وتفس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</w:t>
      </w:r>
      <w:r w:rsidR="009C4748" w:rsidRPr="007A0ACC">
        <w:rPr>
          <w:rtl/>
        </w:rPr>
        <w:t xml:space="preserve"> قرآن </w:t>
      </w:r>
      <w:r w:rsidRPr="00A54383">
        <w:rPr>
          <w:rFonts w:hint="cs"/>
          <w:rtl/>
        </w:rPr>
        <w:t>2</w:t>
      </w:r>
      <w:r w:rsidR="009C4748" w:rsidRPr="00A54383">
        <w:rPr>
          <w:rFonts w:hint="cs"/>
          <w:rtl/>
        </w:rPr>
        <w:t>جلد</w:t>
      </w:r>
    </w:p>
    <w:p w:rsidR="009C4748" w:rsidRPr="007A0ACC" w:rsidRDefault="00413EEC" w:rsidP="00B139CC">
      <w:pPr>
        <w:pStyle w:val="libNormal0"/>
        <w:rPr>
          <w:rtl/>
        </w:rPr>
      </w:pPr>
      <w:r w:rsidRPr="00A54383">
        <w:rPr>
          <w:rFonts w:hint="cs"/>
          <w:rtl/>
        </w:rPr>
        <w:t>51</w:t>
      </w:r>
      <w:r w:rsidR="009C4748" w:rsidRPr="007A0ACC">
        <w:rPr>
          <w:rFonts w:hint="eastAsia"/>
          <w:rtl/>
        </w:rPr>
        <w:t>حامد</w:t>
      </w:r>
      <w:r w:rsidR="009C4748" w:rsidRPr="007A0ACC">
        <w:rPr>
          <w:rtl/>
        </w:rPr>
        <w:t xml:space="preserve"> بن شب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</w:t>
      </w:r>
      <w:r w:rsidR="009C4748" w:rsidRPr="007A0ACC">
        <w:rPr>
          <w:rtl/>
        </w:rPr>
        <w:t xml:space="preserve"> سا بق چ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ف</w:t>
      </w:r>
      <w:r w:rsidR="009C4748" w:rsidRPr="007A0ACC">
        <w:rPr>
          <w:rtl/>
        </w:rPr>
        <w:t xml:space="preserve"> جج</w:t>
      </w:r>
      <w:r w:rsidR="00031635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ح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درآباد</w:t>
      </w:r>
      <w:r w:rsidR="009C4748" w:rsidRPr="007A0ACC">
        <w:rPr>
          <w:rtl/>
        </w:rPr>
        <w:t>(ہند)</w:t>
      </w:r>
      <w:r w:rsidR="00031635">
        <w:rPr>
          <w:rFonts w:hint="cs"/>
          <w:rtl/>
        </w:rPr>
        <w:t>------------</w:t>
      </w:r>
      <w:r w:rsidR="009C4748" w:rsidRPr="007A0ACC">
        <w:rPr>
          <w:rFonts w:hint="eastAsia"/>
          <w:rtl/>
        </w:rPr>
        <w:t>کلمتہ</w:t>
      </w:r>
      <w:r w:rsidR="009C4748" w:rsidRPr="007A0ACC">
        <w:rPr>
          <w:rtl/>
        </w:rPr>
        <w:t xml:space="preserve"> الحق  </w:t>
      </w:r>
      <w:r w:rsidRPr="00A54383">
        <w:rPr>
          <w:rFonts w:hint="cs"/>
          <w:rtl/>
        </w:rPr>
        <w:t>2</w:t>
      </w:r>
      <w:r w:rsidR="009C4748" w:rsidRPr="00A54383">
        <w:rPr>
          <w:rFonts w:hint="cs"/>
          <w:rtl/>
        </w:rPr>
        <w:t xml:space="preserve"> جلد</w:t>
      </w:r>
    </w:p>
    <w:p w:rsidR="009C4748" w:rsidRPr="007A0ACC" w:rsidRDefault="00413EEC" w:rsidP="00B139CC">
      <w:pPr>
        <w:pStyle w:val="libNormal0"/>
        <w:rPr>
          <w:rtl/>
        </w:rPr>
      </w:pPr>
      <w:r w:rsidRPr="00A54383">
        <w:rPr>
          <w:rFonts w:hint="cs"/>
          <w:rtl/>
        </w:rPr>
        <w:t>52</w:t>
      </w:r>
      <w:r w:rsidR="009C4748" w:rsidRPr="007A0ACC">
        <w:rPr>
          <w:rtl/>
        </w:rPr>
        <w:t xml:space="preserve"> مولانا نواب احمد حس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خان </w:t>
      </w:r>
      <w:r w:rsidR="00031635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پرتاپ</w:t>
      </w:r>
      <w:r w:rsidR="009C4748" w:rsidRPr="007A0ACC">
        <w:rPr>
          <w:rtl/>
        </w:rPr>
        <w:t xml:space="preserve"> گڈھ(ہند)</w:t>
      </w:r>
      <w:r w:rsidR="00031635">
        <w:rPr>
          <w:rFonts w:hint="cs"/>
          <w:rtl/>
        </w:rPr>
        <w:t>-------------</w:t>
      </w:r>
      <w:r w:rsidR="009C4748" w:rsidRPr="007A0ACC">
        <w:rPr>
          <w:rtl/>
        </w:rPr>
        <w:t xml:space="preserve"> تار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احمد</w:t>
      </w:r>
      <w:r w:rsidR="009C4748" w:rsidRPr="007A0ACC">
        <w:rPr>
          <w:rFonts w:hint="cs"/>
          <w:rtl/>
        </w:rPr>
        <w:t>ی</w:t>
      </w:r>
    </w:p>
    <w:p w:rsidR="009C4748" w:rsidRPr="007A0ACC" w:rsidRDefault="00413EEC" w:rsidP="00031635">
      <w:pPr>
        <w:pStyle w:val="libNormal0"/>
        <w:rPr>
          <w:rtl/>
        </w:rPr>
      </w:pPr>
      <w:r w:rsidRPr="00A54383">
        <w:rPr>
          <w:rFonts w:hint="cs"/>
          <w:rtl/>
        </w:rPr>
        <w:t>53</w:t>
      </w:r>
      <w:r w:rsidR="009C4748" w:rsidRPr="007A0ACC">
        <w:rPr>
          <w:rFonts w:hint="eastAsia"/>
          <w:rtl/>
        </w:rPr>
        <w:t>بابا</w:t>
      </w:r>
      <w:r w:rsidR="009C4748" w:rsidRPr="007A0ACC">
        <w:rPr>
          <w:rtl/>
        </w:rPr>
        <w:t xml:space="preserve"> خل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ل</w:t>
      </w:r>
      <w:r w:rsidR="009C4748" w:rsidRPr="007A0ACC">
        <w:rPr>
          <w:rtl/>
        </w:rPr>
        <w:t xml:space="preserve"> چست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مشہور صوف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بزرگ</w:t>
      </w:r>
      <w:r w:rsidR="00031635">
        <w:rPr>
          <w:rFonts w:hint="cs"/>
          <w:rtl/>
        </w:rPr>
        <w:t>-----------</w:t>
      </w:r>
      <w:r w:rsidR="009C4748" w:rsidRPr="007A0ACC">
        <w:rPr>
          <w:rFonts w:hint="eastAsia"/>
          <w:rtl/>
        </w:rPr>
        <w:t>بنارس</w:t>
      </w:r>
      <w:r w:rsidR="009C4748" w:rsidRPr="007A0ACC">
        <w:rPr>
          <w:rtl/>
        </w:rPr>
        <w:t xml:space="preserve">  (ہند)</w:t>
      </w:r>
      <w:r w:rsidR="00031635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مولا</w:t>
      </w:r>
      <w:r w:rsidR="009C4748" w:rsidRPr="007A0ACC">
        <w:rPr>
          <w:rtl/>
        </w:rPr>
        <w:t xml:space="preserve"> عل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اور معاو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ہ</w:t>
      </w:r>
    </w:p>
    <w:p w:rsidR="009C4748" w:rsidRPr="007A0ACC" w:rsidRDefault="00413EEC" w:rsidP="00031635">
      <w:pPr>
        <w:pStyle w:val="libNormal0"/>
        <w:rPr>
          <w:rtl/>
        </w:rPr>
      </w:pPr>
      <w:r w:rsidRPr="00A54383">
        <w:rPr>
          <w:rFonts w:hint="cs"/>
          <w:rtl/>
        </w:rPr>
        <w:t>5</w:t>
      </w:r>
      <w:r w:rsidR="00A54383" w:rsidRPr="00A54383">
        <w:rPr>
          <w:rFonts w:hint="cs"/>
          <w:rtl/>
          <w:lang w:bidi="ur-PK"/>
        </w:rPr>
        <w:t>4</w:t>
      </w:r>
      <w:r w:rsidR="009C4748" w:rsidRPr="007A0ACC">
        <w:rPr>
          <w:rFonts w:hint="eastAsia"/>
          <w:rtl/>
        </w:rPr>
        <w:t>مولانا</w:t>
      </w:r>
      <w:r w:rsidR="009C4748" w:rsidRPr="007A0ACC">
        <w:rPr>
          <w:rtl/>
        </w:rPr>
        <w:t xml:space="preserve"> جلال الد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حسن۔عالم</w:t>
      </w:r>
      <w:r w:rsidR="00031635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ح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درآباد</w:t>
      </w:r>
      <w:r w:rsidR="009C4748" w:rsidRPr="007A0ACC">
        <w:rPr>
          <w:rtl/>
        </w:rPr>
        <w:t>(ہند)</w:t>
      </w:r>
      <w:r w:rsidR="00031635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ا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مان</w:t>
      </w:r>
      <w:r w:rsidR="009C4748" w:rsidRPr="007A0ACC">
        <w:rPr>
          <w:rtl/>
        </w:rPr>
        <w:t xml:space="preserve"> و عمل</w:t>
      </w:r>
    </w:p>
    <w:p w:rsidR="009C4748" w:rsidRPr="007A0ACC" w:rsidRDefault="00413EEC" w:rsidP="00031635">
      <w:pPr>
        <w:pStyle w:val="libNormal0"/>
        <w:rPr>
          <w:rtl/>
        </w:rPr>
      </w:pPr>
      <w:r w:rsidRPr="00A54383">
        <w:rPr>
          <w:rFonts w:hint="cs"/>
          <w:rtl/>
        </w:rPr>
        <w:t>55</w:t>
      </w:r>
      <w:r w:rsidR="009C4748" w:rsidRPr="007A0ACC">
        <w:rPr>
          <w:rFonts w:hint="eastAsia"/>
          <w:rtl/>
        </w:rPr>
        <w:t>مولانا</w:t>
      </w:r>
      <w:r w:rsidR="009C4748" w:rsidRPr="007A0ACC">
        <w:rPr>
          <w:rtl/>
        </w:rPr>
        <w:t xml:space="preserve"> 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احمد عثمان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وبند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</w:t>
      </w:r>
      <w:r w:rsidR="00031635">
        <w:rPr>
          <w:rFonts w:hint="cs"/>
          <w:rtl/>
        </w:rPr>
        <w:t>-------------</w:t>
      </w:r>
      <w:r w:rsidR="009C4748" w:rsidRPr="007A0ACC">
        <w:rPr>
          <w:rtl/>
        </w:rPr>
        <w:t>(ہند)</w:t>
      </w:r>
      <w:r w:rsidR="00031635">
        <w:rPr>
          <w:rFonts w:hint="cs"/>
          <w:rtl/>
        </w:rPr>
        <w:t>------------</w:t>
      </w:r>
      <w:r w:rsidR="009C4748" w:rsidRPr="007A0ACC">
        <w:rPr>
          <w:rFonts w:hint="eastAsia"/>
          <w:rtl/>
        </w:rPr>
        <w:t>انوار</w:t>
      </w:r>
      <w:r w:rsidR="009C4748" w:rsidRPr="007A0ACC">
        <w:rPr>
          <w:rtl/>
        </w:rPr>
        <w:t xml:space="preserve"> الہد</w:t>
      </w:r>
      <w:r w:rsidR="009C4748" w:rsidRPr="007A0ACC">
        <w:rPr>
          <w:rFonts w:hint="cs"/>
          <w:rtl/>
        </w:rPr>
        <w:t>یٰ</w:t>
      </w:r>
      <w:r w:rsidR="009C4748" w:rsidRPr="007A0ACC">
        <w:rPr>
          <w:rtl/>
        </w:rPr>
        <w:t xml:space="preserve"> اور شمس الضح</w:t>
      </w:r>
      <w:r w:rsidR="009C4748" w:rsidRPr="007A0ACC">
        <w:rPr>
          <w:rFonts w:hint="cs"/>
          <w:rtl/>
        </w:rPr>
        <w:t>یٰ</w:t>
      </w:r>
    </w:p>
    <w:p w:rsidR="009C4748" w:rsidRPr="007A0ACC" w:rsidRDefault="00413EEC" w:rsidP="00031635">
      <w:pPr>
        <w:pStyle w:val="libNormal0"/>
        <w:rPr>
          <w:rtl/>
        </w:rPr>
      </w:pPr>
      <w:r w:rsidRPr="00A54383">
        <w:rPr>
          <w:rFonts w:hint="cs"/>
          <w:rtl/>
        </w:rPr>
        <w:t>56</w:t>
      </w:r>
      <w:r w:rsidR="009C4748" w:rsidRPr="007A0ACC">
        <w:rPr>
          <w:rFonts w:hint="eastAsia"/>
          <w:rtl/>
        </w:rPr>
        <w:t>مولانا</w:t>
      </w:r>
      <w:r w:rsidR="009C4748" w:rsidRPr="007A0ACC">
        <w:rPr>
          <w:rtl/>
        </w:rPr>
        <w:t xml:space="preserve"> اختر سلطان</w:t>
      </w:r>
      <w:r w:rsidR="00031635">
        <w:rPr>
          <w:rFonts w:hint="cs"/>
          <w:rtl/>
        </w:rPr>
        <w:t>----------------</w:t>
      </w:r>
      <w:r w:rsidR="009C4748" w:rsidRPr="007A0ACC">
        <w:rPr>
          <w:rtl/>
        </w:rPr>
        <w:t>(ہند)</w:t>
      </w:r>
      <w:r w:rsidR="00031635">
        <w:rPr>
          <w:rFonts w:hint="cs"/>
          <w:rtl/>
        </w:rPr>
        <w:t>----------------</w:t>
      </w:r>
      <w:r w:rsidR="009C4748" w:rsidRPr="007A0ACC">
        <w:rPr>
          <w:rFonts w:hint="eastAsia"/>
          <w:rtl/>
        </w:rPr>
        <w:t>تنز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ہ</w:t>
      </w:r>
      <w:r w:rsidR="009C4748" w:rsidRPr="007A0ACC">
        <w:rPr>
          <w:rtl/>
        </w:rPr>
        <w:t xml:space="preserve"> الانصاب  </w:t>
      </w:r>
      <w:r w:rsidRPr="00A54383">
        <w:rPr>
          <w:rFonts w:hint="cs"/>
          <w:rtl/>
        </w:rPr>
        <w:t>2</w:t>
      </w:r>
      <w:r w:rsidR="009C4748" w:rsidRPr="00A54383">
        <w:rPr>
          <w:rFonts w:hint="cs"/>
          <w:rtl/>
        </w:rPr>
        <w:t>جلد</w:t>
      </w:r>
    </w:p>
    <w:p w:rsidR="009C4748" w:rsidRPr="007A0ACC" w:rsidRDefault="00413EEC" w:rsidP="00031635">
      <w:pPr>
        <w:pStyle w:val="libNormal0"/>
        <w:rPr>
          <w:rtl/>
        </w:rPr>
      </w:pPr>
      <w:r w:rsidRPr="00A54383">
        <w:rPr>
          <w:rFonts w:hint="cs"/>
          <w:rtl/>
        </w:rPr>
        <w:t>57</w:t>
      </w:r>
      <w:r w:rsidR="009C4748" w:rsidRPr="007A0ACC">
        <w:rPr>
          <w:rFonts w:hint="eastAsia"/>
          <w:rtl/>
        </w:rPr>
        <w:t>مولانا</w:t>
      </w:r>
      <w:r w:rsidR="009C4748" w:rsidRPr="007A0ACC">
        <w:rPr>
          <w:rtl/>
        </w:rPr>
        <w:t xml:space="preserve"> ہما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وںمرزا</w:t>
      </w:r>
      <w:r w:rsidR="009C4748" w:rsidRPr="007A0ACC">
        <w:rPr>
          <w:rtl/>
        </w:rPr>
        <w:t xml:space="preserve"> ا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ڈوک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ٹ</w:t>
      </w:r>
      <w:r w:rsidR="00031635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کلکتہ</w:t>
      </w:r>
      <w:r w:rsidR="009C4748" w:rsidRPr="007A0ACC">
        <w:rPr>
          <w:rtl/>
        </w:rPr>
        <w:t xml:space="preserve"> (ہند)</w:t>
      </w:r>
      <w:r w:rsidR="00031635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شاہراہ</w:t>
      </w:r>
      <w:r w:rsidR="009C4748" w:rsidRPr="007A0ACC">
        <w:rPr>
          <w:rtl/>
        </w:rPr>
        <w:t xml:space="preserve"> ِنجات</w:t>
      </w:r>
    </w:p>
    <w:p w:rsidR="009C4748" w:rsidRPr="007A0ACC" w:rsidRDefault="00413EEC" w:rsidP="00031635">
      <w:pPr>
        <w:pStyle w:val="libNormal0"/>
        <w:rPr>
          <w:rtl/>
        </w:rPr>
      </w:pPr>
      <w:r w:rsidRPr="00A54383">
        <w:rPr>
          <w:rFonts w:hint="cs"/>
          <w:rtl/>
        </w:rPr>
        <w:t>58</w:t>
      </w:r>
      <w:r w:rsidR="009C4748" w:rsidRPr="007A0ACC">
        <w:rPr>
          <w:rFonts w:hint="eastAsia"/>
          <w:rtl/>
        </w:rPr>
        <w:t>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9C4748" w:rsidRPr="007A0ACC">
        <w:rPr>
          <w:rtl/>
        </w:rPr>
        <w:t xml:space="preserve"> امداد امام</w:t>
      </w:r>
      <w:r w:rsidR="00031635">
        <w:rPr>
          <w:rFonts w:hint="cs"/>
          <w:rtl/>
        </w:rPr>
        <w:t>------------</w:t>
      </w:r>
      <w:r w:rsidR="009C4748" w:rsidRPr="007A0ACC">
        <w:rPr>
          <w:rFonts w:hint="eastAsia"/>
          <w:rtl/>
        </w:rPr>
        <w:t>پٹنہ</w:t>
      </w:r>
      <w:r w:rsidR="009C4748" w:rsidRPr="007A0ACC">
        <w:rPr>
          <w:rtl/>
        </w:rPr>
        <w:t xml:space="preserve"> بہار (ہند)</w:t>
      </w:r>
      <w:r w:rsidR="00031635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مصباح</w:t>
      </w:r>
      <w:r w:rsidR="009C4748" w:rsidRPr="007A0ACC">
        <w:rPr>
          <w:rtl/>
        </w:rPr>
        <w:t xml:space="preserve"> الظلم</w:t>
      </w:r>
    </w:p>
    <w:p w:rsidR="009C4748" w:rsidRPr="007A0ACC" w:rsidRDefault="00413EEC" w:rsidP="00B139CC">
      <w:pPr>
        <w:pStyle w:val="libNormal0"/>
        <w:rPr>
          <w:rtl/>
        </w:rPr>
      </w:pPr>
      <w:r w:rsidRPr="00A54383">
        <w:rPr>
          <w:rFonts w:hint="cs"/>
          <w:rtl/>
        </w:rPr>
        <w:t>59</w:t>
      </w:r>
      <w:r w:rsidR="009C4748" w:rsidRPr="007A0ACC">
        <w:rPr>
          <w:rFonts w:hint="eastAsia"/>
          <w:rtl/>
        </w:rPr>
        <w:t>مولانا</w:t>
      </w:r>
      <w:r w:rsidR="009C4748" w:rsidRPr="007A0ACC">
        <w:rPr>
          <w:rtl/>
        </w:rPr>
        <w:t xml:space="preserve"> وح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9C4748" w:rsidRPr="007A0ACC">
        <w:rPr>
          <w:rtl/>
        </w:rPr>
        <w:t xml:space="preserve"> الد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خان</w:t>
      </w:r>
      <w:r w:rsidR="00031635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دکن</w:t>
      </w:r>
      <w:r w:rsidR="009C4748" w:rsidRPr="007A0ACC">
        <w:rPr>
          <w:rtl/>
        </w:rPr>
        <w:t>(ہند)</w:t>
      </w:r>
      <w:r w:rsidR="00031635">
        <w:rPr>
          <w:rFonts w:hint="cs"/>
          <w:rtl/>
        </w:rPr>
        <w:t>-----------</w:t>
      </w:r>
      <w:r w:rsidR="009C4748" w:rsidRPr="007A0ACC">
        <w:rPr>
          <w:rFonts w:hint="eastAsia"/>
          <w:rtl/>
        </w:rPr>
        <w:t>حد</w:t>
      </w:r>
      <w:r w:rsidR="009C4748" w:rsidRPr="007A0ACC">
        <w:rPr>
          <w:rtl/>
        </w:rPr>
        <w:t xml:space="preserve"> تحق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ق</w:t>
      </w:r>
      <w:r w:rsidR="009C4748" w:rsidRPr="007A0ACC">
        <w:rPr>
          <w:rtl/>
        </w:rPr>
        <w:t xml:space="preserve"> بہ مشرب سن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</w:t>
      </w:r>
    </w:p>
    <w:p w:rsidR="009C4748" w:rsidRPr="007A0ACC" w:rsidRDefault="00413EEC" w:rsidP="0082305A">
      <w:pPr>
        <w:pStyle w:val="libNormal0"/>
        <w:rPr>
          <w:rtl/>
        </w:rPr>
      </w:pPr>
      <w:r w:rsidRPr="00A54383">
        <w:rPr>
          <w:rFonts w:hint="cs"/>
          <w:rtl/>
        </w:rPr>
        <w:t>60</w:t>
      </w:r>
      <w:r w:rsidR="009C4748" w:rsidRPr="007A0ACC">
        <w:rPr>
          <w:rtl/>
        </w:rPr>
        <w:t xml:space="preserve"> مولانا وح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9C4748" w:rsidRPr="007A0ACC">
        <w:rPr>
          <w:rtl/>
        </w:rPr>
        <w:t xml:space="preserve"> الزمان </w:t>
      </w:r>
      <w:r w:rsidR="00B139CC">
        <w:rPr>
          <w:rFonts w:hint="cs"/>
          <w:rtl/>
        </w:rPr>
        <w:t>------------</w:t>
      </w:r>
      <w:r w:rsidR="009C4748" w:rsidRPr="007A0ACC">
        <w:rPr>
          <w:rFonts w:hint="eastAsia"/>
          <w:rtl/>
        </w:rPr>
        <w:t>ح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درآباد</w:t>
      </w:r>
      <w:r w:rsidR="009C4748" w:rsidRPr="007A0ACC">
        <w:rPr>
          <w:rtl/>
        </w:rPr>
        <w:t>(ہند)</w:t>
      </w:r>
      <w:r w:rsidR="00B139CC">
        <w:rPr>
          <w:rFonts w:hint="cs"/>
          <w:rtl/>
        </w:rPr>
        <w:t>----------------</w:t>
      </w:r>
      <w:r w:rsidR="009C4748" w:rsidRPr="007A0ACC">
        <w:rPr>
          <w:rtl/>
        </w:rPr>
        <w:t xml:space="preserve">  عقائد وح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ہ</w:t>
      </w:r>
    </w:p>
    <w:p w:rsidR="009C4748" w:rsidRPr="007A0ACC" w:rsidRDefault="00413EEC" w:rsidP="0082305A">
      <w:pPr>
        <w:pStyle w:val="libNormal0"/>
        <w:rPr>
          <w:rtl/>
        </w:rPr>
      </w:pPr>
      <w:r w:rsidRPr="00A54383">
        <w:rPr>
          <w:rFonts w:hint="cs"/>
          <w:rtl/>
        </w:rPr>
        <w:t>61</w:t>
      </w:r>
      <w:r w:rsidR="009C4748" w:rsidRPr="007A0ACC">
        <w:rPr>
          <w:rtl/>
        </w:rPr>
        <w:t xml:space="preserve"> مولو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احمد خان درو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tl/>
        </w:rPr>
        <w:t xml:space="preserve"> </w:t>
      </w:r>
      <w:r w:rsidR="0082305A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ح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درآباد</w:t>
      </w:r>
      <w:r w:rsidR="009C4748" w:rsidRPr="007A0ACC">
        <w:rPr>
          <w:rtl/>
        </w:rPr>
        <w:t>(ہند)</w:t>
      </w:r>
      <w:r w:rsidR="0082305A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عہ</w:t>
      </w:r>
      <w:r w:rsidR="009C4748" w:rsidRPr="007A0ACC">
        <w:rPr>
          <w:rtl/>
        </w:rPr>
        <w:t xml:space="preserve"> ہونے کا اعلان مع دستخط موجود ہے</w:t>
      </w:r>
    </w:p>
    <w:p w:rsidR="009C4748" w:rsidRPr="007A0ACC" w:rsidRDefault="00413EEC" w:rsidP="0082305A">
      <w:pPr>
        <w:pStyle w:val="libNormal0"/>
        <w:rPr>
          <w:rtl/>
        </w:rPr>
      </w:pPr>
      <w:r w:rsidRPr="00A54383">
        <w:rPr>
          <w:rFonts w:hint="cs"/>
          <w:rtl/>
        </w:rPr>
        <w:t>62</w:t>
      </w:r>
      <w:r w:rsidR="009C4748" w:rsidRPr="007A0ACC">
        <w:rPr>
          <w:rFonts w:hint="eastAsia"/>
          <w:rtl/>
        </w:rPr>
        <w:t>ڈاکٹر</w:t>
      </w:r>
      <w:r w:rsidR="009C4748" w:rsidRPr="007A0ACC">
        <w:rPr>
          <w:rtl/>
        </w:rPr>
        <w:t xml:space="preserve"> شک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ل</w:t>
      </w:r>
      <w:r w:rsidR="009C4748" w:rsidRPr="007A0ACC">
        <w:rPr>
          <w:rtl/>
        </w:rPr>
        <w:t xml:space="preserve"> اختر مع سات 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گر</w:t>
      </w:r>
      <w:r w:rsidR="009C4748" w:rsidRPr="007A0ACC">
        <w:rPr>
          <w:rtl/>
        </w:rPr>
        <w:t xml:space="preserve"> افراد</w:t>
      </w:r>
      <w:r w:rsidR="0082305A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وان</w:t>
      </w:r>
      <w:r w:rsidR="009C4748" w:rsidRPr="007A0ACC">
        <w:rPr>
          <w:rtl/>
        </w:rPr>
        <w:t xml:space="preserve"> (بہار)</w:t>
      </w:r>
      <w:r w:rsidR="0082305A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طوفان</w:t>
      </w:r>
      <w:r w:rsidR="009C4748" w:rsidRPr="007A0ACC">
        <w:rPr>
          <w:rtl/>
        </w:rPr>
        <w:t xml:space="preserve"> سے ساحل تک</w:t>
      </w:r>
    </w:p>
    <w:p w:rsidR="009C4748" w:rsidRPr="007A0ACC" w:rsidRDefault="00413EEC" w:rsidP="0082305A">
      <w:pPr>
        <w:pStyle w:val="libNormal0"/>
        <w:rPr>
          <w:rtl/>
        </w:rPr>
      </w:pPr>
      <w:r w:rsidRPr="00A54383">
        <w:rPr>
          <w:rFonts w:hint="cs"/>
          <w:rtl/>
        </w:rPr>
        <w:t>63</w:t>
      </w:r>
      <w:r w:rsidR="009C4748" w:rsidRPr="007A0ACC">
        <w:rPr>
          <w:rtl/>
        </w:rPr>
        <w:t xml:space="preserve"> انعام محمد سرکار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ملازم</w:t>
      </w:r>
      <w:r w:rsidR="0082305A">
        <w:rPr>
          <w:rFonts w:hint="cs"/>
          <w:rtl/>
        </w:rPr>
        <w:t>----------------</w:t>
      </w:r>
      <w:r w:rsidR="009C4748" w:rsidRPr="007A0ACC">
        <w:rPr>
          <w:rFonts w:hint="eastAsia"/>
          <w:rtl/>
        </w:rPr>
        <w:t>کلکتہ</w:t>
      </w:r>
      <w:r w:rsidR="009C4748" w:rsidRPr="007A0ACC">
        <w:rPr>
          <w:rtl/>
        </w:rPr>
        <w:t xml:space="preserve"> (ہند)</w:t>
      </w:r>
      <w:r w:rsidR="0082305A">
        <w:rPr>
          <w:rFonts w:hint="cs"/>
          <w:rtl/>
        </w:rPr>
        <w:t>-----------</w:t>
      </w:r>
      <w:r w:rsidR="009C4748" w:rsidRPr="007A0ACC">
        <w:rPr>
          <w:rFonts w:hint="eastAsia"/>
          <w:rtl/>
        </w:rPr>
        <w:t>ھُد</w:t>
      </w:r>
      <w:r w:rsidR="009C4748" w:rsidRPr="007A0ACC">
        <w:rPr>
          <w:rtl/>
        </w:rPr>
        <w:t xml:space="preserve"> </w:t>
      </w:r>
      <w:r w:rsidR="009C4748" w:rsidRPr="007A0ACC">
        <w:rPr>
          <w:rFonts w:hint="cs"/>
          <w:rtl/>
        </w:rPr>
        <w:t>یََ</w:t>
      </w:r>
      <w:r w:rsidR="009C4748" w:rsidRPr="007A0ACC">
        <w:rPr>
          <w:rtl/>
        </w:rPr>
        <w:t xml:space="preserve">  للعالم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(فضائل امام عل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)</w:t>
      </w:r>
    </w:p>
    <w:p w:rsidR="009C4748" w:rsidRPr="007A0ACC" w:rsidRDefault="00413EEC" w:rsidP="0082305A">
      <w:pPr>
        <w:pStyle w:val="libNormal0"/>
        <w:rPr>
          <w:rtl/>
        </w:rPr>
      </w:pPr>
      <w:r w:rsidRPr="00A54383">
        <w:rPr>
          <w:rFonts w:hint="cs"/>
          <w:rtl/>
        </w:rPr>
        <w:t>6</w:t>
      </w:r>
      <w:r w:rsidR="00A54383" w:rsidRPr="00A54383">
        <w:rPr>
          <w:rFonts w:hint="cs"/>
          <w:rtl/>
          <w:lang w:bidi="ur-PK"/>
        </w:rPr>
        <w:t>4</w:t>
      </w:r>
      <w:r w:rsidR="009C4748" w:rsidRPr="007A0ACC">
        <w:rPr>
          <w:rFonts w:hint="eastAsia"/>
          <w:rtl/>
        </w:rPr>
        <w:t>جنام</w:t>
      </w:r>
      <w:r w:rsidR="009C4748" w:rsidRPr="007A0ACC">
        <w:rPr>
          <w:rtl/>
        </w:rPr>
        <w:t xml:space="preserve"> دامر مون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استاد</w:t>
      </w:r>
      <w:r w:rsidR="0082305A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سر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لنکا</w:t>
      </w:r>
      <w:r w:rsidR="0082305A">
        <w:rPr>
          <w:rFonts w:hint="cs"/>
          <w:rtl/>
        </w:rPr>
        <w:t>-----------</w:t>
      </w:r>
      <w:r w:rsidR="009C4748" w:rsidRPr="007A0ACC">
        <w:rPr>
          <w:rFonts w:hint="eastAsia"/>
          <w:rtl/>
        </w:rPr>
        <w:t>قران</w:t>
      </w:r>
      <w:r w:rsidR="009C4748" w:rsidRPr="007A0ACC">
        <w:rPr>
          <w:rtl/>
        </w:rPr>
        <w:t xml:space="preserve"> اور صح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فہ</w:t>
      </w:r>
      <w:r w:rsidR="009C4748" w:rsidRPr="007A0ACC">
        <w:rPr>
          <w:rtl/>
        </w:rPr>
        <w:t xml:space="preserve"> کاملہ کا تامل ترجمہ</w:t>
      </w:r>
    </w:p>
    <w:p w:rsidR="0082305A" w:rsidRDefault="0082305A" w:rsidP="007317F7">
      <w:pPr>
        <w:pStyle w:val="libNormal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413EEC" w:rsidP="0082305A">
      <w:pPr>
        <w:pStyle w:val="libNormal0"/>
        <w:rPr>
          <w:rtl/>
        </w:rPr>
      </w:pPr>
      <w:r w:rsidRPr="00A54383">
        <w:rPr>
          <w:rFonts w:hint="cs"/>
          <w:rtl/>
        </w:rPr>
        <w:t>65</w:t>
      </w:r>
      <w:r w:rsidR="009C4748" w:rsidRPr="007A0ACC">
        <w:rPr>
          <w:rtl/>
        </w:rPr>
        <w:t xml:space="preserve">  مولو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کامران ح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در</w:t>
      </w:r>
      <w:r w:rsidR="0082305A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ح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درآباد</w:t>
      </w:r>
      <w:r w:rsidR="009C4748" w:rsidRPr="007A0ACC">
        <w:rPr>
          <w:rtl/>
        </w:rPr>
        <w:t>(ہند)</w:t>
      </w:r>
      <w:r w:rsidR="0082305A">
        <w:rPr>
          <w:rFonts w:hint="cs"/>
          <w:rtl/>
        </w:rPr>
        <w:t>------------------</w:t>
      </w:r>
      <w:r w:rsidR="009C4748" w:rsidRPr="007A0ACC">
        <w:rPr>
          <w:rFonts w:hint="eastAsia"/>
          <w:rtl/>
        </w:rPr>
        <w:t>اہلب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ت</w:t>
      </w:r>
      <w:r w:rsidR="009C4748" w:rsidRPr="007A0ACC">
        <w:rPr>
          <w:rtl/>
        </w:rPr>
        <w:t xml:space="preserve">  اور  السنت</w:t>
      </w:r>
    </w:p>
    <w:p w:rsidR="009C4748" w:rsidRPr="007A0ACC" w:rsidRDefault="00413EEC" w:rsidP="0082305A">
      <w:pPr>
        <w:pStyle w:val="libNormal0"/>
        <w:rPr>
          <w:rtl/>
        </w:rPr>
      </w:pPr>
      <w:r w:rsidRPr="00A54383">
        <w:rPr>
          <w:rFonts w:hint="cs"/>
          <w:rtl/>
        </w:rPr>
        <w:t>66</w:t>
      </w:r>
      <w:r w:rsidR="009C4748" w:rsidRPr="007A0ACC">
        <w:rPr>
          <w:rFonts w:hint="eastAsia"/>
          <w:rtl/>
        </w:rPr>
        <w:t>مولانامظہر</w:t>
      </w:r>
      <w:r w:rsidR="009C4748" w:rsidRPr="007A0ACC">
        <w:rPr>
          <w:rtl/>
        </w:rPr>
        <w:t xml:space="preserve"> الحق 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وبند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</w:t>
      </w:r>
      <w:r w:rsidR="0082305A">
        <w:rPr>
          <w:rFonts w:hint="cs"/>
          <w:rtl/>
        </w:rPr>
        <w:t>----------</w:t>
      </w:r>
      <w:r w:rsidR="009C4748" w:rsidRPr="007A0ACC">
        <w:rPr>
          <w:rFonts w:hint="eastAsia"/>
          <w:rtl/>
        </w:rPr>
        <w:t>پاکستان</w:t>
      </w:r>
      <w:r w:rsidR="0082305A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ب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ان</w:t>
      </w:r>
      <w:r w:rsidR="009C4748" w:rsidRPr="007A0ACC">
        <w:rPr>
          <w:rtl/>
        </w:rPr>
        <w:t xml:space="preserve"> حق</w:t>
      </w:r>
    </w:p>
    <w:p w:rsidR="009C4748" w:rsidRPr="007A0ACC" w:rsidRDefault="00413EEC" w:rsidP="0082305A">
      <w:pPr>
        <w:pStyle w:val="libNormal0"/>
        <w:rPr>
          <w:rtl/>
        </w:rPr>
      </w:pPr>
      <w:r w:rsidRPr="00A54383">
        <w:rPr>
          <w:rFonts w:hint="cs"/>
          <w:rtl/>
        </w:rPr>
        <w:t>67</w:t>
      </w:r>
      <w:r w:rsidR="009C4748" w:rsidRPr="007A0ACC">
        <w:rPr>
          <w:rtl/>
        </w:rPr>
        <w:t xml:space="preserve"> مولانا اسمعٰ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ل</w:t>
      </w:r>
      <w:r w:rsidR="009C4748" w:rsidRPr="007A0ACC">
        <w:rPr>
          <w:rtl/>
        </w:rPr>
        <w:t xml:space="preserve"> 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وبند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</w:t>
      </w:r>
      <w:r w:rsidR="0082305A">
        <w:rPr>
          <w:rFonts w:hint="cs"/>
          <w:rtl/>
        </w:rPr>
        <w:t>-----------------</w:t>
      </w:r>
      <w:r w:rsidR="009C4748" w:rsidRPr="007A0ACC">
        <w:rPr>
          <w:rFonts w:hint="eastAsia"/>
          <w:rtl/>
        </w:rPr>
        <w:t>پاکستان</w:t>
      </w:r>
      <w:r w:rsidR="0082305A">
        <w:rPr>
          <w:rFonts w:hint="cs"/>
          <w:rtl/>
        </w:rPr>
        <w:t>--------------</w:t>
      </w:r>
      <w:r w:rsidR="009C4748" w:rsidRPr="007A0ACC">
        <w:rPr>
          <w:rtl/>
        </w:rPr>
        <w:t xml:space="preserve"> 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ں</w:t>
      </w:r>
      <w:r w:rsidR="009C4748" w:rsidRPr="007A0ACC">
        <w:rPr>
          <w:rtl/>
        </w:rPr>
        <w:t xml:space="preserve"> ک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وں</w:t>
      </w:r>
      <w:r w:rsidR="009C4748" w:rsidRPr="007A0ACC">
        <w:rPr>
          <w:rtl/>
        </w:rPr>
        <w:t xml:space="preserve"> 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عہ</w:t>
      </w:r>
      <w:r w:rsidR="009C4748" w:rsidRPr="007A0ACC">
        <w:rPr>
          <w:rtl/>
        </w:rPr>
        <w:t xml:space="preserve"> ہوا،فتوحات 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عہ</w:t>
      </w:r>
    </w:p>
    <w:p w:rsidR="009C4748" w:rsidRPr="007A0ACC" w:rsidRDefault="00413EEC" w:rsidP="0082305A">
      <w:pPr>
        <w:pStyle w:val="libNormal0"/>
        <w:rPr>
          <w:rtl/>
        </w:rPr>
      </w:pPr>
      <w:r w:rsidRPr="00A54383">
        <w:rPr>
          <w:rFonts w:hint="cs"/>
          <w:rtl/>
        </w:rPr>
        <w:t>68</w:t>
      </w:r>
      <w:r w:rsidR="009C4748" w:rsidRPr="007A0ACC">
        <w:rPr>
          <w:rFonts w:hint="eastAsia"/>
          <w:rtl/>
        </w:rPr>
        <w:t>مولانا</w:t>
      </w:r>
      <w:r w:rsidR="009C4748" w:rsidRPr="007A0ACC">
        <w:rPr>
          <w:rtl/>
        </w:rPr>
        <w:t xml:space="preserve"> شاہد زع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م</w:t>
      </w:r>
      <w:r w:rsidR="009C4748" w:rsidRPr="007A0ACC">
        <w:rPr>
          <w:rtl/>
        </w:rPr>
        <w:t xml:space="preserve"> 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وبند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</w:t>
      </w:r>
      <w:r w:rsidR="0082305A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پاکستان</w:t>
      </w:r>
      <w:r w:rsidR="0082305A">
        <w:rPr>
          <w:rFonts w:hint="cs"/>
          <w:rtl/>
        </w:rPr>
        <w:t>----------------</w:t>
      </w:r>
      <w:r w:rsidR="009C4748" w:rsidRPr="007A0ACC">
        <w:rPr>
          <w:rFonts w:hint="eastAsia"/>
          <w:rtl/>
        </w:rPr>
        <w:t>پردہ</w:t>
      </w:r>
      <w:r w:rsidR="009C4748" w:rsidRPr="007A0ACC">
        <w:rPr>
          <w:rtl/>
        </w:rPr>
        <w:t xml:space="preserve"> اٹھتا ہے</w:t>
      </w:r>
      <w:r w:rsidR="0082305A">
        <w:rPr>
          <w:rFonts w:hint="cs"/>
          <w:rtl/>
        </w:rPr>
        <w:t>----------------</w:t>
      </w:r>
    </w:p>
    <w:p w:rsidR="009C4748" w:rsidRPr="007A0ACC" w:rsidRDefault="00413EEC" w:rsidP="0082305A">
      <w:pPr>
        <w:pStyle w:val="libNormal0"/>
        <w:rPr>
          <w:rtl/>
        </w:rPr>
      </w:pPr>
      <w:r w:rsidRPr="00A54383">
        <w:rPr>
          <w:rFonts w:hint="cs"/>
          <w:rtl/>
        </w:rPr>
        <w:t>69</w:t>
      </w:r>
      <w:r w:rsidR="009C4748" w:rsidRPr="007A0ACC">
        <w:rPr>
          <w:rFonts w:hint="eastAsia"/>
          <w:rtl/>
        </w:rPr>
        <w:t>مولانا</w:t>
      </w:r>
      <w:r w:rsidR="009C4748" w:rsidRPr="007A0ACC">
        <w:rPr>
          <w:rtl/>
        </w:rPr>
        <w:t xml:space="preserve"> عبدالکر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م</w:t>
      </w:r>
      <w:r w:rsidR="009C4748" w:rsidRPr="007A0ACC">
        <w:rPr>
          <w:rtl/>
        </w:rPr>
        <w:t xml:space="preserve"> مشتاق </w:t>
      </w:r>
      <w:r w:rsidR="0082305A">
        <w:rPr>
          <w:rFonts w:hint="cs"/>
          <w:rtl/>
        </w:rPr>
        <w:t>-----------------</w:t>
      </w:r>
      <w:r w:rsidR="009C4748" w:rsidRPr="007A0ACC">
        <w:rPr>
          <w:rFonts w:hint="eastAsia"/>
          <w:rtl/>
        </w:rPr>
        <w:t>پاکستان</w:t>
      </w:r>
      <w:r w:rsidR="0082305A">
        <w:rPr>
          <w:rFonts w:hint="cs"/>
          <w:rtl/>
        </w:rPr>
        <w:t>---------------</w:t>
      </w:r>
      <w:r w:rsidRPr="00A54383">
        <w:rPr>
          <w:rFonts w:hint="cs"/>
          <w:rtl/>
        </w:rPr>
        <w:t>8</w:t>
      </w:r>
      <w:r w:rsidR="009C4748" w:rsidRPr="00A54383">
        <w:rPr>
          <w:rFonts w:hint="cs"/>
          <w:rtl/>
        </w:rPr>
        <w:t>۔(</w:t>
      </w:r>
      <w:r w:rsidRPr="00A54383">
        <w:rPr>
          <w:rFonts w:hint="cs"/>
          <w:rtl/>
        </w:rPr>
        <w:t>1</w:t>
      </w:r>
      <w:r w:rsidR="009C4748" w:rsidRPr="00A54383">
        <w:rPr>
          <w:rFonts w:hint="cs"/>
          <w:rtl/>
        </w:rPr>
        <w:t>)م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ں</w:t>
      </w:r>
      <w:r w:rsidR="009C4748" w:rsidRPr="007A0ACC">
        <w:rPr>
          <w:rtl/>
        </w:rPr>
        <w:t xml:space="preserve"> 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عہ</w:t>
      </w:r>
      <w:r w:rsidR="009C4748" w:rsidRPr="007A0ACC">
        <w:rPr>
          <w:rtl/>
        </w:rPr>
        <w:t xml:space="preserve"> ک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وں</w:t>
      </w:r>
      <w:r w:rsidR="009C4748" w:rsidRPr="007A0ACC">
        <w:rPr>
          <w:rtl/>
        </w:rPr>
        <w:t xml:space="preserve"> ہوا</w:t>
      </w:r>
    </w:p>
    <w:p w:rsidR="009C4748" w:rsidRPr="007A0ACC" w:rsidRDefault="00413EEC" w:rsidP="0082305A">
      <w:pPr>
        <w:pStyle w:val="libNormal0"/>
        <w:rPr>
          <w:rtl/>
        </w:rPr>
      </w:pPr>
      <w:r w:rsidRPr="00A54383">
        <w:rPr>
          <w:rFonts w:hint="cs"/>
          <w:rtl/>
        </w:rPr>
        <w:t>70</w:t>
      </w:r>
      <w:r w:rsidR="009C4748" w:rsidRPr="007A0ACC">
        <w:rPr>
          <w:rFonts w:hint="eastAsia"/>
          <w:rtl/>
        </w:rPr>
        <w:t>مولانا</w:t>
      </w:r>
      <w:r w:rsidR="009C4748" w:rsidRPr="007A0ACC">
        <w:rPr>
          <w:rtl/>
        </w:rPr>
        <w:t xml:space="preserve"> حافظ عل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</w:t>
      </w:r>
      <w:r w:rsidR="0082305A">
        <w:rPr>
          <w:rFonts w:hint="cs"/>
          <w:rtl/>
        </w:rPr>
        <w:t>-------------------</w:t>
      </w:r>
      <w:r w:rsidR="009C4748" w:rsidRPr="007A0ACC">
        <w:rPr>
          <w:rFonts w:hint="eastAsia"/>
          <w:rtl/>
        </w:rPr>
        <w:t>پاکستان</w:t>
      </w:r>
      <w:r w:rsidR="0082305A">
        <w:rPr>
          <w:rFonts w:hint="cs"/>
          <w:rtl/>
        </w:rPr>
        <w:t>----------------------</w:t>
      </w:r>
      <w:r w:rsidR="009C4748" w:rsidRPr="007A0ACC">
        <w:rPr>
          <w:rFonts w:hint="eastAsia"/>
          <w:rtl/>
        </w:rPr>
        <w:t>ملک</w:t>
      </w:r>
      <w:r w:rsidR="009C4748" w:rsidRPr="007A0ACC">
        <w:rPr>
          <w:rtl/>
        </w:rPr>
        <w:t xml:space="preserve"> النجا ة </w:t>
      </w:r>
    </w:p>
    <w:p w:rsidR="009C4748" w:rsidRPr="007A0ACC" w:rsidRDefault="00413EEC" w:rsidP="0082305A">
      <w:pPr>
        <w:pStyle w:val="libNormal0"/>
        <w:rPr>
          <w:rtl/>
        </w:rPr>
      </w:pPr>
      <w:r w:rsidRPr="00A54383">
        <w:rPr>
          <w:rFonts w:hint="cs"/>
          <w:rtl/>
        </w:rPr>
        <w:t>71</w:t>
      </w:r>
      <w:r w:rsidR="009C4748" w:rsidRPr="007A0ACC">
        <w:rPr>
          <w:rFonts w:hint="eastAsia"/>
          <w:rtl/>
        </w:rPr>
        <w:t>مولانا</w:t>
      </w:r>
      <w:r w:rsidR="009C4748" w:rsidRPr="007A0ACC">
        <w:rPr>
          <w:rtl/>
        </w:rPr>
        <w:t xml:space="preserve"> حک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م</w:t>
      </w:r>
      <w:r w:rsidR="009C4748" w:rsidRPr="007A0ACC">
        <w:rPr>
          <w:rtl/>
        </w:rPr>
        <w:t xml:space="preserve"> ام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</w:t>
      </w:r>
      <w:r w:rsidR="009C4748" w:rsidRPr="007A0ACC">
        <w:rPr>
          <w:rtl/>
        </w:rPr>
        <w:t xml:space="preserve"> الد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82305A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پاکستان</w:t>
      </w:r>
      <w:r w:rsidR="0082305A">
        <w:rPr>
          <w:rFonts w:hint="cs"/>
          <w:rtl/>
        </w:rPr>
        <w:t>----------------</w:t>
      </w:r>
      <w:r w:rsidR="009C4748" w:rsidRPr="007A0ACC">
        <w:rPr>
          <w:rFonts w:hint="eastAsia"/>
          <w:rtl/>
        </w:rPr>
        <w:t>ملک</w:t>
      </w:r>
      <w:r w:rsidR="009C4748" w:rsidRPr="007A0ACC">
        <w:rPr>
          <w:rtl/>
        </w:rPr>
        <w:t xml:space="preserve"> النجا ة </w:t>
      </w:r>
    </w:p>
    <w:p w:rsidR="009C4748" w:rsidRPr="007A0ACC" w:rsidRDefault="00413EEC" w:rsidP="0082305A">
      <w:pPr>
        <w:pStyle w:val="libNormal0"/>
        <w:rPr>
          <w:rtl/>
        </w:rPr>
      </w:pPr>
      <w:r w:rsidRPr="00A54383">
        <w:rPr>
          <w:rFonts w:hint="cs"/>
          <w:rtl/>
        </w:rPr>
        <w:t>72</w:t>
      </w:r>
      <w:r w:rsidR="009C4748" w:rsidRPr="007A0ACC">
        <w:rPr>
          <w:rFonts w:hint="eastAsia"/>
          <w:rtl/>
        </w:rPr>
        <w:t>مولانا</w:t>
      </w:r>
      <w:r w:rsidR="009C4748" w:rsidRPr="007A0ACC">
        <w:rPr>
          <w:rtl/>
        </w:rPr>
        <w:t xml:space="preserve"> 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9C4748" w:rsidRPr="007A0ACC">
        <w:rPr>
          <w:rtl/>
        </w:rPr>
        <w:t xml:space="preserve"> محمود 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لان</w:t>
      </w:r>
      <w:r w:rsidR="009C4748" w:rsidRPr="007A0ACC">
        <w:rPr>
          <w:rFonts w:hint="cs"/>
          <w:rtl/>
        </w:rPr>
        <w:t>ی</w:t>
      </w:r>
      <w:r w:rsidR="0082305A">
        <w:rPr>
          <w:rFonts w:hint="cs"/>
          <w:rtl/>
        </w:rPr>
        <w:t>---------------</w:t>
      </w:r>
      <w:r w:rsidR="009C4748" w:rsidRPr="007A0ACC">
        <w:rPr>
          <w:rFonts w:hint="eastAsia"/>
          <w:rtl/>
        </w:rPr>
        <w:t>پاکستان</w:t>
      </w:r>
      <w:r w:rsidR="0082305A">
        <w:rPr>
          <w:rFonts w:hint="cs"/>
          <w:rtl/>
        </w:rPr>
        <w:t>-----------------</w:t>
      </w:r>
      <w:r w:rsidR="009C4748" w:rsidRPr="007A0ACC">
        <w:rPr>
          <w:rFonts w:hint="eastAsia"/>
          <w:rtl/>
        </w:rPr>
        <w:t>امام</w:t>
      </w:r>
      <w:r w:rsidR="009C4748" w:rsidRPr="007A0ACC">
        <w:rPr>
          <w:rtl/>
        </w:rPr>
        <w:t xml:space="preserve"> عل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 اَ 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انِ</w:t>
      </w:r>
      <w:r w:rsidR="009C4748" w:rsidRPr="007A0ACC">
        <w:rPr>
          <w:rtl/>
        </w:rPr>
        <w:t xml:space="preserve"> عالم کا مرکز نجاتَ</w:t>
      </w:r>
    </w:p>
    <w:p w:rsidR="009C4748" w:rsidRPr="007A0ACC" w:rsidRDefault="00413EEC" w:rsidP="0082305A">
      <w:pPr>
        <w:pStyle w:val="libNormal0"/>
        <w:rPr>
          <w:rtl/>
        </w:rPr>
      </w:pPr>
      <w:r w:rsidRPr="00A54383">
        <w:rPr>
          <w:rFonts w:hint="cs"/>
          <w:rtl/>
        </w:rPr>
        <w:t>73</w:t>
      </w:r>
      <w:r w:rsidR="009C4748" w:rsidRPr="007A0ACC">
        <w:rPr>
          <w:rFonts w:hint="eastAsia"/>
          <w:rtl/>
        </w:rPr>
        <w:t>علامہ</w:t>
      </w:r>
      <w:r w:rsidR="009C4748" w:rsidRPr="007A0ACC">
        <w:rPr>
          <w:rtl/>
        </w:rPr>
        <w:t xml:space="preserve"> ناصر الد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>(رش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9C4748" w:rsidRPr="007A0ACC">
        <w:rPr>
          <w:rtl/>
        </w:rPr>
        <w:t xml:space="preserve"> تراب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) </w:t>
      </w:r>
      <w:r w:rsidR="0082305A">
        <w:rPr>
          <w:rFonts w:hint="cs"/>
          <w:rtl/>
        </w:rPr>
        <w:t>----------</w:t>
      </w:r>
      <w:r w:rsidR="009C4748" w:rsidRPr="007A0ACC">
        <w:rPr>
          <w:rFonts w:hint="eastAsia"/>
          <w:rtl/>
        </w:rPr>
        <w:t>پاکستان</w:t>
      </w:r>
      <w:r w:rsidR="0082305A">
        <w:rPr>
          <w:rFonts w:hint="cs"/>
          <w:rtl/>
        </w:rPr>
        <w:t>-----------</w:t>
      </w:r>
      <w:r w:rsidR="009C4748" w:rsidRPr="007A0ACC">
        <w:rPr>
          <w:rtl/>
        </w:rPr>
        <w:t>۔توح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9C4748" w:rsidRPr="007A0ACC">
        <w:rPr>
          <w:rtl/>
        </w:rPr>
        <w:t xml:space="preserve"> اور شرک</w:t>
      </w:r>
    </w:p>
    <w:p w:rsidR="009C4748" w:rsidRPr="007A0ACC" w:rsidRDefault="00413EEC" w:rsidP="0082305A">
      <w:pPr>
        <w:pStyle w:val="libNormal0"/>
        <w:rPr>
          <w:rtl/>
        </w:rPr>
      </w:pPr>
      <w:r w:rsidRPr="00A54383">
        <w:rPr>
          <w:rFonts w:hint="cs"/>
          <w:rtl/>
        </w:rPr>
        <w:t>7</w:t>
      </w:r>
      <w:r w:rsidR="00A54383" w:rsidRPr="00A54383">
        <w:rPr>
          <w:rFonts w:hint="cs"/>
          <w:rtl/>
          <w:lang w:bidi="ur-PK"/>
        </w:rPr>
        <w:t>4</w:t>
      </w:r>
      <w:r w:rsidR="009C4748" w:rsidRPr="007A0ACC">
        <w:rPr>
          <w:rFonts w:hint="eastAsia"/>
          <w:rtl/>
        </w:rPr>
        <w:t>مولانا</w:t>
      </w:r>
      <w:r w:rsidR="009C4748" w:rsidRPr="007A0ACC">
        <w:rPr>
          <w:rtl/>
        </w:rPr>
        <w:t xml:space="preserve"> محمد حس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ڈھکو   عالم 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</w:t>
      </w:r>
      <w:r w:rsidR="0082305A">
        <w:rPr>
          <w:rFonts w:hint="cs"/>
          <w:rtl/>
        </w:rPr>
        <w:t>----------</w:t>
      </w:r>
      <w:r w:rsidR="009C4748" w:rsidRPr="007A0ACC">
        <w:rPr>
          <w:rFonts w:hint="eastAsia"/>
          <w:rtl/>
        </w:rPr>
        <w:t>پاکستان</w:t>
      </w:r>
      <w:r w:rsidR="0082305A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تحق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ق</w:t>
      </w:r>
      <w:r w:rsidR="009C4748" w:rsidRPr="007A0ACC">
        <w:rPr>
          <w:rtl/>
        </w:rPr>
        <w:t xml:space="preserve"> حق</w:t>
      </w:r>
    </w:p>
    <w:p w:rsidR="009C4748" w:rsidRPr="007A0ACC" w:rsidRDefault="00413EEC" w:rsidP="0082305A">
      <w:pPr>
        <w:pStyle w:val="libNormal0"/>
        <w:rPr>
          <w:rtl/>
        </w:rPr>
      </w:pPr>
      <w:r w:rsidRPr="00A54383">
        <w:rPr>
          <w:rFonts w:hint="cs"/>
          <w:rtl/>
        </w:rPr>
        <w:t>75</w:t>
      </w:r>
      <w:r w:rsidR="009C4748" w:rsidRPr="007A0ACC">
        <w:rPr>
          <w:rFonts w:hint="eastAsia"/>
          <w:rtl/>
        </w:rPr>
        <w:t>پروف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سر</w:t>
      </w:r>
      <w:r w:rsidR="009C4748" w:rsidRPr="007A0ACC">
        <w:rPr>
          <w:rtl/>
        </w:rPr>
        <w:t xml:space="preserve"> عبدلحک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م</w:t>
      </w:r>
      <w:r w:rsidR="009C4748" w:rsidRPr="007A0ACC">
        <w:rPr>
          <w:rtl/>
        </w:rPr>
        <w:t xml:space="preserve"> بوتراب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</w:t>
      </w:r>
      <w:r w:rsidR="0082305A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پاکستان</w:t>
      </w:r>
      <w:r w:rsidR="0082305A">
        <w:rPr>
          <w:rFonts w:hint="cs"/>
          <w:rtl/>
        </w:rPr>
        <w:t>-----------------</w:t>
      </w:r>
      <w:r w:rsidR="009C4748" w:rsidRPr="007A0ACC">
        <w:rPr>
          <w:rFonts w:hint="eastAsia"/>
          <w:rtl/>
        </w:rPr>
        <w:t>آ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ت</w:t>
      </w:r>
      <w:r w:rsidR="009C4748" w:rsidRPr="007A0ACC">
        <w:rPr>
          <w:rtl/>
        </w:rPr>
        <w:t xml:space="preserve"> اور ہدا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ت</w:t>
      </w:r>
      <w:r w:rsidR="009C4748" w:rsidRPr="007A0ACC">
        <w:rPr>
          <w:rtl/>
        </w:rPr>
        <w:t xml:space="preserve"> </w:t>
      </w:r>
    </w:p>
    <w:p w:rsidR="009C4748" w:rsidRPr="007A0ACC" w:rsidRDefault="00413EEC" w:rsidP="0082305A">
      <w:pPr>
        <w:pStyle w:val="libNormal0"/>
        <w:rPr>
          <w:rtl/>
        </w:rPr>
      </w:pPr>
      <w:r w:rsidRPr="00A54383">
        <w:rPr>
          <w:rFonts w:hint="cs"/>
          <w:rtl/>
        </w:rPr>
        <w:t>76</w:t>
      </w:r>
      <w:r w:rsidR="009C4748" w:rsidRPr="007A0ACC">
        <w:rPr>
          <w:rtl/>
        </w:rPr>
        <w:t xml:space="preserve"> مولانا رکن الد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82305A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پاکستان</w:t>
      </w:r>
      <w:r w:rsidR="0082305A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جوھرِقران</w:t>
      </w:r>
    </w:p>
    <w:p w:rsidR="009C4748" w:rsidRPr="007A0ACC" w:rsidRDefault="00413EEC" w:rsidP="0082305A">
      <w:pPr>
        <w:pStyle w:val="libNormal0"/>
        <w:rPr>
          <w:rtl/>
        </w:rPr>
      </w:pPr>
      <w:r w:rsidRPr="00A54383">
        <w:rPr>
          <w:rFonts w:hint="cs"/>
          <w:rtl/>
        </w:rPr>
        <w:t>77</w:t>
      </w:r>
      <w:r w:rsidR="009C4748" w:rsidRPr="007A0ACC">
        <w:rPr>
          <w:rFonts w:hint="eastAsia"/>
          <w:rtl/>
        </w:rPr>
        <w:t>شہ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دعلامہ</w:t>
      </w:r>
      <w:r w:rsidR="009C4748" w:rsidRPr="007A0ACC">
        <w:rPr>
          <w:rtl/>
        </w:rPr>
        <w:t xml:space="preserve"> طالب حس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کرپالو</w:t>
      </w:r>
      <w:r w:rsidR="009C4748" w:rsidRPr="007A0ACC">
        <w:rPr>
          <w:rFonts w:hint="cs"/>
          <w:rtl/>
        </w:rPr>
        <w:t>ی</w:t>
      </w:r>
      <w:r w:rsidR="0082305A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پاکستان</w:t>
      </w:r>
      <w:r w:rsidR="0082305A">
        <w:rPr>
          <w:rFonts w:hint="cs"/>
          <w:rtl/>
        </w:rPr>
        <w:t>--------------</w:t>
      </w:r>
      <w:r w:rsidRPr="00A54383">
        <w:rPr>
          <w:rFonts w:hint="cs"/>
          <w:rtl/>
        </w:rPr>
        <w:t>50</w:t>
      </w:r>
      <w:r w:rsidR="009C4748" w:rsidRPr="00A54383">
        <w:rPr>
          <w:rFonts w:hint="cs"/>
          <w:rtl/>
        </w:rPr>
        <w:t xml:space="preserve"> تصان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ف</w:t>
      </w:r>
      <w:r w:rsidR="009C4748" w:rsidRPr="007A0ACC">
        <w:rPr>
          <w:rtl/>
        </w:rPr>
        <w:t>۔س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رت</w:t>
      </w:r>
      <w:r w:rsidR="009C4748" w:rsidRPr="007A0ACC">
        <w:rPr>
          <w:rtl/>
        </w:rPr>
        <w:t xml:space="preserve"> اہلب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ت</w:t>
      </w:r>
    </w:p>
    <w:p w:rsidR="009C4748" w:rsidRPr="007A0ACC" w:rsidRDefault="00413EEC" w:rsidP="0082305A">
      <w:pPr>
        <w:pStyle w:val="libNormal0"/>
        <w:rPr>
          <w:rtl/>
        </w:rPr>
      </w:pPr>
      <w:r w:rsidRPr="00A54383">
        <w:rPr>
          <w:rFonts w:hint="cs"/>
          <w:rtl/>
        </w:rPr>
        <w:t>78</w:t>
      </w:r>
      <w:r w:rsidR="009C4748" w:rsidRPr="007A0ACC">
        <w:rPr>
          <w:rtl/>
        </w:rPr>
        <w:t xml:space="preserve"> ارشد نعمان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طالب علم</w:t>
      </w:r>
      <w:r w:rsidR="0082305A">
        <w:rPr>
          <w:rFonts w:hint="cs"/>
          <w:rtl/>
        </w:rPr>
        <w:t>------------</w:t>
      </w:r>
      <w:r w:rsidR="009C4748" w:rsidRPr="007A0ACC">
        <w:rPr>
          <w:rFonts w:hint="eastAsia"/>
          <w:rtl/>
        </w:rPr>
        <w:t>پاکستان</w:t>
      </w:r>
      <w:r w:rsidR="0082305A">
        <w:rPr>
          <w:rFonts w:hint="cs"/>
          <w:rtl/>
        </w:rPr>
        <w:t>-----------</w:t>
      </w:r>
      <w:r w:rsidR="009C4748" w:rsidRPr="007A0ACC">
        <w:rPr>
          <w:rtl/>
        </w:rPr>
        <w:t xml:space="preserve"> کتاب  راہِ خد ا</w:t>
      </w:r>
    </w:p>
    <w:p w:rsidR="009C4748" w:rsidRPr="007A0ACC" w:rsidRDefault="00413EEC" w:rsidP="0082305A">
      <w:pPr>
        <w:pStyle w:val="libNormal0"/>
        <w:rPr>
          <w:rtl/>
        </w:rPr>
      </w:pPr>
      <w:r w:rsidRPr="00A54383">
        <w:rPr>
          <w:rFonts w:hint="cs"/>
          <w:rtl/>
        </w:rPr>
        <w:t>79</w:t>
      </w:r>
      <w:r w:rsidR="009C4748" w:rsidRPr="007A0ACC">
        <w:rPr>
          <w:rFonts w:hint="eastAsia"/>
          <w:rtl/>
        </w:rPr>
        <w:t>مولانا</w:t>
      </w:r>
      <w:r w:rsidR="009C4748" w:rsidRPr="007A0ACC">
        <w:rPr>
          <w:rtl/>
        </w:rPr>
        <w:t xml:space="preserve"> فق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</w:t>
      </w:r>
      <w:r w:rsidR="009C4748" w:rsidRPr="007A0ACC">
        <w:rPr>
          <w:rtl/>
        </w:rPr>
        <w:t xml:space="preserve"> حس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،مولاناچودھر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محمد نواز،مولانال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اقت</w:t>
      </w:r>
      <w:r w:rsidR="009C4748" w:rsidRPr="007A0ACC">
        <w:rPr>
          <w:rtl/>
        </w:rPr>
        <w:t xml:space="preserve"> عل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چک</w:t>
      </w:r>
      <w:r w:rsidR="0082305A">
        <w:rPr>
          <w:rFonts w:hint="cs"/>
          <w:rtl/>
        </w:rPr>
        <w:t>----</w:t>
      </w:r>
      <w:r w:rsidR="009C4748" w:rsidRPr="007A0ACC">
        <w:rPr>
          <w:rtl/>
        </w:rPr>
        <w:t xml:space="preserve"> اعلان قبول 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ع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ت</w:t>
      </w:r>
      <w:r w:rsidR="009C4748" w:rsidRPr="007A0ACC">
        <w:rPr>
          <w:rtl/>
        </w:rPr>
        <w:t xml:space="preserve"> در کتاب فتوحات 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عہ</w:t>
      </w:r>
      <w:r w:rsidR="009C4748" w:rsidRPr="007A0ACC">
        <w:rPr>
          <w:rtl/>
        </w:rPr>
        <w:t xml:space="preserve"> مولانا اسمعٰ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ل</w:t>
      </w:r>
      <w:r w:rsidR="009C4748" w:rsidRPr="007A0ACC">
        <w:rPr>
          <w:rtl/>
        </w:rPr>
        <w:t xml:space="preserve"> 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وبند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 ص</w:t>
      </w:r>
      <w:r w:rsidRPr="00A54383">
        <w:rPr>
          <w:rFonts w:hint="cs"/>
          <w:rtl/>
        </w:rPr>
        <w:t>252</w:t>
      </w:r>
      <w:r w:rsidR="009C4748" w:rsidRPr="00A54383">
        <w:rPr>
          <w:rFonts w:hint="cs"/>
          <w:rtl/>
        </w:rPr>
        <w:t xml:space="preserve"> </w:t>
      </w:r>
    </w:p>
    <w:p w:rsidR="0082305A" w:rsidRDefault="0082305A" w:rsidP="007317F7">
      <w:pPr>
        <w:pStyle w:val="libNormal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413EEC" w:rsidP="0082305A">
      <w:pPr>
        <w:pStyle w:val="libNormal0"/>
        <w:rPr>
          <w:rtl/>
        </w:rPr>
      </w:pPr>
      <w:r w:rsidRPr="00A54383">
        <w:rPr>
          <w:rFonts w:hint="cs"/>
          <w:rtl/>
        </w:rPr>
        <w:t>80</w:t>
      </w:r>
      <w:r w:rsidR="009C4748" w:rsidRPr="007A0ACC">
        <w:rPr>
          <w:rFonts w:hint="eastAsia"/>
          <w:rtl/>
        </w:rPr>
        <w:t>مولانا</w:t>
      </w:r>
      <w:r w:rsidR="009C4748" w:rsidRPr="007A0ACC">
        <w:rPr>
          <w:rtl/>
        </w:rPr>
        <w:t xml:space="preserve"> عبدالق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وم</w:t>
      </w:r>
      <w:r w:rsidR="009C4748" w:rsidRPr="007A0ACC">
        <w:rPr>
          <w:rtl/>
        </w:rPr>
        <w:t xml:space="preserve"> سلف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رکن سپاہ صحابہ</w:t>
      </w:r>
      <w:r w:rsidR="0082305A">
        <w:rPr>
          <w:rFonts w:hint="cs"/>
          <w:rtl/>
        </w:rPr>
        <w:t>----------</w:t>
      </w:r>
      <w:r w:rsidR="009C4748" w:rsidRPr="007A0ACC">
        <w:rPr>
          <w:rFonts w:hint="eastAsia"/>
          <w:rtl/>
        </w:rPr>
        <w:t>تار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ناصب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ت</w:t>
      </w:r>
      <w:r w:rsidR="009C4748" w:rsidRPr="007A0ACC">
        <w:rPr>
          <w:rtl/>
        </w:rPr>
        <w:t xml:space="preserve"> </w:t>
      </w:r>
      <w:r w:rsidRPr="00A54383">
        <w:rPr>
          <w:rFonts w:hint="cs"/>
          <w:rtl/>
        </w:rPr>
        <w:t>2</w:t>
      </w:r>
      <w:r w:rsidR="009C4748" w:rsidRPr="00A54383">
        <w:rPr>
          <w:rFonts w:hint="cs"/>
          <w:rtl/>
        </w:rPr>
        <w:t xml:space="preserve"> جلد</w:t>
      </w:r>
    </w:p>
    <w:p w:rsidR="009C4748" w:rsidRPr="007A0ACC" w:rsidRDefault="00413EEC" w:rsidP="0082305A">
      <w:pPr>
        <w:pStyle w:val="libNormal0"/>
        <w:rPr>
          <w:rtl/>
        </w:rPr>
      </w:pPr>
      <w:r w:rsidRPr="00A54383">
        <w:rPr>
          <w:rFonts w:hint="cs"/>
          <w:rtl/>
        </w:rPr>
        <w:t>81</w:t>
      </w:r>
      <w:r w:rsidR="009C4748" w:rsidRPr="007A0ACC">
        <w:rPr>
          <w:rFonts w:hint="eastAsia"/>
          <w:rtl/>
        </w:rPr>
        <w:t>علامہ</w:t>
      </w:r>
      <w:r w:rsidR="009C4748" w:rsidRPr="007A0ACC">
        <w:rPr>
          <w:rtl/>
        </w:rPr>
        <w:t xml:space="preserve"> محمد بش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</w:t>
      </w:r>
      <w:r w:rsidR="0082305A">
        <w:rPr>
          <w:rFonts w:hint="cs"/>
          <w:rtl/>
        </w:rPr>
        <w:t>------------</w:t>
      </w:r>
      <w:r w:rsidR="009C4748" w:rsidRPr="007A0ACC">
        <w:rPr>
          <w:rFonts w:hint="eastAsia"/>
          <w:rtl/>
        </w:rPr>
        <w:t>قران</w:t>
      </w:r>
      <w:r w:rsidR="009C4748" w:rsidRPr="007A0ACC">
        <w:rPr>
          <w:rtl/>
        </w:rPr>
        <w:t xml:space="preserve"> اور اہلب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ت</w:t>
      </w:r>
      <w:r w:rsidR="009C4748" w:rsidRPr="007A0ACC">
        <w:rPr>
          <w:rtl/>
        </w:rPr>
        <w:t xml:space="preserve"> </w:t>
      </w:r>
    </w:p>
    <w:p w:rsidR="009C4748" w:rsidRPr="007A0ACC" w:rsidRDefault="00413EEC" w:rsidP="0082305A">
      <w:pPr>
        <w:pStyle w:val="libNormal0"/>
        <w:rPr>
          <w:rtl/>
        </w:rPr>
      </w:pPr>
      <w:r w:rsidRPr="00A54383">
        <w:rPr>
          <w:rFonts w:hint="cs"/>
          <w:rtl/>
        </w:rPr>
        <w:t>82</w:t>
      </w:r>
      <w:r w:rsidR="009C4748" w:rsidRPr="007A0ACC">
        <w:rPr>
          <w:rFonts w:hint="eastAsia"/>
          <w:rtl/>
        </w:rPr>
        <w:t>مولو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فتح محمد المعروف غلام مرتضٰ</w:t>
      </w:r>
      <w:r w:rsidR="009C4748" w:rsidRPr="007A0ACC">
        <w:rPr>
          <w:rFonts w:hint="cs"/>
          <w:rtl/>
        </w:rPr>
        <w:t>ی</w:t>
      </w:r>
      <w:r w:rsidR="0082305A">
        <w:rPr>
          <w:rFonts w:hint="cs"/>
          <w:rtl/>
        </w:rPr>
        <w:t>------------</w:t>
      </w:r>
      <w:r w:rsidR="009C4748" w:rsidRPr="007A0ACC">
        <w:rPr>
          <w:rFonts w:hint="eastAsia"/>
          <w:rtl/>
        </w:rPr>
        <w:t>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الکوٹ</w:t>
      </w:r>
      <w:r w:rsidR="0082305A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فتوحات</w:t>
      </w:r>
      <w:r w:rsidR="009C4748" w:rsidRPr="007A0ACC">
        <w:rPr>
          <w:rtl/>
        </w:rPr>
        <w:t xml:space="preserve"> 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عہ</w:t>
      </w:r>
      <w:r w:rsidR="009C4748" w:rsidRPr="007A0ACC">
        <w:rPr>
          <w:rtl/>
        </w:rPr>
        <w:t xml:space="preserve"> ص</w:t>
      </w:r>
      <w:r w:rsidRPr="00A54383">
        <w:rPr>
          <w:rFonts w:hint="cs"/>
          <w:rtl/>
        </w:rPr>
        <w:t>229</w:t>
      </w:r>
    </w:p>
    <w:p w:rsidR="009C4748" w:rsidRPr="007A0ACC" w:rsidRDefault="00413EEC" w:rsidP="0082305A">
      <w:pPr>
        <w:pStyle w:val="libNormal0"/>
        <w:rPr>
          <w:rtl/>
        </w:rPr>
      </w:pPr>
      <w:r w:rsidRPr="00A54383">
        <w:rPr>
          <w:rFonts w:hint="cs"/>
          <w:rtl/>
        </w:rPr>
        <w:t>83</w:t>
      </w:r>
      <w:r w:rsidR="009C4748" w:rsidRPr="007A0ACC">
        <w:rPr>
          <w:rFonts w:hint="eastAsia"/>
          <w:rtl/>
        </w:rPr>
        <w:t>مولانا</w:t>
      </w:r>
      <w:r w:rsidR="009C4748" w:rsidRPr="007A0ACC">
        <w:rPr>
          <w:rtl/>
        </w:rPr>
        <w:t xml:space="preserve"> حافظ محمد رش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د،مولانا</w:t>
      </w:r>
      <w:r w:rsidR="009C4748" w:rsidRPr="007A0ACC">
        <w:rPr>
          <w:rtl/>
        </w:rPr>
        <w:t xml:space="preserve"> نواب عبد ا لق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وم،مولانا</w:t>
      </w:r>
      <w:r w:rsidR="009C4748" w:rsidRPr="007A0ACC">
        <w:rPr>
          <w:rtl/>
        </w:rPr>
        <w:t xml:space="preserve"> 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9C4748" w:rsidRPr="007A0ACC">
        <w:rPr>
          <w:rtl/>
        </w:rPr>
        <w:t xml:space="preserve"> احمد عل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 شاہ،مولاناس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ٹھ</w:t>
      </w:r>
      <w:r w:rsidR="009C4748" w:rsidRPr="007A0ACC">
        <w:rPr>
          <w:rtl/>
        </w:rPr>
        <w:t xml:space="preserve"> غلام امام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ن،مولانا</w:t>
      </w:r>
      <w:r w:rsidR="009C4748" w:rsidRPr="007A0ACC">
        <w:rPr>
          <w:rtl/>
        </w:rPr>
        <w:t xml:space="preserve">   غلام ح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در</w:t>
      </w:r>
      <w:r w:rsidR="009C4748" w:rsidRPr="007A0ACC">
        <w:rPr>
          <w:rtl/>
        </w:rPr>
        <w:t xml:space="preserve"> خان،مولانا عبدل احد خان اور مولانا عبدلصمد خان  </w:t>
      </w:r>
    </w:p>
    <w:p w:rsidR="009C4748" w:rsidRPr="007A0ACC" w:rsidRDefault="0082305A" w:rsidP="009C4748">
      <w:pPr>
        <w:pStyle w:val="libNormal0"/>
        <w:rPr>
          <w:rtl/>
        </w:rPr>
      </w:pPr>
      <w:r>
        <w:rPr>
          <w:rFonts w:hint="cs"/>
          <w:rtl/>
        </w:rPr>
        <w:t>-----</w:t>
      </w:r>
    </w:p>
    <w:p w:rsidR="009C4748" w:rsidRPr="007A0ACC" w:rsidRDefault="009C4748" w:rsidP="009147D9">
      <w:pPr>
        <w:pStyle w:val="libNormal0"/>
        <w:rPr>
          <w:rtl/>
        </w:rPr>
      </w:pPr>
      <w:r w:rsidRPr="007A0ACC">
        <w:rPr>
          <w:rFonts w:hint="eastAsia"/>
          <w:rtl/>
        </w:rPr>
        <w:t>مشہور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عالم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مولانا 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محمد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راز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کے ساتھ پشاور پاکستان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دس دن لگاتار مناظرہ کرنے کے بعد کث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مجمع کے سامنے  مذہب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قبول کرنے کا اعلان کرتے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فوٹو سم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کتاب شبہائے پشاور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موجود۔ </w:t>
      </w:r>
    </w:p>
    <w:p w:rsidR="009C4748" w:rsidRPr="007A0ACC" w:rsidRDefault="00413EEC" w:rsidP="0082305A">
      <w:pPr>
        <w:pStyle w:val="libNormal0"/>
        <w:rPr>
          <w:rtl/>
        </w:rPr>
      </w:pPr>
      <w:r w:rsidRPr="00A54383">
        <w:rPr>
          <w:rFonts w:hint="cs"/>
          <w:rtl/>
        </w:rPr>
        <w:t>8</w:t>
      </w:r>
      <w:r w:rsidR="00A54383" w:rsidRPr="00A54383">
        <w:rPr>
          <w:rFonts w:hint="cs"/>
          <w:rtl/>
          <w:lang w:bidi="ur-PK"/>
        </w:rPr>
        <w:t>4</w:t>
      </w:r>
      <w:r w:rsidR="009C4748" w:rsidRPr="00A54383">
        <w:rPr>
          <w:rFonts w:hint="cs"/>
          <w:rtl/>
        </w:rPr>
        <w:t xml:space="preserve"> </w:t>
      </w:r>
      <w:r w:rsidR="009C4748" w:rsidRPr="007A0ACC">
        <w:rPr>
          <w:rFonts w:hint="eastAsia"/>
          <w:rtl/>
        </w:rPr>
        <w:t>مولانا</w:t>
      </w:r>
      <w:r w:rsidR="009C4748" w:rsidRPr="007A0ACC">
        <w:rPr>
          <w:rtl/>
        </w:rPr>
        <w:t xml:space="preserve"> غلام حس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نع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م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وبند</w:t>
      </w:r>
      <w:r w:rsidR="009C4748" w:rsidRPr="007A0ACC">
        <w:rPr>
          <w:rtl/>
        </w:rPr>
        <w:t xml:space="preserve"> </w:t>
      </w:r>
      <w:r w:rsidR="009C4748" w:rsidRPr="007A0ACC">
        <w:rPr>
          <w:rFonts w:hint="cs"/>
          <w:rtl/>
        </w:rPr>
        <w:t>ی</w:t>
      </w:r>
      <w:r w:rsidR="0082305A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پاکستان</w:t>
      </w:r>
      <w:r w:rsidR="0082305A">
        <w:rPr>
          <w:rFonts w:hint="cs"/>
          <w:rtl/>
        </w:rPr>
        <w:t>----------------</w:t>
      </w:r>
    </w:p>
    <w:p w:rsidR="009C4748" w:rsidRPr="007A0ACC" w:rsidRDefault="00413EEC" w:rsidP="0082305A">
      <w:pPr>
        <w:pStyle w:val="libNormal0"/>
        <w:rPr>
          <w:rtl/>
        </w:rPr>
      </w:pPr>
      <w:r w:rsidRPr="00A54383">
        <w:rPr>
          <w:rFonts w:hint="cs"/>
          <w:rtl/>
        </w:rPr>
        <w:t>85</w:t>
      </w:r>
      <w:r w:rsidR="009C4748" w:rsidRPr="007A0ACC">
        <w:rPr>
          <w:rFonts w:hint="eastAsia"/>
          <w:rtl/>
        </w:rPr>
        <w:t>مولانا</w:t>
      </w:r>
      <w:r w:rsidR="009C4748" w:rsidRPr="007A0ACC">
        <w:rPr>
          <w:rtl/>
        </w:rPr>
        <w:t xml:space="preserve"> حافظ محمد رش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د،مولانا</w:t>
      </w:r>
      <w:r w:rsidR="009C4748" w:rsidRPr="007A0ACC">
        <w:rPr>
          <w:rtl/>
        </w:rPr>
        <w:t xml:space="preserve"> عبدالق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وم</w:t>
      </w:r>
      <w:r w:rsidR="0082305A">
        <w:rPr>
          <w:rFonts w:hint="cs"/>
          <w:rtl/>
        </w:rPr>
        <w:t>---------</w:t>
      </w:r>
      <w:r w:rsidR="009C4748" w:rsidRPr="007A0ACC">
        <w:rPr>
          <w:rFonts w:hint="eastAsia"/>
          <w:rtl/>
        </w:rPr>
        <w:t>پاکستان</w:t>
      </w:r>
      <w:r w:rsidR="0082305A">
        <w:rPr>
          <w:rFonts w:hint="cs"/>
          <w:rtl/>
        </w:rPr>
        <w:t>---------------</w:t>
      </w:r>
      <w:r w:rsidR="009C4748" w:rsidRPr="007A0ACC">
        <w:rPr>
          <w:rtl/>
        </w:rPr>
        <w:t xml:space="preserve"> در کتاب شبہائے پ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شاور</w:t>
      </w:r>
    </w:p>
    <w:p w:rsidR="009C4748" w:rsidRPr="007A0ACC" w:rsidRDefault="00413EEC" w:rsidP="009147D9">
      <w:pPr>
        <w:pStyle w:val="libNormal0"/>
        <w:rPr>
          <w:rtl/>
        </w:rPr>
      </w:pPr>
      <w:r w:rsidRPr="00A54383">
        <w:rPr>
          <w:rFonts w:hint="cs"/>
          <w:rtl/>
        </w:rPr>
        <w:t>86</w:t>
      </w:r>
      <w:r w:rsidR="009C4748" w:rsidRPr="007A0ACC">
        <w:rPr>
          <w:rFonts w:hint="eastAsia"/>
          <w:rtl/>
        </w:rPr>
        <w:t>مولانا</w:t>
      </w:r>
      <w:r w:rsidR="009C4748" w:rsidRPr="007A0ACC">
        <w:rPr>
          <w:rtl/>
        </w:rPr>
        <w:t xml:space="preserve"> حافظ 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ونس</w:t>
      </w:r>
      <w:r w:rsidR="009C4748" w:rsidRPr="007A0ACC">
        <w:rPr>
          <w:rtl/>
        </w:rPr>
        <w:t xml:space="preserve"> گجر بر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لو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</w:t>
      </w:r>
      <w:r w:rsidR="0082305A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پاکستان</w:t>
      </w:r>
      <w:r w:rsidR="0082305A">
        <w:rPr>
          <w:rFonts w:hint="cs"/>
          <w:rtl/>
        </w:rPr>
        <w:t>-------------</w:t>
      </w:r>
    </w:p>
    <w:p w:rsidR="009C4748" w:rsidRPr="007A0ACC" w:rsidRDefault="00413EEC" w:rsidP="009147D9">
      <w:pPr>
        <w:pStyle w:val="libNormal0"/>
        <w:rPr>
          <w:rtl/>
        </w:rPr>
      </w:pPr>
      <w:r w:rsidRPr="00A54383">
        <w:rPr>
          <w:rFonts w:hint="cs"/>
          <w:rtl/>
        </w:rPr>
        <w:t>87</w:t>
      </w:r>
      <w:r w:rsidR="009C4748" w:rsidRPr="007A0ACC">
        <w:rPr>
          <w:rFonts w:hint="eastAsia"/>
          <w:rtl/>
        </w:rPr>
        <w:t>مولاناتوکل</w:t>
      </w:r>
      <w:r w:rsidR="009C4748" w:rsidRPr="007A0ACC">
        <w:rPr>
          <w:rtl/>
        </w:rPr>
        <w:t xml:space="preserve"> حس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وبند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</w:t>
      </w:r>
      <w:r w:rsidR="009147D9">
        <w:rPr>
          <w:rFonts w:hint="cs"/>
          <w:rtl/>
        </w:rPr>
        <w:t>-----------------</w:t>
      </w:r>
      <w:r w:rsidR="009C4748" w:rsidRPr="007A0ACC">
        <w:rPr>
          <w:rFonts w:hint="eastAsia"/>
          <w:rtl/>
        </w:rPr>
        <w:t>پاکستان</w:t>
      </w:r>
      <w:r w:rsidR="009147D9">
        <w:rPr>
          <w:rFonts w:hint="cs"/>
          <w:rtl/>
        </w:rPr>
        <w:t>------------</w:t>
      </w:r>
    </w:p>
    <w:p w:rsidR="009C4748" w:rsidRPr="007A0ACC" w:rsidRDefault="00413EEC" w:rsidP="009147D9">
      <w:pPr>
        <w:pStyle w:val="libNormal0"/>
        <w:rPr>
          <w:rtl/>
        </w:rPr>
      </w:pPr>
      <w:r w:rsidRPr="00A54383">
        <w:rPr>
          <w:rFonts w:hint="cs"/>
          <w:rtl/>
        </w:rPr>
        <w:t>88</w:t>
      </w:r>
      <w:r w:rsidR="009C4748" w:rsidRPr="007A0ACC">
        <w:rPr>
          <w:rFonts w:hint="eastAsia"/>
          <w:rtl/>
        </w:rPr>
        <w:t>مولانا</w:t>
      </w:r>
      <w:r w:rsidR="009C4748" w:rsidRPr="007A0ACC">
        <w:rPr>
          <w:rtl/>
        </w:rPr>
        <w:t xml:space="preserve"> تاج الد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ح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در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</w:t>
      </w:r>
      <w:r w:rsidR="009147D9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پاکستان</w:t>
      </w:r>
      <w:r w:rsidR="009147D9">
        <w:rPr>
          <w:rFonts w:hint="cs"/>
          <w:rtl/>
        </w:rPr>
        <w:t>---------------</w:t>
      </w:r>
    </w:p>
    <w:p w:rsidR="009C4748" w:rsidRPr="007A0ACC" w:rsidRDefault="00413EEC" w:rsidP="009147D9">
      <w:pPr>
        <w:pStyle w:val="libNormal0"/>
        <w:rPr>
          <w:rtl/>
        </w:rPr>
      </w:pPr>
      <w:r w:rsidRPr="00A54383">
        <w:rPr>
          <w:rFonts w:hint="cs"/>
          <w:rtl/>
        </w:rPr>
        <w:t>98</w:t>
      </w:r>
      <w:r w:rsidR="009C4748" w:rsidRPr="007A0ACC">
        <w:rPr>
          <w:rFonts w:hint="eastAsia"/>
          <w:rtl/>
        </w:rPr>
        <w:t>مولانا</w:t>
      </w:r>
      <w:r w:rsidR="009C4748" w:rsidRPr="007A0ACC">
        <w:rPr>
          <w:rtl/>
        </w:rPr>
        <w:t xml:space="preserve"> حافظ محمد </w:t>
      </w:r>
      <w:r w:rsidR="009147D9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پاکستان</w:t>
      </w:r>
      <w:r w:rsidR="009C4748" w:rsidRPr="007A0ACC">
        <w:rPr>
          <w:rtl/>
        </w:rPr>
        <w:t xml:space="preserve"> </w:t>
      </w:r>
      <w:r w:rsidR="009147D9">
        <w:rPr>
          <w:rFonts w:hint="cs"/>
          <w:rtl/>
        </w:rPr>
        <w:t>---------</w:t>
      </w:r>
      <w:r w:rsidR="009C4748" w:rsidRPr="007A0ACC">
        <w:rPr>
          <w:rtl/>
        </w:rPr>
        <w:t xml:space="preserve">  فلقُ نجات</w:t>
      </w:r>
    </w:p>
    <w:p w:rsidR="009C4748" w:rsidRPr="007A0ACC" w:rsidRDefault="00413EEC" w:rsidP="009147D9">
      <w:pPr>
        <w:pStyle w:val="libNormal0"/>
        <w:rPr>
          <w:rtl/>
        </w:rPr>
      </w:pPr>
      <w:r w:rsidRPr="00A54383">
        <w:rPr>
          <w:rFonts w:hint="cs"/>
          <w:rtl/>
        </w:rPr>
        <w:t>90</w:t>
      </w:r>
      <w:r w:rsidR="009C4748" w:rsidRPr="007A0ACC">
        <w:rPr>
          <w:rFonts w:hint="eastAsia"/>
          <w:rtl/>
        </w:rPr>
        <w:t>علامہ</w:t>
      </w:r>
      <w:r w:rsidR="009C4748" w:rsidRPr="007A0ACC">
        <w:rPr>
          <w:rtl/>
        </w:rPr>
        <w:t xml:space="preserve"> ہارون 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لان</w:t>
      </w:r>
      <w:r w:rsidR="009C4748" w:rsidRPr="007A0ACC">
        <w:rPr>
          <w:rFonts w:hint="cs"/>
          <w:rtl/>
        </w:rPr>
        <w:t>ی</w:t>
      </w:r>
      <w:r w:rsidR="009147D9">
        <w:rPr>
          <w:rFonts w:hint="cs"/>
          <w:rtl/>
        </w:rPr>
        <w:t>-----------</w:t>
      </w:r>
      <w:r w:rsidR="009C4748" w:rsidRPr="007A0ACC">
        <w:rPr>
          <w:rFonts w:hint="eastAsia"/>
          <w:rtl/>
        </w:rPr>
        <w:t>پاکستان</w:t>
      </w:r>
      <w:r w:rsidR="009147D9">
        <w:rPr>
          <w:rFonts w:hint="cs"/>
          <w:rtl/>
        </w:rPr>
        <w:t>------------</w:t>
      </w:r>
    </w:p>
    <w:p w:rsidR="009C4748" w:rsidRPr="007A0ACC" w:rsidRDefault="00413EEC" w:rsidP="009147D9">
      <w:pPr>
        <w:pStyle w:val="libNormal0"/>
        <w:rPr>
          <w:rtl/>
        </w:rPr>
      </w:pPr>
      <w:r w:rsidRPr="00A54383">
        <w:rPr>
          <w:rFonts w:hint="cs"/>
          <w:rtl/>
        </w:rPr>
        <w:t>91</w:t>
      </w:r>
      <w:r w:rsidR="009C4748" w:rsidRPr="007A0ACC">
        <w:rPr>
          <w:rFonts w:hint="eastAsia"/>
          <w:rtl/>
        </w:rPr>
        <w:t>مولانا</w:t>
      </w:r>
      <w:r w:rsidR="009C4748" w:rsidRPr="007A0ACC">
        <w:rPr>
          <w:rtl/>
        </w:rPr>
        <w:t xml:space="preserve"> عبدالساق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</w:t>
      </w:r>
      <w:r w:rsidR="009147D9">
        <w:rPr>
          <w:rFonts w:hint="cs"/>
          <w:rtl/>
        </w:rPr>
        <w:t>---------------</w:t>
      </w:r>
      <w:r w:rsidR="009C4748" w:rsidRPr="007A0ACC">
        <w:rPr>
          <w:rFonts w:hint="eastAsia"/>
          <w:rtl/>
        </w:rPr>
        <w:t>پاکستان</w:t>
      </w:r>
      <w:r w:rsidR="009147D9">
        <w:rPr>
          <w:rFonts w:hint="cs"/>
          <w:rtl/>
        </w:rPr>
        <w:t>---------------</w:t>
      </w:r>
    </w:p>
    <w:p w:rsidR="009C4748" w:rsidRPr="007A0ACC" w:rsidRDefault="00413EEC" w:rsidP="009147D9">
      <w:pPr>
        <w:pStyle w:val="libNormal0"/>
        <w:rPr>
          <w:rtl/>
        </w:rPr>
      </w:pPr>
      <w:r w:rsidRPr="00A54383">
        <w:rPr>
          <w:rFonts w:hint="cs"/>
          <w:rtl/>
        </w:rPr>
        <w:t>92</w:t>
      </w:r>
      <w:r w:rsidR="009C4748" w:rsidRPr="007A0ACC">
        <w:rPr>
          <w:rFonts w:hint="eastAsia"/>
          <w:rtl/>
        </w:rPr>
        <w:t>مولانا</w:t>
      </w:r>
      <w:r w:rsidR="009C4748" w:rsidRPr="007A0ACC">
        <w:rPr>
          <w:rtl/>
        </w:rPr>
        <w:t xml:space="preserve"> زاہد الراشد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،جنرل</w:t>
      </w:r>
      <w:r w:rsidR="009C4748" w:rsidRPr="007A0ACC">
        <w:rPr>
          <w:rtl/>
        </w:rPr>
        <w:t xml:space="preserve"> 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کٹر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سپاہ صحابہ سندھ </w:t>
      </w:r>
      <w:r w:rsidR="009147D9">
        <w:rPr>
          <w:rFonts w:hint="cs"/>
          <w:rtl/>
        </w:rPr>
        <w:t>------------</w:t>
      </w:r>
      <w:r w:rsidR="009C4748" w:rsidRPr="007A0ACC">
        <w:rPr>
          <w:rFonts w:hint="eastAsia"/>
          <w:rtl/>
        </w:rPr>
        <w:t>پاکستان</w:t>
      </w:r>
      <w:r w:rsidR="009147D9">
        <w:rPr>
          <w:rFonts w:hint="cs"/>
          <w:rtl/>
        </w:rPr>
        <w:t>---------</w:t>
      </w:r>
    </w:p>
    <w:p w:rsidR="009C4748" w:rsidRPr="00EB34B3" w:rsidRDefault="009147D9" w:rsidP="007317F7">
      <w:pPr>
        <w:pStyle w:val="libNormal"/>
        <w:rPr>
          <w:rtl/>
        </w:rPr>
      </w:pPr>
      <w:r>
        <w:rPr>
          <w:rtl/>
        </w:rPr>
        <w:br w:type="page"/>
      </w:r>
    </w:p>
    <w:p w:rsidR="009C4748" w:rsidRPr="007A0ACC" w:rsidRDefault="00413EEC" w:rsidP="00EB34B3">
      <w:pPr>
        <w:pStyle w:val="libNormal0"/>
        <w:rPr>
          <w:rtl/>
        </w:rPr>
      </w:pPr>
      <w:r w:rsidRPr="00A54383">
        <w:rPr>
          <w:rFonts w:hint="cs"/>
          <w:rtl/>
        </w:rPr>
        <w:lastRenderedPageBreak/>
        <w:t>93</w:t>
      </w:r>
      <w:r w:rsidR="009C4748" w:rsidRPr="007A0ACC">
        <w:rPr>
          <w:rFonts w:hint="eastAsia"/>
          <w:rtl/>
        </w:rPr>
        <w:t>مولانا</w:t>
      </w:r>
      <w:r w:rsidR="009C4748" w:rsidRPr="007A0ACC">
        <w:rPr>
          <w:rtl/>
        </w:rPr>
        <w:t xml:space="preserve"> عمران ،رہنماء سپاہ صحابہ راولپنڈ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</w:t>
      </w:r>
      <w:r w:rsidR="003F688E">
        <w:rPr>
          <w:rFonts w:hint="cs"/>
          <w:rtl/>
        </w:rPr>
        <w:t>------------</w:t>
      </w:r>
      <w:r w:rsidR="009C4748" w:rsidRPr="007A0ACC">
        <w:rPr>
          <w:rtl/>
        </w:rPr>
        <w:t xml:space="preserve"> پاکستان</w:t>
      </w:r>
      <w:r w:rsidR="003F688E">
        <w:rPr>
          <w:rFonts w:hint="cs"/>
          <w:rtl/>
        </w:rPr>
        <w:t>---------</w:t>
      </w:r>
    </w:p>
    <w:p w:rsidR="009C4748" w:rsidRPr="007A0ACC" w:rsidRDefault="00413EEC" w:rsidP="00EB34B3">
      <w:pPr>
        <w:pStyle w:val="libNormal0"/>
        <w:rPr>
          <w:rtl/>
        </w:rPr>
      </w:pPr>
      <w:r w:rsidRPr="00A54383">
        <w:rPr>
          <w:rFonts w:hint="cs"/>
          <w:rtl/>
        </w:rPr>
        <w:t>9</w:t>
      </w:r>
      <w:r w:rsidR="00A54383" w:rsidRPr="00A54383">
        <w:rPr>
          <w:rFonts w:hint="cs"/>
          <w:rtl/>
          <w:lang w:bidi="ur-PK"/>
        </w:rPr>
        <w:t>4</w:t>
      </w:r>
      <w:r w:rsidR="009C4748" w:rsidRPr="007A0ACC">
        <w:rPr>
          <w:rFonts w:hint="eastAsia"/>
          <w:rtl/>
        </w:rPr>
        <w:t>شہ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9C4748" w:rsidRPr="007A0ACC">
        <w:rPr>
          <w:rtl/>
        </w:rPr>
        <w:t xml:space="preserve">  علامہ دانش علو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صوبہ سرحد </w:t>
      </w:r>
      <w:r w:rsidR="003F688E">
        <w:rPr>
          <w:rFonts w:hint="cs"/>
          <w:rtl/>
        </w:rPr>
        <w:t>-----------</w:t>
      </w:r>
      <w:r w:rsidR="009C4748" w:rsidRPr="007A0ACC">
        <w:rPr>
          <w:rFonts w:hint="eastAsia"/>
          <w:rtl/>
        </w:rPr>
        <w:t>پاکستان</w:t>
      </w:r>
      <w:r w:rsidR="003F688E">
        <w:rPr>
          <w:rFonts w:hint="cs"/>
          <w:rtl/>
        </w:rPr>
        <w:t>---------</w:t>
      </w:r>
    </w:p>
    <w:p w:rsidR="009C4748" w:rsidRPr="007A0ACC" w:rsidRDefault="00413EEC" w:rsidP="00EB34B3">
      <w:pPr>
        <w:pStyle w:val="libNormal0"/>
        <w:rPr>
          <w:rtl/>
        </w:rPr>
      </w:pPr>
      <w:r w:rsidRPr="00A54383">
        <w:rPr>
          <w:rFonts w:hint="cs"/>
          <w:rtl/>
        </w:rPr>
        <w:t>95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محمد اردن</w:t>
      </w:r>
      <w:r w:rsidR="009C4748" w:rsidRPr="007A0ACC">
        <w:rPr>
          <w:rFonts w:hint="cs"/>
          <w:rtl/>
        </w:rPr>
        <w:t>ی</w:t>
      </w:r>
      <w:r w:rsidR="003F688E">
        <w:rPr>
          <w:rFonts w:hint="cs"/>
          <w:rtl/>
        </w:rPr>
        <w:t>----------</w:t>
      </w:r>
      <w:r w:rsidR="009C4748" w:rsidRPr="007A0ACC">
        <w:rPr>
          <w:rFonts w:hint="eastAsia"/>
          <w:rtl/>
        </w:rPr>
        <w:t>اردن</w:t>
      </w:r>
      <w:r w:rsidR="003F688E">
        <w:rPr>
          <w:rFonts w:hint="cs"/>
          <w:rtl/>
        </w:rPr>
        <w:t>------------</w:t>
      </w:r>
      <w:r w:rsidR="009C4748" w:rsidRPr="007A0ACC">
        <w:rPr>
          <w:rFonts w:hint="eastAsia"/>
          <w:rtl/>
        </w:rPr>
        <w:t>فاطمہ</w:t>
      </w:r>
      <w:r w:rsidR="009C4748" w:rsidRPr="007A0ACC">
        <w:rPr>
          <w:rtl/>
        </w:rPr>
        <w:t xml:space="preserve"> زہرا </w:t>
      </w:r>
      <w:r w:rsidR="003F688E">
        <w:rPr>
          <w:rFonts w:hint="cs"/>
          <w:rtl/>
        </w:rPr>
        <w:t>------------</w:t>
      </w:r>
    </w:p>
    <w:p w:rsidR="009C4748" w:rsidRPr="007A0ACC" w:rsidRDefault="00413EEC" w:rsidP="00EB34B3">
      <w:pPr>
        <w:pStyle w:val="libNormal0"/>
        <w:rPr>
          <w:rtl/>
        </w:rPr>
      </w:pPr>
      <w:r w:rsidRPr="00A54383">
        <w:rPr>
          <w:rFonts w:hint="cs"/>
          <w:rtl/>
        </w:rPr>
        <w:t>96</w:t>
      </w:r>
      <w:r w:rsidR="009C4748" w:rsidRPr="007A0ACC">
        <w:rPr>
          <w:rFonts w:hint="eastAsia"/>
          <w:rtl/>
        </w:rPr>
        <w:t>غلام</w:t>
      </w:r>
      <w:r w:rsidR="009C4748" w:rsidRPr="007A0ACC">
        <w:rPr>
          <w:rtl/>
        </w:rPr>
        <w:t xml:space="preserve"> عباس ،وک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ل</w:t>
      </w:r>
      <w:r w:rsidR="009C4748" w:rsidRPr="007A0ACC">
        <w:rPr>
          <w:rtl/>
        </w:rPr>
        <w:t xml:space="preserve"> </w:t>
      </w:r>
      <w:r w:rsidR="00EB34B3">
        <w:rPr>
          <w:rFonts w:hint="cs"/>
          <w:rtl/>
        </w:rPr>
        <w:t>---------------</w:t>
      </w:r>
      <w:r w:rsidR="009C4748" w:rsidRPr="007A0ACC">
        <w:rPr>
          <w:rFonts w:hint="eastAsia"/>
          <w:rtl/>
        </w:rPr>
        <w:t>سپ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EB34B3">
        <w:rPr>
          <w:rFonts w:hint="cs"/>
          <w:rtl/>
        </w:rPr>
        <w:t>------------</w:t>
      </w:r>
    </w:p>
    <w:p w:rsidR="009C4748" w:rsidRPr="007A0ACC" w:rsidRDefault="00413EEC" w:rsidP="00EB34B3">
      <w:pPr>
        <w:pStyle w:val="libNormal0"/>
        <w:rPr>
          <w:rtl/>
        </w:rPr>
      </w:pPr>
      <w:r w:rsidRPr="00A54383">
        <w:rPr>
          <w:rFonts w:hint="cs"/>
          <w:rtl/>
        </w:rPr>
        <w:t>97</w:t>
      </w:r>
      <w:r w:rsidR="009C4748" w:rsidRPr="007A0ACC">
        <w:rPr>
          <w:rFonts w:hint="eastAsia"/>
          <w:rtl/>
        </w:rPr>
        <w:t>مولانا</w:t>
      </w:r>
      <w:r w:rsidR="009C4748" w:rsidRPr="007A0ACC">
        <w:rPr>
          <w:rtl/>
        </w:rPr>
        <w:t xml:space="preserve"> عبدالحک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م</w:t>
      </w:r>
      <w:r w:rsidR="009C4748" w:rsidRPr="007A0ACC">
        <w:rPr>
          <w:rtl/>
        </w:rPr>
        <w:t xml:space="preserve"> کارنے </w:t>
      </w:r>
      <w:r w:rsidR="00EB34B3">
        <w:rPr>
          <w:rFonts w:hint="cs"/>
          <w:rtl/>
        </w:rPr>
        <w:t>-------------</w:t>
      </w:r>
      <w:r w:rsidR="009C4748" w:rsidRPr="007A0ACC">
        <w:rPr>
          <w:rtl/>
        </w:rPr>
        <w:t xml:space="preserve"> امر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کہ</w:t>
      </w:r>
      <w:r w:rsidR="00EB34B3">
        <w:rPr>
          <w:rFonts w:hint="cs"/>
          <w:rtl/>
        </w:rPr>
        <w:t>------------</w:t>
      </w:r>
    </w:p>
    <w:p w:rsidR="009C4748" w:rsidRPr="007A0ACC" w:rsidRDefault="00413EEC" w:rsidP="00EB34B3">
      <w:pPr>
        <w:pStyle w:val="libNormal0"/>
        <w:rPr>
          <w:rtl/>
        </w:rPr>
      </w:pPr>
      <w:r w:rsidRPr="00A54383">
        <w:rPr>
          <w:rFonts w:hint="cs"/>
          <w:rtl/>
        </w:rPr>
        <w:t>98</w:t>
      </w:r>
      <w:r w:rsidR="009C4748" w:rsidRPr="007A0ACC">
        <w:rPr>
          <w:rFonts w:hint="eastAsia"/>
          <w:rtl/>
        </w:rPr>
        <w:t>علامہ</w:t>
      </w:r>
      <w:r w:rsidR="009C4748" w:rsidRPr="007A0ACC">
        <w:rPr>
          <w:rtl/>
        </w:rPr>
        <w:t xml:space="preserve"> محمد بش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</w:t>
      </w:r>
      <w:r w:rsidR="00EB34B3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پاکستان</w:t>
      </w:r>
      <w:r w:rsidR="00EB34B3">
        <w:rPr>
          <w:rFonts w:hint="cs"/>
          <w:rtl/>
        </w:rPr>
        <w:t>-----------</w:t>
      </w:r>
      <w:r w:rsidR="009C4748" w:rsidRPr="007A0ACC">
        <w:rPr>
          <w:rFonts w:hint="eastAsia"/>
          <w:rtl/>
        </w:rPr>
        <w:t>قران</w:t>
      </w:r>
      <w:r w:rsidR="009C4748" w:rsidRPr="007A0ACC">
        <w:rPr>
          <w:rtl/>
        </w:rPr>
        <w:t xml:space="preserve"> اور اہلب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ت</w:t>
      </w:r>
      <w:r w:rsidR="009C4748" w:rsidRPr="007A0ACC">
        <w:rPr>
          <w:rtl/>
        </w:rPr>
        <w:t xml:space="preserve"> </w:t>
      </w:r>
      <w:r w:rsidR="00EB34B3">
        <w:rPr>
          <w:rFonts w:hint="cs"/>
          <w:rtl/>
        </w:rPr>
        <w:t>------------</w:t>
      </w:r>
    </w:p>
    <w:p w:rsidR="009C4748" w:rsidRPr="007A0ACC" w:rsidRDefault="00413EEC" w:rsidP="00EB34B3">
      <w:pPr>
        <w:pStyle w:val="libNormal0"/>
        <w:rPr>
          <w:rtl/>
        </w:rPr>
      </w:pPr>
      <w:r w:rsidRPr="00A54383">
        <w:rPr>
          <w:rFonts w:hint="cs"/>
          <w:rtl/>
        </w:rPr>
        <w:t>99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جہاد اسما ع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ل</w:t>
      </w:r>
      <w:r w:rsidR="00EB34B3">
        <w:rPr>
          <w:rFonts w:hint="cs"/>
          <w:rtl/>
        </w:rPr>
        <w:t>---------</w:t>
      </w:r>
      <w:r w:rsidR="009C4748" w:rsidRPr="007A0ACC">
        <w:rPr>
          <w:rFonts w:hint="eastAsia"/>
          <w:rtl/>
        </w:rPr>
        <w:t>سڈن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>(جرمن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>)</w:t>
      </w:r>
      <w:r w:rsidR="00EB34B3">
        <w:rPr>
          <w:rFonts w:hint="cs"/>
          <w:rtl/>
        </w:rPr>
        <w:t>-------------</w:t>
      </w:r>
    </w:p>
    <w:p w:rsidR="009C4748" w:rsidRPr="007A0ACC" w:rsidRDefault="00413EEC" w:rsidP="00EB34B3">
      <w:pPr>
        <w:pStyle w:val="libNormal0"/>
        <w:rPr>
          <w:rtl/>
        </w:rPr>
      </w:pPr>
      <w:r w:rsidRPr="00A54383">
        <w:rPr>
          <w:rFonts w:hint="cs"/>
          <w:rtl/>
        </w:rPr>
        <w:t>100</w:t>
      </w:r>
      <w:r w:rsidR="009C4748" w:rsidRPr="007A0ACC">
        <w:rPr>
          <w:rFonts w:hint="eastAsia"/>
          <w:rtl/>
        </w:rPr>
        <w:t>پروف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سر</w:t>
      </w:r>
      <w:r w:rsidR="009C4748" w:rsidRPr="007A0ACC">
        <w:rPr>
          <w:rtl/>
        </w:rPr>
        <w:t xml:space="preserve"> عل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ابراھ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م</w:t>
      </w:r>
      <w:r w:rsidR="009C4748" w:rsidRPr="007A0ACC">
        <w:rPr>
          <w:rtl/>
        </w:rPr>
        <w:t xml:space="preserve"> </w:t>
      </w:r>
      <w:r w:rsidR="00EB34B3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افر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قہ</w:t>
      </w:r>
      <w:r w:rsidR="00EB34B3">
        <w:rPr>
          <w:rFonts w:hint="cs"/>
          <w:rtl/>
        </w:rPr>
        <w:t>------------</w:t>
      </w:r>
    </w:p>
    <w:p w:rsidR="009C4748" w:rsidRPr="007A0ACC" w:rsidRDefault="00413EEC" w:rsidP="00EB34B3">
      <w:pPr>
        <w:pStyle w:val="libNormal0"/>
        <w:rPr>
          <w:rtl/>
        </w:rPr>
      </w:pPr>
      <w:r w:rsidRPr="00A54383">
        <w:rPr>
          <w:rFonts w:hint="cs"/>
          <w:rtl/>
        </w:rPr>
        <w:t>101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حم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دو</w:t>
      </w:r>
      <w:r w:rsidR="009C4748" w:rsidRPr="007A0ACC">
        <w:rPr>
          <w:rtl/>
        </w:rPr>
        <w:t xml:space="preserve"> </w:t>
      </w:r>
      <w:r w:rsidR="00EB34B3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جنوب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افر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قہ</w:t>
      </w:r>
      <w:r w:rsidR="00EB34B3">
        <w:rPr>
          <w:rFonts w:hint="cs"/>
          <w:rtl/>
        </w:rPr>
        <w:t>-------------</w:t>
      </w:r>
    </w:p>
    <w:p w:rsidR="009C4748" w:rsidRPr="007A0ACC" w:rsidRDefault="00413EEC" w:rsidP="00EB34B3">
      <w:pPr>
        <w:pStyle w:val="libNormal0"/>
        <w:rPr>
          <w:rtl/>
        </w:rPr>
      </w:pPr>
      <w:r w:rsidRPr="00A54383">
        <w:rPr>
          <w:rFonts w:hint="cs"/>
          <w:rtl/>
        </w:rPr>
        <w:t>201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ف</w:t>
      </w:r>
      <w:r w:rsidR="009C4748" w:rsidRPr="007A0ACC">
        <w:rPr>
          <w:rtl/>
        </w:rPr>
        <w:t xml:space="preserve"> اللہ خان۔جامعہ ازہر کا فارغ التحص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ل</w:t>
      </w:r>
      <w:r w:rsidR="00EB34B3">
        <w:rPr>
          <w:rFonts w:hint="cs"/>
          <w:rtl/>
        </w:rPr>
        <w:t>-----------</w:t>
      </w:r>
      <w:r w:rsidR="009C4748" w:rsidRPr="007A0ACC">
        <w:rPr>
          <w:rFonts w:hint="eastAsia"/>
          <w:rtl/>
        </w:rPr>
        <w:t>جنوب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افر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قہ</w:t>
      </w:r>
      <w:r w:rsidR="00EB34B3">
        <w:rPr>
          <w:rFonts w:hint="cs"/>
          <w:rtl/>
        </w:rPr>
        <w:t>----------</w:t>
      </w:r>
    </w:p>
    <w:p w:rsidR="009C4748" w:rsidRPr="007A0ACC" w:rsidRDefault="00413EEC" w:rsidP="00EB34B3">
      <w:pPr>
        <w:pStyle w:val="libNormal0"/>
        <w:rPr>
          <w:rtl/>
        </w:rPr>
      </w:pPr>
      <w:r w:rsidRPr="00A54383">
        <w:rPr>
          <w:rFonts w:hint="cs"/>
          <w:rtl/>
        </w:rPr>
        <w:t>301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شہ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9C4748" w:rsidRPr="007A0ACC">
        <w:rPr>
          <w:rtl/>
        </w:rPr>
        <w:t xml:space="preserve"> مت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</w:t>
      </w:r>
      <w:r w:rsidR="00EB34B3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جنوب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افر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قہ</w:t>
      </w:r>
      <w:r w:rsidR="00EB34B3">
        <w:rPr>
          <w:rFonts w:hint="cs"/>
          <w:rtl/>
        </w:rPr>
        <w:t>------------</w:t>
      </w:r>
    </w:p>
    <w:p w:rsidR="009C4748" w:rsidRPr="007A0ACC" w:rsidRDefault="00A54383" w:rsidP="00EB34B3">
      <w:pPr>
        <w:pStyle w:val="libNormal0"/>
        <w:rPr>
          <w:rtl/>
        </w:rPr>
      </w:pPr>
      <w:r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01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اثامہ عبدالغان</w:t>
      </w:r>
      <w:r w:rsidR="009C4748" w:rsidRPr="007A0ACC">
        <w:rPr>
          <w:rFonts w:hint="cs"/>
          <w:rtl/>
        </w:rPr>
        <w:t>ی</w:t>
      </w:r>
      <w:r w:rsidR="00EB34B3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امر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کہ</w:t>
      </w:r>
      <w:r w:rsidR="00EB34B3">
        <w:rPr>
          <w:rFonts w:hint="cs"/>
          <w:rtl/>
        </w:rPr>
        <w:t>---------------</w:t>
      </w:r>
    </w:p>
    <w:p w:rsidR="009C4748" w:rsidRPr="007A0ACC" w:rsidRDefault="00A54383" w:rsidP="00EB34B3">
      <w:pPr>
        <w:pStyle w:val="libNormal0"/>
        <w:rPr>
          <w:rtl/>
        </w:rPr>
      </w:pPr>
      <w:r w:rsidRPr="00A54383">
        <w:rPr>
          <w:rFonts w:hint="cs"/>
          <w:rtl/>
          <w:lang w:bidi="ur-PK"/>
        </w:rPr>
        <w:t>4</w:t>
      </w:r>
      <w:r w:rsidR="00413EEC" w:rsidRPr="00A54383">
        <w:rPr>
          <w:rFonts w:hint="cs"/>
          <w:rtl/>
        </w:rPr>
        <w:t>01</w:t>
      </w:r>
      <w:r w:rsidR="009C4748" w:rsidRPr="007A0ACC">
        <w:rPr>
          <w:rFonts w:hint="eastAsia"/>
          <w:rtl/>
        </w:rPr>
        <w:t>ڈاکٹر</w:t>
      </w:r>
      <w:r w:rsidR="009C4748" w:rsidRPr="007A0ACC">
        <w:rPr>
          <w:rtl/>
        </w:rPr>
        <w:t xml:space="preserve"> حم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9C4748" w:rsidRPr="007A0ACC">
        <w:rPr>
          <w:rtl/>
        </w:rPr>
        <w:t xml:space="preserve"> الغر</w:t>
      </w:r>
      <w:r w:rsidR="00EB34B3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امر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کہ</w:t>
      </w:r>
      <w:r w:rsidR="00EB34B3">
        <w:rPr>
          <w:rFonts w:hint="cs"/>
          <w:rtl/>
        </w:rPr>
        <w:t>---------------</w:t>
      </w:r>
      <w:r w:rsidR="009C4748" w:rsidRPr="007A0ACC">
        <w:rPr>
          <w:rFonts w:hint="eastAsia"/>
          <w:rtl/>
        </w:rPr>
        <w:t>مشہور</w:t>
      </w:r>
      <w:r w:rsidR="009C4748" w:rsidRPr="007A0ACC">
        <w:rPr>
          <w:rtl/>
        </w:rPr>
        <w:t xml:space="preserve"> خط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ب</w:t>
      </w:r>
      <w:r w:rsidR="009C4748" w:rsidRPr="007A0ACC">
        <w:rPr>
          <w:rtl/>
        </w:rPr>
        <w:t xml:space="preserve"> اور مصنف </w:t>
      </w:r>
    </w:p>
    <w:p w:rsidR="009C4748" w:rsidRPr="007A0ACC" w:rsidRDefault="00413EEC" w:rsidP="00EB34B3">
      <w:pPr>
        <w:pStyle w:val="libNormal0"/>
        <w:rPr>
          <w:rtl/>
        </w:rPr>
      </w:pPr>
      <w:r w:rsidRPr="00A54383">
        <w:rPr>
          <w:rFonts w:hint="cs"/>
          <w:rtl/>
        </w:rPr>
        <w:t>601</w:t>
      </w:r>
      <w:r w:rsidR="009C4748" w:rsidRPr="007A0ACC">
        <w:rPr>
          <w:rFonts w:hint="eastAsia"/>
          <w:rtl/>
        </w:rPr>
        <w:t>مولانا</w:t>
      </w:r>
      <w:r w:rsidR="009C4748" w:rsidRPr="007A0ACC">
        <w:rPr>
          <w:rtl/>
        </w:rPr>
        <w:t xml:space="preserve"> ذکر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</w:t>
      </w:r>
      <w:r w:rsidR="009C4748" w:rsidRPr="007A0ACC">
        <w:rPr>
          <w:rtl/>
        </w:rPr>
        <w:t xml:space="preserve"> </w:t>
      </w:r>
      <w:r w:rsidR="00EB34B3">
        <w:rPr>
          <w:rFonts w:hint="cs"/>
          <w:rtl/>
        </w:rPr>
        <w:t>---------------</w:t>
      </w:r>
      <w:r w:rsidR="009C4748" w:rsidRPr="007A0ACC">
        <w:rPr>
          <w:rFonts w:hint="eastAsia"/>
          <w:rtl/>
        </w:rPr>
        <w:t>جنوب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افر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کہ</w:t>
      </w:r>
      <w:r w:rsidR="00EB34B3">
        <w:rPr>
          <w:rFonts w:hint="cs"/>
          <w:rtl/>
        </w:rPr>
        <w:t>-------------</w:t>
      </w:r>
    </w:p>
    <w:p w:rsidR="009C4748" w:rsidRPr="007A0ACC" w:rsidRDefault="00413EEC" w:rsidP="00EB34B3">
      <w:pPr>
        <w:pStyle w:val="libNormal0"/>
        <w:rPr>
          <w:rtl/>
        </w:rPr>
      </w:pPr>
      <w:r w:rsidRPr="00A54383">
        <w:rPr>
          <w:rFonts w:hint="cs"/>
          <w:rtl/>
        </w:rPr>
        <w:t>701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عبداللہ ناصر</w:t>
      </w:r>
      <w:r w:rsidR="00EB34B3">
        <w:rPr>
          <w:rFonts w:hint="cs"/>
          <w:rtl/>
        </w:rPr>
        <w:t>-----------------</w:t>
      </w:r>
      <w:r w:rsidR="009C4748" w:rsidRPr="007A0ACC">
        <w:rPr>
          <w:rFonts w:hint="eastAsia"/>
          <w:rtl/>
        </w:rPr>
        <w:t>مشرق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افر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قہ</w:t>
      </w:r>
      <w:r w:rsidR="00EB34B3">
        <w:rPr>
          <w:rFonts w:hint="cs"/>
          <w:rtl/>
        </w:rPr>
        <w:t>--------------</w:t>
      </w:r>
    </w:p>
    <w:p w:rsidR="009C4748" w:rsidRPr="007A0ACC" w:rsidRDefault="00413EEC" w:rsidP="00EB34B3">
      <w:pPr>
        <w:pStyle w:val="libNormal0"/>
        <w:rPr>
          <w:rtl/>
        </w:rPr>
      </w:pPr>
      <w:r w:rsidRPr="00A54383">
        <w:rPr>
          <w:rFonts w:hint="cs"/>
          <w:rtl/>
        </w:rPr>
        <w:t>801</w:t>
      </w:r>
      <w:r w:rsidR="009C4748" w:rsidRPr="007A0ACC">
        <w:rPr>
          <w:rtl/>
        </w:rPr>
        <w:t xml:space="preserve"> جما عمر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مونگا متعصب وہاب</w:t>
      </w:r>
      <w:r w:rsidR="009C4748" w:rsidRPr="007A0ACC">
        <w:rPr>
          <w:rFonts w:hint="cs"/>
          <w:rtl/>
        </w:rPr>
        <w:t>ی</w:t>
      </w:r>
      <w:r w:rsidR="00EB34B3">
        <w:rPr>
          <w:rFonts w:hint="cs"/>
          <w:rtl/>
        </w:rPr>
        <w:t>----------------</w:t>
      </w:r>
      <w:r w:rsidR="009C4748" w:rsidRPr="007A0ACC">
        <w:rPr>
          <w:rFonts w:hint="eastAsia"/>
          <w:rtl/>
        </w:rPr>
        <w:t>افر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قہ</w:t>
      </w:r>
      <w:r w:rsidR="00EB34B3">
        <w:rPr>
          <w:rFonts w:hint="cs"/>
          <w:rtl/>
        </w:rPr>
        <w:t>----------------</w:t>
      </w:r>
      <w:r w:rsidR="009C4748" w:rsidRPr="007A0ACC">
        <w:rPr>
          <w:rFonts w:hint="eastAsia"/>
          <w:rtl/>
        </w:rPr>
        <w:t>تفس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</w:t>
      </w:r>
      <w:r w:rsidR="009C4748" w:rsidRPr="007A0ACC">
        <w:rPr>
          <w:rtl/>
        </w:rPr>
        <w:t xml:space="preserve"> قران</w:t>
      </w:r>
    </w:p>
    <w:p w:rsidR="009C4748" w:rsidRPr="007A0ACC" w:rsidRDefault="00413EEC" w:rsidP="00EB34B3">
      <w:pPr>
        <w:pStyle w:val="libNormal0"/>
      </w:pPr>
      <w:r w:rsidRPr="00A54383">
        <w:rPr>
          <w:rFonts w:hint="cs"/>
          <w:rtl/>
        </w:rPr>
        <w:t>901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عل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گرنٹ </w:t>
      </w:r>
      <w:r w:rsidR="00EB34B3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ارجنٹ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نا</w:t>
      </w:r>
      <w:r w:rsidR="00EB34B3">
        <w:rPr>
          <w:rFonts w:hint="cs"/>
          <w:rtl/>
        </w:rPr>
        <w:t>-----------</w:t>
      </w:r>
      <w:r w:rsidR="009C4748" w:rsidRPr="007A0ACC">
        <w:t xml:space="preserve">avail. </w:t>
      </w:r>
      <w:proofErr w:type="gramStart"/>
      <w:r w:rsidR="009C4748" w:rsidRPr="007A0ACC">
        <w:t>on</w:t>
      </w:r>
      <w:proofErr w:type="gramEnd"/>
      <w:r w:rsidR="009C4748" w:rsidRPr="007A0ACC">
        <w:t xml:space="preserve"> www.hyderi.org</w:t>
      </w:r>
    </w:p>
    <w:p w:rsidR="009C4748" w:rsidRPr="007A0ACC" w:rsidRDefault="00413EEC" w:rsidP="00EB34B3">
      <w:pPr>
        <w:pStyle w:val="libNormal0"/>
        <w:rPr>
          <w:rtl/>
        </w:rPr>
      </w:pPr>
      <w:r w:rsidRPr="00A54383">
        <w:rPr>
          <w:rFonts w:hint="cs"/>
          <w:rtl/>
        </w:rPr>
        <w:t>110</w:t>
      </w:r>
      <w:r w:rsidR="009C4748" w:rsidRPr="007A0ACC">
        <w:rPr>
          <w:rFonts w:hint="eastAsia"/>
          <w:rtl/>
        </w:rPr>
        <w:t>مولانا</w:t>
      </w:r>
      <w:r w:rsidR="009C4748" w:rsidRPr="007A0ACC">
        <w:rPr>
          <w:rtl/>
        </w:rPr>
        <w:t xml:space="preserve"> سخاوت حس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</w:t>
      </w:r>
      <w:r w:rsidR="00EB34B3">
        <w:rPr>
          <w:rFonts w:hint="cs"/>
          <w:rtl/>
        </w:rPr>
        <w:t>----------</w:t>
      </w:r>
      <w:r w:rsidR="009C4748" w:rsidRPr="007A0ACC">
        <w:rPr>
          <w:rFonts w:hint="eastAsia"/>
          <w:rtl/>
        </w:rPr>
        <w:t>پاکستان</w:t>
      </w:r>
      <w:r w:rsidR="009C4748" w:rsidRPr="007A0ACC">
        <w:rPr>
          <w:rtl/>
        </w:rPr>
        <w:t xml:space="preserve"> </w:t>
      </w:r>
      <w:r w:rsidR="00EB34B3">
        <w:rPr>
          <w:rFonts w:hint="cs"/>
          <w:rtl/>
        </w:rPr>
        <w:t>---------------</w:t>
      </w:r>
      <w:r w:rsidR="009C4748" w:rsidRPr="007A0ACC">
        <w:rPr>
          <w:rFonts w:hint="eastAsia"/>
          <w:rtl/>
        </w:rPr>
        <w:t>امر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کہ</w:t>
      </w:r>
      <w:r w:rsidR="009C4748" w:rsidRPr="007A0ACC">
        <w:rPr>
          <w:rtl/>
        </w:rPr>
        <w:t xml:space="preserve"> اور کن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ڈا</w:t>
      </w:r>
      <w:r w:rsidR="009C4748" w:rsidRPr="007A0ACC">
        <w:rPr>
          <w:rtl/>
        </w:rPr>
        <w:t xml:space="preserve"> کا مشہور خط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ب</w:t>
      </w:r>
    </w:p>
    <w:p w:rsidR="00EB34B3" w:rsidRDefault="00413EEC" w:rsidP="00EB34B3">
      <w:pPr>
        <w:pStyle w:val="libNormal0"/>
        <w:rPr>
          <w:rtl/>
        </w:rPr>
      </w:pPr>
      <w:r w:rsidRPr="00A54383">
        <w:rPr>
          <w:rFonts w:hint="cs"/>
          <w:rtl/>
        </w:rPr>
        <w:t>111</w:t>
      </w:r>
      <w:r w:rsidR="009C4748" w:rsidRPr="007A0ACC">
        <w:rPr>
          <w:rFonts w:hint="eastAsia"/>
          <w:rtl/>
        </w:rPr>
        <w:t>سومائ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ک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>(روح اللہ)</w:t>
      </w:r>
      <w:r w:rsidR="00EB34B3">
        <w:rPr>
          <w:rFonts w:hint="cs"/>
          <w:rtl/>
        </w:rPr>
        <w:t>--------------</w:t>
      </w:r>
      <w:r w:rsidR="009C4748" w:rsidRPr="007A0ACC">
        <w:rPr>
          <w:rtl/>
        </w:rPr>
        <w:t xml:space="preserve"> جاپان </w:t>
      </w:r>
      <w:r w:rsidR="00EB34B3">
        <w:rPr>
          <w:rFonts w:hint="cs"/>
          <w:rtl/>
        </w:rPr>
        <w:t>----------------</w:t>
      </w:r>
      <w:r w:rsidR="009C4748" w:rsidRPr="007A0ACC">
        <w:rPr>
          <w:rFonts w:hint="eastAsia"/>
          <w:rtl/>
        </w:rPr>
        <w:t>مذہب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سکالر اور کمپ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وٹر</w:t>
      </w:r>
      <w:r w:rsidR="009C4748" w:rsidRPr="007A0ACC">
        <w:rPr>
          <w:rtl/>
        </w:rPr>
        <w:t xml:space="preserve"> انج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نر</w:t>
      </w:r>
    </w:p>
    <w:p w:rsidR="00EB34B3" w:rsidRDefault="00EB34B3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EB34B3">
      <w:pPr>
        <w:pStyle w:val="libNormal0"/>
        <w:rPr>
          <w:rtl/>
        </w:rPr>
      </w:pPr>
    </w:p>
    <w:p w:rsidR="009C4748" w:rsidRPr="007A0ACC" w:rsidRDefault="00413EEC" w:rsidP="00C5503B">
      <w:pPr>
        <w:pStyle w:val="libNormal0"/>
        <w:rPr>
          <w:rtl/>
        </w:rPr>
      </w:pPr>
      <w:r w:rsidRPr="00A54383">
        <w:rPr>
          <w:rFonts w:hint="cs"/>
          <w:rtl/>
        </w:rPr>
        <w:t>112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عبدالرحمان العل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امام جمہ</w:t>
      </w:r>
      <w:r w:rsidR="00EB34B3">
        <w:rPr>
          <w:rFonts w:hint="cs"/>
          <w:rtl/>
        </w:rPr>
        <w:t>------------------</w:t>
      </w:r>
      <w:r w:rsidR="009C4748" w:rsidRPr="007A0ACC">
        <w:rPr>
          <w:rFonts w:hint="eastAsia"/>
          <w:rtl/>
        </w:rPr>
        <w:t>العنبر</w:t>
      </w:r>
      <w:r w:rsidR="009C4748" w:rsidRPr="007A0ACC">
        <w:rPr>
          <w:rtl/>
        </w:rPr>
        <w:t xml:space="preserve"> عراق</w:t>
      </w:r>
      <w:r w:rsidR="00EB34B3">
        <w:rPr>
          <w:rFonts w:hint="cs"/>
          <w:rtl/>
        </w:rPr>
        <w:t>-----</w:t>
      </w:r>
    </w:p>
    <w:p w:rsidR="009C4748" w:rsidRPr="007A0ACC" w:rsidRDefault="00413EEC" w:rsidP="00C5503B">
      <w:pPr>
        <w:pStyle w:val="libNormal0"/>
        <w:rPr>
          <w:rtl/>
          <w:lang w:bidi="ur-PK"/>
        </w:rPr>
      </w:pPr>
      <w:r w:rsidRPr="00A54383">
        <w:rPr>
          <w:rFonts w:hint="cs"/>
          <w:rtl/>
        </w:rPr>
        <w:t>113</w:t>
      </w:r>
      <w:r w:rsidR="009C4748" w:rsidRPr="007A0ACC">
        <w:t>Leonard peter Sorenson</w:t>
      </w:r>
      <w:r w:rsidR="00EB34B3">
        <w:rPr>
          <w:rFonts w:hint="cs"/>
          <w:rtl/>
        </w:rPr>
        <w:t>--------</w:t>
      </w:r>
      <w:r w:rsidR="009C4748" w:rsidRPr="007A0ACC">
        <w:t>Dutch</w:t>
      </w:r>
      <w:r w:rsidR="00EB34B3">
        <w:rPr>
          <w:rFonts w:hint="cs"/>
          <w:rtl/>
        </w:rPr>
        <w:t>---------</w:t>
      </w:r>
    </w:p>
    <w:p w:rsidR="009C4748" w:rsidRPr="007A0ACC" w:rsidRDefault="00413EEC" w:rsidP="00C5503B">
      <w:pPr>
        <w:pStyle w:val="libNormal0"/>
        <w:rPr>
          <w:rtl/>
          <w:lang w:bidi="ur-PK"/>
        </w:rPr>
      </w:pPr>
      <w:r w:rsidRPr="00A54383">
        <w:rPr>
          <w:rFonts w:hint="cs"/>
          <w:rtl/>
        </w:rPr>
        <w:t>11</w:t>
      </w:r>
      <w:r w:rsidR="00A54383" w:rsidRPr="00A54383">
        <w:rPr>
          <w:rFonts w:hint="cs"/>
          <w:rtl/>
          <w:lang w:bidi="ur-PK"/>
        </w:rPr>
        <w:t>4</w:t>
      </w:r>
      <w:r w:rsidR="009C4748" w:rsidRPr="007A0ACC">
        <w:t>Crystal Edwinson</w:t>
      </w:r>
      <w:r w:rsidR="00EB34B3">
        <w:rPr>
          <w:rFonts w:hint="cs"/>
          <w:rtl/>
        </w:rPr>
        <w:t>----------</w:t>
      </w:r>
      <w:r w:rsidR="009C4748" w:rsidRPr="007A0ACC">
        <w:t>Sweden</w:t>
      </w:r>
      <w:r w:rsidR="00EB34B3">
        <w:rPr>
          <w:rFonts w:hint="cs"/>
          <w:rtl/>
        </w:rPr>
        <w:t>------------</w:t>
      </w:r>
    </w:p>
    <w:p w:rsidR="009C4748" w:rsidRPr="007A0ACC" w:rsidRDefault="00413EEC" w:rsidP="00C5503B">
      <w:pPr>
        <w:pStyle w:val="libNormal0"/>
        <w:rPr>
          <w:rtl/>
          <w:lang w:bidi="ur-PK"/>
        </w:rPr>
      </w:pPr>
      <w:r w:rsidRPr="00A54383">
        <w:rPr>
          <w:rFonts w:hint="cs"/>
          <w:rtl/>
        </w:rPr>
        <w:t>115</w:t>
      </w:r>
      <w:r w:rsidR="009C4748" w:rsidRPr="007A0ACC">
        <w:t>Doris Cluszin</w:t>
      </w:r>
      <w:r w:rsidR="009C4748" w:rsidRPr="007A0ACC">
        <w:rPr>
          <w:rtl/>
        </w:rPr>
        <w:t xml:space="preserve"> </w:t>
      </w:r>
      <w:r w:rsidR="00EB34B3">
        <w:rPr>
          <w:rFonts w:hint="cs"/>
          <w:rtl/>
        </w:rPr>
        <w:t>---------</w:t>
      </w:r>
      <w:r w:rsidR="009C4748" w:rsidRPr="007A0ACC">
        <w:t>Germany</w:t>
      </w:r>
      <w:r w:rsidR="00EB34B3">
        <w:rPr>
          <w:rFonts w:hint="cs"/>
          <w:rtl/>
        </w:rPr>
        <w:t>-------------</w:t>
      </w:r>
    </w:p>
    <w:p w:rsidR="009C4748" w:rsidRPr="007A0ACC" w:rsidRDefault="00413EEC" w:rsidP="00C5503B">
      <w:pPr>
        <w:pStyle w:val="libNormal0"/>
        <w:rPr>
          <w:rtl/>
          <w:lang w:bidi="ur-PK"/>
        </w:rPr>
      </w:pPr>
      <w:r w:rsidRPr="00A54383">
        <w:rPr>
          <w:rFonts w:hint="cs"/>
          <w:rtl/>
        </w:rPr>
        <w:t>116</w:t>
      </w:r>
      <w:r w:rsidR="009C4748" w:rsidRPr="007A0ACC">
        <w:t>Prof.Lekenhowzin</w:t>
      </w:r>
      <w:r w:rsidR="00EB34B3">
        <w:rPr>
          <w:rFonts w:hint="cs"/>
          <w:rtl/>
        </w:rPr>
        <w:t>---------------</w:t>
      </w:r>
      <w:r w:rsidR="009C4748" w:rsidRPr="007A0ACC">
        <w:t>America</w:t>
      </w:r>
      <w:r w:rsidR="00EB34B3">
        <w:rPr>
          <w:rFonts w:hint="cs"/>
          <w:rtl/>
        </w:rPr>
        <w:t>------------</w:t>
      </w:r>
    </w:p>
    <w:p w:rsidR="009C4748" w:rsidRPr="007A0ACC" w:rsidRDefault="00413EEC" w:rsidP="00C5503B">
      <w:pPr>
        <w:pStyle w:val="libNormal0"/>
        <w:rPr>
          <w:rtl/>
          <w:lang w:bidi="ur-PK"/>
        </w:rPr>
      </w:pPr>
      <w:r w:rsidRPr="00A54383">
        <w:rPr>
          <w:rFonts w:hint="cs"/>
          <w:rtl/>
        </w:rPr>
        <w:t>117</w:t>
      </w:r>
      <w:r w:rsidR="009C4748" w:rsidRPr="007A0ACC">
        <w:t>Prof.Istwili Claude</w:t>
      </w:r>
      <w:r w:rsidR="00EB34B3">
        <w:rPr>
          <w:rFonts w:hint="cs"/>
          <w:rtl/>
        </w:rPr>
        <w:t>----------</w:t>
      </w:r>
      <w:r w:rsidR="009C4748" w:rsidRPr="007A0ACC">
        <w:t>France</w:t>
      </w:r>
      <w:r w:rsidR="00EB34B3">
        <w:rPr>
          <w:rFonts w:hint="cs"/>
          <w:rtl/>
        </w:rPr>
        <w:t>--------</w:t>
      </w:r>
    </w:p>
    <w:p w:rsidR="009C4748" w:rsidRPr="007A0ACC" w:rsidRDefault="00413EEC" w:rsidP="00C5503B">
      <w:pPr>
        <w:pStyle w:val="libNormal0"/>
        <w:rPr>
          <w:rtl/>
          <w:lang w:bidi="ur-PK"/>
        </w:rPr>
      </w:pPr>
      <w:r w:rsidRPr="00A54383">
        <w:rPr>
          <w:rFonts w:hint="cs"/>
          <w:rtl/>
        </w:rPr>
        <w:t>118</w:t>
      </w:r>
      <w:r w:rsidR="009C4748" w:rsidRPr="007A0ACC">
        <w:t>Roberto Arcadi</w:t>
      </w:r>
      <w:r w:rsidR="00EB34B3">
        <w:rPr>
          <w:rFonts w:hint="cs"/>
          <w:rtl/>
        </w:rPr>
        <w:t>-------</w:t>
      </w:r>
      <w:r w:rsidR="009C4748" w:rsidRPr="007A0ACC">
        <w:t>Italy</w:t>
      </w:r>
      <w:r w:rsidR="00EB34B3">
        <w:rPr>
          <w:rFonts w:hint="cs"/>
          <w:rtl/>
        </w:rPr>
        <w:t>-------------</w:t>
      </w:r>
    </w:p>
    <w:p w:rsidR="009C4748" w:rsidRPr="007A0ACC" w:rsidRDefault="00413EEC" w:rsidP="00C5503B">
      <w:pPr>
        <w:pStyle w:val="libNormal0"/>
      </w:pPr>
      <w:r w:rsidRPr="00A54383">
        <w:rPr>
          <w:rFonts w:hint="cs"/>
          <w:rtl/>
        </w:rPr>
        <w:t>119</w:t>
      </w:r>
      <w:r w:rsidR="009C4748" w:rsidRPr="007A0ACC">
        <w:t>Roberto Raico,       Fujiro  Lumunuku</w:t>
      </w:r>
      <w:r w:rsidR="009C4748" w:rsidRPr="007A0ACC">
        <w:rPr>
          <w:rtl/>
        </w:rPr>
        <w:t xml:space="preserve"> </w:t>
      </w:r>
      <w:r w:rsidR="00EB34B3">
        <w:rPr>
          <w:rFonts w:hint="cs"/>
          <w:rtl/>
        </w:rPr>
        <w:t>--------------</w:t>
      </w:r>
      <w:r w:rsidR="009C4748" w:rsidRPr="007A0ACC">
        <w:t>Italy  Italy</w:t>
      </w:r>
      <w:r w:rsidR="00EB34B3">
        <w:rPr>
          <w:rFonts w:hint="cs"/>
          <w:rtl/>
        </w:rPr>
        <w:t>--</w:t>
      </w:r>
    </w:p>
    <w:p w:rsidR="009C4748" w:rsidRPr="007A0ACC" w:rsidRDefault="00413EEC" w:rsidP="00C5503B">
      <w:pPr>
        <w:pStyle w:val="libNormal0"/>
        <w:rPr>
          <w:rtl/>
        </w:rPr>
      </w:pPr>
      <w:r w:rsidRPr="00A54383">
        <w:rPr>
          <w:rFonts w:hint="cs"/>
          <w:rtl/>
        </w:rPr>
        <w:t>120</w:t>
      </w:r>
      <w:r w:rsidR="009C4748" w:rsidRPr="007A0ACC">
        <w:rPr>
          <w:rFonts w:hint="eastAsia"/>
          <w:rtl/>
        </w:rPr>
        <w:t>دانشور</w:t>
      </w:r>
      <w:r w:rsidR="009C4748" w:rsidRPr="007A0ACC">
        <w:rPr>
          <w:rtl/>
        </w:rPr>
        <w:t xml:space="preserve"> حسن شوہتا </w:t>
      </w:r>
      <w:r w:rsidR="00EB34B3">
        <w:rPr>
          <w:rFonts w:hint="cs"/>
          <w:rtl/>
        </w:rPr>
        <w:t>----------------</w:t>
      </w:r>
      <w:r w:rsidR="009C4748" w:rsidRPr="007A0ACC">
        <w:rPr>
          <w:rFonts w:hint="eastAsia"/>
          <w:rtl/>
        </w:rPr>
        <w:t>مصر</w:t>
      </w:r>
      <w:r w:rsidR="00EB34B3">
        <w:rPr>
          <w:rFonts w:hint="cs"/>
          <w:rtl/>
        </w:rPr>
        <w:t>-----------------</w:t>
      </w:r>
    </w:p>
    <w:p w:rsidR="009C4748" w:rsidRPr="007A0ACC" w:rsidRDefault="00413EEC" w:rsidP="00C5503B">
      <w:pPr>
        <w:pStyle w:val="libNormal0"/>
        <w:rPr>
          <w:rtl/>
        </w:rPr>
      </w:pPr>
      <w:r w:rsidRPr="00A54383">
        <w:rPr>
          <w:rFonts w:hint="cs"/>
          <w:rtl/>
        </w:rPr>
        <w:t>121</w:t>
      </w:r>
      <w:r w:rsidR="009C4748" w:rsidRPr="007A0ACC">
        <w:rPr>
          <w:rFonts w:hint="eastAsia"/>
          <w:rtl/>
        </w:rPr>
        <w:t>دانشور</w:t>
      </w:r>
      <w:r w:rsidR="009C4748" w:rsidRPr="007A0ACC">
        <w:rPr>
          <w:rtl/>
        </w:rPr>
        <w:t xml:space="preserve"> زہ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رالحسن</w:t>
      </w:r>
      <w:r w:rsidR="00EB34B3">
        <w:rPr>
          <w:rFonts w:hint="cs"/>
          <w:rtl/>
        </w:rPr>
        <w:t>---------------</w:t>
      </w:r>
      <w:r w:rsidR="009C4748" w:rsidRPr="007A0ACC">
        <w:rPr>
          <w:rFonts w:hint="eastAsia"/>
          <w:rtl/>
        </w:rPr>
        <w:t>امر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کہ</w:t>
      </w:r>
      <w:r w:rsidR="00EB34B3">
        <w:rPr>
          <w:rFonts w:hint="cs"/>
          <w:rtl/>
        </w:rPr>
        <w:t>----------------</w:t>
      </w:r>
    </w:p>
    <w:p w:rsidR="009C4748" w:rsidRPr="007A0ACC" w:rsidRDefault="00413EEC" w:rsidP="00C5503B">
      <w:pPr>
        <w:pStyle w:val="libNormal0"/>
        <w:rPr>
          <w:rtl/>
        </w:rPr>
      </w:pPr>
      <w:r w:rsidRPr="00A54383">
        <w:rPr>
          <w:rFonts w:hint="cs"/>
          <w:rtl/>
        </w:rPr>
        <w:t>122</w:t>
      </w:r>
      <w:r w:rsidR="009C4748" w:rsidRPr="007A0ACC">
        <w:rPr>
          <w:rFonts w:hint="eastAsia"/>
          <w:rtl/>
        </w:rPr>
        <w:t>ڈاکٹر</w:t>
      </w:r>
      <w:r w:rsidR="009C4748" w:rsidRPr="007A0ACC">
        <w:rPr>
          <w:rtl/>
        </w:rPr>
        <w:t xml:space="preserve"> عل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لنستاد  </w:t>
      </w:r>
      <w:r w:rsidR="00EB34B3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ناروے</w:t>
      </w:r>
      <w:r w:rsidR="00EB34B3">
        <w:rPr>
          <w:rFonts w:hint="cs"/>
          <w:rtl/>
        </w:rPr>
        <w:t>---------------</w:t>
      </w:r>
    </w:p>
    <w:p w:rsidR="009C4748" w:rsidRPr="007A0ACC" w:rsidRDefault="00413EEC" w:rsidP="00C5503B">
      <w:pPr>
        <w:pStyle w:val="libNormal0"/>
        <w:rPr>
          <w:rtl/>
        </w:rPr>
      </w:pPr>
      <w:r w:rsidRPr="00A54383">
        <w:rPr>
          <w:rFonts w:hint="cs"/>
          <w:rtl/>
        </w:rPr>
        <w:t>123</w:t>
      </w:r>
      <w:r w:rsidR="009C4748" w:rsidRPr="007A0ACC">
        <w:rPr>
          <w:rtl/>
        </w:rPr>
        <w:t xml:space="preserve"> ڈاکٹر عل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کروجر </w:t>
      </w:r>
      <w:r w:rsidR="00EB34B3">
        <w:rPr>
          <w:rFonts w:hint="cs"/>
          <w:rtl/>
        </w:rPr>
        <w:t>------------</w:t>
      </w:r>
      <w:r w:rsidR="009C4748" w:rsidRPr="007A0ACC">
        <w:rPr>
          <w:rtl/>
        </w:rPr>
        <w:t xml:space="preserve"> جرمن</w:t>
      </w:r>
      <w:r w:rsidR="009C4748" w:rsidRPr="007A0ACC">
        <w:rPr>
          <w:rFonts w:hint="cs"/>
          <w:rtl/>
        </w:rPr>
        <w:t>ی</w:t>
      </w:r>
      <w:r w:rsidR="00EB34B3">
        <w:rPr>
          <w:rFonts w:hint="cs"/>
          <w:rtl/>
        </w:rPr>
        <w:t>-----------</w:t>
      </w:r>
    </w:p>
    <w:p w:rsidR="009C4748" w:rsidRPr="007A0ACC" w:rsidRDefault="00413EEC" w:rsidP="00C5503B">
      <w:pPr>
        <w:pStyle w:val="libNormal0"/>
        <w:rPr>
          <w:rtl/>
        </w:rPr>
      </w:pPr>
      <w:r w:rsidRPr="00A54383">
        <w:rPr>
          <w:rFonts w:hint="cs"/>
          <w:rtl/>
        </w:rPr>
        <w:t>12</w:t>
      </w:r>
      <w:r w:rsidR="00A54383" w:rsidRPr="00A54383">
        <w:rPr>
          <w:rFonts w:hint="cs"/>
          <w:rtl/>
          <w:lang w:bidi="ur-PK"/>
        </w:rPr>
        <w:t>4</w:t>
      </w:r>
      <w:r w:rsidR="009C4748" w:rsidRPr="007A0ACC">
        <w:rPr>
          <w:rFonts w:hint="eastAsia"/>
          <w:rtl/>
        </w:rPr>
        <w:t>ڈاکٹر</w:t>
      </w:r>
      <w:r w:rsidR="009C4748" w:rsidRPr="007A0ACC">
        <w:rPr>
          <w:rtl/>
        </w:rPr>
        <w:t xml:space="preserve"> حس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ل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ب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ال</w:t>
      </w:r>
      <w:r w:rsidR="00EB34B3">
        <w:rPr>
          <w:rFonts w:hint="cs"/>
          <w:rtl/>
        </w:rPr>
        <w:t>---------------</w:t>
      </w:r>
      <w:r w:rsidR="009C4748" w:rsidRPr="007A0ACC">
        <w:rPr>
          <w:rtl/>
        </w:rPr>
        <w:t xml:space="preserve"> جرمن</w:t>
      </w:r>
      <w:r w:rsidR="009C4748" w:rsidRPr="007A0ACC">
        <w:rPr>
          <w:rFonts w:hint="cs"/>
          <w:rtl/>
        </w:rPr>
        <w:t>ی</w:t>
      </w:r>
      <w:r w:rsidR="00EB34B3">
        <w:rPr>
          <w:rFonts w:hint="cs"/>
          <w:rtl/>
        </w:rPr>
        <w:t>--------------</w:t>
      </w:r>
    </w:p>
    <w:p w:rsidR="009C4748" w:rsidRPr="007A0ACC" w:rsidRDefault="00413EEC" w:rsidP="00C5503B">
      <w:pPr>
        <w:pStyle w:val="libNormal0"/>
        <w:rPr>
          <w:rtl/>
        </w:rPr>
      </w:pPr>
      <w:r w:rsidRPr="00A54383">
        <w:rPr>
          <w:rFonts w:hint="cs"/>
          <w:rtl/>
        </w:rPr>
        <w:t>125</w:t>
      </w:r>
      <w:r w:rsidR="009C4748" w:rsidRPr="007A0ACC">
        <w:rPr>
          <w:rFonts w:hint="eastAsia"/>
          <w:rtl/>
        </w:rPr>
        <w:t>ڈاکٹر</w:t>
      </w:r>
      <w:r w:rsidR="009C4748" w:rsidRPr="007A0ACC">
        <w:rPr>
          <w:rtl/>
        </w:rPr>
        <w:t xml:space="preserve"> عبدالخالق ا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من</w:t>
      </w:r>
      <w:r w:rsidR="00EB34B3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مصر</w:t>
      </w:r>
      <w:r w:rsidR="00EB34B3">
        <w:rPr>
          <w:rFonts w:hint="cs"/>
          <w:rtl/>
        </w:rPr>
        <w:t>-------------</w:t>
      </w:r>
    </w:p>
    <w:p w:rsidR="009C4748" w:rsidRPr="007A0ACC" w:rsidRDefault="00413EEC" w:rsidP="00C5503B">
      <w:pPr>
        <w:pStyle w:val="libNormal0"/>
        <w:rPr>
          <w:rtl/>
        </w:rPr>
      </w:pPr>
      <w:r w:rsidRPr="00A54383">
        <w:rPr>
          <w:rFonts w:hint="cs"/>
          <w:rtl/>
        </w:rPr>
        <w:t>126</w:t>
      </w:r>
      <w:r w:rsidR="009C4748" w:rsidRPr="007A0ACC">
        <w:rPr>
          <w:rFonts w:hint="eastAsia"/>
          <w:rtl/>
        </w:rPr>
        <w:t>ڈاکٹر</w:t>
      </w:r>
      <w:r w:rsidR="009C4748" w:rsidRPr="007A0ACC">
        <w:rPr>
          <w:rtl/>
        </w:rPr>
        <w:t xml:space="preserve"> حار ث والڈم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EB34B3">
        <w:rPr>
          <w:rFonts w:hint="cs"/>
          <w:rtl/>
        </w:rPr>
        <w:t>------------</w:t>
      </w:r>
      <w:r w:rsidR="009C4748" w:rsidRPr="007A0ACC">
        <w:rPr>
          <w:rFonts w:hint="eastAsia"/>
          <w:rtl/>
        </w:rPr>
        <w:t>آسٹر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</w:t>
      </w:r>
      <w:r w:rsidR="00EB34B3">
        <w:rPr>
          <w:rFonts w:hint="cs"/>
          <w:rtl/>
        </w:rPr>
        <w:t>-----------</w:t>
      </w:r>
    </w:p>
    <w:p w:rsidR="009C4748" w:rsidRPr="007A0ACC" w:rsidRDefault="00413EEC" w:rsidP="00C5503B">
      <w:pPr>
        <w:pStyle w:val="libNormal0"/>
        <w:rPr>
          <w:rtl/>
        </w:rPr>
      </w:pPr>
      <w:r w:rsidRPr="00A54383">
        <w:rPr>
          <w:rFonts w:hint="cs"/>
          <w:rtl/>
        </w:rPr>
        <w:t>127</w:t>
      </w:r>
      <w:r w:rsidR="009C4748" w:rsidRPr="007A0ACC">
        <w:rPr>
          <w:rFonts w:hint="eastAsia"/>
          <w:rtl/>
        </w:rPr>
        <w:t>ام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</w:t>
      </w:r>
      <w:r w:rsidR="009C4748" w:rsidRPr="007A0ACC">
        <w:rPr>
          <w:rtl/>
        </w:rPr>
        <w:t xml:space="preserve"> ابو طارق </w:t>
      </w:r>
      <w:r w:rsidR="00EB34B3">
        <w:rPr>
          <w:rFonts w:hint="cs"/>
          <w:rtl/>
        </w:rPr>
        <w:t>---------------</w:t>
      </w:r>
      <w:r w:rsidR="009C4748" w:rsidRPr="007A0ACC">
        <w:rPr>
          <w:rtl/>
        </w:rPr>
        <w:t xml:space="preserve"> برطان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ہ</w:t>
      </w:r>
      <w:r w:rsidR="00EB34B3">
        <w:rPr>
          <w:rFonts w:hint="cs"/>
          <w:rtl/>
        </w:rPr>
        <w:t>-----------</w:t>
      </w:r>
    </w:p>
    <w:p w:rsidR="009C4748" w:rsidRPr="007A0ACC" w:rsidRDefault="00413EEC" w:rsidP="00C5503B">
      <w:pPr>
        <w:pStyle w:val="libNormal0"/>
        <w:rPr>
          <w:rtl/>
        </w:rPr>
      </w:pPr>
      <w:r w:rsidRPr="00A54383">
        <w:rPr>
          <w:rFonts w:hint="cs"/>
          <w:rtl/>
        </w:rPr>
        <w:t>128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وسف</w:t>
      </w:r>
      <w:r w:rsidR="009C4748" w:rsidRPr="007A0ACC">
        <w:rPr>
          <w:rtl/>
        </w:rPr>
        <w:t xml:space="preserve"> قب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سوف </w:t>
      </w:r>
      <w:r w:rsidR="00C5503B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روس</w:t>
      </w:r>
      <w:r w:rsidR="00C5503B">
        <w:rPr>
          <w:rFonts w:hint="cs"/>
          <w:rtl/>
        </w:rPr>
        <w:t>---------</w:t>
      </w:r>
    </w:p>
    <w:p w:rsidR="00C5503B" w:rsidRDefault="00C5503B" w:rsidP="007317F7">
      <w:pPr>
        <w:pStyle w:val="libNormal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413EEC" w:rsidP="00360B7B">
      <w:pPr>
        <w:pStyle w:val="libNormal0"/>
        <w:rPr>
          <w:rtl/>
        </w:rPr>
      </w:pPr>
      <w:r w:rsidRPr="00A54383">
        <w:rPr>
          <w:rFonts w:hint="cs"/>
          <w:rtl/>
        </w:rPr>
        <w:t>129</w:t>
      </w:r>
      <w:r w:rsidR="009C4748" w:rsidRPr="007A0ACC">
        <w:rPr>
          <w:rFonts w:hint="eastAsia"/>
          <w:rtl/>
        </w:rPr>
        <w:t>عبدالسلام</w:t>
      </w:r>
      <w:r w:rsidR="009C4748" w:rsidRPr="007A0ACC">
        <w:rPr>
          <w:rtl/>
        </w:rPr>
        <w:t xml:space="preserve"> اللاگمش</w:t>
      </w:r>
      <w:r w:rsidR="00C5503B">
        <w:rPr>
          <w:rFonts w:hint="cs"/>
          <w:rtl/>
        </w:rPr>
        <w:t>------------</w:t>
      </w:r>
      <w:r w:rsidR="009C4748" w:rsidRPr="007A0ACC">
        <w:rPr>
          <w:rtl/>
        </w:rPr>
        <w:t xml:space="preserve"> اٹل</w:t>
      </w:r>
      <w:r w:rsidR="009C4748" w:rsidRPr="007A0ACC">
        <w:rPr>
          <w:rFonts w:hint="cs"/>
          <w:rtl/>
        </w:rPr>
        <w:t>ی</w:t>
      </w:r>
      <w:r w:rsidR="00C5503B">
        <w:rPr>
          <w:rFonts w:hint="cs"/>
          <w:rtl/>
        </w:rPr>
        <w:t>-------------</w:t>
      </w:r>
    </w:p>
    <w:p w:rsidR="009C4748" w:rsidRPr="007A0ACC" w:rsidRDefault="00413EEC" w:rsidP="00360B7B">
      <w:pPr>
        <w:pStyle w:val="libNormal0"/>
        <w:rPr>
          <w:rtl/>
        </w:rPr>
      </w:pPr>
      <w:r w:rsidRPr="00A54383">
        <w:rPr>
          <w:rFonts w:hint="cs"/>
          <w:rtl/>
        </w:rPr>
        <w:t>130</w:t>
      </w:r>
      <w:r w:rsidR="009C4748" w:rsidRPr="007A0ACC">
        <w:rPr>
          <w:rFonts w:hint="eastAsia"/>
          <w:rtl/>
        </w:rPr>
        <w:t>پروف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سر</w:t>
      </w:r>
      <w:r w:rsidR="009C4748" w:rsidRPr="007A0ACC">
        <w:rPr>
          <w:rtl/>
        </w:rPr>
        <w:t xml:space="preserve"> عبدالوح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C5503B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روس</w:t>
      </w:r>
      <w:r w:rsidR="00C5503B">
        <w:rPr>
          <w:rFonts w:hint="cs"/>
          <w:rtl/>
        </w:rPr>
        <w:t>-------------</w:t>
      </w:r>
    </w:p>
    <w:p w:rsidR="009C4748" w:rsidRPr="007A0ACC" w:rsidRDefault="00413EEC" w:rsidP="00360B7B">
      <w:pPr>
        <w:pStyle w:val="libNormal0"/>
        <w:rPr>
          <w:rtl/>
        </w:rPr>
      </w:pPr>
      <w:r w:rsidRPr="00A54383">
        <w:rPr>
          <w:rFonts w:hint="cs"/>
          <w:rtl/>
        </w:rPr>
        <w:t>131</w:t>
      </w:r>
      <w:r w:rsidR="009C4748" w:rsidRPr="007A0ACC">
        <w:rPr>
          <w:rFonts w:hint="eastAsia"/>
          <w:rtl/>
        </w:rPr>
        <w:t>حسن</w:t>
      </w:r>
      <w:r w:rsidR="009C4748" w:rsidRPr="007A0ACC">
        <w:rPr>
          <w:rtl/>
        </w:rPr>
        <w:t xml:space="preserve"> شمسور</w:t>
      </w:r>
      <w:r w:rsidR="009C4748" w:rsidRPr="007A0ACC">
        <w:rPr>
          <w:rFonts w:hint="cs"/>
          <w:rtl/>
        </w:rPr>
        <w:t>ی</w:t>
      </w:r>
      <w:r w:rsidR="00C5503B">
        <w:rPr>
          <w:rFonts w:hint="cs"/>
          <w:rtl/>
        </w:rPr>
        <w:t>------------</w:t>
      </w:r>
      <w:r w:rsidR="009C4748" w:rsidRPr="007A0ACC">
        <w:rPr>
          <w:rFonts w:hint="eastAsia"/>
          <w:rtl/>
        </w:rPr>
        <w:t>مل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</w:t>
      </w:r>
      <w:r w:rsidR="00C5503B">
        <w:rPr>
          <w:rFonts w:hint="cs"/>
          <w:rtl/>
        </w:rPr>
        <w:t>-------------</w:t>
      </w:r>
    </w:p>
    <w:p w:rsidR="009C4748" w:rsidRPr="007A0ACC" w:rsidRDefault="00413EEC" w:rsidP="00360B7B">
      <w:pPr>
        <w:pStyle w:val="libNormal0"/>
        <w:rPr>
          <w:rtl/>
        </w:rPr>
      </w:pPr>
      <w:r w:rsidRPr="00A54383">
        <w:rPr>
          <w:rFonts w:hint="cs"/>
          <w:rtl/>
        </w:rPr>
        <w:t>132</w:t>
      </w:r>
      <w:r w:rsidR="009C4748" w:rsidRPr="007A0ACC">
        <w:rPr>
          <w:rFonts w:hint="eastAsia"/>
          <w:rtl/>
        </w:rPr>
        <w:t>ابراہ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م</w:t>
      </w:r>
      <w:r w:rsidR="009C4748" w:rsidRPr="007A0ACC">
        <w:rPr>
          <w:rtl/>
        </w:rPr>
        <w:t xml:space="preserve"> زنکو</w:t>
      </w:r>
      <w:r w:rsidR="00C5503B">
        <w:rPr>
          <w:rFonts w:hint="cs"/>
          <w:rtl/>
        </w:rPr>
        <w:t>-----------</w:t>
      </w:r>
      <w:r w:rsidR="009C4748" w:rsidRPr="007A0ACC">
        <w:rPr>
          <w:rFonts w:hint="eastAsia"/>
          <w:rtl/>
        </w:rPr>
        <w:t>افر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قہ</w:t>
      </w:r>
      <w:r w:rsidR="00C5503B">
        <w:rPr>
          <w:rFonts w:hint="cs"/>
          <w:rtl/>
        </w:rPr>
        <w:t>-------------</w:t>
      </w:r>
    </w:p>
    <w:p w:rsidR="009C4748" w:rsidRPr="007A0ACC" w:rsidRDefault="00413EEC" w:rsidP="00360B7B">
      <w:pPr>
        <w:pStyle w:val="libNormal0"/>
        <w:rPr>
          <w:rtl/>
        </w:rPr>
      </w:pPr>
      <w:r w:rsidRPr="00A54383">
        <w:rPr>
          <w:rFonts w:hint="cs"/>
          <w:rtl/>
        </w:rPr>
        <w:t>133</w:t>
      </w:r>
      <w:r w:rsidR="009C4748" w:rsidRPr="007A0ACC">
        <w:rPr>
          <w:rFonts w:hint="eastAsia"/>
          <w:rtl/>
        </w:rPr>
        <w:t>مائکل</w:t>
      </w:r>
      <w:r w:rsidR="009C4748" w:rsidRPr="007A0ACC">
        <w:rPr>
          <w:rtl/>
        </w:rPr>
        <w:t xml:space="preserve"> بتھ</w:t>
      </w:r>
      <w:r w:rsidR="00C5503B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امر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کہ</w:t>
      </w:r>
      <w:r w:rsidR="00C5503B">
        <w:rPr>
          <w:rFonts w:hint="cs"/>
          <w:rtl/>
        </w:rPr>
        <w:t>----------</w:t>
      </w:r>
    </w:p>
    <w:p w:rsidR="009C4748" w:rsidRPr="007A0ACC" w:rsidRDefault="00413EEC" w:rsidP="00360B7B">
      <w:pPr>
        <w:pStyle w:val="libNormal0"/>
        <w:rPr>
          <w:rtl/>
        </w:rPr>
      </w:pPr>
      <w:r w:rsidRPr="00A54383">
        <w:rPr>
          <w:rFonts w:hint="cs"/>
          <w:rtl/>
        </w:rPr>
        <w:t>13</w:t>
      </w:r>
      <w:r w:rsidR="00A54383" w:rsidRPr="00A54383">
        <w:rPr>
          <w:rFonts w:hint="cs"/>
          <w:rtl/>
          <w:lang w:bidi="ur-PK"/>
        </w:rPr>
        <w:t>4</w:t>
      </w:r>
      <w:r w:rsidR="009C4748" w:rsidRPr="007A0ACC">
        <w:rPr>
          <w:rFonts w:hint="eastAsia"/>
          <w:rtl/>
        </w:rPr>
        <w:t>ڈکٹڑ</w:t>
      </w:r>
      <w:r w:rsidR="009C4748" w:rsidRPr="007A0ACC">
        <w:rPr>
          <w:rtl/>
        </w:rPr>
        <w:t xml:space="preserve"> عل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الش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</w:t>
      </w:r>
      <w:r w:rsidR="00C5503B">
        <w:rPr>
          <w:rFonts w:hint="cs"/>
          <w:rtl/>
        </w:rPr>
        <w:t>------------</w:t>
      </w:r>
      <w:r w:rsidR="009C4748" w:rsidRPr="007A0ACC">
        <w:rPr>
          <w:rFonts w:hint="eastAsia"/>
          <w:rtl/>
        </w:rPr>
        <w:t>عراق</w:t>
      </w:r>
      <w:r w:rsidR="00C5503B">
        <w:rPr>
          <w:rFonts w:hint="cs"/>
          <w:rtl/>
        </w:rPr>
        <w:t>-----------</w:t>
      </w:r>
    </w:p>
    <w:p w:rsidR="009C4748" w:rsidRPr="007A0ACC" w:rsidRDefault="00413EEC" w:rsidP="00360B7B">
      <w:pPr>
        <w:pStyle w:val="libNormal0"/>
        <w:rPr>
          <w:rtl/>
        </w:rPr>
      </w:pPr>
      <w:r w:rsidRPr="00A54383">
        <w:rPr>
          <w:rFonts w:hint="cs"/>
          <w:rtl/>
        </w:rPr>
        <w:t>135</w:t>
      </w:r>
      <w:r w:rsidR="009C4748" w:rsidRPr="007A0ACC">
        <w:rPr>
          <w:rFonts w:hint="eastAsia"/>
          <w:rtl/>
        </w:rPr>
        <w:t>عبدالباق</w:t>
      </w:r>
      <w:r w:rsidR="009C4748" w:rsidRPr="007A0ACC">
        <w:rPr>
          <w:rFonts w:hint="cs"/>
          <w:rtl/>
        </w:rPr>
        <w:t>ی</w:t>
      </w:r>
      <w:r w:rsidR="00C5503B">
        <w:rPr>
          <w:rFonts w:hint="cs"/>
          <w:rtl/>
        </w:rPr>
        <w:t>------------</w:t>
      </w:r>
      <w:r w:rsidR="009C4748" w:rsidRPr="007A0ACC">
        <w:rPr>
          <w:rFonts w:hint="eastAsia"/>
          <w:rtl/>
        </w:rPr>
        <w:t>الج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</w:t>
      </w:r>
      <w:r w:rsidR="00C5503B">
        <w:rPr>
          <w:rFonts w:hint="cs"/>
          <w:rtl/>
        </w:rPr>
        <w:t>------------</w:t>
      </w:r>
    </w:p>
    <w:p w:rsidR="009C4748" w:rsidRPr="007A0ACC" w:rsidRDefault="00413EEC" w:rsidP="00360B7B">
      <w:pPr>
        <w:pStyle w:val="libNormal0"/>
        <w:rPr>
          <w:rtl/>
        </w:rPr>
      </w:pPr>
      <w:r w:rsidRPr="00A54383">
        <w:rPr>
          <w:rFonts w:hint="cs"/>
          <w:rtl/>
        </w:rPr>
        <w:t>136</w:t>
      </w:r>
      <w:r w:rsidR="009C4748" w:rsidRPr="007A0ACC">
        <w:rPr>
          <w:rFonts w:hint="eastAsia"/>
          <w:rtl/>
        </w:rPr>
        <w:t>محمد</w:t>
      </w:r>
      <w:r w:rsidR="009C4748" w:rsidRPr="007A0ACC">
        <w:rPr>
          <w:rtl/>
        </w:rPr>
        <w:t xml:space="preserve"> ند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م</w:t>
      </w:r>
      <w:r w:rsidR="009C4748" w:rsidRPr="007A0ACC">
        <w:rPr>
          <w:rtl/>
        </w:rPr>
        <w:t xml:space="preserve"> ز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نلوف</w:t>
      </w:r>
      <w:r w:rsidR="00C5503B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روس</w:t>
      </w:r>
      <w:r w:rsidR="00C5503B">
        <w:rPr>
          <w:rFonts w:hint="cs"/>
          <w:rtl/>
        </w:rPr>
        <w:t>--------------</w:t>
      </w:r>
    </w:p>
    <w:p w:rsidR="009C4748" w:rsidRPr="007A0ACC" w:rsidRDefault="00413EEC" w:rsidP="00360B7B">
      <w:pPr>
        <w:pStyle w:val="libNormal0"/>
        <w:rPr>
          <w:rtl/>
        </w:rPr>
      </w:pPr>
      <w:r w:rsidRPr="00A54383">
        <w:rPr>
          <w:rFonts w:hint="cs"/>
          <w:rtl/>
        </w:rPr>
        <w:t>137</w:t>
      </w:r>
      <w:r w:rsidR="009C4748" w:rsidRPr="007A0ACC">
        <w:rPr>
          <w:rtl/>
        </w:rPr>
        <w:t xml:space="preserve"> شمس العارف</w:t>
      </w:r>
      <w:r w:rsidR="00C5503B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انڈون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</w:t>
      </w:r>
      <w:r w:rsidR="00C5503B">
        <w:rPr>
          <w:rFonts w:hint="cs"/>
          <w:rtl/>
        </w:rPr>
        <w:t>------------</w:t>
      </w:r>
    </w:p>
    <w:p w:rsidR="009C4748" w:rsidRPr="007A0ACC" w:rsidRDefault="00413EEC" w:rsidP="00360B7B">
      <w:pPr>
        <w:pStyle w:val="libNormal0"/>
        <w:rPr>
          <w:rtl/>
        </w:rPr>
      </w:pPr>
      <w:r w:rsidRPr="00A54383">
        <w:rPr>
          <w:rFonts w:hint="cs"/>
          <w:rtl/>
        </w:rPr>
        <w:t>138</w:t>
      </w:r>
      <w:r w:rsidR="009C4748" w:rsidRPr="007A0ACC">
        <w:rPr>
          <w:rFonts w:hint="eastAsia"/>
          <w:rtl/>
        </w:rPr>
        <w:t>محترمہ</w:t>
      </w:r>
      <w:r w:rsidR="009C4748" w:rsidRPr="007A0ACC">
        <w:rPr>
          <w:rtl/>
        </w:rPr>
        <w:t xml:space="preserve"> کزرم (فاطمہ)</w:t>
      </w:r>
      <w:r w:rsidR="00C5503B">
        <w:rPr>
          <w:rFonts w:hint="cs"/>
          <w:rtl/>
        </w:rPr>
        <w:t>------------</w:t>
      </w:r>
      <w:r w:rsidR="009C4748" w:rsidRPr="007A0ACC">
        <w:rPr>
          <w:rFonts w:hint="eastAsia"/>
          <w:rtl/>
        </w:rPr>
        <w:t>روس</w:t>
      </w:r>
      <w:r w:rsidR="00C5503B">
        <w:rPr>
          <w:rFonts w:hint="cs"/>
          <w:rtl/>
        </w:rPr>
        <w:t>-------------</w:t>
      </w:r>
    </w:p>
    <w:p w:rsidR="009C4748" w:rsidRPr="007A0ACC" w:rsidRDefault="00413EEC" w:rsidP="00360B7B">
      <w:pPr>
        <w:pStyle w:val="libNormal0"/>
        <w:rPr>
          <w:rtl/>
        </w:rPr>
      </w:pPr>
      <w:r w:rsidRPr="00A54383">
        <w:rPr>
          <w:rFonts w:hint="cs"/>
          <w:rtl/>
        </w:rPr>
        <w:t>139</w:t>
      </w:r>
      <w:r w:rsidR="009C4748" w:rsidRPr="007A0ACC">
        <w:rPr>
          <w:rFonts w:hint="eastAsia"/>
          <w:rtl/>
        </w:rPr>
        <w:t>محترمہ</w:t>
      </w:r>
      <w:r w:rsidR="009C4748" w:rsidRPr="007A0ACC">
        <w:rPr>
          <w:rtl/>
        </w:rPr>
        <w:t xml:space="preserve"> حس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نہ</w:t>
      </w:r>
      <w:r w:rsidR="00C5503B">
        <w:rPr>
          <w:rFonts w:hint="cs"/>
          <w:rtl/>
        </w:rPr>
        <w:t>--------------</w:t>
      </w:r>
      <w:r w:rsidR="009C4748" w:rsidRPr="007A0ACC">
        <w:rPr>
          <w:rtl/>
        </w:rPr>
        <w:t xml:space="preserve"> برطان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ہ</w:t>
      </w:r>
      <w:r w:rsidR="00C5503B">
        <w:rPr>
          <w:rFonts w:hint="cs"/>
          <w:rtl/>
        </w:rPr>
        <w:t>-----------------</w:t>
      </w:r>
    </w:p>
    <w:p w:rsidR="009C4748" w:rsidRPr="007A0ACC" w:rsidRDefault="00413EEC" w:rsidP="00360B7B">
      <w:pPr>
        <w:pStyle w:val="libNormal0"/>
        <w:rPr>
          <w:rtl/>
        </w:rPr>
      </w:pPr>
      <w:r w:rsidRPr="00A54383">
        <w:rPr>
          <w:rFonts w:hint="cs"/>
          <w:rtl/>
        </w:rPr>
        <w:t>1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>0</w:t>
      </w:r>
      <w:r w:rsidR="009C4748" w:rsidRPr="007A0ACC">
        <w:rPr>
          <w:rFonts w:hint="eastAsia"/>
          <w:rtl/>
        </w:rPr>
        <w:t>محترمہ</w:t>
      </w:r>
      <w:r w:rsidR="009C4748" w:rsidRPr="007A0ACC">
        <w:rPr>
          <w:rtl/>
        </w:rPr>
        <w:t xml:space="preserve"> نصرت بن محمد ع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س</w:t>
      </w:r>
      <w:r w:rsidR="009C4748" w:rsidRPr="007A0ACC">
        <w:rPr>
          <w:rFonts w:hint="cs"/>
          <w:rtl/>
        </w:rPr>
        <w:t>یٰ</w:t>
      </w:r>
      <w:r w:rsidR="00C5503B">
        <w:rPr>
          <w:rFonts w:hint="cs"/>
          <w:rtl/>
        </w:rPr>
        <w:t>---------------</w:t>
      </w:r>
      <w:r w:rsidR="009C4748" w:rsidRPr="007A0ACC">
        <w:rPr>
          <w:rtl/>
        </w:rPr>
        <w:t xml:space="preserve"> مل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</w:t>
      </w:r>
      <w:r w:rsidR="00C5503B">
        <w:rPr>
          <w:rFonts w:hint="cs"/>
          <w:rtl/>
        </w:rPr>
        <w:t>--------------</w:t>
      </w:r>
    </w:p>
    <w:p w:rsidR="009C4748" w:rsidRPr="007A0ACC" w:rsidRDefault="00413EEC" w:rsidP="00360B7B">
      <w:pPr>
        <w:pStyle w:val="libNormal0"/>
        <w:rPr>
          <w:rtl/>
        </w:rPr>
      </w:pPr>
      <w:r w:rsidRPr="00A54383">
        <w:rPr>
          <w:rFonts w:hint="cs"/>
          <w:rtl/>
        </w:rPr>
        <w:t>1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>1</w:t>
      </w:r>
      <w:r w:rsidR="009C4748" w:rsidRPr="007A0ACC">
        <w:rPr>
          <w:rFonts w:hint="eastAsia"/>
          <w:rtl/>
        </w:rPr>
        <w:t>محترمہ</w:t>
      </w:r>
      <w:r w:rsidR="009C4748" w:rsidRPr="007A0ACC">
        <w:rPr>
          <w:rtl/>
        </w:rPr>
        <w:t xml:space="preserve"> ز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نب</w:t>
      </w:r>
      <w:r w:rsidR="009C4748" w:rsidRPr="007A0ACC">
        <w:rPr>
          <w:rtl/>
        </w:rPr>
        <w:t xml:space="preserve"> الحس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</w:t>
      </w:r>
      <w:r w:rsidR="00C5503B">
        <w:rPr>
          <w:rFonts w:hint="cs"/>
          <w:rtl/>
        </w:rPr>
        <w:t>------------------</w:t>
      </w:r>
      <w:r w:rsidR="009C4748" w:rsidRPr="007A0ACC">
        <w:rPr>
          <w:rFonts w:hint="eastAsia"/>
          <w:rtl/>
        </w:rPr>
        <w:t>جرمن</w:t>
      </w:r>
      <w:r w:rsidR="009C4748" w:rsidRPr="007A0ACC">
        <w:rPr>
          <w:rFonts w:hint="cs"/>
          <w:rtl/>
        </w:rPr>
        <w:t>ی</w:t>
      </w:r>
      <w:r w:rsidR="00C5503B">
        <w:rPr>
          <w:rFonts w:hint="cs"/>
          <w:rtl/>
        </w:rPr>
        <w:t>---------------</w:t>
      </w:r>
    </w:p>
    <w:p w:rsidR="009C4748" w:rsidRPr="007A0ACC" w:rsidRDefault="00413EEC" w:rsidP="00360B7B">
      <w:pPr>
        <w:pStyle w:val="libNormal0"/>
        <w:rPr>
          <w:rtl/>
        </w:rPr>
      </w:pPr>
      <w:r w:rsidRPr="00A54383">
        <w:rPr>
          <w:rFonts w:hint="cs"/>
          <w:rtl/>
        </w:rPr>
        <w:t>1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>2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حسن الدرگھام</w:t>
      </w:r>
      <w:r w:rsidR="009C4748" w:rsidRPr="007A0ACC">
        <w:rPr>
          <w:rFonts w:hint="cs"/>
          <w:rtl/>
        </w:rPr>
        <w:t>ی</w:t>
      </w:r>
      <w:r w:rsidR="00C5503B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مصر</w:t>
      </w:r>
      <w:r w:rsidR="00C5503B">
        <w:rPr>
          <w:rFonts w:hint="cs"/>
          <w:rtl/>
        </w:rPr>
        <w:t>--------------</w:t>
      </w:r>
    </w:p>
    <w:p w:rsidR="009C4748" w:rsidRPr="007A0ACC" w:rsidRDefault="00413EEC" w:rsidP="00360B7B">
      <w:pPr>
        <w:pStyle w:val="libNormal0"/>
        <w:rPr>
          <w:rtl/>
        </w:rPr>
      </w:pPr>
      <w:r w:rsidRPr="00A54383">
        <w:rPr>
          <w:rFonts w:hint="cs"/>
          <w:rtl/>
        </w:rPr>
        <w:t>1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>3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عطااللہ السع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C5503B">
        <w:rPr>
          <w:rFonts w:hint="cs"/>
          <w:rtl/>
        </w:rPr>
        <w:t>---------------</w:t>
      </w:r>
      <w:r w:rsidR="009C4748" w:rsidRPr="007A0ACC">
        <w:rPr>
          <w:rFonts w:hint="eastAsia"/>
          <w:rtl/>
        </w:rPr>
        <w:t>مصر</w:t>
      </w:r>
      <w:r w:rsidR="00C5503B">
        <w:rPr>
          <w:rFonts w:hint="cs"/>
          <w:rtl/>
        </w:rPr>
        <w:t>--------------</w:t>
      </w:r>
    </w:p>
    <w:p w:rsidR="009C4748" w:rsidRPr="007A0ACC" w:rsidRDefault="00413EEC" w:rsidP="00360B7B">
      <w:pPr>
        <w:pStyle w:val="libNormal0"/>
        <w:rPr>
          <w:rtl/>
        </w:rPr>
      </w:pPr>
      <w:r w:rsidRPr="00A54383">
        <w:rPr>
          <w:rFonts w:hint="cs"/>
          <w:rtl/>
        </w:rPr>
        <w:t>1</w:t>
      </w:r>
      <w:r w:rsidR="00A54383" w:rsidRPr="00A54383">
        <w:rPr>
          <w:rFonts w:hint="cs"/>
          <w:rtl/>
          <w:lang w:bidi="ur-PK"/>
        </w:rPr>
        <w:t>44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قند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ل</w:t>
      </w:r>
      <w:r w:rsidR="00C5503B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مصر</w:t>
      </w:r>
      <w:r w:rsidR="00C5503B">
        <w:rPr>
          <w:rFonts w:hint="cs"/>
          <w:rtl/>
        </w:rPr>
        <w:t>-----------------</w:t>
      </w:r>
    </w:p>
    <w:p w:rsidR="009C4748" w:rsidRPr="007A0ACC" w:rsidRDefault="00413EEC" w:rsidP="00360B7B">
      <w:pPr>
        <w:pStyle w:val="libNormal0"/>
        <w:rPr>
          <w:rtl/>
        </w:rPr>
      </w:pPr>
      <w:r w:rsidRPr="00A54383">
        <w:rPr>
          <w:rFonts w:hint="cs"/>
          <w:rtl/>
        </w:rPr>
        <w:t>1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>5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محمد رجب </w:t>
      </w:r>
      <w:r w:rsidR="00C5503B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مصر</w:t>
      </w:r>
      <w:r w:rsidR="00C5503B">
        <w:rPr>
          <w:rFonts w:hint="cs"/>
          <w:rtl/>
        </w:rPr>
        <w:t>-------------</w:t>
      </w:r>
    </w:p>
    <w:p w:rsidR="00360B7B" w:rsidRDefault="00413EEC" w:rsidP="00360B7B">
      <w:pPr>
        <w:pStyle w:val="libNormal0"/>
        <w:rPr>
          <w:rtl/>
        </w:rPr>
      </w:pPr>
      <w:r w:rsidRPr="00A54383">
        <w:rPr>
          <w:rFonts w:hint="cs"/>
          <w:rtl/>
        </w:rPr>
        <w:t>1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>6</w:t>
      </w:r>
      <w:r w:rsidR="009C4748" w:rsidRPr="007A0ACC">
        <w:rPr>
          <w:rFonts w:hint="eastAsia"/>
          <w:rtl/>
        </w:rPr>
        <w:t>ڈاکٹر</w:t>
      </w:r>
      <w:r w:rsidR="009C4748" w:rsidRPr="007A0ACC">
        <w:rPr>
          <w:rtl/>
        </w:rPr>
        <w:t xml:space="preserve"> 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محمد مہران</w:t>
      </w:r>
      <w:r w:rsidR="00C5503B">
        <w:rPr>
          <w:rFonts w:hint="cs"/>
          <w:rtl/>
        </w:rPr>
        <w:t>---------------</w:t>
      </w:r>
      <w:r w:rsidR="009C4748" w:rsidRPr="007A0ACC">
        <w:rPr>
          <w:rtl/>
        </w:rPr>
        <w:t xml:space="preserve"> مصر</w:t>
      </w:r>
      <w:r w:rsidR="00C5503B">
        <w:rPr>
          <w:rFonts w:hint="cs"/>
          <w:rtl/>
        </w:rPr>
        <w:t>-------------</w:t>
      </w:r>
    </w:p>
    <w:p w:rsidR="00360B7B" w:rsidRDefault="00360B7B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360B7B">
      <w:pPr>
        <w:pStyle w:val="libNormal0"/>
        <w:rPr>
          <w:rtl/>
        </w:rPr>
      </w:pP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>7</w:t>
      </w:r>
      <w:r w:rsidR="009C4748" w:rsidRPr="007A0ACC">
        <w:rPr>
          <w:rFonts w:hint="eastAsia"/>
          <w:rtl/>
        </w:rPr>
        <w:t>ڈاکٹر</w:t>
      </w:r>
      <w:r w:rsidR="009C4748" w:rsidRPr="007A0ACC">
        <w:rPr>
          <w:rtl/>
        </w:rPr>
        <w:t xml:space="preserve"> 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محمد بکر</w:t>
      </w:r>
      <w:r w:rsidR="00C5503B">
        <w:rPr>
          <w:rFonts w:hint="cs"/>
          <w:rtl/>
        </w:rPr>
        <w:t>---------------</w:t>
      </w:r>
      <w:r w:rsidR="009C4748" w:rsidRPr="007A0ACC">
        <w:rPr>
          <w:rtl/>
        </w:rPr>
        <w:t xml:space="preserve"> مصر</w:t>
      </w:r>
      <w:r w:rsidR="00C5503B">
        <w:rPr>
          <w:rFonts w:hint="cs"/>
          <w:rtl/>
        </w:rPr>
        <w:t>--------------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>8</w:t>
      </w:r>
      <w:r w:rsidR="009C4748" w:rsidRPr="007A0ACC">
        <w:rPr>
          <w:rFonts w:hint="eastAsia"/>
          <w:rtl/>
        </w:rPr>
        <w:t>ڈاکٹر</w:t>
      </w:r>
      <w:r w:rsidR="009C4748" w:rsidRPr="007A0ACC">
        <w:rPr>
          <w:rtl/>
        </w:rPr>
        <w:t xml:space="preserve"> 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موس</w:t>
      </w:r>
      <w:r w:rsidR="009C4748" w:rsidRPr="007A0ACC">
        <w:rPr>
          <w:rFonts w:hint="cs"/>
          <w:rtl/>
        </w:rPr>
        <w:t>یٰ</w:t>
      </w:r>
      <w:r w:rsidR="009C4748" w:rsidRPr="007A0ACC">
        <w:rPr>
          <w:rtl/>
        </w:rPr>
        <w:t xml:space="preserve"> صالح </w:t>
      </w:r>
      <w:r w:rsidR="00C5503B">
        <w:rPr>
          <w:rFonts w:hint="cs"/>
          <w:rtl/>
        </w:rPr>
        <w:t>----------------</w:t>
      </w:r>
      <w:r w:rsidR="009C4748" w:rsidRPr="007A0ACC">
        <w:rPr>
          <w:rFonts w:hint="eastAsia"/>
          <w:rtl/>
        </w:rPr>
        <w:t>مصر</w:t>
      </w:r>
      <w:r w:rsidR="00C5503B">
        <w:rPr>
          <w:rFonts w:hint="cs"/>
          <w:rtl/>
        </w:rPr>
        <w:t>---------------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</w:t>
      </w:r>
      <w:r w:rsidR="00A54383" w:rsidRPr="00A54383">
        <w:rPr>
          <w:rFonts w:hint="cs"/>
          <w:rtl/>
          <w:lang w:bidi="ur-PK"/>
        </w:rPr>
        <w:t>4</w:t>
      </w:r>
      <w:r w:rsidRPr="00A54383">
        <w:rPr>
          <w:rFonts w:hint="cs"/>
          <w:rtl/>
        </w:rPr>
        <w:t>9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محمد عبدالحف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ظ</w:t>
      </w:r>
      <w:r w:rsidR="00C5503B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مصر</w:t>
      </w:r>
      <w:r w:rsidR="00C5503B">
        <w:rPr>
          <w:rFonts w:hint="cs"/>
          <w:rtl/>
        </w:rPr>
        <w:t>--------------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150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جما ل  حلب</w:t>
      </w:r>
      <w:r w:rsidR="009C4748" w:rsidRPr="007A0ACC">
        <w:rPr>
          <w:rFonts w:hint="cs"/>
          <w:rtl/>
        </w:rPr>
        <w:t>ی</w:t>
      </w:r>
      <w:r w:rsidR="00C5503B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شام</w:t>
      </w:r>
      <w:r w:rsidR="00C5503B">
        <w:rPr>
          <w:rFonts w:hint="cs"/>
          <w:rtl/>
        </w:rPr>
        <w:t>------------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151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سع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9C4748" w:rsidRPr="007A0ACC">
        <w:rPr>
          <w:rtl/>
        </w:rPr>
        <w:t xml:space="preserve"> دھدو</w:t>
      </w:r>
      <w:r w:rsidR="00C5503B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شام</w:t>
      </w:r>
      <w:r w:rsidR="00C5503B">
        <w:rPr>
          <w:rFonts w:hint="cs"/>
          <w:rtl/>
        </w:rPr>
        <w:t>---------------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152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عبدالمحسن صراو</w:t>
      </w:r>
      <w:r w:rsidR="009C4748" w:rsidRPr="007A0ACC">
        <w:rPr>
          <w:rFonts w:hint="cs"/>
          <w:rtl/>
        </w:rPr>
        <w:t>ی</w:t>
      </w:r>
      <w:r w:rsidR="00C5503B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شام</w:t>
      </w:r>
      <w:r w:rsidR="00C5503B">
        <w:rPr>
          <w:rFonts w:hint="cs"/>
          <w:rtl/>
        </w:rPr>
        <w:t>-------------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153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ابراہم القادر</w:t>
      </w:r>
      <w:r w:rsidR="009C4748" w:rsidRPr="007A0ACC">
        <w:rPr>
          <w:rFonts w:hint="cs"/>
          <w:rtl/>
        </w:rPr>
        <w:t>ی</w:t>
      </w:r>
      <w:r w:rsidR="00C5503B">
        <w:rPr>
          <w:rFonts w:hint="cs"/>
          <w:rtl/>
        </w:rPr>
        <w:t>----------------</w:t>
      </w:r>
      <w:r w:rsidR="009C4748" w:rsidRPr="007A0ACC">
        <w:rPr>
          <w:rFonts w:hint="eastAsia"/>
          <w:rtl/>
        </w:rPr>
        <w:t>شام</w:t>
      </w:r>
      <w:r w:rsidR="009C4748" w:rsidRPr="007A0ACC">
        <w:rPr>
          <w:rtl/>
        </w:rPr>
        <w:t xml:space="preserve"> </w:t>
      </w:r>
      <w:r w:rsidR="00C5503B">
        <w:rPr>
          <w:rFonts w:hint="cs"/>
          <w:rtl/>
        </w:rPr>
        <w:t>------------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15</w:t>
      </w:r>
      <w:r w:rsidR="00A54383" w:rsidRPr="00A54383">
        <w:rPr>
          <w:rFonts w:hint="cs"/>
          <w:rtl/>
          <w:lang w:bidi="ur-PK"/>
        </w:rPr>
        <w:t>4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عبد العز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ز</w:t>
      </w:r>
      <w:r w:rsidR="009C4748" w:rsidRPr="007A0ACC">
        <w:rPr>
          <w:rtl/>
        </w:rPr>
        <w:t xml:space="preserve"> قنان</w:t>
      </w:r>
      <w:r w:rsidR="00C5503B">
        <w:rPr>
          <w:rFonts w:hint="cs"/>
          <w:rtl/>
        </w:rPr>
        <w:t>-----------</w:t>
      </w:r>
      <w:r w:rsidR="009C4748" w:rsidRPr="007A0ACC">
        <w:rPr>
          <w:rFonts w:hint="eastAsia"/>
          <w:rtl/>
        </w:rPr>
        <w:t>شام</w:t>
      </w:r>
      <w:r w:rsidR="00C5503B">
        <w:rPr>
          <w:rFonts w:hint="cs"/>
          <w:rtl/>
        </w:rPr>
        <w:t>------------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155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اسر</w:t>
      </w:r>
      <w:r w:rsidR="009C4748" w:rsidRPr="007A0ACC">
        <w:rPr>
          <w:rtl/>
        </w:rPr>
        <w:t xml:space="preserve"> الحس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</w:t>
      </w:r>
      <w:r w:rsidR="00C5503B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شام</w:t>
      </w:r>
      <w:r w:rsidR="00C5503B">
        <w:rPr>
          <w:rFonts w:hint="cs"/>
          <w:rtl/>
        </w:rPr>
        <w:t>------------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156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احمد الغزال</w:t>
      </w:r>
      <w:r w:rsidR="009C4748" w:rsidRPr="007A0ACC">
        <w:rPr>
          <w:rFonts w:hint="cs"/>
          <w:rtl/>
        </w:rPr>
        <w:t>ی</w:t>
      </w:r>
      <w:r w:rsidR="00C5503B">
        <w:rPr>
          <w:rFonts w:hint="cs"/>
          <w:rtl/>
        </w:rPr>
        <w:t>----------------</w:t>
      </w:r>
      <w:r w:rsidR="009C4748" w:rsidRPr="007A0ACC">
        <w:rPr>
          <w:rFonts w:hint="eastAsia"/>
          <w:rtl/>
        </w:rPr>
        <w:t>شام</w:t>
      </w:r>
      <w:r w:rsidR="00C5503B">
        <w:rPr>
          <w:rFonts w:hint="cs"/>
          <w:rtl/>
        </w:rPr>
        <w:t>---------------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157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ڈاکٹر محمد ت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جان</w:t>
      </w:r>
      <w:r w:rsidR="009C4748" w:rsidRPr="007A0ACC">
        <w:rPr>
          <w:rFonts w:hint="cs"/>
          <w:rtl/>
        </w:rPr>
        <w:t>ی</w:t>
      </w:r>
      <w:r w:rsidR="00C5503B">
        <w:rPr>
          <w:rFonts w:hint="cs"/>
          <w:rtl/>
        </w:rPr>
        <w:t>------------</w:t>
      </w:r>
      <w:r w:rsidR="009C4748" w:rsidRPr="007A0ACC">
        <w:rPr>
          <w:rFonts w:hint="eastAsia"/>
          <w:rtl/>
        </w:rPr>
        <w:t>ت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ونس</w:t>
      </w:r>
      <w:r w:rsidR="00C5503B">
        <w:rPr>
          <w:rFonts w:hint="cs"/>
          <w:rtl/>
        </w:rPr>
        <w:t>---------------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158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مبارک بغھداش</w:t>
      </w:r>
      <w:r w:rsidR="00C5503B">
        <w:rPr>
          <w:rFonts w:hint="cs"/>
          <w:rtl/>
        </w:rPr>
        <w:t>---------------</w:t>
      </w:r>
      <w:r w:rsidR="009C4748" w:rsidRPr="007A0ACC">
        <w:rPr>
          <w:rFonts w:hint="eastAsia"/>
          <w:rtl/>
        </w:rPr>
        <w:t>ت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ونس</w:t>
      </w:r>
      <w:r w:rsidR="00C5503B">
        <w:rPr>
          <w:rFonts w:hint="cs"/>
          <w:rtl/>
        </w:rPr>
        <w:t>------------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159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احمد صالح</w:t>
      </w:r>
      <w:r w:rsidR="00C5503B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ت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ونس</w:t>
      </w:r>
      <w:r w:rsidR="00C5503B">
        <w:rPr>
          <w:rFonts w:hint="cs"/>
          <w:rtl/>
        </w:rPr>
        <w:t>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160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حماد الر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C5503B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سوڈان</w:t>
      </w:r>
      <w:r w:rsidR="00C5503B">
        <w:rPr>
          <w:rFonts w:hint="cs"/>
          <w:rtl/>
        </w:rPr>
        <w:t>------------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161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بکرون</w:t>
      </w:r>
      <w:r w:rsidR="00C5503B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سوڈان</w:t>
      </w:r>
      <w:r w:rsidR="00C5503B">
        <w:rPr>
          <w:rFonts w:hint="cs"/>
          <w:rtl/>
        </w:rPr>
        <w:t>--------------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162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عل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ہاشم</w:t>
      </w:r>
      <w:r w:rsidR="009C4748" w:rsidRPr="007A0ACC">
        <w:rPr>
          <w:rFonts w:hint="cs"/>
          <w:rtl/>
        </w:rPr>
        <w:t>ی</w:t>
      </w:r>
      <w:r w:rsidR="00C5503B">
        <w:rPr>
          <w:rFonts w:hint="cs"/>
          <w:rtl/>
        </w:rPr>
        <w:t>---------------</w:t>
      </w:r>
      <w:r w:rsidR="009C4748" w:rsidRPr="007A0ACC">
        <w:rPr>
          <w:rFonts w:hint="eastAsia"/>
          <w:rtl/>
        </w:rPr>
        <w:t>کو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ت</w:t>
      </w:r>
      <w:r w:rsidR="00C5503B">
        <w:rPr>
          <w:rFonts w:hint="cs"/>
          <w:rtl/>
        </w:rPr>
        <w:t>---------------</w:t>
      </w:r>
    </w:p>
    <w:p w:rsidR="00EC25CF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163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محمد السہل</w:t>
      </w:r>
      <w:r w:rsidR="00C5503B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سعود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عرب</w:t>
      </w:r>
      <w:r w:rsidR="00C5503B">
        <w:rPr>
          <w:rFonts w:hint="cs"/>
          <w:rtl/>
        </w:rPr>
        <w:t>-------------</w:t>
      </w:r>
    </w:p>
    <w:p w:rsidR="00EC25CF" w:rsidRDefault="00EC25CF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EC25CF">
      <w:pPr>
        <w:pStyle w:val="libNormal0"/>
        <w:rPr>
          <w:rtl/>
        </w:rPr>
      </w:pP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16</w:t>
      </w:r>
      <w:r w:rsidR="00A54383" w:rsidRPr="00A54383">
        <w:rPr>
          <w:rFonts w:hint="cs"/>
          <w:rtl/>
          <w:lang w:bidi="ur-PK"/>
        </w:rPr>
        <w:t>4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محمد الرابع</w:t>
      </w:r>
      <w:r w:rsidR="009C4748" w:rsidRPr="007A0ACC">
        <w:rPr>
          <w:rFonts w:hint="cs"/>
          <w:rtl/>
        </w:rPr>
        <w:t>ی</w:t>
      </w:r>
      <w:r w:rsidR="00C5503B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سعود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عرب </w:t>
      </w:r>
      <w:r w:rsidR="00C5503B">
        <w:rPr>
          <w:rFonts w:hint="cs"/>
          <w:rtl/>
        </w:rPr>
        <w:t>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165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حسن سکاف</w:t>
      </w:r>
      <w:r w:rsidR="00C5503B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اردن</w:t>
      </w:r>
      <w:r w:rsidR="00C5503B">
        <w:rPr>
          <w:rFonts w:hint="cs"/>
          <w:rtl/>
        </w:rPr>
        <w:t>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166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مصطف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اردن</w:t>
      </w:r>
      <w:r w:rsidR="009C4748" w:rsidRPr="007A0ACC">
        <w:rPr>
          <w:rFonts w:hint="cs"/>
          <w:rtl/>
        </w:rPr>
        <w:t>ی</w:t>
      </w:r>
      <w:r w:rsidR="00C5503B">
        <w:rPr>
          <w:rFonts w:hint="cs"/>
          <w:rtl/>
        </w:rPr>
        <w:t>------------</w:t>
      </w:r>
      <w:r w:rsidR="009C4748" w:rsidRPr="007A0ACC">
        <w:rPr>
          <w:rFonts w:hint="eastAsia"/>
          <w:rtl/>
        </w:rPr>
        <w:t>اردن</w:t>
      </w:r>
      <w:r w:rsidR="00C5503B">
        <w:rPr>
          <w:rFonts w:hint="cs"/>
          <w:rtl/>
        </w:rPr>
        <w:t>-------------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167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زکر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االھدرام</w:t>
      </w:r>
      <w:r w:rsidR="009C4748" w:rsidRPr="007A0ACC">
        <w:rPr>
          <w:rFonts w:hint="cs"/>
          <w:rtl/>
        </w:rPr>
        <w:t>ی</w:t>
      </w:r>
      <w:r w:rsidR="00C5503B">
        <w:rPr>
          <w:rFonts w:hint="cs"/>
          <w:rtl/>
        </w:rPr>
        <w:t>---------------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من</w:t>
      </w:r>
      <w:r w:rsidR="00C5503B">
        <w:rPr>
          <w:rFonts w:hint="cs"/>
          <w:rtl/>
        </w:rPr>
        <w:t>----------------</w:t>
      </w:r>
      <w:r w:rsidR="009C4748" w:rsidRPr="007A0ACC">
        <w:rPr>
          <w:rtl/>
        </w:rPr>
        <w:tab/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168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حسن ادروس</w:t>
      </w:r>
      <w:r w:rsidR="00C5503B">
        <w:rPr>
          <w:rFonts w:hint="cs"/>
          <w:rtl/>
        </w:rPr>
        <w:t>---------------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من</w:t>
      </w:r>
      <w:r w:rsidR="009C4748" w:rsidRPr="007A0ACC">
        <w:rPr>
          <w:rtl/>
        </w:rPr>
        <w:t xml:space="preserve"> </w:t>
      </w:r>
      <w:r w:rsidR="00C5503B">
        <w:rPr>
          <w:rFonts w:hint="cs"/>
          <w:rtl/>
        </w:rPr>
        <w:t>--------------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169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ڈاکٹر محمد مگھل</w:t>
      </w:r>
      <w:r w:rsidR="009C4748" w:rsidRPr="007A0ACC">
        <w:rPr>
          <w:rFonts w:hint="cs"/>
          <w:rtl/>
        </w:rPr>
        <w:t>ی</w:t>
      </w:r>
      <w:r w:rsidR="00C5503B">
        <w:rPr>
          <w:rFonts w:hint="cs"/>
          <w:rtl/>
        </w:rPr>
        <w:t>------------</w:t>
      </w:r>
      <w:r w:rsidR="009C4748" w:rsidRPr="007A0ACC">
        <w:rPr>
          <w:rtl/>
        </w:rPr>
        <w:t xml:space="preserve"> الج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</w:t>
      </w:r>
      <w:r w:rsidR="00C5503B">
        <w:rPr>
          <w:rFonts w:hint="cs"/>
          <w:rtl/>
        </w:rPr>
        <w:t>-------------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170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عبدال باق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غرنا</w:t>
      </w:r>
      <w:r w:rsidR="00C5503B">
        <w:rPr>
          <w:rFonts w:hint="cs"/>
          <w:rtl/>
        </w:rPr>
        <w:t>------------</w:t>
      </w:r>
      <w:r w:rsidR="009C4748" w:rsidRPr="007A0ACC">
        <w:rPr>
          <w:rFonts w:hint="eastAsia"/>
          <w:rtl/>
        </w:rPr>
        <w:t>الج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</w:t>
      </w:r>
      <w:r w:rsidR="00C5503B">
        <w:rPr>
          <w:rFonts w:hint="cs"/>
          <w:rtl/>
        </w:rPr>
        <w:t>-------------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171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موس</w:t>
      </w:r>
      <w:r w:rsidR="009C4748" w:rsidRPr="007A0ACC">
        <w:rPr>
          <w:rFonts w:hint="cs"/>
          <w:rtl/>
        </w:rPr>
        <w:t>یٰ</w:t>
      </w:r>
      <w:r w:rsidR="009C4748" w:rsidRPr="007A0ACC">
        <w:rPr>
          <w:rtl/>
        </w:rPr>
        <w:t xml:space="preserve"> شاک</w:t>
      </w:r>
      <w:r w:rsidR="009C4748" w:rsidRPr="007A0ACC">
        <w:rPr>
          <w:rFonts w:hint="cs"/>
          <w:rtl/>
        </w:rPr>
        <w:t>ی</w:t>
      </w:r>
      <w:r w:rsidR="00C5503B">
        <w:rPr>
          <w:rFonts w:hint="cs"/>
          <w:rtl/>
        </w:rPr>
        <w:t>----------</w:t>
      </w:r>
      <w:r w:rsidR="009C4748" w:rsidRPr="007A0ACC">
        <w:rPr>
          <w:rFonts w:hint="eastAsia"/>
          <w:rtl/>
        </w:rPr>
        <w:t>مراکش</w:t>
      </w:r>
      <w:r w:rsidR="00C5503B">
        <w:rPr>
          <w:rFonts w:hint="cs"/>
          <w:rtl/>
        </w:rPr>
        <w:t>-------------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172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المقدس</w:t>
      </w:r>
      <w:r w:rsidR="009C4748" w:rsidRPr="007A0ACC">
        <w:rPr>
          <w:rFonts w:hint="cs"/>
          <w:rtl/>
        </w:rPr>
        <w:t>ی</w:t>
      </w:r>
      <w:r w:rsidR="00C5503B">
        <w:rPr>
          <w:rFonts w:hint="cs"/>
          <w:rtl/>
        </w:rPr>
        <w:t>----------</w:t>
      </w:r>
      <w:r w:rsidR="009C4748" w:rsidRPr="007A0ACC">
        <w:rPr>
          <w:rFonts w:hint="eastAsia"/>
          <w:rtl/>
        </w:rPr>
        <w:t>فلسط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C5503B">
        <w:rPr>
          <w:rFonts w:hint="cs"/>
          <w:rtl/>
        </w:rPr>
        <w:t>---------------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173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علاوائ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عطاس</w:t>
      </w:r>
      <w:r w:rsidR="00C5503B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انڈون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</w:t>
      </w:r>
      <w:r w:rsidR="00C5503B">
        <w:rPr>
          <w:rFonts w:hint="cs"/>
          <w:rtl/>
        </w:rPr>
        <w:t>------------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17</w:t>
      </w:r>
      <w:r w:rsidR="00A54383" w:rsidRPr="00A54383">
        <w:rPr>
          <w:rFonts w:hint="cs"/>
          <w:rtl/>
          <w:lang w:bidi="ur-PK"/>
        </w:rPr>
        <w:t>4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ادروس سقاف</w:t>
      </w:r>
      <w:r w:rsidR="00C5503B">
        <w:rPr>
          <w:rFonts w:hint="cs"/>
          <w:rtl/>
        </w:rPr>
        <w:t>----------</w:t>
      </w:r>
      <w:r w:rsidR="009C4748" w:rsidRPr="007A0ACC">
        <w:rPr>
          <w:rFonts w:hint="eastAsia"/>
          <w:rtl/>
        </w:rPr>
        <w:t>انڈون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</w:t>
      </w:r>
      <w:r w:rsidR="00C5503B">
        <w:rPr>
          <w:rFonts w:hint="cs"/>
          <w:rtl/>
        </w:rPr>
        <w:t>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175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حس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القاف</w:t>
      </w:r>
      <w:r w:rsidR="00C5503B">
        <w:rPr>
          <w:rFonts w:hint="cs"/>
          <w:rtl/>
        </w:rPr>
        <w:t>-----------</w:t>
      </w:r>
      <w:r w:rsidR="009C4748" w:rsidRPr="007A0ACC">
        <w:rPr>
          <w:rFonts w:hint="eastAsia"/>
          <w:rtl/>
        </w:rPr>
        <w:t>انڈون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</w:t>
      </w:r>
      <w:r w:rsidR="00C5503B">
        <w:rPr>
          <w:rFonts w:hint="cs"/>
          <w:rtl/>
        </w:rPr>
        <w:t>--------------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176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علوم الد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سع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C5503B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فلپائن</w:t>
      </w:r>
      <w:r w:rsidR="00C5503B">
        <w:rPr>
          <w:rFonts w:hint="cs"/>
          <w:rtl/>
        </w:rPr>
        <w:t>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117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احمد قائم</w:t>
      </w:r>
      <w:r w:rsidR="009C4748" w:rsidRPr="007A0ACC">
        <w:rPr>
          <w:rFonts w:hint="cs"/>
          <w:rtl/>
        </w:rPr>
        <w:t>ی</w:t>
      </w:r>
      <w:r w:rsidR="00C5503B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ترک</w:t>
      </w:r>
      <w:r w:rsidR="009C4748" w:rsidRPr="007A0ACC">
        <w:rPr>
          <w:rFonts w:hint="cs"/>
          <w:rtl/>
        </w:rPr>
        <w:t>ی</w:t>
      </w:r>
      <w:r w:rsidR="00C5503B">
        <w:rPr>
          <w:rFonts w:hint="cs"/>
          <w:rtl/>
        </w:rPr>
        <w:t>-------------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178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محمد الاحمد</w:t>
      </w:r>
      <w:r w:rsidR="009C4748" w:rsidRPr="007A0ACC">
        <w:rPr>
          <w:rFonts w:hint="cs"/>
          <w:rtl/>
        </w:rPr>
        <w:t>ی</w:t>
      </w:r>
      <w:r w:rsidR="00C5503B">
        <w:rPr>
          <w:rFonts w:hint="cs"/>
          <w:rtl/>
        </w:rPr>
        <w:t>----------------</w:t>
      </w:r>
      <w:r w:rsidR="009C4748" w:rsidRPr="007A0ACC">
        <w:rPr>
          <w:rFonts w:hint="eastAsia"/>
          <w:rtl/>
        </w:rPr>
        <w:t>ترک</w:t>
      </w:r>
      <w:r w:rsidR="009C4748" w:rsidRPr="007A0ACC">
        <w:rPr>
          <w:rFonts w:hint="cs"/>
          <w:rtl/>
        </w:rPr>
        <w:t>ی</w:t>
      </w:r>
      <w:r w:rsidR="00C5503B">
        <w:rPr>
          <w:rFonts w:hint="cs"/>
          <w:rtl/>
        </w:rPr>
        <w:t>---------------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179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مراد بازکن</w:t>
      </w:r>
      <w:r w:rsidR="00C5503B">
        <w:rPr>
          <w:rFonts w:hint="cs"/>
          <w:rtl/>
        </w:rPr>
        <w:t>---------------</w:t>
      </w:r>
      <w:r w:rsidR="009C4748" w:rsidRPr="007A0ACC">
        <w:rPr>
          <w:rFonts w:hint="eastAsia"/>
          <w:rtl/>
        </w:rPr>
        <w:t>ترک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</w:t>
      </w:r>
      <w:r w:rsidR="00C5503B">
        <w:rPr>
          <w:rFonts w:hint="cs"/>
          <w:rtl/>
        </w:rPr>
        <w:t>---------------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180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حسن قون</w:t>
      </w:r>
      <w:r w:rsidR="009C4748" w:rsidRPr="007A0ACC">
        <w:rPr>
          <w:rFonts w:hint="cs"/>
          <w:rtl/>
        </w:rPr>
        <w:t>ی</w:t>
      </w:r>
      <w:r w:rsidR="00C5503B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برک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نا</w:t>
      </w:r>
      <w:r w:rsidR="009C4748" w:rsidRPr="007A0ACC">
        <w:rPr>
          <w:rtl/>
        </w:rPr>
        <w:t xml:space="preserve"> فاسو</w:t>
      </w:r>
      <w:r w:rsidR="00C5503B">
        <w:rPr>
          <w:rFonts w:hint="cs"/>
          <w:rtl/>
        </w:rPr>
        <w:t>-----------</w:t>
      </w:r>
    </w:p>
    <w:p w:rsidR="00EC25CF" w:rsidRDefault="00EC25CF" w:rsidP="007317F7">
      <w:pPr>
        <w:pStyle w:val="libNormal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181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حس</w:t>
      </w:r>
      <w:r w:rsidR="00E855FE">
        <w:rPr>
          <w:rFonts w:hint="cs"/>
          <w:rtl/>
        </w:rPr>
        <w:t>ی</w:t>
      </w:r>
      <w:r w:rsidR="009C4748" w:rsidRPr="007A0ACC">
        <w:rPr>
          <w:rtl/>
        </w:rPr>
        <w:t>ن سوراب</w:t>
      </w:r>
      <w:r w:rsidR="009C4748" w:rsidRPr="007A0ACC">
        <w:rPr>
          <w:rFonts w:hint="cs"/>
          <w:rtl/>
        </w:rPr>
        <w:t>ی</w:t>
      </w:r>
      <w:r w:rsidR="00C5503B">
        <w:rPr>
          <w:rFonts w:hint="cs"/>
          <w:rtl/>
        </w:rPr>
        <w:t>------------</w:t>
      </w:r>
      <w:r w:rsidR="009C4748" w:rsidRPr="007A0ACC">
        <w:rPr>
          <w:rFonts w:hint="eastAsia"/>
          <w:rtl/>
        </w:rPr>
        <w:t>برک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نا</w:t>
      </w:r>
      <w:r w:rsidR="009C4748" w:rsidRPr="007A0ACC">
        <w:rPr>
          <w:rtl/>
        </w:rPr>
        <w:t xml:space="preserve"> فاسو</w:t>
      </w:r>
      <w:r w:rsidR="00C5503B">
        <w:rPr>
          <w:rFonts w:hint="cs"/>
          <w:rtl/>
        </w:rPr>
        <w:t>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182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شر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ف</w:t>
      </w:r>
      <w:r w:rsidR="009C4748" w:rsidRPr="007A0ACC">
        <w:rPr>
          <w:rtl/>
        </w:rPr>
        <w:t xml:space="preserve"> احمد</w:t>
      </w:r>
      <w:r w:rsidR="00C5503B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انا</w:t>
      </w:r>
      <w:r w:rsidR="00C5503B">
        <w:rPr>
          <w:rFonts w:hint="cs"/>
          <w:rtl/>
        </w:rPr>
        <w:t>-------------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183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احمد کولبال</w:t>
      </w:r>
      <w:r w:rsidR="009C4748" w:rsidRPr="007A0ACC">
        <w:rPr>
          <w:rFonts w:hint="cs"/>
          <w:rtl/>
        </w:rPr>
        <w:t>ی</w:t>
      </w:r>
      <w:r w:rsidR="00C5503B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مال</w:t>
      </w:r>
      <w:r w:rsidR="009C4748" w:rsidRPr="007A0ACC">
        <w:rPr>
          <w:rFonts w:hint="cs"/>
          <w:rtl/>
        </w:rPr>
        <w:t>ی</w:t>
      </w:r>
      <w:r w:rsidR="00C5503B">
        <w:rPr>
          <w:rFonts w:hint="cs"/>
          <w:rtl/>
        </w:rPr>
        <w:t>-----------------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18</w:t>
      </w:r>
      <w:r w:rsidR="00A54383" w:rsidRPr="00A54383">
        <w:rPr>
          <w:rFonts w:hint="cs"/>
          <w:rtl/>
          <w:lang w:bidi="ur-PK"/>
        </w:rPr>
        <w:t>4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ت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جان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معلم</w:t>
      </w:r>
      <w:r w:rsidR="00C5503B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نائج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</w:t>
      </w:r>
      <w:r w:rsidR="00C5503B">
        <w:rPr>
          <w:rFonts w:hint="cs"/>
          <w:rtl/>
        </w:rPr>
        <w:t>-------------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185</w:t>
      </w:r>
      <w:r w:rsidR="009C4748" w:rsidRPr="007A0ACC">
        <w:rPr>
          <w:rFonts w:hint="eastAsia"/>
          <w:rtl/>
        </w:rPr>
        <w:t>علامہ</w:t>
      </w:r>
      <w:r w:rsidR="009C4748" w:rsidRPr="007A0ACC">
        <w:rPr>
          <w:rtl/>
        </w:rPr>
        <w:t xml:space="preserve"> مبارک بادشاہ </w:t>
      </w:r>
      <w:r w:rsidR="00C5503B">
        <w:rPr>
          <w:rFonts w:hint="cs"/>
          <w:rtl/>
        </w:rPr>
        <w:t>----------------</w:t>
      </w:r>
      <w:r w:rsidR="009C4748" w:rsidRPr="007A0ACC">
        <w:rPr>
          <w:rFonts w:hint="eastAsia"/>
          <w:rtl/>
        </w:rPr>
        <w:t>ٹ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ون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س</w:t>
      </w:r>
      <w:r w:rsidR="00C5503B">
        <w:rPr>
          <w:rFonts w:hint="cs"/>
          <w:rtl/>
        </w:rPr>
        <w:t>---------------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186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جل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ل</w:t>
      </w:r>
      <w:r w:rsidR="009C4748" w:rsidRPr="007A0ACC">
        <w:rPr>
          <w:rtl/>
        </w:rPr>
        <w:t xml:space="preserve"> ع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س</w:t>
      </w:r>
      <w:r w:rsidR="009C4748" w:rsidRPr="007A0ACC">
        <w:rPr>
          <w:rFonts w:hint="cs"/>
          <w:rtl/>
        </w:rPr>
        <w:t>یٰ</w:t>
      </w:r>
      <w:r w:rsidR="00C5503B">
        <w:rPr>
          <w:rFonts w:hint="cs"/>
          <w:rtl/>
        </w:rPr>
        <w:t>------------</w:t>
      </w:r>
      <w:r w:rsidR="009C4748" w:rsidRPr="007A0ACC">
        <w:rPr>
          <w:rFonts w:hint="eastAsia"/>
          <w:rtl/>
        </w:rPr>
        <w:t>گانا</w:t>
      </w:r>
      <w:r w:rsidR="00C5503B">
        <w:rPr>
          <w:rFonts w:hint="cs"/>
          <w:rtl/>
        </w:rPr>
        <w:t>-------------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187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عبدالغن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عثمان</w:t>
      </w:r>
      <w:r w:rsidR="00C5503B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ک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</w:t>
      </w:r>
      <w:r w:rsidR="00C5503B">
        <w:rPr>
          <w:rFonts w:hint="cs"/>
          <w:rtl/>
        </w:rPr>
        <w:t>---------------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188</w:t>
      </w:r>
      <w:r w:rsidR="009C4748" w:rsidRPr="007A0ACC">
        <w:rPr>
          <w:rFonts w:hint="eastAsia"/>
          <w:rtl/>
        </w:rPr>
        <w:t>مولو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کامران ح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در</w:t>
      </w:r>
      <w:r w:rsidR="00C5503B">
        <w:rPr>
          <w:rFonts w:hint="cs"/>
          <w:rtl/>
        </w:rPr>
        <w:t>---------</w:t>
      </w:r>
      <w:r w:rsidR="009C4748" w:rsidRPr="007A0ACC">
        <w:rPr>
          <w:rtl/>
        </w:rPr>
        <w:t xml:space="preserve"> ح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در</w:t>
      </w:r>
      <w:r w:rsidR="009C4748" w:rsidRPr="007A0ACC">
        <w:rPr>
          <w:rtl/>
        </w:rPr>
        <w:t xml:space="preserve"> آباد ہند</w:t>
      </w:r>
      <w:r w:rsidR="00C5503B">
        <w:rPr>
          <w:rFonts w:hint="cs"/>
          <w:rtl/>
        </w:rPr>
        <w:t>----------</w:t>
      </w:r>
      <w:r w:rsidR="009C4748" w:rsidRPr="007A0ACC">
        <w:rPr>
          <w:rFonts w:hint="eastAsia"/>
          <w:rtl/>
        </w:rPr>
        <w:t>اہلب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ت</w:t>
      </w:r>
      <w:r w:rsidR="009C4748" w:rsidRPr="007A0ACC">
        <w:rPr>
          <w:rtl/>
        </w:rPr>
        <w:t xml:space="preserve">  اور اہلسنت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189</w:t>
      </w:r>
      <w:r w:rsidR="009C4748" w:rsidRPr="007A0ACC">
        <w:rPr>
          <w:rtl/>
        </w:rPr>
        <w:t xml:space="preserve"> ابراہ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م</w:t>
      </w:r>
      <w:r w:rsidR="009C4748" w:rsidRPr="007A0ACC">
        <w:rPr>
          <w:rtl/>
        </w:rPr>
        <w:t xml:space="preserve"> ا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لن</w:t>
      </w:r>
      <w:r w:rsidR="009C4748" w:rsidRPr="007A0ACC">
        <w:rPr>
          <w:rtl/>
        </w:rPr>
        <w:t xml:space="preserve"> مع زوجہ فاطمہ</w:t>
      </w:r>
      <w:r w:rsidR="00C5503B">
        <w:rPr>
          <w:rFonts w:hint="cs"/>
          <w:rtl/>
        </w:rPr>
        <w:t>-------------</w:t>
      </w:r>
      <w:r w:rsidR="009C4748" w:rsidRPr="007A0ACC">
        <w:rPr>
          <w:rtl/>
        </w:rPr>
        <w:t xml:space="preserve"> امر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کہ</w:t>
      </w:r>
      <w:r w:rsidR="00C5503B">
        <w:rPr>
          <w:rFonts w:hint="cs"/>
          <w:rtl/>
        </w:rPr>
        <w:t>-------------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190</w:t>
      </w:r>
      <w:r w:rsidR="009C4748" w:rsidRPr="007A0ACC">
        <w:rPr>
          <w:rFonts w:hint="eastAsia"/>
          <w:rtl/>
        </w:rPr>
        <w:t>عبدالمحسن</w:t>
      </w:r>
      <w:r w:rsidR="009C4748" w:rsidRPr="007A0ACC">
        <w:rPr>
          <w:rtl/>
        </w:rPr>
        <w:t xml:space="preserve"> الروائ</w:t>
      </w:r>
      <w:r w:rsidR="009C4748" w:rsidRPr="007A0ACC">
        <w:rPr>
          <w:rFonts w:hint="cs"/>
          <w:rtl/>
        </w:rPr>
        <w:t>ی</w:t>
      </w:r>
      <w:r w:rsidR="00C5503B">
        <w:rPr>
          <w:rFonts w:hint="cs"/>
          <w:rtl/>
        </w:rPr>
        <w:t>--------------</w:t>
      </w:r>
      <w:r w:rsidR="009C4748" w:rsidRPr="007A0ACC">
        <w:rPr>
          <w:rtl/>
        </w:rPr>
        <w:t xml:space="preserve"> مصر</w:t>
      </w:r>
      <w:r w:rsidR="00C5503B">
        <w:rPr>
          <w:rFonts w:hint="cs"/>
          <w:rtl/>
        </w:rPr>
        <w:t>---------------</w:t>
      </w:r>
      <w:r w:rsidR="009C4748" w:rsidRPr="007A0ACC">
        <w:rPr>
          <w:rFonts w:hint="eastAsia"/>
          <w:rtl/>
        </w:rPr>
        <w:t>القطوز</w:t>
      </w:r>
      <w:r w:rsidR="009C4748" w:rsidRPr="007A0ACC">
        <w:rPr>
          <w:rtl/>
        </w:rPr>
        <w:t xml:space="preserve"> الدان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تہ</w:t>
      </w:r>
      <w:r w:rsidR="009C4748" w:rsidRPr="007A0ACC">
        <w:rPr>
          <w:rtl/>
        </w:rPr>
        <w:t xml:space="preserve"> المسائل الثمان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ہ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191</w:t>
      </w:r>
      <w:r w:rsidR="009C4748" w:rsidRPr="007A0ACC">
        <w:rPr>
          <w:rFonts w:hint="eastAsia"/>
          <w:rtl/>
        </w:rPr>
        <w:t>الس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9C4748" w:rsidRPr="007A0ACC">
        <w:rPr>
          <w:rtl/>
        </w:rPr>
        <w:t xml:space="preserve"> محمود بن حمود العمد</w:t>
      </w:r>
      <w:r w:rsidR="009C4748" w:rsidRPr="007A0ACC">
        <w:rPr>
          <w:rFonts w:hint="cs"/>
          <w:rtl/>
        </w:rPr>
        <w:t>ی</w:t>
      </w:r>
      <w:r w:rsidR="00360B7B">
        <w:rPr>
          <w:rFonts w:hint="cs"/>
          <w:rtl/>
        </w:rPr>
        <w:t>--------------</w:t>
      </w:r>
      <w:r w:rsidR="009C4748" w:rsidRPr="007A0ACC">
        <w:rPr>
          <w:rtl/>
        </w:rPr>
        <w:t xml:space="preserve"> واستقر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ب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انو</w:t>
      </w:r>
      <w:r w:rsidR="009C4748" w:rsidRPr="007A0ACC">
        <w:rPr>
          <w:rFonts w:hint="cs"/>
          <w:rtl/>
        </w:rPr>
        <w:t>ی</w:t>
      </w:r>
      <w:r w:rsidR="00360B7B">
        <w:rPr>
          <w:rFonts w:hint="cs"/>
          <w:rtl/>
        </w:rPr>
        <w:t>------------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192</w:t>
      </w:r>
      <w:r w:rsidR="009C4748" w:rsidRPr="007A0ACC">
        <w:rPr>
          <w:rtl/>
        </w:rPr>
        <w:t xml:space="preserve"> عاطف سلام</w:t>
      </w:r>
      <w:r w:rsidR="00360B7B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فقہ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ات</w:t>
      </w:r>
      <w:r w:rsidR="009C4748" w:rsidRPr="007A0ACC">
        <w:rPr>
          <w:rtl/>
        </w:rPr>
        <w:t xml:space="preserve"> ب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السنت و الش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عہ</w:t>
      </w:r>
      <w:r w:rsidR="00360B7B">
        <w:rPr>
          <w:rFonts w:hint="cs"/>
          <w:rtl/>
        </w:rPr>
        <w:t>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193</w:t>
      </w:r>
      <w:r w:rsidR="009C4748" w:rsidRPr="007A0ACC">
        <w:rPr>
          <w:rFonts w:hint="eastAsia"/>
          <w:rtl/>
        </w:rPr>
        <w:t>الش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حسن عبداللہ</w:t>
      </w:r>
      <w:r w:rsidR="00360B7B">
        <w:rPr>
          <w:rFonts w:hint="cs"/>
          <w:rtl/>
        </w:rPr>
        <w:t>------------</w:t>
      </w:r>
      <w:r w:rsidR="009C4748" w:rsidRPr="007A0ACC">
        <w:rPr>
          <w:rtl/>
        </w:rPr>
        <w:t xml:space="preserve"> وقفتہ مع الجزائر</w:t>
      </w:r>
      <w:r w:rsidR="009C4748" w:rsidRPr="007A0ACC">
        <w:rPr>
          <w:rFonts w:hint="cs"/>
          <w:rtl/>
        </w:rPr>
        <w:t>ی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19</w:t>
      </w:r>
      <w:r w:rsidR="00A54383" w:rsidRPr="00A54383">
        <w:rPr>
          <w:rFonts w:hint="cs"/>
          <w:rtl/>
          <w:lang w:bidi="ur-PK"/>
        </w:rPr>
        <w:t>4</w:t>
      </w:r>
      <w:r w:rsidR="009C4748" w:rsidRPr="007A0ACC">
        <w:rPr>
          <w:rFonts w:hint="eastAsia"/>
          <w:rtl/>
        </w:rPr>
        <w:t>ھشام</w:t>
      </w:r>
      <w:r w:rsidR="009C4748" w:rsidRPr="007A0ACC">
        <w:rPr>
          <w:rtl/>
        </w:rPr>
        <w:t xml:space="preserve"> آل قط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ط</w:t>
      </w:r>
      <w:r w:rsidR="00360B7B">
        <w:rPr>
          <w:rFonts w:hint="cs"/>
          <w:rtl/>
        </w:rPr>
        <w:t>-----------</w:t>
      </w:r>
      <w:r w:rsidR="009C4748" w:rsidRPr="007A0ACC">
        <w:rPr>
          <w:rFonts w:hint="eastAsia"/>
          <w:rtl/>
        </w:rPr>
        <w:t>ومن</w:t>
      </w:r>
      <w:r w:rsidR="009C4748" w:rsidRPr="007A0ACC">
        <w:rPr>
          <w:rtl/>
        </w:rPr>
        <w:t xml:space="preserve"> الحوار الکشف الحق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قتہ</w:t>
      </w:r>
      <w:r w:rsidR="00360B7B">
        <w:rPr>
          <w:rFonts w:hint="cs"/>
          <w:rtl/>
        </w:rPr>
        <w:t>--------------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195</w:t>
      </w:r>
      <w:r w:rsidR="009C4748" w:rsidRPr="007A0ACC">
        <w:rPr>
          <w:rFonts w:hint="eastAsia"/>
          <w:rtl/>
        </w:rPr>
        <w:t>طارق</w:t>
      </w:r>
      <w:r w:rsidR="009C4748" w:rsidRPr="007A0ACC">
        <w:rPr>
          <w:rtl/>
        </w:rPr>
        <w:t xml:space="preserve"> ز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العابد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360B7B">
        <w:rPr>
          <w:rFonts w:hint="cs"/>
          <w:rtl/>
        </w:rPr>
        <w:t>------------</w:t>
      </w:r>
      <w:r w:rsidR="009C4748" w:rsidRPr="007A0ACC">
        <w:rPr>
          <w:rtl/>
        </w:rPr>
        <w:t xml:space="preserve"> دعوتہ ال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سب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ل</w:t>
      </w:r>
      <w:r w:rsidR="009C4748" w:rsidRPr="007A0ACC">
        <w:rPr>
          <w:rtl/>
        </w:rPr>
        <w:t xml:space="preserve"> المومن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360B7B">
        <w:rPr>
          <w:rFonts w:hint="cs"/>
          <w:rtl/>
        </w:rPr>
        <w:t>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196</w:t>
      </w:r>
      <w:r w:rsidR="009C4748" w:rsidRPr="007A0ACC">
        <w:rPr>
          <w:rtl/>
        </w:rPr>
        <w:t xml:space="preserve"> ڈاکٹر احمد عزالد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360B7B">
        <w:rPr>
          <w:rFonts w:hint="cs"/>
          <w:rtl/>
        </w:rPr>
        <w:t>------------</w:t>
      </w:r>
      <w:r w:rsidR="009C4748" w:rsidRPr="007A0ACC">
        <w:rPr>
          <w:rtl/>
        </w:rPr>
        <w:t xml:space="preserve"> امامت و ق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ادت</w:t>
      </w:r>
      <w:r w:rsidR="00360B7B">
        <w:rPr>
          <w:rFonts w:hint="cs"/>
          <w:rtl/>
        </w:rPr>
        <w:t>----------------</w:t>
      </w:r>
    </w:p>
    <w:p w:rsidR="00EC25CF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197</w:t>
      </w:r>
      <w:r w:rsidR="009C4748" w:rsidRPr="007A0ACC">
        <w:rPr>
          <w:rFonts w:hint="eastAsia"/>
          <w:rtl/>
        </w:rPr>
        <w:t>ابو</w:t>
      </w:r>
      <w:r w:rsidR="009C4748" w:rsidRPr="007A0ACC">
        <w:rPr>
          <w:rtl/>
        </w:rPr>
        <w:t xml:space="preserve"> عمر صادق العلائ</w:t>
      </w:r>
      <w:r w:rsidR="009C4748" w:rsidRPr="007A0ACC">
        <w:rPr>
          <w:rFonts w:hint="cs"/>
          <w:rtl/>
        </w:rPr>
        <w:t>ی</w:t>
      </w:r>
      <w:r w:rsidR="00360B7B">
        <w:rPr>
          <w:rFonts w:hint="cs"/>
          <w:rtl/>
        </w:rPr>
        <w:t>-----------------</w:t>
      </w:r>
      <w:r w:rsidR="009C4748" w:rsidRPr="007A0ACC">
        <w:rPr>
          <w:rtl/>
        </w:rPr>
        <w:t xml:space="preserve"> تحر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ف</w:t>
      </w:r>
      <w:r w:rsidR="009C4748" w:rsidRPr="007A0ACC">
        <w:rPr>
          <w:rtl/>
        </w:rPr>
        <w:t xml:space="preserve"> القران ب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اعلام سلف</w:t>
      </w:r>
      <w:r w:rsidR="00360B7B">
        <w:rPr>
          <w:rFonts w:hint="cs"/>
          <w:rtl/>
        </w:rPr>
        <w:t>-----------</w:t>
      </w:r>
    </w:p>
    <w:p w:rsidR="00EC25CF" w:rsidRDefault="00EC25CF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EC25CF">
      <w:pPr>
        <w:pStyle w:val="libNormal0"/>
        <w:rPr>
          <w:rtl/>
        </w:rPr>
      </w:pP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198</w:t>
      </w:r>
      <w:r w:rsidR="009C4748" w:rsidRPr="007A0ACC">
        <w:rPr>
          <w:rtl/>
        </w:rPr>
        <w:t xml:space="preserve"> الش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حس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معتوق</w:t>
      </w:r>
      <w:r w:rsidR="00360B7B">
        <w:rPr>
          <w:rFonts w:hint="cs"/>
          <w:rtl/>
        </w:rPr>
        <w:t>---------------</w:t>
      </w:r>
      <w:r w:rsidR="009C4748" w:rsidRPr="007A0ACC">
        <w:rPr>
          <w:rtl/>
        </w:rPr>
        <w:t xml:space="preserve"> اتصاف ف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مسائل الشر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عہ</w:t>
      </w:r>
      <w:r w:rsidR="00360B7B">
        <w:rPr>
          <w:rFonts w:hint="cs"/>
          <w:rtl/>
        </w:rPr>
        <w:t>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199</w:t>
      </w:r>
      <w:r w:rsidR="009C4748" w:rsidRPr="007A0ACC">
        <w:rPr>
          <w:rtl/>
        </w:rPr>
        <w:t xml:space="preserve"> علامہ نور 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360B7B">
        <w:rPr>
          <w:rFonts w:hint="cs"/>
          <w:rtl/>
        </w:rPr>
        <w:t>----------------</w:t>
      </w:r>
      <w:r w:rsidR="009C4748" w:rsidRPr="007A0ACC">
        <w:rPr>
          <w:rtl/>
        </w:rPr>
        <w:t xml:space="preserve"> امر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کہ</w:t>
      </w:r>
      <w:r w:rsidR="00360B7B">
        <w:rPr>
          <w:rFonts w:hint="cs"/>
          <w:rtl/>
        </w:rPr>
        <w:t>------------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200</w:t>
      </w:r>
      <w:r w:rsidR="009C4748" w:rsidRPr="007A0ACC">
        <w:rPr>
          <w:rFonts w:hint="eastAsia"/>
          <w:rtl/>
        </w:rPr>
        <w:t>ہاشم</w:t>
      </w:r>
      <w:r w:rsidR="009C4748" w:rsidRPr="007A0ACC">
        <w:rPr>
          <w:rtl/>
        </w:rPr>
        <w:t xml:space="preserve"> بن عل</w:t>
      </w:r>
      <w:r w:rsidR="009C4748" w:rsidRPr="007A0ACC">
        <w:rPr>
          <w:rFonts w:hint="cs"/>
          <w:rtl/>
        </w:rPr>
        <w:t>ی</w:t>
      </w:r>
      <w:r w:rsidR="00360B7B">
        <w:rPr>
          <w:rFonts w:hint="cs"/>
          <w:rtl/>
        </w:rPr>
        <w:t>------------</w:t>
      </w:r>
      <w:r w:rsidR="009C4748" w:rsidRPr="007A0ACC">
        <w:rPr>
          <w:rtl/>
        </w:rPr>
        <w:t xml:space="preserve"> الصحابہ حجمہم الحق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ق</w:t>
      </w:r>
      <w:r w:rsidR="009C4748" w:rsidRPr="007A0ACC">
        <w:rPr>
          <w:rFonts w:hint="cs"/>
          <w:rtl/>
        </w:rPr>
        <w:t>ی</w:t>
      </w:r>
      <w:r w:rsidR="00360B7B">
        <w:rPr>
          <w:rFonts w:hint="cs"/>
          <w:rtl/>
        </w:rPr>
        <w:t>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201</w:t>
      </w:r>
      <w:r w:rsidR="009C4748" w:rsidRPr="007A0ACC">
        <w:rPr>
          <w:rFonts w:hint="eastAsia"/>
          <w:rtl/>
        </w:rPr>
        <w:t>استاد</w:t>
      </w:r>
      <w:r w:rsidR="009C4748" w:rsidRPr="007A0ACC">
        <w:rPr>
          <w:rtl/>
        </w:rPr>
        <w:t xml:space="preserve"> عثمان جاسم</w:t>
      </w:r>
      <w:r w:rsidR="00360B7B">
        <w:rPr>
          <w:rFonts w:hint="cs"/>
          <w:rtl/>
        </w:rPr>
        <w:t>-----------</w:t>
      </w:r>
      <w:r w:rsidR="009C4748" w:rsidRPr="007A0ACC">
        <w:rPr>
          <w:rFonts w:hint="eastAsia"/>
          <w:rtl/>
        </w:rPr>
        <w:t>مصر</w:t>
      </w:r>
      <w:r w:rsidR="00360B7B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عہ</w:t>
      </w:r>
      <w:r w:rsidR="009C4748" w:rsidRPr="007A0ACC">
        <w:rPr>
          <w:rtl/>
        </w:rPr>
        <w:t xml:space="preserve"> ف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المصر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203</w:t>
      </w:r>
      <w:r w:rsidR="009C4748" w:rsidRPr="007A0ACC">
        <w:rPr>
          <w:rFonts w:hint="eastAsia"/>
          <w:rtl/>
        </w:rPr>
        <w:t>پروف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سر</w:t>
      </w:r>
      <w:r w:rsidR="009C4748" w:rsidRPr="007A0ACC">
        <w:rPr>
          <w:rtl/>
        </w:rPr>
        <w:t xml:space="preserve"> موس</w:t>
      </w:r>
      <w:r w:rsidR="009C4748" w:rsidRPr="007A0ACC">
        <w:rPr>
          <w:rFonts w:hint="cs"/>
          <w:rtl/>
        </w:rPr>
        <w:t>یٰ</w:t>
      </w:r>
      <w:r w:rsidR="009C4748" w:rsidRPr="007A0ACC">
        <w:rPr>
          <w:rtl/>
        </w:rPr>
        <w:t xml:space="preserve"> صالح</w:t>
      </w:r>
      <w:r w:rsidR="00360B7B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مصر</w:t>
      </w:r>
      <w:r w:rsidR="00360B7B">
        <w:rPr>
          <w:rFonts w:hint="cs"/>
          <w:rtl/>
        </w:rPr>
        <w:t>---------------</w:t>
      </w:r>
      <w:r w:rsidR="009C4748" w:rsidRPr="007A0ACC">
        <w:rPr>
          <w:rFonts w:hint="eastAsia"/>
          <w:rtl/>
        </w:rPr>
        <w:t>فواطر</w:t>
      </w:r>
      <w:r w:rsidR="009C4748" w:rsidRPr="007A0ACC">
        <w:rPr>
          <w:rtl/>
        </w:rPr>
        <w:t xml:space="preserve"> و مشاہداتِ ح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ہ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20</w:t>
      </w:r>
      <w:r w:rsidR="00A54383" w:rsidRPr="00A54383">
        <w:rPr>
          <w:rFonts w:hint="cs"/>
          <w:rtl/>
          <w:lang w:bidi="ur-PK"/>
        </w:rPr>
        <w:t>4</w:t>
      </w:r>
      <w:r w:rsidR="009C4748" w:rsidRPr="007A0ACC">
        <w:rPr>
          <w:rFonts w:hint="eastAsia"/>
          <w:rtl/>
        </w:rPr>
        <w:t>پروف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سر</w:t>
      </w:r>
      <w:r w:rsidR="009C4748" w:rsidRPr="007A0ACC">
        <w:rPr>
          <w:rtl/>
        </w:rPr>
        <w:t xml:space="preserve"> عبدلالمج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9C4748" w:rsidRPr="007A0ACC">
        <w:rPr>
          <w:rtl/>
        </w:rPr>
        <w:t xml:space="preserve"> تراب</w:t>
      </w:r>
      <w:r w:rsidR="00360B7B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ت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ونس</w:t>
      </w:r>
      <w:r w:rsidR="00360B7B">
        <w:rPr>
          <w:rFonts w:hint="cs"/>
          <w:rtl/>
        </w:rPr>
        <w:t>---------------</w:t>
      </w:r>
      <w:r w:rsidR="009C4748" w:rsidRPr="007A0ACC">
        <w:rPr>
          <w:rFonts w:hint="eastAsia"/>
          <w:rtl/>
        </w:rPr>
        <w:t>اسلام</w:t>
      </w:r>
      <w:r w:rsidR="009C4748" w:rsidRPr="007A0ACC">
        <w:rPr>
          <w:rtl/>
        </w:rPr>
        <w:t xml:space="preserve"> وفوق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ات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205</w:t>
      </w:r>
      <w:r w:rsidR="009C4748" w:rsidRPr="007A0ACC">
        <w:rPr>
          <w:rFonts w:hint="eastAsia"/>
          <w:rtl/>
        </w:rPr>
        <w:t>علامہ</w:t>
      </w:r>
      <w:r w:rsidR="009C4748" w:rsidRPr="007A0ACC">
        <w:rPr>
          <w:rtl/>
        </w:rPr>
        <w:t xml:space="preserve"> 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9C4748" w:rsidRPr="007A0ACC">
        <w:rPr>
          <w:rtl/>
        </w:rPr>
        <w:t xml:space="preserve"> حس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ضرغام</w:t>
      </w:r>
      <w:r w:rsidR="009C4748" w:rsidRPr="007A0ACC">
        <w:rPr>
          <w:rFonts w:hint="cs"/>
          <w:rtl/>
        </w:rPr>
        <w:t>ی</w:t>
      </w:r>
      <w:r w:rsidR="00360B7B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مصر</w:t>
      </w:r>
      <w:r w:rsidR="00360B7B">
        <w:rPr>
          <w:rFonts w:hint="cs"/>
          <w:rtl/>
        </w:rPr>
        <w:t>---------------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206</w:t>
      </w:r>
      <w:r w:rsidR="009C4748" w:rsidRPr="007A0ACC">
        <w:rPr>
          <w:rFonts w:hint="eastAsia"/>
          <w:rtl/>
        </w:rPr>
        <w:t>ڈاکٹر</w:t>
      </w:r>
      <w:r w:rsidR="009C4748" w:rsidRPr="007A0ACC">
        <w:rPr>
          <w:rtl/>
        </w:rPr>
        <w:t xml:space="preserve"> ظہ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</w:t>
      </w:r>
      <w:r w:rsidR="009C4748" w:rsidRPr="007A0ACC">
        <w:rPr>
          <w:rtl/>
        </w:rPr>
        <w:t xml:space="preserve"> غراو</w:t>
      </w:r>
      <w:r w:rsidR="009C4748" w:rsidRPr="007A0ACC">
        <w:rPr>
          <w:rFonts w:hint="cs"/>
          <w:rtl/>
        </w:rPr>
        <w:t>ی</w:t>
      </w:r>
      <w:r w:rsidR="00360B7B">
        <w:rPr>
          <w:rFonts w:hint="cs"/>
          <w:rtl/>
        </w:rPr>
        <w:t>---------------</w:t>
      </w:r>
      <w:r w:rsidR="009C4748" w:rsidRPr="007A0ACC">
        <w:rPr>
          <w:rFonts w:hint="eastAsia"/>
          <w:rtl/>
        </w:rPr>
        <w:t>فلسط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360B7B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موسسات</w:t>
      </w:r>
      <w:r w:rsidR="009C4748" w:rsidRPr="007A0ACC">
        <w:rPr>
          <w:rtl/>
        </w:rPr>
        <w:t xml:space="preserve"> 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ہ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207</w:t>
      </w:r>
      <w:r w:rsidR="009C4748" w:rsidRPr="007A0ACC">
        <w:rPr>
          <w:rFonts w:hint="eastAsia"/>
          <w:rtl/>
        </w:rPr>
        <w:t>ڈاکٹر</w:t>
      </w:r>
      <w:r w:rsidR="009C4748" w:rsidRPr="007A0ACC">
        <w:rPr>
          <w:rtl/>
        </w:rPr>
        <w:t xml:space="preserve"> قد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م</w:t>
      </w:r>
      <w:r w:rsidR="009C4748" w:rsidRPr="007A0ACC">
        <w:rPr>
          <w:rtl/>
        </w:rPr>
        <w:t xml:space="preserve"> فہم</w:t>
      </w:r>
      <w:r w:rsidR="009C4748" w:rsidRPr="007A0ACC">
        <w:rPr>
          <w:rFonts w:hint="cs"/>
          <w:rtl/>
        </w:rPr>
        <w:t>ی</w:t>
      </w:r>
      <w:r w:rsidR="00360B7B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مصر</w:t>
      </w:r>
      <w:r w:rsidR="00360B7B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ا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ران</w:t>
      </w:r>
      <w:r w:rsidR="009C4748" w:rsidRPr="007A0ACC">
        <w:rPr>
          <w:rtl/>
        </w:rPr>
        <w:t xml:space="preserve"> من دخل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208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فتح عبدلعز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ز</w:t>
      </w:r>
      <w:r w:rsidR="00360B7B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برطان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ہ</w:t>
      </w:r>
      <w:r w:rsidR="00360B7B">
        <w:rPr>
          <w:rFonts w:hint="cs"/>
          <w:rtl/>
        </w:rPr>
        <w:t>--------------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209</w:t>
      </w:r>
      <w:r w:rsidR="009C4748" w:rsidRPr="007A0ACC">
        <w:rPr>
          <w:rFonts w:hint="eastAsia"/>
          <w:rtl/>
        </w:rPr>
        <w:t>ڈاکٹر</w:t>
      </w:r>
      <w:r w:rsidR="009C4748" w:rsidRPr="007A0ACC">
        <w:rPr>
          <w:rtl/>
        </w:rPr>
        <w:t xml:space="preserve"> حل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م</w:t>
      </w:r>
      <w:r w:rsidR="009C4748" w:rsidRPr="007A0ACC">
        <w:rPr>
          <w:rtl/>
        </w:rPr>
        <w:t xml:space="preserve"> صد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ق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پاکستان</w:t>
      </w:r>
      <w:r w:rsidR="009C4748" w:rsidRPr="007A0ACC">
        <w:rPr>
          <w:rFonts w:hint="cs"/>
          <w:rtl/>
        </w:rPr>
        <w:t>ی</w:t>
      </w:r>
      <w:r w:rsidR="00360B7B">
        <w:rPr>
          <w:rFonts w:hint="cs"/>
          <w:rtl/>
        </w:rPr>
        <w:t>-------------</w:t>
      </w:r>
      <w:r w:rsidR="009C4748" w:rsidRPr="007A0ACC">
        <w:rPr>
          <w:rtl/>
        </w:rPr>
        <w:t xml:space="preserve"> برطان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ہ</w:t>
      </w:r>
      <w:r w:rsidR="00360B7B">
        <w:rPr>
          <w:rFonts w:hint="cs"/>
          <w:rtl/>
        </w:rPr>
        <w:t>-----------------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210</w:t>
      </w:r>
      <w:r w:rsidR="009C4748" w:rsidRPr="007A0ACC">
        <w:rPr>
          <w:rFonts w:hint="eastAsia"/>
          <w:rtl/>
        </w:rPr>
        <w:t>فتح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رضوان</w:t>
      </w:r>
      <w:r w:rsidR="00360B7B">
        <w:rPr>
          <w:rFonts w:hint="cs"/>
          <w:rtl/>
        </w:rPr>
        <w:t>------------</w:t>
      </w:r>
      <w:r w:rsidR="009C4748" w:rsidRPr="007A0ACC">
        <w:rPr>
          <w:rFonts w:hint="eastAsia"/>
          <w:rtl/>
        </w:rPr>
        <w:t>مصر</w:t>
      </w:r>
      <w:r w:rsidR="009C4748" w:rsidRPr="007A0ACC">
        <w:rPr>
          <w:rtl/>
        </w:rPr>
        <w:t xml:space="preserve"> </w:t>
      </w:r>
      <w:r w:rsidR="00360B7B">
        <w:rPr>
          <w:rFonts w:hint="cs"/>
          <w:rtl/>
        </w:rPr>
        <w:t>---------------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211</w:t>
      </w:r>
      <w:r w:rsidR="009C4748" w:rsidRPr="007A0ACC">
        <w:rPr>
          <w:rFonts w:hint="eastAsia"/>
          <w:rtl/>
        </w:rPr>
        <w:t>محمد</w:t>
      </w:r>
      <w:r w:rsidR="009C4748" w:rsidRPr="007A0ACC">
        <w:rPr>
          <w:rtl/>
        </w:rPr>
        <w:t xml:space="preserve"> حسن محمد العباس</w:t>
      </w:r>
      <w:r w:rsidR="00360B7B">
        <w:rPr>
          <w:rFonts w:hint="cs"/>
          <w:rtl/>
        </w:rPr>
        <w:t>-----------</w:t>
      </w:r>
      <w:r w:rsidR="009C4748" w:rsidRPr="007A0ACC">
        <w:rPr>
          <w:rFonts w:hint="eastAsia"/>
          <w:rtl/>
        </w:rPr>
        <w:t>قصتہ</w:t>
      </w:r>
      <w:r w:rsidR="009C4748" w:rsidRPr="007A0ACC">
        <w:rPr>
          <w:rtl/>
        </w:rPr>
        <w:t xml:space="preserve"> الصراع ب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اسلام ق استقبار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212</w:t>
      </w:r>
      <w:r w:rsidR="009C4748" w:rsidRPr="007A0ACC">
        <w:rPr>
          <w:rtl/>
        </w:rPr>
        <w:t xml:space="preserve"> ڈاکٹر فہم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شناو</w:t>
      </w:r>
      <w:r w:rsidR="009C4748" w:rsidRPr="007A0ACC">
        <w:rPr>
          <w:rFonts w:hint="cs"/>
          <w:rtl/>
        </w:rPr>
        <w:t>ی</w:t>
      </w:r>
      <w:r w:rsidR="00360B7B">
        <w:rPr>
          <w:rFonts w:hint="cs"/>
          <w:rtl/>
        </w:rPr>
        <w:t>-----------</w:t>
      </w:r>
      <w:r w:rsidR="009C4748" w:rsidRPr="007A0ACC">
        <w:rPr>
          <w:rFonts w:hint="eastAsia"/>
          <w:rtl/>
        </w:rPr>
        <w:t>مصر</w:t>
      </w:r>
      <w:r w:rsidR="00360B7B">
        <w:rPr>
          <w:rFonts w:hint="cs"/>
          <w:rtl/>
        </w:rPr>
        <w:t>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213</w:t>
      </w:r>
      <w:r w:rsidR="009C4748" w:rsidRPr="007A0ACC">
        <w:rPr>
          <w:rFonts w:hint="eastAsia"/>
          <w:rtl/>
        </w:rPr>
        <w:t>جسٹس</w:t>
      </w:r>
      <w:r w:rsidR="009C4748" w:rsidRPr="007A0ACC">
        <w:rPr>
          <w:rtl/>
        </w:rPr>
        <w:t xml:space="preserve"> 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دہ</w:t>
      </w:r>
      <w:r w:rsidR="009C4748" w:rsidRPr="007A0ACC">
        <w:rPr>
          <w:rtl/>
        </w:rPr>
        <w:t xml:space="preserve"> صف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ہ</w:t>
      </w:r>
      <w:r w:rsidR="009C4748" w:rsidRPr="007A0ACC">
        <w:rPr>
          <w:rtl/>
        </w:rPr>
        <w:t xml:space="preserve"> ناز کاظم</w:t>
      </w:r>
      <w:r w:rsidR="00360B7B">
        <w:rPr>
          <w:rFonts w:hint="cs"/>
          <w:rtl/>
        </w:rPr>
        <w:t>------------</w:t>
      </w:r>
      <w:r w:rsidR="009C4748" w:rsidRPr="007A0ACC">
        <w:rPr>
          <w:rFonts w:hint="eastAsia"/>
          <w:rtl/>
        </w:rPr>
        <w:t>مصر</w:t>
      </w:r>
      <w:r w:rsidR="00360B7B">
        <w:rPr>
          <w:rFonts w:hint="cs"/>
          <w:rtl/>
        </w:rPr>
        <w:t>------------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21</w:t>
      </w:r>
      <w:r w:rsidR="00A54383" w:rsidRPr="00A54383">
        <w:rPr>
          <w:rFonts w:hint="cs"/>
          <w:rtl/>
          <w:lang w:bidi="ur-PK"/>
        </w:rPr>
        <w:t>4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عصمت بکر</w:t>
      </w:r>
      <w:r w:rsidR="00360B7B">
        <w:rPr>
          <w:rFonts w:hint="cs"/>
          <w:rtl/>
        </w:rPr>
        <w:t>------------</w:t>
      </w:r>
      <w:r w:rsidR="009C4748" w:rsidRPr="007A0ACC">
        <w:rPr>
          <w:rFonts w:hint="eastAsia"/>
          <w:rtl/>
        </w:rPr>
        <w:t>مصر</w:t>
      </w:r>
      <w:r w:rsidR="00360B7B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ابن</w:t>
      </w:r>
      <w:r w:rsidR="009C4748" w:rsidRPr="007A0ACC">
        <w:rPr>
          <w:rtl/>
        </w:rPr>
        <w:t xml:space="preserve"> عمر ب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ات</w:t>
      </w:r>
      <w:r w:rsidR="009C4748" w:rsidRPr="007A0ACC">
        <w:rPr>
          <w:rtl/>
        </w:rPr>
        <w:t xml:space="preserve"> و 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</w:p>
    <w:p w:rsidR="00EC25CF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215</w:t>
      </w:r>
      <w:r w:rsidR="009C4748" w:rsidRPr="007A0ACC">
        <w:rPr>
          <w:rFonts w:hint="eastAsia"/>
          <w:rtl/>
        </w:rPr>
        <w:t>پروف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سر</w:t>
      </w:r>
      <w:r w:rsidR="009C4748" w:rsidRPr="007A0ACC">
        <w:rPr>
          <w:rtl/>
        </w:rPr>
        <w:t xml:space="preserve"> ابراہ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م</w:t>
      </w:r>
      <w:r w:rsidR="009C4748" w:rsidRPr="007A0ACC">
        <w:rPr>
          <w:rtl/>
        </w:rPr>
        <w:t xml:space="preserve"> کرام</w:t>
      </w:r>
      <w:r w:rsidR="00360B7B">
        <w:rPr>
          <w:rFonts w:hint="cs"/>
          <w:rtl/>
        </w:rPr>
        <w:t>-----------</w:t>
      </w:r>
      <w:r w:rsidR="009C4748" w:rsidRPr="007A0ACC">
        <w:rPr>
          <w:rtl/>
        </w:rPr>
        <w:t xml:space="preserve"> فلسط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360B7B">
        <w:rPr>
          <w:rFonts w:hint="cs"/>
          <w:rtl/>
        </w:rPr>
        <w:t>-------------</w:t>
      </w:r>
    </w:p>
    <w:p w:rsidR="00EC25CF" w:rsidRDefault="00EC25CF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EC25CF">
      <w:pPr>
        <w:pStyle w:val="libNormal0"/>
        <w:rPr>
          <w:rtl/>
        </w:rPr>
      </w:pP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216</w:t>
      </w:r>
      <w:r w:rsidR="009C4748" w:rsidRPr="007A0ACC">
        <w:rPr>
          <w:rFonts w:hint="eastAsia"/>
          <w:rtl/>
        </w:rPr>
        <w:t>ڈاکٹر</w:t>
      </w:r>
      <w:r w:rsidR="009C4748" w:rsidRPr="007A0ACC">
        <w:rPr>
          <w:rtl/>
        </w:rPr>
        <w:t xml:space="preserve"> محمد مغل</w:t>
      </w:r>
      <w:r w:rsidR="009C4748" w:rsidRPr="007A0ACC">
        <w:rPr>
          <w:rFonts w:hint="cs"/>
          <w:rtl/>
        </w:rPr>
        <w:t>ی</w:t>
      </w:r>
      <w:r w:rsidR="00360B7B">
        <w:rPr>
          <w:rFonts w:hint="cs"/>
          <w:rtl/>
        </w:rPr>
        <w:t>-----------</w:t>
      </w:r>
      <w:r w:rsidR="009C4748" w:rsidRPr="007A0ACC">
        <w:rPr>
          <w:rFonts w:hint="eastAsia"/>
          <w:rtl/>
        </w:rPr>
        <w:t>الجزائر</w:t>
      </w:r>
      <w:r w:rsidR="00360B7B">
        <w:rPr>
          <w:rFonts w:hint="cs"/>
          <w:rtl/>
        </w:rPr>
        <w:t>-------------</w:t>
      </w:r>
      <w:r w:rsidR="009C4748" w:rsidRPr="007A0ACC">
        <w:rPr>
          <w:rFonts w:hint="eastAsia"/>
          <w:rtl/>
        </w:rPr>
        <w:t>مذہب</w:t>
      </w:r>
      <w:r w:rsidR="009C4748" w:rsidRPr="007A0ACC">
        <w:rPr>
          <w:rtl/>
        </w:rPr>
        <w:t xml:space="preserve"> 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عہ</w:t>
      </w:r>
      <w:r w:rsidR="009C4748" w:rsidRPr="007A0ACC">
        <w:rPr>
          <w:rtl/>
        </w:rPr>
        <w:t xml:space="preserve"> امام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ہ</w:t>
      </w:r>
      <w:r w:rsidR="00360B7B">
        <w:rPr>
          <w:rFonts w:hint="cs"/>
          <w:rtl/>
        </w:rPr>
        <w:t>--------------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217</w:t>
      </w:r>
      <w:r w:rsidR="009C4748" w:rsidRPr="007A0ACC">
        <w:rPr>
          <w:rFonts w:hint="eastAsia"/>
          <w:rtl/>
        </w:rPr>
        <w:t>محمد</w:t>
      </w:r>
      <w:r w:rsidR="009C4748" w:rsidRPr="007A0ACC">
        <w:rPr>
          <w:rtl/>
        </w:rPr>
        <w:t xml:space="preserve"> فتح ض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االد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العابد</w:t>
      </w:r>
      <w:r w:rsidR="00360B7B">
        <w:rPr>
          <w:rFonts w:hint="cs"/>
          <w:rtl/>
        </w:rPr>
        <w:t>--------------</w:t>
      </w:r>
      <w:r w:rsidR="009C4748" w:rsidRPr="007A0ACC">
        <w:rPr>
          <w:rFonts w:hint="eastAsia"/>
          <w:rtl/>
        </w:rPr>
        <w:t>سوڈان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218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عامر حط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ط</w:t>
      </w:r>
      <w:r w:rsidR="00360B7B">
        <w:rPr>
          <w:rFonts w:hint="cs"/>
          <w:rtl/>
        </w:rPr>
        <w:t>---------------</w:t>
      </w:r>
      <w:r w:rsidR="009C4748" w:rsidRPr="007A0ACC">
        <w:rPr>
          <w:rFonts w:hint="eastAsia"/>
          <w:rtl/>
        </w:rPr>
        <w:t>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</w:t>
      </w:r>
      <w:r w:rsidR="00360B7B">
        <w:rPr>
          <w:rFonts w:hint="cs"/>
          <w:rtl/>
        </w:rPr>
        <w:t>--------------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219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محمد جن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9C4748" w:rsidRPr="007A0ACC">
        <w:rPr>
          <w:rtl/>
        </w:rPr>
        <w:t xml:space="preserve"> کرد</w:t>
      </w:r>
      <w:r w:rsidR="009C4748" w:rsidRPr="007A0ACC">
        <w:rPr>
          <w:rFonts w:hint="cs"/>
          <w:rtl/>
        </w:rPr>
        <w:t>ی</w:t>
      </w:r>
      <w:r w:rsidR="00360B7B">
        <w:rPr>
          <w:rFonts w:hint="cs"/>
          <w:rtl/>
        </w:rPr>
        <w:t>-----------------</w:t>
      </w:r>
      <w:r w:rsidR="009C4748" w:rsidRPr="007A0ACC">
        <w:rPr>
          <w:rFonts w:hint="eastAsia"/>
          <w:rtl/>
        </w:rPr>
        <w:t>پاکستان</w:t>
      </w:r>
      <w:r w:rsidR="00360B7B">
        <w:rPr>
          <w:rFonts w:hint="cs"/>
          <w:rtl/>
        </w:rPr>
        <w:t>---------------</w:t>
      </w:r>
    </w:p>
    <w:p w:rsidR="009C4748" w:rsidRPr="007A0ACC" w:rsidRDefault="00413EEC" w:rsidP="00EC25CF">
      <w:pPr>
        <w:pStyle w:val="libNormal0"/>
        <w:rPr>
          <w:rtl/>
        </w:rPr>
      </w:pPr>
      <w:r w:rsidRPr="00A54383">
        <w:rPr>
          <w:rFonts w:hint="cs"/>
          <w:rtl/>
        </w:rPr>
        <w:t>220</w:t>
      </w:r>
      <w:r w:rsidR="009C4748" w:rsidRPr="007A0ACC">
        <w:rPr>
          <w:rFonts w:hint="eastAsia"/>
          <w:rtl/>
        </w:rPr>
        <w:t>قاض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ح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در</w:t>
      </w:r>
      <w:r w:rsidR="009C4748" w:rsidRPr="007A0ACC">
        <w:rPr>
          <w:rtl/>
        </w:rPr>
        <w:t xml:space="preserve"> ابن اکبر</w:t>
      </w:r>
      <w:r w:rsidR="00360B7B">
        <w:rPr>
          <w:rFonts w:hint="cs"/>
          <w:rtl/>
        </w:rPr>
        <w:t>----------------</w:t>
      </w:r>
    </w:p>
    <w:p w:rsidR="009C4748" w:rsidRPr="007A0ACC" w:rsidRDefault="00413EEC" w:rsidP="00A74708">
      <w:pPr>
        <w:pStyle w:val="libNormal0"/>
        <w:rPr>
          <w:rtl/>
        </w:rPr>
      </w:pPr>
      <w:r w:rsidRPr="00A54383">
        <w:rPr>
          <w:rFonts w:hint="cs"/>
          <w:rtl/>
        </w:rPr>
        <w:t>221</w:t>
      </w:r>
      <w:r w:rsidR="009C4748" w:rsidRPr="007A0ACC">
        <w:rPr>
          <w:rFonts w:hint="eastAsia"/>
          <w:rtl/>
        </w:rPr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حسن حاضر</w:t>
      </w:r>
      <w:r w:rsidR="00360B7B">
        <w:rPr>
          <w:rFonts w:hint="cs"/>
          <w:rtl/>
        </w:rPr>
        <w:t>----------------</w:t>
      </w:r>
      <w:r w:rsidR="009C4748" w:rsidRPr="007A0ACC">
        <w:rPr>
          <w:rFonts w:hint="eastAsia"/>
          <w:rtl/>
        </w:rPr>
        <w:t>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</w:t>
      </w:r>
      <w:r w:rsidR="009C4748" w:rsidRPr="007A0ACC">
        <w:rPr>
          <w:rtl/>
        </w:rPr>
        <w:t xml:space="preserve"> </w:t>
      </w:r>
      <w:r w:rsidR="00360B7B">
        <w:rPr>
          <w:rFonts w:hint="cs"/>
          <w:rtl/>
        </w:rPr>
        <w:t>----------------</w:t>
      </w:r>
    </w:p>
    <w:p w:rsidR="009C4748" w:rsidRPr="007A0ACC" w:rsidRDefault="00413EEC" w:rsidP="00360B7B">
      <w:pPr>
        <w:pStyle w:val="libNormal0"/>
        <w:rPr>
          <w:rtl/>
        </w:rPr>
      </w:pPr>
      <w:r w:rsidRPr="00A54383">
        <w:rPr>
          <w:rFonts w:hint="cs"/>
          <w:rtl/>
        </w:rPr>
        <w:t>222</w:t>
      </w:r>
      <w:r w:rsidR="009C4748" w:rsidRPr="007A0ACC">
        <w:rPr>
          <w:rFonts w:hint="eastAsia"/>
          <w:rtl/>
        </w:rPr>
        <w:t>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رے</w:t>
      </w:r>
      <w:r w:rsidR="009C4748" w:rsidRPr="007A0ACC">
        <w:rPr>
          <w:rtl/>
        </w:rPr>
        <w:t xml:space="preserve"> دوست،</w:t>
      </w:r>
      <w:r w:rsidRPr="00A54383">
        <w:rPr>
          <w:rFonts w:hint="cs"/>
          <w:rtl/>
        </w:rPr>
        <w:t>1</w:t>
      </w:r>
      <w:r w:rsidR="009C4748" w:rsidRPr="00A54383">
        <w:rPr>
          <w:rFonts w:hint="cs"/>
          <w:rtl/>
        </w:rPr>
        <w:t>،</w:t>
      </w:r>
      <w:r w:rsidRPr="00A54383">
        <w:rPr>
          <w:rFonts w:hint="cs"/>
          <w:rtl/>
        </w:rPr>
        <w:t>2</w:t>
      </w:r>
      <w:r w:rsidR="009C4748" w:rsidRPr="00A54383">
        <w:rPr>
          <w:rFonts w:hint="cs"/>
          <w:rtl/>
        </w:rPr>
        <w:t>،</w:t>
      </w:r>
      <w:r w:rsidRPr="00A54383">
        <w:rPr>
          <w:rFonts w:hint="cs"/>
          <w:rtl/>
        </w:rPr>
        <w:t>3</w:t>
      </w:r>
      <w:r w:rsidR="009C4748" w:rsidRPr="00A54383">
        <w:rPr>
          <w:rFonts w:hint="cs"/>
          <w:rtl/>
        </w:rPr>
        <w:t>،</w:t>
      </w:r>
      <w:r w:rsidR="00A54383" w:rsidRPr="00A54383">
        <w:rPr>
          <w:rFonts w:hint="cs"/>
          <w:rtl/>
          <w:lang w:bidi="ur-PK"/>
        </w:rPr>
        <w:t>4</w:t>
      </w:r>
      <w:r w:rsidR="00360B7B" w:rsidRPr="00A54383">
        <w:rPr>
          <w:rFonts w:hint="cs"/>
          <w:rtl/>
        </w:rPr>
        <w:t>----------------</w:t>
      </w:r>
      <w:r w:rsidR="009C4748" w:rsidRPr="007A0ACC">
        <w:rPr>
          <w:rFonts w:hint="eastAsia"/>
          <w:rtl/>
        </w:rPr>
        <w:t>انڈ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</w:t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9C4748" w:rsidP="00335727">
      <w:pPr>
        <w:pStyle w:val="Heading2Center"/>
        <w:rPr>
          <w:rtl/>
        </w:rPr>
      </w:pPr>
      <w:bookmarkStart w:id="45" w:name="_Toc447620033"/>
      <w:r w:rsidRPr="007A0ACC">
        <w:rPr>
          <w:rFonts w:hint="eastAsia"/>
          <w:rtl/>
        </w:rPr>
        <w:t>دن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ائے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>:</w:t>
      </w:r>
      <w:bookmarkEnd w:id="45"/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Fonts w:hint="eastAsia"/>
          <w:rtl/>
        </w:rPr>
        <w:t>دن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اس وقت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عوں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آباد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تقر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باََ</w:t>
      </w:r>
      <w:r w:rsidRPr="007A0ACC">
        <w:rPr>
          <w:rtl/>
        </w:rPr>
        <w:t xml:space="preserve"> پنت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</w:t>
      </w:r>
      <w:r w:rsidRPr="007A0ACC">
        <w:rPr>
          <w:rtl/>
        </w:rPr>
        <w:t xml:space="preserve"> کروڑ ہے(350,000,000) جو کہ تمام براعظموں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پھ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ہے۔اسکا خلاصہ نسبتاََ اس طرح ہے:ف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صد</w:t>
      </w:r>
      <w:r w:rsidRPr="007A0ACC">
        <w:rPr>
          <w:rtl/>
        </w:rPr>
        <w:t xml:space="preserve"> آباد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کا تناسب بہت پہلے کا ہے جس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ںاب</w:t>
      </w:r>
      <w:r w:rsidRPr="007A0ACC">
        <w:rPr>
          <w:rtl/>
        </w:rPr>
        <w:t xml:space="preserve"> بہت اضافہ ہوچکا ہے۔ اس فہرست سے ان گمراہ اور تعصب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لوگوں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ترد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ہوت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ہے جو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کو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داوار</w:t>
      </w:r>
      <w:r w:rsidRPr="007A0ACC">
        <w:rPr>
          <w:rtl/>
        </w:rPr>
        <w:t xml:space="preserve"> سمجھتے ہے جبکہ مثبت دلائل و قرائن سے ثابت ہوتا ہے کہ عرب کے ہر علاقہ اور قر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عان</w:t>
      </w:r>
      <w:r w:rsidRPr="007A0ACC">
        <w:rPr>
          <w:rtl/>
        </w:rPr>
        <w:t xml:space="preserve"> آل محمد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سکونت پز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۔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                        </w:t>
      </w:r>
    </w:p>
    <w:p w:rsidR="009C4748" w:rsidRPr="007A0ACC" w:rsidRDefault="009C4748" w:rsidP="00A74708">
      <w:pPr>
        <w:pStyle w:val="libNormal0"/>
      </w:pPr>
      <w:r w:rsidRPr="007A0ACC">
        <w:rPr>
          <w:rtl/>
        </w:rPr>
        <w:t xml:space="preserve"> </w:t>
      </w:r>
      <w:r w:rsidRPr="007A0ACC">
        <w:t>Shia Muslim to Total Muslim Population</w:t>
      </w:r>
      <w:r w:rsidR="00A74708">
        <w:rPr>
          <w:rFonts w:hint="cs"/>
          <w:rtl/>
        </w:rPr>
        <w:t>-----</w:t>
      </w:r>
      <w:r w:rsidRPr="007A0ACC">
        <w:t>Total Muslim population</w:t>
      </w:r>
      <w:r w:rsidR="00A74708">
        <w:rPr>
          <w:rFonts w:hint="cs"/>
          <w:rtl/>
        </w:rPr>
        <w:t>--------</w:t>
      </w:r>
      <w:r w:rsidRPr="007A0ACC">
        <w:t>Country</w:t>
      </w:r>
    </w:p>
    <w:p w:rsidR="009C4748" w:rsidRPr="007A0ACC" w:rsidRDefault="009C4748" w:rsidP="00A74708">
      <w:pPr>
        <w:pStyle w:val="libNormal0"/>
      </w:pPr>
      <w:r w:rsidRPr="007A0ACC">
        <w:rPr>
          <w:rtl/>
        </w:rPr>
        <w:t>90%</w:t>
      </w:r>
      <w:r w:rsidR="00A74708">
        <w:rPr>
          <w:rFonts w:hint="cs"/>
          <w:rtl/>
        </w:rPr>
        <w:t>-------------------------------------------------------</w:t>
      </w:r>
      <w:r w:rsidRPr="007A0ACC">
        <w:rPr>
          <w:rtl/>
        </w:rPr>
        <w:t>98%</w:t>
      </w:r>
      <w:r w:rsidR="00A74708">
        <w:rPr>
          <w:rFonts w:hint="cs"/>
          <w:rtl/>
        </w:rPr>
        <w:t>---------------------------</w:t>
      </w:r>
      <w:r w:rsidRPr="007A0ACC">
        <w:t>Iran</w:t>
      </w:r>
    </w:p>
    <w:p w:rsidR="009C4748" w:rsidRPr="007A0ACC" w:rsidRDefault="009C4748" w:rsidP="00A74708">
      <w:pPr>
        <w:pStyle w:val="libNormal0"/>
      </w:pPr>
      <w:r w:rsidRPr="007A0ACC">
        <w:rPr>
          <w:rtl/>
        </w:rPr>
        <w:t>88%</w:t>
      </w:r>
      <w:r w:rsidR="00A74708">
        <w:rPr>
          <w:rFonts w:hint="cs"/>
          <w:rtl/>
        </w:rPr>
        <w:t>---------------------------------------------------------</w:t>
      </w:r>
      <w:r w:rsidRPr="007A0ACC">
        <w:rPr>
          <w:rtl/>
        </w:rPr>
        <w:t>79%</w:t>
      </w:r>
      <w:r w:rsidR="00A74708">
        <w:rPr>
          <w:rFonts w:hint="cs"/>
          <w:rtl/>
        </w:rPr>
        <w:t>-------------------</w:t>
      </w:r>
      <w:r w:rsidRPr="007A0ACC">
        <w:t>Azerbaijan</w:t>
      </w:r>
    </w:p>
    <w:p w:rsidR="009C4748" w:rsidRPr="007A0ACC" w:rsidRDefault="009C4748" w:rsidP="00A74708">
      <w:pPr>
        <w:pStyle w:val="libNormal0"/>
      </w:pPr>
      <w:r w:rsidRPr="007A0ACC">
        <w:rPr>
          <w:rtl/>
        </w:rPr>
        <w:t>70%</w:t>
      </w:r>
      <w:r w:rsidR="00A74708">
        <w:rPr>
          <w:rFonts w:hint="cs"/>
          <w:rtl/>
        </w:rPr>
        <w:t>--------------------------------------------------------</w:t>
      </w:r>
      <w:r w:rsidRPr="007A0ACC">
        <w:rPr>
          <w:rtl/>
        </w:rPr>
        <w:t>99%</w:t>
      </w:r>
      <w:r w:rsidR="00A74708">
        <w:rPr>
          <w:rFonts w:hint="cs"/>
          <w:rtl/>
        </w:rPr>
        <w:t>--------------------</w:t>
      </w:r>
      <w:r w:rsidRPr="007A0ACC">
        <w:t>Bahrain</w:t>
      </w:r>
    </w:p>
    <w:p w:rsidR="009C4748" w:rsidRPr="007A0ACC" w:rsidRDefault="009C4748" w:rsidP="00A74708">
      <w:pPr>
        <w:pStyle w:val="libNormal0"/>
      </w:pPr>
      <w:r w:rsidRPr="007A0ACC">
        <w:rPr>
          <w:rtl/>
        </w:rPr>
        <w:lastRenderedPageBreak/>
        <w:t>65%</w:t>
      </w:r>
      <w:r w:rsidR="00A74708">
        <w:rPr>
          <w:rFonts w:hint="cs"/>
          <w:rtl/>
        </w:rPr>
        <w:t>----------</w:t>
      </w:r>
      <w:r w:rsidR="00101C67">
        <w:rPr>
          <w:rFonts w:hint="cs"/>
          <w:rtl/>
        </w:rPr>
        <w:t>----------------------------------------------</w:t>
      </w:r>
      <w:r w:rsidR="00A74708">
        <w:rPr>
          <w:rFonts w:hint="cs"/>
          <w:rtl/>
        </w:rPr>
        <w:t>--</w:t>
      </w:r>
      <w:r w:rsidR="00101C67">
        <w:rPr>
          <w:rFonts w:hint="cs"/>
          <w:rtl/>
        </w:rPr>
        <w:t>--</w:t>
      </w:r>
      <w:r w:rsidRPr="007A0ACC">
        <w:rPr>
          <w:rtl/>
        </w:rPr>
        <w:t>97%</w:t>
      </w:r>
      <w:r w:rsidR="00A74708">
        <w:rPr>
          <w:rFonts w:hint="cs"/>
          <w:rtl/>
        </w:rPr>
        <w:t>-------</w:t>
      </w:r>
      <w:r w:rsidR="00101C67">
        <w:rPr>
          <w:rFonts w:hint="cs"/>
          <w:rtl/>
        </w:rPr>
        <w:t>-----</w:t>
      </w:r>
      <w:r w:rsidR="00A74708">
        <w:rPr>
          <w:rFonts w:hint="cs"/>
          <w:rtl/>
        </w:rPr>
        <w:t>-----</w:t>
      </w:r>
      <w:r w:rsidRPr="007A0ACC">
        <w:t>Iraq</w:t>
      </w:r>
    </w:p>
    <w:p w:rsidR="009C4748" w:rsidRPr="007A0ACC" w:rsidRDefault="009C4748" w:rsidP="00101C67">
      <w:pPr>
        <w:pStyle w:val="libNormal0"/>
      </w:pPr>
      <w:r w:rsidRPr="007A0ACC">
        <w:rPr>
          <w:rtl/>
        </w:rPr>
        <w:t>60%</w:t>
      </w:r>
      <w:r w:rsidR="00101C67">
        <w:rPr>
          <w:rFonts w:hint="cs"/>
          <w:rtl/>
        </w:rPr>
        <w:t>------------------------------------------------------------</w:t>
      </w:r>
      <w:r w:rsidRPr="007A0ACC">
        <w:rPr>
          <w:rtl/>
        </w:rPr>
        <w:t>55%</w:t>
      </w:r>
      <w:r w:rsidR="00101C67">
        <w:rPr>
          <w:rFonts w:hint="cs"/>
          <w:rtl/>
        </w:rPr>
        <w:t>---------------</w:t>
      </w:r>
      <w:r w:rsidRPr="007A0ACC">
        <w:t>Lebnon</w:t>
      </w:r>
    </w:p>
    <w:p w:rsidR="009C4748" w:rsidRPr="007A0ACC" w:rsidRDefault="009C4748" w:rsidP="00101C67">
      <w:pPr>
        <w:pStyle w:val="libNormal0"/>
      </w:pPr>
      <w:r w:rsidRPr="007A0ACC">
        <w:rPr>
          <w:rtl/>
        </w:rPr>
        <w:t>42%</w:t>
      </w:r>
      <w:r w:rsidR="00101C67">
        <w:rPr>
          <w:rFonts w:hint="cs"/>
          <w:rtl/>
        </w:rPr>
        <w:t>-------------------------------------------------------------</w:t>
      </w:r>
      <w:r w:rsidRPr="007A0ACC">
        <w:rPr>
          <w:rtl/>
        </w:rPr>
        <w:t>99%</w:t>
      </w:r>
      <w:r w:rsidR="00101C67">
        <w:rPr>
          <w:rFonts w:hint="cs"/>
          <w:rtl/>
        </w:rPr>
        <w:t>---------------</w:t>
      </w:r>
      <w:r w:rsidRPr="007A0ACC">
        <w:t>Yemen</w:t>
      </w:r>
    </w:p>
    <w:p w:rsidR="009C4748" w:rsidRPr="007A0ACC" w:rsidRDefault="009C4748" w:rsidP="00101C67">
      <w:pPr>
        <w:pStyle w:val="libNormal0"/>
      </w:pPr>
      <w:r w:rsidRPr="007A0ACC">
        <w:rPr>
          <w:rtl/>
        </w:rPr>
        <w:t>35%</w:t>
      </w:r>
      <w:r w:rsidR="00101C67">
        <w:rPr>
          <w:rFonts w:hint="cs"/>
          <w:rtl/>
        </w:rPr>
        <w:t>-------------------------------------------------------------</w:t>
      </w:r>
      <w:r w:rsidRPr="007A0ACC">
        <w:rPr>
          <w:rtl/>
        </w:rPr>
        <w:t>99%</w:t>
      </w:r>
      <w:r w:rsidR="00101C67">
        <w:rPr>
          <w:rFonts w:hint="cs"/>
          <w:rtl/>
        </w:rPr>
        <w:t>---------------</w:t>
      </w:r>
      <w:r w:rsidRPr="007A0ACC">
        <w:t>Kuwait</w:t>
      </w:r>
    </w:p>
    <w:p w:rsidR="009C4748" w:rsidRPr="007A0ACC" w:rsidRDefault="009C4748" w:rsidP="00101C67">
      <w:pPr>
        <w:pStyle w:val="libNormal0"/>
      </w:pPr>
      <w:r w:rsidRPr="007A0ACC">
        <w:rPr>
          <w:rtl/>
        </w:rPr>
        <w:t>30%</w:t>
      </w:r>
      <w:r w:rsidR="00101C67">
        <w:rPr>
          <w:rFonts w:hint="cs"/>
          <w:rtl/>
        </w:rPr>
        <w:t>---------------------------------------------------------------</w:t>
      </w:r>
      <w:r w:rsidRPr="007A0ACC">
        <w:rPr>
          <w:rtl/>
        </w:rPr>
        <w:t>1%</w:t>
      </w:r>
      <w:r w:rsidR="00101C67">
        <w:rPr>
          <w:rFonts w:hint="cs"/>
          <w:rtl/>
        </w:rPr>
        <w:t>---------------</w:t>
      </w:r>
      <w:r w:rsidRPr="007A0ACC">
        <w:t>Brazil</w:t>
      </w:r>
    </w:p>
    <w:p w:rsidR="009C4748" w:rsidRPr="007A0ACC" w:rsidRDefault="009C4748" w:rsidP="00101C67">
      <w:pPr>
        <w:pStyle w:val="libNormal0"/>
      </w:pPr>
      <w:r w:rsidRPr="007A0ACC">
        <w:rPr>
          <w:rtl/>
        </w:rPr>
        <w:t>25%</w:t>
      </w:r>
      <w:r w:rsidR="00101C67">
        <w:rPr>
          <w:rFonts w:hint="cs"/>
          <w:rtl/>
        </w:rPr>
        <w:t>---------------------------------------------------------------</w:t>
      </w:r>
      <w:r w:rsidRPr="007A0ACC">
        <w:rPr>
          <w:rtl/>
        </w:rPr>
        <w:t>63%</w:t>
      </w:r>
      <w:r w:rsidR="00101C67">
        <w:rPr>
          <w:rFonts w:hint="cs"/>
          <w:rtl/>
        </w:rPr>
        <w:t>------------</w:t>
      </w:r>
      <w:r w:rsidRPr="007A0ACC">
        <w:t>Albania</w:t>
      </w:r>
    </w:p>
    <w:p w:rsidR="009C4748" w:rsidRPr="007A0ACC" w:rsidRDefault="009C4748" w:rsidP="00101C67">
      <w:pPr>
        <w:pStyle w:val="libNormal0"/>
        <w:rPr>
          <w:rtl/>
        </w:rPr>
      </w:pPr>
      <w:r w:rsidRPr="007A0ACC">
        <w:rPr>
          <w:rtl/>
        </w:rPr>
        <w:t>35%</w:t>
      </w:r>
      <w:r w:rsidR="00101C67">
        <w:rPr>
          <w:rFonts w:hint="cs"/>
          <w:rtl/>
        </w:rPr>
        <w:t xml:space="preserve">------------------------------------------------------------- </w:t>
      </w:r>
      <w:r w:rsidRPr="007A0ACC">
        <w:rPr>
          <w:rtl/>
        </w:rPr>
        <w:t>36%</w:t>
      </w:r>
      <w:r w:rsidR="00101C67">
        <w:rPr>
          <w:rFonts w:hint="cs"/>
          <w:rtl/>
        </w:rPr>
        <w:t>--------------</w:t>
      </w:r>
      <w:r w:rsidR="00101C67" w:rsidRPr="00101C67">
        <w:t xml:space="preserve"> </w:t>
      </w:r>
      <w:r w:rsidR="00101C67" w:rsidRPr="007A0ACC">
        <w:t>Qatar</w:t>
      </w:r>
    </w:p>
    <w:p w:rsidR="009C4748" w:rsidRPr="007A0ACC" w:rsidRDefault="009C4748" w:rsidP="00101C67">
      <w:pPr>
        <w:pStyle w:val="libNormal0"/>
      </w:pPr>
      <w:r w:rsidRPr="007A0ACC">
        <w:rPr>
          <w:rtl/>
        </w:rPr>
        <w:t xml:space="preserve">98% </w:t>
      </w:r>
      <w:r w:rsidR="00101C67">
        <w:rPr>
          <w:rFonts w:hint="cs"/>
          <w:rtl/>
        </w:rPr>
        <w:t>---------------------------------</w:t>
      </w:r>
      <w:r w:rsidRPr="007A0ACC">
        <w:rPr>
          <w:rtl/>
        </w:rPr>
        <w:t xml:space="preserve"> 95%</w:t>
      </w:r>
      <w:r w:rsidR="00101C67">
        <w:rPr>
          <w:rFonts w:hint="cs"/>
          <w:rtl/>
        </w:rPr>
        <w:t>------------------------------------</w:t>
      </w:r>
      <w:r w:rsidRPr="007A0ACC">
        <w:t xml:space="preserve">Pakistan </w:t>
      </w:r>
      <w:r w:rsidR="00101C67">
        <w:rPr>
          <w:rFonts w:hint="cs"/>
          <w:rtl/>
        </w:rPr>
        <w:t>-</w:t>
      </w:r>
    </w:p>
    <w:p w:rsidR="009C4748" w:rsidRPr="007A0ACC" w:rsidRDefault="009C4748" w:rsidP="00101C67">
      <w:pPr>
        <w:pStyle w:val="libNormal0"/>
      </w:pPr>
      <w:r w:rsidRPr="007A0ACC">
        <w:rPr>
          <w:rtl/>
        </w:rPr>
        <w:t>20%</w:t>
      </w:r>
      <w:r w:rsidR="00101C67">
        <w:rPr>
          <w:rFonts w:hint="cs"/>
          <w:rtl/>
        </w:rPr>
        <w:t>------------------------------------------------------------------</w:t>
      </w:r>
      <w:r w:rsidRPr="007A0ACC">
        <w:rPr>
          <w:rtl/>
        </w:rPr>
        <w:t>14%</w:t>
      </w:r>
      <w:r w:rsidR="00101C67">
        <w:rPr>
          <w:rFonts w:hint="cs"/>
          <w:rtl/>
        </w:rPr>
        <w:t>------------</w:t>
      </w:r>
      <w:r w:rsidRPr="007A0ACC">
        <w:t>India</w:t>
      </w:r>
    </w:p>
    <w:p w:rsidR="009C4748" w:rsidRPr="007A0ACC" w:rsidRDefault="009C4748" w:rsidP="00101C67">
      <w:pPr>
        <w:pStyle w:val="libNormal0"/>
      </w:pPr>
      <w:r w:rsidRPr="007A0ACC">
        <w:rPr>
          <w:rtl/>
        </w:rPr>
        <w:t>20%</w:t>
      </w:r>
      <w:r w:rsidR="00101C67">
        <w:rPr>
          <w:rFonts w:hint="cs"/>
          <w:rtl/>
        </w:rPr>
        <w:t>----------------------------------------------------------------</w:t>
      </w:r>
      <w:r w:rsidRPr="007A0ACC">
        <w:rPr>
          <w:rtl/>
        </w:rPr>
        <w:t>99%</w:t>
      </w:r>
      <w:r w:rsidR="00101C67">
        <w:rPr>
          <w:rFonts w:hint="cs"/>
          <w:rtl/>
        </w:rPr>
        <w:t>-------------</w:t>
      </w:r>
      <w:r w:rsidRPr="007A0ACC">
        <w:t>Turkey</w:t>
      </w:r>
    </w:p>
    <w:p w:rsidR="009C4748" w:rsidRPr="007A0ACC" w:rsidRDefault="009C4748" w:rsidP="00101C67">
      <w:pPr>
        <w:pStyle w:val="libNormal0"/>
      </w:pPr>
      <w:r w:rsidRPr="007A0ACC">
        <w:rPr>
          <w:rtl/>
        </w:rPr>
        <w:t>18%</w:t>
      </w:r>
      <w:r w:rsidR="00101C67">
        <w:rPr>
          <w:rFonts w:hint="cs"/>
          <w:rtl/>
        </w:rPr>
        <w:t>---------------------------------------------------------</w:t>
      </w:r>
      <w:r w:rsidRPr="007A0ACC">
        <w:rPr>
          <w:rtl/>
        </w:rPr>
        <w:t xml:space="preserve">99% </w:t>
      </w:r>
      <w:r w:rsidR="00101C67">
        <w:rPr>
          <w:rFonts w:hint="cs"/>
          <w:rtl/>
        </w:rPr>
        <w:t>----------------</w:t>
      </w:r>
      <w:r w:rsidRPr="007A0ACC">
        <w:t>Afganistan</w:t>
      </w:r>
      <w:r w:rsidRPr="007A0ACC">
        <w:rPr>
          <w:rtl/>
        </w:rPr>
        <w:t xml:space="preserve"> </w:t>
      </w:r>
    </w:p>
    <w:p w:rsidR="009C4748" w:rsidRPr="007A0ACC" w:rsidRDefault="009C4748" w:rsidP="00101C67">
      <w:pPr>
        <w:pStyle w:val="libNormal0"/>
      </w:pPr>
      <w:r w:rsidRPr="007A0ACC">
        <w:rPr>
          <w:rtl/>
        </w:rPr>
        <w:t>15%</w:t>
      </w:r>
      <w:r w:rsidR="00101C67">
        <w:rPr>
          <w:rFonts w:hint="cs"/>
          <w:rtl/>
        </w:rPr>
        <w:t>-------------------------------------------------------------</w:t>
      </w:r>
      <w:r w:rsidRPr="007A0ACC">
        <w:rPr>
          <w:rtl/>
        </w:rPr>
        <w:t>90%</w:t>
      </w:r>
      <w:r w:rsidR="00101C67">
        <w:rPr>
          <w:rFonts w:hint="cs"/>
          <w:rtl/>
        </w:rPr>
        <w:t>----------------</w:t>
      </w:r>
      <w:r w:rsidRPr="007A0ACC">
        <w:t>Syria</w:t>
      </w:r>
    </w:p>
    <w:p w:rsidR="009C4748" w:rsidRPr="007A0ACC" w:rsidRDefault="009C4748" w:rsidP="00670DAA">
      <w:pPr>
        <w:pStyle w:val="libNormal0"/>
      </w:pPr>
      <w:r w:rsidRPr="007A0ACC">
        <w:rPr>
          <w:rtl/>
        </w:rPr>
        <w:t>15%</w:t>
      </w:r>
      <w:r w:rsidR="00101C67">
        <w:rPr>
          <w:rFonts w:hint="cs"/>
          <w:rtl/>
        </w:rPr>
        <w:t>------</w:t>
      </w:r>
      <w:r w:rsidR="00670DAA">
        <w:rPr>
          <w:rFonts w:hint="cs"/>
          <w:rtl/>
          <w:lang w:bidi="ur-PK"/>
        </w:rPr>
        <w:t>------------------------------------------------------</w:t>
      </w:r>
      <w:r w:rsidR="00101C67">
        <w:rPr>
          <w:rFonts w:hint="cs"/>
          <w:rtl/>
        </w:rPr>
        <w:t>---</w:t>
      </w:r>
      <w:r w:rsidRPr="007A0ACC">
        <w:rPr>
          <w:rtl/>
        </w:rPr>
        <w:t>96%</w:t>
      </w:r>
      <w:r w:rsidR="00101C67">
        <w:rPr>
          <w:rFonts w:hint="cs"/>
          <w:rtl/>
        </w:rPr>
        <w:t>------------</w:t>
      </w:r>
      <w:r w:rsidRPr="007A0ACC">
        <w:t>UAE</w:t>
      </w:r>
    </w:p>
    <w:p w:rsidR="009C4748" w:rsidRPr="007A0ACC" w:rsidRDefault="009C4748" w:rsidP="00670DAA">
      <w:pPr>
        <w:pStyle w:val="libNormal0"/>
      </w:pPr>
      <w:r w:rsidRPr="007A0ACC">
        <w:rPr>
          <w:rtl/>
        </w:rPr>
        <w:t>15%</w:t>
      </w:r>
      <w:r w:rsidR="00101C67">
        <w:rPr>
          <w:rFonts w:hint="cs"/>
          <w:rtl/>
        </w:rPr>
        <w:t>---------</w:t>
      </w:r>
      <w:r w:rsidR="00670DAA">
        <w:rPr>
          <w:rFonts w:hint="cs"/>
          <w:rtl/>
        </w:rPr>
        <w:t>-----------------------------------------------</w:t>
      </w:r>
      <w:r w:rsidR="00101C67">
        <w:rPr>
          <w:rFonts w:hint="cs"/>
          <w:rtl/>
        </w:rPr>
        <w:t>-----</w:t>
      </w:r>
      <w:r w:rsidRPr="007A0ACC">
        <w:rPr>
          <w:rtl/>
        </w:rPr>
        <w:t>1%</w:t>
      </w:r>
      <w:r w:rsidR="00101C67">
        <w:rPr>
          <w:rFonts w:hint="cs"/>
          <w:rtl/>
        </w:rPr>
        <w:t>------------------</w:t>
      </w:r>
      <w:r w:rsidRPr="007A0ACC">
        <w:t>USA</w:t>
      </w:r>
    </w:p>
    <w:p w:rsidR="009C4748" w:rsidRPr="007A0ACC" w:rsidRDefault="009C4748" w:rsidP="00670DAA">
      <w:pPr>
        <w:pStyle w:val="libNormal0"/>
      </w:pPr>
      <w:r w:rsidRPr="007A0ACC">
        <w:rPr>
          <w:rtl/>
        </w:rPr>
        <w:t>15%</w:t>
      </w:r>
      <w:r w:rsidR="00101C67">
        <w:rPr>
          <w:rFonts w:hint="cs"/>
          <w:rtl/>
        </w:rPr>
        <w:t>--------</w:t>
      </w:r>
      <w:r w:rsidR="00670DAA">
        <w:rPr>
          <w:rFonts w:hint="cs"/>
          <w:rtl/>
        </w:rPr>
        <w:t>---------------------------------------------------</w:t>
      </w:r>
      <w:r w:rsidR="00101C67">
        <w:rPr>
          <w:rFonts w:hint="cs"/>
          <w:rtl/>
        </w:rPr>
        <w:t>-----</w:t>
      </w:r>
      <w:r w:rsidRPr="007A0ACC">
        <w:rPr>
          <w:rtl/>
        </w:rPr>
        <w:t>19%</w:t>
      </w:r>
      <w:r w:rsidR="00101C67">
        <w:rPr>
          <w:rFonts w:hint="cs"/>
          <w:rtl/>
        </w:rPr>
        <w:t>--------------</w:t>
      </w:r>
      <w:r w:rsidRPr="007A0ACC">
        <w:t>Serbia</w:t>
      </w:r>
    </w:p>
    <w:p w:rsidR="009C4748" w:rsidRPr="007A0ACC" w:rsidRDefault="009C4748" w:rsidP="00670DAA">
      <w:pPr>
        <w:pStyle w:val="libNormal0"/>
      </w:pPr>
      <w:r w:rsidRPr="007A0ACC">
        <w:rPr>
          <w:rtl/>
        </w:rPr>
        <w:t>12%</w:t>
      </w:r>
      <w:r w:rsidR="00101C67">
        <w:rPr>
          <w:rFonts w:hint="cs"/>
          <w:rtl/>
        </w:rPr>
        <w:t>-------</w:t>
      </w:r>
      <w:r w:rsidR="00670DAA">
        <w:rPr>
          <w:rFonts w:hint="cs"/>
          <w:rtl/>
        </w:rPr>
        <w:t>---------------------------------------------------</w:t>
      </w:r>
      <w:r w:rsidR="00101C67">
        <w:rPr>
          <w:rFonts w:hint="cs"/>
          <w:rtl/>
        </w:rPr>
        <w:t>-----</w:t>
      </w:r>
      <w:r w:rsidRPr="007A0ACC">
        <w:rPr>
          <w:rtl/>
        </w:rPr>
        <w:t>45%</w:t>
      </w:r>
      <w:r w:rsidR="00101C67">
        <w:rPr>
          <w:rFonts w:hint="cs"/>
          <w:rtl/>
        </w:rPr>
        <w:t>---------------</w:t>
      </w:r>
      <w:r w:rsidRPr="007A0ACC">
        <w:t>Gana</w:t>
      </w:r>
    </w:p>
    <w:p w:rsidR="009C4748" w:rsidRPr="007A0ACC" w:rsidRDefault="009C4748" w:rsidP="00670DAA">
      <w:pPr>
        <w:pStyle w:val="libNormal0"/>
      </w:pPr>
      <w:r w:rsidRPr="007A0ACC">
        <w:rPr>
          <w:rtl/>
        </w:rPr>
        <w:t>20%</w:t>
      </w:r>
      <w:r w:rsidR="00101C67">
        <w:rPr>
          <w:rFonts w:hint="cs"/>
          <w:rtl/>
        </w:rPr>
        <w:t>-------------</w:t>
      </w:r>
      <w:r w:rsidR="00670DAA">
        <w:rPr>
          <w:rFonts w:hint="cs"/>
          <w:rtl/>
        </w:rPr>
        <w:t>-------------------------------------</w:t>
      </w:r>
      <w:r w:rsidR="00101C67">
        <w:rPr>
          <w:rFonts w:hint="cs"/>
          <w:rtl/>
        </w:rPr>
        <w:t>---</w:t>
      </w:r>
      <w:r w:rsidRPr="007A0ACC">
        <w:rPr>
          <w:rtl/>
        </w:rPr>
        <w:t>100%</w:t>
      </w:r>
      <w:r w:rsidR="00101C67">
        <w:rPr>
          <w:rFonts w:hint="cs"/>
          <w:rtl/>
        </w:rPr>
        <w:t>-----------------</w:t>
      </w:r>
      <w:r w:rsidRPr="007A0ACC">
        <w:t>SaudiArabia</w:t>
      </w:r>
    </w:p>
    <w:p w:rsidR="00670DAA" w:rsidRDefault="009C4748" w:rsidP="00670DAA">
      <w:pPr>
        <w:pStyle w:val="libNormal0"/>
      </w:pPr>
      <w:r w:rsidRPr="007A0ACC">
        <w:rPr>
          <w:rtl/>
        </w:rPr>
        <w:t>10%</w:t>
      </w:r>
      <w:r w:rsidR="00101C67">
        <w:rPr>
          <w:rFonts w:hint="cs"/>
          <w:rtl/>
        </w:rPr>
        <w:t>-------------</w:t>
      </w:r>
      <w:r w:rsidR="00670DAA">
        <w:rPr>
          <w:rFonts w:hint="cs"/>
          <w:rtl/>
        </w:rPr>
        <w:t>-------------------------------------------</w:t>
      </w:r>
      <w:r w:rsidR="00101C67">
        <w:rPr>
          <w:rFonts w:hint="cs"/>
          <w:rtl/>
        </w:rPr>
        <w:t>---</w:t>
      </w:r>
      <w:r w:rsidRPr="007A0ACC">
        <w:rPr>
          <w:rtl/>
        </w:rPr>
        <w:t>4%</w:t>
      </w:r>
      <w:r w:rsidR="00101C67">
        <w:rPr>
          <w:rFonts w:hint="cs"/>
          <w:rtl/>
        </w:rPr>
        <w:t>----------------</w:t>
      </w:r>
      <w:r w:rsidRPr="007A0ACC">
        <w:t>Germany</w:t>
      </w:r>
    </w:p>
    <w:p w:rsidR="00670DAA" w:rsidRDefault="00670DAA" w:rsidP="00A54383">
      <w:pPr>
        <w:pStyle w:val="libPoemTini"/>
      </w:pPr>
      <w:r>
        <w:br w:type="page"/>
      </w:r>
    </w:p>
    <w:p w:rsidR="009C4748" w:rsidRPr="007A0ACC" w:rsidRDefault="009C4748" w:rsidP="00670DAA">
      <w:pPr>
        <w:pStyle w:val="libNormal0"/>
      </w:pPr>
    </w:p>
    <w:p w:rsidR="009C4748" w:rsidRPr="007A0ACC" w:rsidRDefault="009C4748" w:rsidP="00670DAA">
      <w:pPr>
        <w:pStyle w:val="libNormal0"/>
      </w:pPr>
      <w:r w:rsidRPr="007A0ACC">
        <w:rPr>
          <w:rtl/>
        </w:rPr>
        <w:t>10%</w:t>
      </w:r>
      <w:r w:rsidR="00101C67">
        <w:rPr>
          <w:rFonts w:hint="cs"/>
          <w:rtl/>
        </w:rPr>
        <w:t>--------------</w:t>
      </w:r>
      <w:r w:rsidR="00670DAA">
        <w:rPr>
          <w:rFonts w:hint="cs"/>
          <w:rtl/>
        </w:rPr>
        <w:t>--------------------------------------------</w:t>
      </w:r>
      <w:r w:rsidR="00101C67">
        <w:rPr>
          <w:rFonts w:hint="cs"/>
          <w:rtl/>
        </w:rPr>
        <w:t>----</w:t>
      </w:r>
      <w:r w:rsidRPr="007A0ACC">
        <w:rPr>
          <w:rtl/>
        </w:rPr>
        <w:t>3%</w:t>
      </w:r>
      <w:r w:rsidR="00101C67">
        <w:rPr>
          <w:rFonts w:hint="cs"/>
          <w:rtl/>
        </w:rPr>
        <w:t>-----------------</w:t>
      </w:r>
      <w:r w:rsidRPr="007A0ACC">
        <w:t>UK</w:t>
      </w:r>
    </w:p>
    <w:p w:rsidR="009C4748" w:rsidRPr="007A0ACC" w:rsidRDefault="009C4748" w:rsidP="00670DAA">
      <w:pPr>
        <w:pStyle w:val="libNormal0"/>
      </w:pPr>
      <w:r w:rsidRPr="007A0ACC">
        <w:rPr>
          <w:rtl/>
        </w:rPr>
        <w:t>10%</w:t>
      </w:r>
      <w:r w:rsidR="00101C67">
        <w:rPr>
          <w:rFonts w:hint="cs"/>
          <w:rtl/>
        </w:rPr>
        <w:t>------------------</w:t>
      </w:r>
      <w:r w:rsidR="00670DAA">
        <w:rPr>
          <w:rFonts w:hint="cs"/>
          <w:rtl/>
        </w:rPr>
        <w:t>-------------------------------------</w:t>
      </w:r>
      <w:r w:rsidRPr="007A0ACC">
        <w:rPr>
          <w:rtl/>
        </w:rPr>
        <w:t>2%</w:t>
      </w:r>
      <w:r w:rsidR="00101C67">
        <w:rPr>
          <w:rFonts w:hint="cs"/>
          <w:rtl/>
        </w:rPr>
        <w:t>-----------------</w:t>
      </w:r>
      <w:r w:rsidRPr="007A0ACC">
        <w:t>SouthAfrica</w:t>
      </w:r>
    </w:p>
    <w:p w:rsidR="009C4748" w:rsidRPr="007A0ACC" w:rsidRDefault="009C4748" w:rsidP="00670DAA">
      <w:pPr>
        <w:pStyle w:val="libNormal0"/>
      </w:pPr>
      <w:r w:rsidRPr="007A0ACC">
        <w:rPr>
          <w:rtl/>
        </w:rPr>
        <w:t>10%</w:t>
      </w:r>
      <w:r w:rsidR="00101C67">
        <w:rPr>
          <w:rFonts w:hint="cs"/>
          <w:rtl/>
        </w:rPr>
        <w:t>-----------</w:t>
      </w:r>
      <w:r w:rsidR="00670DAA">
        <w:rPr>
          <w:rFonts w:hint="cs"/>
          <w:rtl/>
        </w:rPr>
        <w:t>----------------------------------------</w:t>
      </w:r>
      <w:r w:rsidR="00101C67">
        <w:rPr>
          <w:rFonts w:hint="cs"/>
          <w:rtl/>
        </w:rPr>
        <w:t>-----</w:t>
      </w:r>
      <w:r w:rsidRPr="007A0ACC">
        <w:rPr>
          <w:rtl/>
        </w:rPr>
        <w:t>12%</w:t>
      </w:r>
      <w:r w:rsidR="00101C67">
        <w:rPr>
          <w:rFonts w:hint="cs"/>
          <w:rtl/>
        </w:rPr>
        <w:t>----------------</w:t>
      </w:r>
      <w:r w:rsidRPr="007A0ACC">
        <w:t>Bulgaria</w:t>
      </w:r>
    </w:p>
    <w:p w:rsidR="009C4748" w:rsidRPr="007A0ACC" w:rsidRDefault="009C4748" w:rsidP="00670DAA">
      <w:pPr>
        <w:pStyle w:val="libNormal0"/>
      </w:pPr>
      <w:r w:rsidRPr="007A0ACC">
        <w:rPr>
          <w:rtl/>
        </w:rPr>
        <w:t>10%</w:t>
      </w:r>
      <w:r w:rsidR="00101C67">
        <w:rPr>
          <w:rFonts w:hint="cs"/>
          <w:rtl/>
        </w:rPr>
        <w:t>------</w:t>
      </w:r>
      <w:r w:rsidR="00670DAA">
        <w:rPr>
          <w:rFonts w:hint="cs"/>
          <w:rtl/>
        </w:rPr>
        <w:t>--------------------------------------------</w:t>
      </w:r>
      <w:r w:rsidR="00101C67">
        <w:rPr>
          <w:rFonts w:hint="cs"/>
          <w:rtl/>
        </w:rPr>
        <w:t>-------</w:t>
      </w:r>
      <w:r w:rsidRPr="007A0ACC">
        <w:rPr>
          <w:rtl/>
        </w:rPr>
        <w:t>1%</w:t>
      </w:r>
      <w:r w:rsidR="00101C67">
        <w:rPr>
          <w:rFonts w:hint="cs"/>
          <w:rtl/>
        </w:rPr>
        <w:t>---------------</w:t>
      </w:r>
      <w:r w:rsidRPr="007A0ACC">
        <w:t>Australia</w:t>
      </w:r>
    </w:p>
    <w:p w:rsidR="009C4748" w:rsidRPr="007A0ACC" w:rsidRDefault="009C4748" w:rsidP="00670DAA">
      <w:pPr>
        <w:pStyle w:val="libNormal0"/>
      </w:pPr>
      <w:r w:rsidRPr="007A0ACC">
        <w:rPr>
          <w:rtl/>
        </w:rPr>
        <w:t>8%</w:t>
      </w:r>
      <w:r w:rsidR="00101C67">
        <w:rPr>
          <w:rFonts w:hint="cs"/>
          <w:rtl/>
        </w:rPr>
        <w:t>--------</w:t>
      </w:r>
      <w:r w:rsidR="00670DAA">
        <w:rPr>
          <w:rFonts w:hint="cs"/>
          <w:rtl/>
        </w:rPr>
        <w:t>------------------------------------------------</w:t>
      </w:r>
      <w:r w:rsidR="00101C67">
        <w:rPr>
          <w:rFonts w:hint="cs"/>
          <w:rtl/>
        </w:rPr>
        <w:t>------</w:t>
      </w:r>
      <w:r w:rsidRPr="007A0ACC">
        <w:rPr>
          <w:rtl/>
        </w:rPr>
        <w:t>3%</w:t>
      </w:r>
      <w:r w:rsidR="00101C67">
        <w:rPr>
          <w:rFonts w:hint="cs"/>
          <w:rtl/>
        </w:rPr>
        <w:t>---------------</w:t>
      </w:r>
      <w:r w:rsidRPr="007A0ACC">
        <w:t>China</w:t>
      </w:r>
    </w:p>
    <w:p w:rsidR="009C4748" w:rsidRPr="007A0ACC" w:rsidRDefault="009C4748" w:rsidP="00670DAA">
      <w:pPr>
        <w:pStyle w:val="libNormal0"/>
      </w:pPr>
      <w:r w:rsidRPr="007A0ACC">
        <w:rPr>
          <w:rtl/>
        </w:rPr>
        <w:t>8%</w:t>
      </w:r>
      <w:r w:rsidR="00101C67">
        <w:rPr>
          <w:rFonts w:hint="cs"/>
          <w:rtl/>
        </w:rPr>
        <w:t>----------</w:t>
      </w:r>
      <w:r w:rsidR="00670DAA">
        <w:rPr>
          <w:rFonts w:hint="cs"/>
          <w:rtl/>
        </w:rPr>
        <w:t>----------------------------------------</w:t>
      </w:r>
      <w:r w:rsidR="00101C67">
        <w:rPr>
          <w:rFonts w:hint="cs"/>
          <w:rtl/>
        </w:rPr>
        <w:t>-------</w:t>
      </w:r>
      <w:r w:rsidRPr="007A0ACC">
        <w:rPr>
          <w:rtl/>
        </w:rPr>
        <w:t>11%</w:t>
      </w:r>
      <w:r w:rsidR="00101C67">
        <w:rPr>
          <w:rFonts w:hint="cs"/>
          <w:rtl/>
        </w:rPr>
        <w:t>-------------------</w:t>
      </w:r>
      <w:r w:rsidRPr="007A0ACC">
        <w:t>Russia</w:t>
      </w:r>
    </w:p>
    <w:p w:rsidR="009C4748" w:rsidRPr="007A0ACC" w:rsidRDefault="009C4748" w:rsidP="00670DAA">
      <w:pPr>
        <w:pStyle w:val="libNormal0"/>
      </w:pPr>
      <w:r w:rsidRPr="007A0ACC">
        <w:rPr>
          <w:rtl/>
        </w:rPr>
        <w:t>7%</w:t>
      </w:r>
      <w:r w:rsidR="00101C67">
        <w:rPr>
          <w:rFonts w:hint="cs"/>
          <w:rtl/>
        </w:rPr>
        <w:t>----------</w:t>
      </w:r>
      <w:r w:rsidR="00670DAA">
        <w:rPr>
          <w:rFonts w:hint="cs"/>
          <w:rtl/>
        </w:rPr>
        <w:t>----------------------------------------------</w:t>
      </w:r>
      <w:r w:rsidR="00101C67">
        <w:rPr>
          <w:rFonts w:hint="cs"/>
          <w:rtl/>
        </w:rPr>
        <w:t>----</w:t>
      </w:r>
      <w:r w:rsidRPr="007A0ACC">
        <w:rPr>
          <w:rtl/>
        </w:rPr>
        <w:t>16%</w:t>
      </w:r>
      <w:r w:rsidR="00101C67">
        <w:rPr>
          <w:rFonts w:hint="cs"/>
          <w:rtl/>
        </w:rPr>
        <w:t>---------------</w:t>
      </w:r>
      <w:r w:rsidRPr="007A0ACC">
        <w:t>Uganda</w:t>
      </w:r>
    </w:p>
    <w:p w:rsidR="009C4748" w:rsidRPr="007A0ACC" w:rsidRDefault="009C4748" w:rsidP="00670DAA">
      <w:pPr>
        <w:pStyle w:val="libNormal0"/>
      </w:pPr>
      <w:r w:rsidRPr="007A0ACC">
        <w:rPr>
          <w:rtl/>
        </w:rPr>
        <w:t>7%</w:t>
      </w:r>
      <w:r w:rsidR="00101C67">
        <w:rPr>
          <w:rFonts w:hint="cs"/>
          <w:rtl/>
        </w:rPr>
        <w:t>------------</w:t>
      </w:r>
      <w:r w:rsidR="00670DAA">
        <w:rPr>
          <w:rFonts w:hint="cs"/>
          <w:rtl/>
        </w:rPr>
        <w:t>-------------------------------------------</w:t>
      </w:r>
      <w:r w:rsidR="00101C67">
        <w:rPr>
          <w:rFonts w:hint="cs"/>
          <w:rtl/>
        </w:rPr>
        <w:t>----</w:t>
      </w:r>
      <w:r w:rsidRPr="007A0ACC">
        <w:rPr>
          <w:rtl/>
        </w:rPr>
        <w:t>24%</w:t>
      </w:r>
      <w:r w:rsidR="00101C67">
        <w:rPr>
          <w:rFonts w:hint="cs"/>
          <w:rtl/>
        </w:rPr>
        <w:t>-----------------</w:t>
      </w:r>
      <w:r w:rsidRPr="007A0ACC">
        <w:t>Kenya</w:t>
      </w:r>
    </w:p>
    <w:p w:rsidR="009C4748" w:rsidRPr="007A0ACC" w:rsidRDefault="009C4748" w:rsidP="00670DAA">
      <w:pPr>
        <w:pStyle w:val="libNormal0"/>
      </w:pPr>
      <w:r w:rsidRPr="007A0ACC">
        <w:rPr>
          <w:rtl/>
        </w:rPr>
        <w:t>7%</w:t>
      </w:r>
      <w:r w:rsidR="00101C67">
        <w:rPr>
          <w:rFonts w:hint="cs"/>
          <w:rtl/>
        </w:rPr>
        <w:t>-----------</w:t>
      </w:r>
      <w:r w:rsidR="00670DAA">
        <w:rPr>
          <w:rFonts w:hint="cs"/>
          <w:rtl/>
        </w:rPr>
        <w:t>------------------------------------------</w:t>
      </w:r>
      <w:r w:rsidR="00101C67">
        <w:rPr>
          <w:rFonts w:hint="cs"/>
          <w:rtl/>
        </w:rPr>
        <w:t>-----</w:t>
      </w:r>
      <w:r w:rsidRPr="007A0ACC">
        <w:rPr>
          <w:rtl/>
        </w:rPr>
        <w:t>60%</w:t>
      </w:r>
      <w:r w:rsidR="00101C67">
        <w:rPr>
          <w:rFonts w:hint="cs"/>
          <w:rtl/>
        </w:rPr>
        <w:t>------------------</w:t>
      </w:r>
      <w:r w:rsidRPr="007A0ACC">
        <w:t>Bosnia</w:t>
      </w:r>
    </w:p>
    <w:p w:rsidR="009C4748" w:rsidRPr="007A0ACC" w:rsidRDefault="009C4748" w:rsidP="00670DAA">
      <w:pPr>
        <w:pStyle w:val="libNormal0"/>
      </w:pPr>
      <w:r w:rsidRPr="007A0ACC">
        <w:rPr>
          <w:rtl/>
        </w:rPr>
        <w:t>6%</w:t>
      </w:r>
      <w:r w:rsidR="00101C67">
        <w:rPr>
          <w:rFonts w:hint="cs"/>
          <w:rtl/>
        </w:rPr>
        <w:t>------------</w:t>
      </w:r>
      <w:r w:rsidR="00670DAA">
        <w:rPr>
          <w:rFonts w:hint="cs"/>
          <w:rtl/>
        </w:rPr>
        <w:t>-----------------------------------------</w:t>
      </w:r>
      <w:r w:rsidR="00101C67">
        <w:rPr>
          <w:rFonts w:hint="cs"/>
          <w:rtl/>
        </w:rPr>
        <w:t>-----</w:t>
      </w:r>
      <w:r w:rsidRPr="007A0ACC">
        <w:rPr>
          <w:rtl/>
        </w:rPr>
        <w:t>50%</w:t>
      </w:r>
      <w:r w:rsidR="00101C67">
        <w:rPr>
          <w:rFonts w:hint="cs"/>
          <w:rtl/>
        </w:rPr>
        <w:t>------------------</w:t>
      </w:r>
      <w:r w:rsidRPr="007A0ACC">
        <w:t>Tanzania</w:t>
      </w:r>
    </w:p>
    <w:p w:rsidR="009C4748" w:rsidRPr="007A0ACC" w:rsidRDefault="009C4748" w:rsidP="00670DAA">
      <w:pPr>
        <w:pStyle w:val="libNormal0"/>
      </w:pPr>
      <w:r w:rsidRPr="007A0ACC">
        <w:rPr>
          <w:rtl/>
        </w:rPr>
        <w:t>5%</w:t>
      </w:r>
      <w:r w:rsidR="00101C67">
        <w:rPr>
          <w:rFonts w:hint="cs"/>
          <w:rtl/>
        </w:rPr>
        <w:t>-------</w:t>
      </w:r>
      <w:r w:rsidR="00670DAA">
        <w:rPr>
          <w:rFonts w:hint="cs"/>
          <w:rtl/>
        </w:rPr>
        <w:t>-----------------------------------------</w:t>
      </w:r>
      <w:r w:rsidR="00101C67">
        <w:rPr>
          <w:rFonts w:hint="cs"/>
          <w:rtl/>
        </w:rPr>
        <w:t>---------</w:t>
      </w:r>
      <w:r w:rsidRPr="007A0ACC">
        <w:rPr>
          <w:rtl/>
        </w:rPr>
        <w:t>88%</w:t>
      </w:r>
      <w:r w:rsidR="00101C67">
        <w:rPr>
          <w:rFonts w:hint="cs"/>
          <w:rtl/>
        </w:rPr>
        <w:t>----------------</w:t>
      </w:r>
      <w:r w:rsidRPr="007A0ACC">
        <w:t>Bangladesh</w:t>
      </w:r>
    </w:p>
    <w:p w:rsidR="009C4748" w:rsidRPr="007A0ACC" w:rsidRDefault="009C4748" w:rsidP="00670DAA">
      <w:pPr>
        <w:pStyle w:val="libNormal0"/>
      </w:pPr>
      <w:r w:rsidRPr="007A0ACC">
        <w:rPr>
          <w:rtl/>
        </w:rPr>
        <w:t>5%</w:t>
      </w:r>
      <w:r w:rsidR="00101C67">
        <w:rPr>
          <w:rFonts w:hint="cs"/>
          <w:rtl/>
        </w:rPr>
        <w:t>-----------</w:t>
      </w:r>
      <w:r w:rsidR="00670DAA">
        <w:rPr>
          <w:rFonts w:hint="cs"/>
          <w:rtl/>
        </w:rPr>
        <w:t>-----------------------------------------</w:t>
      </w:r>
      <w:r w:rsidR="00101C67">
        <w:rPr>
          <w:rFonts w:hint="cs"/>
          <w:rtl/>
        </w:rPr>
        <w:t>------</w:t>
      </w:r>
      <w:r w:rsidRPr="007A0ACC">
        <w:rPr>
          <w:rtl/>
        </w:rPr>
        <w:t>50%</w:t>
      </w:r>
      <w:r w:rsidR="00101C67">
        <w:rPr>
          <w:rFonts w:hint="cs"/>
          <w:rtl/>
        </w:rPr>
        <w:t>---------------</w:t>
      </w:r>
      <w:r w:rsidRPr="007A0ACC">
        <w:t>Nigeria</w:t>
      </w:r>
    </w:p>
    <w:p w:rsidR="009C4748" w:rsidRPr="007A0ACC" w:rsidRDefault="009C4748" w:rsidP="00670DAA">
      <w:pPr>
        <w:pStyle w:val="libNormal0"/>
      </w:pPr>
      <w:r w:rsidRPr="007A0ACC">
        <w:rPr>
          <w:rtl/>
        </w:rPr>
        <w:t>5%</w:t>
      </w:r>
      <w:r w:rsidR="00101C67">
        <w:rPr>
          <w:rFonts w:hint="cs"/>
          <w:rtl/>
        </w:rPr>
        <w:t>------------</w:t>
      </w:r>
      <w:r w:rsidR="00670DAA">
        <w:rPr>
          <w:rFonts w:hint="cs"/>
          <w:rtl/>
        </w:rPr>
        <w:t>---------------------------------------</w:t>
      </w:r>
      <w:r w:rsidR="00101C67">
        <w:rPr>
          <w:rFonts w:hint="cs"/>
          <w:rtl/>
        </w:rPr>
        <w:t>----</w:t>
      </w:r>
      <w:r w:rsidRPr="007A0ACC">
        <w:rPr>
          <w:rtl/>
        </w:rPr>
        <w:t>47%</w:t>
      </w:r>
      <w:r w:rsidR="00101C67">
        <w:rPr>
          <w:rFonts w:hint="cs"/>
          <w:rtl/>
        </w:rPr>
        <w:t>----------------</w:t>
      </w:r>
      <w:r w:rsidRPr="007A0ACC">
        <w:t>Kazakistan</w:t>
      </w:r>
    </w:p>
    <w:p w:rsidR="009C4748" w:rsidRPr="007A0ACC" w:rsidRDefault="009C4748" w:rsidP="00670DAA">
      <w:pPr>
        <w:pStyle w:val="libNormal0"/>
      </w:pPr>
      <w:r w:rsidRPr="007A0ACC">
        <w:rPr>
          <w:rtl/>
        </w:rPr>
        <w:t>5%</w:t>
      </w:r>
      <w:r w:rsidR="00101C67">
        <w:rPr>
          <w:rFonts w:hint="cs"/>
          <w:rtl/>
        </w:rPr>
        <w:t>---------</w:t>
      </w:r>
      <w:r w:rsidR="00670DAA">
        <w:rPr>
          <w:rFonts w:hint="cs"/>
          <w:rtl/>
        </w:rPr>
        <w:t>----------------------------------------</w:t>
      </w:r>
      <w:r w:rsidR="00101C67">
        <w:rPr>
          <w:rFonts w:hint="cs"/>
          <w:rtl/>
        </w:rPr>
        <w:t>-----</w:t>
      </w:r>
      <w:r w:rsidRPr="007A0ACC">
        <w:rPr>
          <w:rtl/>
        </w:rPr>
        <w:t>90%</w:t>
      </w:r>
      <w:r w:rsidR="00101C67">
        <w:rPr>
          <w:rFonts w:hint="cs"/>
          <w:rtl/>
        </w:rPr>
        <w:t>----------------</w:t>
      </w:r>
      <w:r w:rsidRPr="007A0ACC">
        <w:t>Tajikistan</w:t>
      </w:r>
    </w:p>
    <w:p w:rsidR="009C4748" w:rsidRPr="007A0ACC" w:rsidRDefault="009C4748" w:rsidP="00670DAA">
      <w:pPr>
        <w:pStyle w:val="libNormal0"/>
      </w:pPr>
      <w:r w:rsidRPr="007A0ACC">
        <w:rPr>
          <w:rtl/>
        </w:rPr>
        <w:t>5%</w:t>
      </w:r>
      <w:r w:rsidR="00101C67">
        <w:rPr>
          <w:rFonts w:hint="cs"/>
          <w:rtl/>
        </w:rPr>
        <w:t>-----------</w:t>
      </w:r>
      <w:r w:rsidR="00670DAA">
        <w:rPr>
          <w:rFonts w:hint="cs"/>
          <w:rtl/>
        </w:rPr>
        <w:t>-----------------------------------------</w:t>
      </w:r>
      <w:r w:rsidR="00101C67">
        <w:rPr>
          <w:rFonts w:hint="cs"/>
          <w:rtl/>
        </w:rPr>
        <w:t>------</w:t>
      </w:r>
      <w:r w:rsidRPr="007A0ACC">
        <w:rPr>
          <w:rtl/>
        </w:rPr>
        <w:t>99%</w:t>
      </w:r>
      <w:r w:rsidR="00101C67">
        <w:rPr>
          <w:rFonts w:hint="cs"/>
          <w:rtl/>
        </w:rPr>
        <w:t>-----------------</w:t>
      </w:r>
      <w:r w:rsidRPr="007A0ACC">
        <w:t>Oman</w:t>
      </w:r>
    </w:p>
    <w:p w:rsidR="009C4748" w:rsidRPr="007A0ACC" w:rsidRDefault="009C4748" w:rsidP="00670DAA">
      <w:pPr>
        <w:pStyle w:val="libNormal0"/>
      </w:pPr>
      <w:r w:rsidRPr="007A0ACC">
        <w:rPr>
          <w:rtl/>
        </w:rPr>
        <w:t>5%</w:t>
      </w:r>
      <w:r w:rsidR="00101C67">
        <w:rPr>
          <w:rFonts w:hint="cs"/>
          <w:rtl/>
        </w:rPr>
        <w:t>----------</w:t>
      </w:r>
      <w:r w:rsidR="00670DAA">
        <w:rPr>
          <w:rFonts w:hint="cs"/>
          <w:rtl/>
        </w:rPr>
        <w:t>------------------------------------------</w:t>
      </w:r>
      <w:r w:rsidR="00101C67">
        <w:rPr>
          <w:rFonts w:hint="cs"/>
          <w:rtl/>
        </w:rPr>
        <w:t>-----</w:t>
      </w:r>
      <w:r w:rsidRPr="007A0ACC">
        <w:rPr>
          <w:rtl/>
        </w:rPr>
        <w:t>99%</w:t>
      </w:r>
      <w:r w:rsidR="00101C67">
        <w:rPr>
          <w:rFonts w:hint="cs"/>
          <w:rtl/>
        </w:rPr>
        <w:t>-----------------</w:t>
      </w:r>
      <w:r w:rsidRPr="007A0ACC">
        <w:t>Maldives</w:t>
      </w:r>
    </w:p>
    <w:p w:rsidR="009C4748" w:rsidRPr="007A0ACC" w:rsidRDefault="009C4748" w:rsidP="00670DAA">
      <w:pPr>
        <w:pStyle w:val="libNormal0"/>
      </w:pPr>
      <w:r w:rsidRPr="007A0ACC">
        <w:rPr>
          <w:rtl/>
        </w:rPr>
        <w:t>5%</w:t>
      </w:r>
      <w:r w:rsidR="00101C67">
        <w:rPr>
          <w:rFonts w:hint="cs"/>
          <w:rtl/>
        </w:rPr>
        <w:t>--------</w:t>
      </w:r>
      <w:r w:rsidR="00670DAA">
        <w:rPr>
          <w:rFonts w:hint="cs"/>
          <w:rtl/>
        </w:rPr>
        <w:t>---------------------------------------------</w:t>
      </w:r>
      <w:r w:rsidR="00101C67">
        <w:rPr>
          <w:rFonts w:hint="cs"/>
          <w:rtl/>
        </w:rPr>
        <w:t>------</w:t>
      </w:r>
      <w:r w:rsidRPr="007A0ACC">
        <w:rPr>
          <w:rtl/>
        </w:rPr>
        <w:t>6%</w:t>
      </w:r>
      <w:r w:rsidR="00101C67">
        <w:rPr>
          <w:rFonts w:hint="cs"/>
          <w:rtl/>
        </w:rPr>
        <w:t>----------------</w:t>
      </w:r>
      <w:r w:rsidRPr="007A0ACC">
        <w:t>Mangolia</w:t>
      </w:r>
    </w:p>
    <w:p w:rsidR="00670DAA" w:rsidRDefault="009C4748" w:rsidP="00670DAA">
      <w:pPr>
        <w:pStyle w:val="libNormal0"/>
      </w:pPr>
      <w:r w:rsidRPr="007A0ACC">
        <w:rPr>
          <w:rtl/>
        </w:rPr>
        <w:t>5%</w:t>
      </w:r>
      <w:r w:rsidR="00101C67">
        <w:rPr>
          <w:rFonts w:hint="cs"/>
          <w:rtl/>
        </w:rPr>
        <w:t>-------------</w:t>
      </w:r>
      <w:r w:rsidR="00670DAA">
        <w:rPr>
          <w:rFonts w:hint="cs"/>
          <w:rtl/>
        </w:rPr>
        <w:t>----------------------------------------------</w:t>
      </w:r>
      <w:r w:rsidR="00101C67">
        <w:rPr>
          <w:rFonts w:hint="cs"/>
          <w:rtl/>
        </w:rPr>
        <w:t>---</w:t>
      </w:r>
      <w:r w:rsidRPr="007A0ACC">
        <w:rPr>
          <w:rtl/>
        </w:rPr>
        <w:t>0.5%</w:t>
      </w:r>
      <w:r w:rsidR="00101C67">
        <w:rPr>
          <w:rFonts w:hint="cs"/>
          <w:rtl/>
        </w:rPr>
        <w:t>---------------</w:t>
      </w:r>
      <w:r w:rsidRPr="007A0ACC">
        <w:t>Italy</w:t>
      </w:r>
    </w:p>
    <w:p w:rsidR="00670DAA" w:rsidRDefault="00670DAA" w:rsidP="00A54383">
      <w:pPr>
        <w:pStyle w:val="libPoemTini"/>
      </w:pPr>
      <w:r>
        <w:br w:type="page"/>
      </w:r>
    </w:p>
    <w:p w:rsidR="009C4748" w:rsidRPr="007A0ACC" w:rsidRDefault="009C4748" w:rsidP="00670DAA">
      <w:pPr>
        <w:pStyle w:val="libNormal0"/>
      </w:pPr>
    </w:p>
    <w:p w:rsidR="009C4748" w:rsidRPr="007A0ACC" w:rsidRDefault="009C4748" w:rsidP="00670DAA">
      <w:pPr>
        <w:pStyle w:val="libNormal0"/>
      </w:pPr>
      <w:r w:rsidRPr="007A0ACC">
        <w:rPr>
          <w:rtl/>
        </w:rPr>
        <w:t>4%</w:t>
      </w:r>
      <w:r w:rsidR="00101C67">
        <w:rPr>
          <w:rFonts w:hint="cs"/>
          <w:rtl/>
        </w:rPr>
        <w:t>-----------</w:t>
      </w:r>
      <w:r w:rsidR="00670DAA">
        <w:rPr>
          <w:rFonts w:hint="cs"/>
          <w:rtl/>
        </w:rPr>
        <w:t>------------------------------------------</w:t>
      </w:r>
      <w:r w:rsidR="00101C67">
        <w:rPr>
          <w:rFonts w:hint="cs"/>
          <w:rtl/>
        </w:rPr>
        <w:t>----</w:t>
      </w:r>
      <w:r w:rsidRPr="007A0ACC">
        <w:rPr>
          <w:rtl/>
        </w:rPr>
        <w:t>60%</w:t>
      </w:r>
      <w:r w:rsidR="00101C67">
        <w:rPr>
          <w:rFonts w:hint="cs"/>
          <w:rtl/>
        </w:rPr>
        <w:t>----------------</w:t>
      </w:r>
      <w:r w:rsidRPr="007A0ACC">
        <w:t>Ivory coast</w:t>
      </w:r>
    </w:p>
    <w:p w:rsidR="009C4748" w:rsidRPr="007A0ACC" w:rsidRDefault="009C4748" w:rsidP="00670DAA">
      <w:pPr>
        <w:pStyle w:val="libNormal0"/>
      </w:pPr>
      <w:r w:rsidRPr="007A0ACC">
        <w:rPr>
          <w:rtl/>
        </w:rPr>
        <w:t>4%</w:t>
      </w:r>
      <w:r w:rsidR="00101C67">
        <w:rPr>
          <w:rFonts w:hint="cs"/>
          <w:rtl/>
        </w:rPr>
        <w:t>------------</w:t>
      </w:r>
      <w:r w:rsidR="00670DAA">
        <w:rPr>
          <w:rFonts w:hint="cs"/>
          <w:rtl/>
        </w:rPr>
        <w:t>--------------------------------------</w:t>
      </w:r>
      <w:r w:rsidR="00101C67">
        <w:rPr>
          <w:rFonts w:hint="cs"/>
          <w:rtl/>
        </w:rPr>
        <w:t>-----</w:t>
      </w:r>
      <w:r w:rsidRPr="007A0ACC">
        <w:rPr>
          <w:rtl/>
        </w:rPr>
        <w:t>89%</w:t>
      </w:r>
      <w:r w:rsidR="00101C67">
        <w:rPr>
          <w:rFonts w:hint="cs"/>
          <w:rtl/>
        </w:rPr>
        <w:t>---------------</w:t>
      </w:r>
      <w:r w:rsidRPr="007A0ACC">
        <w:t>Turkmenstan</w:t>
      </w:r>
    </w:p>
    <w:p w:rsidR="009C4748" w:rsidRPr="007A0ACC" w:rsidRDefault="009C4748" w:rsidP="00670DAA">
      <w:pPr>
        <w:pStyle w:val="libNormal0"/>
      </w:pPr>
      <w:r w:rsidRPr="007A0ACC">
        <w:rPr>
          <w:rtl/>
        </w:rPr>
        <w:t>4%</w:t>
      </w:r>
      <w:r w:rsidR="00101C67">
        <w:rPr>
          <w:rFonts w:hint="cs"/>
          <w:rtl/>
        </w:rPr>
        <w:t>--------</w:t>
      </w:r>
      <w:r w:rsidR="00670DAA">
        <w:rPr>
          <w:rFonts w:hint="cs"/>
          <w:rtl/>
        </w:rPr>
        <w:t>---------------------------------------------</w:t>
      </w:r>
      <w:r w:rsidR="00101C67">
        <w:rPr>
          <w:rFonts w:hint="cs"/>
          <w:rtl/>
        </w:rPr>
        <w:t>------</w:t>
      </w:r>
      <w:r w:rsidRPr="007A0ACC">
        <w:rPr>
          <w:rtl/>
        </w:rPr>
        <w:t>67%</w:t>
      </w:r>
      <w:r w:rsidR="00101C67">
        <w:rPr>
          <w:rFonts w:hint="cs"/>
          <w:rtl/>
        </w:rPr>
        <w:t>----------------</w:t>
      </w:r>
      <w:r w:rsidRPr="007A0ACC">
        <w:t>Niger</w:t>
      </w:r>
    </w:p>
    <w:p w:rsidR="009C4748" w:rsidRPr="007A0ACC" w:rsidRDefault="009C4748" w:rsidP="00670DAA">
      <w:pPr>
        <w:pStyle w:val="libNormal0"/>
      </w:pPr>
      <w:r w:rsidRPr="007A0ACC">
        <w:rPr>
          <w:rtl/>
        </w:rPr>
        <w:t>4%</w:t>
      </w:r>
      <w:r w:rsidR="00101C67">
        <w:rPr>
          <w:rFonts w:hint="cs"/>
          <w:rtl/>
        </w:rPr>
        <w:t>------------</w:t>
      </w:r>
      <w:r w:rsidR="00670DAA">
        <w:rPr>
          <w:rFonts w:hint="cs"/>
          <w:rtl/>
        </w:rPr>
        <w:t>-------------------------------------------</w:t>
      </w:r>
      <w:r w:rsidR="00101C67">
        <w:rPr>
          <w:rFonts w:hint="cs"/>
          <w:rtl/>
        </w:rPr>
        <w:t>----</w:t>
      </w:r>
      <w:r w:rsidRPr="007A0ACC">
        <w:rPr>
          <w:rtl/>
        </w:rPr>
        <w:t>85%</w:t>
      </w:r>
      <w:r w:rsidR="00101C67">
        <w:rPr>
          <w:rFonts w:hint="cs"/>
          <w:rtl/>
        </w:rPr>
        <w:t>----------------</w:t>
      </w:r>
      <w:r w:rsidRPr="007A0ACC">
        <w:t>Gunea</w:t>
      </w:r>
    </w:p>
    <w:p w:rsidR="009C4748" w:rsidRPr="007A0ACC" w:rsidRDefault="009C4748" w:rsidP="00670DAA">
      <w:pPr>
        <w:pStyle w:val="libNormal0"/>
      </w:pPr>
      <w:r w:rsidRPr="007A0ACC">
        <w:rPr>
          <w:rtl/>
        </w:rPr>
        <w:t>4%</w:t>
      </w:r>
      <w:r w:rsidR="00101C67">
        <w:rPr>
          <w:rFonts w:hint="cs"/>
          <w:rtl/>
        </w:rPr>
        <w:t>----------</w:t>
      </w:r>
      <w:r w:rsidR="00670DAA">
        <w:rPr>
          <w:rFonts w:hint="cs"/>
          <w:rtl/>
        </w:rPr>
        <w:t>----------------------------------------</w:t>
      </w:r>
      <w:r w:rsidR="00101C67">
        <w:rPr>
          <w:rFonts w:hint="cs"/>
          <w:rtl/>
        </w:rPr>
        <w:t>--------</w:t>
      </w:r>
      <w:r w:rsidRPr="007A0ACC">
        <w:rPr>
          <w:rtl/>
        </w:rPr>
        <w:t>50%</w:t>
      </w:r>
      <w:r w:rsidR="00101C67">
        <w:rPr>
          <w:rFonts w:hint="cs"/>
          <w:rtl/>
        </w:rPr>
        <w:t>----------------</w:t>
      </w:r>
      <w:r w:rsidRPr="007A0ACC">
        <w:t>Burkinafaso</w:t>
      </w:r>
    </w:p>
    <w:p w:rsidR="009C4748" w:rsidRPr="007A0ACC" w:rsidRDefault="009C4748" w:rsidP="00670DAA">
      <w:pPr>
        <w:pStyle w:val="libNormal0"/>
      </w:pPr>
      <w:r w:rsidRPr="007A0ACC">
        <w:rPr>
          <w:rtl/>
        </w:rPr>
        <w:t>4%</w:t>
      </w:r>
      <w:r w:rsidR="00101C67">
        <w:rPr>
          <w:rFonts w:hint="cs"/>
          <w:rtl/>
        </w:rPr>
        <w:t>------------</w:t>
      </w:r>
      <w:r w:rsidR="00670DAA">
        <w:rPr>
          <w:rFonts w:hint="cs"/>
          <w:rtl/>
        </w:rPr>
        <w:t>------------------------------------------</w:t>
      </w:r>
      <w:r w:rsidR="00101C67">
        <w:rPr>
          <w:rFonts w:hint="cs"/>
          <w:rtl/>
        </w:rPr>
        <w:t>------</w:t>
      </w:r>
      <w:r w:rsidRPr="007A0ACC">
        <w:rPr>
          <w:rtl/>
        </w:rPr>
        <w:t>75%</w:t>
      </w:r>
      <w:r w:rsidR="00101C67">
        <w:rPr>
          <w:rFonts w:hint="cs"/>
          <w:rtl/>
        </w:rPr>
        <w:t>----------------</w:t>
      </w:r>
      <w:r w:rsidRPr="007A0ACC">
        <w:t>kyrgistan</w:t>
      </w:r>
    </w:p>
    <w:p w:rsidR="009C4748" w:rsidRPr="007A0ACC" w:rsidRDefault="009C4748" w:rsidP="00670DAA">
      <w:pPr>
        <w:pStyle w:val="libNormal0"/>
      </w:pPr>
      <w:r w:rsidRPr="007A0ACC">
        <w:rPr>
          <w:rtl/>
        </w:rPr>
        <w:t>4%</w:t>
      </w:r>
      <w:r w:rsidR="00101C67">
        <w:rPr>
          <w:rFonts w:hint="cs"/>
          <w:rtl/>
        </w:rPr>
        <w:t>-------</w:t>
      </w:r>
      <w:r w:rsidR="00670DAA">
        <w:rPr>
          <w:rFonts w:hint="cs"/>
          <w:rtl/>
        </w:rPr>
        <w:t>--------------------------------------------</w:t>
      </w:r>
      <w:r w:rsidR="00101C67">
        <w:rPr>
          <w:rFonts w:hint="cs"/>
          <w:rtl/>
        </w:rPr>
        <w:t>-------</w:t>
      </w:r>
      <w:r w:rsidRPr="007A0ACC">
        <w:rPr>
          <w:rtl/>
        </w:rPr>
        <w:t>20%</w:t>
      </w:r>
      <w:r w:rsidR="00670DAA">
        <w:rPr>
          <w:rFonts w:hint="cs"/>
          <w:rtl/>
        </w:rPr>
        <w:t>------------------------</w:t>
      </w:r>
      <w:r w:rsidRPr="007A0ACC">
        <w:t>Benin</w:t>
      </w:r>
    </w:p>
    <w:p w:rsidR="009C4748" w:rsidRPr="007A0ACC" w:rsidRDefault="009C4748" w:rsidP="00670DAA">
      <w:pPr>
        <w:pStyle w:val="libNormal0"/>
      </w:pPr>
      <w:r w:rsidRPr="007A0ACC">
        <w:rPr>
          <w:rtl/>
        </w:rPr>
        <w:t>4%</w:t>
      </w:r>
      <w:r w:rsidR="00101C67">
        <w:rPr>
          <w:rFonts w:hint="cs"/>
          <w:rtl/>
        </w:rPr>
        <w:t>-----------</w:t>
      </w:r>
      <w:r w:rsidR="00670DAA">
        <w:rPr>
          <w:rFonts w:hint="cs"/>
          <w:rtl/>
        </w:rPr>
        <w:t>--------------------------------------</w:t>
      </w:r>
      <w:r w:rsidR="00101C67">
        <w:rPr>
          <w:rFonts w:hint="cs"/>
          <w:rtl/>
        </w:rPr>
        <w:t>-----</w:t>
      </w:r>
      <w:r w:rsidRPr="007A0ACC">
        <w:rPr>
          <w:rtl/>
        </w:rPr>
        <w:t>99%</w:t>
      </w:r>
      <w:r w:rsidR="00101C67">
        <w:rPr>
          <w:rFonts w:hint="cs"/>
          <w:rtl/>
        </w:rPr>
        <w:t>-----------------</w:t>
      </w:r>
      <w:r w:rsidRPr="007A0ACC">
        <w:t>Western sahara</w:t>
      </w:r>
    </w:p>
    <w:p w:rsidR="009C4748" w:rsidRPr="007A0ACC" w:rsidRDefault="009C4748" w:rsidP="00670DAA">
      <w:pPr>
        <w:pStyle w:val="libNormal0"/>
      </w:pPr>
      <w:r w:rsidRPr="007A0ACC">
        <w:rPr>
          <w:rtl/>
        </w:rPr>
        <w:t>5%</w:t>
      </w:r>
      <w:r w:rsidR="00101C67">
        <w:rPr>
          <w:rFonts w:hint="cs"/>
          <w:rtl/>
        </w:rPr>
        <w:t>-------------</w:t>
      </w:r>
      <w:r w:rsidR="00670DAA">
        <w:rPr>
          <w:rFonts w:hint="cs"/>
          <w:rtl/>
        </w:rPr>
        <w:t>---------------------------------------</w:t>
      </w:r>
      <w:r w:rsidR="00101C67">
        <w:rPr>
          <w:rFonts w:hint="cs"/>
          <w:rtl/>
        </w:rPr>
        <w:t>---</w:t>
      </w:r>
      <w:r w:rsidRPr="007A0ACC">
        <w:rPr>
          <w:rtl/>
        </w:rPr>
        <w:t>99%</w:t>
      </w:r>
      <w:r w:rsidR="00101C67">
        <w:rPr>
          <w:rFonts w:hint="cs"/>
          <w:rtl/>
        </w:rPr>
        <w:t>----</w:t>
      </w:r>
      <w:r w:rsidR="00670DAA">
        <w:rPr>
          <w:rFonts w:hint="cs"/>
          <w:rtl/>
        </w:rPr>
        <w:t>-----</w:t>
      </w:r>
      <w:r w:rsidR="00101C67">
        <w:rPr>
          <w:rFonts w:hint="cs"/>
          <w:rtl/>
        </w:rPr>
        <w:t>--</w:t>
      </w:r>
      <w:r w:rsidR="00670DAA">
        <w:rPr>
          <w:rFonts w:hint="cs"/>
          <w:rtl/>
        </w:rPr>
        <w:t>--</w:t>
      </w:r>
      <w:r w:rsidR="00101C67">
        <w:rPr>
          <w:rFonts w:hint="cs"/>
          <w:rtl/>
        </w:rPr>
        <w:t>-------</w:t>
      </w:r>
      <w:r w:rsidRPr="007A0ACC">
        <w:t>Morocco</w:t>
      </w:r>
    </w:p>
    <w:p w:rsidR="009C4748" w:rsidRPr="007A0ACC" w:rsidRDefault="009C4748" w:rsidP="00670DAA">
      <w:pPr>
        <w:pStyle w:val="libNormal0"/>
      </w:pPr>
      <w:r w:rsidRPr="007A0ACC">
        <w:rPr>
          <w:rtl/>
        </w:rPr>
        <w:t>4%</w:t>
      </w:r>
      <w:r w:rsidR="00101C67">
        <w:rPr>
          <w:rFonts w:hint="cs"/>
          <w:rtl/>
        </w:rPr>
        <w:t>---------</w:t>
      </w:r>
      <w:r w:rsidR="00670DAA">
        <w:rPr>
          <w:rFonts w:hint="cs"/>
          <w:rtl/>
        </w:rPr>
        <w:t>-------------------------------------------</w:t>
      </w:r>
      <w:r w:rsidR="00101C67">
        <w:rPr>
          <w:rFonts w:hint="cs"/>
          <w:rtl/>
        </w:rPr>
        <w:t>-----</w:t>
      </w:r>
      <w:r w:rsidRPr="007A0ACC">
        <w:rPr>
          <w:rtl/>
        </w:rPr>
        <w:t>73%</w:t>
      </w:r>
      <w:r w:rsidR="00101C67">
        <w:rPr>
          <w:rFonts w:hint="cs"/>
          <w:rtl/>
        </w:rPr>
        <w:t>--------</w:t>
      </w:r>
      <w:r w:rsidR="00670DAA">
        <w:rPr>
          <w:rFonts w:hint="cs"/>
          <w:rtl/>
        </w:rPr>
        <w:t>--</w:t>
      </w:r>
      <w:r w:rsidR="00101C67">
        <w:rPr>
          <w:rFonts w:hint="cs"/>
          <w:rtl/>
        </w:rPr>
        <w:t>-</w:t>
      </w:r>
      <w:r w:rsidR="00670DAA">
        <w:rPr>
          <w:rFonts w:hint="cs"/>
          <w:rtl/>
        </w:rPr>
        <w:t>-</w:t>
      </w:r>
      <w:r w:rsidR="00101C67">
        <w:rPr>
          <w:rFonts w:hint="cs"/>
          <w:rtl/>
        </w:rPr>
        <w:t>---</w:t>
      </w:r>
      <w:r w:rsidR="00670DAA">
        <w:rPr>
          <w:rFonts w:hint="cs"/>
          <w:rtl/>
        </w:rPr>
        <w:t>-</w:t>
      </w:r>
      <w:r w:rsidR="00101C67">
        <w:rPr>
          <w:rFonts w:hint="cs"/>
          <w:rtl/>
        </w:rPr>
        <w:t>----</w:t>
      </w:r>
      <w:r w:rsidRPr="007A0ACC">
        <w:t>Sudan</w:t>
      </w:r>
    </w:p>
    <w:p w:rsidR="009C4748" w:rsidRPr="007A0ACC" w:rsidRDefault="009C4748" w:rsidP="00670DAA">
      <w:pPr>
        <w:pStyle w:val="libNormal0"/>
      </w:pPr>
      <w:r w:rsidRPr="007A0ACC">
        <w:rPr>
          <w:rtl/>
        </w:rPr>
        <w:t>4%</w:t>
      </w:r>
      <w:r w:rsidR="00101C67">
        <w:rPr>
          <w:rFonts w:hint="cs"/>
          <w:rtl/>
        </w:rPr>
        <w:t>----------</w:t>
      </w:r>
      <w:r w:rsidR="00670DAA">
        <w:rPr>
          <w:rFonts w:hint="cs"/>
          <w:rtl/>
        </w:rPr>
        <w:t>--------------------------------------------</w:t>
      </w:r>
      <w:r w:rsidR="00101C67">
        <w:rPr>
          <w:rFonts w:hint="cs"/>
          <w:rtl/>
        </w:rPr>
        <w:t>---</w:t>
      </w:r>
      <w:r w:rsidRPr="007A0ACC">
        <w:rPr>
          <w:rtl/>
        </w:rPr>
        <w:t>61%</w:t>
      </w:r>
      <w:r w:rsidR="00101C67">
        <w:rPr>
          <w:rFonts w:hint="cs"/>
          <w:rtl/>
        </w:rPr>
        <w:t>----</w:t>
      </w:r>
      <w:r w:rsidR="00670DAA">
        <w:rPr>
          <w:rFonts w:hint="cs"/>
          <w:rtl/>
        </w:rPr>
        <w:t>--</w:t>
      </w:r>
      <w:r w:rsidR="00101C67">
        <w:rPr>
          <w:rFonts w:hint="cs"/>
          <w:rtl/>
        </w:rPr>
        <w:t>------</w:t>
      </w:r>
      <w:r w:rsidR="00670DAA">
        <w:rPr>
          <w:rFonts w:hint="cs"/>
          <w:rtl/>
        </w:rPr>
        <w:t>--</w:t>
      </w:r>
      <w:r w:rsidR="00101C67">
        <w:rPr>
          <w:rFonts w:hint="cs"/>
          <w:rtl/>
        </w:rPr>
        <w:t>----</w:t>
      </w:r>
      <w:r w:rsidRPr="007A0ACC">
        <w:t>Malaysia</w:t>
      </w:r>
    </w:p>
    <w:p w:rsidR="009C4748" w:rsidRPr="007A0ACC" w:rsidRDefault="009C4748" w:rsidP="00670DAA">
      <w:pPr>
        <w:pStyle w:val="libNormal0"/>
      </w:pPr>
      <w:r w:rsidRPr="007A0ACC">
        <w:rPr>
          <w:rtl/>
        </w:rPr>
        <w:t>4%</w:t>
      </w:r>
      <w:r w:rsidR="00101C67">
        <w:rPr>
          <w:rFonts w:hint="cs"/>
          <w:rtl/>
        </w:rPr>
        <w:t>----------</w:t>
      </w:r>
      <w:r w:rsidR="00670DAA">
        <w:rPr>
          <w:rFonts w:hint="cs"/>
          <w:rtl/>
        </w:rPr>
        <w:t>------------------------------------------</w:t>
      </w:r>
      <w:r w:rsidR="00101C67">
        <w:rPr>
          <w:rFonts w:hint="cs"/>
          <w:rtl/>
        </w:rPr>
        <w:t>------</w:t>
      </w:r>
      <w:r w:rsidRPr="007A0ACC">
        <w:rPr>
          <w:rtl/>
        </w:rPr>
        <w:t>99%</w:t>
      </w:r>
      <w:r w:rsidR="00101C67">
        <w:rPr>
          <w:rFonts w:hint="cs"/>
          <w:rtl/>
        </w:rPr>
        <w:t>---------</w:t>
      </w:r>
      <w:r w:rsidR="00670DAA">
        <w:rPr>
          <w:rFonts w:hint="cs"/>
          <w:rtl/>
        </w:rPr>
        <w:t>-----</w:t>
      </w:r>
      <w:r w:rsidR="00101C67">
        <w:rPr>
          <w:rFonts w:hint="cs"/>
          <w:rtl/>
        </w:rPr>
        <w:t>----</w:t>
      </w:r>
      <w:r w:rsidRPr="007A0ACC">
        <w:t>Tunisia</w:t>
      </w:r>
    </w:p>
    <w:p w:rsidR="009C4748" w:rsidRPr="007A0ACC" w:rsidRDefault="009C4748" w:rsidP="00670DAA">
      <w:pPr>
        <w:pStyle w:val="libNormal0"/>
      </w:pPr>
      <w:r w:rsidRPr="007A0ACC">
        <w:rPr>
          <w:rtl/>
        </w:rPr>
        <w:t>4%</w:t>
      </w:r>
      <w:r w:rsidR="00101C67">
        <w:rPr>
          <w:rFonts w:hint="cs"/>
          <w:rtl/>
        </w:rPr>
        <w:t>-----------</w:t>
      </w:r>
      <w:r w:rsidR="00670DAA">
        <w:rPr>
          <w:rFonts w:hint="cs"/>
          <w:rtl/>
        </w:rPr>
        <w:t>-------------------------------------------</w:t>
      </w:r>
      <w:r w:rsidR="00101C67">
        <w:rPr>
          <w:rFonts w:hint="cs"/>
          <w:rtl/>
        </w:rPr>
        <w:t>-----</w:t>
      </w:r>
      <w:r w:rsidRPr="007A0ACC">
        <w:rPr>
          <w:rtl/>
        </w:rPr>
        <w:t>94%</w:t>
      </w:r>
      <w:r w:rsidR="00101C67">
        <w:rPr>
          <w:rFonts w:hint="cs"/>
          <w:rtl/>
        </w:rPr>
        <w:t>-----</w:t>
      </w:r>
      <w:r w:rsidR="00670DAA">
        <w:rPr>
          <w:rFonts w:hint="cs"/>
          <w:rtl/>
        </w:rPr>
        <w:t>---</w:t>
      </w:r>
      <w:r w:rsidR="00101C67">
        <w:rPr>
          <w:rFonts w:hint="cs"/>
          <w:rtl/>
        </w:rPr>
        <w:t>----</w:t>
      </w:r>
      <w:r w:rsidR="00670DAA">
        <w:rPr>
          <w:rFonts w:hint="cs"/>
          <w:rtl/>
        </w:rPr>
        <w:t>-</w:t>
      </w:r>
      <w:r w:rsidR="00101C67">
        <w:rPr>
          <w:rFonts w:hint="cs"/>
          <w:rtl/>
        </w:rPr>
        <w:t>----</w:t>
      </w:r>
      <w:r w:rsidRPr="007A0ACC">
        <w:t>Jorden</w:t>
      </w:r>
    </w:p>
    <w:p w:rsidR="009C4748" w:rsidRPr="007A0ACC" w:rsidRDefault="009C4748" w:rsidP="00670DAA">
      <w:pPr>
        <w:pStyle w:val="libNormal0"/>
      </w:pPr>
      <w:r w:rsidRPr="007A0ACC">
        <w:rPr>
          <w:rtl/>
        </w:rPr>
        <w:t>4%</w:t>
      </w:r>
      <w:r w:rsidR="00101C67">
        <w:rPr>
          <w:rFonts w:hint="cs"/>
          <w:rtl/>
        </w:rPr>
        <w:t>------------</w:t>
      </w:r>
      <w:r w:rsidR="00670DAA">
        <w:rPr>
          <w:rFonts w:hint="cs"/>
          <w:rtl/>
        </w:rPr>
        <w:t>---------------------------------------------</w:t>
      </w:r>
      <w:r w:rsidR="00101C67">
        <w:rPr>
          <w:rFonts w:hint="cs"/>
          <w:rtl/>
        </w:rPr>
        <w:t>----</w:t>
      </w:r>
      <w:r w:rsidRPr="007A0ACC">
        <w:rPr>
          <w:rtl/>
        </w:rPr>
        <w:t>95%</w:t>
      </w:r>
      <w:r w:rsidR="00101C67">
        <w:rPr>
          <w:rFonts w:hint="cs"/>
          <w:rtl/>
        </w:rPr>
        <w:t>------</w:t>
      </w:r>
      <w:r w:rsidR="00670DAA">
        <w:rPr>
          <w:rFonts w:hint="cs"/>
          <w:rtl/>
        </w:rPr>
        <w:t>-</w:t>
      </w:r>
      <w:r w:rsidR="00101C67">
        <w:rPr>
          <w:rFonts w:hint="cs"/>
          <w:rtl/>
        </w:rPr>
        <w:t>--------</w:t>
      </w:r>
      <w:r w:rsidRPr="007A0ACC">
        <w:t>Gambia</w:t>
      </w:r>
    </w:p>
    <w:p w:rsidR="009C4748" w:rsidRPr="007A0ACC" w:rsidRDefault="009C4748" w:rsidP="00670DAA">
      <w:pPr>
        <w:pStyle w:val="libNormal0"/>
      </w:pPr>
      <w:r w:rsidRPr="007A0ACC">
        <w:rPr>
          <w:rtl/>
        </w:rPr>
        <w:t>4%</w:t>
      </w:r>
      <w:r w:rsidR="00101C67">
        <w:rPr>
          <w:rFonts w:hint="cs"/>
          <w:rtl/>
        </w:rPr>
        <w:t>----------------</w:t>
      </w:r>
      <w:r w:rsidR="00670DAA">
        <w:rPr>
          <w:rFonts w:hint="cs"/>
          <w:rtl/>
        </w:rPr>
        <w:t>-------------------------------------------</w:t>
      </w:r>
      <w:r w:rsidR="00101C67">
        <w:rPr>
          <w:rFonts w:hint="cs"/>
          <w:rtl/>
        </w:rPr>
        <w:t>---</w:t>
      </w:r>
      <w:r w:rsidRPr="007A0ACC">
        <w:rPr>
          <w:rtl/>
        </w:rPr>
        <w:t>44%</w:t>
      </w:r>
      <w:r w:rsidR="00101C67">
        <w:rPr>
          <w:rFonts w:hint="cs"/>
          <w:rtl/>
        </w:rPr>
        <w:t>--------------</w:t>
      </w:r>
      <w:r w:rsidRPr="007A0ACC">
        <w:t>Israel</w:t>
      </w:r>
    </w:p>
    <w:p w:rsidR="009C4748" w:rsidRPr="007A0ACC" w:rsidRDefault="009C4748" w:rsidP="00670DAA">
      <w:pPr>
        <w:pStyle w:val="libNormal0"/>
      </w:pPr>
      <w:r w:rsidRPr="007A0ACC">
        <w:rPr>
          <w:rtl/>
        </w:rPr>
        <w:t>5%</w:t>
      </w:r>
      <w:r w:rsidR="00101C67">
        <w:rPr>
          <w:rFonts w:hint="cs"/>
          <w:rtl/>
        </w:rPr>
        <w:t>--------</w:t>
      </w:r>
      <w:r w:rsidR="00670DAA">
        <w:rPr>
          <w:rFonts w:hint="cs"/>
          <w:rtl/>
        </w:rPr>
        <w:t>----------------------------------------------------</w:t>
      </w:r>
      <w:r w:rsidR="00101C67">
        <w:rPr>
          <w:rFonts w:hint="cs"/>
          <w:rtl/>
        </w:rPr>
        <w:t>-----</w:t>
      </w:r>
      <w:r w:rsidRPr="007A0ACC">
        <w:rPr>
          <w:rtl/>
        </w:rPr>
        <w:t>94%</w:t>
      </w:r>
      <w:r w:rsidR="00101C67">
        <w:rPr>
          <w:rFonts w:hint="cs"/>
          <w:rtl/>
        </w:rPr>
        <w:t>-------------</w:t>
      </w:r>
      <w:r w:rsidRPr="007A0ACC">
        <w:t>Egypt</w:t>
      </w:r>
    </w:p>
    <w:p w:rsidR="009C4748" w:rsidRPr="007A0ACC" w:rsidRDefault="009C4748" w:rsidP="00670DAA">
      <w:pPr>
        <w:pStyle w:val="libNormal0"/>
      </w:pPr>
      <w:r w:rsidRPr="007A0ACC">
        <w:rPr>
          <w:rtl/>
        </w:rPr>
        <w:t>4%</w:t>
      </w:r>
      <w:r w:rsidR="00101C67">
        <w:rPr>
          <w:rFonts w:hint="cs"/>
          <w:rtl/>
        </w:rPr>
        <w:t>---------</w:t>
      </w:r>
      <w:r w:rsidR="00670DAA">
        <w:rPr>
          <w:rFonts w:hint="cs"/>
          <w:rtl/>
        </w:rPr>
        <w:t>------------------------------------------------</w:t>
      </w:r>
      <w:r w:rsidR="00101C67">
        <w:rPr>
          <w:rFonts w:hint="cs"/>
          <w:rtl/>
        </w:rPr>
        <w:t>-----</w:t>
      </w:r>
      <w:r w:rsidRPr="007A0ACC">
        <w:rPr>
          <w:rtl/>
        </w:rPr>
        <w:t>32.5%</w:t>
      </w:r>
      <w:r w:rsidR="00101C67">
        <w:rPr>
          <w:rFonts w:hint="cs"/>
          <w:rtl/>
        </w:rPr>
        <w:t>---------------</w:t>
      </w:r>
      <w:r w:rsidRPr="007A0ACC">
        <w:t>Ethopia</w:t>
      </w:r>
    </w:p>
    <w:p w:rsidR="009036B2" w:rsidRDefault="009C4748" w:rsidP="009036B2">
      <w:pPr>
        <w:pStyle w:val="libNormal0"/>
      </w:pPr>
      <w:r w:rsidRPr="007A0ACC">
        <w:rPr>
          <w:rtl/>
        </w:rPr>
        <w:t>4%</w:t>
      </w:r>
      <w:r w:rsidR="00101C67">
        <w:rPr>
          <w:rFonts w:hint="cs"/>
          <w:rtl/>
        </w:rPr>
        <w:t>----------</w:t>
      </w:r>
      <w:r w:rsidR="009036B2">
        <w:rPr>
          <w:rFonts w:hint="cs"/>
          <w:rtl/>
          <w:lang w:bidi="ur-PK"/>
        </w:rPr>
        <w:t>------------------------------------------------</w:t>
      </w:r>
      <w:r w:rsidR="00101C67">
        <w:rPr>
          <w:rFonts w:hint="cs"/>
          <w:rtl/>
        </w:rPr>
        <w:t>--</w:t>
      </w:r>
      <w:r w:rsidR="009036B2">
        <w:rPr>
          <w:rFonts w:hint="cs"/>
          <w:rtl/>
        </w:rPr>
        <w:t>--</w:t>
      </w:r>
      <w:r w:rsidR="00101C67">
        <w:rPr>
          <w:rFonts w:hint="cs"/>
          <w:rtl/>
        </w:rPr>
        <w:t>--</w:t>
      </w:r>
      <w:r w:rsidRPr="007A0ACC">
        <w:rPr>
          <w:rtl/>
        </w:rPr>
        <w:t>99%</w:t>
      </w:r>
      <w:r w:rsidR="00101C67">
        <w:rPr>
          <w:rFonts w:hint="cs"/>
          <w:rtl/>
        </w:rPr>
        <w:t>----</w:t>
      </w:r>
      <w:r w:rsidR="009036B2">
        <w:rPr>
          <w:rFonts w:hint="cs"/>
          <w:rtl/>
        </w:rPr>
        <w:t>--</w:t>
      </w:r>
      <w:r w:rsidR="00101C67">
        <w:rPr>
          <w:rFonts w:hint="cs"/>
          <w:rtl/>
        </w:rPr>
        <w:t>---------</w:t>
      </w:r>
      <w:r w:rsidRPr="007A0ACC">
        <w:t>Somalia</w:t>
      </w:r>
    </w:p>
    <w:p w:rsidR="009036B2" w:rsidRDefault="009036B2" w:rsidP="00A54383">
      <w:pPr>
        <w:pStyle w:val="libPoemTini"/>
      </w:pPr>
      <w:r>
        <w:br w:type="page"/>
      </w:r>
    </w:p>
    <w:p w:rsidR="009C4748" w:rsidRPr="007A0ACC" w:rsidRDefault="009C4748" w:rsidP="009036B2">
      <w:pPr>
        <w:pStyle w:val="libNormal0"/>
      </w:pPr>
    </w:p>
    <w:p w:rsidR="009C4748" w:rsidRPr="007A0ACC" w:rsidRDefault="009C4748" w:rsidP="009036B2">
      <w:pPr>
        <w:pStyle w:val="libNormal0"/>
      </w:pPr>
      <w:r w:rsidRPr="007A0ACC">
        <w:rPr>
          <w:rtl/>
        </w:rPr>
        <w:t>5%</w:t>
      </w:r>
      <w:r w:rsidR="00101C67">
        <w:rPr>
          <w:rFonts w:hint="cs"/>
          <w:rtl/>
        </w:rPr>
        <w:t>--------</w:t>
      </w:r>
      <w:r w:rsidR="009036B2">
        <w:rPr>
          <w:rFonts w:hint="cs"/>
          <w:rtl/>
        </w:rPr>
        <w:t>------------------------------------------------------</w:t>
      </w:r>
      <w:r w:rsidR="00101C67">
        <w:rPr>
          <w:rFonts w:hint="cs"/>
          <w:rtl/>
        </w:rPr>
        <w:t>----</w:t>
      </w:r>
      <w:r w:rsidRPr="007A0ACC">
        <w:rPr>
          <w:rtl/>
        </w:rPr>
        <w:t>97%</w:t>
      </w:r>
      <w:r w:rsidR="00101C67">
        <w:rPr>
          <w:rFonts w:hint="cs"/>
          <w:rtl/>
        </w:rPr>
        <w:t>-------</w:t>
      </w:r>
      <w:r w:rsidR="009036B2">
        <w:rPr>
          <w:rFonts w:hint="cs"/>
          <w:rtl/>
        </w:rPr>
        <w:t>----</w:t>
      </w:r>
      <w:r w:rsidR="00101C67">
        <w:rPr>
          <w:rFonts w:hint="cs"/>
          <w:rtl/>
        </w:rPr>
        <w:t>--</w:t>
      </w:r>
      <w:r w:rsidR="009036B2">
        <w:rPr>
          <w:rFonts w:hint="cs"/>
          <w:rtl/>
        </w:rPr>
        <w:t>--</w:t>
      </w:r>
      <w:r w:rsidRPr="007A0ACC">
        <w:t>Libya</w:t>
      </w:r>
    </w:p>
    <w:p w:rsidR="009C4748" w:rsidRPr="007A0ACC" w:rsidRDefault="009C4748" w:rsidP="009036B2">
      <w:pPr>
        <w:pStyle w:val="libNormal0"/>
      </w:pPr>
      <w:r w:rsidRPr="007A0ACC">
        <w:rPr>
          <w:rtl/>
        </w:rPr>
        <w:t>3%</w:t>
      </w:r>
      <w:r w:rsidR="00101C67">
        <w:rPr>
          <w:rFonts w:hint="cs"/>
          <w:rtl/>
        </w:rPr>
        <w:t>--------</w:t>
      </w:r>
      <w:r w:rsidR="009036B2">
        <w:rPr>
          <w:rFonts w:hint="cs"/>
          <w:rtl/>
        </w:rPr>
        <w:t>----------------------------------------------</w:t>
      </w:r>
      <w:r w:rsidR="00101C67">
        <w:rPr>
          <w:rFonts w:hint="cs"/>
          <w:rtl/>
        </w:rPr>
        <w:t>------</w:t>
      </w:r>
      <w:r w:rsidRPr="007A0ACC">
        <w:rPr>
          <w:rtl/>
        </w:rPr>
        <w:t>99%</w:t>
      </w:r>
      <w:r w:rsidR="00101C67">
        <w:rPr>
          <w:rFonts w:hint="cs"/>
          <w:rtl/>
        </w:rPr>
        <w:t>--------------</w:t>
      </w:r>
      <w:r w:rsidRPr="007A0ACC">
        <w:t>Mauritania</w:t>
      </w:r>
    </w:p>
    <w:p w:rsidR="009C4748" w:rsidRPr="007A0ACC" w:rsidRDefault="009C4748" w:rsidP="009036B2">
      <w:pPr>
        <w:pStyle w:val="libNormal0"/>
      </w:pPr>
      <w:r w:rsidRPr="007A0ACC">
        <w:rPr>
          <w:rtl/>
        </w:rPr>
        <w:t>3%</w:t>
      </w:r>
      <w:r w:rsidR="00101C67">
        <w:rPr>
          <w:rFonts w:hint="cs"/>
          <w:rtl/>
        </w:rPr>
        <w:t>-------</w:t>
      </w:r>
      <w:r w:rsidR="009036B2">
        <w:rPr>
          <w:rFonts w:hint="cs"/>
          <w:rtl/>
        </w:rPr>
        <w:t>-----------------------------------------------</w:t>
      </w:r>
      <w:r w:rsidR="00101C67">
        <w:rPr>
          <w:rFonts w:hint="cs"/>
          <w:rtl/>
        </w:rPr>
        <w:t>-------</w:t>
      </w:r>
      <w:r w:rsidRPr="007A0ACC">
        <w:rPr>
          <w:rtl/>
        </w:rPr>
        <w:t>50%</w:t>
      </w:r>
      <w:r w:rsidR="00101C67">
        <w:rPr>
          <w:rFonts w:hint="cs"/>
          <w:rtl/>
        </w:rPr>
        <w:t>----------------</w:t>
      </w:r>
      <w:r w:rsidRPr="007A0ACC">
        <w:t>Entrea</w:t>
      </w:r>
    </w:p>
    <w:p w:rsidR="009C4748" w:rsidRPr="007A0ACC" w:rsidRDefault="009C4748" w:rsidP="009036B2">
      <w:pPr>
        <w:pStyle w:val="libNormal0"/>
      </w:pPr>
      <w:r w:rsidRPr="007A0ACC">
        <w:rPr>
          <w:rtl/>
        </w:rPr>
        <w:t>3%</w:t>
      </w:r>
      <w:r w:rsidR="00101C67">
        <w:rPr>
          <w:rFonts w:hint="cs"/>
          <w:rtl/>
        </w:rPr>
        <w:t>-----------</w:t>
      </w:r>
      <w:r w:rsidR="009036B2">
        <w:rPr>
          <w:rFonts w:hint="cs"/>
          <w:rtl/>
        </w:rPr>
        <w:t>-------------------------------------------</w:t>
      </w:r>
      <w:r w:rsidR="00101C67">
        <w:rPr>
          <w:rFonts w:hint="cs"/>
          <w:rtl/>
        </w:rPr>
        <w:t>-------</w:t>
      </w:r>
      <w:r w:rsidRPr="007A0ACC">
        <w:rPr>
          <w:rtl/>
        </w:rPr>
        <w:t>94%</w:t>
      </w:r>
      <w:r w:rsidR="00101C67">
        <w:rPr>
          <w:rFonts w:hint="cs"/>
          <w:rtl/>
        </w:rPr>
        <w:t>---------------</w:t>
      </w:r>
      <w:r w:rsidRPr="007A0ACC">
        <w:t>Djibouti</w:t>
      </w:r>
    </w:p>
    <w:p w:rsidR="009C4748" w:rsidRPr="007A0ACC" w:rsidRDefault="009C4748" w:rsidP="009036B2">
      <w:pPr>
        <w:pStyle w:val="libNormal0"/>
      </w:pPr>
      <w:r w:rsidRPr="007A0ACC">
        <w:rPr>
          <w:rtl/>
        </w:rPr>
        <w:t>2%</w:t>
      </w:r>
      <w:r w:rsidR="00101C67">
        <w:rPr>
          <w:rFonts w:hint="cs"/>
          <w:rtl/>
        </w:rPr>
        <w:t>--------</w:t>
      </w:r>
      <w:r w:rsidR="009036B2">
        <w:rPr>
          <w:rFonts w:hint="cs"/>
          <w:rtl/>
        </w:rPr>
        <w:t>--------------------------------------------</w:t>
      </w:r>
      <w:r w:rsidR="00101C67">
        <w:rPr>
          <w:rFonts w:hint="cs"/>
          <w:rtl/>
        </w:rPr>
        <w:t>-------</w:t>
      </w:r>
      <w:r w:rsidRPr="007A0ACC">
        <w:rPr>
          <w:rtl/>
        </w:rPr>
        <w:t>98%</w:t>
      </w:r>
      <w:r w:rsidR="00101C67">
        <w:rPr>
          <w:rFonts w:hint="cs"/>
          <w:rtl/>
        </w:rPr>
        <w:t>---------------</w:t>
      </w:r>
      <w:r w:rsidRPr="007A0ACC">
        <w:t>comoros</w:t>
      </w:r>
    </w:p>
    <w:p w:rsidR="009C4748" w:rsidRPr="007A0ACC" w:rsidRDefault="009C4748" w:rsidP="009036B2">
      <w:pPr>
        <w:pStyle w:val="libNormal0"/>
      </w:pPr>
      <w:r w:rsidRPr="007A0ACC">
        <w:rPr>
          <w:rtl/>
        </w:rPr>
        <w:t>2%</w:t>
      </w:r>
      <w:r w:rsidR="00101C67">
        <w:rPr>
          <w:rFonts w:hint="cs"/>
          <w:rtl/>
        </w:rPr>
        <w:t>---------</w:t>
      </w:r>
      <w:r w:rsidR="009036B2">
        <w:rPr>
          <w:rFonts w:hint="cs"/>
          <w:rtl/>
        </w:rPr>
        <w:t>----------------------------------------</w:t>
      </w:r>
      <w:r w:rsidR="00101C67">
        <w:rPr>
          <w:rFonts w:hint="cs"/>
          <w:rtl/>
        </w:rPr>
        <w:t>-------</w:t>
      </w:r>
      <w:r w:rsidRPr="007A0ACC">
        <w:rPr>
          <w:rtl/>
        </w:rPr>
        <w:t>32%</w:t>
      </w:r>
      <w:r w:rsidR="00101C67">
        <w:rPr>
          <w:rFonts w:hint="cs"/>
          <w:rtl/>
        </w:rPr>
        <w:t>--------------</w:t>
      </w:r>
      <w:r w:rsidRPr="007A0ACC">
        <w:t>Macedonia</w:t>
      </w:r>
    </w:p>
    <w:p w:rsidR="009C4748" w:rsidRPr="0096544D" w:rsidRDefault="0096544D" w:rsidP="007317F7">
      <w:pPr>
        <w:pStyle w:val="libNormal"/>
        <w:rPr>
          <w:rtl/>
        </w:rPr>
      </w:pPr>
      <w:r>
        <w:rPr>
          <w:rtl/>
        </w:rPr>
        <w:br w:type="page"/>
      </w:r>
    </w:p>
    <w:p w:rsidR="009C4748" w:rsidRPr="007A0ACC" w:rsidRDefault="009C4748" w:rsidP="00335727">
      <w:pPr>
        <w:pStyle w:val="Heading2Center"/>
        <w:rPr>
          <w:rtl/>
        </w:rPr>
      </w:pPr>
      <w:bookmarkStart w:id="46" w:name="_Toc447620034"/>
      <w:r w:rsidRPr="007A0ACC">
        <w:rPr>
          <w:rFonts w:hint="eastAsia"/>
          <w:rtl/>
        </w:rPr>
        <w:lastRenderedPageBreak/>
        <w:t>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</w:t>
      </w:r>
      <w:r w:rsidRPr="007A0ACC">
        <w:rPr>
          <w:rtl/>
        </w:rPr>
        <w:t xml:space="preserve"> سائٹس:ش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مذہب کے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جانکار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ان و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ب</w:t>
      </w:r>
      <w:r w:rsidRPr="007A0ACC">
        <w:rPr>
          <w:rtl/>
        </w:rPr>
        <w:t xml:space="preserve"> سائٹس پر دست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اب</w:t>
      </w:r>
      <w:r w:rsidRPr="007A0ACC">
        <w:rPr>
          <w:rtl/>
        </w:rPr>
        <w:t xml:space="preserve"> ہے۔</w:t>
      </w:r>
      <w:bookmarkEnd w:id="46"/>
    </w:p>
    <w:p w:rsidR="009C4748" w:rsidRPr="007A0ACC" w:rsidRDefault="009C4748" w:rsidP="009C4748">
      <w:pPr>
        <w:pStyle w:val="libNormal0"/>
      </w:pPr>
      <w:r w:rsidRPr="007A0ACC">
        <w:rPr>
          <w:rtl/>
        </w:rPr>
        <w:t>1.</w:t>
      </w:r>
      <w:r w:rsidRPr="007A0ACC">
        <w:t>shiamultimedia.com</w:t>
      </w:r>
    </w:p>
    <w:p w:rsidR="009C4748" w:rsidRPr="007A0ACC" w:rsidRDefault="009C4748" w:rsidP="009C4748">
      <w:pPr>
        <w:pStyle w:val="libNormal0"/>
      </w:pPr>
      <w:r w:rsidRPr="007A0ACC">
        <w:rPr>
          <w:rtl/>
        </w:rPr>
        <w:t>2.</w:t>
      </w:r>
      <w:r w:rsidRPr="007A0ACC">
        <w:t>www.shia,org</w:t>
      </w:r>
      <w:r w:rsidRPr="007A0ACC">
        <w:rPr>
          <w:rtl/>
        </w:rPr>
        <w:t xml:space="preserve">    </w:t>
      </w:r>
    </w:p>
    <w:p w:rsidR="009C4748" w:rsidRPr="007A0ACC" w:rsidRDefault="009C4748" w:rsidP="009C4748">
      <w:pPr>
        <w:pStyle w:val="libNormal0"/>
      </w:pPr>
      <w:r w:rsidRPr="007A0ACC">
        <w:rPr>
          <w:rtl/>
        </w:rPr>
        <w:t>3.</w:t>
      </w:r>
      <w:r w:rsidRPr="007A0ACC">
        <w:t>www. alislam.org</w:t>
      </w:r>
      <w:r w:rsidRPr="007A0ACC">
        <w:rPr>
          <w:rtl/>
        </w:rPr>
        <w:t xml:space="preserve">  </w:t>
      </w:r>
    </w:p>
    <w:p w:rsidR="009C4748" w:rsidRPr="007A0ACC" w:rsidRDefault="009C4748" w:rsidP="009C4748">
      <w:pPr>
        <w:pStyle w:val="libNormal0"/>
      </w:pPr>
      <w:r w:rsidRPr="007A0ACC">
        <w:rPr>
          <w:rtl/>
        </w:rPr>
        <w:t>4.</w:t>
      </w:r>
      <w:r w:rsidRPr="007A0ACC">
        <w:t>www.ahl-ul-bayt.org</w:t>
      </w:r>
      <w:r w:rsidRPr="007A0ACC">
        <w:rPr>
          <w:rtl/>
        </w:rPr>
        <w:t xml:space="preserve"> </w:t>
      </w:r>
    </w:p>
    <w:p w:rsidR="009C4748" w:rsidRPr="007A0ACC" w:rsidRDefault="009C4748" w:rsidP="009C4748">
      <w:pPr>
        <w:pStyle w:val="libNormal0"/>
      </w:pPr>
      <w:r w:rsidRPr="007A0ACC">
        <w:rPr>
          <w:rtl/>
        </w:rPr>
        <w:t>5.</w:t>
      </w:r>
      <w:r w:rsidRPr="007A0ACC">
        <w:t>www.sadqeen.com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Fonts w:hint="eastAsia"/>
          <w:rtl/>
        </w:rPr>
        <w:t>اس</w:t>
      </w:r>
      <w:r w:rsidRPr="007A0ACC">
        <w:rPr>
          <w:rtl/>
        </w:rPr>
        <w:t xml:space="preserve"> وقت کے مراجع کرام کے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ڈرس</w:t>
      </w:r>
      <w:r w:rsidRPr="007A0ACC">
        <w:rPr>
          <w:rtl/>
        </w:rPr>
        <w:t>:  اجتہاد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علم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برکت سے کس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دن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مسئلہ کے بارے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مندرجہ ذ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tl/>
        </w:rPr>
        <w:t xml:space="preserve"> فقہاء سے رابتہ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جا سکتا ہے۔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Fonts w:hint="eastAsia"/>
          <w:rtl/>
        </w:rPr>
        <w:t>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اللہ  اعظم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ستان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عراق </w:t>
      </w:r>
    </w:p>
    <w:p w:rsidR="009C4748" w:rsidRPr="007A0ACC" w:rsidRDefault="009C4748" w:rsidP="009C4748">
      <w:pPr>
        <w:pStyle w:val="libNormal0"/>
      </w:pPr>
      <w:r w:rsidRPr="007A0ACC">
        <w:t>www.sistani.org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اللہ  اعظم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خامنہ ا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ران</w:t>
      </w:r>
      <w:r w:rsidRPr="007A0ACC">
        <w:rPr>
          <w:rtl/>
        </w:rPr>
        <w:t xml:space="preserve"> </w:t>
      </w:r>
    </w:p>
    <w:p w:rsidR="009C4748" w:rsidRPr="007A0ACC" w:rsidRDefault="009C4748" w:rsidP="009C4748">
      <w:pPr>
        <w:pStyle w:val="libNormal0"/>
      </w:pPr>
      <w:r w:rsidRPr="007A0ACC">
        <w:t>www.leader.ir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Fonts w:hint="eastAsia"/>
          <w:rtl/>
        </w:rPr>
        <w:t>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اللہ ناصر مکارم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راز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ران</w:t>
      </w:r>
      <w:r w:rsidRPr="007A0ACC">
        <w:rPr>
          <w:rtl/>
        </w:rPr>
        <w:t xml:space="preserve">  </w:t>
      </w:r>
    </w:p>
    <w:p w:rsidR="009C4748" w:rsidRPr="007A0ACC" w:rsidRDefault="009C4748" w:rsidP="009C4748">
      <w:pPr>
        <w:pStyle w:val="libNormal0"/>
      </w:pPr>
      <w:r w:rsidRPr="007A0ACC">
        <w:t>www.makarem.ir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Fonts w:hint="eastAsia"/>
          <w:rtl/>
        </w:rPr>
        <w:t>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اللہ 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محمد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طبا طبائ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عراق </w:t>
      </w:r>
    </w:p>
    <w:p w:rsidR="009C4748" w:rsidRPr="007A0ACC" w:rsidRDefault="009C4748" w:rsidP="009C4748">
      <w:pPr>
        <w:pStyle w:val="libNormal0"/>
      </w:pPr>
      <w:r w:rsidRPr="007A0ACC">
        <w:t>www.alhakeem.com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Fonts w:hint="eastAsia"/>
          <w:rtl/>
        </w:rPr>
        <w:t>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اللہ جعفر سبحان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ران</w:t>
      </w:r>
      <w:r w:rsidRPr="007A0ACC">
        <w:rPr>
          <w:rtl/>
        </w:rPr>
        <w:t xml:space="preserve"> </w:t>
      </w:r>
    </w:p>
    <w:p w:rsidR="009C4748" w:rsidRPr="007A0ACC" w:rsidRDefault="009C4748" w:rsidP="009C4748">
      <w:pPr>
        <w:pStyle w:val="libNormal0"/>
      </w:pPr>
      <w:r w:rsidRPr="007A0ACC">
        <w:t>www.hia.org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اللہ 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کاظم حا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عراق </w:t>
      </w:r>
    </w:p>
    <w:p w:rsidR="009C4748" w:rsidRPr="007A0ACC" w:rsidRDefault="009C4748" w:rsidP="009C4748">
      <w:pPr>
        <w:pStyle w:val="libNormal0"/>
      </w:pPr>
      <w:r w:rsidRPr="007A0ACC">
        <w:t>www.alhaeri.org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اللہ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بش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نجف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عراق </w:t>
      </w:r>
    </w:p>
    <w:p w:rsidR="009C4748" w:rsidRPr="007A0ACC" w:rsidRDefault="009C4748" w:rsidP="009C4748">
      <w:pPr>
        <w:pStyle w:val="libNormal0"/>
      </w:pPr>
      <w:r w:rsidRPr="007A0ACC">
        <w:t>www.alnajafy,com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Fonts w:hint="eastAsia"/>
          <w:rtl/>
        </w:rPr>
        <w:t>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اللہ 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محمد صادق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راز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عراق </w:t>
      </w:r>
    </w:p>
    <w:p w:rsidR="009C4748" w:rsidRPr="007A0ACC" w:rsidRDefault="009C4748" w:rsidP="009C4748">
      <w:pPr>
        <w:pStyle w:val="libNormal0"/>
      </w:pPr>
      <w:proofErr w:type="gramStart"/>
      <w:r w:rsidRPr="007A0ACC">
        <w:t>www,</w:t>
      </w:r>
      <w:proofErr w:type="gramEnd"/>
      <w:r w:rsidRPr="007A0ACC">
        <w:t>shirazi.ir</w:t>
      </w:r>
    </w:p>
    <w:p w:rsidR="0096544D" w:rsidRDefault="0096544D" w:rsidP="007317F7">
      <w:pPr>
        <w:pStyle w:val="libNormal"/>
        <w:rPr>
          <w:rtl/>
        </w:rPr>
      </w:pPr>
      <w:r>
        <w:rPr>
          <w:rtl/>
        </w:rPr>
        <w:lastRenderedPageBreak/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9C4748" w:rsidP="00335727">
      <w:pPr>
        <w:pStyle w:val="Heading2Center"/>
        <w:rPr>
          <w:rtl/>
        </w:rPr>
      </w:pPr>
      <w:bookmarkStart w:id="47" w:name="_Toc447620035"/>
      <w:r w:rsidRPr="007A0ACC">
        <w:rPr>
          <w:rFonts w:hint="eastAsia"/>
          <w:rtl/>
        </w:rPr>
        <w:t>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مذہب کو سمجھنے کے لئے کچھ کتاب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:</w:t>
      </w:r>
      <w:bookmarkEnd w:id="47"/>
    </w:p>
    <w:p w:rsidR="009C4748" w:rsidRPr="007A0ACC" w:rsidRDefault="009C4748" w:rsidP="00335727">
      <w:pPr>
        <w:pStyle w:val="libNormal0"/>
        <w:rPr>
          <w:rtl/>
          <w:lang w:bidi="ur-PK"/>
        </w:rPr>
      </w:pPr>
      <w:r w:rsidRPr="007A0ACC">
        <w:rPr>
          <w:rFonts w:hint="eastAsia"/>
          <w:rtl/>
        </w:rPr>
        <w:t>نام</w:t>
      </w:r>
      <w:r w:rsidRPr="007A0ACC">
        <w:rPr>
          <w:rtl/>
        </w:rPr>
        <w:t xml:space="preserve"> کتاب </w:t>
      </w:r>
      <w:r w:rsidR="00335727">
        <w:rPr>
          <w:rFonts w:hint="cs"/>
          <w:rtl/>
          <w:lang w:bidi="ur-PK"/>
        </w:rPr>
        <w:t>---------------------------------</w:t>
      </w:r>
      <w:r w:rsidRPr="007A0ACC">
        <w:rPr>
          <w:rFonts w:hint="eastAsia"/>
          <w:rtl/>
        </w:rPr>
        <w:t>نام</w:t>
      </w:r>
      <w:r w:rsidRPr="007A0ACC">
        <w:rPr>
          <w:rtl/>
        </w:rPr>
        <w:t xml:space="preserve"> مصنف </w:t>
      </w:r>
    </w:p>
    <w:p w:rsidR="009C4748" w:rsidRPr="007A0ACC" w:rsidRDefault="009C4748" w:rsidP="00335727">
      <w:pPr>
        <w:pStyle w:val="libNormal0"/>
        <w:rPr>
          <w:rtl/>
        </w:rPr>
      </w:pPr>
      <w:r w:rsidRPr="007A0ACC">
        <w:rPr>
          <w:rFonts w:hint="eastAsia"/>
          <w:rtl/>
        </w:rPr>
        <w:t>المراجعات</w:t>
      </w:r>
      <w:r w:rsidRPr="007A0ACC">
        <w:rPr>
          <w:rtl/>
        </w:rPr>
        <w:t xml:space="preserve"> (د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حق) </w:t>
      </w:r>
      <w:r w:rsidR="00335727">
        <w:rPr>
          <w:rFonts w:hint="cs"/>
          <w:rtl/>
        </w:rPr>
        <w:t>----------------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اللہ شرف الد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موسو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(لبنان)</w:t>
      </w:r>
    </w:p>
    <w:p w:rsidR="009C4748" w:rsidRPr="007A0ACC" w:rsidRDefault="009C4748" w:rsidP="00335727">
      <w:pPr>
        <w:pStyle w:val="libNormal0"/>
        <w:rPr>
          <w:rtl/>
        </w:rPr>
      </w:pPr>
      <w:r w:rsidRPr="007A0ACC">
        <w:rPr>
          <w:rFonts w:hint="eastAsia"/>
          <w:rtl/>
        </w:rPr>
        <w:t>مکتب</w:t>
      </w:r>
      <w:r w:rsidRPr="007A0ACC">
        <w:rPr>
          <w:rtl/>
        </w:rPr>
        <w:t xml:space="preserve"> خلافت و امامت  </w:t>
      </w:r>
      <w:r w:rsidR="00335727">
        <w:rPr>
          <w:rFonts w:hint="cs"/>
          <w:rtl/>
        </w:rPr>
        <w:t>-----------------------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اللہ مرتظ</w:t>
      </w:r>
      <w:r w:rsidRPr="007A0ACC">
        <w:rPr>
          <w:rFonts w:hint="cs"/>
          <w:rtl/>
        </w:rPr>
        <w:t>یٰ</w:t>
      </w:r>
      <w:r w:rsidRPr="007A0ACC">
        <w:rPr>
          <w:rtl/>
        </w:rPr>
        <w:t xml:space="preserve"> عسکر</w:t>
      </w:r>
      <w:r w:rsidRPr="007A0ACC">
        <w:rPr>
          <w:rFonts w:hint="cs"/>
          <w:rtl/>
        </w:rPr>
        <w:t>ی</w:t>
      </w:r>
      <w:r w:rsidRPr="007A0ACC">
        <w:rPr>
          <w:rtl/>
        </w:rPr>
        <w:t>(عراق)</w:t>
      </w:r>
    </w:p>
    <w:p w:rsidR="009C4748" w:rsidRPr="007A0ACC" w:rsidRDefault="009C4748" w:rsidP="00335727">
      <w:pPr>
        <w:pStyle w:val="libNormal0"/>
        <w:rPr>
          <w:rtl/>
        </w:rPr>
      </w:pPr>
      <w:r w:rsidRPr="007A0ACC">
        <w:rPr>
          <w:rFonts w:hint="eastAsia"/>
          <w:rtl/>
        </w:rPr>
        <w:t>عقائد</w:t>
      </w:r>
      <w:r w:rsidRPr="007A0ACC">
        <w:rPr>
          <w:rtl/>
        </w:rPr>
        <w:t xml:space="preserve"> امام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 </w:t>
      </w:r>
      <w:r w:rsidR="00335727">
        <w:rPr>
          <w:rFonts w:hint="cs"/>
          <w:rtl/>
        </w:rPr>
        <w:t>------------------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اللہ جعرسبحان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(ا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ران</w:t>
      </w:r>
      <w:r w:rsidRPr="007A0ACC">
        <w:rPr>
          <w:rtl/>
        </w:rPr>
        <w:t>)</w:t>
      </w:r>
    </w:p>
    <w:p w:rsidR="009C4748" w:rsidRPr="007A0ACC" w:rsidRDefault="009C4748" w:rsidP="00335727">
      <w:pPr>
        <w:pStyle w:val="libNormal0"/>
        <w:rPr>
          <w:rtl/>
        </w:rPr>
      </w:pPr>
      <w:r w:rsidRPr="007A0ACC">
        <w:rPr>
          <w:rtl/>
        </w:rPr>
        <w:t xml:space="preserve"> عقائد امام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</w:t>
      </w:r>
      <w:r w:rsidR="00335727">
        <w:rPr>
          <w:rFonts w:hint="cs"/>
          <w:rtl/>
        </w:rPr>
        <w:t>----------------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رضا مظفر (عراق)</w:t>
      </w:r>
    </w:p>
    <w:p w:rsidR="009C4748" w:rsidRPr="007A0ACC" w:rsidRDefault="009C4748" w:rsidP="00335727">
      <w:pPr>
        <w:pStyle w:val="libNormal0"/>
        <w:rPr>
          <w:rtl/>
        </w:rPr>
      </w:pPr>
      <w:r w:rsidRPr="007A0ACC">
        <w:rPr>
          <w:rFonts w:hint="eastAsia"/>
          <w:rtl/>
        </w:rPr>
        <w:t>اعتقادات</w:t>
      </w:r>
      <w:r w:rsidRPr="007A0ACC">
        <w:rPr>
          <w:rtl/>
        </w:rPr>
        <w:t xml:space="preserve"> صدوق</w:t>
      </w:r>
      <w:r w:rsidR="00335727">
        <w:rPr>
          <w:rFonts w:hint="cs"/>
          <w:rtl/>
        </w:rPr>
        <w:t>----------------</w:t>
      </w:r>
      <w:r w:rsidRPr="007A0ACC">
        <w:rPr>
          <w:rtl/>
        </w:rPr>
        <w:t xml:space="preserve"> عظ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محدث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صدوق</w:t>
      </w:r>
    </w:p>
    <w:p w:rsidR="009C4748" w:rsidRPr="007A0ACC" w:rsidRDefault="009C4748" w:rsidP="00335727">
      <w:pPr>
        <w:pStyle w:val="libNormal0"/>
        <w:rPr>
          <w:rtl/>
        </w:rPr>
      </w:pPr>
      <w:r w:rsidRPr="007A0ACC">
        <w:rPr>
          <w:rFonts w:hint="eastAsia"/>
          <w:rtl/>
        </w:rPr>
        <w:t>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کا مقدمہ</w:t>
      </w:r>
      <w:r w:rsidR="00335727">
        <w:rPr>
          <w:rFonts w:hint="cs"/>
          <w:rtl/>
        </w:rPr>
        <w:t>----------------</w:t>
      </w:r>
      <w:r w:rsidRPr="007A0ACC">
        <w:rPr>
          <w:rtl/>
        </w:rPr>
        <w:t xml:space="preserve"> علامہ حس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الام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Fonts w:hint="cs"/>
          <w:rtl/>
        </w:rPr>
        <w:t>ی</w:t>
      </w:r>
      <w:r w:rsidRPr="007A0ACC">
        <w:rPr>
          <w:rtl/>
        </w:rPr>
        <w:t>(پاکستان)</w:t>
      </w:r>
    </w:p>
    <w:p w:rsidR="0096544D" w:rsidRDefault="009C4748" w:rsidP="00335727">
      <w:pPr>
        <w:pStyle w:val="libNormal0"/>
        <w:rPr>
          <w:rtl/>
        </w:rPr>
      </w:pPr>
      <w:r w:rsidRPr="007A0ACC">
        <w:rPr>
          <w:rFonts w:hint="eastAsia"/>
          <w:rtl/>
        </w:rPr>
        <w:t>کلمتہ</w:t>
      </w:r>
      <w:r w:rsidRPr="007A0ACC">
        <w:rPr>
          <w:rtl/>
        </w:rPr>
        <w:t xml:space="preserve"> الحق</w:t>
      </w:r>
      <w:r w:rsidR="00335727">
        <w:rPr>
          <w:rFonts w:hint="cs"/>
          <w:rtl/>
        </w:rPr>
        <w:t>--------------------</w:t>
      </w:r>
      <w:r w:rsidRPr="007A0ACC">
        <w:rPr>
          <w:rFonts w:hint="eastAsia"/>
          <w:rtl/>
        </w:rPr>
        <w:t>جسٹس</w:t>
      </w:r>
      <w:r w:rsidRPr="007A0ACC">
        <w:rPr>
          <w:rtl/>
        </w:rPr>
        <w:t xml:space="preserve"> حامد بن شب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در</w:t>
      </w:r>
      <w:r w:rsidRPr="007A0ACC">
        <w:rPr>
          <w:rtl/>
        </w:rPr>
        <w:t xml:space="preserve"> آباد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(سابق اہلسنت) </w:t>
      </w:r>
    </w:p>
    <w:p w:rsidR="009C4748" w:rsidRPr="007A0ACC" w:rsidRDefault="009C4748" w:rsidP="00335727">
      <w:pPr>
        <w:pStyle w:val="libNormal0"/>
        <w:rPr>
          <w:rtl/>
        </w:rPr>
      </w:pPr>
      <w:r w:rsidRPr="007A0ACC">
        <w:rPr>
          <w:rFonts w:hint="eastAsia"/>
          <w:rtl/>
        </w:rPr>
        <w:t>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ہدا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پاگ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ا،کونو</w:t>
      </w:r>
      <w:r w:rsidRPr="007A0ACC">
        <w:rPr>
          <w:rtl/>
        </w:rPr>
        <w:t xml:space="preserve"> مع صادق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،اہل ذکر،الم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جمعرات وغ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رہ</w:t>
      </w:r>
      <w:r w:rsidRPr="007A0ACC">
        <w:rPr>
          <w:rtl/>
        </w:rPr>
        <w:t xml:space="preserve"> </w:t>
      </w:r>
      <w:r w:rsidR="00335727">
        <w:rPr>
          <w:rFonts w:hint="cs"/>
          <w:rtl/>
        </w:rPr>
        <w:t>-----------</w:t>
      </w:r>
      <w:r w:rsidRPr="007A0ACC">
        <w:rPr>
          <w:rtl/>
        </w:rPr>
        <w:t xml:space="preserve"> ڈاکٹر محمد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جان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سماو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ونس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(سابق اہلسنت) </w:t>
      </w:r>
    </w:p>
    <w:p w:rsidR="009C4748" w:rsidRPr="007A0ACC" w:rsidRDefault="009C4748" w:rsidP="00335727">
      <w:pPr>
        <w:pStyle w:val="libNormal0"/>
        <w:rPr>
          <w:rtl/>
        </w:rPr>
      </w:pPr>
      <w:r w:rsidRPr="007A0ACC">
        <w:rPr>
          <w:rFonts w:hint="eastAsia"/>
          <w:rtl/>
        </w:rPr>
        <w:t>حق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قت</w:t>
      </w:r>
      <w:r w:rsidRPr="007A0ACC">
        <w:rPr>
          <w:rtl/>
        </w:rPr>
        <w:t xml:space="preserve"> گمشدہ(ش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مذہب قبول کرنے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داستان)</w:t>
      </w:r>
      <w:r w:rsidR="00335727">
        <w:rPr>
          <w:rFonts w:hint="cs"/>
          <w:rtl/>
        </w:rPr>
        <w:t>---------------</w:t>
      </w:r>
      <w:r w:rsidRPr="007A0ACC">
        <w:rPr>
          <w:rFonts w:hint="eastAsia"/>
          <w:rtl/>
        </w:rPr>
        <w:t>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معتصم 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احمد سوڈان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(سابق اہلسنت) </w:t>
      </w:r>
    </w:p>
    <w:p w:rsidR="009C4748" w:rsidRPr="007A0ACC" w:rsidRDefault="009C4748" w:rsidP="00335727">
      <w:pPr>
        <w:pStyle w:val="libNormal0"/>
        <w:rPr>
          <w:rtl/>
        </w:rPr>
      </w:pPr>
      <w:r w:rsidRPr="007A0ACC">
        <w:rPr>
          <w:rFonts w:hint="eastAsia"/>
          <w:rtl/>
        </w:rPr>
        <w:t>فر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ق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کے عقائد  </w:t>
      </w:r>
      <w:r w:rsidR="00335727">
        <w:rPr>
          <w:rFonts w:hint="cs"/>
          <w:rtl/>
        </w:rPr>
        <w:t>--------------</w:t>
      </w:r>
      <w:r w:rsidRPr="007A0ACC">
        <w:rPr>
          <w:rFonts w:hint="eastAsia"/>
          <w:rtl/>
        </w:rPr>
        <w:t>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اللہ 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محمد سع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طباطبائ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(عراق)</w:t>
      </w:r>
    </w:p>
    <w:p w:rsidR="009C4748" w:rsidRPr="007A0ACC" w:rsidRDefault="009C4748" w:rsidP="00335727">
      <w:pPr>
        <w:pStyle w:val="libNormal0"/>
        <w:rPr>
          <w:rtl/>
        </w:rPr>
      </w:pPr>
      <w:r w:rsidRPr="007A0ACC">
        <w:rPr>
          <w:rFonts w:hint="eastAsia"/>
          <w:rtl/>
        </w:rPr>
        <w:t>ارحج</w:t>
      </w:r>
      <w:r w:rsidRPr="007A0ACC">
        <w:rPr>
          <w:rtl/>
        </w:rPr>
        <w:t xml:space="preserve"> المطالب 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مناقب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</w:t>
      </w:r>
      <w:r w:rsidR="00335727">
        <w:rPr>
          <w:rFonts w:hint="cs"/>
          <w:rtl/>
        </w:rPr>
        <w:t>--------------------</w:t>
      </w:r>
      <w:r w:rsidRPr="007A0ACC">
        <w:rPr>
          <w:rtl/>
        </w:rPr>
        <w:t xml:space="preserve"> علامہ عب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اللہ امرتسر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حنف</w:t>
      </w:r>
      <w:r w:rsidRPr="007A0ACC">
        <w:rPr>
          <w:rFonts w:hint="cs"/>
          <w:rtl/>
        </w:rPr>
        <w:t>ی</w:t>
      </w:r>
    </w:p>
    <w:p w:rsidR="009C4748" w:rsidRPr="007A0ACC" w:rsidRDefault="009C4748" w:rsidP="00335727">
      <w:pPr>
        <w:pStyle w:val="libNormal0"/>
        <w:rPr>
          <w:rtl/>
        </w:rPr>
      </w:pP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ناب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</w:t>
      </w:r>
      <w:r w:rsidRPr="007A0ACC">
        <w:rPr>
          <w:rtl/>
        </w:rPr>
        <w:t xml:space="preserve"> المودة 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مناقب آل محمد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 </w:t>
      </w:r>
      <w:r w:rsidR="00335727" w:rsidRPr="00A54383">
        <w:rPr>
          <w:rFonts w:hint="cs"/>
          <w:rtl/>
        </w:rPr>
        <w:t>-----------------</w:t>
      </w:r>
      <w:r w:rsidRPr="007A0ACC">
        <w:rPr>
          <w:rtl/>
        </w:rPr>
        <w:t xml:space="preserve"> علامہ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خ</w:t>
      </w:r>
      <w:r w:rsidRPr="007A0ACC">
        <w:rPr>
          <w:rtl/>
        </w:rPr>
        <w:t xml:space="preserve"> سل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مان</w:t>
      </w:r>
      <w:r w:rsidRPr="007A0ACC">
        <w:rPr>
          <w:rtl/>
        </w:rPr>
        <w:t xml:space="preserve"> حس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قندوذ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مفت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اعظم  قسطنطن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</w:t>
      </w:r>
    </w:p>
    <w:p w:rsidR="009C4748" w:rsidRPr="007A0ACC" w:rsidRDefault="009C4748" w:rsidP="00335727">
      <w:pPr>
        <w:pStyle w:val="libNormal0"/>
        <w:rPr>
          <w:rtl/>
        </w:rPr>
      </w:pPr>
      <w:r w:rsidRPr="007A0ACC">
        <w:rPr>
          <w:rtl/>
        </w:rPr>
        <w:t xml:space="preserve"> نہج البلاغہ </w:t>
      </w:r>
      <w:r w:rsidR="00335727">
        <w:rPr>
          <w:rFonts w:hint="cs"/>
          <w:rtl/>
        </w:rPr>
        <w:t>----------------</w:t>
      </w:r>
      <w:r w:rsidRPr="007A0ACC">
        <w:rPr>
          <w:rtl/>
        </w:rPr>
        <w:t xml:space="preserve"> خطبات،کلمات اور خطوط امام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 </w:t>
      </w:r>
    </w:p>
    <w:p w:rsidR="009C4748" w:rsidRPr="007A0ACC" w:rsidRDefault="009C4748" w:rsidP="00335727">
      <w:pPr>
        <w:pStyle w:val="libNormal0"/>
        <w:rPr>
          <w:rtl/>
        </w:rPr>
      </w:pPr>
      <w:r w:rsidRPr="007A0ACC">
        <w:rPr>
          <w:rFonts w:hint="eastAsia"/>
          <w:rtl/>
        </w:rPr>
        <w:t>غد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معرفت </w:t>
      </w:r>
      <w:r w:rsidR="00335727">
        <w:rPr>
          <w:rFonts w:hint="cs"/>
          <w:rtl/>
        </w:rPr>
        <w:t>-------------------</w:t>
      </w:r>
      <w:r w:rsidRPr="007A0ACC">
        <w:rPr>
          <w:rFonts w:hint="eastAsia"/>
          <w:rtl/>
        </w:rPr>
        <w:t>علامہ</w:t>
      </w:r>
      <w:r w:rsidRPr="007A0ACC">
        <w:rPr>
          <w:rtl/>
        </w:rPr>
        <w:t xml:space="preserve">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اصغر رضوان</w:t>
      </w:r>
      <w:r w:rsidRPr="007A0ACC">
        <w:rPr>
          <w:rFonts w:hint="cs"/>
          <w:rtl/>
        </w:rPr>
        <w:t>ی</w:t>
      </w:r>
      <w:r w:rsidRPr="007A0ACC">
        <w:rPr>
          <w:rtl/>
        </w:rPr>
        <w:t>(ا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ران</w:t>
      </w:r>
      <w:r w:rsidRPr="007A0ACC">
        <w:rPr>
          <w:rtl/>
        </w:rPr>
        <w:t>)</w:t>
      </w:r>
    </w:p>
    <w:p w:rsidR="009C4748" w:rsidRPr="007A0ACC" w:rsidRDefault="009C4748" w:rsidP="00335727">
      <w:pPr>
        <w:pStyle w:val="libNormal0"/>
        <w:rPr>
          <w:rtl/>
        </w:rPr>
      </w:pPr>
      <w:r w:rsidRPr="007A0ACC">
        <w:rPr>
          <w:rFonts w:hint="eastAsia"/>
          <w:rtl/>
        </w:rPr>
        <w:t>بہتان</w:t>
      </w:r>
      <w:r w:rsidRPr="007A0ACC">
        <w:rPr>
          <w:rtl/>
        </w:rPr>
        <w:t xml:space="preserve">(شفاعت رسول </w:t>
      </w:r>
      <w:r w:rsidR="007317F7" w:rsidRPr="00A54383">
        <w:rPr>
          <w:rFonts w:hint="cs"/>
          <w:rtl/>
        </w:rPr>
        <w:t>(ص)</w:t>
      </w:r>
      <w:r w:rsidRPr="00A54383">
        <w:rPr>
          <w:rFonts w:hint="cs"/>
          <w:rtl/>
        </w:rPr>
        <w:t xml:space="preserve"> اور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مان</w:t>
      </w:r>
      <w:r w:rsidRPr="007A0ACC">
        <w:rPr>
          <w:rtl/>
        </w:rPr>
        <w:t xml:space="preserve"> ابوطالب پر وہاب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ہار)</w:t>
      </w:r>
      <w:r w:rsidR="00335727">
        <w:rPr>
          <w:rFonts w:hint="cs"/>
          <w:rtl/>
        </w:rPr>
        <w:t>----------------</w:t>
      </w:r>
      <w:r w:rsidRPr="007A0ACC">
        <w:rPr>
          <w:rFonts w:hint="eastAsia"/>
          <w:rtl/>
        </w:rPr>
        <w:t>ابن</w:t>
      </w:r>
      <w:r w:rsidRPr="007A0ACC">
        <w:rPr>
          <w:rtl/>
        </w:rPr>
        <w:t xml:space="preserve"> 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در</w:t>
      </w:r>
      <w:r w:rsidRPr="007A0ACC">
        <w:rPr>
          <w:rtl/>
        </w:rPr>
        <w:t>(بمبئ</w:t>
      </w:r>
      <w:r w:rsidRPr="007A0ACC">
        <w:rPr>
          <w:rFonts w:hint="cs"/>
          <w:rtl/>
        </w:rPr>
        <w:t>ی</w:t>
      </w:r>
      <w:r w:rsidRPr="007A0ACC">
        <w:rPr>
          <w:rtl/>
        </w:rPr>
        <w:t>)</w:t>
      </w:r>
    </w:p>
    <w:p w:rsidR="00335727" w:rsidRDefault="009C4748" w:rsidP="00335727">
      <w:pPr>
        <w:pStyle w:val="libNormal0"/>
        <w:rPr>
          <w:rtl/>
        </w:rPr>
      </w:pP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ہ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نہ ہوجآوں   </w:t>
      </w:r>
      <w:r w:rsidR="00335727">
        <w:rPr>
          <w:rFonts w:hint="cs"/>
          <w:rtl/>
        </w:rPr>
        <w:t>------------------</w:t>
      </w:r>
      <w:r w:rsidRPr="007A0ACC">
        <w:rPr>
          <w:rtl/>
        </w:rPr>
        <w:t xml:space="preserve"> مروان خل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فات</w:t>
      </w:r>
      <w:r w:rsidRPr="007A0ACC">
        <w:rPr>
          <w:rtl/>
        </w:rPr>
        <w:t xml:space="preserve"> اردن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(سابق اہلسنت )</w:t>
      </w:r>
    </w:p>
    <w:p w:rsidR="00335727" w:rsidRDefault="00335727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335727">
      <w:pPr>
        <w:pStyle w:val="libNormal0"/>
        <w:rPr>
          <w:rtl/>
        </w:rPr>
      </w:pPr>
    </w:p>
    <w:p w:rsidR="009C4748" w:rsidRPr="007A0ACC" w:rsidRDefault="009C4748" w:rsidP="00335727">
      <w:pPr>
        <w:pStyle w:val="libNormal0"/>
        <w:rPr>
          <w:rtl/>
        </w:rPr>
      </w:pP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وں</w:t>
      </w:r>
      <w:r w:rsidRPr="007A0ACC">
        <w:rPr>
          <w:rtl/>
        </w:rPr>
        <w:t xml:space="preserve"> ہوا</w:t>
      </w:r>
      <w:r w:rsidR="00335727">
        <w:rPr>
          <w:rFonts w:hint="cs"/>
          <w:rtl/>
        </w:rPr>
        <w:t>------------------------</w:t>
      </w:r>
      <w:r w:rsidRPr="007A0ACC">
        <w:rPr>
          <w:rtl/>
        </w:rPr>
        <w:t xml:space="preserve"> علامہ احمد ام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انطاک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پروف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سر</w:t>
      </w:r>
      <w:r w:rsidRPr="007A0ACC">
        <w:rPr>
          <w:rtl/>
        </w:rPr>
        <w:t xml:space="preserve"> و عالم 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</w:t>
      </w:r>
      <w:r w:rsidRPr="007A0ACC">
        <w:rPr>
          <w:rtl/>
        </w:rPr>
        <w:t xml:space="preserve"> (سابق اہلسنت)</w:t>
      </w:r>
    </w:p>
    <w:p w:rsidR="009C4748" w:rsidRPr="007A0ACC" w:rsidRDefault="009C4748" w:rsidP="00335727">
      <w:pPr>
        <w:pStyle w:val="libNormal0"/>
        <w:rPr>
          <w:rtl/>
        </w:rPr>
      </w:pPr>
      <w:r w:rsidRPr="007A0ACC">
        <w:rPr>
          <w:rFonts w:hint="eastAsia"/>
          <w:rtl/>
        </w:rPr>
        <w:t>شبہائے</w:t>
      </w:r>
      <w:r w:rsidRPr="007A0ACC">
        <w:rPr>
          <w:rtl/>
        </w:rPr>
        <w:t xml:space="preserve"> پشاورا(پشاور ک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رات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)</w:t>
      </w:r>
      <w:r w:rsidR="00335727">
        <w:rPr>
          <w:rFonts w:hint="cs"/>
          <w:rtl/>
        </w:rPr>
        <w:t>-------------------</w:t>
      </w:r>
      <w:r w:rsidRPr="007A0ACC">
        <w:rPr>
          <w:rtl/>
        </w:rPr>
        <w:t xml:space="preserve"> 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اللہ 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محمد الحس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راز</w:t>
      </w:r>
      <w:r w:rsidRPr="007A0ACC">
        <w:rPr>
          <w:rFonts w:hint="cs"/>
          <w:rtl/>
        </w:rPr>
        <w:t>ی</w:t>
      </w:r>
      <w:r w:rsidRPr="007A0ACC">
        <w:rPr>
          <w:rtl/>
        </w:rPr>
        <w:t>(ا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ران</w:t>
      </w:r>
      <w:r w:rsidRPr="007A0ACC">
        <w:rPr>
          <w:rtl/>
        </w:rPr>
        <w:t xml:space="preserve">) </w:t>
      </w:r>
    </w:p>
    <w:p w:rsidR="009C4748" w:rsidRPr="007A0ACC" w:rsidRDefault="009C4748" w:rsidP="00335727">
      <w:pPr>
        <w:pStyle w:val="libNormal0"/>
        <w:rPr>
          <w:rtl/>
        </w:rPr>
      </w:pPr>
      <w:r w:rsidRPr="007A0ACC">
        <w:rPr>
          <w:rFonts w:hint="eastAsia"/>
          <w:rtl/>
        </w:rPr>
        <w:t>آئ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نِ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بجواب آئ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نہ</w:t>
      </w:r>
      <w:r w:rsidRPr="007A0ACC">
        <w:rPr>
          <w:rtl/>
        </w:rPr>
        <w:t xml:space="preserve">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عت</w:t>
      </w:r>
      <w:r w:rsidRPr="007A0ACC">
        <w:rPr>
          <w:rtl/>
        </w:rPr>
        <w:t xml:space="preserve"> </w:t>
      </w:r>
      <w:r w:rsidR="00335727">
        <w:rPr>
          <w:rFonts w:hint="cs"/>
          <w:rtl/>
        </w:rPr>
        <w:t>------------------</w:t>
      </w:r>
      <w:r w:rsidRPr="007A0ACC">
        <w:rPr>
          <w:rFonts w:hint="eastAsia"/>
          <w:rtl/>
        </w:rPr>
        <w:t>ابو</w:t>
      </w:r>
      <w:r w:rsidRPr="007A0ACC">
        <w:rPr>
          <w:rtl/>
        </w:rPr>
        <w:t xml:space="preserve"> عبداللہ 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در</w:t>
      </w:r>
      <w:r w:rsidRPr="007A0ACC">
        <w:rPr>
          <w:rtl/>
        </w:rPr>
        <w:t xml:space="preserve"> 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در</w:t>
      </w:r>
      <w:r w:rsidRPr="007A0ACC">
        <w:rPr>
          <w:rtl/>
        </w:rPr>
        <w:t xml:space="preserve"> انصار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کشم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</w:t>
      </w:r>
    </w:p>
    <w:p w:rsidR="009C4748" w:rsidRPr="007A0ACC" w:rsidRDefault="009C4748" w:rsidP="00335727">
      <w:pPr>
        <w:pStyle w:val="libNormal0"/>
        <w:rPr>
          <w:rtl/>
        </w:rPr>
      </w:pPr>
      <w:r w:rsidRPr="007A0ACC">
        <w:rPr>
          <w:rFonts w:hint="eastAsia"/>
          <w:rtl/>
        </w:rPr>
        <w:t>سرمۂ</w:t>
      </w:r>
      <w:r w:rsidRPr="007A0ACC">
        <w:rPr>
          <w:rtl/>
        </w:rPr>
        <w:t xml:space="preserve"> خاموش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،جام</w:t>
      </w:r>
      <w:r w:rsidRPr="007A0ACC">
        <w:rPr>
          <w:rtl/>
        </w:rPr>
        <w:t xml:space="preserve"> جہان نما،آئ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نۂ</w:t>
      </w:r>
      <w:r w:rsidRPr="007A0ACC">
        <w:rPr>
          <w:rtl/>
        </w:rPr>
        <w:t xml:space="preserve"> حق نما،پاک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زہ</w:t>
      </w:r>
      <w:r w:rsidRPr="007A0ACC">
        <w:rPr>
          <w:rtl/>
        </w:rPr>
        <w:t xml:space="preserve"> خ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ال،اعجاز</w:t>
      </w:r>
      <w:r w:rsidRPr="007A0ACC">
        <w:rPr>
          <w:rtl/>
        </w:rPr>
        <w:t xml:space="preserve"> دائود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،ہاد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،</w:t>
      </w:r>
      <w:r w:rsidR="00335727">
        <w:rPr>
          <w:rFonts w:hint="cs"/>
          <w:rtl/>
        </w:rPr>
        <w:t>------------------</w:t>
      </w:r>
      <w:r w:rsidRPr="007A0ACC">
        <w:rPr>
          <w:rFonts w:hint="eastAsia"/>
          <w:rtl/>
        </w:rPr>
        <w:t>عالم</w:t>
      </w:r>
      <w:r w:rsidRPr="007A0ACC">
        <w:rPr>
          <w:rtl/>
        </w:rPr>
        <w:t xml:space="preserve"> با عمل مناظر بے بدل منش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سجاد حس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اعل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اللہ مقامہ باہرو</w:t>
      </w:r>
      <w:r w:rsidRPr="007A0ACC">
        <w:rPr>
          <w:rFonts w:hint="cs"/>
          <w:rtl/>
        </w:rPr>
        <w:t>ی</w:t>
      </w:r>
    </w:p>
    <w:p w:rsidR="009C4748" w:rsidRPr="007A0ACC" w:rsidRDefault="009C4748" w:rsidP="00335727">
      <w:pPr>
        <w:pStyle w:val="libNormal0"/>
        <w:rPr>
          <w:rtl/>
        </w:rPr>
      </w:pPr>
      <w:r w:rsidRPr="007A0ACC">
        <w:rPr>
          <w:rFonts w:hint="eastAsia"/>
          <w:rtl/>
        </w:rPr>
        <w:t>جوہر</w:t>
      </w:r>
      <w:r w:rsidRPr="007A0ACC">
        <w:rPr>
          <w:rtl/>
        </w:rPr>
        <w:t xml:space="preserve"> قران  ( تحفہ اثنا عشر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کا بہتر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ن</w:t>
      </w:r>
      <w:r w:rsidRPr="007A0ACC">
        <w:rPr>
          <w:rtl/>
        </w:rPr>
        <w:t xml:space="preserve"> جواب)</w:t>
      </w:r>
      <w:r w:rsidR="00335727">
        <w:rPr>
          <w:rFonts w:hint="cs"/>
          <w:rtl/>
        </w:rPr>
        <w:t>-----------------</w:t>
      </w:r>
      <w:r w:rsidRPr="007A0ACC">
        <w:rPr>
          <w:rtl/>
        </w:rPr>
        <w:t xml:space="preserve"> س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</w:t>
      </w:r>
      <w:r w:rsidRPr="007A0ACC">
        <w:rPr>
          <w:rtl/>
        </w:rPr>
        <w:t xml:space="preserve"> عل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در</w:t>
      </w:r>
      <w:r w:rsidRPr="007A0ACC">
        <w:rPr>
          <w:rtl/>
        </w:rPr>
        <w:t xml:space="preserve"> نقو</w:t>
      </w:r>
      <w:r w:rsidRPr="007A0ACC">
        <w:rPr>
          <w:rFonts w:hint="cs"/>
          <w:rtl/>
        </w:rPr>
        <w:t>ی</w:t>
      </w:r>
    </w:p>
    <w:p w:rsidR="009C4748" w:rsidRPr="007A0ACC" w:rsidRDefault="009C4748" w:rsidP="00335727">
      <w:pPr>
        <w:pStyle w:val="libNormal0"/>
        <w:rPr>
          <w:rtl/>
        </w:rPr>
      </w:pPr>
      <w:r w:rsidRPr="007A0ACC">
        <w:rPr>
          <w:rFonts w:hint="eastAsia"/>
          <w:rtl/>
        </w:rPr>
        <w:t>اصل</w:t>
      </w:r>
      <w:r w:rsidRPr="007A0ACC">
        <w:rPr>
          <w:rtl/>
        </w:rPr>
        <w:t xml:space="preserve"> و اصول و 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="00335727">
        <w:rPr>
          <w:rFonts w:hint="cs"/>
          <w:rtl/>
        </w:rPr>
        <w:t>-----------------------</w:t>
      </w:r>
      <w:r w:rsidRPr="007A0ACC">
        <w:rPr>
          <w:rFonts w:hint="eastAsia"/>
          <w:rtl/>
        </w:rPr>
        <w:t>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اللہ کاشف الغطائ</w:t>
      </w:r>
    </w:p>
    <w:p w:rsidR="00335727" w:rsidRDefault="00335727" w:rsidP="007317F7">
      <w:pPr>
        <w:pStyle w:val="libNormal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9C4748" w:rsidP="00335727">
      <w:pPr>
        <w:pStyle w:val="Heading2Center"/>
        <w:rPr>
          <w:rtl/>
        </w:rPr>
      </w:pPr>
      <w:bookmarkStart w:id="48" w:name="_Toc447620036"/>
      <w:r w:rsidRPr="007A0ACC">
        <w:rPr>
          <w:rFonts w:hint="eastAsia"/>
          <w:rtl/>
        </w:rPr>
        <w:t>بندہ</w:t>
      </w:r>
      <w:r w:rsidRPr="007A0ACC">
        <w:rPr>
          <w:rtl/>
        </w:rPr>
        <w:t xml:space="preserve"> عاص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مترجم</w:t>
      </w:r>
      <w:bookmarkEnd w:id="48"/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tl/>
        </w:rPr>
        <w:t>(ش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مذہب کو سمجھنے ک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لئے</w:t>
      </w:r>
      <w:r w:rsidRPr="007A0ACC">
        <w:rPr>
          <w:rtl/>
        </w:rPr>
        <w:t xml:space="preserve"> کچھ کتاب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>)</w:t>
      </w:r>
    </w:p>
    <w:p w:rsidR="009C4748" w:rsidRPr="007A0ACC" w:rsidRDefault="00413EEC" w:rsidP="009C4748">
      <w:pPr>
        <w:pStyle w:val="libNormal0"/>
        <w:rPr>
          <w:rtl/>
        </w:rPr>
      </w:pPr>
      <w:r w:rsidRPr="00A54383">
        <w:rPr>
          <w:rFonts w:hint="cs"/>
          <w:rtl/>
        </w:rPr>
        <w:t>1</w:t>
      </w:r>
      <w:r w:rsidR="009C4748" w:rsidRPr="00A54383">
        <w:rPr>
          <w:rFonts w:hint="cs"/>
          <w:rtl/>
        </w:rPr>
        <w:t>۔د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حق مذہب اہلب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ت</w:t>
      </w:r>
      <w:r w:rsidR="009C4748" w:rsidRPr="007A0ACC">
        <w:rPr>
          <w:rtl/>
        </w:rPr>
        <w:t xml:space="preserve">  </w:t>
      </w:r>
      <w:r w:rsidR="009C4748" w:rsidRPr="007A0ACC">
        <w:rPr>
          <w:rtl/>
        </w:rPr>
        <w:tab/>
      </w:r>
      <w:r w:rsidR="009C4748" w:rsidRPr="007A0ACC">
        <w:rPr>
          <w:rtl/>
        </w:rPr>
        <w:tab/>
        <w:t>::</w:t>
      </w:r>
      <w:r w:rsidR="009C4748" w:rsidRPr="007A0ACC">
        <w:rPr>
          <w:rtl/>
        </w:rPr>
        <w:tab/>
        <w:t>مولف   علامہ 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9C4748" w:rsidRPr="007A0ACC">
        <w:rPr>
          <w:rtl/>
        </w:rPr>
        <w:t xml:space="preserve"> شرف الد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موسو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>(لبنان)</w:t>
      </w:r>
    </w:p>
    <w:p w:rsidR="009C4748" w:rsidRPr="007A0ACC" w:rsidRDefault="00413EEC" w:rsidP="009C4748">
      <w:pPr>
        <w:pStyle w:val="libNormal0"/>
        <w:rPr>
          <w:rtl/>
        </w:rPr>
      </w:pPr>
      <w:r w:rsidRPr="00A54383">
        <w:rPr>
          <w:rFonts w:hint="cs"/>
          <w:rtl/>
        </w:rPr>
        <w:t>2</w:t>
      </w:r>
      <w:r w:rsidR="009C4748" w:rsidRPr="00A54383">
        <w:rPr>
          <w:rFonts w:hint="cs"/>
          <w:rtl/>
        </w:rPr>
        <w:t>۔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ناب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ع</w:t>
      </w:r>
      <w:r w:rsidR="009C4748" w:rsidRPr="007A0ACC">
        <w:rPr>
          <w:rtl/>
        </w:rPr>
        <w:t xml:space="preserve"> المودت </w:t>
      </w:r>
      <w:r w:rsidR="009C4748" w:rsidRPr="007A0ACC">
        <w:rPr>
          <w:rtl/>
        </w:rPr>
        <w:tab/>
      </w:r>
      <w:r w:rsidR="009C4748" w:rsidRPr="007A0ACC">
        <w:rPr>
          <w:rtl/>
        </w:rPr>
        <w:tab/>
      </w:r>
      <w:r w:rsidR="009C4748" w:rsidRPr="007A0ACC">
        <w:rPr>
          <w:rtl/>
        </w:rPr>
        <w:tab/>
        <w:t xml:space="preserve">: : </w:t>
      </w:r>
      <w:r w:rsidR="009C4748" w:rsidRPr="007A0ACC">
        <w:rPr>
          <w:rtl/>
        </w:rPr>
        <w:tab/>
        <w:t>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سل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مان</w:t>
      </w:r>
      <w:r w:rsidR="009C4748" w:rsidRPr="007A0ACC">
        <w:rPr>
          <w:rtl/>
        </w:rPr>
        <w:t xml:space="preserve"> قندوز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حنف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مفت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اعظم قسطنطن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ہ</w:t>
      </w:r>
    </w:p>
    <w:p w:rsidR="009C4748" w:rsidRPr="007A0ACC" w:rsidRDefault="00413EEC" w:rsidP="009C4748">
      <w:pPr>
        <w:pStyle w:val="libNormal0"/>
        <w:rPr>
          <w:rtl/>
        </w:rPr>
      </w:pPr>
      <w:r w:rsidRPr="00A54383">
        <w:rPr>
          <w:rFonts w:hint="cs"/>
          <w:rtl/>
        </w:rPr>
        <w:t>3</w:t>
      </w:r>
      <w:r w:rsidR="009C4748" w:rsidRPr="00A54383">
        <w:rPr>
          <w:rFonts w:hint="cs"/>
          <w:rtl/>
        </w:rPr>
        <w:t xml:space="preserve">۔ارحج المطالب </w:t>
      </w:r>
      <w:r w:rsidR="009C4748" w:rsidRPr="00A54383">
        <w:rPr>
          <w:rFonts w:hint="cs"/>
          <w:rtl/>
        </w:rPr>
        <w:tab/>
      </w:r>
      <w:r w:rsidR="009C4748" w:rsidRPr="00A54383">
        <w:rPr>
          <w:rFonts w:hint="cs"/>
          <w:rtl/>
        </w:rPr>
        <w:tab/>
      </w:r>
      <w:r w:rsidR="009C4748" w:rsidRPr="00A54383">
        <w:rPr>
          <w:rFonts w:hint="cs"/>
          <w:rtl/>
        </w:rPr>
        <w:tab/>
        <w:t xml:space="preserve">:: </w:t>
      </w:r>
      <w:r w:rsidR="009C4748" w:rsidRPr="00A54383">
        <w:rPr>
          <w:rFonts w:hint="cs"/>
          <w:rtl/>
        </w:rPr>
        <w:tab/>
        <w:t>علامہ عب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داللہ</w:t>
      </w:r>
      <w:r w:rsidR="009C4748" w:rsidRPr="007A0ACC">
        <w:rPr>
          <w:rtl/>
        </w:rPr>
        <w:t xml:space="preserve"> ا مر تسر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حنف</w:t>
      </w:r>
      <w:r w:rsidR="009C4748" w:rsidRPr="007A0ACC">
        <w:rPr>
          <w:rFonts w:hint="cs"/>
          <w:rtl/>
        </w:rPr>
        <w:t>ی</w:t>
      </w:r>
    </w:p>
    <w:p w:rsidR="009C4748" w:rsidRPr="007A0ACC" w:rsidRDefault="00A54383" w:rsidP="009C4748">
      <w:pPr>
        <w:pStyle w:val="libNormal0"/>
        <w:rPr>
          <w:rtl/>
        </w:rPr>
      </w:pPr>
      <w:r w:rsidRPr="00A54383">
        <w:rPr>
          <w:rFonts w:hint="cs"/>
          <w:rtl/>
          <w:lang w:bidi="ur-PK"/>
        </w:rPr>
        <w:t>4</w:t>
      </w:r>
      <w:r w:rsidR="009C4748" w:rsidRPr="00A54383">
        <w:rPr>
          <w:rFonts w:hint="cs"/>
          <w:rtl/>
        </w:rPr>
        <w:t xml:space="preserve">۔کلمتہ الحق  </w:t>
      </w:r>
      <w:r w:rsidR="00413EEC" w:rsidRPr="00A54383">
        <w:rPr>
          <w:rFonts w:hint="cs"/>
          <w:rtl/>
        </w:rPr>
        <w:t>2</w:t>
      </w:r>
      <w:r w:rsidR="009C4748" w:rsidRPr="00A54383">
        <w:rPr>
          <w:rFonts w:hint="cs"/>
          <w:rtl/>
        </w:rPr>
        <w:t>جلد</w:t>
      </w:r>
      <w:r w:rsidR="009C4748" w:rsidRPr="00A54383">
        <w:rPr>
          <w:rFonts w:hint="cs"/>
          <w:rtl/>
        </w:rPr>
        <w:tab/>
      </w:r>
      <w:r w:rsidR="009C4748" w:rsidRPr="00A54383">
        <w:rPr>
          <w:rFonts w:hint="cs"/>
          <w:rtl/>
        </w:rPr>
        <w:tab/>
        <w:t xml:space="preserve"> </w:t>
      </w:r>
      <w:r w:rsidR="009C4748" w:rsidRPr="00A54383">
        <w:rPr>
          <w:rFonts w:hint="cs"/>
          <w:rtl/>
        </w:rPr>
        <w:tab/>
        <w:t xml:space="preserve">:: </w:t>
      </w:r>
      <w:r w:rsidR="009C4748" w:rsidRPr="00A54383">
        <w:rPr>
          <w:rFonts w:hint="cs"/>
          <w:rtl/>
        </w:rPr>
        <w:tab/>
        <w:t>جسٹس حامد بن شب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</w:t>
      </w:r>
      <w:r w:rsidR="009C4748" w:rsidRPr="007A0ACC">
        <w:rPr>
          <w:rtl/>
        </w:rPr>
        <w:t xml:space="preserve"> ح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در</w:t>
      </w:r>
      <w:r w:rsidR="009C4748" w:rsidRPr="007A0ACC">
        <w:rPr>
          <w:rtl/>
        </w:rPr>
        <w:t xml:space="preserve"> آباد(سابق اہلسنت)</w:t>
      </w:r>
    </w:p>
    <w:p w:rsidR="009C4748" w:rsidRPr="007A0ACC" w:rsidRDefault="00413EEC" w:rsidP="009C4748">
      <w:pPr>
        <w:pStyle w:val="libNormal0"/>
        <w:rPr>
          <w:rtl/>
        </w:rPr>
      </w:pPr>
      <w:r w:rsidRPr="00A54383">
        <w:rPr>
          <w:rFonts w:hint="cs"/>
          <w:rtl/>
        </w:rPr>
        <w:t>5</w:t>
      </w:r>
      <w:r w:rsidR="009C4748" w:rsidRPr="00A54383">
        <w:rPr>
          <w:rFonts w:hint="cs"/>
          <w:rtl/>
        </w:rPr>
        <w:t>۔مجھے راستہ مل 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اوکونو</w:t>
      </w:r>
      <w:r w:rsidR="009C4748" w:rsidRPr="007A0ACC">
        <w:rPr>
          <w:rtl/>
        </w:rPr>
        <w:t xml:space="preserve"> مع صادق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ab/>
        <w:t xml:space="preserve">:: </w:t>
      </w:r>
      <w:r w:rsidR="009C4748" w:rsidRPr="007A0ACC">
        <w:rPr>
          <w:rtl/>
        </w:rPr>
        <w:tab/>
        <w:t>ڈاکٹر محمد ت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جان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سماو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ٹ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ونس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>(سابق اہلسنت)</w:t>
      </w:r>
    </w:p>
    <w:p w:rsidR="009C4748" w:rsidRPr="007A0ACC" w:rsidRDefault="00413EEC" w:rsidP="009C4748">
      <w:pPr>
        <w:pStyle w:val="libNormal0"/>
        <w:rPr>
          <w:rtl/>
        </w:rPr>
      </w:pPr>
      <w:r w:rsidRPr="00A54383">
        <w:rPr>
          <w:rFonts w:hint="cs"/>
          <w:rtl/>
        </w:rPr>
        <w:t>6</w:t>
      </w:r>
      <w:r w:rsidR="009C4748" w:rsidRPr="00A54383">
        <w:rPr>
          <w:rFonts w:hint="cs"/>
          <w:rtl/>
        </w:rPr>
        <w:t>۔نہج البلاغہ                         ::          خطبات،خطوت و کلمات ِ امام عل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</w:t>
      </w:r>
    </w:p>
    <w:p w:rsidR="009C4748" w:rsidRPr="007A0ACC" w:rsidRDefault="00413EEC" w:rsidP="009C4748">
      <w:pPr>
        <w:pStyle w:val="libNormal0"/>
        <w:rPr>
          <w:rtl/>
        </w:rPr>
      </w:pPr>
      <w:r w:rsidRPr="00A54383">
        <w:rPr>
          <w:rFonts w:hint="cs"/>
          <w:rtl/>
        </w:rPr>
        <w:t>7</w:t>
      </w:r>
      <w:r w:rsidR="009C4748" w:rsidRPr="00A54383">
        <w:rPr>
          <w:rFonts w:hint="cs"/>
          <w:rtl/>
        </w:rPr>
        <w:t xml:space="preserve">۔شبہائے </w:t>
      </w:r>
      <w:r w:rsidR="009C4748" w:rsidRPr="007A0ACC">
        <w:rPr>
          <w:rtl/>
        </w:rPr>
        <w:t>پشاور</w:t>
      </w:r>
      <w:r w:rsidR="009C4748" w:rsidRPr="007A0ACC">
        <w:rPr>
          <w:rtl/>
        </w:rPr>
        <w:tab/>
      </w:r>
      <w:r w:rsidR="009C4748" w:rsidRPr="007A0ACC">
        <w:rPr>
          <w:rtl/>
        </w:rPr>
        <w:tab/>
        <w:t xml:space="preserve"> </w:t>
      </w:r>
      <w:r w:rsidR="009C4748" w:rsidRPr="007A0ACC">
        <w:rPr>
          <w:rtl/>
        </w:rPr>
        <w:tab/>
        <w:t>::</w:t>
      </w:r>
      <w:r w:rsidR="009C4748" w:rsidRPr="007A0ACC">
        <w:rPr>
          <w:rtl/>
        </w:rPr>
        <w:tab/>
        <w:t xml:space="preserve"> 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9C4748" w:rsidRPr="007A0ACC">
        <w:rPr>
          <w:rtl/>
        </w:rPr>
        <w:t xml:space="preserve"> محمد موسو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راز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>(ا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ران</w:t>
      </w:r>
      <w:r w:rsidR="009C4748" w:rsidRPr="007A0ACC">
        <w:rPr>
          <w:rtl/>
        </w:rPr>
        <w:t>)</w:t>
      </w:r>
    </w:p>
    <w:p w:rsidR="009C4748" w:rsidRPr="007A0ACC" w:rsidRDefault="00413EEC" w:rsidP="009C4748">
      <w:pPr>
        <w:pStyle w:val="libNormal0"/>
        <w:rPr>
          <w:rtl/>
        </w:rPr>
      </w:pPr>
      <w:r w:rsidRPr="00A54383">
        <w:rPr>
          <w:rFonts w:hint="cs"/>
          <w:rtl/>
        </w:rPr>
        <w:t>8</w:t>
      </w:r>
      <w:r w:rsidR="009C4748" w:rsidRPr="00A54383">
        <w:rPr>
          <w:rFonts w:hint="cs"/>
          <w:rtl/>
        </w:rPr>
        <w:t>۔حضرت عل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 کا حقِ خلافت(انگلش) </w:t>
      </w:r>
      <w:r w:rsidR="009C4748" w:rsidRPr="007A0ACC">
        <w:rPr>
          <w:rtl/>
        </w:rPr>
        <w:tab/>
        <w:t xml:space="preserve">:: </w:t>
      </w:r>
      <w:r w:rsidR="009C4748" w:rsidRPr="007A0ACC">
        <w:rPr>
          <w:rtl/>
        </w:rPr>
        <w:tab/>
        <w:t>پروف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سرا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س</w:t>
      </w:r>
      <w:r w:rsidR="009C4748" w:rsidRPr="007A0ACC">
        <w:rPr>
          <w:rtl/>
        </w:rPr>
        <w:t xml:space="preserve"> اے رحمان </w:t>
      </w:r>
      <w:r w:rsidR="009C4748" w:rsidRPr="007A0ACC">
        <w:t>JNU</w:t>
      </w:r>
    </w:p>
    <w:p w:rsidR="009C4748" w:rsidRPr="007A0ACC" w:rsidRDefault="00413EEC" w:rsidP="009C4748">
      <w:pPr>
        <w:pStyle w:val="libNormal0"/>
        <w:rPr>
          <w:rtl/>
        </w:rPr>
      </w:pPr>
      <w:r w:rsidRPr="00A54383">
        <w:rPr>
          <w:rFonts w:hint="cs"/>
          <w:rtl/>
        </w:rPr>
        <w:t>9</w:t>
      </w:r>
      <w:r w:rsidR="009C4748" w:rsidRPr="00A54383">
        <w:rPr>
          <w:rFonts w:hint="cs"/>
          <w:rtl/>
        </w:rPr>
        <w:t>۔ندائے عدالت انسان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</w:t>
      </w:r>
      <w:r w:rsidR="009C4748" w:rsidRPr="007A0ACC">
        <w:rPr>
          <w:rtl/>
        </w:rPr>
        <w:tab/>
      </w:r>
      <w:r w:rsidR="009C4748" w:rsidRPr="007A0ACC">
        <w:rPr>
          <w:rtl/>
        </w:rPr>
        <w:tab/>
        <w:t>::</w:t>
      </w:r>
      <w:r w:rsidR="009C4748" w:rsidRPr="007A0ACC">
        <w:rPr>
          <w:rtl/>
        </w:rPr>
        <w:tab/>
        <w:t xml:space="preserve"> جارج جرداق (لبنان)</w:t>
      </w:r>
    </w:p>
    <w:p w:rsidR="009C4748" w:rsidRPr="007A0ACC" w:rsidRDefault="00413EEC" w:rsidP="009C4748">
      <w:pPr>
        <w:pStyle w:val="libNormal0"/>
        <w:rPr>
          <w:rtl/>
        </w:rPr>
      </w:pPr>
      <w:r w:rsidRPr="00A54383">
        <w:rPr>
          <w:rFonts w:hint="cs"/>
          <w:rtl/>
        </w:rPr>
        <w:t>10</w:t>
      </w:r>
      <w:r w:rsidR="009C4748" w:rsidRPr="00A54383">
        <w:rPr>
          <w:rFonts w:hint="cs"/>
          <w:rtl/>
        </w:rPr>
        <w:t>۔م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ں</w:t>
      </w:r>
      <w:r w:rsidR="009C4748" w:rsidRPr="007A0ACC">
        <w:rPr>
          <w:rtl/>
        </w:rPr>
        <w:t xml:space="preserve"> ک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وں</w:t>
      </w:r>
      <w:r w:rsidR="009C4748" w:rsidRPr="007A0ACC">
        <w:rPr>
          <w:rtl/>
        </w:rPr>
        <w:t xml:space="preserve"> 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عہ</w:t>
      </w:r>
      <w:r w:rsidR="009C4748" w:rsidRPr="007A0ACC">
        <w:rPr>
          <w:rtl/>
        </w:rPr>
        <w:t xml:space="preserve"> ہوا </w:t>
      </w:r>
      <w:r w:rsidR="009C4748" w:rsidRPr="007A0ACC">
        <w:rPr>
          <w:rtl/>
        </w:rPr>
        <w:tab/>
      </w:r>
      <w:r w:rsidR="009C4748" w:rsidRPr="007A0ACC">
        <w:rPr>
          <w:rtl/>
        </w:rPr>
        <w:tab/>
        <w:t>::</w:t>
      </w:r>
      <w:r w:rsidR="009C4748" w:rsidRPr="007A0ACC">
        <w:rPr>
          <w:rtl/>
        </w:rPr>
        <w:tab/>
        <w:t xml:space="preserve"> سابق سن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عالم و پروف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سر</w:t>
      </w:r>
      <w:r w:rsidR="009C4748" w:rsidRPr="007A0ACC">
        <w:rPr>
          <w:rtl/>
        </w:rPr>
        <w:t xml:space="preserve"> جامعہ ذکر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</w:t>
      </w:r>
      <w:r w:rsidR="009C4748" w:rsidRPr="007A0ACC">
        <w:rPr>
          <w:rtl/>
        </w:rPr>
        <w:t xml:space="preserve"> حلب(شام)</w:t>
      </w:r>
    </w:p>
    <w:p w:rsidR="009C4748" w:rsidRPr="007A0ACC" w:rsidRDefault="00413EEC" w:rsidP="009C4748">
      <w:pPr>
        <w:pStyle w:val="libNormal0"/>
        <w:rPr>
          <w:rtl/>
        </w:rPr>
      </w:pPr>
      <w:r w:rsidRPr="00A54383">
        <w:rPr>
          <w:rFonts w:hint="cs"/>
          <w:rtl/>
        </w:rPr>
        <w:t>11</w:t>
      </w:r>
      <w:r w:rsidR="009C4748" w:rsidRPr="00A54383">
        <w:rPr>
          <w:rFonts w:hint="cs"/>
          <w:rtl/>
        </w:rPr>
        <w:t>۔جستجوئے حق مع ضم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مہ</w:t>
      </w:r>
      <w:r w:rsidR="009C4748" w:rsidRPr="007A0ACC">
        <w:rPr>
          <w:rtl/>
        </w:rPr>
        <w:t xml:space="preserve"> </w:t>
      </w:r>
      <w:r w:rsidR="009C4748" w:rsidRPr="007A0ACC">
        <w:rPr>
          <w:rtl/>
        </w:rPr>
        <w:tab/>
      </w:r>
      <w:r w:rsidR="009C4748" w:rsidRPr="007A0ACC">
        <w:rPr>
          <w:rtl/>
        </w:rPr>
        <w:tab/>
        <w:t>::</w:t>
      </w:r>
      <w:r w:rsidR="009C4748" w:rsidRPr="007A0ACC">
        <w:rPr>
          <w:rtl/>
        </w:rPr>
        <w:tab/>
        <w:t xml:space="preserve"> مولانا انج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ئنر</w:t>
      </w:r>
      <w:r w:rsidR="009C4748" w:rsidRPr="007A0ACC">
        <w:rPr>
          <w:rtl/>
        </w:rPr>
        <w:t xml:space="preserve"> دُرالحسن رضو</w:t>
      </w:r>
      <w:r w:rsidR="009C4748" w:rsidRPr="007A0ACC">
        <w:rPr>
          <w:rFonts w:hint="cs"/>
          <w:rtl/>
        </w:rPr>
        <w:t>ی</w:t>
      </w:r>
    </w:p>
    <w:p w:rsidR="009C4748" w:rsidRPr="007A0ACC" w:rsidRDefault="00413EEC" w:rsidP="009C4748">
      <w:pPr>
        <w:pStyle w:val="libNormal0"/>
        <w:rPr>
          <w:rtl/>
        </w:rPr>
      </w:pPr>
      <w:r w:rsidRPr="00A54383">
        <w:rPr>
          <w:rFonts w:hint="cs"/>
          <w:rtl/>
        </w:rPr>
        <w:t>12</w:t>
      </w:r>
      <w:r w:rsidR="009C4748" w:rsidRPr="00A54383">
        <w:rPr>
          <w:rFonts w:hint="cs"/>
          <w:rtl/>
        </w:rPr>
        <w:t>۔مکتب امامت و خلافت</w:t>
      </w:r>
      <w:r w:rsidR="009C4748" w:rsidRPr="00A54383">
        <w:rPr>
          <w:rFonts w:hint="cs"/>
          <w:rtl/>
        </w:rPr>
        <w:tab/>
      </w:r>
      <w:r w:rsidR="009C4748" w:rsidRPr="00A54383">
        <w:rPr>
          <w:rFonts w:hint="cs"/>
          <w:rtl/>
        </w:rPr>
        <w:tab/>
        <w:t>::</w:t>
      </w:r>
      <w:r w:rsidR="009C4748" w:rsidRPr="00A54383">
        <w:rPr>
          <w:rFonts w:hint="cs"/>
          <w:rtl/>
        </w:rPr>
        <w:tab/>
        <w:t>علامہ 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9C4748" w:rsidRPr="007A0ACC">
        <w:rPr>
          <w:rtl/>
        </w:rPr>
        <w:t xml:space="preserve"> مرتضٰ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عسکر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</w:t>
      </w:r>
    </w:p>
    <w:p w:rsidR="009C4748" w:rsidRPr="007A0ACC" w:rsidRDefault="00413EEC" w:rsidP="009C4748">
      <w:pPr>
        <w:pStyle w:val="libNormal0"/>
        <w:rPr>
          <w:rtl/>
        </w:rPr>
      </w:pPr>
      <w:r w:rsidRPr="00A54383">
        <w:rPr>
          <w:rFonts w:hint="cs"/>
          <w:rtl/>
        </w:rPr>
        <w:t>13</w:t>
      </w:r>
      <w:r w:rsidR="009C4748" w:rsidRPr="00A54383">
        <w:rPr>
          <w:rFonts w:hint="cs"/>
          <w:rtl/>
        </w:rPr>
        <w:t>۔عبقر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تُ</w:t>
      </w:r>
      <w:r w:rsidR="009C4748" w:rsidRPr="007A0ACC">
        <w:rPr>
          <w:rtl/>
        </w:rPr>
        <w:t xml:space="preserve"> امام عل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</w:t>
      </w:r>
      <w:r w:rsidR="009C4748" w:rsidRPr="007A0ACC">
        <w:rPr>
          <w:rtl/>
        </w:rPr>
        <w:tab/>
      </w:r>
      <w:r w:rsidR="009C4748" w:rsidRPr="007A0ACC">
        <w:rPr>
          <w:rtl/>
        </w:rPr>
        <w:tab/>
        <w:t>::</w:t>
      </w:r>
      <w:r w:rsidR="009C4748" w:rsidRPr="007A0ACC">
        <w:rPr>
          <w:rtl/>
        </w:rPr>
        <w:tab/>
        <w:t xml:space="preserve"> مصر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دانشور محمود عباس عقاد</w:t>
      </w:r>
    </w:p>
    <w:p w:rsidR="009C4748" w:rsidRPr="007A0ACC" w:rsidRDefault="00413EEC" w:rsidP="009C4748">
      <w:pPr>
        <w:pStyle w:val="libNormal0"/>
        <w:rPr>
          <w:rtl/>
        </w:rPr>
      </w:pPr>
      <w:r w:rsidRPr="00A54383">
        <w:rPr>
          <w:rFonts w:hint="cs"/>
          <w:rtl/>
        </w:rPr>
        <w:t>1</w:t>
      </w:r>
      <w:r w:rsidR="00A54383" w:rsidRPr="00A54383">
        <w:rPr>
          <w:rFonts w:hint="cs"/>
          <w:rtl/>
          <w:lang w:bidi="ur-PK"/>
        </w:rPr>
        <w:t>4</w:t>
      </w:r>
      <w:r w:rsidR="009C4748" w:rsidRPr="00A54383">
        <w:rPr>
          <w:rFonts w:hint="cs"/>
          <w:rtl/>
        </w:rPr>
        <w:t>۔اصل و اصول ِ 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عہ</w:t>
      </w:r>
      <w:r w:rsidR="009C4748" w:rsidRPr="007A0ACC">
        <w:rPr>
          <w:rtl/>
        </w:rPr>
        <w:t xml:space="preserve">                 ::        آ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ت</w:t>
      </w:r>
      <w:r w:rsidR="009C4748" w:rsidRPr="007A0ACC">
        <w:rPr>
          <w:rtl/>
        </w:rPr>
        <w:t xml:space="preserve"> اللہ 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محد حس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آل کاشف الغطاء (عراق) </w:t>
      </w:r>
    </w:p>
    <w:p w:rsidR="009C4748" w:rsidRPr="007A0ACC" w:rsidRDefault="00413EEC" w:rsidP="009C4748">
      <w:pPr>
        <w:pStyle w:val="libNormal0"/>
        <w:rPr>
          <w:rtl/>
        </w:rPr>
      </w:pPr>
      <w:r w:rsidRPr="00A54383">
        <w:rPr>
          <w:rFonts w:hint="cs"/>
          <w:rtl/>
        </w:rPr>
        <w:t>15</w:t>
      </w:r>
      <w:r w:rsidR="009C4748" w:rsidRPr="00A54383">
        <w:rPr>
          <w:rFonts w:hint="cs"/>
          <w:rtl/>
        </w:rPr>
        <w:t>۔ مکتب ِ امام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ہ</w:t>
      </w:r>
      <w:r w:rsidR="009C4748" w:rsidRPr="007A0ACC">
        <w:rPr>
          <w:rtl/>
        </w:rPr>
        <w:t xml:space="preserve">                       ::         استاد 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 محمد رضا مظفر (عراق)</w:t>
      </w:r>
    </w:p>
    <w:p w:rsidR="0096544D" w:rsidRDefault="00413EEC" w:rsidP="009C4748">
      <w:pPr>
        <w:pStyle w:val="libNormal0"/>
        <w:rPr>
          <w:rtl/>
        </w:rPr>
      </w:pPr>
      <w:r w:rsidRPr="00A54383">
        <w:rPr>
          <w:rFonts w:hint="cs"/>
          <w:rtl/>
        </w:rPr>
        <w:t>16</w:t>
      </w:r>
      <w:r w:rsidR="009C4748" w:rsidRPr="00A54383">
        <w:rPr>
          <w:rFonts w:hint="cs"/>
          <w:rtl/>
        </w:rPr>
        <w:t>۔ش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عہ</w:t>
      </w:r>
      <w:r w:rsidR="009C4748" w:rsidRPr="007A0ACC">
        <w:rPr>
          <w:rtl/>
        </w:rPr>
        <w:t xml:space="preserve"> جواب 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تے</w:t>
      </w:r>
      <w:r w:rsidR="009C4748" w:rsidRPr="007A0ACC">
        <w:rPr>
          <w:rtl/>
        </w:rPr>
        <w:t xml:space="preserve"> ہ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ں</w:t>
      </w:r>
      <w:r w:rsidR="009C4748" w:rsidRPr="007A0ACC">
        <w:rPr>
          <w:rtl/>
        </w:rPr>
        <w:t xml:space="preserve">              ::        علامہ 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9C4748" w:rsidRPr="007A0ACC">
        <w:rPr>
          <w:rtl/>
        </w:rPr>
        <w:t xml:space="preserve"> رضا حس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نسب(ا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ران</w:t>
      </w:r>
      <w:r w:rsidR="009C4748" w:rsidRPr="007A0ACC">
        <w:rPr>
          <w:rtl/>
        </w:rPr>
        <w:t>)</w:t>
      </w:r>
    </w:p>
    <w:p w:rsidR="0096544D" w:rsidRDefault="0096544D" w:rsidP="00A54383">
      <w:pPr>
        <w:pStyle w:val="libPoemTini"/>
        <w:rPr>
          <w:rtl/>
        </w:rPr>
      </w:pPr>
      <w:r>
        <w:rPr>
          <w:rtl/>
        </w:rPr>
        <w:br w:type="page"/>
      </w: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413EEC" w:rsidP="009C4748">
      <w:pPr>
        <w:pStyle w:val="libNormal0"/>
        <w:rPr>
          <w:rtl/>
        </w:rPr>
      </w:pPr>
      <w:r w:rsidRPr="00A54383">
        <w:rPr>
          <w:rFonts w:hint="cs"/>
          <w:rtl/>
        </w:rPr>
        <w:t>17</w:t>
      </w:r>
      <w:r w:rsidR="009C4748" w:rsidRPr="00A54383">
        <w:rPr>
          <w:rFonts w:hint="cs"/>
          <w:rtl/>
        </w:rPr>
        <w:t>۔ ہم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ں</w:t>
      </w:r>
      <w:r w:rsidR="009C4748" w:rsidRPr="007A0ACC">
        <w:rPr>
          <w:rtl/>
        </w:rPr>
        <w:t xml:space="preserve"> پہچانئے پھر ف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صلہ</w:t>
      </w:r>
      <w:r w:rsidR="009C4748" w:rsidRPr="007A0ACC">
        <w:rPr>
          <w:rtl/>
        </w:rPr>
        <w:t xml:space="preserve"> ک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جئے</w:t>
      </w:r>
      <w:r w:rsidR="009C4748" w:rsidRPr="007A0ACC">
        <w:rPr>
          <w:rtl/>
        </w:rPr>
        <w:t xml:space="preserve">         ::         آ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ت</w:t>
      </w:r>
      <w:r w:rsidR="009C4748" w:rsidRPr="007A0ACC">
        <w:rPr>
          <w:rtl/>
        </w:rPr>
        <w:t xml:space="preserve"> للہ 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9C4748" w:rsidRPr="007A0ACC">
        <w:rPr>
          <w:rtl/>
        </w:rPr>
        <w:t xml:space="preserve"> احمد واحد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>(شام)</w:t>
      </w:r>
    </w:p>
    <w:p w:rsidR="009C4748" w:rsidRPr="007A0ACC" w:rsidRDefault="00413EEC" w:rsidP="009C4748">
      <w:pPr>
        <w:pStyle w:val="libNormal0"/>
        <w:rPr>
          <w:rtl/>
        </w:rPr>
      </w:pPr>
      <w:r w:rsidRPr="00A54383">
        <w:rPr>
          <w:rFonts w:hint="cs"/>
          <w:rtl/>
        </w:rPr>
        <w:t>18</w:t>
      </w:r>
      <w:r w:rsidR="009C4748" w:rsidRPr="00A54383">
        <w:rPr>
          <w:rFonts w:hint="cs"/>
          <w:rtl/>
        </w:rPr>
        <w:t>۔ش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عت</w:t>
      </w:r>
      <w:r w:rsidR="009C4748" w:rsidRPr="007A0ACC">
        <w:rPr>
          <w:rtl/>
        </w:rPr>
        <w:t xml:space="preserve"> کا مقدمہ                  ::          حس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الام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(پاکستان 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ں</w:t>
      </w:r>
      <w:r w:rsidR="009C4748" w:rsidRPr="007A0ACC">
        <w:rPr>
          <w:rtl/>
        </w:rPr>
        <w:t xml:space="preserve"> انعام 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افتہ</w:t>
      </w:r>
      <w:r w:rsidR="009C4748" w:rsidRPr="007A0ACC">
        <w:rPr>
          <w:rtl/>
        </w:rPr>
        <w:t xml:space="preserve"> کتاب)</w:t>
      </w:r>
    </w:p>
    <w:p w:rsidR="009C4748" w:rsidRPr="007A0ACC" w:rsidRDefault="00413EEC" w:rsidP="009C4748">
      <w:pPr>
        <w:pStyle w:val="libNormal0"/>
        <w:rPr>
          <w:rtl/>
        </w:rPr>
      </w:pPr>
      <w:r w:rsidRPr="00A54383">
        <w:rPr>
          <w:rFonts w:hint="cs"/>
          <w:rtl/>
        </w:rPr>
        <w:t>19</w:t>
      </w:r>
      <w:r w:rsidR="009C4748" w:rsidRPr="00A54383">
        <w:rPr>
          <w:rFonts w:hint="cs"/>
          <w:rtl/>
        </w:rPr>
        <w:t>۔ تحق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ق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دستاو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ز</w:t>
      </w:r>
      <w:r w:rsidR="009C4748" w:rsidRPr="007A0ACC">
        <w:rPr>
          <w:rtl/>
        </w:rPr>
        <w:t xml:space="preserve">                ::      مرکز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مطالعات اسلام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پاکستان</w:t>
      </w:r>
    </w:p>
    <w:p w:rsidR="009C4748" w:rsidRPr="007A0ACC" w:rsidRDefault="00413EEC" w:rsidP="009C4748">
      <w:pPr>
        <w:pStyle w:val="libNormal0"/>
        <w:rPr>
          <w:rtl/>
        </w:rPr>
      </w:pPr>
      <w:r w:rsidRPr="00A54383">
        <w:rPr>
          <w:rFonts w:hint="cs"/>
          <w:rtl/>
        </w:rPr>
        <w:t>20</w:t>
      </w:r>
      <w:r w:rsidR="009C4748" w:rsidRPr="00A54383">
        <w:rPr>
          <w:rFonts w:hint="cs"/>
          <w:rtl/>
        </w:rPr>
        <w:t>۔ حق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قت</w:t>
      </w:r>
      <w:r w:rsidR="009C4748" w:rsidRPr="007A0ACC">
        <w:rPr>
          <w:rtl/>
        </w:rPr>
        <w:t xml:space="preserve"> ِ گمشدہ               ::     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معتصم 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9C4748" w:rsidRPr="007A0ACC">
        <w:rPr>
          <w:rtl/>
        </w:rPr>
        <w:t xml:space="preserve"> احمد سوڈان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(سابق اہلسنت)</w:t>
      </w:r>
    </w:p>
    <w:p w:rsidR="009C4748" w:rsidRPr="007A0ACC" w:rsidRDefault="00413EEC" w:rsidP="009C4748">
      <w:pPr>
        <w:pStyle w:val="libNormal0"/>
        <w:rPr>
          <w:rtl/>
        </w:rPr>
      </w:pPr>
      <w:r w:rsidRPr="00A54383">
        <w:rPr>
          <w:rFonts w:hint="cs"/>
          <w:rtl/>
        </w:rPr>
        <w:t>21</w:t>
      </w:r>
      <w:r w:rsidR="009C4748" w:rsidRPr="00A54383">
        <w:rPr>
          <w:rFonts w:hint="cs"/>
          <w:rtl/>
        </w:rPr>
        <w:t>۔تار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خ</w:t>
      </w:r>
      <w:r w:rsidR="009C4748" w:rsidRPr="007A0ACC">
        <w:rPr>
          <w:rtl/>
        </w:rPr>
        <w:t xml:space="preserve"> فقہ جعفر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            ::      علامہ 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9C4748" w:rsidRPr="007A0ACC">
        <w:rPr>
          <w:rtl/>
        </w:rPr>
        <w:t xml:space="preserve"> ہاشم المعروف الحسن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>( ب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روت</w:t>
      </w:r>
      <w:r w:rsidR="009C4748" w:rsidRPr="007A0ACC">
        <w:rPr>
          <w:rtl/>
        </w:rPr>
        <w:t>)</w:t>
      </w:r>
    </w:p>
    <w:p w:rsidR="009C4748" w:rsidRPr="007A0ACC" w:rsidRDefault="00413EEC" w:rsidP="009C4748">
      <w:pPr>
        <w:pStyle w:val="libNormal0"/>
        <w:rPr>
          <w:rtl/>
        </w:rPr>
      </w:pPr>
      <w:r w:rsidRPr="00A54383">
        <w:rPr>
          <w:rFonts w:hint="cs"/>
          <w:rtl/>
        </w:rPr>
        <w:t>22</w:t>
      </w:r>
      <w:r w:rsidR="009C4748" w:rsidRPr="00A54383">
        <w:rPr>
          <w:rFonts w:hint="cs"/>
          <w:rtl/>
        </w:rPr>
        <w:t>۔ 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عہ</w:t>
      </w:r>
      <w:r w:rsidR="009C4748" w:rsidRPr="007A0ACC">
        <w:rPr>
          <w:rtl/>
        </w:rPr>
        <w:t xml:space="preserve"> ہ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ک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وں</w:t>
      </w:r>
      <w:r w:rsidR="009C4748" w:rsidRPr="007A0ACC">
        <w:rPr>
          <w:rtl/>
        </w:rPr>
        <w:t xml:space="preserve"> نہ ہوجائوں    ::      مروان خل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فات</w:t>
      </w:r>
      <w:r w:rsidR="009C4748" w:rsidRPr="007A0ACC">
        <w:rPr>
          <w:rtl/>
        </w:rPr>
        <w:t>(سابق اہلسنت ) اردن</w:t>
      </w:r>
    </w:p>
    <w:p w:rsidR="009C4748" w:rsidRPr="007A0ACC" w:rsidRDefault="00413EEC" w:rsidP="009C4748">
      <w:pPr>
        <w:pStyle w:val="libNormal0"/>
        <w:rPr>
          <w:rtl/>
        </w:rPr>
      </w:pPr>
      <w:r w:rsidRPr="00A54383">
        <w:rPr>
          <w:rFonts w:hint="cs"/>
          <w:rtl/>
        </w:rPr>
        <w:t>23</w:t>
      </w:r>
      <w:r w:rsidR="009C4748" w:rsidRPr="00A54383">
        <w:rPr>
          <w:rFonts w:hint="cs"/>
          <w:rtl/>
        </w:rPr>
        <w:t>۔غد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</w:t>
      </w:r>
      <w:r w:rsidR="009C4748" w:rsidRPr="007A0ACC">
        <w:rPr>
          <w:rtl/>
        </w:rPr>
        <w:t xml:space="preserve"> اہلسنت ک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نظر 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ں</w:t>
      </w:r>
      <w:r w:rsidR="009C4748" w:rsidRPr="007A0ACC">
        <w:rPr>
          <w:rtl/>
        </w:rPr>
        <w:t xml:space="preserve">     ::      محقق محمد جباران </w:t>
      </w:r>
    </w:p>
    <w:p w:rsidR="009C4748" w:rsidRPr="007A0ACC" w:rsidRDefault="00413EEC" w:rsidP="009C4748">
      <w:pPr>
        <w:pStyle w:val="libNormal0"/>
        <w:rPr>
          <w:rtl/>
        </w:rPr>
      </w:pPr>
      <w:r w:rsidRPr="00A54383">
        <w:rPr>
          <w:rFonts w:hint="cs"/>
          <w:rtl/>
        </w:rPr>
        <w:t>2</w:t>
      </w:r>
      <w:r w:rsidR="00A54383" w:rsidRPr="00A54383">
        <w:rPr>
          <w:rFonts w:hint="cs"/>
          <w:rtl/>
          <w:lang w:bidi="ur-PK"/>
        </w:rPr>
        <w:t>4</w:t>
      </w:r>
      <w:r w:rsidR="009C4748" w:rsidRPr="00A54383">
        <w:rPr>
          <w:rFonts w:hint="cs"/>
          <w:rtl/>
        </w:rPr>
        <w:t>۔حق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قت</w:t>
      </w:r>
      <w:r w:rsidR="009C4748" w:rsidRPr="007A0ACC">
        <w:rPr>
          <w:rtl/>
        </w:rPr>
        <w:t xml:space="preserve"> 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عہ</w:t>
      </w:r>
      <w:r w:rsidR="009C4748" w:rsidRPr="007A0ACC">
        <w:rPr>
          <w:rtl/>
        </w:rPr>
        <w:t xml:space="preserve"> اثنا عشر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ہ</w:t>
      </w:r>
      <w:r w:rsidR="009C4748" w:rsidRPr="007A0ACC">
        <w:rPr>
          <w:rtl/>
        </w:rPr>
        <w:t xml:space="preserve">      ::       ڈاکٹر اسد وح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9C4748" w:rsidRPr="007A0ACC">
        <w:rPr>
          <w:rtl/>
        </w:rPr>
        <w:t xml:space="preserve"> قاسم(سابق اہلسنت) فلسط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 </w:t>
      </w:r>
      <w:r w:rsidR="0017666E" w:rsidRPr="0017666E">
        <w:rPr>
          <w:rtl/>
          <w:lang w:bidi="ur-PK"/>
        </w:rPr>
        <w:t>(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ہ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کتاب</w:t>
      </w:r>
      <w:r w:rsidR="0017666E" w:rsidRPr="0017666E">
        <w:rPr>
          <w:rtl/>
          <w:lang w:bidi="ur-PK"/>
        </w:rPr>
        <w:t>)</w:t>
      </w:r>
    </w:p>
    <w:p w:rsidR="009C4748" w:rsidRPr="007A0ACC" w:rsidRDefault="00413EEC" w:rsidP="009C4748">
      <w:pPr>
        <w:pStyle w:val="libNormal0"/>
        <w:rPr>
          <w:rtl/>
        </w:rPr>
      </w:pPr>
      <w:r w:rsidRPr="00A54383">
        <w:rPr>
          <w:rFonts w:hint="cs"/>
          <w:rtl/>
        </w:rPr>
        <w:t>25</w:t>
      </w:r>
      <w:r w:rsidR="009C4748" w:rsidRPr="00A54383">
        <w:rPr>
          <w:rFonts w:hint="cs"/>
          <w:rtl/>
        </w:rPr>
        <w:t>۔غد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</w:t>
      </w:r>
      <w:r w:rsidR="009C4748" w:rsidRPr="007A0ACC">
        <w:rPr>
          <w:rtl/>
        </w:rPr>
        <w:t xml:space="preserve"> ک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فضا 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ں</w:t>
      </w:r>
      <w:r w:rsidR="009C4748" w:rsidRPr="007A0ACC">
        <w:rPr>
          <w:rtl/>
        </w:rPr>
        <w:t xml:space="preserve">            ::        علامہ عل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اصغر مروج خراسان</w:t>
      </w:r>
      <w:r w:rsidR="009C4748" w:rsidRPr="007A0ACC">
        <w:rPr>
          <w:rFonts w:hint="cs"/>
          <w:rtl/>
        </w:rPr>
        <w:t>ی</w:t>
      </w:r>
    </w:p>
    <w:p w:rsidR="009C4748" w:rsidRPr="007A0ACC" w:rsidRDefault="00413EEC" w:rsidP="009C4748">
      <w:pPr>
        <w:pStyle w:val="libNormal0"/>
        <w:rPr>
          <w:rtl/>
        </w:rPr>
      </w:pPr>
      <w:r w:rsidRPr="00A54383">
        <w:rPr>
          <w:rFonts w:hint="cs"/>
          <w:rtl/>
        </w:rPr>
        <w:t>26</w:t>
      </w:r>
      <w:r w:rsidR="009C4748" w:rsidRPr="00A54383">
        <w:rPr>
          <w:rFonts w:hint="cs"/>
          <w:rtl/>
        </w:rPr>
        <w:t>۔ 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عہ</w:t>
      </w:r>
      <w:r w:rsidR="009C4748" w:rsidRPr="007A0ACC">
        <w:rPr>
          <w:rtl/>
        </w:rPr>
        <w:t xml:space="preserve"> شناس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              ::         آ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ت</w:t>
      </w:r>
      <w:r w:rsidR="009C4748" w:rsidRPr="007A0ACC">
        <w:rPr>
          <w:rtl/>
        </w:rPr>
        <w:t xml:space="preserve"> اللہ عل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ربان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گلپا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گان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 </w:t>
      </w:r>
    </w:p>
    <w:p w:rsidR="009C4748" w:rsidRPr="007A0ACC" w:rsidRDefault="00413EEC" w:rsidP="009C4748">
      <w:pPr>
        <w:pStyle w:val="libNormal0"/>
        <w:rPr>
          <w:rtl/>
        </w:rPr>
      </w:pPr>
      <w:r w:rsidRPr="00A54383">
        <w:rPr>
          <w:rFonts w:hint="cs"/>
          <w:rtl/>
        </w:rPr>
        <w:t>27</w:t>
      </w:r>
      <w:r w:rsidR="009C4748" w:rsidRPr="00A54383">
        <w:rPr>
          <w:rFonts w:hint="cs"/>
          <w:rtl/>
        </w:rPr>
        <w:t>۔عقائدامام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ہ</w:t>
      </w:r>
      <w:r w:rsidR="009C4748" w:rsidRPr="007A0ACC">
        <w:rPr>
          <w:rtl/>
        </w:rPr>
        <w:t xml:space="preserve">                     ::               آ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ت</w:t>
      </w:r>
      <w:r w:rsidR="009C4748" w:rsidRPr="007A0ACC">
        <w:rPr>
          <w:rtl/>
        </w:rPr>
        <w:t xml:space="preserve"> اللہ جعفر صبحان</w:t>
      </w:r>
      <w:r w:rsidR="009C4748" w:rsidRPr="007A0ACC">
        <w:rPr>
          <w:rFonts w:hint="cs"/>
          <w:rtl/>
        </w:rPr>
        <w:t>ی</w:t>
      </w:r>
    </w:p>
    <w:p w:rsidR="009C4748" w:rsidRPr="007A0ACC" w:rsidRDefault="00413EEC" w:rsidP="009C4748">
      <w:pPr>
        <w:pStyle w:val="libNormal0"/>
        <w:rPr>
          <w:rtl/>
        </w:rPr>
      </w:pPr>
      <w:r w:rsidRPr="00A54383">
        <w:rPr>
          <w:rFonts w:hint="cs"/>
          <w:rtl/>
        </w:rPr>
        <w:t>28</w:t>
      </w:r>
      <w:r w:rsidR="009C4748" w:rsidRPr="00A54383">
        <w:rPr>
          <w:rFonts w:hint="cs"/>
          <w:rtl/>
        </w:rPr>
        <w:t>۔ آئ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عہ</w:t>
      </w:r>
      <w:r w:rsidR="009C4748" w:rsidRPr="007A0ACC">
        <w:rPr>
          <w:rtl/>
        </w:rPr>
        <w:t xml:space="preserve">             ::  مولانا ابو عبداللہ انصار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کشم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</w:t>
      </w:r>
      <w:r w:rsidR="009C4748" w:rsidRPr="007A0ACC">
        <w:rPr>
          <w:rFonts w:hint="cs"/>
          <w:rtl/>
        </w:rPr>
        <w:t>ی</w:t>
      </w:r>
    </w:p>
    <w:p w:rsidR="009C4748" w:rsidRPr="007A0ACC" w:rsidRDefault="00413EEC" w:rsidP="009C4748">
      <w:pPr>
        <w:pStyle w:val="libNormal0"/>
        <w:rPr>
          <w:rtl/>
        </w:rPr>
      </w:pPr>
      <w:r w:rsidRPr="00A54383">
        <w:rPr>
          <w:rFonts w:hint="cs"/>
          <w:rtl/>
        </w:rPr>
        <w:t>29</w:t>
      </w:r>
      <w:r w:rsidR="009C4748" w:rsidRPr="00A54383">
        <w:rPr>
          <w:rFonts w:hint="cs"/>
          <w:rtl/>
        </w:rPr>
        <w:t>۔ غد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</w:t>
      </w:r>
      <w:r w:rsidR="009C4748" w:rsidRPr="007A0ACC">
        <w:rPr>
          <w:rtl/>
        </w:rPr>
        <w:t xml:space="preserve"> ک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معرفت          :: علامہ عل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اصغر رضوان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 </w:t>
      </w:r>
    </w:p>
    <w:p w:rsidR="009C4748" w:rsidRPr="007A0ACC" w:rsidRDefault="00413EEC" w:rsidP="009C4748">
      <w:pPr>
        <w:pStyle w:val="libNormal0"/>
        <w:rPr>
          <w:rtl/>
        </w:rPr>
      </w:pPr>
      <w:r w:rsidRPr="00A54383">
        <w:rPr>
          <w:rFonts w:hint="cs"/>
          <w:rtl/>
        </w:rPr>
        <w:t>30</w:t>
      </w:r>
      <w:r w:rsidR="009C4748" w:rsidRPr="00A54383">
        <w:rPr>
          <w:rFonts w:hint="cs"/>
          <w:rtl/>
        </w:rPr>
        <w:t>۔ تش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ع</w:t>
      </w:r>
      <w:r w:rsidR="009C4748" w:rsidRPr="007A0ACC">
        <w:rPr>
          <w:rtl/>
        </w:rPr>
        <w:t xml:space="preserve"> در تسنن             :: آ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ت</w:t>
      </w:r>
      <w:r w:rsidR="009C4748" w:rsidRPr="007A0ACC">
        <w:rPr>
          <w:rtl/>
        </w:rPr>
        <w:t xml:space="preserve"> اللہ 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9C4748" w:rsidRPr="007A0ACC">
        <w:rPr>
          <w:rtl/>
        </w:rPr>
        <w:t xml:space="preserve"> محمد رضا 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زد</w:t>
      </w:r>
      <w:r w:rsidR="009C4748" w:rsidRPr="007A0ACC">
        <w:rPr>
          <w:rFonts w:hint="cs"/>
          <w:rtl/>
        </w:rPr>
        <w:t>ی</w:t>
      </w:r>
    </w:p>
    <w:p w:rsidR="009C4748" w:rsidRDefault="00413EEC" w:rsidP="009C4748">
      <w:pPr>
        <w:pStyle w:val="libNormal0"/>
        <w:rPr>
          <w:rtl/>
        </w:rPr>
      </w:pPr>
      <w:r w:rsidRPr="00A54383">
        <w:rPr>
          <w:rFonts w:hint="cs"/>
          <w:rtl/>
        </w:rPr>
        <w:t>31</w:t>
      </w:r>
      <w:r w:rsidR="009C4748" w:rsidRPr="00A54383">
        <w:rPr>
          <w:rFonts w:hint="cs"/>
          <w:rtl/>
        </w:rPr>
        <w:t>۔فر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ق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ن</w:t>
      </w:r>
      <w:r w:rsidR="009C4748" w:rsidRPr="007A0ACC">
        <w:rPr>
          <w:rtl/>
        </w:rPr>
        <w:t xml:space="preserve"> ک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عقائد         :: آ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ت</w:t>
      </w:r>
      <w:r w:rsidR="009C4748" w:rsidRPr="007A0ACC">
        <w:rPr>
          <w:rtl/>
        </w:rPr>
        <w:t xml:space="preserve"> اللہ 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دمحمد</w:t>
      </w:r>
      <w:r w:rsidR="009C4748" w:rsidRPr="007A0ACC">
        <w:rPr>
          <w:rtl/>
        </w:rPr>
        <w:t xml:space="preserve"> سع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9C4748" w:rsidRPr="007A0ACC">
        <w:rPr>
          <w:rtl/>
        </w:rPr>
        <w:t xml:space="preserve"> طبا طبائ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حک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م</w:t>
      </w:r>
    </w:p>
    <w:p w:rsidR="0096544D" w:rsidRDefault="00413EEC" w:rsidP="0096544D">
      <w:pPr>
        <w:pStyle w:val="libNormal0"/>
        <w:rPr>
          <w:rtl/>
        </w:rPr>
      </w:pPr>
      <w:r w:rsidRPr="00A54383">
        <w:rPr>
          <w:rFonts w:hint="cs"/>
          <w:rtl/>
        </w:rPr>
        <w:t>17</w:t>
      </w:r>
      <w:r w:rsidR="0096544D" w:rsidRPr="00A54383">
        <w:rPr>
          <w:rFonts w:hint="cs"/>
          <w:rtl/>
        </w:rPr>
        <w:t>۔ہم</w:t>
      </w:r>
      <w:r w:rsidR="0096544D" w:rsidRPr="007A0ACC">
        <w:rPr>
          <w:rFonts w:hint="cs"/>
          <w:rtl/>
        </w:rPr>
        <w:t>ی</w:t>
      </w:r>
      <w:r w:rsidR="0096544D" w:rsidRPr="007A0ACC">
        <w:rPr>
          <w:rFonts w:hint="eastAsia"/>
          <w:rtl/>
        </w:rPr>
        <w:t>ں</w:t>
      </w:r>
      <w:r w:rsidR="0096544D" w:rsidRPr="007A0ACC">
        <w:rPr>
          <w:rtl/>
        </w:rPr>
        <w:t xml:space="preserve"> پہنچانئے،پھر ف</w:t>
      </w:r>
      <w:r w:rsidR="0096544D" w:rsidRPr="007A0ACC">
        <w:rPr>
          <w:rFonts w:hint="cs"/>
          <w:rtl/>
        </w:rPr>
        <w:t>ی</w:t>
      </w:r>
      <w:r w:rsidR="0096544D" w:rsidRPr="007A0ACC">
        <w:rPr>
          <w:rFonts w:hint="eastAsia"/>
          <w:rtl/>
        </w:rPr>
        <w:t>صلہ</w:t>
      </w:r>
      <w:r w:rsidR="0096544D" w:rsidRPr="007A0ACC">
        <w:rPr>
          <w:rtl/>
        </w:rPr>
        <w:t xml:space="preserve"> ک</w:t>
      </w:r>
      <w:r w:rsidR="0096544D" w:rsidRPr="007A0ACC">
        <w:rPr>
          <w:rFonts w:hint="cs"/>
          <w:rtl/>
        </w:rPr>
        <w:t>ی</w:t>
      </w:r>
      <w:r w:rsidR="0096544D" w:rsidRPr="007A0ACC">
        <w:rPr>
          <w:rFonts w:hint="eastAsia"/>
          <w:rtl/>
        </w:rPr>
        <w:t>جئے</w:t>
      </w:r>
      <w:r w:rsidR="0096544D" w:rsidRPr="007A0ACC">
        <w:rPr>
          <w:rtl/>
        </w:rPr>
        <w:t xml:space="preserve">        ::        آ</w:t>
      </w:r>
      <w:r w:rsidR="0096544D" w:rsidRPr="007A0ACC">
        <w:rPr>
          <w:rFonts w:hint="cs"/>
          <w:rtl/>
        </w:rPr>
        <w:t>ی</w:t>
      </w:r>
      <w:r w:rsidR="0096544D" w:rsidRPr="007A0ACC">
        <w:rPr>
          <w:rFonts w:hint="eastAsia"/>
          <w:rtl/>
        </w:rPr>
        <w:t>ت</w:t>
      </w:r>
      <w:r w:rsidR="0096544D" w:rsidRPr="007A0ACC">
        <w:rPr>
          <w:rtl/>
        </w:rPr>
        <w:t xml:space="preserve"> للہ الس</w:t>
      </w:r>
      <w:r w:rsidR="0096544D" w:rsidRPr="007A0ACC">
        <w:rPr>
          <w:rFonts w:hint="cs"/>
          <w:rtl/>
        </w:rPr>
        <w:t>ی</w:t>
      </w:r>
      <w:r w:rsidR="0096544D" w:rsidRPr="007A0ACC">
        <w:rPr>
          <w:rFonts w:hint="eastAsia"/>
          <w:rtl/>
        </w:rPr>
        <w:t>د</w:t>
      </w:r>
      <w:r w:rsidR="0096544D" w:rsidRPr="007A0ACC">
        <w:rPr>
          <w:rtl/>
        </w:rPr>
        <w:t xml:space="preserve"> احمد واحد</w:t>
      </w:r>
      <w:r w:rsidR="0096544D" w:rsidRPr="007A0ACC">
        <w:rPr>
          <w:rFonts w:hint="cs"/>
          <w:rtl/>
        </w:rPr>
        <w:t>ی</w:t>
      </w:r>
      <w:r w:rsidR="0096544D" w:rsidRPr="007A0ACC">
        <w:rPr>
          <w:rtl/>
        </w:rPr>
        <w:t xml:space="preserve">    </w:t>
      </w:r>
    </w:p>
    <w:p w:rsidR="0096544D" w:rsidRPr="0096544D" w:rsidRDefault="0096544D" w:rsidP="0096544D">
      <w:pPr>
        <w:pStyle w:val="libNormal"/>
        <w:rPr>
          <w:rtl/>
        </w:rPr>
      </w:pPr>
      <w:r w:rsidRPr="007A0ACC">
        <w:rPr>
          <w:rtl/>
        </w:rPr>
        <w:t>(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ہ</w:t>
      </w:r>
      <w:r w:rsidRPr="007A0ACC">
        <w:rPr>
          <w:rtl/>
        </w:rPr>
        <w:t xml:space="preserve"> سب کتاب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 م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رے</w:t>
      </w:r>
      <w:r w:rsidRPr="007A0ACC">
        <w:rPr>
          <w:rtl/>
        </w:rPr>
        <w:t xml:space="preserve"> پاس موجود ہ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ں</w:t>
      </w:r>
      <w:r w:rsidRPr="007A0ACC">
        <w:rPr>
          <w:rtl/>
        </w:rPr>
        <w:t xml:space="preserve">)  </w:t>
      </w:r>
    </w:p>
    <w:p w:rsidR="0096544D" w:rsidRDefault="0096544D" w:rsidP="007317F7">
      <w:pPr>
        <w:pStyle w:val="libNormal"/>
        <w:rPr>
          <w:rtl/>
        </w:rPr>
      </w:pPr>
      <w:r>
        <w:rPr>
          <w:rtl/>
        </w:rPr>
        <w:br w:type="page"/>
      </w:r>
    </w:p>
    <w:p w:rsidR="00806E13" w:rsidRDefault="00806E13" w:rsidP="007317F7">
      <w:pPr>
        <w:pStyle w:val="libNormal"/>
        <w:rPr>
          <w:rtl/>
        </w:rPr>
      </w:pPr>
    </w:p>
    <w:p w:rsidR="009C4748" w:rsidRPr="007A0ACC" w:rsidRDefault="009C4748" w:rsidP="009C4748">
      <w:pPr>
        <w:pStyle w:val="libNormal0"/>
        <w:rPr>
          <w:rtl/>
        </w:rPr>
      </w:pPr>
    </w:p>
    <w:p w:rsidR="009C4748" w:rsidRPr="007A0ACC" w:rsidRDefault="009C4748" w:rsidP="00335727">
      <w:pPr>
        <w:pStyle w:val="Heading2Center"/>
        <w:rPr>
          <w:rtl/>
        </w:rPr>
      </w:pPr>
      <w:r w:rsidRPr="007A0ACC">
        <w:rPr>
          <w:rtl/>
        </w:rPr>
        <w:t xml:space="preserve"> </w:t>
      </w:r>
      <w:bookmarkStart w:id="49" w:name="_Toc447620037"/>
      <w:r w:rsidRPr="007A0ACC">
        <w:rPr>
          <w:rtl/>
        </w:rPr>
        <w:t>ش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عہ</w:t>
      </w:r>
      <w:r w:rsidRPr="007A0ACC">
        <w:rPr>
          <w:rtl/>
        </w:rPr>
        <w:t xml:space="preserve"> مذہب کے متعلق کوئ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بھ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جانکار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حاصل کرنے کے لئے پتہ</w:t>
      </w:r>
      <w:bookmarkEnd w:id="49"/>
    </w:p>
    <w:p w:rsidR="009C4748" w:rsidRPr="007A0ACC" w:rsidRDefault="009C4748" w:rsidP="009C4748">
      <w:pPr>
        <w:pStyle w:val="libNormal0"/>
      </w:pPr>
      <w:r w:rsidRPr="007A0ACC">
        <w:rPr>
          <w:rtl/>
        </w:rPr>
        <w:t xml:space="preserve">1. </w:t>
      </w:r>
      <w:proofErr w:type="gramStart"/>
      <w:r w:rsidRPr="007A0ACC">
        <w:t>www</w:t>
      </w:r>
      <w:proofErr w:type="gramEnd"/>
      <w:r w:rsidRPr="007A0ACC">
        <w:t xml:space="preserve">. </w:t>
      </w:r>
      <w:proofErr w:type="gramStart"/>
      <w:r w:rsidRPr="007A0ACC">
        <w:t>shia</w:t>
      </w:r>
      <w:proofErr w:type="gramEnd"/>
      <w:r w:rsidRPr="007A0ACC">
        <w:t xml:space="preserve"> multimedia.com / www.Ali walay .com</w:t>
      </w:r>
    </w:p>
    <w:p w:rsidR="009C4748" w:rsidRPr="007A0ACC" w:rsidRDefault="009C4748" w:rsidP="009C4748">
      <w:pPr>
        <w:pStyle w:val="libNormal0"/>
      </w:pPr>
      <w:r w:rsidRPr="007A0ACC">
        <w:rPr>
          <w:rtl/>
        </w:rPr>
        <w:t xml:space="preserve">2. </w:t>
      </w:r>
      <w:r w:rsidRPr="007A0ACC">
        <w:t>www.ahl-ul-bayt.org/www.ahl-ul-bayt.net.in</w:t>
      </w:r>
      <w:r w:rsidRPr="007A0ACC">
        <w:rPr>
          <w:rtl/>
        </w:rPr>
        <w:t xml:space="preserve">   </w:t>
      </w:r>
    </w:p>
    <w:p w:rsidR="009C4748" w:rsidRPr="007A0ACC" w:rsidRDefault="009C4748" w:rsidP="009C4748">
      <w:pPr>
        <w:pStyle w:val="libNormal0"/>
      </w:pPr>
      <w:r w:rsidRPr="007A0ACC">
        <w:rPr>
          <w:rtl/>
        </w:rPr>
        <w:t xml:space="preserve">3. </w:t>
      </w:r>
      <w:r w:rsidRPr="007A0ACC">
        <w:t>http://al-islam.org</w:t>
      </w:r>
      <w:r w:rsidRPr="007A0ACC">
        <w:rPr>
          <w:rtl/>
        </w:rPr>
        <w:t xml:space="preserve">  </w:t>
      </w:r>
    </w:p>
    <w:p w:rsidR="009C4748" w:rsidRPr="007A0ACC" w:rsidRDefault="009C4748" w:rsidP="009C4748">
      <w:pPr>
        <w:pStyle w:val="libNormal0"/>
      </w:pPr>
      <w:r w:rsidRPr="007A0ACC">
        <w:rPr>
          <w:rtl/>
        </w:rPr>
        <w:t xml:space="preserve">4.  </w:t>
      </w:r>
      <w:proofErr w:type="gramStart"/>
      <w:r w:rsidRPr="007A0ACC">
        <w:t>www</w:t>
      </w:r>
      <w:proofErr w:type="gramEnd"/>
      <w:r w:rsidRPr="007A0ACC">
        <w:t>. abna.ir</w:t>
      </w:r>
      <w:r w:rsidRPr="007A0ACC">
        <w:rPr>
          <w:rtl/>
        </w:rPr>
        <w:t xml:space="preserve">   </w:t>
      </w:r>
    </w:p>
    <w:p w:rsidR="009C4748" w:rsidRPr="007A0ACC" w:rsidRDefault="009C4748" w:rsidP="009C4748">
      <w:pPr>
        <w:pStyle w:val="libNormal0"/>
      </w:pPr>
      <w:r w:rsidRPr="007A0ACC">
        <w:rPr>
          <w:rtl/>
        </w:rPr>
        <w:t xml:space="preserve">5.   </w:t>
      </w:r>
      <w:proofErr w:type="gramStart"/>
      <w:r w:rsidRPr="007A0ACC">
        <w:t>www</w:t>
      </w:r>
      <w:proofErr w:type="gramEnd"/>
      <w:r w:rsidRPr="007A0ACC">
        <w:t xml:space="preserve">. </w:t>
      </w:r>
      <w:proofErr w:type="gramStart"/>
      <w:r w:rsidRPr="007A0ACC">
        <w:t>shia</w:t>
      </w:r>
      <w:proofErr w:type="gramEnd"/>
      <w:r w:rsidRPr="007A0ACC">
        <w:t xml:space="preserve"> org</w:t>
      </w:r>
      <w:r w:rsidRPr="007A0ACC">
        <w:rPr>
          <w:rtl/>
        </w:rPr>
        <w:t xml:space="preserve"> </w:t>
      </w:r>
    </w:p>
    <w:p w:rsidR="00806E13" w:rsidRDefault="009C4748" w:rsidP="00806E13">
      <w:pPr>
        <w:pStyle w:val="libNormal0"/>
      </w:pPr>
      <w:r w:rsidRPr="007A0ACC">
        <w:rPr>
          <w:rtl/>
        </w:rPr>
        <w:t>6</w:t>
      </w:r>
      <w:r w:rsidRPr="007A0ACC">
        <w:t>www. sadqeen.com</w:t>
      </w:r>
      <w:r w:rsidR="00806E13">
        <w:t xml:space="preserve">    </w:t>
      </w:r>
      <w:r w:rsidRPr="007A0ACC">
        <w:rPr>
          <w:rtl/>
        </w:rPr>
        <w:t xml:space="preserve"> </w:t>
      </w:r>
    </w:p>
    <w:p w:rsidR="00806E13" w:rsidRPr="00806E13" w:rsidRDefault="00806E13" w:rsidP="00806E13">
      <w:pPr>
        <w:pStyle w:val="libNormal"/>
      </w:pPr>
    </w:p>
    <w:p w:rsidR="009C4748" w:rsidRPr="007A0ACC" w:rsidRDefault="009C4748" w:rsidP="00335727">
      <w:pPr>
        <w:pStyle w:val="Heading2Center"/>
        <w:rPr>
          <w:rtl/>
        </w:rPr>
      </w:pPr>
      <w:bookmarkStart w:id="50" w:name="_Toc447620038"/>
      <w:r w:rsidRPr="007A0ACC">
        <w:rPr>
          <w:rtl/>
        </w:rPr>
        <w:t>عصر حاضر کے بعض مراجع کرام سے رابتہ کرنے کے روابط</w:t>
      </w:r>
      <w:bookmarkEnd w:id="50"/>
      <w:r w:rsidRPr="007A0ACC">
        <w:rPr>
          <w:rtl/>
        </w:rPr>
        <w:t xml:space="preserve"> </w:t>
      </w:r>
    </w:p>
    <w:p w:rsidR="009C4748" w:rsidRPr="007A0ACC" w:rsidRDefault="00413EEC" w:rsidP="009C4748">
      <w:pPr>
        <w:pStyle w:val="libNormal0"/>
        <w:rPr>
          <w:rtl/>
        </w:rPr>
      </w:pPr>
      <w:r w:rsidRPr="00A54383">
        <w:rPr>
          <w:rFonts w:hint="cs"/>
          <w:rtl/>
        </w:rPr>
        <w:t>1</w:t>
      </w:r>
      <w:r w:rsidR="009C4748" w:rsidRPr="00A54383">
        <w:rPr>
          <w:rFonts w:hint="cs"/>
          <w:rtl/>
        </w:rPr>
        <w:t>۔آ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ت</w:t>
      </w:r>
      <w:r w:rsidR="009C4748" w:rsidRPr="007A0ACC">
        <w:rPr>
          <w:rtl/>
        </w:rPr>
        <w:t xml:space="preserve"> اللہ اعظم</w:t>
      </w:r>
      <w:r w:rsidR="009C4748" w:rsidRPr="007A0ACC">
        <w:rPr>
          <w:rFonts w:hint="cs"/>
          <w:rtl/>
        </w:rPr>
        <w:t>یٰ</w:t>
      </w:r>
      <w:r w:rsidR="009C4748" w:rsidRPr="007A0ACC">
        <w:rPr>
          <w:rtl/>
        </w:rPr>
        <w:t xml:space="preserve"> 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9C4748" w:rsidRPr="007A0ACC">
        <w:rPr>
          <w:rtl/>
        </w:rPr>
        <w:t xml:space="preserve"> عل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ستان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    عراق</w:t>
      </w:r>
    </w:p>
    <w:p w:rsidR="009C4748" w:rsidRPr="007A0ACC" w:rsidRDefault="009C4748" w:rsidP="009C4748">
      <w:pPr>
        <w:pStyle w:val="libNormal0"/>
      </w:pPr>
      <w:r w:rsidRPr="007A0ACC">
        <w:t>E-mail:sistani@sistani.org</w:t>
      </w:r>
      <w:r w:rsidRPr="007A0ACC">
        <w:rPr>
          <w:rtl/>
        </w:rPr>
        <w:t xml:space="preserve"> </w:t>
      </w:r>
    </w:p>
    <w:p w:rsidR="009C4748" w:rsidRPr="007A0ACC" w:rsidRDefault="00413EEC" w:rsidP="009C4748">
      <w:pPr>
        <w:pStyle w:val="libNormal0"/>
        <w:rPr>
          <w:rtl/>
        </w:rPr>
      </w:pPr>
      <w:r w:rsidRPr="00A54383">
        <w:rPr>
          <w:rFonts w:hint="cs"/>
          <w:rtl/>
        </w:rPr>
        <w:t>2</w:t>
      </w:r>
      <w:r w:rsidR="009C4748" w:rsidRPr="00A54383">
        <w:rPr>
          <w:rFonts w:hint="cs"/>
          <w:rtl/>
        </w:rPr>
        <w:t xml:space="preserve"> ۔ آ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ت</w:t>
      </w:r>
      <w:r w:rsidR="009C4748" w:rsidRPr="007A0ACC">
        <w:rPr>
          <w:rtl/>
        </w:rPr>
        <w:t xml:space="preserve"> اللہ اعظم</w:t>
      </w:r>
      <w:r w:rsidR="009C4748" w:rsidRPr="007A0ACC">
        <w:rPr>
          <w:rFonts w:hint="cs"/>
          <w:rtl/>
        </w:rPr>
        <w:t>یٰ</w:t>
      </w:r>
      <w:r w:rsidR="009C4748" w:rsidRPr="007A0ACC">
        <w:rPr>
          <w:rtl/>
        </w:rPr>
        <w:t xml:space="preserve"> س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د</w:t>
      </w:r>
      <w:r w:rsidR="009C4748" w:rsidRPr="007A0ACC">
        <w:rPr>
          <w:rtl/>
        </w:rPr>
        <w:t xml:space="preserve"> عل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خامنہ ا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 ا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ران</w:t>
      </w:r>
      <w:r w:rsidR="009C4748" w:rsidRPr="007A0ACC">
        <w:rPr>
          <w:rtl/>
        </w:rPr>
        <w:t xml:space="preserve"> </w:t>
      </w:r>
    </w:p>
    <w:p w:rsidR="009C4748" w:rsidRPr="007A0ACC" w:rsidRDefault="009C4748" w:rsidP="009C4748">
      <w:pPr>
        <w:pStyle w:val="libNormal0"/>
      </w:pPr>
      <w:r w:rsidRPr="007A0ACC">
        <w:t>E-mail info-leader@leader.ir</w:t>
      </w:r>
    </w:p>
    <w:p w:rsidR="009C4748" w:rsidRPr="007A0ACC" w:rsidRDefault="00413EEC" w:rsidP="009C4748">
      <w:pPr>
        <w:pStyle w:val="libNormal0"/>
        <w:rPr>
          <w:rtl/>
        </w:rPr>
      </w:pPr>
      <w:r w:rsidRPr="00A54383">
        <w:rPr>
          <w:rFonts w:hint="cs"/>
          <w:rtl/>
        </w:rPr>
        <w:t>3</w:t>
      </w:r>
      <w:r w:rsidR="009C4748" w:rsidRPr="00A54383">
        <w:rPr>
          <w:rFonts w:hint="cs"/>
          <w:rtl/>
        </w:rPr>
        <w:t>۔آ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ت</w:t>
      </w:r>
      <w:r w:rsidR="009C4748" w:rsidRPr="007A0ACC">
        <w:rPr>
          <w:rtl/>
        </w:rPr>
        <w:t xml:space="preserve"> اللہ ناصر مکارم 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راز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  ا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ران</w:t>
      </w:r>
    </w:p>
    <w:p w:rsidR="009C4748" w:rsidRPr="007A0ACC" w:rsidRDefault="009C4748" w:rsidP="009C4748">
      <w:pPr>
        <w:pStyle w:val="libNormal0"/>
      </w:pPr>
      <w:r w:rsidRPr="007A0ACC">
        <w:t>www.makaremshirazi.org</w:t>
      </w:r>
      <w:r w:rsidRPr="007A0ACC">
        <w:rPr>
          <w:rtl/>
        </w:rPr>
        <w:t xml:space="preserve">    </w:t>
      </w:r>
    </w:p>
    <w:p w:rsidR="009C4748" w:rsidRPr="007A0ACC" w:rsidRDefault="00A54383" w:rsidP="009C4748">
      <w:pPr>
        <w:pStyle w:val="libNormal0"/>
        <w:rPr>
          <w:rtl/>
        </w:rPr>
      </w:pPr>
      <w:r w:rsidRPr="00A54383">
        <w:rPr>
          <w:rFonts w:hint="cs"/>
          <w:rtl/>
          <w:lang w:bidi="ur-PK"/>
        </w:rPr>
        <w:t>4</w:t>
      </w:r>
      <w:r w:rsidR="009C4748" w:rsidRPr="00A54383">
        <w:rPr>
          <w:rFonts w:hint="cs"/>
          <w:rtl/>
        </w:rPr>
        <w:t>۔آ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ت</w:t>
      </w:r>
      <w:r w:rsidR="009C4748" w:rsidRPr="007A0ACC">
        <w:rPr>
          <w:rtl/>
        </w:rPr>
        <w:t xml:space="preserve"> اللہ صادق ش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راز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     ا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ران</w:t>
      </w:r>
    </w:p>
    <w:p w:rsidR="009C4748" w:rsidRPr="007A0ACC" w:rsidRDefault="009C4748" w:rsidP="009C4748">
      <w:pPr>
        <w:pStyle w:val="libNormal0"/>
      </w:pPr>
      <w:r w:rsidRPr="007A0ACC">
        <w:t>www.shirazi.ir</w:t>
      </w:r>
    </w:p>
    <w:p w:rsidR="009C4748" w:rsidRPr="007A0ACC" w:rsidRDefault="00413EEC" w:rsidP="009C4748">
      <w:pPr>
        <w:pStyle w:val="libNormal0"/>
        <w:rPr>
          <w:rtl/>
        </w:rPr>
      </w:pPr>
      <w:r w:rsidRPr="00A54383">
        <w:rPr>
          <w:rFonts w:hint="cs"/>
          <w:rtl/>
        </w:rPr>
        <w:t>5</w:t>
      </w:r>
      <w:r w:rsidR="009C4748" w:rsidRPr="00A54383">
        <w:rPr>
          <w:rFonts w:hint="cs"/>
          <w:rtl/>
        </w:rPr>
        <w:t>۔آ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ت</w:t>
      </w:r>
      <w:r w:rsidR="009C4748" w:rsidRPr="007A0ACC">
        <w:rPr>
          <w:rtl/>
        </w:rPr>
        <w:t xml:space="preserve"> اللہ جعفرسبحان</w:t>
      </w:r>
      <w:r w:rsidR="009C4748" w:rsidRPr="007A0ACC">
        <w:rPr>
          <w:rFonts w:hint="cs"/>
          <w:rtl/>
        </w:rPr>
        <w:t>ی</w:t>
      </w:r>
      <w:r w:rsidR="009C4748" w:rsidRPr="007A0ACC">
        <w:rPr>
          <w:rtl/>
        </w:rPr>
        <w:t xml:space="preserve">           ا</w:t>
      </w:r>
      <w:r w:rsidR="009C4748" w:rsidRPr="007A0ACC">
        <w:rPr>
          <w:rFonts w:hint="cs"/>
          <w:rtl/>
        </w:rPr>
        <w:t>ی</w:t>
      </w:r>
      <w:r w:rsidR="009C4748" w:rsidRPr="007A0ACC">
        <w:rPr>
          <w:rFonts w:hint="eastAsia"/>
          <w:rtl/>
        </w:rPr>
        <w:t>ران</w:t>
      </w:r>
    </w:p>
    <w:p w:rsidR="009C4748" w:rsidRPr="007A0ACC" w:rsidRDefault="009C4748" w:rsidP="009C4748">
      <w:pPr>
        <w:pStyle w:val="libNormal0"/>
      </w:pPr>
      <w:r w:rsidRPr="007A0ACC">
        <w:t>E-mail;info@shia.ir</w:t>
      </w:r>
    </w:p>
    <w:p w:rsidR="009C4748" w:rsidRPr="007A0ACC" w:rsidRDefault="009C4748" w:rsidP="009C4748">
      <w:pPr>
        <w:pStyle w:val="libNormal0"/>
        <w:rPr>
          <w:rtl/>
        </w:rPr>
      </w:pPr>
      <w:r w:rsidRPr="007A0ACC">
        <w:rPr>
          <w:rFonts w:hint="eastAsia"/>
          <w:rtl/>
        </w:rPr>
        <w:t>آ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ت</w:t>
      </w:r>
      <w:r w:rsidRPr="007A0ACC">
        <w:rPr>
          <w:rtl/>
        </w:rPr>
        <w:t xml:space="preserve"> اللہ عبدالکر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م</w:t>
      </w:r>
      <w:r w:rsidRPr="007A0ACC">
        <w:rPr>
          <w:rtl/>
        </w:rPr>
        <w:t xml:space="preserve"> موسو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اردب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ل</w:t>
      </w:r>
      <w:r w:rsidRPr="007A0ACC">
        <w:rPr>
          <w:rFonts w:hint="cs"/>
          <w:rtl/>
        </w:rPr>
        <w:t>ی</w:t>
      </w:r>
      <w:r w:rsidRPr="007A0ACC">
        <w:rPr>
          <w:rtl/>
        </w:rPr>
        <w:t xml:space="preserve"> ا</w:t>
      </w:r>
      <w:r w:rsidRPr="007A0ACC">
        <w:rPr>
          <w:rFonts w:hint="cs"/>
          <w:rtl/>
        </w:rPr>
        <w:t>ی</w:t>
      </w:r>
      <w:r w:rsidRPr="007A0ACC">
        <w:rPr>
          <w:rFonts w:hint="eastAsia"/>
          <w:rtl/>
        </w:rPr>
        <w:t>ران</w:t>
      </w:r>
    </w:p>
    <w:p w:rsidR="00E83536" w:rsidRDefault="009C4748" w:rsidP="00806E13">
      <w:pPr>
        <w:pStyle w:val="libNormal0"/>
      </w:pPr>
      <w:r w:rsidRPr="007A0ACC">
        <w:t>E-mail:mousavi@ardebili.org</w:t>
      </w:r>
    </w:p>
    <w:p w:rsidR="00E83536" w:rsidRDefault="00E83536" w:rsidP="00E83536">
      <w:pPr>
        <w:pStyle w:val="libNormal"/>
      </w:pPr>
      <w:r>
        <w:br w:type="page"/>
      </w:r>
    </w:p>
    <w:sdt>
      <w:sdtPr>
        <w:rPr>
          <w:rtl/>
        </w:rPr>
        <w:id w:val="-1446536545"/>
        <w:docPartObj>
          <w:docPartGallery w:val="Table of Contents"/>
          <w:docPartUnique/>
        </w:docPartObj>
      </w:sdtPr>
      <w:sdtEndPr>
        <w:rPr>
          <w:rFonts w:cs="Traditional Arabic"/>
          <w:b w:val="0"/>
          <w:bCs w:val="0"/>
          <w:color w:val="000000"/>
          <w:sz w:val="24"/>
          <w:szCs w:val="32"/>
        </w:rPr>
      </w:sdtEndPr>
      <w:sdtContent>
        <w:p w:rsidR="00E83536" w:rsidRDefault="00E83536" w:rsidP="00E83536">
          <w:pPr>
            <w:pStyle w:val="Heading2Center"/>
          </w:pPr>
          <w:r w:rsidRPr="00E83536">
            <w:rPr>
              <w:rFonts w:hint="cs"/>
              <w:rtl/>
            </w:rPr>
            <w:t>فہرست</w:t>
          </w:r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47619988" w:history="1">
            <w:r w:rsidRPr="00927D31">
              <w:rPr>
                <w:rStyle w:val="Hyperlink"/>
                <w:rFonts w:hint="eastAsia"/>
                <w:noProof/>
                <w:rtl/>
              </w:rPr>
              <w:t>مشخصات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Toc447619988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19989" w:history="1">
            <w:r w:rsidRPr="00927D31">
              <w:rPr>
                <w:rStyle w:val="Hyperlink"/>
                <w:rFonts w:hint="eastAsia"/>
                <w:noProof/>
                <w:rtl/>
              </w:rPr>
              <w:t>عرض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مترجم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Toc447619989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19990" w:history="1">
            <w:r w:rsidRPr="00927D31">
              <w:rPr>
                <w:rStyle w:val="Hyperlink"/>
                <w:rFonts w:hint="eastAsia"/>
                <w:noProof/>
                <w:rtl/>
              </w:rPr>
              <w:t>مقدمہ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مولف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Toc447619990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19991" w:history="1">
            <w:r w:rsidRPr="00927D31">
              <w:rPr>
                <w:rStyle w:val="Hyperlink"/>
                <w:rFonts w:hint="eastAsia"/>
                <w:noProof/>
                <w:rtl/>
              </w:rPr>
              <w:t>باب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امامت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Toc447619991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19992" w:history="1">
            <w:r w:rsidRPr="00927D31">
              <w:rPr>
                <w:rStyle w:val="Hyperlink"/>
                <w:rFonts w:hint="eastAsia"/>
                <w:noProof/>
                <w:rtl/>
              </w:rPr>
              <w:t>امامت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کے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متعلق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احاد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ث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Toc447619992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19993" w:history="1">
            <w:r w:rsidRPr="00927D31">
              <w:rPr>
                <w:rStyle w:val="Hyperlink"/>
                <w:rFonts w:hint="eastAsia"/>
                <w:noProof/>
                <w:rtl/>
              </w:rPr>
              <w:t>اول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،اہلب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ت</w:t>
            </w:r>
            <w:r w:rsidRPr="00927D31">
              <w:rPr>
                <w:rStyle w:val="Hyperlink"/>
                <w:noProof/>
                <w:rtl/>
              </w:rPr>
              <w:t xml:space="preserve">  </w:t>
            </w:r>
            <w:r w:rsidRPr="00927D31">
              <w:rPr>
                <w:rStyle w:val="Hyperlink"/>
                <w:rFonts w:hint="eastAsia"/>
                <w:noProof/>
                <w:rtl/>
              </w:rPr>
              <w:t>کون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ہ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ں؟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Toc447619993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19994" w:history="1">
            <w:r w:rsidRPr="00927D31">
              <w:rPr>
                <w:rStyle w:val="Hyperlink"/>
                <w:rFonts w:hint="eastAsia"/>
                <w:noProof/>
                <w:rtl/>
              </w:rPr>
              <w:t>ازواج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نب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noProof/>
                <w:rtl/>
              </w:rPr>
              <w:t xml:space="preserve"> (</w:t>
            </w:r>
            <w:r w:rsidRPr="00927D31">
              <w:rPr>
                <w:rStyle w:val="Hyperlink"/>
                <w:rFonts w:hint="eastAsia"/>
                <w:noProof/>
                <w:rtl/>
              </w:rPr>
              <w:t>ص</w:t>
            </w:r>
            <w:r w:rsidRPr="00927D31">
              <w:rPr>
                <w:rStyle w:val="Hyperlink"/>
                <w:noProof/>
                <w:rtl/>
              </w:rPr>
              <w:t xml:space="preserve">) </w:t>
            </w:r>
            <w:r w:rsidRPr="00927D31">
              <w:rPr>
                <w:rStyle w:val="Hyperlink"/>
                <w:rFonts w:hint="eastAsia"/>
                <w:noProof/>
                <w:rtl/>
              </w:rPr>
              <w:t>کے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متعلق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ک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ا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ہے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Toc447619994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19995" w:history="1"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ہ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دعو</w:t>
            </w:r>
            <w:r w:rsidRPr="00927D31">
              <w:rPr>
                <w:rStyle w:val="Hyperlink"/>
                <w:rFonts w:hint="cs"/>
                <w:noProof/>
                <w:rtl/>
              </w:rPr>
              <w:t>یٰ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کہ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آ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ت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تطہ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ر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م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ں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ازواج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نب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noProof/>
                <w:rtl/>
              </w:rPr>
              <w:t xml:space="preserve"> (</w:t>
            </w:r>
            <w:r w:rsidRPr="00927D31">
              <w:rPr>
                <w:rStyle w:val="Hyperlink"/>
                <w:rFonts w:hint="eastAsia"/>
                <w:noProof/>
                <w:rtl/>
              </w:rPr>
              <w:t>ص</w:t>
            </w:r>
            <w:r w:rsidRPr="00927D31">
              <w:rPr>
                <w:rStyle w:val="Hyperlink"/>
                <w:noProof/>
                <w:rtl/>
              </w:rPr>
              <w:t xml:space="preserve">) </w:t>
            </w:r>
            <w:r w:rsidRPr="00927D31">
              <w:rPr>
                <w:rStyle w:val="Hyperlink"/>
                <w:rFonts w:hint="eastAsia"/>
                <w:noProof/>
                <w:rtl/>
              </w:rPr>
              <w:t>بھ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شامل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ہ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Toc447619995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19996" w:history="1">
            <w:r w:rsidRPr="00927D31">
              <w:rPr>
                <w:rStyle w:val="Hyperlink"/>
                <w:rFonts w:hint="eastAsia"/>
                <w:noProof/>
                <w:rtl/>
              </w:rPr>
              <w:t>عصمت</w:t>
            </w:r>
            <w:r w:rsidRPr="00927D31">
              <w:rPr>
                <w:rStyle w:val="Hyperlink"/>
                <w:noProof/>
                <w:rtl/>
              </w:rPr>
              <w:t xml:space="preserve"> ِ</w:t>
            </w:r>
            <w:r w:rsidRPr="00927D31">
              <w:rPr>
                <w:rStyle w:val="Hyperlink"/>
                <w:rFonts w:hint="eastAsia"/>
                <w:noProof/>
                <w:rtl/>
              </w:rPr>
              <w:t>اہلب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ت</w:t>
            </w:r>
            <w:r w:rsidRPr="00927D31">
              <w:rPr>
                <w:rStyle w:val="Hyperlink"/>
                <w:noProof/>
                <w:rtl/>
              </w:rPr>
              <w:t xml:space="preserve">  </w:t>
            </w:r>
            <w:r w:rsidRPr="00927D31">
              <w:rPr>
                <w:rStyle w:val="Hyperlink"/>
                <w:rFonts w:hint="eastAsia"/>
                <w:noProof/>
                <w:rtl/>
              </w:rPr>
              <w:t>کے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ثبوت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م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ں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مز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د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دلائل</w:t>
            </w:r>
            <w:r w:rsidRPr="00927D3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Toc447619996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19997" w:history="1">
            <w:r w:rsidRPr="00927D31">
              <w:rPr>
                <w:rStyle w:val="Hyperlink"/>
                <w:noProof/>
                <w:rtl/>
              </w:rPr>
              <w:t xml:space="preserve">(1): </w:t>
            </w:r>
            <w:r w:rsidRPr="00927D31">
              <w:rPr>
                <w:rStyle w:val="Hyperlink"/>
                <w:rFonts w:hint="eastAsia"/>
                <w:noProof/>
                <w:rtl/>
              </w:rPr>
              <w:t>حد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ث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ثقل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ن</w:t>
            </w:r>
            <w:r w:rsidRPr="00927D31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Toc447619997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19998" w:history="1">
            <w:r w:rsidRPr="00927D31">
              <w:rPr>
                <w:rStyle w:val="Hyperlink"/>
                <w:noProof/>
                <w:rtl/>
              </w:rPr>
              <w:t xml:space="preserve">(2): </w:t>
            </w:r>
            <w:r w:rsidRPr="00927D31">
              <w:rPr>
                <w:rStyle w:val="Hyperlink"/>
                <w:rFonts w:hint="eastAsia"/>
                <w:noProof/>
                <w:rtl/>
              </w:rPr>
              <w:t>قرآن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آ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ت</w:t>
            </w:r>
            <w:r w:rsidRPr="00927D31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Toc447619998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19999" w:history="1">
            <w:r w:rsidRPr="00927D31">
              <w:rPr>
                <w:rStyle w:val="Hyperlink"/>
                <w:noProof/>
                <w:rtl/>
              </w:rPr>
              <w:t>(3):</w:t>
            </w:r>
            <w:r w:rsidRPr="00927D31">
              <w:rPr>
                <w:rStyle w:val="Hyperlink"/>
                <w:rFonts w:hint="eastAsia"/>
                <w:noProof/>
                <w:rtl/>
              </w:rPr>
              <w:t>مستدرک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عل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صح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ح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ن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سے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گواہ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Toc447619999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20000" w:history="1">
            <w:r w:rsidRPr="00927D31">
              <w:rPr>
                <w:rStyle w:val="Hyperlink"/>
                <w:noProof/>
                <w:rtl/>
              </w:rPr>
              <w:t>(</w:t>
            </w:r>
            <w:r w:rsidRPr="00927D31">
              <w:rPr>
                <w:rStyle w:val="Hyperlink"/>
                <w:noProof/>
                <w:rtl/>
                <w:lang w:bidi="ur-PK"/>
              </w:rPr>
              <w:t>4</w:t>
            </w:r>
            <w:r w:rsidRPr="00927D31">
              <w:rPr>
                <w:rStyle w:val="Hyperlink"/>
                <w:noProof/>
                <w:rtl/>
              </w:rPr>
              <w:t xml:space="preserve">): </w:t>
            </w:r>
            <w:r w:rsidRPr="00927D31">
              <w:rPr>
                <w:rStyle w:val="Hyperlink"/>
                <w:rFonts w:hint="eastAsia"/>
                <w:noProof/>
                <w:rtl/>
              </w:rPr>
              <w:t>صح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ح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بخار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م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ں</w:t>
            </w:r>
            <w:r w:rsidRPr="00927D31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Toc447620000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 w:rsidP="00F620BC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20001" w:history="1">
            <w:r w:rsidRPr="00927D31">
              <w:rPr>
                <w:rStyle w:val="Hyperlink"/>
                <w:noProof/>
                <w:rtl/>
              </w:rPr>
              <w:t>(5):</w:t>
            </w:r>
            <w:r w:rsidRPr="00927D31">
              <w:rPr>
                <w:rStyle w:val="Hyperlink"/>
                <w:rFonts w:hint="eastAsia"/>
                <w:noProof/>
                <w:rtl/>
              </w:rPr>
              <w:t>احاد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ث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سے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گواہ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Toc447620001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20002" w:history="1">
            <w:r w:rsidRPr="00927D31">
              <w:rPr>
                <w:rStyle w:val="Hyperlink"/>
                <w:rFonts w:hint="eastAsia"/>
                <w:noProof/>
                <w:rtl/>
              </w:rPr>
              <w:t>دوم،اہلب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ت</w:t>
            </w:r>
            <w:r w:rsidRPr="00927D31">
              <w:rPr>
                <w:rStyle w:val="Hyperlink"/>
                <w:noProof/>
                <w:rtl/>
              </w:rPr>
              <w:t xml:space="preserve">  </w:t>
            </w:r>
            <w:r w:rsidRPr="00927D31">
              <w:rPr>
                <w:rStyle w:val="Hyperlink"/>
                <w:rFonts w:hint="eastAsia"/>
                <w:noProof/>
                <w:rtl/>
              </w:rPr>
              <w:t>م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ں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اماموں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ک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تعداد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کے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بارے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م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ں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ثبوت</w:t>
            </w:r>
            <w:r w:rsidRPr="00927D31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Toc447620002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20003" w:history="1">
            <w:r w:rsidRPr="00927D31">
              <w:rPr>
                <w:rStyle w:val="Hyperlink"/>
                <w:rFonts w:hint="eastAsia"/>
                <w:noProof/>
                <w:rtl/>
              </w:rPr>
              <w:t>رسول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اکرم</w:t>
            </w:r>
            <w:r w:rsidRPr="00927D31">
              <w:rPr>
                <w:rStyle w:val="Hyperlink"/>
                <w:noProof/>
                <w:rtl/>
              </w:rPr>
              <w:t xml:space="preserve">  (</w:t>
            </w:r>
            <w:r w:rsidRPr="00927D31">
              <w:rPr>
                <w:rStyle w:val="Hyperlink"/>
                <w:rFonts w:hint="eastAsia"/>
                <w:noProof/>
                <w:rtl/>
              </w:rPr>
              <w:t>ص</w:t>
            </w:r>
            <w:r w:rsidRPr="00927D31">
              <w:rPr>
                <w:rStyle w:val="Hyperlink"/>
                <w:noProof/>
                <w:rtl/>
              </w:rPr>
              <w:t>)</w:t>
            </w:r>
            <w:r w:rsidRPr="00927D31">
              <w:rPr>
                <w:rStyle w:val="Hyperlink"/>
                <w:rFonts w:hint="eastAsia"/>
                <w:noProof/>
                <w:rtl/>
              </w:rPr>
              <w:t>نے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اپنا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جانش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ن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عل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عل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ہ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کو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بنا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ا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اس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بارے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م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ں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ثبوت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Toc447620003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20004" w:history="1">
            <w:r w:rsidRPr="00927D31">
              <w:rPr>
                <w:rStyle w:val="Hyperlink"/>
                <w:rFonts w:hint="eastAsia"/>
                <w:noProof/>
                <w:rtl/>
              </w:rPr>
              <w:t>حضرت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عل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noProof/>
                <w:rtl/>
              </w:rPr>
              <w:t xml:space="preserve">  </w:t>
            </w:r>
            <w:r w:rsidRPr="00927D31">
              <w:rPr>
                <w:rStyle w:val="Hyperlink"/>
                <w:rFonts w:hint="eastAsia"/>
                <w:noProof/>
                <w:rtl/>
              </w:rPr>
              <w:t>عل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ہ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ک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وصا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ت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وخلافت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پر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مز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د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شواہد</w:t>
            </w:r>
            <w:r w:rsidRPr="00927D31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Toc447620004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20005" w:history="1">
            <w:r w:rsidRPr="00927D31">
              <w:rPr>
                <w:rStyle w:val="Hyperlink"/>
                <w:rFonts w:hint="eastAsia"/>
                <w:noProof/>
                <w:rtl/>
              </w:rPr>
              <w:t>مسلمانوں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ک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اکثر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ت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نے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اہلب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ت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کے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متعلق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احاد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ث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ک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مخالفت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ک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Toc447620005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20006" w:history="1">
            <w:r w:rsidRPr="00927D31">
              <w:rPr>
                <w:rStyle w:val="Hyperlink"/>
                <w:noProof/>
                <w:rtl/>
              </w:rPr>
              <w:t>(</w:t>
            </w:r>
            <w:r w:rsidRPr="00927D31">
              <w:rPr>
                <w:rStyle w:val="Hyperlink"/>
                <w:noProof/>
                <w:rtl/>
                <w:lang w:bidi="ur-PK"/>
              </w:rPr>
              <w:t>1</w:t>
            </w:r>
            <w:r w:rsidRPr="00927D31">
              <w:rPr>
                <w:rStyle w:val="Hyperlink"/>
                <w:noProof/>
                <w:rtl/>
              </w:rPr>
              <w:t>)</w:t>
            </w:r>
            <w:r w:rsidRPr="00927D31">
              <w:rPr>
                <w:rStyle w:val="Hyperlink"/>
                <w:rFonts w:hint="eastAsia"/>
                <w:noProof/>
                <w:rtl/>
              </w:rPr>
              <w:t>کچھ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صحابہ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نے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اللہ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کے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رسول</w:t>
            </w:r>
            <w:r w:rsidRPr="00927D31">
              <w:rPr>
                <w:rStyle w:val="Hyperlink"/>
                <w:noProof/>
                <w:rtl/>
              </w:rPr>
              <w:t xml:space="preserve"> (</w:t>
            </w:r>
            <w:r w:rsidRPr="00927D31">
              <w:rPr>
                <w:rStyle w:val="Hyperlink"/>
                <w:rFonts w:hint="eastAsia"/>
                <w:noProof/>
                <w:rtl/>
              </w:rPr>
              <w:t>ص</w:t>
            </w:r>
            <w:r w:rsidRPr="00927D31">
              <w:rPr>
                <w:rStyle w:val="Hyperlink"/>
                <w:noProof/>
                <w:rtl/>
              </w:rPr>
              <w:t xml:space="preserve">) </w:t>
            </w:r>
            <w:r w:rsidRPr="00927D31">
              <w:rPr>
                <w:rStyle w:val="Hyperlink"/>
                <w:rFonts w:hint="eastAsia"/>
                <w:noProof/>
                <w:rtl/>
              </w:rPr>
              <w:t>کو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وص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ت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لکھنے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سے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روکا</w:t>
            </w:r>
            <w:r w:rsidRPr="00927D31">
              <w:rPr>
                <w:rStyle w:val="Hyperlink"/>
                <w:noProof/>
                <w:rtl/>
              </w:rPr>
              <w:t>:۔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Toc447620006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20007" w:history="1">
            <w:r w:rsidRPr="00927D31">
              <w:rPr>
                <w:rStyle w:val="Hyperlink"/>
                <w:noProof/>
                <w:rtl/>
              </w:rPr>
              <w:t>(</w:t>
            </w:r>
            <w:r w:rsidRPr="00927D31">
              <w:rPr>
                <w:rStyle w:val="Hyperlink"/>
                <w:noProof/>
                <w:rtl/>
                <w:lang w:bidi="ur-PK"/>
              </w:rPr>
              <w:t>2</w:t>
            </w:r>
            <w:r w:rsidRPr="00927D31">
              <w:rPr>
                <w:rStyle w:val="Hyperlink"/>
                <w:noProof/>
                <w:rtl/>
              </w:rPr>
              <w:t xml:space="preserve">): </w:t>
            </w:r>
            <w:r w:rsidRPr="00927D31">
              <w:rPr>
                <w:rStyle w:val="Hyperlink"/>
                <w:rFonts w:hint="eastAsia"/>
                <w:noProof/>
                <w:rtl/>
              </w:rPr>
              <w:t>کچھ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صحابہ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کا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لشکر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اسامہ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م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ں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جانے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سے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پس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و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پ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ش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اور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ان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ک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سردار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پراعتراض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Toc447620007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20008" w:history="1">
            <w:r w:rsidRPr="00927D31">
              <w:rPr>
                <w:rStyle w:val="Hyperlink"/>
                <w:rFonts w:hint="eastAsia"/>
                <w:noProof/>
                <w:rtl/>
              </w:rPr>
              <w:t>حالات</w:t>
            </w:r>
            <w:r w:rsidRPr="00927D31">
              <w:rPr>
                <w:rStyle w:val="Hyperlink"/>
                <w:noProof/>
                <w:rtl/>
              </w:rPr>
              <w:t xml:space="preserve"> ِ </w:t>
            </w:r>
            <w:r w:rsidRPr="00927D31">
              <w:rPr>
                <w:rStyle w:val="Hyperlink"/>
                <w:rFonts w:hint="eastAsia"/>
                <w:noProof/>
                <w:rtl/>
              </w:rPr>
              <w:t>سق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فہ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اور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حضرت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ابوبکر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بعنوان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خل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فہ</w:t>
            </w:r>
            <w:r w:rsidRPr="00927D3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Toc447620008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20009" w:history="1">
            <w:r w:rsidRPr="00927D31">
              <w:rPr>
                <w:rStyle w:val="Hyperlink"/>
                <w:rFonts w:hint="eastAsia"/>
                <w:noProof/>
                <w:rtl/>
              </w:rPr>
              <w:t>حضرت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فاطمہ</w:t>
            </w:r>
            <w:r w:rsidRPr="00927D31">
              <w:rPr>
                <w:rStyle w:val="Hyperlink"/>
                <w:noProof/>
                <w:rtl/>
              </w:rPr>
              <w:t xml:space="preserve">  </w:t>
            </w:r>
            <w:r w:rsidRPr="00927D31">
              <w:rPr>
                <w:rStyle w:val="Hyperlink"/>
                <w:rFonts w:hint="eastAsia"/>
                <w:noProof/>
                <w:rtl/>
              </w:rPr>
              <w:t>ک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ناراضگ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Toc447620009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20010" w:history="1">
            <w:r w:rsidRPr="00927D31">
              <w:rPr>
                <w:rStyle w:val="Hyperlink"/>
                <w:rFonts w:hint="eastAsia"/>
                <w:noProof/>
                <w:rtl/>
              </w:rPr>
              <w:t>ک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ا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حضرت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فاطمہ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صلواة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اللہ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عل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ہ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ک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موت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جاہل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ت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ک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موت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ہوئ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Toc447620010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20011" w:history="1">
            <w:r w:rsidRPr="00927D31">
              <w:rPr>
                <w:rStyle w:val="Hyperlink"/>
                <w:rFonts w:hint="eastAsia"/>
                <w:noProof/>
                <w:rtl/>
              </w:rPr>
              <w:t>خلافت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عمرابن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خطاب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Toc447620011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20012" w:history="1">
            <w:r w:rsidRPr="00927D31">
              <w:rPr>
                <w:rStyle w:val="Hyperlink"/>
                <w:rFonts w:hint="eastAsia"/>
                <w:noProof/>
                <w:rtl/>
              </w:rPr>
              <w:t>خلافتِ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عثمان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بن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عفان</w:t>
            </w:r>
            <w:r w:rsidRPr="00927D31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Toc447620012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20013" w:history="1">
            <w:r w:rsidRPr="00927D31">
              <w:rPr>
                <w:rStyle w:val="Hyperlink"/>
                <w:noProof/>
                <w:rtl/>
              </w:rPr>
              <w:t>:</w:t>
            </w:r>
            <w:r w:rsidRPr="00927D31">
              <w:rPr>
                <w:rStyle w:val="Hyperlink"/>
                <w:rFonts w:hint="eastAsia"/>
                <w:noProof/>
                <w:rtl/>
              </w:rPr>
              <w:t>حضرت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عثمان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کا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قتل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Toc447620013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20014" w:history="1">
            <w:r w:rsidRPr="00927D31">
              <w:rPr>
                <w:rStyle w:val="Hyperlink"/>
                <w:rFonts w:hint="eastAsia"/>
                <w:noProof/>
                <w:rtl/>
              </w:rPr>
              <w:t>خلافت</w:t>
            </w:r>
            <w:r w:rsidRPr="00927D31">
              <w:rPr>
                <w:rStyle w:val="Hyperlink"/>
                <w:noProof/>
                <w:rtl/>
              </w:rPr>
              <w:t xml:space="preserve"> ِ </w:t>
            </w:r>
            <w:r w:rsidRPr="00927D31">
              <w:rPr>
                <w:rStyle w:val="Hyperlink"/>
                <w:rFonts w:hint="eastAsia"/>
                <w:noProof/>
                <w:rtl/>
              </w:rPr>
              <w:t>امام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عل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Toc447620014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 w:rsidP="00F620BC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20015" w:history="1">
            <w:r w:rsidRPr="00927D31">
              <w:rPr>
                <w:rStyle w:val="Hyperlink"/>
                <w:rFonts w:hint="eastAsia"/>
                <w:noProof/>
                <w:rtl/>
              </w:rPr>
              <w:t>جنگِ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جمل</w:t>
            </w:r>
            <w:r w:rsidRPr="00927D31">
              <w:rPr>
                <w:rStyle w:val="Hyperlink"/>
                <w:noProof/>
                <w:rtl/>
              </w:rPr>
              <w:t xml:space="preserve"> : </w:t>
            </w:r>
            <w:r w:rsidRPr="00927D31">
              <w:rPr>
                <w:rStyle w:val="Hyperlink"/>
                <w:rFonts w:hint="eastAsia"/>
                <w:noProof/>
                <w:rtl/>
              </w:rPr>
              <w:t>ام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المومن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ن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امام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عل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noProof/>
                <w:rtl/>
              </w:rPr>
              <w:t xml:space="preserve">  </w:t>
            </w:r>
            <w:r w:rsidRPr="00927D31">
              <w:rPr>
                <w:rStyle w:val="Hyperlink"/>
                <w:rFonts w:hint="eastAsia"/>
                <w:noProof/>
                <w:rtl/>
              </w:rPr>
              <w:t>سے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جنگ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لڑنے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ک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لئے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نکلت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ہ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ں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Toc447620015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20016" w:history="1">
            <w:r w:rsidRPr="00927D31">
              <w:rPr>
                <w:rStyle w:val="Hyperlink"/>
                <w:rFonts w:hint="eastAsia"/>
                <w:noProof/>
                <w:rtl/>
              </w:rPr>
              <w:t>افسانہ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عبد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اللہ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ابن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سباء</w:t>
            </w:r>
            <w:r w:rsidRPr="00927D31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Toc447620016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20017" w:history="1">
            <w:r w:rsidRPr="00927D31">
              <w:rPr>
                <w:rStyle w:val="Hyperlink"/>
                <w:rFonts w:hint="eastAsia"/>
                <w:noProof/>
                <w:rtl/>
              </w:rPr>
              <w:t>معاو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ہ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ک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بغاوت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اور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جنگِ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صف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ن</w:t>
            </w:r>
            <w:r w:rsidRPr="00927D3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Toc447620017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20018" w:history="1">
            <w:r w:rsidRPr="00927D31">
              <w:rPr>
                <w:rStyle w:val="Hyperlink"/>
                <w:rFonts w:hint="eastAsia"/>
                <w:noProof/>
                <w:rtl/>
              </w:rPr>
              <w:t>پ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غمبر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خدا</w:t>
            </w:r>
            <w:r w:rsidRPr="00927D31">
              <w:rPr>
                <w:rStyle w:val="Hyperlink"/>
                <w:noProof/>
                <w:rtl/>
              </w:rPr>
              <w:t xml:space="preserve"> (</w:t>
            </w:r>
            <w:r w:rsidRPr="00927D31">
              <w:rPr>
                <w:rStyle w:val="Hyperlink"/>
                <w:rFonts w:hint="eastAsia"/>
                <w:noProof/>
                <w:rtl/>
              </w:rPr>
              <w:t>ص</w:t>
            </w:r>
            <w:r w:rsidRPr="00927D31">
              <w:rPr>
                <w:rStyle w:val="Hyperlink"/>
                <w:noProof/>
                <w:rtl/>
              </w:rPr>
              <w:t xml:space="preserve">) </w:t>
            </w:r>
            <w:r w:rsidRPr="00927D31">
              <w:rPr>
                <w:rStyle w:val="Hyperlink"/>
                <w:rFonts w:hint="eastAsia"/>
                <w:noProof/>
                <w:rtl/>
              </w:rPr>
              <w:t>نے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معاو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ہ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کے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متعلق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ک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ا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فرما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Toc447620018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20019" w:history="1">
            <w:r w:rsidRPr="00927D31">
              <w:rPr>
                <w:rStyle w:val="Hyperlink"/>
                <w:rFonts w:hint="eastAsia"/>
                <w:noProof/>
                <w:rtl/>
              </w:rPr>
              <w:t>شہادتِ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امام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عل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Toc447620019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20020" w:history="1">
            <w:r w:rsidRPr="00927D31">
              <w:rPr>
                <w:rStyle w:val="Hyperlink"/>
                <w:rFonts w:hint="eastAsia"/>
                <w:noProof/>
                <w:rtl/>
              </w:rPr>
              <w:t>صلح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نامہ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اور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شہادتِ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امام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حسن</w:t>
            </w:r>
            <w:r w:rsidRPr="00927D31">
              <w:rPr>
                <w:rStyle w:val="Hyperlink"/>
                <w:noProof/>
                <w:rtl/>
              </w:rPr>
              <w:t xml:space="preserve"> 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Toc447620020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20021" w:history="1">
            <w:r w:rsidRPr="00927D31">
              <w:rPr>
                <w:rStyle w:val="Hyperlink"/>
                <w:rFonts w:hint="eastAsia"/>
                <w:noProof/>
                <w:rtl/>
              </w:rPr>
              <w:t>انقلابِ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کربلا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اور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شہادتِ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امام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حس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ن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عل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ہ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السلام</w:t>
            </w:r>
            <w:r w:rsidRPr="00927D3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Toc447620021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20022" w:history="1">
            <w:r w:rsidRPr="00927D31">
              <w:rPr>
                <w:rStyle w:val="Hyperlink"/>
                <w:rFonts w:hint="eastAsia"/>
                <w:noProof/>
                <w:rtl/>
              </w:rPr>
              <w:t>ک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ا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سب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اصحابِ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رسول</w:t>
            </w:r>
            <w:r w:rsidRPr="00927D31">
              <w:rPr>
                <w:rStyle w:val="Hyperlink"/>
                <w:noProof/>
                <w:rtl/>
              </w:rPr>
              <w:t xml:space="preserve"> (</w:t>
            </w:r>
            <w:r w:rsidRPr="00927D31">
              <w:rPr>
                <w:rStyle w:val="Hyperlink"/>
                <w:rFonts w:hint="eastAsia"/>
                <w:noProof/>
                <w:rtl/>
              </w:rPr>
              <w:t>ص</w:t>
            </w:r>
            <w:r w:rsidRPr="00927D31">
              <w:rPr>
                <w:rStyle w:val="Hyperlink"/>
                <w:noProof/>
                <w:rtl/>
              </w:rPr>
              <w:t xml:space="preserve">) </w:t>
            </w:r>
            <w:r w:rsidRPr="00927D31">
              <w:rPr>
                <w:rStyle w:val="Hyperlink"/>
                <w:rFonts w:hint="eastAsia"/>
                <w:noProof/>
                <w:rtl/>
              </w:rPr>
              <w:t>عادل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تھے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Toc447620022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20023" w:history="1">
            <w:r w:rsidRPr="00927D31">
              <w:rPr>
                <w:rStyle w:val="Hyperlink"/>
                <w:rFonts w:hint="eastAsia"/>
                <w:noProof/>
                <w:rtl/>
              </w:rPr>
              <w:t>ش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عہ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اور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قرآن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مج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د</w:t>
            </w:r>
            <w:r w:rsidRPr="00927D3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Toc447620023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20024" w:history="1">
            <w:r w:rsidRPr="00927D31">
              <w:rPr>
                <w:rStyle w:val="Hyperlink"/>
                <w:rFonts w:hint="eastAsia"/>
                <w:noProof/>
                <w:rtl/>
              </w:rPr>
              <w:t>ش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عہ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اور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سنت</w:t>
            </w:r>
            <w:r w:rsidRPr="00927D31">
              <w:rPr>
                <w:rStyle w:val="Hyperlink"/>
                <w:noProof/>
                <w:rtl/>
              </w:rPr>
              <w:t xml:space="preserve"> ِ</w:t>
            </w:r>
            <w:r w:rsidRPr="00927D31">
              <w:rPr>
                <w:rStyle w:val="Hyperlink"/>
                <w:rFonts w:hint="eastAsia"/>
                <w:noProof/>
                <w:rtl/>
              </w:rPr>
              <w:t>نب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noProof/>
                <w:rtl/>
              </w:rPr>
              <w:t xml:space="preserve"> (</w:t>
            </w:r>
            <w:r w:rsidRPr="00927D31">
              <w:rPr>
                <w:rStyle w:val="Hyperlink"/>
                <w:rFonts w:hint="eastAsia"/>
                <w:noProof/>
                <w:rtl/>
              </w:rPr>
              <w:t>ص</w:t>
            </w:r>
            <w:r w:rsidRPr="00927D31">
              <w:rPr>
                <w:rStyle w:val="Hyperlink"/>
                <w:noProof/>
                <w:rtl/>
              </w:rPr>
              <w:t>):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Toc447620024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20025" w:history="1">
            <w:r w:rsidRPr="00927D31">
              <w:rPr>
                <w:rStyle w:val="Hyperlink"/>
                <w:rFonts w:hint="eastAsia"/>
                <w:noProof/>
                <w:rtl/>
              </w:rPr>
              <w:t>عصمت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نب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noProof/>
                <w:rtl/>
              </w:rPr>
              <w:t xml:space="preserve">  (</w:t>
            </w:r>
            <w:r w:rsidRPr="00927D31">
              <w:rPr>
                <w:rStyle w:val="Hyperlink"/>
                <w:rFonts w:hint="eastAsia"/>
                <w:noProof/>
                <w:rtl/>
              </w:rPr>
              <w:t>ص</w:t>
            </w:r>
            <w:r w:rsidRPr="00927D31">
              <w:rPr>
                <w:rStyle w:val="Hyperlink"/>
                <w:noProof/>
                <w:rtl/>
              </w:rPr>
              <w:t>)</w:t>
            </w:r>
            <w:r w:rsidRPr="00927D31">
              <w:rPr>
                <w:rStyle w:val="Hyperlink"/>
                <w:rFonts w:hint="eastAsia"/>
                <w:noProof/>
                <w:rtl/>
              </w:rPr>
              <w:t>دونوں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مکاتب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ک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روشن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م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ں</w:t>
            </w:r>
            <w:r w:rsidRPr="00927D3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Toc447620025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20026" w:history="1">
            <w:r w:rsidRPr="00927D31">
              <w:rPr>
                <w:rStyle w:val="Hyperlink"/>
                <w:rFonts w:hint="eastAsia"/>
                <w:noProof/>
                <w:rtl/>
              </w:rPr>
              <w:t>ابوہر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رہ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اور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کثرتِ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احاد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ث</w:t>
            </w:r>
            <w:r w:rsidRPr="00927D3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Toc447620026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20027" w:history="1">
            <w:r w:rsidRPr="00927D31">
              <w:rPr>
                <w:rStyle w:val="Hyperlink"/>
                <w:rFonts w:hint="eastAsia"/>
                <w:noProof/>
                <w:rtl/>
              </w:rPr>
              <w:t>صح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ح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بخار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ک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روا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ات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عقل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و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دانش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ک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ترازو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م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ں</w:t>
            </w:r>
            <w:r w:rsidRPr="00927D3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Toc447620027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20028" w:history="1">
            <w:r w:rsidRPr="00927D31">
              <w:rPr>
                <w:rStyle w:val="Hyperlink"/>
                <w:rFonts w:hint="eastAsia"/>
                <w:noProof/>
                <w:rtl/>
              </w:rPr>
              <w:t>نکاح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متعہ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Toc447620028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 w:rsidP="00F620BC">
          <w:pPr>
            <w:pStyle w:val="libNormal"/>
            <w:rPr>
              <w:rStyle w:val="Hyperlink"/>
              <w:rFonts w:ascii="Fajer Noori Nastalique" w:hAnsi="Fajer Noori Nastalique"/>
              <w:b/>
              <w:bCs/>
              <w:noProof/>
            </w:rPr>
          </w:pPr>
          <w:r>
            <w:rPr>
              <w:rStyle w:val="Hyperlink"/>
              <w:noProof/>
            </w:rPr>
            <w:br w:type="page"/>
          </w:r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20029" w:history="1">
            <w:r w:rsidRPr="00927D31">
              <w:rPr>
                <w:rStyle w:val="Hyperlink"/>
                <w:rFonts w:hint="eastAsia"/>
                <w:noProof/>
                <w:rtl/>
              </w:rPr>
              <w:t>متعہ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حج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Toc447620029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20030" w:history="1">
            <w:r w:rsidRPr="00927D31">
              <w:rPr>
                <w:rStyle w:val="Hyperlink"/>
                <w:rFonts w:hint="eastAsia"/>
                <w:noProof/>
                <w:rtl/>
              </w:rPr>
              <w:t>امام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مہد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منتظر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عجل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اللہ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تعا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ل</w:t>
            </w:r>
            <w:r w:rsidRPr="00927D31">
              <w:rPr>
                <w:rStyle w:val="Hyperlink"/>
                <w:rFonts w:hint="cs"/>
                <w:noProof/>
                <w:rtl/>
              </w:rPr>
              <w:t>یٰ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فرجہ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الشر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ف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اور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اختلافات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Toc447620030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20031" w:history="1">
            <w:r w:rsidRPr="00927D31">
              <w:rPr>
                <w:rStyle w:val="Hyperlink"/>
                <w:rFonts w:hint="eastAsia"/>
                <w:noProof/>
                <w:rtl/>
              </w:rPr>
              <w:t>کتاب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ات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Toc447620031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20032" w:history="1">
            <w:r w:rsidRPr="00927D31">
              <w:rPr>
                <w:rStyle w:val="Hyperlink"/>
                <w:rFonts w:hint="eastAsia"/>
                <w:noProof/>
                <w:rtl/>
              </w:rPr>
              <w:t>ضم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مہ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مترجم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Toc447620032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20033" w:history="1">
            <w:r w:rsidRPr="00927D31">
              <w:rPr>
                <w:rStyle w:val="Hyperlink"/>
                <w:rFonts w:hint="eastAsia"/>
                <w:noProof/>
                <w:rtl/>
              </w:rPr>
              <w:t>دن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ائے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ش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عت</w:t>
            </w:r>
            <w:r w:rsidRPr="00927D3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Toc447620033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20034" w:history="1">
            <w:r w:rsidRPr="00927D31">
              <w:rPr>
                <w:rStyle w:val="Hyperlink"/>
                <w:rFonts w:hint="eastAsia"/>
                <w:noProof/>
                <w:rtl/>
              </w:rPr>
              <w:t>ش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عہ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و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ب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سائٹس</w:t>
            </w:r>
            <w:r w:rsidRPr="00927D31">
              <w:rPr>
                <w:rStyle w:val="Hyperlink"/>
                <w:noProof/>
                <w:rtl/>
              </w:rPr>
              <w:t>:</w:t>
            </w:r>
            <w:r w:rsidRPr="00927D31">
              <w:rPr>
                <w:rStyle w:val="Hyperlink"/>
                <w:rFonts w:hint="eastAsia"/>
                <w:noProof/>
                <w:rtl/>
              </w:rPr>
              <w:t>ش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عہ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مذہب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کے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بارے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م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ں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کوئ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بھ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جانکار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ان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و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ب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سائٹس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پر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دست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اب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ہے</w:t>
            </w:r>
            <w:r w:rsidRPr="00927D31">
              <w:rPr>
                <w:rStyle w:val="Hyperlink"/>
                <w:noProof/>
                <w:rtl/>
              </w:rPr>
              <w:t>۔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Toc447620034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20035" w:history="1">
            <w:r w:rsidRPr="00927D31">
              <w:rPr>
                <w:rStyle w:val="Hyperlink"/>
                <w:rFonts w:hint="eastAsia"/>
                <w:noProof/>
                <w:rtl/>
              </w:rPr>
              <w:t>ش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عہ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مذہب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کو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سمجھنے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کے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لئے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کچھ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کتاب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ں</w:t>
            </w:r>
            <w:r w:rsidRPr="00927D31">
              <w:rPr>
                <w:rStyle w:val="Hyperlink"/>
                <w:noProof/>
                <w:rtl/>
              </w:rPr>
              <w:t>: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Toc447620035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20036" w:history="1">
            <w:r w:rsidRPr="00927D31">
              <w:rPr>
                <w:rStyle w:val="Hyperlink"/>
                <w:rFonts w:hint="eastAsia"/>
                <w:noProof/>
                <w:rtl/>
              </w:rPr>
              <w:t>بندہ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عاص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مترجم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Toc447620036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20037" w:history="1">
            <w:r w:rsidRPr="00927D31">
              <w:rPr>
                <w:rStyle w:val="Hyperlink"/>
                <w:rFonts w:hint="eastAsia"/>
                <w:noProof/>
                <w:rtl/>
              </w:rPr>
              <w:t>ش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rFonts w:hint="eastAsia"/>
                <w:noProof/>
                <w:rtl/>
              </w:rPr>
              <w:t>عہ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مذہب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کے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متعلق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کوئ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بھ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جانکار</w:t>
            </w:r>
            <w:r w:rsidRPr="00927D31">
              <w:rPr>
                <w:rStyle w:val="Hyperlink"/>
                <w:rFonts w:hint="cs"/>
                <w:noProof/>
                <w:rtl/>
              </w:rPr>
              <w:t>ی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حاصل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کرنے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کے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لئے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پتہ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Toc447620037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pPr>
            <w:pStyle w:val="TOC2"/>
            <w:tabs>
              <w:tab w:val="right" w:leader="dot" w:pos="10457"/>
            </w:tabs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447620038" w:history="1">
            <w:r w:rsidRPr="00927D31">
              <w:rPr>
                <w:rStyle w:val="Hyperlink"/>
                <w:rFonts w:hint="eastAsia"/>
                <w:noProof/>
                <w:rtl/>
              </w:rPr>
              <w:t>عصر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حاضر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کے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بعض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مراجع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کرام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سے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رابتہ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کرنے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کے</w:t>
            </w:r>
            <w:r w:rsidRPr="00927D31">
              <w:rPr>
                <w:rStyle w:val="Hyperlink"/>
                <w:noProof/>
                <w:rtl/>
              </w:rPr>
              <w:t xml:space="preserve"> </w:t>
            </w:r>
            <w:r w:rsidRPr="00927D31">
              <w:rPr>
                <w:rStyle w:val="Hyperlink"/>
                <w:rFonts w:hint="eastAsia"/>
                <w:noProof/>
                <w:rtl/>
              </w:rPr>
              <w:t>روابط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Toc447620038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83536" w:rsidRDefault="00E83536">
          <w:r>
            <w:fldChar w:fldCharType="end"/>
          </w:r>
        </w:p>
      </w:sdtContent>
    </w:sdt>
    <w:p w:rsidR="009C4748" w:rsidRPr="007A0ACC" w:rsidRDefault="009C4748" w:rsidP="00806E13">
      <w:pPr>
        <w:pStyle w:val="libNormal0"/>
        <w:rPr>
          <w:rtl/>
        </w:rPr>
      </w:pPr>
    </w:p>
    <w:sectPr w:rsidR="009C4748" w:rsidRPr="007A0ACC" w:rsidSect="009B01CB">
      <w:footerReference w:type="even" r:id="rId8"/>
      <w:footerReference w:type="default" r:id="rId9"/>
      <w:footerReference w:type="first" r:id="rId10"/>
      <w:pgSz w:w="11907" w:h="16839" w:code="9"/>
      <w:pgMar w:top="990" w:right="720" w:bottom="1440" w:left="720" w:header="720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D28" w:rsidRDefault="00CE7D28">
      <w:r>
        <w:separator/>
      </w:r>
    </w:p>
  </w:endnote>
  <w:endnote w:type="continuationSeparator" w:id="0">
    <w:p w:rsidR="00CE7D28" w:rsidRDefault="00CE7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2007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altName w:val="Times New Roman"/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Fajer Noori Nastalique"/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Times New Roman"/>
    <w:panose1 w:val="02000000000000000000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C96" w:rsidRDefault="001F1C96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C96" w:rsidRDefault="001F1C96" w:rsidP="00826B03">
    <w:pPr>
      <w:ind w:firstLine="0"/>
      <w:rPr>
        <w:lang w:bidi="ur-PK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1C96" w:rsidRPr="00826B03" w:rsidRDefault="001F1C96" w:rsidP="00826B03">
    <w:pPr>
      <w:ind w:firstLine="0"/>
      <w:rPr>
        <w:lang w:bidi="ur-PK"/>
      </w:rPr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D28" w:rsidRDefault="00CE7D28">
      <w:r>
        <w:separator/>
      </w:r>
    </w:p>
  </w:footnote>
  <w:footnote w:type="continuationSeparator" w:id="0">
    <w:p w:rsidR="00CE7D28" w:rsidRDefault="00CE7D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4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5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9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5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7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1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23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24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25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6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3"/>
  </w:num>
  <w:num w:numId="3">
    <w:abstractNumId w:val="22"/>
  </w:num>
  <w:num w:numId="4">
    <w:abstractNumId w:val="23"/>
  </w:num>
  <w:num w:numId="5">
    <w:abstractNumId w:val="14"/>
  </w:num>
  <w:num w:numId="6">
    <w:abstractNumId w:val="15"/>
  </w:num>
  <w:num w:numId="7">
    <w:abstractNumId w:val="13"/>
  </w:num>
  <w:num w:numId="8">
    <w:abstractNumId w:val="10"/>
  </w:num>
  <w:num w:numId="9">
    <w:abstractNumId w:val="11"/>
  </w:num>
  <w:num w:numId="10">
    <w:abstractNumId w:val="18"/>
  </w:num>
  <w:num w:numId="11">
    <w:abstractNumId w:val="8"/>
  </w:num>
  <w:num w:numId="12">
    <w:abstractNumId w:val="24"/>
  </w:num>
  <w:num w:numId="13">
    <w:abstractNumId w:val="25"/>
  </w:num>
  <w:num w:numId="14">
    <w:abstractNumId w:val="12"/>
  </w:num>
  <w:num w:numId="15">
    <w:abstractNumId w:val="6"/>
  </w:num>
  <w:num w:numId="16">
    <w:abstractNumId w:val="1"/>
  </w:num>
  <w:num w:numId="17">
    <w:abstractNumId w:val="2"/>
  </w:num>
  <w:num w:numId="18">
    <w:abstractNumId w:val="26"/>
  </w:num>
  <w:num w:numId="19">
    <w:abstractNumId w:val="20"/>
  </w:num>
  <w:num w:numId="20">
    <w:abstractNumId w:val="4"/>
  </w:num>
  <w:num w:numId="21">
    <w:abstractNumId w:val="19"/>
  </w:num>
  <w:num w:numId="22">
    <w:abstractNumId w:val="7"/>
  </w:num>
  <w:num w:numId="23">
    <w:abstractNumId w:val="16"/>
  </w:num>
  <w:num w:numId="24">
    <w:abstractNumId w:val="9"/>
  </w:num>
  <w:num w:numId="25">
    <w:abstractNumId w:val="21"/>
  </w:num>
  <w:num w:numId="26">
    <w:abstractNumId w:val="5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120A"/>
    <w:rsid w:val="00001D54"/>
    <w:rsid w:val="000035DD"/>
    <w:rsid w:val="00004D72"/>
    <w:rsid w:val="00005A19"/>
    <w:rsid w:val="00005F58"/>
    <w:rsid w:val="00007F62"/>
    <w:rsid w:val="00012C76"/>
    <w:rsid w:val="00014B88"/>
    <w:rsid w:val="0001528F"/>
    <w:rsid w:val="000153A6"/>
    <w:rsid w:val="0001585A"/>
    <w:rsid w:val="00015A6A"/>
    <w:rsid w:val="000179E5"/>
    <w:rsid w:val="00017BCA"/>
    <w:rsid w:val="000200F1"/>
    <w:rsid w:val="000201F5"/>
    <w:rsid w:val="00020FB8"/>
    <w:rsid w:val="00022F84"/>
    <w:rsid w:val="00023A66"/>
    <w:rsid w:val="00024A07"/>
    <w:rsid w:val="00025BD0"/>
    <w:rsid w:val="00025D61"/>
    <w:rsid w:val="000267FE"/>
    <w:rsid w:val="00027D5E"/>
    <w:rsid w:val="00031635"/>
    <w:rsid w:val="000326C8"/>
    <w:rsid w:val="00033582"/>
    <w:rsid w:val="0003398D"/>
    <w:rsid w:val="00034D06"/>
    <w:rsid w:val="000374A5"/>
    <w:rsid w:val="00040798"/>
    <w:rsid w:val="00040E03"/>
    <w:rsid w:val="0004187C"/>
    <w:rsid w:val="00043023"/>
    <w:rsid w:val="000445CA"/>
    <w:rsid w:val="00044F50"/>
    <w:rsid w:val="00046D41"/>
    <w:rsid w:val="000470FE"/>
    <w:rsid w:val="00047101"/>
    <w:rsid w:val="00050377"/>
    <w:rsid w:val="00050EDF"/>
    <w:rsid w:val="00054406"/>
    <w:rsid w:val="000562B7"/>
    <w:rsid w:val="0006216A"/>
    <w:rsid w:val="00063341"/>
    <w:rsid w:val="0006635F"/>
    <w:rsid w:val="00067616"/>
    <w:rsid w:val="00067F84"/>
    <w:rsid w:val="00071C97"/>
    <w:rsid w:val="00072559"/>
    <w:rsid w:val="00072862"/>
    <w:rsid w:val="00074761"/>
    <w:rsid w:val="000756A7"/>
    <w:rsid w:val="000761F7"/>
    <w:rsid w:val="0007628C"/>
    <w:rsid w:val="00076A3A"/>
    <w:rsid w:val="00076E62"/>
    <w:rsid w:val="000839D2"/>
    <w:rsid w:val="000853CE"/>
    <w:rsid w:val="000854F5"/>
    <w:rsid w:val="00090987"/>
    <w:rsid w:val="00090E74"/>
    <w:rsid w:val="00091D4C"/>
    <w:rsid w:val="0009217D"/>
    <w:rsid w:val="00092796"/>
    <w:rsid w:val="00092805"/>
    <w:rsid w:val="00092A0C"/>
    <w:rsid w:val="00092AF6"/>
    <w:rsid w:val="00092F0F"/>
    <w:rsid w:val="00095FD9"/>
    <w:rsid w:val="000967FC"/>
    <w:rsid w:val="00097263"/>
    <w:rsid w:val="000A47EC"/>
    <w:rsid w:val="000A4FD9"/>
    <w:rsid w:val="000A7750"/>
    <w:rsid w:val="000B0CAC"/>
    <w:rsid w:val="000B11D0"/>
    <w:rsid w:val="000B1CFB"/>
    <w:rsid w:val="000B2915"/>
    <w:rsid w:val="000B2CE3"/>
    <w:rsid w:val="000B3A56"/>
    <w:rsid w:val="000B44E9"/>
    <w:rsid w:val="000B5346"/>
    <w:rsid w:val="000B5458"/>
    <w:rsid w:val="000C0A89"/>
    <w:rsid w:val="000C0B26"/>
    <w:rsid w:val="000C1299"/>
    <w:rsid w:val="000C1330"/>
    <w:rsid w:val="000C40F3"/>
    <w:rsid w:val="000C737E"/>
    <w:rsid w:val="000C7722"/>
    <w:rsid w:val="000D0691"/>
    <w:rsid w:val="000D0932"/>
    <w:rsid w:val="000D0AFA"/>
    <w:rsid w:val="000D1BDF"/>
    <w:rsid w:val="000D2970"/>
    <w:rsid w:val="000D2BDD"/>
    <w:rsid w:val="000D4303"/>
    <w:rsid w:val="000D4907"/>
    <w:rsid w:val="000D55E1"/>
    <w:rsid w:val="000D57D0"/>
    <w:rsid w:val="000D71B7"/>
    <w:rsid w:val="000E0BAB"/>
    <w:rsid w:val="000E1397"/>
    <w:rsid w:val="000E188E"/>
    <w:rsid w:val="000E1EEE"/>
    <w:rsid w:val="000E21D3"/>
    <w:rsid w:val="000E2EF4"/>
    <w:rsid w:val="000E3F3D"/>
    <w:rsid w:val="000E57F4"/>
    <w:rsid w:val="000E5A21"/>
    <w:rsid w:val="000E6824"/>
    <w:rsid w:val="000E7877"/>
    <w:rsid w:val="000F0002"/>
    <w:rsid w:val="000F1C54"/>
    <w:rsid w:val="000F4226"/>
    <w:rsid w:val="000F5030"/>
    <w:rsid w:val="000F5735"/>
    <w:rsid w:val="000F6004"/>
    <w:rsid w:val="000F7C8B"/>
    <w:rsid w:val="0010046E"/>
    <w:rsid w:val="0010049D"/>
    <w:rsid w:val="00101024"/>
    <w:rsid w:val="00101C07"/>
    <w:rsid w:val="00101C67"/>
    <w:rsid w:val="001023BD"/>
    <w:rsid w:val="0010521E"/>
    <w:rsid w:val="00106420"/>
    <w:rsid w:val="00107A6B"/>
    <w:rsid w:val="001106A5"/>
    <w:rsid w:val="00110764"/>
    <w:rsid w:val="00111AE3"/>
    <w:rsid w:val="00111F40"/>
    <w:rsid w:val="00112CB2"/>
    <w:rsid w:val="0011352E"/>
    <w:rsid w:val="00113B0B"/>
    <w:rsid w:val="00113CCC"/>
    <w:rsid w:val="00114848"/>
    <w:rsid w:val="00115473"/>
    <w:rsid w:val="00115A71"/>
    <w:rsid w:val="00116237"/>
    <w:rsid w:val="001162C9"/>
    <w:rsid w:val="00116E7B"/>
    <w:rsid w:val="00120D7D"/>
    <w:rsid w:val="00121FC6"/>
    <w:rsid w:val="0012268F"/>
    <w:rsid w:val="00122E3D"/>
    <w:rsid w:val="0012315E"/>
    <w:rsid w:val="00123C65"/>
    <w:rsid w:val="00123F7C"/>
    <w:rsid w:val="00124122"/>
    <w:rsid w:val="0012426D"/>
    <w:rsid w:val="001243ED"/>
    <w:rsid w:val="00124CED"/>
    <w:rsid w:val="00125C03"/>
    <w:rsid w:val="00126471"/>
    <w:rsid w:val="0012747D"/>
    <w:rsid w:val="00127823"/>
    <w:rsid w:val="00130055"/>
    <w:rsid w:val="001314C1"/>
    <w:rsid w:val="00131A59"/>
    <w:rsid w:val="00132114"/>
    <w:rsid w:val="0013219E"/>
    <w:rsid w:val="0013280A"/>
    <w:rsid w:val="0013285B"/>
    <w:rsid w:val="0013545C"/>
    <w:rsid w:val="00135E90"/>
    <w:rsid w:val="0013611A"/>
    <w:rsid w:val="00136268"/>
    <w:rsid w:val="00136E6F"/>
    <w:rsid w:val="00136EE1"/>
    <w:rsid w:val="00137397"/>
    <w:rsid w:val="00137585"/>
    <w:rsid w:val="00137731"/>
    <w:rsid w:val="00142684"/>
    <w:rsid w:val="0014341C"/>
    <w:rsid w:val="00143E21"/>
    <w:rsid w:val="00143EEA"/>
    <w:rsid w:val="00146641"/>
    <w:rsid w:val="001469FD"/>
    <w:rsid w:val="00147ED8"/>
    <w:rsid w:val="0015144A"/>
    <w:rsid w:val="00151C03"/>
    <w:rsid w:val="00151FCF"/>
    <w:rsid w:val="001526F2"/>
    <w:rsid w:val="00152E46"/>
    <w:rsid w:val="00152F98"/>
    <w:rsid w:val="00153917"/>
    <w:rsid w:val="001543DF"/>
    <w:rsid w:val="00154A0D"/>
    <w:rsid w:val="00156292"/>
    <w:rsid w:val="00157306"/>
    <w:rsid w:val="0015735D"/>
    <w:rsid w:val="001604D3"/>
    <w:rsid w:val="00160B64"/>
    <w:rsid w:val="00160F76"/>
    <w:rsid w:val="00163D83"/>
    <w:rsid w:val="00163FB5"/>
    <w:rsid w:val="0016418C"/>
    <w:rsid w:val="00164767"/>
    <w:rsid w:val="00164810"/>
    <w:rsid w:val="001654FC"/>
    <w:rsid w:val="00165864"/>
    <w:rsid w:val="001677CA"/>
    <w:rsid w:val="0016798A"/>
    <w:rsid w:val="001706A1"/>
    <w:rsid w:val="00170F4E"/>
    <w:rsid w:val="001712E1"/>
    <w:rsid w:val="00174ADC"/>
    <w:rsid w:val="0017666E"/>
    <w:rsid w:val="00177634"/>
    <w:rsid w:val="0018019E"/>
    <w:rsid w:val="001805E5"/>
    <w:rsid w:val="00182CD3"/>
    <w:rsid w:val="001834B5"/>
    <w:rsid w:val="00183B23"/>
    <w:rsid w:val="0018531C"/>
    <w:rsid w:val="00185E1F"/>
    <w:rsid w:val="0018664D"/>
    <w:rsid w:val="00186F00"/>
    <w:rsid w:val="00187017"/>
    <w:rsid w:val="00187246"/>
    <w:rsid w:val="00187517"/>
    <w:rsid w:val="001912BF"/>
    <w:rsid w:val="00192580"/>
    <w:rsid w:val="001936BE"/>
    <w:rsid w:val="001937F7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6A1A"/>
    <w:rsid w:val="001A6EC0"/>
    <w:rsid w:val="001A7D90"/>
    <w:rsid w:val="001B07B7"/>
    <w:rsid w:val="001B16FD"/>
    <w:rsid w:val="001B4B1F"/>
    <w:rsid w:val="001B4D93"/>
    <w:rsid w:val="001B56CE"/>
    <w:rsid w:val="001B577F"/>
    <w:rsid w:val="001B5826"/>
    <w:rsid w:val="001B599E"/>
    <w:rsid w:val="001B702D"/>
    <w:rsid w:val="001B7407"/>
    <w:rsid w:val="001B7529"/>
    <w:rsid w:val="001C019C"/>
    <w:rsid w:val="001C03EA"/>
    <w:rsid w:val="001C0771"/>
    <w:rsid w:val="001C1FF8"/>
    <w:rsid w:val="001C3D8D"/>
    <w:rsid w:val="001C444D"/>
    <w:rsid w:val="001C5EDB"/>
    <w:rsid w:val="001C6080"/>
    <w:rsid w:val="001C618D"/>
    <w:rsid w:val="001C65F5"/>
    <w:rsid w:val="001C6BCF"/>
    <w:rsid w:val="001C7692"/>
    <w:rsid w:val="001C773C"/>
    <w:rsid w:val="001D0825"/>
    <w:rsid w:val="001D41A1"/>
    <w:rsid w:val="001D465B"/>
    <w:rsid w:val="001D5007"/>
    <w:rsid w:val="001D5095"/>
    <w:rsid w:val="001D5B75"/>
    <w:rsid w:val="001D5C96"/>
    <w:rsid w:val="001E016E"/>
    <w:rsid w:val="001E0C7C"/>
    <w:rsid w:val="001E1296"/>
    <w:rsid w:val="001E156A"/>
    <w:rsid w:val="001E21A4"/>
    <w:rsid w:val="001E25DC"/>
    <w:rsid w:val="001E2BBF"/>
    <w:rsid w:val="001E33AC"/>
    <w:rsid w:val="001E36D4"/>
    <w:rsid w:val="001E3991"/>
    <w:rsid w:val="001E41AF"/>
    <w:rsid w:val="001E45EC"/>
    <w:rsid w:val="001E6B87"/>
    <w:rsid w:val="001E7015"/>
    <w:rsid w:val="001F0204"/>
    <w:rsid w:val="001F0713"/>
    <w:rsid w:val="001F1C96"/>
    <w:rsid w:val="001F273A"/>
    <w:rsid w:val="001F2DD0"/>
    <w:rsid w:val="001F3DB4"/>
    <w:rsid w:val="001F4007"/>
    <w:rsid w:val="001F5705"/>
    <w:rsid w:val="001F6D4C"/>
    <w:rsid w:val="001F7247"/>
    <w:rsid w:val="001F797C"/>
    <w:rsid w:val="00201460"/>
    <w:rsid w:val="002015EE"/>
    <w:rsid w:val="00202432"/>
    <w:rsid w:val="00202C7B"/>
    <w:rsid w:val="0020339B"/>
    <w:rsid w:val="002039D1"/>
    <w:rsid w:val="002044D3"/>
    <w:rsid w:val="0020457D"/>
    <w:rsid w:val="002054C5"/>
    <w:rsid w:val="00206F7D"/>
    <w:rsid w:val="00207E0A"/>
    <w:rsid w:val="00210C67"/>
    <w:rsid w:val="002122BD"/>
    <w:rsid w:val="002130DE"/>
    <w:rsid w:val="00213834"/>
    <w:rsid w:val="002139CB"/>
    <w:rsid w:val="00214801"/>
    <w:rsid w:val="00215AF5"/>
    <w:rsid w:val="00220729"/>
    <w:rsid w:val="00221CEB"/>
    <w:rsid w:val="00222987"/>
    <w:rsid w:val="00223711"/>
    <w:rsid w:val="002247A3"/>
    <w:rsid w:val="00224964"/>
    <w:rsid w:val="00224C63"/>
    <w:rsid w:val="00225BC2"/>
    <w:rsid w:val="0022677C"/>
    <w:rsid w:val="002267C7"/>
    <w:rsid w:val="00227FEE"/>
    <w:rsid w:val="00232EDC"/>
    <w:rsid w:val="002355D5"/>
    <w:rsid w:val="00236705"/>
    <w:rsid w:val="00237688"/>
    <w:rsid w:val="00237915"/>
    <w:rsid w:val="00237929"/>
    <w:rsid w:val="002410BB"/>
    <w:rsid w:val="0024194E"/>
    <w:rsid w:val="00241CB0"/>
    <w:rsid w:val="00241D2D"/>
    <w:rsid w:val="00241F59"/>
    <w:rsid w:val="0024265C"/>
    <w:rsid w:val="002434C9"/>
    <w:rsid w:val="00244C2E"/>
    <w:rsid w:val="00246609"/>
    <w:rsid w:val="002468A2"/>
    <w:rsid w:val="00247BD5"/>
    <w:rsid w:val="0025004A"/>
    <w:rsid w:val="0025065A"/>
    <w:rsid w:val="00250D1B"/>
    <w:rsid w:val="00250E0A"/>
    <w:rsid w:val="00250E0F"/>
    <w:rsid w:val="00251E02"/>
    <w:rsid w:val="0025504F"/>
    <w:rsid w:val="0025542D"/>
    <w:rsid w:val="002565D0"/>
    <w:rsid w:val="002568BE"/>
    <w:rsid w:val="002568DF"/>
    <w:rsid w:val="0025723F"/>
    <w:rsid w:val="00257657"/>
    <w:rsid w:val="002577D5"/>
    <w:rsid w:val="00261B22"/>
    <w:rsid w:val="002626EB"/>
    <w:rsid w:val="0026278A"/>
    <w:rsid w:val="00263AA1"/>
    <w:rsid w:val="00263F56"/>
    <w:rsid w:val="00264D5D"/>
    <w:rsid w:val="00264F98"/>
    <w:rsid w:val="00265BB5"/>
    <w:rsid w:val="002667FE"/>
    <w:rsid w:val="00270D2A"/>
    <w:rsid w:val="00271E2F"/>
    <w:rsid w:val="00272450"/>
    <w:rsid w:val="0027369F"/>
    <w:rsid w:val="00273862"/>
    <w:rsid w:val="00273B0F"/>
    <w:rsid w:val="00274D89"/>
    <w:rsid w:val="00274FDE"/>
    <w:rsid w:val="002756E8"/>
    <w:rsid w:val="002764A6"/>
    <w:rsid w:val="00277C49"/>
    <w:rsid w:val="00277F2F"/>
    <w:rsid w:val="002818EF"/>
    <w:rsid w:val="0028271F"/>
    <w:rsid w:val="002827F4"/>
    <w:rsid w:val="0028403A"/>
    <w:rsid w:val="0028459E"/>
    <w:rsid w:val="00285C52"/>
    <w:rsid w:val="00286BB7"/>
    <w:rsid w:val="00286D77"/>
    <w:rsid w:val="002876A6"/>
    <w:rsid w:val="00291872"/>
    <w:rsid w:val="00292C1A"/>
    <w:rsid w:val="0029404D"/>
    <w:rsid w:val="00294AE5"/>
    <w:rsid w:val="00295A59"/>
    <w:rsid w:val="00297CB3"/>
    <w:rsid w:val="002A0284"/>
    <w:rsid w:val="002A32FE"/>
    <w:rsid w:val="002A338C"/>
    <w:rsid w:val="002A5C93"/>
    <w:rsid w:val="002A5E52"/>
    <w:rsid w:val="002A630E"/>
    <w:rsid w:val="002A6B71"/>
    <w:rsid w:val="002A717D"/>
    <w:rsid w:val="002A73D7"/>
    <w:rsid w:val="002B0106"/>
    <w:rsid w:val="002B1092"/>
    <w:rsid w:val="002B14F0"/>
    <w:rsid w:val="002B22D7"/>
    <w:rsid w:val="002B23FA"/>
    <w:rsid w:val="002B2B15"/>
    <w:rsid w:val="002B4EFD"/>
    <w:rsid w:val="002B5911"/>
    <w:rsid w:val="002B5D5B"/>
    <w:rsid w:val="002B5F1A"/>
    <w:rsid w:val="002B71A8"/>
    <w:rsid w:val="002B74C5"/>
    <w:rsid w:val="002B7633"/>
    <w:rsid w:val="002B7989"/>
    <w:rsid w:val="002C17C1"/>
    <w:rsid w:val="002C29FB"/>
    <w:rsid w:val="002C3B15"/>
    <w:rsid w:val="002C3E3A"/>
    <w:rsid w:val="002C5C66"/>
    <w:rsid w:val="002C6427"/>
    <w:rsid w:val="002C793C"/>
    <w:rsid w:val="002D19A9"/>
    <w:rsid w:val="002D1DAD"/>
    <w:rsid w:val="002D2453"/>
    <w:rsid w:val="002D2485"/>
    <w:rsid w:val="002D33C8"/>
    <w:rsid w:val="002D43B6"/>
    <w:rsid w:val="002D580E"/>
    <w:rsid w:val="002D7D58"/>
    <w:rsid w:val="002E015C"/>
    <w:rsid w:val="002E19EE"/>
    <w:rsid w:val="002E2ADA"/>
    <w:rsid w:val="002E45AC"/>
    <w:rsid w:val="002E4976"/>
    <w:rsid w:val="002E4D3D"/>
    <w:rsid w:val="002E5340"/>
    <w:rsid w:val="002E5CA1"/>
    <w:rsid w:val="002E6022"/>
    <w:rsid w:val="002E69E9"/>
    <w:rsid w:val="002E7609"/>
    <w:rsid w:val="002E7CF5"/>
    <w:rsid w:val="002F06E0"/>
    <w:rsid w:val="002F2966"/>
    <w:rsid w:val="002F2F4C"/>
    <w:rsid w:val="002F3626"/>
    <w:rsid w:val="002F62A1"/>
    <w:rsid w:val="002F6F56"/>
    <w:rsid w:val="002F7071"/>
    <w:rsid w:val="002F7903"/>
    <w:rsid w:val="003002A9"/>
    <w:rsid w:val="00300CF4"/>
    <w:rsid w:val="00301EBF"/>
    <w:rsid w:val="003070AB"/>
    <w:rsid w:val="003073DB"/>
    <w:rsid w:val="00307C3A"/>
    <w:rsid w:val="00310A38"/>
    <w:rsid w:val="00310A78"/>
    <w:rsid w:val="00310D1D"/>
    <w:rsid w:val="00311515"/>
    <w:rsid w:val="003129CD"/>
    <w:rsid w:val="00316A6A"/>
    <w:rsid w:val="00317DE6"/>
    <w:rsid w:val="00317E22"/>
    <w:rsid w:val="00320512"/>
    <w:rsid w:val="00322411"/>
    <w:rsid w:val="00322466"/>
    <w:rsid w:val="00322E88"/>
    <w:rsid w:val="003238F8"/>
    <w:rsid w:val="003241E9"/>
    <w:rsid w:val="00324B78"/>
    <w:rsid w:val="00324C31"/>
    <w:rsid w:val="00325A62"/>
    <w:rsid w:val="00325D9F"/>
    <w:rsid w:val="003269DB"/>
    <w:rsid w:val="00326D3E"/>
    <w:rsid w:val="00330028"/>
    <w:rsid w:val="00330414"/>
    <w:rsid w:val="00330D70"/>
    <w:rsid w:val="00332300"/>
    <w:rsid w:val="003339D0"/>
    <w:rsid w:val="0033516D"/>
    <w:rsid w:val="003353BB"/>
    <w:rsid w:val="00335727"/>
    <w:rsid w:val="00335D9C"/>
    <w:rsid w:val="0033620A"/>
    <w:rsid w:val="003410C8"/>
    <w:rsid w:val="0034239A"/>
    <w:rsid w:val="00342EAD"/>
    <w:rsid w:val="00343936"/>
    <w:rsid w:val="00343971"/>
    <w:rsid w:val="003445B2"/>
    <w:rsid w:val="00345904"/>
    <w:rsid w:val="00345DFD"/>
    <w:rsid w:val="003507C0"/>
    <w:rsid w:val="00350E7E"/>
    <w:rsid w:val="0035120B"/>
    <w:rsid w:val="00352553"/>
    <w:rsid w:val="003534F9"/>
    <w:rsid w:val="0035368E"/>
    <w:rsid w:val="003541CB"/>
    <w:rsid w:val="00354493"/>
    <w:rsid w:val="00355C51"/>
    <w:rsid w:val="00355CE6"/>
    <w:rsid w:val="00356EC7"/>
    <w:rsid w:val="00357D92"/>
    <w:rsid w:val="00357EBD"/>
    <w:rsid w:val="00360549"/>
    <w:rsid w:val="00360A5F"/>
    <w:rsid w:val="00360B7B"/>
    <w:rsid w:val="003618AA"/>
    <w:rsid w:val="00362690"/>
    <w:rsid w:val="00362F97"/>
    <w:rsid w:val="00363C94"/>
    <w:rsid w:val="0036400D"/>
    <w:rsid w:val="00364ECA"/>
    <w:rsid w:val="0036618F"/>
    <w:rsid w:val="00367328"/>
    <w:rsid w:val="003720FE"/>
    <w:rsid w:val="00372158"/>
    <w:rsid w:val="00373085"/>
    <w:rsid w:val="003730F0"/>
    <w:rsid w:val="0037380D"/>
    <w:rsid w:val="00380625"/>
    <w:rsid w:val="00380A67"/>
    <w:rsid w:val="003819C2"/>
    <w:rsid w:val="0038683D"/>
    <w:rsid w:val="00390718"/>
    <w:rsid w:val="0039277C"/>
    <w:rsid w:val="003927FB"/>
    <w:rsid w:val="0039429C"/>
    <w:rsid w:val="00395B9D"/>
    <w:rsid w:val="003963F3"/>
    <w:rsid w:val="0039736A"/>
    <w:rsid w:val="0039787F"/>
    <w:rsid w:val="00397E9F"/>
    <w:rsid w:val="003A1475"/>
    <w:rsid w:val="003A222C"/>
    <w:rsid w:val="003A3298"/>
    <w:rsid w:val="003A3952"/>
    <w:rsid w:val="003A3F69"/>
    <w:rsid w:val="003A4587"/>
    <w:rsid w:val="003A4AEE"/>
    <w:rsid w:val="003A52D5"/>
    <w:rsid w:val="003A661E"/>
    <w:rsid w:val="003A75C7"/>
    <w:rsid w:val="003B0913"/>
    <w:rsid w:val="003B20C5"/>
    <w:rsid w:val="003B2DBB"/>
    <w:rsid w:val="003B2EDA"/>
    <w:rsid w:val="003B350C"/>
    <w:rsid w:val="003B460D"/>
    <w:rsid w:val="003B5031"/>
    <w:rsid w:val="003B5D61"/>
    <w:rsid w:val="003B6720"/>
    <w:rsid w:val="003B775B"/>
    <w:rsid w:val="003B7FA9"/>
    <w:rsid w:val="003C04BC"/>
    <w:rsid w:val="003C19F6"/>
    <w:rsid w:val="003C1D82"/>
    <w:rsid w:val="003C3273"/>
    <w:rsid w:val="003C403E"/>
    <w:rsid w:val="003C42E8"/>
    <w:rsid w:val="003C5A92"/>
    <w:rsid w:val="003C6D39"/>
    <w:rsid w:val="003C7065"/>
    <w:rsid w:val="003C7A9A"/>
    <w:rsid w:val="003C7C08"/>
    <w:rsid w:val="003D2459"/>
    <w:rsid w:val="003D28ED"/>
    <w:rsid w:val="003D3107"/>
    <w:rsid w:val="003D3849"/>
    <w:rsid w:val="003D59C4"/>
    <w:rsid w:val="003D6058"/>
    <w:rsid w:val="003D6268"/>
    <w:rsid w:val="003E06BE"/>
    <w:rsid w:val="003E097C"/>
    <w:rsid w:val="003E148D"/>
    <w:rsid w:val="003E1733"/>
    <w:rsid w:val="003E1B3A"/>
    <w:rsid w:val="003E2352"/>
    <w:rsid w:val="003E3600"/>
    <w:rsid w:val="003E4596"/>
    <w:rsid w:val="003E4F1C"/>
    <w:rsid w:val="003E4FC1"/>
    <w:rsid w:val="003E5B2C"/>
    <w:rsid w:val="003E649C"/>
    <w:rsid w:val="003E69AE"/>
    <w:rsid w:val="003E7585"/>
    <w:rsid w:val="003F303B"/>
    <w:rsid w:val="003F32EC"/>
    <w:rsid w:val="003F33DE"/>
    <w:rsid w:val="003F470F"/>
    <w:rsid w:val="003F4910"/>
    <w:rsid w:val="003F688E"/>
    <w:rsid w:val="003F72E7"/>
    <w:rsid w:val="004004C6"/>
    <w:rsid w:val="004006AD"/>
    <w:rsid w:val="004017F5"/>
    <w:rsid w:val="00401ADC"/>
    <w:rsid w:val="00401DBF"/>
    <w:rsid w:val="0040204E"/>
    <w:rsid w:val="00402C65"/>
    <w:rsid w:val="00404EB7"/>
    <w:rsid w:val="00405229"/>
    <w:rsid w:val="00405AFD"/>
    <w:rsid w:val="00406220"/>
    <w:rsid w:val="00407D56"/>
    <w:rsid w:val="00407DD7"/>
    <w:rsid w:val="0041059C"/>
    <w:rsid w:val="00410ADB"/>
    <w:rsid w:val="004110ED"/>
    <w:rsid w:val="00413838"/>
    <w:rsid w:val="00413EEC"/>
    <w:rsid w:val="00414547"/>
    <w:rsid w:val="00414B04"/>
    <w:rsid w:val="00414BF3"/>
    <w:rsid w:val="00415690"/>
    <w:rsid w:val="00416E2B"/>
    <w:rsid w:val="004209BA"/>
    <w:rsid w:val="00420C44"/>
    <w:rsid w:val="00420EEC"/>
    <w:rsid w:val="0042395D"/>
    <w:rsid w:val="00425138"/>
    <w:rsid w:val="00425407"/>
    <w:rsid w:val="004278AA"/>
    <w:rsid w:val="00430581"/>
    <w:rsid w:val="00432BAE"/>
    <w:rsid w:val="0043395F"/>
    <w:rsid w:val="00434A97"/>
    <w:rsid w:val="00434D43"/>
    <w:rsid w:val="00434EFA"/>
    <w:rsid w:val="00434FE6"/>
    <w:rsid w:val="00435C2F"/>
    <w:rsid w:val="00435F64"/>
    <w:rsid w:val="004367EF"/>
    <w:rsid w:val="00437035"/>
    <w:rsid w:val="00437C19"/>
    <w:rsid w:val="00440C62"/>
    <w:rsid w:val="00442CB0"/>
    <w:rsid w:val="00443855"/>
    <w:rsid w:val="00443AC6"/>
    <w:rsid w:val="00444131"/>
    <w:rsid w:val="00444930"/>
    <w:rsid w:val="00445079"/>
    <w:rsid w:val="0044577D"/>
    <w:rsid w:val="0044661F"/>
    <w:rsid w:val="00446BBA"/>
    <w:rsid w:val="00446BF4"/>
    <w:rsid w:val="004536B6"/>
    <w:rsid w:val="004538D5"/>
    <w:rsid w:val="00453C50"/>
    <w:rsid w:val="00453DAF"/>
    <w:rsid w:val="004542F9"/>
    <w:rsid w:val="00455A59"/>
    <w:rsid w:val="00456D73"/>
    <w:rsid w:val="00457A64"/>
    <w:rsid w:val="00457EB2"/>
    <w:rsid w:val="004603E7"/>
    <w:rsid w:val="00460A29"/>
    <w:rsid w:val="0046249C"/>
    <w:rsid w:val="00464FCD"/>
    <w:rsid w:val="00465FCA"/>
    <w:rsid w:val="0046634E"/>
    <w:rsid w:val="00467072"/>
    <w:rsid w:val="00467E54"/>
    <w:rsid w:val="00470378"/>
    <w:rsid w:val="00470903"/>
    <w:rsid w:val="00471D3F"/>
    <w:rsid w:val="004722F9"/>
    <w:rsid w:val="004725DE"/>
    <w:rsid w:val="00472660"/>
    <w:rsid w:val="0047343B"/>
    <w:rsid w:val="0047345F"/>
    <w:rsid w:val="0047360D"/>
    <w:rsid w:val="00475E99"/>
    <w:rsid w:val="00480694"/>
    <w:rsid w:val="00481070"/>
    <w:rsid w:val="00481FD0"/>
    <w:rsid w:val="0048221F"/>
    <w:rsid w:val="0048273F"/>
    <w:rsid w:val="004829A6"/>
    <w:rsid w:val="00484AE4"/>
    <w:rsid w:val="00486CD3"/>
    <w:rsid w:val="00486D01"/>
    <w:rsid w:val="00490349"/>
    <w:rsid w:val="0049103A"/>
    <w:rsid w:val="004919C3"/>
    <w:rsid w:val="004936BF"/>
    <w:rsid w:val="00494790"/>
    <w:rsid w:val="004953C3"/>
    <w:rsid w:val="00497042"/>
    <w:rsid w:val="00497201"/>
    <w:rsid w:val="00497C6D"/>
    <w:rsid w:val="004A0866"/>
    <w:rsid w:val="004A4BD0"/>
    <w:rsid w:val="004A4BF6"/>
    <w:rsid w:val="004A564A"/>
    <w:rsid w:val="004A6E92"/>
    <w:rsid w:val="004B0425"/>
    <w:rsid w:val="004B0E59"/>
    <w:rsid w:val="004B0FD5"/>
    <w:rsid w:val="004B17F4"/>
    <w:rsid w:val="004B1C27"/>
    <w:rsid w:val="004B2522"/>
    <w:rsid w:val="004B3F28"/>
    <w:rsid w:val="004B40CC"/>
    <w:rsid w:val="004B4495"/>
    <w:rsid w:val="004B4DF6"/>
    <w:rsid w:val="004B5DE2"/>
    <w:rsid w:val="004B7DEE"/>
    <w:rsid w:val="004C1019"/>
    <w:rsid w:val="004C1F73"/>
    <w:rsid w:val="004C3853"/>
    <w:rsid w:val="004C3E90"/>
    <w:rsid w:val="004C4336"/>
    <w:rsid w:val="004C4B41"/>
    <w:rsid w:val="004C503C"/>
    <w:rsid w:val="004C5704"/>
    <w:rsid w:val="004C68DE"/>
    <w:rsid w:val="004C77B5"/>
    <w:rsid w:val="004D03C3"/>
    <w:rsid w:val="004D4075"/>
    <w:rsid w:val="004D580B"/>
    <w:rsid w:val="004D59A9"/>
    <w:rsid w:val="004D5A3D"/>
    <w:rsid w:val="004D6034"/>
    <w:rsid w:val="004D6282"/>
    <w:rsid w:val="004D7678"/>
    <w:rsid w:val="004D7CD7"/>
    <w:rsid w:val="004D7EE6"/>
    <w:rsid w:val="004E1161"/>
    <w:rsid w:val="004E1437"/>
    <w:rsid w:val="004E18F5"/>
    <w:rsid w:val="004E3570"/>
    <w:rsid w:val="004E55E3"/>
    <w:rsid w:val="004E6DD9"/>
    <w:rsid w:val="004E6E95"/>
    <w:rsid w:val="004E7B80"/>
    <w:rsid w:val="004F1824"/>
    <w:rsid w:val="004F1D44"/>
    <w:rsid w:val="004F1FF8"/>
    <w:rsid w:val="004F28C9"/>
    <w:rsid w:val="004F3FB8"/>
    <w:rsid w:val="004F58BA"/>
    <w:rsid w:val="004F58EC"/>
    <w:rsid w:val="004F5EE4"/>
    <w:rsid w:val="004F7357"/>
    <w:rsid w:val="005017BA"/>
    <w:rsid w:val="005022E5"/>
    <w:rsid w:val="005024CE"/>
    <w:rsid w:val="0050254A"/>
    <w:rsid w:val="00502CFE"/>
    <w:rsid w:val="0050478C"/>
    <w:rsid w:val="005100A4"/>
    <w:rsid w:val="00510A96"/>
    <w:rsid w:val="00510F59"/>
    <w:rsid w:val="00511D01"/>
    <w:rsid w:val="00512B38"/>
    <w:rsid w:val="005143DF"/>
    <w:rsid w:val="00516D8F"/>
    <w:rsid w:val="005179A1"/>
    <w:rsid w:val="00517DDA"/>
    <w:rsid w:val="00521C4A"/>
    <w:rsid w:val="00524575"/>
    <w:rsid w:val="00524F6D"/>
    <w:rsid w:val="005254BC"/>
    <w:rsid w:val="00525BA0"/>
    <w:rsid w:val="00526724"/>
    <w:rsid w:val="005312E0"/>
    <w:rsid w:val="00532464"/>
    <w:rsid w:val="005328E6"/>
    <w:rsid w:val="005335EB"/>
    <w:rsid w:val="00534296"/>
    <w:rsid w:val="00534D33"/>
    <w:rsid w:val="00535464"/>
    <w:rsid w:val="00535BB5"/>
    <w:rsid w:val="00536D24"/>
    <w:rsid w:val="00540239"/>
    <w:rsid w:val="005410BF"/>
    <w:rsid w:val="005428BC"/>
    <w:rsid w:val="00542EEF"/>
    <w:rsid w:val="00543CC7"/>
    <w:rsid w:val="005460D2"/>
    <w:rsid w:val="0054734A"/>
    <w:rsid w:val="00547534"/>
    <w:rsid w:val="005476D9"/>
    <w:rsid w:val="005478D1"/>
    <w:rsid w:val="0055023C"/>
    <w:rsid w:val="005503F5"/>
    <w:rsid w:val="00550B2F"/>
    <w:rsid w:val="00551712"/>
    <w:rsid w:val="00551E02"/>
    <w:rsid w:val="00552758"/>
    <w:rsid w:val="005529FE"/>
    <w:rsid w:val="00552C63"/>
    <w:rsid w:val="00553E73"/>
    <w:rsid w:val="00553E8E"/>
    <w:rsid w:val="005549DE"/>
    <w:rsid w:val="00557500"/>
    <w:rsid w:val="005576CA"/>
    <w:rsid w:val="00557D17"/>
    <w:rsid w:val="00557FB6"/>
    <w:rsid w:val="0056072E"/>
    <w:rsid w:val="00560CAA"/>
    <w:rsid w:val="00561C58"/>
    <w:rsid w:val="00562EED"/>
    <w:rsid w:val="005673A9"/>
    <w:rsid w:val="00567F1C"/>
    <w:rsid w:val="0057006C"/>
    <w:rsid w:val="00571BF1"/>
    <w:rsid w:val="005723B2"/>
    <w:rsid w:val="00572406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81CF5"/>
    <w:rsid w:val="00581D47"/>
    <w:rsid w:val="00582A21"/>
    <w:rsid w:val="005847BF"/>
    <w:rsid w:val="00584801"/>
    <w:rsid w:val="00584ABA"/>
    <w:rsid w:val="00587D82"/>
    <w:rsid w:val="005901D4"/>
    <w:rsid w:val="00590C17"/>
    <w:rsid w:val="00590CE6"/>
    <w:rsid w:val="0059176A"/>
    <w:rsid w:val="005923FF"/>
    <w:rsid w:val="005925A4"/>
    <w:rsid w:val="00592B8F"/>
    <w:rsid w:val="00593C38"/>
    <w:rsid w:val="00593CE0"/>
    <w:rsid w:val="005941B7"/>
    <w:rsid w:val="005964AE"/>
    <w:rsid w:val="00596E73"/>
    <w:rsid w:val="0059772C"/>
    <w:rsid w:val="00597B34"/>
    <w:rsid w:val="005A00BB"/>
    <w:rsid w:val="005A02B1"/>
    <w:rsid w:val="005A12B3"/>
    <w:rsid w:val="005A1C39"/>
    <w:rsid w:val="005A43ED"/>
    <w:rsid w:val="005A551C"/>
    <w:rsid w:val="005A6CB2"/>
    <w:rsid w:val="005A728F"/>
    <w:rsid w:val="005B0076"/>
    <w:rsid w:val="005B0A06"/>
    <w:rsid w:val="005B1BFA"/>
    <w:rsid w:val="005B1CEE"/>
    <w:rsid w:val="005B2DE4"/>
    <w:rsid w:val="005B403B"/>
    <w:rsid w:val="005B41A8"/>
    <w:rsid w:val="005B56BE"/>
    <w:rsid w:val="005B5D8F"/>
    <w:rsid w:val="005B6823"/>
    <w:rsid w:val="005B68D5"/>
    <w:rsid w:val="005B78C1"/>
    <w:rsid w:val="005C081D"/>
    <w:rsid w:val="005C0E2F"/>
    <w:rsid w:val="005C1FA1"/>
    <w:rsid w:val="005C4338"/>
    <w:rsid w:val="005C5244"/>
    <w:rsid w:val="005D1128"/>
    <w:rsid w:val="005D1B14"/>
    <w:rsid w:val="005D1D65"/>
    <w:rsid w:val="005D2C72"/>
    <w:rsid w:val="005D3753"/>
    <w:rsid w:val="005D6370"/>
    <w:rsid w:val="005D7173"/>
    <w:rsid w:val="005E0E30"/>
    <w:rsid w:val="005E1348"/>
    <w:rsid w:val="005E19F4"/>
    <w:rsid w:val="005E20CB"/>
    <w:rsid w:val="005E2913"/>
    <w:rsid w:val="005E3B79"/>
    <w:rsid w:val="005E3E42"/>
    <w:rsid w:val="005E3FEB"/>
    <w:rsid w:val="005E5B70"/>
    <w:rsid w:val="005E6836"/>
    <w:rsid w:val="005E70E9"/>
    <w:rsid w:val="005E7CDB"/>
    <w:rsid w:val="005E7D12"/>
    <w:rsid w:val="005E7F9C"/>
    <w:rsid w:val="005F01A7"/>
    <w:rsid w:val="005F2287"/>
    <w:rsid w:val="005F29EC"/>
    <w:rsid w:val="005F6056"/>
    <w:rsid w:val="005F61B2"/>
    <w:rsid w:val="005F74B7"/>
    <w:rsid w:val="0060104F"/>
    <w:rsid w:val="006013DF"/>
    <w:rsid w:val="006019FA"/>
    <w:rsid w:val="00604134"/>
    <w:rsid w:val="00604BE6"/>
    <w:rsid w:val="006064E4"/>
    <w:rsid w:val="006065D6"/>
    <w:rsid w:val="00606C47"/>
    <w:rsid w:val="00607504"/>
    <w:rsid w:val="006079ED"/>
    <w:rsid w:val="00611DD1"/>
    <w:rsid w:val="00612195"/>
    <w:rsid w:val="00613984"/>
    <w:rsid w:val="00614301"/>
    <w:rsid w:val="0061494B"/>
    <w:rsid w:val="0061521E"/>
    <w:rsid w:val="00615B20"/>
    <w:rsid w:val="00620B12"/>
    <w:rsid w:val="00620E30"/>
    <w:rsid w:val="00620E5E"/>
    <w:rsid w:val="006210F4"/>
    <w:rsid w:val="00621E21"/>
    <w:rsid w:val="00622D41"/>
    <w:rsid w:val="00622EBB"/>
    <w:rsid w:val="00623171"/>
    <w:rsid w:val="00623C26"/>
    <w:rsid w:val="00625C71"/>
    <w:rsid w:val="0062655A"/>
    <w:rsid w:val="00627316"/>
    <w:rsid w:val="00627A7B"/>
    <w:rsid w:val="00630292"/>
    <w:rsid w:val="00630C57"/>
    <w:rsid w:val="00630FFC"/>
    <w:rsid w:val="006313BD"/>
    <w:rsid w:val="006333A9"/>
    <w:rsid w:val="00633FB4"/>
    <w:rsid w:val="006357C1"/>
    <w:rsid w:val="00635F02"/>
    <w:rsid w:val="00636BB9"/>
    <w:rsid w:val="00636DA5"/>
    <w:rsid w:val="0063712C"/>
    <w:rsid w:val="00641A2D"/>
    <w:rsid w:val="00641F19"/>
    <w:rsid w:val="00643F5E"/>
    <w:rsid w:val="00644FE3"/>
    <w:rsid w:val="00645915"/>
    <w:rsid w:val="00646088"/>
    <w:rsid w:val="00646D08"/>
    <w:rsid w:val="00651640"/>
    <w:rsid w:val="00651ADF"/>
    <w:rsid w:val="0065419E"/>
    <w:rsid w:val="006574EA"/>
    <w:rsid w:val="006604C5"/>
    <w:rsid w:val="00661689"/>
    <w:rsid w:val="00661E0A"/>
    <w:rsid w:val="006623BF"/>
    <w:rsid w:val="00662910"/>
    <w:rsid w:val="00662978"/>
    <w:rsid w:val="00663284"/>
    <w:rsid w:val="00665B79"/>
    <w:rsid w:val="00665E8E"/>
    <w:rsid w:val="006676A8"/>
    <w:rsid w:val="00670DAA"/>
    <w:rsid w:val="00670DB5"/>
    <w:rsid w:val="0067214E"/>
    <w:rsid w:val="00672178"/>
    <w:rsid w:val="006726F6"/>
    <w:rsid w:val="00672E5A"/>
    <w:rsid w:val="00673B2E"/>
    <w:rsid w:val="00673C0B"/>
    <w:rsid w:val="00674ABB"/>
    <w:rsid w:val="0067559A"/>
    <w:rsid w:val="006805F2"/>
    <w:rsid w:val="00680986"/>
    <w:rsid w:val="0068167E"/>
    <w:rsid w:val="00681FF6"/>
    <w:rsid w:val="0068206A"/>
    <w:rsid w:val="006824DA"/>
    <w:rsid w:val="00682902"/>
    <w:rsid w:val="00684527"/>
    <w:rsid w:val="006851A7"/>
    <w:rsid w:val="006854CC"/>
    <w:rsid w:val="0068652E"/>
    <w:rsid w:val="00686F76"/>
    <w:rsid w:val="006874E7"/>
    <w:rsid w:val="00687928"/>
    <w:rsid w:val="00691511"/>
    <w:rsid w:val="0069163F"/>
    <w:rsid w:val="00691DBB"/>
    <w:rsid w:val="0069210A"/>
    <w:rsid w:val="0069333F"/>
    <w:rsid w:val="00695E71"/>
    <w:rsid w:val="00696B2B"/>
    <w:rsid w:val="00697907"/>
    <w:rsid w:val="00697E9A"/>
    <w:rsid w:val="006A09A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1B11"/>
    <w:rsid w:val="006B21EA"/>
    <w:rsid w:val="006B2ECC"/>
    <w:rsid w:val="006B3002"/>
    <w:rsid w:val="006B3031"/>
    <w:rsid w:val="006B33A8"/>
    <w:rsid w:val="006B4B54"/>
    <w:rsid w:val="006B5556"/>
    <w:rsid w:val="006B5C71"/>
    <w:rsid w:val="006B6C2F"/>
    <w:rsid w:val="006B72C6"/>
    <w:rsid w:val="006B7F0E"/>
    <w:rsid w:val="006C0904"/>
    <w:rsid w:val="006C1925"/>
    <w:rsid w:val="006C4B43"/>
    <w:rsid w:val="006D08FA"/>
    <w:rsid w:val="006D0DD7"/>
    <w:rsid w:val="006D2C24"/>
    <w:rsid w:val="006D2EFD"/>
    <w:rsid w:val="006D36EC"/>
    <w:rsid w:val="006D39DB"/>
    <w:rsid w:val="006D3C3E"/>
    <w:rsid w:val="006D51C5"/>
    <w:rsid w:val="006D588F"/>
    <w:rsid w:val="006D6DC1"/>
    <w:rsid w:val="006D6F9A"/>
    <w:rsid w:val="006E0F84"/>
    <w:rsid w:val="006E113A"/>
    <w:rsid w:val="006E2C8E"/>
    <w:rsid w:val="006E446F"/>
    <w:rsid w:val="006E6291"/>
    <w:rsid w:val="006E6956"/>
    <w:rsid w:val="006E7CE1"/>
    <w:rsid w:val="006F2405"/>
    <w:rsid w:val="006F428D"/>
    <w:rsid w:val="006F5908"/>
    <w:rsid w:val="006F5C63"/>
    <w:rsid w:val="006F6061"/>
    <w:rsid w:val="006F7338"/>
    <w:rsid w:val="006F7CE8"/>
    <w:rsid w:val="00700BF3"/>
    <w:rsid w:val="00700C0F"/>
    <w:rsid w:val="00701353"/>
    <w:rsid w:val="007019A7"/>
    <w:rsid w:val="007037F2"/>
    <w:rsid w:val="00703C14"/>
    <w:rsid w:val="00704A99"/>
    <w:rsid w:val="0070524C"/>
    <w:rsid w:val="00710619"/>
    <w:rsid w:val="00710CC1"/>
    <w:rsid w:val="00710F43"/>
    <w:rsid w:val="007138A2"/>
    <w:rsid w:val="00717AB1"/>
    <w:rsid w:val="00717C64"/>
    <w:rsid w:val="00720D8D"/>
    <w:rsid w:val="00721FA0"/>
    <w:rsid w:val="00723983"/>
    <w:rsid w:val="00723D07"/>
    <w:rsid w:val="00724128"/>
    <w:rsid w:val="007242AB"/>
    <w:rsid w:val="00724858"/>
    <w:rsid w:val="007248E7"/>
    <w:rsid w:val="00725377"/>
    <w:rsid w:val="00725CF5"/>
    <w:rsid w:val="00726FAE"/>
    <w:rsid w:val="007271A1"/>
    <w:rsid w:val="007271C5"/>
    <w:rsid w:val="00727AA2"/>
    <w:rsid w:val="00727AE7"/>
    <w:rsid w:val="00727E92"/>
    <w:rsid w:val="0073042E"/>
    <w:rsid w:val="00730B51"/>
    <w:rsid w:val="00730E45"/>
    <w:rsid w:val="007317F7"/>
    <w:rsid w:val="00731AD7"/>
    <w:rsid w:val="00733571"/>
    <w:rsid w:val="0073418F"/>
    <w:rsid w:val="007342D2"/>
    <w:rsid w:val="00734559"/>
    <w:rsid w:val="0073523E"/>
    <w:rsid w:val="007369D1"/>
    <w:rsid w:val="00736CAF"/>
    <w:rsid w:val="00740E80"/>
    <w:rsid w:val="007419D4"/>
    <w:rsid w:val="00743852"/>
    <w:rsid w:val="0074439D"/>
    <w:rsid w:val="00744552"/>
    <w:rsid w:val="0074517B"/>
    <w:rsid w:val="007504C8"/>
    <w:rsid w:val="0075172C"/>
    <w:rsid w:val="00751FA3"/>
    <w:rsid w:val="0075240F"/>
    <w:rsid w:val="00752820"/>
    <w:rsid w:val="00752CDE"/>
    <w:rsid w:val="007540C8"/>
    <w:rsid w:val="00756395"/>
    <w:rsid w:val="00756691"/>
    <w:rsid w:val="00756842"/>
    <w:rsid w:val="00756993"/>
    <w:rsid w:val="00756BAB"/>
    <w:rsid w:val="007571E2"/>
    <w:rsid w:val="00757A95"/>
    <w:rsid w:val="007601C2"/>
    <w:rsid w:val="00760354"/>
    <w:rsid w:val="0076041E"/>
    <w:rsid w:val="00763533"/>
    <w:rsid w:val="00764640"/>
    <w:rsid w:val="0076464D"/>
    <w:rsid w:val="00765BEF"/>
    <w:rsid w:val="00766754"/>
    <w:rsid w:val="00767B58"/>
    <w:rsid w:val="007710F5"/>
    <w:rsid w:val="00771E51"/>
    <w:rsid w:val="00771FB8"/>
    <w:rsid w:val="00772CAE"/>
    <w:rsid w:val="00773080"/>
    <w:rsid w:val="007735AB"/>
    <w:rsid w:val="007738DA"/>
    <w:rsid w:val="00773E4E"/>
    <w:rsid w:val="00774A3F"/>
    <w:rsid w:val="00775FFA"/>
    <w:rsid w:val="00777AC5"/>
    <w:rsid w:val="00780681"/>
    <w:rsid w:val="00781300"/>
    <w:rsid w:val="0078259F"/>
    <w:rsid w:val="00782872"/>
    <w:rsid w:val="00782B47"/>
    <w:rsid w:val="0078420E"/>
    <w:rsid w:val="00784287"/>
    <w:rsid w:val="00784DB9"/>
    <w:rsid w:val="00787AEA"/>
    <w:rsid w:val="0079060D"/>
    <w:rsid w:val="0079097D"/>
    <w:rsid w:val="007911BD"/>
    <w:rsid w:val="00791B9E"/>
    <w:rsid w:val="00792322"/>
    <w:rsid w:val="00793913"/>
    <w:rsid w:val="00796941"/>
    <w:rsid w:val="00796AAA"/>
    <w:rsid w:val="00797497"/>
    <w:rsid w:val="007A00BF"/>
    <w:rsid w:val="007A0888"/>
    <w:rsid w:val="007A29D6"/>
    <w:rsid w:val="007A2DB6"/>
    <w:rsid w:val="007A32D1"/>
    <w:rsid w:val="007A3CBA"/>
    <w:rsid w:val="007A4B14"/>
    <w:rsid w:val="007A6185"/>
    <w:rsid w:val="007A6B6E"/>
    <w:rsid w:val="007A7F8C"/>
    <w:rsid w:val="007B02A7"/>
    <w:rsid w:val="007B10B3"/>
    <w:rsid w:val="007B16D5"/>
    <w:rsid w:val="007B17DD"/>
    <w:rsid w:val="007B1D12"/>
    <w:rsid w:val="007B1D3B"/>
    <w:rsid w:val="007B1F5F"/>
    <w:rsid w:val="007B2F17"/>
    <w:rsid w:val="007B2F61"/>
    <w:rsid w:val="007B4441"/>
    <w:rsid w:val="007B46B3"/>
    <w:rsid w:val="007B4807"/>
    <w:rsid w:val="007B4AF6"/>
    <w:rsid w:val="007B586A"/>
    <w:rsid w:val="007B5CD8"/>
    <w:rsid w:val="007B6507"/>
    <w:rsid w:val="007B6834"/>
    <w:rsid w:val="007B6909"/>
    <w:rsid w:val="007B6D51"/>
    <w:rsid w:val="007B7058"/>
    <w:rsid w:val="007B7B5C"/>
    <w:rsid w:val="007B7DD3"/>
    <w:rsid w:val="007C1070"/>
    <w:rsid w:val="007C1757"/>
    <w:rsid w:val="007C3DC9"/>
    <w:rsid w:val="007C43DF"/>
    <w:rsid w:val="007C7DFC"/>
    <w:rsid w:val="007D019B"/>
    <w:rsid w:val="007D1160"/>
    <w:rsid w:val="007D1BDF"/>
    <w:rsid w:val="007D1D2B"/>
    <w:rsid w:val="007D47BA"/>
    <w:rsid w:val="007D5FD1"/>
    <w:rsid w:val="007E24C9"/>
    <w:rsid w:val="007E2EBF"/>
    <w:rsid w:val="007E4DC3"/>
    <w:rsid w:val="007E5E5F"/>
    <w:rsid w:val="007E6DD9"/>
    <w:rsid w:val="007E793C"/>
    <w:rsid w:val="007E7EEC"/>
    <w:rsid w:val="007F0C36"/>
    <w:rsid w:val="007F2468"/>
    <w:rsid w:val="007F32BB"/>
    <w:rsid w:val="007F4190"/>
    <w:rsid w:val="007F4E53"/>
    <w:rsid w:val="007F5302"/>
    <w:rsid w:val="007F5839"/>
    <w:rsid w:val="007F7638"/>
    <w:rsid w:val="007F799B"/>
    <w:rsid w:val="007F7C79"/>
    <w:rsid w:val="00800045"/>
    <w:rsid w:val="00800768"/>
    <w:rsid w:val="00800910"/>
    <w:rsid w:val="00800DE6"/>
    <w:rsid w:val="00801630"/>
    <w:rsid w:val="00806335"/>
    <w:rsid w:val="00806496"/>
    <w:rsid w:val="0080662A"/>
    <w:rsid w:val="00806E13"/>
    <w:rsid w:val="00807D02"/>
    <w:rsid w:val="0081019F"/>
    <w:rsid w:val="008105E2"/>
    <w:rsid w:val="008110DA"/>
    <w:rsid w:val="00811CAC"/>
    <w:rsid w:val="00811DD5"/>
    <w:rsid w:val="008128CA"/>
    <w:rsid w:val="00813440"/>
    <w:rsid w:val="00813725"/>
    <w:rsid w:val="00813AD7"/>
    <w:rsid w:val="00815355"/>
    <w:rsid w:val="0081556E"/>
    <w:rsid w:val="00815841"/>
    <w:rsid w:val="00815A4E"/>
    <w:rsid w:val="00816B70"/>
    <w:rsid w:val="008207FB"/>
    <w:rsid w:val="00820862"/>
    <w:rsid w:val="00821493"/>
    <w:rsid w:val="00821A8C"/>
    <w:rsid w:val="00821B62"/>
    <w:rsid w:val="0082305A"/>
    <w:rsid w:val="0082320F"/>
    <w:rsid w:val="0082571C"/>
    <w:rsid w:val="00826516"/>
    <w:rsid w:val="00826B03"/>
    <w:rsid w:val="00826B87"/>
    <w:rsid w:val="00831B8F"/>
    <w:rsid w:val="00832D9E"/>
    <w:rsid w:val="00834D70"/>
    <w:rsid w:val="0083532D"/>
    <w:rsid w:val="00835353"/>
    <w:rsid w:val="00837259"/>
    <w:rsid w:val="00840D46"/>
    <w:rsid w:val="00841BF7"/>
    <w:rsid w:val="0084238B"/>
    <w:rsid w:val="00842C53"/>
    <w:rsid w:val="00843011"/>
    <w:rsid w:val="008430A5"/>
    <w:rsid w:val="0084318E"/>
    <w:rsid w:val="008431CB"/>
    <w:rsid w:val="00843D75"/>
    <w:rsid w:val="0084496F"/>
    <w:rsid w:val="00845B31"/>
    <w:rsid w:val="00845BB2"/>
    <w:rsid w:val="008464C4"/>
    <w:rsid w:val="00850983"/>
    <w:rsid w:val="00851772"/>
    <w:rsid w:val="008538F6"/>
    <w:rsid w:val="00854DAA"/>
    <w:rsid w:val="008552A2"/>
    <w:rsid w:val="00855845"/>
    <w:rsid w:val="00856941"/>
    <w:rsid w:val="00856ABA"/>
    <w:rsid w:val="00857385"/>
    <w:rsid w:val="00857A7C"/>
    <w:rsid w:val="00857C08"/>
    <w:rsid w:val="00861686"/>
    <w:rsid w:val="00862BC3"/>
    <w:rsid w:val="00863D1D"/>
    <w:rsid w:val="00864864"/>
    <w:rsid w:val="0086487C"/>
    <w:rsid w:val="008703F4"/>
    <w:rsid w:val="00870B98"/>
    <w:rsid w:val="00870CD3"/>
    <w:rsid w:val="00870D4D"/>
    <w:rsid w:val="0087230A"/>
    <w:rsid w:val="008726D1"/>
    <w:rsid w:val="00872E9B"/>
    <w:rsid w:val="00873D57"/>
    <w:rsid w:val="00874112"/>
    <w:rsid w:val="00874A73"/>
    <w:rsid w:val="00874AAB"/>
    <w:rsid w:val="008756E2"/>
    <w:rsid w:val="008756FE"/>
    <w:rsid w:val="0087576D"/>
    <w:rsid w:val="00875DAB"/>
    <w:rsid w:val="008769D7"/>
    <w:rsid w:val="00876D20"/>
    <w:rsid w:val="00876D62"/>
    <w:rsid w:val="008773C6"/>
    <w:rsid w:val="008777DC"/>
    <w:rsid w:val="00880BCE"/>
    <w:rsid w:val="00880ED3"/>
    <w:rsid w:val="008810AF"/>
    <w:rsid w:val="0088304E"/>
    <w:rsid w:val="008830EF"/>
    <w:rsid w:val="00884217"/>
    <w:rsid w:val="0088425C"/>
    <w:rsid w:val="00885077"/>
    <w:rsid w:val="00885590"/>
    <w:rsid w:val="00886708"/>
    <w:rsid w:val="008902A2"/>
    <w:rsid w:val="00890AE8"/>
    <w:rsid w:val="008915AF"/>
    <w:rsid w:val="008929C1"/>
    <w:rsid w:val="008932AD"/>
    <w:rsid w:val="008933CF"/>
    <w:rsid w:val="00895362"/>
    <w:rsid w:val="00896E79"/>
    <w:rsid w:val="008A0E55"/>
    <w:rsid w:val="008A1DF7"/>
    <w:rsid w:val="008A225D"/>
    <w:rsid w:val="008A2AA7"/>
    <w:rsid w:val="008A3A33"/>
    <w:rsid w:val="008A4048"/>
    <w:rsid w:val="008A4630"/>
    <w:rsid w:val="008A58AD"/>
    <w:rsid w:val="008B0022"/>
    <w:rsid w:val="008B3F95"/>
    <w:rsid w:val="008B5AE2"/>
    <w:rsid w:val="008B5B7E"/>
    <w:rsid w:val="008B5FDD"/>
    <w:rsid w:val="008C0DB1"/>
    <w:rsid w:val="008C1099"/>
    <w:rsid w:val="008C3327"/>
    <w:rsid w:val="008C4830"/>
    <w:rsid w:val="008C4BF7"/>
    <w:rsid w:val="008C510F"/>
    <w:rsid w:val="008C5748"/>
    <w:rsid w:val="008C6CA6"/>
    <w:rsid w:val="008D1AC2"/>
    <w:rsid w:val="008D2D7C"/>
    <w:rsid w:val="008D3A12"/>
    <w:rsid w:val="008D3DE1"/>
    <w:rsid w:val="008D4E48"/>
    <w:rsid w:val="008D5874"/>
    <w:rsid w:val="008D5FE6"/>
    <w:rsid w:val="008D6211"/>
    <w:rsid w:val="008D6376"/>
    <w:rsid w:val="008D6657"/>
    <w:rsid w:val="008E15CA"/>
    <w:rsid w:val="008E1DA0"/>
    <w:rsid w:val="008E1FA7"/>
    <w:rsid w:val="008E278D"/>
    <w:rsid w:val="008E36CD"/>
    <w:rsid w:val="008E4507"/>
    <w:rsid w:val="008E4A0B"/>
    <w:rsid w:val="008E4BEB"/>
    <w:rsid w:val="008E4D2E"/>
    <w:rsid w:val="008E571A"/>
    <w:rsid w:val="008E6219"/>
    <w:rsid w:val="008E76F6"/>
    <w:rsid w:val="008F087E"/>
    <w:rsid w:val="008F1F13"/>
    <w:rsid w:val="008F2327"/>
    <w:rsid w:val="008F24BB"/>
    <w:rsid w:val="008F258C"/>
    <w:rsid w:val="008F2738"/>
    <w:rsid w:val="008F3957"/>
    <w:rsid w:val="008F3BB8"/>
    <w:rsid w:val="008F4513"/>
    <w:rsid w:val="008F469F"/>
    <w:rsid w:val="008F486D"/>
    <w:rsid w:val="008F5B45"/>
    <w:rsid w:val="008F72BE"/>
    <w:rsid w:val="009006DA"/>
    <w:rsid w:val="00900801"/>
    <w:rsid w:val="00900E08"/>
    <w:rsid w:val="00901417"/>
    <w:rsid w:val="00901724"/>
    <w:rsid w:val="00901C90"/>
    <w:rsid w:val="009026B3"/>
    <w:rsid w:val="00903524"/>
    <w:rsid w:val="009036B2"/>
    <w:rsid w:val="00903F24"/>
    <w:rsid w:val="009043D6"/>
    <w:rsid w:val="009046DF"/>
    <w:rsid w:val="009052B3"/>
    <w:rsid w:val="00906EF5"/>
    <w:rsid w:val="00910ED8"/>
    <w:rsid w:val="009113C9"/>
    <w:rsid w:val="00912639"/>
    <w:rsid w:val="009147D9"/>
    <w:rsid w:val="00915043"/>
    <w:rsid w:val="0091682D"/>
    <w:rsid w:val="0092078F"/>
    <w:rsid w:val="00922370"/>
    <w:rsid w:val="0092253E"/>
    <w:rsid w:val="00922578"/>
    <w:rsid w:val="009225F8"/>
    <w:rsid w:val="00922945"/>
    <w:rsid w:val="0092388A"/>
    <w:rsid w:val="00923B9B"/>
    <w:rsid w:val="00924466"/>
    <w:rsid w:val="009246EE"/>
    <w:rsid w:val="0092529C"/>
    <w:rsid w:val="00927BAF"/>
    <w:rsid w:val="00927D62"/>
    <w:rsid w:val="009315A4"/>
    <w:rsid w:val="00931B6A"/>
    <w:rsid w:val="00932192"/>
    <w:rsid w:val="00932214"/>
    <w:rsid w:val="00933032"/>
    <w:rsid w:val="00933523"/>
    <w:rsid w:val="0093556F"/>
    <w:rsid w:val="00935EA2"/>
    <w:rsid w:val="00937575"/>
    <w:rsid w:val="00937C83"/>
    <w:rsid w:val="00940BC2"/>
    <w:rsid w:val="00941688"/>
    <w:rsid w:val="00943412"/>
    <w:rsid w:val="00943B2E"/>
    <w:rsid w:val="00944596"/>
    <w:rsid w:val="00945D11"/>
    <w:rsid w:val="00946B70"/>
    <w:rsid w:val="0094747F"/>
    <w:rsid w:val="00947EDB"/>
    <w:rsid w:val="009503E2"/>
    <w:rsid w:val="00951DC8"/>
    <w:rsid w:val="00952480"/>
    <w:rsid w:val="0095454C"/>
    <w:rsid w:val="00954DA0"/>
    <w:rsid w:val="009557F9"/>
    <w:rsid w:val="009568F8"/>
    <w:rsid w:val="00956CB5"/>
    <w:rsid w:val="00956DD6"/>
    <w:rsid w:val="00957196"/>
    <w:rsid w:val="00960E23"/>
    <w:rsid w:val="00960F67"/>
    <w:rsid w:val="00961CD2"/>
    <w:rsid w:val="00962B76"/>
    <w:rsid w:val="00962E59"/>
    <w:rsid w:val="0096337C"/>
    <w:rsid w:val="009634B1"/>
    <w:rsid w:val="009639F6"/>
    <w:rsid w:val="0096544D"/>
    <w:rsid w:val="009669D5"/>
    <w:rsid w:val="00967F1D"/>
    <w:rsid w:val="0097061F"/>
    <w:rsid w:val="0097064A"/>
    <w:rsid w:val="00970924"/>
    <w:rsid w:val="00972C70"/>
    <w:rsid w:val="00973590"/>
    <w:rsid w:val="00973916"/>
    <w:rsid w:val="00973B6B"/>
    <w:rsid w:val="00974224"/>
    <w:rsid w:val="00974FF1"/>
    <w:rsid w:val="009754F6"/>
    <w:rsid w:val="009769F7"/>
    <w:rsid w:val="00977A36"/>
    <w:rsid w:val="0098074B"/>
    <w:rsid w:val="00981911"/>
    <w:rsid w:val="00982D46"/>
    <w:rsid w:val="00984955"/>
    <w:rsid w:val="00984957"/>
    <w:rsid w:val="0098507E"/>
    <w:rsid w:val="00985AC8"/>
    <w:rsid w:val="00985CC8"/>
    <w:rsid w:val="009867C2"/>
    <w:rsid w:val="00986ED4"/>
    <w:rsid w:val="00987873"/>
    <w:rsid w:val="009908B0"/>
    <w:rsid w:val="00992794"/>
    <w:rsid w:val="009927D3"/>
    <w:rsid w:val="00992E31"/>
    <w:rsid w:val="00993709"/>
    <w:rsid w:val="0099412A"/>
    <w:rsid w:val="0099486D"/>
    <w:rsid w:val="0099503E"/>
    <w:rsid w:val="009952AD"/>
    <w:rsid w:val="00995355"/>
    <w:rsid w:val="00996BC1"/>
    <w:rsid w:val="009A12E7"/>
    <w:rsid w:val="009A39F3"/>
    <w:rsid w:val="009A53CC"/>
    <w:rsid w:val="009A7001"/>
    <w:rsid w:val="009A7DA5"/>
    <w:rsid w:val="009B01CB"/>
    <w:rsid w:val="009B01D4"/>
    <w:rsid w:val="009B0C22"/>
    <w:rsid w:val="009B27FC"/>
    <w:rsid w:val="009B3111"/>
    <w:rsid w:val="009B3C6A"/>
    <w:rsid w:val="009B3CCD"/>
    <w:rsid w:val="009B53ED"/>
    <w:rsid w:val="009B6511"/>
    <w:rsid w:val="009B7253"/>
    <w:rsid w:val="009C003C"/>
    <w:rsid w:val="009C2F56"/>
    <w:rsid w:val="009C3A17"/>
    <w:rsid w:val="009C4748"/>
    <w:rsid w:val="009C49A0"/>
    <w:rsid w:val="009C4D94"/>
    <w:rsid w:val="009C5A9D"/>
    <w:rsid w:val="009C5E6C"/>
    <w:rsid w:val="009D00B5"/>
    <w:rsid w:val="009D1977"/>
    <w:rsid w:val="009D2C69"/>
    <w:rsid w:val="009D3969"/>
    <w:rsid w:val="009D399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7BB"/>
    <w:rsid w:val="009E29C8"/>
    <w:rsid w:val="009E3910"/>
    <w:rsid w:val="009E443A"/>
    <w:rsid w:val="009E4824"/>
    <w:rsid w:val="009E52B4"/>
    <w:rsid w:val="009E64F7"/>
    <w:rsid w:val="009E67C9"/>
    <w:rsid w:val="009E6DE8"/>
    <w:rsid w:val="009E7AB9"/>
    <w:rsid w:val="009F0CB4"/>
    <w:rsid w:val="009F1D25"/>
    <w:rsid w:val="009F2C77"/>
    <w:rsid w:val="009F40CE"/>
    <w:rsid w:val="009F4315"/>
    <w:rsid w:val="009F44E8"/>
    <w:rsid w:val="009F481B"/>
    <w:rsid w:val="009F4A72"/>
    <w:rsid w:val="009F52B5"/>
    <w:rsid w:val="009F5327"/>
    <w:rsid w:val="009F5B6A"/>
    <w:rsid w:val="009F6C11"/>
    <w:rsid w:val="009F6DDF"/>
    <w:rsid w:val="009F72B9"/>
    <w:rsid w:val="00A00A9C"/>
    <w:rsid w:val="00A00CED"/>
    <w:rsid w:val="00A01617"/>
    <w:rsid w:val="00A02F87"/>
    <w:rsid w:val="00A05A22"/>
    <w:rsid w:val="00A05BBA"/>
    <w:rsid w:val="00A06E42"/>
    <w:rsid w:val="00A075C9"/>
    <w:rsid w:val="00A07F47"/>
    <w:rsid w:val="00A100C0"/>
    <w:rsid w:val="00A10D56"/>
    <w:rsid w:val="00A1248D"/>
    <w:rsid w:val="00A1296D"/>
    <w:rsid w:val="00A12AF2"/>
    <w:rsid w:val="00A1368E"/>
    <w:rsid w:val="00A14E0E"/>
    <w:rsid w:val="00A152D3"/>
    <w:rsid w:val="00A16415"/>
    <w:rsid w:val="00A16563"/>
    <w:rsid w:val="00A17755"/>
    <w:rsid w:val="00A209AB"/>
    <w:rsid w:val="00A21090"/>
    <w:rsid w:val="00A21D3D"/>
    <w:rsid w:val="00A21DB5"/>
    <w:rsid w:val="00A21F4F"/>
    <w:rsid w:val="00A221FF"/>
    <w:rsid w:val="00A22363"/>
    <w:rsid w:val="00A2310F"/>
    <w:rsid w:val="00A23ABC"/>
    <w:rsid w:val="00A247C1"/>
    <w:rsid w:val="00A2642A"/>
    <w:rsid w:val="00A267AB"/>
    <w:rsid w:val="00A26AD5"/>
    <w:rsid w:val="00A26CAB"/>
    <w:rsid w:val="00A27215"/>
    <w:rsid w:val="00A309F6"/>
    <w:rsid w:val="00A30ACC"/>
    <w:rsid w:val="00A30F05"/>
    <w:rsid w:val="00A35B8A"/>
    <w:rsid w:val="00A35C9E"/>
    <w:rsid w:val="00A35D69"/>
    <w:rsid w:val="00A35EDE"/>
    <w:rsid w:val="00A36255"/>
    <w:rsid w:val="00A36A01"/>
    <w:rsid w:val="00A36CA9"/>
    <w:rsid w:val="00A373F6"/>
    <w:rsid w:val="00A37ECF"/>
    <w:rsid w:val="00A42B0B"/>
    <w:rsid w:val="00A44569"/>
    <w:rsid w:val="00A44704"/>
    <w:rsid w:val="00A464BA"/>
    <w:rsid w:val="00A46E85"/>
    <w:rsid w:val="00A478DC"/>
    <w:rsid w:val="00A502BB"/>
    <w:rsid w:val="00A50C20"/>
    <w:rsid w:val="00A50FBD"/>
    <w:rsid w:val="00A51E18"/>
    <w:rsid w:val="00A51FCA"/>
    <w:rsid w:val="00A52827"/>
    <w:rsid w:val="00A53418"/>
    <w:rsid w:val="00A54383"/>
    <w:rsid w:val="00A54D62"/>
    <w:rsid w:val="00A55BFD"/>
    <w:rsid w:val="00A57781"/>
    <w:rsid w:val="00A6076B"/>
    <w:rsid w:val="00A60B19"/>
    <w:rsid w:val="00A6180D"/>
    <w:rsid w:val="00A61A03"/>
    <w:rsid w:val="00A643D5"/>
    <w:rsid w:val="00A6486D"/>
    <w:rsid w:val="00A6513F"/>
    <w:rsid w:val="00A651E7"/>
    <w:rsid w:val="00A65BBF"/>
    <w:rsid w:val="00A66074"/>
    <w:rsid w:val="00A668D6"/>
    <w:rsid w:val="00A66EC7"/>
    <w:rsid w:val="00A67434"/>
    <w:rsid w:val="00A70447"/>
    <w:rsid w:val="00A70C73"/>
    <w:rsid w:val="00A73F3E"/>
    <w:rsid w:val="00A7410F"/>
    <w:rsid w:val="00A745EB"/>
    <w:rsid w:val="00A74708"/>
    <w:rsid w:val="00A749A9"/>
    <w:rsid w:val="00A751DD"/>
    <w:rsid w:val="00A75D67"/>
    <w:rsid w:val="00A76AD1"/>
    <w:rsid w:val="00A77342"/>
    <w:rsid w:val="00A77391"/>
    <w:rsid w:val="00A80ED8"/>
    <w:rsid w:val="00A81316"/>
    <w:rsid w:val="00A821CD"/>
    <w:rsid w:val="00A829DF"/>
    <w:rsid w:val="00A839A8"/>
    <w:rsid w:val="00A83CA6"/>
    <w:rsid w:val="00A8550E"/>
    <w:rsid w:val="00A85A64"/>
    <w:rsid w:val="00A85EB1"/>
    <w:rsid w:val="00A86979"/>
    <w:rsid w:val="00A91C0A"/>
    <w:rsid w:val="00A91C9F"/>
    <w:rsid w:val="00A91F7E"/>
    <w:rsid w:val="00A93200"/>
    <w:rsid w:val="00A9330B"/>
    <w:rsid w:val="00A939E9"/>
    <w:rsid w:val="00A94B1B"/>
    <w:rsid w:val="00A95DE0"/>
    <w:rsid w:val="00A9641E"/>
    <w:rsid w:val="00A971B5"/>
    <w:rsid w:val="00A97460"/>
    <w:rsid w:val="00AA3508"/>
    <w:rsid w:val="00AA378D"/>
    <w:rsid w:val="00AA54F2"/>
    <w:rsid w:val="00AA6038"/>
    <w:rsid w:val="00AA613D"/>
    <w:rsid w:val="00AA6D0C"/>
    <w:rsid w:val="00AA76DF"/>
    <w:rsid w:val="00AA78C8"/>
    <w:rsid w:val="00AB03B0"/>
    <w:rsid w:val="00AB1005"/>
    <w:rsid w:val="00AB1AF5"/>
    <w:rsid w:val="00AB1F96"/>
    <w:rsid w:val="00AB2A22"/>
    <w:rsid w:val="00AB414F"/>
    <w:rsid w:val="00AB49D8"/>
    <w:rsid w:val="00AB514B"/>
    <w:rsid w:val="00AB5AFC"/>
    <w:rsid w:val="00AB5B22"/>
    <w:rsid w:val="00AC01D4"/>
    <w:rsid w:val="00AC13DB"/>
    <w:rsid w:val="00AC1A38"/>
    <w:rsid w:val="00AC1BDE"/>
    <w:rsid w:val="00AC2332"/>
    <w:rsid w:val="00AC28CD"/>
    <w:rsid w:val="00AC2C70"/>
    <w:rsid w:val="00AC5480"/>
    <w:rsid w:val="00AC6146"/>
    <w:rsid w:val="00AC64A5"/>
    <w:rsid w:val="00AC7451"/>
    <w:rsid w:val="00AD1D65"/>
    <w:rsid w:val="00AD239D"/>
    <w:rsid w:val="00AD2964"/>
    <w:rsid w:val="00AD365B"/>
    <w:rsid w:val="00AD79D1"/>
    <w:rsid w:val="00AD7BE1"/>
    <w:rsid w:val="00AE03BA"/>
    <w:rsid w:val="00AE0638"/>
    <w:rsid w:val="00AE0778"/>
    <w:rsid w:val="00AE1E35"/>
    <w:rsid w:val="00AE23D9"/>
    <w:rsid w:val="00AE270B"/>
    <w:rsid w:val="00AE2907"/>
    <w:rsid w:val="00AE3A1F"/>
    <w:rsid w:val="00AE3EA7"/>
    <w:rsid w:val="00AE424E"/>
    <w:rsid w:val="00AE4A30"/>
    <w:rsid w:val="00AE4C17"/>
    <w:rsid w:val="00AE4D35"/>
    <w:rsid w:val="00AE5048"/>
    <w:rsid w:val="00AE5DAC"/>
    <w:rsid w:val="00AE6117"/>
    <w:rsid w:val="00AE6161"/>
    <w:rsid w:val="00AE64FD"/>
    <w:rsid w:val="00AE6B76"/>
    <w:rsid w:val="00AE7EF4"/>
    <w:rsid w:val="00AF0A2F"/>
    <w:rsid w:val="00AF217C"/>
    <w:rsid w:val="00AF2CD7"/>
    <w:rsid w:val="00AF33DF"/>
    <w:rsid w:val="00AF4A58"/>
    <w:rsid w:val="00AF5EB4"/>
    <w:rsid w:val="00AF5F9A"/>
    <w:rsid w:val="00AF6367"/>
    <w:rsid w:val="00B01257"/>
    <w:rsid w:val="00B0159B"/>
    <w:rsid w:val="00B034AF"/>
    <w:rsid w:val="00B03CB0"/>
    <w:rsid w:val="00B050B2"/>
    <w:rsid w:val="00B064FF"/>
    <w:rsid w:val="00B1002E"/>
    <w:rsid w:val="00B11AF5"/>
    <w:rsid w:val="00B12ED2"/>
    <w:rsid w:val="00B1307C"/>
    <w:rsid w:val="00B139CC"/>
    <w:rsid w:val="00B1441D"/>
    <w:rsid w:val="00B14B74"/>
    <w:rsid w:val="00B14D9F"/>
    <w:rsid w:val="00B17010"/>
    <w:rsid w:val="00B17ADE"/>
    <w:rsid w:val="00B234EE"/>
    <w:rsid w:val="00B238AE"/>
    <w:rsid w:val="00B23A84"/>
    <w:rsid w:val="00B246C2"/>
    <w:rsid w:val="00B24ABA"/>
    <w:rsid w:val="00B24DB5"/>
    <w:rsid w:val="00B24DDC"/>
    <w:rsid w:val="00B2682E"/>
    <w:rsid w:val="00B26960"/>
    <w:rsid w:val="00B2747A"/>
    <w:rsid w:val="00B2750A"/>
    <w:rsid w:val="00B32F31"/>
    <w:rsid w:val="00B334CA"/>
    <w:rsid w:val="00B35DA8"/>
    <w:rsid w:val="00B36FD4"/>
    <w:rsid w:val="00B37FEA"/>
    <w:rsid w:val="00B426ED"/>
    <w:rsid w:val="00B42E0C"/>
    <w:rsid w:val="00B46231"/>
    <w:rsid w:val="00B47827"/>
    <w:rsid w:val="00B47BB6"/>
    <w:rsid w:val="00B506FA"/>
    <w:rsid w:val="00B519F5"/>
    <w:rsid w:val="00B52A64"/>
    <w:rsid w:val="00B52F91"/>
    <w:rsid w:val="00B532CE"/>
    <w:rsid w:val="00B56337"/>
    <w:rsid w:val="00B566F8"/>
    <w:rsid w:val="00B57DA1"/>
    <w:rsid w:val="00B60404"/>
    <w:rsid w:val="00B61AF3"/>
    <w:rsid w:val="00B629FE"/>
    <w:rsid w:val="00B62F2E"/>
    <w:rsid w:val="00B637B2"/>
    <w:rsid w:val="00B63B89"/>
    <w:rsid w:val="00B643FF"/>
    <w:rsid w:val="00B65134"/>
    <w:rsid w:val="00B65753"/>
    <w:rsid w:val="00B6586F"/>
    <w:rsid w:val="00B66B0B"/>
    <w:rsid w:val="00B70093"/>
    <w:rsid w:val="00B7053C"/>
    <w:rsid w:val="00B7085F"/>
    <w:rsid w:val="00B70AEE"/>
    <w:rsid w:val="00B71ADF"/>
    <w:rsid w:val="00B71E76"/>
    <w:rsid w:val="00B72CF4"/>
    <w:rsid w:val="00B73110"/>
    <w:rsid w:val="00B731F9"/>
    <w:rsid w:val="00B73531"/>
    <w:rsid w:val="00B73CF5"/>
    <w:rsid w:val="00B7501C"/>
    <w:rsid w:val="00B755BB"/>
    <w:rsid w:val="00B76530"/>
    <w:rsid w:val="00B76AE6"/>
    <w:rsid w:val="00B76B70"/>
    <w:rsid w:val="00B76C8E"/>
    <w:rsid w:val="00B77EF4"/>
    <w:rsid w:val="00B801C2"/>
    <w:rsid w:val="00B805DE"/>
    <w:rsid w:val="00B813C1"/>
    <w:rsid w:val="00B81F23"/>
    <w:rsid w:val="00B82587"/>
    <w:rsid w:val="00B82A3A"/>
    <w:rsid w:val="00B84283"/>
    <w:rsid w:val="00B84700"/>
    <w:rsid w:val="00B85E1A"/>
    <w:rsid w:val="00B87355"/>
    <w:rsid w:val="00B90A19"/>
    <w:rsid w:val="00B90E35"/>
    <w:rsid w:val="00B911FB"/>
    <w:rsid w:val="00B92923"/>
    <w:rsid w:val="00B931B4"/>
    <w:rsid w:val="00B936D7"/>
    <w:rsid w:val="00B93946"/>
    <w:rsid w:val="00B93D0F"/>
    <w:rsid w:val="00B946FB"/>
    <w:rsid w:val="00B94BAB"/>
    <w:rsid w:val="00B950AA"/>
    <w:rsid w:val="00B955A3"/>
    <w:rsid w:val="00B96DE1"/>
    <w:rsid w:val="00B97BF8"/>
    <w:rsid w:val="00BA05E6"/>
    <w:rsid w:val="00BA1171"/>
    <w:rsid w:val="00BA1938"/>
    <w:rsid w:val="00BA20DE"/>
    <w:rsid w:val="00BA2505"/>
    <w:rsid w:val="00BA2F88"/>
    <w:rsid w:val="00BA3E73"/>
    <w:rsid w:val="00BA50A5"/>
    <w:rsid w:val="00BA6C54"/>
    <w:rsid w:val="00BB04A3"/>
    <w:rsid w:val="00BB0B1E"/>
    <w:rsid w:val="00BB2B25"/>
    <w:rsid w:val="00BB3151"/>
    <w:rsid w:val="00BB3AC7"/>
    <w:rsid w:val="00BB3CFF"/>
    <w:rsid w:val="00BB439A"/>
    <w:rsid w:val="00BB5951"/>
    <w:rsid w:val="00BB5C83"/>
    <w:rsid w:val="00BB643C"/>
    <w:rsid w:val="00BB6942"/>
    <w:rsid w:val="00BB71A4"/>
    <w:rsid w:val="00BB7236"/>
    <w:rsid w:val="00BC09D4"/>
    <w:rsid w:val="00BC11B6"/>
    <w:rsid w:val="00BC2905"/>
    <w:rsid w:val="00BC2DB8"/>
    <w:rsid w:val="00BC499A"/>
    <w:rsid w:val="00BC4D13"/>
    <w:rsid w:val="00BC534F"/>
    <w:rsid w:val="00BC665E"/>
    <w:rsid w:val="00BC717E"/>
    <w:rsid w:val="00BD0828"/>
    <w:rsid w:val="00BD21B6"/>
    <w:rsid w:val="00BD245C"/>
    <w:rsid w:val="00BD2EFD"/>
    <w:rsid w:val="00BD3BAB"/>
    <w:rsid w:val="00BD40AC"/>
    <w:rsid w:val="00BD4DFE"/>
    <w:rsid w:val="00BD593F"/>
    <w:rsid w:val="00BD6259"/>
    <w:rsid w:val="00BD6706"/>
    <w:rsid w:val="00BD6AB8"/>
    <w:rsid w:val="00BD6E89"/>
    <w:rsid w:val="00BE0BAD"/>
    <w:rsid w:val="00BE0D08"/>
    <w:rsid w:val="00BE156E"/>
    <w:rsid w:val="00BE6643"/>
    <w:rsid w:val="00BE6A25"/>
    <w:rsid w:val="00BE7C70"/>
    <w:rsid w:val="00BE7ED8"/>
    <w:rsid w:val="00BF1878"/>
    <w:rsid w:val="00BF1D84"/>
    <w:rsid w:val="00BF2462"/>
    <w:rsid w:val="00BF38BA"/>
    <w:rsid w:val="00BF38C5"/>
    <w:rsid w:val="00BF3CDD"/>
    <w:rsid w:val="00C00904"/>
    <w:rsid w:val="00C0154C"/>
    <w:rsid w:val="00C041F9"/>
    <w:rsid w:val="00C0548F"/>
    <w:rsid w:val="00C06EE3"/>
    <w:rsid w:val="00C07687"/>
    <w:rsid w:val="00C10290"/>
    <w:rsid w:val="00C10409"/>
    <w:rsid w:val="00C10EFA"/>
    <w:rsid w:val="00C10F45"/>
    <w:rsid w:val="00C11179"/>
    <w:rsid w:val="00C11862"/>
    <w:rsid w:val="00C11A6B"/>
    <w:rsid w:val="00C12B0A"/>
    <w:rsid w:val="00C12B1F"/>
    <w:rsid w:val="00C13127"/>
    <w:rsid w:val="00C13FA8"/>
    <w:rsid w:val="00C14460"/>
    <w:rsid w:val="00C1516E"/>
    <w:rsid w:val="00C1570C"/>
    <w:rsid w:val="00C1743C"/>
    <w:rsid w:val="00C206ED"/>
    <w:rsid w:val="00C21B1E"/>
    <w:rsid w:val="00C21D55"/>
    <w:rsid w:val="00C21E46"/>
    <w:rsid w:val="00C22361"/>
    <w:rsid w:val="00C22FEA"/>
    <w:rsid w:val="00C23A30"/>
    <w:rsid w:val="00C24844"/>
    <w:rsid w:val="00C26D89"/>
    <w:rsid w:val="00C30C1F"/>
    <w:rsid w:val="00C31833"/>
    <w:rsid w:val="00C33018"/>
    <w:rsid w:val="00C33B4D"/>
    <w:rsid w:val="00C34B7E"/>
    <w:rsid w:val="00C35574"/>
    <w:rsid w:val="00C35A49"/>
    <w:rsid w:val="00C36690"/>
    <w:rsid w:val="00C36953"/>
    <w:rsid w:val="00C36AF1"/>
    <w:rsid w:val="00C37458"/>
    <w:rsid w:val="00C3767F"/>
    <w:rsid w:val="00C37AF7"/>
    <w:rsid w:val="00C4058B"/>
    <w:rsid w:val="00C40864"/>
    <w:rsid w:val="00C40FD1"/>
    <w:rsid w:val="00C455DB"/>
    <w:rsid w:val="00C45E29"/>
    <w:rsid w:val="00C46607"/>
    <w:rsid w:val="00C468D5"/>
    <w:rsid w:val="00C46D9F"/>
    <w:rsid w:val="00C47963"/>
    <w:rsid w:val="00C52C63"/>
    <w:rsid w:val="00C533D4"/>
    <w:rsid w:val="00C5503B"/>
    <w:rsid w:val="00C5543B"/>
    <w:rsid w:val="00C572D0"/>
    <w:rsid w:val="00C6006C"/>
    <w:rsid w:val="00C60180"/>
    <w:rsid w:val="00C617D8"/>
    <w:rsid w:val="00C617E5"/>
    <w:rsid w:val="00C6249A"/>
    <w:rsid w:val="00C64533"/>
    <w:rsid w:val="00C6636C"/>
    <w:rsid w:val="00C666BE"/>
    <w:rsid w:val="00C667E4"/>
    <w:rsid w:val="00C67434"/>
    <w:rsid w:val="00C67595"/>
    <w:rsid w:val="00C67B99"/>
    <w:rsid w:val="00C67C87"/>
    <w:rsid w:val="00C67F97"/>
    <w:rsid w:val="00C72995"/>
    <w:rsid w:val="00C72E78"/>
    <w:rsid w:val="00C734D0"/>
    <w:rsid w:val="00C749DC"/>
    <w:rsid w:val="00C75BB0"/>
    <w:rsid w:val="00C76216"/>
    <w:rsid w:val="00C76A9C"/>
    <w:rsid w:val="00C77E6D"/>
    <w:rsid w:val="00C8009D"/>
    <w:rsid w:val="00C801A0"/>
    <w:rsid w:val="00C8023D"/>
    <w:rsid w:val="00C81907"/>
    <w:rsid w:val="00C81A0E"/>
    <w:rsid w:val="00C81C96"/>
    <w:rsid w:val="00C8238A"/>
    <w:rsid w:val="00C83309"/>
    <w:rsid w:val="00C85057"/>
    <w:rsid w:val="00C85B54"/>
    <w:rsid w:val="00C87178"/>
    <w:rsid w:val="00C876C9"/>
    <w:rsid w:val="00C9021F"/>
    <w:rsid w:val="00C9028D"/>
    <w:rsid w:val="00C906FE"/>
    <w:rsid w:val="00C94210"/>
    <w:rsid w:val="00CA1697"/>
    <w:rsid w:val="00CA2801"/>
    <w:rsid w:val="00CA314F"/>
    <w:rsid w:val="00CA34D3"/>
    <w:rsid w:val="00CA41BF"/>
    <w:rsid w:val="00CA4F18"/>
    <w:rsid w:val="00CA699F"/>
    <w:rsid w:val="00CB0987"/>
    <w:rsid w:val="00CB22FF"/>
    <w:rsid w:val="00CB249F"/>
    <w:rsid w:val="00CB2EA7"/>
    <w:rsid w:val="00CB3C38"/>
    <w:rsid w:val="00CB3EDE"/>
    <w:rsid w:val="00CB43A2"/>
    <w:rsid w:val="00CB4A5C"/>
    <w:rsid w:val="00CB575E"/>
    <w:rsid w:val="00CB686E"/>
    <w:rsid w:val="00CB7231"/>
    <w:rsid w:val="00CB750E"/>
    <w:rsid w:val="00CC0459"/>
    <w:rsid w:val="00CC0833"/>
    <w:rsid w:val="00CC08B3"/>
    <w:rsid w:val="00CC156E"/>
    <w:rsid w:val="00CC3AE0"/>
    <w:rsid w:val="00CC4B63"/>
    <w:rsid w:val="00CC5B38"/>
    <w:rsid w:val="00CC5D86"/>
    <w:rsid w:val="00CC657C"/>
    <w:rsid w:val="00CC745F"/>
    <w:rsid w:val="00CD034D"/>
    <w:rsid w:val="00CD0B1C"/>
    <w:rsid w:val="00CD1655"/>
    <w:rsid w:val="00CD72D4"/>
    <w:rsid w:val="00CE06B3"/>
    <w:rsid w:val="00CE1509"/>
    <w:rsid w:val="00CE30CD"/>
    <w:rsid w:val="00CE3E62"/>
    <w:rsid w:val="00CE524A"/>
    <w:rsid w:val="00CE65FD"/>
    <w:rsid w:val="00CE6606"/>
    <w:rsid w:val="00CE7775"/>
    <w:rsid w:val="00CE7D28"/>
    <w:rsid w:val="00CF0045"/>
    <w:rsid w:val="00CF02A6"/>
    <w:rsid w:val="00CF0CDF"/>
    <w:rsid w:val="00CF137D"/>
    <w:rsid w:val="00CF1D98"/>
    <w:rsid w:val="00CF23AA"/>
    <w:rsid w:val="00CF3598"/>
    <w:rsid w:val="00CF42AB"/>
    <w:rsid w:val="00CF68E9"/>
    <w:rsid w:val="00CF77B8"/>
    <w:rsid w:val="00D006C2"/>
    <w:rsid w:val="00D01CC6"/>
    <w:rsid w:val="00D02CEA"/>
    <w:rsid w:val="00D04044"/>
    <w:rsid w:val="00D0687B"/>
    <w:rsid w:val="00D06990"/>
    <w:rsid w:val="00D10971"/>
    <w:rsid w:val="00D10D11"/>
    <w:rsid w:val="00D11A8A"/>
    <w:rsid w:val="00D13522"/>
    <w:rsid w:val="00D14487"/>
    <w:rsid w:val="00D15C3F"/>
    <w:rsid w:val="00D17455"/>
    <w:rsid w:val="00D17788"/>
    <w:rsid w:val="00D177E3"/>
    <w:rsid w:val="00D179A8"/>
    <w:rsid w:val="00D20EAE"/>
    <w:rsid w:val="00D212D5"/>
    <w:rsid w:val="00D248BD"/>
    <w:rsid w:val="00D24B24"/>
    <w:rsid w:val="00D24B82"/>
    <w:rsid w:val="00D24EB0"/>
    <w:rsid w:val="00D25987"/>
    <w:rsid w:val="00D3340D"/>
    <w:rsid w:val="00D33A32"/>
    <w:rsid w:val="00D35833"/>
    <w:rsid w:val="00D36159"/>
    <w:rsid w:val="00D36EA1"/>
    <w:rsid w:val="00D36FFA"/>
    <w:rsid w:val="00D37990"/>
    <w:rsid w:val="00D400E6"/>
    <w:rsid w:val="00D454F2"/>
    <w:rsid w:val="00D46959"/>
    <w:rsid w:val="00D46C32"/>
    <w:rsid w:val="00D4718A"/>
    <w:rsid w:val="00D508D2"/>
    <w:rsid w:val="00D52BDE"/>
    <w:rsid w:val="00D52EC6"/>
    <w:rsid w:val="00D53245"/>
    <w:rsid w:val="00D537B3"/>
    <w:rsid w:val="00D53BA4"/>
    <w:rsid w:val="00D53C02"/>
    <w:rsid w:val="00D5416C"/>
    <w:rsid w:val="00D54728"/>
    <w:rsid w:val="00D55D82"/>
    <w:rsid w:val="00D56673"/>
    <w:rsid w:val="00D56D44"/>
    <w:rsid w:val="00D57DAD"/>
    <w:rsid w:val="00D60BAB"/>
    <w:rsid w:val="00D6188A"/>
    <w:rsid w:val="00D628AB"/>
    <w:rsid w:val="00D6447B"/>
    <w:rsid w:val="00D64ED8"/>
    <w:rsid w:val="00D6553D"/>
    <w:rsid w:val="00D66913"/>
    <w:rsid w:val="00D66EE9"/>
    <w:rsid w:val="00D67101"/>
    <w:rsid w:val="00D67740"/>
    <w:rsid w:val="00D70D85"/>
    <w:rsid w:val="00D713A3"/>
    <w:rsid w:val="00D718B1"/>
    <w:rsid w:val="00D71BAC"/>
    <w:rsid w:val="00D724D0"/>
    <w:rsid w:val="00D7251E"/>
    <w:rsid w:val="00D7331A"/>
    <w:rsid w:val="00D7499D"/>
    <w:rsid w:val="00D74E52"/>
    <w:rsid w:val="00D756D9"/>
    <w:rsid w:val="00D7587C"/>
    <w:rsid w:val="00D771CE"/>
    <w:rsid w:val="00D77EF6"/>
    <w:rsid w:val="00D82BB8"/>
    <w:rsid w:val="00D8322A"/>
    <w:rsid w:val="00D840C2"/>
    <w:rsid w:val="00D84ECA"/>
    <w:rsid w:val="00D854D7"/>
    <w:rsid w:val="00D86B6F"/>
    <w:rsid w:val="00D8700A"/>
    <w:rsid w:val="00D87DBF"/>
    <w:rsid w:val="00D91B67"/>
    <w:rsid w:val="00D91E26"/>
    <w:rsid w:val="00D92A74"/>
    <w:rsid w:val="00D92CDF"/>
    <w:rsid w:val="00D93F5D"/>
    <w:rsid w:val="00D94DCC"/>
    <w:rsid w:val="00D9553B"/>
    <w:rsid w:val="00D96CBB"/>
    <w:rsid w:val="00DA1A0C"/>
    <w:rsid w:val="00DA2BDB"/>
    <w:rsid w:val="00DA2FDA"/>
    <w:rsid w:val="00DA3FBF"/>
    <w:rsid w:val="00DA4D3F"/>
    <w:rsid w:val="00DA56A3"/>
    <w:rsid w:val="00DA5931"/>
    <w:rsid w:val="00DA60B4"/>
    <w:rsid w:val="00DA6A1B"/>
    <w:rsid w:val="00DA722B"/>
    <w:rsid w:val="00DA76C9"/>
    <w:rsid w:val="00DA772F"/>
    <w:rsid w:val="00DB1E36"/>
    <w:rsid w:val="00DB2424"/>
    <w:rsid w:val="00DB37B0"/>
    <w:rsid w:val="00DB3E84"/>
    <w:rsid w:val="00DB5252"/>
    <w:rsid w:val="00DB7DDA"/>
    <w:rsid w:val="00DB7E37"/>
    <w:rsid w:val="00DC02A0"/>
    <w:rsid w:val="00DC0B08"/>
    <w:rsid w:val="00DC0E27"/>
    <w:rsid w:val="00DC0ED5"/>
    <w:rsid w:val="00DC1DC7"/>
    <w:rsid w:val="00DC2987"/>
    <w:rsid w:val="00DC3359"/>
    <w:rsid w:val="00DC4930"/>
    <w:rsid w:val="00DD07F1"/>
    <w:rsid w:val="00DD0D22"/>
    <w:rsid w:val="00DD1177"/>
    <w:rsid w:val="00DD1BB4"/>
    <w:rsid w:val="00DD4D01"/>
    <w:rsid w:val="00DD5733"/>
    <w:rsid w:val="00DD6547"/>
    <w:rsid w:val="00DD6DC7"/>
    <w:rsid w:val="00DD78A5"/>
    <w:rsid w:val="00DD791E"/>
    <w:rsid w:val="00DD7F35"/>
    <w:rsid w:val="00DE0E18"/>
    <w:rsid w:val="00DE1790"/>
    <w:rsid w:val="00DE24A7"/>
    <w:rsid w:val="00DE283F"/>
    <w:rsid w:val="00DE4448"/>
    <w:rsid w:val="00DE49C9"/>
    <w:rsid w:val="00DE5464"/>
    <w:rsid w:val="00DE67EE"/>
    <w:rsid w:val="00DF0675"/>
    <w:rsid w:val="00DF3303"/>
    <w:rsid w:val="00DF5E1E"/>
    <w:rsid w:val="00DF63C8"/>
    <w:rsid w:val="00DF6442"/>
    <w:rsid w:val="00DF72F3"/>
    <w:rsid w:val="00E004FE"/>
    <w:rsid w:val="00E00A47"/>
    <w:rsid w:val="00E01595"/>
    <w:rsid w:val="00E01EFF"/>
    <w:rsid w:val="00E022DC"/>
    <w:rsid w:val="00E024D3"/>
    <w:rsid w:val="00E0487B"/>
    <w:rsid w:val="00E04966"/>
    <w:rsid w:val="00E04BBD"/>
    <w:rsid w:val="00E06678"/>
    <w:rsid w:val="00E07A7B"/>
    <w:rsid w:val="00E11E4D"/>
    <w:rsid w:val="00E11F89"/>
    <w:rsid w:val="00E1306E"/>
    <w:rsid w:val="00E137DA"/>
    <w:rsid w:val="00E14435"/>
    <w:rsid w:val="00E14485"/>
    <w:rsid w:val="00E16138"/>
    <w:rsid w:val="00E163B0"/>
    <w:rsid w:val="00E17A6C"/>
    <w:rsid w:val="00E205C9"/>
    <w:rsid w:val="00E206F5"/>
    <w:rsid w:val="00E20910"/>
    <w:rsid w:val="00E21598"/>
    <w:rsid w:val="00E259BC"/>
    <w:rsid w:val="00E264A4"/>
    <w:rsid w:val="00E302F8"/>
    <w:rsid w:val="00E33345"/>
    <w:rsid w:val="00E33A54"/>
    <w:rsid w:val="00E34BF7"/>
    <w:rsid w:val="00E350C9"/>
    <w:rsid w:val="00E35ED2"/>
    <w:rsid w:val="00E36D0B"/>
    <w:rsid w:val="00E3710A"/>
    <w:rsid w:val="00E37D13"/>
    <w:rsid w:val="00E40FCC"/>
    <w:rsid w:val="00E43122"/>
    <w:rsid w:val="00E44003"/>
    <w:rsid w:val="00E454D9"/>
    <w:rsid w:val="00E455B6"/>
    <w:rsid w:val="00E456A5"/>
    <w:rsid w:val="00E462A7"/>
    <w:rsid w:val="00E514F7"/>
    <w:rsid w:val="00E538A8"/>
    <w:rsid w:val="00E53B80"/>
    <w:rsid w:val="00E5512D"/>
    <w:rsid w:val="00E574E5"/>
    <w:rsid w:val="00E57827"/>
    <w:rsid w:val="00E609FD"/>
    <w:rsid w:val="00E60FE4"/>
    <w:rsid w:val="00E6227C"/>
    <w:rsid w:val="00E63C51"/>
    <w:rsid w:val="00E64BEF"/>
    <w:rsid w:val="00E64E30"/>
    <w:rsid w:val="00E64F77"/>
    <w:rsid w:val="00E65599"/>
    <w:rsid w:val="00E678A3"/>
    <w:rsid w:val="00E70FE7"/>
    <w:rsid w:val="00E71139"/>
    <w:rsid w:val="00E71142"/>
    <w:rsid w:val="00E719A4"/>
    <w:rsid w:val="00E720DC"/>
    <w:rsid w:val="00E726BD"/>
    <w:rsid w:val="00E726D8"/>
    <w:rsid w:val="00E72AD4"/>
    <w:rsid w:val="00E72EC1"/>
    <w:rsid w:val="00E73403"/>
    <w:rsid w:val="00E73C7D"/>
    <w:rsid w:val="00E73DEC"/>
    <w:rsid w:val="00E73E8C"/>
    <w:rsid w:val="00E7490F"/>
    <w:rsid w:val="00E74F63"/>
    <w:rsid w:val="00E7551F"/>
    <w:rsid w:val="00E7602E"/>
    <w:rsid w:val="00E76A20"/>
    <w:rsid w:val="00E76E53"/>
    <w:rsid w:val="00E772CD"/>
    <w:rsid w:val="00E77629"/>
    <w:rsid w:val="00E80932"/>
    <w:rsid w:val="00E81041"/>
    <w:rsid w:val="00E81CC2"/>
    <w:rsid w:val="00E828B2"/>
    <w:rsid w:val="00E82A81"/>
    <w:rsid w:val="00E83536"/>
    <w:rsid w:val="00E84DC6"/>
    <w:rsid w:val="00E8548E"/>
    <w:rsid w:val="00E855FE"/>
    <w:rsid w:val="00E8600D"/>
    <w:rsid w:val="00E86B51"/>
    <w:rsid w:val="00E90664"/>
    <w:rsid w:val="00E9084E"/>
    <w:rsid w:val="00E908AF"/>
    <w:rsid w:val="00E90CDD"/>
    <w:rsid w:val="00E91495"/>
    <w:rsid w:val="00E91B3B"/>
    <w:rsid w:val="00E922A6"/>
    <w:rsid w:val="00E92700"/>
    <w:rsid w:val="00E92A52"/>
    <w:rsid w:val="00E93E53"/>
    <w:rsid w:val="00E95721"/>
    <w:rsid w:val="00E96F05"/>
    <w:rsid w:val="00E9701D"/>
    <w:rsid w:val="00E972C5"/>
    <w:rsid w:val="00EA05AE"/>
    <w:rsid w:val="00EA15FE"/>
    <w:rsid w:val="00EA340E"/>
    <w:rsid w:val="00EA3A9E"/>
    <w:rsid w:val="00EA3B1F"/>
    <w:rsid w:val="00EA4248"/>
    <w:rsid w:val="00EA5009"/>
    <w:rsid w:val="00EA6DE6"/>
    <w:rsid w:val="00EB00E0"/>
    <w:rsid w:val="00EB12FD"/>
    <w:rsid w:val="00EB1F86"/>
    <w:rsid w:val="00EB204C"/>
    <w:rsid w:val="00EB3123"/>
    <w:rsid w:val="00EB34B3"/>
    <w:rsid w:val="00EB405F"/>
    <w:rsid w:val="00EB5204"/>
    <w:rsid w:val="00EB55D0"/>
    <w:rsid w:val="00EB5646"/>
    <w:rsid w:val="00EB5ADB"/>
    <w:rsid w:val="00EB7421"/>
    <w:rsid w:val="00EB78AF"/>
    <w:rsid w:val="00EB7EC6"/>
    <w:rsid w:val="00EC0504"/>
    <w:rsid w:val="00EC0F78"/>
    <w:rsid w:val="00EC1209"/>
    <w:rsid w:val="00EC1A32"/>
    <w:rsid w:val="00EC1A39"/>
    <w:rsid w:val="00EC25CF"/>
    <w:rsid w:val="00EC2829"/>
    <w:rsid w:val="00EC2E9A"/>
    <w:rsid w:val="00EC5C01"/>
    <w:rsid w:val="00EC766D"/>
    <w:rsid w:val="00EC7E34"/>
    <w:rsid w:val="00ED1E04"/>
    <w:rsid w:val="00ED202E"/>
    <w:rsid w:val="00ED341B"/>
    <w:rsid w:val="00ED3DFD"/>
    <w:rsid w:val="00ED3F21"/>
    <w:rsid w:val="00ED4D3B"/>
    <w:rsid w:val="00ED5289"/>
    <w:rsid w:val="00ED7268"/>
    <w:rsid w:val="00ED7545"/>
    <w:rsid w:val="00ED7CBE"/>
    <w:rsid w:val="00EE1210"/>
    <w:rsid w:val="00EE260F"/>
    <w:rsid w:val="00EE3675"/>
    <w:rsid w:val="00EE56E1"/>
    <w:rsid w:val="00EE604B"/>
    <w:rsid w:val="00EE6B33"/>
    <w:rsid w:val="00EE715F"/>
    <w:rsid w:val="00EE72FD"/>
    <w:rsid w:val="00EF0142"/>
    <w:rsid w:val="00EF0462"/>
    <w:rsid w:val="00EF13B1"/>
    <w:rsid w:val="00EF182E"/>
    <w:rsid w:val="00EF2267"/>
    <w:rsid w:val="00EF31FC"/>
    <w:rsid w:val="00EF334C"/>
    <w:rsid w:val="00EF3BF2"/>
    <w:rsid w:val="00EF52BA"/>
    <w:rsid w:val="00EF6505"/>
    <w:rsid w:val="00EF691C"/>
    <w:rsid w:val="00EF75F4"/>
    <w:rsid w:val="00EF7A6F"/>
    <w:rsid w:val="00F00064"/>
    <w:rsid w:val="00F00190"/>
    <w:rsid w:val="00F0084F"/>
    <w:rsid w:val="00F02C57"/>
    <w:rsid w:val="00F039DA"/>
    <w:rsid w:val="00F05207"/>
    <w:rsid w:val="00F05A78"/>
    <w:rsid w:val="00F06D2B"/>
    <w:rsid w:val="00F06DAC"/>
    <w:rsid w:val="00F070E5"/>
    <w:rsid w:val="00F0795B"/>
    <w:rsid w:val="00F07CC3"/>
    <w:rsid w:val="00F10268"/>
    <w:rsid w:val="00F10C27"/>
    <w:rsid w:val="00F1188A"/>
    <w:rsid w:val="00F1271F"/>
    <w:rsid w:val="00F12B98"/>
    <w:rsid w:val="00F134B2"/>
    <w:rsid w:val="00F13A3B"/>
    <w:rsid w:val="00F13E61"/>
    <w:rsid w:val="00F1517E"/>
    <w:rsid w:val="00F163A8"/>
    <w:rsid w:val="00F16678"/>
    <w:rsid w:val="00F227C9"/>
    <w:rsid w:val="00F24C83"/>
    <w:rsid w:val="00F26388"/>
    <w:rsid w:val="00F267BE"/>
    <w:rsid w:val="00F30115"/>
    <w:rsid w:val="00F30E09"/>
    <w:rsid w:val="00F311A7"/>
    <w:rsid w:val="00F31589"/>
    <w:rsid w:val="00F31BE3"/>
    <w:rsid w:val="00F3231F"/>
    <w:rsid w:val="00F32DE5"/>
    <w:rsid w:val="00F33A59"/>
    <w:rsid w:val="00F3445A"/>
    <w:rsid w:val="00F34A13"/>
    <w:rsid w:val="00F34B21"/>
    <w:rsid w:val="00F34CA5"/>
    <w:rsid w:val="00F34FAB"/>
    <w:rsid w:val="00F360AE"/>
    <w:rsid w:val="00F4198D"/>
    <w:rsid w:val="00F41E90"/>
    <w:rsid w:val="00F426B8"/>
    <w:rsid w:val="00F42BA2"/>
    <w:rsid w:val="00F43233"/>
    <w:rsid w:val="00F436BF"/>
    <w:rsid w:val="00F447F3"/>
    <w:rsid w:val="00F455D8"/>
    <w:rsid w:val="00F46932"/>
    <w:rsid w:val="00F509E0"/>
    <w:rsid w:val="00F51BD4"/>
    <w:rsid w:val="00F53014"/>
    <w:rsid w:val="00F54849"/>
    <w:rsid w:val="00F54EE1"/>
    <w:rsid w:val="00F570D7"/>
    <w:rsid w:val="00F571FE"/>
    <w:rsid w:val="00F57A8D"/>
    <w:rsid w:val="00F57BD6"/>
    <w:rsid w:val="00F602DE"/>
    <w:rsid w:val="00F6156D"/>
    <w:rsid w:val="00F615B1"/>
    <w:rsid w:val="00F620BC"/>
    <w:rsid w:val="00F62161"/>
    <w:rsid w:val="00F62C96"/>
    <w:rsid w:val="00F62CC6"/>
    <w:rsid w:val="00F638A5"/>
    <w:rsid w:val="00F63CB0"/>
    <w:rsid w:val="00F64824"/>
    <w:rsid w:val="00F66676"/>
    <w:rsid w:val="00F673C2"/>
    <w:rsid w:val="00F67C23"/>
    <w:rsid w:val="00F70E54"/>
    <w:rsid w:val="00F71329"/>
    <w:rsid w:val="00F715FC"/>
    <w:rsid w:val="00F71859"/>
    <w:rsid w:val="00F72608"/>
    <w:rsid w:val="00F7298E"/>
    <w:rsid w:val="00F72BA8"/>
    <w:rsid w:val="00F745D3"/>
    <w:rsid w:val="00F74683"/>
    <w:rsid w:val="00F74FDC"/>
    <w:rsid w:val="00F74FED"/>
    <w:rsid w:val="00F7566A"/>
    <w:rsid w:val="00F75E2A"/>
    <w:rsid w:val="00F769C7"/>
    <w:rsid w:val="00F77400"/>
    <w:rsid w:val="00F81ADB"/>
    <w:rsid w:val="00F82A57"/>
    <w:rsid w:val="00F82FF9"/>
    <w:rsid w:val="00F83A2C"/>
    <w:rsid w:val="00F83E9D"/>
    <w:rsid w:val="00F85ABF"/>
    <w:rsid w:val="00F85FC8"/>
    <w:rsid w:val="00F86701"/>
    <w:rsid w:val="00F86C5B"/>
    <w:rsid w:val="00F9157D"/>
    <w:rsid w:val="00F919AD"/>
    <w:rsid w:val="00F934F8"/>
    <w:rsid w:val="00F93F56"/>
    <w:rsid w:val="00F94370"/>
    <w:rsid w:val="00F96A4F"/>
    <w:rsid w:val="00F96F57"/>
    <w:rsid w:val="00F97466"/>
    <w:rsid w:val="00F97A32"/>
    <w:rsid w:val="00FA0275"/>
    <w:rsid w:val="00FA16DB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BBA"/>
    <w:rsid w:val="00FA7F72"/>
    <w:rsid w:val="00FB03C3"/>
    <w:rsid w:val="00FB04FE"/>
    <w:rsid w:val="00FB3377"/>
    <w:rsid w:val="00FB3EBB"/>
    <w:rsid w:val="00FB45B0"/>
    <w:rsid w:val="00FB7CFB"/>
    <w:rsid w:val="00FC002F"/>
    <w:rsid w:val="00FC0C63"/>
    <w:rsid w:val="00FC105F"/>
    <w:rsid w:val="00FC2822"/>
    <w:rsid w:val="00FC3599"/>
    <w:rsid w:val="00FC35E5"/>
    <w:rsid w:val="00FC37D1"/>
    <w:rsid w:val="00FC4DC2"/>
    <w:rsid w:val="00FC682C"/>
    <w:rsid w:val="00FC6938"/>
    <w:rsid w:val="00FC704C"/>
    <w:rsid w:val="00FC70B5"/>
    <w:rsid w:val="00FD0194"/>
    <w:rsid w:val="00FD04E0"/>
    <w:rsid w:val="00FD0F7B"/>
    <w:rsid w:val="00FD1024"/>
    <w:rsid w:val="00FD13FD"/>
    <w:rsid w:val="00FD491F"/>
    <w:rsid w:val="00FD51E6"/>
    <w:rsid w:val="00FE050F"/>
    <w:rsid w:val="00FE0BFA"/>
    <w:rsid w:val="00FE0D85"/>
    <w:rsid w:val="00FE0DC9"/>
    <w:rsid w:val="00FE11BF"/>
    <w:rsid w:val="00FE1531"/>
    <w:rsid w:val="00FE16CF"/>
    <w:rsid w:val="00FE23C5"/>
    <w:rsid w:val="00FE402A"/>
    <w:rsid w:val="00FE4210"/>
    <w:rsid w:val="00FE59A8"/>
    <w:rsid w:val="00FE7FDC"/>
    <w:rsid w:val="00FF08F6"/>
    <w:rsid w:val="00FF0F74"/>
    <w:rsid w:val="00FF21EB"/>
    <w:rsid w:val="00FF255A"/>
    <w:rsid w:val="00FF2654"/>
    <w:rsid w:val="00FF28C9"/>
    <w:rsid w:val="00FF3193"/>
    <w:rsid w:val="00FF364B"/>
    <w:rsid w:val="00FF5014"/>
    <w:rsid w:val="00FF51E7"/>
    <w:rsid w:val="00FF6894"/>
    <w:rsid w:val="00FF6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  <w:rPr>
      <w:bCs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qFormat/>
    <w:rsid w:val="00D6447B"/>
    <w:pPr>
      <w:bidi/>
      <w:ind w:firstLine="288"/>
      <w:jc w:val="lowKashida"/>
    </w:pPr>
    <w:rPr>
      <w:rFonts w:cs="Fajer Noori Nastalique"/>
      <w:color w:val="000000"/>
      <w:sz w:val="30"/>
      <w:szCs w:val="30"/>
    </w:rPr>
  </w:style>
  <w:style w:type="character" w:customStyle="1" w:styleId="libNormalChar">
    <w:name w:val="libNormal Char"/>
    <w:basedOn w:val="DefaultParagraphFont"/>
    <w:link w:val="libNormal"/>
    <w:rsid w:val="00D6447B"/>
    <w:rPr>
      <w:rFonts w:cs="Fajer Noori Nastalique"/>
      <w:color w:val="000000"/>
      <w:sz w:val="30"/>
      <w:szCs w:val="30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7369D1"/>
    <w:rPr>
      <w:rFonts w:eastAsia="Calibri"/>
      <w:sz w:val="24"/>
      <w:szCs w:val="24"/>
      <w:lang w:bidi="ur-PK"/>
    </w:rPr>
  </w:style>
  <w:style w:type="character" w:customStyle="1" w:styleId="libFootnoteChar">
    <w:name w:val="libFootnote Char"/>
    <w:basedOn w:val="libNormalChar"/>
    <w:link w:val="libFootnote"/>
    <w:rsid w:val="007369D1"/>
    <w:rPr>
      <w:rFonts w:eastAsia="Calibri"/>
      <w:sz w:val="24"/>
      <w:szCs w:val="24"/>
      <w:lang w:bidi="ur-PK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rsid w:val="00951DC8"/>
    <w:pPr>
      <w:spacing w:before="240" w:after="60"/>
      <w:jc w:val="center"/>
    </w:pPr>
    <w:rPr>
      <w:b/>
      <w:bCs/>
      <w:sz w:val="38"/>
      <w:szCs w:val="38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rsid w:val="00951DC8"/>
    <w:pPr>
      <w:jc w:val="center"/>
    </w:pPr>
    <w:rPr>
      <w:b/>
      <w:bCs/>
      <w:sz w:val="34"/>
      <w:szCs w:val="34"/>
    </w:rPr>
  </w:style>
  <w:style w:type="character" w:customStyle="1" w:styleId="libAieChar">
    <w:name w:val="libAie Char"/>
    <w:basedOn w:val="libNormalChar"/>
    <w:link w:val="libAie"/>
    <w:rsid w:val="00951DC8"/>
    <w:rPr>
      <w:rFonts w:ascii="Arial" w:hAnsi="Arial" w:cs="Traditional Arabic"/>
      <w:color w:val="008000"/>
      <w:szCs w:val="36"/>
    </w:rPr>
  </w:style>
  <w:style w:type="paragraph" w:customStyle="1" w:styleId="libAie">
    <w:name w:val="libAie"/>
    <w:basedOn w:val="libNormal"/>
    <w:next w:val="libNormal"/>
    <w:link w:val="libAieChar"/>
    <w:qFormat/>
    <w:rsid w:val="00951DC8"/>
    <w:rPr>
      <w:rFonts w:ascii="Arial" w:hAnsi="Arial" w:cs="Traditional Arabic"/>
      <w:color w:val="008000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b/>
      <w:bCs/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622D41"/>
    <w:pPr>
      <w:spacing w:before="240"/>
      <w:jc w:val="left"/>
    </w:pPr>
    <w:rPr>
      <w:rFonts w:ascii="Fajer Noori Nastalique" w:hAnsi="Fajer Noori Nastalique"/>
      <w:b/>
      <w:bCs/>
    </w:rPr>
  </w:style>
  <w:style w:type="paragraph" w:styleId="TOC1">
    <w:name w:val="toc 1"/>
    <w:basedOn w:val="libNormal0"/>
    <w:next w:val="libNormal0"/>
    <w:autoRedefine/>
    <w:uiPriority w:val="39"/>
    <w:rsid w:val="009B01CB"/>
    <w:pPr>
      <w:tabs>
        <w:tab w:val="right" w:leader="dot" w:pos="10457"/>
      </w:tabs>
      <w:jc w:val="left"/>
    </w:pPr>
    <w:rPr>
      <w:rFonts w:ascii="Fajer Noori Nastalique" w:hAnsi="Fajer Noori Nastalique"/>
      <w:caps/>
      <w:sz w:val="28"/>
      <w:szCs w:val="28"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  <w:pPr>
      <w:ind w:firstLine="0"/>
    </w:pPr>
    <w:rPr>
      <w:rFonts w:ascii="Fajer Noori Nastalique" w:hAnsi="Fajer Noori Nastalique"/>
    </w:rPr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b/>
      <w:bCs/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qFormat/>
    <w:rsid w:val="00951DC8"/>
    <w:rPr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951DC8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0D57D0"/>
    <w:rPr>
      <w:rFonts w:ascii="Traditional Arabic" w:hAnsi="Traditional Arabic" w:cs="Traditional Arabic"/>
    </w:rPr>
  </w:style>
  <w:style w:type="character" w:customStyle="1" w:styleId="libFootNoteArabicChar">
    <w:name w:val="libFootNoteArabic Char"/>
    <w:basedOn w:val="libArabicChar"/>
    <w:link w:val="libFootNoteArabic"/>
    <w:rsid w:val="000D57D0"/>
    <w:rPr>
      <w:rFonts w:ascii="Traditional Arabic" w:hAnsi="Traditional Arabic"/>
      <w:color w:val="000000"/>
      <w:sz w:val="24"/>
      <w:szCs w:val="24"/>
      <w:lang w:bidi="ur-PK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paragraph" w:customStyle="1" w:styleId="StylelibFootnotenumComplexTimesNewRoman">
    <w:name w:val="Style libFootnote_num + (Complex) Times New Roman"/>
    <w:basedOn w:val="libFootnotenum"/>
    <w:rsid w:val="00AD79D1"/>
    <w:rPr>
      <w:rFonts w:ascii="Fajer Noori Nastalique" w:hAnsi="Fajer Noori Nastalique" w:cs="Times New Roman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D19AF-61D2-4520-AA0F-37FD0BE9B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4658</TotalTime>
  <Pages>160</Pages>
  <Words>55976</Words>
  <Characters>202635</Characters>
  <Application>Microsoft Office Word</Application>
  <DocSecurity>0</DocSecurity>
  <Lines>3166</Lines>
  <Paragraphs>1436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257175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Hafezy</dc:creator>
  <cp:lastModifiedBy>Abed</cp:lastModifiedBy>
  <cp:revision>329</cp:revision>
  <cp:lastPrinted>2016-01-18T09:08:00Z</cp:lastPrinted>
  <dcterms:created xsi:type="dcterms:W3CDTF">2015-06-13T07:48:00Z</dcterms:created>
  <dcterms:modified xsi:type="dcterms:W3CDTF">2016-04-05T08:16:00Z</dcterms:modified>
</cp:coreProperties>
</file>